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871315" w:rsidP="00E67399">
      <w:pPr>
        <w:pStyle w:val="libCenter"/>
      </w:pPr>
      <w:r w:rsidRPr="00871315">
        <w:rPr>
          <w:rtl/>
        </w:rPr>
        <w:drawing>
          <wp:inline distT="0" distB="0" distL="0" distR="0">
            <wp:extent cx="5496216" cy="7784984"/>
            <wp:effectExtent l="0" t="0" r="0" b="0"/>
            <wp:docPr id="1" name="Picture 1" descr="L:\New_kar\1440\rabee_alawal_1440\tarekh_e_islam_main_aaisha_ka_kirdaar_3\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awal_1440\tarekh_e_islam_main_aaisha_ka_kirdaar_3\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2566" cy="7793979"/>
                    </a:xfrm>
                    <a:prstGeom prst="rect">
                      <a:avLst/>
                    </a:prstGeom>
                    <a:noFill/>
                    <a:ln>
                      <a:noFill/>
                    </a:ln>
                  </pic:spPr>
                </pic:pic>
              </a:graphicData>
            </a:graphic>
          </wp:inline>
        </w:drawing>
      </w:r>
    </w:p>
    <w:p w:rsidR="00FF6072" w:rsidRDefault="00FF6072" w:rsidP="00E67399">
      <w:pPr>
        <w:pStyle w:val="libNormal"/>
        <w:rPr>
          <w:rtl/>
        </w:rPr>
      </w:pPr>
      <w:r>
        <w:rPr>
          <w:rtl/>
        </w:rPr>
        <w:br w:type="page"/>
      </w:r>
    </w:p>
    <w:p w:rsidR="00FF6072" w:rsidRDefault="00FF6072" w:rsidP="00E67399">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B365A1">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B365A1">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376422" w:rsidRDefault="00FF6072" w:rsidP="00E67399">
      <w:pPr>
        <w:pStyle w:val="libNormal"/>
        <w:rPr>
          <w:rtl/>
        </w:rPr>
      </w:pPr>
      <w:r>
        <w:rPr>
          <w:rtl/>
        </w:rPr>
        <w:br w:type="page"/>
      </w:r>
    </w:p>
    <w:p w:rsidR="00376422" w:rsidRDefault="00376422" w:rsidP="00E67399">
      <w:pPr>
        <w:pStyle w:val="libNormal"/>
        <w:rPr>
          <w:rtl/>
        </w:rPr>
      </w:pPr>
    </w:p>
    <w:p w:rsidR="00376422" w:rsidRDefault="00376422" w:rsidP="00E67399">
      <w:pPr>
        <w:pStyle w:val="libCenterBold2"/>
        <w:rPr>
          <w:rtl/>
        </w:rPr>
      </w:pPr>
      <w:r>
        <w:rPr>
          <w:rtl/>
        </w:rPr>
        <w:t>تاريخ اسلام مي</w:t>
      </w:r>
      <w:r w:rsidR="00B365A1">
        <w:rPr>
          <w:rtl/>
        </w:rPr>
        <w:t xml:space="preserve">ں </w:t>
      </w:r>
      <w:r>
        <w:rPr>
          <w:rtl/>
        </w:rPr>
        <w:t xml:space="preserve">عايشه کاکردار دوران معاويہ </w:t>
      </w:r>
    </w:p>
    <w:p w:rsidR="00376422" w:rsidRDefault="00376422" w:rsidP="00E67399">
      <w:pPr>
        <w:pStyle w:val="libCenterBold2"/>
        <w:rPr>
          <w:rtl/>
        </w:rPr>
      </w:pPr>
      <w:r>
        <w:rPr>
          <w:rtl/>
        </w:rPr>
        <w:t xml:space="preserve">مو لف : سيد مرتضى عسكرى </w:t>
      </w:r>
    </w:p>
    <w:p w:rsidR="00376422" w:rsidRDefault="00376422" w:rsidP="00E67399">
      <w:pPr>
        <w:pStyle w:val="libCenterBold2"/>
      </w:pPr>
      <w:r>
        <w:rPr>
          <w:rtl/>
        </w:rPr>
        <w:t xml:space="preserve">مترجم : سيد كرار حسين رضوى گوپالپوري </w:t>
      </w:r>
    </w:p>
    <w:p w:rsidR="00871315" w:rsidRDefault="00871315" w:rsidP="00E67399">
      <w:pPr>
        <w:pStyle w:val="libNormal"/>
      </w:pPr>
    </w:p>
    <w:p w:rsidR="00871315" w:rsidRDefault="00871315" w:rsidP="00E67399">
      <w:pPr>
        <w:pStyle w:val="libPoemTini"/>
      </w:pPr>
      <w:r>
        <w:br w:type="page"/>
      </w:r>
    </w:p>
    <w:p w:rsidR="00871315" w:rsidRDefault="00871315" w:rsidP="00E67399">
      <w:pPr>
        <w:pStyle w:val="libNormal"/>
        <w:rPr>
          <w:rtl/>
        </w:rPr>
      </w:pPr>
    </w:p>
    <w:p w:rsidR="00376422" w:rsidRDefault="00376422" w:rsidP="00E67399">
      <w:pPr>
        <w:pStyle w:val="Heading2Center"/>
        <w:rPr>
          <w:rtl/>
        </w:rPr>
      </w:pPr>
      <w:bookmarkStart w:id="0" w:name="_Toc531605628"/>
      <w:r>
        <w:rPr>
          <w:rtl/>
        </w:rPr>
        <w:t>گفتار مترجم</w:t>
      </w:r>
      <w:bookmarkEnd w:id="0"/>
    </w:p>
    <w:p w:rsidR="00376422" w:rsidRDefault="00376422" w:rsidP="00E67399">
      <w:pPr>
        <w:pStyle w:val="libNormal"/>
        <w:rPr>
          <w:rtl/>
        </w:rPr>
      </w:pPr>
      <w:r>
        <w:rPr>
          <w:rtl/>
        </w:rPr>
        <w:t xml:space="preserve">اسلامى متن كو جا ننے كے لئے تاريخ اسلام كى شناخت اور مشہوروموثرشخصيتو </w:t>
      </w:r>
      <w:r w:rsidR="00B365A1">
        <w:rPr>
          <w:rtl/>
        </w:rPr>
        <w:t xml:space="preserve">ں </w:t>
      </w:r>
      <w:r>
        <w:rPr>
          <w:rtl/>
        </w:rPr>
        <w:t>كى شناخت بہت ضرورى ہے يہا</w:t>
      </w:r>
      <w:r w:rsidR="00B365A1">
        <w:rPr>
          <w:rtl/>
        </w:rPr>
        <w:t xml:space="preserve">ں </w:t>
      </w:r>
      <w:r>
        <w:rPr>
          <w:rtl/>
        </w:rPr>
        <w:t>تك كہ جرا ت كے ساتھ يہ دعوى كيا جا سكتا ہے كہ تاريخ اسلام كى گہرائي اوردقّت سے واقفيت حاصل كئے بغيراس كے ائين،حقائق اور واقعات كوسمجھا نہي</w:t>
      </w:r>
      <w:r w:rsidR="00B365A1">
        <w:rPr>
          <w:rtl/>
        </w:rPr>
        <w:t xml:space="preserve">ں </w:t>
      </w:r>
      <w:r>
        <w:rPr>
          <w:rtl/>
        </w:rPr>
        <w:t>جاسكتا ،كيو</w:t>
      </w:r>
      <w:r w:rsidR="00B365A1">
        <w:rPr>
          <w:rtl/>
        </w:rPr>
        <w:t xml:space="preserve">ں </w:t>
      </w:r>
      <w:r>
        <w:rPr>
          <w:rtl/>
        </w:rPr>
        <w:t>كہ ايك طرف تو بزرگ شخصيتو</w:t>
      </w:r>
      <w:r w:rsidR="00B365A1">
        <w:rPr>
          <w:rtl/>
        </w:rPr>
        <w:t xml:space="preserve">ں </w:t>
      </w:r>
      <w:r>
        <w:rPr>
          <w:rtl/>
        </w:rPr>
        <w:t>كى پہچان اور ان كے مثبت اسلامى افكارواعمال خود دينى متن كاايك حصّہ ہي</w:t>
      </w:r>
      <w:r w:rsidR="00B365A1">
        <w:rPr>
          <w:rtl/>
        </w:rPr>
        <w:t xml:space="preserve">ں </w:t>
      </w:r>
      <w:r>
        <w:rPr>
          <w:rtl/>
        </w:rPr>
        <w:t>جسے سنّت كے نام سے جاناجاتا ہے، ظاہر ہے كہ يہ اس كے زبان و مكان ،اداب و رسوم اور اخلاق كو سمجھے بغير اس كى واقفيت ممكن نہي</w:t>
      </w:r>
      <w:r w:rsidR="00B365A1">
        <w:rPr>
          <w:rtl/>
        </w:rPr>
        <w:t xml:space="preserve">ں </w:t>
      </w:r>
      <w:r>
        <w:rPr>
          <w:rtl/>
        </w:rPr>
        <w:t>ہے اور دوسرى طرف منفى شخصيتو</w:t>
      </w:r>
      <w:r w:rsidR="00B365A1">
        <w:rPr>
          <w:rtl/>
        </w:rPr>
        <w:t xml:space="preserve">ں </w:t>
      </w:r>
      <w:r>
        <w:rPr>
          <w:rtl/>
        </w:rPr>
        <w:t>كو پہچاننا بھى صحيح اسلام كو سمجھنے كيلئے ضرورى ہے كيو</w:t>
      </w:r>
      <w:r w:rsidR="00B365A1">
        <w:rPr>
          <w:rtl/>
        </w:rPr>
        <w:t xml:space="preserve">ں </w:t>
      </w:r>
      <w:r>
        <w:rPr>
          <w:rtl/>
        </w:rPr>
        <w:t>كہ اس طرح اسلامى جنگ وجہاد كى نوعيت اور انكے رہبرو</w:t>
      </w:r>
      <w:r w:rsidR="00B365A1">
        <w:rPr>
          <w:rtl/>
        </w:rPr>
        <w:t xml:space="preserve">ں </w:t>
      </w:r>
      <w:r>
        <w:rPr>
          <w:rtl/>
        </w:rPr>
        <w:t xml:space="preserve">كے اقدامات كوسياہ كار افرادہى كے اقدامات سمجھنے سے سمجھا جاسكتا ہے _ </w:t>
      </w:r>
    </w:p>
    <w:p w:rsidR="00376422" w:rsidRDefault="00376422" w:rsidP="00E67399">
      <w:pPr>
        <w:pStyle w:val="libNormal"/>
        <w:rPr>
          <w:rtl/>
        </w:rPr>
      </w:pPr>
      <w:r>
        <w:rPr>
          <w:rtl/>
        </w:rPr>
        <w:t>اس بنياد پر توجہ كرتے ہوئے ايك قيمتى تاريخ صحيح كى ہمي</w:t>
      </w:r>
      <w:r w:rsidR="00B365A1">
        <w:rPr>
          <w:rtl/>
        </w:rPr>
        <w:t xml:space="preserve">ں </w:t>
      </w:r>
      <w:r>
        <w:rPr>
          <w:rtl/>
        </w:rPr>
        <w:t>تلاش كرنى چاہيئے،تاكہ يہ واضح ہو سكے كہ حقائق تاريخى حاصل كرنے كے لئے اپنے دين كى واقفيت كے حصول مي</w:t>
      </w:r>
      <w:r w:rsidR="00B365A1">
        <w:rPr>
          <w:rtl/>
        </w:rPr>
        <w:t xml:space="preserve">ں </w:t>
      </w:r>
      <w:r>
        <w:rPr>
          <w:rtl/>
        </w:rPr>
        <w:t>كس قدر مددگار ہے ،اور كس حد تك ہم طلوع اسلام كے بعدصديا</w:t>
      </w:r>
      <w:r w:rsidR="00B365A1">
        <w:rPr>
          <w:rtl/>
        </w:rPr>
        <w:t xml:space="preserve">ں </w:t>
      </w:r>
      <w:r>
        <w:rPr>
          <w:rtl/>
        </w:rPr>
        <w:t>بيتنے كے باوجودہم صحيح اسلام كو حاصل كر سكتے ہي</w:t>
      </w:r>
      <w:r w:rsidR="00B365A1">
        <w:rPr>
          <w:rtl/>
        </w:rPr>
        <w:t xml:space="preserve">ں </w:t>
      </w:r>
      <w:r>
        <w:rPr>
          <w:rtl/>
        </w:rPr>
        <w:t>اور اس چشمہ صافى سے نزديك ہو سكتے ہي</w:t>
      </w:r>
      <w:r w:rsidR="00B365A1">
        <w:rPr>
          <w:rtl/>
        </w:rPr>
        <w:t xml:space="preserve">ں </w:t>
      </w:r>
      <w:r>
        <w:rPr>
          <w:rtl/>
        </w:rPr>
        <w:t xml:space="preserve">_ </w:t>
      </w:r>
    </w:p>
    <w:p w:rsidR="00376422" w:rsidRDefault="00376422" w:rsidP="00E67399">
      <w:pPr>
        <w:pStyle w:val="libNormal"/>
        <w:rPr>
          <w:rtl/>
        </w:rPr>
      </w:pPr>
      <w:r>
        <w:rPr>
          <w:rtl/>
        </w:rPr>
        <w:t>ہم ايندہ صفحات مي</w:t>
      </w:r>
      <w:r w:rsidR="00B365A1">
        <w:rPr>
          <w:rtl/>
        </w:rPr>
        <w:t xml:space="preserve">ں </w:t>
      </w:r>
      <w:r>
        <w:rPr>
          <w:rtl/>
        </w:rPr>
        <w:t>ديكھي</w:t>
      </w:r>
      <w:r w:rsidR="00B365A1">
        <w:rPr>
          <w:rtl/>
        </w:rPr>
        <w:t xml:space="preserve">ں </w:t>
      </w:r>
      <w:r>
        <w:rPr>
          <w:rtl/>
        </w:rPr>
        <w:t>گے كہ اسلام مي</w:t>
      </w:r>
      <w:r w:rsidR="00B365A1">
        <w:rPr>
          <w:rtl/>
        </w:rPr>
        <w:t xml:space="preserve">ں </w:t>
      </w:r>
      <w:r>
        <w:rPr>
          <w:rtl/>
        </w:rPr>
        <w:t>تاريخ و حديث كو كس طرح خواہش پرستى كانشانہ بنايا گيااور جھوٹ و تحريف كس حد تك اسمي</w:t>
      </w:r>
      <w:r w:rsidR="00B365A1">
        <w:rPr>
          <w:rtl/>
        </w:rPr>
        <w:t xml:space="preserve">ں </w:t>
      </w:r>
      <w:r>
        <w:rPr>
          <w:rtl/>
        </w:rPr>
        <w:t>جگہ پاگئي ہے،احاديث و تواريخ كى كتابو</w:t>
      </w:r>
      <w:r w:rsidR="00B365A1">
        <w:rPr>
          <w:rtl/>
        </w:rPr>
        <w:t xml:space="preserve">ں </w:t>
      </w:r>
      <w:r>
        <w:rPr>
          <w:rtl/>
        </w:rPr>
        <w:t>پران عيارو</w:t>
      </w:r>
      <w:r w:rsidR="00B365A1">
        <w:rPr>
          <w:rtl/>
        </w:rPr>
        <w:t xml:space="preserve">ں </w:t>
      </w:r>
      <w:r>
        <w:rPr>
          <w:rtl/>
        </w:rPr>
        <w:t>نے حكومت اموى كے اشارو</w:t>
      </w:r>
      <w:r w:rsidR="00B365A1">
        <w:rPr>
          <w:rtl/>
        </w:rPr>
        <w:t xml:space="preserve">ں </w:t>
      </w:r>
      <w:r>
        <w:rPr>
          <w:rtl/>
        </w:rPr>
        <w:t>سے ،خاص طور سے معاويہ كے اشارے پر كس حد تك تقويت دى گئي اسلام كى زندگى پر ہر دن ايك تازہ جھوٹ اور بناوٹ كاپلندہ بڑھاديا جاتا تھا دين خدا كا درخشا</w:t>
      </w:r>
      <w:r w:rsidR="00B365A1">
        <w:rPr>
          <w:rtl/>
        </w:rPr>
        <w:t xml:space="preserve">ں </w:t>
      </w:r>
      <w:r>
        <w:rPr>
          <w:rtl/>
        </w:rPr>
        <w:t>سورج اہستہ اہستہ ان تمام جھوٹ اور جعل كے دھند مي</w:t>
      </w:r>
      <w:r w:rsidR="00B365A1">
        <w:rPr>
          <w:rtl/>
        </w:rPr>
        <w:t xml:space="preserve">ں </w:t>
      </w:r>
      <w:r>
        <w:rPr>
          <w:rtl/>
        </w:rPr>
        <w:t>دفن ہو گيا،يہي</w:t>
      </w:r>
      <w:r w:rsidR="00B365A1">
        <w:rPr>
          <w:rtl/>
        </w:rPr>
        <w:t xml:space="preserve">ں </w:t>
      </w:r>
      <w:r>
        <w:rPr>
          <w:rtl/>
        </w:rPr>
        <w:t>ہمي</w:t>
      </w:r>
      <w:r w:rsidR="00B365A1">
        <w:rPr>
          <w:rtl/>
        </w:rPr>
        <w:t xml:space="preserve">ں </w:t>
      </w:r>
      <w:r>
        <w:rPr>
          <w:rtl/>
        </w:rPr>
        <w:t>ائمہ اہلبيت كى جانبازى وثبات كوافرين كہنا پڑتا ہے كہ ان بزرگوارو</w:t>
      </w:r>
      <w:r w:rsidR="00B365A1">
        <w:rPr>
          <w:rtl/>
        </w:rPr>
        <w:t xml:space="preserve">ں </w:t>
      </w:r>
      <w:r>
        <w:rPr>
          <w:rtl/>
        </w:rPr>
        <w:t>اور پاكباز شيعو</w:t>
      </w:r>
      <w:r w:rsidR="00B365A1">
        <w:rPr>
          <w:rtl/>
        </w:rPr>
        <w:t xml:space="preserve">ں </w:t>
      </w:r>
      <w:r>
        <w:rPr>
          <w:rtl/>
        </w:rPr>
        <w:t>نے سچے اسلام كى حمايت كے لئے اقدام كيااور اپنے خون سے جھاد كى ايك ايسى فضا تيار كى كہ ان جھوٹے اور جعل سازو</w:t>
      </w:r>
      <w:r w:rsidR="00B365A1">
        <w:rPr>
          <w:rtl/>
        </w:rPr>
        <w:t xml:space="preserve">ں </w:t>
      </w:r>
      <w:r>
        <w:rPr>
          <w:rtl/>
        </w:rPr>
        <w:t xml:space="preserve">كى ہمت پست ہو گئي_ </w:t>
      </w:r>
    </w:p>
    <w:p w:rsidR="000C34E7" w:rsidRDefault="00376422" w:rsidP="00E67399">
      <w:pPr>
        <w:pStyle w:val="libNormal"/>
        <w:rPr>
          <w:rtl/>
        </w:rPr>
      </w:pPr>
      <w:r>
        <w:rPr>
          <w:rtl/>
        </w:rPr>
        <w:t>دوسرى طرف جاہليت كے محافظو</w:t>
      </w:r>
      <w:r w:rsidR="00B365A1">
        <w:rPr>
          <w:rtl/>
        </w:rPr>
        <w:t xml:space="preserve">ں </w:t>
      </w:r>
      <w:r>
        <w:rPr>
          <w:rtl/>
        </w:rPr>
        <w:t>، اموى وعباسى خلفاء كى يہ كوشش جارى رہى ہے كہ معاويہ كے زمانے مي</w:t>
      </w:r>
      <w:r w:rsidR="00B365A1">
        <w:rPr>
          <w:rtl/>
        </w:rPr>
        <w:t xml:space="preserve">ں </w:t>
      </w:r>
      <w:r>
        <w:rPr>
          <w:rtl/>
        </w:rPr>
        <w:t>جو جھوٹ گڑھ دئے گئے ہي</w:t>
      </w:r>
      <w:r w:rsidR="00B365A1">
        <w:rPr>
          <w:rtl/>
        </w:rPr>
        <w:t xml:space="preserve">ں </w:t>
      </w:r>
      <w:r>
        <w:rPr>
          <w:rtl/>
        </w:rPr>
        <w:t>ان كى حفاظت كى جائے اور جہا</w:t>
      </w:r>
      <w:r w:rsidR="00B365A1">
        <w:rPr>
          <w:rtl/>
        </w:rPr>
        <w:t xml:space="preserve">ں </w:t>
      </w:r>
      <w:r>
        <w:rPr>
          <w:rtl/>
        </w:rPr>
        <w:t>تك ہو وسيع بنيادو</w:t>
      </w:r>
      <w:r w:rsidR="00B365A1">
        <w:rPr>
          <w:rtl/>
        </w:rPr>
        <w:t xml:space="preserve">ں </w:t>
      </w:r>
      <w:r>
        <w:rPr>
          <w:rtl/>
        </w:rPr>
        <w:t xml:space="preserve">پر انكى اشاعت كى جائے </w:t>
      </w:r>
    </w:p>
    <w:p w:rsidR="000C34E7" w:rsidRDefault="000C34E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كيونكہ انكے خلافت كى بنياد اسى جھوٹ پراستوار تھى ،حق باطل كى يہ محاذارائي گروہ خدا اور گروہ شياطين كے درميان ہميشہ جارى رہے گى اس سے كوئي زمانہ خالى نہي</w:t>
      </w:r>
      <w:r w:rsidR="00B365A1">
        <w:rPr>
          <w:rtl/>
        </w:rPr>
        <w:t xml:space="preserve">ں </w:t>
      </w:r>
      <w:r>
        <w:rPr>
          <w:rtl/>
        </w:rPr>
        <w:t xml:space="preserve">رہا ہے_ </w:t>
      </w:r>
    </w:p>
    <w:p w:rsidR="00376422" w:rsidRDefault="00376422" w:rsidP="00E67399">
      <w:pPr>
        <w:pStyle w:val="libNormal"/>
        <w:rPr>
          <w:rtl/>
        </w:rPr>
      </w:pPr>
      <w:r>
        <w:rPr>
          <w:rtl/>
        </w:rPr>
        <w:t>ہمارے عہد مي</w:t>
      </w:r>
      <w:r w:rsidR="00B365A1">
        <w:rPr>
          <w:rtl/>
        </w:rPr>
        <w:t xml:space="preserve">ں </w:t>
      </w:r>
      <w:r>
        <w:rPr>
          <w:rtl/>
        </w:rPr>
        <w:t>ايك دوررس محقق اپنى شاندار ذہانت سے اس سچ اور جھوٹ كو ايك دوسرے سے الگ كرنے كيلئے عظيم اقدام كيا ہے اور سيكڑو</w:t>
      </w:r>
      <w:r w:rsidR="00B365A1">
        <w:rPr>
          <w:rtl/>
        </w:rPr>
        <w:t xml:space="preserve">ں </w:t>
      </w:r>
      <w:r>
        <w:rPr>
          <w:rtl/>
        </w:rPr>
        <w:t>جھوٹ اور تحريف كوميدان تاريخ اسلام سے الگ كيا ہے علامہ مرتضى عسكرى نے تاريخ وحديث كے متون كو چاليس سال تك اپنى سخت كاوش سے حقائق كى رونمائي كى ہے جو دراسات فى الحديث والتاريخ كے نام سے سلسلہ وار شايع ہو چكى ہے رات و دن كى محنتو</w:t>
      </w:r>
      <w:r w:rsidR="00B365A1">
        <w:rPr>
          <w:rtl/>
        </w:rPr>
        <w:t xml:space="preserve">ں </w:t>
      </w:r>
      <w:r>
        <w:rPr>
          <w:rtl/>
        </w:rPr>
        <w:t>_ دقت نظر اور فكر صحيح كے ذريعہ تاريخ اسلام كے بے شمار مسائل اور واقعات كوجعليات كے اندھيرو</w:t>
      </w:r>
      <w:r w:rsidR="00B365A1">
        <w:rPr>
          <w:rtl/>
        </w:rPr>
        <w:t xml:space="preserve">ں </w:t>
      </w:r>
      <w:r>
        <w:rPr>
          <w:rtl/>
        </w:rPr>
        <w:t xml:space="preserve">سے نكال كر حقائق كے متلاشى حضرات كے حوالہ كيا_ </w:t>
      </w:r>
    </w:p>
    <w:p w:rsidR="00376422" w:rsidRDefault="00376422" w:rsidP="00E67399">
      <w:pPr>
        <w:pStyle w:val="libNormal"/>
        <w:rPr>
          <w:rtl/>
        </w:rPr>
      </w:pPr>
      <w:r>
        <w:rPr>
          <w:rtl/>
        </w:rPr>
        <w:t>سچى بات تو يہ ہے كہ صحيح تاريخ اسلام اور اسكى عظيم ركاو ٹو</w:t>
      </w:r>
      <w:r w:rsidR="00B365A1">
        <w:rPr>
          <w:rtl/>
        </w:rPr>
        <w:t xml:space="preserve">ں </w:t>
      </w:r>
      <w:r>
        <w:rPr>
          <w:rtl/>
        </w:rPr>
        <w:t>كاسب سے پہلا متن مشہور تاريخ طبرى ہے يہ تاريخ نگارو</w:t>
      </w:r>
      <w:r w:rsidR="00B365A1">
        <w:rPr>
          <w:rtl/>
        </w:rPr>
        <w:t xml:space="preserve">ں </w:t>
      </w:r>
      <w:r>
        <w:rPr>
          <w:rtl/>
        </w:rPr>
        <w:t>كاپيشوا ہے بغير ا س كا مطالعہ كئے اور اس پر تحقيقى نظر ڈالے اسے مستند نہي</w:t>
      </w:r>
      <w:r w:rsidR="00B365A1">
        <w:rPr>
          <w:rtl/>
        </w:rPr>
        <w:t xml:space="preserve">ں </w:t>
      </w:r>
      <w:r>
        <w:rPr>
          <w:rtl/>
        </w:rPr>
        <w:t>قرار ديا جا سكتا اسى طرح صحيح بخارى صحيح مسلم اور ابن اثير وغيرہ پر بھى ہوش مندى كے ساتھ تحقيقى نگاہ ڈالنا ضرورى ہےچنانچہ ازاد اور مشہور مصرى دانشور،محمود ابو ريہ فرماتے ہي</w:t>
      </w:r>
      <w:r w:rsidR="00B365A1">
        <w:rPr>
          <w:rtl/>
        </w:rPr>
        <w:t xml:space="preserve">ں </w:t>
      </w:r>
      <w:r>
        <w:rPr>
          <w:rtl/>
        </w:rPr>
        <w:t xml:space="preserve">كہ: </w:t>
      </w:r>
    </w:p>
    <w:p w:rsidR="00376422" w:rsidRDefault="00376422" w:rsidP="00E67399">
      <w:pPr>
        <w:pStyle w:val="libNormal"/>
        <w:rPr>
          <w:rtl/>
        </w:rPr>
      </w:pPr>
      <w:r>
        <w:rPr>
          <w:rtl/>
        </w:rPr>
        <w:t>جس شخص كو بھى ارزوہے كہ تاريخ اسلام كے حقائق كو اوائل سے بيعت يزيد كے زمانہ تك اچھى طرح سمجھے اس پر لازم ہے كہ وہ دو قيمتى تحقيقى كتابو</w:t>
      </w:r>
      <w:r w:rsidR="00B365A1">
        <w:rPr>
          <w:rtl/>
        </w:rPr>
        <w:t xml:space="preserve">ں </w:t>
      </w:r>
      <w:r>
        <w:rPr>
          <w:rtl/>
        </w:rPr>
        <w:t xml:space="preserve">كا مطالعہ كر ے ايك تو عبداللہ بن سبا اور دوسرے احاديث ام المومنين عائشه _ </w:t>
      </w:r>
    </w:p>
    <w:p w:rsidR="00376422" w:rsidRDefault="00376422" w:rsidP="00E67399">
      <w:pPr>
        <w:pStyle w:val="libNormal"/>
        <w:rPr>
          <w:rtl/>
        </w:rPr>
      </w:pPr>
      <w:r>
        <w:rPr>
          <w:rtl/>
        </w:rPr>
        <w:t xml:space="preserve">* * * </w:t>
      </w:r>
    </w:p>
    <w:p w:rsidR="000C34E7" w:rsidRDefault="00376422" w:rsidP="00E67399">
      <w:pPr>
        <w:pStyle w:val="libNormal"/>
        <w:rPr>
          <w:rtl/>
        </w:rPr>
      </w:pPr>
      <w:r>
        <w:rPr>
          <w:rtl/>
        </w:rPr>
        <w:t>مو لف كتاب علامہ سيد مرتضى عسكرى ايرانى ناد دانشور ہي</w:t>
      </w:r>
      <w:r w:rsidR="00B365A1">
        <w:rPr>
          <w:rtl/>
        </w:rPr>
        <w:t xml:space="preserve">ں </w:t>
      </w:r>
      <w:r>
        <w:rPr>
          <w:rtl/>
        </w:rPr>
        <w:t>انكے اباء و اجداد صديو</w:t>
      </w:r>
      <w:r w:rsidR="00B365A1">
        <w:rPr>
          <w:rtl/>
        </w:rPr>
        <w:t xml:space="preserve">ں </w:t>
      </w:r>
      <w:r>
        <w:rPr>
          <w:rtl/>
        </w:rPr>
        <w:t>تك ساوہ اور سبزوارمي</w:t>
      </w:r>
      <w:r w:rsidR="00B365A1">
        <w:rPr>
          <w:rtl/>
        </w:rPr>
        <w:t xml:space="preserve">ں </w:t>
      </w:r>
      <w:r>
        <w:rPr>
          <w:rtl/>
        </w:rPr>
        <w:t>علمى اور تبليغى مرجعيت سے سرفرازتھے اپ كى ولادت سامرہ شہر مي</w:t>
      </w:r>
      <w:r w:rsidR="00B365A1">
        <w:rPr>
          <w:rtl/>
        </w:rPr>
        <w:t xml:space="preserve">ں </w:t>
      </w:r>
      <w:r>
        <w:rPr>
          <w:rtl/>
        </w:rPr>
        <w:t>ہوئي اور علمى گھرانے مي</w:t>
      </w:r>
      <w:r w:rsidR="00B365A1">
        <w:rPr>
          <w:rtl/>
        </w:rPr>
        <w:t xml:space="preserve">ں </w:t>
      </w:r>
      <w:r>
        <w:rPr>
          <w:rtl/>
        </w:rPr>
        <w:t>پرورش پائي ان كے بڑے ا بّاايةاللہ مرزا محمد سامرائي نے انكى تربيت مي</w:t>
      </w:r>
      <w:r w:rsidR="00B365A1">
        <w:rPr>
          <w:rtl/>
        </w:rPr>
        <w:t xml:space="preserve">ں </w:t>
      </w:r>
      <w:r>
        <w:rPr>
          <w:rtl/>
        </w:rPr>
        <w:t>بہت ہاتھ بٹايااپ اس شھر كے بزرگ اور پرہيزگار عالم تھے علامہ عسكرى نے ابتدائي دينى تعليم( اور ثانوى حد تك) سامرہ مي</w:t>
      </w:r>
      <w:r w:rsidR="00B365A1">
        <w:rPr>
          <w:rtl/>
        </w:rPr>
        <w:t xml:space="preserve">ں </w:t>
      </w:r>
      <w:r>
        <w:rPr>
          <w:rtl/>
        </w:rPr>
        <w:t>حاصل كى اس كے بعد اپ نے قم كا سفر كيااور يہا</w:t>
      </w:r>
      <w:r w:rsidR="00B365A1">
        <w:rPr>
          <w:rtl/>
        </w:rPr>
        <w:t xml:space="preserve">ں </w:t>
      </w:r>
      <w:r>
        <w:rPr>
          <w:rtl/>
        </w:rPr>
        <w:t>پانچ سال تك حوزہ علميہ مي</w:t>
      </w:r>
      <w:r w:rsidR="00B365A1">
        <w:rPr>
          <w:rtl/>
        </w:rPr>
        <w:t xml:space="preserve">ں </w:t>
      </w:r>
      <w:r>
        <w:rPr>
          <w:rtl/>
        </w:rPr>
        <w:t>تكميل علم كے مراحل طے كئے اس كے بعد اپ عراق اپنے بزرگ ومقدس اجداد كى پا بوسى كے لئے چلے</w:t>
      </w:r>
      <w:r w:rsidR="00137FAB">
        <w:rPr>
          <w:rtl/>
        </w:rPr>
        <w:t xml:space="preserve"> آئے</w:t>
      </w:r>
      <w:r>
        <w:rPr>
          <w:rtl/>
        </w:rPr>
        <w:t xml:space="preserve"> اپ كے تحصيلات علمى كااخرى دورہ عراق كے مذہبى شہرو</w:t>
      </w:r>
      <w:r w:rsidR="00B365A1">
        <w:rPr>
          <w:rtl/>
        </w:rPr>
        <w:t xml:space="preserve">ں </w:t>
      </w:r>
      <w:r>
        <w:rPr>
          <w:rtl/>
        </w:rPr>
        <w:t>مي</w:t>
      </w:r>
      <w:r w:rsidR="00B365A1">
        <w:rPr>
          <w:rtl/>
        </w:rPr>
        <w:t xml:space="preserve">ں </w:t>
      </w:r>
      <w:r>
        <w:rPr>
          <w:rtl/>
        </w:rPr>
        <w:t>ہوااس كے بعد اپ تھوڑى دير بھى ارام و سكون سے نہ بيٹھے اور ان</w:t>
      </w:r>
      <w:r w:rsidR="00831D2C">
        <w:rPr>
          <w:rtl/>
        </w:rPr>
        <w:t xml:space="preserve"> آيا </w:t>
      </w:r>
      <w:r>
        <w:rPr>
          <w:rtl/>
        </w:rPr>
        <w:t>م مي</w:t>
      </w:r>
      <w:r w:rsidR="00B365A1">
        <w:rPr>
          <w:rtl/>
        </w:rPr>
        <w:t xml:space="preserve">ں </w:t>
      </w:r>
      <w:r>
        <w:rPr>
          <w:rtl/>
        </w:rPr>
        <w:t xml:space="preserve">بھى اپنى زندگى كو علمى تحقيقات اورتبليغى ومعاشرتى فعاليت </w:t>
      </w:r>
    </w:p>
    <w:p w:rsidR="000C34E7" w:rsidRDefault="000C34E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مي</w:t>
      </w:r>
      <w:r w:rsidR="00B365A1">
        <w:rPr>
          <w:rtl/>
        </w:rPr>
        <w:t xml:space="preserve">ں </w:t>
      </w:r>
      <w:r>
        <w:rPr>
          <w:rtl/>
        </w:rPr>
        <w:t>صرف كياپندرہ شيعى ادارے قائم كئے ان مي</w:t>
      </w:r>
      <w:r w:rsidR="00B365A1">
        <w:rPr>
          <w:rtl/>
        </w:rPr>
        <w:t xml:space="preserve">ں </w:t>
      </w:r>
      <w:r>
        <w:rPr>
          <w:rtl/>
        </w:rPr>
        <w:t>ثانوى مدارس كالج اسپتال اور امور خير كے صندوق شھر بغداد مي</w:t>
      </w:r>
      <w:r w:rsidR="00B365A1">
        <w:rPr>
          <w:rtl/>
        </w:rPr>
        <w:t xml:space="preserve">ں </w:t>
      </w:r>
      <w:r>
        <w:rPr>
          <w:rtl/>
        </w:rPr>
        <w:t xml:space="preserve">قائم كئے_ </w:t>
      </w:r>
    </w:p>
    <w:p w:rsidR="00376422" w:rsidRDefault="00376422" w:rsidP="00E67399">
      <w:pPr>
        <w:pStyle w:val="libNormal"/>
        <w:rPr>
          <w:rtl/>
        </w:rPr>
      </w:pPr>
      <w:r>
        <w:rPr>
          <w:rtl/>
        </w:rPr>
        <w:t>علامہ عسكرى كے علمى كارنامو</w:t>
      </w:r>
      <w:r w:rsidR="00B365A1">
        <w:rPr>
          <w:rtl/>
        </w:rPr>
        <w:t xml:space="preserve">ں </w:t>
      </w:r>
      <w:r>
        <w:rPr>
          <w:rtl/>
        </w:rPr>
        <w:t>كى چندخصوصيتي</w:t>
      </w:r>
      <w:r w:rsidR="00B365A1">
        <w:rPr>
          <w:rtl/>
        </w:rPr>
        <w:t xml:space="preserve">ں </w:t>
      </w:r>
      <w:r>
        <w:rPr>
          <w:rtl/>
        </w:rPr>
        <w:t>ہي</w:t>
      </w:r>
      <w:r w:rsidR="00B365A1">
        <w:rPr>
          <w:rtl/>
        </w:rPr>
        <w:t xml:space="preserve">ں </w:t>
      </w:r>
      <w:r>
        <w:rPr>
          <w:rtl/>
        </w:rPr>
        <w:t>ان صفحات مي</w:t>
      </w:r>
      <w:r w:rsidR="00B365A1">
        <w:rPr>
          <w:rtl/>
        </w:rPr>
        <w:t xml:space="preserve">ں </w:t>
      </w:r>
      <w:r>
        <w:rPr>
          <w:rtl/>
        </w:rPr>
        <w:t>ان كے علمى نگارش كاكچھ تذكرہ كيا جاتاہے تاكہ اس كتاب كے سمجھنے مي</w:t>
      </w:r>
      <w:r w:rsidR="00B365A1">
        <w:rPr>
          <w:rtl/>
        </w:rPr>
        <w:t xml:space="preserve">ں </w:t>
      </w:r>
      <w:r>
        <w:rPr>
          <w:rtl/>
        </w:rPr>
        <w:t xml:space="preserve">معاون ہو _ </w:t>
      </w:r>
    </w:p>
    <w:p w:rsidR="00376422" w:rsidRDefault="00376422" w:rsidP="00E67399">
      <w:pPr>
        <w:pStyle w:val="libNormal"/>
        <w:rPr>
          <w:rtl/>
        </w:rPr>
      </w:pPr>
      <w:r>
        <w:rPr>
          <w:rtl/>
        </w:rPr>
        <w:t>اپ كى تمام كتابو</w:t>
      </w:r>
      <w:r w:rsidR="00B365A1">
        <w:rPr>
          <w:rtl/>
        </w:rPr>
        <w:t xml:space="preserve">ں </w:t>
      </w:r>
      <w:r>
        <w:rPr>
          <w:rtl/>
        </w:rPr>
        <w:t>كى پہلى خصوصيت يہ ہے كہ تعصب اور جانبدارى سے قطعى پاك ہوتى ہے،چنانچہ ہم اسى كتاب مي</w:t>
      </w:r>
      <w:r w:rsidR="00B365A1">
        <w:rPr>
          <w:rtl/>
        </w:rPr>
        <w:t xml:space="preserve">ں </w:t>
      </w:r>
      <w:r>
        <w:rPr>
          <w:rtl/>
        </w:rPr>
        <w:t>اس حقيقت كامشاہدہ كري</w:t>
      </w:r>
      <w:r w:rsidR="00B365A1">
        <w:rPr>
          <w:rtl/>
        </w:rPr>
        <w:t xml:space="preserve">ں </w:t>
      </w:r>
      <w:r>
        <w:rPr>
          <w:rtl/>
        </w:rPr>
        <w:t xml:space="preserve">گے اپ نے صرف حق وحقائق كى پاسدارى كے لئے شخصيت كے كمزورپہلوو </w:t>
      </w:r>
      <w:r w:rsidR="00B365A1">
        <w:rPr>
          <w:rtl/>
        </w:rPr>
        <w:t xml:space="preserve">ں </w:t>
      </w:r>
      <w:r>
        <w:rPr>
          <w:rtl/>
        </w:rPr>
        <w:t>سے بحث كى ہے اور ام المومنين كے امتيازات كى تشريح كے لئے بے شمار صفحات لكھ ڈالے ہي</w:t>
      </w:r>
      <w:r w:rsidR="00B365A1">
        <w:rPr>
          <w:rtl/>
        </w:rPr>
        <w:t xml:space="preserve">ں </w:t>
      </w:r>
      <w:r>
        <w:rPr>
          <w:rtl/>
        </w:rPr>
        <w:t xml:space="preserve">_ </w:t>
      </w:r>
    </w:p>
    <w:p w:rsidR="00376422" w:rsidRDefault="00376422" w:rsidP="00E67399">
      <w:pPr>
        <w:pStyle w:val="libNormal"/>
        <w:rPr>
          <w:rtl/>
        </w:rPr>
      </w:pPr>
      <w:r>
        <w:rPr>
          <w:rtl/>
        </w:rPr>
        <w:t>دوسرى خصوصيت و امتياز يہ ہے كہ اپ نے متقدمين كے مصادر و متون كى طرف رجوع كيا ہے ، يہا</w:t>
      </w:r>
      <w:r w:rsidR="00B365A1">
        <w:rPr>
          <w:rtl/>
        </w:rPr>
        <w:t xml:space="preserve">ں </w:t>
      </w:r>
      <w:r>
        <w:rPr>
          <w:rtl/>
        </w:rPr>
        <w:t>تك كہ اپ نے اپنے ابتدائي مباحث مي</w:t>
      </w:r>
      <w:r w:rsidR="00B365A1">
        <w:rPr>
          <w:rtl/>
        </w:rPr>
        <w:t xml:space="preserve">ں </w:t>
      </w:r>
      <w:r>
        <w:rPr>
          <w:rtl/>
        </w:rPr>
        <w:t>پانچوي</w:t>
      </w:r>
      <w:r w:rsidR="00B365A1">
        <w:rPr>
          <w:rtl/>
        </w:rPr>
        <w:t xml:space="preserve">ں </w:t>
      </w:r>
      <w:r>
        <w:rPr>
          <w:rtl/>
        </w:rPr>
        <w:t>صدى بعد كى كسى كتاب پر بھروسہ نہي</w:t>
      </w:r>
      <w:r w:rsidR="00B365A1">
        <w:rPr>
          <w:rtl/>
        </w:rPr>
        <w:t xml:space="preserve">ں </w:t>
      </w:r>
      <w:r>
        <w:rPr>
          <w:rtl/>
        </w:rPr>
        <w:t>كيا ہے اور ضمنى حيثيت سے اپ نے كوشش كى ہے كہ انھي</w:t>
      </w:r>
      <w:r w:rsidR="00B365A1">
        <w:rPr>
          <w:rtl/>
        </w:rPr>
        <w:t xml:space="preserve">ں </w:t>
      </w:r>
      <w:r>
        <w:rPr>
          <w:rtl/>
        </w:rPr>
        <w:t>متقدمين كے متون كى طرف متوجہ كيا جائے تاكہ تمام امت كے افراد پورى طرح مان لي</w:t>
      </w:r>
      <w:r w:rsidR="00B365A1">
        <w:rPr>
          <w:rtl/>
        </w:rPr>
        <w:t xml:space="preserve">ں </w:t>
      </w:r>
      <w:r>
        <w:rPr>
          <w:rtl/>
        </w:rPr>
        <w:t>جيسا كہ عصر حاضر كے بعض دانشور حضرات نے كچھ تاريخى كتابو</w:t>
      </w:r>
      <w:r w:rsidR="00B365A1">
        <w:rPr>
          <w:rtl/>
        </w:rPr>
        <w:t xml:space="preserve">ں </w:t>
      </w:r>
      <w:r>
        <w:rPr>
          <w:rtl/>
        </w:rPr>
        <w:t>مي</w:t>
      </w:r>
      <w:r w:rsidR="00B365A1">
        <w:rPr>
          <w:rtl/>
        </w:rPr>
        <w:t xml:space="preserve">ں </w:t>
      </w:r>
      <w:r>
        <w:rPr>
          <w:rtl/>
        </w:rPr>
        <w:t>تشكيك پيدا كى ہے علامہ نے اپنى كتاب عبداللہ بن سبا مي</w:t>
      </w:r>
      <w:r w:rsidR="00B365A1">
        <w:rPr>
          <w:rtl/>
        </w:rPr>
        <w:t xml:space="preserve">ں </w:t>
      </w:r>
      <w:r>
        <w:rPr>
          <w:rtl/>
        </w:rPr>
        <w:t>صرف انھي</w:t>
      </w:r>
      <w:r w:rsidR="00B365A1">
        <w:rPr>
          <w:rtl/>
        </w:rPr>
        <w:t xml:space="preserve">ں </w:t>
      </w:r>
      <w:r>
        <w:rPr>
          <w:rtl/>
        </w:rPr>
        <w:t>كو اپنا ماخذ نہي</w:t>
      </w:r>
      <w:r w:rsidR="00B365A1">
        <w:rPr>
          <w:rtl/>
        </w:rPr>
        <w:t xml:space="preserve">ں </w:t>
      </w:r>
      <w:r>
        <w:rPr>
          <w:rtl/>
        </w:rPr>
        <w:t>بنايا ہے ،ڈاكٹر حفنى داو داستاد دانشكدہ ادبيات مصر نے عراقى رسالہ مي</w:t>
      </w:r>
      <w:r w:rsidR="00B365A1">
        <w:rPr>
          <w:rtl/>
        </w:rPr>
        <w:t xml:space="preserve">ں </w:t>
      </w:r>
      <w:r>
        <w:rPr>
          <w:rtl/>
        </w:rPr>
        <w:t>كتاب عبداللہ بن سبا كے بارے مي</w:t>
      </w:r>
      <w:r w:rsidR="00B365A1">
        <w:rPr>
          <w:rtl/>
        </w:rPr>
        <w:t xml:space="preserve">ں </w:t>
      </w:r>
      <w:r>
        <w:rPr>
          <w:rtl/>
        </w:rPr>
        <w:t>اپنى رائے لكھى ہے كہ اس محقق اور ماہر تاريخ نے اپنے علمى تحقيقات و مباحث مي</w:t>
      </w:r>
      <w:r w:rsidR="00B365A1">
        <w:rPr>
          <w:rtl/>
        </w:rPr>
        <w:t xml:space="preserve">ں </w:t>
      </w:r>
      <w:r>
        <w:rPr>
          <w:rtl/>
        </w:rPr>
        <w:t>بے شمار كتابو</w:t>
      </w:r>
      <w:r w:rsidR="00B365A1">
        <w:rPr>
          <w:rtl/>
        </w:rPr>
        <w:t xml:space="preserve">ں </w:t>
      </w:r>
      <w:r>
        <w:rPr>
          <w:rtl/>
        </w:rPr>
        <w:t>كے حوالے دئے ہي</w:t>
      </w:r>
      <w:r w:rsidR="00B365A1">
        <w:rPr>
          <w:rtl/>
        </w:rPr>
        <w:t xml:space="preserve">ں </w:t>
      </w:r>
      <w:r>
        <w:rPr>
          <w:rtl/>
        </w:rPr>
        <w:t>اور ہر ايك ميدان تاريخ مي</w:t>
      </w:r>
      <w:r w:rsidR="00B365A1">
        <w:rPr>
          <w:rtl/>
        </w:rPr>
        <w:t xml:space="preserve">ں </w:t>
      </w:r>
      <w:r>
        <w:rPr>
          <w:rtl/>
        </w:rPr>
        <w:t>قدم ڈال كر فراموش شدہ حقيقت كو حاصل كيا ہے يہ استاد محقق ہميشہ اس كوشش مي</w:t>
      </w:r>
      <w:r w:rsidR="00B365A1">
        <w:rPr>
          <w:rtl/>
        </w:rPr>
        <w:t xml:space="preserve">ں </w:t>
      </w:r>
      <w:r>
        <w:rPr>
          <w:rtl/>
        </w:rPr>
        <w:t>رہے كہ اپنى تمام كتابو</w:t>
      </w:r>
      <w:r w:rsidR="00B365A1">
        <w:rPr>
          <w:rtl/>
        </w:rPr>
        <w:t xml:space="preserve">ں </w:t>
      </w:r>
      <w:r>
        <w:rPr>
          <w:rtl/>
        </w:rPr>
        <w:t>كے دلائل مخالفين شيعہ سے حاصل كئے جائي</w:t>
      </w:r>
      <w:r w:rsidR="00B365A1">
        <w:rPr>
          <w:rtl/>
        </w:rPr>
        <w:t xml:space="preserve">ں </w:t>
      </w:r>
      <w:r>
        <w:rPr>
          <w:rtl/>
        </w:rPr>
        <w:t>اور انھي</w:t>
      </w:r>
      <w:r w:rsidR="00B365A1">
        <w:rPr>
          <w:rtl/>
        </w:rPr>
        <w:t xml:space="preserve">ں </w:t>
      </w:r>
      <w:r>
        <w:rPr>
          <w:rtl/>
        </w:rPr>
        <w:t>سے اپنا مطلب ثابت كيا جائے اس طرح وہ قريب ترين راستہ اختيار كرتے ہي</w:t>
      </w:r>
      <w:r w:rsidR="00B365A1">
        <w:rPr>
          <w:rtl/>
        </w:rPr>
        <w:t xml:space="preserve">ں </w:t>
      </w:r>
      <w:r>
        <w:rPr>
          <w:rtl/>
        </w:rPr>
        <w:t>تاكہ دشمنان شيعہ كو اپنے مدلل باتو</w:t>
      </w:r>
      <w:r w:rsidR="00B365A1">
        <w:rPr>
          <w:rtl/>
        </w:rPr>
        <w:t xml:space="preserve">ں </w:t>
      </w:r>
      <w:r>
        <w:rPr>
          <w:rtl/>
        </w:rPr>
        <w:t>سے مغلوب كر سكي</w:t>
      </w:r>
      <w:r w:rsidR="00B365A1">
        <w:rPr>
          <w:rtl/>
        </w:rPr>
        <w:t xml:space="preserve">ں </w:t>
      </w:r>
      <w:r>
        <w:rPr>
          <w:rtl/>
        </w:rPr>
        <w:t xml:space="preserve">_ </w:t>
      </w:r>
    </w:p>
    <w:p w:rsidR="000C34E7" w:rsidRDefault="00376422" w:rsidP="00E67399">
      <w:pPr>
        <w:pStyle w:val="libNormal"/>
        <w:rPr>
          <w:rtl/>
        </w:rPr>
      </w:pPr>
      <w:r>
        <w:rPr>
          <w:rtl/>
        </w:rPr>
        <w:t>تيسرى امتيازى صفت جو استاد عسكرى كى تمام كتابو</w:t>
      </w:r>
      <w:r w:rsidR="00B365A1">
        <w:rPr>
          <w:rtl/>
        </w:rPr>
        <w:t xml:space="preserve">ں </w:t>
      </w:r>
      <w:r>
        <w:rPr>
          <w:rtl/>
        </w:rPr>
        <w:t>مي</w:t>
      </w:r>
      <w:r w:rsidR="00B365A1">
        <w:rPr>
          <w:rtl/>
        </w:rPr>
        <w:t xml:space="preserve">ں </w:t>
      </w:r>
      <w:r>
        <w:rPr>
          <w:rtl/>
        </w:rPr>
        <w:t>پائي جاتى ہے كہ وہ حوالے بہت زيادہ ديتے ہي</w:t>
      </w:r>
      <w:r w:rsidR="00B365A1">
        <w:rPr>
          <w:rtl/>
        </w:rPr>
        <w:t xml:space="preserve">ں </w:t>
      </w:r>
      <w:r>
        <w:rPr>
          <w:rtl/>
        </w:rPr>
        <w:t>چنانچہ اسى كتاب كے فصل اول مي</w:t>
      </w:r>
      <w:r w:rsidR="00B365A1">
        <w:rPr>
          <w:rtl/>
        </w:rPr>
        <w:t xml:space="preserve">ں </w:t>
      </w:r>
      <w:r>
        <w:rPr>
          <w:rtl/>
        </w:rPr>
        <w:t>بہت زيادہ مصادر و ما خذموجود ہي</w:t>
      </w:r>
      <w:r w:rsidR="00B365A1">
        <w:rPr>
          <w:rtl/>
        </w:rPr>
        <w:t xml:space="preserve">ں </w:t>
      </w:r>
      <w:r>
        <w:rPr>
          <w:rtl/>
        </w:rPr>
        <w:t>حالانكہ فارسى مي</w:t>
      </w:r>
      <w:r w:rsidR="00B365A1">
        <w:rPr>
          <w:rtl/>
        </w:rPr>
        <w:t xml:space="preserve">ں </w:t>
      </w:r>
      <w:r>
        <w:rPr>
          <w:rtl/>
        </w:rPr>
        <w:t>چاليس صفحہ اور عربى متن مي</w:t>
      </w:r>
      <w:r w:rsidR="00B365A1">
        <w:rPr>
          <w:rtl/>
        </w:rPr>
        <w:t xml:space="preserve">ں </w:t>
      </w:r>
      <w:r>
        <w:rPr>
          <w:rtl/>
        </w:rPr>
        <w:t>بيس صفحہ سے زيادہ نہي</w:t>
      </w:r>
      <w:r w:rsidR="00B365A1">
        <w:rPr>
          <w:rtl/>
        </w:rPr>
        <w:t xml:space="preserve">ں </w:t>
      </w:r>
      <w:r>
        <w:rPr>
          <w:rtl/>
        </w:rPr>
        <w:t>ہي</w:t>
      </w:r>
      <w:r w:rsidR="00B365A1">
        <w:rPr>
          <w:rtl/>
        </w:rPr>
        <w:t xml:space="preserve">ں </w:t>
      </w:r>
      <w:r>
        <w:rPr>
          <w:rtl/>
        </w:rPr>
        <w:t>،يہ خصوصيت كتاب عبداللہ بن سباكے متن عربى مي</w:t>
      </w:r>
      <w:r w:rsidR="00B365A1">
        <w:rPr>
          <w:rtl/>
        </w:rPr>
        <w:t xml:space="preserve">ں </w:t>
      </w:r>
      <w:r>
        <w:rPr>
          <w:rtl/>
        </w:rPr>
        <w:t>اور اس موجودہ كتاب مي</w:t>
      </w:r>
      <w:r w:rsidR="00B365A1">
        <w:rPr>
          <w:rtl/>
        </w:rPr>
        <w:t xml:space="preserve">ں </w:t>
      </w:r>
      <w:r>
        <w:rPr>
          <w:rtl/>
        </w:rPr>
        <w:t>ہرجگہ ديكھى جاتى ہے يہا</w:t>
      </w:r>
      <w:r w:rsidR="00B365A1">
        <w:rPr>
          <w:rtl/>
        </w:rPr>
        <w:t xml:space="preserve">ں </w:t>
      </w:r>
      <w:r>
        <w:rPr>
          <w:rtl/>
        </w:rPr>
        <w:t>تك كہ كبھى ادھے صفحہ مي</w:t>
      </w:r>
      <w:r w:rsidR="00B365A1">
        <w:rPr>
          <w:rtl/>
        </w:rPr>
        <w:t xml:space="preserve">ں </w:t>
      </w:r>
      <w:r>
        <w:rPr>
          <w:rtl/>
        </w:rPr>
        <w:t>حواشى حوالہ جات بھرے ہوئے ہي</w:t>
      </w:r>
      <w:r w:rsidR="00B365A1">
        <w:rPr>
          <w:rtl/>
        </w:rPr>
        <w:t xml:space="preserve">ں </w:t>
      </w:r>
      <w:r>
        <w:rPr>
          <w:rtl/>
        </w:rPr>
        <w:t>_اور كہي</w:t>
      </w:r>
      <w:r w:rsidR="00B365A1">
        <w:rPr>
          <w:rtl/>
        </w:rPr>
        <w:t xml:space="preserve">ں </w:t>
      </w:r>
      <w:r>
        <w:rPr>
          <w:rtl/>
        </w:rPr>
        <w:t xml:space="preserve">تو ان سے بھى زيادہ </w:t>
      </w:r>
    </w:p>
    <w:p w:rsidR="000C34E7" w:rsidRDefault="000C34E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حوالو</w:t>
      </w:r>
      <w:r w:rsidR="00B365A1">
        <w:rPr>
          <w:rtl/>
        </w:rPr>
        <w:t xml:space="preserve">ں </w:t>
      </w:r>
      <w:r>
        <w:rPr>
          <w:rtl/>
        </w:rPr>
        <w:t xml:space="preserve">كو لكھ ڈالا ہے _ </w:t>
      </w:r>
    </w:p>
    <w:p w:rsidR="00376422" w:rsidRDefault="00376422" w:rsidP="00E67399">
      <w:pPr>
        <w:pStyle w:val="libNormal"/>
        <w:rPr>
          <w:rtl/>
        </w:rPr>
      </w:pPr>
      <w:r>
        <w:rPr>
          <w:rtl/>
        </w:rPr>
        <w:t>اخرى اہم ترين خصوصيت ايسى ہے كہ جو مشرق و مغرب كے تمام دانشورو</w:t>
      </w:r>
      <w:r w:rsidR="00B365A1">
        <w:rPr>
          <w:rtl/>
        </w:rPr>
        <w:t xml:space="preserve">ں </w:t>
      </w:r>
      <w:r>
        <w:rPr>
          <w:rtl/>
        </w:rPr>
        <w:t>مي</w:t>
      </w:r>
      <w:r w:rsidR="00B365A1">
        <w:rPr>
          <w:rtl/>
        </w:rPr>
        <w:t xml:space="preserve">ں </w:t>
      </w:r>
      <w:r>
        <w:rPr>
          <w:rtl/>
        </w:rPr>
        <w:t>كم ہى ديكھى جاتى ہے وہ يہ كہ انھو</w:t>
      </w:r>
      <w:r w:rsidR="00B365A1">
        <w:rPr>
          <w:rtl/>
        </w:rPr>
        <w:t xml:space="preserve">ں </w:t>
      </w:r>
      <w:r>
        <w:rPr>
          <w:rtl/>
        </w:rPr>
        <w:t>نے قديم ما خذ ومصادر پر پورے طور سے اعتماد نہي</w:t>
      </w:r>
      <w:r w:rsidR="00B365A1">
        <w:rPr>
          <w:rtl/>
        </w:rPr>
        <w:t xml:space="preserve">ں </w:t>
      </w:r>
      <w:r>
        <w:rPr>
          <w:rtl/>
        </w:rPr>
        <w:t>كيا ہے چاہے وہ طبرى ہو</w:t>
      </w:r>
      <w:r w:rsidR="00B365A1">
        <w:rPr>
          <w:rtl/>
        </w:rPr>
        <w:t xml:space="preserve">ں </w:t>
      </w:r>
      <w:r>
        <w:rPr>
          <w:rtl/>
        </w:rPr>
        <w:t>يا ابن ھشام يا ابن اثير انھو</w:t>
      </w:r>
      <w:r w:rsidR="00B365A1">
        <w:rPr>
          <w:rtl/>
        </w:rPr>
        <w:t xml:space="preserve">ں </w:t>
      </w:r>
      <w:r>
        <w:rPr>
          <w:rtl/>
        </w:rPr>
        <w:t>نے كسى پر بھى پورا بھروسہ نہي</w:t>
      </w:r>
      <w:r w:rsidR="00B365A1">
        <w:rPr>
          <w:rtl/>
        </w:rPr>
        <w:t xml:space="preserve">ں </w:t>
      </w:r>
      <w:r>
        <w:rPr>
          <w:rtl/>
        </w:rPr>
        <w:t>كيا ہے چاہے وہ كتنے ہى مشہور ہو</w:t>
      </w:r>
      <w:r w:rsidR="00B365A1">
        <w:rPr>
          <w:rtl/>
        </w:rPr>
        <w:t xml:space="preserve">ں </w:t>
      </w:r>
      <w:r>
        <w:rPr>
          <w:rtl/>
        </w:rPr>
        <w:t>خواہ دوسرو</w:t>
      </w:r>
      <w:r w:rsidR="00B365A1">
        <w:rPr>
          <w:rtl/>
        </w:rPr>
        <w:t xml:space="preserve">ں </w:t>
      </w:r>
      <w:r>
        <w:rPr>
          <w:rtl/>
        </w:rPr>
        <w:t>نے اس پر اعماد بھى كيا ہو ليكن علامہ عسكرى كى تحقيق مي</w:t>
      </w:r>
      <w:r w:rsidR="00B365A1">
        <w:rPr>
          <w:rtl/>
        </w:rPr>
        <w:t xml:space="preserve">ں </w:t>
      </w:r>
      <w:r>
        <w:rPr>
          <w:rtl/>
        </w:rPr>
        <w:t>لائق قبول نہي</w:t>
      </w:r>
      <w:r w:rsidR="00B365A1">
        <w:rPr>
          <w:rtl/>
        </w:rPr>
        <w:t xml:space="preserve">ں </w:t>
      </w:r>
      <w:r>
        <w:rPr>
          <w:rtl/>
        </w:rPr>
        <w:t>ہي</w:t>
      </w:r>
      <w:r w:rsidR="00B365A1">
        <w:rPr>
          <w:rtl/>
        </w:rPr>
        <w:t xml:space="preserve">ں </w:t>
      </w:r>
      <w:r>
        <w:rPr>
          <w:rtl/>
        </w:rPr>
        <w:t>وہ پہلے مرحلے مي</w:t>
      </w:r>
      <w:r w:rsidR="00B365A1">
        <w:rPr>
          <w:rtl/>
        </w:rPr>
        <w:t xml:space="preserve">ں </w:t>
      </w:r>
      <w:r>
        <w:rPr>
          <w:rtl/>
        </w:rPr>
        <w:t>تاريخى روايات كے اسنادپر بحث كر كے اسكى قدر و قيمت تعين كرتے ہي</w:t>
      </w:r>
      <w:r w:rsidR="00B365A1">
        <w:rPr>
          <w:rtl/>
        </w:rPr>
        <w:t xml:space="preserve">ں </w:t>
      </w:r>
      <w:r>
        <w:rPr>
          <w:rtl/>
        </w:rPr>
        <w:t>اس صورت حال مي</w:t>
      </w:r>
      <w:r w:rsidR="00B365A1">
        <w:rPr>
          <w:rtl/>
        </w:rPr>
        <w:t xml:space="preserve">ں </w:t>
      </w:r>
      <w:r>
        <w:rPr>
          <w:rtl/>
        </w:rPr>
        <w:t>وہ راويو</w:t>
      </w:r>
      <w:r w:rsidR="00B365A1">
        <w:rPr>
          <w:rtl/>
        </w:rPr>
        <w:t xml:space="preserve">ں </w:t>
      </w:r>
      <w:r>
        <w:rPr>
          <w:rtl/>
        </w:rPr>
        <w:t>كى حيثيت كا تحقيقى تجزيہ كرتے ہي</w:t>
      </w:r>
      <w:r w:rsidR="00B365A1">
        <w:rPr>
          <w:rtl/>
        </w:rPr>
        <w:t xml:space="preserve">ں </w:t>
      </w:r>
      <w:r>
        <w:rPr>
          <w:rtl/>
        </w:rPr>
        <w:t>اسكے بعد وہ مورد بحث كے متن كا اسطرح تجزيہ كرتے ہي</w:t>
      </w:r>
      <w:r w:rsidR="00B365A1">
        <w:rPr>
          <w:rtl/>
        </w:rPr>
        <w:t xml:space="preserve">ں </w:t>
      </w:r>
      <w:r>
        <w:rPr>
          <w:rtl/>
        </w:rPr>
        <w:t>كہ تمام روايات كى اس طرح تطبيق ہو جائے كہ صحيح و سقم جدا ہو سكي</w:t>
      </w:r>
      <w:r w:rsidR="00B365A1">
        <w:rPr>
          <w:rtl/>
        </w:rPr>
        <w:t xml:space="preserve">ں </w:t>
      </w:r>
      <w:r>
        <w:rPr>
          <w:rtl/>
        </w:rPr>
        <w:t xml:space="preserve">؟ </w:t>
      </w:r>
    </w:p>
    <w:p w:rsidR="00376422" w:rsidRDefault="00376422" w:rsidP="00E67399">
      <w:pPr>
        <w:pStyle w:val="libNormal"/>
        <w:rPr>
          <w:rtl/>
        </w:rPr>
      </w:pPr>
      <w:r>
        <w:rPr>
          <w:rtl/>
        </w:rPr>
        <w:t>اس بات كا تذكرہ ضرورى ہے كہ مغربى محققين عام طور سے يا زيادہ تر اپنى توجہ متن پر مركوز ركھتے ہي</w:t>
      </w:r>
      <w:r w:rsidR="00B365A1">
        <w:rPr>
          <w:rtl/>
        </w:rPr>
        <w:t xml:space="preserve">ں </w:t>
      </w:r>
      <w:r>
        <w:rPr>
          <w:rtl/>
        </w:rPr>
        <w:t>اور انكى كوشش ہوتى ہے كہ حوادث كے متن كاصحت وسقم متعين كيا جائے وہ راويو</w:t>
      </w:r>
      <w:r w:rsidR="00B365A1">
        <w:rPr>
          <w:rtl/>
        </w:rPr>
        <w:t xml:space="preserve">ں </w:t>
      </w:r>
      <w:r>
        <w:rPr>
          <w:rtl/>
        </w:rPr>
        <w:t>پر كم توجہ ديتے ہي</w:t>
      </w:r>
      <w:r w:rsidR="00B365A1">
        <w:rPr>
          <w:rtl/>
        </w:rPr>
        <w:t xml:space="preserve">ں </w:t>
      </w:r>
      <w:r>
        <w:rPr>
          <w:rtl/>
        </w:rPr>
        <w:t>جديدمستشرقين جنھو</w:t>
      </w:r>
      <w:r w:rsidR="00B365A1">
        <w:rPr>
          <w:rtl/>
        </w:rPr>
        <w:t xml:space="preserve">ں </w:t>
      </w:r>
      <w:r>
        <w:rPr>
          <w:rtl/>
        </w:rPr>
        <w:t>نے مغرب اور يورپ سے علم حاصل كيا ہے وہ زيادہ تر انھي</w:t>
      </w:r>
      <w:r w:rsidR="00B365A1">
        <w:rPr>
          <w:rtl/>
        </w:rPr>
        <w:t xml:space="preserve">ں </w:t>
      </w:r>
      <w:r>
        <w:rPr>
          <w:rtl/>
        </w:rPr>
        <w:t>اساتذہ كى ہا</w:t>
      </w:r>
      <w:r w:rsidR="00B365A1">
        <w:rPr>
          <w:rtl/>
        </w:rPr>
        <w:t xml:space="preserve">ں </w:t>
      </w:r>
      <w:r>
        <w:rPr>
          <w:rtl/>
        </w:rPr>
        <w:t>مي</w:t>
      </w:r>
      <w:r w:rsidR="00B365A1">
        <w:rPr>
          <w:rtl/>
        </w:rPr>
        <w:t xml:space="preserve">ں </w:t>
      </w:r>
      <w:r>
        <w:rPr>
          <w:rtl/>
        </w:rPr>
        <w:t>ہا</w:t>
      </w:r>
      <w:r w:rsidR="00B365A1">
        <w:rPr>
          <w:rtl/>
        </w:rPr>
        <w:t xml:space="preserve">ں </w:t>
      </w:r>
      <w:r>
        <w:rPr>
          <w:rtl/>
        </w:rPr>
        <w:t>ملاتے ہي</w:t>
      </w:r>
      <w:r w:rsidR="00B365A1">
        <w:rPr>
          <w:rtl/>
        </w:rPr>
        <w:t xml:space="preserve">ں </w:t>
      </w:r>
      <w:r>
        <w:rPr>
          <w:rtl/>
        </w:rPr>
        <w:t>انكى زيادہ تر تحقيق يورپى انداز فكرسے الگ نہي</w:t>
      </w:r>
      <w:r w:rsidR="00B365A1">
        <w:rPr>
          <w:rtl/>
        </w:rPr>
        <w:t xml:space="preserve">ں </w:t>
      </w:r>
      <w:r>
        <w:rPr>
          <w:rtl/>
        </w:rPr>
        <w:t>ہے اور وہ زيادہ مو لف كتاب پر بھروسہ كرتے ہي</w:t>
      </w:r>
      <w:r w:rsidR="00B365A1">
        <w:rPr>
          <w:rtl/>
        </w:rPr>
        <w:t xml:space="preserve">ں </w:t>
      </w:r>
      <w:r>
        <w:rPr>
          <w:rtl/>
        </w:rPr>
        <w:t>اسلئے زيادہ تر خرافاتى مطلب كو مان ليتے ہي</w:t>
      </w:r>
      <w:r w:rsidR="00B365A1">
        <w:rPr>
          <w:rtl/>
        </w:rPr>
        <w:t xml:space="preserve">ں </w:t>
      </w:r>
      <w:r>
        <w:rPr>
          <w:rtl/>
        </w:rPr>
        <w:t>كہ اسے مشہور دانشور نے نقل كيا ہے اور اسى كو لكھ مارتے ہي</w:t>
      </w:r>
      <w:r w:rsidR="00B365A1">
        <w:rPr>
          <w:rtl/>
        </w:rPr>
        <w:t xml:space="preserve">ں </w:t>
      </w:r>
      <w:r>
        <w:rPr>
          <w:rtl/>
        </w:rPr>
        <w:t xml:space="preserve">_ </w:t>
      </w:r>
    </w:p>
    <w:p w:rsidR="00376422" w:rsidRDefault="00376422" w:rsidP="00E67399">
      <w:pPr>
        <w:pStyle w:val="libNormal"/>
        <w:rPr>
          <w:rtl/>
        </w:rPr>
      </w:pPr>
      <w:r>
        <w:rPr>
          <w:rtl/>
        </w:rPr>
        <w:t>ليكن اسلامى محدثين نے ان دونو</w:t>
      </w:r>
      <w:r w:rsidR="00B365A1">
        <w:rPr>
          <w:rtl/>
        </w:rPr>
        <w:t xml:space="preserve">ں </w:t>
      </w:r>
      <w:r>
        <w:rPr>
          <w:rtl/>
        </w:rPr>
        <w:t>روش مي</w:t>
      </w:r>
      <w:r w:rsidR="00B365A1">
        <w:rPr>
          <w:rtl/>
        </w:rPr>
        <w:t xml:space="preserve">ں </w:t>
      </w:r>
      <w:r>
        <w:rPr>
          <w:rtl/>
        </w:rPr>
        <w:t>دقيق ترين راہ كا انتخاب كيا ہے وہ پورے طور سے راويان اخبار كو ديكھتے ہي</w:t>
      </w:r>
      <w:r w:rsidR="00B365A1">
        <w:rPr>
          <w:rtl/>
        </w:rPr>
        <w:t xml:space="preserve">ں </w:t>
      </w:r>
      <w:r>
        <w:rPr>
          <w:rtl/>
        </w:rPr>
        <w:t>اورانكى روايت كا تجزيہ كرتے ہي</w:t>
      </w:r>
      <w:r w:rsidR="00B365A1">
        <w:rPr>
          <w:rtl/>
        </w:rPr>
        <w:t xml:space="preserve">ں </w:t>
      </w:r>
      <w:r>
        <w:rPr>
          <w:rtl/>
        </w:rPr>
        <w:t>اور اس حوالے سے وہ تمام ما خذ پر غور كرتے ہي</w:t>
      </w:r>
      <w:r w:rsidR="00B365A1">
        <w:rPr>
          <w:rtl/>
        </w:rPr>
        <w:t xml:space="preserve">ں </w:t>
      </w:r>
      <w:r>
        <w:rPr>
          <w:rtl/>
        </w:rPr>
        <w:t>ان تمام تحقيقات كے اندازكى روشنى مي</w:t>
      </w:r>
      <w:r w:rsidR="00B365A1">
        <w:rPr>
          <w:rtl/>
        </w:rPr>
        <w:t xml:space="preserve">ں </w:t>
      </w:r>
      <w:r>
        <w:rPr>
          <w:rtl/>
        </w:rPr>
        <w:t>وہ اپنا نقطہ نظر پيش كرتے ہي</w:t>
      </w:r>
      <w:r w:rsidR="00B365A1">
        <w:rPr>
          <w:rtl/>
        </w:rPr>
        <w:t xml:space="preserve">ں </w:t>
      </w:r>
      <w:r>
        <w:rPr>
          <w:rtl/>
        </w:rPr>
        <w:t>علامہ عسكرى كى عمدہ ترين تحقيقات كاانداز يہى ہے ، وہ تاريخ اسلام كے حوادث ومسائل كے سلسلہ مي</w:t>
      </w:r>
      <w:r w:rsidR="00B365A1">
        <w:rPr>
          <w:rtl/>
        </w:rPr>
        <w:t xml:space="preserve">ں </w:t>
      </w:r>
      <w:r>
        <w:rPr>
          <w:rtl/>
        </w:rPr>
        <w:t>جديد نظريات واراء كو اسى بنياد پر پيش كرتے ہي</w:t>
      </w:r>
      <w:r w:rsidR="00B365A1">
        <w:rPr>
          <w:rtl/>
        </w:rPr>
        <w:t xml:space="preserve">ں </w:t>
      </w:r>
      <w:r>
        <w:rPr>
          <w:rtl/>
        </w:rPr>
        <w:t>جن لوگو</w:t>
      </w:r>
      <w:r w:rsidR="00B365A1">
        <w:rPr>
          <w:rtl/>
        </w:rPr>
        <w:t xml:space="preserve">ں </w:t>
      </w:r>
      <w:r>
        <w:rPr>
          <w:rtl/>
        </w:rPr>
        <w:t xml:space="preserve">نے كتاب عبداللہ بن سبااور دوسرى كتاب( خمسون ومائة صحابى مختلق) (ڈيڑھ سومصنوعى صحابي)كوملاحظہ كيا ہے وہ ہمارے اس نقطہ نظر كى تصديق كرينگے_ </w:t>
      </w:r>
    </w:p>
    <w:p w:rsidR="000C34E7" w:rsidRDefault="00376422" w:rsidP="00E67399">
      <w:pPr>
        <w:pStyle w:val="libNormal"/>
        <w:rPr>
          <w:rtl/>
        </w:rPr>
      </w:pPr>
      <w:r>
        <w:rPr>
          <w:rtl/>
        </w:rPr>
        <w:t>كلاسگو يونيورسٹى كے پروفيسرجيمس ربسن نے علامہ كو خط لكھتے ہوئے اسى حقيقت كى طرف اشارہ كيا ہے كہ اپ نے (سيف) راوى كى روايتو</w:t>
      </w:r>
      <w:r w:rsidR="00B365A1">
        <w:rPr>
          <w:rtl/>
        </w:rPr>
        <w:t xml:space="preserve">ں </w:t>
      </w:r>
      <w:r>
        <w:rPr>
          <w:rtl/>
        </w:rPr>
        <w:t>كا جوتجزيہ كيا ہے وہ بہت دلكش ہے وہ اس طرح ، پہلے كہ اپ نے سيف كى روايتو</w:t>
      </w:r>
      <w:r w:rsidR="00B365A1">
        <w:rPr>
          <w:rtl/>
        </w:rPr>
        <w:t xml:space="preserve">ں </w:t>
      </w:r>
      <w:r>
        <w:rPr>
          <w:rtl/>
        </w:rPr>
        <w:t>كا تجزيہ كياپھر انكادوسرى روايتو</w:t>
      </w:r>
      <w:r w:rsidR="00B365A1">
        <w:rPr>
          <w:rtl/>
        </w:rPr>
        <w:t xml:space="preserve">ں </w:t>
      </w:r>
      <w:r>
        <w:rPr>
          <w:rtl/>
        </w:rPr>
        <w:t>سے تقابل كيااور اس دقيق تقابل نے سيف كى روايت كا پول كھول ديا يہ بھى كہ ان روايتو</w:t>
      </w:r>
      <w:r w:rsidR="00B365A1">
        <w:rPr>
          <w:rtl/>
        </w:rPr>
        <w:t xml:space="preserve">ں </w:t>
      </w:r>
      <w:r>
        <w:rPr>
          <w:rtl/>
        </w:rPr>
        <w:t>كى سند سے پتہ چلتا ہے كہ سيف نے غالباً مجہول راويو</w:t>
      </w:r>
      <w:r w:rsidR="00B365A1">
        <w:rPr>
          <w:rtl/>
        </w:rPr>
        <w:t xml:space="preserve">ں </w:t>
      </w:r>
      <w:r>
        <w:rPr>
          <w:rtl/>
        </w:rPr>
        <w:t>سے روايت نقل كى ہي</w:t>
      </w:r>
      <w:r w:rsidR="00B365A1">
        <w:rPr>
          <w:rtl/>
        </w:rPr>
        <w:t xml:space="preserve">ں </w:t>
      </w:r>
      <w:r>
        <w:rPr>
          <w:rtl/>
        </w:rPr>
        <w:t xml:space="preserve">پھر يہ بھى سوال </w:t>
      </w:r>
    </w:p>
    <w:p w:rsidR="000C34E7" w:rsidRDefault="000C34E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اٹھتا ہے كہ اخر دوسرے مو لفين نے ان روايتو</w:t>
      </w:r>
      <w:r w:rsidR="00B365A1">
        <w:rPr>
          <w:rtl/>
        </w:rPr>
        <w:t xml:space="preserve">ں </w:t>
      </w:r>
      <w:r>
        <w:rPr>
          <w:rtl/>
        </w:rPr>
        <w:t>كو اپنى كتابو</w:t>
      </w:r>
      <w:r w:rsidR="00B365A1">
        <w:rPr>
          <w:rtl/>
        </w:rPr>
        <w:t xml:space="preserve">ں </w:t>
      </w:r>
      <w:r>
        <w:rPr>
          <w:rtl/>
        </w:rPr>
        <w:t>مي</w:t>
      </w:r>
      <w:r w:rsidR="00B365A1">
        <w:rPr>
          <w:rtl/>
        </w:rPr>
        <w:t xml:space="preserve">ں </w:t>
      </w:r>
      <w:r>
        <w:rPr>
          <w:rtl/>
        </w:rPr>
        <w:t>جگہ كيو</w:t>
      </w:r>
      <w:r w:rsidR="00B365A1">
        <w:rPr>
          <w:rtl/>
        </w:rPr>
        <w:t xml:space="preserve">ں </w:t>
      </w:r>
      <w:r>
        <w:rPr>
          <w:rtl/>
        </w:rPr>
        <w:t>نہ دى لہذا قارى اس نتيجہ پر پہنچتا ہے كہ سيف نے خود ان راويو</w:t>
      </w:r>
      <w:r w:rsidR="00B365A1">
        <w:rPr>
          <w:rtl/>
        </w:rPr>
        <w:t xml:space="preserve">ں </w:t>
      </w:r>
      <w:r>
        <w:rPr>
          <w:rtl/>
        </w:rPr>
        <w:t>كو گڑھ ليا ہے يہ الزام سيف پر ايك منطقى نتيجہ كے طور پر سيف اور دوسرے راويو</w:t>
      </w:r>
      <w:r w:rsidR="00B365A1">
        <w:rPr>
          <w:rtl/>
        </w:rPr>
        <w:t xml:space="preserve">ں </w:t>
      </w:r>
      <w:r>
        <w:rPr>
          <w:rtl/>
        </w:rPr>
        <w:t>كے تقابل سے حاصل ہوتا ہے ، مي</w:t>
      </w:r>
      <w:r w:rsidR="00B365A1">
        <w:rPr>
          <w:rtl/>
        </w:rPr>
        <w:t xml:space="preserve">ں </w:t>
      </w:r>
      <w:r>
        <w:rPr>
          <w:rtl/>
        </w:rPr>
        <w:t>بہت زيادہ متشكر اور خوش بھى ہو</w:t>
      </w:r>
      <w:r w:rsidR="00B365A1">
        <w:rPr>
          <w:rtl/>
        </w:rPr>
        <w:t xml:space="preserve">ں </w:t>
      </w:r>
      <w:r>
        <w:rPr>
          <w:rtl/>
        </w:rPr>
        <w:t>كہ اس بحث كے مطالعے مي</w:t>
      </w:r>
      <w:r w:rsidR="00B365A1">
        <w:rPr>
          <w:rtl/>
        </w:rPr>
        <w:t xml:space="preserve">ں </w:t>
      </w:r>
      <w:r>
        <w:rPr>
          <w:rtl/>
        </w:rPr>
        <w:t>اپنا وقت صرف كرو</w:t>
      </w:r>
      <w:r w:rsidR="00B365A1">
        <w:rPr>
          <w:rtl/>
        </w:rPr>
        <w:t xml:space="preserve">ں </w:t>
      </w:r>
      <w:r>
        <w:rPr>
          <w:rtl/>
        </w:rPr>
        <w:t>اور مطمئن ہو</w:t>
      </w:r>
      <w:r w:rsidR="00B365A1">
        <w:rPr>
          <w:rtl/>
        </w:rPr>
        <w:t xml:space="preserve">ں </w:t>
      </w:r>
      <w:r>
        <w:rPr>
          <w:rtl/>
        </w:rPr>
        <w:t>كہ جو لوگ بھى اس كتاب كو سمجھكر پڑھي</w:t>
      </w:r>
      <w:r w:rsidR="00B365A1">
        <w:rPr>
          <w:rtl/>
        </w:rPr>
        <w:t xml:space="preserve">ں </w:t>
      </w:r>
      <w:r>
        <w:rPr>
          <w:rtl/>
        </w:rPr>
        <w:t xml:space="preserve">گے وہ اس شاندار بحث كى ستائشے كرينگے_ </w:t>
      </w:r>
    </w:p>
    <w:p w:rsidR="00376422" w:rsidRDefault="00376422" w:rsidP="00E67399">
      <w:pPr>
        <w:pStyle w:val="libNormal"/>
        <w:rPr>
          <w:rtl/>
        </w:rPr>
      </w:pPr>
      <w:r>
        <w:rPr>
          <w:rtl/>
        </w:rPr>
        <w:t>اب يہ بھى ضرورى ہے كہ علامہ عسكرى كى علمى اور تحقيقاتى كتابو</w:t>
      </w:r>
      <w:r w:rsidR="00B365A1">
        <w:rPr>
          <w:rtl/>
        </w:rPr>
        <w:t xml:space="preserve">ں </w:t>
      </w:r>
      <w:r>
        <w:rPr>
          <w:rtl/>
        </w:rPr>
        <w:t xml:space="preserve">كابھى تذكرہ كر ديا جائے_ </w:t>
      </w:r>
    </w:p>
    <w:p w:rsidR="00376422" w:rsidRDefault="00376422" w:rsidP="00E67399">
      <w:pPr>
        <w:pStyle w:val="libNormal"/>
        <w:rPr>
          <w:rtl/>
        </w:rPr>
      </w:pPr>
      <w:r>
        <w:rPr>
          <w:rtl/>
        </w:rPr>
        <w:t>1_ '' عبداللہ بن سبا و اساطير اخرى ''يہ كتاب نجف، قاھرہ، بيروت، اورتھران، مي</w:t>
      </w:r>
      <w:r w:rsidR="00B365A1">
        <w:rPr>
          <w:rtl/>
        </w:rPr>
        <w:t xml:space="preserve">ں </w:t>
      </w:r>
      <w:r>
        <w:rPr>
          <w:rtl/>
        </w:rPr>
        <w:t>طبع ہوئي اور فارسى ،تركي، اور انگريزى مي</w:t>
      </w:r>
      <w:r w:rsidR="00B365A1">
        <w:rPr>
          <w:rtl/>
        </w:rPr>
        <w:t xml:space="preserve">ں </w:t>
      </w:r>
      <w:r>
        <w:rPr>
          <w:rtl/>
        </w:rPr>
        <w:t xml:space="preserve">ترجمہ كيا گيا_ </w:t>
      </w:r>
    </w:p>
    <w:p w:rsidR="00376422" w:rsidRDefault="00376422" w:rsidP="00E67399">
      <w:pPr>
        <w:pStyle w:val="libNormal"/>
        <w:rPr>
          <w:rtl/>
        </w:rPr>
      </w:pPr>
      <w:r>
        <w:rPr>
          <w:rtl/>
        </w:rPr>
        <w:t>2_''خمسون وما تہ صحابى مختلق ''يہ كتاب بيروت،بغداد،اور پھر كئي باربيروت مي</w:t>
      </w:r>
      <w:r w:rsidR="00B365A1">
        <w:rPr>
          <w:rtl/>
        </w:rPr>
        <w:t xml:space="preserve">ں </w:t>
      </w:r>
      <w:r>
        <w:rPr>
          <w:rtl/>
        </w:rPr>
        <w:t>طبع ہوئي اس مي</w:t>
      </w:r>
      <w:r w:rsidR="00B365A1">
        <w:rPr>
          <w:rtl/>
        </w:rPr>
        <w:t xml:space="preserve">ں </w:t>
      </w:r>
      <w:r>
        <w:rPr>
          <w:rtl/>
        </w:rPr>
        <w:t>ايك سو پچاس اصحاب رسول كابيان ہے جو جھوٹے بھى ہي</w:t>
      </w:r>
      <w:r w:rsidR="00B365A1">
        <w:rPr>
          <w:rtl/>
        </w:rPr>
        <w:t xml:space="preserve">ں </w:t>
      </w:r>
      <w:r>
        <w:rPr>
          <w:rtl/>
        </w:rPr>
        <w:t>اور خيالى ہي</w:t>
      </w:r>
      <w:r w:rsidR="00B365A1">
        <w:rPr>
          <w:rtl/>
        </w:rPr>
        <w:t xml:space="preserve">ں </w:t>
      </w:r>
      <w:r>
        <w:rPr>
          <w:rtl/>
        </w:rPr>
        <w:t>جو اج تك پيدانہي</w:t>
      </w:r>
      <w:r w:rsidR="00B365A1">
        <w:rPr>
          <w:rtl/>
        </w:rPr>
        <w:t xml:space="preserve">ں </w:t>
      </w:r>
      <w:r>
        <w:rPr>
          <w:rtl/>
        </w:rPr>
        <w:t xml:space="preserve">ہوئے _ </w:t>
      </w:r>
    </w:p>
    <w:p w:rsidR="00376422" w:rsidRDefault="00376422" w:rsidP="00E67399">
      <w:pPr>
        <w:pStyle w:val="libNormal"/>
        <w:rPr>
          <w:rtl/>
        </w:rPr>
      </w:pPr>
      <w:r>
        <w:rPr>
          <w:rtl/>
        </w:rPr>
        <w:t>3_''احاديث ام المومنين عائشه ادوارمن حياتھا ''يہ كتاب فارسى مي</w:t>
      </w:r>
      <w:r w:rsidR="00B365A1">
        <w:rPr>
          <w:rtl/>
        </w:rPr>
        <w:t xml:space="preserve">ں </w:t>
      </w:r>
      <w:r>
        <w:rPr>
          <w:rtl/>
        </w:rPr>
        <w:t>تھران مي</w:t>
      </w:r>
      <w:r w:rsidR="00B365A1">
        <w:rPr>
          <w:rtl/>
        </w:rPr>
        <w:t xml:space="preserve">ں </w:t>
      </w:r>
      <w:r>
        <w:rPr>
          <w:rtl/>
        </w:rPr>
        <w:t>3جلدو</w:t>
      </w:r>
      <w:r w:rsidR="00B365A1">
        <w:rPr>
          <w:rtl/>
        </w:rPr>
        <w:t xml:space="preserve">ں </w:t>
      </w:r>
      <w:r>
        <w:rPr>
          <w:rtl/>
        </w:rPr>
        <w:t>مي</w:t>
      </w:r>
      <w:r w:rsidR="00B365A1">
        <w:rPr>
          <w:rtl/>
        </w:rPr>
        <w:t xml:space="preserve">ں </w:t>
      </w:r>
      <w:r>
        <w:rPr>
          <w:rtl/>
        </w:rPr>
        <w:t>چھپى اور پاكستان مي</w:t>
      </w:r>
      <w:r w:rsidR="00B365A1">
        <w:rPr>
          <w:rtl/>
        </w:rPr>
        <w:t xml:space="preserve">ں </w:t>
      </w:r>
      <w:r>
        <w:rPr>
          <w:rtl/>
        </w:rPr>
        <w:t xml:space="preserve">اسكا اردوترجمہ شايع ہوا _ </w:t>
      </w:r>
    </w:p>
    <w:p w:rsidR="00376422" w:rsidRDefault="00376422" w:rsidP="00E67399">
      <w:pPr>
        <w:pStyle w:val="libNormal"/>
        <w:rPr>
          <w:rtl/>
        </w:rPr>
      </w:pPr>
      <w:r>
        <w:rPr>
          <w:rtl/>
        </w:rPr>
        <w:t>4_''رواةمختلقون ''اسمي</w:t>
      </w:r>
      <w:r w:rsidR="00B365A1">
        <w:rPr>
          <w:rtl/>
        </w:rPr>
        <w:t xml:space="preserve">ں </w:t>
      </w:r>
      <w:r>
        <w:rPr>
          <w:rtl/>
        </w:rPr>
        <w:t>جھوٹے راويو</w:t>
      </w:r>
      <w:r w:rsidR="00B365A1">
        <w:rPr>
          <w:rtl/>
        </w:rPr>
        <w:t xml:space="preserve">ں </w:t>
      </w:r>
      <w:r>
        <w:rPr>
          <w:rtl/>
        </w:rPr>
        <w:t>كا پول كھولاگيا ہے جنہو</w:t>
      </w:r>
      <w:r w:rsidR="00B365A1">
        <w:rPr>
          <w:rtl/>
        </w:rPr>
        <w:t xml:space="preserve">ں </w:t>
      </w:r>
      <w:r>
        <w:rPr>
          <w:rtl/>
        </w:rPr>
        <w:t>نے روايتي</w:t>
      </w:r>
      <w:r w:rsidR="00B365A1">
        <w:rPr>
          <w:rtl/>
        </w:rPr>
        <w:t xml:space="preserve">ں </w:t>
      </w:r>
      <w:r>
        <w:rPr>
          <w:rtl/>
        </w:rPr>
        <w:t>گڑھ كے تاريخ مي</w:t>
      </w:r>
      <w:r w:rsidR="00B365A1">
        <w:rPr>
          <w:rtl/>
        </w:rPr>
        <w:t xml:space="preserve">ں </w:t>
      </w:r>
      <w:r>
        <w:rPr>
          <w:rtl/>
        </w:rPr>
        <w:t>بھردى ہي</w:t>
      </w:r>
      <w:r w:rsidR="00B365A1">
        <w:rPr>
          <w:rtl/>
        </w:rPr>
        <w:t xml:space="preserve">ں </w:t>
      </w:r>
      <w:r>
        <w:rPr>
          <w:rtl/>
        </w:rPr>
        <w:t xml:space="preserve">يہ كتاب منطقى لحاظ سے خمسون وما ة صحابى مختلق كا نتيجہ ہے _ </w:t>
      </w:r>
    </w:p>
    <w:p w:rsidR="00376422" w:rsidRDefault="00376422" w:rsidP="00E67399">
      <w:pPr>
        <w:pStyle w:val="libNormal"/>
        <w:rPr>
          <w:rtl/>
        </w:rPr>
      </w:pPr>
      <w:r>
        <w:rPr>
          <w:rtl/>
        </w:rPr>
        <w:t xml:space="preserve">5_''من تاريخ الحديث '' يہ بہت ہى اچھى تحقيقى كتاب ہے _ </w:t>
      </w:r>
    </w:p>
    <w:p w:rsidR="00376422" w:rsidRDefault="00376422" w:rsidP="00E67399">
      <w:pPr>
        <w:pStyle w:val="libNormal"/>
        <w:rPr>
          <w:rtl/>
        </w:rPr>
      </w:pPr>
      <w:r>
        <w:rPr>
          <w:rtl/>
        </w:rPr>
        <w:t>6_'' ا لسقيفہ ''تاريخ اسلام كے اس عظيم حادثے كا 300/صفحات مي</w:t>
      </w:r>
      <w:r w:rsidR="00B365A1">
        <w:rPr>
          <w:rtl/>
        </w:rPr>
        <w:t xml:space="preserve">ں </w:t>
      </w:r>
      <w:r>
        <w:rPr>
          <w:rtl/>
        </w:rPr>
        <w:t xml:space="preserve">تجزيہ كياگياہے _ </w:t>
      </w:r>
    </w:p>
    <w:p w:rsidR="00376422" w:rsidRDefault="00376422" w:rsidP="00E67399">
      <w:pPr>
        <w:pStyle w:val="libNormal"/>
        <w:rPr>
          <w:rtl/>
        </w:rPr>
      </w:pPr>
      <w:r>
        <w:rPr>
          <w:rtl/>
        </w:rPr>
        <w:t>7_''مصطحات اسلاميہ'' اسمي</w:t>
      </w:r>
      <w:r w:rsidR="00B365A1">
        <w:rPr>
          <w:rtl/>
        </w:rPr>
        <w:t xml:space="preserve">ں </w:t>
      </w:r>
      <w:r>
        <w:rPr>
          <w:rtl/>
        </w:rPr>
        <w:t xml:space="preserve">اسلامى اصطلاحات كى تعريف ہے _ </w:t>
      </w:r>
    </w:p>
    <w:p w:rsidR="00376422" w:rsidRDefault="00376422" w:rsidP="00E67399">
      <w:pPr>
        <w:pStyle w:val="libNormal"/>
        <w:rPr>
          <w:rtl/>
        </w:rPr>
      </w:pPr>
      <w:r>
        <w:rPr>
          <w:rtl/>
        </w:rPr>
        <w:t>8_'' مع الدكتورالوردى فى كتابہ وعاظ السلاطين '' بادشاہو</w:t>
      </w:r>
      <w:r w:rsidR="00B365A1">
        <w:rPr>
          <w:rtl/>
        </w:rPr>
        <w:t xml:space="preserve">ں </w:t>
      </w:r>
      <w:r>
        <w:rPr>
          <w:rtl/>
        </w:rPr>
        <w:t>كے واعظو</w:t>
      </w:r>
      <w:r w:rsidR="00B365A1">
        <w:rPr>
          <w:rtl/>
        </w:rPr>
        <w:t xml:space="preserve">ں </w:t>
      </w:r>
      <w:r>
        <w:rPr>
          <w:rtl/>
        </w:rPr>
        <w:t xml:space="preserve">پرعلمى تنقيدڈاكٹرعلى الوردى نے كى ہے ا س پر علامہ نے علمى تنقيد لكھى ہے _ </w:t>
      </w:r>
    </w:p>
    <w:p w:rsidR="000C34E7" w:rsidRDefault="00376422" w:rsidP="00E67399">
      <w:pPr>
        <w:pStyle w:val="libNormal"/>
        <w:rPr>
          <w:rtl/>
        </w:rPr>
      </w:pPr>
      <w:r>
        <w:rPr>
          <w:rtl/>
        </w:rPr>
        <w:t xml:space="preserve">9_''كيف تعلم الد ين '' دو جلدو </w:t>
      </w:r>
      <w:r w:rsidR="00B365A1">
        <w:rPr>
          <w:rtl/>
        </w:rPr>
        <w:t xml:space="preserve">ں </w:t>
      </w:r>
      <w:r>
        <w:rPr>
          <w:rtl/>
        </w:rPr>
        <w:t>مي</w:t>
      </w:r>
      <w:r w:rsidR="00B365A1">
        <w:rPr>
          <w:rtl/>
        </w:rPr>
        <w:t xml:space="preserve">ں </w:t>
      </w:r>
      <w:r>
        <w:rPr>
          <w:rtl/>
        </w:rPr>
        <w:t>بچو</w:t>
      </w:r>
      <w:r w:rsidR="00B365A1">
        <w:rPr>
          <w:rtl/>
        </w:rPr>
        <w:t xml:space="preserve">ں </w:t>
      </w:r>
      <w:r>
        <w:rPr>
          <w:rtl/>
        </w:rPr>
        <w:t>كو دينى مسائل سمجھائے گئے ہي</w:t>
      </w:r>
      <w:r w:rsidR="00B365A1">
        <w:rPr>
          <w:rtl/>
        </w:rPr>
        <w:t xml:space="preserve">ں </w:t>
      </w:r>
      <w:r>
        <w:rPr>
          <w:rtl/>
        </w:rPr>
        <w:t xml:space="preserve">_ </w:t>
      </w:r>
    </w:p>
    <w:p w:rsidR="000C34E7" w:rsidRDefault="000C34E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10_'' مقدمہ اى بر مرا ةالعقول '' علامہ مجلسى نے اصول كافى كى شرح مرا ة العقول كے نام سے لكھى ہے ،علامہ نے اس پر ايك طولانى مقدمہ لكھا ہے _ </w:t>
      </w:r>
    </w:p>
    <w:p w:rsidR="00376422" w:rsidRDefault="00376422" w:rsidP="00E67399">
      <w:pPr>
        <w:pStyle w:val="libNormal"/>
        <w:rPr>
          <w:rtl/>
        </w:rPr>
      </w:pPr>
      <w:r>
        <w:rPr>
          <w:rtl/>
        </w:rPr>
        <w:t>11_ ''مقدمہ بر كتاب على و السنة'' گيارہوي</w:t>
      </w:r>
      <w:r w:rsidR="00B365A1">
        <w:rPr>
          <w:rtl/>
        </w:rPr>
        <w:t xml:space="preserve">ں </w:t>
      </w:r>
      <w:r>
        <w:rPr>
          <w:rtl/>
        </w:rPr>
        <w:t xml:space="preserve">صدى كے عظيم دانشور سيد ہاشم بحرانى كى تاليف على و السنة پر مقدمہ لكھا ہے _ </w:t>
      </w:r>
    </w:p>
    <w:p w:rsidR="00376422" w:rsidRDefault="00376422" w:rsidP="00E67399">
      <w:pPr>
        <w:pStyle w:val="libNormal"/>
        <w:rPr>
          <w:rtl/>
        </w:rPr>
      </w:pPr>
      <w:r>
        <w:rPr>
          <w:rtl/>
        </w:rPr>
        <w:t xml:space="preserve">12_ ''مقدمہ و تحقيق در كتاب طب الرضا '' </w:t>
      </w:r>
    </w:p>
    <w:p w:rsidR="00376422" w:rsidRDefault="00376422" w:rsidP="00E67399">
      <w:pPr>
        <w:pStyle w:val="libNormal"/>
        <w:rPr>
          <w:rtl/>
        </w:rPr>
      </w:pPr>
      <w:r>
        <w:rPr>
          <w:rtl/>
        </w:rPr>
        <w:t xml:space="preserve">13_ ''مقدمہ بر كتاب الاجازات العلميہ عندالمسلمين '' ڈاكٹرعبداللہ فياض كى كتاب پر مقدمہ ہے _ </w:t>
      </w:r>
    </w:p>
    <w:p w:rsidR="00376422" w:rsidRDefault="00376422" w:rsidP="00E67399">
      <w:pPr>
        <w:pStyle w:val="libNormal"/>
        <w:rPr>
          <w:rtl/>
        </w:rPr>
      </w:pPr>
      <w:r>
        <w:rPr>
          <w:rtl/>
        </w:rPr>
        <w:t xml:space="preserve">14_ '' مقدمہ بر كتاب اصل الشيعہ و اصولھا ''علامہ كاشف الغطاء كى كتاب پر تبصرہ كيا ہے _ </w:t>
      </w:r>
    </w:p>
    <w:p w:rsidR="00376422" w:rsidRDefault="00376422" w:rsidP="00E67399">
      <w:pPr>
        <w:pStyle w:val="libNormal"/>
        <w:rPr>
          <w:rtl/>
        </w:rPr>
      </w:pPr>
      <w:r>
        <w:rPr>
          <w:rtl/>
        </w:rPr>
        <w:t>15_ '' محمد صادق نجمى كى مطالعہ صحيحين پر مقدمہ لكھا ہے '' ان كے علاوہ بھى علامہ عسكرى نے عربى كے علمى رسالو</w:t>
      </w:r>
      <w:r w:rsidR="00B365A1">
        <w:rPr>
          <w:rtl/>
        </w:rPr>
        <w:t xml:space="preserve">ں </w:t>
      </w:r>
      <w:r>
        <w:rPr>
          <w:rtl/>
        </w:rPr>
        <w:t>جيسے رسالة الاسلام المجتمع الاسلامى اورالاضواء اور الايمان اور العرفان مي</w:t>
      </w:r>
      <w:r w:rsidR="00B365A1">
        <w:rPr>
          <w:rtl/>
        </w:rPr>
        <w:t xml:space="preserve">ں </w:t>
      </w:r>
      <w:r>
        <w:rPr>
          <w:rtl/>
        </w:rPr>
        <w:t>بہت سے مقالے لكھے ہي</w:t>
      </w:r>
      <w:r w:rsidR="00B365A1">
        <w:rPr>
          <w:rtl/>
        </w:rPr>
        <w:t xml:space="preserve">ں </w:t>
      </w:r>
      <w:r>
        <w:rPr>
          <w:rtl/>
        </w:rPr>
        <w:t xml:space="preserve">_ </w:t>
      </w:r>
    </w:p>
    <w:p w:rsidR="00376422" w:rsidRDefault="00376422" w:rsidP="00E67399">
      <w:pPr>
        <w:pStyle w:val="libNormal"/>
        <w:rPr>
          <w:rtl/>
        </w:rPr>
      </w:pPr>
      <w:r>
        <w:rPr>
          <w:rtl/>
        </w:rPr>
        <w:t xml:space="preserve">* * * </w:t>
      </w:r>
    </w:p>
    <w:p w:rsidR="00376422" w:rsidRDefault="00376422" w:rsidP="00E67399">
      <w:pPr>
        <w:pStyle w:val="libNormal"/>
        <w:rPr>
          <w:rtl/>
        </w:rPr>
      </w:pPr>
      <w:r>
        <w:rPr>
          <w:rtl/>
        </w:rPr>
        <w:t>موجودہ كتاب احاديث ام المومنين عائشه ادوار من حياتہا كى اخرى جلد ہے جو معاويہ كے زمانے سے متعلق ہے اس سے پہلے دو جلدي</w:t>
      </w:r>
      <w:r w:rsidR="00B365A1">
        <w:rPr>
          <w:rtl/>
        </w:rPr>
        <w:t xml:space="preserve">ں </w:t>
      </w:r>
      <w:r>
        <w:rPr>
          <w:rtl/>
        </w:rPr>
        <w:t>نقش عائشه در اسلام اور عائشه در دوران على شايع ہو چكى ہي</w:t>
      </w:r>
      <w:r w:rsidR="00B365A1">
        <w:rPr>
          <w:rtl/>
        </w:rPr>
        <w:t xml:space="preserve">ں </w:t>
      </w:r>
      <w:r>
        <w:rPr>
          <w:rtl/>
        </w:rPr>
        <w:t>،كيونكہ عربى متن عربى زبان كے محققين كے لئے لكھا گيا تھااس لئے مباحث مي</w:t>
      </w:r>
      <w:r w:rsidR="00B365A1">
        <w:rPr>
          <w:rtl/>
        </w:rPr>
        <w:t xml:space="preserve">ں </w:t>
      </w:r>
      <w:r>
        <w:rPr>
          <w:rtl/>
        </w:rPr>
        <w:t>ايجاز وا ختصار تھافارسى ترجمہ كے وقت اس بحث كو پھيلانا ہمارے لئے ناگزير تھا ،ليكن چونكہ پورا ترجمہ علامہ كى نظر سے گزرا ہے اسلئے مترجم كى يہ كوشش موصوف كى نئي كتاب سمجھى جانى چاہيئے مزيد يہ كہ كچھ خاص جگہو</w:t>
      </w:r>
      <w:r w:rsidR="00B365A1">
        <w:rPr>
          <w:rtl/>
        </w:rPr>
        <w:t xml:space="preserve">ں </w:t>
      </w:r>
      <w:r>
        <w:rPr>
          <w:rtl/>
        </w:rPr>
        <w:t xml:space="preserve">پر علامہ نے چند صفحات كا خود ہى اضافہ كيا ہے اس بنا پر يہ كتاب ترجمہ بھى ہے اور تاليف بھى ہے _ </w:t>
      </w:r>
    </w:p>
    <w:p w:rsidR="00376422" w:rsidRDefault="00376422" w:rsidP="00E67399">
      <w:pPr>
        <w:pStyle w:val="libNormal"/>
        <w:rPr>
          <w:rtl/>
        </w:rPr>
      </w:pPr>
      <w:r>
        <w:rPr>
          <w:rtl/>
        </w:rPr>
        <w:t>اخر مي</w:t>
      </w:r>
      <w:r w:rsidR="00B365A1">
        <w:rPr>
          <w:rtl/>
        </w:rPr>
        <w:t xml:space="preserve">ں </w:t>
      </w:r>
      <w:r>
        <w:rPr>
          <w:rtl/>
        </w:rPr>
        <w:t>ہم يہ تذكرہ كرنا ضرورى سمجھتے ہي</w:t>
      </w:r>
      <w:r w:rsidR="00B365A1">
        <w:rPr>
          <w:rtl/>
        </w:rPr>
        <w:t xml:space="preserve">ں </w:t>
      </w:r>
      <w:r>
        <w:rPr>
          <w:rtl/>
        </w:rPr>
        <w:t>كہ جن علماء نے اس كتاب كا مطالعہ كر كے اپنى مفيد رائے دى ہے يا اسكے شكوك بر طرف كئے ہي</w:t>
      </w:r>
      <w:r w:rsidR="00B365A1">
        <w:rPr>
          <w:rtl/>
        </w:rPr>
        <w:t xml:space="preserve">ں </w:t>
      </w:r>
      <w:r>
        <w:rPr>
          <w:rtl/>
        </w:rPr>
        <w:t>ہم ان كا شكريہ ادا كر تے ہي</w:t>
      </w:r>
      <w:r w:rsidR="00B365A1">
        <w:rPr>
          <w:rtl/>
        </w:rPr>
        <w:t xml:space="preserve">ں </w:t>
      </w:r>
      <w:r>
        <w:rPr>
          <w:rtl/>
        </w:rPr>
        <w:t>، نيز اقائے نورالدين عسكرى كا بھى شكريہ ادا كرتے ہي</w:t>
      </w:r>
      <w:r w:rsidR="00B365A1">
        <w:rPr>
          <w:rtl/>
        </w:rPr>
        <w:t xml:space="preserve">ں </w:t>
      </w:r>
      <w:r>
        <w:rPr>
          <w:rtl/>
        </w:rPr>
        <w:t>جنہو</w:t>
      </w:r>
      <w:r w:rsidR="00B365A1">
        <w:rPr>
          <w:rtl/>
        </w:rPr>
        <w:t xml:space="preserve">ں </w:t>
      </w:r>
      <w:r>
        <w:rPr>
          <w:rtl/>
        </w:rPr>
        <w:t>نے ما خذ كى فہرست مرتب كى ان كے علاوہ بھى ان تمام دوستو</w:t>
      </w:r>
      <w:r w:rsidR="00B365A1">
        <w:rPr>
          <w:rtl/>
        </w:rPr>
        <w:t xml:space="preserve">ں </w:t>
      </w:r>
      <w:r>
        <w:rPr>
          <w:rtl/>
        </w:rPr>
        <w:t>كا بھى شكريہ ادا كرتے ہي</w:t>
      </w:r>
      <w:r w:rsidR="00B365A1">
        <w:rPr>
          <w:rtl/>
        </w:rPr>
        <w:t xml:space="preserve">ں </w:t>
      </w:r>
      <w:r>
        <w:rPr>
          <w:rtl/>
        </w:rPr>
        <w:t>جنھو</w:t>
      </w:r>
      <w:r w:rsidR="00B365A1">
        <w:rPr>
          <w:rtl/>
        </w:rPr>
        <w:t xml:space="preserve">ں </w:t>
      </w:r>
      <w:r>
        <w:rPr>
          <w:rtl/>
        </w:rPr>
        <w:t>نے بڑ ى تو جہ سے اغلاط نامہ مي</w:t>
      </w:r>
      <w:r w:rsidR="00B365A1">
        <w:rPr>
          <w:rtl/>
        </w:rPr>
        <w:t xml:space="preserve">ں </w:t>
      </w:r>
      <w:r>
        <w:rPr>
          <w:rtl/>
        </w:rPr>
        <w:t xml:space="preserve">ميرى مدد كى _ </w:t>
      </w:r>
    </w:p>
    <w:p w:rsidR="00376422" w:rsidRDefault="00376422" w:rsidP="00E67399">
      <w:pPr>
        <w:pStyle w:val="libNormal"/>
        <w:rPr>
          <w:rtl/>
        </w:rPr>
      </w:pPr>
      <w:r>
        <w:rPr>
          <w:rtl/>
        </w:rPr>
        <w:t>مي</w:t>
      </w:r>
      <w:r w:rsidR="00B365A1">
        <w:rPr>
          <w:rtl/>
        </w:rPr>
        <w:t xml:space="preserve">ں </w:t>
      </w:r>
      <w:r>
        <w:rPr>
          <w:rtl/>
        </w:rPr>
        <w:t>قارئين كرام سے اميدوار ہو</w:t>
      </w:r>
      <w:r w:rsidR="00B365A1">
        <w:rPr>
          <w:rtl/>
        </w:rPr>
        <w:t xml:space="preserve">ں </w:t>
      </w:r>
      <w:r>
        <w:rPr>
          <w:rtl/>
        </w:rPr>
        <w:t>كہ اگر وہ كوئي اشتباہ يالغزش ملاحظہ فرمائي</w:t>
      </w:r>
      <w:r w:rsidR="00B365A1">
        <w:rPr>
          <w:rtl/>
        </w:rPr>
        <w:t xml:space="preserve">ں </w:t>
      </w:r>
      <w:r>
        <w:rPr>
          <w:rtl/>
        </w:rPr>
        <w:t>يا اصلاح كى نظر ڈالي</w:t>
      </w:r>
      <w:r w:rsidR="00B365A1">
        <w:rPr>
          <w:rtl/>
        </w:rPr>
        <w:t xml:space="preserve">ں </w:t>
      </w:r>
      <w:r>
        <w:rPr>
          <w:rtl/>
        </w:rPr>
        <w:t>تو حقير كو اس سے مطلع فرما دي</w:t>
      </w:r>
      <w:r w:rsidR="00B365A1">
        <w:rPr>
          <w:rtl/>
        </w:rPr>
        <w:t xml:space="preserve">ں </w:t>
      </w:r>
      <w:r>
        <w:rPr>
          <w:rtl/>
        </w:rPr>
        <w:t>،مي</w:t>
      </w:r>
      <w:r w:rsidR="00B365A1">
        <w:rPr>
          <w:rtl/>
        </w:rPr>
        <w:t xml:space="preserve">ں </w:t>
      </w:r>
      <w:r>
        <w:rPr>
          <w:rtl/>
        </w:rPr>
        <w:t>ان كا بہت ممنون ہو</w:t>
      </w:r>
      <w:r w:rsidR="00B365A1">
        <w:rPr>
          <w:rtl/>
        </w:rPr>
        <w:t xml:space="preserve">ں </w:t>
      </w:r>
      <w:r>
        <w:rPr>
          <w:rtl/>
        </w:rPr>
        <w:t xml:space="preserve">گا _ </w:t>
      </w:r>
    </w:p>
    <w:p w:rsidR="00376422" w:rsidRDefault="00376422" w:rsidP="00E67399">
      <w:pPr>
        <w:pStyle w:val="libNormal"/>
        <w:rPr>
          <w:rtl/>
        </w:rPr>
      </w:pPr>
    </w:p>
    <w:p w:rsidR="00376422" w:rsidRDefault="00376422" w:rsidP="00E67399">
      <w:pPr>
        <w:pStyle w:val="libNormal"/>
        <w:rPr>
          <w:rtl/>
        </w:rPr>
      </w:pPr>
      <w:r>
        <w:rPr>
          <w:rtl/>
        </w:rPr>
        <w:t>م 0 ع 0 جاودا</w:t>
      </w:r>
      <w:r w:rsidR="00B365A1">
        <w:rPr>
          <w:rtl/>
        </w:rPr>
        <w:t xml:space="preserve">ں </w:t>
      </w:r>
    </w:p>
    <w:p w:rsidR="006620E9" w:rsidRDefault="006620E9"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1" w:name="_Toc531605629"/>
      <w:r>
        <w:rPr>
          <w:rtl/>
        </w:rPr>
        <w:t>پيش گفتار</w:t>
      </w:r>
      <w:bookmarkEnd w:id="1"/>
    </w:p>
    <w:p w:rsidR="00376422" w:rsidRDefault="00376422" w:rsidP="00E67399">
      <w:pPr>
        <w:pStyle w:val="libNormal"/>
        <w:rPr>
          <w:rtl/>
        </w:rPr>
      </w:pPr>
      <w:r>
        <w:rPr>
          <w:rtl/>
        </w:rPr>
        <w:t>معاويہ كا زمانہ زمانہ، اسلام مي</w:t>
      </w:r>
      <w:r w:rsidR="00B365A1">
        <w:rPr>
          <w:rtl/>
        </w:rPr>
        <w:t xml:space="preserve">ں </w:t>
      </w:r>
      <w:r>
        <w:rPr>
          <w:rtl/>
        </w:rPr>
        <w:t>خاص امتياز كا حامل كيونكہ اسمي</w:t>
      </w:r>
      <w:r w:rsidR="00B365A1">
        <w:rPr>
          <w:rtl/>
        </w:rPr>
        <w:t xml:space="preserve">ں </w:t>
      </w:r>
      <w:r>
        <w:rPr>
          <w:rtl/>
        </w:rPr>
        <w:t>ہر جانب سے اسلامى احكام واثاركى تحريف كى گئي ہے اموى دور خلافت مي</w:t>
      </w:r>
      <w:r w:rsidR="00B365A1">
        <w:rPr>
          <w:rtl/>
        </w:rPr>
        <w:t xml:space="preserve">ں </w:t>
      </w:r>
      <w:r>
        <w:rPr>
          <w:rtl/>
        </w:rPr>
        <w:t>حديث سازى پرتمام توانائيا</w:t>
      </w:r>
      <w:r w:rsidR="00B365A1">
        <w:rPr>
          <w:rtl/>
        </w:rPr>
        <w:t xml:space="preserve">ں </w:t>
      </w:r>
      <w:r>
        <w:rPr>
          <w:rtl/>
        </w:rPr>
        <w:t>صرف كى گئي</w:t>
      </w:r>
      <w:r w:rsidR="00B365A1">
        <w:rPr>
          <w:rtl/>
        </w:rPr>
        <w:t xml:space="preserve">ں </w:t>
      </w:r>
      <w:r>
        <w:rPr>
          <w:rtl/>
        </w:rPr>
        <w:t>اوراور حديث سازى كابہت زيادہ كارخانہ صحابہ وتابعين جيسے نمك خوارو</w:t>
      </w:r>
      <w:r w:rsidR="00B365A1">
        <w:rPr>
          <w:rtl/>
        </w:rPr>
        <w:t xml:space="preserve">ں </w:t>
      </w:r>
      <w:r>
        <w:rPr>
          <w:rtl/>
        </w:rPr>
        <w:t xml:space="preserve">كے سہارے قائم كيا _ </w:t>
      </w:r>
    </w:p>
    <w:p w:rsidR="00376422" w:rsidRDefault="00376422" w:rsidP="00E67399">
      <w:pPr>
        <w:pStyle w:val="libNormal"/>
        <w:rPr>
          <w:rtl/>
        </w:rPr>
      </w:pPr>
      <w:r>
        <w:rPr>
          <w:rtl/>
        </w:rPr>
        <w:t>اس دوران جتنى زيادہ حديثي</w:t>
      </w:r>
      <w:r w:rsidR="00B365A1">
        <w:rPr>
          <w:rtl/>
        </w:rPr>
        <w:t xml:space="preserve">ں </w:t>
      </w:r>
      <w:r>
        <w:rPr>
          <w:rtl/>
        </w:rPr>
        <w:t>گڑھى گئي</w:t>
      </w:r>
      <w:r w:rsidR="00B365A1">
        <w:rPr>
          <w:rtl/>
        </w:rPr>
        <w:t xml:space="preserve">ں </w:t>
      </w:r>
      <w:r>
        <w:rPr>
          <w:rtl/>
        </w:rPr>
        <w:t>كہ انھو</w:t>
      </w:r>
      <w:r w:rsidR="00B365A1">
        <w:rPr>
          <w:rtl/>
        </w:rPr>
        <w:t xml:space="preserve">ں </w:t>
      </w:r>
      <w:r>
        <w:rPr>
          <w:rtl/>
        </w:rPr>
        <w:t>نے اسلامى اثار كو پورى طرح اپنى گرفت مي</w:t>
      </w:r>
      <w:r w:rsidR="00B365A1">
        <w:rPr>
          <w:rtl/>
        </w:rPr>
        <w:t xml:space="preserve">ں </w:t>
      </w:r>
      <w:r>
        <w:rPr>
          <w:rtl/>
        </w:rPr>
        <w:t>لے ليااور تمام علوم كى كتابو</w:t>
      </w:r>
      <w:r w:rsidR="00B365A1">
        <w:rPr>
          <w:rtl/>
        </w:rPr>
        <w:t xml:space="preserve">ں </w:t>
      </w:r>
      <w:r>
        <w:rPr>
          <w:rtl/>
        </w:rPr>
        <w:t>مي</w:t>
      </w:r>
      <w:r w:rsidR="00B365A1">
        <w:rPr>
          <w:rtl/>
        </w:rPr>
        <w:t xml:space="preserve">ں </w:t>
      </w:r>
      <w:r>
        <w:rPr>
          <w:rtl/>
        </w:rPr>
        <w:t>انھي</w:t>
      </w:r>
      <w:r w:rsidR="00B365A1">
        <w:rPr>
          <w:rtl/>
        </w:rPr>
        <w:t xml:space="preserve">ں </w:t>
      </w:r>
      <w:r>
        <w:rPr>
          <w:rtl/>
        </w:rPr>
        <w:t>بھر دياا س كا عميق اور ديرپا اثراسلام كے فكرى اعتقادى اور عملى مكتب پرہمہ جانبہ پڑا ،يہا</w:t>
      </w:r>
      <w:r w:rsidR="00B365A1">
        <w:rPr>
          <w:rtl/>
        </w:rPr>
        <w:t xml:space="preserve">ں </w:t>
      </w:r>
      <w:r>
        <w:rPr>
          <w:rtl/>
        </w:rPr>
        <w:t xml:space="preserve">تك كہ جيسے جيسے زمانہ گزرتا گياان مكاتب كى بنياد اسى مصنوعى احاديث پر استوار ہوتى ہوگى _ </w:t>
      </w:r>
    </w:p>
    <w:p w:rsidR="00376422" w:rsidRDefault="00376422" w:rsidP="00E67399">
      <w:pPr>
        <w:pStyle w:val="libNormal"/>
        <w:rPr>
          <w:rtl/>
        </w:rPr>
      </w:pPr>
      <w:r>
        <w:rPr>
          <w:rtl/>
        </w:rPr>
        <w:t>اس سبب سے ہمارے لئے ناگزير ہے كہ اموى دور خلافت كے ارباب حكومت اور مشاہير كا تحليل وتجزيہ كري</w:t>
      </w:r>
      <w:r w:rsidR="00B365A1">
        <w:rPr>
          <w:rtl/>
        </w:rPr>
        <w:t xml:space="preserve">ں </w:t>
      </w:r>
      <w:r>
        <w:rPr>
          <w:rtl/>
        </w:rPr>
        <w:t>تاكہ ان جعلى احاديث كے سلسلہ مي</w:t>
      </w:r>
      <w:r w:rsidR="00B365A1">
        <w:rPr>
          <w:rtl/>
        </w:rPr>
        <w:t xml:space="preserve">ں </w:t>
      </w:r>
      <w:r>
        <w:rPr>
          <w:rtl/>
        </w:rPr>
        <w:t>ام المومنين عائشه نے جو تعاون كيا ہے انھي</w:t>
      </w:r>
      <w:r w:rsidR="00B365A1">
        <w:rPr>
          <w:rtl/>
        </w:rPr>
        <w:t xml:space="preserve">ں </w:t>
      </w:r>
      <w:r>
        <w:rPr>
          <w:rtl/>
        </w:rPr>
        <w:t>ہم اچھى طرح سمجھ سكي</w:t>
      </w:r>
      <w:r w:rsidR="00B365A1">
        <w:rPr>
          <w:rtl/>
        </w:rPr>
        <w:t xml:space="preserve">ں </w:t>
      </w:r>
      <w:r>
        <w:rPr>
          <w:rtl/>
        </w:rPr>
        <w:t xml:space="preserve">_ </w:t>
      </w:r>
    </w:p>
    <w:p w:rsidR="00376422" w:rsidRDefault="00376422" w:rsidP="00E67399">
      <w:pPr>
        <w:pStyle w:val="libNormal"/>
        <w:rPr>
          <w:rtl/>
        </w:rPr>
      </w:pPr>
      <w:r>
        <w:rPr>
          <w:rtl/>
        </w:rPr>
        <w:t>اغاز بحث مي</w:t>
      </w:r>
      <w:r w:rsidR="00B365A1">
        <w:rPr>
          <w:rtl/>
        </w:rPr>
        <w:t xml:space="preserve">ں </w:t>
      </w:r>
      <w:r>
        <w:rPr>
          <w:rtl/>
        </w:rPr>
        <w:t>معاويہ كا حسب و نسب اور ان كے خاندان كے حالات بيان كرينگے ان كے بعد انكى حكومت وخلافت كے مسائل كاتذكرہ كرينگے جو ان سے متعلق ہي</w:t>
      </w:r>
      <w:r w:rsidR="00B365A1">
        <w:rPr>
          <w:rtl/>
        </w:rPr>
        <w:t xml:space="preserve">ں </w:t>
      </w:r>
      <w:r>
        <w:rPr>
          <w:rtl/>
        </w:rPr>
        <w:t>پھر ہم عائشه كامعاويہ سے تعلق اور اس عہد كے تمام اركان حكومت كو متعارف كرائي</w:t>
      </w:r>
      <w:r w:rsidR="00B365A1">
        <w:rPr>
          <w:rtl/>
        </w:rPr>
        <w:t xml:space="preserve">ں </w:t>
      </w:r>
      <w:r>
        <w:rPr>
          <w:rtl/>
        </w:rPr>
        <w:t>گے اخر مي</w:t>
      </w:r>
      <w:r w:rsidR="00B365A1">
        <w:rPr>
          <w:rtl/>
        </w:rPr>
        <w:t xml:space="preserve">ں </w:t>
      </w:r>
      <w:r>
        <w:rPr>
          <w:rtl/>
        </w:rPr>
        <w:t>ہم ام المومنين عائشه كى زندگى كا تجزيہ پيش كرينگے جو اسى عہد معاويہ مي</w:t>
      </w:r>
      <w:r w:rsidR="00B365A1">
        <w:rPr>
          <w:rtl/>
        </w:rPr>
        <w:t xml:space="preserve">ں </w:t>
      </w:r>
      <w:r>
        <w:rPr>
          <w:rtl/>
        </w:rPr>
        <w:t xml:space="preserve">اختتام كو پہنچى _ </w:t>
      </w:r>
    </w:p>
    <w:p w:rsidR="00376422" w:rsidRDefault="00376422" w:rsidP="00E67399">
      <w:pPr>
        <w:pStyle w:val="libNormal"/>
        <w:rPr>
          <w:rtl/>
        </w:rPr>
      </w:pPr>
      <w:r>
        <w:rPr>
          <w:rtl/>
        </w:rPr>
        <w:t>يہ تذكرہ ضرورى ہے كہ اس زمانہ كے شرمناك حالات كابيان بھى ناگزير ہے جو معاويہ كے خانوادہ سے وقوع پذير ہوااور جنھي</w:t>
      </w:r>
      <w:r w:rsidR="00B365A1">
        <w:rPr>
          <w:rtl/>
        </w:rPr>
        <w:t xml:space="preserve">ں </w:t>
      </w:r>
      <w:r>
        <w:rPr>
          <w:rtl/>
        </w:rPr>
        <w:t>ماہرين انساب نے بيان كيا ہے ہم انھي</w:t>
      </w:r>
      <w:r w:rsidR="00B365A1">
        <w:rPr>
          <w:rtl/>
        </w:rPr>
        <w:t xml:space="preserve">ں </w:t>
      </w:r>
      <w:r>
        <w:rPr>
          <w:rtl/>
        </w:rPr>
        <w:t>بھى بيان كرينگے كيونكہ معاويہ كى ان روحانى گرہو</w:t>
      </w:r>
      <w:r w:rsidR="00B365A1">
        <w:rPr>
          <w:rtl/>
        </w:rPr>
        <w:t xml:space="preserve">ں </w:t>
      </w:r>
      <w:r>
        <w:rPr>
          <w:rtl/>
        </w:rPr>
        <w:t>كو پہچاننے مي</w:t>
      </w:r>
      <w:r w:rsidR="00B365A1">
        <w:rPr>
          <w:rtl/>
        </w:rPr>
        <w:t xml:space="preserve">ں </w:t>
      </w:r>
      <w:r>
        <w:rPr>
          <w:rtl/>
        </w:rPr>
        <w:t>بہت معاون ہو</w:t>
      </w:r>
      <w:r w:rsidR="00B365A1">
        <w:rPr>
          <w:rtl/>
        </w:rPr>
        <w:t xml:space="preserve">ں </w:t>
      </w:r>
      <w:r>
        <w:rPr>
          <w:rtl/>
        </w:rPr>
        <w:t>گى ،جو خاصان خدااور پاك نفس افراد كى دشمنى پر ابھارتى تھي</w:t>
      </w:r>
      <w:r w:rsidR="00B365A1">
        <w:rPr>
          <w:rtl/>
        </w:rPr>
        <w:t xml:space="preserve">ں </w:t>
      </w:r>
      <w:r>
        <w:rPr>
          <w:rtl/>
        </w:rPr>
        <w:t xml:space="preserve">_ </w:t>
      </w:r>
    </w:p>
    <w:p w:rsidR="00376422" w:rsidRDefault="00376422" w:rsidP="00E67399">
      <w:pPr>
        <w:pStyle w:val="libNormal"/>
        <w:rPr>
          <w:rtl/>
        </w:rPr>
      </w:pPr>
      <w:r>
        <w:rPr>
          <w:rtl/>
        </w:rPr>
        <w:t>جى ہا</w:t>
      </w:r>
      <w:r w:rsidR="00B365A1">
        <w:rPr>
          <w:rtl/>
        </w:rPr>
        <w:t xml:space="preserve">ں </w:t>
      </w:r>
      <w:r>
        <w:rPr>
          <w:rtl/>
        </w:rPr>
        <w:t>_معاويہ كى بد نفسى كو اس زمانہ كى حديث سازى مي</w:t>
      </w:r>
      <w:r w:rsidR="00B365A1">
        <w:rPr>
          <w:rtl/>
        </w:rPr>
        <w:t xml:space="preserve">ں </w:t>
      </w:r>
      <w:r>
        <w:rPr>
          <w:rtl/>
        </w:rPr>
        <w:t>بڑادخل ہے ان پر سے پردہ اٹھاكر ہى اسلام كے درخشا</w:t>
      </w:r>
      <w:r w:rsidR="00B365A1">
        <w:rPr>
          <w:rtl/>
        </w:rPr>
        <w:t xml:space="preserve">ں </w:t>
      </w:r>
      <w:r>
        <w:rPr>
          <w:rtl/>
        </w:rPr>
        <w:t xml:space="preserve">چہرے كو پہچاناجا سكتا ہے ،ا س وجہ سے ہم اس ضرورت كو كراہيت كے ساتھ اختيار كرنے پر مجبور ہوئے </w:t>
      </w:r>
    </w:p>
    <w:p w:rsidR="00376422" w:rsidRDefault="00376422" w:rsidP="00E67399">
      <w:pPr>
        <w:pStyle w:val="libNormal"/>
        <w:rPr>
          <w:rtl/>
        </w:rPr>
      </w:pPr>
      <w:r>
        <w:rPr>
          <w:rtl/>
        </w:rPr>
        <w:t>ہي</w:t>
      </w:r>
      <w:r w:rsidR="00B365A1">
        <w:rPr>
          <w:rtl/>
        </w:rPr>
        <w:t xml:space="preserve">ں </w:t>
      </w:r>
      <w:r>
        <w:rPr>
          <w:rtl/>
        </w:rPr>
        <w:t xml:space="preserve">كہ معاويہ كا خاندان جيسا كہ ہے ان كى نشاندہى كى جائے ،ہم اس علم و تحقيق كى اشاعت پر خاص اللہ كے لئے اور اسى كى توفيق سے اس بحث كو ختم كرينگے _ </w:t>
      </w:r>
    </w:p>
    <w:p w:rsidR="00376422" w:rsidRDefault="00376422" w:rsidP="00E67399">
      <w:pPr>
        <w:pStyle w:val="libNormal"/>
        <w:rPr>
          <w:rtl/>
        </w:rPr>
      </w:pPr>
      <w:r>
        <w:rPr>
          <w:rtl/>
        </w:rPr>
        <w:t xml:space="preserve">سيدمرتضى عسكرى </w:t>
      </w:r>
    </w:p>
    <w:p w:rsidR="006620E9" w:rsidRDefault="006620E9"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2" w:name="_Toc531605630"/>
      <w:r>
        <w:rPr>
          <w:rtl/>
        </w:rPr>
        <w:t>(فصل اول)</w:t>
      </w:r>
      <w:bookmarkEnd w:id="2"/>
    </w:p>
    <w:p w:rsidR="00376422" w:rsidRDefault="00376422" w:rsidP="00E67399">
      <w:pPr>
        <w:pStyle w:val="Heading2Center"/>
        <w:rPr>
          <w:rtl/>
        </w:rPr>
      </w:pPr>
      <w:bookmarkStart w:id="3" w:name="_Toc531605631"/>
      <w:r>
        <w:rPr>
          <w:rtl/>
        </w:rPr>
        <w:t>معاويہ كى زندگى پر ايك نظر</w:t>
      </w:r>
      <w:bookmarkEnd w:id="3"/>
    </w:p>
    <w:p w:rsidR="00376422" w:rsidRDefault="00376422" w:rsidP="00E67399">
      <w:pPr>
        <w:pStyle w:val="libNormal"/>
        <w:rPr>
          <w:rtl/>
        </w:rPr>
      </w:pPr>
      <w:r>
        <w:rPr>
          <w:rtl/>
        </w:rPr>
        <w:t>معاويہ ابوسفيان اور ھند كا بيٹا تھا _اسكى كنيت ابو عبد الرحمن تھي مشہور ترين تاريخى روايات كے مطابق وہ فتح مكہ كے بعد بظاہر اسلام لايا اور 12ھمي</w:t>
      </w:r>
      <w:r w:rsidR="00B365A1">
        <w:rPr>
          <w:rtl/>
        </w:rPr>
        <w:t xml:space="preserve">ں </w:t>
      </w:r>
      <w:r>
        <w:rPr>
          <w:rtl/>
        </w:rPr>
        <w:t>جبكہ ابو بكر نے ابو سفيان كے دوسرے بيٹے يزيد كى سركردگى مي</w:t>
      </w:r>
      <w:r w:rsidR="00B365A1">
        <w:rPr>
          <w:rtl/>
        </w:rPr>
        <w:t xml:space="preserve">ں </w:t>
      </w:r>
      <w:r>
        <w:rPr>
          <w:rtl/>
        </w:rPr>
        <w:t>روميو</w:t>
      </w:r>
      <w:r w:rsidR="00B365A1">
        <w:rPr>
          <w:rtl/>
        </w:rPr>
        <w:t xml:space="preserve">ں </w:t>
      </w:r>
      <w:r>
        <w:rPr>
          <w:rtl/>
        </w:rPr>
        <w:t xml:space="preserve">سے جنگ كرنے كے لئے لشكر بھيجا تو يہ يزيد كا بھائي اورا س كا علمدار تھا _ </w:t>
      </w:r>
    </w:p>
    <w:p w:rsidR="00376422" w:rsidRDefault="00376422" w:rsidP="00E67399">
      <w:pPr>
        <w:pStyle w:val="libNormal"/>
        <w:rPr>
          <w:rtl/>
        </w:rPr>
      </w:pPr>
      <w:r>
        <w:rPr>
          <w:rtl/>
        </w:rPr>
        <w:t>ابو سفيان كا فرزند يزيد 18 ہجرى مي</w:t>
      </w:r>
      <w:r w:rsidR="00B365A1">
        <w:rPr>
          <w:rtl/>
        </w:rPr>
        <w:t xml:space="preserve">ں </w:t>
      </w:r>
      <w:r>
        <w:rPr>
          <w:rtl/>
        </w:rPr>
        <w:t>فلسطين كے ايك شہر عمواس مي</w:t>
      </w:r>
      <w:r w:rsidR="00B365A1">
        <w:rPr>
          <w:rtl/>
        </w:rPr>
        <w:t xml:space="preserve">ں </w:t>
      </w:r>
      <w:r>
        <w:rPr>
          <w:rtl/>
        </w:rPr>
        <w:t>مرض طاعو ن مي</w:t>
      </w:r>
      <w:r w:rsidR="00B365A1">
        <w:rPr>
          <w:rtl/>
        </w:rPr>
        <w:t xml:space="preserve">ں </w:t>
      </w:r>
      <w:r>
        <w:rPr>
          <w:rtl/>
        </w:rPr>
        <w:t>مر گيااور فوج كى قيادت اپنے بھائي معاويہ كو سونپ دى ،خليفہ عمر نے بھى اس كى تقررى كو منظور كر ليا خلافت عثمان كے زمانہ مي</w:t>
      </w:r>
      <w:r w:rsidR="00B365A1">
        <w:rPr>
          <w:rtl/>
        </w:rPr>
        <w:t xml:space="preserve">ں </w:t>
      </w:r>
      <w:r>
        <w:rPr>
          <w:rtl/>
        </w:rPr>
        <w:t>جو خود بنى اميہ كى فرد اور معاويہ كے چچا زادبھائي تھے اپنى سلطنت كو كافى وسعت دى كيونكہ عثمان نے پورا شا م ان كے حوالے كر ديا تھاجس مي</w:t>
      </w:r>
      <w:r w:rsidR="00B365A1">
        <w:rPr>
          <w:rtl/>
        </w:rPr>
        <w:t xml:space="preserve">ں </w:t>
      </w:r>
      <w:r>
        <w:rPr>
          <w:rtl/>
        </w:rPr>
        <w:t xml:space="preserve">لبنان،شام،فلسطين اور اردن كا علاقہ بھى اتا تھا _ </w:t>
      </w:r>
    </w:p>
    <w:p w:rsidR="00376422" w:rsidRDefault="00376422" w:rsidP="00E67399">
      <w:pPr>
        <w:pStyle w:val="libNormal"/>
        <w:rPr>
          <w:rtl/>
        </w:rPr>
      </w:pPr>
      <w:r>
        <w:rPr>
          <w:rtl/>
        </w:rPr>
        <w:t>ا س طرح معاويہ نے 19سال تك اطمينان كے ساتھ شام پر حكومت كى ليكن جب حضرت على بن ابى طالب تخت خلافت پر بيٹھے تو معاويہ نے بغاوت كر دى اور انكا حكم ماننے سے انكار كر ديا ، معاويہ نے انتقام خون عثمان كے بہانے حضرت على (ع) سے ايك بڑى فوج كے ساتھ صفين مي</w:t>
      </w:r>
      <w:r w:rsidR="00B365A1">
        <w:rPr>
          <w:rtl/>
        </w:rPr>
        <w:t xml:space="preserve">ں </w:t>
      </w:r>
      <w:r>
        <w:rPr>
          <w:rtl/>
        </w:rPr>
        <w:t xml:space="preserve">جنگ كى حضرت على (ع) اسكى سر كوبى كے لئے مہاجرين وانصار كے ساتھ سر زمين صفين پر پہنچ گئے _ </w:t>
      </w:r>
    </w:p>
    <w:p w:rsidR="00376422" w:rsidRDefault="00376422" w:rsidP="00E67399">
      <w:pPr>
        <w:pStyle w:val="libNormal"/>
        <w:rPr>
          <w:rtl/>
        </w:rPr>
      </w:pPr>
      <w:r>
        <w:rPr>
          <w:rtl/>
        </w:rPr>
        <w:t xml:space="preserve">دونو </w:t>
      </w:r>
      <w:r w:rsidR="00B365A1">
        <w:rPr>
          <w:rtl/>
        </w:rPr>
        <w:t xml:space="preserve">ں </w:t>
      </w:r>
      <w:r>
        <w:rPr>
          <w:rtl/>
        </w:rPr>
        <w:t>لشكروالے ذى الحجہ 36ہجرى مي</w:t>
      </w:r>
      <w:r w:rsidR="00B365A1">
        <w:rPr>
          <w:rtl/>
        </w:rPr>
        <w:t xml:space="preserve">ں </w:t>
      </w:r>
      <w:r>
        <w:rPr>
          <w:rtl/>
        </w:rPr>
        <w:t>امنے سامنے ہوئے ايك سو دس دن تك دونو</w:t>
      </w:r>
      <w:r w:rsidR="00B365A1">
        <w:rPr>
          <w:rtl/>
        </w:rPr>
        <w:t xml:space="preserve">ں </w:t>
      </w:r>
      <w:r>
        <w:rPr>
          <w:rtl/>
        </w:rPr>
        <w:t>مي</w:t>
      </w:r>
      <w:r w:rsidR="00B365A1">
        <w:rPr>
          <w:rtl/>
        </w:rPr>
        <w:t xml:space="preserve">ں </w:t>
      </w:r>
      <w:r>
        <w:rPr>
          <w:rtl/>
        </w:rPr>
        <w:t>جنگ ہوتى رہى ،اخر مي</w:t>
      </w:r>
      <w:r w:rsidR="00B365A1">
        <w:rPr>
          <w:rtl/>
        </w:rPr>
        <w:t xml:space="preserve">ں </w:t>
      </w:r>
      <w:r>
        <w:rPr>
          <w:rtl/>
        </w:rPr>
        <w:t>جبكہ امام كو حتمى كاميابى ملنے والى تھى عمروعاص كى عيارى سے قران نيزو</w:t>
      </w:r>
      <w:r w:rsidR="00B365A1">
        <w:rPr>
          <w:rtl/>
        </w:rPr>
        <w:t xml:space="preserve">ں </w:t>
      </w:r>
      <w:r>
        <w:rPr>
          <w:rtl/>
        </w:rPr>
        <w:t>پر بلند كئے گئے اور لشكر شام نے امام كے فوجيو</w:t>
      </w:r>
      <w:r w:rsidR="00B365A1">
        <w:rPr>
          <w:rtl/>
        </w:rPr>
        <w:t xml:space="preserve">ں </w:t>
      </w:r>
      <w:r>
        <w:rPr>
          <w:rtl/>
        </w:rPr>
        <w:t>كو حكمت قران كى دعوت دى اس عيارى سے سادہ لوح مسلمان دھوكہ كھا گئے اور انھو</w:t>
      </w:r>
      <w:r w:rsidR="00B365A1">
        <w:rPr>
          <w:rtl/>
        </w:rPr>
        <w:t xml:space="preserve">ں </w:t>
      </w:r>
      <w:r>
        <w:rPr>
          <w:rtl/>
        </w:rPr>
        <w:t>نے امام كو مجبور كيا كہ جنگ سے ہاتھ روك لي</w:t>
      </w:r>
      <w:r w:rsidR="00B365A1">
        <w:rPr>
          <w:rtl/>
        </w:rPr>
        <w:t xml:space="preserve">ں </w:t>
      </w:r>
      <w:r>
        <w:rPr>
          <w:rtl/>
        </w:rPr>
        <w:t xml:space="preserve">_ </w:t>
      </w:r>
    </w:p>
    <w:p w:rsidR="000C34E7" w:rsidRDefault="00376422" w:rsidP="00E67399">
      <w:pPr>
        <w:pStyle w:val="libNormal"/>
        <w:rPr>
          <w:rtl/>
        </w:rPr>
      </w:pPr>
      <w:r>
        <w:rPr>
          <w:rtl/>
        </w:rPr>
        <w:t>ا س طرح جنگ ختم ہو گئي اسكے بعد امام كى رائے كے خلاف كوفيو</w:t>
      </w:r>
      <w:r w:rsidR="00B365A1">
        <w:rPr>
          <w:rtl/>
        </w:rPr>
        <w:t xml:space="preserve">ں </w:t>
      </w:r>
      <w:r>
        <w:rPr>
          <w:rtl/>
        </w:rPr>
        <w:t>نے اپنى جانب سے ابو موسى كو حكم منتخب كيا معاويہ نے بھى اپنى جانب سے عمروعاص كو نامزد كيا ،يہ دونو</w:t>
      </w:r>
      <w:r w:rsidR="00B365A1">
        <w:rPr>
          <w:rtl/>
        </w:rPr>
        <w:t xml:space="preserve">ں </w:t>
      </w:r>
      <w:r>
        <w:rPr>
          <w:rtl/>
        </w:rPr>
        <w:t>حكم ماہ رمضان 38ہجرى مي</w:t>
      </w:r>
      <w:r w:rsidR="00B365A1">
        <w:rPr>
          <w:rtl/>
        </w:rPr>
        <w:t xml:space="preserve">ں </w:t>
      </w:r>
      <w:r>
        <w:rPr>
          <w:rtl/>
        </w:rPr>
        <w:t>دومتہ الجندل كے مقام پر اپنا فيصلہ سنانے كے لئے جمع ہوئے ،عمر وعاص نے ابو موسى كو فريب ديتے ہوئے يہ پيش كش كى كہ ہم دونو</w:t>
      </w:r>
      <w:r w:rsidR="00B365A1">
        <w:rPr>
          <w:rtl/>
        </w:rPr>
        <w:t xml:space="preserve">ں </w:t>
      </w:r>
      <w:r>
        <w:rPr>
          <w:rtl/>
        </w:rPr>
        <w:t xml:space="preserve">ادمى على اور معاويہ كو </w:t>
      </w:r>
    </w:p>
    <w:p w:rsidR="000C34E7" w:rsidRDefault="000C34E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خلافت سے معزول كر دي</w:t>
      </w:r>
      <w:r w:rsidR="00B365A1">
        <w:rPr>
          <w:rtl/>
        </w:rPr>
        <w:t xml:space="preserve">ں </w:t>
      </w:r>
      <w:r>
        <w:rPr>
          <w:rtl/>
        </w:rPr>
        <w:t>تاكہ تمام مسلمان جسے بھى چاہي</w:t>
      </w:r>
      <w:r w:rsidR="00B365A1">
        <w:rPr>
          <w:rtl/>
        </w:rPr>
        <w:t xml:space="preserve">ں </w:t>
      </w:r>
      <w:r>
        <w:rPr>
          <w:rtl/>
        </w:rPr>
        <w:t>شورى كے ذريعہ خليفہ منتخب كر لي</w:t>
      </w:r>
      <w:r w:rsidR="00B365A1">
        <w:rPr>
          <w:rtl/>
        </w:rPr>
        <w:t xml:space="preserve">ں </w:t>
      </w:r>
      <w:r>
        <w:rPr>
          <w:rtl/>
        </w:rPr>
        <w:t xml:space="preserve">_ </w:t>
      </w:r>
    </w:p>
    <w:p w:rsidR="00376422" w:rsidRDefault="00376422" w:rsidP="00E67399">
      <w:pPr>
        <w:pStyle w:val="libNormal"/>
        <w:rPr>
          <w:rtl/>
        </w:rPr>
      </w:pPr>
      <w:r>
        <w:rPr>
          <w:rtl/>
        </w:rPr>
        <w:t>ابو موسى نے يہ بات مان لى ،عمر و عاص نے پہلے انھي</w:t>
      </w:r>
      <w:r w:rsidR="00B365A1">
        <w:rPr>
          <w:rtl/>
        </w:rPr>
        <w:t xml:space="preserve">ں </w:t>
      </w:r>
      <w:r>
        <w:rPr>
          <w:rtl/>
        </w:rPr>
        <w:t>كو ممبر پر بھيجاانھو</w:t>
      </w:r>
      <w:r w:rsidR="00B365A1">
        <w:rPr>
          <w:rtl/>
        </w:rPr>
        <w:t xml:space="preserve">ں </w:t>
      </w:r>
      <w:r>
        <w:rPr>
          <w:rtl/>
        </w:rPr>
        <w:t>نے ممبر پر جاكر اميرالمومنين حضرت على (ع) اور معاويہ كو خلافت سے معزول كر ديا ،ان كے بعد عمر و عاص ممبر پر پہنچااور معاہدے كے خلاف حضرت على (ع) كو خلافت سے معزول كر كے اس نے معاويہ كے خليفہ ہونے كا اعلان كر ديا ،ابو موسى كو عمر وعاص كے اس فعل پر بہت غصّہ</w:t>
      </w:r>
      <w:r w:rsidR="00831D2C">
        <w:rPr>
          <w:rtl/>
        </w:rPr>
        <w:t xml:space="preserve"> آيا </w:t>
      </w:r>
      <w:r>
        <w:rPr>
          <w:rtl/>
        </w:rPr>
        <w:t>وہ وہي</w:t>
      </w:r>
      <w:r w:rsidR="00B365A1">
        <w:rPr>
          <w:rtl/>
        </w:rPr>
        <w:t xml:space="preserve">ں </w:t>
      </w:r>
      <w:r>
        <w:rPr>
          <w:rtl/>
        </w:rPr>
        <w:t>عمر وعاص كو گاليا</w:t>
      </w:r>
      <w:r w:rsidR="00B365A1">
        <w:rPr>
          <w:rtl/>
        </w:rPr>
        <w:t xml:space="preserve">ں </w:t>
      </w:r>
      <w:r>
        <w:rPr>
          <w:rtl/>
        </w:rPr>
        <w:t xml:space="preserve">دينے لگاعيّار عمر وعاص نے تركى بہ تر كى ا س كو جواب ديا ا س طرح پہلى بار خليفہ كى حيثيت سے معاويہ كا نام ليا گيا _ </w:t>
      </w:r>
    </w:p>
    <w:p w:rsidR="00376422" w:rsidRDefault="00376422" w:rsidP="00E67399">
      <w:pPr>
        <w:pStyle w:val="libNormal"/>
        <w:rPr>
          <w:rtl/>
        </w:rPr>
      </w:pPr>
      <w:r>
        <w:rPr>
          <w:rtl/>
        </w:rPr>
        <w:t>40ہجرى ماہ رمضان مي</w:t>
      </w:r>
      <w:r w:rsidR="00B365A1">
        <w:rPr>
          <w:rtl/>
        </w:rPr>
        <w:t xml:space="preserve">ں </w:t>
      </w:r>
      <w:r>
        <w:rPr>
          <w:rtl/>
        </w:rPr>
        <w:t>عبدالرحمان ابن ملجم كى تلوار امام كے فرق مبارك پر پڑى ،امام تين روز كے بعد شہيد ہو گئے شاميو</w:t>
      </w:r>
      <w:r w:rsidR="00B365A1">
        <w:rPr>
          <w:rtl/>
        </w:rPr>
        <w:t xml:space="preserve">ں </w:t>
      </w:r>
      <w:r>
        <w:rPr>
          <w:rtl/>
        </w:rPr>
        <w:t>كے علاوہ تمام مہاجرين و انصار اور مسلمانون نے امام حسن كى بيعت كر لى ،ليكن اخر كار معاويہ كے سامنے لوگو</w:t>
      </w:r>
      <w:r w:rsidR="00B365A1">
        <w:rPr>
          <w:rtl/>
        </w:rPr>
        <w:t xml:space="preserve">ں </w:t>
      </w:r>
      <w:r>
        <w:rPr>
          <w:rtl/>
        </w:rPr>
        <w:t>نے امام حسن كاساتھ نہي</w:t>
      </w:r>
      <w:r w:rsidR="00B365A1">
        <w:rPr>
          <w:rtl/>
        </w:rPr>
        <w:t xml:space="preserve">ں </w:t>
      </w:r>
      <w:r>
        <w:rPr>
          <w:rtl/>
        </w:rPr>
        <w:t>ديا ،ايسى سستى دكھائي كہ معاويہ كى تمام منحوس ارزوئي</w:t>
      </w:r>
      <w:r w:rsidR="00B365A1">
        <w:rPr>
          <w:rtl/>
        </w:rPr>
        <w:t xml:space="preserve">ں </w:t>
      </w:r>
      <w:r>
        <w:rPr>
          <w:rtl/>
        </w:rPr>
        <w:t>پورى ہو گئي</w:t>
      </w:r>
      <w:r w:rsidR="00B365A1">
        <w:rPr>
          <w:rtl/>
        </w:rPr>
        <w:t xml:space="preserve">ں </w:t>
      </w:r>
      <w:r>
        <w:rPr>
          <w:rtl/>
        </w:rPr>
        <w:t xml:space="preserve">_ </w:t>
      </w:r>
    </w:p>
    <w:p w:rsidR="00376422" w:rsidRDefault="00376422" w:rsidP="00E67399">
      <w:pPr>
        <w:pStyle w:val="libNormal"/>
        <w:rPr>
          <w:rtl/>
        </w:rPr>
      </w:pPr>
      <w:r>
        <w:rPr>
          <w:rtl/>
        </w:rPr>
        <w:t>معاو يہ نے اس سال كا نام عام الجماعت ركھااور وہ تخت خلافت پر براجمان ہو گيا اس طرح وہ انيس سال تين مہينے اور كچھ دن تمام مسلمانو</w:t>
      </w:r>
      <w:r w:rsidR="00B365A1">
        <w:rPr>
          <w:rtl/>
        </w:rPr>
        <w:t xml:space="preserve">ں </w:t>
      </w:r>
      <w:r>
        <w:rPr>
          <w:rtl/>
        </w:rPr>
        <w:t>پر حكمرانى كرتا رہا وہ ماہ رجب 60 ہجرى مي</w:t>
      </w:r>
      <w:r w:rsidR="00B365A1">
        <w:rPr>
          <w:rtl/>
        </w:rPr>
        <w:t xml:space="preserve">ں </w:t>
      </w:r>
      <w:r>
        <w:rPr>
          <w:rtl/>
        </w:rPr>
        <w:t>مر گيا اور دمشق مي</w:t>
      </w:r>
      <w:r w:rsidR="00B365A1">
        <w:rPr>
          <w:rtl/>
        </w:rPr>
        <w:t xml:space="preserve">ں </w:t>
      </w:r>
      <w:r>
        <w:rPr>
          <w:rtl/>
        </w:rPr>
        <w:t xml:space="preserve">دفن كيا گيا_ </w:t>
      </w:r>
    </w:p>
    <w:p w:rsidR="00376422" w:rsidRDefault="00376422" w:rsidP="00E67399">
      <w:pPr>
        <w:pStyle w:val="libNormal"/>
        <w:rPr>
          <w:rtl/>
        </w:rPr>
      </w:pPr>
    </w:p>
    <w:p w:rsidR="00376422" w:rsidRDefault="00376422" w:rsidP="00E67399">
      <w:pPr>
        <w:pStyle w:val="Heading2Center"/>
        <w:rPr>
          <w:rtl/>
        </w:rPr>
      </w:pPr>
      <w:bookmarkStart w:id="4" w:name="_Toc531605632"/>
      <w:r>
        <w:rPr>
          <w:rtl/>
        </w:rPr>
        <w:t>ابو سفيان اور ھند</w:t>
      </w:r>
      <w:bookmarkEnd w:id="4"/>
    </w:p>
    <w:p w:rsidR="00376422" w:rsidRDefault="00376422" w:rsidP="00E67399">
      <w:pPr>
        <w:pStyle w:val="libNormal"/>
        <w:rPr>
          <w:rtl/>
        </w:rPr>
      </w:pPr>
      <w:r>
        <w:rPr>
          <w:rtl/>
        </w:rPr>
        <w:t>معاويہ كا باپ ابو سفيان صخرابن حرب ابن اميہ ابن عبدشمس تھا ،اسكى ما</w:t>
      </w:r>
      <w:r w:rsidR="00B365A1">
        <w:rPr>
          <w:rtl/>
        </w:rPr>
        <w:t xml:space="preserve">ں </w:t>
      </w:r>
      <w:r>
        <w:rPr>
          <w:rtl/>
        </w:rPr>
        <w:t>كا نام ھند تھاجوعتبہ ابن ربيعہ ابن عبد شمس كى بيٹى تھى ،معاويہ كى ما</w:t>
      </w:r>
      <w:r w:rsidR="00B365A1">
        <w:rPr>
          <w:rtl/>
        </w:rPr>
        <w:t xml:space="preserve">ں </w:t>
      </w:r>
      <w:r>
        <w:rPr>
          <w:rtl/>
        </w:rPr>
        <w:t xml:space="preserve">ھند نے پہلے توفاكہ ابن مغيرہ سے شادى كى جو قبيلہ بنى مخزوم سے تھايہ شخص سر زمين غميصاء </w:t>
      </w:r>
      <w:r w:rsidRPr="00DB1D0D">
        <w:rPr>
          <w:rStyle w:val="libFootnotenumChar"/>
          <w:rtl/>
        </w:rPr>
        <w:t>(1)</w:t>
      </w:r>
      <w:r>
        <w:rPr>
          <w:rtl/>
        </w:rPr>
        <w:t xml:space="preserve"> مي</w:t>
      </w:r>
      <w:r w:rsidR="00B365A1">
        <w:rPr>
          <w:rtl/>
        </w:rPr>
        <w:t xml:space="preserve">ں </w:t>
      </w:r>
      <w:r>
        <w:rPr>
          <w:rtl/>
        </w:rPr>
        <w:t xml:space="preserve">مارا گيا _ </w:t>
      </w:r>
    </w:p>
    <w:p w:rsidR="000C34E7" w:rsidRDefault="00376422" w:rsidP="00E67399">
      <w:pPr>
        <w:pStyle w:val="libNormal"/>
        <w:rPr>
          <w:rtl/>
        </w:rPr>
      </w:pPr>
      <w:r>
        <w:rPr>
          <w:rtl/>
        </w:rPr>
        <w:t xml:space="preserve">فاكہ كے مرنے كے بعد ھند نے مغيرہ كے دوسرے فرزند حفص سے شادى كى كچھ دن كے بعد وہ بھى مر گيا ،ھند نے اخرى با ر ابو سفيان سے شادى كى </w:t>
      </w:r>
      <w:r w:rsidRPr="00DB1D0D">
        <w:rPr>
          <w:rStyle w:val="libFootnotenumChar"/>
          <w:rtl/>
        </w:rPr>
        <w:t>(2)</w:t>
      </w:r>
      <w:r>
        <w:rPr>
          <w:rtl/>
        </w:rPr>
        <w:t>، بعض تاريخو</w:t>
      </w:r>
      <w:r w:rsidR="00B365A1">
        <w:rPr>
          <w:rtl/>
        </w:rPr>
        <w:t xml:space="preserve">ں </w:t>
      </w:r>
      <w:r>
        <w:rPr>
          <w:rtl/>
        </w:rPr>
        <w:t>مي</w:t>
      </w:r>
      <w:r w:rsidR="00B365A1">
        <w:rPr>
          <w:rtl/>
        </w:rPr>
        <w:t xml:space="preserve">ں </w:t>
      </w:r>
      <w:r>
        <w:rPr>
          <w:rtl/>
        </w:rPr>
        <w:t xml:space="preserve">اس شادى كو بہت تفصيل سے بيان كيا گيا ہے ،وہ يہ كہ </w:t>
      </w:r>
    </w:p>
    <w:p w:rsidR="000C34E7" w:rsidRDefault="000C34E7" w:rsidP="00E67399">
      <w:pPr>
        <w:pStyle w:val="libLine"/>
        <w:rPr>
          <w:rtl/>
        </w:rPr>
      </w:pPr>
      <w:r>
        <w:rPr>
          <w:rFonts w:hint="cs"/>
          <w:rtl/>
        </w:rPr>
        <w:t>____________________</w:t>
      </w:r>
    </w:p>
    <w:p w:rsidR="00D3021C" w:rsidRDefault="00D3021C" w:rsidP="00E67399">
      <w:pPr>
        <w:pStyle w:val="libFootnote"/>
        <w:rPr>
          <w:rtl/>
        </w:rPr>
      </w:pPr>
      <w:r>
        <w:rPr>
          <w:rtl/>
        </w:rPr>
        <w:t xml:space="preserve">1_ غميصامكہ كے پاس ايك جگہ ہے اس زمانے ميں بنى جذيمہ كا قبيلہ وہاں ساكن تھا يہ قبيلہ اور فاكہ كے علاوہ كچھ دوسرے قريش كے لوگ جاہليت كے زمانہ ميں قتل كئے گئے ، اسلام كے زمانے ميں خالد بن وليد كو وہاں فتح مكہ كے بعد بھيجا گياكہ وہاں قبائل عرب كو اسلام كى دعوت ديں اس قبيلے نے اپنے خون كا معاوضہ طلب كيا رسول اكرم (ص) نے ان كے اس مطالبے پر سخت برھمى كا مظاہرہ كيا اور مقتولوں كا خونبہا بيت المال سے ادا كر ديا </w:t>
      </w:r>
    </w:p>
    <w:p w:rsidR="00D3021C" w:rsidRDefault="00D3021C" w:rsidP="00E67399">
      <w:pPr>
        <w:pStyle w:val="libFootnote"/>
        <w:rPr>
          <w:rtl/>
        </w:rPr>
      </w:pPr>
      <w:r>
        <w:rPr>
          <w:rtl/>
        </w:rPr>
        <w:t xml:space="preserve">2_ المحبر ص 437 ،طبقات ابن سعد ج 8ص235 </w:t>
      </w:r>
    </w:p>
    <w:p w:rsidR="000C34E7" w:rsidRDefault="000C34E7" w:rsidP="00E67399">
      <w:pPr>
        <w:pStyle w:val="libPoemTini"/>
        <w:rPr>
          <w:rtl/>
        </w:rPr>
      </w:pPr>
      <w:r>
        <w:rPr>
          <w:rtl/>
        </w:rPr>
        <w:br w:type="page"/>
      </w:r>
    </w:p>
    <w:p w:rsidR="00376422" w:rsidRDefault="00376422" w:rsidP="00E67399">
      <w:pPr>
        <w:pStyle w:val="libNormal"/>
        <w:rPr>
          <w:rtl/>
        </w:rPr>
      </w:pPr>
      <w:r>
        <w:rPr>
          <w:rtl/>
        </w:rPr>
        <w:lastRenderedPageBreak/>
        <w:t>ھند كا پہلا شوہر فاكہ اپنى زوجہ پر زنا كا الزام لگاتا تھا اس لئے اسكو علاحدہ كر ديا كيونكہ وہ اس بدنامى كو اپنے سر نہي</w:t>
      </w:r>
      <w:r w:rsidR="00B365A1">
        <w:rPr>
          <w:rtl/>
        </w:rPr>
        <w:t xml:space="preserve">ں </w:t>
      </w:r>
      <w:r>
        <w:rPr>
          <w:rtl/>
        </w:rPr>
        <w:t xml:space="preserve">ڈھونا چاہتاتھا </w:t>
      </w:r>
      <w:r w:rsidRPr="00DB1D0D">
        <w:rPr>
          <w:rStyle w:val="libFootnotenumChar"/>
          <w:rtl/>
        </w:rPr>
        <w:t>(3)</w:t>
      </w:r>
      <w:r>
        <w:rPr>
          <w:rtl/>
        </w:rPr>
        <w:t xml:space="preserve">_ </w:t>
      </w:r>
    </w:p>
    <w:p w:rsidR="00376422" w:rsidRDefault="00376422" w:rsidP="00E67399">
      <w:pPr>
        <w:pStyle w:val="libNormal"/>
        <w:rPr>
          <w:rtl/>
        </w:rPr>
      </w:pPr>
      <w:r>
        <w:rPr>
          <w:rtl/>
        </w:rPr>
        <w:t>دوسرے مورخين كا خيال ہے كہ بنيادى طور سے ھند زناكارى كے سلسلے مي</w:t>
      </w:r>
      <w:r w:rsidR="00B365A1">
        <w:rPr>
          <w:rtl/>
        </w:rPr>
        <w:t xml:space="preserve">ں </w:t>
      </w:r>
      <w:r>
        <w:rPr>
          <w:rtl/>
        </w:rPr>
        <w:t>مكہ مي</w:t>
      </w:r>
      <w:r w:rsidR="00B365A1">
        <w:rPr>
          <w:rtl/>
        </w:rPr>
        <w:t xml:space="preserve">ں </w:t>
      </w:r>
      <w:r>
        <w:rPr>
          <w:rtl/>
        </w:rPr>
        <w:t>ہر جگہ شہرت ركھتى تھى ،ھند كى ابو سفيان سے شادى كے واقعات ا س طرح بيان كئے گئے ہي</w:t>
      </w:r>
      <w:r w:rsidR="00B365A1">
        <w:rPr>
          <w:rtl/>
        </w:rPr>
        <w:t xml:space="preserve">ں </w:t>
      </w:r>
      <w:r>
        <w:rPr>
          <w:rtl/>
        </w:rPr>
        <w:t>كہ مسافر بن عمر و،يہ ھند پر برى طرح فريفتہ تھا يہ شخص بنى اميہ كى فرد تھاا س كے ھند سے روابط عام طور سے لو گو</w:t>
      </w:r>
      <w:r w:rsidR="00B365A1">
        <w:rPr>
          <w:rtl/>
        </w:rPr>
        <w:t xml:space="preserve">ں </w:t>
      </w:r>
      <w:r>
        <w:rPr>
          <w:rtl/>
        </w:rPr>
        <w:t>كے زبا</w:t>
      </w:r>
      <w:r w:rsidR="00B365A1">
        <w:rPr>
          <w:rtl/>
        </w:rPr>
        <w:t xml:space="preserve">ں </w:t>
      </w:r>
      <w:r>
        <w:rPr>
          <w:rtl/>
        </w:rPr>
        <w:t>زد تھے ،ھند اس سے حاملہ ہوئي جس وقت ا س كا حمل ظاہر ہونے كے قريب تھا ،مسافر بن عمر و مكہ سے بھا گ كر حيرہ كے بادشاہ نعمان ابن منذركے پاس چلا گيا تاكہ اس سے مدد مل سكے ا س كى غيبت مي</w:t>
      </w:r>
      <w:r w:rsidR="00B365A1">
        <w:rPr>
          <w:rtl/>
        </w:rPr>
        <w:t xml:space="preserve">ں </w:t>
      </w:r>
      <w:r>
        <w:rPr>
          <w:rtl/>
        </w:rPr>
        <w:t xml:space="preserve">ابوسفيان سے ھند نے شادى كر لى </w:t>
      </w:r>
      <w:r w:rsidRPr="00DB1D0D">
        <w:rPr>
          <w:rStyle w:val="libFootnotenumChar"/>
          <w:rtl/>
        </w:rPr>
        <w:t>(4)</w:t>
      </w:r>
      <w:r>
        <w:rPr>
          <w:rtl/>
        </w:rPr>
        <w:t xml:space="preserve"> </w:t>
      </w:r>
    </w:p>
    <w:p w:rsidR="00376422" w:rsidRDefault="00376422" w:rsidP="00E67399">
      <w:pPr>
        <w:pStyle w:val="libNormal"/>
        <w:rPr>
          <w:rtl/>
        </w:rPr>
      </w:pPr>
      <w:r>
        <w:rPr>
          <w:rtl/>
        </w:rPr>
        <w:t>ہشام ابن محمد كلبى مشہور ماہر انساب اپنى كتاب مثالب مي</w:t>
      </w:r>
      <w:r w:rsidR="00B365A1">
        <w:rPr>
          <w:rtl/>
        </w:rPr>
        <w:t xml:space="preserve">ں </w:t>
      </w:r>
      <w:r>
        <w:rPr>
          <w:rtl/>
        </w:rPr>
        <w:t>اور مشہور اديب اصمعى يہ دونو</w:t>
      </w:r>
      <w:r w:rsidR="00B365A1">
        <w:rPr>
          <w:rtl/>
        </w:rPr>
        <w:t xml:space="preserve">ں </w:t>
      </w:r>
      <w:r>
        <w:rPr>
          <w:rtl/>
        </w:rPr>
        <w:t>كہتے ہي</w:t>
      </w:r>
      <w:r w:rsidR="00B365A1">
        <w:rPr>
          <w:rtl/>
        </w:rPr>
        <w:t xml:space="preserve">ں </w:t>
      </w:r>
      <w:r>
        <w:rPr>
          <w:rtl/>
        </w:rPr>
        <w:t>كہ معاويہ جاہليت كے زمانہ مي</w:t>
      </w:r>
      <w:r w:rsidR="00B365A1">
        <w:rPr>
          <w:rtl/>
        </w:rPr>
        <w:t xml:space="preserve">ں </w:t>
      </w:r>
      <w:r>
        <w:rPr>
          <w:rtl/>
        </w:rPr>
        <w:t>چارافراد كى طرف منسوب تھاجن كے نام اس طرح ہي</w:t>
      </w:r>
      <w:r w:rsidR="00B365A1">
        <w:rPr>
          <w:rtl/>
        </w:rPr>
        <w:t xml:space="preserve">ں </w:t>
      </w:r>
    </w:p>
    <w:p w:rsidR="00376422" w:rsidRDefault="00376422" w:rsidP="00E67399">
      <w:pPr>
        <w:pStyle w:val="libNormal"/>
        <w:rPr>
          <w:rtl/>
        </w:rPr>
      </w:pPr>
      <w:r>
        <w:rPr>
          <w:rtl/>
        </w:rPr>
        <w:t xml:space="preserve">1_بنى مخزوم كا عمارہ ابن وليد </w:t>
      </w:r>
    </w:p>
    <w:p w:rsidR="00376422" w:rsidRDefault="00376422" w:rsidP="00E67399">
      <w:pPr>
        <w:pStyle w:val="libNormal"/>
        <w:rPr>
          <w:rtl/>
        </w:rPr>
      </w:pPr>
      <w:r>
        <w:rPr>
          <w:rtl/>
        </w:rPr>
        <w:t xml:space="preserve">2_ بنى اميہ كا مسافر ابن عمر و </w:t>
      </w:r>
    </w:p>
    <w:p w:rsidR="00376422" w:rsidRDefault="00376422" w:rsidP="00E67399">
      <w:pPr>
        <w:pStyle w:val="libNormal"/>
        <w:rPr>
          <w:rtl/>
        </w:rPr>
      </w:pPr>
      <w:r>
        <w:rPr>
          <w:rtl/>
        </w:rPr>
        <w:t xml:space="preserve">3_بنى اميہ كا ابو سفيان </w:t>
      </w:r>
    </w:p>
    <w:p w:rsidR="00376422" w:rsidRDefault="00376422" w:rsidP="00E67399">
      <w:pPr>
        <w:pStyle w:val="libNormal"/>
        <w:rPr>
          <w:rtl/>
        </w:rPr>
      </w:pPr>
      <w:r>
        <w:rPr>
          <w:rtl/>
        </w:rPr>
        <w:t>4_ بنى ہاشم كے عباس ابن عبد المطلب</w:t>
      </w:r>
      <w:r w:rsidRPr="00DB1D0D">
        <w:rPr>
          <w:rStyle w:val="libFootnotenumChar"/>
          <w:rtl/>
        </w:rPr>
        <w:t>(5)</w:t>
      </w:r>
      <w:r>
        <w:rPr>
          <w:rtl/>
        </w:rPr>
        <w:t xml:space="preserve"> </w:t>
      </w:r>
    </w:p>
    <w:p w:rsidR="00376422" w:rsidRDefault="00376422" w:rsidP="00E67399">
      <w:pPr>
        <w:pStyle w:val="libNormal"/>
        <w:rPr>
          <w:rtl/>
        </w:rPr>
      </w:pPr>
      <w:r>
        <w:rPr>
          <w:rtl/>
        </w:rPr>
        <w:t>ان چارو</w:t>
      </w:r>
      <w:r w:rsidR="00B365A1">
        <w:rPr>
          <w:rtl/>
        </w:rPr>
        <w:t xml:space="preserve">ں </w:t>
      </w:r>
      <w:r>
        <w:rPr>
          <w:rtl/>
        </w:rPr>
        <w:t>مي</w:t>
      </w:r>
      <w:r w:rsidR="00B365A1">
        <w:rPr>
          <w:rtl/>
        </w:rPr>
        <w:t xml:space="preserve">ں </w:t>
      </w:r>
      <w:r>
        <w:rPr>
          <w:rtl/>
        </w:rPr>
        <w:t>بہت دوستى تھى اور ان چارو</w:t>
      </w:r>
      <w:r w:rsidR="00B365A1">
        <w:rPr>
          <w:rtl/>
        </w:rPr>
        <w:t xml:space="preserve">ں </w:t>
      </w:r>
      <w:r>
        <w:rPr>
          <w:rtl/>
        </w:rPr>
        <w:t xml:space="preserve">كا ھند سے ناجائز تعلق ہونا مشہور تھا _ </w:t>
      </w:r>
    </w:p>
    <w:p w:rsidR="00376422" w:rsidRDefault="00376422" w:rsidP="00E67399">
      <w:pPr>
        <w:pStyle w:val="libNormal"/>
        <w:rPr>
          <w:rtl/>
        </w:rPr>
      </w:pPr>
      <w:r>
        <w:rPr>
          <w:rtl/>
        </w:rPr>
        <w:t>1_عمارہ بن وليد قريش كا بہت خوبصورت جوان تھا يہ وہى شخص ہے جو عمر و عاص كے ساتھ مسلمانو</w:t>
      </w:r>
      <w:r w:rsidR="00B365A1">
        <w:rPr>
          <w:rtl/>
        </w:rPr>
        <w:t xml:space="preserve">ں </w:t>
      </w:r>
      <w:r>
        <w:rPr>
          <w:rtl/>
        </w:rPr>
        <w:t>كو حبشہ سے واپس لانے كےلئے نجاشى بادشاہ كے پاس گيا تھا اسنے عمر و عاص كى زوجہ سے تعلقات پيدا كر لئے تھے ا س لئے عمر و عاص كو انتقام لينے كى فكر ہوئي عمر و عاص نے كچھ ثبوت فراہم كر كے نجاشى بادشاہ سے اسكى چغلى كى بادشاہ حبشہ بہت برہم ہوااور ا س نے جادو گرو</w:t>
      </w:r>
      <w:r w:rsidR="00B365A1">
        <w:rPr>
          <w:rtl/>
        </w:rPr>
        <w:t xml:space="preserve">ں </w:t>
      </w:r>
      <w:r>
        <w:rPr>
          <w:rtl/>
        </w:rPr>
        <w:t>كو حكم ديا كہ اس كوپا گل بنا دي</w:t>
      </w:r>
      <w:r w:rsidR="00B365A1">
        <w:rPr>
          <w:rtl/>
        </w:rPr>
        <w:t xml:space="preserve">ں </w:t>
      </w:r>
      <w:r>
        <w:rPr>
          <w:rtl/>
        </w:rPr>
        <w:t>اور يہ صحرامي</w:t>
      </w:r>
      <w:r w:rsidR="00B365A1">
        <w:rPr>
          <w:rtl/>
        </w:rPr>
        <w:t xml:space="preserve">ں </w:t>
      </w:r>
      <w:r>
        <w:rPr>
          <w:rtl/>
        </w:rPr>
        <w:t>مارا مارا پھرے اور ا س طرح وہ وہا</w:t>
      </w:r>
      <w:r w:rsidR="00B365A1">
        <w:rPr>
          <w:rtl/>
        </w:rPr>
        <w:t xml:space="preserve">ں </w:t>
      </w:r>
      <w:r>
        <w:rPr>
          <w:rtl/>
        </w:rPr>
        <w:t>درندو</w:t>
      </w:r>
      <w:r w:rsidR="00B365A1">
        <w:rPr>
          <w:rtl/>
        </w:rPr>
        <w:t xml:space="preserve">ں </w:t>
      </w:r>
      <w:r>
        <w:rPr>
          <w:rtl/>
        </w:rPr>
        <w:t xml:space="preserve">كا شكار ہو جائے </w:t>
      </w:r>
      <w:r w:rsidRPr="00DB1D0D">
        <w:rPr>
          <w:rStyle w:val="libFootnotenumChar"/>
          <w:rtl/>
        </w:rPr>
        <w:t>(6)</w:t>
      </w:r>
      <w:r>
        <w:rPr>
          <w:rtl/>
        </w:rPr>
        <w:t xml:space="preserve"> </w:t>
      </w:r>
    </w:p>
    <w:p w:rsidR="00FF45BE" w:rsidRDefault="00FF45BE" w:rsidP="00E67399">
      <w:pPr>
        <w:pStyle w:val="libLine"/>
        <w:rPr>
          <w:rtl/>
        </w:rPr>
      </w:pPr>
      <w:r>
        <w:rPr>
          <w:rFonts w:hint="cs"/>
          <w:rtl/>
        </w:rPr>
        <w:t>____________________</w:t>
      </w:r>
    </w:p>
    <w:p w:rsidR="00D3021C" w:rsidRDefault="00D3021C" w:rsidP="00E67399">
      <w:pPr>
        <w:pStyle w:val="libFootnote"/>
        <w:rPr>
          <w:rtl/>
        </w:rPr>
      </w:pPr>
      <w:r>
        <w:rPr>
          <w:rtl/>
        </w:rPr>
        <w:t xml:space="preserve">3_ العقد الفريد ج6ص87 ،الاغانى ج 9ص53 </w:t>
      </w:r>
    </w:p>
    <w:p w:rsidR="00D3021C" w:rsidRDefault="00D3021C" w:rsidP="00E67399">
      <w:pPr>
        <w:pStyle w:val="libFootnote"/>
        <w:rPr>
          <w:rtl/>
        </w:rPr>
      </w:pPr>
      <w:r>
        <w:rPr>
          <w:rtl/>
        </w:rPr>
        <w:t xml:space="preserve">4_ الا غانى ج 9 ص 53_ 50 </w:t>
      </w:r>
    </w:p>
    <w:p w:rsidR="00D3021C" w:rsidRDefault="00D3021C" w:rsidP="00E67399">
      <w:pPr>
        <w:pStyle w:val="libFootnote"/>
        <w:rPr>
          <w:rtl/>
        </w:rPr>
      </w:pPr>
      <w:r>
        <w:rPr>
          <w:rtl/>
        </w:rPr>
        <w:t xml:space="preserve">5_ تذكرة الخواص سبط ابن جوزى ص 116 </w:t>
      </w:r>
    </w:p>
    <w:p w:rsidR="00D3021C" w:rsidRDefault="00D3021C" w:rsidP="00E67399">
      <w:pPr>
        <w:pStyle w:val="libFootnote"/>
        <w:rPr>
          <w:rtl/>
        </w:rPr>
      </w:pPr>
      <w:r>
        <w:rPr>
          <w:rtl/>
        </w:rPr>
        <w:t xml:space="preserve">6_ الاغانى ج 9 ص 58_ 55 </w:t>
      </w:r>
    </w:p>
    <w:p w:rsidR="00FF45BE" w:rsidRDefault="00FF45BE" w:rsidP="00E67399">
      <w:pPr>
        <w:pStyle w:val="libPoemTini"/>
        <w:rPr>
          <w:rtl/>
        </w:rPr>
      </w:pPr>
      <w:r>
        <w:rPr>
          <w:rtl/>
        </w:rPr>
        <w:br w:type="page"/>
      </w:r>
    </w:p>
    <w:p w:rsidR="00376422" w:rsidRDefault="00376422" w:rsidP="00E67399">
      <w:pPr>
        <w:pStyle w:val="libNormal"/>
        <w:rPr>
          <w:rtl/>
        </w:rPr>
      </w:pPr>
      <w:r>
        <w:rPr>
          <w:rtl/>
        </w:rPr>
        <w:lastRenderedPageBreak/>
        <w:t>2_ مسافر ابن عمر و مشہور ماہرا نساب كلبى ا س كے بارے مي</w:t>
      </w:r>
      <w:r w:rsidR="00B365A1">
        <w:rPr>
          <w:rtl/>
        </w:rPr>
        <w:t xml:space="preserve">ں </w:t>
      </w:r>
      <w:r>
        <w:rPr>
          <w:rtl/>
        </w:rPr>
        <w:t>لكھتا ہے كہ جاہليت كے زمانے مي</w:t>
      </w:r>
      <w:r w:rsidR="00B365A1">
        <w:rPr>
          <w:rtl/>
        </w:rPr>
        <w:t xml:space="preserve">ں </w:t>
      </w:r>
      <w:r>
        <w:rPr>
          <w:rtl/>
        </w:rPr>
        <w:t>سبھى كا يہ خيال تھا كہ معاويہ اسى كا فرزند ہے كيونكہ ان چارو</w:t>
      </w:r>
      <w:r w:rsidR="00B365A1">
        <w:rPr>
          <w:rtl/>
        </w:rPr>
        <w:t xml:space="preserve">ں </w:t>
      </w:r>
      <w:r>
        <w:rPr>
          <w:rtl/>
        </w:rPr>
        <w:t xml:space="preserve">اشناو </w:t>
      </w:r>
      <w:r w:rsidR="00B365A1">
        <w:rPr>
          <w:rtl/>
        </w:rPr>
        <w:t xml:space="preserve">ں </w:t>
      </w:r>
      <w:r>
        <w:rPr>
          <w:rtl/>
        </w:rPr>
        <w:t>مي</w:t>
      </w:r>
      <w:r w:rsidR="00B365A1">
        <w:rPr>
          <w:rtl/>
        </w:rPr>
        <w:t xml:space="preserve">ں </w:t>
      </w:r>
      <w:r>
        <w:rPr>
          <w:rtl/>
        </w:rPr>
        <w:t>سب سے زيادہ اسى كو تعلق تھا ،جب ھند حاملہ ہوئي تو مسافر بدنامى كے خوف سے حيرہ كے بادشاہ كے پاس بھاگ گيا اور وہي</w:t>
      </w:r>
      <w:r w:rsidR="00B365A1">
        <w:rPr>
          <w:rtl/>
        </w:rPr>
        <w:t xml:space="preserve">ں </w:t>
      </w:r>
      <w:r>
        <w:rPr>
          <w:rtl/>
        </w:rPr>
        <w:t>رہنے لگا كچھ دن كے بعد ابو سفيان حيرہ گيا تو وہا</w:t>
      </w:r>
      <w:r w:rsidR="00B365A1">
        <w:rPr>
          <w:rtl/>
        </w:rPr>
        <w:t xml:space="preserve">ں </w:t>
      </w:r>
      <w:r>
        <w:rPr>
          <w:rtl/>
        </w:rPr>
        <w:t>اسكے ديرينہ دوست مسافر سے ملاقات ہوئي اس زمانہ مي</w:t>
      </w:r>
      <w:r w:rsidR="00B365A1">
        <w:rPr>
          <w:rtl/>
        </w:rPr>
        <w:t xml:space="preserve">ں </w:t>
      </w:r>
      <w:r>
        <w:rPr>
          <w:rtl/>
        </w:rPr>
        <w:t>مسافر اپنى معشوقہ كے ہجر مي</w:t>
      </w:r>
      <w:r w:rsidR="00B365A1">
        <w:rPr>
          <w:rtl/>
        </w:rPr>
        <w:t xml:space="preserve">ں </w:t>
      </w:r>
      <w:r>
        <w:rPr>
          <w:rtl/>
        </w:rPr>
        <w:t>سخت بيمار تھاابو سفيان نے گفتگو كے درميان مكہ والو</w:t>
      </w:r>
      <w:r w:rsidR="00B365A1">
        <w:rPr>
          <w:rtl/>
        </w:rPr>
        <w:t xml:space="preserve">ں </w:t>
      </w:r>
      <w:r>
        <w:rPr>
          <w:rtl/>
        </w:rPr>
        <w:t>كے حا لات بيان كئے اور اخر مي</w:t>
      </w:r>
      <w:r w:rsidR="00B365A1">
        <w:rPr>
          <w:rtl/>
        </w:rPr>
        <w:t xml:space="preserve">ں </w:t>
      </w:r>
      <w:r>
        <w:rPr>
          <w:rtl/>
        </w:rPr>
        <w:t>كہا كہ مي</w:t>
      </w:r>
      <w:r w:rsidR="00B365A1">
        <w:rPr>
          <w:rtl/>
        </w:rPr>
        <w:t xml:space="preserve">ں </w:t>
      </w:r>
      <w:r>
        <w:rPr>
          <w:rtl/>
        </w:rPr>
        <w:t>نے تمہارے وہا</w:t>
      </w:r>
      <w:r w:rsidR="00B365A1">
        <w:rPr>
          <w:rtl/>
        </w:rPr>
        <w:t xml:space="preserve">ں </w:t>
      </w:r>
      <w:r>
        <w:rPr>
          <w:rtl/>
        </w:rPr>
        <w:t>سے فرار كرنے كے بعد ھند سے شادى كر لى ہے _ ابو سفيان كى اس گفتگو نے مسافر كے سينے پر ايك تير سا لگايا ا س كے بعد وہ بہت زيادہ بيمار ہو گيا ہر روز ضعف و نقاہت بڑھتا گيا يہا</w:t>
      </w:r>
      <w:r w:rsidR="00B365A1">
        <w:rPr>
          <w:rtl/>
        </w:rPr>
        <w:t xml:space="preserve">ں </w:t>
      </w:r>
      <w:r>
        <w:rPr>
          <w:rtl/>
        </w:rPr>
        <w:t xml:space="preserve">تك كہ لاعلاج ہو گيا اور اسكى زندگى كا خاتمہ ہو گيا </w:t>
      </w:r>
      <w:r w:rsidRPr="00DB1D0D">
        <w:rPr>
          <w:rStyle w:val="libFootnotenumChar"/>
          <w:rtl/>
        </w:rPr>
        <w:t>(7)</w:t>
      </w:r>
      <w:r>
        <w:rPr>
          <w:rtl/>
        </w:rPr>
        <w:t>بعض مورخين كا خيا ل ہے كہ مسافر جاہليت كے زمانے مي</w:t>
      </w:r>
      <w:r w:rsidR="00B365A1">
        <w:rPr>
          <w:rtl/>
        </w:rPr>
        <w:t xml:space="preserve">ں </w:t>
      </w:r>
      <w:r>
        <w:rPr>
          <w:rtl/>
        </w:rPr>
        <w:t>اسكا عاشق زار سمجھا جاتا تھا _</w:t>
      </w:r>
      <w:r w:rsidRPr="00DB1D0D">
        <w:rPr>
          <w:rStyle w:val="libFootnotenumChar"/>
          <w:rtl/>
        </w:rPr>
        <w:t>(8)</w:t>
      </w:r>
      <w:r>
        <w:rPr>
          <w:rtl/>
        </w:rPr>
        <w:t xml:space="preserve"> </w:t>
      </w:r>
    </w:p>
    <w:p w:rsidR="00376422" w:rsidRDefault="00376422" w:rsidP="00E67399">
      <w:pPr>
        <w:pStyle w:val="libNormal"/>
        <w:rPr>
          <w:rtl/>
        </w:rPr>
      </w:pPr>
      <w:r>
        <w:rPr>
          <w:rtl/>
        </w:rPr>
        <w:t>مشہور دانشور اور مفسّرزمخشرى اپنى كتاب ربيع الابرارمي</w:t>
      </w:r>
      <w:r w:rsidR="00B365A1">
        <w:rPr>
          <w:rtl/>
        </w:rPr>
        <w:t xml:space="preserve">ں </w:t>
      </w:r>
      <w:r>
        <w:rPr>
          <w:rtl/>
        </w:rPr>
        <w:t>ان چارو</w:t>
      </w:r>
      <w:r w:rsidR="00B365A1">
        <w:rPr>
          <w:rtl/>
        </w:rPr>
        <w:t xml:space="preserve">ں </w:t>
      </w:r>
      <w:r>
        <w:rPr>
          <w:rtl/>
        </w:rPr>
        <w:t>افراد كے بارے مي</w:t>
      </w:r>
      <w:r w:rsidR="00B365A1">
        <w:rPr>
          <w:rtl/>
        </w:rPr>
        <w:t xml:space="preserve">ں </w:t>
      </w:r>
      <w:r>
        <w:rPr>
          <w:rtl/>
        </w:rPr>
        <w:t>جن سے معاويہ منسوب تھا يو</w:t>
      </w:r>
      <w:r w:rsidR="00B365A1">
        <w:rPr>
          <w:rtl/>
        </w:rPr>
        <w:t xml:space="preserve">ں </w:t>
      </w:r>
      <w:r>
        <w:rPr>
          <w:rtl/>
        </w:rPr>
        <w:t>لكھتے ہي</w:t>
      </w:r>
      <w:r w:rsidR="00B365A1">
        <w:rPr>
          <w:rtl/>
        </w:rPr>
        <w:t xml:space="preserve">ں </w:t>
      </w:r>
      <w:r>
        <w:rPr>
          <w:rtl/>
        </w:rPr>
        <w:t>كہ مسافر ابن عمر وعمارہ ابن وليد عباس ابن عبدالمطلب اور اخر مي</w:t>
      </w:r>
      <w:r w:rsidR="00B365A1">
        <w:rPr>
          <w:rtl/>
        </w:rPr>
        <w:t xml:space="preserve">ں </w:t>
      </w:r>
      <w:r>
        <w:rPr>
          <w:rtl/>
        </w:rPr>
        <w:t>عمارہ كا ازاد كردہ غلام صباح كى طرف منسوب ہے _</w:t>
      </w:r>
      <w:r w:rsidRPr="00DB1D0D">
        <w:rPr>
          <w:rStyle w:val="libFootnotenumChar"/>
          <w:rtl/>
        </w:rPr>
        <w:t>(9)</w:t>
      </w:r>
      <w:r>
        <w:rPr>
          <w:rtl/>
        </w:rPr>
        <w:t xml:space="preserve"> </w:t>
      </w:r>
    </w:p>
    <w:p w:rsidR="00D3021C" w:rsidRDefault="00376422" w:rsidP="00E67399">
      <w:pPr>
        <w:pStyle w:val="libNormal"/>
        <w:rPr>
          <w:rtl/>
        </w:rPr>
      </w:pPr>
      <w:r>
        <w:rPr>
          <w:rtl/>
        </w:rPr>
        <w:t>زمخشرى كا بيان ہے كہ: ابو سفيان پستہ قد اور بد شكل تھا صباح ابو سفيان كا ملازم تھاجو شاداب جوانى ركھتا تھا ،ھند نے ا س جوان كو خريدارى كى نيت سے ديكھا نتيجہ مي</w:t>
      </w:r>
      <w:r w:rsidR="00B365A1">
        <w:rPr>
          <w:rtl/>
        </w:rPr>
        <w:t xml:space="preserve">ں </w:t>
      </w:r>
      <w:r>
        <w:rPr>
          <w:rtl/>
        </w:rPr>
        <w:t xml:space="preserve">وہ اپنے كو سنبھال نہ سكى اور اپنى طرف دعوت دى اس طرح دونو </w:t>
      </w:r>
      <w:r w:rsidR="00B365A1">
        <w:rPr>
          <w:rtl/>
        </w:rPr>
        <w:t xml:space="preserve">ں </w:t>
      </w:r>
      <w:r>
        <w:rPr>
          <w:rtl/>
        </w:rPr>
        <w:t>مي</w:t>
      </w:r>
      <w:r w:rsidR="00B365A1">
        <w:rPr>
          <w:rtl/>
        </w:rPr>
        <w:t xml:space="preserve">ں </w:t>
      </w:r>
      <w:r>
        <w:rPr>
          <w:rtl/>
        </w:rPr>
        <w:t>پوشيدہ طريقہ سے تعلقات قائم ہوگئے ،اور يہ ناجائز تعلق اتنى شہرت پا گئے كہ بعض مورخين كا خيال ہے كہ معاويہ كے علاوہ ابو سفيان كا دوسرا بيٹا عتبہ بھى اسى صباح سے ہے ،بعض مورخين يہ بھى كہتے ہي</w:t>
      </w:r>
      <w:r w:rsidR="00B365A1">
        <w:rPr>
          <w:rtl/>
        </w:rPr>
        <w:t xml:space="preserve">ں </w:t>
      </w:r>
      <w:r>
        <w:rPr>
          <w:rtl/>
        </w:rPr>
        <w:t>كہ ھند اپنے گھر مي</w:t>
      </w:r>
      <w:r w:rsidR="00B365A1">
        <w:rPr>
          <w:rtl/>
        </w:rPr>
        <w:t xml:space="preserve">ں </w:t>
      </w:r>
      <w:r>
        <w:rPr>
          <w:rtl/>
        </w:rPr>
        <w:t>اس بچّے كى پيدائشے سے خوش نہي</w:t>
      </w:r>
      <w:r w:rsidR="00B365A1">
        <w:rPr>
          <w:rtl/>
        </w:rPr>
        <w:t xml:space="preserve">ں </w:t>
      </w:r>
      <w:r>
        <w:rPr>
          <w:rtl/>
        </w:rPr>
        <w:t>تھى ، اسلئے صحرا مي</w:t>
      </w:r>
      <w:r w:rsidR="00B365A1">
        <w:rPr>
          <w:rtl/>
        </w:rPr>
        <w:t xml:space="preserve">ں </w:t>
      </w:r>
      <w:r>
        <w:rPr>
          <w:rtl/>
        </w:rPr>
        <w:t>بھاگ گئي اور اسنے عتبہ كو وہي</w:t>
      </w:r>
      <w:r w:rsidR="00B365A1">
        <w:rPr>
          <w:rtl/>
        </w:rPr>
        <w:t xml:space="preserve">ں </w:t>
      </w:r>
      <w:r>
        <w:rPr>
          <w:rtl/>
        </w:rPr>
        <w:t>اكيلے جنم ديا _ عظيم شاعر اسلام حسان ابن ثابت نے فتح مكہ سے پہلے مسلمانو</w:t>
      </w:r>
      <w:r w:rsidR="00B365A1">
        <w:rPr>
          <w:rtl/>
        </w:rPr>
        <w:t xml:space="preserve">ں </w:t>
      </w:r>
      <w:r>
        <w:rPr>
          <w:rtl/>
        </w:rPr>
        <w:t>اور مشركو</w:t>
      </w:r>
      <w:r w:rsidR="00B365A1">
        <w:rPr>
          <w:rtl/>
        </w:rPr>
        <w:t xml:space="preserve">ں </w:t>
      </w:r>
      <w:r>
        <w:rPr>
          <w:rtl/>
        </w:rPr>
        <w:t>كے درميان جب شعرى نوك جھوك ہو رہى تھى تو اس حادثہ كو اپنے دو شعرو</w:t>
      </w:r>
      <w:r w:rsidR="00B365A1">
        <w:rPr>
          <w:rtl/>
        </w:rPr>
        <w:t xml:space="preserve">ں </w:t>
      </w:r>
      <w:r>
        <w:rPr>
          <w:rtl/>
        </w:rPr>
        <w:t>مي</w:t>
      </w:r>
      <w:r w:rsidR="00B365A1">
        <w:rPr>
          <w:rtl/>
        </w:rPr>
        <w:t xml:space="preserve">ں </w:t>
      </w:r>
      <w:r>
        <w:rPr>
          <w:rtl/>
        </w:rPr>
        <w:t xml:space="preserve">ھند كى اس فحش حركت كا ذكر كيا ہے _ </w:t>
      </w:r>
    </w:p>
    <w:p w:rsidR="00D3021C" w:rsidRDefault="00D3021C" w:rsidP="00E67399">
      <w:pPr>
        <w:pStyle w:val="libNormal"/>
        <w:rPr>
          <w:rtl/>
        </w:rPr>
      </w:pPr>
      <w:r>
        <w:rPr>
          <w:rtl/>
        </w:rPr>
        <w:t xml:space="preserve">اخر يہ بچہ كس كا ہے جو بطحا كے ريگزاروں ميں پھينك ديا ہے ،وہ بچہ جو خاك پر پڑ ا ہوا ہے جھولے سے بہت دور ہے اسكو ايك خوب صورت جوان عو رت نے جنم ديا ہے جو بنى اميہ كے خاندان سے ہے ،ھشام ابن محمد كلبى نے اپنى كتاب مثالب ميں يوں لكھا ہے _ ھندہ ان عورتوں ميں تھى جو سياہ فام مردوں پر بہت فريفتہ تھى جب بھى اسكى كو كھ سے كوئي سياہ فام بچہ پيدا ہوتاتھاوہ اسكو قتل كر ڈالتى تھى ......... پھر وہ اگے كہتے ہيں _ </w:t>
      </w:r>
    </w:p>
    <w:p w:rsidR="00FF45BE" w:rsidRDefault="00FF45BE" w:rsidP="00E67399">
      <w:pPr>
        <w:pStyle w:val="libLine"/>
        <w:rPr>
          <w:rtl/>
        </w:rPr>
      </w:pPr>
      <w:r>
        <w:rPr>
          <w:rFonts w:hint="cs"/>
          <w:rtl/>
        </w:rPr>
        <w:t>____________________</w:t>
      </w:r>
    </w:p>
    <w:p w:rsidR="00D3021C" w:rsidRDefault="00D3021C" w:rsidP="00E67399">
      <w:pPr>
        <w:pStyle w:val="libFootnote"/>
        <w:rPr>
          <w:rtl/>
        </w:rPr>
      </w:pPr>
      <w:r>
        <w:rPr>
          <w:rtl/>
        </w:rPr>
        <w:t xml:space="preserve">7_ تذكرة الخواص ص 116 </w:t>
      </w:r>
    </w:p>
    <w:p w:rsidR="00D3021C" w:rsidRDefault="00D3021C" w:rsidP="00E67399">
      <w:pPr>
        <w:pStyle w:val="libFootnote"/>
        <w:rPr>
          <w:rtl/>
        </w:rPr>
      </w:pPr>
      <w:r>
        <w:rPr>
          <w:rtl/>
        </w:rPr>
        <w:t xml:space="preserve">8_ الاغانى ج9 ص 53 </w:t>
      </w:r>
    </w:p>
    <w:p w:rsidR="00D3021C" w:rsidRDefault="00D3021C" w:rsidP="00E67399">
      <w:pPr>
        <w:pStyle w:val="libFootnote"/>
        <w:rPr>
          <w:rtl/>
        </w:rPr>
      </w:pPr>
      <w:r>
        <w:rPr>
          <w:rtl/>
        </w:rPr>
        <w:t xml:space="preserve">9_ شرح نہج البلاغہ ج1 ص 336 </w:t>
      </w:r>
    </w:p>
    <w:p w:rsidR="00FF45BE" w:rsidRDefault="00FF45BE" w:rsidP="00E67399">
      <w:pPr>
        <w:pStyle w:val="libPoemTini"/>
        <w:rPr>
          <w:rtl/>
        </w:rPr>
      </w:pPr>
      <w:r>
        <w:rPr>
          <w:rtl/>
        </w:rPr>
        <w:br w:type="page"/>
      </w:r>
    </w:p>
    <w:p w:rsidR="00376422" w:rsidRDefault="00376422" w:rsidP="00E67399">
      <w:pPr>
        <w:pStyle w:val="libNormal"/>
        <w:rPr>
          <w:rtl/>
        </w:rPr>
      </w:pPr>
      <w:r>
        <w:rPr>
          <w:rtl/>
        </w:rPr>
        <w:lastRenderedPageBreak/>
        <w:t>ايك دن يزيد ابن معاويہ اور اسحاق ابن طابہ كے در ميان معاويہ كے سامنے نوك جھوك ہو گئي اس نے كنايةً كہا كہ يہ تمہارے حق مي</w:t>
      </w:r>
      <w:r w:rsidR="00B365A1">
        <w:rPr>
          <w:rtl/>
        </w:rPr>
        <w:t xml:space="preserve">ں </w:t>
      </w:r>
      <w:r>
        <w:rPr>
          <w:rtl/>
        </w:rPr>
        <w:t>مفيد ہے كہ حرب كے تمام بيٹے بہشت مي</w:t>
      </w:r>
      <w:r w:rsidR="00B365A1">
        <w:rPr>
          <w:rtl/>
        </w:rPr>
        <w:t xml:space="preserve">ں </w:t>
      </w:r>
      <w:r>
        <w:rPr>
          <w:rtl/>
        </w:rPr>
        <w:t>داخل ہو جائي</w:t>
      </w:r>
      <w:r w:rsidR="00B365A1">
        <w:rPr>
          <w:rtl/>
        </w:rPr>
        <w:t xml:space="preserve">ں </w:t>
      </w:r>
      <w:r>
        <w:rPr>
          <w:rtl/>
        </w:rPr>
        <w:t>يعنى حقيقت مي</w:t>
      </w:r>
      <w:r w:rsidR="00B365A1">
        <w:rPr>
          <w:rtl/>
        </w:rPr>
        <w:t xml:space="preserve">ں </w:t>
      </w:r>
      <w:r>
        <w:rPr>
          <w:rtl/>
        </w:rPr>
        <w:t>تم اس خاندان كے ناجائز فرزند ہو اور اپنے باپ سے نہي</w:t>
      </w:r>
      <w:r w:rsidR="00B365A1">
        <w:rPr>
          <w:rtl/>
        </w:rPr>
        <w:t xml:space="preserve">ں </w:t>
      </w:r>
      <w:r>
        <w:rPr>
          <w:rtl/>
        </w:rPr>
        <w:t>ہو اسكا اشارہ تھاكہ اسحاق كى ما</w:t>
      </w:r>
      <w:r w:rsidR="00B365A1">
        <w:rPr>
          <w:rtl/>
        </w:rPr>
        <w:t xml:space="preserve">ں </w:t>
      </w:r>
      <w:r>
        <w:rPr>
          <w:rtl/>
        </w:rPr>
        <w:t>بنى اميہ كے افراد سے ناجائز تعلقات ركھتى تھي_ اسحاق نے بھى كنايةً جواب ديا اے يزيد يہ تمھارے حق مي</w:t>
      </w:r>
      <w:r w:rsidR="00B365A1">
        <w:rPr>
          <w:rtl/>
        </w:rPr>
        <w:t xml:space="preserve">ں </w:t>
      </w:r>
      <w:r>
        <w:rPr>
          <w:rtl/>
        </w:rPr>
        <w:t>مفيد ہوگا كہ بنى عباس كے تمام افراد بہشت مي</w:t>
      </w:r>
      <w:r w:rsidR="00B365A1">
        <w:rPr>
          <w:rtl/>
        </w:rPr>
        <w:t xml:space="preserve">ں </w:t>
      </w:r>
      <w:r>
        <w:rPr>
          <w:rtl/>
        </w:rPr>
        <w:t>جائي</w:t>
      </w:r>
      <w:r w:rsidR="00B365A1">
        <w:rPr>
          <w:rtl/>
        </w:rPr>
        <w:t xml:space="preserve">ں </w:t>
      </w:r>
      <w:r>
        <w:rPr>
          <w:rtl/>
        </w:rPr>
        <w:t>يزيد نے اسحاق كى طنزيہ گفتگو كو نہي</w:t>
      </w:r>
      <w:r w:rsidR="00B365A1">
        <w:rPr>
          <w:rtl/>
        </w:rPr>
        <w:t xml:space="preserve">ں </w:t>
      </w:r>
      <w:r>
        <w:rPr>
          <w:rtl/>
        </w:rPr>
        <w:t>سمجھا ليكن اسكے باپ معاويہ نے مطلب سمجھ ليا اسلئے جب اسحاق مجلس سے اٹھكر چلا گياتو معاويہ نے يزيد سے كہا كيو</w:t>
      </w:r>
      <w:r w:rsidR="00B365A1">
        <w:rPr>
          <w:rtl/>
        </w:rPr>
        <w:t xml:space="preserve">ں </w:t>
      </w:r>
      <w:r>
        <w:rPr>
          <w:rtl/>
        </w:rPr>
        <w:t>دوسرو</w:t>
      </w:r>
      <w:r w:rsidR="00B365A1">
        <w:rPr>
          <w:rtl/>
        </w:rPr>
        <w:t xml:space="preserve">ں </w:t>
      </w:r>
      <w:r>
        <w:rPr>
          <w:rtl/>
        </w:rPr>
        <w:t>پر دشنام كى زبان كھولتے ہوحالانكہ تم دوسرو</w:t>
      </w:r>
      <w:r w:rsidR="00B365A1">
        <w:rPr>
          <w:rtl/>
        </w:rPr>
        <w:t xml:space="preserve">ں </w:t>
      </w:r>
      <w:r>
        <w:rPr>
          <w:rtl/>
        </w:rPr>
        <w:t>كى باتو</w:t>
      </w:r>
      <w:r w:rsidR="00B365A1">
        <w:rPr>
          <w:rtl/>
        </w:rPr>
        <w:t xml:space="preserve">ں </w:t>
      </w:r>
      <w:r>
        <w:rPr>
          <w:rtl/>
        </w:rPr>
        <w:t>كو سمجھتے نہي</w:t>
      </w:r>
      <w:r w:rsidR="00B365A1">
        <w:rPr>
          <w:rtl/>
        </w:rPr>
        <w:t xml:space="preserve">ں </w:t>
      </w:r>
      <w:r>
        <w:rPr>
          <w:rtl/>
        </w:rPr>
        <w:t>ہو كہ وہ كيا كہہ رہے ہي</w:t>
      </w:r>
      <w:r w:rsidR="00B365A1">
        <w:rPr>
          <w:rtl/>
        </w:rPr>
        <w:t xml:space="preserve">ں </w:t>
      </w:r>
      <w:r>
        <w:rPr>
          <w:rtl/>
        </w:rPr>
        <w:t>،يزيد نے كہا ميرا مقصد تھا كہ اسحاق كے عيوب كو ظاہر كيا جا ئے ،معاويہ نے جوا ب ديا كہ اسنے بھى تم پر اسى لحاظ سے چوٹ كى تھى ،يزيد نے پوچھا وہ كيسے ................. معاويہ نے جواب ديا ،كيا تم نہي</w:t>
      </w:r>
      <w:r w:rsidR="00B365A1">
        <w:rPr>
          <w:rtl/>
        </w:rPr>
        <w:t xml:space="preserve">ں </w:t>
      </w:r>
      <w:r>
        <w:rPr>
          <w:rtl/>
        </w:rPr>
        <w:t>جانتے كہ قريش كے اكثر افراد جاہليت كے زمانہ مي</w:t>
      </w:r>
      <w:r w:rsidR="00B365A1">
        <w:rPr>
          <w:rtl/>
        </w:rPr>
        <w:t xml:space="preserve">ں </w:t>
      </w:r>
      <w:r>
        <w:rPr>
          <w:rtl/>
        </w:rPr>
        <w:t>مجھے ابو سفيان كا نہي</w:t>
      </w:r>
      <w:r w:rsidR="00B365A1">
        <w:rPr>
          <w:rtl/>
        </w:rPr>
        <w:t xml:space="preserve">ں </w:t>
      </w:r>
      <w:r>
        <w:rPr>
          <w:rtl/>
        </w:rPr>
        <w:t>عباس كا بيٹا جانتے تھے ،اس وقت يزيد كے سمجھ مي</w:t>
      </w:r>
      <w:r w:rsidR="00B365A1">
        <w:rPr>
          <w:rtl/>
        </w:rPr>
        <w:t>ں</w:t>
      </w:r>
      <w:r w:rsidR="00831D2C">
        <w:rPr>
          <w:rtl/>
        </w:rPr>
        <w:t xml:space="preserve"> آيا </w:t>
      </w:r>
      <w:r>
        <w:rPr>
          <w:rtl/>
        </w:rPr>
        <w:t xml:space="preserve"> كہ مجھكو كتنا برا بھلا كہا گيا ہے _ </w:t>
      </w:r>
    </w:p>
    <w:p w:rsidR="00376422" w:rsidRDefault="00376422" w:rsidP="00E67399">
      <w:pPr>
        <w:pStyle w:val="libNormal"/>
        <w:rPr>
          <w:rtl/>
        </w:rPr>
      </w:pPr>
      <w:r>
        <w:rPr>
          <w:rtl/>
        </w:rPr>
        <w:t>جى ہا</w:t>
      </w:r>
      <w:r w:rsidR="00B365A1">
        <w:rPr>
          <w:rtl/>
        </w:rPr>
        <w:t xml:space="preserve">ں </w:t>
      </w:r>
      <w:r>
        <w:rPr>
          <w:rtl/>
        </w:rPr>
        <w:t>_ھند كى اوارگى اتنى قطعى اور مسلّم تھى كہ پيغمبر اسلام (ص) نے فتح مكہ كے دن اس بات كى طرف اشارہ كيا تھا جس وقت ھند بيعت كے لئے انحضرت(ص) كے سامنے حاضر ہوئي پيغمبر اسلام(ص) نے ھند كے پچھلے خونخوار كرتوتو</w:t>
      </w:r>
      <w:r w:rsidR="00B365A1">
        <w:rPr>
          <w:rtl/>
        </w:rPr>
        <w:t xml:space="preserve">ں </w:t>
      </w:r>
      <w:r>
        <w:rPr>
          <w:rtl/>
        </w:rPr>
        <w:t>كى وجہ سے اسكے قتل كا اعلان كر ديا تھا ليكن اسے بخش ديا اور اسكى بيعت قبول كر لى ،اپ نے اسكے تمام كالے كر توتو</w:t>
      </w:r>
      <w:r w:rsidR="00B365A1">
        <w:rPr>
          <w:rtl/>
        </w:rPr>
        <w:t xml:space="preserve">ں </w:t>
      </w:r>
      <w:r>
        <w:rPr>
          <w:rtl/>
        </w:rPr>
        <w:t>كو نظر انداز فرمايا،</w:t>
      </w:r>
      <w:r w:rsidRPr="00C00E6D">
        <w:rPr>
          <w:rStyle w:val="libFootnotenumChar"/>
          <w:rtl/>
        </w:rPr>
        <w:t>(10)</w:t>
      </w:r>
      <w:r>
        <w:rPr>
          <w:rtl/>
        </w:rPr>
        <w:t xml:space="preserve"> </w:t>
      </w:r>
    </w:p>
    <w:p w:rsidR="00376422" w:rsidRDefault="00376422" w:rsidP="00E67399">
      <w:pPr>
        <w:pStyle w:val="libNormal"/>
        <w:rPr>
          <w:rtl/>
        </w:rPr>
      </w:pPr>
      <w:r>
        <w:rPr>
          <w:rtl/>
        </w:rPr>
        <w:t>اسنے انحضرت (ص) كى خدمت مي</w:t>
      </w:r>
      <w:r w:rsidR="00B365A1">
        <w:rPr>
          <w:rtl/>
        </w:rPr>
        <w:t xml:space="preserve">ں </w:t>
      </w:r>
      <w:r>
        <w:rPr>
          <w:rtl/>
        </w:rPr>
        <w:t>عرض كيا كہ مي</w:t>
      </w:r>
      <w:r w:rsidR="00B365A1">
        <w:rPr>
          <w:rtl/>
        </w:rPr>
        <w:t xml:space="preserve">ں </w:t>
      </w:r>
      <w:r>
        <w:rPr>
          <w:rtl/>
        </w:rPr>
        <w:t>كس بات پر اپ كى بيعت كرو</w:t>
      </w:r>
      <w:r w:rsidR="00B365A1">
        <w:rPr>
          <w:rtl/>
        </w:rPr>
        <w:t xml:space="preserve">ں </w:t>
      </w:r>
      <w:r>
        <w:rPr>
          <w:rtl/>
        </w:rPr>
        <w:t xml:space="preserve">_ </w:t>
      </w:r>
    </w:p>
    <w:p w:rsidR="00376422" w:rsidRDefault="00376422" w:rsidP="00E67399">
      <w:pPr>
        <w:pStyle w:val="libNormal"/>
        <w:rPr>
          <w:rtl/>
        </w:rPr>
      </w:pPr>
      <w:r>
        <w:rPr>
          <w:rtl/>
        </w:rPr>
        <w:t xml:space="preserve">رسول (ص) نے فرمايا: تو زنا نہ كر </w:t>
      </w:r>
    </w:p>
    <w:p w:rsidR="00376422" w:rsidRDefault="00376422" w:rsidP="00E67399">
      <w:pPr>
        <w:pStyle w:val="libNormal"/>
        <w:rPr>
          <w:rtl/>
        </w:rPr>
      </w:pPr>
      <w:r>
        <w:rPr>
          <w:rtl/>
        </w:rPr>
        <w:t>ھند نے كہا: كيا ازاد عورتي</w:t>
      </w:r>
      <w:r w:rsidR="00B365A1">
        <w:rPr>
          <w:rtl/>
        </w:rPr>
        <w:t xml:space="preserve">ں </w:t>
      </w:r>
      <w:r>
        <w:rPr>
          <w:rtl/>
        </w:rPr>
        <w:t>بھى زنا كرتى ہي</w:t>
      </w:r>
      <w:r w:rsidR="00B365A1">
        <w:rPr>
          <w:rtl/>
        </w:rPr>
        <w:t xml:space="preserve">ں </w:t>
      </w:r>
      <w:r>
        <w:rPr>
          <w:rtl/>
        </w:rPr>
        <w:t xml:space="preserve">ا س طرح اسنے اپنے كو پاك دامن ظاہر كيا _ </w:t>
      </w:r>
    </w:p>
    <w:p w:rsidR="00376422" w:rsidRDefault="00376422" w:rsidP="00E67399">
      <w:pPr>
        <w:pStyle w:val="libNormal"/>
        <w:rPr>
          <w:rtl/>
        </w:rPr>
      </w:pPr>
      <w:r>
        <w:rPr>
          <w:rtl/>
        </w:rPr>
        <w:t xml:space="preserve">پيغمبر اسلام (ص) ھند كو اچھى طرح پہچانتے تھے ليكن اپ نے كچھ نہ كہا صرف تبسم فرماتے ہوئے عمر كى طرف ديكھا </w:t>
      </w:r>
      <w:r w:rsidRPr="00C00E6D">
        <w:rPr>
          <w:rStyle w:val="libFootnotenumChar"/>
          <w:rtl/>
        </w:rPr>
        <w:t>(11)</w:t>
      </w:r>
      <w:r>
        <w:rPr>
          <w:rtl/>
        </w:rPr>
        <w:t xml:space="preserve"> </w:t>
      </w:r>
    </w:p>
    <w:p w:rsidR="00376422" w:rsidRDefault="00FF45BE" w:rsidP="00E67399">
      <w:pPr>
        <w:pStyle w:val="libLine"/>
        <w:rPr>
          <w:rtl/>
        </w:rPr>
      </w:pPr>
      <w:r>
        <w:rPr>
          <w:rFonts w:hint="cs"/>
          <w:rtl/>
        </w:rPr>
        <w:t>____________________</w:t>
      </w:r>
    </w:p>
    <w:p w:rsidR="00D3021C" w:rsidRDefault="00D3021C" w:rsidP="00E67399">
      <w:pPr>
        <w:pStyle w:val="libFootnote"/>
        <w:rPr>
          <w:rtl/>
        </w:rPr>
      </w:pPr>
      <w:r>
        <w:rPr>
          <w:rtl/>
        </w:rPr>
        <w:t xml:space="preserve">10-ايك عرب شاعر نے كہا ہے ملكنافكان العفومنا سجيّةً ملكتم فسال منا بالدم ابطح ترجمہ : ہم فاتح ہوئے تو ہم نے عام معافى كا رويہ اپنا ياكيونكہ يہى ہمارى اخلاقى عادت ہے ليكن جب تم كامياب ہوئے تو تم نے ہمارے خون سے صحراو ں كو بھر ديا </w:t>
      </w:r>
    </w:p>
    <w:p w:rsidR="00D3021C" w:rsidRDefault="00D3021C" w:rsidP="00E67399">
      <w:pPr>
        <w:pStyle w:val="libFootnote"/>
        <w:rPr>
          <w:rtl/>
        </w:rPr>
      </w:pPr>
      <w:r>
        <w:rPr>
          <w:rtl/>
        </w:rPr>
        <w:t xml:space="preserve">11-معاويہ كے نسب كے بارے ميں بيان كيا جاتا ہے كہ صرف يہ چيز اسى سے مخصوص نہيں ہے بلكہ عمرو عاص كى ماں نابغہ اور زياد كى ماں سميہ اور سعد ابن ابى وقاص اور مروان ابن حكم جيسے اكثر بزرگان جاہليت كے بارے ميں علماء انساب كى يہى رائے ہے اصل ميں اس وقت شھر مكہ جنسى راہ روى ميں ايسا نہيں تھا جيسا كہ اجكل فرانس كا پيرس شہر ہے _رسول اكرم (ص) ايسے فاسد معاشرے كى اصلاح كيلئے مبعوث كئے گئے تھے _ تذكرة الخواص ص 203 چاپ نجف 1964 </w:t>
      </w:r>
    </w:p>
    <w:p w:rsidR="00FF45BE" w:rsidRDefault="00FF45BE" w:rsidP="00E67399">
      <w:pPr>
        <w:pStyle w:val="libPoemTini"/>
        <w:rPr>
          <w:rtl/>
        </w:rPr>
      </w:pPr>
      <w:r>
        <w:rPr>
          <w:rtl/>
        </w:rPr>
        <w:br w:type="page"/>
      </w:r>
    </w:p>
    <w:p w:rsidR="00376422" w:rsidRDefault="00376422" w:rsidP="00E67399">
      <w:pPr>
        <w:pStyle w:val="Heading2Center"/>
        <w:rPr>
          <w:rtl/>
        </w:rPr>
      </w:pPr>
      <w:bookmarkStart w:id="5" w:name="_Toc531605633"/>
      <w:r>
        <w:rPr>
          <w:rtl/>
        </w:rPr>
        <w:lastRenderedPageBreak/>
        <w:t>اموى خاندان جاہليت كے زمانے مي</w:t>
      </w:r>
      <w:r w:rsidR="00B365A1">
        <w:rPr>
          <w:rtl/>
        </w:rPr>
        <w:t>ں</w:t>
      </w:r>
      <w:bookmarkEnd w:id="5"/>
      <w:r w:rsidR="00B365A1">
        <w:rPr>
          <w:rtl/>
        </w:rPr>
        <w:t xml:space="preserve"> </w:t>
      </w:r>
    </w:p>
    <w:p w:rsidR="00376422" w:rsidRDefault="00376422" w:rsidP="00E67399">
      <w:pPr>
        <w:pStyle w:val="libNormal"/>
        <w:rPr>
          <w:rtl/>
        </w:rPr>
      </w:pPr>
      <w:r>
        <w:rPr>
          <w:rtl/>
        </w:rPr>
        <w:t>جيسا كہ بيان كياگيا معاويہ كى ما</w:t>
      </w:r>
      <w:r w:rsidR="00B365A1">
        <w:rPr>
          <w:rtl/>
        </w:rPr>
        <w:t xml:space="preserve">ں </w:t>
      </w:r>
      <w:r>
        <w:rPr>
          <w:rtl/>
        </w:rPr>
        <w:t>ھند اموى خاندان مي</w:t>
      </w:r>
      <w:r w:rsidR="00B365A1">
        <w:rPr>
          <w:rtl/>
        </w:rPr>
        <w:t xml:space="preserve">ں </w:t>
      </w:r>
      <w:r>
        <w:rPr>
          <w:rtl/>
        </w:rPr>
        <w:t>سمجھى جاتى ہے اسكے باپ كانام عتبہ اور چچا كانام شيبہ مشہور تھا يہ دونو</w:t>
      </w:r>
      <w:r w:rsidR="00B365A1">
        <w:rPr>
          <w:rtl/>
        </w:rPr>
        <w:t xml:space="preserve">ں </w:t>
      </w:r>
      <w:r>
        <w:rPr>
          <w:rtl/>
        </w:rPr>
        <w:t>قريش كے بزرگ ،جاہلى زمانہ مي</w:t>
      </w:r>
      <w:r w:rsidR="00B365A1">
        <w:rPr>
          <w:rtl/>
        </w:rPr>
        <w:t xml:space="preserve">ں </w:t>
      </w:r>
      <w:r>
        <w:rPr>
          <w:rtl/>
        </w:rPr>
        <w:t>معززسمجھے جاتے تھے عتبہ اور شيبہ نے ظہور اسلام كے بعد اسلام سے اعلانيہ اپنى دشمنى ظاہر كى اور يہ دونو</w:t>
      </w:r>
      <w:r w:rsidR="00B365A1">
        <w:rPr>
          <w:rtl/>
        </w:rPr>
        <w:t xml:space="preserve">ں </w:t>
      </w:r>
      <w:r>
        <w:rPr>
          <w:rtl/>
        </w:rPr>
        <w:t>جنگ بدر مي</w:t>
      </w:r>
      <w:r w:rsidR="00B365A1">
        <w:rPr>
          <w:rtl/>
        </w:rPr>
        <w:t xml:space="preserve">ں </w:t>
      </w:r>
      <w:r>
        <w:rPr>
          <w:rtl/>
        </w:rPr>
        <w:t>تمام قريش كے ساتھ موجود تھے يہى دونو</w:t>
      </w:r>
      <w:r w:rsidR="00B365A1">
        <w:rPr>
          <w:rtl/>
        </w:rPr>
        <w:t xml:space="preserve">ں </w:t>
      </w:r>
      <w:r>
        <w:rPr>
          <w:rtl/>
        </w:rPr>
        <w:t>جنگ بدر مي</w:t>
      </w:r>
      <w:r w:rsidR="00B365A1">
        <w:rPr>
          <w:rtl/>
        </w:rPr>
        <w:t xml:space="preserve">ں </w:t>
      </w:r>
      <w:r>
        <w:rPr>
          <w:rtl/>
        </w:rPr>
        <w:t>سب سے پہلے ميدان مي</w:t>
      </w:r>
      <w:r w:rsidR="00B365A1">
        <w:rPr>
          <w:rtl/>
        </w:rPr>
        <w:t xml:space="preserve">ں </w:t>
      </w:r>
      <w:r>
        <w:rPr>
          <w:rtl/>
        </w:rPr>
        <w:t>اكر اپنا مقابل طلب كر رہے تھے ا س وقت مجاہدين اسلام كى طرف سے اميرالمومنين على (ع) اور حمزہ نكلے اور تھوڑى سى جھڑپ كے بعد يہ دونو</w:t>
      </w:r>
      <w:r w:rsidR="00B365A1">
        <w:rPr>
          <w:rtl/>
        </w:rPr>
        <w:t xml:space="preserve">ں </w:t>
      </w:r>
      <w:r>
        <w:rPr>
          <w:rtl/>
        </w:rPr>
        <w:t>ڈھير ہو گئے ،</w:t>
      </w:r>
      <w:r w:rsidRPr="00C00E6D">
        <w:rPr>
          <w:rStyle w:val="libFootnotenumChar"/>
          <w:rtl/>
        </w:rPr>
        <w:t>(12)</w:t>
      </w:r>
      <w:r>
        <w:rPr>
          <w:rtl/>
        </w:rPr>
        <w:t>معاويہ كا باپ ابو سفيان كوتاہ قد اور بہت عيار تھا چونكہ اسكے ايك بيٹے كا نام حنظلہ تھا اسلئے اسكى كنيّت ابو حنظلہ پڑ گئي يہ حنظلہ وہى ہے جو بدر كے دن حضرت اميرالمومنين(ع) كے ہاتھو</w:t>
      </w:r>
      <w:r w:rsidR="00B365A1">
        <w:rPr>
          <w:rtl/>
        </w:rPr>
        <w:t xml:space="preserve">ں </w:t>
      </w:r>
      <w:r>
        <w:rPr>
          <w:rtl/>
        </w:rPr>
        <w:t xml:space="preserve">قتل ہوا تھا </w:t>
      </w:r>
      <w:r w:rsidRPr="00C00E6D">
        <w:rPr>
          <w:rStyle w:val="libFootnotenumChar"/>
          <w:rtl/>
        </w:rPr>
        <w:t>(13)</w:t>
      </w:r>
      <w:r>
        <w:rPr>
          <w:rtl/>
        </w:rPr>
        <w:t xml:space="preserve"> </w:t>
      </w:r>
    </w:p>
    <w:p w:rsidR="00376422" w:rsidRDefault="00376422" w:rsidP="00E67399">
      <w:pPr>
        <w:pStyle w:val="libNormal"/>
        <w:rPr>
          <w:rtl/>
        </w:rPr>
      </w:pPr>
      <w:r>
        <w:rPr>
          <w:rtl/>
        </w:rPr>
        <w:t>ابو سفيان ،جاہلى زمانہ مي</w:t>
      </w:r>
      <w:r w:rsidR="00B365A1">
        <w:rPr>
          <w:rtl/>
        </w:rPr>
        <w:t xml:space="preserve">ں </w:t>
      </w:r>
      <w:r>
        <w:rPr>
          <w:rtl/>
        </w:rPr>
        <w:t>بزرگ قريش سمجھاجا تاتھا وہ جنگ بدر كے بعد تمام مكہ اورقبيلہ قريش كاسردارمانا جانے لگاكيونكہ جنگ بدر مي</w:t>
      </w:r>
      <w:r w:rsidR="00B365A1">
        <w:rPr>
          <w:rtl/>
        </w:rPr>
        <w:t xml:space="preserve">ں </w:t>
      </w:r>
      <w:r>
        <w:rPr>
          <w:rtl/>
        </w:rPr>
        <w:t>تمام سردا ر ان قريش قتل ہو گئے تھے اسكے بعد تو اس نے تمام جنگو</w:t>
      </w:r>
      <w:r w:rsidR="00B365A1">
        <w:rPr>
          <w:rtl/>
        </w:rPr>
        <w:t xml:space="preserve">ں </w:t>
      </w:r>
      <w:r>
        <w:rPr>
          <w:rtl/>
        </w:rPr>
        <w:t>مي</w:t>
      </w:r>
      <w:r w:rsidR="00B365A1">
        <w:rPr>
          <w:rtl/>
        </w:rPr>
        <w:t xml:space="preserve">ں </w:t>
      </w:r>
      <w:r>
        <w:rPr>
          <w:rtl/>
        </w:rPr>
        <w:t>قريش كى قيادت كى ،يہودى قبيلو</w:t>
      </w:r>
      <w:r w:rsidR="00B365A1">
        <w:rPr>
          <w:rtl/>
        </w:rPr>
        <w:t xml:space="preserve">ں </w:t>
      </w:r>
      <w:r>
        <w:rPr>
          <w:rtl/>
        </w:rPr>
        <w:t>كو اسلام كے خلاف بھڑ كا كر محاذ پر كھڑا كيا جنگ احد اور جنگ خندق اسى كى سردارى مي</w:t>
      </w:r>
      <w:r w:rsidR="00B365A1">
        <w:rPr>
          <w:rtl/>
        </w:rPr>
        <w:t xml:space="preserve">ں </w:t>
      </w:r>
      <w:r>
        <w:rPr>
          <w:rtl/>
        </w:rPr>
        <w:t xml:space="preserve">ہوئي _ </w:t>
      </w:r>
    </w:p>
    <w:p w:rsidR="00376422" w:rsidRDefault="00376422" w:rsidP="00E67399">
      <w:pPr>
        <w:pStyle w:val="libNormal"/>
        <w:rPr>
          <w:rtl/>
        </w:rPr>
      </w:pPr>
      <w:r>
        <w:rPr>
          <w:rtl/>
        </w:rPr>
        <w:t>عظيم مورخ محمد ابن حبيب ،ابو سفيان كو اٹھ ضنادقئہ قريش كى ايك فرد سمجھتے ہي</w:t>
      </w:r>
      <w:r w:rsidR="00B365A1">
        <w:rPr>
          <w:rtl/>
        </w:rPr>
        <w:t xml:space="preserve">ں </w:t>
      </w:r>
      <w:r>
        <w:rPr>
          <w:rtl/>
        </w:rPr>
        <w:t>،</w:t>
      </w:r>
      <w:r w:rsidRPr="00C00E6D">
        <w:rPr>
          <w:rStyle w:val="libFootnotenumChar"/>
          <w:rtl/>
        </w:rPr>
        <w:t>(14)</w:t>
      </w:r>
      <w:r>
        <w:rPr>
          <w:rtl/>
        </w:rPr>
        <w:t>محمد ابن ھشام كا خيال ہے كہ ابو سفيان زمانہ پيغمبر(ص) اسلام مي</w:t>
      </w:r>
      <w:r w:rsidR="00B365A1">
        <w:rPr>
          <w:rtl/>
        </w:rPr>
        <w:t xml:space="preserve">ں </w:t>
      </w:r>
      <w:r>
        <w:rPr>
          <w:rtl/>
        </w:rPr>
        <w:t>تما م دشمنان اسلام كاسردارتھااس نے اسلام كے خلاف محاذ ارائي مي</w:t>
      </w:r>
      <w:r w:rsidR="00B365A1">
        <w:rPr>
          <w:rtl/>
        </w:rPr>
        <w:t xml:space="preserve">ں </w:t>
      </w:r>
      <w:r>
        <w:rPr>
          <w:rtl/>
        </w:rPr>
        <w:t>سخت كوشش كى يہ وہى شخص ہے كہ جو ابو طالب سے پيغمبر اسلام (ص) كى حمايت ختم كرنے مي</w:t>
      </w:r>
      <w:r w:rsidR="00B365A1">
        <w:rPr>
          <w:rtl/>
        </w:rPr>
        <w:t xml:space="preserve">ں </w:t>
      </w:r>
      <w:r>
        <w:rPr>
          <w:rtl/>
        </w:rPr>
        <w:t>كوشا</w:t>
      </w:r>
      <w:r w:rsidR="00B365A1">
        <w:rPr>
          <w:rtl/>
        </w:rPr>
        <w:t xml:space="preserve">ں </w:t>
      </w:r>
      <w:r>
        <w:rPr>
          <w:rtl/>
        </w:rPr>
        <w:t>تھا ،</w:t>
      </w:r>
      <w:r w:rsidRPr="00C00E6D">
        <w:rPr>
          <w:rStyle w:val="libFootnotenumChar"/>
          <w:rtl/>
        </w:rPr>
        <w:t>(15)</w:t>
      </w:r>
      <w:r>
        <w:rPr>
          <w:rtl/>
        </w:rPr>
        <w:t>يہى وہ ہے كہ جو قبيلہ قريش كى شورى مي</w:t>
      </w:r>
      <w:r w:rsidR="00B365A1">
        <w:rPr>
          <w:rtl/>
        </w:rPr>
        <w:t xml:space="preserve">ں </w:t>
      </w:r>
      <w:r>
        <w:rPr>
          <w:rtl/>
        </w:rPr>
        <w:t>جو دارالندوہ مي</w:t>
      </w:r>
      <w:r w:rsidR="00B365A1">
        <w:rPr>
          <w:rtl/>
        </w:rPr>
        <w:t xml:space="preserve">ں </w:t>
      </w:r>
      <w:r>
        <w:rPr>
          <w:rtl/>
        </w:rPr>
        <w:t>منعقد ہوئي تھى بہت جوش كے ساتھ حاضر تھا كہ پيغمبر(ص) اسلام كو قتل كيا جاسكے اس نے مجلس برخاست ہونے كے بعد بہت جوشيلے انداز مي</w:t>
      </w:r>
      <w:r w:rsidR="00B365A1">
        <w:rPr>
          <w:rtl/>
        </w:rPr>
        <w:t xml:space="preserve">ں </w:t>
      </w:r>
      <w:r>
        <w:rPr>
          <w:rtl/>
        </w:rPr>
        <w:t>رسول(ص) اسلام كے قتل پر لوگو</w:t>
      </w:r>
      <w:r w:rsidR="00B365A1">
        <w:rPr>
          <w:rtl/>
        </w:rPr>
        <w:t xml:space="preserve">ں </w:t>
      </w:r>
      <w:r>
        <w:rPr>
          <w:rtl/>
        </w:rPr>
        <w:t>كو ابھارا _</w:t>
      </w:r>
      <w:r w:rsidRPr="00C00E6D">
        <w:rPr>
          <w:rStyle w:val="libFootnotenumChar"/>
          <w:rtl/>
        </w:rPr>
        <w:t>(16)</w:t>
      </w:r>
      <w:r>
        <w:rPr>
          <w:rtl/>
        </w:rPr>
        <w:t xml:space="preserve"> </w:t>
      </w:r>
    </w:p>
    <w:p w:rsidR="00FF45BE" w:rsidRDefault="00FF45BE" w:rsidP="00E67399">
      <w:pPr>
        <w:pStyle w:val="libLine"/>
        <w:rPr>
          <w:rtl/>
        </w:rPr>
      </w:pPr>
      <w:r>
        <w:rPr>
          <w:rFonts w:hint="cs"/>
          <w:rtl/>
        </w:rPr>
        <w:t>____________________</w:t>
      </w:r>
    </w:p>
    <w:p w:rsidR="00B441E9" w:rsidRDefault="00B441E9" w:rsidP="00E67399">
      <w:pPr>
        <w:pStyle w:val="libFootnote"/>
        <w:rPr>
          <w:rtl/>
        </w:rPr>
      </w:pPr>
      <w:r>
        <w:rPr>
          <w:rtl/>
        </w:rPr>
        <w:t xml:space="preserve">12_ انساب الاشراف ج1 ص 297 </w:t>
      </w:r>
    </w:p>
    <w:p w:rsidR="00B441E9" w:rsidRDefault="00B441E9" w:rsidP="00E67399">
      <w:pPr>
        <w:pStyle w:val="libFootnote"/>
        <w:rPr>
          <w:rtl/>
        </w:rPr>
      </w:pPr>
      <w:r>
        <w:rPr>
          <w:rtl/>
        </w:rPr>
        <w:t xml:space="preserve">13_ انساب الاشراف ج1 ص 297 </w:t>
      </w:r>
    </w:p>
    <w:p w:rsidR="00B441E9" w:rsidRDefault="00B441E9" w:rsidP="00E67399">
      <w:pPr>
        <w:pStyle w:val="libFootnote"/>
        <w:rPr>
          <w:rtl/>
        </w:rPr>
      </w:pPr>
      <w:r>
        <w:rPr>
          <w:rtl/>
        </w:rPr>
        <w:t xml:space="preserve">14_ المحبر ص 161_ چاپ ھند </w:t>
      </w:r>
    </w:p>
    <w:p w:rsidR="00B441E9" w:rsidRDefault="00B441E9" w:rsidP="00E67399">
      <w:pPr>
        <w:pStyle w:val="libFootnote"/>
        <w:rPr>
          <w:rtl/>
        </w:rPr>
      </w:pPr>
      <w:r>
        <w:rPr>
          <w:rtl/>
        </w:rPr>
        <w:t xml:space="preserve">15_ سيرہ ابن ہشام ج1 ص 317 </w:t>
      </w:r>
    </w:p>
    <w:p w:rsidR="00B441E9" w:rsidRDefault="00B441E9" w:rsidP="00E67399">
      <w:pPr>
        <w:pStyle w:val="libFootnote"/>
        <w:rPr>
          <w:rtl/>
        </w:rPr>
      </w:pPr>
      <w:r>
        <w:rPr>
          <w:rtl/>
        </w:rPr>
        <w:t xml:space="preserve">16_سيرہ ابن ہشام ج2 ص 95 _ 92 ، طبرى ج2 ص 370 چاپ دار المعارف مصر </w:t>
      </w:r>
    </w:p>
    <w:p w:rsidR="00FF45BE" w:rsidRDefault="00FF45BE" w:rsidP="00E67399">
      <w:pPr>
        <w:pStyle w:val="libPoemTini"/>
        <w:rPr>
          <w:rtl/>
        </w:rPr>
      </w:pPr>
      <w:r>
        <w:rPr>
          <w:rtl/>
        </w:rPr>
        <w:br w:type="page"/>
      </w:r>
    </w:p>
    <w:p w:rsidR="00376422" w:rsidRDefault="00376422" w:rsidP="00E67399">
      <w:pPr>
        <w:pStyle w:val="libNormal"/>
        <w:rPr>
          <w:rtl/>
        </w:rPr>
      </w:pPr>
      <w:r>
        <w:rPr>
          <w:rtl/>
        </w:rPr>
        <w:lastRenderedPageBreak/>
        <w:t>رفتہ رفتہ قريش كے سردارو</w:t>
      </w:r>
      <w:r w:rsidR="00B365A1">
        <w:rPr>
          <w:rtl/>
        </w:rPr>
        <w:t xml:space="preserve">ں </w:t>
      </w:r>
      <w:r>
        <w:rPr>
          <w:rtl/>
        </w:rPr>
        <w:t>ابوجہل، ابو سفيان، اور ابو لہب جيسو</w:t>
      </w:r>
      <w:r w:rsidR="00B365A1">
        <w:rPr>
          <w:rtl/>
        </w:rPr>
        <w:t xml:space="preserve">ں </w:t>
      </w:r>
      <w:r>
        <w:rPr>
          <w:rtl/>
        </w:rPr>
        <w:t>نے مكہ كے مسلمانو</w:t>
      </w:r>
      <w:r w:rsidR="00B365A1">
        <w:rPr>
          <w:rtl/>
        </w:rPr>
        <w:t xml:space="preserve">ں </w:t>
      </w:r>
      <w:r>
        <w:rPr>
          <w:rtl/>
        </w:rPr>
        <w:t>پرا س قدر سختيا</w:t>
      </w:r>
      <w:r w:rsidR="00B365A1">
        <w:rPr>
          <w:rtl/>
        </w:rPr>
        <w:t xml:space="preserve">ں </w:t>
      </w:r>
      <w:r>
        <w:rPr>
          <w:rtl/>
        </w:rPr>
        <w:t>كي</w:t>
      </w:r>
      <w:r w:rsidR="00B365A1">
        <w:rPr>
          <w:rtl/>
        </w:rPr>
        <w:t xml:space="preserve">ں </w:t>
      </w:r>
      <w:r>
        <w:rPr>
          <w:rtl/>
        </w:rPr>
        <w:t>كہ ان پر زندگى وبال ہو گئي اور پيغمبر(ص) اسلام نے انھي</w:t>
      </w:r>
      <w:r w:rsidR="00B365A1">
        <w:rPr>
          <w:rtl/>
        </w:rPr>
        <w:t xml:space="preserve">ں </w:t>
      </w:r>
      <w:r>
        <w:rPr>
          <w:rtl/>
        </w:rPr>
        <w:t>مدينہ ہجرت كرنے كا حكم دے ديا مسلمانو</w:t>
      </w:r>
      <w:r w:rsidR="00B365A1">
        <w:rPr>
          <w:rtl/>
        </w:rPr>
        <w:t xml:space="preserve">ں </w:t>
      </w:r>
      <w:r>
        <w:rPr>
          <w:rtl/>
        </w:rPr>
        <w:t>نے اہستہ اہستہ اپنا گھر بار چھوڑ ديا اور اپنے مال ودولت عزيز واقارب كو چھوڑ كر حكم خدا كے مطابق ان ظالمو</w:t>
      </w:r>
      <w:r w:rsidR="00B365A1">
        <w:rPr>
          <w:rtl/>
        </w:rPr>
        <w:t xml:space="preserve">ں </w:t>
      </w:r>
      <w:r>
        <w:rPr>
          <w:rtl/>
        </w:rPr>
        <w:t>كے ہاتھ سے چھٹكارا حاصل كيا اور مدينہ پہنچ گئے حالت يہ ہو گئي كہ مكہ مي</w:t>
      </w:r>
      <w:r w:rsidR="00B365A1">
        <w:rPr>
          <w:rtl/>
        </w:rPr>
        <w:t xml:space="preserve">ں </w:t>
      </w:r>
      <w:r>
        <w:rPr>
          <w:rtl/>
        </w:rPr>
        <w:t>چند مسلمانو</w:t>
      </w:r>
      <w:r w:rsidR="00B365A1">
        <w:rPr>
          <w:rtl/>
        </w:rPr>
        <w:t xml:space="preserve">ں </w:t>
      </w:r>
      <w:r>
        <w:rPr>
          <w:rtl/>
        </w:rPr>
        <w:t>اور پيغمبر اسلام(ص) كے علاوہ كوئي نہ رہ گيا ان ا خرى سالو</w:t>
      </w:r>
      <w:r w:rsidR="00B365A1">
        <w:rPr>
          <w:rtl/>
        </w:rPr>
        <w:t xml:space="preserve">ں </w:t>
      </w:r>
      <w:r>
        <w:rPr>
          <w:rtl/>
        </w:rPr>
        <w:t>مي</w:t>
      </w:r>
      <w:r w:rsidR="00B365A1">
        <w:rPr>
          <w:rtl/>
        </w:rPr>
        <w:t xml:space="preserve">ں </w:t>
      </w:r>
      <w:r>
        <w:rPr>
          <w:rtl/>
        </w:rPr>
        <w:t>پيغمبر اسلام (ص) پر مكہ كى زمين اتنى تنگ ہو گئي تھى اور ايسى گھٹن تھى كہ پيغمبر(ص) اسلام نے مكہ مي</w:t>
      </w:r>
      <w:r w:rsidR="00B365A1">
        <w:rPr>
          <w:rtl/>
        </w:rPr>
        <w:t xml:space="preserve">ں </w:t>
      </w:r>
      <w:r>
        <w:rPr>
          <w:rtl/>
        </w:rPr>
        <w:t>عمومى تبليغ چھوڑ دى تھى اور اپ صرف حج كے زمانے ہى مي</w:t>
      </w:r>
      <w:r w:rsidR="00B365A1">
        <w:rPr>
          <w:rtl/>
        </w:rPr>
        <w:t xml:space="preserve">ں </w:t>
      </w:r>
      <w:r>
        <w:rPr>
          <w:rtl/>
        </w:rPr>
        <w:t>عرب قبيلو</w:t>
      </w:r>
      <w:r w:rsidR="00B365A1">
        <w:rPr>
          <w:rtl/>
        </w:rPr>
        <w:t xml:space="preserve">ں </w:t>
      </w:r>
      <w:r>
        <w:rPr>
          <w:rtl/>
        </w:rPr>
        <w:t>كو توحيد كى دعوت ديتے تھے ليكن چونكہ ان</w:t>
      </w:r>
      <w:r w:rsidR="00831D2C">
        <w:rPr>
          <w:rtl/>
        </w:rPr>
        <w:t xml:space="preserve"> آيا </w:t>
      </w:r>
      <w:r>
        <w:rPr>
          <w:rtl/>
        </w:rPr>
        <w:t>م مي</w:t>
      </w:r>
      <w:r w:rsidR="00B365A1">
        <w:rPr>
          <w:rtl/>
        </w:rPr>
        <w:t xml:space="preserve">ں </w:t>
      </w:r>
      <w:r>
        <w:rPr>
          <w:rtl/>
        </w:rPr>
        <w:t>جنگ وخونريزى ممنوع تھى اس لئے سرداران قريش اپ كو اذيت نہي</w:t>
      </w:r>
      <w:r w:rsidR="00B365A1">
        <w:rPr>
          <w:rtl/>
        </w:rPr>
        <w:t xml:space="preserve">ں </w:t>
      </w:r>
      <w:r>
        <w:rPr>
          <w:rtl/>
        </w:rPr>
        <w:t>پہنچا سكتے تھے ، اس وقت انكى يہى كوشش ہوتى تھى كہ اپ كى تبليغات كو ناكارہ كر دي</w:t>
      </w:r>
      <w:r w:rsidR="00B365A1">
        <w:rPr>
          <w:rtl/>
        </w:rPr>
        <w:t xml:space="preserve">ں </w:t>
      </w:r>
      <w:r>
        <w:rPr>
          <w:rtl/>
        </w:rPr>
        <w:t>اسى وجہ سے ابو لہب اپ كے پيچھے پيچھے چلتا تھا اور لوگو</w:t>
      </w:r>
      <w:r w:rsidR="00B365A1">
        <w:rPr>
          <w:rtl/>
        </w:rPr>
        <w:t xml:space="preserve">ں </w:t>
      </w:r>
      <w:r>
        <w:rPr>
          <w:rtl/>
        </w:rPr>
        <w:t>كو اپ سے گفتگو كرنے سے روكتا تھا اپ كو برابھلا كہتا تھا ، الزام لگاتا تھا تاكہ كسى طرح اپ كو تبليغ سے باز ركھ سكے اخر خدا نے اپ كو وحى كے ذريعہ حكم ديا كہ ہجرت فرمائي</w:t>
      </w:r>
      <w:r w:rsidR="00B365A1">
        <w:rPr>
          <w:rtl/>
        </w:rPr>
        <w:t xml:space="preserve">ں </w:t>
      </w:r>
      <w:r>
        <w:rPr>
          <w:rtl/>
        </w:rPr>
        <w:t>اور اس طرح اپ كو قريش كے چنگل سے رہائي ملى ،اپ نے حضرت اميرالمومنين (ع) كو اپنے بستر پر سلا كر مكہ سے ہجرت فرمائي اس شہر مي</w:t>
      </w:r>
      <w:r w:rsidR="00B365A1">
        <w:rPr>
          <w:rtl/>
        </w:rPr>
        <w:t xml:space="preserve">ں </w:t>
      </w:r>
      <w:r>
        <w:rPr>
          <w:rtl/>
        </w:rPr>
        <w:t>تھوڑے سے قيدى مسلمانو</w:t>
      </w:r>
      <w:r w:rsidR="00B365A1">
        <w:rPr>
          <w:rtl/>
        </w:rPr>
        <w:t xml:space="preserve">ں </w:t>
      </w:r>
      <w:r>
        <w:rPr>
          <w:rtl/>
        </w:rPr>
        <w:t>كے سوا كوئي نہي</w:t>
      </w:r>
      <w:r w:rsidR="00B365A1">
        <w:rPr>
          <w:rtl/>
        </w:rPr>
        <w:t xml:space="preserve">ں </w:t>
      </w:r>
      <w:r>
        <w:rPr>
          <w:rtl/>
        </w:rPr>
        <w:t>رہ گيا تھا اس زمانہ مي</w:t>
      </w:r>
      <w:r w:rsidR="00B365A1">
        <w:rPr>
          <w:rtl/>
        </w:rPr>
        <w:t xml:space="preserve">ں </w:t>
      </w:r>
      <w:r>
        <w:rPr>
          <w:rtl/>
        </w:rPr>
        <w:t>ابو سفيان نے مسلمانو</w:t>
      </w:r>
      <w:r w:rsidR="00B365A1">
        <w:rPr>
          <w:rtl/>
        </w:rPr>
        <w:t xml:space="preserve">ں </w:t>
      </w:r>
      <w:r>
        <w:rPr>
          <w:rtl/>
        </w:rPr>
        <w:t>كے خالى گھرو</w:t>
      </w:r>
      <w:r w:rsidR="00B365A1">
        <w:rPr>
          <w:rtl/>
        </w:rPr>
        <w:t xml:space="preserve">ں </w:t>
      </w:r>
      <w:r>
        <w:rPr>
          <w:rtl/>
        </w:rPr>
        <w:t xml:space="preserve">كو غصب كر كے بيچ ڈالا _ </w:t>
      </w:r>
    </w:p>
    <w:p w:rsidR="00376422" w:rsidRDefault="00376422" w:rsidP="00E67399">
      <w:pPr>
        <w:pStyle w:val="libNormal"/>
        <w:rPr>
          <w:rtl/>
        </w:rPr>
      </w:pPr>
    </w:p>
    <w:p w:rsidR="00376422" w:rsidRDefault="00376422" w:rsidP="00E67399">
      <w:pPr>
        <w:pStyle w:val="Heading2Center"/>
        <w:rPr>
          <w:rtl/>
        </w:rPr>
      </w:pPr>
      <w:bookmarkStart w:id="6" w:name="_Toc531605634"/>
      <w:r>
        <w:rPr>
          <w:rtl/>
        </w:rPr>
        <w:t>ابو سفيان جنگ بدر مي</w:t>
      </w:r>
      <w:r w:rsidR="00B365A1">
        <w:rPr>
          <w:rtl/>
        </w:rPr>
        <w:t>ں</w:t>
      </w:r>
      <w:bookmarkEnd w:id="6"/>
      <w:r w:rsidR="00B365A1">
        <w:rPr>
          <w:rtl/>
        </w:rPr>
        <w:t xml:space="preserve"> </w:t>
      </w:r>
    </w:p>
    <w:p w:rsidR="00FF45BE" w:rsidRDefault="00376422" w:rsidP="00E67399">
      <w:pPr>
        <w:pStyle w:val="libNormal"/>
        <w:rPr>
          <w:rtl/>
        </w:rPr>
      </w:pPr>
      <w:r>
        <w:rPr>
          <w:rtl/>
        </w:rPr>
        <w:t>جس دن سے مسلمان مدينہ مي</w:t>
      </w:r>
      <w:r w:rsidR="00B365A1">
        <w:rPr>
          <w:rtl/>
        </w:rPr>
        <w:t>ں</w:t>
      </w:r>
      <w:r w:rsidR="00137FAB">
        <w:rPr>
          <w:rtl/>
        </w:rPr>
        <w:t xml:space="preserve"> آئے</w:t>
      </w:r>
      <w:r>
        <w:rPr>
          <w:rtl/>
        </w:rPr>
        <w:t xml:space="preserve"> انھي</w:t>
      </w:r>
      <w:r w:rsidR="00B365A1">
        <w:rPr>
          <w:rtl/>
        </w:rPr>
        <w:t xml:space="preserve">ں </w:t>
      </w:r>
      <w:r>
        <w:rPr>
          <w:rtl/>
        </w:rPr>
        <w:t>قريشى ياپيو</w:t>
      </w:r>
      <w:r w:rsidR="00B365A1">
        <w:rPr>
          <w:rtl/>
        </w:rPr>
        <w:t xml:space="preserve">ں </w:t>
      </w:r>
      <w:r>
        <w:rPr>
          <w:rtl/>
        </w:rPr>
        <w:t>كے چنگل سے نجات ملى ليكن يہا</w:t>
      </w:r>
      <w:r w:rsidR="00B365A1">
        <w:rPr>
          <w:rtl/>
        </w:rPr>
        <w:t xml:space="preserve">ں </w:t>
      </w:r>
      <w:r>
        <w:rPr>
          <w:rtl/>
        </w:rPr>
        <w:t>موت سے زيادہ خوفناك فقر كا سامنا كرنا پڑا ، كيونكہ مہاجرين اپنى تمام دولت ،گھر اور اپنے خاندان كو چھوڑ كر اس شہر اسلام مي</w:t>
      </w:r>
      <w:r w:rsidR="00B365A1">
        <w:rPr>
          <w:rtl/>
        </w:rPr>
        <w:t xml:space="preserve">ں </w:t>
      </w:r>
      <w:r>
        <w:rPr>
          <w:rtl/>
        </w:rPr>
        <w:t>پناہ لينے</w:t>
      </w:r>
      <w:r w:rsidR="00137FAB">
        <w:rPr>
          <w:rtl/>
        </w:rPr>
        <w:t xml:space="preserve"> آئے</w:t>
      </w:r>
      <w:r>
        <w:rPr>
          <w:rtl/>
        </w:rPr>
        <w:t xml:space="preserve"> تھے حالانكہ مدينہ كے انصار نے اپنے امكان بھر ان پاك نفسو</w:t>
      </w:r>
      <w:r w:rsidR="00B365A1">
        <w:rPr>
          <w:rtl/>
        </w:rPr>
        <w:t xml:space="preserve">ں </w:t>
      </w:r>
      <w:r>
        <w:rPr>
          <w:rtl/>
        </w:rPr>
        <w:t>كى ضيافت كى ليكن چونكہ اس زمانہ تك مسلمانو</w:t>
      </w:r>
      <w:r w:rsidR="00B365A1">
        <w:rPr>
          <w:rtl/>
        </w:rPr>
        <w:t xml:space="preserve">ں </w:t>
      </w:r>
      <w:r>
        <w:rPr>
          <w:rtl/>
        </w:rPr>
        <w:t>كى مالى حالت اتنى اچھى نہي</w:t>
      </w:r>
      <w:r w:rsidR="00B365A1">
        <w:rPr>
          <w:rtl/>
        </w:rPr>
        <w:t xml:space="preserve">ں </w:t>
      </w:r>
      <w:r>
        <w:rPr>
          <w:rtl/>
        </w:rPr>
        <w:t>تھى كہ اسائشے كے ساتھ زندگى بسر كر سكي</w:t>
      </w:r>
      <w:r w:rsidR="00B365A1">
        <w:rPr>
          <w:rtl/>
        </w:rPr>
        <w:t xml:space="preserve">ں </w:t>
      </w:r>
      <w:r>
        <w:rPr>
          <w:rtl/>
        </w:rPr>
        <w:t>خاص طور سے كچھ لوگ تو ايسے تھے كہ ا ن كے پاس نہ تو جگہ تھى نہ مكان تھا نہ انكا كوئي سہارا تھا ليكن ان تمام ركاوٹو</w:t>
      </w:r>
      <w:r w:rsidR="00B365A1">
        <w:rPr>
          <w:rtl/>
        </w:rPr>
        <w:t xml:space="preserve">ں </w:t>
      </w:r>
      <w:r>
        <w:rPr>
          <w:rtl/>
        </w:rPr>
        <w:t>كے باوجود اسلام قبو ل كرنے والو</w:t>
      </w:r>
      <w:r w:rsidR="00B365A1">
        <w:rPr>
          <w:rtl/>
        </w:rPr>
        <w:t xml:space="preserve">ں </w:t>
      </w:r>
      <w:r>
        <w:rPr>
          <w:rtl/>
        </w:rPr>
        <w:t>كى تعدادبڑھتى ہى گئي وہ اتنے طاقت ور ہو گئے كہ انہو</w:t>
      </w:r>
      <w:r w:rsidR="00B365A1">
        <w:rPr>
          <w:rtl/>
        </w:rPr>
        <w:t xml:space="preserve">ں </w:t>
      </w:r>
      <w:r>
        <w:rPr>
          <w:rtl/>
        </w:rPr>
        <w:t>نے جزيرة العرب مي</w:t>
      </w:r>
      <w:r w:rsidR="00B365A1">
        <w:rPr>
          <w:rtl/>
        </w:rPr>
        <w:t xml:space="preserve">ں </w:t>
      </w:r>
      <w:r>
        <w:rPr>
          <w:rtl/>
        </w:rPr>
        <w:t xml:space="preserve">اپنى شناخت بنا لى اور اپنى طاقت كا مظاہرہ كرنے لگے_ </w:t>
      </w:r>
    </w:p>
    <w:p w:rsidR="00FF45BE" w:rsidRDefault="00FF45BE"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ہجرت كے دوسرے سال ايسا حادثہ پيش</w:t>
      </w:r>
      <w:r w:rsidR="00831D2C">
        <w:rPr>
          <w:rtl/>
        </w:rPr>
        <w:t xml:space="preserve"> آيا </w:t>
      </w:r>
      <w:r>
        <w:rPr>
          <w:rtl/>
        </w:rPr>
        <w:t xml:space="preserve"> كہ اسلام كى سب سے بڑى پہلى جنگ پيش ائي قريش سالہاسال سے اپنے تجارتى مال كو دوسرے شھر مي</w:t>
      </w:r>
      <w:r w:rsidR="00B365A1">
        <w:rPr>
          <w:rtl/>
        </w:rPr>
        <w:t xml:space="preserve">ں </w:t>
      </w:r>
      <w:r>
        <w:rPr>
          <w:rtl/>
        </w:rPr>
        <w:t>لے جاتے تھے وہ سال مي</w:t>
      </w:r>
      <w:r w:rsidR="00B365A1">
        <w:rPr>
          <w:rtl/>
        </w:rPr>
        <w:t xml:space="preserve">ں </w:t>
      </w:r>
      <w:r>
        <w:rPr>
          <w:rtl/>
        </w:rPr>
        <w:t>ايك بار يمن اور ايك بار شام كى طرف جاتے تھے ہجرت كے دوسرے سال اپنى رسم كے مطابق ايك بڑا قافلہ معاويہ كے باپ ابو سفيان كى سر كر دگى مي</w:t>
      </w:r>
      <w:r w:rsidR="00B365A1">
        <w:rPr>
          <w:rtl/>
        </w:rPr>
        <w:t xml:space="preserve">ں </w:t>
      </w:r>
      <w:r>
        <w:rPr>
          <w:rtl/>
        </w:rPr>
        <w:t>شام گيا ہوا تھا جب وہ تجارتى قافلہ واپس ہوا تو رسول اكرم (ص) نے مسلمانو</w:t>
      </w:r>
      <w:r w:rsidR="00B365A1">
        <w:rPr>
          <w:rtl/>
        </w:rPr>
        <w:t xml:space="preserve">ں </w:t>
      </w:r>
      <w:r>
        <w:rPr>
          <w:rtl/>
        </w:rPr>
        <w:t xml:space="preserve">كے ضايع اموال كے بدلے تقريباتين سو افراد كے ساتھ اس تجارتى قافلے كے سر را ہ پہنچ گئے _ </w:t>
      </w:r>
    </w:p>
    <w:p w:rsidR="00376422" w:rsidRDefault="00376422" w:rsidP="00E67399">
      <w:pPr>
        <w:pStyle w:val="libNormal"/>
        <w:rPr>
          <w:rtl/>
        </w:rPr>
      </w:pPr>
      <w:r>
        <w:rPr>
          <w:rtl/>
        </w:rPr>
        <w:t>ابو سفيان كو جب يہ خبر معلوم ہوئي تو اس نے مكہ والو</w:t>
      </w:r>
      <w:r w:rsidR="00B365A1">
        <w:rPr>
          <w:rtl/>
        </w:rPr>
        <w:t xml:space="preserve">ں </w:t>
      </w:r>
      <w:r>
        <w:rPr>
          <w:rtl/>
        </w:rPr>
        <w:t>سے مددطلب كى اس كے بعد اسنے كوشش كى كہ ايك دوسرے راستے سے بغير كوئي خطرہ مول لئے منزل پر پہنچ جائي</w:t>
      </w:r>
      <w:r w:rsidR="00B365A1">
        <w:rPr>
          <w:rtl/>
        </w:rPr>
        <w:t xml:space="preserve">ں </w:t>
      </w:r>
      <w:r>
        <w:rPr>
          <w:rtl/>
        </w:rPr>
        <w:t>قريش نے ابو سفيان كى مدد مي</w:t>
      </w:r>
      <w:r w:rsidR="00B365A1">
        <w:rPr>
          <w:rtl/>
        </w:rPr>
        <w:t xml:space="preserve">ں </w:t>
      </w:r>
      <w:r>
        <w:rPr>
          <w:rtl/>
        </w:rPr>
        <w:t>ايك ہزار كا لشكر تيار كر كے لشكر اسلام كے مقابلہ كے لئے بھيج ديا ،نتيجے مي</w:t>
      </w:r>
      <w:r w:rsidR="00B365A1">
        <w:rPr>
          <w:rtl/>
        </w:rPr>
        <w:t xml:space="preserve">ں </w:t>
      </w:r>
      <w:r>
        <w:rPr>
          <w:rtl/>
        </w:rPr>
        <w:t>بدر كے مقام پر ايك بڑى جنگ بدر ہوئي غيبى امداد اور اسلامى مجاہدو</w:t>
      </w:r>
      <w:r w:rsidR="00B365A1">
        <w:rPr>
          <w:rtl/>
        </w:rPr>
        <w:t xml:space="preserve">ں </w:t>
      </w:r>
      <w:r>
        <w:rPr>
          <w:rtl/>
        </w:rPr>
        <w:t>كى جانبازى سے مسلمانو</w:t>
      </w:r>
      <w:r w:rsidR="00B365A1">
        <w:rPr>
          <w:rtl/>
        </w:rPr>
        <w:t xml:space="preserve">ں </w:t>
      </w:r>
      <w:r>
        <w:rPr>
          <w:rtl/>
        </w:rPr>
        <w:t xml:space="preserve">كو فتح حاصل ہوئي اور لشكر مخالف كے لگ بھگ ستّر مقتول ڈھير تھے اور 70 ستّر افراد قيد كئے گئے _ </w:t>
      </w:r>
    </w:p>
    <w:p w:rsidR="00376422" w:rsidRDefault="00376422" w:rsidP="00E67399">
      <w:pPr>
        <w:pStyle w:val="libNormal"/>
        <w:rPr>
          <w:rtl/>
        </w:rPr>
      </w:pPr>
      <w:r>
        <w:rPr>
          <w:rtl/>
        </w:rPr>
        <w:t>عبد شمس اور اموى خاندان كے اس جنگ مي</w:t>
      </w:r>
      <w:r w:rsidR="00B365A1">
        <w:rPr>
          <w:rtl/>
        </w:rPr>
        <w:t xml:space="preserve">ں </w:t>
      </w:r>
      <w:r>
        <w:rPr>
          <w:rtl/>
        </w:rPr>
        <w:t>اٹھ ادمى قتل ہوئے ان مي</w:t>
      </w:r>
      <w:r w:rsidR="00B365A1">
        <w:rPr>
          <w:rtl/>
        </w:rPr>
        <w:t xml:space="preserve">ں </w:t>
      </w:r>
      <w:r>
        <w:rPr>
          <w:rtl/>
        </w:rPr>
        <w:t>ابو سفيان كا فرزند حنظلہ ،عتبہ وربيع ھند كے باپ اور چچااور وليد ابن عتبہ مقتول ہوئے خليفو</w:t>
      </w:r>
      <w:r w:rsidR="00B365A1">
        <w:rPr>
          <w:rtl/>
        </w:rPr>
        <w:t xml:space="preserve">ں </w:t>
      </w:r>
      <w:r>
        <w:rPr>
          <w:rtl/>
        </w:rPr>
        <w:t>كے چھ ادمى بھى ان مي</w:t>
      </w:r>
      <w:r w:rsidR="00B365A1">
        <w:rPr>
          <w:rtl/>
        </w:rPr>
        <w:t xml:space="preserve">ں </w:t>
      </w:r>
      <w:r>
        <w:rPr>
          <w:rtl/>
        </w:rPr>
        <w:t>قتل ہوئے اسير و</w:t>
      </w:r>
      <w:r w:rsidR="00B365A1">
        <w:rPr>
          <w:rtl/>
        </w:rPr>
        <w:t xml:space="preserve">ں </w:t>
      </w:r>
      <w:r>
        <w:rPr>
          <w:rtl/>
        </w:rPr>
        <w:t>مي</w:t>
      </w:r>
      <w:r w:rsidR="00B365A1">
        <w:rPr>
          <w:rtl/>
        </w:rPr>
        <w:t xml:space="preserve">ں </w:t>
      </w:r>
      <w:r>
        <w:rPr>
          <w:rtl/>
        </w:rPr>
        <w:t>بھى اموى كے سات ادمى تھے كہ ان مي</w:t>
      </w:r>
      <w:r w:rsidR="00B365A1">
        <w:rPr>
          <w:rtl/>
        </w:rPr>
        <w:t xml:space="preserve">ں </w:t>
      </w:r>
      <w:r>
        <w:rPr>
          <w:rtl/>
        </w:rPr>
        <w:t xml:space="preserve">ابو سفيان كا دوسرا بيٹاعمرو تھاابو سفيان نے اپنے فرزند كے قيد ہونے كے بدلے </w:t>
      </w:r>
    </w:p>
    <w:p w:rsidR="00376422" w:rsidRDefault="00376422" w:rsidP="00E67399">
      <w:pPr>
        <w:pStyle w:val="libNormal"/>
        <w:rPr>
          <w:rtl/>
        </w:rPr>
      </w:pPr>
      <w:r>
        <w:rPr>
          <w:rtl/>
        </w:rPr>
        <w:t>مي</w:t>
      </w:r>
      <w:r w:rsidR="00B365A1">
        <w:rPr>
          <w:rtl/>
        </w:rPr>
        <w:t xml:space="preserve">ں </w:t>
      </w:r>
      <w:r>
        <w:rPr>
          <w:rtl/>
        </w:rPr>
        <w:t>ايك معزز انصارى كو ناحق قيد كر ليا جو حج عمرہ كے لئے مكہ گئے ہوئے تھے حالانكہ اس سے پہلے قريش نے كبھى اس واقعہ سے پيش تر كسى حاجى سے تعرض نہي</w:t>
      </w:r>
      <w:r w:rsidR="00B365A1">
        <w:rPr>
          <w:rtl/>
        </w:rPr>
        <w:t xml:space="preserve">ں </w:t>
      </w:r>
      <w:r>
        <w:rPr>
          <w:rtl/>
        </w:rPr>
        <w:t>كياتھا ،اسى لئے تمام مسلمان مجبور ہو گئے كہ ان جنگى قيديو</w:t>
      </w:r>
      <w:r w:rsidR="00B365A1">
        <w:rPr>
          <w:rtl/>
        </w:rPr>
        <w:t xml:space="preserve">ں </w:t>
      </w:r>
      <w:r>
        <w:rPr>
          <w:rtl/>
        </w:rPr>
        <w:t>كو ازاد كر دي</w:t>
      </w:r>
      <w:r w:rsidR="00B365A1">
        <w:rPr>
          <w:rtl/>
        </w:rPr>
        <w:t xml:space="preserve">ں </w:t>
      </w:r>
      <w:r>
        <w:rPr>
          <w:rtl/>
        </w:rPr>
        <w:t xml:space="preserve">_ </w:t>
      </w:r>
    </w:p>
    <w:p w:rsidR="002C28AF" w:rsidRDefault="00376422" w:rsidP="00E67399">
      <w:pPr>
        <w:pStyle w:val="libNormal"/>
        <w:rPr>
          <w:rtl/>
        </w:rPr>
      </w:pPr>
      <w:r>
        <w:rPr>
          <w:rtl/>
        </w:rPr>
        <w:t>جنگ بدر كے بعد چونكہ تمام سرداران قريش قتل ہو چكے تھے اس لئے ابو سفيان قريش كا سب سے بڑا سردار بن گيااسے قريش مكہ كى جنگ وصلح كا بھى اختيار مل گيا اسى حال مي</w:t>
      </w:r>
      <w:r w:rsidR="00B365A1">
        <w:rPr>
          <w:rtl/>
        </w:rPr>
        <w:t xml:space="preserve">ں </w:t>
      </w:r>
      <w:r>
        <w:rPr>
          <w:rtl/>
        </w:rPr>
        <w:t>اسنے منّت مانى تھى كہ اپنا سر نہي</w:t>
      </w:r>
      <w:r w:rsidR="00B365A1">
        <w:rPr>
          <w:rtl/>
        </w:rPr>
        <w:t xml:space="preserve">ں </w:t>
      </w:r>
      <w:r>
        <w:rPr>
          <w:rtl/>
        </w:rPr>
        <w:t xml:space="preserve">دھوئے گا جب تك پيغمبر اسلام (ص) سے جنگ بدر كى ہار كا بدلہ نہ لے لے _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كچھ دن بعد ابو سفيان نے اپنى مكروہ منّت پورى كر نے كے لئے (200)دوسو سوارو</w:t>
      </w:r>
      <w:r w:rsidR="00B365A1">
        <w:rPr>
          <w:rtl/>
        </w:rPr>
        <w:t xml:space="preserve">ں </w:t>
      </w:r>
      <w:r>
        <w:rPr>
          <w:rtl/>
        </w:rPr>
        <w:t>كے ساتھ مدينہ كى طرف</w:t>
      </w:r>
      <w:r w:rsidR="00831D2C">
        <w:rPr>
          <w:rtl/>
        </w:rPr>
        <w:t xml:space="preserve"> آيا </w:t>
      </w:r>
      <w:r>
        <w:rPr>
          <w:rtl/>
        </w:rPr>
        <w:t xml:space="preserve"> اور وہا</w:t>
      </w:r>
      <w:r w:rsidR="00B365A1">
        <w:rPr>
          <w:rtl/>
        </w:rPr>
        <w:t xml:space="preserve">ں </w:t>
      </w:r>
      <w:r>
        <w:rPr>
          <w:rtl/>
        </w:rPr>
        <w:t>بنى نضير كے يہوديو</w:t>
      </w:r>
      <w:r w:rsidR="00B365A1">
        <w:rPr>
          <w:rtl/>
        </w:rPr>
        <w:t xml:space="preserve">ں </w:t>
      </w:r>
      <w:r>
        <w:rPr>
          <w:rtl/>
        </w:rPr>
        <w:t>كے يہا</w:t>
      </w:r>
      <w:r w:rsidR="00B365A1">
        <w:rPr>
          <w:rtl/>
        </w:rPr>
        <w:t xml:space="preserve">ں </w:t>
      </w:r>
      <w:r>
        <w:rPr>
          <w:rtl/>
        </w:rPr>
        <w:t>قيام پزير ہوا اسكے بعد وہ شہر مدينہ كے حالات كى جستجو مي</w:t>
      </w:r>
      <w:r w:rsidR="00B365A1">
        <w:rPr>
          <w:rtl/>
        </w:rPr>
        <w:t xml:space="preserve">ں </w:t>
      </w:r>
      <w:r>
        <w:rPr>
          <w:rtl/>
        </w:rPr>
        <w:t>لگ ليا پھر اسنے اپنے كچھ ادميو</w:t>
      </w:r>
      <w:r w:rsidR="00B365A1">
        <w:rPr>
          <w:rtl/>
        </w:rPr>
        <w:t xml:space="preserve">ں </w:t>
      </w:r>
      <w:r>
        <w:rPr>
          <w:rtl/>
        </w:rPr>
        <w:t>كو بھيجاتاكہ مدينہ والو</w:t>
      </w:r>
      <w:r w:rsidR="00B365A1">
        <w:rPr>
          <w:rtl/>
        </w:rPr>
        <w:t xml:space="preserve">ں </w:t>
      </w:r>
      <w:r>
        <w:rPr>
          <w:rtl/>
        </w:rPr>
        <w:t>كے درخت خرما مي</w:t>
      </w:r>
      <w:r w:rsidR="00B365A1">
        <w:rPr>
          <w:rtl/>
        </w:rPr>
        <w:t xml:space="preserve">ں </w:t>
      </w:r>
      <w:r>
        <w:rPr>
          <w:rtl/>
        </w:rPr>
        <w:t>اگ لگا دي</w:t>
      </w:r>
      <w:r w:rsidR="00B365A1">
        <w:rPr>
          <w:rtl/>
        </w:rPr>
        <w:t xml:space="preserve">ں </w:t>
      </w:r>
      <w:r>
        <w:rPr>
          <w:rtl/>
        </w:rPr>
        <w:t>_ان لوگو</w:t>
      </w:r>
      <w:r w:rsidR="00B365A1">
        <w:rPr>
          <w:rtl/>
        </w:rPr>
        <w:t xml:space="preserve">ں </w:t>
      </w:r>
      <w:r>
        <w:rPr>
          <w:rtl/>
        </w:rPr>
        <w:t>نے اپنا كا م كرنے كے بعدمدينہ كے دو باشندو</w:t>
      </w:r>
      <w:r w:rsidR="00B365A1">
        <w:rPr>
          <w:rtl/>
        </w:rPr>
        <w:t xml:space="preserve">ں </w:t>
      </w:r>
      <w:r>
        <w:rPr>
          <w:rtl/>
        </w:rPr>
        <w:t xml:space="preserve">كو بھى بے گناہ قتل كر ديا ابو سفيان كے اس چھوٹے سے لشكر نے اپنا يہ كا م انجام ديكر مكہ واپسى اختيار كى _ </w:t>
      </w:r>
    </w:p>
    <w:p w:rsidR="00376422" w:rsidRDefault="00376422" w:rsidP="00E67399">
      <w:pPr>
        <w:pStyle w:val="libNormal"/>
        <w:rPr>
          <w:rtl/>
        </w:rPr>
      </w:pPr>
      <w:r>
        <w:rPr>
          <w:rtl/>
        </w:rPr>
        <w:t>معاويہ كى ما</w:t>
      </w:r>
      <w:r w:rsidR="00B365A1">
        <w:rPr>
          <w:rtl/>
        </w:rPr>
        <w:t xml:space="preserve">ں </w:t>
      </w:r>
      <w:r>
        <w:rPr>
          <w:rtl/>
        </w:rPr>
        <w:t>ھندہ ،جنگ بدر كے بعد سخت غم و غصّہ مي</w:t>
      </w:r>
      <w:r w:rsidR="00B365A1">
        <w:rPr>
          <w:rtl/>
        </w:rPr>
        <w:t xml:space="preserve">ں </w:t>
      </w:r>
      <w:r>
        <w:rPr>
          <w:rtl/>
        </w:rPr>
        <w:t>بھرى ہوئي تھى كيونكہ اسكے باپ چچااور دوسرے رشتہ دار قتل ہوئے تھے ا س كا زيادہ تر وقت ان لوگو</w:t>
      </w:r>
      <w:r w:rsidR="00B365A1">
        <w:rPr>
          <w:rtl/>
        </w:rPr>
        <w:t xml:space="preserve">ں </w:t>
      </w:r>
      <w:r>
        <w:rPr>
          <w:rtl/>
        </w:rPr>
        <w:t>كى ماتم پرسى مي</w:t>
      </w:r>
      <w:r w:rsidR="00B365A1">
        <w:rPr>
          <w:rtl/>
        </w:rPr>
        <w:t xml:space="preserve">ں </w:t>
      </w:r>
      <w:r>
        <w:rPr>
          <w:rtl/>
        </w:rPr>
        <w:t>صرف ہوتا تھا ، اس طرح وہ ہر لمحہ اس كوشش مي</w:t>
      </w:r>
      <w:r w:rsidR="00B365A1">
        <w:rPr>
          <w:rtl/>
        </w:rPr>
        <w:t xml:space="preserve">ں </w:t>
      </w:r>
      <w:r>
        <w:rPr>
          <w:rtl/>
        </w:rPr>
        <w:t xml:space="preserve">رہتى تھى كہ قريش كو انتقام پر ابھا رے _ </w:t>
      </w:r>
    </w:p>
    <w:p w:rsidR="00376422" w:rsidRDefault="00376422" w:rsidP="00E67399">
      <w:pPr>
        <w:pStyle w:val="libNormal"/>
        <w:rPr>
          <w:rtl/>
        </w:rPr>
      </w:pPr>
      <w:r>
        <w:rPr>
          <w:rtl/>
        </w:rPr>
        <w:t>جنگ بدر اور ا سمي</w:t>
      </w:r>
      <w:r w:rsidR="00B365A1">
        <w:rPr>
          <w:rtl/>
        </w:rPr>
        <w:t xml:space="preserve">ں </w:t>
      </w:r>
      <w:r>
        <w:rPr>
          <w:rtl/>
        </w:rPr>
        <w:t>ستّر افراد كے قتل اور ستّر كى اسيرى كے بعد قريش اس جنگ سے سخت پريشان اور بد حال تھے شام سے جو تجارتى منافع ہوا تھا اس مي</w:t>
      </w:r>
      <w:r w:rsidR="00B365A1">
        <w:rPr>
          <w:rtl/>
        </w:rPr>
        <w:t xml:space="preserve">ں </w:t>
      </w:r>
      <w:r>
        <w:rPr>
          <w:rtl/>
        </w:rPr>
        <w:t>سے ايك ہزار اونٹ اور لگ بھگ پچاس ہزار دينا ر اس غرض سے نكال ليا كہ مسلمانو</w:t>
      </w:r>
      <w:r w:rsidR="00B365A1">
        <w:rPr>
          <w:rtl/>
        </w:rPr>
        <w:t xml:space="preserve">ں </w:t>
      </w:r>
      <w:r>
        <w:rPr>
          <w:rtl/>
        </w:rPr>
        <w:t>كے خلاف نئي جنگ لڑ سكي</w:t>
      </w:r>
      <w:r w:rsidR="00B365A1">
        <w:rPr>
          <w:rtl/>
        </w:rPr>
        <w:t xml:space="preserve">ں </w:t>
      </w:r>
      <w:r>
        <w:rPr>
          <w:rtl/>
        </w:rPr>
        <w:t>انہي</w:t>
      </w:r>
      <w:r w:rsidR="00B365A1">
        <w:rPr>
          <w:rtl/>
        </w:rPr>
        <w:t xml:space="preserve">ں </w:t>
      </w:r>
      <w:r>
        <w:rPr>
          <w:rtl/>
        </w:rPr>
        <w:t>كے بارے مي</w:t>
      </w:r>
      <w:r w:rsidR="00B365A1">
        <w:rPr>
          <w:rtl/>
        </w:rPr>
        <w:t xml:space="preserve">ں </w:t>
      </w:r>
      <w:r>
        <w:rPr>
          <w:rtl/>
        </w:rPr>
        <w:t>سر زنش سے بھر پور يہ</w:t>
      </w:r>
      <w:r w:rsidR="0097280A">
        <w:rPr>
          <w:rtl/>
        </w:rPr>
        <w:t xml:space="preserve"> آيت</w:t>
      </w:r>
      <w:r>
        <w:rPr>
          <w:rtl/>
        </w:rPr>
        <w:t xml:space="preserve"> نازل ہوتى ہے _ </w:t>
      </w:r>
    </w:p>
    <w:p w:rsidR="00376422" w:rsidRDefault="00376422" w:rsidP="00E67399">
      <w:pPr>
        <w:pStyle w:val="libNormal"/>
        <w:rPr>
          <w:rtl/>
        </w:rPr>
      </w:pPr>
      <w:r w:rsidRPr="000C34E7">
        <w:rPr>
          <w:rStyle w:val="libAieChar"/>
          <w:rtl/>
        </w:rPr>
        <w:t>ان الذين كفروا ينفقون اموال</w:t>
      </w:r>
      <w:r w:rsidR="00D96149" w:rsidRPr="00E67399">
        <w:rPr>
          <w:rStyle w:val="libAieChar"/>
          <w:rFonts w:hint="cs"/>
          <w:rtl/>
        </w:rPr>
        <w:t>ه</w:t>
      </w:r>
      <w:r w:rsidRPr="000C34E7">
        <w:rPr>
          <w:rStyle w:val="libAieChar"/>
          <w:rFonts w:hint="cs"/>
          <w:rtl/>
        </w:rPr>
        <w:t>م</w:t>
      </w:r>
      <w:r>
        <w:rPr>
          <w:rtl/>
        </w:rPr>
        <w:t xml:space="preserve">_ _ _ _الخ_ _ (سورہ انفال 36 ) </w:t>
      </w:r>
    </w:p>
    <w:p w:rsidR="00376422" w:rsidRDefault="00376422" w:rsidP="00E67399">
      <w:pPr>
        <w:pStyle w:val="libNormal"/>
        <w:rPr>
          <w:rtl/>
        </w:rPr>
      </w:pPr>
      <w:r>
        <w:rPr>
          <w:rtl/>
        </w:rPr>
        <w:t>تر جمہ : جن لوگو</w:t>
      </w:r>
      <w:r w:rsidR="00B365A1">
        <w:rPr>
          <w:rtl/>
        </w:rPr>
        <w:t xml:space="preserve">ں </w:t>
      </w:r>
      <w:r>
        <w:rPr>
          <w:rtl/>
        </w:rPr>
        <w:t>نے حق كو ماننے سے انكار كيا ہے وہ اپنے مال خدا كے راستے سے روكنے كےلئے صرف كر رہے ہي</w:t>
      </w:r>
      <w:r w:rsidR="00B365A1">
        <w:rPr>
          <w:rtl/>
        </w:rPr>
        <w:t xml:space="preserve">ں </w:t>
      </w:r>
      <w:r>
        <w:rPr>
          <w:rtl/>
        </w:rPr>
        <w:t>اور ابھى اس سے زيادہ خرچ كرتے رہي</w:t>
      </w:r>
      <w:r w:rsidR="00B365A1">
        <w:rPr>
          <w:rtl/>
        </w:rPr>
        <w:t xml:space="preserve">ں </w:t>
      </w:r>
      <w:r>
        <w:rPr>
          <w:rtl/>
        </w:rPr>
        <w:t>گے مگر اخر كار يہى كوششي</w:t>
      </w:r>
      <w:r w:rsidR="00B365A1">
        <w:rPr>
          <w:rtl/>
        </w:rPr>
        <w:t xml:space="preserve">ں </w:t>
      </w:r>
      <w:r>
        <w:rPr>
          <w:rtl/>
        </w:rPr>
        <w:t>ان كے پچھتاوے كا سبب بن جائي</w:t>
      </w:r>
      <w:r w:rsidR="00B365A1">
        <w:rPr>
          <w:rtl/>
        </w:rPr>
        <w:t xml:space="preserve">ں </w:t>
      </w:r>
      <w:r>
        <w:rPr>
          <w:rtl/>
        </w:rPr>
        <w:t>گى پھر وہ مغلوب ہو</w:t>
      </w:r>
      <w:r w:rsidR="00B365A1">
        <w:rPr>
          <w:rtl/>
        </w:rPr>
        <w:t xml:space="preserve">ں </w:t>
      </w:r>
      <w:r>
        <w:rPr>
          <w:rtl/>
        </w:rPr>
        <w:t>گے پھر يہ كافر جہنم كى طرف گھير كر لائے جائي</w:t>
      </w:r>
      <w:r w:rsidR="00B365A1">
        <w:rPr>
          <w:rtl/>
        </w:rPr>
        <w:t xml:space="preserve">ں </w:t>
      </w:r>
      <w:r>
        <w:rPr>
          <w:rtl/>
        </w:rPr>
        <w:t xml:space="preserve">گے _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7" w:name="_Toc531605635"/>
      <w:r>
        <w:rPr>
          <w:rtl/>
        </w:rPr>
        <w:t>ابوسفيان جنگ احد مي</w:t>
      </w:r>
      <w:r w:rsidR="00B365A1">
        <w:rPr>
          <w:rtl/>
        </w:rPr>
        <w:t>ں</w:t>
      </w:r>
      <w:bookmarkEnd w:id="7"/>
      <w:r w:rsidR="00B365A1">
        <w:rPr>
          <w:rtl/>
        </w:rPr>
        <w:t xml:space="preserve"> </w:t>
      </w:r>
    </w:p>
    <w:p w:rsidR="00376422" w:rsidRDefault="00376422" w:rsidP="00E67399">
      <w:pPr>
        <w:pStyle w:val="libNormal"/>
        <w:rPr>
          <w:rtl/>
        </w:rPr>
      </w:pPr>
      <w:r>
        <w:rPr>
          <w:rtl/>
        </w:rPr>
        <w:t>ابو سفيان نے جو اقدامات كئے تھے اور قريش نے جو كچھ جنگ كے لئے دولت جمع كى تھى اس كے سہارے تمام قريش رسول اكرم(ص) سے جنگ پر امادہ ہو گئے ، ابو سفيان نے اس جنگ كى قيادت سنبھال لى ،ا س كى بيوى ھندہ اور دوسرى قريش كى عورتي</w:t>
      </w:r>
      <w:r w:rsidR="00B365A1">
        <w:rPr>
          <w:rtl/>
        </w:rPr>
        <w:t xml:space="preserve">ں </w:t>
      </w:r>
      <w:r>
        <w:rPr>
          <w:rtl/>
        </w:rPr>
        <w:t>بھى ساتھ ساتھ تھي</w:t>
      </w:r>
      <w:r w:rsidR="00B365A1">
        <w:rPr>
          <w:rtl/>
        </w:rPr>
        <w:t xml:space="preserve">ں </w:t>
      </w:r>
      <w:r>
        <w:rPr>
          <w:rtl/>
        </w:rPr>
        <w:t>مكہ اور مدينہ كے درميان جب بھى ھندہ كى ملاقات جبير ابن مطعم كے غلام وحشى سے ہوتى تھى تو وہ كہتى تھى ،كہ ہا</w:t>
      </w:r>
      <w:r w:rsidR="00B365A1">
        <w:rPr>
          <w:rtl/>
        </w:rPr>
        <w:t xml:space="preserve">ں </w:t>
      </w:r>
      <w:r>
        <w:rPr>
          <w:rtl/>
        </w:rPr>
        <w:t>اے وحشى ميرے سينہ مي</w:t>
      </w:r>
      <w:r w:rsidR="00B365A1">
        <w:rPr>
          <w:rtl/>
        </w:rPr>
        <w:t xml:space="preserve">ں </w:t>
      </w:r>
      <w:r>
        <w:rPr>
          <w:rtl/>
        </w:rPr>
        <w:t>جو پرانہ كينہ دفن ہے اس داغ سے مجھے شفاء دےدے مي</w:t>
      </w:r>
      <w:r w:rsidR="00B365A1">
        <w:rPr>
          <w:rtl/>
        </w:rPr>
        <w:t xml:space="preserve">ں </w:t>
      </w:r>
      <w:r>
        <w:rPr>
          <w:rtl/>
        </w:rPr>
        <w:t>تجھے غلامى سے ازاد كرا دو</w:t>
      </w:r>
      <w:r w:rsidR="00B365A1">
        <w:rPr>
          <w:rtl/>
        </w:rPr>
        <w:t xml:space="preserve">ں </w:t>
      </w:r>
      <w:r>
        <w:rPr>
          <w:rtl/>
        </w:rPr>
        <w:t xml:space="preserve">گى _ </w:t>
      </w:r>
    </w:p>
    <w:p w:rsidR="00376422" w:rsidRDefault="00376422" w:rsidP="00E67399">
      <w:pPr>
        <w:pStyle w:val="libNormal"/>
        <w:rPr>
          <w:rtl/>
        </w:rPr>
      </w:pPr>
      <w:r>
        <w:rPr>
          <w:rtl/>
        </w:rPr>
        <w:t>اس طرح معاويہ كے ما</w:t>
      </w:r>
      <w:r w:rsidR="00B365A1">
        <w:rPr>
          <w:rtl/>
        </w:rPr>
        <w:t xml:space="preserve">ں </w:t>
      </w:r>
      <w:r>
        <w:rPr>
          <w:rtl/>
        </w:rPr>
        <w:t>اورباپ ابو سفيان اور ھندہ احد كى حسرتو</w:t>
      </w:r>
      <w:r w:rsidR="00B365A1">
        <w:rPr>
          <w:rtl/>
        </w:rPr>
        <w:t xml:space="preserve">ں </w:t>
      </w:r>
      <w:r>
        <w:rPr>
          <w:rtl/>
        </w:rPr>
        <w:t>سے بھر پور جنگ احد كے لئے تيار ہو گئے اسمي</w:t>
      </w:r>
      <w:r w:rsidR="00B365A1">
        <w:rPr>
          <w:rtl/>
        </w:rPr>
        <w:t xml:space="preserve">ں </w:t>
      </w:r>
      <w:r>
        <w:rPr>
          <w:rtl/>
        </w:rPr>
        <w:t>اسلام كے بہت سے سچے مجاہد قتل كئے گئے جنگ كے دن علمدار فوج ابو سفيان نے بنى عبد الدار كے قبيلہ والو</w:t>
      </w:r>
      <w:r w:rsidR="00B365A1">
        <w:rPr>
          <w:rtl/>
        </w:rPr>
        <w:t xml:space="preserve">ں </w:t>
      </w:r>
      <w:r>
        <w:rPr>
          <w:rtl/>
        </w:rPr>
        <w:t xml:space="preserve">كو مخاطب كر كے كہا : </w:t>
      </w:r>
    </w:p>
    <w:p w:rsidR="00376422" w:rsidRDefault="00376422" w:rsidP="00E67399">
      <w:pPr>
        <w:pStyle w:val="libNormal"/>
        <w:rPr>
          <w:rtl/>
        </w:rPr>
      </w:pPr>
      <w:r>
        <w:rPr>
          <w:rtl/>
        </w:rPr>
        <w:t>اے فرزندان عبد الدار تم جنگ بدر مي</w:t>
      </w:r>
      <w:r w:rsidR="00B365A1">
        <w:rPr>
          <w:rtl/>
        </w:rPr>
        <w:t xml:space="preserve">ں </w:t>
      </w:r>
      <w:r>
        <w:rPr>
          <w:rtl/>
        </w:rPr>
        <w:t>ہمارى فوج كے علمدار تھے ہم نے اس جنگ مي</w:t>
      </w:r>
      <w:r w:rsidR="00B365A1">
        <w:rPr>
          <w:rtl/>
        </w:rPr>
        <w:t xml:space="preserve">ں </w:t>
      </w:r>
      <w:r>
        <w:rPr>
          <w:rtl/>
        </w:rPr>
        <w:t>بہت سے مصائب جھيلے يہ جنگى پرچم كا مسئلہ اتنا اہم ہے كہ ہر لشكر وہا</w:t>
      </w:r>
      <w:r w:rsidR="00B365A1">
        <w:rPr>
          <w:rtl/>
        </w:rPr>
        <w:t xml:space="preserve">ں </w:t>
      </w:r>
      <w:r>
        <w:rPr>
          <w:rtl/>
        </w:rPr>
        <w:t>شكست يا فتح كا سامنا كرے گايا تو پرچم كى حفاظت كرو يا اس پرچم سے دستبر دار ہو جاو تاكہ ہم خود اس ذمہ دارى كو سنبھالي</w:t>
      </w:r>
      <w:r w:rsidR="00B365A1">
        <w:rPr>
          <w:rtl/>
        </w:rPr>
        <w:t xml:space="preserve">ں </w:t>
      </w:r>
      <w:r>
        <w:rPr>
          <w:rtl/>
        </w:rPr>
        <w:t xml:space="preserve">_ </w:t>
      </w:r>
    </w:p>
    <w:p w:rsidR="00376422" w:rsidRDefault="00376422" w:rsidP="00E67399">
      <w:pPr>
        <w:pStyle w:val="libNormal"/>
        <w:rPr>
          <w:rtl/>
        </w:rPr>
      </w:pPr>
      <w:r>
        <w:rPr>
          <w:rtl/>
        </w:rPr>
        <w:t>ان لوگو</w:t>
      </w:r>
      <w:r w:rsidR="00B365A1">
        <w:rPr>
          <w:rtl/>
        </w:rPr>
        <w:t xml:space="preserve">ں </w:t>
      </w:r>
      <w:r>
        <w:rPr>
          <w:rtl/>
        </w:rPr>
        <w:t>نے كہا كہ ہم اپنا علم تمہارے حوالے كر دي</w:t>
      </w:r>
      <w:r w:rsidR="00B365A1">
        <w:rPr>
          <w:rtl/>
        </w:rPr>
        <w:t xml:space="preserve">ں </w:t>
      </w:r>
      <w:r>
        <w:rPr>
          <w:rtl/>
        </w:rPr>
        <w:t>؟ ايسا ہر گز ممكن نہي</w:t>
      </w:r>
      <w:r w:rsidR="00B365A1">
        <w:rPr>
          <w:rtl/>
        </w:rPr>
        <w:t xml:space="preserve">ں </w:t>
      </w:r>
      <w:r>
        <w:rPr>
          <w:rtl/>
        </w:rPr>
        <w:t>كل جب جنگ كے شعلے بھڑك جائي</w:t>
      </w:r>
      <w:r w:rsidR="00B365A1">
        <w:rPr>
          <w:rtl/>
        </w:rPr>
        <w:t xml:space="preserve">ں </w:t>
      </w:r>
      <w:r>
        <w:rPr>
          <w:rtl/>
        </w:rPr>
        <w:t xml:space="preserve">گے تو تم ديكھ لو گے كہ ہم نے كيسى جانبازى دكھائي ہے يہ تھى ابو سفيان كى دلى ارزو كہ اسلام شكست كھا جائے اور رسول(ص) اكرم كى زندگى كا خاتمہ ہو جائے _ </w:t>
      </w:r>
    </w:p>
    <w:p w:rsidR="00376422" w:rsidRDefault="00376422" w:rsidP="00E67399">
      <w:pPr>
        <w:pStyle w:val="libNormal"/>
        <w:rPr>
          <w:rtl/>
        </w:rPr>
      </w:pPr>
      <w:r>
        <w:rPr>
          <w:rtl/>
        </w:rPr>
        <w:t>جب دوسرادن</w:t>
      </w:r>
      <w:r w:rsidR="00831D2C">
        <w:rPr>
          <w:rtl/>
        </w:rPr>
        <w:t xml:space="preserve"> آيا </w:t>
      </w:r>
      <w:r>
        <w:rPr>
          <w:rtl/>
        </w:rPr>
        <w:t xml:space="preserve"> اور افتاب بلند ہو ا تو دونو</w:t>
      </w:r>
      <w:r w:rsidR="00B365A1">
        <w:rPr>
          <w:rtl/>
        </w:rPr>
        <w:t xml:space="preserve">ں </w:t>
      </w:r>
      <w:r>
        <w:rPr>
          <w:rtl/>
        </w:rPr>
        <w:t>لشكر امنے سامنے ہوئے اور جنگ شروع ہو گئي ھندہ اپنى تمام عورتو</w:t>
      </w:r>
      <w:r w:rsidR="00B365A1">
        <w:rPr>
          <w:rtl/>
        </w:rPr>
        <w:t xml:space="preserve">ں </w:t>
      </w:r>
      <w:r>
        <w:rPr>
          <w:rtl/>
        </w:rPr>
        <w:t>كے ساتھ سپاہيو</w:t>
      </w:r>
      <w:r w:rsidR="00B365A1">
        <w:rPr>
          <w:rtl/>
        </w:rPr>
        <w:t xml:space="preserve">ں </w:t>
      </w:r>
      <w:r>
        <w:rPr>
          <w:rtl/>
        </w:rPr>
        <w:t xml:space="preserve">كو جنگ پر ابھارنے كے لئے لشكر كے ہمراہ تھى وہ خيمہ سے باہر اكر دف بجاتى ہوئي يہ گيت گاكر قريش كو جنگ پر ابھا ر رہى تھى _ </w:t>
      </w:r>
    </w:p>
    <w:p w:rsidR="002C28AF" w:rsidRDefault="00376422" w:rsidP="00E67399">
      <w:pPr>
        <w:pStyle w:val="libNormal"/>
        <w:rPr>
          <w:rtl/>
        </w:rPr>
      </w:pPr>
      <w:r>
        <w:rPr>
          <w:rtl/>
        </w:rPr>
        <w:t>اے عبد الدار كے بيٹو اگے بڑھو اے محافظو</w:t>
      </w:r>
      <w:r w:rsidR="00B365A1">
        <w:rPr>
          <w:rtl/>
        </w:rPr>
        <w:t xml:space="preserve">ں </w:t>
      </w:r>
      <w:r>
        <w:rPr>
          <w:rtl/>
        </w:rPr>
        <w:t>بھر پور كوشش كرو اپنى تيز تلواري</w:t>
      </w:r>
      <w:r w:rsidR="00B365A1">
        <w:rPr>
          <w:rtl/>
        </w:rPr>
        <w:t xml:space="preserve">ں </w:t>
      </w:r>
      <w:r>
        <w:rPr>
          <w:rtl/>
        </w:rPr>
        <w:t>خوب چلاو ہم ستارہ صبح كى بيٹيا</w:t>
      </w:r>
      <w:r w:rsidR="00B365A1">
        <w:rPr>
          <w:rtl/>
        </w:rPr>
        <w:t xml:space="preserve">ں </w:t>
      </w:r>
      <w:r>
        <w:rPr>
          <w:rtl/>
        </w:rPr>
        <w:t>ہي</w:t>
      </w:r>
      <w:r w:rsidR="00B365A1">
        <w:rPr>
          <w:rtl/>
        </w:rPr>
        <w:t xml:space="preserve">ں </w:t>
      </w:r>
      <w:r>
        <w:rPr>
          <w:rtl/>
        </w:rPr>
        <w:t>اگر تم فاتحانہ اگے بڑھو گے تو ہم اپنى اغوش پھيلا دينگے اور تمھارے لئے بستر بچھائي</w:t>
      </w:r>
      <w:r w:rsidR="00B365A1">
        <w:rPr>
          <w:rtl/>
        </w:rPr>
        <w:t xml:space="preserve">ں </w:t>
      </w:r>
      <w:r>
        <w:rPr>
          <w:rtl/>
        </w:rPr>
        <w:t>گے اور اگر ميدان جنگ سے بھا گے اور تمہي</w:t>
      </w:r>
      <w:r w:rsidR="00B365A1">
        <w:rPr>
          <w:rtl/>
        </w:rPr>
        <w:t xml:space="preserve">ں </w:t>
      </w:r>
      <w:r>
        <w:rPr>
          <w:rtl/>
        </w:rPr>
        <w:t>ہار ہو گئي تو ہم بھى تم سے اپنا منھ پھير لينگے اور تم سے علحدہ ہو جائي</w:t>
      </w:r>
      <w:r w:rsidR="00B365A1">
        <w:rPr>
          <w:rtl/>
        </w:rPr>
        <w:t xml:space="preserve">ں </w:t>
      </w:r>
      <w:r>
        <w:rPr>
          <w:rtl/>
        </w:rPr>
        <w:t xml:space="preserve">گے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پھر تم ہم سے ہميشہ كے لئے علحدہ ہو جاو گے اور ہم سے وفادارى اور مہر بانى كا كوئي اثر نہي</w:t>
      </w:r>
      <w:r w:rsidR="00B365A1">
        <w:rPr>
          <w:rtl/>
        </w:rPr>
        <w:t xml:space="preserve">ں </w:t>
      </w:r>
      <w:r>
        <w:rPr>
          <w:rtl/>
        </w:rPr>
        <w:t>ديكھو گے اثنائے جنگ مي</w:t>
      </w:r>
      <w:r w:rsidR="00B365A1">
        <w:rPr>
          <w:rtl/>
        </w:rPr>
        <w:t xml:space="preserve">ں </w:t>
      </w:r>
      <w:r>
        <w:rPr>
          <w:rtl/>
        </w:rPr>
        <w:t>ايك انصارى سپاہى نے ھندہ كو ديكھا كہ مشركو</w:t>
      </w:r>
      <w:r w:rsidR="00B365A1">
        <w:rPr>
          <w:rtl/>
        </w:rPr>
        <w:t xml:space="preserve">ں </w:t>
      </w:r>
      <w:r>
        <w:rPr>
          <w:rtl/>
        </w:rPr>
        <w:t>كو جنگ پربھا رہى ہے تو وہ تلوار كھينچ كر ا س كى طرف لپكاليكن جب اسنے ديكھا كہ وہ جنگى سپاہى مرد نہي</w:t>
      </w:r>
      <w:r w:rsidR="00B365A1">
        <w:rPr>
          <w:rtl/>
        </w:rPr>
        <w:t xml:space="preserve">ں </w:t>
      </w:r>
      <w:r>
        <w:rPr>
          <w:rtl/>
        </w:rPr>
        <w:t>ہے عورت ہے تو اسكے قتل سے باز</w:t>
      </w:r>
      <w:r w:rsidR="00831D2C">
        <w:rPr>
          <w:rtl/>
        </w:rPr>
        <w:t xml:space="preserve"> آيا </w:t>
      </w:r>
      <w:r>
        <w:rPr>
          <w:rtl/>
        </w:rPr>
        <w:t xml:space="preserve"> اور مردانہ انداز مي</w:t>
      </w:r>
      <w:r w:rsidR="00B365A1">
        <w:rPr>
          <w:rtl/>
        </w:rPr>
        <w:t xml:space="preserve">ں </w:t>
      </w:r>
      <w:r>
        <w:rPr>
          <w:rtl/>
        </w:rPr>
        <w:t xml:space="preserve">واپس لوٹ گيا _ </w:t>
      </w:r>
    </w:p>
    <w:p w:rsidR="00376422" w:rsidRDefault="00376422" w:rsidP="00E67399">
      <w:pPr>
        <w:pStyle w:val="libNormal"/>
        <w:rPr>
          <w:rtl/>
        </w:rPr>
      </w:pPr>
      <w:r>
        <w:rPr>
          <w:rtl/>
        </w:rPr>
        <w:t>يہ جنگ، جيسا كہ بيان كيا گيا اسلام كے لئے بہت سخت اور سنگين ثابت ہوئي اس جنگ مي</w:t>
      </w:r>
      <w:r w:rsidR="00B365A1">
        <w:rPr>
          <w:rtl/>
        </w:rPr>
        <w:t xml:space="preserve">ں </w:t>
      </w:r>
      <w:r>
        <w:rPr>
          <w:rtl/>
        </w:rPr>
        <w:t>مسلمانو</w:t>
      </w:r>
      <w:r w:rsidR="00B365A1">
        <w:rPr>
          <w:rtl/>
        </w:rPr>
        <w:t xml:space="preserve">ں </w:t>
      </w:r>
      <w:r>
        <w:rPr>
          <w:rtl/>
        </w:rPr>
        <w:t>كے ستّر پاك نفس سپاہى قتل ہوئے ان شہيدو</w:t>
      </w:r>
      <w:r w:rsidR="00B365A1">
        <w:rPr>
          <w:rtl/>
        </w:rPr>
        <w:t xml:space="preserve">ں </w:t>
      </w:r>
      <w:r>
        <w:rPr>
          <w:rtl/>
        </w:rPr>
        <w:t>مي</w:t>
      </w:r>
      <w:r w:rsidR="00B365A1">
        <w:rPr>
          <w:rtl/>
        </w:rPr>
        <w:t xml:space="preserve">ں </w:t>
      </w:r>
      <w:r>
        <w:rPr>
          <w:rtl/>
        </w:rPr>
        <w:t>سب سے زيادہ مشہور حضرت حمزہ تھے جو پيغمبر(ص) اسلام كے چچا تھے ،اپ كا قتل ابو سفيان اور ھند ہ كى كوششو</w:t>
      </w:r>
      <w:r w:rsidR="00B365A1">
        <w:rPr>
          <w:rtl/>
        </w:rPr>
        <w:t xml:space="preserve">ں </w:t>
      </w:r>
      <w:r>
        <w:rPr>
          <w:rtl/>
        </w:rPr>
        <w:t xml:space="preserve">سے ہو ا اپ كا قاتل جبير ابن مطعم كا غلام وحشى تھا _ </w:t>
      </w:r>
    </w:p>
    <w:p w:rsidR="00376422" w:rsidRDefault="00376422" w:rsidP="00E67399">
      <w:pPr>
        <w:pStyle w:val="libNormal"/>
        <w:rPr>
          <w:rtl/>
        </w:rPr>
      </w:pPr>
      <w:r>
        <w:rPr>
          <w:rtl/>
        </w:rPr>
        <w:t>كسى نہ كسى طرح جنگ ختم ہوئي ميدان مي</w:t>
      </w:r>
      <w:r w:rsidR="00B365A1">
        <w:rPr>
          <w:rtl/>
        </w:rPr>
        <w:t xml:space="preserve">ں </w:t>
      </w:r>
      <w:r>
        <w:rPr>
          <w:rtl/>
        </w:rPr>
        <w:t>شھداء خاك و خون مي</w:t>
      </w:r>
      <w:r w:rsidR="00B365A1">
        <w:rPr>
          <w:rtl/>
        </w:rPr>
        <w:t xml:space="preserve">ں </w:t>
      </w:r>
      <w:r>
        <w:rPr>
          <w:rtl/>
        </w:rPr>
        <w:t>ا غشتہ پڑے تھے ليكن مكہ والو</w:t>
      </w:r>
      <w:r w:rsidR="00B365A1">
        <w:rPr>
          <w:rtl/>
        </w:rPr>
        <w:t xml:space="preserve">ں </w:t>
      </w:r>
      <w:r>
        <w:rPr>
          <w:rtl/>
        </w:rPr>
        <w:t>كى روح درندگى كو چين نہي</w:t>
      </w:r>
      <w:r w:rsidR="00B365A1">
        <w:rPr>
          <w:rtl/>
        </w:rPr>
        <w:t xml:space="preserve">ں </w:t>
      </w:r>
      <w:r>
        <w:rPr>
          <w:rtl/>
        </w:rPr>
        <w:t>تھا ،معاويہ كى ما</w:t>
      </w:r>
      <w:r w:rsidR="00B365A1">
        <w:rPr>
          <w:rtl/>
        </w:rPr>
        <w:t xml:space="preserve">ں </w:t>
      </w:r>
      <w:r>
        <w:rPr>
          <w:rtl/>
        </w:rPr>
        <w:t>ھندہ كى سر كردگى مي</w:t>
      </w:r>
      <w:r w:rsidR="00B365A1">
        <w:rPr>
          <w:rtl/>
        </w:rPr>
        <w:t xml:space="preserve">ں </w:t>
      </w:r>
      <w:r>
        <w:rPr>
          <w:rtl/>
        </w:rPr>
        <w:t>عورتي</w:t>
      </w:r>
      <w:r w:rsidR="00B365A1">
        <w:rPr>
          <w:rtl/>
        </w:rPr>
        <w:t xml:space="preserve">ں </w:t>
      </w:r>
      <w:r>
        <w:rPr>
          <w:rtl/>
        </w:rPr>
        <w:t>شہداء احد كے درميان ائي</w:t>
      </w:r>
      <w:r w:rsidR="00B365A1">
        <w:rPr>
          <w:rtl/>
        </w:rPr>
        <w:t xml:space="preserve">ں </w:t>
      </w:r>
      <w:r>
        <w:rPr>
          <w:rtl/>
        </w:rPr>
        <w:t>ہر ايك نے اپنے ہاتھ مي</w:t>
      </w:r>
      <w:r w:rsidR="00B365A1">
        <w:rPr>
          <w:rtl/>
        </w:rPr>
        <w:t xml:space="preserve">ں </w:t>
      </w:r>
      <w:r>
        <w:rPr>
          <w:rtl/>
        </w:rPr>
        <w:t>ہتھيار لے ركھا تھا انھو</w:t>
      </w:r>
      <w:r w:rsidR="00B365A1">
        <w:rPr>
          <w:rtl/>
        </w:rPr>
        <w:t xml:space="preserve">ں </w:t>
      </w:r>
      <w:r>
        <w:rPr>
          <w:rtl/>
        </w:rPr>
        <w:t>نے شھداء اسلام كے كان ناك اور انكھ كاٹ ڈالے ،يہ كاٹے ہوئے اعضاء اتنے زيادہ تھے كہ ھندہ نے مجاہدو</w:t>
      </w:r>
      <w:r w:rsidR="00B365A1">
        <w:rPr>
          <w:rtl/>
        </w:rPr>
        <w:t xml:space="preserve">ں </w:t>
      </w:r>
      <w:r>
        <w:rPr>
          <w:rtl/>
        </w:rPr>
        <w:t>كے كان اور ناك كا گلو بند اور دست بند بُن كر بنا ليا ،اس عورت نے وحشى كى اس خدمت كے صلے مي</w:t>
      </w:r>
      <w:r w:rsidR="00B365A1">
        <w:rPr>
          <w:rtl/>
        </w:rPr>
        <w:t xml:space="preserve">ں </w:t>
      </w:r>
      <w:r>
        <w:rPr>
          <w:rtl/>
        </w:rPr>
        <w:t xml:space="preserve">اپنا دست بند اور اپنے سينہ كا زيور اسے بخش ديا_ </w:t>
      </w:r>
    </w:p>
    <w:p w:rsidR="00376422" w:rsidRDefault="00376422" w:rsidP="00E67399">
      <w:pPr>
        <w:pStyle w:val="libNormal"/>
        <w:rPr>
          <w:rtl/>
        </w:rPr>
      </w:pPr>
      <w:r>
        <w:rPr>
          <w:rtl/>
        </w:rPr>
        <w:t>پھر وہ حضرت حمزہ كى لاش پر ائي پھر اس نے رسول (ص) كے چچا شير خداكا پہلوچيرا اور اپ كاجگر نكال كر انتہائي سنگ دلى كے ساتھ اسے منھ مي</w:t>
      </w:r>
      <w:r w:rsidR="00B365A1">
        <w:rPr>
          <w:rtl/>
        </w:rPr>
        <w:t xml:space="preserve">ں </w:t>
      </w:r>
      <w:r>
        <w:rPr>
          <w:rtl/>
        </w:rPr>
        <w:t xml:space="preserve">ركھ كر دانت سے كاٹاتاكہ نگل جائے ليكن وہ نگل نہ سكى مجبوراً اسنے منھ سے باہر نكالا اسى شرمناك حادثہ كى وجہ سے اسكالقب جگر خوار ہو گيا وہ اپنے اس كرتوت كے بعد ايك اونچى پہاڑى پر چڑھ گئي اور يہ اشعار پڑھنے لگي </w:t>
      </w:r>
    </w:p>
    <w:p w:rsidR="00376422" w:rsidRDefault="00376422" w:rsidP="00E67399">
      <w:pPr>
        <w:pStyle w:val="libNormal"/>
        <w:rPr>
          <w:rtl/>
        </w:rPr>
      </w:pPr>
    </w:p>
    <w:p w:rsidR="00376422" w:rsidRDefault="00376422" w:rsidP="00E67399">
      <w:pPr>
        <w:pStyle w:val="libNormal"/>
        <w:rPr>
          <w:rtl/>
        </w:rPr>
      </w:pPr>
      <w:r>
        <w:rPr>
          <w:rtl/>
        </w:rPr>
        <w:t xml:space="preserve">ہم نے تم سے جنگ بدر كابدلہ لے ليا </w:t>
      </w:r>
    </w:p>
    <w:p w:rsidR="00376422" w:rsidRDefault="00376422" w:rsidP="00E67399">
      <w:pPr>
        <w:pStyle w:val="libNormal"/>
        <w:rPr>
          <w:rtl/>
        </w:rPr>
      </w:pPr>
      <w:r>
        <w:rPr>
          <w:rtl/>
        </w:rPr>
        <w:t xml:space="preserve">جنگ كے بعد جنگ كى اگ بھڑكتى ہے </w:t>
      </w:r>
    </w:p>
    <w:p w:rsidR="00376422" w:rsidRDefault="00376422" w:rsidP="00E67399">
      <w:pPr>
        <w:pStyle w:val="libNormal"/>
        <w:rPr>
          <w:rtl/>
        </w:rPr>
      </w:pPr>
    </w:p>
    <w:p w:rsidR="002C28AF" w:rsidRDefault="00376422" w:rsidP="00E67399">
      <w:pPr>
        <w:pStyle w:val="libNormal"/>
        <w:rPr>
          <w:rtl/>
        </w:rPr>
      </w:pPr>
      <w:r>
        <w:rPr>
          <w:rtl/>
        </w:rPr>
        <w:t>مجھے عتبہ كى موت پر ہر گز چين نہي</w:t>
      </w:r>
      <w:r w:rsidR="00B365A1">
        <w:rPr>
          <w:rtl/>
        </w:rPr>
        <w:t xml:space="preserve">ں </w:t>
      </w:r>
      <w:r>
        <w:rPr>
          <w:rtl/>
        </w:rPr>
        <w:t xml:space="preserve">........ نااپنے بھائي نہ اپنے چچاشيبہ اور نہ اپنے فرزند حنظلہ كى موت پر اب ميرے دل كو شفاء حاصل ہوئي ہے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مي</w:t>
      </w:r>
      <w:r w:rsidR="00B365A1">
        <w:rPr>
          <w:rtl/>
        </w:rPr>
        <w:t xml:space="preserve">ں </w:t>
      </w:r>
      <w:r>
        <w:rPr>
          <w:rtl/>
        </w:rPr>
        <w:t>اپنى تمام عمر وحشى كى شكر گزارر ہونگي يہا</w:t>
      </w:r>
      <w:r w:rsidR="00B365A1">
        <w:rPr>
          <w:rtl/>
        </w:rPr>
        <w:t xml:space="preserve">ں </w:t>
      </w:r>
      <w:r>
        <w:rPr>
          <w:rtl/>
        </w:rPr>
        <w:t>تك كہ ميرى ہڈيا</w:t>
      </w:r>
      <w:r w:rsidR="00B365A1">
        <w:rPr>
          <w:rtl/>
        </w:rPr>
        <w:t xml:space="preserve">ں </w:t>
      </w:r>
      <w:r>
        <w:rPr>
          <w:rtl/>
        </w:rPr>
        <w:t>قبر مي</w:t>
      </w:r>
      <w:r w:rsidR="00B365A1">
        <w:rPr>
          <w:rtl/>
        </w:rPr>
        <w:t xml:space="preserve">ں </w:t>
      </w:r>
      <w:r>
        <w:rPr>
          <w:rtl/>
        </w:rPr>
        <w:t>گھل كر مٹى ہو جائي</w:t>
      </w:r>
      <w:r w:rsidR="00B365A1">
        <w:rPr>
          <w:rtl/>
        </w:rPr>
        <w:t xml:space="preserve">ں </w:t>
      </w:r>
    </w:p>
    <w:p w:rsidR="00376422" w:rsidRDefault="00376422" w:rsidP="00E67399">
      <w:pPr>
        <w:pStyle w:val="libNormal"/>
        <w:rPr>
          <w:rtl/>
        </w:rPr>
      </w:pPr>
      <w:r>
        <w:rPr>
          <w:rtl/>
        </w:rPr>
        <w:t>_اسكے جواب مي</w:t>
      </w:r>
      <w:r w:rsidR="00B365A1">
        <w:rPr>
          <w:rtl/>
        </w:rPr>
        <w:t xml:space="preserve">ں </w:t>
      </w:r>
      <w:r>
        <w:rPr>
          <w:rtl/>
        </w:rPr>
        <w:t xml:space="preserve">بنى ہاشم كى ايك خاتون ھند بنت اثاثہ نے يہ اشعار كہے </w:t>
      </w:r>
    </w:p>
    <w:p w:rsidR="00376422" w:rsidRDefault="00376422" w:rsidP="00E67399">
      <w:pPr>
        <w:pStyle w:val="libNormal"/>
        <w:rPr>
          <w:rtl/>
        </w:rPr>
      </w:pPr>
      <w:r>
        <w:rPr>
          <w:rtl/>
        </w:rPr>
        <w:t>تو جنگ بدر مي</w:t>
      </w:r>
      <w:r w:rsidR="00B365A1">
        <w:rPr>
          <w:rtl/>
        </w:rPr>
        <w:t xml:space="preserve">ں </w:t>
      </w:r>
      <w:r>
        <w:rPr>
          <w:rtl/>
        </w:rPr>
        <w:t>بھي، اور اسكے بعد بھى ،ذلّت اور پستى مي</w:t>
      </w:r>
      <w:r w:rsidR="00B365A1">
        <w:rPr>
          <w:rtl/>
        </w:rPr>
        <w:t xml:space="preserve">ں </w:t>
      </w:r>
      <w:r>
        <w:rPr>
          <w:rtl/>
        </w:rPr>
        <w:t xml:space="preserve">مبتلاہوئي </w:t>
      </w:r>
    </w:p>
    <w:p w:rsidR="00376422" w:rsidRDefault="00376422" w:rsidP="00E67399">
      <w:pPr>
        <w:pStyle w:val="libNormal"/>
        <w:rPr>
          <w:rtl/>
        </w:rPr>
      </w:pPr>
      <w:r>
        <w:rPr>
          <w:rtl/>
        </w:rPr>
        <w:t xml:space="preserve">اے ذليل كفر كى بيٹي </w:t>
      </w:r>
    </w:p>
    <w:p w:rsidR="00376422" w:rsidRDefault="00376422" w:rsidP="00E67399">
      <w:pPr>
        <w:pStyle w:val="libNormal"/>
        <w:rPr>
          <w:rtl/>
        </w:rPr>
      </w:pPr>
      <w:r>
        <w:rPr>
          <w:rtl/>
        </w:rPr>
        <w:t>اللہ تجھے روزى پہونچائے كہ تو بنى ہاشم كى اپى ہوئي تلوارو</w:t>
      </w:r>
      <w:r w:rsidR="00B365A1">
        <w:rPr>
          <w:rtl/>
        </w:rPr>
        <w:t xml:space="preserve">ں </w:t>
      </w:r>
      <w:r>
        <w:rPr>
          <w:rtl/>
        </w:rPr>
        <w:t xml:space="preserve">كا سامناكر سكے </w:t>
      </w:r>
    </w:p>
    <w:p w:rsidR="00376422" w:rsidRDefault="00376422" w:rsidP="00E67399">
      <w:pPr>
        <w:pStyle w:val="libNormal"/>
        <w:rPr>
          <w:rtl/>
        </w:rPr>
      </w:pPr>
      <w:r>
        <w:rPr>
          <w:rtl/>
        </w:rPr>
        <w:t xml:space="preserve">حمزہ ہمارا بہادر شير تھا اور على بھى تيز چنگل والا </w:t>
      </w:r>
    </w:p>
    <w:p w:rsidR="00376422" w:rsidRDefault="00376422" w:rsidP="00E67399">
      <w:pPr>
        <w:pStyle w:val="libNormal"/>
        <w:rPr>
          <w:rtl/>
        </w:rPr>
      </w:pPr>
      <w:r>
        <w:rPr>
          <w:rtl/>
        </w:rPr>
        <w:t>جس وقت تيرا باپ اور چچا،ہمارے قتل كى فكر مي</w:t>
      </w:r>
      <w:r w:rsidR="00B365A1">
        <w:rPr>
          <w:rtl/>
        </w:rPr>
        <w:t xml:space="preserve">ں </w:t>
      </w:r>
      <w:r>
        <w:rPr>
          <w:rtl/>
        </w:rPr>
        <w:t>تھا تو ان لوگو</w:t>
      </w:r>
      <w:r w:rsidR="00B365A1">
        <w:rPr>
          <w:rtl/>
        </w:rPr>
        <w:t xml:space="preserve">ں </w:t>
      </w:r>
      <w:r>
        <w:rPr>
          <w:rtl/>
        </w:rPr>
        <w:t>نے ان كے گلے كو خون مي</w:t>
      </w:r>
      <w:r w:rsidR="00B365A1">
        <w:rPr>
          <w:rtl/>
        </w:rPr>
        <w:t xml:space="preserve">ں </w:t>
      </w:r>
      <w:r>
        <w:rPr>
          <w:rtl/>
        </w:rPr>
        <w:t xml:space="preserve">ا غشتہ كرديا </w:t>
      </w:r>
    </w:p>
    <w:p w:rsidR="00376422" w:rsidRDefault="00376422" w:rsidP="00E67399">
      <w:pPr>
        <w:pStyle w:val="libNormal"/>
        <w:rPr>
          <w:rtl/>
        </w:rPr>
      </w:pPr>
      <w:r>
        <w:rPr>
          <w:rtl/>
        </w:rPr>
        <w:t xml:space="preserve">يہ تيرى منحوس نظر تھى _ ہائے كيسى منحوس نظر تھى </w:t>
      </w:r>
    </w:p>
    <w:p w:rsidR="00376422" w:rsidRDefault="00376422" w:rsidP="00E67399">
      <w:pPr>
        <w:pStyle w:val="libNormal"/>
        <w:rPr>
          <w:rtl/>
        </w:rPr>
      </w:pPr>
      <w:r>
        <w:rPr>
          <w:rtl/>
        </w:rPr>
        <w:t>جنگ احدكے بعد ايك شخص حليس جو اپنے قبيلہ كا رئيس تھا يہ اپنے قبيلے كاسردار اور قريش كاحليف تھااس شخص نے ميدان جنگ مي</w:t>
      </w:r>
      <w:r w:rsidR="00B365A1">
        <w:rPr>
          <w:rtl/>
        </w:rPr>
        <w:t xml:space="preserve">ں </w:t>
      </w:r>
      <w:r>
        <w:rPr>
          <w:rtl/>
        </w:rPr>
        <w:t xml:space="preserve">ابو سفيان كو ديكھا كہ حضرت حمزہ كى لاش پر كھڑا ہے اور اپنے نيزے سے انكى لاش كو جھجھوڑكر كہہ رہا ہے _ </w:t>
      </w:r>
    </w:p>
    <w:p w:rsidR="00376422" w:rsidRDefault="00376422" w:rsidP="00E67399">
      <w:pPr>
        <w:pStyle w:val="libNormal"/>
        <w:rPr>
          <w:rtl/>
        </w:rPr>
      </w:pPr>
      <w:r>
        <w:rPr>
          <w:rtl/>
        </w:rPr>
        <w:t>موت كى تلخى چكھ لو ،اے وہ كہ تم نے رشتہ دارى ختم كر دى تھى اسكا مطلب يہ تھاكہ تمھي</w:t>
      </w:r>
      <w:r w:rsidR="00B365A1">
        <w:rPr>
          <w:rtl/>
        </w:rPr>
        <w:t xml:space="preserve">ں </w:t>
      </w:r>
      <w:r>
        <w:rPr>
          <w:rtl/>
        </w:rPr>
        <w:t xml:space="preserve">اس بات كى سزا ملى ہے كہ تم مسلمان ہو گئے ،قبيلہ قريش سے علحدہ ہو گئے اور تم نے قريش سے جنگ كى _ </w:t>
      </w:r>
    </w:p>
    <w:p w:rsidR="00376422" w:rsidRDefault="00376422" w:rsidP="00E67399">
      <w:pPr>
        <w:pStyle w:val="libNormal"/>
        <w:rPr>
          <w:rtl/>
        </w:rPr>
      </w:pPr>
      <w:r>
        <w:rPr>
          <w:rtl/>
        </w:rPr>
        <w:t xml:space="preserve">حليس </w:t>
      </w:r>
      <w:r w:rsidRPr="00C00E6D">
        <w:rPr>
          <w:rStyle w:val="libFootnotenumChar"/>
          <w:rtl/>
        </w:rPr>
        <w:t>(17)</w:t>
      </w:r>
      <w:r>
        <w:rPr>
          <w:rtl/>
        </w:rPr>
        <w:t xml:space="preserve"> نے يہ ذليل حركت ديكھى تو چلّانے لگا _ اے قبيلہ قريش كے لوگو</w:t>
      </w:r>
      <w:r w:rsidR="00B365A1">
        <w:rPr>
          <w:rtl/>
        </w:rPr>
        <w:t xml:space="preserve">ں </w:t>
      </w:r>
      <w:r>
        <w:rPr>
          <w:rtl/>
        </w:rPr>
        <w:t xml:space="preserve">_ذرا ابو سفيان كى يہ كمينى حركت تو ديكھو يہ قريش كابزرگ كہاجاتا ہے ،ذراديكھو تو كہ اپنے چچاكے فرزند كى لاش كے ساتھ كيا برتاو كر رہا ہے ،جو خاك پر پڑى ہوئي ہے_ </w:t>
      </w:r>
      <w:r w:rsidRPr="00C00E6D">
        <w:rPr>
          <w:rStyle w:val="libFootnotenumChar"/>
          <w:rtl/>
        </w:rPr>
        <w:t>(18)</w:t>
      </w:r>
      <w:r>
        <w:rPr>
          <w:rtl/>
        </w:rPr>
        <w:t xml:space="preserve"> </w:t>
      </w:r>
    </w:p>
    <w:p w:rsidR="00376422" w:rsidRDefault="00376422" w:rsidP="00E67399">
      <w:pPr>
        <w:pStyle w:val="libNormal"/>
        <w:rPr>
          <w:rtl/>
        </w:rPr>
      </w:pPr>
      <w:r>
        <w:rPr>
          <w:rtl/>
        </w:rPr>
        <w:t xml:space="preserve">ابو سفيان نے اس سے كہا : </w:t>
      </w:r>
    </w:p>
    <w:p w:rsidR="00376422" w:rsidRDefault="00376422" w:rsidP="00E67399">
      <w:pPr>
        <w:pStyle w:val="libNormal"/>
        <w:rPr>
          <w:rtl/>
        </w:rPr>
      </w:pPr>
      <w:r>
        <w:rPr>
          <w:rtl/>
        </w:rPr>
        <w:t>تجھ پر افسوس ہے _ اس وقت تونے جو ميرى حركت ديكھى اسے لوگو</w:t>
      </w:r>
      <w:r w:rsidR="00B365A1">
        <w:rPr>
          <w:rtl/>
        </w:rPr>
        <w:t xml:space="preserve">ں </w:t>
      </w:r>
      <w:r>
        <w:rPr>
          <w:rtl/>
        </w:rPr>
        <w:t>سے بيان نہ كرنا ،يہ مجھ سے لغزش ہو گئي ،پھر ابو سفيان پہاڑ پر چڑھ كر چلّانے لگاھم نے كيا اچھا كام كيا ،ہميشہ جنگ كے دورخ ہوتے ہي</w:t>
      </w:r>
      <w:r w:rsidR="00B365A1">
        <w:rPr>
          <w:rtl/>
        </w:rPr>
        <w:t xml:space="preserve">ں </w:t>
      </w:r>
      <w:r>
        <w:rPr>
          <w:rtl/>
        </w:rPr>
        <w:t xml:space="preserve">،اج كا دن جنگ بدر كابدلہ ہے _ </w:t>
      </w:r>
    </w:p>
    <w:p w:rsidR="00376422" w:rsidRDefault="00376422" w:rsidP="00E67399">
      <w:pPr>
        <w:pStyle w:val="libNormal"/>
        <w:rPr>
          <w:rtl/>
        </w:rPr>
      </w:pPr>
      <w:r>
        <w:rPr>
          <w:rtl/>
        </w:rPr>
        <w:t xml:space="preserve">پھر اس نے </w:t>
      </w:r>
      <w:r w:rsidR="00FF45BE">
        <w:rPr>
          <w:rtl/>
        </w:rPr>
        <w:t xml:space="preserve">آواز </w:t>
      </w:r>
      <w:r>
        <w:rPr>
          <w:rtl/>
        </w:rPr>
        <w:t xml:space="preserve"> لگائي اعل ھبل يعنى ھبل كے جے ہو</w:t>
      </w:r>
      <w:r w:rsidRPr="00C00E6D">
        <w:rPr>
          <w:rStyle w:val="libFootnotenumChar"/>
          <w:rtl/>
        </w:rPr>
        <w:t>(19)</w:t>
      </w:r>
      <w:r>
        <w:rPr>
          <w:rtl/>
        </w:rPr>
        <w:t xml:space="preserve"> </w:t>
      </w:r>
    </w:p>
    <w:p w:rsidR="00FF45BE" w:rsidRDefault="00FF45BE" w:rsidP="00E67399">
      <w:pPr>
        <w:pStyle w:val="libLine"/>
        <w:rPr>
          <w:rtl/>
        </w:rPr>
      </w:pPr>
      <w:r>
        <w:rPr>
          <w:rFonts w:hint="cs"/>
          <w:rtl/>
        </w:rPr>
        <w:t>____________________</w:t>
      </w:r>
    </w:p>
    <w:p w:rsidR="00D3021C" w:rsidRDefault="00D3021C" w:rsidP="00E67399">
      <w:pPr>
        <w:pStyle w:val="libFootnote"/>
        <w:rPr>
          <w:rtl/>
        </w:rPr>
      </w:pPr>
      <w:r>
        <w:rPr>
          <w:rtl/>
        </w:rPr>
        <w:t xml:space="preserve">17_ حليس علقمہ ابن عمر و،ارقم كنانى كافرزند تھا انھوں نے قبيلہ ء بنى مصطلق اور بنى ہون سے معاھدہ كر ركھا تھااسى لئے اس پہاڑ كا نام كوہ احابيش مشہور ہو گيا </w:t>
      </w:r>
    </w:p>
    <w:p w:rsidR="00B441E9" w:rsidRDefault="00B441E9" w:rsidP="00E67399">
      <w:pPr>
        <w:pStyle w:val="libFootnote"/>
        <w:rPr>
          <w:rtl/>
        </w:rPr>
      </w:pPr>
      <w:r>
        <w:rPr>
          <w:rtl/>
        </w:rPr>
        <w:t xml:space="preserve">18_ سيرت ابن ہشام ج 3ص609، طبرى ج2 ص527، ابن اثير ج2 ص 111 </w:t>
      </w:r>
    </w:p>
    <w:p w:rsidR="00B441E9" w:rsidRDefault="00B441E9" w:rsidP="00E67399">
      <w:pPr>
        <w:pStyle w:val="libFootnote"/>
        <w:rPr>
          <w:rtl/>
        </w:rPr>
      </w:pPr>
      <w:r>
        <w:rPr>
          <w:rtl/>
        </w:rPr>
        <w:t xml:space="preserve">19_ طبرى ج3 ص 526 ، انساب الاشراف ج1 ص 327 </w:t>
      </w:r>
    </w:p>
    <w:p w:rsidR="00FF45BE" w:rsidRDefault="00FF45BE" w:rsidP="00E67399">
      <w:pPr>
        <w:pStyle w:val="libPoemTini"/>
        <w:rPr>
          <w:rtl/>
        </w:rPr>
      </w:pPr>
      <w:r>
        <w:rPr>
          <w:rtl/>
        </w:rPr>
        <w:br w:type="page"/>
      </w:r>
    </w:p>
    <w:p w:rsidR="00376422" w:rsidRDefault="00376422" w:rsidP="00E67399">
      <w:pPr>
        <w:pStyle w:val="libNormal"/>
        <w:rPr>
          <w:rtl/>
        </w:rPr>
      </w:pPr>
      <w:r>
        <w:rPr>
          <w:rtl/>
        </w:rPr>
        <w:lastRenderedPageBreak/>
        <w:t>رسول خدا (ص) نے حكم ديا كہ اس كے جواب مي</w:t>
      </w:r>
      <w:r w:rsidR="00B365A1">
        <w:rPr>
          <w:rtl/>
        </w:rPr>
        <w:t xml:space="preserve">ں </w:t>
      </w:r>
      <w:r>
        <w:rPr>
          <w:rtl/>
        </w:rPr>
        <w:t xml:space="preserve">كہا جائے اللہ اعلى واجل _اللہ برتروبلند ہے </w:t>
      </w:r>
    </w:p>
    <w:p w:rsidR="00376422" w:rsidRDefault="00376422" w:rsidP="00E67399">
      <w:pPr>
        <w:pStyle w:val="libNormal"/>
        <w:rPr>
          <w:rtl/>
        </w:rPr>
      </w:pPr>
      <w:r>
        <w:rPr>
          <w:rtl/>
        </w:rPr>
        <w:t>ابو سفيان نے مسلمانو</w:t>
      </w:r>
      <w:r w:rsidR="00B365A1">
        <w:rPr>
          <w:rtl/>
        </w:rPr>
        <w:t xml:space="preserve">ں </w:t>
      </w:r>
      <w:r>
        <w:rPr>
          <w:rtl/>
        </w:rPr>
        <w:t xml:space="preserve">كے توحيد پرستانہ </w:t>
      </w:r>
      <w:r w:rsidR="00FF45BE">
        <w:rPr>
          <w:rtl/>
        </w:rPr>
        <w:t xml:space="preserve">آواز </w:t>
      </w:r>
      <w:r>
        <w:rPr>
          <w:rtl/>
        </w:rPr>
        <w:t xml:space="preserve"> كا جواب ديا '' </w:t>
      </w:r>
      <w:r w:rsidRPr="00FF45BE">
        <w:rPr>
          <w:rStyle w:val="libArabicChar"/>
          <w:rtl/>
        </w:rPr>
        <w:t>الا لنا العزى ولاعزّى لكم''</w:t>
      </w:r>
      <w:r>
        <w:rPr>
          <w:rtl/>
        </w:rPr>
        <w:t xml:space="preserve"> اگاہ ہو جاو كہ ہمارے پاس تو عزى جيساخدا ہے اور تمھارے پاس عزى نہي</w:t>
      </w:r>
      <w:r w:rsidR="00B365A1">
        <w:rPr>
          <w:rtl/>
        </w:rPr>
        <w:t xml:space="preserve">ں </w:t>
      </w:r>
      <w:r>
        <w:rPr>
          <w:rtl/>
        </w:rPr>
        <w:t xml:space="preserve">_ </w:t>
      </w:r>
    </w:p>
    <w:p w:rsidR="00376422" w:rsidRDefault="00376422" w:rsidP="00E67399">
      <w:pPr>
        <w:pStyle w:val="libNormal"/>
        <w:rPr>
          <w:rtl/>
        </w:rPr>
      </w:pPr>
      <w:r>
        <w:rPr>
          <w:rtl/>
        </w:rPr>
        <w:t>رسول(ص) خدانے حكم ديا كہ جو اب مي</w:t>
      </w:r>
      <w:r w:rsidR="00B365A1">
        <w:rPr>
          <w:rtl/>
        </w:rPr>
        <w:t xml:space="preserve">ں </w:t>
      </w:r>
      <w:r>
        <w:rPr>
          <w:rtl/>
        </w:rPr>
        <w:t>كہو ''اللہ مولانا ولا مولالكم ''اللہ ہمارا سرپرست ہے اور تمھاراكوئي سرپرست نہي</w:t>
      </w:r>
      <w:r w:rsidR="00B365A1">
        <w:rPr>
          <w:rtl/>
        </w:rPr>
        <w:t xml:space="preserve">ں </w:t>
      </w:r>
      <w:r>
        <w:rPr>
          <w:rtl/>
        </w:rPr>
        <w:t xml:space="preserve">واپس جاتے ہوئے ابو سفيان نے </w:t>
      </w:r>
      <w:r w:rsidR="00FF45BE">
        <w:rPr>
          <w:rtl/>
        </w:rPr>
        <w:t xml:space="preserve">آواز </w:t>
      </w:r>
      <w:r>
        <w:rPr>
          <w:rtl/>
        </w:rPr>
        <w:t xml:space="preserve"> لگائي اگلے سال ہم بدر كے كنو و</w:t>
      </w:r>
      <w:r w:rsidR="00B365A1">
        <w:rPr>
          <w:rtl/>
        </w:rPr>
        <w:t xml:space="preserve">ں </w:t>
      </w:r>
      <w:r>
        <w:rPr>
          <w:rtl/>
        </w:rPr>
        <w:t>پر انے كاوعدہ كرتے ہي</w:t>
      </w:r>
      <w:r w:rsidR="00B365A1">
        <w:rPr>
          <w:rtl/>
        </w:rPr>
        <w:t xml:space="preserve">ں </w:t>
      </w:r>
      <w:r>
        <w:rPr>
          <w:rtl/>
        </w:rPr>
        <w:t xml:space="preserve">رسول اللہ (ص) نے اپنے ايك ساتھى كو حكم دياكہ تم </w:t>
      </w:r>
      <w:r w:rsidR="00FF45BE">
        <w:rPr>
          <w:rtl/>
        </w:rPr>
        <w:t xml:space="preserve">آواز </w:t>
      </w:r>
      <w:r>
        <w:rPr>
          <w:rtl/>
        </w:rPr>
        <w:t xml:space="preserve"> ديدو ....... ہا</w:t>
      </w:r>
      <w:r w:rsidR="00B365A1">
        <w:rPr>
          <w:rtl/>
        </w:rPr>
        <w:t xml:space="preserve">ں </w:t>
      </w:r>
      <w:r>
        <w:rPr>
          <w:rtl/>
        </w:rPr>
        <w:t>_ائندہ سال ہم بدر پر انے كاوعدہ كرتے ہي</w:t>
      </w:r>
      <w:r w:rsidR="00B365A1">
        <w:rPr>
          <w:rtl/>
        </w:rPr>
        <w:t xml:space="preserve">ں </w:t>
      </w:r>
      <w:r>
        <w:rPr>
          <w:rtl/>
        </w:rPr>
        <w:t>،ابو سفيان اپنے قريشى ساتھيو</w:t>
      </w:r>
      <w:r w:rsidR="00B365A1">
        <w:rPr>
          <w:rtl/>
        </w:rPr>
        <w:t xml:space="preserve">ں </w:t>
      </w:r>
      <w:r>
        <w:rPr>
          <w:rtl/>
        </w:rPr>
        <w:t>كے ساتھ ميدان احد سے چلا گيا ليكن كچھ دن بعد ا س نے خيال كيا كہ مسلمان شكست اور كمزورى سے دچار ہي</w:t>
      </w:r>
      <w:r w:rsidR="00B365A1">
        <w:rPr>
          <w:rtl/>
        </w:rPr>
        <w:t xml:space="preserve">ں </w:t>
      </w:r>
      <w:r>
        <w:rPr>
          <w:rtl/>
        </w:rPr>
        <w:t>ا س لئے دوبارہ مدينہ كى طرف پلٹا ،تاكہ مسلمانو</w:t>
      </w:r>
      <w:r w:rsidR="00B365A1">
        <w:rPr>
          <w:rtl/>
        </w:rPr>
        <w:t xml:space="preserve">ں </w:t>
      </w:r>
      <w:r>
        <w:rPr>
          <w:rtl/>
        </w:rPr>
        <w:t>كاخاتمہ كر دے رسول(ص) اللہ كوجب يہ خبر ملى تو اپ نے جنگى مسلمانو</w:t>
      </w:r>
      <w:r w:rsidR="00B365A1">
        <w:rPr>
          <w:rtl/>
        </w:rPr>
        <w:t xml:space="preserve">ں </w:t>
      </w:r>
      <w:r>
        <w:rPr>
          <w:rtl/>
        </w:rPr>
        <w:t>كے ساتھ، شہر سے باہر اكر جنگ كے لئے تيار ہو گئے ،يہ ديكھ كر ابو سفيان كے ساتھيو</w:t>
      </w:r>
      <w:r w:rsidR="00B365A1">
        <w:rPr>
          <w:rtl/>
        </w:rPr>
        <w:t xml:space="preserve">ں </w:t>
      </w:r>
      <w:r>
        <w:rPr>
          <w:rtl/>
        </w:rPr>
        <w:t xml:space="preserve">پر خوف كابھوت سوار ہو گيا اور وہ مجبور ہو كر واپس چلے گئے_ </w:t>
      </w:r>
    </w:p>
    <w:p w:rsidR="00376422" w:rsidRDefault="00376422" w:rsidP="00E67399">
      <w:pPr>
        <w:pStyle w:val="libNormal"/>
        <w:rPr>
          <w:rtl/>
        </w:rPr>
      </w:pPr>
    </w:p>
    <w:p w:rsidR="00376422" w:rsidRDefault="00376422" w:rsidP="00E67399">
      <w:pPr>
        <w:pStyle w:val="Heading2Center"/>
        <w:rPr>
          <w:rtl/>
        </w:rPr>
      </w:pPr>
      <w:bookmarkStart w:id="8" w:name="_Toc531605636"/>
      <w:r>
        <w:rPr>
          <w:rtl/>
        </w:rPr>
        <w:t>ھندہ جنگ احد مي</w:t>
      </w:r>
      <w:r w:rsidR="00B365A1">
        <w:rPr>
          <w:rtl/>
        </w:rPr>
        <w:t>ں</w:t>
      </w:r>
      <w:bookmarkEnd w:id="8"/>
      <w:r w:rsidR="00B365A1">
        <w:rPr>
          <w:rtl/>
        </w:rPr>
        <w:t xml:space="preserve"> </w:t>
      </w:r>
    </w:p>
    <w:p w:rsidR="00376422" w:rsidRDefault="00376422" w:rsidP="00E67399">
      <w:pPr>
        <w:pStyle w:val="libNormal"/>
        <w:rPr>
          <w:rtl/>
        </w:rPr>
      </w:pPr>
      <w:r>
        <w:rPr>
          <w:rtl/>
        </w:rPr>
        <w:t>جنگ احد مي</w:t>
      </w:r>
      <w:r w:rsidR="00B365A1">
        <w:rPr>
          <w:rtl/>
        </w:rPr>
        <w:t xml:space="preserve">ں </w:t>
      </w:r>
      <w:r>
        <w:rPr>
          <w:rtl/>
        </w:rPr>
        <w:t>ھندہ كاكردار شوہر سے زيادہ سنگين تھابنيادى طور سے ا س نے جنگ بھڑكانے اور تبليغ سے اس اگ كو پھيلانے مي</w:t>
      </w:r>
      <w:r w:rsidR="00B365A1">
        <w:rPr>
          <w:rtl/>
        </w:rPr>
        <w:t xml:space="preserve">ں </w:t>
      </w:r>
      <w:r>
        <w:rPr>
          <w:rtl/>
        </w:rPr>
        <w:t>بہت زيادہ حصہ ليا تھا چنانچہ وہ اس جنگ مي</w:t>
      </w:r>
      <w:r w:rsidR="00B365A1">
        <w:rPr>
          <w:rtl/>
        </w:rPr>
        <w:t xml:space="preserve">ں </w:t>
      </w:r>
      <w:r>
        <w:rPr>
          <w:rtl/>
        </w:rPr>
        <w:t>عورتو</w:t>
      </w:r>
      <w:r w:rsidR="00B365A1">
        <w:rPr>
          <w:rtl/>
        </w:rPr>
        <w:t xml:space="preserve">ں </w:t>
      </w:r>
      <w:r>
        <w:rPr>
          <w:rtl/>
        </w:rPr>
        <w:t>كو بھى اپنے ساتھ لے ائي تھى تاكہ قريش كى حميت كو ابھارے ،جيسا كہ ہم نے ديكھا كہ جنگ كے بعد بھى ا س نے شير اسلام حضرت حمزہ كاجگر نكال كر چبانا چاہا ،اس نے اس جنگ مي</w:t>
      </w:r>
      <w:r w:rsidR="00B365A1">
        <w:rPr>
          <w:rtl/>
        </w:rPr>
        <w:t xml:space="preserve">ں </w:t>
      </w:r>
      <w:r>
        <w:rPr>
          <w:rtl/>
        </w:rPr>
        <w:t>اشعار بھى گنگنائے جس سے اس كے شديد كينئہ ديرينہ كا پتہ چلتا ہے ،بعض اشعار كو ہم نے ابھى درج كيا ہے اب يہا</w:t>
      </w:r>
      <w:r w:rsidR="00B365A1">
        <w:rPr>
          <w:rtl/>
        </w:rPr>
        <w:t xml:space="preserve">ں </w:t>
      </w:r>
      <w:r>
        <w:rPr>
          <w:rtl/>
        </w:rPr>
        <w:t>كچھ اور بھى اشعار نقل كئے جاتے ہي</w:t>
      </w:r>
      <w:r w:rsidR="00B365A1">
        <w:rPr>
          <w:rtl/>
        </w:rPr>
        <w:t xml:space="preserve">ں </w:t>
      </w:r>
      <w:r>
        <w:rPr>
          <w:rtl/>
        </w:rPr>
        <w:t xml:space="preserve">_ </w:t>
      </w:r>
    </w:p>
    <w:p w:rsidR="008F13D4" w:rsidRDefault="00376422" w:rsidP="00E67399">
      <w:pPr>
        <w:pStyle w:val="libNormal"/>
        <w:rPr>
          <w:rtl/>
        </w:rPr>
      </w:pPr>
      <w:r>
        <w:rPr>
          <w:rtl/>
        </w:rPr>
        <w:t>جنگ احد مي</w:t>
      </w:r>
      <w:r w:rsidR="00B365A1">
        <w:rPr>
          <w:rtl/>
        </w:rPr>
        <w:t xml:space="preserve">ں </w:t>
      </w:r>
      <w:r>
        <w:rPr>
          <w:rtl/>
        </w:rPr>
        <w:t xml:space="preserve">ميرے دل كو ٹھنڈك ملى اور حمزہ كے ساتھ جو كچھ كيا اس سے مجھے بڑى راحت ملى ،جب ہم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نے انكاپيٹ چيرااور جگر باہر نكالا اس برتاو سے ميرے احساس كو چين ملا جو كچھ ہمارے سينے مي</w:t>
      </w:r>
      <w:r w:rsidR="00B365A1">
        <w:rPr>
          <w:rtl/>
        </w:rPr>
        <w:t xml:space="preserve">ں </w:t>
      </w:r>
      <w:r>
        <w:rPr>
          <w:rtl/>
        </w:rPr>
        <w:t xml:space="preserve">اندوہ پل رہا تھا جو خود ميرے وجود كو جلا رہاتھا جنگ بھڑكتى رہى اور اپنى اگ كے ساتھ تم پر ٹوٹ پڑى اور ہم شيرنى كى طرح تم پر حملہ اور ہوئے جنگ كے بعد ايك مسلمان نے انصار كے بزرگ شاعر حسّان ابن ثابت سے كہا: </w:t>
      </w:r>
    </w:p>
    <w:p w:rsidR="00376422" w:rsidRDefault="00376422" w:rsidP="00E67399">
      <w:pPr>
        <w:pStyle w:val="libNormal"/>
        <w:rPr>
          <w:rtl/>
        </w:rPr>
      </w:pPr>
      <w:r>
        <w:rPr>
          <w:rtl/>
        </w:rPr>
        <w:t xml:space="preserve">اے كاش اپ نے ھندہ كے وہ اشعار سنے ہوتے جو اس نے ايك اونچے پتھر پر چڑھ كر پڑھے تھے اور شھيد راہ خدا حضرت حمزہ پر ڈھائے گئے مظالم كا فخر سے تذكرہ كيا تھا _ </w:t>
      </w:r>
    </w:p>
    <w:p w:rsidR="00376422" w:rsidRDefault="00376422" w:rsidP="00E67399">
      <w:pPr>
        <w:pStyle w:val="libNormal"/>
        <w:rPr>
          <w:rtl/>
        </w:rPr>
      </w:pPr>
      <w:r>
        <w:rPr>
          <w:rtl/>
        </w:rPr>
        <w:t>حسّان نے كہا كہ تم اسكى باتو</w:t>
      </w:r>
      <w:r w:rsidR="00B365A1">
        <w:rPr>
          <w:rtl/>
        </w:rPr>
        <w:t xml:space="preserve">ں </w:t>
      </w:r>
      <w:r>
        <w:rPr>
          <w:rtl/>
        </w:rPr>
        <w:t>كو مجھ سے بيان كرو مي</w:t>
      </w:r>
      <w:r w:rsidR="00B365A1">
        <w:rPr>
          <w:rtl/>
        </w:rPr>
        <w:t xml:space="preserve">ں </w:t>
      </w:r>
      <w:r>
        <w:rPr>
          <w:rtl/>
        </w:rPr>
        <w:t>ا س كا جواب دونگا وہ انصارى ھندہ كے اشعار پڑھنے لگا حسّان نے اپنے بہترين شعرو</w:t>
      </w:r>
      <w:r w:rsidR="00B365A1">
        <w:rPr>
          <w:rtl/>
        </w:rPr>
        <w:t xml:space="preserve">ں </w:t>
      </w:r>
      <w:r>
        <w:rPr>
          <w:rtl/>
        </w:rPr>
        <w:t>مي</w:t>
      </w:r>
      <w:r w:rsidR="00B365A1">
        <w:rPr>
          <w:rtl/>
        </w:rPr>
        <w:t xml:space="preserve">ں </w:t>
      </w:r>
      <w:r>
        <w:rPr>
          <w:rtl/>
        </w:rPr>
        <w:t>ھندہ كى شرمناك حركتو</w:t>
      </w:r>
      <w:r w:rsidR="00B365A1">
        <w:rPr>
          <w:rtl/>
        </w:rPr>
        <w:t xml:space="preserve">ں </w:t>
      </w:r>
      <w:r>
        <w:rPr>
          <w:rtl/>
        </w:rPr>
        <w:t>كا ان اشعار مي</w:t>
      </w:r>
      <w:r w:rsidR="00B365A1">
        <w:rPr>
          <w:rtl/>
        </w:rPr>
        <w:t xml:space="preserve">ں </w:t>
      </w:r>
      <w:r>
        <w:rPr>
          <w:rtl/>
        </w:rPr>
        <w:t xml:space="preserve">جواب ديا _ </w:t>
      </w:r>
    </w:p>
    <w:p w:rsidR="00376422" w:rsidRDefault="00376422" w:rsidP="00E67399">
      <w:pPr>
        <w:pStyle w:val="libNormal"/>
        <w:rPr>
          <w:rtl/>
        </w:rPr>
      </w:pPr>
      <w:r>
        <w:rPr>
          <w:rtl/>
        </w:rPr>
        <w:t>اس پست فطرت عورت نے كيا كيا بدمعاشيا</w:t>
      </w:r>
      <w:r w:rsidR="00B365A1">
        <w:rPr>
          <w:rtl/>
        </w:rPr>
        <w:t xml:space="preserve">ں </w:t>
      </w:r>
      <w:r>
        <w:rPr>
          <w:rtl/>
        </w:rPr>
        <w:t>كي</w:t>
      </w:r>
      <w:r w:rsidR="00B365A1">
        <w:rPr>
          <w:rtl/>
        </w:rPr>
        <w:t xml:space="preserve">ں </w:t>
      </w:r>
      <w:r>
        <w:rPr>
          <w:rtl/>
        </w:rPr>
        <w:t xml:space="preserve">اسكى تو عادت ہى يہى ہے وہ ہميشہ كى پست فطرت ہے اسكى اس پستى كے ساتھ كفر بھى ہے _ </w:t>
      </w:r>
    </w:p>
    <w:p w:rsidR="00376422" w:rsidRDefault="00376422" w:rsidP="00E67399">
      <w:pPr>
        <w:pStyle w:val="libNormal"/>
        <w:rPr>
          <w:rtl/>
        </w:rPr>
      </w:pPr>
      <w:r>
        <w:rPr>
          <w:rtl/>
        </w:rPr>
        <w:t>مشہور سيرت نگار ابن ھشام نے اس كاصرف ايك ہى شعر لكھ كر باقى اشعار چھوڑ دئے ہي</w:t>
      </w:r>
      <w:r w:rsidR="00B365A1">
        <w:rPr>
          <w:rtl/>
        </w:rPr>
        <w:t xml:space="preserve">ں </w:t>
      </w:r>
      <w:r>
        <w:rPr>
          <w:rtl/>
        </w:rPr>
        <w:t>، انھو</w:t>
      </w:r>
      <w:r w:rsidR="00B365A1">
        <w:rPr>
          <w:rtl/>
        </w:rPr>
        <w:t xml:space="preserve">ں </w:t>
      </w:r>
      <w:r>
        <w:rPr>
          <w:rtl/>
        </w:rPr>
        <w:t>نے لكھا ہے كہ مي</w:t>
      </w:r>
      <w:r w:rsidR="00B365A1">
        <w:rPr>
          <w:rtl/>
        </w:rPr>
        <w:t xml:space="preserve">ں </w:t>
      </w:r>
      <w:r>
        <w:rPr>
          <w:rtl/>
        </w:rPr>
        <w:t>نے حسان كے تمام اشعارا س لئے نہي</w:t>
      </w:r>
      <w:r w:rsidR="00B365A1">
        <w:rPr>
          <w:rtl/>
        </w:rPr>
        <w:t xml:space="preserve">ں </w:t>
      </w:r>
      <w:r>
        <w:rPr>
          <w:rtl/>
        </w:rPr>
        <w:t>لكھے كہ انھو</w:t>
      </w:r>
      <w:r w:rsidR="00B365A1">
        <w:rPr>
          <w:rtl/>
        </w:rPr>
        <w:t xml:space="preserve">ں </w:t>
      </w:r>
      <w:r>
        <w:rPr>
          <w:rtl/>
        </w:rPr>
        <w:t>نے اپنے شعرو</w:t>
      </w:r>
      <w:r w:rsidR="00B365A1">
        <w:rPr>
          <w:rtl/>
        </w:rPr>
        <w:t xml:space="preserve">ں </w:t>
      </w:r>
      <w:r>
        <w:rPr>
          <w:rtl/>
        </w:rPr>
        <w:t>مي</w:t>
      </w:r>
      <w:r w:rsidR="00B365A1">
        <w:rPr>
          <w:rtl/>
        </w:rPr>
        <w:t xml:space="preserve">ں </w:t>
      </w:r>
      <w:r>
        <w:rPr>
          <w:rtl/>
        </w:rPr>
        <w:t xml:space="preserve">ھندہ كو بہت برا بھلا كہا ہے _ </w:t>
      </w:r>
    </w:p>
    <w:p w:rsidR="00376422" w:rsidRDefault="00376422" w:rsidP="00E67399">
      <w:pPr>
        <w:pStyle w:val="libNormal"/>
        <w:rPr>
          <w:rtl/>
        </w:rPr>
      </w:pPr>
      <w:r>
        <w:rPr>
          <w:rtl/>
        </w:rPr>
        <w:t>ليكن طبرى نے ان متذكرہ اشعار كے علاوہ قافيہ راء مي</w:t>
      </w:r>
      <w:r w:rsidR="00B365A1">
        <w:rPr>
          <w:rtl/>
        </w:rPr>
        <w:t xml:space="preserve">ں </w:t>
      </w:r>
      <w:r>
        <w:rPr>
          <w:rtl/>
        </w:rPr>
        <w:t>گيارہ شعراوربھى لكھے ہي</w:t>
      </w:r>
      <w:r w:rsidR="00B365A1">
        <w:rPr>
          <w:rtl/>
        </w:rPr>
        <w:t xml:space="preserve">ں </w:t>
      </w:r>
    </w:p>
    <w:p w:rsidR="00376422" w:rsidRDefault="00376422" w:rsidP="00E67399">
      <w:pPr>
        <w:pStyle w:val="libNormal"/>
        <w:rPr>
          <w:rtl/>
        </w:rPr>
      </w:pPr>
      <w:r>
        <w:rPr>
          <w:rtl/>
        </w:rPr>
        <w:t>خدا وندعالم ھندہ پر لعنت كرے اور اسكے شوہر كو بھى لعنت مي</w:t>
      </w:r>
      <w:r w:rsidR="00B365A1">
        <w:rPr>
          <w:rtl/>
        </w:rPr>
        <w:t xml:space="preserve">ں </w:t>
      </w:r>
      <w:r>
        <w:rPr>
          <w:rtl/>
        </w:rPr>
        <w:t xml:space="preserve">گرفتار كرے </w:t>
      </w:r>
    </w:p>
    <w:p w:rsidR="00376422" w:rsidRDefault="00376422" w:rsidP="00E67399">
      <w:pPr>
        <w:pStyle w:val="libNormal"/>
        <w:rPr>
          <w:rtl/>
        </w:rPr>
      </w:pPr>
      <w:r>
        <w:rPr>
          <w:rtl/>
        </w:rPr>
        <w:t>اے ھندہ تو مردو</w:t>
      </w:r>
      <w:r w:rsidR="00B365A1">
        <w:rPr>
          <w:rtl/>
        </w:rPr>
        <w:t xml:space="preserve">ں </w:t>
      </w:r>
      <w:r>
        <w:rPr>
          <w:rtl/>
        </w:rPr>
        <w:t>كے درميان ناچتى ہوئي ميدان احد مي</w:t>
      </w:r>
      <w:r w:rsidR="00B365A1">
        <w:rPr>
          <w:rtl/>
        </w:rPr>
        <w:t xml:space="preserve">ں </w:t>
      </w:r>
      <w:r>
        <w:rPr>
          <w:rtl/>
        </w:rPr>
        <w:t>ائي حالانكہ تو اونٹ پر ہو دج مي</w:t>
      </w:r>
      <w:r w:rsidR="00B365A1">
        <w:rPr>
          <w:rtl/>
        </w:rPr>
        <w:t xml:space="preserve">ں </w:t>
      </w:r>
      <w:r>
        <w:rPr>
          <w:rtl/>
        </w:rPr>
        <w:t>سوار تھى وہ ايسا سخت اونٹ تھا كہ تازيانہ اور شور فرياد سے بھى اپنى جگہ سے نہي</w:t>
      </w:r>
      <w:r w:rsidR="00B365A1">
        <w:rPr>
          <w:rtl/>
        </w:rPr>
        <w:t xml:space="preserve">ں </w:t>
      </w:r>
      <w:r>
        <w:rPr>
          <w:rtl/>
        </w:rPr>
        <w:t xml:space="preserve">ہلتا تھا _ </w:t>
      </w:r>
    </w:p>
    <w:p w:rsidR="008F13D4" w:rsidRDefault="00376422" w:rsidP="00E67399">
      <w:pPr>
        <w:pStyle w:val="libNormal"/>
        <w:rPr>
          <w:rtl/>
        </w:rPr>
      </w:pPr>
      <w:r>
        <w:rPr>
          <w:rtl/>
        </w:rPr>
        <w:t>اپنے باپ اور بيٹے كے انتقام مي</w:t>
      </w:r>
      <w:r w:rsidR="00B365A1">
        <w:rPr>
          <w:rtl/>
        </w:rPr>
        <w:t xml:space="preserve">ں </w:t>
      </w:r>
      <w:r>
        <w:rPr>
          <w:rtl/>
        </w:rPr>
        <w:t>،جو جنگ بدر مي</w:t>
      </w:r>
      <w:r w:rsidR="00B365A1">
        <w:rPr>
          <w:rtl/>
        </w:rPr>
        <w:t xml:space="preserve">ں </w:t>
      </w:r>
      <w:r>
        <w:rPr>
          <w:rtl/>
        </w:rPr>
        <w:t>قتل كئے گئے، تو ميدان جنگ مي</w:t>
      </w:r>
      <w:r w:rsidR="00B365A1">
        <w:rPr>
          <w:rtl/>
        </w:rPr>
        <w:t xml:space="preserve">ں </w:t>
      </w:r>
      <w:r>
        <w:rPr>
          <w:rtl/>
        </w:rPr>
        <w:t>چلى ائي ،اور اپنے چچا كے انتقام مي</w:t>
      </w:r>
      <w:r w:rsidR="00B365A1">
        <w:rPr>
          <w:rtl/>
        </w:rPr>
        <w:t xml:space="preserve">ں </w:t>
      </w:r>
      <w:r>
        <w:rPr>
          <w:rtl/>
        </w:rPr>
        <w:t>جو اسى جنگ مي</w:t>
      </w:r>
      <w:r w:rsidR="00B365A1">
        <w:rPr>
          <w:rtl/>
        </w:rPr>
        <w:t xml:space="preserve">ں </w:t>
      </w:r>
      <w:r>
        <w:rPr>
          <w:rtl/>
        </w:rPr>
        <w:t>برہنہ خاك خون مي</w:t>
      </w:r>
      <w:r w:rsidR="00B365A1">
        <w:rPr>
          <w:rtl/>
        </w:rPr>
        <w:t xml:space="preserve">ں </w:t>
      </w:r>
      <w:r>
        <w:rPr>
          <w:rtl/>
        </w:rPr>
        <w:t xml:space="preserve">اغشتہ پڑا ہو ا تھا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اور اسى طرح تو اپنے بھا ئي كے انتقام مي</w:t>
      </w:r>
      <w:r w:rsidR="00B365A1">
        <w:rPr>
          <w:rtl/>
        </w:rPr>
        <w:t xml:space="preserve">ں </w:t>
      </w:r>
      <w:r>
        <w:rPr>
          <w:rtl/>
        </w:rPr>
        <w:t>،جو ايك گڑھے مي</w:t>
      </w:r>
      <w:r w:rsidR="00B365A1">
        <w:rPr>
          <w:rtl/>
        </w:rPr>
        <w:t xml:space="preserve">ں </w:t>
      </w:r>
      <w:r>
        <w:rPr>
          <w:rtl/>
        </w:rPr>
        <w:t>چند مقتولو</w:t>
      </w:r>
      <w:r w:rsidR="00B365A1">
        <w:rPr>
          <w:rtl/>
        </w:rPr>
        <w:t xml:space="preserve">ں </w:t>
      </w:r>
      <w:r>
        <w:rPr>
          <w:rtl/>
        </w:rPr>
        <w:t xml:space="preserve">كے ساتھ پڑا ہوا تھا _ </w:t>
      </w:r>
    </w:p>
    <w:p w:rsidR="00376422" w:rsidRDefault="00376422" w:rsidP="00E67399">
      <w:pPr>
        <w:pStyle w:val="libNormal"/>
        <w:rPr>
          <w:rtl/>
        </w:rPr>
      </w:pPr>
      <w:r>
        <w:rPr>
          <w:rtl/>
        </w:rPr>
        <w:t>ہا</w:t>
      </w:r>
      <w:r w:rsidR="00B365A1">
        <w:rPr>
          <w:rtl/>
        </w:rPr>
        <w:t xml:space="preserve">ں </w:t>
      </w:r>
      <w:r>
        <w:rPr>
          <w:rtl/>
        </w:rPr>
        <w:t>_اپنے ان كرتوتو</w:t>
      </w:r>
      <w:r w:rsidR="00B365A1">
        <w:rPr>
          <w:rtl/>
        </w:rPr>
        <w:t xml:space="preserve">ں </w:t>
      </w:r>
      <w:r>
        <w:rPr>
          <w:rtl/>
        </w:rPr>
        <w:t xml:space="preserve">كو تونے فراموش كر ديا، جو تجھ سے سرزد ہوئے تجھ پر افسوس ہے يہ ايسى كمينى حركت تھى كہ زمانہ ہميشہ يا د ركھے گا _ </w:t>
      </w:r>
    </w:p>
    <w:p w:rsidR="00376422" w:rsidRDefault="00376422" w:rsidP="00E67399">
      <w:pPr>
        <w:pStyle w:val="libNormal"/>
        <w:rPr>
          <w:rtl/>
        </w:rPr>
      </w:pPr>
      <w:r>
        <w:rPr>
          <w:rtl/>
        </w:rPr>
        <w:t xml:space="preserve">اخر كار تو ذلّت كے ساتھ واپس ہوئي پھر تو اپنا انتقام بھى نہ لے سكى اور كاميابى بھى نہ پاسكي_ </w:t>
      </w:r>
    </w:p>
    <w:p w:rsidR="00376422" w:rsidRDefault="00376422" w:rsidP="00E67399">
      <w:pPr>
        <w:pStyle w:val="libNormal"/>
        <w:rPr>
          <w:rtl/>
        </w:rPr>
      </w:pPr>
      <w:r>
        <w:rPr>
          <w:rtl/>
        </w:rPr>
        <w:t>دائيو</w:t>
      </w:r>
      <w:r w:rsidR="00B365A1">
        <w:rPr>
          <w:rtl/>
        </w:rPr>
        <w:t xml:space="preserve">ں </w:t>
      </w:r>
      <w:r>
        <w:rPr>
          <w:rtl/>
        </w:rPr>
        <w:t>نے كہا ہے كہ، ھند ہ نے زنا سے ايك معمولى بچہ پيدا كيا ہے حسّان كے دوسرے اشعار بھى قافيہ دال مي</w:t>
      </w:r>
      <w:r w:rsidR="00B365A1">
        <w:rPr>
          <w:rtl/>
        </w:rPr>
        <w:t xml:space="preserve">ں </w:t>
      </w:r>
      <w:r>
        <w:rPr>
          <w:rtl/>
        </w:rPr>
        <w:t>ہي</w:t>
      </w:r>
      <w:r w:rsidR="00B365A1">
        <w:rPr>
          <w:rtl/>
        </w:rPr>
        <w:t xml:space="preserve">ں </w:t>
      </w:r>
      <w:r>
        <w:rPr>
          <w:rtl/>
        </w:rPr>
        <w:t>،جو ان كے ديوان مي</w:t>
      </w:r>
      <w:r w:rsidR="00B365A1">
        <w:rPr>
          <w:rtl/>
        </w:rPr>
        <w:t xml:space="preserve">ں </w:t>
      </w:r>
      <w:r>
        <w:rPr>
          <w:rtl/>
        </w:rPr>
        <w:t>ديكھے جاسكتے ہي</w:t>
      </w:r>
      <w:r w:rsidR="00B365A1">
        <w:rPr>
          <w:rtl/>
        </w:rPr>
        <w:t xml:space="preserve">ں </w:t>
      </w:r>
      <w:r>
        <w:rPr>
          <w:rtl/>
        </w:rPr>
        <w:t xml:space="preserve">_ </w:t>
      </w:r>
    </w:p>
    <w:p w:rsidR="00376422" w:rsidRDefault="00376422" w:rsidP="00E67399">
      <w:pPr>
        <w:pStyle w:val="libNormal"/>
        <w:rPr>
          <w:rtl/>
        </w:rPr>
      </w:pPr>
      <w:r>
        <w:rPr>
          <w:rtl/>
        </w:rPr>
        <w:t>يہ بچہ بطحا كى سر زمين كے ايك گوشے مي</w:t>
      </w:r>
      <w:r w:rsidR="00B365A1">
        <w:rPr>
          <w:rtl/>
        </w:rPr>
        <w:t xml:space="preserve">ں </w:t>
      </w:r>
      <w:r>
        <w:rPr>
          <w:rtl/>
        </w:rPr>
        <w:t xml:space="preserve">پڑاہے </w:t>
      </w:r>
    </w:p>
    <w:p w:rsidR="00376422" w:rsidRDefault="00376422" w:rsidP="00E67399">
      <w:pPr>
        <w:pStyle w:val="libNormal"/>
        <w:rPr>
          <w:rtl/>
        </w:rPr>
      </w:pPr>
      <w:r>
        <w:rPr>
          <w:rtl/>
        </w:rPr>
        <w:t xml:space="preserve">يہ كس كا بچہ ہے ؟ </w:t>
      </w:r>
    </w:p>
    <w:p w:rsidR="00376422" w:rsidRDefault="00376422" w:rsidP="00E67399">
      <w:pPr>
        <w:pStyle w:val="libNormal"/>
        <w:rPr>
          <w:rtl/>
        </w:rPr>
      </w:pPr>
      <w:r>
        <w:rPr>
          <w:rtl/>
        </w:rPr>
        <w:t>يہ بچہ جو زمين پر پڑا ہے جسے جھولا بھى ميسّر نہي</w:t>
      </w:r>
      <w:r w:rsidR="00B365A1">
        <w:rPr>
          <w:rtl/>
        </w:rPr>
        <w:t xml:space="preserve">ں </w:t>
      </w:r>
    </w:p>
    <w:p w:rsidR="00376422" w:rsidRDefault="00376422" w:rsidP="00E67399">
      <w:pPr>
        <w:pStyle w:val="libNormal"/>
        <w:rPr>
          <w:rtl/>
        </w:rPr>
      </w:pPr>
      <w:r>
        <w:rPr>
          <w:rtl/>
        </w:rPr>
        <w:t xml:space="preserve">اسكو ايك جوان اور خوبصور ت عورت نے جنم ديا ہے </w:t>
      </w:r>
    </w:p>
    <w:p w:rsidR="00376422" w:rsidRDefault="00376422" w:rsidP="00E67399">
      <w:pPr>
        <w:pStyle w:val="libNormal"/>
        <w:rPr>
          <w:rtl/>
        </w:rPr>
      </w:pPr>
      <w:r>
        <w:rPr>
          <w:rtl/>
        </w:rPr>
        <w:t xml:space="preserve">وہ صبح سويرے روتى گاتى ہوئي اپنے عاشق صباح كے پا س گئي </w:t>
      </w:r>
    </w:p>
    <w:p w:rsidR="00376422" w:rsidRDefault="00376422" w:rsidP="00E67399">
      <w:pPr>
        <w:pStyle w:val="libNormal"/>
        <w:rPr>
          <w:rtl/>
        </w:rPr>
      </w:pPr>
      <w:r>
        <w:rPr>
          <w:rtl/>
        </w:rPr>
        <w:t>ہا</w:t>
      </w:r>
      <w:r w:rsidR="00B365A1">
        <w:rPr>
          <w:rtl/>
        </w:rPr>
        <w:t xml:space="preserve">ں </w:t>
      </w:r>
      <w:r>
        <w:rPr>
          <w:rtl/>
        </w:rPr>
        <w:t>_اے ھندہ تو كس قدر غصہ مي</w:t>
      </w:r>
      <w:r w:rsidR="00B365A1">
        <w:rPr>
          <w:rtl/>
        </w:rPr>
        <w:t xml:space="preserve">ں </w:t>
      </w:r>
      <w:r>
        <w:rPr>
          <w:rtl/>
        </w:rPr>
        <w:t xml:space="preserve">بھر گئي ہے ،كو ئي محترم عورت جب بھى اپنے كو معطر كرنا چاہے تو ملك ھند كا بہترين عطر استعمال كرے _ </w:t>
      </w:r>
    </w:p>
    <w:p w:rsidR="00376422" w:rsidRDefault="00376422" w:rsidP="00E67399">
      <w:pPr>
        <w:pStyle w:val="libNormal"/>
        <w:rPr>
          <w:rtl/>
        </w:rPr>
      </w:pPr>
      <w:r>
        <w:rPr>
          <w:rtl/>
        </w:rPr>
        <w:t>يہ بچہ اپنى ما</w:t>
      </w:r>
      <w:r w:rsidR="00B365A1">
        <w:rPr>
          <w:rtl/>
        </w:rPr>
        <w:t xml:space="preserve">ں </w:t>
      </w:r>
      <w:r>
        <w:rPr>
          <w:rtl/>
        </w:rPr>
        <w:t xml:space="preserve">ھندہ سے كتنى مشابہت ركھتا ہے </w:t>
      </w:r>
    </w:p>
    <w:p w:rsidR="00376422" w:rsidRDefault="00376422" w:rsidP="00E67399">
      <w:pPr>
        <w:pStyle w:val="libNormal"/>
        <w:rPr>
          <w:rtl/>
        </w:rPr>
      </w:pPr>
      <w:r>
        <w:rPr>
          <w:rtl/>
        </w:rPr>
        <w:t xml:space="preserve">ليكن اپنے سياہ فام باپ صباح سے زيادہ مشابہ ہے </w:t>
      </w:r>
    </w:p>
    <w:p w:rsidR="00376422" w:rsidRDefault="00376422" w:rsidP="00E67399">
      <w:pPr>
        <w:pStyle w:val="libNormal"/>
        <w:rPr>
          <w:rtl/>
        </w:rPr>
      </w:pPr>
      <w:r>
        <w:rPr>
          <w:rtl/>
        </w:rPr>
        <w:t xml:space="preserve">اس كمينى عورت كى ہميشہ سے سر كشى اور طغيان كى عادت تھي </w:t>
      </w:r>
    </w:p>
    <w:p w:rsidR="00376422" w:rsidRDefault="00376422" w:rsidP="00E67399">
      <w:pPr>
        <w:pStyle w:val="libNormal"/>
        <w:rPr>
          <w:rtl/>
        </w:rPr>
      </w:pPr>
      <w:r>
        <w:rPr>
          <w:rtl/>
        </w:rPr>
        <w:t xml:space="preserve">وہ دانت سے ہڈّى چباتى رہتى تھى </w:t>
      </w:r>
    </w:p>
    <w:p w:rsidR="00376422" w:rsidRDefault="00376422" w:rsidP="00E67399">
      <w:pPr>
        <w:pStyle w:val="libNormal"/>
        <w:rPr>
          <w:rtl/>
        </w:rPr>
      </w:pPr>
      <w:r>
        <w:rPr>
          <w:rtl/>
        </w:rPr>
        <w:t>اپنے ہجو اميز شعر مي</w:t>
      </w:r>
      <w:r w:rsidR="00B365A1">
        <w:rPr>
          <w:rtl/>
        </w:rPr>
        <w:t xml:space="preserve">ں </w:t>
      </w:r>
      <w:r>
        <w:rPr>
          <w:rtl/>
        </w:rPr>
        <w:t xml:space="preserve">حسان نے اسطرح توصيف كى ہے ، </w:t>
      </w:r>
    </w:p>
    <w:p w:rsidR="00376422" w:rsidRDefault="00376422" w:rsidP="00E67399">
      <w:pPr>
        <w:pStyle w:val="libNormal"/>
        <w:rPr>
          <w:rtl/>
        </w:rPr>
      </w:pPr>
      <w:r>
        <w:rPr>
          <w:rtl/>
        </w:rPr>
        <w:t>يہ بچہ جو صحرا مي</w:t>
      </w:r>
      <w:r w:rsidR="00B365A1">
        <w:rPr>
          <w:rtl/>
        </w:rPr>
        <w:t xml:space="preserve">ں </w:t>
      </w:r>
      <w:r>
        <w:rPr>
          <w:rtl/>
        </w:rPr>
        <w:t xml:space="preserve">پڑا ہو ا ہے كس كا ہے ؟ </w:t>
      </w:r>
    </w:p>
    <w:p w:rsidR="00376422" w:rsidRDefault="00376422" w:rsidP="00E67399">
      <w:pPr>
        <w:pStyle w:val="libNormal"/>
        <w:rPr>
          <w:rtl/>
        </w:rPr>
      </w:pPr>
      <w:r>
        <w:rPr>
          <w:rtl/>
        </w:rPr>
        <w:t>يہ اجياد كے ريگزارو</w:t>
      </w:r>
      <w:r w:rsidR="00B365A1">
        <w:rPr>
          <w:rtl/>
        </w:rPr>
        <w:t xml:space="preserve">ں </w:t>
      </w:r>
      <w:r>
        <w:rPr>
          <w:rtl/>
        </w:rPr>
        <w:t>مي</w:t>
      </w:r>
      <w:r w:rsidR="00B365A1">
        <w:rPr>
          <w:rtl/>
        </w:rPr>
        <w:t xml:space="preserve">ں </w:t>
      </w:r>
      <w:r>
        <w:rPr>
          <w:rtl/>
        </w:rPr>
        <w:t xml:space="preserve">زمين پر ڈھير ہے </w:t>
      </w:r>
    </w:p>
    <w:p w:rsidR="00376422" w:rsidRDefault="00376422" w:rsidP="00E67399">
      <w:pPr>
        <w:pStyle w:val="libNormal"/>
        <w:rPr>
          <w:rtl/>
        </w:rPr>
      </w:pPr>
      <w:r>
        <w:rPr>
          <w:rtl/>
        </w:rPr>
        <w:t xml:space="preserve">اسے درد زہ لاحق ہو ا پھر اس نے بچہ پيدا كر ديا </w:t>
      </w:r>
    </w:p>
    <w:p w:rsidR="00FF45BE" w:rsidRDefault="00376422" w:rsidP="00E67399">
      <w:pPr>
        <w:pStyle w:val="libNormal"/>
        <w:rPr>
          <w:rtl/>
        </w:rPr>
      </w:pPr>
      <w:r>
        <w:rPr>
          <w:rtl/>
        </w:rPr>
        <w:t>حالانكہ اسكى كو ئي قابلہ نہي</w:t>
      </w:r>
      <w:r w:rsidR="00B365A1">
        <w:rPr>
          <w:rtl/>
        </w:rPr>
        <w:t xml:space="preserve">ں </w:t>
      </w:r>
      <w:r>
        <w:rPr>
          <w:rtl/>
        </w:rPr>
        <w:t xml:space="preserve">تھي </w:t>
      </w:r>
    </w:p>
    <w:p w:rsidR="00FF45BE" w:rsidRDefault="00FF45BE" w:rsidP="00E67399">
      <w:pPr>
        <w:pStyle w:val="libPoemTini"/>
        <w:rPr>
          <w:rtl/>
        </w:rPr>
      </w:pPr>
      <w:r>
        <w:rPr>
          <w:rtl/>
        </w:rPr>
        <w:br w:type="page"/>
      </w:r>
    </w:p>
    <w:p w:rsidR="00376422" w:rsidRDefault="00376422" w:rsidP="00E67399">
      <w:pPr>
        <w:pStyle w:val="libNormal"/>
        <w:rPr>
          <w:rtl/>
        </w:rPr>
      </w:pPr>
      <w:r>
        <w:rPr>
          <w:rtl/>
        </w:rPr>
        <w:lastRenderedPageBreak/>
        <w:t xml:space="preserve">صرف صحرا كے درندے تھے اور جنات </w:t>
      </w:r>
    </w:p>
    <w:p w:rsidR="00376422" w:rsidRDefault="00376422" w:rsidP="00E67399">
      <w:pPr>
        <w:pStyle w:val="libNormal"/>
        <w:rPr>
          <w:rtl/>
        </w:rPr>
      </w:pPr>
      <w:r>
        <w:rPr>
          <w:rtl/>
        </w:rPr>
        <w:t>وہ بن باپ كے بچو</w:t>
      </w:r>
      <w:r w:rsidR="00B365A1">
        <w:rPr>
          <w:rtl/>
        </w:rPr>
        <w:t xml:space="preserve">ں </w:t>
      </w:r>
      <w:r>
        <w:rPr>
          <w:rtl/>
        </w:rPr>
        <w:t>كے درميان بيابان مي</w:t>
      </w:r>
      <w:r w:rsidR="00B365A1">
        <w:rPr>
          <w:rtl/>
        </w:rPr>
        <w:t xml:space="preserve">ں </w:t>
      </w:r>
      <w:r>
        <w:rPr>
          <w:rtl/>
        </w:rPr>
        <w:t>پڑے ہي</w:t>
      </w:r>
      <w:r w:rsidR="00B365A1">
        <w:rPr>
          <w:rtl/>
        </w:rPr>
        <w:t xml:space="preserve">ں </w:t>
      </w:r>
    </w:p>
    <w:p w:rsidR="00376422" w:rsidRDefault="00376422" w:rsidP="00E67399">
      <w:pPr>
        <w:pStyle w:val="libNormal"/>
        <w:rPr>
          <w:rtl/>
        </w:rPr>
      </w:pPr>
      <w:r>
        <w:rPr>
          <w:rtl/>
        </w:rPr>
        <w:t>انہي</w:t>
      </w:r>
      <w:r w:rsidR="00B365A1">
        <w:rPr>
          <w:rtl/>
        </w:rPr>
        <w:t xml:space="preserve">ں </w:t>
      </w:r>
      <w:r>
        <w:rPr>
          <w:rtl/>
        </w:rPr>
        <w:t>مي</w:t>
      </w:r>
      <w:r w:rsidR="00B365A1">
        <w:rPr>
          <w:rtl/>
        </w:rPr>
        <w:t xml:space="preserve">ں </w:t>
      </w:r>
      <w:r>
        <w:rPr>
          <w:rtl/>
        </w:rPr>
        <w:t>ايك بچہ ہے جو اپنى ما</w:t>
      </w:r>
      <w:r w:rsidR="00B365A1">
        <w:rPr>
          <w:rtl/>
        </w:rPr>
        <w:t xml:space="preserve">ں </w:t>
      </w:r>
      <w:r>
        <w:rPr>
          <w:rtl/>
        </w:rPr>
        <w:t xml:space="preserve">سے زيادہ مشابہ ہے </w:t>
      </w:r>
    </w:p>
    <w:p w:rsidR="00376422" w:rsidRDefault="00376422" w:rsidP="00E67399">
      <w:pPr>
        <w:pStyle w:val="libNormal"/>
        <w:rPr>
          <w:rtl/>
        </w:rPr>
      </w:pPr>
      <w:r>
        <w:rPr>
          <w:rtl/>
        </w:rPr>
        <w:t xml:space="preserve">وہ عورت ولادت كى تكليف سے كمزور </w:t>
      </w:r>
      <w:r w:rsidR="00FF45BE">
        <w:rPr>
          <w:rtl/>
        </w:rPr>
        <w:t xml:space="preserve">آواز </w:t>
      </w:r>
      <w:r>
        <w:rPr>
          <w:rtl/>
        </w:rPr>
        <w:t xml:space="preserve"> مي</w:t>
      </w:r>
      <w:r w:rsidR="00B365A1">
        <w:rPr>
          <w:rtl/>
        </w:rPr>
        <w:t xml:space="preserve">ں </w:t>
      </w:r>
      <w:r>
        <w:rPr>
          <w:rtl/>
        </w:rPr>
        <w:t xml:space="preserve">كہہ رہى تھى </w:t>
      </w:r>
    </w:p>
    <w:p w:rsidR="00376422" w:rsidRDefault="00376422" w:rsidP="00E67399">
      <w:pPr>
        <w:pStyle w:val="libNormal"/>
        <w:rPr>
          <w:rtl/>
        </w:rPr>
      </w:pPr>
      <w:r>
        <w:rPr>
          <w:rtl/>
        </w:rPr>
        <w:t>اے كاش _مي</w:t>
      </w:r>
      <w:r w:rsidR="00B365A1">
        <w:rPr>
          <w:rtl/>
        </w:rPr>
        <w:t xml:space="preserve">ں </w:t>
      </w:r>
      <w:r>
        <w:rPr>
          <w:rtl/>
        </w:rPr>
        <w:t>اونٹ چراتى رہتى اور اج اس حالت سے دوچار نہ ہوتى ،اس بچے كو زمين پر ڈال كر يو</w:t>
      </w:r>
      <w:r w:rsidR="00B365A1">
        <w:rPr>
          <w:rtl/>
        </w:rPr>
        <w:t xml:space="preserve">ں </w:t>
      </w:r>
      <w:r>
        <w:rPr>
          <w:rtl/>
        </w:rPr>
        <w:t>ہى چھوڑ ديا، حالانكہ اسكى قابلہ اور باپ دونو</w:t>
      </w:r>
      <w:r w:rsidR="00B365A1">
        <w:rPr>
          <w:rtl/>
        </w:rPr>
        <w:t xml:space="preserve">ں </w:t>
      </w:r>
      <w:r>
        <w:rPr>
          <w:rtl/>
        </w:rPr>
        <w:t xml:space="preserve">قبيلہ كے سردار تھے _ </w:t>
      </w:r>
    </w:p>
    <w:p w:rsidR="00376422" w:rsidRDefault="00376422" w:rsidP="00E67399">
      <w:pPr>
        <w:pStyle w:val="libNormal"/>
        <w:rPr>
          <w:rtl/>
        </w:rPr>
      </w:pPr>
      <w:r>
        <w:rPr>
          <w:rtl/>
        </w:rPr>
        <w:t>مشہور سيرت نگارابن ھشام نے تيس30 سے زيادہ قصيدے جنگ بدر كے بارے مي</w:t>
      </w:r>
      <w:r w:rsidR="00B365A1">
        <w:rPr>
          <w:rtl/>
        </w:rPr>
        <w:t xml:space="preserve">ں </w:t>
      </w:r>
      <w:r>
        <w:rPr>
          <w:rtl/>
        </w:rPr>
        <w:t>لكھے ہي</w:t>
      </w:r>
      <w:r w:rsidR="00B365A1">
        <w:rPr>
          <w:rtl/>
        </w:rPr>
        <w:t xml:space="preserve">ں </w:t>
      </w:r>
      <w:r>
        <w:rPr>
          <w:rtl/>
        </w:rPr>
        <w:t>، اور انہي</w:t>
      </w:r>
      <w:r w:rsidR="00B365A1">
        <w:rPr>
          <w:rtl/>
        </w:rPr>
        <w:t xml:space="preserve">ں </w:t>
      </w:r>
      <w:r>
        <w:rPr>
          <w:rtl/>
        </w:rPr>
        <w:t>تاريخو</w:t>
      </w:r>
      <w:r w:rsidR="00B365A1">
        <w:rPr>
          <w:rtl/>
        </w:rPr>
        <w:t xml:space="preserve">ں </w:t>
      </w:r>
      <w:r>
        <w:rPr>
          <w:rtl/>
        </w:rPr>
        <w:t>مي</w:t>
      </w:r>
      <w:r w:rsidR="00B365A1">
        <w:rPr>
          <w:rtl/>
        </w:rPr>
        <w:t xml:space="preserve">ں </w:t>
      </w:r>
      <w:r>
        <w:rPr>
          <w:rtl/>
        </w:rPr>
        <w:t>نقل كيا گيا ہے ،ان قصيدو</w:t>
      </w:r>
      <w:r w:rsidR="00B365A1">
        <w:rPr>
          <w:rtl/>
        </w:rPr>
        <w:t xml:space="preserve">ں </w:t>
      </w:r>
      <w:r>
        <w:rPr>
          <w:rtl/>
        </w:rPr>
        <w:t>مي</w:t>
      </w:r>
      <w:r w:rsidR="00B365A1">
        <w:rPr>
          <w:rtl/>
        </w:rPr>
        <w:t xml:space="preserve">ں </w:t>
      </w:r>
      <w:r>
        <w:rPr>
          <w:rtl/>
        </w:rPr>
        <w:t>ھندہ اور ابو سفيان كى ہجو كى گئي ہے_</w:t>
      </w:r>
      <w:r w:rsidRPr="00C00E6D">
        <w:rPr>
          <w:rStyle w:val="libFootnotenumChar"/>
          <w:rtl/>
        </w:rPr>
        <w:t>(20)</w:t>
      </w:r>
      <w:r>
        <w:rPr>
          <w:rtl/>
        </w:rPr>
        <w:t xml:space="preserve"> </w:t>
      </w:r>
    </w:p>
    <w:p w:rsidR="00376422" w:rsidRDefault="00376422" w:rsidP="00E67399">
      <w:pPr>
        <w:pStyle w:val="Heading2Center"/>
        <w:rPr>
          <w:rtl/>
        </w:rPr>
      </w:pPr>
      <w:bookmarkStart w:id="9" w:name="_Toc531605637"/>
      <w:r>
        <w:rPr>
          <w:rtl/>
        </w:rPr>
        <w:t>جنگ خندق مي</w:t>
      </w:r>
      <w:r w:rsidR="00B365A1">
        <w:rPr>
          <w:rtl/>
        </w:rPr>
        <w:t xml:space="preserve">ں </w:t>
      </w:r>
      <w:r>
        <w:rPr>
          <w:rtl/>
        </w:rPr>
        <w:t>ابو سفيان كى قيادت</w:t>
      </w:r>
      <w:bookmarkEnd w:id="9"/>
    </w:p>
    <w:p w:rsidR="00376422" w:rsidRDefault="00376422" w:rsidP="00E67399">
      <w:pPr>
        <w:pStyle w:val="libNormal"/>
        <w:rPr>
          <w:rtl/>
        </w:rPr>
      </w:pPr>
      <w:r>
        <w:rPr>
          <w:rtl/>
        </w:rPr>
        <w:t>چوتھى صدى ہجرى كے ماہ شعبان مي</w:t>
      </w:r>
      <w:r w:rsidR="00B365A1">
        <w:rPr>
          <w:rtl/>
        </w:rPr>
        <w:t xml:space="preserve">ں </w:t>
      </w:r>
      <w:r>
        <w:rPr>
          <w:rtl/>
        </w:rPr>
        <w:t>رسول خدا(ص) نے اپنے ساتھيو</w:t>
      </w:r>
      <w:r w:rsidR="00B365A1">
        <w:rPr>
          <w:rtl/>
        </w:rPr>
        <w:t xml:space="preserve">ں </w:t>
      </w:r>
      <w:r>
        <w:rPr>
          <w:rtl/>
        </w:rPr>
        <w:t>كے ساتھ سر زمين بدر پر كوچ كيا كيونكہ اپ نے مشركين سے قبل ازي</w:t>
      </w:r>
      <w:r w:rsidR="00B365A1">
        <w:rPr>
          <w:rtl/>
        </w:rPr>
        <w:t xml:space="preserve">ں </w:t>
      </w:r>
      <w:r>
        <w:rPr>
          <w:rtl/>
        </w:rPr>
        <w:t>ايساہى عہد كيا تھا ادہر ابوسفےان بھى مكہ والو</w:t>
      </w:r>
      <w:r w:rsidR="00B365A1">
        <w:rPr>
          <w:rtl/>
        </w:rPr>
        <w:t xml:space="preserve">ں </w:t>
      </w:r>
      <w:r>
        <w:rPr>
          <w:rtl/>
        </w:rPr>
        <w:t xml:space="preserve">كے ساتھ اپنے شہرسے باہر نكلا لےكن تھوڑا راستہ طے كر كے شرمندہ ہو كر واپس گيا ابو سفيان نے واپس ہوتے ہوئے قريش سے كہا : </w:t>
      </w:r>
    </w:p>
    <w:p w:rsidR="00376422" w:rsidRDefault="00376422" w:rsidP="00E67399">
      <w:pPr>
        <w:pStyle w:val="libNormal"/>
        <w:rPr>
          <w:rtl/>
        </w:rPr>
      </w:pPr>
      <w:r>
        <w:rPr>
          <w:rtl/>
        </w:rPr>
        <w:t>اے گروہ قريش _يہ جنگ اسى سال تمہي</w:t>
      </w:r>
      <w:r w:rsidR="00B365A1">
        <w:rPr>
          <w:rtl/>
        </w:rPr>
        <w:t xml:space="preserve">ں </w:t>
      </w:r>
      <w:r>
        <w:rPr>
          <w:rtl/>
        </w:rPr>
        <w:t>راس ائيگى جبكہ صحرا مي</w:t>
      </w:r>
      <w:r w:rsidR="00B365A1">
        <w:rPr>
          <w:rtl/>
        </w:rPr>
        <w:t xml:space="preserve">ں </w:t>
      </w:r>
      <w:r>
        <w:rPr>
          <w:rtl/>
        </w:rPr>
        <w:t>شادابى رہے ،ليكن كياكياجائے كہ ہم لوگ اس سال خشك سالى مي</w:t>
      </w:r>
      <w:r w:rsidR="00B365A1">
        <w:rPr>
          <w:rtl/>
        </w:rPr>
        <w:t xml:space="preserve">ں </w:t>
      </w:r>
      <w:r>
        <w:rPr>
          <w:rtl/>
        </w:rPr>
        <w:t>گرفتار ہي</w:t>
      </w:r>
      <w:r w:rsidR="00B365A1">
        <w:rPr>
          <w:rtl/>
        </w:rPr>
        <w:t xml:space="preserve">ں </w:t>
      </w:r>
      <w:r>
        <w:rPr>
          <w:rtl/>
        </w:rPr>
        <w:t>،ہم تو واپس جاتے ہي</w:t>
      </w:r>
      <w:r w:rsidR="00B365A1">
        <w:rPr>
          <w:rtl/>
        </w:rPr>
        <w:t xml:space="preserve">ں </w:t>
      </w:r>
      <w:r>
        <w:rPr>
          <w:rtl/>
        </w:rPr>
        <w:t xml:space="preserve">تم بھى واپس جاو _ </w:t>
      </w:r>
    </w:p>
    <w:p w:rsidR="008F13D4" w:rsidRDefault="00376422" w:rsidP="00E67399">
      <w:pPr>
        <w:pStyle w:val="libNormal"/>
        <w:rPr>
          <w:rtl/>
        </w:rPr>
      </w:pPr>
      <w:r>
        <w:rPr>
          <w:rtl/>
        </w:rPr>
        <w:t>سبھى ا س كى پيروى كرتے ہوئے واپس ہو گئےيہ سوچ كر كہ دوسرى جنگ كيسے برپاكى جائے، كچھ زمانہ بيت گيا اور پانچوي</w:t>
      </w:r>
      <w:r w:rsidR="00B365A1">
        <w:rPr>
          <w:rtl/>
        </w:rPr>
        <w:t xml:space="preserve">ں </w:t>
      </w:r>
      <w:r>
        <w:rPr>
          <w:rtl/>
        </w:rPr>
        <w:t>صدى ہجرى اگئي ،اس سال قبيلہ قريش نے ابو سفيان كى قيا دت مي</w:t>
      </w:r>
      <w:r w:rsidR="00B365A1">
        <w:rPr>
          <w:rtl/>
        </w:rPr>
        <w:t xml:space="preserve">ں </w:t>
      </w:r>
      <w:r>
        <w:rPr>
          <w:rtl/>
        </w:rPr>
        <w:t>بہت زيادہ جوش وخروش كامظاہرہ كيا بہت سے گروہ اس كے گرد جمع ہوگئے جو قريش كے حليف تھے يہودى اور قريش ابو سفيان كى رہبرى مي</w:t>
      </w:r>
      <w:r w:rsidR="00B365A1">
        <w:rPr>
          <w:rtl/>
        </w:rPr>
        <w:t xml:space="preserve">ں </w:t>
      </w:r>
      <w:r>
        <w:rPr>
          <w:rtl/>
        </w:rPr>
        <w:t>تھے ا س طرح ايك بہت بڑا لشكر تيار ہو گيا اور ان سب نے عہد كيا تھا كہ اسلام كو جڑ سے اكھاڑ پھيكاجائے ،مسلمانو</w:t>
      </w:r>
      <w:r w:rsidR="00B365A1">
        <w:rPr>
          <w:rtl/>
        </w:rPr>
        <w:t xml:space="preserve">ں </w:t>
      </w:r>
      <w:r>
        <w:rPr>
          <w:rtl/>
        </w:rPr>
        <w:t>نے باہم مشورہ كيااور سلمان فارسى كى رائے كے مطابق جو ايران كے داناتھے رسول(ص) اسلام نے حكم ديا كہ مدينہ كے گرد ايك خندق كھودى جائے بہت سے لوگ مدينہ مي</w:t>
      </w:r>
      <w:r w:rsidR="00B365A1">
        <w:rPr>
          <w:rtl/>
        </w:rPr>
        <w:t xml:space="preserve">ں </w:t>
      </w:r>
      <w:r>
        <w:rPr>
          <w:rtl/>
        </w:rPr>
        <w:t xml:space="preserve">پہنچ گئے ،اور اس طرح دفاعى خندق كھودى گئي ساراشہر، دشمن كا سامنا كرنے كے لئے تيار تھا </w:t>
      </w:r>
    </w:p>
    <w:p w:rsidR="008F13D4" w:rsidRDefault="008F13D4" w:rsidP="00E67399">
      <w:pPr>
        <w:pStyle w:val="libLine"/>
        <w:rPr>
          <w:rtl/>
        </w:rPr>
      </w:pPr>
      <w:r>
        <w:rPr>
          <w:rFonts w:hint="cs"/>
          <w:rtl/>
        </w:rPr>
        <w:t>____________________</w:t>
      </w:r>
    </w:p>
    <w:p w:rsidR="00B441E9" w:rsidRDefault="00B441E9" w:rsidP="00E67399">
      <w:pPr>
        <w:pStyle w:val="libFootnote"/>
        <w:rPr>
          <w:rtl/>
        </w:rPr>
      </w:pPr>
      <w:r>
        <w:rPr>
          <w:rtl/>
        </w:rPr>
        <w:t xml:space="preserve">20_ سيرہ ابن ھشام ج3 ص 667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ابوسفيان اور ا س كى فوج نے مدينہ كا ايك مہينہ تك محاصرہ كيا ليكن خندق كى وجہ سے ان كى عقل گنگ ہو گئي</w:t>
      </w:r>
      <w:r w:rsidR="00B365A1">
        <w:rPr>
          <w:rtl/>
        </w:rPr>
        <w:t xml:space="preserve">ں </w:t>
      </w:r>
      <w:r>
        <w:rPr>
          <w:rtl/>
        </w:rPr>
        <w:t>اس درميان دو ايك جھڑ پي</w:t>
      </w:r>
      <w:r w:rsidR="00B365A1">
        <w:rPr>
          <w:rtl/>
        </w:rPr>
        <w:t xml:space="preserve">ں </w:t>
      </w:r>
      <w:r>
        <w:rPr>
          <w:rtl/>
        </w:rPr>
        <w:t>ہوئي كبھى كبھى دشمنو</w:t>
      </w:r>
      <w:r w:rsidR="00B365A1">
        <w:rPr>
          <w:rtl/>
        </w:rPr>
        <w:t xml:space="preserve">ں </w:t>
      </w:r>
      <w:r>
        <w:rPr>
          <w:rtl/>
        </w:rPr>
        <w:t xml:space="preserve">كا كوئي بہادر سپاہى خندق عبور كر جاتا تھا تاكہ مسلمانو </w:t>
      </w:r>
      <w:r w:rsidR="00B365A1">
        <w:rPr>
          <w:rtl/>
        </w:rPr>
        <w:t xml:space="preserve">ں </w:t>
      </w:r>
      <w:r>
        <w:rPr>
          <w:rtl/>
        </w:rPr>
        <w:t>كى صف كے قريب پہنچ جائے انھي</w:t>
      </w:r>
      <w:r w:rsidR="00B365A1">
        <w:rPr>
          <w:rtl/>
        </w:rPr>
        <w:t xml:space="preserve">ں </w:t>
      </w:r>
      <w:r>
        <w:rPr>
          <w:rtl/>
        </w:rPr>
        <w:t>مي</w:t>
      </w:r>
      <w:r w:rsidR="00B365A1">
        <w:rPr>
          <w:rtl/>
        </w:rPr>
        <w:t xml:space="preserve">ں </w:t>
      </w:r>
      <w:r>
        <w:rPr>
          <w:rtl/>
        </w:rPr>
        <w:t>سے ايك شخص عمرو ابن عبدود تھا جو عرب كامشہور جنگجو سمجھاجاتا تھااسنے خندق كے پاس اپنے گھوڑے كو ايڑ دى اور اسلامى فوج كے سامنے اكے جم گيا ، وہ رجز پڑھ كر مسلمانو</w:t>
      </w:r>
      <w:r w:rsidR="00B365A1">
        <w:rPr>
          <w:rtl/>
        </w:rPr>
        <w:t xml:space="preserve">ں </w:t>
      </w:r>
      <w:r>
        <w:rPr>
          <w:rtl/>
        </w:rPr>
        <w:t xml:space="preserve">كو مقابلہ كى دعوت دے رہا تھا _ </w:t>
      </w:r>
    </w:p>
    <w:p w:rsidR="00376422" w:rsidRDefault="00376422" w:rsidP="00E67399">
      <w:pPr>
        <w:pStyle w:val="libNormal"/>
        <w:rPr>
          <w:rtl/>
        </w:rPr>
      </w:pPr>
      <w:r>
        <w:rPr>
          <w:rtl/>
        </w:rPr>
        <w:t>سبھى موت كے ڈرسے بولنے يااگے بڑھنے كى جرا ت نہي</w:t>
      </w:r>
      <w:r w:rsidR="00B365A1">
        <w:rPr>
          <w:rtl/>
        </w:rPr>
        <w:t xml:space="preserve">ں </w:t>
      </w:r>
      <w:r>
        <w:rPr>
          <w:rtl/>
        </w:rPr>
        <w:t>كر رہے تھے اخر كار امير المومنين(ع) كے سواا س كاسامنا كرنے كى كسى كو جرا ت نہ ہوئي امام (ع) نے عمر و ابن عبدود كوايك ہى جھڑپ مي</w:t>
      </w:r>
      <w:r w:rsidR="00B365A1">
        <w:rPr>
          <w:rtl/>
        </w:rPr>
        <w:t xml:space="preserve">ں </w:t>
      </w:r>
      <w:r>
        <w:rPr>
          <w:rtl/>
        </w:rPr>
        <w:t xml:space="preserve">اپنى خدائي طاقت سے اسے قتل كر ڈالا _ </w:t>
      </w:r>
    </w:p>
    <w:p w:rsidR="00376422" w:rsidRDefault="00376422" w:rsidP="00E67399">
      <w:pPr>
        <w:pStyle w:val="libNormal"/>
        <w:rPr>
          <w:rtl/>
        </w:rPr>
      </w:pPr>
      <w:r>
        <w:rPr>
          <w:rtl/>
        </w:rPr>
        <w:t>چونكہ عمر و قتل كر دياگيا تھا ،دوسرے يہ كہ محاصرہ كا كوئي نتيجہ نہي</w:t>
      </w:r>
      <w:r w:rsidR="00B365A1">
        <w:rPr>
          <w:rtl/>
        </w:rPr>
        <w:t xml:space="preserve">ں </w:t>
      </w:r>
      <w:r>
        <w:rPr>
          <w:rtl/>
        </w:rPr>
        <w:t>نكل رہا تھاكيونكہ رسول(ص) اكرم نے اس سلسلے مي</w:t>
      </w:r>
      <w:r w:rsidR="00B365A1">
        <w:rPr>
          <w:rtl/>
        </w:rPr>
        <w:t xml:space="preserve">ں </w:t>
      </w:r>
      <w:r>
        <w:rPr>
          <w:rtl/>
        </w:rPr>
        <w:t>خاص تدبير اپنائي تھى اس سبب سے يہوديو</w:t>
      </w:r>
      <w:r w:rsidR="00B365A1">
        <w:rPr>
          <w:rtl/>
        </w:rPr>
        <w:t xml:space="preserve">ں </w:t>
      </w:r>
      <w:r>
        <w:rPr>
          <w:rtl/>
        </w:rPr>
        <w:t>نے جنگ سے علحدگى اختيار كرلى اس درميان بہت تيز ٹھنڈى ہو ا بھى چلنے لگى يہا</w:t>
      </w:r>
      <w:r w:rsidR="00B365A1">
        <w:rPr>
          <w:rtl/>
        </w:rPr>
        <w:t xml:space="preserve">ں </w:t>
      </w:r>
      <w:r>
        <w:rPr>
          <w:rtl/>
        </w:rPr>
        <w:t>تك كہ قريش اور ان كے مددگار و</w:t>
      </w:r>
      <w:r w:rsidR="00B365A1">
        <w:rPr>
          <w:rtl/>
        </w:rPr>
        <w:t xml:space="preserve">ں </w:t>
      </w:r>
      <w:r>
        <w:rPr>
          <w:rtl/>
        </w:rPr>
        <w:t xml:space="preserve">كے خيمے اكھڑ گئے اگ ٹھنڈى ہو گئي گھوڑے اور اونٹ صحراكى طرف بگٹٹ بھاگ گئے اب تو سارے لشكر كا تيا پانچہ ہو گيا _ </w:t>
      </w:r>
    </w:p>
    <w:p w:rsidR="00376422" w:rsidRDefault="00376422" w:rsidP="00E67399">
      <w:pPr>
        <w:pStyle w:val="libNormal"/>
        <w:rPr>
          <w:rtl/>
        </w:rPr>
      </w:pPr>
      <w:r>
        <w:rPr>
          <w:rtl/>
        </w:rPr>
        <w:t>ابوسفيان اس صور ت حال سے بہت زيادہ گھبرا گيا سرداران لشكر كو مشورے كے لئے بلا كر كہا كہ اے قريش تمہارے خدا كى قسم تم ايسى سر زمين پر ہو كہ زندگى محال ہے تمہارے گھوڑے اور اونٹ ختم ہو گئے بنى قريظہ كے حليف جو ہمارے حليف تھے انھو</w:t>
      </w:r>
      <w:r w:rsidR="00B365A1">
        <w:rPr>
          <w:rtl/>
        </w:rPr>
        <w:t xml:space="preserve">ں </w:t>
      </w:r>
      <w:r>
        <w:rPr>
          <w:rtl/>
        </w:rPr>
        <w:t>نے بھى منھ موڑ ليااب تو ناگوارصورت حال پيش اگئي ہے ،تم بدلى ہوئي ٹھنڈى ہواديكھ ہى رہے ہو ہم سخت پريشانى مي</w:t>
      </w:r>
      <w:r w:rsidR="00B365A1">
        <w:rPr>
          <w:rtl/>
        </w:rPr>
        <w:t xml:space="preserve">ں </w:t>
      </w:r>
      <w:r>
        <w:rPr>
          <w:rtl/>
        </w:rPr>
        <w:t>مبتلاہي</w:t>
      </w:r>
      <w:r w:rsidR="00B365A1">
        <w:rPr>
          <w:rtl/>
        </w:rPr>
        <w:t xml:space="preserve">ں </w:t>
      </w:r>
      <w:r>
        <w:rPr>
          <w:rtl/>
        </w:rPr>
        <w:t>ہمارى اگ بھى ٹھنڈى ہو چكى ہے خيمے بھى اكھڑ چكے ہي</w:t>
      </w:r>
      <w:r w:rsidR="00B365A1">
        <w:rPr>
          <w:rtl/>
        </w:rPr>
        <w:t xml:space="preserve">ں </w:t>
      </w:r>
      <w:r>
        <w:rPr>
          <w:rtl/>
        </w:rPr>
        <w:t>اس لئے مي</w:t>
      </w:r>
      <w:r w:rsidR="00B365A1">
        <w:rPr>
          <w:rtl/>
        </w:rPr>
        <w:t xml:space="preserve">ں </w:t>
      </w:r>
      <w:r>
        <w:rPr>
          <w:rtl/>
        </w:rPr>
        <w:t>مصلحت اسى مي</w:t>
      </w:r>
      <w:r w:rsidR="00B365A1">
        <w:rPr>
          <w:rtl/>
        </w:rPr>
        <w:t xml:space="preserve">ں </w:t>
      </w:r>
      <w:r>
        <w:rPr>
          <w:rtl/>
        </w:rPr>
        <w:t>ديكھ رہاہو</w:t>
      </w:r>
      <w:r w:rsidR="00B365A1">
        <w:rPr>
          <w:rtl/>
        </w:rPr>
        <w:t xml:space="preserve">ں </w:t>
      </w:r>
      <w:r>
        <w:rPr>
          <w:rtl/>
        </w:rPr>
        <w:t>كہ ہم لوگ يہا</w:t>
      </w:r>
      <w:r w:rsidR="00B365A1">
        <w:rPr>
          <w:rtl/>
        </w:rPr>
        <w:t xml:space="preserve">ں </w:t>
      </w:r>
      <w:r>
        <w:rPr>
          <w:rtl/>
        </w:rPr>
        <w:t>سے كوچ كر جائي</w:t>
      </w:r>
      <w:r w:rsidR="00B365A1">
        <w:rPr>
          <w:rtl/>
        </w:rPr>
        <w:t xml:space="preserve">ں </w:t>
      </w:r>
      <w:r>
        <w:rPr>
          <w:rtl/>
        </w:rPr>
        <w:t>يہا</w:t>
      </w:r>
      <w:r w:rsidR="00B365A1">
        <w:rPr>
          <w:rtl/>
        </w:rPr>
        <w:t xml:space="preserve">ں </w:t>
      </w:r>
      <w:r>
        <w:rPr>
          <w:rtl/>
        </w:rPr>
        <w:t>سے كوچ كرو ہم بھى چلنے پر امادہ ہي</w:t>
      </w:r>
      <w:r w:rsidR="00B365A1">
        <w:rPr>
          <w:rtl/>
        </w:rPr>
        <w:t xml:space="preserve">ں </w:t>
      </w:r>
      <w:r>
        <w:rPr>
          <w:rtl/>
        </w:rPr>
        <w:t>اسى اندھيرى رات مي</w:t>
      </w:r>
      <w:r w:rsidR="00B365A1">
        <w:rPr>
          <w:rtl/>
        </w:rPr>
        <w:t xml:space="preserve">ں </w:t>
      </w:r>
      <w:r>
        <w:rPr>
          <w:rtl/>
        </w:rPr>
        <w:t>قريش اور اس كے حليفو</w:t>
      </w:r>
      <w:r w:rsidR="00B365A1">
        <w:rPr>
          <w:rtl/>
        </w:rPr>
        <w:t xml:space="preserve">ں </w:t>
      </w:r>
      <w:r>
        <w:rPr>
          <w:rtl/>
        </w:rPr>
        <w:t>كا لشكر مكہ كى راہ پر چل پڑا</w:t>
      </w:r>
      <w:r w:rsidRPr="00C00E6D">
        <w:rPr>
          <w:rStyle w:val="libFootnotenumChar"/>
          <w:rtl/>
        </w:rPr>
        <w:t>(21)</w:t>
      </w:r>
      <w:r>
        <w:rPr>
          <w:rtl/>
        </w:rPr>
        <w:t xml:space="preserve"> ،ابوسفيان گھبراہٹ مي</w:t>
      </w:r>
      <w:r w:rsidR="00B365A1">
        <w:rPr>
          <w:rtl/>
        </w:rPr>
        <w:t xml:space="preserve">ں </w:t>
      </w:r>
      <w:r>
        <w:rPr>
          <w:rtl/>
        </w:rPr>
        <w:t>بھاگنے پر ا س قدر امادہ تھا كہ ا س نے اونٹ كے بند بھى نہي</w:t>
      </w:r>
      <w:r w:rsidR="00B365A1">
        <w:rPr>
          <w:rtl/>
        </w:rPr>
        <w:t xml:space="preserve">ں </w:t>
      </w:r>
      <w:r>
        <w:rPr>
          <w:rtl/>
        </w:rPr>
        <w:t>كھولے وہ بھاگنے كى جلدى مي</w:t>
      </w:r>
      <w:r w:rsidR="00B365A1">
        <w:rPr>
          <w:rtl/>
        </w:rPr>
        <w:t xml:space="preserve">ں </w:t>
      </w:r>
      <w:r>
        <w:rPr>
          <w:rtl/>
        </w:rPr>
        <w:t xml:space="preserve">تھا _ </w:t>
      </w:r>
    </w:p>
    <w:p w:rsidR="00376422" w:rsidRDefault="00376422" w:rsidP="00E67399">
      <w:pPr>
        <w:pStyle w:val="libNormal"/>
        <w:rPr>
          <w:rtl/>
        </w:rPr>
      </w:pPr>
      <w:r>
        <w:rPr>
          <w:rtl/>
        </w:rPr>
        <w:t>ا س طرح عظيم جنگ خندق ياجنگ احزاب ابو سفيان كى تمام كوششو</w:t>
      </w:r>
      <w:r w:rsidR="00B365A1">
        <w:rPr>
          <w:rtl/>
        </w:rPr>
        <w:t xml:space="preserve">ں </w:t>
      </w:r>
      <w:r>
        <w:rPr>
          <w:rtl/>
        </w:rPr>
        <w:t>كے باوجود بے نتيجہ رہى اور مشركو</w:t>
      </w:r>
      <w:r w:rsidR="00B365A1">
        <w:rPr>
          <w:rtl/>
        </w:rPr>
        <w:t xml:space="preserve">ں </w:t>
      </w:r>
      <w:r>
        <w:rPr>
          <w:rtl/>
        </w:rPr>
        <w:t xml:space="preserve">كا زبر دست لشكر اپنى عددى زيادتى كے باوجود دين خداكو كوئي نقصان نہ پہنچا سكا_ </w:t>
      </w:r>
    </w:p>
    <w:p w:rsidR="008F13D4" w:rsidRDefault="008F13D4" w:rsidP="00E67399">
      <w:pPr>
        <w:pStyle w:val="libLine"/>
        <w:rPr>
          <w:rtl/>
        </w:rPr>
      </w:pPr>
      <w:r>
        <w:rPr>
          <w:rFonts w:hint="cs"/>
          <w:rtl/>
        </w:rPr>
        <w:t>____________________</w:t>
      </w:r>
    </w:p>
    <w:p w:rsidR="00B441E9" w:rsidRDefault="00B441E9" w:rsidP="00E67399">
      <w:pPr>
        <w:pStyle w:val="libFootnote"/>
        <w:rPr>
          <w:rtl/>
        </w:rPr>
      </w:pPr>
      <w:r>
        <w:rPr>
          <w:rtl/>
        </w:rPr>
        <w:t xml:space="preserve">21_ سيرہ ابن ھشام ج3 ص 715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10" w:name="_Toc531605638"/>
      <w:r>
        <w:rPr>
          <w:rtl/>
        </w:rPr>
        <w:t>كمزورى كااحساس اور صلح كى پيش كش</w:t>
      </w:r>
      <w:bookmarkEnd w:id="10"/>
    </w:p>
    <w:p w:rsidR="00376422" w:rsidRDefault="00376422" w:rsidP="00E67399">
      <w:pPr>
        <w:pStyle w:val="libNormal"/>
        <w:rPr>
          <w:rtl/>
        </w:rPr>
      </w:pPr>
      <w:r>
        <w:rPr>
          <w:rtl/>
        </w:rPr>
        <w:t>اسلام مخالف گروہو</w:t>
      </w:r>
      <w:r w:rsidR="00B365A1">
        <w:rPr>
          <w:rtl/>
        </w:rPr>
        <w:t xml:space="preserve">ں </w:t>
      </w:r>
      <w:r>
        <w:rPr>
          <w:rtl/>
        </w:rPr>
        <w:t>كى كمزورى اورا ن كى جميعت كاتتر بتر ہونا اسلام كى عزت وشوكت كے بڑھانے مي</w:t>
      </w:r>
      <w:r w:rsidR="00B365A1">
        <w:rPr>
          <w:rtl/>
        </w:rPr>
        <w:t xml:space="preserve">ں </w:t>
      </w:r>
      <w:r>
        <w:rPr>
          <w:rtl/>
        </w:rPr>
        <w:t>معاون ہوا اور اب مسلمان جزيرة العرب مي</w:t>
      </w:r>
      <w:r w:rsidR="00B365A1">
        <w:rPr>
          <w:rtl/>
        </w:rPr>
        <w:t xml:space="preserve">ں </w:t>
      </w:r>
      <w:r>
        <w:rPr>
          <w:rtl/>
        </w:rPr>
        <w:t>ايك جانى پہچانى طاقت سمجھے جانے لگے مسلمانو</w:t>
      </w:r>
      <w:r w:rsidR="00B365A1">
        <w:rPr>
          <w:rtl/>
        </w:rPr>
        <w:t xml:space="preserve">ں </w:t>
      </w:r>
      <w:r>
        <w:rPr>
          <w:rtl/>
        </w:rPr>
        <w:t xml:space="preserve">كى تعداد اور ا ن كى اقتصادى اور حكومتى طاقت روز بروز بڑھتى گئي _ </w:t>
      </w:r>
    </w:p>
    <w:p w:rsidR="00376422" w:rsidRDefault="00376422" w:rsidP="00E67399">
      <w:pPr>
        <w:pStyle w:val="libNormal"/>
        <w:rPr>
          <w:rtl/>
        </w:rPr>
      </w:pPr>
      <w:r>
        <w:rPr>
          <w:rtl/>
        </w:rPr>
        <w:t>ہجرت كے ساتوي</w:t>
      </w:r>
      <w:r w:rsidR="00B365A1">
        <w:rPr>
          <w:rtl/>
        </w:rPr>
        <w:t xml:space="preserve">ں </w:t>
      </w:r>
      <w:r>
        <w:rPr>
          <w:rtl/>
        </w:rPr>
        <w:t>سال رسول(ص) اكرم نے لگ بھگ ڈيڑھ ہزار اصحاب كے ساتھ زيارت خانہ كعبہ كے لئے مكہ كوچ فرمايا سر زمين مكہ پر مسلمانو</w:t>
      </w:r>
      <w:r w:rsidR="00B365A1">
        <w:rPr>
          <w:rtl/>
        </w:rPr>
        <w:t xml:space="preserve">ں </w:t>
      </w:r>
      <w:r>
        <w:rPr>
          <w:rtl/>
        </w:rPr>
        <w:t>كاداخلہ قريش كے لئے سخت ناگوار تھا كيونكہ مسلمانو</w:t>
      </w:r>
      <w:r w:rsidR="00B365A1">
        <w:rPr>
          <w:rtl/>
        </w:rPr>
        <w:t xml:space="preserve">ں </w:t>
      </w:r>
      <w:r>
        <w:rPr>
          <w:rtl/>
        </w:rPr>
        <w:t>كو مراسم حج مي</w:t>
      </w:r>
      <w:r w:rsidR="00B365A1">
        <w:rPr>
          <w:rtl/>
        </w:rPr>
        <w:t xml:space="preserve">ں </w:t>
      </w:r>
      <w:r>
        <w:rPr>
          <w:rtl/>
        </w:rPr>
        <w:t>شامل كرنے كا مطلب يہ تھا كہ اسلام كى طاقت كو تسليم كر لي</w:t>
      </w:r>
      <w:r w:rsidR="00B365A1">
        <w:rPr>
          <w:rtl/>
        </w:rPr>
        <w:t xml:space="preserve">ں </w:t>
      </w:r>
      <w:r>
        <w:rPr>
          <w:rtl/>
        </w:rPr>
        <w:t>،ا س لئے انھو</w:t>
      </w:r>
      <w:r w:rsidR="00B365A1">
        <w:rPr>
          <w:rtl/>
        </w:rPr>
        <w:t xml:space="preserve">ں </w:t>
      </w:r>
      <w:r>
        <w:rPr>
          <w:rtl/>
        </w:rPr>
        <w:t>نے مكہ مي</w:t>
      </w:r>
      <w:r w:rsidR="00B365A1">
        <w:rPr>
          <w:rtl/>
        </w:rPr>
        <w:t xml:space="preserve">ں </w:t>
      </w:r>
      <w:r>
        <w:rPr>
          <w:rtl/>
        </w:rPr>
        <w:t>داخلے سے روكا ،رسول (ص) اكرم نے بھى بڑے ٹھنڈے دل كے ساتھ عدم تعرض كے ايك معاھدے پر امادگى ظاہر كى اور مسلمانو</w:t>
      </w:r>
      <w:r w:rsidR="00B365A1">
        <w:rPr>
          <w:rtl/>
        </w:rPr>
        <w:t xml:space="preserve">ں </w:t>
      </w:r>
      <w:r>
        <w:rPr>
          <w:rtl/>
        </w:rPr>
        <w:t>كو واپس چلنے كا حكم ديا ،يہ معاھدہ اگر چہ بظاہر مكہ والو</w:t>
      </w:r>
      <w:r w:rsidR="00B365A1">
        <w:rPr>
          <w:rtl/>
        </w:rPr>
        <w:t xml:space="preserve">ں </w:t>
      </w:r>
      <w:r>
        <w:rPr>
          <w:rtl/>
        </w:rPr>
        <w:t>كے حق مي</w:t>
      </w:r>
      <w:r w:rsidR="00B365A1">
        <w:rPr>
          <w:rtl/>
        </w:rPr>
        <w:t xml:space="preserve">ں </w:t>
      </w:r>
      <w:r>
        <w:rPr>
          <w:rtl/>
        </w:rPr>
        <w:t>تھا اسى لئے بعض ظاہر پرستو</w:t>
      </w:r>
      <w:r w:rsidR="00B365A1">
        <w:rPr>
          <w:rtl/>
        </w:rPr>
        <w:t xml:space="preserve">ں </w:t>
      </w:r>
      <w:r>
        <w:rPr>
          <w:rtl/>
        </w:rPr>
        <w:t>نے اعتراض بھى كيا ليكن ا س طرح مشركين نے نادانستہ طور پر يہ معاھدہ تسليم كركے اسلامى طاقت كو عربستان مي</w:t>
      </w:r>
      <w:r w:rsidR="00B365A1">
        <w:rPr>
          <w:rtl/>
        </w:rPr>
        <w:t xml:space="preserve">ں </w:t>
      </w:r>
      <w:r>
        <w:rPr>
          <w:rtl/>
        </w:rPr>
        <w:t>قبول كر ليا اور يہ بات پورے طور سے اسلام كے حق مي</w:t>
      </w:r>
      <w:r w:rsidR="00B365A1">
        <w:rPr>
          <w:rtl/>
        </w:rPr>
        <w:t xml:space="preserve">ں </w:t>
      </w:r>
      <w:r>
        <w:rPr>
          <w:rtl/>
        </w:rPr>
        <w:t>تھى ،اس معاھدے كى رو سے رسول(ص) اسلام اپنے دوسرے دشمنو</w:t>
      </w:r>
      <w:r w:rsidR="00B365A1">
        <w:rPr>
          <w:rtl/>
        </w:rPr>
        <w:t xml:space="preserve">ں </w:t>
      </w:r>
      <w:r>
        <w:rPr>
          <w:rtl/>
        </w:rPr>
        <w:t>كا سر كچل سكتے تھے جيسا كہ جنگ خيبر اسى وجہ سے واقع ہوئي اور مسلمانو</w:t>
      </w:r>
      <w:r w:rsidR="00B365A1">
        <w:rPr>
          <w:rtl/>
        </w:rPr>
        <w:t xml:space="preserve">ں </w:t>
      </w:r>
      <w:r>
        <w:rPr>
          <w:rtl/>
        </w:rPr>
        <w:t>كو يہ موقع مل سكاكہ وہ اپنے مخالفو</w:t>
      </w:r>
      <w:r w:rsidR="00B365A1">
        <w:rPr>
          <w:rtl/>
        </w:rPr>
        <w:t xml:space="preserve">ں </w:t>
      </w:r>
      <w:r>
        <w:rPr>
          <w:rtl/>
        </w:rPr>
        <w:t>كو جڑ سے اكھاڑ پھيكي</w:t>
      </w:r>
      <w:r w:rsidR="00B365A1">
        <w:rPr>
          <w:rtl/>
        </w:rPr>
        <w:t xml:space="preserve">ں </w:t>
      </w:r>
      <w:r>
        <w:rPr>
          <w:rtl/>
        </w:rPr>
        <w:t>اور يہوديو</w:t>
      </w:r>
      <w:r w:rsidR="00B365A1">
        <w:rPr>
          <w:rtl/>
        </w:rPr>
        <w:t xml:space="preserve">ں </w:t>
      </w:r>
      <w:r>
        <w:rPr>
          <w:rtl/>
        </w:rPr>
        <w:t>كى ريشہ دوانيو</w:t>
      </w:r>
      <w:r w:rsidR="00B365A1">
        <w:rPr>
          <w:rtl/>
        </w:rPr>
        <w:t xml:space="preserve">ں </w:t>
      </w:r>
      <w:r>
        <w:rPr>
          <w:rtl/>
        </w:rPr>
        <w:t>كا سدّ باب كر سكي</w:t>
      </w:r>
      <w:r w:rsidR="00B365A1">
        <w:rPr>
          <w:rtl/>
        </w:rPr>
        <w:t xml:space="preserve">ں </w:t>
      </w:r>
      <w:r>
        <w:rPr>
          <w:rtl/>
        </w:rPr>
        <w:t xml:space="preserve">_ </w:t>
      </w:r>
    </w:p>
    <w:p w:rsidR="00376422" w:rsidRDefault="00376422" w:rsidP="00E67399">
      <w:pPr>
        <w:pStyle w:val="libNormal"/>
        <w:rPr>
          <w:rtl/>
        </w:rPr>
      </w:pPr>
      <w:r>
        <w:rPr>
          <w:rtl/>
        </w:rPr>
        <w:t>اس وقت صحرائے عرب مي</w:t>
      </w:r>
      <w:r w:rsidR="00B365A1">
        <w:rPr>
          <w:rtl/>
        </w:rPr>
        <w:t xml:space="preserve">ں </w:t>
      </w:r>
      <w:r>
        <w:rPr>
          <w:rtl/>
        </w:rPr>
        <w:t>قريش كے علاوہ اسلام كا كوئي بڑادشمن نہي</w:t>
      </w:r>
      <w:r w:rsidR="00B365A1">
        <w:rPr>
          <w:rtl/>
        </w:rPr>
        <w:t xml:space="preserve">ں </w:t>
      </w:r>
      <w:r>
        <w:rPr>
          <w:rtl/>
        </w:rPr>
        <w:t>تھا ،وہ بھى اس معاھدے كى وجہ سے اسلام كے خلاف كو ئي خطرناك اقدام نہي</w:t>
      </w:r>
      <w:r w:rsidR="00B365A1">
        <w:rPr>
          <w:rtl/>
        </w:rPr>
        <w:t xml:space="preserve">ں </w:t>
      </w:r>
      <w:r>
        <w:rPr>
          <w:rtl/>
        </w:rPr>
        <w:t>كر سكتے تھے ا س طرح اسلام نے تيز رفتارى كے ساتھ سارے عرب كو اپنے قبضہ مي</w:t>
      </w:r>
      <w:r w:rsidR="00B365A1">
        <w:rPr>
          <w:rtl/>
        </w:rPr>
        <w:t xml:space="preserve">ں </w:t>
      </w:r>
      <w:r>
        <w:rPr>
          <w:rtl/>
        </w:rPr>
        <w:t xml:space="preserve">كرليا _ </w:t>
      </w:r>
    </w:p>
    <w:p w:rsidR="00376422" w:rsidRDefault="00376422" w:rsidP="00E67399">
      <w:pPr>
        <w:pStyle w:val="libNormal"/>
        <w:rPr>
          <w:rtl/>
        </w:rPr>
      </w:pPr>
      <w:r>
        <w:rPr>
          <w:rtl/>
        </w:rPr>
        <w:t xml:space="preserve">صلح حديبيہ كے بعد ايك سال بھى نہ گزراتھاكہ صلح نامہ كى ايك شرط مشركين مكہ نے توڑ دى _ </w:t>
      </w:r>
    </w:p>
    <w:p w:rsidR="008F13D4" w:rsidRDefault="00376422" w:rsidP="00E67399">
      <w:pPr>
        <w:pStyle w:val="libNormal"/>
        <w:rPr>
          <w:rtl/>
        </w:rPr>
      </w:pPr>
      <w:r>
        <w:rPr>
          <w:rtl/>
        </w:rPr>
        <w:t xml:space="preserve">اب رسول(ص) اسلام نے مصمم ارادہ كر لياكہ اس جاہليت اور كفر كا اخرى قلعہ بھى ڈھا دياجائے فتح مكہ نزديك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تھا ،ابو سفيان نے روزافزون ناقابل شكست اسلامى طاقت كو سمجھ ليا تھا اس لئے وہ تجديد پيمان كے لئے مدينہ</w:t>
      </w:r>
      <w:r w:rsidR="00831D2C">
        <w:rPr>
          <w:rtl/>
        </w:rPr>
        <w:t xml:space="preserve"> آيا </w:t>
      </w:r>
      <w:r>
        <w:rPr>
          <w:rtl/>
        </w:rPr>
        <w:t xml:space="preserve"> ليكن رسول خدا(ص) نے اس ديرينہ دشمن اسلام كو جو انتہائي خوفزدہ ہو نے كى وجہ سے خوش اخلاقى كا مظاہرہ كررہا تھا قبول نہي</w:t>
      </w:r>
      <w:r w:rsidR="00B365A1">
        <w:rPr>
          <w:rtl/>
        </w:rPr>
        <w:t xml:space="preserve">ں </w:t>
      </w:r>
      <w:r>
        <w:rPr>
          <w:rtl/>
        </w:rPr>
        <w:t xml:space="preserve">فرمايا: </w:t>
      </w:r>
    </w:p>
    <w:p w:rsidR="00376422" w:rsidRDefault="00376422" w:rsidP="00E67399">
      <w:pPr>
        <w:pStyle w:val="libNormal"/>
        <w:rPr>
          <w:rtl/>
        </w:rPr>
      </w:pPr>
      <w:r>
        <w:rPr>
          <w:rtl/>
        </w:rPr>
        <w:t>دوسرے دن ابو سفيان اميرالمومنين (ع) كى خدمت مي</w:t>
      </w:r>
      <w:r w:rsidR="00B365A1">
        <w:rPr>
          <w:rtl/>
        </w:rPr>
        <w:t xml:space="preserve">ں </w:t>
      </w:r>
      <w:r>
        <w:rPr>
          <w:rtl/>
        </w:rPr>
        <w:t>حاضر ہو كر عرض كرنے لگا ،اے ابو الحسن، مي</w:t>
      </w:r>
      <w:r w:rsidR="00B365A1">
        <w:rPr>
          <w:rtl/>
        </w:rPr>
        <w:t xml:space="preserve">ں </w:t>
      </w:r>
      <w:r>
        <w:rPr>
          <w:rtl/>
        </w:rPr>
        <w:t>سخت ذہنى كشائشے كا شكار ہو</w:t>
      </w:r>
      <w:r w:rsidR="00B365A1">
        <w:rPr>
          <w:rtl/>
        </w:rPr>
        <w:t xml:space="preserve">ں </w:t>
      </w:r>
      <w:r>
        <w:rPr>
          <w:rtl/>
        </w:rPr>
        <w:t xml:space="preserve">ميرى نجات كى راہ بتايئے </w:t>
      </w:r>
    </w:p>
    <w:p w:rsidR="00376422" w:rsidRDefault="00376422" w:rsidP="00E67399">
      <w:pPr>
        <w:pStyle w:val="libNormal"/>
        <w:rPr>
          <w:rtl/>
        </w:rPr>
      </w:pPr>
      <w:r>
        <w:rPr>
          <w:rtl/>
        </w:rPr>
        <w:t>امام (ع) نے فرمايا خدا كى قسم مي</w:t>
      </w:r>
      <w:r w:rsidR="00B365A1">
        <w:rPr>
          <w:rtl/>
        </w:rPr>
        <w:t xml:space="preserve">ں </w:t>
      </w:r>
      <w:r>
        <w:rPr>
          <w:rtl/>
        </w:rPr>
        <w:t>تيرى نجات كا كوئي راستہ نہي</w:t>
      </w:r>
      <w:r w:rsidR="00B365A1">
        <w:rPr>
          <w:rtl/>
        </w:rPr>
        <w:t xml:space="preserve">ں </w:t>
      </w:r>
      <w:r>
        <w:rPr>
          <w:rtl/>
        </w:rPr>
        <w:t>جانتا ،ليكن تو قريش كاچودھرى اور ان كا ہم پيمان ہے خودہى اٹھكر جا اور لوگو</w:t>
      </w:r>
      <w:r w:rsidR="00B365A1">
        <w:rPr>
          <w:rtl/>
        </w:rPr>
        <w:t xml:space="preserve">ں </w:t>
      </w:r>
      <w:r>
        <w:rPr>
          <w:rtl/>
        </w:rPr>
        <w:t xml:space="preserve">سے معاھدے كر اور پھر اپنى سر زمين پر واپس جا _ </w:t>
      </w:r>
    </w:p>
    <w:p w:rsidR="00376422" w:rsidRDefault="00376422" w:rsidP="00E67399">
      <w:pPr>
        <w:pStyle w:val="libNormal"/>
        <w:rPr>
          <w:rtl/>
        </w:rPr>
      </w:pPr>
      <w:r>
        <w:rPr>
          <w:rtl/>
        </w:rPr>
        <w:t>ابو سفيان نے پوچھا، كيااپ كے خيال مي</w:t>
      </w:r>
      <w:r w:rsidR="00B365A1">
        <w:rPr>
          <w:rtl/>
        </w:rPr>
        <w:t xml:space="preserve">ں </w:t>
      </w:r>
      <w:r>
        <w:rPr>
          <w:rtl/>
        </w:rPr>
        <w:t xml:space="preserve">اس سے مجھے كوئي فائدہ پہنچے گا _ </w:t>
      </w:r>
    </w:p>
    <w:p w:rsidR="00376422" w:rsidRDefault="00376422" w:rsidP="00E67399">
      <w:pPr>
        <w:pStyle w:val="libNormal"/>
        <w:rPr>
          <w:rtl/>
        </w:rPr>
      </w:pPr>
      <w:r>
        <w:rPr>
          <w:rtl/>
        </w:rPr>
        <w:t>امام (ع) نے فرمايا _نہي</w:t>
      </w:r>
      <w:r w:rsidR="00B365A1">
        <w:rPr>
          <w:rtl/>
        </w:rPr>
        <w:t xml:space="preserve">ں </w:t>
      </w:r>
      <w:r>
        <w:rPr>
          <w:rtl/>
        </w:rPr>
        <w:t>_ليكن اس كے سوا دوسراكوئي راستہ بھى نہي</w:t>
      </w:r>
      <w:r w:rsidR="00B365A1">
        <w:rPr>
          <w:rtl/>
        </w:rPr>
        <w:t xml:space="preserve">ں </w:t>
      </w:r>
      <w:r>
        <w:rPr>
          <w:rtl/>
        </w:rPr>
        <w:t>ابو سفيان وہا</w:t>
      </w:r>
      <w:r w:rsidR="00B365A1">
        <w:rPr>
          <w:rtl/>
        </w:rPr>
        <w:t xml:space="preserve">ں </w:t>
      </w:r>
      <w:r>
        <w:rPr>
          <w:rtl/>
        </w:rPr>
        <w:t>سے اٹھكر مسجد مي</w:t>
      </w:r>
      <w:r w:rsidR="00B365A1">
        <w:rPr>
          <w:rtl/>
        </w:rPr>
        <w:t>ں</w:t>
      </w:r>
      <w:r w:rsidR="00831D2C">
        <w:rPr>
          <w:rtl/>
        </w:rPr>
        <w:t xml:space="preserve"> آيا </w:t>
      </w:r>
      <w:r>
        <w:rPr>
          <w:rtl/>
        </w:rPr>
        <w:t xml:space="preserve"> اور پھر وہا</w:t>
      </w:r>
      <w:r w:rsidR="00B365A1">
        <w:rPr>
          <w:rtl/>
        </w:rPr>
        <w:t xml:space="preserve">ں </w:t>
      </w:r>
      <w:r>
        <w:rPr>
          <w:rtl/>
        </w:rPr>
        <w:t>مسلمانو</w:t>
      </w:r>
      <w:r w:rsidR="00B365A1">
        <w:rPr>
          <w:rtl/>
        </w:rPr>
        <w:t xml:space="preserve">ں </w:t>
      </w:r>
      <w:r>
        <w:rPr>
          <w:rtl/>
        </w:rPr>
        <w:t xml:space="preserve">كے درميان چلّايا _ </w:t>
      </w:r>
    </w:p>
    <w:p w:rsidR="00376422" w:rsidRDefault="00376422" w:rsidP="00E67399">
      <w:pPr>
        <w:pStyle w:val="libNormal"/>
        <w:rPr>
          <w:rtl/>
        </w:rPr>
      </w:pPr>
      <w:r>
        <w:rPr>
          <w:rtl/>
        </w:rPr>
        <w:t>اے لوگو _مي</w:t>
      </w:r>
      <w:r w:rsidR="00B365A1">
        <w:rPr>
          <w:rtl/>
        </w:rPr>
        <w:t xml:space="preserve">ں </w:t>
      </w:r>
      <w:r>
        <w:rPr>
          <w:rtl/>
        </w:rPr>
        <w:t>تم لوگو</w:t>
      </w:r>
      <w:r w:rsidR="00B365A1">
        <w:rPr>
          <w:rtl/>
        </w:rPr>
        <w:t xml:space="preserve">ں </w:t>
      </w:r>
      <w:r>
        <w:rPr>
          <w:rtl/>
        </w:rPr>
        <w:t>سے عدم تعرض و مسالمت كا معاھدہ كرتا ہو</w:t>
      </w:r>
      <w:r w:rsidR="00B365A1">
        <w:rPr>
          <w:rtl/>
        </w:rPr>
        <w:t xml:space="preserve">ں </w:t>
      </w:r>
      <w:r>
        <w:rPr>
          <w:rtl/>
        </w:rPr>
        <w:t>پھر وہ وہا</w:t>
      </w:r>
      <w:r w:rsidR="00B365A1">
        <w:rPr>
          <w:rtl/>
        </w:rPr>
        <w:t xml:space="preserve">ں </w:t>
      </w:r>
      <w:r>
        <w:rPr>
          <w:rtl/>
        </w:rPr>
        <w:t>سے باہر نكلا اور اپنى سوارى پر بيٹھكر مكہ كى طرف چلا گيا _</w:t>
      </w:r>
      <w:r w:rsidRPr="00C00E6D">
        <w:rPr>
          <w:rStyle w:val="libFootnotenumChar"/>
          <w:rtl/>
        </w:rPr>
        <w:t>(22)</w:t>
      </w:r>
      <w:r>
        <w:rPr>
          <w:rtl/>
        </w:rPr>
        <w:t xml:space="preserve"> </w:t>
      </w:r>
    </w:p>
    <w:p w:rsidR="00376422" w:rsidRDefault="00376422" w:rsidP="00E67399">
      <w:pPr>
        <w:pStyle w:val="libNormal"/>
        <w:rPr>
          <w:rtl/>
        </w:rPr>
      </w:pPr>
    </w:p>
    <w:p w:rsidR="00376422" w:rsidRDefault="00376422" w:rsidP="00E67399">
      <w:pPr>
        <w:pStyle w:val="Heading2Center"/>
        <w:rPr>
          <w:rtl/>
        </w:rPr>
      </w:pPr>
      <w:bookmarkStart w:id="11" w:name="_Toc531605639"/>
      <w:r>
        <w:rPr>
          <w:rtl/>
        </w:rPr>
        <w:t>مكہ فتح ہو گيا</w:t>
      </w:r>
      <w:bookmarkEnd w:id="11"/>
    </w:p>
    <w:p w:rsidR="00376422" w:rsidRDefault="00376422" w:rsidP="00E67399">
      <w:pPr>
        <w:pStyle w:val="libNormal"/>
        <w:rPr>
          <w:rtl/>
        </w:rPr>
      </w:pPr>
      <w:r>
        <w:rPr>
          <w:rtl/>
        </w:rPr>
        <w:t>ابوسفيان اس زمانے مي</w:t>
      </w:r>
      <w:r w:rsidR="00B365A1">
        <w:rPr>
          <w:rtl/>
        </w:rPr>
        <w:t xml:space="preserve">ں </w:t>
      </w:r>
      <w:r>
        <w:rPr>
          <w:rtl/>
        </w:rPr>
        <w:t>_يعنى جب جاہليت اخرى سانس لے رہى تھى يہ شخص مشركين كا ايك زبر دست فوجى افسر سمجھا جاتا تھا وہ صرف يہى نہي</w:t>
      </w:r>
      <w:r w:rsidR="00B365A1">
        <w:rPr>
          <w:rtl/>
        </w:rPr>
        <w:t xml:space="preserve">ں </w:t>
      </w:r>
      <w:r>
        <w:rPr>
          <w:rtl/>
        </w:rPr>
        <w:t>كہ قريش كى قيادت كر رہاتھا بلكہ يہ كہا جاسكتا ہے كہ تمام قبائل بنى كنانہ قريش اور اس كے حليفو</w:t>
      </w:r>
      <w:r w:rsidR="00B365A1">
        <w:rPr>
          <w:rtl/>
        </w:rPr>
        <w:t xml:space="preserve">ں </w:t>
      </w:r>
      <w:r>
        <w:rPr>
          <w:rtl/>
        </w:rPr>
        <w:t>نے ا س كے رياست و بزرگى كو مان ليا تھا وہ انھي</w:t>
      </w:r>
      <w:r w:rsidR="00B365A1">
        <w:rPr>
          <w:rtl/>
        </w:rPr>
        <w:t xml:space="preserve">ں </w:t>
      </w:r>
      <w:r>
        <w:rPr>
          <w:rtl/>
        </w:rPr>
        <w:t>مسلمانو</w:t>
      </w:r>
      <w:r w:rsidR="00B365A1">
        <w:rPr>
          <w:rtl/>
        </w:rPr>
        <w:t xml:space="preserve">ں </w:t>
      </w:r>
      <w:r>
        <w:rPr>
          <w:rtl/>
        </w:rPr>
        <w:t>كے خلاف جنگ پر ابھارتا تھا اور جنگى كاروائي كے نقشے بھى مرتّب كرتا تھا ياپسپائي كى صورت مي</w:t>
      </w:r>
      <w:r w:rsidR="00B365A1">
        <w:rPr>
          <w:rtl/>
        </w:rPr>
        <w:t xml:space="preserve">ں </w:t>
      </w:r>
      <w:r>
        <w:rPr>
          <w:rtl/>
        </w:rPr>
        <w:t>پيچھے ہٹنے ياصلح كرنے كا بھى مجاز تھا_جنگ بدر مي</w:t>
      </w:r>
      <w:r w:rsidR="00B365A1">
        <w:rPr>
          <w:rtl/>
        </w:rPr>
        <w:t xml:space="preserve">ں </w:t>
      </w:r>
      <w:r>
        <w:rPr>
          <w:rtl/>
        </w:rPr>
        <w:t>سرداران قريش كے قتل ہو جانے كے بعد تمام رياست و قيادت اسى كے ہاتھ مي</w:t>
      </w:r>
      <w:r w:rsidR="00B365A1">
        <w:rPr>
          <w:rtl/>
        </w:rPr>
        <w:t xml:space="preserve">ں </w:t>
      </w:r>
      <w:r>
        <w:rPr>
          <w:rtl/>
        </w:rPr>
        <w:t xml:space="preserve">تھى _ </w:t>
      </w:r>
    </w:p>
    <w:p w:rsidR="008F13D4" w:rsidRDefault="00376422" w:rsidP="00E67399">
      <w:pPr>
        <w:pStyle w:val="libNormal"/>
        <w:rPr>
          <w:rtl/>
        </w:rPr>
      </w:pPr>
      <w:r>
        <w:rPr>
          <w:rtl/>
        </w:rPr>
        <w:t>يہ بزرگى ايسى مستقل تھى كہ جس وقت مجاہدين اسلام نے مكہ مي</w:t>
      </w:r>
      <w:r w:rsidR="00B365A1">
        <w:rPr>
          <w:rtl/>
        </w:rPr>
        <w:t xml:space="preserve">ں </w:t>
      </w:r>
      <w:r>
        <w:rPr>
          <w:rtl/>
        </w:rPr>
        <w:t xml:space="preserve">قدم ركھا اور اس شہر كو قريش كے چنگل سے </w:t>
      </w:r>
    </w:p>
    <w:p w:rsidR="008F13D4" w:rsidRDefault="008F13D4" w:rsidP="00E67399">
      <w:pPr>
        <w:pStyle w:val="libLine"/>
        <w:rPr>
          <w:rtl/>
        </w:rPr>
      </w:pPr>
      <w:r>
        <w:rPr>
          <w:rFonts w:hint="cs"/>
          <w:rtl/>
        </w:rPr>
        <w:t>____________________</w:t>
      </w:r>
    </w:p>
    <w:p w:rsidR="00B441E9" w:rsidRDefault="00B441E9" w:rsidP="00E67399">
      <w:pPr>
        <w:pStyle w:val="libFootnote"/>
        <w:rPr>
          <w:rtl/>
        </w:rPr>
      </w:pPr>
      <w:r>
        <w:rPr>
          <w:rtl/>
        </w:rPr>
        <w:t xml:space="preserve">22_ سيرہ ابن ھشام ج4 ص 754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ازاد كرايااسى دن سے ابو سفيان كى قيادت ہميشہ كے لئے ختم ہو گئي اور رسول(ص) اكرم كے اختيار مي</w:t>
      </w:r>
      <w:r w:rsidR="00B365A1">
        <w:rPr>
          <w:rtl/>
        </w:rPr>
        <w:t xml:space="preserve">ں </w:t>
      </w:r>
      <w:r>
        <w:rPr>
          <w:rtl/>
        </w:rPr>
        <w:t xml:space="preserve">اگئي جس طرح كے عرب كے بے شمار بت رسو ل(ص) ا كرم كے حكم كے مطابق اميرالمومنين(ع) كے ہاتھ سے ٹوٹ پھوٹ كر ستياناس ہو گئے _ </w:t>
      </w:r>
    </w:p>
    <w:p w:rsidR="00376422" w:rsidRDefault="00376422" w:rsidP="00E67399">
      <w:pPr>
        <w:pStyle w:val="libNormal"/>
        <w:rPr>
          <w:rtl/>
        </w:rPr>
      </w:pPr>
      <w:r>
        <w:rPr>
          <w:rtl/>
        </w:rPr>
        <w:t>جس وقت پيغمبر(ص) اسلام دس ہزار مجاہدو</w:t>
      </w:r>
      <w:r w:rsidR="00B365A1">
        <w:rPr>
          <w:rtl/>
        </w:rPr>
        <w:t xml:space="preserve">ں </w:t>
      </w:r>
      <w:r>
        <w:rPr>
          <w:rtl/>
        </w:rPr>
        <w:t>كے ساتھ پرچم توحيد كے سايہ مي</w:t>
      </w:r>
      <w:r w:rsidR="00B365A1">
        <w:rPr>
          <w:rtl/>
        </w:rPr>
        <w:t xml:space="preserve">ں </w:t>
      </w:r>
      <w:r>
        <w:rPr>
          <w:rtl/>
        </w:rPr>
        <w:t>مكہ كے قريب پہنچے تو انحضرت(ص) كے چچا عباس اپنے مخصوص اونٹ پر سوار اگے تھے تاكہ كوئي مل جائے تو اسے پيغامبر كے عنوان سے مكہ والو</w:t>
      </w:r>
      <w:r w:rsidR="00B365A1">
        <w:rPr>
          <w:rtl/>
        </w:rPr>
        <w:t xml:space="preserve">ں </w:t>
      </w:r>
      <w:r>
        <w:rPr>
          <w:rtl/>
        </w:rPr>
        <w:t>كے پاس بھيجا جائے انھي</w:t>
      </w:r>
      <w:r w:rsidR="00B365A1">
        <w:rPr>
          <w:rtl/>
        </w:rPr>
        <w:t xml:space="preserve">ں </w:t>
      </w:r>
      <w:r>
        <w:rPr>
          <w:rtl/>
        </w:rPr>
        <w:t>خطرہ بھى تھا اس لئے وہ چاہ رہے تھے كہ كسى كو رسول(ص) اكرم كے پا س بھيج كر انحضرت(ص) سے امان كى درخواست كري</w:t>
      </w:r>
      <w:r w:rsidR="00B365A1">
        <w:rPr>
          <w:rtl/>
        </w:rPr>
        <w:t xml:space="preserve">ں </w:t>
      </w:r>
      <w:r>
        <w:rPr>
          <w:rtl/>
        </w:rPr>
        <w:t>عباس نے راستہ مي</w:t>
      </w:r>
      <w:r w:rsidR="00B365A1">
        <w:rPr>
          <w:rtl/>
        </w:rPr>
        <w:t xml:space="preserve">ں </w:t>
      </w:r>
      <w:r>
        <w:rPr>
          <w:rtl/>
        </w:rPr>
        <w:t>تين بزرگان قريش سے ملاقات كى ابو سفيان بھى انھي</w:t>
      </w:r>
      <w:r w:rsidR="00B365A1">
        <w:rPr>
          <w:rtl/>
        </w:rPr>
        <w:t xml:space="preserve">ں </w:t>
      </w:r>
      <w:r>
        <w:rPr>
          <w:rtl/>
        </w:rPr>
        <w:t>مي</w:t>
      </w:r>
      <w:r w:rsidR="00B365A1">
        <w:rPr>
          <w:rtl/>
        </w:rPr>
        <w:t xml:space="preserve">ں </w:t>
      </w:r>
      <w:r>
        <w:rPr>
          <w:rtl/>
        </w:rPr>
        <w:t>تھا يہ شہر سے نكل چكے تھے تا كہ حالات اور خطرات كو معلوم كركے ا س كا تدارك كر سكي</w:t>
      </w:r>
      <w:r w:rsidR="00B365A1">
        <w:rPr>
          <w:rtl/>
        </w:rPr>
        <w:t xml:space="preserve">ں </w:t>
      </w:r>
      <w:r>
        <w:rPr>
          <w:rtl/>
        </w:rPr>
        <w:t>عباس نے ابو سفيان سے كہا خداكى قسم اگر مسلمان تجھے پا گئے تو يقينى طورپر قتل كر دينگے ،ا س كے بعد عباس نے اسے رسول(ص) اكرم كے اونٹ پر اپنے پيچھے بٹھا ليا اور سيدھے پيغمبر(ص) اسلام كى خدمت مي</w:t>
      </w:r>
      <w:r w:rsidR="00B365A1">
        <w:rPr>
          <w:rtl/>
        </w:rPr>
        <w:t>ں</w:t>
      </w:r>
      <w:r w:rsidR="00137FAB">
        <w:rPr>
          <w:rtl/>
        </w:rPr>
        <w:t xml:space="preserve"> آئے</w:t>
      </w:r>
      <w:r>
        <w:rPr>
          <w:rtl/>
        </w:rPr>
        <w:t xml:space="preserve"> جيسے تيسے راستہ طے ہو گيا جس وقت ابو سفيان نے رسول(ص) اكرم كے خيمہ مي</w:t>
      </w:r>
      <w:r w:rsidR="00B365A1">
        <w:rPr>
          <w:rtl/>
        </w:rPr>
        <w:t xml:space="preserve">ں </w:t>
      </w:r>
      <w:r>
        <w:rPr>
          <w:rtl/>
        </w:rPr>
        <w:t xml:space="preserve">پہونچ كرسلام كيا انحضرت(ص) نے فرمايا: </w:t>
      </w:r>
    </w:p>
    <w:p w:rsidR="00376422" w:rsidRDefault="00376422" w:rsidP="00E67399">
      <w:pPr>
        <w:pStyle w:val="libNormal"/>
        <w:rPr>
          <w:rtl/>
        </w:rPr>
      </w:pPr>
      <w:r>
        <w:rPr>
          <w:rtl/>
        </w:rPr>
        <w:t>اے ابو سفيان تجھ پر افسوس ہے كيا ابھى وقت نہي</w:t>
      </w:r>
      <w:r w:rsidR="00B365A1">
        <w:rPr>
          <w:rtl/>
        </w:rPr>
        <w:t>ں</w:t>
      </w:r>
      <w:r w:rsidR="00831D2C">
        <w:rPr>
          <w:rtl/>
        </w:rPr>
        <w:t xml:space="preserve"> آيا </w:t>
      </w:r>
      <w:r>
        <w:rPr>
          <w:rtl/>
        </w:rPr>
        <w:t xml:space="preserve"> ہے كہ تو سمجھ سكے اور مان لے كہ خدائے واحد كے سوا كوئي خدا نہي</w:t>
      </w:r>
      <w:r w:rsidR="00B365A1">
        <w:rPr>
          <w:rtl/>
        </w:rPr>
        <w:t xml:space="preserve">ں </w:t>
      </w:r>
      <w:r>
        <w:rPr>
          <w:rtl/>
        </w:rPr>
        <w:t xml:space="preserve">_ </w:t>
      </w:r>
    </w:p>
    <w:p w:rsidR="00376422" w:rsidRDefault="00376422" w:rsidP="00E67399">
      <w:pPr>
        <w:pStyle w:val="libNormal"/>
        <w:rPr>
          <w:rtl/>
        </w:rPr>
      </w:pPr>
      <w:r>
        <w:rPr>
          <w:rtl/>
        </w:rPr>
        <w:t>ابو سفيان نے عرض كيا ،ميرے ما</w:t>
      </w:r>
      <w:r w:rsidR="00B365A1">
        <w:rPr>
          <w:rtl/>
        </w:rPr>
        <w:t xml:space="preserve">ں </w:t>
      </w:r>
      <w:r>
        <w:rPr>
          <w:rtl/>
        </w:rPr>
        <w:t>باپ اپ پر قربان ،اپ كتنے حليم اور با عظمت ہي</w:t>
      </w:r>
      <w:r w:rsidR="00B365A1">
        <w:rPr>
          <w:rtl/>
        </w:rPr>
        <w:t xml:space="preserve">ں </w:t>
      </w:r>
      <w:r>
        <w:rPr>
          <w:rtl/>
        </w:rPr>
        <w:t>، كس قدر اپنے رشتہ دارو</w:t>
      </w:r>
      <w:r w:rsidR="00B365A1">
        <w:rPr>
          <w:rtl/>
        </w:rPr>
        <w:t xml:space="preserve">ں </w:t>
      </w:r>
      <w:r>
        <w:rPr>
          <w:rtl/>
        </w:rPr>
        <w:t>كے ساتھ صلہ ء رحمى كرنے والے ہي</w:t>
      </w:r>
      <w:r w:rsidR="00B365A1">
        <w:rPr>
          <w:rtl/>
        </w:rPr>
        <w:t xml:space="preserve">ں </w:t>
      </w:r>
      <w:r>
        <w:rPr>
          <w:rtl/>
        </w:rPr>
        <w:t>،خدا كى قسم مي</w:t>
      </w:r>
      <w:r w:rsidR="00B365A1">
        <w:rPr>
          <w:rtl/>
        </w:rPr>
        <w:t xml:space="preserve">ں </w:t>
      </w:r>
      <w:r>
        <w:rPr>
          <w:rtl/>
        </w:rPr>
        <w:t>سوچتا ہو</w:t>
      </w:r>
      <w:r w:rsidR="00B365A1">
        <w:rPr>
          <w:rtl/>
        </w:rPr>
        <w:t xml:space="preserve">ں </w:t>
      </w:r>
      <w:r>
        <w:rPr>
          <w:rtl/>
        </w:rPr>
        <w:t xml:space="preserve">كى اگر اللہ كے سواكوئي خدا ہوتا تو ضرور مجھے فائدہ پہنچاتا _ </w:t>
      </w:r>
    </w:p>
    <w:p w:rsidR="00376422" w:rsidRDefault="00376422" w:rsidP="00E67399">
      <w:pPr>
        <w:pStyle w:val="libNormal"/>
        <w:rPr>
          <w:rtl/>
        </w:rPr>
      </w:pPr>
      <w:r>
        <w:rPr>
          <w:rtl/>
        </w:rPr>
        <w:t>رسول(ص) خدا نے فرمايا:اے ابو سفيان تجھ پر افسوس ہے ،كيا وقت نہي</w:t>
      </w:r>
      <w:r w:rsidR="00B365A1">
        <w:rPr>
          <w:rtl/>
        </w:rPr>
        <w:t>ں</w:t>
      </w:r>
      <w:r w:rsidR="00831D2C">
        <w:rPr>
          <w:rtl/>
        </w:rPr>
        <w:t xml:space="preserve"> آيا </w:t>
      </w:r>
      <w:r>
        <w:rPr>
          <w:rtl/>
        </w:rPr>
        <w:t xml:space="preserve"> ہے كہ سمجھ سكے مي</w:t>
      </w:r>
      <w:r w:rsidR="00B365A1">
        <w:rPr>
          <w:rtl/>
        </w:rPr>
        <w:t xml:space="preserve">ں </w:t>
      </w:r>
      <w:r>
        <w:rPr>
          <w:rtl/>
        </w:rPr>
        <w:t>خدا كارسول ہو</w:t>
      </w:r>
      <w:r w:rsidR="00B365A1">
        <w:rPr>
          <w:rtl/>
        </w:rPr>
        <w:t xml:space="preserve">ں </w:t>
      </w:r>
      <w:r>
        <w:rPr>
          <w:rtl/>
        </w:rPr>
        <w:t xml:space="preserve">_ </w:t>
      </w:r>
    </w:p>
    <w:p w:rsidR="00376422" w:rsidRDefault="00376422" w:rsidP="00E67399">
      <w:pPr>
        <w:pStyle w:val="libNormal"/>
        <w:rPr>
          <w:rtl/>
        </w:rPr>
      </w:pPr>
      <w:r>
        <w:rPr>
          <w:rtl/>
        </w:rPr>
        <w:t>اس نے عرض كى ،ميرے ما</w:t>
      </w:r>
      <w:r w:rsidR="00B365A1">
        <w:rPr>
          <w:rtl/>
        </w:rPr>
        <w:t xml:space="preserve">ں </w:t>
      </w:r>
      <w:r>
        <w:rPr>
          <w:rtl/>
        </w:rPr>
        <w:t>باپ قربان ،ا پ كتنے عظيم و حليم ہي</w:t>
      </w:r>
      <w:r w:rsidR="00B365A1">
        <w:rPr>
          <w:rtl/>
        </w:rPr>
        <w:t xml:space="preserve">ں </w:t>
      </w:r>
      <w:r>
        <w:rPr>
          <w:rtl/>
        </w:rPr>
        <w:t>،اور رشتہ دارو</w:t>
      </w:r>
      <w:r w:rsidR="00B365A1">
        <w:rPr>
          <w:rtl/>
        </w:rPr>
        <w:t xml:space="preserve">ں </w:t>
      </w:r>
      <w:r>
        <w:rPr>
          <w:rtl/>
        </w:rPr>
        <w:t>كے ساتھ مہر بانى كر نے والے ہي</w:t>
      </w:r>
      <w:r w:rsidR="00B365A1">
        <w:rPr>
          <w:rtl/>
        </w:rPr>
        <w:t xml:space="preserve">ں </w:t>
      </w:r>
      <w:r>
        <w:rPr>
          <w:rtl/>
        </w:rPr>
        <w:t>مجھے اس مسئلہ مي</w:t>
      </w:r>
      <w:r w:rsidR="00B365A1">
        <w:rPr>
          <w:rtl/>
        </w:rPr>
        <w:t xml:space="preserve">ں </w:t>
      </w:r>
      <w:r>
        <w:rPr>
          <w:rtl/>
        </w:rPr>
        <w:t xml:space="preserve">كچھ شك اور تردد ہے _ </w:t>
      </w:r>
    </w:p>
    <w:p w:rsidR="00376422" w:rsidRDefault="00376422" w:rsidP="00E67399">
      <w:pPr>
        <w:pStyle w:val="libNormal"/>
        <w:rPr>
          <w:rtl/>
        </w:rPr>
      </w:pPr>
      <w:r>
        <w:rPr>
          <w:rtl/>
        </w:rPr>
        <w:t>عباس نے خطرے كا احساس كر ليا تھا ،وہ دھاڑے _اے ابو سفيان تجھ پر افسوس ہے اسلام قبول كرلے اپنے كوموت كے چنگل مي</w:t>
      </w:r>
      <w:r w:rsidR="00B365A1">
        <w:rPr>
          <w:rtl/>
        </w:rPr>
        <w:t xml:space="preserve">ں </w:t>
      </w:r>
      <w:r>
        <w:rPr>
          <w:rtl/>
        </w:rPr>
        <w:t xml:space="preserve">مت ڈال _ </w:t>
      </w:r>
    </w:p>
    <w:p w:rsidR="008F13D4" w:rsidRDefault="00376422" w:rsidP="00E67399">
      <w:pPr>
        <w:pStyle w:val="libNormal"/>
        <w:rPr>
          <w:rtl/>
        </w:rPr>
      </w:pPr>
      <w:r>
        <w:rPr>
          <w:rtl/>
        </w:rPr>
        <w:t>ابو سفيان نے اسى لمحہ خوف اور مجبورى كے عالم مي</w:t>
      </w:r>
      <w:r w:rsidR="00B365A1">
        <w:rPr>
          <w:rtl/>
        </w:rPr>
        <w:t xml:space="preserve">ں </w:t>
      </w:r>
      <w:r>
        <w:rPr>
          <w:rtl/>
        </w:rPr>
        <w:t>كلمہ شہادتين زبا ن پر جارى كيا اور بظا ہر اسلام لے</w:t>
      </w:r>
      <w:r w:rsidR="00831D2C">
        <w:rPr>
          <w:rtl/>
        </w:rPr>
        <w:t xml:space="preserve"> آيا </w:t>
      </w:r>
      <w:r>
        <w:rPr>
          <w:rtl/>
        </w:rPr>
        <w:t xml:space="preserve"> _</w:t>
      </w:r>
      <w:r w:rsidRPr="00C00E6D">
        <w:rPr>
          <w:rStyle w:val="libFootnotenumChar"/>
          <w:rtl/>
        </w:rPr>
        <w:t>(23)</w:t>
      </w:r>
      <w:r>
        <w:rPr>
          <w:rtl/>
        </w:rPr>
        <w:t xml:space="preserve"> </w:t>
      </w:r>
    </w:p>
    <w:p w:rsidR="008F13D4" w:rsidRDefault="008F13D4" w:rsidP="00E67399">
      <w:pPr>
        <w:pStyle w:val="libLine"/>
        <w:rPr>
          <w:rtl/>
        </w:rPr>
      </w:pPr>
      <w:r>
        <w:rPr>
          <w:rFonts w:hint="cs"/>
          <w:rtl/>
        </w:rPr>
        <w:t>____________________</w:t>
      </w:r>
    </w:p>
    <w:p w:rsidR="00B441E9" w:rsidRDefault="00B441E9" w:rsidP="00E67399">
      <w:pPr>
        <w:pStyle w:val="libFootnote"/>
        <w:rPr>
          <w:rtl/>
        </w:rPr>
      </w:pPr>
      <w:r>
        <w:rPr>
          <w:rtl/>
        </w:rPr>
        <w:t xml:space="preserve">23_ اگے كے صفحات ميں ہم بيان كرينگے كہ ابو سفيان نے ظاہرى طور پر اسلام قبول كيا تھا اور اس كے دل ميں كفر چھپا ہوا تھا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جيسے ہى ابو سفيان نے اسلام قبول كيا عباس نے انحضرت (ص) سے ابو سفيان كے بارے مي</w:t>
      </w:r>
      <w:r w:rsidR="00B365A1">
        <w:rPr>
          <w:rtl/>
        </w:rPr>
        <w:t xml:space="preserve">ں </w:t>
      </w:r>
      <w:r>
        <w:rPr>
          <w:rtl/>
        </w:rPr>
        <w:t>امتيازى سلوك كى درخواست كى ،يعنى يہ اعلا ن كر ديا جائے كہ جو بھى ابو سفيان كے گھر مي</w:t>
      </w:r>
      <w:r w:rsidR="00B365A1">
        <w:rPr>
          <w:rtl/>
        </w:rPr>
        <w:t xml:space="preserve">ں </w:t>
      </w:r>
      <w:r>
        <w:rPr>
          <w:rtl/>
        </w:rPr>
        <w:t xml:space="preserve">داخل ہو جائے اسكو امان ہے _ </w:t>
      </w:r>
    </w:p>
    <w:p w:rsidR="00376422" w:rsidRDefault="00376422" w:rsidP="00E67399">
      <w:pPr>
        <w:pStyle w:val="libNormal"/>
        <w:rPr>
          <w:rtl/>
        </w:rPr>
      </w:pPr>
      <w:r>
        <w:rPr>
          <w:rtl/>
        </w:rPr>
        <w:t>انھو</w:t>
      </w:r>
      <w:r w:rsidR="00B365A1">
        <w:rPr>
          <w:rtl/>
        </w:rPr>
        <w:t xml:space="preserve">ں </w:t>
      </w:r>
      <w:r>
        <w:rPr>
          <w:rtl/>
        </w:rPr>
        <w:t>نے عرض كيا كہ اس كى وجہ يہ ہے كہ وہ افتخار و شہرت كو پسند كرتا ہے لہذا ا س كى دلجوئي كے لئے يہ اعلان ضرورى ہے ، پيغمبر(ص) اسلام نے اعلى ظرفى كا مظاہرہ فرماتے ہوئے اپنے سخت ترين دشمن ديرينہ كو جوبظا ہر اسلام لاچكا تھا امن كاگھر قرار ديتے ہوئے اعلان كيا ، ہا</w:t>
      </w:r>
      <w:r w:rsidR="00B365A1">
        <w:rPr>
          <w:rtl/>
        </w:rPr>
        <w:t xml:space="preserve">ں </w:t>
      </w:r>
      <w:r>
        <w:rPr>
          <w:rtl/>
        </w:rPr>
        <w:t>_جو شخص بھى ابو سفيان كے گھر مي</w:t>
      </w:r>
      <w:r w:rsidR="00B365A1">
        <w:rPr>
          <w:rtl/>
        </w:rPr>
        <w:t xml:space="preserve">ں </w:t>
      </w:r>
      <w:r>
        <w:rPr>
          <w:rtl/>
        </w:rPr>
        <w:t>پناہ لےلے وہ امن مي</w:t>
      </w:r>
      <w:r w:rsidR="00B365A1">
        <w:rPr>
          <w:rtl/>
        </w:rPr>
        <w:t xml:space="preserve">ں </w:t>
      </w:r>
      <w:r>
        <w:rPr>
          <w:rtl/>
        </w:rPr>
        <w:t>ہے ،اور جوشخص اپنا گھر بند كر كے رہے وہ بھى امن مي</w:t>
      </w:r>
      <w:r w:rsidR="00B365A1">
        <w:rPr>
          <w:rtl/>
        </w:rPr>
        <w:t xml:space="preserve">ں </w:t>
      </w:r>
      <w:r>
        <w:rPr>
          <w:rtl/>
        </w:rPr>
        <w:t>ہے ،جو شخص خانہ خدا مي</w:t>
      </w:r>
      <w:r w:rsidR="00B365A1">
        <w:rPr>
          <w:rtl/>
        </w:rPr>
        <w:t xml:space="preserve">ں </w:t>
      </w:r>
      <w:r>
        <w:rPr>
          <w:rtl/>
        </w:rPr>
        <w:t>پہنچ جائے وہ امان مي</w:t>
      </w:r>
      <w:r w:rsidR="00B365A1">
        <w:rPr>
          <w:rtl/>
        </w:rPr>
        <w:t xml:space="preserve">ں </w:t>
      </w:r>
      <w:r>
        <w:rPr>
          <w:rtl/>
        </w:rPr>
        <w:t xml:space="preserve">ہے ،اور جو شخص بھى ہتھيار ڈال دے وہ ہر قسم كے خطرہ سے محفوظ ہے_ </w:t>
      </w:r>
    </w:p>
    <w:p w:rsidR="00376422" w:rsidRDefault="00376422" w:rsidP="00E67399">
      <w:pPr>
        <w:pStyle w:val="libNormal"/>
        <w:rPr>
          <w:rtl/>
        </w:rPr>
      </w:pPr>
      <w:r>
        <w:rPr>
          <w:rtl/>
        </w:rPr>
        <w:t>اسلامى لشكر نے اپنے اطراف گاہ سے كوچ كيا تاكہ مكہ كااخرى فاصلہ طے كيا جاسكے ،اور شرك كے مركز كو توحيد پرستى مي</w:t>
      </w:r>
      <w:r w:rsidR="00B365A1">
        <w:rPr>
          <w:rtl/>
        </w:rPr>
        <w:t xml:space="preserve">ں </w:t>
      </w:r>
      <w:r>
        <w:rPr>
          <w:rtl/>
        </w:rPr>
        <w:t xml:space="preserve">تبديل كيا جاسكے _ </w:t>
      </w:r>
    </w:p>
    <w:p w:rsidR="00376422" w:rsidRDefault="00376422" w:rsidP="00E67399">
      <w:pPr>
        <w:pStyle w:val="libNormal"/>
        <w:rPr>
          <w:rtl/>
        </w:rPr>
      </w:pPr>
      <w:r>
        <w:rPr>
          <w:rtl/>
        </w:rPr>
        <w:t>رسول(ص) اكرم كا حكم بجالايا گيا تمام مسلمانو</w:t>
      </w:r>
      <w:r w:rsidR="00B365A1">
        <w:rPr>
          <w:rtl/>
        </w:rPr>
        <w:t xml:space="preserve">ں </w:t>
      </w:r>
      <w:r>
        <w:rPr>
          <w:rtl/>
        </w:rPr>
        <w:t xml:space="preserve">كے قبائل اور گروہ جنگى اسلحے سے اراستہ ہو كر عبو ر كر رہے تھے ،جب بھى كوئي قبيلہ گزرتا تھا ،تو ابو سفيان عباس سے پوچھتاتھا كہ يہ كون ساقبيلہ ہے _عباس نے مثلاً كہا كہ يہ قبيلہ بنى سليم ہے_ </w:t>
      </w:r>
    </w:p>
    <w:p w:rsidR="00376422" w:rsidRDefault="00376422" w:rsidP="00E67399">
      <w:pPr>
        <w:pStyle w:val="libNormal"/>
        <w:rPr>
          <w:rtl/>
        </w:rPr>
      </w:pPr>
      <w:r>
        <w:rPr>
          <w:rtl/>
        </w:rPr>
        <w:t>تو ابو سفيان انتہائي تھكے تھكے لہجے مي</w:t>
      </w:r>
      <w:r w:rsidR="00B365A1">
        <w:rPr>
          <w:rtl/>
        </w:rPr>
        <w:t xml:space="preserve">ں </w:t>
      </w:r>
      <w:r>
        <w:rPr>
          <w:rtl/>
        </w:rPr>
        <w:t>كہتا تھا ،مجھے قبيلہ بنى سليم سے كيا سروكار ؟ يعنى بنى سليم كا قبيلہ مجھ سے جنگ كے لئے كيو</w:t>
      </w:r>
      <w:r w:rsidR="00B365A1">
        <w:rPr>
          <w:rtl/>
        </w:rPr>
        <w:t>ں</w:t>
      </w:r>
      <w:r w:rsidR="00831D2C">
        <w:rPr>
          <w:rtl/>
        </w:rPr>
        <w:t xml:space="preserve"> آيا </w:t>
      </w:r>
      <w:r>
        <w:rPr>
          <w:rtl/>
        </w:rPr>
        <w:t xml:space="preserve"> ہے ،مجھے تو ان سے كوئي اختلاف نہي</w:t>
      </w:r>
      <w:r w:rsidR="00B365A1">
        <w:rPr>
          <w:rtl/>
        </w:rPr>
        <w:t xml:space="preserve">ں </w:t>
      </w:r>
      <w:r>
        <w:rPr>
          <w:rtl/>
        </w:rPr>
        <w:t xml:space="preserve">تھا _ </w:t>
      </w:r>
    </w:p>
    <w:p w:rsidR="00376422" w:rsidRDefault="00376422" w:rsidP="00E67399">
      <w:pPr>
        <w:pStyle w:val="libNormal"/>
        <w:rPr>
          <w:rtl/>
        </w:rPr>
      </w:pPr>
      <w:r>
        <w:rPr>
          <w:rtl/>
        </w:rPr>
        <w:t>تمام قبائل اسى طرح گزرتے رہے يہا</w:t>
      </w:r>
      <w:r w:rsidR="00B365A1">
        <w:rPr>
          <w:rtl/>
        </w:rPr>
        <w:t xml:space="preserve">ں </w:t>
      </w:r>
      <w:r>
        <w:rPr>
          <w:rtl/>
        </w:rPr>
        <w:t>تك كہ رسول خدا(ص) مہاجرين و انصار كے ساتھ يعنى اپنے خاص اصحاب كے ساتھ ا س كے سامنے سے گذرے ان مجاہدو</w:t>
      </w:r>
      <w:r w:rsidR="00B365A1">
        <w:rPr>
          <w:rtl/>
        </w:rPr>
        <w:t xml:space="preserve">ں </w:t>
      </w:r>
      <w:r>
        <w:rPr>
          <w:rtl/>
        </w:rPr>
        <w:t>كے تمام بدن فولاد سے ڈھكے ہوئے تھے صرف انكھي</w:t>
      </w:r>
      <w:r w:rsidR="00B365A1">
        <w:rPr>
          <w:rtl/>
        </w:rPr>
        <w:t xml:space="preserve">ں </w:t>
      </w:r>
      <w:r>
        <w:rPr>
          <w:rtl/>
        </w:rPr>
        <w:t>كھلى ہوئي تھي</w:t>
      </w:r>
      <w:r w:rsidR="00B365A1">
        <w:rPr>
          <w:rtl/>
        </w:rPr>
        <w:t xml:space="preserve">ں </w:t>
      </w:r>
      <w:r>
        <w:rPr>
          <w:rtl/>
        </w:rPr>
        <w:t xml:space="preserve">_ </w:t>
      </w:r>
    </w:p>
    <w:p w:rsidR="00376422" w:rsidRDefault="00376422" w:rsidP="00E67399">
      <w:pPr>
        <w:pStyle w:val="libNormal"/>
        <w:rPr>
          <w:rtl/>
        </w:rPr>
      </w:pPr>
      <w:r>
        <w:rPr>
          <w:rtl/>
        </w:rPr>
        <w:t>ابوسفيان نے پوچھا _يہ كون لوگ ہي</w:t>
      </w:r>
      <w:r w:rsidR="00B365A1">
        <w:rPr>
          <w:rtl/>
        </w:rPr>
        <w:t xml:space="preserve">ں </w:t>
      </w:r>
      <w:r>
        <w:rPr>
          <w:rtl/>
        </w:rPr>
        <w:t xml:space="preserve">؟ </w:t>
      </w:r>
    </w:p>
    <w:p w:rsidR="00376422" w:rsidRDefault="00376422" w:rsidP="00E67399">
      <w:pPr>
        <w:pStyle w:val="libNormal"/>
        <w:rPr>
          <w:rtl/>
        </w:rPr>
      </w:pPr>
      <w:r>
        <w:rPr>
          <w:rtl/>
        </w:rPr>
        <w:t>عباس نے جواب ديا ،يہ خدا كے رسول(ص) ہي</w:t>
      </w:r>
      <w:r w:rsidR="00B365A1">
        <w:rPr>
          <w:rtl/>
        </w:rPr>
        <w:t xml:space="preserve">ں </w:t>
      </w:r>
      <w:r>
        <w:rPr>
          <w:rtl/>
        </w:rPr>
        <w:t xml:space="preserve">مہاجرين و انصار كے درميان </w:t>
      </w:r>
    </w:p>
    <w:p w:rsidR="008F13D4" w:rsidRDefault="00376422" w:rsidP="00E67399">
      <w:pPr>
        <w:pStyle w:val="libNormal"/>
        <w:rPr>
          <w:rtl/>
        </w:rPr>
      </w:pPr>
      <w:r>
        <w:rPr>
          <w:rtl/>
        </w:rPr>
        <w:t>ابو سفيان نے كہا _كہ كسى كو بھى اس لشكر سے جنگ كرنے كى طاقت نہي</w:t>
      </w:r>
      <w:r w:rsidR="00B365A1">
        <w:rPr>
          <w:rtl/>
        </w:rPr>
        <w:t xml:space="preserve">ں </w:t>
      </w:r>
      <w:r>
        <w:rPr>
          <w:rtl/>
        </w:rPr>
        <w:t xml:space="preserve">ہے تمہارے بھتيجے نے تو بہت </w:t>
      </w:r>
    </w:p>
    <w:p w:rsidR="008F13D4" w:rsidRDefault="008F13D4"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عظيم بادشاہى قائم كر لى ہے _ </w:t>
      </w:r>
    </w:p>
    <w:p w:rsidR="00376422" w:rsidRDefault="00376422" w:rsidP="00E67399">
      <w:pPr>
        <w:pStyle w:val="libNormal"/>
        <w:rPr>
          <w:rtl/>
        </w:rPr>
      </w:pPr>
      <w:r>
        <w:rPr>
          <w:rtl/>
        </w:rPr>
        <w:t>عباس نے كہا :اے ابو سفيان يہ خداكى جانب سے نبوت و رسالت ہے يہ بادشاہى نہي</w:t>
      </w:r>
      <w:r w:rsidR="00B365A1">
        <w:rPr>
          <w:rtl/>
        </w:rPr>
        <w:t xml:space="preserve">ں </w:t>
      </w:r>
      <w:r>
        <w:rPr>
          <w:rtl/>
        </w:rPr>
        <w:t xml:space="preserve">ہے _ </w:t>
      </w:r>
    </w:p>
    <w:p w:rsidR="00376422" w:rsidRDefault="00376422" w:rsidP="00E67399">
      <w:pPr>
        <w:pStyle w:val="libNormal"/>
        <w:rPr>
          <w:rtl/>
        </w:rPr>
      </w:pPr>
      <w:r>
        <w:rPr>
          <w:rtl/>
        </w:rPr>
        <w:t>ابو سفيان نے كہا _ ہا</w:t>
      </w:r>
      <w:r w:rsidR="00B365A1">
        <w:rPr>
          <w:rtl/>
        </w:rPr>
        <w:t xml:space="preserve">ں </w:t>
      </w:r>
      <w:r>
        <w:rPr>
          <w:rtl/>
        </w:rPr>
        <w:t xml:space="preserve">ايسا ہى ہے </w:t>
      </w:r>
    </w:p>
    <w:p w:rsidR="00376422" w:rsidRDefault="00376422" w:rsidP="00E67399">
      <w:pPr>
        <w:pStyle w:val="libNormal"/>
        <w:rPr>
          <w:rtl/>
        </w:rPr>
      </w:pPr>
      <w:r>
        <w:rPr>
          <w:rtl/>
        </w:rPr>
        <w:t>اس وقت عباس نے ابو سفيان كو اس كے حال پر چھوڑ ديا اور خود لشكر مي</w:t>
      </w:r>
      <w:r w:rsidR="00B365A1">
        <w:rPr>
          <w:rtl/>
        </w:rPr>
        <w:t xml:space="preserve">ں </w:t>
      </w:r>
      <w:r>
        <w:rPr>
          <w:rtl/>
        </w:rPr>
        <w:t xml:space="preserve">شامل ہو گئے _ </w:t>
      </w:r>
    </w:p>
    <w:p w:rsidR="00376422" w:rsidRDefault="00376422" w:rsidP="00E67399">
      <w:pPr>
        <w:pStyle w:val="libNormal"/>
        <w:rPr>
          <w:rtl/>
        </w:rPr>
      </w:pPr>
      <w:r>
        <w:rPr>
          <w:rtl/>
        </w:rPr>
        <w:t>ابو سفيان نے بھى ،جس قدر جلد ہو سكا اپنے كو مكہ مي</w:t>
      </w:r>
      <w:r w:rsidR="00B365A1">
        <w:rPr>
          <w:rtl/>
        </w:rPr>
        <w:t xml:space="preserve">ں </w:t>
      </w:r>
      <w:r>
        <w:rPr>
          <w:rtl/>
        </w:rPr>
        <w:t>پہنچايا اور تيزى سے مسجد الحرام مي</w:t>
      </w:r>
      <w:r w:rsidR="00B365A1">
        <w:rPr>
          <w:rtl/>
        </w:rPr>
        <w:t xml:space="preserve">ں </w:t>
      </w:r>
      <w:r>
        <w:rPr>
          <w:rtl/>
        </w:rPr>
        <w:t xml:space="preserve">پہنچ كر </w:t>
      </w:r>
      <w:r w:rsidR="00FF45BE">
        <w:rPr>
          <w:rtl/>
        </w:rPr>
        <w:t xml:space="preserve">آواز </w:t>
      </w:r>
      <w:r>
        <w:rPr>
          <w:rtl/>
        </w:rPr>
        <w:t xml:space="preserve"> دى _ </w:t>
      </w:r>
    </w:p>
    <w:p w:rsidR="00376422" w:rsidRDefault="00376422" w:rsidP="00E67399">
      <w:pPr>
        <w:pStyle w:val="libNormal"/>
        <w:rPr>
          <w:rtl/>
        </w:rPr>
      </w:pPr>
      <w:r>
        <w:rPr>
          <w:rtl/>
        </w:rPr>
        <w:t>اے قريش _ يہ محمد (ص) ہي</w:t>
      </w:r>
      <w:r w:rsidR="00B365A1">
        <w:rPr>
          <w:rtl/>
        </w:rPr>
        <w:t xml:space="preserve">ں </w:t>
      </w:r>
      <w:r>
        <w:rPr>
          <w:rtl/>
        </w:rPr>
        <w:t>كہ جن كے اصحاب بے شمار ہي</w:t>
      </w:r>
      <w:r w:rsidR="00B365A1">
        <w:rPr>
          <w:rtl/>
        </w:rPr>
        <w:t xml:space="preserve">ں </w:t>
      </w:r>
      <w:r>
        <w:rPr>
          <w:rtl/>
        </w:rPr>
        <w:t>يہ تمہارى طرف ارہے ہي</w:t>
      </w:r>
      <w:r w:rsidR="00B365A1">
        <w:rPr>
          <w:rtl/>
        </w:rPr>
        <w:t xml:space="preserve">ں </w:t>
      </w:r>
      <w:r>
        <w:rPr>
          <w:rtl/>
        </w:rPr>
        <w:t>اگاہ ہو جاو كے جوبھى ابو سفيان كے گھر مي</w:t>
      </w:r>
      <w:r w:rsidR="00B365A1">
        <w:rPr>
          <w:rtl/>
        </w:rPr>
        <w:t xml:space="preserve">ں </w:t>
      </w:r>
      <w:r>
        <w:rPr>
          <w:rtl/>
        </w:rPr>
        <w:t xml:space="preserve">داخل ہو جائے گااسے امن مل جائے گا _ </w:t>
      </w:r>
    </w:p>
    <w:p w:rsidR="00376422" w:rsidRDefault="00376422" w:rsidP="00E67399">
      <w:pPr>
        <w:pStyle w:val="libNormal"/>
        <w:rPr>
          <w:rtl/>
        </w:rPr>
      </w:pPr>
      <w:r>
        <w:rPr>
          <w:rtl/>
        </w:rPr>
        <w:t xml:space="preserve">اس وقت ابو سفيان كى زوجہ ھندہ اپنى جگہ سے اٹھى _ ا س نے اپنا ہاتھ اور چہرہ چھپا ركھا تھا زور سے چلّائي ،اس گوشت كے لوتھڑے كو قتل كر ڈالو ،ناس جائے تيرے جيسے خاندان كا _ </w:t>
      </w:r>
    </w:p>
    <w:p w:rsidR="00376422" w:rsidRDefault="00376422" w:rsidP="00E67399">
      <w:pPr>
        <w:pStyle w:val="libNormal"/>
        <w:rPr>
          <w:rtl/>
        </w:rPr>
      </w:pPr>
      <w:r>
        <w:rPr>
          <w:rtl/>
        </w:rPr>
        <w:t>ابو سفيان نے اپنى زوجہ كى بات پر توجہ نہي</w:t>
      </w:r>
      <w:r w:rsidR="00B365A1">
        <w:rPr>
          <w:rtl/>
        </w:rPr>
        <w:t xml:space="preserve">ں </w:t>
      </w:r>
      <w:r>
        <w:rPr>
          <w:rtl/>
        </w:rPr>
        <w:t>دى ،دوبارہ كہا _يہ عورت تمہي</w:t>
      </w:r>
      <w:r w:rsidR="00B365A1">
        <w:rPr>
          <w:rtl/>
        </w:rPr>
        <w:t xml:space="preserve">ں </w:t>
      </w:r>
      <w:r>
        <w:rPr>
          <w:rtl/>
        </w:rPr>
        <w:t>فريب نہي</w:t>
      </w:r>
      <w:r w:rsidR="00B365A1">
        <w:rPr>
          <w:rtl/>
        </w:rPr>
        <w:t xml:space="preserve">ں </w:t>
      </w:r>
      <w:r>
        <w:rPr>
          <w:rtl/>
        </w:rPr>
        <w:t>دے انحضرت (ص) ايك لاتعدادفوج كے ساتھ تمہارى طرف ارہے ہي</w:t>
      </w:r>
      <w:r w:rsidR="00B365A1">
        <w:rPr>
          <w:rtl/>
        </w:rPr>
        <w:t xml:space="preserve">ں </w:t>
      </w:r>
      <w:r>
        <w:rPr>
          <w:rtl/>
        </w:rPr>
        <w:t>،جوبھى ابوسفيان كے گھر مي</w:t>
      </w:r>
      <w:r w:rsidR="00B365A1">
        <w:rPr>
          <w:rtl/>
        </w:rPr>
        <w:t xml:space="preserve">ں </w:t>
      </w:r>
      <w:r>
        <w:rPr>
          <w:rtl/>
        </w:rPr>
        <w:t>داخل ہو جائيگااسے امن مل جائيگا ،لوگ چلاّنے لگے خداتجھے قتل كرے تيرے گھر مي</w:t>
      </w:r>
      <w:r w:rsidR="00B365A1">
        <w:rPr>
          <w:rtl/>
        </w:rPr>
        <w:t xml:space="preserve">ں </w:t>
      </w:r>
      <w:r>
        <w:rPr>
          <w:rtl/>
        </w:rPr>
        <w:t>ہم سب كے سب كيسے سماسكتے ہي</w:t>
      </w:r>
      <w:r w:rsidR="00B365A1">
        <w:rPr>
          <w:rtl/>
        </w:rPr>
        <w:t xml:space="preserve">ں </w:t>
      </w:r>
      <w:r>
        <w:rPr>
          <w:rtl/>
        </w:rPr>
        <w:t>؟ ابو سفيان نے كہا كہ ،جو شخص بھى اپنا گھر بند كر لے وہ امان مي</w:t>
      </w:r>
      <w:r w:rsidR="00B365A1">
        <w:rPr>
          <w:rtl/>
        </w:rPr>
        <w:t xml:space="preserve">ں </w:t>
      </w:r>
      <w:r>
        <w:rPr>
          <w:rtl/>
        </w:rPr>
        <w:t>ہے ، جو شخص مسجدالحرام مي</w:t>
      </w:r>
      <w:r w:rsidR="00B365A1">
        <w:rPr>
          <w:rtl/>
        </w:rPr>
        <w:t xml:space="preserve">ں </w:t>
      </w:r>
      <w:r>
        <w:rPr>
          <w:rtl/>
        </w:rPr>
        <w:t>داخل ہو جائے وہ بھى امن پائيگا ،لوگ مسجدالحرام كى طرف جانے لگے ،ذرادير گزرى تھى كہ رسول اكرم(ص) (ان پر اور ان كے خاندان پر صلوات) اسلحو</w:t>
      </w:r>
      <w:r w:rsidR="00B365A1">
        <w:rPr>
          <w:rtl/>
        </w:rPr>
        <w:t xml:space="preserve">ں </w:t>
      </w:r>
      <w:r>
        <w:rPr>
          <w:rtl/>
        </w:rPr>
        <w:t>سے ليس فوج كے ساتھ مكہ مي</w:t>
      </w:r>
      <w:r w:rsidR="00B365A1">
        <w:rPr>
          <w:rtl/>
        </w:rPr>
        <w:t xml:space="preserve">ں </w:t>
      </w:r>
      <w:r>
        <w:rPr>
          <w:rtl/>
        </w:rPr>
        <w:t>داخل ہوئے اور تيزى سے خانہ كعبہ كے پاس پہنچ گئے ،اپ خانہ كعبہ كے دروازہ كے پاس كھڑ ے ہوئے اور ايك طويل تقرير كى ،اخر مي</w:t>
      </w:r>
      <w:r w:rsidR="00B365A1">
        <w:rPr>
          <w:rtl/>
        </w:rPr>
        <w:t xml:space="preserve">ں </w:t>
      </w:r>
      <w:r>
        <w:rPr>
          <w:rtl/>
        </w:rPr>
        <w:t>اپ نے قريش كو مخاطب كركے فرمايا: تمہي</w:t>
      </w:r>
      <w:r w:rsidR="00B365A1">
        <w:rPr>
          <w:rtl/>
        </w:rPr>
        <w:t xml:space="preserve">ں </w:t>
      </w:r>
      <w:r>
        <w:rPr>
          <w:rtl/>
        </w:rPr>
        <w:t>سوچو كہ مي</w:t>
      </w:r>
      <w:r w:rsidR="00B365A1">
        <w:rPr>
          <w:rtl/>
        </w:rPr>
        <w:t xml:space="preserve">ں </w:t>
      </w:r>
      <w:r>
        <w:rPr>
          <w:rtl/>
        </w:rPr>
        <w:t>تمہارے بارے مي</w:t>
      </w:r>
      <w:r w:rsidR="00B365A1">
        <w:rPr>
          <w:rtl/>
        </w:rPr>
        <w:t xml:space="preserve">ں </w:t>
      </w:r>
      <w:r>
        <w:rPr>
          <w:rtl/>
        </w:rPr>
        <w:t>كيا كرو</w:t>
      </w:r>
      <w:r w:rsidR="00B365A1">
        <w:rPr>
          <w:rtl/>
        </w:rPr>
        <w:t xml:space="preserve">ں </w:t>
      </w:r>
      <w:r>
        <w:rPr>
          <w:rtl/>
        </w:rPr>
        <w:t xml:space="preserve">گا _ </w:t>
      </w:r>
    </w:p>
    <w:p w:rsidR="00376422" w:rsidRDefault="00376422" w:rsidP="00E67399">
      <w:pPr>
        <w:pStyle w:val="libNormal"/>
        <w:rPr>
          <w:rtl/>
        </w:rPr>
      </w:pPr>
      <w:r>
        <w:rPr>
          <w:rtl/>
        </w:rPr>
        <w:t>سب نے كہا كہ ہمي</w:t>
      </w:r>
      <w:r w:rsidR="00B365A1">
        <w:rPr>
          <w:rtl/>
        </w:rPr>
        <w:t xml:space="preserve">ں </w:t>
      </w:r>
      <w:r>
        <w:rPr>
          <w:rtl/>
        </w:rPr>
        <w:t>اپ سے بھلائي ہى كى اميد ہے ،اپ عظيم بھائي اور عظيم بھائي كے بيٹے ہي</w:t>
      </w:r>
      <w:r w:rsidR="00B365A1">
        <w:rPr>
          <w:rtl/>
        </w:rPr>
        <w:t xml:space="preserve">ں </w:t>
      </w:r>
      <w:r>
        <w:rPr>
          <w:rtl/>
        </w:rPr>
        <w:t xml:space="preserve">_ </w:t>
      </w:r>
    </w:p>
    <w:p w:rsidR="00376422" w:rsidRDefault="00376422" w:rsidP="00E67399">
      <w:pPr>
        <w:pStyle w:val="libNormal"/>
        <w:rPr>
          <w:rtl/>
        </w:rPr>
      </w:pPr>
      <w:r>
        <w:rPr>
          <w:rtl/>
        </w:rPr>
        <w:t>اپ نے فرمايا_</w:t>
      </w:r>
      <w:r w:rsidRPr="002C28AF">
        <w:rPr>
          <w:rStyle w:val="libArabicChar"/>
          <w:rtl/>
        </w:rPr>
        <w:t>''اذ</w:t>
      </w:r>
      <w:r w:rsidR="00D96149" w:rsidRPr="00E67399">
        <w:rPr>
          <w:rStyle w:val="libArabicChar"/>
          <w:rFonts w:hint="cs"/>
          <w:rtl/>
        </w:rPr>
        <w:t>ه</w:t>
      </w:r>
      <w:r w:rsidRPr="002C28AF">
        <w:rPr>
          <w:rStyle w:val="libArabicChar"/>
          <w:rFonts w:hint="cs"/>
          <w:rtl/>
        </w:rPr>
        <w:t>بو</w:t>
      </w:r>
      <w:r w:rsidRPr="002C28AF">
        <w:rPr>
          <w:rStyle w:val="libArabicChar"/>
          <w:rtl/>
        </w:rPr>
        <w:t xml:space="preserve"> </w:t>
      </w:r>
      <w:r w:rsidRPr="002C28AF">
        <w:rPr>
          <w:rStyle w:val="libArabicChar"/>
          <w:rFonts w:hint="cs"/>
          <w:rtl/>
        </w:rPr>
        <w:t>فانتم</w:t>
      </w:r>
      <w:r w:rsidRPr="002C28AF">
        <w:rPr>
          <w:rStyle w:val="libArabicChar"/>
          <w:rtl/>
        </w:rPr>
        <w:t xml:space="preserve"> </w:t>
      </w:r>
      <w:r w:rsidRPr="002C28AF">
        <w:rPr>
          <w:rStyle w:val="libArabicChar"/>
          <w:rFonts w:hint="cs"/>
          <w:rtl/>
        </w:rPr>
        <w:t>الطلقاء</w:t>
      </w:r>
      <w:r>
        <w:rPr>
          <w:rtl/>
        </w:rPr>
        <w:t xml:space="preserve"> ............. '' جاو كہ تم سب ازاد ہو</w:t>
      </w:r>
      <w:r w:rsidRPr="00C00E6D">
        <w:rPr>
          <w:rStyle w:val="libFootnotenumChar"/>
          <w:rtl/>
        </w:rPr>
        <w:t>(24)</w:t>
      </w:r>
      <w:r>
        <w:rPr>
          <w:rtl/>
        </w:rPr>
        <w:t xml:space="preserve">_ </w:t>
      </w:r>
    </w:p>
    <w:p w:rsidR="00435D5C" w:rsidRDefault="00435D5C" w:rsidP="00E67399">
      <w:pPr>
        <w:pStyle w:val="libLine"/>
        <w:rPr>
          <w:rtl/>
        </w:rPr>
      </w:pPr>
      <w:r>
        <w:rPr>
          <w:rFonts w:hint="cs"/>
          <w:rtl/>
        </w:rPr>
        <w:t>____________________</w:t>
      </w:r>
    </w:p>
    <w:p w:rsidR="00B441E9" w:rsidRDefault="00B441E9" w:rsidP="00E67399">
      <w:pPr>
        <w:pStyle w:val="libFootnote"/>
        <w:rPr>
          <w:rtl/>
        </w:rPr>
      </w:pPr>
      <w:r>
        <w:rPr>
          <w:rtl/>
        </w:rPr>
        <w:t xml:space="preserve">24_ سيرہ ابن ھشام ج4 ص 870 ، طبرى ج3 ص 61 </w:t>
      </w:r>
    </w:p>
    <w:p w:rsidR="00435D5C" w:rsidRDefault="00435D5C" w:rsidP="00E67399">
      <w:pPr>
        <w:pStyle w:val="libPoemTini"/>
        <w:rPr>
          <w:rtl/>
        </w:rPr>
      </w:pPr>
      <w:r>
        <w:rPr>
          <w:rtl/>
        </w:rPr>
        <w:br w:type="page"/>
      </w:r>
    </w:p>
    <w:p w:rsidR="00376422" w:rsidRDefault="00376422" w:rsidP="00E67399">
      <w:pPr>
        <w:pStyle w:val="libNormal"/>
        <w:rPr>
          <w:rtl/>
        </w:rPr>
      </w:pPr>
      <w:r>
        <w:rPr>
          <w:rtl/>
        </w:rPr>
        <w:lastRenderedPageBreak/>
        <w:t>وہ دن ايك روشن ودرخشا</w:t>
      </w:r>
      <w:r w:rsidR="00B365A1">
        <w:rPr>
          <w:rtl/>
        </w:rPr>
        <w:t xml:space="preserve">ں </w:t>
      </w:r>
      <w:r>
        <w:rPr>
          <w:rtl/>
        </w:rPr>
        <w:t>اور عميق اعلى ظرفى كے دن كى طرح گذر گيا ،رسول اكرم (ص) نے اپنے اول درجہ كے دشمنو</w:t>
      </w:r>
      <w:r w:rsidR="00B365A1">
        <w:rPr>
          <w:rtl/>
        </w:rPr>
        <w:t xml:space="preserve">ں </w:t>
      </w:r>
      <w:r>
        <w:rPr>
          <w:rtl/>
        </w:rPr>
        <w:t>كو جنھو</w:t>
      </w:r>
      <w:r w:rsidR="00B365A1">
        <w:rPr>
          <w:rtl/>
        </w:rPr>
        <w:t xml:space="preserve">ں </w:t>
      </w:r>
      <w:r>
        <w:rPr>
          <w:rtl/>
        </w:rPr>
        <w:t>نے سالہاسال تك اپ اور اپ كے اصحاب كو برا بھلاكہا تھا شكنجہ وازار ديا تھا يہا</w:t>
      </w:r>
      <w:r w:rsidR="00B365A1">
        <w:rPr>
          <w:rtl/>
        </w:rPr>
        <w:t xml:space="preserve">ں </w:t>
      </w:r>
      <w:r>
        <w:rPr>
          <w:rtl/>
        </w:rPr>
        <w:t>تك كہ انھي</w:t>
      </w:r>
      <w:r w:rsidR="00B365A1">
        <w:rPr>
          <w:rtl/>
        </w:rPr>
        <w:t xml:space="preserve">ں </w:t>
      </w:r>
      <w:r>
        <w:rPr>
          <w:rtl/>
        </w:rPr>
        <w:t xml:space="preserve">قتل كيا تھا ،سالھاسال تك اپ سے ہر طرح جنگ كى تھى اپ نے ان سبكو بخش ديااور يہ بخشش بھر پور طاقت وقوت كے بعد تھى _ </w:t>
      </w:r>
    </w:p>
    <w:p w:rsidR="00376422" w:rsidRDefault="00376422" w:rsidP="00E67399">
      <w:pPr>
        <w:pStyle w:val="libNormal"/>
        <w:rPr>
          <w:rtl/>
        </w:rPr>
      </w:pPr>
      <w:r>
        <w:rPr>
          <w:rtl/>
        </w:rPr>
        <w:t>البتہ يہ اعلى ظرفى سے بھر پور بخشش چند سال كے بعد اپنى شكل وصورت بدل چكى تھى طلقاء كالفظ قريش اور ان كے بچو</w:t>
      </w:r>
      <w:r w:rsidR="00B365A1">
        <w:rPr>
          <w:rtl/>
        </w:rPr>
        <w:t xml:space="preserve">ں </w:t>
      </w:r>
      <w:r>
        <w:rPr>
          <w:rtl/>
        </w:rPr>
        <w:t>كے لئے شرمناك دھبہ بن گيا تھا ،يعنى يہ لوگ ازاد كئے گئے ہي</w:t>
      </w:r>
      <w:r w:rsidR="00B365A1">
        <w:rPr>
          <w:rtl/>
        </w:rPr>
        <w:t xml:space="preserve">ں </w:t>
      </w:r>
      <w:r>
        <w:rPr>
          <w:rtl/>
        </w:rPr>
        <w:t>،يہ لوگ فتح مكہ كے دن ازاد كئے گئے تھے پھر تو بعد مي</w:t>
      </w:r>
      <w:r w:rsidR="00B365A1">
        <w:rPr>
          <w:rtl/>
        </w:rPr>
        <w:t xml:space="preserve">ں </w:t>
      </w:r>
      <w:r>
        <w:rPr>
          <w:rtl/>
        </w:rPr>
        <w:t>انھي</w:t>
      </w:r>
      <w:r w:rsidR="00B365A1">
        <w:rPr>
          <w:rtl/>
        </w:rPr>
        <w:t xml:space="preserve">ں </w:t>
      </w:r>
      <w:r>
        <w:rPr>
          <w:rtl/>
        </w:rPr>
        <w:t xml:space="preserve">اسى لفظ طلقاء سے مذمت كى جانے لگى _ </w:t>
      </w:r>
    </w:p>
    <w:p w:rsidR="00376422" w:rsidRDefault="00376422" w:rsidP="00E67399">
      <w:pPr>
        <w:pStyle w:val="libNormal"/>
        <w:rPr>
          <w:rtl/>
        </w:rPr>
      </w:pPr>
    </w:p>
    <w:p w:rsidR="00376422" w:rsidRDefault="00376422" w:rsidP="00E67399">
      <w:pPr>
        <w:pStyle w:val="Heading2Center"/>
        <w:rPr>
          <w:rtl/>
        </w:rPr>
      </w:pPr>
      <w:bookmarkStart w:id="12" w:name="_Toc531605640"/>
      <w:r>
        <w:rPr>
          <w:rtl/>
        </w:rPr>
        <w:t>ابو سفيان اسلامى معاشرے مي</w:t>
      </w:r>
      <w:r w:rsidR="00B365A1">
        <w:rPr>
          <w:rtl/>
        </w:rPr>
        <w:t>ں</w:t>
      </w:r>
      <w:bookmarkEnd w:id="12"/>
      <w:r w:rsidR="00B365A1">
        <w:rPr>
          <w:rtl/>
        </w:rPr>
        <w:t xml:space="preserve"> </w:t>
      </w:r>
    </w:p>
    <w:p w:rsidR="00376422" w:rsidRDefault="00376422" w:rsidP="00E67399">
      <w:pPr>
        <w:pStyle w:val="libNormal"/>
        <w:rPr>
          <w:rtl/>
        </w:rPr>
      </w:pPr>
      <w:r>
        <w:rPr>
          <w:rtl/>
        </w:rPr>
        <w:t>رسول اسلام(ص) نے تقرير كرنے كے بعد خانہء كعبہ كاطواف كيا ،ابو سفيان وہي</w:t>
      </w:r>
      <w:r w:rsidR="00B365A1">
        <w:rPr>
          <w:rtl/>
        </w:rPr>
        <w:t xml:space="preserve">ں </w:t>
      </w:r>
      <w:r>
        <w:rPr>
          <w:rtl/>
        </w:rPr>
        <w:t>ايك گوشہ مي</w:t>
      </w:r>
      <w:r w:rsidR="00B365A1">
        <w:rPr>
          <w:rtl/>
        </w:rPr>
        <w:t xml:space="preserve">ں </w:t>
      </w:r>
      <w:r>
        <w:rPr>
          <w:rtl/>
        </w:rPr>
        <w:t>كھڑا طواف كعبہ كے منظر كو بغور ديكھ رہا تھا ،جب ا س نے مشاہدہ كيا كہ مسلمان كس قدرجوش و خروش كے ساتھ رسول خدا(ص) كے پيچھے خانہ خداكے گرد طواف اور گردش كر رہے ہي</w:t>
      </w:r>
      <w:r w:rsidR="00B365A1">
        <w:rPr>
          <w:rtl/>
        </w:rPr>
        <w:t xml:space="preserve">ں </w:t>
      </w:r>
      <w:r>
        <w:rPr>
          <w:rtl/>
        </w:rPr>
        <w:t>تو تيزى سے اسكے دل مي</w:t>
      </w:r>
      <w:r w:rsidR="00B365A1">
        <w:rPr>
          <w:rtl/>
        </w:rPr>
        <w:t xml:space="preserve">ں </w:t>
      </w:r>
      <w:r>
        <w:rPr>
          <w:rtl/>
        </w:rPr>
        <w:t>يہ خيال گزراكہ كيا اچھا ہو كہ مي</w:t>
      </w:r>
      <w:r w:rsidR="00B365A1">
        <w:rPr>
          <w:rtl/>
        </w:rPr>
        <w:t xml:space="preserve">ں </w:t>
      </w:r>
      <w:r>
        <w:rPr>
          <w:rtl/>
        </w:rPr>
        <w:t>دوبارہ لوگو</w:t>
      </w:r>
      <w:r w:rsidR="00B365A1">
        <w:rPr>
          <w:rtl/>
        </w:rPr>
        <w:t xml:space="preserve">ں </w:t>
      </w:r>
      <w:r>
        <w:rPr>
          <w:rtl/>
        </w:rPr>
        <w:t>كو محمد (ص) كے خلاف بھڑكا دو</w:t>
      </w:r>
      <w:r w:rsidR="00B365A1">
        <w:rPr>
          <w:rtl/>
        </w:rPr>
        <w:t xml:space="preserve">ں </w:t>
      </w:r>
      <w:r>
        <w:rPr>
          <w:rtl/>
        </w:rPr>
        <w:t xml:space="preserve">_ </w:t>
      </w:r>
    </w:p>
    <w:p w:rsidR="00376422" w:rsidRDefault="00376422" w:rsidP="00E67399">
      <w:pPr>
        <w:pStyle w:val="libNormal"/>
        <w:rPr>
          <w:rtl/>
        </w:rPr>
      </w:pPr>
      <w:r>
        <w:rPr>
          <w:rtl/>
        </w:rPr>
        <w:t xml:space="preserve">رسول اكرم (ص) نے ا س كى طرف رخ كركے اسكے سينہ پر ہاتھ مار كر فرمايا كہ اس دن اللہ تجھے ذليل وخوار كرے گا _ </w:t>
      </w:r>
    </w:p>
    <w:p w:rsidR="00376422" w:rsidRDefault="00376422" w:rsidP="00E67399">
      <w:pPr>
        <w:pStyle w:val="libNormal"/>
        <w:rPr>
          <w:rtl/>
        </w:rPr>
      </w:pPr>
      <w:r>
        <w:rPr>
          <w:rtl/>
        </w:rPr>
        <w:t>ابو سفيان نے كہا _مي</w:t>
      </w:r>
      <w:r w:rsidR="00B365A1">
        <w:rPr>
          <w:rtl/>
        </w:rPr>
        <w:t xml:space="preserve">ں </w:t>
      </w:r>
      <w:r>
        <w:rPr>
          <w:rtl/>
        </w:rPr>
        <w:t>خدا سے رجوع كرتا ہو</w:t>
      </w:r>
      <w:r w:rsidR="00B365A1">
        <w:rPr>
          <w:rtl/>
        </w:rPr>
        <w:t xml:space="preserve">ں </w:t>
      </w:r>
      <w:r>
        <w:rPr>
          <w:rtl/>
        </w:rPr>
        <w:t>اور اسكى مغفرت كاطلبگار ہو</w:t>
      </w:r>
      <w:r w:rsidR="00B365A1">
        <w:rPr>
          <w:rtl/>
        </w:rPr>
        <w:t xml:space="preserve">ں </w:t>
      </w:r>
      <w:r>
        <w:rPr>
          <w:rtl/>
        </w:rPr>
        <w:t>،اور مي</w:t>
      </w:r>
      <w:r w:rsidR="00B365A1">
        <w:rPr>
          <w:rtl/>
        </w:rPr>
        <w:t xml:space="preserve">ں </w:t>
      </w:r>
      <w:r>
        <w:rPr>
          <w:rtl/>
        </w:rPr>
        <w:t xml:space="preserve">نے تو صرف سوچا ہى تھا ؟ </w:t>
      </w:r>
    </w:p>
    <w:p w:rsidR="00376422" w:rsidRDefault="00376422" w:rsidP="00E67399">
      <w:pPr>
        <w:pStyle w:val="libNormal"/>
        <w:rPr>
          <w:rtl/>
        </w:rPr>
      </w:pPr>
      <w:r>
        <w:rPr>
          <w:rtl/>
        </w:rPr>
        <w:t>دوبارہ ا س نے دل مي</w:t>
      </w:r>
      <w:r w:rsidR="00B365A1">
        <w:rPr>
          <w:rtl/>
        </w:rPr>
        <w:t xml:space="preserve">ں </w:t>
      </w:r>
      <w:r>
        <w:rPr>
          <w:rtl/>
        </w:rPr>
        <w:t>كہا كہ مي</w:t>
      </w:r>
      <w:r w:rsidR="00B365A1">
        <w:rPr>
          <w:rtl/>
        </w:rPr>
        <w:t xml:space="preserve">ں </w:t>
      </w:r>
      <w:r>
        <w:rPr>
          <w:rtl/>
        </w:rPr>
        <w:t>نہي</w:t>
      </w:r>
      <w:r w:rsidR="00B365A1">
        <w:rPr>
          <w:rtl/>
        </w:rPr>
        <w:t xml:space="preserve">ں </w:t>
      </w:r>
      <w:r>
        <w:rPr>
          <w:rtl/>
        </w:rPr>
        <w:t xml:space="preserve">جانتا محمد (ص) كس وجہ سے مجھ پرفتح پا گئے _ </w:t>
      </w:r>
    </w:p>
    <w:p w:rsidR="00376422" w:rsidRDefault="00376422" w:rsidP="00E67399">
      <w:pPr>
        <w:pStyle w:val="libNormal"/>
        <w:rPr>
          <w:rtl/>
        </w:rPr>
      </w:pPr>
      <w:r>
        <w:rPr>
          <w:rtl/>
        </w:rPr>
        <w:t>رسول (ص) اسلام نے اسكى پيٹھ پر ہاتھ مارتے ہوئے فرمايا: خدا كى طاقت سے مي</w:t>
      </w:r>
      <w:r w:rsidR="00B365A1">
        <w:rPr>
          <w:rtl/>
        </w:rPr>
        <w:t xml:space="preserve">ں </w:t>
      </w:r>
      <w:r>
        <w:rPr>
          <w:rtl/>
        </w:rPr>
        <w:t>تجھ پر فتحمند وكامران ہوا اس وقت ابو سفيان نے مجبور ہو كر كہا كہ مي</w:t>
      </w:r>
      <w:r w:rsidR="00B365A1">
        <w:rPr>
          <w:rtl/>
        </w:rPr>
        <w:t xml:space="preserve">ں </w:t>
      </w:r>
      <w:r>
        <w:rPr>
          <w:rtl/>
        </w:rPr>
        <w:t>گواہى ديتا ہو</w:t>
      </w:r>
      <w:r w:rsidR="00B365A1">
        <w:rPr>
          <w:rtl/>
        </w:rPr>
        <w:t xml:space="preserve">ں </w:t>
      </w:r>
      <w:r>
        <w:rPr>
          <w:rtl/>
        </w:rPr>
        <w:t>كہ اپ خدا كے رسول ہي</w:t>
      </w:r>
      <w:r w:rsidR="00B365A1">
        <w:rPr>
          <w:rtl/>
        </w:rPr>
        <w:t xml:space="preserve">ں </w:t>
      </w:r>
      <w:r w:rsidRPr="00C00E6D">
        <w:rPr>
          <w:rStyle w:val="libFootnotenumChar"/>
          <w:rtl/>
        </w:rPr>
        <w:t>(25)</w:t>
      </w:r>
      <w:r>
        <w:rPr>
          <w:rtl/>
        </w:rPr>
        <w:t xml:space="preserve"> </w:t>
      </w:r>
    </w:p>
    <w:p w:rsidR="00435D5C" w:rsidRDefault="00435D5C" w:rsidP="00E67399">
      <w:pPr>
        <w:pStyle w:val="libLine"/>
        <w:rPr>
          <w:rtl/>
        </w:rPr>
      </w:pPr>
      <w:r>
        <w:rPr>
          <w:rFonts w:hint="cs"/>
          <w:rtl/>
        </w:rPr>
        <w:t>____________________</w:t>
      </w:r>
    </w:p>
    <w:p w:rsidR="00B441E9" w:rsidRDefault="00B441E9" w:rsidP="00E67399">
      <w:pPr>
        <w:pStyle w:val="libFootnote"/>
        <w:rPr>
          <w:rtl/>
        </w:rPr>
      </w:pPr>
      <w:r>
        <w:rPr>
          <w:rtl/>
        </w:rPr>
        <w:t xml:space="preserve">25_ تہذيب ابن عساكر ج6 ص 404 ، اصابہ ج2 ص 172 ،مطبوعہ مصر 1358شمسى </w:t>
      </w:r>
    </w:p>
    <w:p w:rsidR="00435D5C" w:rsidRDefault="00435D5C" w:rsidP="00E67399">
      <w:pPr>
        <w:pStyle w:val="libPoemTini"/>
        <w:rPr>
          <w:rtl/>
        </w:rPr>
      </w:pPr>
      <w:r>
        <w:rPr>
          <w:rtl/>
        </w:rPr>
        <w:br w:type="page"/>
      </w:r>
    </w:p>
    <w:p w:rsidR="00376422" w:rsidRDefault="00376422" w:rsidP="00E67399">
      <w:pPr>
        <w:pStyle w:val="libNormal"/>
        <w:rPr>
          <w:rtl/>
        </w:rPr>
      </w:pPr>
      <w:r>
        <w:rPr>
          <w:rtl/>
        </w:rPr>
        <w:lastRenderedPageBreak/>
        <w:t>فتح مكہ كے بعد رسول(ص) اكرم حنين كى طرف روانہ ہوگئے ،تاكہ ہوازن سے جنگ كر سكي</w:t>
      </w:r>
      <w:r w:rsidR="00B365A1">
        <w:rPr>
          <w:rtl/>
        </w:rPr>
        <w:t xml:space="preserve">ں </w:t>
      </w:r>
      <w:r>
        <w:rPr>
          <w:rtl/>
        </w:rPr>
        <w:t xml:space="preserve">اپكے ہمراہ كچھ قريش كے افراد بھى تھے _ </w:t>
      </w:r>
    </w:p>
    <w:p w:rsidR="00376422" w:rsidRDefault="00376422" w:rsidP="00E67399">
      <w:pPr>
        <w:pStyle w:val="libNormal"/>
        <w:rPr>
          <w:rtl/>
        </w:rPr>
      </w:pPr>
      <w:r>
        <w:rPr>
          <w:rtl/>
        </w:rPr>
        <w:t xml:space="preserve">مشہور مورخ مقريزى لكھتا ہے : </w:t>
      </w:r>
    </w:p>
    <w:p w:rsidR="00376422" w:rsidRDefault="00376422" w:rsidP="00E67399">
      <w:pPr>
        <w:pStyle w:val="libNormal"/>
        <w:rPr>
          <w:rtl/>
        </w:rPr>
      </w:pPr>
      <w:r>
        <w:rPr>
          <w:rtl/>
        </w:rPr>
        <w:t>مكہ كہ وہ لوگ جو ظاہرى طور پر مسلمان ہوئے تھے انحضرت(ص) كے ساتھ حنين گئے وہ اس انتطار مي</w:t>
      </w:r>
      <w:r w:rsidR="00B365A1">
        <w:rPr>
          <w:rtl/>
        </w:rPr>
        <w:t xml:space="preserve">ں </w:t>
      </w:r>
      <w:r>
        <w:rPr>
          <w:rtl/>
        </w:rPr>
        <w:t>تھے كہ دونو</w:t>
      </w:r>
      <w:r w:rsidR="00B365A1">
        <w:rPr>
          <w:rtl/>
        </w:rPr>
        <w:t xml:space="preserve">ں </w:t>
      </w:r>
      <w:r>
        <w:rPr>
          <w:rtl/>
        </w:rPr>
        <w:t>گروہو</w:t>
      </w:r>
      <w:r w:rsidR="00B365A1">
        <w:rPr>
          <w:rtl/>
        </w:rPr>
        <w:t xml:space="preserve">ں </w:t>
      </w:r>
      <w:r>
        <w:rPr>
          <w:rtl/>
        </w:rPr>
        <w:t>مي</w:t>
      </w:r>
      <w:r w:rsidR="00B365A1">
        <w:rPr>
          <w:rtl/>
        </w:rPr>
        <w:t xml:space="preserve">ں </w:t>
      </w:r>
      <w:r>
        <w:rPr>
          <w:rtl/>
        </w:rPr>
        <w:t>سے كون كامياب ہوتا ہے تاكہ اسكے ساتھ مخالف گروہ كامال غنيم لوٹ سكي</w:t>
      </w:r>
      <w:r w:rsidR="00B365A1">
        <w:rPr>
          <w:rtl/>
        </w:rPr>
        <w:t xml:space="preserve">ں </w:t>
      </w:r>
      <w:r>
        <w:rPr>
          <w:rtl/>
        </w:rPr>
        <w:t>ان مي</w:t>
      </w:r>
      <w:r w:rsidR="00B365A1">
        <w:rPr>
          <w:rtl/>
        </w:rPr>
        <w:t xml:space="preserve">ں </w:t>
      </w:r>
      <w:r>
        <w:rPr>
          <w:rtl/>
        </w:rPr>
        <w:t>ايك ابو سفيان بن حرب تھاجو اپنے فرزند معاويہ كو بھى ساتھ لے گيا تھا يہ دونو</w:t>
      </w:r>
      <w:r w:rsidR="00B365A1">
        <w:rPr>
          <w:rtl/>
        </w:rPr>
        <w:t xml:space="preserve">ں </w:t>
      </w:r>
      <w:r>
        <w:rPr>
          <w:rtl/>
        </w:rPr>
        <w:t>اپنے ہمراہ اپنے تركش مي</w:t>
      </w:r>
      <w:r w:rsidR="00B365A1">
        <w:rPr>
          <w:rtl/>
        </w:rPr>
        <w:t xml:space="preserve">ں </w:t>
      </w:r>
      <w:r>
        <w:rPr>
          <w:rtl/>
        </w:rPr>
        <w:t xml:space="preserve">ازلام بھى لائے تھے_ </w:t>
      </w:r>
    </w:p>
    <w:p w:rsidR="00376422" w:rsidRDefault="00376422" w:rsidP="00E67399">
      <w:pPr>
        <w:pStyle w:val="libNormal"/>
        <w:rPr>
          <w:rtl/>
        </w:rPr>
      </w:pPr>
      <w:r>
        <w:rPr>
          <w:rtl/>
        </w:rPr>
        <w:t>ابوسفيان لشكر اسلام كے پيچھے پيچھے چل رہا تھا ،جوكچھ بھى لشكر والو</w:t>
      </w:r>
      <w:r w:rsidR="00B365A1">
        <w:rPr>
          <w:rtl/>
        </w:rPr>
        <w:t xml:space="preserve">ں </w:t>
      </w:r>
      <w:r>
        <w:rPr>
          <w:rtl/>
        </w:rPr>
        <w:t xml:space="preserve">كاسامان زمين پر گرتا تھا_ </w:t>
      </w:r>
    </w:p>
    <w:p w:rsidR="00376422" w:rsidRDefault="00376422" w:rsidP="00E67399">
      <w:pPr>
        <w:pStyle w:val="libNormal"/>
        <w:rPr>
          <w:rtl/>
        </w:rPr>
      </w:pPr>
      <w:r>
        <w:rPr>
          <w:rtl/>
        </w:rPr>
        <w:t>جيسے ڈھال يانيزہ ياكوئي دوسرى چيز اسے زمين سے اٹھا ليتاتھا ،يہا</w:t>
      </w:r>
      <w:r w:rsidR="00B365A1">
        <w:rPr>
          <w:rtl/>
        </w:rPr>
        <w:t xml:space="preserve">ں </w:t>
      </w:r>
      <w:r>
        <w:rPr>
          <w:rtl/>
        </w:rPr>
        <w:t xml:space="preserve">تك كہ اسكا اونٹ ناقابل برداشت بوجھ سے بھر گيا </w:t>
      </w:r>
      <w:r w:rsidRPr="00C00E6D">
        <w:rPr>
          <w:rStyle w:val="libFootnotenumChar"/>
          <w:rtl/>
        </w:rPr>
        <w:t>(26)</w:t>
      </w:r>
      <w:r>
        <w:rPr>
          <w:rtl/>
        </w:rPr>
        <w:t xml:space="preserve"> </w:t>
      </w:r>
    </w:p>
    <w:p w:rsidR="00376422" w:rsidRDefault="00376422" w:rsidP="00E67399">
      <w:pPr>
        <w:pStyle w:val="libNormal"/>
        <w:rPr>
          <w:rtl/>
        </w:rPr>
      </w:pPr>
      <w:r>
        <w:rPr>
          <w:rtl/>
        </w:rPr>
        <w:t xml:space="preserve">واقدى كہتا ہے كہ حنين وہ جگہ ہے جو مكہ سے تين شبانہ روز كے فاصلہ پر واقع ہے </w:t>
      </w:r>
      <w:r w:rsidRPr="00C00E6D">
        <w:rPr>
          <w:rStyle w:val="libFootnotenumChar"/>
          <w:rtl/>
        </w:rPr>
        <w:t>(27)</w:t>
      </w:r>
      <w:r>
        <w:rPr>
          <w:rtl/>
        </w:rPr>
        <w:t xml:space="preserve"> </w:t>
      </w:r>
    </w:p>
    <w:p w:rsidR="00376422" w:rsidRDefault="00376422" w:rsidP="00E67399">
      <w:pPr>
        <w:pStyle w:val="libNormal"/>
        <w:rPr>
          <w:rtl/>
        </w:rPr>
      </w:pPr>
      <w:r>
        <w:rPr>
          <w:rtl/>
        </w:rPr>
        <w:t xml:space="preserve">اس سر زمين پر اعراب عدنانى سے ايك طاقتور قبيلہ زندگى گزار رہاتھا جوبنام (ہوازن) مشہور تھے </w:t>
      </w:r>
      <w:r w:rsidRPr="00C00E6D">
        <w:rPr>
          <w:rStyle w:val="libFootnotenumChar"/>
          <w:rtl/>
        </w:rPr>
        <w:t>(28)</w:t>
      </w:r>
      <w:r>
        <w:rPr>
          <w:rtl/>
        </w:rPr>
        <w:t xml:space="preserve"> </w:t>
      </w:r>
    </w:p>
    <w:p w:rsidR="00376422" w:rsidRDefault="00376422" w:rsidP="00E67399">
      <w:pPr>
        <w:pStyle w:val="libNormal"/>
        <w:rPr>
          <w:rtl/>
        </w:rPr>
      </w:pPr>
      <w:r>
        <w:rPr>
          <w:rtl/>
        </w:rPr>
        <w:t>لشكر اسلام اپنى تمام طاقتو</w:t>
      </w:r>
      <w:r w:rsidR="00B365A1">
        <w:rPr>
          <w:rtl/>
        </w:rPr>
        <w:t xml:space="preserve">ں </w:t>
      </w:r>
      <w:r>
        <w:rPr>
          <w:rtl/>
        </w:rPr>
        <w:t>كے باوجود اغاز جنگ مي</w:t>
      </w:r>
      <w:r w:rsidR="00B365A1">
        <w:rPr>
          <w:rtl/>
        </w:rPr>
        <w:t xml:space="preserve">ں </w:t>
      </w:r>
      <w:r>
        <w:rPr>
          <w:rtl/>
        </w:rPr>
        <w:t>ہوازن كے مد مقابل زيادہ كامياب نظر نہي</w:t>
      </w:r>
      <w:r w:rsidR="00B365A1">
        <w:rPr>
          <w:rtl/>
        </w:rPr>
        <w:t>ں</w:t>
      </w:r>
      <w:r w:rsidR="00831D2C">
        <w:rPr>
          <w:rtl/>
        </w:rPr>
        <w:t xml:space="preserve"> آيا </w:t>
      </w:r>
      <w:r>
        <w:rPr>
          <w:rtl/>
        </w:rPr>
        <w:t>_كيونكہ مسلمان تنگ راستو</w:t>
      </w:r>
      <w:r w:rsidR="00B365A1">
        <w:rPr>
          <w:rtl/>
        </w:rPr>
        <w:t xml:space="preserve">ں </w:t>
      </w:r>
      <w:r>
        <w:rPr>
          <w:rtl/>
        </w:rPr>
        <w:t>سے اگے بڑہے تو ناگہانى حملہ كاشكار ہو گئے اور لشكر مي</w:t>
      </w:r>
      <w:r w:rsidR="00B365A1">
        <w:rPr>
          <w:rtl/>
        </w:rPr>
        <w:t xml:space="preserve">ں </w:t>
      </w:r>
      <w:r>
        <w:rPr>
          <w:rtl/>
        </w:rPr>
        <w:t>بھگدڑ مچ گئي ،پيغمبر(ص) اسلام كے پاس معدودے چند مسلمانو</w:t>
      </w:r>
      <w:r w:rsidR="00B365A1">
        <w:rPr>
          <w:rtl/>
        </w:rPr>
        <w:t xml:space="preserve">ں </w:t>
      </w:r>
      <w:r>
        <w:rPr>
          <w:rtl/>
        </w:rPr>
        <w:t>كے كوئي باقى نہ رہا جن مي</w:t>
      </w:r>
      <w:r w:rsidR="00B365A1">
        <w:rPr>
          <w:rtl/>
        </w:rPr>
        <w:t xml:space="preserve">ں </w:t>
      </w:r>
      <w:r>
        <w:rPr>
          <w:rtl/>
        </w:rPr>
        <w:t xml:space="preserve">ايك اميرالمومنين (ع) اور دوسرے عباس بن عبد المطلب ثابت قدم رہے </w:t>
      </w:r>
      <w:r w:rsidRPr="00C00E6D">
        <w:rPr>
          <w:rStyle w:val="libFootnotenumChar"/>
          <w:rtl/>
        </w:rPr>
        <w:t>(29)</w:t>
      </w:r>
      <w:r>
        <w:rPr>
          <w:rtl/>
        </w:rPr>
        <w:t xml:space="preserve"> </w:t>
      </w:r>
    </w:p>
    <w:p w:rsidR="00435D5C" w:rsidRDefault="00435D5C" w:rsidP="00E67399">
      <w:pPr>
        <w:pStyle w:val="libLine"/>
        <w:rPr>
          <w:rtl/>
        </w:rPr>
      </w:pPr>
      <w:r>
        <w:rPr>
          <w:rFonts w:hint="cs"/>
          <w:rtl/>
        </w:rPr>
        <w:t>____________________</w:t>
      </w:r>
    </w:p>
    <w:p w:rsidR="00B441E9" w:rsidRDefault="00B441E9" w:rsidP="00E67399">
      <w:pPr>
        <w:pStyle w:val="libFootnote"/>
        <w:rPr>
          <w:rtl/>
        </w:rPr>
      </w:pPr>
      <w:r>
        <w:rPr>
          <w:rtl/>
        </w:rPr>
        <w:t xml:space="preserve">26_ متاع الاسماع ص 405 مطبوعہ مصر </w:t>
      </w:r>
    </w:p>
    <w:p w:rsidR="00B441E9" w:rsidRDefault="00B441E9" w:rsidP="00E67399">
      <w:pPr>
        <w:pStyle w:val="libFootnote"/>
        <w:rPr>
          <w:rtl/>
        </w:rPr>
      </w:pPr>
      <w:r>
        <w:rPr>
          <w:rtl/>
        </w:rPr>
        <w:t xml:space="preserve">27_ معجم البلدان ج2 ص 313 مطبوعہ بيروت </w:t>
      </w:r>
    </w:p>
    <w:p w:rsidR="00B441E9" w:rsidRDefault="00B441E9" w:rsidP="00E67399">
      <w:pPr>
        <w:pStyle w:val="libFootnote"/>
        <w:rPr>
          <w:rtl/>
        </w:rPr>
      </w:pPr>
      <w:r>
        <w:rPr>
          <w:rtl/>
        </w:rPr>
        <w:t xml:space="preserve">28_ جمھرة انساب العرب ص 254_ 252 مطبوعہ مصر </w:t>
      </w:r>
    </w:p>
    <w:p w:rsidR="00B441E9" w:rsidRDefault="00B441E9" w:rsidP="00E67399">
      <w:pPr>
        <w:pStyle w:val="libFootnote"/>
        <w:rPr>
          <w:rtl/>
        </w:rPr>
      </w:pPr>
      <w:r>
        <w:rPr>
          <w:rtl/>
        </w:rPr>
        <w:t xml:space="preserve">29_ المغازى ج3 ص 300 ، يعقوبى ج2 ص 47 ، انساب الاشراف ج1 ص 365 </w:t>
      </w:r>
    </w:p>
    <w:p w:rsidR="00435D5C" w:rsidRDefault="00435D5C" w:rsidP="00E67399">
      <w:pPr>
        <w:pStyle w:val="libPoemTini"/>
        <w:rPr>
          <w:rtl/>
        </w:rPr>
      </w:pPr>
      <w:r>
        <w:rPr>
          <w:rtl/>
        </w:rPr>
        <w:br w:type="page"/>
      </w:r>
    </w:p>
    <w:p w:rsidR="00376422" w:rsidRDefault="00376422" w:rsidP="00E67399">
      <w:pPr>
        <w:pStyle w:val="libNormal"/>
        <w:rPr>
          <w:rtl/>
        </w:rPr>
      </w:pPr>
      <w:r>
        <w:rPr>
          <w:rtl/>
        </w:rPr>
        <w:lastRenderedPageBreak/>
        <w:t>اس ہنگامى حالات مي</w:t>
      </w:r>
      <w:r w:rsidR="00B365A1">
        <w:rPr>
          <w:rtl/>
        </w:rPr>
        <w:t xml:space="preserve">ں </w:t>
      </w:r>
      <w:r>
        <w:rPr>
          <w:rtl/>
        </w:rPr>
        <w:t>چند بزرگان قريش جو تازہ مسلمان ہوئے تھے انھو</w:t>
      </w:r>
      <w:r w:rsidR="00B365A1">
        <w:rPr>
          <w:rtl/>
        </w:rPr>
        <w:t xml:space="preserve">ں </w:t>
      </w:r>
      <w:r>
        <w:rPr>
          <w:rtl/>
        </w:rPr>
        <w:t>نے اپنى زبان پر ان كلمات كو جارى كيا كہ جسكو ابن ہشام نے اپنى تاريخ مي</w:t>
      </w:r>
      <w:r w:rsidR="00B365A1">
        <w:rPr>
          <w:rtl/>
        </w:rPr>
        <w:t xml:space="preserve">ں </w:t>
      </w:r>
      <w:r>
        <w:rPr>
          <w:rtl/>
        </w:rPr>
        <w:t>يو</w:t>
      </w:r>
      <w:r w:rsidR="00B365A1">
        <w:rPr>
          <w:rtl/>
        </w:rPr>
        <w:t xml:space="preserve">ں </w:t>
      </w:r>
      <w:r>
        <w:rPr>
          <w:rtl/>
        </w:rPr>
        <w:t>ذكر كياہے ،وہ لكھتا ہے جب مسلمانو</w:t>
      </w:r>
      <w:r w:rsidR="00B365A1">
        <w:rPr>
          <w:rtl/>
        </w:rPr>
        <w:t xml:space="preserve">ں </w:t>
      </w:r>
      <w:r>
        <w:rPr>
          <w:rtl/>
        </w:rPr>
        <w:t>نے فرار اختيار كيا تو وہ لوگ جو مكہ سے انحضرت (ص) كے ساتھ ہوئے تھے جب انھو</w:t>
      </w:r>
      <w:r w:rsidR="00B365A1">
        <w:rPr>
          <w:rtl/>
        </w:rPr>
        <w:t xml:space="preserve">ں </w:t>
      </w:r>
      <w:r>
        <w:rPr>
          <w:rtl/>
        </w:rPr>
        <w:t xml:space="preserve">نے اس منظر كو ديكھا تو اپنے كينہ ديرينہ كو اشكار كر ديا جيسے ابو سفيان نے كہاتھا </w:t>
      </w:r>
      <w:r w:rsidRPr="00435D5C">
        <w:rPr>
          <w:rStyle w:val="libArabicChar"/>
          <w:rtl/>
        </w:rPr>
        <w:t>''لاتنت</w:t>
      </w:r>
      <w:r w:rsidR="00D96149" w:rsidRPr="00E67399">
        <w:rPr>
          <w:rStyle w:val="libArabicChar"/>
          <w:rFonts w:hint="cs"/>
          <w:rtl/>
        </w:rPr>
        <w:t>ه</w:t>
      </w:r>
      <w:r w:rsidRPr="00435D5C">
        <w:rPr>
          <w:rStyle w:val="libArabicChar"/>
          <w:rFonts w:hint="cs"/>
          <w:rtl/>
        </w:rPr>
        <w:t>ى</w:t>
      </w:r>
      <w:r w:rsidRPr="00435D5C">
        <w:rPr>
          <w:rStyle w:val="libArabicChar"/>
          <w:rtl/>
        </w:rPr>
        <w:t xml:space="preserve"> </w:t>
      </w:r>
      <w:r w:rsidR="00D96149" w:rsidRPr="00E67399">
        <w:rPr>
          <w:rStyle w:val="libArabicChar"/>
          <w:rFonts w:hint="cs"/>
          <w:rtl/>
        </w:rPr>
        <w:t>ه</w:t>
      </w:r>
      <w:r w:rsidRPr="00435D5C">
        <w:rPr>
          <w:rStyle w:val="libArabicChar"/>
          <w:rFonts w:hint="cs"/>
          <w:rtl/>
        </w:rPr>
        <w:t>زيمت</w:t>
      </w:r>
      <w:r w:rsidR="00D96149" w:rsidRPr="00E67399">
        <w:rPr>
          <w:rStyle w:val="libArabicChar"/>
          <w:rFonts w:hint="cs"/>
          <w:rtl/>
        </w:rPr>
        <w:t>ه</w:t>
      </w:r>
      <w:r w:rsidRPr="00435D5C">
        <w:rPr>
          <w:rStyle w:val="libArabicChar"/>
          <w:rFonts w:hint="cs"/>
          <w:rtl/>
        </w:rPr>
        <w:t>م</w:t>
      </w:r>
      <w:r w:rsidRPr="00435D5C">
        <w:rPr>
          <w:rStyle w:val="libArabicChar"/>
          <w:rtl/>
        </w:rPr>
        <w:t xml:space="preserve"> </w:t>
      </w:r>
      <w:r w:rsidRPr="00435D5C">
        <w:rPr>
          <w:rStyle w:val="libArabicChar"/>
          <w:rFonts w:hint="cs"/>
          <w:rtl/>
        </w:rPr>
        <w:t>دون</w:t>
      </w:r>
      <w:r w:rsidRPr="00435D5C">
        <w:rPr>
          <w:rStyle w:val="libArabicChar"/>
          <w:rtl/>
        </w:rPr>
        <w:t xml:space="preserve"> </w:t>
      </w:r>
      <w:r w:rsidRPr="00435D5C">
        <w:rPr>
          <w:rStyle w:val="libArabicChar"/>
          <w:rFonts w:hint="cs"/>
          <w:rtl/>
        </w:rPr>
        <w:t>البحر</w:t>
      </w:r>
      <w:r w:rsidRPr="00435D5C">
        <w:rPr>
          <w:rStyle w:val="libArabicChar"/>
          <w:rtl/>
        </w:rPr>
        <w:t>''</w:t>
      </w:r>
      <w:r>
        <w:rPr>
          <w:rtl/>
        </w:rPr>
        <w:t xml:space="preserve"> ابھى كياہے يہ لوگ شكست كھاكر سمندر تك بھاگي</w:t>
      </w:r>
      <w:r w:rsidR="00B365A1">
        <w:rPr>
          <w:rtl/>
        </w:rPr>
        <w:t xml:space="preserve">ں </w:t>
      </w:r>
      <w:r>
        <w:rPr>
          <w:rtl/>
        </w:rPr>
        <w:t xml:space="preserve">گے _ </w:t>
      </w:r>
    </w:p>
    <w:p w:rsidR="00376422" w:rsidRDefault="00376422" w:rsidP="00E67399">
      <w:pPr>
        <w:pStyle w:val="libNormal"/>
        <w:rPr>
          <w:rtl/>
        </w:rPr>
      </w:pPr>
      <w:r>
        <w:rPr>
          <w:rtl/>
        </w:rPr>
        <w:t>يہ اس وقت بھى جاہليت وكفر كى علامت ازلام كو ساتھ مي</w:t>
      </w:r>
      <w:r w:rsidR="00B365A1">
        <w:rPr>
          <w:rtl/>
        </w:rPr>
        <w:t xml:space="preserve">ں </w:t>
      </w:r>
      <w:r>
        <w:rPr>
          <w:rtl/>
        </w:rPr>
        <w:t xml:space="preserve">ركھتا تھا ،ازلام لكڑى كاايك تير تھا جو كفار قريش خاص مو قعو </w:t>
      </w:r>
      <w:r w:rsidR="00B365A1">
        <w:rPr>
          <w:rtl/>
        </w:rPr>
        <w:t xml:space="preserve">ں </w:t>
      </w:r>
      <w:r>
        <w:rPr>
          <w:rtl/>
        </w:rPr>
        <w:t>پر فال نكالنے كے كام مي</w:t>
      </w:r>
      <w:r w:rsidR="00B365A1">
        <w:rPr>
          <w:rtl/>
        </w:rPr>
        <w:t xml:space="preserve">ں </w:t>
      </w:r>
      <w:r>
        <w:rPr>
          <w:rtl/>
        </w:rPr>
        <w:t xml:space="preserve">لاتے تھے ،حالا نكہ يہ خود جاہليت عرب اور بت پرستى كى كھلى ہوئي نشانى ہے_ </w:t>
      </w:r>
    </w:p>
    <w:p w:rsidR="00376422" w:rsidRDefault="00376422" w:rsidP="00E67399">
      <w:pPr>
        <w:pStyle w:val="libNormal"/>
        <w:rPr>
          <w:rtl/>
        </w:rPr>
      </w:pPr>
      <w:r>
        <w:rPr>
          <w:rtl/>
        </w:rPr>
        <w:t xml:space="preserve">قران كريم نے اصنام جاہلى كے ساتھ ساتھ اسكى بھى بڑى مذمت كى ہے </w:t>
      </w:r>
      <w:r w:rsidRPr="00C00E6D">
        <w:rPr>
          <w:rStyle w:val="libFootnotenumChar"/>
          <w:rtl/>
        </w:rPr>
        <w:t>(30)</w:t>
      </w:r>
      <w:r>
        <w:rPr>
          <w:rtl/>
        </w:rPr>
        <w:t xml:space="preserve"> </w:t>
      </w:r>
    </w:p>
    <w:p w:rsidR="00376422" w:rsidRDefault="00376422" w:rsidP="00E67399">
      <w:pPr>
        <w:pStyle w:val="libNormal"/>
        <w:rPr>
          <w:rtl/>
        </w:rPr>
      </w:pPr>
      <w:r>
        <w:rPr>
          <w:rtl/>
        </w:rPr>
        <w:t>ايك دوسرے سردار قريش نے كہا _ ہا</w:t>
      </w:r>
      <w:r w:rsidR="00B365A1">
        <w:rPr>
          <w:rtl/>
        </w:rPr>
        <w:t xml:space="preserve">ں </w:t>
      </w:r>
      <w:r>
        <w:rPr>
          <w:rtl/>
        </w:rPr>
        <w:t xml:space="preserve">اب جادو اور سحر ٹوٹ گيا _ </w:t>
      </w:r>
    </w:p>
    <w:p w:rsidR="00376422" w:rsidRDefault="00376422" w:rsidP="00E67399">
      <w:pPr>
        <w:pStyle w:val="libNormal"/>
        <w:rPr>
          <w:rtl/>
        </w:rPr>
      </w:pPr>
      <w:r>
        <w:rPr>
          <w:rtl/>
        </w:rPr>
        <w:t>فرمان رسول (ص) اور فرياد عباس نے مسلمانو</w:t>
      </w:r>
      <w:r w:rsidR="00B365A1">
        <w:rPr>
          <w:rtl/>
        </w:rPr>
        <w:t xml:space="preserve">ں </w:t>
      </w:r>
      <w:r>
        <w:rPr>
          <w:rtl/>
        </w:rPr>
        <w:t xml:space="preserve">كو جو دشمن كے ناگہانى حملہ سے بھاگ گئے تھے واپس بلا ليا ،اور دشمن پر حملہ اور ہوئے زيادہ دير نہ گزرى تھى كہ دشمن اسلام كو منھ كى كھانى پڑى اور اسلام كو شاندار فتح حاصل ہوئي _ </w:t>
      </w:r>
    </w:p>
    <w:p w:rsidR="002C28AF" w:rsidRDefault="00376422" w:rsidP="00E67399">
      <w:pPr>
        <w:pStyle w:val="libNormal"/>
        <w:rPr>
          <w:rtl/>
        </w:rPr>
      </w:pPr>
      <w:r>
        <w:rPr>
          <w:rtl/>
        </w:rPr>
        <w:t>اس جنگ مي</w:t>
      </w:r>
      <w:r w:rsidR="00B365A1">
        <w:rPr>
          <w:rtl/>
        </w:rPr>
        <w:t xml:space="preserve">ں </w:t>
      </w:r>
      <w:r>
        <w:rPr>
          <w:rtl/>
        </w:rPr>
        <w:t>جو كچھ مال غنيمت حاصل ہو ا تھا ا س كا زيادہ تر حصہ ان تازہ مسلمانو</w:t>
      </w:r>
      <w:r w:rsidR="00B365A1">
        <w:rPr>
          <w:rtl/>
        </w:rPr>
        <w:t xml:space="preserve">ں </w:t>
      </w:r>
      <w:r>
        <w:rPr>
          <w:rtl/>
        </w:rPr>
        <w:t>پر تقسيم كياگياكيونكہ قران كے مطابق يہ لوگ مولفتہ القلوبھم سمجھے جاتے تھے ،خداو رسول (ص) كانقطہ نظر يہ تھا كہ انھي</w:t>
      </w:r>
      <w:r w:rsidR="00B365A1">
        <w:rPr>
          <w:rtl/>
        </w:rPr>
        <w:t xml:space="preserve">ں </w:t>
      </w:r>
      <w:r>
        <w:rPr>
          <w:rtl/>
        </w:rPr>
        <w:t xml:space="preserve">مادى فائدے </w:t>
      </w:r>
    </w:p>
    <w:p w:rsidR="00435D5C" w:rsidRDefault="00435D5C" w:rsidP="00E67399">
      <w:pPr>
        <w:pStyle w:val="libLine"/>
        <w:rPr>
          <w:rtl/>
        </w:rPr>
      </w:pPr>
      <w:r>
        <w:rPr>
          <w:rFonts w:hint="cs"/>
          <w:rtl/>
        </w:rPr>
        <w:t>____________________</w:t>
      </w:r>
    </w:p>
    <w:p w:rsidR="00B441E9" w:rsidRDefault="00B441E9" w:rsidP="00E67399">
      <w:pPr>
        <w:pStyle w:val="libFootnote"/>
        <w:rPr>
          <w:rtl/>
        </w:rPr>
      </w:pPr>
      <w:r>
        <w:rPr>
          <w:rtl/>
        </w:rPr>
        <w:t>30_ سورہ توبہ ، سورہ مائدہ</w:t>
      </w:r>
      <w:r w:rsidR="0097280A">
        <w:rPr>
          <w:rtl/>
        </w:rPr>
        <w:t xml:space="preserve"> آيت</w:t>
      </w:r>
      <w:r>
        <w:rPr>
          <w:rtl/>
        </w:rPr>
        <w:t xml:space="preserve"> 90 </w:t>
      </w:r>
    </w:p>
    <w:p w:rsidR="00435D5C" w:rsidRPr="00435D5C" w:rsidRDefault="00435D5C" w:rsidP="00E67399">
      <w:pPr>
        <w:pStyle w:val="libFootnote"/>
        <w:rPr>
          <w:rtl/>
        </w:rPr>
      </w:pP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پہنچاكر دين خداكى طرف سے انكا دل نرم كيا جائے ،اسى غرض سے ان سبھى تازہ مسلمانو</w:t>
      </w:r>
      <w:r w:rsidR="00B365A1">
        <w:rPr>
          <w:rtl/>
        </w:rPr>
        <w:t xml:space="preserve">ں </w:t>
      </w:r>
      <w:r>
        <w:rPr>
          <w:rtl/>
        </w:rPr>
        <w:t>كو سو اونٹ بخشے گئے ،ابو سفيان و معاويہ نے بھى 100 _ 100 _ اونٹ لئے اور كچھ زيادہ مقدار مي</w:t>
      </w:r>
      <w:r w:rsidR="00B365A1">
        <w:rPr>
          <w:rtl/>
        </w:rPr>
        <w:t xml:space="preserve">ں </w:t>
      </w:r>
      <w:r>
        <w:rPr>
          <w:rtl/>
        </w:rPr>
        <w:t>چاندى بھى لى ،ابو سفيان نے رسول(ص) اكرم كايہ سلوك ديكھ كر كہا ،خداكى قسم ميرے ما</w:t>
      </w:r>
      <w:r w:rsidR="00B365A1">
        <w:rPr>
          <w:rtl/>
        </w:rPr>
        <w:t xml:space="preserve">ں </w:t>
      </w:r>
      <w:r>
        <w:rPr>
          <w:rtl/>
        </w:rPr>
        <w:t>باپ اپ پر فدا ہو جائي</w:t>
      </w:r>
      <w:r w:rsidR="00B365A1">
        <w:rPr>
          <w:rtl/>
        </w:rPr>
        <w:t xml:space="preserve">ں </w:t>
      </w:r>
      <w:r>
        <w:rPr>
          <w:rtl/>
        </w:rPr>
        <w:t>اپ ايك عالى ظرف انسان ہي</w:t>
      </w:r>
      <w:r w:rsidR="00B365A1">
        <w:rPr>
          <w:rtl/>
        </w:rPr>
        <w:t xml:space="preserve">ں </w:t>
      </w:r>
      <w:r>
        <w:rPr>
          <w:rtl/>
        </w:rPr>
        <w:t>جسوقت مي</w:t>
      </w:r>
      <w:r w:rsidR="00B365A1">
        <w:rPr>
          <w:rtl/>
        </w:rPr>
        <w:t xml:space="preserve">ں </w:t>
      </w:r>
      <w:r>
        <w:rPr>
          <w:rtl/>
        </w:rPr>
        <w:t>نے اپ سے جنگ كى اپ بہترين جنگ جو تھے اور جب اپ سے صلح كى ہے تو اپ بہترين صلح كرنے والے ہي</w:t>
      </w:r>
      <w:r w:rsidR="00B365A1">
        <w:rPr>
          <w:rtl/>
        </w:rPr>
        <w:t xml:space="preserve">ں </w:t>
      </w:r>
      <w:r>
        <w:rPr>
          <w:rtl/>
        </w:rPr>
        <w:t>قبيلہ انصار جن كو مال غنيمت كم ديا گياتھاانھو</w:t>
      </w:r>
      <w:r w:rsidR="00B365A1">
        <w:rPr>
          <w:rtl/>
        </w:rPr>
        <w:t xml:space="preserve">ں </w:t>
      </w:r>
      <w:r>
        <w:rPr>
          <w:rtl/>
        </w:rPr>
        <w:t>نے اپنے دل مي</w:t>
      </w:r>
      <w:r w:rsidR="00B365A1">
        <w:rPr>
          <w:rtl/>
        </w:rPr>
        <w:t xml:space="preserve">ں </w:t>
      </w:r>
      <w:r>
        <w:rPr>
          <w:rtl/>
        </w:rPr>
        <w:t>خيال كياكہ انحضرت (ص) نے اپنے قوم وقبيلہ والو</w:t>
      </w:r>
      <w:r w:rsidR="00B365A1">
        <w:rPr>
          <w:rtl/>
        </w:rPr>
        <w:t xml:space="preserve">ں </w:t>
      </w:r>
      <w:r>
        <w:rPr>
          <w:rtl/>
        </w:rPr>
        <w:t xml:space="preserve">سے ترجيحى سلوك كيا ہے _ </w:t>
      </w:r>
    </w:p>
    <w:p w:rsidR="00376422" w:rsidRDefault="00376422" w:rsidP="00E67399">
      <w:pPr>
        <w:pStyle w:val="libNormal"/>
        <w:rPr>
          <w:rtl/>
        </w:rPr>
      </w:pPr>
      <w:r>
        <w:rPr>
          <w:rtl/>
        </w:rPr>
        <w:t>پيامبر(ص) اكرم نے انصار كو طلب كيااور اپنى تقرير مي</w:t>
      </w:r>
      <w:r w:rsidR="00B365A1">
        <w:rPr>
          <w:rtl/>
        </w:rPr>
        <w:t xml:space="preserve">ں </w:t>
      </w:r>
      <w:r>
        <w:rPr>
          <w:rtl/>
        </w:rPr>
        <w:t>ارشاد فرماياكہ ہر گز ايسا نہي</w:t>
      </w:r>
      <w:r w:rsidR="00B365A1">
        <w:rPr>
          <w:rtl/>
        </w:rPr>
        <w:t xml:space="preserve">ں </w:t>
      </w:r>
      <w:r>
        <w:rPr>
          <w:rtl/>
        </w:rPr>
        <w:t>ہے جس طر ح سے تم لوگ اس مسئلہ كو سوچ رہے ہو ،مي</w:t>
      </w:r>
      <w:r w:rsidR="00B365A1">
        <w:rPr>
          <w:rtl/>
        </w:rPr>
        <w:t xml:space="preserve">ں </w:t>
      </w:r>
      <w:r>
        <w:rPr>
          <w:rtl/>
        </w:rPr>
        <w:t>نے ان لوگو</w:t>
      </w:r>
      <w:r w:rsidR="00B365A1">
        <w:rPr>
          <w:rtl/>
        </w:rPr>
        <w:t xml:space="preserve">ں </w:t>
      </w:r>
      <w:r>
        <w:rPr>
          <w:rtl/>
        </w:rPr>
        <w:t>سے يہ برتاو محض اس لئے كياہے تا كہ وہ ثابت قدم رہي</w:t>
      </w:r>
      <w:r w:rsidR="00B365A1">
        <w:rPr>
          <w:rtl/>
        </w:rPr>
        <w:t xml:space="preserve">ں </w:t>
      </w:r>
      <w:r>
        <w:rPr>
          <w:rtl/>
        </w:rPr>
        <w:t>اور بدد ل ہو كر اسلام سے برگشتہ نہ ہوجائي</w:t>
      </w:r>
      <w:r w:rsidR="00B365A1">
        <w:rPr>
          <w:rtl/>
        </w:rPr>
        <w:t xml:space="preserve">ں </w:t>
      </w:r>
      <w:r>
        <w:rPr>
          <w:rtl/>
        </w:rPr>
        <w:t xml:space="preserve">،ليكن تمہارے لئے(انصار) اسلام وايمان كو ساتھ قرار ديا ہے </w:t>
      </w:r>
      <w:r w:rsidRPr="00C00E6D">
        <w:rPr>
          <w:rStyle w:val="libFootnotenumChar"/>
          <w:rtl/>
        </w:rPr>
        <w:t>(31)</w:t>
      </w:r>
      <w:r>
        <w:rPr>
          <w:rtl/>
        </w:rPr>
        <w:t xml:space="preserve"> </w:t>
      </w:r>
    </w:p>
    <w:p w:rsidR="00376422" w:rsidRDefault="00376422" w:rsidP="00E67399">
      <w:pPr>
        <w:pStyle w:val="libNormal"/>
        <w:rPr>
          <w:rtl/>
        </w:rPr>
      </w:pPr>
      <w:r>
        <w:rPr>
          <w:rtl/>
        </w:rPr>
        <w:t>فتح مكہ كے بعد ابو سفيان نے ظاہرى طور سے اسلام قبول كر لياتھاوہ مسلمانو</w:t>
      </w:r>
      <w:r w:rsidR="00B365A1">
        <w:rPr>
          <w:rtl/>
        </w:rPr>
        <w:t xml:space="preserve">ں </w:t>
      </w:r>
      <w:r>
        <w:rPr>
          <w:rtl/>
        </w:rPr>
        <w:t>كے گروہ مي</w:t>
      </w:r>
      <w:r w:rsidR="00B365A1">
        <w:rPr>
          <w:rtl/>
        </w:rPr>
        <w:t xml:space="preserve">ں </w:t>
      </w:r>
      <w:r>
        <w:rPr>
          <w:rtl/>
        </w:rPr>
        <w:t>بھى شامل ہو گيا تھا ،ليكن مسلمانو</w:t>
      </w:r>
      <w:r w:rsidR="00B365A1">
        <w:rPr>
          <w:rtl/>
        </w:rPr>
        <w:t xml:space="preserve">ں </w:t>
      </w:r>
      <w:r>
        <w:rPr>
          <w:rtl/>
        </w:rPr>
        <w:t>نے اسكى گزشتہ كى زيادتيو</w:t>
      </w:r>
      <w:r w:rsidR="00B365A1">
        <w:rPr>
          <w:rtl/>
        </w:rPr>
        <w:t xml:space="preserve">ں </w:t>
      </w:r>
      <w:r>
        <w:rPr>
          <w:rtl/>
        </w:rPr>
        <w:t>اور اسلام دشمنى كو كسى بھى لمحہ فراموش نہي</w:t>
      </w:r>
      <w:r w:rsidR="00B365A1">
        <w:rPr>
          <w:rtl/>
        </w:rPr>
        <w:t xml:space="preserve">ں </w:t>
      </w:r>
      <w:r>
        <w:rPr>
          <w:rtl/>
        </w:rPr>
        <w:t>كيايہى وجہ تھى جو معاشرہ اسلامى نے اس پر لطف و مہر بانى كى نگاہ نہي</w:t>
      </w:r>
      <w:r w:rsidR="00B365A1">
        <w:rPr>
          <w:rtl/>
        </w:rPr>
        <w:t xml:space="preserve">ں </w:t>
      </w:r>
      <w:r>
        <w:rPr>
          <w:rtl/>
        </w:rPr>
        <w:t xml:space="preserve">ڈالى </w:t>
      </w:r>
      <w:r w:rsidRPr="00C00E6D">
        <w:rPr>
          <w:rStyle w:val="libFootnotenumChar"/>
          <w:rtl/>
        </w:rPr>
        <w:t>(32)</w:t>
      </w:r>
      <w:r>
        <w:rPr>
          <w:rtl/>
        </w:rPr>
        <w:t xml:space="preserve"> </w:t>
      </w:r>
    </w:p>
    <w:p w:rsidR="00376422" w:rsidRDefault="00376422" w:rsidP="00E67399">
      <w:pPr>
        <w:pStyle w:val="libNormal"/>
        <w:rPr>
          <w:rtl/>
        </w:rPr>
      </w:pPr>
      <w:r>
        <w:rPr>
          <w:rtl/>
        </w:rPr>
        <w:t>اہلسنت كے عظيم محدث مسلم بن حجاج اپنى كتاب صحيح مسلم مي</w:t>
      </w:r>
      <w:r w:rsidR="00B365A1">
        <w:rPr>
          <w:rtl/>
        </w:rPr>
        <w:t xml:space="preserve">ں </w:t>
      </w:r>
      <w:r>
        <w:rPr>
          <w:rtl/>
        </w:rPr>
        <w:t>مسلمانو</w:t>
      </w:r>
      <w:r w:rsidR="00B365A1">
        <w:rPr>
          <w:rtl/>
        </w:rPr>
        <w:t xml:space="preserve">ں </w:t>
      </w:r>
      <w:r>
        <w:rPr>
          <w:rtl/>
        </w:rPr>
        <w:t>كے سلوك كو ان الفاظ مي</w:t>
      </w:r>
      <w:r w:rsidR="00B365A1">
        <w:rPr>
          <w:rtl/>
        </w:rPr>
        <w:t xml:space="preserve">ں </w:t>
      </w:r>
      <w:r>
        <w:rPr>
          <w:rtl/>
        </w:rPr>
        <w:t>بيان كرتے ہي</w:t>
      </w:r>
      <w:r w:rsidR="00B365A1">
        <w:rPr>
          <w:rtl/>
        </w:rPr>
        <w:t xml:space="preserve">ں </w:t>
      </w:r>
      <w:r>
        <w:rPr>
          <w:rtl/>
        </w:rPr>
        <w:t xml:space="preserve">_ </w:t>
      </w:r>
    </w:p>
    <w:p w:rsidR="00376422" w:rsidRDefault="00376422" w:rsidP="00E67399">
      <w:pPr>
        <w:pStyle w:val="libNormal"/>
        <w:rPr>
          <w:rtl/>
        </w:rPr>
      </w:pPr>
      <w:r>
        <w:rPr>
          <w:rtl/>
        </w:rPr>
        <w:t>ايك دن ابو سفيان كچھ پاكباز مسلمانو</w:t>
      </w:r>
      <w:r w:rsidR="00B365A1">
        <w:rPr>
          <w:rtl/>
        </w:rPr>
        <w:t xml:space="preserve">ں </w:t>
      </w:r>
      <w:r>
        <w:rPr>
          <w:rtl/>
        </w:rPr>
        <w:t>كے درميا ن سے گزرا جيسے سلمان ، بلال ، صھيب يہ حضرات اپس مي</w:t>
      </w:r>
      <w:r w:rsidR="00B365A1">
        <w:rPr>
          <w:rtl/>
        </w:rPr>
        <w:t xml:space="preserve">ں </w:t>
      </w:r>
      <w:r>
        <w:rPr>
          <w:rtl/>
        </w:rPr>
        <w:t>باتي</w:t>
      </w:r>
      <w:r w:rsidR="00B365A1">
        <w:rPr>
          <w:rtl/>
        </w:rPr>
        <w:t xml:space="preserve">ں </w:t>
      </w:r>
      <w:r>
        <w:rPr>
          <w:rtl/>
        </w:rPr>
        <w:t>كر رہے تھے جب ان لوگو</w:t>
      </w:r>
      <w:r w:rsidR="00B365A1">
        <w:rPr>
          <w:rtl/>
        </w:rPr>
        <w:t xml:space="preserve">ں </w:t>
      </w:r>
      <w:r>
        <w:rPr>
          <w:rtl/>
        </w:rPr>
        <w:t xml:space="preserve">كى نظر ابو سفيان پر پڑى تو كہا </w:t>
      </w:r>
    </w:p>
    <w:p w:rsidR="002C28AF" w:rsidRDefault="00376422" w:rsidP="00E67399">
      <w:pPr>
        <w:pStyle w:val="libNormal"/>
        <w:rPr>
          <w:rtl/>
        </w:rPr>
      </w:pPr>
      <w:r>
        <w:rPr>
          <w:rtl/>
        </w:rPr>
        <w:t>اس دشمن خداكو اللہ كى تلوارو</w:t>
      </w:r>
      <w:r w:rsidR="00B365A1">
        <w:rPr>
          <w:rtl/>
        </w:rPr>
        <w:t xml:space="preserve">ں </w:t>
      </w:r>
      <w:r>
        <w:rPr>
          <w:rtl/>
        </w:rPr>
        <w:t>نے ابھى تك كيفركردار تك نہي</w:t>
      </w:r>
      <w:r w:rsidR="00B365A1">
        <w:rPr>
          <w:rtl/>
        </w:rPr>
        <w:t xml:space="preserve">ں </w:t>
      </w:r>
      <w:r>
        <w:rPr>
          <w:rtl/>
        </w:rPr>
        <w:t>پہو نچايا ،يہ بات جب ابو بكر نے ان لوگو</w:t>
      </w:r>
      <w:r w:rsidR="00B365A1">
        <w:rPr>
          <w:rtl/>
        </w:rPr>
        <w:t xml:space="preserve">ں </w:t>
      </w:r>
      <w:r>
        <w:rPr>
          <w:rtl/>
        </w:rPr>
        <w:t>سے سنى تو خفا ہو كر كہا ،كياتم لوگ ايك بزرگ قريش كے بارے مي</w:t>
      </w:r>
      <w:r w:rsidR="00B365A1">
        <w:rPr>
          <w:rtl/>
        </w:rPr>
        <w:t xml:space="preserve">ں </w:t>
      </w:r>
      <w:r>
        <w:rPr>
          <w:rtl/>
        </w:rPr>
        <w:t>ايسى بات كر ررہے ہو ،يہ بات كہہ كہ وہ اسلامى معاشرے كے نامناسب رد عمل كے خوف سے گھبر اتے اور دوڑ تے ہوئے رسول اكرم (ص) كى خدمت مي</w:t>
      </w:r>
      <w:r w:rsidR="00B365A1">
        <w:rPr>
          <w:rtl/>
        </w:rPr>
        <w:t xml:space="preserve">ں </w:t>
      </w:r>
      <w:r>
        <w:rPr>
          <w:rtl/>
        </w:rPr>
        <w:t xml:space="preserve">حاضر ہوئے </w:t>
      </w:r>
    </w:p>
    <w:p w:rsidR="00435D5C" w:rsidRDefault="00435D5C" w:rsidP="00E67399">
      <w:pPr>
        <w:pStyle w:val="libLine"/>
        <w:rPr>
          <w:rtl/>
        </w:rPr>
      </w:pPr>
      <w:r>
        <w:rPr>
          <w:rFonts w:hint="cs"/>
          <w:rtl/>
        </w:rPr>
        <w:t>____________________</w:t>
      </w:r>
    </w:p>
    <w:p w:rsidR="00B441E9" w:rsidRDefault="00B441E9" w:rsidP="00E67399">
      <w:pPr>
        <w:pStyle w:val="libFootnote"/>
        <w:rPr>
          <w:rtl/>
        </w:rPr>
      </w:pPr>
      <w:r>
        <w:rPr>
          <w:rtl/>
        </w:rPr>
        <w:t xml:space="preserve">31_ سيرت ابن ہشام ج4 ص 935 ، طبرى ج3 ص 94 المغازلى ج3 ص 956 </w:t>
      </w:r>
    </w:p>
    <w:p w:rsidR="00B441E9" w:rsidRDefault="00B441E9" w:rsidP="00E67399">
      <w:pPr>
        <w:pStyle w:val="libFootnote"/>
        <w:rPr>
          <w:rtl/>
        </w:rPr>
      </w:pPr>
      <w:r>
        <w:rPr>
          <w:rtl/>
        </w:rPr>
        <w:t xml:space="preserve">32_ صحيح مسلم ج7 ص 171 مطبوعہ مصر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،اپ نے فرمايا :شايد تم نے ان لوگو</w:t>
      </w:r>
      <w:r w:rsidR="00B365A1">
        <w:rPr>
          <w:rtl/>
        </w:rPr>
        <w:t xml:space="preserve">ں </w:t>
      </w:r>
      <w:r>
        <w:rPr>
          <w:rtl/>
        </w:rPr>
        <w:t>كو ناخوش كيا ہے اگر تم نے انہي</w:t>
      </w:r>
      <w:r w:rsidR="00B365A1">
        <w:rPr>
          <w:rtl/>
        </w:rPr>
        <w:t xml:space="preserve">ں </w:t>
      </w:r>
      <w:r>
        <w:rPr>
          <w:rtl/>
        </w:rPr>
        <w:t>غضبناك كيا ہے تو ياد ركھو كہ تم نے اپنے پروردگار كو غضبناك كيا ہے ابو بكر نے جب رسول(ص) كى زبان سے ان كلمات كو سناتو تيزى سے مسلمان اور ان كے ساتھيو</w:t>
      </w:r>
      <w:r w:rsidR="00B365A1">
        <w:rPr>
          <w:rtl/>
        </w:rPr>
        <w:t xml:space="preserve">ں </w:t>
      </w:r>
      <w:r>
        <w:rPr>
          <w:rtl/>
        </w:rPr>
        <w:t>كے پاس پلٹے اور معذرت كرتے ہوئے كہا :اے بھا ئيو_مي</w:t>
      </w:r>
      <w:r w:rsidR="00B365A1">
        <w:rPr>
          <w:rtl/>
        </w:rPr>
        <w:t xml:space="preserve">ں </w:t>
      </w:r>
      <w:r>
        <w:rPr>
          <w:rtl/>
        </w:rPr>
        <w:t>نے تم لوگو</w:t>
      </w:r>
      <w:r w:rsidR="00B365A1">
        <w:rPr>
          <w:rtl/>
        </w:rPr>
        <w:t xml:space="preserve">ں </w:t>
      </w:r>
      <w:r>
        <w:rPr>
          <w:rtl/>
        </w:rPr>
        <w:t>كو ناخوش اور غضبناك كياہے؟ سب نے كہا نہي</w:t>
      </w:r>
      <w:r w:rsidR="00B365A1">
        <w:rPr>
          <w:rtl/>
        </w:rPr>
        <w:t xml:space="preserve">ں </w:t>
      </w:r>
      <w:r>
        <w:rPr>
          <w:rtl/>
        </w:rPr>
        <w:t>اللہ تمہي</w:t>
      </w:r>
      <w:r w:rsidR="00B365A1">
        <w:rPr>
          <w:rtl/>
        </w:rPr>
        <w:t xml:space="preserve">ں </w:t>
      </w:r>
      <w:r>
        <w:rPr>
          <w:rtl/>
        </w:rPr>
        <w:t xml:space="preserve">بخشے اے بھائي </w:t>
      </w:r>
      <w:r w:rsidRPr="00C00E6D">
        <w:rPr>
          <w:rStyle w:val="libFootnotenumChar"/>
          <w:rtl/>
        </w:rPr>
        <w:t>(33)</w:t>
      </w:r>
      <w:r>
        <w:rPr>
          <w:rtl/>
        </w:rPr>
        <w:t xml:space="preserve"> </w:t>
      </w:r>
    </w:p>
    <w:p w:rsidR="00376422" w:rsidRDefault="00376422" w:rsidP="00E67399">
      <w:pPr>
        <w:pStyle w:val="libNormal"/>
        <w:rPr>
          <w:rtl/>
        </w:rPr>
      </w:pPr>
      <w:r>
        <w:rPr>
          <w:rtl/>
        </w:rPr>
        <w:t>مسلمانو</w:t>
      </w:r>
      <w:r w:rsidR="00B365A1">
        <w:rPr>
          <w:rtl/>
        </w:rPr>
        <w:t xml:space="preserve">ں </w:t>
      </w:r>
      <w:r>
        <w:rPr>
          <w:rtl/>
        </w:rPr>
        <w:t>كى يہ نفرت رسول (ص) اكرم ہى كے زمانہ مي</w:t>
      </w:r>
      <w:r w:rsidR="00B365A1">
        <w:rPr>
          <w:rtl/>
        </w:rPr>
        <w:t xml:space="preserve">ں </w:t>
      </w:r>
      <w:r>
        <w:rPr>
          <w:rtl/>
        </w:rPr>
        <w:t>نہي</w:t>
      </w:r>
      <w:r w:rsidR="00B365A1">
        <w:rPr>
          <w:rtl/>
        </w:rPr>
        <w:t xml:space="preserve">ں </w:t>
      </w:r>
      <w:r>
        <w:rPr>
          <w:rtl/>
        </w:rPr>
        <w:t>تھى بلكہ عام مسلمانو</w:t>
      </w:r>
      <w:r w:rsidR="00B365A1">
        <w:rPr>
          <w:rtl/>
        </w:rPr>
        <w:t xml:space="preserve">ں </w:t>
      </w:r>
      <w:r>
        <w:rPr>
          <w:rtl/>
        </w:rPr>
        <w:t>كى ابو سفيان سے نفرت كايہى حال رہا قارئين ايندہ فصل مي</w:t>
      </w:r>
      <w:r w:rsidR="00B365A1">
        <w:rPr>
          <w:rtl/>
        </w:rPr>
        <w:t xml:space="preserve">ں </w:t>
      </w:r>
      <w:r>
        <w:rPr>
          <w:rtl/>
        </w:rPr>
        <w:t>ملاحظہ فرمائي</w:t>
      </w:r>
      <w:r w:rsidR="00B365A1">
        <w:rPr>
          <w:rtl/>
        </w:rPr>
        <w:t xml:space="preserve">ں </w:t>
      </w:r>
      <w:r>
        <w:rPr>
          <w:rtl/>
        </w:rPr>
        <w:t xml:space="preserve">گے _ </w:t>
      </w:r>
    </w:p>
    <w:p w:rsidR="00376422" w:rsidRDefault="00376422" w:rsidP="00E67399">
      <w:pPr>
        <w:pStyle w:val="libNormal"/>
        <w:rPr>
          <w:rtl/>
        </w:rPr>
      </w:pPr>
    </w:p>
    <w:p w:rsidR="00376422" w:rsidRDefault="00376422" w:rsidP="00E67399">
      <w:pPr>
        <w:pStyle w:val="Heading2Center"/>
        <w:rPr>
          <w:rtl/>
        </w:rPr>
      </w:pPr>
      <w:bookmarkStart w:id="13" w:name="_Toc531605641"/>
      <w:r>
        <w:rPr>
          <w:rtl/>
        </w:rPr>
        <w:t>ابوسفيان شيخين كے زمانے مي</w:t>
      </w:r>
      <w:r w:rsidR="00B365A1">
        <w:rPr>
          <w:rtl/>
        </w:rPr>
        <w:t>ں</w:t>
      </w:r>
      <w:bookmarkEnd w:id="13"/>
      <w:r w:rsidR="00B365A1">
        <w:rPr>
          <w:rtl/>
        </w:rPr>
        <w:t xml:space="preserve"> </w:t>
      </w:r>
    </w:p>
    <w:p w:rsidR="00376422" w:rsidRDefault="00376422" w:rsidP="00E67399">
      <w:pPr>
        <w:pStyle w:val="libNormal"/>
        <w:rPr>
          <w:rtl/>
        </w:rPr>
      </w:pPr>
      <w:r>
        <w:rPr>
          <w:rtl/>
        </w:rPr>
        <w:t xml:space="preserve">عظيم مورخ ابن عساكر دمشقى لكھتا ہے : </w:t>
      </w:r>
    </w:p>
    <w:p w:rsidR="00376422" w:rsidRDefault="00376422" w:rsidP="00E67399">
      <w:pPr>
        <w:pStyle w:val="libNormal"/>
        <w:rPr>
          <w:rtl/>
        </w:rPr>
      </w:pPr>
      <w:r>
        <w:rPr>
          <w:rtl/>
        </w:rPr>
        <w:t>ايك دن ابو بكر نے اپنى حكومت كے زمانے مي</w:t>
      </w:r>
      <w:r w:rsidR="00B365A1">
        <w:rPr>
          <w:rtl/>
        </w:rPr>
        <w:t xml:space="preserve">ں </w:t>
      </w:r>
      <w:r>
        <w:rPr>
          <w:rtl/>
        </w:rPr>
        <w:t>ابو سفيان كو بہت كچھ كہہ ڈالا، ان كے باپ ابو قحافہ نے كہا كہ اے ابو بكر ابو سفيان سے تم اسطرح باتي</w:t>
      </w:r>
      <w:r w:rsidR="00B365A1">
        <w:rPr>
          <w:rtl/>
        </w:rPr>
        <w:t xml:space="preserve">ں </w:t>
      </w:r>
      <w:r>
        <w:rPr>
          <w:rtl/>
        </w:rPr>
        <w:t xml:space="preserve">كرتے ہو ؟ </w:t>
      </w:r>
    </w:p>
    <w:p w:rsidR="00376422" w:rsidRDefault="00376422" w:rsidP="00E67399">
      <w:pPr>
        <w:pStyle w:val="libNormal"/>
        <w:rPr>
          <w:rtl/>
        </w:rPr>
      </w:pPr>
      <w:r>
        <w:rPr>
          <w:rtl/>
        </w:rPr>
        <w:t>ابوبكر نے جواب ديا ،بابا ہا</w:t>
      </w:r>
      <w:r w:rsidR="00B365A1">
        <w:rPr>
          <w:rtl/>
        </w:rPr>
        <w:t xml:space="preserve">ں </w:t>
      </w:r>
      <w:r>
        <w:rPr>
          <w:rtl/>
        </w:rPr>
        <w:t>،خداوند عالم نے اسلام كى خاطر بلند خاندانو</w:t>
      </w:r>
      <w:r w:rsidR="00B365A1">
        <w:rPr>
          <w:rtl/>
        </w:rPr>
        <w:t xml:space="preserve">ں </w:t>
      </w:r>
      <w:r>
        <w:rPr>
          <w:rtl/>
        </w:rPr>
        <w:t>كو پست كر دياہے اور ہمارے خاندان ان مي</w:t>
      </w:r>
      <w:r w:rsidR="00B365A1">
        <w:rPr>
          <w:rtl/>
        </w:rPr>
        <w:t xml:space="preserve">ں </w:t>
      </w:r>
      <w:r>
        <w:rPr>
          <w:rtl/>
        </w:rPr>
        <w:t>ہي</w:t>
      </w:r>
      <w:r w:rsidR="00B365A1">
        <w:rPr>
          <w:rtl/>
        </w:rPr>
        <w:t xml:space="preserve">ں </w:t>
      </w:r>
      <w:r>
        <w:rPr>
          <w:rtl/>
        </w:rPr>
        <w:t>جو پست تھے اب اسلام كى وجہ سے بلندہو گئے ہي</w:t>
      </w:r>
      <w:r w:rsidR="00B365A1">
        <w:rPr>
          <w:rtl/>
        </w:rPr>
        <w:t xml:space="preserve">ں </w:t>
      </w:r>
    </w:p>
    <w:p w:rsidR="00376422" w:rsidRDefault="00376422" w:rsidP="00E67399">
      <w:pPr>
        <w:pStyle w:val="libNormal"/>
        <w:rPr>
          <w:rtl/>
        </w:rPr>
      </w:pPr>
      <w:r>
        <w:rPr>
          <w:rtl/>
        </w:rPr>
        <w:t>جس زمانے مي</w:t>
      </w:r>
      <w:r w:rsidR="00B365A1">
        <w:rPr>
          <w:rtl/>
        </w:rPr>
        <w:t xml:space="preserve">ں </w:t>
      </w:r>
      <w:r>
        <w:rPr>
          <w:rtl/>
        </w:rPr>
        <w:t>عمر بن خطاب حج كے لئے مكہ</w:t>
      </w:r>
      <w:r w:rsidR="00137FAB">
        <w:rPr>
          <w:rtl/>
        </w:rPr>
        <w:t xml:space="preserve"> آئے</w:t>
      </w:r>
      <w:r>
        <w:rPr>
          <w:rtl/>
        </w:rPr>
        <w:t xml:space="preserve"> تو انھي</w:t>
      </w:r>
      <w:r w:rsidR="00B365A1">
        <w:rPr>
          <w:rtl/>
        </w:rPr>
        <w:t xml:space="preserve">ں </w:t>
      </w:r>
      <w:r>
        <w:rPr>
          <w:rtl/>
        </w:rPr>
        <w:t>بتايا گياكہ ابو سفيان نے ايك گھر بناياہے اور اپنے گھر كے لئے ٹھيك راستے مي</w:t>
      </w:r>
      <w:r w:rsidR="00B365A1">
        <w:rPr>
          <w:rtl/>
        </w:rPr>
        <w:t xml:space="preserve">ں </w:t>
      </w:r>
      <w:r>
        <w:rPr>
          <w:rtl/>
        </w:rPr>
        <w:t>ايسى تعمير كى ہے كہ پانى كابہاو شہر كولپيٹ مي</w:t>
      </w:r>
      <w:r w:rsidR="00B365A1">
        <w:rPr>
          <w:rtl/>
        </w:rPr>
        <w:t xml:space="preserve">ں </w:t>
      </w:r>
      <w:r>
        <w:rPr>
          <w:rtl/>
        </w:rPr>
        <w:t>لے سكے عمر نے ان شكو ہ كرنے والو</w:t>
      </w:r>
      <w:r w:rsidR="00B365A1">
        <w:rPr>
          <w:rtl/>
        </w:rPr>
        <w:t xml:space="preserve">ں </w:t>
      </w:r>
      <w:r>
        <w:rPr>
          <w:rtl/>
        </w:rPr>
        <w:t>كے ساتھ ابو سفيان كے گھر كارخ كيا ،پھر حكم ديا كہ ابو سفيان ان پتھرو</w:t>
      </w:r>
      <w:r w:rsidR="00B365A1">
        <w:rPr>
          <w:rtl/>
        </w:rPr>
        <w:t xml:space="preserve">ں </w:t>
      </w:r>
      <w:r>
        <w:rPr>
          <w:rtl/>
        </w:rPr>
        <w:t xml:space="preserve">كو اپنى پشت پر لاد كر راستے سے ہٹائے _ </w:t>
      </w:r>
    </w:p>
    <w:p w:rsidR="002C28AF" w:rsidRDefault="00376422" w:rsidP="00E67399">
      <w:pPr>
        <w:pStyle w:val="libNormal"/>
        <w:rPr>
          <w:rtl/>
        </w:rPr>
      </w:pPr>
      <w:r>
        <w:rPr>
          <w:rtl/>
        </w:rPr>
        <w:t>اسكے بعد اپنے ہاتھ اسمان كى طرف بلند كر كے كہا :خداوندا سارى تعريف تيرے لئے مخصوص ہے كہ مي</w:t>
      </w:r>
      <w:r w:rsidR="00B365A1">
        <w:rPr>
          <w:rtl/>
        </w:rPr>
        <w:t xml:space="preserve">ں </w:t>
      </w:r>
      <w:r>
        <w:rPr>
          <w:rtl/>
        </w:rPr>
        <w:t>نے شہر مكہ مي</w:t>
      </w:r>
      <w:r w:rsidR="00B365A1">
        <w:rPr>
          <w:rtl/>
        </w:rPr>
        <w:t xml:space="preserve">ں </w:t>
      </w:r>
      <w:r>
        <w:rPr>
          <w:rtl/>
        </w:rPr>
        <w:t xml:space="preserve">بزرگ قريش ابو سفيان كوحكم ديا اور اس نے ميرى بات مان لى ہے _ </w:t>
      </w:r>
    </w:p>
    <w:p w:rsidR="002C28AF" w:rsidRDefault="002C28AF" w:rsidP="00E67399">
      <w:pPr>
        <w:pStyle w:val="libLine"/>
        <w:rPr>
          <w:rtl/>
        </w:rPr>
      </w:pPr>
      <w:r>
        <w:rPr>
          <w:rFonts w:hint="cs"/>
          <w:rtl/>
        </w:rPr>
        <w:t>____________________</w:t>
      </w:r>
    </w:p>
    <w:p w:rsidR="00B441E9" w:rsidRDefault="00B441E9" w:rsidP="00E67399">
      <w:pPr>
        <w:pStyle w:val="libFootnote"/>
        <w:rPr>
          <w:rtl/>
        </w:rPr>
      </w:pPr>
      <w:r>
        <w:rPr>
          <w:rtl/>
        </w:rPr>
        <w:t xml:space="preserve">33_ صحيح مسلم ص 173 ، سير اعلام انہلاء ج2 ص 15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دوسرے مورخين نے بھى لكھا ہے كہ ايك دن خليفہ دوم عمر مكہ كى گليو</w:t>
      </w:r>
      <w:r w:rsidR="00B365A1">
        <w:rPr>
          <w:rtl/>
        </w:rPr>
        <w:t xml:space="preserve">ں </w:t>
      </w:r>
      <w:r>
        <w:rPr>
          <w:rtl/>
        </w:rPr>
        <w:t>سے گزر رہے تھے ، انھو</w:t>
      </w:r>
      <w:r w:rsidR="00B365A1">
        <w:rPr>
          <w:rtl/>
        </w:rPr>
        <w:t xml:space="preserve">ں </w:t>
      </w:r>
      <w:r>
        <w:rPr>
          <w:rtl/>
        </w:rPr>
        <w:t>نے ديكھا كہ گليو</w:t>
      </w:r>
      <w:r w:rsidR="00B365A1">
        <w:rPr>
          <w:rtl/>
        </w:rPr>
        <w:t xml:space="preserve">ں </w:t>
      </w:r>
      <w:r>
        <w:rPr>
          <w:rtl/>
        </w:rPr>
        <w:t>مي</w:t>
      </w:r>
      <w:r w:rsidR="00B365A1">
        <w:rPr>
          <w:rtl/>
        </w:rPr>
        <w:t xml:space="preserve">ں </w:t>
      </w:r>
      <w:r>
        <w:rPr>
          <w:rtl/>
        </w:rPr>
        <w:t>گندگى ہے انھو</w:t>
      </w:r>
      <w:r w:rsidR="00B365A1">
        <w:rPr>
          <w:rtl/>
        </w:rPr>
        <w:t xml:space="preserve">ں </w:t>
      </w:r>
      <w:r>
        <w:rPr>
          <w:rtl/>
        </w:rPr>
        <w:t>نے حكم ديا كہ جس شخص كے گھر كے سامنے گندگى ہے وہ خود صاف كرے ،كچھ دن بعد ديكھا كہ بعض جگہو</w:t>
      </w:r>
      <w:r w:rsidR="00B365A1">
        <w:rPr>
          <w:rtl/>
        </w:rPr>
        <w:t xml:space="preserve">ں </w:t>
      </w:r>
      <w:r>
        <w:rPr>
          <w:rtl/>
        </w:rPr>
        <w:t>پر گندگى باقى ہے تو غصہ مي</w:t>
      </w:r>
      <w:r w:rsidR="00B365A1">
        <w:rPr>
          <w:rtl/>
        </w:rPr>
        <w:t xml:space="preserve">ں </w:t>
      </w:r>
      <w:r>
        <w:rPr>
          <w:rtl/>
        </w:rPr>
        <w:t>ابو سفيان كے سر پر تازيانے لگانے لگے ،ابو سفيان كے تازيانہ كھانے كى خبر ھندہ كو ملى تو اپنے جاہلى وراثت كابھر پور مظاہرہ كرتے ہوئے بولى ،اوعمر خد اكى قسم اگر دور جا ہليت مي</w:t>
      </w:r>
      <w:r w:rsidR="00B365A1">
        <w:rPr>
          <w:rtl/>
        </w:rPr>
        <w:t xml:space="preserve">ں </w:t>
      </w:r>
      <w:r>
        <w:rPr>
          <w:rtl/>
        </w:rPr>
        <w:t>تم نے انھي</w:t>
      </w:r>
      <w:r w:rsidR="00B365A1">
        <w:rPr>
          <w:rtl/>
        </w:rPr>
        <w:t xml:space="preserve">ں </w:t>
      </w:r>
      <w:r>
        <w:rPr>
          <w:rtl/>
        </w:rPr>
        <w:t>تازيانہ مارا ہوتاتو مكہ كى زمين لرز جاتى تمھارے پيرو</w:t>
      </w:r>
      <w:r w:rsidR="00B365A1">
        <w:rPr>
          <w:rtl/>
        </w:rPr>
        <w:t xml:space="preserve">ں </w:t>
      </w:r>
      <w:r>
        <w:rPr>
          <w:rtl/>
        </w:rPr>
        <w:t xml:space="preserve">تلے زمين كھسك جاتى عمر نے جواب ديا تونے سچ كہا ليكن كياكيا جائے خداوندے عالم نے اسلام كى وجہ سے عزت دار گروہ كو ذليل كر دياہے اور ذليل گروہ كو باوقار بنا دياہے </w:t>
      </w:r>
      <w:r w:rsidRPr="00C00E6D">
        <w:rPr>
          <w:rStyle w:val="libFootnotenumChar"/>
          <w:rtl/>
        </w:rPr>
        <w:t>(34)</w:t>
      </w:r>
      <w:r>
        <w:rPr>
          <w:rtl/>
        </w:rPr>
        <w:t xml:space="preserve"> </w:t>
      </w:r>
    </w:p>
    <w:p w:rsidR="00376422" w:rsidRDefault="00376422" w:rsidP="00E67399">
      <w:pPr>
        <w:pStyle w:val="libNormal"/>
        <w:rPr>
          <w:rtl/>
        </w:rPr>
      </w:pPr>
      <w:r>
        <w:rPr>
          <w:rtl/>
        </w:rPr>
        <w:t>جيساكہ اپ نے ملاحظہ فرمايا كہ اسلام نے ابو سفيان كو كسقدر ذليل ورسواكيا اور دوسرو</w:t>
      </w:r>
      <w:r w:rsidR="00B365A1">
        <w:rPr>
          <w:rtl/>
        </w:rPr>
        <w:t xml:space="preserve">ں </w:t>
      </w:r>
      <w:r>
        <w:rPr>
          <w:rtl/>
        </w:rPr>
        <w:t>كو نعمت و عزت بخشى اس وجہ سے وہ مجبوراً اپنے دل كى گہرائيو</w:t>
      </w:r>
      <w:r w:rsidR="00B365A1">
        <w:rPr>
          <w:rtl/>
        </w:rPr>
        <w:t xml:space="preserve">ں </w:t>
      </w:r>
      <w:r>
        <w:rPr>
          <w:rtl/>
        </w:rPr>
        <w:t>مي</w:t>
      </w:r>
      <w:r w:rsidR="00B365A1">
        <w:rPr>
          <w:rtl/>
        </w:rPr>
        <w:t xml:space="preserve">ں </w:t>
      </w:r>
      <w:r>
        <w:rPr>
          <w:rtl/>
        </w:rPr>
        <w:t>اسلام اور مسلمانو</w:t>
      </w:r>
      <w:r w:rsidR="00B365A1">
        <w:rPr>
          <w:rtl/>
        </w:rPr>
        <w:t xml:space="preserve">ں </w:t>
      </w:r>
      <w:r>
        <w:rPr>
          <w:rtl/>
        </w:rPr>
        <w:t>كے خلاف كينہ وعناد بوتا رہا ،اسكايہ عناد مختلف اوقات مي</w:t>
      </w:r>
      <w:r w:rsidR="00B365A1">
        <w:rPr>
          <w:rtl/>
        </w:rPr>
        <w:t xml:space="preserve">ں </w:t>
      </w:r>
      <w:r>
        <w:rPr>
          <w:rtl/>
        </w:rPr>
        <w:t>اسكى باتو</w:t>
      </w:r>
      <w:r w:rsidR="00B365A1">
        <w:rPr>
          <w:rtl/>
        </w:rPr>
        <w:t xml:space="preserve">ں </w:t>
      </w:r>
      <w:r>
        <w:rPr>
          <w:rtl/>
        </w:rPr>
        <w:t xml:space="preserve">سے ظاہر ہوتا رہا _ </w:t>
      </w:r>
    </w:p>
    <w:p w:rsidR="00376422" w:rsidRDefault="00376422" w:rsidP="00E67399">
      <w:pPr>
        <w:pStyle w:val="libNormal"/>
        <w:rPr>
          <w:rtl/>
        </w:rPr>
      </w:pPr>
      <w:r>
        <w:rPr>
          <w:rtl/>
        </w:rPr>
        <w:t>عبداللہ بن زبيركابيان ہے كہ مي</w:t>
      </w:r>
      <w:r w:rsidR="00B365A1">
        <w:rPr>
          <w:rtl/>
        </w:rPr>
        <w:t xml:space="preserve">ں </w:t>
      </w:r>
      <w:r>
        <w:rPr>
          <w:rtl/>
        </w:rPr>
        <w:t>اپنے باپ كے ہمراہ جنگ يرموك مي</w:t>
      </w:r>
      <w:r w:rsidR="00B365A1">
        <w:rPr>
          <w:rtl/>
        </w:rPr>
        <w:t xml:space="preserve">ں </w:t>
      </w:r>
      <w:r>
        <w:rPr>
          <w:rtl/>
        </w:rPr>
        <w:t>شريك تھا ليكن اتناكمسن تھاكہ جنگ نہي</w:t>
      </w:r>
      <w:r w:rsidR="00B365A1">
        <w:rPr>
          <w:rtl/>
        </w:rPr>
        <w:t xml:space="preserve">ں </w:t>
      </w:r>
      <w:r>
        <w:rPr>
          <w:rtl/>
        </w:rPr>
        <w:t>كر سكتا تھا ،اثناء جنگ مي</w:t>
      </w:r>
      <w:r w:rsidR="00B365A1">
        <w:rPr>
          <w:rtl/>
        </w:rPr>
        <w:t xml:space="preserve">ں </w:t>
      </w:r>
      <w:r>
        <w:rPr>
          <w:rtl/>
        </w:rPr>
        <w:t>نے ديكھا كچھ لوگو</w:t>
      </w:r>
      <w:r w:rsidR="00B365A1">
        <w:rPr>
          <w:rtl/>
        </w:rPr>
        <w:t xml:space="preserve">ں </w:t>
      </w:r>
      <w:r>
        <w:rPr>
          <w:rtl/>
        </w:rPr>
        <w:t xml:space="preserve">كو ايك پہاڑ كى چوٹى پر،جواس جنگ سے علحدہ تھے _ </w:t>
      </w:r>
    </w:p>
    <w:p w:rsidR="00376422" w:rsidRDefault="00376422" w:rsidP="00E67399">
      <w:pPr>
        <w:pStyle w:val="libNormal"/>
        <w:rPr>
          <w:rtl/>
        </w:rPr>
      </w:pPr>
      <w:r>
        <w:rPr>
          <w:rtl/>
        </w:rPr>
        <w:t>مي</w:t>
      </w:r>
      <w:r w:rsidR="00B365A1">
        <w:rPr>
          <w:rtl/>
        </w:rPr>
        <w:t xml:space="preserve">ں </w:t>
      </w:r>
      <w:r>
        <w:rPr>
          <w:rtl/>
        </w:rPr>
        <w:t>ا ن كے پاس گياتو وہا</w:t>
      </w:r>
      <w:r w:rsidR="00B365A1">
        <w:rPr>
          <w:rtl/>
        </w:rPr>
        <w:t xml:space="preserve">ں </w:t>
      </w:r>
      <w:r>
        <w:rPr>
          <w:rtl/>
        </w:rPr>
        <w:t>ابو سفيان تھا جو چند سرداران قريش كے ساتھ بيٹھاہو ا تھا ،يہ سب لوگ وہ تھے جو فتح مكہ كے بعد اسلام لائے تھے ،مي</w:t>
      </w:r>
      <w:r w:rsidR="00B365A1">
        <w:rPr>
          <w:rtl/>
        </w:rPr>
        <w:t xml:space="preserve">ں </w:t>
      </w:r>
      <w:r>
        <w:rPr>
          <w:rtl/>
        </w:rPr>
        <w:t>انكے درميان بيٹھ گياانھو</w:t>
      </w:r>
      <w:r w:rsidR="00B365A1">
        <w:rPr>
          <w:rtl/>
        </w:rPr>
        <w:t xml:space="preserve">ں </w:t>
      </w:r>
      <w:r>
        <w:rPr>
          <w:rtl/>
        </w:rPr>
        <w:t>نے مجھے بچہ خيال كيا اس لئے سمجھ رہے تھے كہ مي</w:t>
      </w:r>
      <w:r w:rsidR="00B365A1">
        <w:rPr>
          <w:rtl/>
        </w:rPr>
        <w:t xml:space="preserve">ں </w:t>
      </w:r>
      <w:r>
        <w:rPr>
          <w:rtl/>
        </w:rPr>
        <w:t>انكى باتو</w:t>
      </w:r>
      <w:r w:rsidR="00B365A1">
        <w:rPr>
          <w:rtl/>
        </w:rPr>
        <w:t xml:space="preserve">ں </w:t>
      </w:r>
      <w:r>
        <w:rPr>
          <w:rtl/>
        </w:rPr>
        <w:t>كو نہي</w:t>
      </w:r>
      <w:r w:rsidR="00B365A1">
        <w:rPr>
          <w:rtl/>
        </w:rPr>
        <w:t xml:space="preserve">ں </w:t>
      </w:r>
      <w:r>
        <w:rPr>
          <w:rtl/>
        </w:rPr>
        <w:t>سمجھ سكو</w:t>
      </w:r>
      <w:r w:rsidR="00B365A1">
        <w:rPr>
          <w:rtl/>
        </w:rPr>
        <w:t xml:space="preserve">ں </w:t>
      </w:r>
      <w:r>
        <w:rPr>
          <w:rtl/>
        </w:rPr>
        <w:t>گا ،وہ ازادانہ اپنى باتي</w:t>
      </w:r>
      <w:r w:rsidR="00B365A1">
        <w:rPr>
          <w:rtl/>
        </w:rPr>
        <w:t xml:space="preserve">ں </w:t>
      </w:r>
      <w:r>
        <w:rPr>
          <w:rtl/>
        </w:rPr>
        <w:t>جارى ركھے ہوئے تھے ،كوئي بات چھپانہي</w:t>
      </w:r>
      <w:r w:rsidR="00B365A1">
        <w:rPr>
          <w:rtl/>
        </w:rPr>
        <w:t xml:space="preserve">ں </w:t>
      </w:r>
      <w:r>
        <w:rPr>
          <w:rtl/>
        </w:rPr>
        <w:t>رہے تھے و ہ لو گ جب مسلمانو</w:t>
      </w:r>
      <w:r w:rsidR="00B365A1">
        <w:rPr>
          <w:rtl/>
        </w:rPr>
        <w:t xml:space="preserve">ں </w:t>
      </w:r>
      <w:r>
        <w:rPr>
          <w:rtl/>
        </w:rPr>
        <w:t>كو پيچھے ہٹتا ہو ا ديكھتے تھے اور روميو</w:t>
      </w:r>
      <w:r w:rsidR="00B365A1">
        <w:rPr>
          <w:rtl/>
        </w:rPr>
        <w:t xml:space="preserve">ں </w:t>
      </w:r>
      <w:r>
        <w:rPr>
          <w:rtl/>
        </w:rPr>
        <w:t>كو اگے بڑھتا ہو اتو چلّاتے تھے _ہا</w:t>
      </w:r>
      <w:r w:rsidR="00B365A1">
        <w:rPr>
          <w:rtl/>
        </w:rPr>
        <w:t xml:space="preserve">ں </w:t>
      </w:r>
      <w:r>
        <w:rPr>
          <w:rtl/>
        </w:rPr>
        <w:t>_ زندہ باد روميو</w:t>
      </w:r>
      <w:r w:rsidR="00B365A1">
        <w:rPr>
          <w:rtl/>
        </w:rPr>
        <w:t xml:space="preserve">ں </w:t>
      </w:r>
    </w:p>
    <w:p w:rsidR="00376422" w:rsidRDefault="00376422" w:rsidP="00E67399">
      <w:pPr>
        <w:pStyle w:val="libNormal"/>
        <w:rPr>
          <w:rtl/>
        </w:rPr>
      </w:pPr>
      <w:r>
        <w:rPr>
          <w:rtl/>
        </w:rPr>
        <w:t>ليكن جب روميو</w:t>
      </w:r>
      <w:r w:rsidR="00B365A1">
        <w:rPr>
          <w:rtl/>
        </w:rPr>
        <w:t xml:space="preserve">ں </w:t>
      </w:r>
      <w:r>
        <w:rPr>
          <w:rtl/>
        </w:rPr>
        <w:t xml:space="preserve">كو پيچھے ہٹتاہو ا ديكھتے تھے اور اسلام كاغلبہ ديكھتے تھے تو افسوس كے ساتھ </w:t>
      </w:r>
      <w:r w:rsidR="00FF45BE">
        <w:rPr>
          <w:rtl/>
        </w:rPr>
        <w:t xml:space="preserve">آواز </w:t>
      </w:r>
      <w:r>
        <w:rPr>
          <w:rtl/>
        </w:rPr>
        <w:t xml:space="preserve"> ديتے تھے ہائے روميو</w:t>
      </w:r>
      <w:r w:rsidR="00B365A1">
        <w:rPr>
          <w:rtl/>
        </w:rPr>
        <w:t xml:space="preserve">ں </w:t>
      </w:r>
      <w:r>
        <w:rPr>
          <w:rtl/>
        </w:rPr>
        <w:t xml:space="preserve">تم پر افسوس ہے _ </w:t>
      </w:r>
    </w:p>
    <w:p w:rsidR="002C28AF" w:rsidRDefault="00376422" w:rsidP="00E67399">
      <w:pPr>
        <w:pStyle w:val="libNormal"/>
        <w:rPr>
          <w:rtl/>
        </w:rPr>
      </w:pPr>
      <w:r>
        <w:rPr>
          <w:rtl/>
        </w:rPr>
        <w:t>اخر خدا وند عالم نے روميو</w:t>
      </w:r>
      <w:r w:rsidR="00B365A1">
        <w:rPr>
          <w:rtl/>
        </w:rPr>
        <w:t xml:space="preserve">ں </w:t>
      </w:r>
      <w:r>
        <w:rPr>
          <w:rtl/>
        </w:rPr>
        <w:t>كو شكست دى اور وہ بھاگ گئے تو مي</w:t>
      </w:r>
      <w:r w:rsidR="00B365A1">
        <w:rPr>
          <w:rtl/>
        </w:rPr>
        <w:t xml:space="preserve">ں </w:t>
      </w:r>
      <w:r>
        <w:rPr>
          <w:rtl/>
        </w:rPr>
        <w:t xml:space="preserve">نے سارا واقعہ اپنے باپ زبيرسے </w:t>
      </w:r>
    </w:p>
    <w:p w:rsidR="002C28AF" w:rsidRDefault="002C28AF" w:rsidP="00E67399">
      <w:pPr>
        <w:pStyle w:val="libLine"/>
        <w:rPr>
          <w:rtl/>
        </w:rPr>
      </w:pPr>
      <w:r>
        <w:rPr>
          <w:rFonts w:hint="cs"/>
          <w:rtl/>
        </w:rPr>
        <w:t>____________________</w:t>
      </w:r>
    </w:p>
    <w:p w:rsidR="00B441E9" w:rsidRDefault="00B441E9" w:rsidP="00E67399">
      <w:pPr>
        <w:pStyle w:val="libFootnote"/>
        <w:rPr>
          <w:rtl/>
        </w:rPr>
      </w:pPr>
      <w:r>
        <w:rPr>
          <w:rtl/>
        </w:rPr>
        <w:t xml:space="preserve">34_ تہذيب ابن عساكر ج6 ص 407 </w:t>
      </w:r>
    </w:p>
    <w:p w:rsidR="002C28AF" w:rsidRDefault="002C28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بيان كيا ،انھو</w:t>
      </w:r>
      <w:r w:rsidR="00B365A1">
        <w:rPr>
          <w:rtl/>
        </w:rPr>
        <w:t xml:space="preserve">ں </w:t>
      </w:r>
      <w:r>
        <w:rPr>
          <w:rtl/>
        </w:rPr>
        <w:t>نے ہنستے ہوئے كہا :خدا انھي</w:t>
      </w:r>
      <w:r w:rsidR="00B365A1">
        <w:rPr>
          <w:rtl/>
        </w:rPr>
        <w:t xml:space="preserve">ں </w:t>
      </w:r>
      <w:r>
        <w:rPr>
          <w:rtl/>
        </w:rPr>
        <w:t>نيست نابود كرے يہ كبھى اپناكينہ وعناد ختم نہي</w:t>
      </w:r>
      <w:r w:rsidR="00B365A1">
        <w:rPr>
          <w:rtl/>
        </w:rPr>
        <w:t xml:space="preserve">ں </w:t>
      </w:r>
      <w:r>
        <w:rPr>
          <w:rtl/>
        </w:rPr>
        <w:t>كري</w:t>
      </w:r>
      <w:r w:rsidR="00B365A1">
        <w:rPr>
          <w:rtl/>
        </w:rPr>
        <w:t xml:space="preserve">ں </w:t>
      </w:r>
      <w:r>
        <w:rPr>
          <w:rtl/>
        </w:rPr>
        <w:t>گے كياہم روميو</w:t>
      </w:r>
      <w:r w:rsidR="00B365A1">
        <w:rPr>
          <w:rtl/>
        </w:rPr>
        <w:t xml:space="preserve">ں </w:t>
      </w:r>
      <w:r>
        <w:rPr>
          <w:rtl/>
        </w:rPr>
        <w:t>سے بہتر نھي</w:t>
      </w:r>
      <w:r w:rsidR="00B365A1">
        <w:rPr>
          <w:rtl/>
        </w:rPr>
        <w:t xml:space="preserve">ں </w:t>
      </w:r>
      <w:r>
        <w:rPr>
          <w:rtl/>
        </w:rPr>
        <w:t>ہي</w:t>
      </w:r>
      <w:r w:rsidR="00B365A1">
        <w:rPr>
          <w:rtl/>
        </w:rPr>
        <w:t xml:space="preserve">ں </w:t>
      </w:r>
      <w:r>
        <w:rPr>
          <w:rtl/>
        </w:rPr>
        <w:t xml:space="preserve">؟ </w:t>
      </w:r>
      <w:r w:rsidRPr="00C00E6D">
        <w:rPr>
          <w:rStyle w:val="libFootnotenumChar"/>
          <w:rtl/>
        </w:rPr>
        <w:t>(35)</w:t>
      </w:r>
      <w:r>
        <w:rPr>
          <w:rtl/>
        </w:rPr>
        <w:t xml:space="preserve"> </w:t>
      </w:r>
    </w:p>
    <w:p w:rsidR="00376422" w:rsidRDefault="00376422" w:rsidP="00E67399">
      <w:pPr>
        <w:pStyle w:val="libNormal"/>
        <w:rPr>
          <w:rtl/>
        </w:rPr>
      </w:pPr>
      <w:r>
        <w:rPr>
          <w:rtl/>
        </w:rPr>
        <w:t>ايك دوسرى روايت مي</w:t>
      </w:r>
      <w:r w:rsidR="00B365A1">
        <w:rPr>
          <w:rtl/>
        </w:rPr>
        <w:t xml:space="preserve">ں </w:t>
      </w:r>
      <w:r>
        <w:rPr>
          <w:rtl/>
        </w:rPr>
        <w:t>يو</w:t>
      </w:r>
      <w:r w:rsidR="00B365A1">
        <w:rPr>
          <w:rtl/>
        </w:rPr>
        <w:t xml:space="preserve">ں </w:t>
      </w:r>
      <w:r>
        <w:rPr>
          <w:rtl/>
        </w:rPr>
        <w:t>منقول ہے كہ جب رومى ،مسلمانو</w:t>
      </w:r>
      <w:r w:rsidR="00B365A1">
        <w:rPr>
          <w:rtl/>
        </w:rPr>
        <w:t xml:space="preserve">ں </w:t>
      </w:r>
      <w:r>
        <w:rPr>
          <w:rtl/>
        </w:rPr>
        <w:t>كو پيچھے ہٹنے پر مجبور كرتے تھے تو ابو سفيان كہتا تھا شاباش روميو</w:t>
      </w:r>
      <w:r w:rsidR="00B365A1">
        <w:rPr>
          <w:rtl/>
        </w:rPr>
        <w:t xml:space="preserve">ں </w:t>
      </w:r>
      <w:r>
        <w:rPr>
          <w:rtl/>
        </w:rPr>
        <w:t>،ليكن جب مسلمان غالب اتے تھے توابوسفيان كہتا تھا ،ہائے بلند مرتبہ رومى ،اب بادشاہو</w:t>
      </w:r>
      <w:r w:rsidR="00B365A1">
        <w:rPr>
          <w:rtl/>
        </w:rPr>
        <w:t xml:space="preserve">ں </w:t>
      </w:r>
      <w:r>
        <w:rPr>
          <w:rtl/>
        </w:rPr>
        <w:t>كاذكر بھى باقى نہي</w:t>
      </w:r>
      <w:r w:rsidR="00B365A1">
        <w:rPr>
          <w:rtl/>
        </w:rPr>
        <w:t xml:space="preserve">ں </w:t>
      </w:r>
      <w:r>
        <w:rPr>
          <w:rtl/>
        </w:rPr>
        <w:t xml:space="preserve">رہے گا _ </w:t>
      </w:r>
    </w:p>
    <w:p w:rsidR="00376422" w:rsidRDefault="00376422" w:rsidP="00E67399">
      <w:pPr>
        <w:pStyle w:val="libNormal"/>
        <w:rPr>
          <w:rtl/>
        </w:rPr>
      </w:pPr>
      <w:r>
        <w:rPr>
          <w:rtl/>
        </w:rPr>
        <w:t>جس وقت اسلامى مجاہدو</w:t>
      </w:r>
      <w:r w:rsidR="00B365A1">
        <w:rPr>
          <w:rtl/>
        </w:rPr>
        <w:t xml:space="preserve">ں </w:t>
      </w:r>
      <w:r>
        <w:rPr>
          <w:rtl/>
        </w:rPr>
        <w:t>كو مكمل فتح حاصل ہو گئي تو مي</w:t>
      </w:r>
      <w:r w:rsidR="00B365A1">
        <w:rPr>
          <w:rtl/>
        </w:rPr>
        <w:t xml:space="preserve">ں </w:t>
      </w:r>
      <w:r>
        <w:rPr>
          <w:rtl/>
        </w:rPr>
        <w:t>نے اس داستان كو اپنے باپ سے بيان كيا ،انھو</w:t>
      </w:r>
      <w:r w:rsidR="00B365A1">
        <w:rPr>
          <w:rtl/>
        </w:rPr>
        <w:t xml:space="preserve">ں </w:t>
      </w:r>
      <w:r>
        <w:rPr>
          <w:rtl/>
        </w:rPr>
        <w:t>نے ميرا ہاتھ پكڑ كر مسلمانو</w:t>
      </w:r>
      <w:r w:rsidR="00B365A1">
        <w:rPr>
          <w:rtl/>
        </w:rPr>
        <w:t xml:space="preserve">ں </w:t>
      </w:r>
      <w:r>
        <w:rPr>
          <w:rtl/>
        </w:rPr>
        <w:t>كے مختلف گروہ كے درميان پھرايا _ہر گروہ كے سامنے پہنچ كر كہتے تھے كہ اے بيٹے _سارى بات ان لوگو</w:t>
      </w:r>
      <w:r w:rsidR="00B365A1">
        <w:rPr>
          <w:rtl/>
        </w:rPr>
        <w:t xml:space="preserve">ں </w:t>
      </w:r>
      <w:r>
        <w:rPr>
          <w:rtl/>
        </w:rPr>
        <w:t>سے بيان كرو_مي</w:t>
      </w:r>
      <w:r w:rsidR="00B365A1">
        <w:rPr>
          <w:rtl/>
        </w:rPr>
        <w:t xml:space="preserve">ں </w:t>
      </w:r>
      <w:r>
        <w:rPr>
          <w:rtl/>
        </w:rPr>
        <w:t xml:space="preserve">نے جو كچھ سناتھا ان سے بيان كر ديتا تھا _وہ سب لوگ ابوسفيان اور سرداران قريش كے نفاق اور دورنگى چال كو سنكر سخت تعجب كرتے تھے </w:t>
      </w:r>
      <w:r w:rsidRPr="00C00E6D">
        <w:rPr>
          <w:rStyle w:val="libFootnotenumChar"/>
          <w:rtl/>
        </w:rPr>
        <w:t>(36)</w:t>
      </w:r>
      <w:r>
        <w:rPr>
          <w:rtl/>
        </w:rPr>
        <w:t xml:space="preserve"> </w:t>
      </w:r>
    </w:p>
    <w:p w:rsidR="00376422" w:rsidRDefault="00376422" w:rsidP="00E67399">
      <w:pPr>
        <w:pStyle w:val="libNormal"/>
        <w:rPr>
          <w:rtl/>
        </w:rPr>
      </w:pPr>
    </w:p>
    <w:p w:rsidR="00376422" w:rsidRDefault="00376422" w:rsidP="00E67399">
      <w:pPr>
        <w:pStyle w:val="Heading2Center"/>
        <w:rPr>
          <w:rtl/>
        </w:rPr>
      </w:pPr>
      <w:bookmarkStart w:id="14" w:name="_Toc531605642"/>
      <w:r>
        <w:rPr>
          <w:rtl/>
        </w:rPr>
        <w:t>ابوسفيان عثمان كے زمانے مي</w:t>
      </w:r>
      <w:bookmarkEnd w:id="14"/>
    </w:p>
    <w:p w:rsidR="00376422" w:rsidRDefault="00376422" w:rsidP="00E67399">
      <w:pPr>
        <w:pStyle w:val="libNormal"/>
        <w:rPr>
          <w:rtl/>
        </w:rPr>
      </w:pPr>
      <w:r>
        <w:rPr>
          <w:rtl/>
        </w:rPr>
        <w:t>ايك زمانہ گذر گيا _ عمر قتل كئے گئے اور عثمان خليفہ ہو گئے ،ابو سفيان كو خليفہ سے رشتہ دارى كى بنا پر تازہ احترام حاصل ہو گيا ،اب گزشتہ تحقير كى حالت بدل گئي تھى ،اسى زمانہ مي</w:t>
      </w:r>
      <w:r w:rsidR="00B365A1">
        <w:rPr>
          <w:rtl/>
        </w:rPr>
        <w:t xml:space="preserve">ں </w:t>
      </w:r>
      <w:r>
        <w:rPr>
          <w:rtl/>
        </w:rPr>
        <w:t>ايك دن ابو سفيان عثمان كى مجلس مي</w:t>
      </w:r>
      <w:r w:rsidR="00B365A1">
        <w:rPr>
          <w:rtl/>
        </w:rPr>
        <w:t xml:space="preserve">ں </w:t>
      </w:r>
      <w:r>
        <w:rPr>
          <w:rtl/>
        </w:rPr>
        <w:t xml:space="preserve">وارد ہوا اور كہنے لگا _ </w:t>
      </w:r>
    </w:p>
    <w:p w:rsidR="00376422" w:rsidRDefault="00376422" w:rsidP="00E67399">
      <w:pPr>
        <w:pStyle w:val="libNormal"/>
        <w:rPr>
          <w:rtl/>
        </w:rPr>
      </w:pPr>
      <w:r>
        <w:rPr>
          <w:rtl/>
        </w:rPr>
        <w:t>اے فرزندان اميہ اب خلافت قبيلہء بنى عدى و تيم سے نكل كر تمھارے چنگل مي</w:t>
      </w:r>
      <w:r w:rsidR="00B365A1">
        <w:rPr>
          <w:rtl/>
        </w:rPr>
        <w:t xml:space="preserve">ں </w:t>
      </w:r>
      <w:r>
        <w:rPr>
          <w:rtl/>
        </w:rPr>
        <w:t>اگئي ہے جس طرح بچّے گيند سے كھيلتے ہي</w:t>
      </w:r>
      <w:r w:rsidR="00B365A1">
        <w:rPr>
          <w:rtl/>
        </w:rPr>
        <w:t xml:space="preserve">ں </w:t>
      </w:r>
      <w:r>
        <w:rPr>
          <w:rtl/>
        </w:rPr>
        <w:t xml:space="preserve">اسى طرح ا س كو اپنے درميان گھماتے رہو، خداكى قسم نہ بہشت ہے نہ دوزخ </w:t>
      </w:r>
      <w:r w:rsidRPr="00C00E6D">
        <w:rPr>
          <w:rStyle w:val="libFootnotenumChar"/>
          <w:rtl/>
        </w:rPr>
        <w:t>(37)</w:t>
      </w:r>
      <w:r>
        <w:rPr>
          <w:rtl/>
        </w:rPr>
        <w:t xml:space="preserve"> </w:t>
      </w:r>
    </w:p>
    <w:p w:rsidR="002C28AF" w:rsidRDefault="002C28AF" w:rsidP="00E67399">
      <w:pPr>
        <w:pStyle w:val="libLine"/>
        <w:rPr>
          <w:rtl/>
        </w:rPr>
      </w:pPr>
      <w:r>
        <w:rPr>
          <w:rFonts w:hint="cs"/>
          <w:rtl/>
        </w:rPr>
        <w:t>____________________</w:t>
      </w:r>
    </w:p>
    <w:p w:rsidR="00B441E9" w:rsidRDefault="00B441E9" w:rsidP="00E67399">
      <w:pPr>
        <w:pStyle w:val="libFootnote"/>
        <w:rPr>
          <w:rtl/>
        </w:rPr>
      </w:pPr>
      <w:r>
        <w:rPr>
          <w:rtl/>
        </w:rPr>
        <w:t xml:space="preserve">35_ طبرى ج4 ص 137 ، ابن اثير ج2 ص 282 ، اصابہ ج2 ص 172 ، تہذيب ابن عساكر ج5 ص 356 </w:t>
      </w:r>
    </w:p>
    <w:p w:rsidR="00B441E9" w:rsidRDefault="00B441E9" w:rsidP="00E67399">
      <w:pPr>
        <w:pStyle w:val="libFootnote"/>
        <w:rPr>
          <w:rtl/>
        </w:rPr>
      </w:pPr>
      <w:r>
        <w:rPr>
          <w:rtl/>
        </w:rPr>
        <w:t xml:space="preserve">36_ اغانى ج 6 ص 356 ، استيعاب ص 689 ، اسد الغابہ ج5 ص 216 </w:t>
      </w:r>
    </w:p>
    <w:p w:rsidR="00B441E9" w:rsidRDefault="00B441E9" w:rsidP="00E67399">
      <w:pPr>
        <w:pStyle w:val="libFootnote"/>
        <w:rPr>
          <w:rtl/>
        </w:rPr>
      </w:pPr>
      <w:r>
        <w:rPr>
          <w:rtl/>
        </w:rPr>
        <w:t xml:space="preserve">37_ اغانى ج 6 ص 356، استيعاب ص 690 </w:t>
      </w:r>
    </w:p>
    <w:p w:rsidR="002C28AF" w:rsidRDefault="002C28AF" w:rsidP="00E67399">
      <w:pPr>
        <w:pStyle w:val="libPoemTini"/>
        <w:rPr>
          <w:rtl/>
        </w:rPr>
      </w:pPr>
      <w:r>
        <w:rPr>
          <w:rtl/>
        </w:rPr>
        <w:br w:type="page"/>
      </w:r>
    </w:p>
    <w:p w:rsidR="00376422" w:rsidRDefault="00376422" w:rsidP="00E67399">
      <w:pPr>
        <w:pStyle w:val="libNormal"/>
        <w:rPr>
          <w:rtl/>
        </w:rPr>
      </w:pPr>
      <w:r>
        <w:rPr>
          <w:rtl/>
        </w:rPr>
        <w:lastRenderedPageBreak/>
        <w:t>ايك دوسرى روايت مي</w:t>
      </w:r>
      <w:r w:rsidR="00B365A1">
        <w:rPr>
          <w:rtl/>
        </w:rPr>
        <w:t xml:space="preserve">ں </w:t>
      </w:r>
      <w:r>
        <w:rPr>
          <w:rtl/>
        </w:rPr>
        <w:t>ہے كہ ابوسفيان نے كہا :اے بنى اميہ خلافت كو گيند كى طرح كھيلو اسكى قسم جسكى ابو سفيان كھاتا ہے ہمي</w:t>
      </w:r>
      <w:r w:rsidR="00B365A1">
        <w:rPr>
          <w:rtl/>
        </w:rPr>
        <w:t xml:space="preserve">ں </w:t>
      </w:r>
      <w:r>
        <w:rPr>
          <w:rtl/>
        </w:rPr>
        <w:t>عرصے سے يہ ارزو تھى كہ خلافت تمہارے قبضہ مي</w:t>
      </w:r>
      <w:r w:rsidR="00B365A1">
        <w:rPr>
          <w:rtl/>
        </w:rPr>
        <w:t xml:space="preserve">ں </w:t>
      </w:r>
      <w:r>
        <w:rPr>
          <w:rtl/>
        </w:rPr>
        <w:t>اجائے اب اسے وراثت كے طور پر اپنے فرزندو</w:t>
      </w:r>
      <w:r w:rsidR="00B365A1">
        <w:rPr>
          <w:rtl/>
        </w:rPr>
        <w:t xml:space="preserve">ں </w:t>
      </w:r>
      <w:r>
        <w:rPr>
          <w:rtl/>
        </w:rPr>
        <w:t xml:space="preserve">كو سونپے جانا، عثمان نے يہ بات سن كر ناپسنديدگى كا مظاہرہ كيا </w:t>
      </w:r>
      <w:r w:rsidRPr="00C00E6D">
        <w:rPr>
          <w:rStyle w:val="libFootnotenumChar"/>
          <w:rtl/>
        </w:rPr>
        <w:t>(38)</w:t>
      </w:r>
      <w:r>
        <w:rPr>
          <w:rtl/>
        </w:rPr>
        <w:t xml:space="preserve"> </w:t>
      </w:r>
    </w:p>
    <w:p w:rsidR="00376422" w:rsidRDefault="00376422" w:rsidP="00E67399">
      <w:pPr>
        <w:pStyle w:val="libNormal"/>
        <w:rPr>
          <w:rtl/>
        </w:rPr>
      </w:pPr>
      <w:r>
        <w:rPr>
          <w:rtl/>
        </w:rPr>
        <w:t>ايك دوسرى روايت مي</w:t>
      </w:r>
      <w:r w:rsidR="00B365A1">
        <w:rPr>
          <w:rtl/>
        </w:rPr>
        <w:t xml:space="preserve">ں </w:t>
      </w:r>
      <w:r>
        <w:rPr>
          <w:rtl/>
        </w:rPr>
        <w:t>ہے كہ جب ابو سفيان بوڑھاہو گيا اورانكھ بھى كھو بيٹھا تھا توايك دن عثمان كے پاس</w:t>
      </w:r>
      <w:r w:rsidR="00831D2C">
        <w:rPr>
          <w:rtl/>
        </w:rPr>
        <w:t xml:space="preserve"> آيا </w:t>
      </w:r>
      <w:r>
        <w:rPr>
          <w:rtl/>
        </w:rPr>
        <w:t xml:space="preserve"> اور بيٹھتے ہى كہنے لگا ،يہا</w:t>
      </w:r>
      <w:r w:rsidR="00B365A1">
        <w:rPr>
          <w:rtl/>
        </w:rPr>
        <w:t xml:space="preserve">ں </w:t>
      </w:r>
      <w:r>
        <w:rPr>
          <w:rtl/>
        </w:rPr>
        <w:t>كوئي غير شخص تو نہي</w:t>
      </w:r>
      <w:r w:rsidR="00B365A1">
        <w:rPr>
          <w:rtl/>
        </w:rPr>
        <w:t xml:space="preserve">ں </w:t>
      </w:r>
      <w:r>
        <w:rPr>
          <w:rtl/>
        </w:rPr>
        <w:t>ہے جو ميرى بات دوسرو</w:t>
      </w:r>
      <w:r w:rsidR="00B365A1">
        <w:rPr>
          <w:rtl/>
        </w:rPr>
        <w:t xml:space="preserve">ں </w:t>
      </w:r>
      <w:r>
        <w:rPr>
          <w:rtl/>
        </w:rPr>
        <w:t>تك پہنچا دے عثمان نے كہانہي</w:t>
      </w:r>
      <w:r w:rsidR="00B365A1">
        <w:rPr>
          <w:rtl/>
        </w:rPr>
        <w:t xml:space="preserve">ں </w:t>
      </w:r>
      <w:r>
        <w:rPr>
          <w:rtl/>
        </w:rPr>
        <w:t>،ابوسفيان نے كہا ،يہ خلافت كامعاملہ دنياوى معاملہ ہے اور يہ حكومت جاہلى عہدكى حكومت كى طرح ہے اس لئے تم ا س كے تمام عہدو</w:t>
      </w:r>
      <w:r w:rsidR="00B365A1">
        <w:rPr>
          <w:rtl/>
        </w:rPr>
        <w:t xml:space="preserve">ں </w:t>
      </w:r>
      <w:r>
        <w:rPr>
          <w:rtl/>
        </w:rPr>
        <w:t xml:space="preserve">كو بنى اميہ كے حوالے كرو </w:t>
      </w:r>
      <w:r w:rsidRPr="00C00E6D">
        <w:rPr>
          <w:rStyle w:val="libFootnotenumChar"/>
          <w:rtl/>
        </w:rPr>
        <w:t>(39)</w:t>
      </w:r>
      <w:r>
        <w:rPr>
          <w:rtl/>
        </w:rPr>
        <w:t xml:space="preserve"> </w:t>
      </w:r>
    </w:p>
    <w:p w:rsidR="00376422" w:rsidRDefault="00376422" w:rsidP="00E67399">
      <w:pPr>
        <w:pStyle w:val="libNormal"/>
        <w:rPr>
          <w:rtl/>
        </w:rPr>
      </w:pPr>
      <w:r>
        <w:rPr>
          <w:rtl/>
        </w:rPr>
        <w:t>انھي</w:t>
      </w:r>
      <w:r w:rsidR="00B365A1">
        <w:rPr>
          <w:rtl/>
        </w:rPr>
        <w:t>ں</w:t>
      </w:r>
      <w:r w:rsidR="00831D2C">
        <w:rPr>
          <w:rtl/>
        </w:rPr>
        <w:t xml:space="preserve"> آيا </w:t>
      </w:r>
      <w:r>
        <w:rPr>
          <w:rtl/>
        </w:rPr>
        <w:t>م مي</w:t>
      </w:r>
      <w:r w:rsidR="00B365A1">
        <w:rPr>
          <w:rtl/>
        </w:rPr>
        <w:t xml:space="preserve">ں </w:t>
      </w:r>
      <w:r>
        <w:rPr>
          <w:rtl/>
        </w:rPr>
        <w:t>وہ ايك دن شہيداسلام حضرت حمزہ كى قبر پر پہنچااور اس عظيم شہيد كى قبر پر ٹھوكر مار كر بولا، اے ابو عمارہ جس معاملہ مي</w:t>
      </w:r>
      <w:r w:rsidR="00B365A1">
        <w:rPr>
          <w:rtl/>
        </w:rPr>
        <w:t xml:space="preserve">ں </w:t>
      </w:r>
      <w:r>
        <w:rPr>
          <w:rtl/>
        </w:rPr>
        <w:t>كل ہم سے اور تم سے تلوار چلى تھى ، وہ اج ہمارے بچّو</w:t>
      </w:r>
      <w:r w:rsidR="00B365A1">
        <w:rPr>
          <w:rtl/>
        </w:rPr>
        <w:t xml:space="preserve">ں </w:t>
      </w:r>
      <w:r>
        <w:rPr>
          <w:rtl/>
        </w:rPr>
        <w:t>كے ہاتھ مي</w:t>
      </w:r>
      <w:r w:rsidR="00B365A1">
        <w:rPr>
          <w:rtl/>
        </w:rPr>
        <w:t xml:space="preserve">ں </w:t>
      </w:r>
      <w:r>
        <w:rPr>
          <w:rtl/>
        </w:rPr>
        <w:t>ہے وہ اسے گيند كى طرح كھيل رہے ہي</w:t>
      </w:r>
      <w:r w:rsidR="00B365A1">
        <w:rPr>
          <w:rtl/>
        </w:rPr>
        <w:t xml:space="preserve">ں </w:t>
      </w:r>
      <w:r w:rsidRPr="00C00E6D">
        <w:rPr>
          <w:rStyle w:val="libFootnotenumChar"/>
          <w:rtl/>
        </w:rPr>
        <w:t>(40)</w:t>
      </w:r>
      <w:r>
        <w:rPr>
          <w:rtl/>
        </w:rPr>
        <w:t xml:space="preserve"> </w:t>
      </w:r>
    </w:p>
    <w:p w:rsidR="00376422" w:rsidRDefault="00376422" w:rsidP="00E67399">
      <w:pPr>
        <w:pStyle w:val="libNormal"/>
        <w:rPr>
          <w:rtl/>
        </w:rPr>
      </w:pPr>
      <w:r>
        <w:rPr>
          <w:rtl/>
        </w:rPr>
        <w:t>ا س سے معلوم ہوتا ہے كہ عثمان كے خليفہ ہو جانے سے ابوسفيان كى ناپاك تمنّائي</w:t>
      </w:r>
      <w:r w:rsidR="00B365A1">
        <w:rPr>
          <w:rtl/>
        </w:rPr>
        <w:t xml:space="preserve">ں </w:t>
      </w:r>
      <w:r>
        <w:rPr>
          <w:rtl/>
        </w:rPr>
        <w:t>پورى ہو گئي</w:t>
      </w:r>
      <w:r w:rsidR="00B365A1">
        <w:rPr>
          <w:rtl/>
        </w:rPr>
        <w:t xml:space="preserve">ں </w:t>
      </w:r>
      <w:r>
        <w:rPr>
          <w:rtl/>
        </w:rPr>
        <w:t>جس ارزو كے لئے بڑے بڑے سرداران قريش قتل كئے گئے تھے ليكن مسلمانو</w:t>
      </w:r>
      <w:r w:rsidR="00B365A1">
        <w:rPr>
          <w:rtl/>
        </w:rPr>
        <w:t xml:space="preserve">ں </w:t>
      </w:r>
      <w:r>
        <w:rPr>
          <w:rtl/>
        </w:rPr>
        <w:t>كى استقامت سے وہ ارزوپورى نہي</w:t>
      </w:r>
      <w:r w:rsidR="00B365A1">
        <w:rPr>
          <w:rtl/>
        </w:rPr>
        <w:t xml:space="preserve">ں </w:t>
      </w:r>
      <w:r>
        <w:rPr>
          <w:rtl/>
        </w:rPr>
        <w:t>ہوئي تھى ا ب خلا فت عثمان مي</w:t>
      </w:r>
      <w:r w:rsidR="00B365A1">
        <w:rPr>
          <w:rtl/>
        </w:rPr>
        <w:t xml:space="preserve">ں </w:t>
      </w:r>
      <w:r>
        <w:rPr>
          <w:rtl/>
        </w:rPr>
        <w:t>وہ تمام ارزوئي</w:t>
      </w:r>
      <w:r w:rsidR="00B365A1">
        <w:rPr>
          <w:rtl/>
        </w:rPr>
        <w:t xml:space="preserve">ں </w:t>
      </w:r>
      <w:r>
        <w:rPr>
          <w:rtl/>
        </w:rPr>
        <w:t>پورى كر دي</w:t>
      </w:r>
      <w:r w:rsidR="00B365A1">
        <w:rPr>
          <w:rtl/>
        </w:rPr>
        <w:t xml:space="preserve">ں </w:t>
      </w:r>
      <w:r>
        <w:rPr>
          <w:rtl/>
        </w:rPr>
        <w:t>ابو سفيان خلافت عثمان كے زمانہ مي</w:t>
      </w:r>
      <w:r w:rsidR="00B365A1">
        <w:rPr>
          <w:rtl/>
        </w:rPr>
        <w:t xml:space="preserve">ں </w:t>
      </w:r>
      <w:r>
        <w:rPr>
          <w:rtl/>
        </w:rPr>
        <w:t>31ھ يا32ھ يا34ھ مي</w:t>
      </w:r>
      <w:r w:rsidR="00B365A1">
        <w:rPr>
          <w:rtl/>
        </w:rPr>
        <w:t xml:space="preserve">ں </w:t>
      </w:r>
      <w:r>
        <w:rPr>
          <w:rtl/>
        </w:rPr>
        <w:t>مرگياليكن اسكى زوجہ (ھند) خلافت عمر ہى كے زمانہ مي</w:t>
      </w:r>
      <w:r w:rsidR="00B365A1">
        <w:rPr>
          <w:rtl/>
        </w:rPr>
        <w:t xml:space="preserve">ں </w:t>
      </w:r>
      <w:r>
        <w:rPr>
          <w:rtl/>
        </w:rPr>
        <w:t xml:space="preserve">مر چكى تھى </w:t>
      </w:r>
      <w:r w:rsidRPr="00C00E6D">
        <w:rPr>
          <w:rStyle w:val="libFootnotenumChar"/>
          <w:rtl/>
        </w:rPr>
        <w:t>(41)</w:t>
      </w:r>
      <w:r>
        <w:rPr>
          <w:rtl/>
        </w:rPr>
        <w:t xml:space="preserve"> </w:t>
      </w:r>
    </w:p>
    <w:p w:rsidR="002C28AF" w:rsidRDefault="002C28AF" w:rsidP="00E67399">
      <w:pPr>
        <w:pStyle w:val="libLine"/>
        <w:rPr>
          <w:rtl/>
        </w:rPr>
      </w:pPr>
      <w:r>
        <w:rPr>
          <w:rFonts w:hint="cs"/>
          <w:rtl/>
        </w:rPr>
        <w:t>____________________</w:t>
      </w:r>
    </w:p>
    <w:p w:rsidR="002D6447" w:rsidRDefault="002D6447" w:rsidP="00E67399">
      <w:pPr>
        <w:pStyle w:val="libFootnote"/>
        <w:rPr>
          <w:rtl/>
        </w:rPr>
      </w:pPr>
      <w:r>
        <w:rPr>
          <w:rtl/>
        </w:rPr>
        <w:t xml:space="preserve">38_ مروج الذھب ج 5 ص 166 </w:t>
      </w:r>
    </w:p>
    <w:p w:rsidR="002D6447" w:rsidRDefault="002D6447" w:rsidP="00E67399">
      <w:pPr>
        <w:pStyle w:val="libFootnote"/>
        <w:rPr>
          <w:rtl/>
        </w:rPr>
      </w:pPr>
      <w:r>
        <w:rPr>
          <w:rtl/>
        </w:rPr>
        <w:t xml:space="preserve">39_ اغانى ج 6 ص 355 اگر خلافت عثمان كا گہرائي سے مطالعہ كيا جائے تو معلوم ہو سكتا ہے كہ ابو سفيان كا منحوس مشورہ سر بسر بنى اميہ كے ہاتھوں پورا ہوا معاويہ كے ہاتھ ميں يہ موروثى حكومت ائي اور عثمان كے دور ميں سارى سلطنت اسلامى پر امويوں كى حكمرانى تھي_ </w:t>
      </w:r>
    </w:p>
    <w:p w:rsidR="002D6447" w:rsidRDefault="002D6447" w:rsidP="00E67399">
      <w:pPr>
        <w:pStyle w:val="libFootnote"/>
        <w:rPr>
          <w:rtl/>
        </w:rPr>
      </w:pPr>
      <w:r>
        <w:rPr>
          <w:rtl/>
        </w:rPr>
        <w:t xml:space="preserve">40_شرح نہج البلاغہ ج2 ص 102 </w:t>
      </w:r>
    </w:p>
    <w:p w:rsidR="002D6447" w:rsidRDefault="002D6447" w:rsidP="00E67399">
      <w:pPr>
        <w:pStyle w:val="libFootnote"/>
        <w:rPr>
          <w:rtl/>
        </w:rPr>
      </w:pPr>
      <w:r>
        <w:rPr>
          <w:rtl/>
        </w:rPr>
        <w:t xml:space="preserve">41_ اسد الغابہ ص 563 </w:t>
      </w:r>
    </w:p>
    <w:p w:rsidR="006620E9" w:rsidRDefault="006620E9"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15" w:name="_Toc531605643"/>
      <w:r>
        <w:rPr>
          <w:rtl/>
        </w:rPr>
        <w:t>( فصل دوم)</w:t>
      </w:r>
      <w:bookmarkEnd w:id="15"/>
    </w:p>
    <w:p w:rsidR="00376422" w:rsidRDefault="00376422" w:rsidP="00E67399">
      <w:pPr>
        <w:pStyle w:val="Heading2Center"/>
        <w:rPr>
          <w:rtl/>
        </w:rPr>
      </w:pPr>
      <w:bookmarkStart w:id="16" w:name="_Toc531605644"/>
      <w:r>
        <w:rPr>
          <w:rtl/>
        </w:rPr>
        <w:t>معاويہ رسول اسلام(ص) كے زمانے مي</w:t>
      </w:r>
      <w:r w:rsidR="00B365A1">
        <w:rPr>
          <w:rtl/>
        </w:rPr>
        <w:t>ں</w:t>
      </w:r>
      <w:bookmarkEnd w:id="16"/>
      <w:r w:rsidR="00B365A1">
        <w:rPr>
          <w:rtl/>
        </w:rPr>
        <w:t xml:space="preserve"> </w:t>
      </w:r>
    </w:p>
    <w:p w:rsidR="00376422" w:rsidRDefault="00376422" w:rsidP="00E67399">
      <w:pPr>
        <w:pStyle w:val="libNormal"/>
        <w:rPr>
          <w:rtl/>
        </w:rPr>
      </w:pPr>
      <w:r>
        <w:rPr>
          <w:rtl/>
        </w:rPr>
        <w:t>معاويہ نے كفر واسلام كے درميان ٹكراو مي</w:t>
      </w:r>
      <w:r w:rsidR="00B365A1">
        <w:rPr>
          <w:rtl/>
        </w:rPr>
        <w:t xml:space="preserve">ں </w:t>
      </w:r>
      <w:r>
        <w:rPr>
          <w:rtl/>
        </w:rPr>
        <w:t>كليدى كردار اداكيا اور ايك لمحے كے لئے بھى سرداران كفّار سے دورى اختيار نہي</w:t>
      </w:r>
      <w:r w:rsidR="00B365A1">
        <w:rPr>
          <w:rtl/>
        </w:rPr>
        <w:t xml:space="preserve">ں </w:t>
      </w:r>
      <w:r>
        <w:rPr>
          <w:rtl/>
        </w:rPr>
        <w:t>كى ،يہا</w:t>
      </w:r>
      <w:r w:rsidR="00B365A1">
        <w:rPr>
          <w:rtl/>
        </w:rPr>
        <w:t xml:space="preserve">ں </w:t>
      </w:r>
      <w:r>
        <w:rPr>
          <w:rtl/>
        </w:rPr>
        <w:t>تك كہ اس دن بھى جب اسكے باپ (ابوسفيان) نے ظاہرى اسلام قبول كيا تب ا س نے مذمت اميز اشعار مي</w:t>
      </w:r>
      <w:r w:rsidR="00B365A1">
        <w:rPr>
          <w:rtl/>
        </w:rPr>
        <w:t xml:space="preserve">ں </w:t>
      </w:r>
      <w:r>
        <w:rPr>
          <w:rtl/>
        </w:rPr>
        <w:t xml:space="preserve">اسكو مخاطب كيا </w:t>
      </w:r>
    </w:p>
    <w:p w:rsidR="00376422" w:rsidRDefault="00376422" w:rsidP="00E67399">
      <w:pPr>
        <w:pStyle w:val="libNormal"/>
        <w:rPr>
          <w:rtl/>
        </w:rPr>
      </w:pPr>
      <w:r>
        <w:rPr>
          <w:rtl/>
        </w:rPr>
        <w:t xml:space="preserve">اے صحر _اسلام قبول مت كرناكيونكہ ہم لوگ رسوائي اور ذلت سے دوچار ہو جائينگے _ </w:t>
      </w:r>
    </w:p>
    <w:p w:rsidR="00376422" w:rsidRDefault="00376422" w:rsidP="00E67399">
      <w:pPr>
        <w:pStyle w:val="libNormal"/>
        <w:rPr>
          <w:rtl/>
        </w:rPr>
      </w:pPr>
      <w:r>
        <w:rPr>
          <w:rtl/>
        </w:rPr>
        <w:t>حالانكہ ہمارے رشتہ دار جنگ بدر مي</w:t>
      </w:r>
      <w:r w:rsidR="00B365A1">
        <w:rPr>
          <w:rtl/>
        </w:rPr>
        <w:t xml:space="preserve">ں </w:t>
      </w:r>
      <w:r>
        <w:rPr>
          <w:rtl/>
        </w:rPr>
        <w:t xml:space="preserve">ٹكڑے ٹكڑے ہو گئے _ </w:t>
      </w:r>
    </w:p>
    <w:p w:rsidR="00376422" w:rsidRDefault="00376422" w:rsidP="00E67399">
      <w:pPr>
        <w:pStyle w:val="libNormal"/>
        <w:rPr>
          <w:rtl/>
        </w:rPr>
      </w:pPr>
      <w:r>
        <w:rPr>
          <w:rtl/>
        </w:rPr>
        <w:t>ہمارے مامو</w:t>
      </w:r>
      <w:r w:rsidR="00B365A1">
        <w:rPr>
          <w:rtl/>
        </w:rPr>
        <w:t xml:space="preserve">ں </w:t>
      </w:r>
      <w:r>
        <w:rPr>
          <w:rtl/>
        </w:rPr>
        <w:t>چچا اور بھائي تينو</w:t>
      </w:r>
      <w:r w:rsidR="00B365A1">
        <w:rPr>
          <w:rtl/>
        </w:rPr>
        <w:t xml:space="preserve">ں </w:t>
      </w:r>
      <w:r>
        <w:rPr>
          <w:rtl/>
        </w:rPr>
        <w:t>مارے گئے ،اپنے بھائي حنظلہ كى موت پر تو ہمارى راتو</w:t>
      </w:r>
      <w:r w:rsidR="00B365A1">
        <w:rPr>
          <w:rtl/>
        </w:rPr>
        <w:t xml:space="preserve">ں </w:t>
      </w:r>
      <w:r>
        <w:rPr>
          <w:rtl/>
        </w:rPr>
        <w:t xml:space="preserve">كى نينداچاٹ ہو گئي _ </w:t>
      </w:r>
    </w:p>
    <w:p w:rsidR="00376422" w:rsidRDefault="00376422" w:rsidP="00E67399">
      <w:pPr>
        <w:pStyle w:val="libNormal"/>
        <w:rPr>
          <w:rtl/>
        </w:rPr>
      </w:pPr>
      <w:r>
        <w:rPr>
          <w:rtl/>
        </w:rPr>
        <w:t xml:space="preserve">ايك لمحے كے لئے بھى اسلام كو قبول نہ كرناكيونكہ ہم ذليل ہو جائينگے </w:t>
      </w:r>
    </w:p>
    <w:p w:rsidR="00376422" w:rsidRDefault="00376422" w:rsidP="00E67399">
      <w:pPr>
        <w:pStyle w:val="libNormal"/>
        <w:rPr>
          <w:rtl/>
        </w:rPr>
      </w:pPr>
      <w:r>
        <w:rPr>
          <w:rtl/>
        </w:rPr>
        <w:t>ا ن اونٹو</w:t>
      </w:r>
      <w:r w:rsidR="00B365A1">
        <w:rPr>
          <w:rtl/>
        </w:rPr>
        <w:t xml:space="preserve">ں </w:t>
      </w:r>
      <w:r>
        <w:rPr>
          <w:rtl/>
        </w:rPr>
        <w:t>كى قسم جو راہ مكہ مي</w:t>
      </w:r>
      <w:r w:rsidR="00B365A1">
        <w:rPr>
          <w:rtl/>
        </w:rPr>
        <w:t xml:space="preserve">ں </w:t>
      </w:r>
      <w:r>
        <w:rPr>
          <w:rtl/>
        </w:rPr>
        <w:t>روا</w:t>
      </w:r>
      <w:r w:rsidR="00B365A1">
        <w:rPr>
          <w:rtl/>
        </w:rPr>
        <w:t xml:space="preserve">ں </w:t>
      </w:r>
      <w:r>
        <w:rPr>
          <w:rtl/>
        </w:rPr>
        <w:t>دوا</w:t>
      </w:r>
      <w:r w:rsidR="00B365A1">
        <w:rPr>
          <w:rtl/>
        </w:rPr>
        <w:t xml:space="preserve">ں </w:t>
      </w:r>
      <w:r>
        <w:rPr>
          <w:rtl/>
        </w:rPr>
        <w:t xml:space="preserve">ہے </w:t>
      </w:r>
    </w:p>
    <w:p w:rsidR="00376422" w:rsidRDefault="00376422" w:rsidP="00E67399">
      <w:pPr>
        <w:pStyle w:val="libNormal"/>
        <w:rPr>
          <w:rtl/>
        </w:rPr>
      </w:pPr>
      <w:r>
        <w:rPr>
          <w:rtl/>
        </w:rPr>
        <w:t>موت اسان ہے دشمنو</w:t>
      </w:r>
      <w:r w:rsidR="00B365A1">
        <w:rPr>
          <w:rtl/>
        </w:rPr>
        <w:t xml:space="preserve">ں </w:t>
      </w:r>
      <w:r>
        <w:rPr>
          <w:rtl/>
        </w:rPr>
        <w:t xml:space="preserve">كى ملامت سے </w:t>
      </w:r>
    </w:p>
    <w:p w:rsidR="00376422" w:rsidRDefault="00376422" w:rsidP="00E67399">
      <w:pPr>
        <w:pStyle w:val="libNormal"/>
        <w:rPr>
          <w:rtl/>
        </w:rPr>
      </w:pPr>
      <w:r>
        <w:rPr>
          <w:rtl/>
        </w:rPr>
        <w:t>جويہ كہي</w:t>
      </w:r>
      <w:r w:rsidR="00B365A1">
        <w:rPr>
          <w:rtl/>
        </w:rPr>
        <w:t xml:space="preserve">ں </w:t>
      </w:r>
      <w:r>
        <w:rPr>
          <w:rtl/>
        </w:rPr>
        <w:t xml:space="preserve">كہ حرب كے بيٹے ابوسفيان نے خوف ووحشت سے عزى بت سے منھ موڑ لياہے </w:t>
      </w:r>
      <w:r w:rsidRPr="00C00E6D">
        <w:rPr>
          <w:rStyle w:val="libFootnotenumChar"/>
          <w:rtl/>
        </w:rPr>
        <w:t>(42)</w:t>
      </w:r>
      <w:r>
        <w:rPr>
          <w:rtl/>
        </w:rPr>
        <w:t xml:space="preserve"> </w:t>
      </w:r>
    </w:p>
    <w:p w:rsidR="00376422" w:rsidRDefault="00376422" w:rsidP="00E67399">
      <w:pPr>
        <w:pStyle w:val="libNormal"/>
        <w:rPr>
          <w:rtl/>
        </w:rPr>
      </w:pPr>
      <w:r>
        <w:rPr>
          <w:rtl/>
        </w:rPr>
        <w:t>معاويہ فتح مكہ كے بعد اپنے تمام لوگو</w:t>
      </w:r>
      <w:r w:rsidR="00B365A1">
        <w:rPr>
          <w:rtl/>
        </w:rPr>
        <w:t xml:space="preserve">ں </w:t>
      </w:r>
      <w:r>
        <w:rPr>
          <w:rtl/>
        </w:rPr>
        <w:t>كے ساتھ جنھو</w:t>
      </w:r>
      <w:r w:rsidR="00B365A1">
        <w:rPr>
          <w:rtl/>
        </w:rPr>
        <w:t xml:space="preserve">ں </w:t>
      </w:r>
      <w:r>
        <w:rPr>
          <w:rtl/>
        </w:rPr>
        <w:t>نے بظاہر اسلام قبول كيا تھا مولفة القلوب كے حصہ مي</w:t>
      </w:r>
      <w:r w:rsidR="00B365A1">
        <w:rPr>
          <w:rtl/>
        </w:rPr>
        <w:t xml:space="preserve">ں </w:t>
      </w:r>
      <w:r>
        <w:rPr>
          <w:rtl/>
        </w:rPr>
        <w:t>جنگ حنين كے مال غنيمت سے _100 _اونٹ اور كافى مقدار مي</w:t>
      </w:r>
      <w:r w:rsidR="00B365A1">
        <w:rPr>
          <w:rtl/>
        </w:rPr>
        <w:t xml:space="preserve">ں </w:t>
      </w:r>
      <w:r>
        <w:rPr>
          <w:rtl/>
        </w:rPr>
        <w:t>چاندى حاصل كى تھى اسى سال كے اواخر مي</w:t>
      </w:r>
      <w:r w:rsidR="00B365A1">
        <w:rPr>
          <w:rtl/>
        </w:rPr>
        <w:t xml:space="preserve">ں </w:t>
      </w:r>
      <w:r>
        <w:rPr>
          <w:rtl/>
        </w:rPr>
        <w:t>پيغمبر اسلام(ص) نے اپنى اعلى ظرفى كامظاہر ہ كركے اسے كاتبو</w:t>
      </w:r>
      <w:r w:rsidR="00B365A1">
        <w:rPr>
          <w:rtl/>
        </w:rPr>
        <w:t xml:space="preserve">ں </w:t>
      </w:r>
      <w:r>
        <w:rPr>
          <w:rtl/>
        </w:rPr>
        <w:t>كى فہرست مي</w:t>
      </w:r>
      <w:r w:rsidR="00B365A1">
        <w:rPr>
          <w:rtl/>
        </w:rPr>
        <w:t xml:space="preserve">ں </w:t>
      </w:r>
      <w:r>
        <w:rPr>
          <w:rtl/>
        </w:rPr>
        <w:t xml:space="preserve">شامل كر ديا </w:t>
      </w:r>
      <w:r w:rsidRPr="00C00E6D">
        <w:rPr>
          <w:rStyle w:val="libFootnotenumChar"/>
          <w:rtl/>
        </w:rPr>
        <w:t>(43)</w:t>
      </w:r>
      <w:r>
        <w:rPr>
          <w:rtl/>
        </w:rPr>
        <w:t xml:space="preserve"> </w:t>
      </w:r>
    </w:p>
    <w:p w:rsidR="00376422" w:rsidRDefault="00376422" w:rsidP="00E67399">
      <w:pPr>
        <w:pStyle w:val="libNormal"/>
        <w:rPr>
          <w:rtl/>
        </w:rPr>
      </w:pPr>
      <w:r>
        <w:rPr>
          <w:rtl/>
        </w:rPr>
        <w:t>ايك دن اسى كتابت كى غرض سے عباس كو بلانے كے لئے بھيجا اور حكم دياكہ رسول(ص) اكرم تمھي</w:t>
      </w:r>
      <w:r w:rsidR="00B365A1">
        <w:rPr>
          <w:rtl/>
        </w:rPr>
        <w:t xml:space="preserve">ں </w:t>
      </w:r>
      <w:r>
        <w:rPr>
          <w:rtl/>
        </w:rPr>
        <w:t>خط لكھنے كے لئے بلا رہے ہي</w:t>
      </w:r>
      <w:r w:rsidR="00B365A1">
        <w:rPr>
          <w:rtl/>
        </w:rPr>
        <w:t xml:space="preserve">ں </w:t>
      </w:r>
      <w:r>
        <w:rPr>
          <w:rtl/>
        </w:rPr>
        <w:t xml:space="preserve">،عباس نے د يكھا كہ كھاناكھا رہاہے تو واپس جاكر رسول(ص) خداكو اگاہ كر ديا دوسرى مرتبہ رسول (ص) خدانے </w:t>
      </w:r>
    </w:p>
    <w:p w:rsidR="00B365A1" w:rsidRDefault="00B365A1" w:rsidP="00E67399">
      <w:pPr>
        <w:pStyle w:val="libLine"/>
        <w:rPr>
          <w:rtl/>
        </w:rPr>
      </w:pPr>
      <w:r>
        <w:rPr>
          <w:rFonts w:hint="cs"/>
          <w:rtl/>
        </w:rPr>
        <w:t>____________________</w:t>
      </w:r>
    </w:p>
    <w:p w:rsidR="002D6447" w:rsidRDefault="002D6447" w:rsidP="00E67399">
      <w:pPr>
        <w:pStyle w:val="libFootnote"/>
        <w:rPr>
          <w:rtl/>
        </w:rPr>
      </w:pPr>
      <w:r>
        <w:rPr>
          <w:rtl/>
        </w:rPr>
        <w:t xml:space="preserve">42_ شرح نہج البلاغہ ج2 ص 102 ، تذكرة الخواص ص 115 ، جميرة الخطب ج2 ص 12 </w:t>
      </w:r>
    </w:p>
    <w:p w:rsidR="002D6447" w:rsidRDefault="002D6447" w:rsidP="00E67399">
      <w:pPr>
        <w:pStyle w:val="libFootnote"/>
        <w:rPr>
          <w:rtl/>
        </w:rPr>
      </w:pPr>
      <w:r>
        <w:rPr>
          <w:rtl/>
        </w:rPr>
        <w:t xml:space="preserve">43_ تنبيہ الاشراف ص 283 </w:t>
      </w:r>
    </w:p>
    <w:p w:rsidR="00B365A1" w:rsidRDefault="00B365A1" w:rsidP="00E67399">
      <w:pPr>
        <w:pStyle w:val="libPoemTini"/>
        <w:rPr>
          <w:rtl/>
        </w:rPr>
      </w:pPr>
      <w:r>
        <w:rPr>
          <w:rtl/>
        </w:rPr>
        <w:br w:type="page"/>
      </w:r>
    </w:p>
    <w:p w:rsidR="00376422" w:rsidRDefault="00376422" w:rsidP="00E67399">
      <w:pPr>
        <w:pStyle w:val="libNormal"/>
        <w:rPr>
          <w:rtl/>
        </w:rPr>
      </w:pPr>
      <w:r>
        <w:rPr>
          <w:rtl/>
        </w:rPr>
        <w:lastRenderedPageBreak/>
        <w:t>عباس كے فرزند كو بلانے كے لئے بھيجا ا س مرتبہ بھى وہ كھاناكھانے كى وجہ سے نہي</w:t>
      </w:r>
      <w:r w:rsidR="00B365A1">
        <w:rPr>
          <w:rtl/>
        </w:rPr>
        <w:t>ں</w:t>
      </w:r>
      <w:r w:rsidR="00831D2C">
        <w:rPr>
          <w:rtl/>
        </w:rPr>
        <w:t xml:space="preserve"> آيا </w:t>
      </w:r>
      <w:r>
        <w:rPr>
          <w:rtl/>
        </w:rPr>
        <w:t>،اپ نے تيسرى مرتبہ بھيجاليكن معاويہ مسلسل كھاناكھاتے جارہاتھا تيسرى بار بھى ابن عباس نے جب كھانے كى وجہ سے حكم رسول(ص) كو نظر انداز كرتے ديكھا تو ابن عباس كابيان ہے كہ رسول(ص) اسلام نے ا س پر لعنت فرمائي _ اور فرمايا :مي</w:t>
      </w:r>
      <w:r w:rsidR="00B365A1">
        <w:rPr>
          <w:rtl/>
        </w:rPr>
        <w:t xml:space="preserve">ں </w:t>
      </w:r>
      <w:r>
        <w:rPr>
          <w:rtl/>
        </w:rPr>
        <w:t>اميدوار ہو</w:t>
      </w:r>
      <w:r w:rsidR="00B365A1">
        <w:rPr>
          <w:rtl/>
        </w:rPr>
        <w:t xml:space="preserve">ں </w:t>
      </w:r>
      <w:r>
        <w:rPr>
          <w:rtl/>
        </w:rPr>
        <w:t xml:space="preserve">كہ اللہ اسكا كبھى پيٹ نہ بھرے </w:t>
      </w:r>
      <w:r w:rsidRPr="00C00E6D">
        <w:rPr>
          <w:rStyle w:val="libFootnotenumChar"/>
          <w:rtl/>
        </w:rPr>
        <w:t>(44)</w:t>
      </w:r>
      <w:r>
        <w:rPr>
          <w:rtl/>
        </w:rPr>
        <w:t xml:space="preserve"> </w:t>
      </w:r>
    </w:p>
    <w:p w:rsidR="00376422" w:rsidRDefault="00376422" w:rsidP="00E67399">
      <w:pPr>
        <w:pStyle w:val="libNormal"/>
        <w:rPr>
          <w:rtl/>
        </w:rPr>
      </w:pPr>
      <w:r>
        <w:rPr>
          <w:rtl/>
        </w:rPr>
        <w:t>ا س كے بعد تو معاويہ اكثر كہتا تھا كہ دعائے رسول (ص) نے مجھے اپنى گرفت مي</w:t>
      </w:r>
      <w:r w:rsidR="00B365A1">
        <w:rPr>
          <w:rtl/>
        </w:rPr>
        <w:t xml:space="preserve">ں </w:t>
      </w:r>
      <w:r>
        <w:rPr>
          <w:rtl/>
        </w:rPr>
        <w:t>لے لياہے اور ميرے حق مي</w:t>
      </w:r>
      <w:r w:rsidR="00B365A1">
        <w:rPr>
          <w:rtl/>
        </w:rPr>
        <w:t xml:space="preserve">ں </w:t>
      </w:r>
      <w:r>
        <w:rPr>
          <w:rtl/>
        </w:rPr>
        <w:t>لعنت قبول ہو گئي، ا س لئے وہ روزانہ متعدد بار كھاناكھاتا تھا اور بہت زيادہ مقدار مي</w:t>
      </w:r>
      <w:r w:rsidR="00B365A1">
        <w:rPr>
          <w:rtl/>
        </w:rPr>
        <w:t xml:space="preserve">ں </w:t>
      </w:r>
      <w:r>
        <w:rPr>
          <w:rtl/>
        </w:rPr>
        <w:t>كھاناكھاتا تھا پھربھى وہ بھوكھاہى رہ جاتاتھا ،يہا</w:t>
      </w:r>
      <w:r w:rsidR="00B365A1">
        <w:rPr>
          <w:rtl/>
        </w:rPr>
        <w:t xml:space="preserve">ں </w:t>
      </w:r>
      <w:r>
        <w:rPr>
          <w:rtl/>
        </w:rPr>
        <w:t xml:space="preserve">تك كہ معاويہ كى پر خورى ضرب المثل بن گئي تھى ،جوشخص بھى زيادہ كھاناكھاتاتھا تو لوگ اسے كہتے تھے كان فى احشائہ معاويہ ا س كاپيٹ تو معاويہ كاخندق ہو گيا ہے _ </w:t>
      </w:r>
    </w:p>
    <w:p w:rsidR="00376422" w:rsidRDefault="00376422" w:rsidP="00E67399">
      <w:pPr>
        <w:pStyle w:val="libNormal"/>
        <w:rPr>
          <w:rtl/>
        </w:rPr>
      </w:pPr>
      <w:r>
        <w:rPr>
          <w:rtl/>
        </w:rPr>
        <w:t>اس مسئلہ سے صرف نظر كرتے ہوئے كہ كاتب رسول (ص) ہونے كااكثر نے انكار كياہو، معاويہ سابق قريش مكہ كارئيس تھا ،ابوسفيان كى بيوى سے سيادت ختم ہو گئي تھى وہ اسلامى معاشرے مي</w:t>
      </w:r>
      <w:r w:rsidR="00B365A1">
        <w:rPr>
          <w:rtl/>
        </w:rPr>
        <w:t xml:space="preserve">ں </w:t>
      </w:r>
      <w:r>
        <w:rPr>
          <w:rtl/>
        </w:rPr>
        <w:t>كوئي وقعت نہي</w:t>
      </w:r>
      <w:r w:rsidR="00B365A1">
        <w:rPr>
          <w:rtl/>
        </w:rPr>
        <w:t xml:space="preserve">ں </w:t>
      </w:r>
      <w:r>
        <w:rPr>
          <w:rtl/>
        </w:rPr>
        <w:t>ركھتا تھا اور نہ كوئي اسكى طرف توجہ ديتاتھا،كيونكہ اولاً عوامل احترام جيسے علم وتقوى سے وہ خالى تھااور دوسرے مادى اور مالى لحاظ سے بھى وہ تہى دست تھاجولوگو</w:t>
      </w:r>
      <w:r w:rsidR="00B365A1">
        <w:rPr>
          <w:rtl/>
        </w:rPr>
        <w:t xml:space="preserve">ں </w:t>
      </w:r>
      <w:r>
        <w:rPr>
          <w:rtl/>
        </w:rPr>
        <w:t>كى انكھي</w:t>
      </w:r>
      <w:r w:rsidR="00B365A1">
        <w:rPr>
          <w:rtl/>
        </w:rPr>
        <w:t xml:space="preserve">ں </w:t>
      </w:r>
      <w:r>
        <w:rPr>
          <w:rtl/>
        </w:rPr>
        <w:t>خيرہ كرتى ہي</w:t>
      </w:r>
      <w:r w:rsidR="00B365A1">
        <w:rPr>
          <w:rtl/>
        </w:rPr>
        <w:t xml:space="preserve">ں </w:t>
      </w:r>
      <w:r>
        <w:rPr>
          <w:rtl/>
        </w:rPr>
        <w:t xml:space="preserve">_ </w:t>
      </w:r>
    </w:p>
    <w:p w:rsidR="00376422" w:rsidRDefault="00376422" w:rsidP="00E67399">
      <w:pPr>
        <w:pStyle w:val="libNormal"/>
        <w:rPr>
          <w:rtl/>
        </w:rPr>
      </w:pPr>
      <w:r>
        <w:rPr>
          <w:rtl/>
        </w:rPr>
        <w:t>ايك دن كسى مہاجر عورت نے بارگاہ رسول خدا(ص) مي</w:t>
      </w:r>
      <w:r w:rsidR="00B365A1">
        <w:rPr>
          <w:rtl/>
        </w:rPr>
        <w:t xml:space="preserve">ں </w:t>
      </w:r>
      <w:r>
        <w:rPr>
          <w:rtl/>
        </w:rPr>
        <w:t>معاويہ ياكسى دوسرے شخص سے شادى كى گزارش كي، رسول(ص) اكرم نے فرمايا :معاويہ مفلس ہے اسكے پاس دولت و ثروت نہي</w:t>
      </w:r>
      <w:r w:rsidR="00B365A1">
        <w:rPr>
          <w:rtl/>
        </w:rPr>
        <w:t xml:space="preserve">ں </w:t>
      </w:r>
      <w:r w:rsidRPr="00C00E6D">
        <w:rPr>
          <w:rStyle w:val="libFootnotenumChar"/>
          <w:rtl/>
        </w:rPr>
        <w:t>(45)</w:t>
      </w:r>
      <w:r>
        <w:rPr>
          <w:rtl/>
        </w:rPr>
        <w:t xml:space="preserve"> </w:t>
      </w:r>
    </w:p>
    <w:p w:rsidR="00376422" w:rsidRDefault="00376422" w:rsidP="00E67399">
      <w:pPr>
        <w:pStyle w:val="libNormal"/>
        <w:rPr>
          <w:rtl/>
        </w:rPr>
      </w:pPr>
      <w:r>
        <w:rPr>
          <w:rtl/>
        </w:rPr>
        <w:t>ائندہ جواس سے گناہ سر زد ہونے والے تھے وہ رسول(ص) اسلا م كى نگاہ سے كيسے پوشيدہ رہ سكتے تھے اس لئے اپ نے مختلف موقعو</w:t>
      </w:r>
      <w:r w:rsidR="00B365A1">
        <w:rPr>
          <w:rtl/>
        </w:rPr>
        <w:t xml:space="preserve">ں </w:t>
      </w:r>
      <w:r>
        <w:rPr>
          <w:rtl/>
        </w:rPr>
        <w:t>پر مسلمانو</w:t>
      </w:r>
      <w:r w:rsidR="00B365A1">
        <w:rPr>
          <w:rtl/>
        </w:rPr>
        <w:t xml:space="preserve">ں </w:t>
      </w:r>
      <w:r>
        <w:rPr>
          <w:rtl/>
        </w:rPr>
        <w:t xml:space="preserve">كو اسكى مدداور نصرت سے روكا _ </w:t>
      </w:r>
    </w:p>
    <w:p w:rsidR="00376422" w:rsidRDefault="00376422" w:rsidP="00E67399">
      <w:pPr>
        <w:pStyle w:val="libNormal"/>
        <w:rPr>
          <w:rtl/>
        </w:rPr>
      </w:pPr>
      <w:r>
        <w:rPr>
          <w:rtl/>
        </w:rPr>
        <w:t>مندرجہ ذيل تاريخى نمو نو</w:t>
      </w:r>
      <w:r w:rsidR="00B365A1">
        <w:rPr>
          <w:rtl/>
        </w:rPr>
        <w:t xml:space="preserve">ں </w:t>
      </w:r>
      <w:r>
        <w:rPr>
          <w:rtl/>
        </w:rPr>
        <w:t xml:space="preserve">كو ديكھا جاسكتا ہے ،ايك دن رسول خدا (ص) مدينہ سے نكل كر كسى سفر پر جارہے تھے_ </w:t>
      </w:r>
    </w:p>
    <w:p w:rsidR="00376422" w:rsidRDefault="00376422" w:rsidP="00E67399">
      <w:pPr>
        <w:pStyle w:val="libNormal"/>
        <w:rPr>
          <w:rtl/>
        </w:rPr>
      </w:pPr>
      <w:r>
        <w:rPr>
          <w:rtl/>
        </w:rPr>
        <w:t>اپ نے سماعت فرماياكہ دو ادمى چلّارہے ہي</w:t>
      </w:r>
      <w:r w:rsidR="00B365A1">
        <w:rPr>
          <w:rtl/>
        </w:rPr>
        <w:t xml:space="preserve">ں </w:t>
      </w:r>
      <w:r>
        <w:rPr>
          <w:rtl/>
        </w:rPr>
        <w:t>اور دونو</w:t>
      </w:r>
      <w:r w:rsidR="00B365A1">
        <w:rPr>
          <w:rtl/>
        </w:rPr>
        <w:t xml:space="preserve">ں </w:t>
      </w:r>
      <w:r>
        <w:rPr>
          <w:rtl/>
        </w:rPr>
        <w:t xml:space="preserve">ايك دوسرے كے ساتھ يہ شعر پڑھ </w:t>
      </w:r>
    </w:p>
    <w:p w:rsidR="00B365A1" w:rsidRDefault="00B365A1" w:rsidP="00E67399">
      <w:pPr>
        <w:pStyle w:val="libLine"/>
        <w:rPr>
          <w:rtl/>
        </w:rPr>
      </w:pPr>
      <w:r>
        <w:rPr>
          <w:rFonts w:hint="cs"/>
          <w:rtl/>
        </w:rPr>
        <w:t>____________________</w:t>
      </w:r>
    </w:p>
    <w:p w:rsidR="002D6447" w:rsidRDefault="002D6447" w:rsidP="00E67399">
      <w:pPr>
        <w:pStyle w:val="libFootnote"/>
        <w:rPr>
          <w:rtl/>
        </w:rPr>
      </w:pPr>
      <w:r>
        <w:rPr>
          <w:rtl/>
        </w:rPr>
        <w:t xml:space="preserve">44_ انساب الاشراف ص 532 ، صحيح مسلم ج8 ص 27 ، شرح نہج البلاغہ ، مسند طيالسى ، ابن كثير ج 8 ص 119 </w:t>
      </w:r>
    </w:p>
    <w:p w:rsidR="002D6447" w:rsidRDefault="002D6447" w:rsidP="00E67399">
      <w:pPr>
        <w:pStyle w:val="libFootnote"/>
        <w:rPr>
          <w:rtl/>
        </w:rPr>
      </w:pPr>
      <w:r>
        <w:rPr>
          <w:rtl/>
        </w:rPr>
        <w:t xml:space="preserve">45_صحيح مسلم ج4 ص 195 ، مسند طيالسى ، مسند ابن داو د، سنن ابن ماجہ </w:t>
      </w:r>
    </w:p>
    <w:p w:rsidR="00B365A1" w:rsidRDefault="00B365A1" w:rsidP="00E67399">
      <w:pPr>
        <w:pStyle w:val="libPoemTini"/>
        <w:rPr>
          <w:rtl/>
        </w:rPr>
      </w:pPr>
      <w:r>
        <w:rPr>
          <w:rtl/>
        </w:rPr>
        <w:br w:type="page"/>
      </w:r>
    </w:p>
    <w:p w:rsidR="00376422" w:rsidRDefault="00376422" w:rsidP="00E67399">
      <w:pPr>
        <w:pStyle w:val="libNormal"/>
        <w:rPr>
          <w:rtl/>
        </w:rPr>
      </w:pPr>
      <w:r>
        <w:rPr>
          <w:rtl/>
        </w:rPr>
        <w:lastRenderedPageBreak/>
        <w:t>رہے ہي</w:t>
      </w:r>
      <w:r w:rsidR="00B365A1">
        <w:rPr>
          <w:rtl/>
        </w:rPr>
        <w:t xml:space="preserve">ں </w:t>
      </w:r>
      <w:r>
        <w:rPr>
          <w:rtl/>
        </w:rPr>
        <w:t>كہ ہمارے ہمراہيو</w:t>
      </w:r>
      <w:r w:rsidR="00B365A1">
        <w:rPr>
          <w:rtl/>
        </w:rPr>
        <w:t xml:space="preserve">ں </w:t>
      </w:r>
      <w:r>
        <w:rPr>
          <w:rtl/>
        </w:rPr>
        <w:t>اور دوستو</w:t>
      </w:r>
      <w:r w:rsidR="00B365A1">
        <w:rPr>
          <w:rtl/>
        </w:rPr>
        <w:t xml:space="preserve">ں </w:t>
      </w:r>
      <w:r>
        <w:rPr>
          <w:rtl/>
        </w:rPr>
        <w:t>كى ہڈيا</w:t>
      </w:r>
      <w:r w:rsidR="00B365A1">
        <w:rPr>
          <w:rtl/>
        </w:rPr>
        <w:t xml:space="preserve">ں </w:t>
      </w:r>
      <w:r>
        <w:rPr>
          <w:rtl/>
        </w:rPr>
        <w:t>اتنى ظاہر ہو چكى ہي</w:t>
      </w:r>
      <w:r w:rsidR="00B365A1">
        <w:rPr>
          <w:rtl/>
        </w:rPr>
        <w:t xml:space="preserve">ں </w:t>
      </w:r>
      <w:r>
        <w:rPr>
          <w:rtl/>
        </w:rPr>
        <w:t xml:space="preserve">جنگ انكے دفن ہونے اور چھپ جانے سے مانع ہے _ </w:t>
      </w:r>
    </w:p>
    <w:p w:rsidR="00376422" w:rsidRDefault="00376422" w:rsidP="00E67399">
      <w:pPr>
        <w:pStyle w:val="libNormal"/>
        <w:rPr>
          <w:rtl/>
        </w:rPr>
      </w:pPr>
      <w:r>
        <w:rPr>
          <w:rtl/>
        </w:rPr>
        <w:t>رسول(ص) نے فرماياكہ تلاش كرو اور ديكھوكہ يہ كون لوگ ہي</w:t>
      </w:r>
      <w:r w:rsidR="00B365A1">
        <w:rPr>
          <w:rtl/>
        </w:rPr>
        <w:t xml:space="preserve">ں </w:t>
      </w:r>
    </w:p>
    <w:p w:rsidR="00376422" w:rsidRDefault="00376422" w:rsidP="00E67399">
      <w:pPr>
        <w:pStyle w:val="libNormal"/>
        <w:rPr>
          <w:rtl/>
        </w:rPr>
      </w:pPr>
      <w:r>
        <w:rPr>
          <w:rtl/>
        </w:rPr>
        <w:t>لوگو</w:t>
      </w:r>
      <w:r w:rsidR="00B365A1">
        <w:rPr>
          <w:rtl/>
        </w:rPr>
        <w:t xml:space="preserve">ں </w:t>
      </w:r>
      <w:r>
        <w:rPr>
          <w:rtl/>
        </w:rPr>
        <w:t>نے اكر بتاياكہ معاويہ اور عمر و عاص ہي</w:t>
      </w:r>
      <w:r w:rsidR="00B365A1">
        <w:rPr>
          <w:rtl/>
        </w:rPr>
        <w:t xml:space="preserve">ں </w:t>
      </w:r>
    </w:p>
    <w:p w:rsidR="00376422" w:rsidRDefault="00376422" w:rsidP="00E67399">
      <w:pPr>
        <w:pStyle w:val="libNormal"/>
        <w:rPr>
          <w:rtl/>
        </w:rPr>
      </w:pPr>
      <w:r>
        <w:rPr>
          <w:rtl/>
        </w:rPr>
        <w:t>رسول(ص) اكرم نے دونو</w:t>
      </w:r>
      <w:r w:rsidR="00B365A1">
        <w:rPr>
          <w:rtl/>
        </w:rPr>
        <w:t xml:space="preserve">ں </w:t>
      </w:r>
      <w:r>
        <w:rPr>
          <w:rtl/>
        </w:rPr>
        <w:t>ہاتھ بلند كر كے فرمايا :خدايا،ان دونو</w:t>
      </w:r>
      <w:r w:rsidR="00B365A1">
        <w:rPr>
          <w:rtl/>
        </w:rPr>
        <w:t xml:space="preserve">ں </w:t>
      </w:r>
      <w:r>
        <w:rPr>
          <w:rtl/>
        </w:rPr>
        <w:t>كو فتنہ مي</w:t>
      </w:r>
      <w:r w:rsidR="00B365A1">
        <w:rPr>
          <w:rtl/>
        </w:rPr>
        <w:t xml:space="preserve">ں </w:t>
      </w:r>
      <w:r>
        <w:rPr>
          <w:rtl/>
        </w:rPr>
        <w:t>ڈال د ے اور اتش جہنم مي</w:t>
      </w:r>
      <w:r w:rsidR="00B365A1">
        <w:rPr>
          <w:rtl/>
        </w:rPr>
        <w:t xml:space="preserve">ں </w:t>
      </w:r>
      <w:r>
        <w:rPr>
          <w:rtl/>
        </w:rPr>
        <w:t xml:space="preserve">جھونك دے </w:t>
      </w:r>
      <w:r w:rsidRPr="00C00E6D">
        <w:rPr>
          <w:rStyle w:val="libFootnotenumChar"/>
          <w:rtl/>
        </w:rPr>
        <w:t>(46)</w:t>
      </w:r>
      <w:r>
        <w:rPr>
          <w:rtl/>
        </w:rPr>
        <w:t xml:space="preserve"> </w:t>
      </w:r>
    </w:p>
    <w:p w:rsidR="00376422" w:rsidRDefault="00376422" w:rsidP="00E67399">
      <w:pPr>
        <w:pStyle w:val="libNormal"/>
        <w:rPr>
          <w:rtl/>
        </w:rPr>
      </w:pPr>
      <w:r>
        <w:rPr>
          <w:rtl/>
        </w:rPr>
        <w:t>ايك دوسرى حديث مي</w:t>
      </w:r>
      <w:r w:rsidR="00B365A1">
        <w:rPr>
          <w:rtl/>
        </w:rPr>
        <w:t xml:space="preserve">ں </w:t>
      </w:r>
      <w:r>
        <w:rPr>
          <w:rtl/>
        </w:rPr>
        <w:t>ہے كہ رسول اسلام (ص) نے ان دونو</w:t>
      </w:r>
      <w:r w:rsidR="00B365A1">
        <w:rPr>
          <w:rtl/>
        </w:rPr>
        <w:t xml:space="preserve">ں </w:t>
      </w:r>
      <w:r>
        <w:rPr>
          <w:rtl/>
        </w:rPr>
        <w:t>كو جنگ تبوك سے علحدہ ديكھا كہ اپس مي</w:t>
      </w:r>
      <w:r w:rsidR="00B365A1">
        <w:rPr>
          <w:rtl/>
        </w:rPr>
        <w:t xml:space="preserve">ں </w:t>
      </w:r>
      <w:r>
        <w:rPr>
          <w:rtl/>
        </w:rPr>
        <w:t>باتي</w:t>
      </w:r>
      <w:r w:rsidR="00B365A1">
        <w:rPr>
          <w:rtl/>
        </w:rPr>
        <w:t xml:space="preserve">ں </w:t>
      </w:r>
      <w:r>
        <w:rPr>
          <w:rtl/>
        </w:rPr>
        <w:t>كرتے ہوئے جارہے ہي</w:t>
      </w:r>
      <w:r w:rsidR="00B365A1">
        <w:rPr>
          <w:rtl/>
        </w:rPr>
        <w:t xml:space="preserve">ں </w:t>
      </w:r>
      <w:r>
        <w:rPr>
          <w:rtl/>
        </w:rPr>
        <w:t>،اپ نے اپنے اصحاب سے مخاطب ہو كر فرماياكہ جب بھى ان دونو</w:t>
      </w:r>
      <w:r w:rsidR="00B365A1">
        <w:rPr>
          <w:rtl/>
        </w:rPr>
        <w:t xml:space="preserve">ں </w:t>
      </w:r>
      <w:r>
        <w:rPr>
          <w:rtl/>
        </w:rPr>
        <w:t>كو ايك دوسرے كے ساتھ ديكھو تو انھي</w:t>
      </w:r>
      <w:r w:rsidR="00B365A1">
        <w:rPr>
          <w:rtl/>
        </w:rPr>
        <w:t xml:space="preserve">ں </w:t>
      </w:r>
      <w:r>
        <w:rPr>
          <w:rtl/>
        </w:rPr>
        <w:t>علحدہ كر دو كيونكہ يہ دونو</w:t>
      </w:r>
      <w:r w:rsidR="00B365A1">
        <w:rPr>
          <w:rtl/>
        </w:rPr>
        <w:t xml:space="preserve">ں </w:t>
      </w:r>
      <w:r>
        <w:rPr>
          <w:rtl/>
        </w:rPr>
        <w:t>(معاويہ وعمروعاص) كبھى خير وصلاح پر متّفق نہي</w:t>
      </w:r>
      <w:r w:rsidR="00B365A1">
        <w:rPr>
          <w:rtl/>
        </w:rPr>
        <w:t xml:space="preserve">ں </w:t>
      </w:r>
      <w:r>
        <w:rPr>
          <w:rtl/>
        </w:rPr>
        <w:t xml:space="preserve">ہونگے </w:t>
      </w:r>
      <w:r w:rsidRPr="00C00E6D">
        <w:rPr>
          <w:rStyle w:val="libFootnotenumChar"/>
          <w:rtl/>
        </w:rPr>
        <w:t>(47)</w:t>
      </w:r>
      <w:r>
        <w:rPr>
          <w:rtl/>
        </w:rPr>
        <w:t xml:space="preserve"> </w:t>
      </w:r>
    </w:p>
    <w:p w:rsidR="00376422" w:rsidRDefault="00376422" w:rsidP="00E67399">
      <w:pPr>
        <w:pStyle w:val="libNormal"/>
        <w:rPr>
          <w:rtl/>
        </w:rPr>
      </w:pPr>
      <w:r>
        <w:rPr>
          <w:rtl/>
        </w:rPr>
        <w:t>تيسرى حديث مي</w:t>
      </w:r>
      <w:r w:rsidR="00B365A1">
        <w:rPr>
          <w:rtl/>
        </w:rPr>
        <w:t xml:space="preserve">ں </w:t>
      </w:r>
      <w:r>
        <w:rPr>
          <w:rtl/>
        </w:rPr>
        <w:t>ہے كہ انحضرت(ص) نے ا ن دونو</w:t>
      </w:r>
      <w:r w:rsidR="00B365A1">
        <w:rPr>
          <w:rtl/>
        </w:rPr>
        <w:t xml:space="preserve">ں </w:t>
      </w:r>
      <w:r>
        <w:rPr>
          <w:rtl/>
        </w:rPr>
        <w:t>كو اكٹھا ديكھاتو بہت تيز و تند نگاہ ڈالي، دوسرے اور تيسرے روز بھى ايساہى اتفاق</w:t>
      </w:r>
      <w:r w:rsidR="00831D2C">
        <w:rPr>
          <w:rtl/>
        </w:rPr>
        <w:t xml:space="preserve"> آيا </w:t>
      </w:r>
      <w:r>
        <w:rPr>
          <w:rtl/>
        </w:rPr>
        <w:t xml:space="preserve"> روزانہ رسول(ص) اكرم كافى دير تك ان پر تيز و تند نگاہ ڈالتے رہے ،تيسرے د ن فر ماياكہ جب بھى د يكھو كہ معاويہ اور عمرو عاص ايك ساتھ ہي</w:t>
      </w:r>
      <w:r w:rsidR="00B365A1">
        <w:rPr>
          <w:rtl/>
        </w:rPr>
        <w:t xml:space="preserve">ں </w:t>
      </w:r>
      <w:r>
        <w:rPr>
          <w:rtl/>
        </w:rPr>
        <w:t>تو انھي</w:t>
      </w:r>
      <w:r w:rsidR="00B365A1">
        <w:rPr>
          <w:rtl/>
        </w:rPr>
        <w:t xml:space="preserve">ں </w:t>
      </w:r>
      <w:r>
        <w:rPr>
          <w:rtl/>
        </w:rPr>
        <w:t>علحدہ كر دو كيونكہ ان دونو</w:t>
      </w:r>
      <w:r w:rsidR="00B365A1">
        <w:rPr>
          <w:rtl/>
        </w:rPr>
        <w:t xml:space="preserve">ں </w:t>
      </w:r>
      <w:r>
        <w:rPr>
          <w:rtl/>
        </w:rPr>
        <w:t>كى رفاقت كبھى خير وصلاح پر نہي</w:t>
      </w:r>
      <w:r w:rsidR="00B365A1">
        <w:rPr>
          <w:rtl/>
        </w:rPr>
        <w:t xml:space="preserve">ں </w:t>
      </w:r>
      <w:r>
        <w:rPr>
          <w:rtl/>
        </w:rPr>
        <w:t>ہو سكتى ہے</w:t>
      </w:r>
      <w:r w:rsidRPr="00C00E6D">
        <w:rPr>
          <w:rStyle w:val="libFootnotenumChar"/>
          <w:rtl/>
        </w:rPr>
        <w:t>(48)</w:t>
      </w:r>
      <w:r>
        <w:rPr>
          <w:rtl/>
        </w:rPr>
        <w:t xml:space="preserve"> </w:t>
      </w:r>
    </w:p>
    <w:p w:rsidR="00376422" w:rsidRDefault="00376422" w:rsidP="00E67399">
      <w:pPr>
        <w:pStyle w:val="libNormal"/>
        <w:rPr>
          <w:rtl/>
        </w:rPr>
      </w:pPr>
      <w:r>
        <w:rPr>
          <w:rtl/>
        </w:rPr>
        <w:t>ايك روز ابوسفيان سوارى سے جارہاتھااور اسكے دونو</w:t>
      </w:r>
      <w:r w:rsidR="00B365A1">
        <w:rPr>
          <w:rtl/>
        </w:rPr>
        <w:t xml:space="preserve">ں </w:t>
      </w:r>
      <w:r>
        <w:rPr>
          <w:rtl/>
        </w:rPr>
        <w:t xml:space="preserve">فرزند يزيد و معاويہ ہمراہ چل رہے تھے ايك نے لجام تھام ركھى تھى اور دوسراپيچھے سے ہنكارہاتھا _ </w:t>
      </w:r>
    </w:p>
    <w:p w:rsidR="00376422" w:rsidRDefault="00376422" w:rsidP="00E67399">
      <w:pPr>
        <w:pStyle w:val="libNormal"/>
        <w:rPr>
          <w:rtl/>
        </w:rPr>
      </w:pPr>
      <w:r>
        <w:rPr>
          <w:rtl/>
        </w:rPr>
        <w:t>رسول اسلام(ص) نے جب اس حال مي</w:t>
      </w:r>
      <w:r w:rsidR="00B365A1">
        <w:rPr>
          <w:rtl/>
        </w:rPr>
        <w:t xml:space="preserve">ں </w:t>
      </w:r>
      <w:r>
        <w:rPr>
          <w:rtl/>
        </w:rPr>
        <w:t xml:space="preserve">ديكھاتو فرمايا </w:t>
      </w:r>
    </w:p>
    <w:p w:rsidR="00376422" w:rsidRDefault="00376422" w:rsidP="00E67399">
      <w:pPr>
        <w:pStyle w:val="libNormal"/>
        <w:rPr>
          <w:rtl/>
        </w:rPr>
      </w:pPr>
      <w:r>
        <w:rPr>
          <w:rtl/>
        </w:rPr>
        <w:t xml:space="preserve">خدايا _ اپنى لعنت اس سوار پرفرما ،اور اسكے ہانكنے والے پر بھى لعنت فرما اور اسكے كھيچنے والے پر بھى ان سبكو </w:t>
      </w:r>
    </w:p>
    <w:p w:rsidR="00B365A1" w:rsidRDefault="00B365A1" w:rsidP="00E67399">
      <w:pPr>
        <w:pStyle w:val="libLine"/>
        <w:rPr>
          <w:rtl/>
        </w:rPr>
      </w:pPr>
      <w:r>
        <w:rPr>
          <w:rFonts w:hint="cs"/>
          <w:rtl/>
        </w:rPr>
        <w:t>____________________</w:t>
      </w:r>
    </w:p>
    <w:p w:rsidR="002D6447" w:rsidRDefault="002D6447" w:rsidP="00E67399">
      <w:pPr>
        <w:pStyle w:val="libFootnote"/>
        <w:rPr>
          <w:rtl/>
        </w:rPr>
      </w:pPr>
      <w:r>
        <w:rPr>
          <w:rtl/>
        </w:rPr>
        <w:t xml:space="preserve">46_ مسند احمد ج4 ص 421 ، صفين ، نصر بن مزاحم ، النصائح الكافيہ </w:t>
      </w:r>
    </w:p>
    <w:p w:rsidR="002D6447" w:rsidRDefault="002D6447" w:rsidP="00E67399">
      <w:pPr>
        <w:pStyle w:val="libFootnote"/>
        <w:rPr>
          <w:rtl/>
        </w:rPr>
      </w:pPr>
      <w:r>
        <w:rPr>
          <w:rtl/>
        </w:rPr>
        <w:t xml:space="preserve">47_ عقد الفريد </w:t>
      </w:r>
    </w:p>
    <w:p w:rsidR="002D6447" w:rsidRDefault="002D6447" w:rsidP="00E67399">
      <w:pPr>
        <w:pStyle w:val="libFootnote"/>
        <w:rPr>
          <w:rtl/>
        </w:rPr>
      </w:pPr>
      <w:r>
        <w:rPr>
          <w:rtl/>
        </w:rPr>
        <w:t xml:space="preserve">48_ صفين _ نصر بن مزاحم </w:t>
      </w:r>
    </w:p>
    <w:p w:rsidR="00B365A1" w:rsidRDefault="00B365A1" w:rsidP="00E67399">
      <w:pPr>
        <w:pStyle w:val="libPoemTini"/>
        <w:rPr>
          <w:rtl/>
        </w:rPr>
      </w:pPr>
      <w:r>
        <w:rPr>
          <w:rtl/>
        </w:rPr>
        <w:br w:type="page"/>
      </w:r>
    </w:p>
    <w:p w:rsidR="00376422" w:rsidRDefault="00376422" w:rsidP="00E67399">
      <w:pPr>
        <w:pStyle w:val="libNormal"/>
        <w:rPr>
          <w:rtl/>
        </w:rPr>
      </w:pPr>
      <w:r>
        <w:rPr>
          <w:rtl/>
        </w:rPr>
        <w:lastRenderedPageBreak/>
        <w:t xml:space="preserve">اپنى رحمت سے دور ركھ </w:t>
      </w:r>
      <w:r w:rsidRPr="00C00E6D">
        <w:rPr>
          <w:rStyle w:val="libFootnotenumChar"/>
          <w:rtl/>
        </w:rPr>
        <w:t>(49)</w:t>
      </w:r>
      <w:r>
        <w:rPr>
          <w:rtl/>
        </w:rPr>
        <w:t xml:space="preserve">_ </w:t>
      </w:r>
    </w:p>
    <w:p w:rsidR="00376422" w:rsidRDefault="00376422" w:rsidP="00E67399">
      <w:pPr>
        <w:pStyle w:val="libNormal"/>
        <w:rPr>
          <w:rtl/>
        </w:rPr>
      </w:pPr>
      <w:r>
        <w:rPr>
          <w:rtl/>
        </w:rPr>
        <w:t>يہ حوادث اور ا س طرح كے ارشادات رسول(ص) اكرم كتابو</w:t>
      </w:r>
      <w:r w:rsidR="00B365A1">
        <w:rPr>
          <w:rtl/>
        </w:rPr>
        <w:t xml:space="preserve">ں </w:t>
      </w:r>
      <w:r>
        <w:rPr>
          <w:rtl/>
        </w:rPr>
        <w:t>مي</w:t>
      </w:r>
      <w:r w:rsidR="00B365A1">
        <w:rPr>
          <w:rtl/>
        </w:rPr>
        <w:t xml:space="preserve">ں </w:t>
      </w:r>
      <w:r>
        <w:rPr>
          <w:rtl/>
        </w:rPr>
        <w:t>موجود ہي</w:t>
      </w:r>
      <w:r w:rsidR="00B365A1">
        <w:rPr>
          <w:rtl/>
        </w:rPr>
        <w:t xml:space="preserve">ں </w:t>
      </w:r>
      <w:r>
        <w:rPr>
          <w:rtl/>
        </w:rPr>
        <w:t>،اگر چہ ہم نے ان سب كاتذكرہ نہي</w:t>
      </w:r>
      <w:r w:rsidR="00B365A1">
        <w:rPr>
          <w:rtl/>
        </w:rPr>
        <w:t xml:space="preserve">ں </w:t>
      </w:r>
      <w:r>
        <w:rPr>
          <w:rtl/>
        </w:rPr>
        <w:t>كياہے ،ان تمام بے شمار نمونو</w:t>
      </w:r>
      <w:r w:rsidR="00B365A1">
        <w:rPr>
          <w:rtl/>
        </w:rPr>
        <w:t xml:space="preserve">ں </w:t>
      </w:r>
      <w:r>
        <w:rPr>
          <w:rtl/>
        </w:rPr>
        <w:t xml:space="preserve">كو كتب تاريخ و حديث سے ملاحظہ كرنے كے بعد معاويہ اور اسكے خاندان كى صحيح تصوير سمجھى جاسكتى ہے _ </w:t>
      </w:r>
    </w:p>
    <w:p w:rsidR="00376422" w:rsidRDefault="00376422" w:rsidP="00E67399">
      <w:pPr>
        <w:pStyle w:val="Heading2Center"/>
        <w:rPr>
          <w:rtl/>
        </w:rPr>
      </w:pPr>
      <w:bookmarkStart w:id="17" w:name="_Toc531605645"/>
      <w:r>
        <w:rPr>
          <w:rtl/>
        </w:rPr>
        <w:t>معاويہ خلفاء كے زمانے مي</w:t>
      </w:r>
      <w:r w:rsidR="00B365A1">
        <w:rPr>
          <w:rtl/>
        </w:rPr>
        <w:t>ں</w:t>
      </w:r>
      <w:bookmarkEnd w:id="17"/>
      <w:r w:rsidR="00B365A1">
        <w:rPr>
          <w:rtl/>
        </w:rPr>
        <w:t xml:space="preserve"> </w:t>
      </w:r>
    </w:p>
    <w:p w:rsidR="00376422" w:rsidRDefault="00376422" w:rsidP="00E67399">
      <w:pPr>
        <w:pStyle w:val="libNormal"/>
        <w:rPr>
          <w:rtl/>
        </w:rPr>
      </w:pPr>
      <w:r>
        <w:rPr>
          <w:rtl/>
        </w:rPr>
        <w:t>وفات رسول (ص) كے بعد جب ابو بكر تخت خلافت پر</w:t>
      </w:r>
      <w:r w:rsidR="00137FAB">
        <w:rPr>
          <w:rtl/>
        </w:rPr>
        <w:t xml:space="preserve"> آئے</w:t>
      </w:r>
      <w:r>
        <w:rPr>
          <w:rtl/>
        </w:rPr>
        <w:t xml:space="preserve"> تو سب سے پہلے جس نے مخالفت كى وہ ذات ابوسفيان كى تھى ،وہ اس بات كو برداشت نہي</w:t>
      </w:r>
      <w:r w:rsidR="00B365A1">
        <w:rPr>
          <w:rtl/>
        </w:rPr>
        <w:t xml:space="preserve">ں </w:t>
      </w:r>
      <w:r>
        <w:rPr>
          <w:rtl/>
        </w:rPr>
        <w:t>كر سكتا تھاكہ پست خاندان كے لوگ قريش كے سردارو</w:t>
      </w:r>
      <w:r w:rsidR="00B365A1">
        <w:rPr>
          <w:rtl/>
        </w:rPr>
        <w:t xml:space="preserve">ں </w:t>
      </w:r>
      <w:r>
        <w:rPr>
          <w:rtl/>
        </w:rPr>
        <w:t>پر حكومت كري</w:t>
      </w:r>
      <w:r w:rsidR="00B365A1">
        <w:rPr>
          <w:rtl/>
        </w:rPr>
        <w:t xml:space="preserve">ں </w:t>
      </w:r>
      <w:r>
        <w:rPr>
          <w:rtl/>
        </w:rPr>
        <w:t>،قريش كے اہم قبيلہ بنى ہاشم اور بنى اميہ جودونو</w:t>
      </w:r>
      <w:r w:rsidR="00B365A1">
        <w:rPr>
          <w:rtl/>
        </w:rPr>
        <w:t xml:space="preserve">ں </w:t>
      </w:r>
      <w:r>
        <w:rPr>
          <w:rtl/>
        </w:rPr>
        <w:t>ايك نسل اور عبد مناف كے فرزند تھے اور چچيرے بھائي تھے اس تخت خلافت سے كيو</w:t>
      </w:r>
      <w:r w:rsidR="00B365A1">
        <w:rPr>
          <w:rtl/>
        </w:rPr>
        <w:t xml:space="preserve">ں </w:t>
      </w:r>
      <w:r>
        <w:rPr>
          <w:rtl/>
        </w:rPr>
        <w:t>دور رہي</w:t>
      </w:r>
      <w:r w:rsidR="00B365A1">
        <w:rPr>
          <w:rtl/>
        </w:rPr>
        <w:t xml:space="preserve">ں </w:t>
      </w:r>
      <w:r>
        <w:rPr>
          <w:rtl/>
        </w:rPr>
        <w:t>،يہى وجہ تھى كہ ابوسفيان پہلى فرصت مي</w:t>
      </w:r>
      <w:r w:rsidR="00B365A1">
        <w:rPr>
          <w:rtl/>
        </w:rPr>
        <w:t xml:space="preserve">ں </w:t>
      </w:r>
      <w:r>
        <w:rPr>
          <w:rtl/>
        </w:rPr>
        <w:t>حضرت امير المومنين(ع) كى خدمت مي</w:t>
      </w:r>
      <w:r w:rsidR="00B365A1">
        <w:rPr>
          <w:rtl/>
        </w:rPr>
        <w:t xml:space="preserve">ں </w:t>
      </w:r>
      <w:r>
        <w:rPr>
          <w:rtl/>
        </w:rPr>
        <w:t xml:space="preserve">اكر بولا _ </w:t>
      </w:r>
    </w:p>
    <w:p w:rsidR="00376422" w:rsidRDefault="00376422" w:rsidP="00E67399">
      <w:pPr>
        <w:pStyle w:val="libNormal"/>
        <w:rPr>
          <w:rtl/>
        </w:rPr>
      </w:pPr>
      <w:r>
        <w:rPr>
          <w:rtl/>
        </w:rPr>
        <w:t>اے ابولحسن _اپ اپناہاتھ بڑھايئےاكہ اپكى بيعت كرو</w:t>
      </w:r>
      <w:r w:rsidR="00B365A1">
        <w:rPr>
          <w:rtl/>
        </w:rPr>
        <w:t xml:space="preserve">ں </w:t>
      </w:r>
      <w:r>
        <w:rPr>
          <w:rtl/>
        </w:rPr>
        <w:t xml:space="preserve">_ </w:t>
      </w:r>
    </w:p>
    <w:p w:rsidR="00376422" w:rsidRDefault="00376422" w:rsidP="00E67399">
      <w:pPr>
        <w:pStyle w:val="libNormal"/>
        <w:rPr>
          <w:rtl/>
        </w:rPr>
      </w:pPr>
      <w:r>
        <w:rPr>
          <w:rtl/>
        </w:rPr>
        <w:t>حضرت اميرالمومنين(ع) _وہ اپنے ہر اقدام پر اپنے اسى قول كے سلسلے مي</w:t>
      </w:r>
      <w:r w:rsidR="00B365A1">
        <w:rPr>
          <w:rtl/>
        </w:rPr>
        <w:t xml:space="preserve">ں </w:t>
      </w:r>
      <w:r>
        <w:rPr>
          <w:rtl/>
        </w:rPr>
        <w:t>تيار تھاكہ مي</w:t>
      </w:r>
      <w:r w:rsidR="00B365A1">
        <w:rPr>
          <w:rtl/>
        </w:rPr>
        <w:t xml:space="preserve">ں </w:t>
      </w:r>
      <w:r>
        <w:rPr>
          <w:rtl/>
        </w:rPr>
        <w:t>اس فضا كو غبار الود ديكھ رہاہو</w:t>
      </w:r>
      <w:r w:rsidR="00B365A1">
        <w:rPr>
          <w:rtl/>
        </w:rPr>
        <w:t xml:space="preserve">ں </w:t>
      </w:r>
      <w:r>
        <w:rPr>
          <w:rtl/>
        </w:rPr>
        <w:t>كہ سوائے خون كے كوئي چيز نہي</w:t>
      </w:r>
      <w:r w:rsidR="00B365A1">
        <w:rPr>
          <w:rtl/>
        </w:rPr>
        <w:t xml:space="preserve">ں </w:t>
      </w:r>
      <w:r>
        <w:rPr>
          <w:rtl/>
        </w:rPr>
        <w:t xml:space="preserve">بٹھاسكتى ہے </w:t>
      </w:r>
      <w:r w:rsidRPr="00C00E6D">
        <w:rPr>
          <w:rStyle w:val="libFootnotenumChar"/>
          <w:rtl/>
        </w:rPr>
        <w:t>(50)</w:t>
      </w:r>
      <w:r>
        <w:rPr>
          <w:rtl/>
        </w:rPr>
        <w:t xml:space="preserve"> </w:t>
      </w:r>
    </w:p>
    <w:p w:rsidR="00376422" w:rsidRDefault="00376422" w:rsidP="00E67399">
      <w:pPr>
        <w:pStyle w:val="libNormal"/>
        <w:rPr>
          <w:rtl/>
        </w:rPr>
      </w:pPr>
      <w:r>
        <w:rPr>
          <w:rtl/>
        </w:rPr>
        <w:t>ارباب سقيفہ، ابوسفيان اور اسكى قدرت سے بخوبى اشناتو تھے ہى لہذاانھو</w:t>
      </w:r>
      <w:r w:rsidR="00B365A1">
        <w:rPr>
          <w:rtl/>
        </w:rPr>
        <w:t xml:space="preserve">ں </w:t>
      </w:r>
      <w:r>
        <w:rPr>
          <w:rtl/>
        </w:rPr>
        <w:t>نے اسے لالچ كے جال مي</w:t>
      </w:r>
      <w:r w:rsidR="00B365A1">
        <w:rPr>
          <w:rtl/>
        </w:rPr>
        <w:t xml:space="preserve">ں </w:t>
      </w:r>
      <w:r>
        <w:rPr>
          <w:rtl/>
        </w:rPr>
        <w:t xml:space="preserve">جكڑ كر خاموش كر ديا _ </w:t>
      </w:r>
    </w:p>
    <w:p w:rsidR="00376422" w:rsidRDefault="00376422" w:rsidP="00E67399">
      <w:pPr>
        <w:pStyle w:val="libNormal"/>
        <w:rPr>
          <w:rtl/>
        </w:rPr>
      </w:pPr>
      <w:r>
        <w:rPr>
          <w:rtl/>
        </w:rPr>
        <w:t>عمر نے ابو بكر سے كہا :جوصدقات رسول(ص) كے زمانے مي</w:t>
      </w:r>
      <w:r w:rsidR="00B365A1">
        <w:rPr>
          <w:rtl/>
        </w:rPr>
        <w:t xml:space="preserve">ں </w:t>
      </w:r>
      <w:r>
        <w:rPr>
          <w:rtl/>
        </w:rPr>
        <w:t>ا س كے قبضہ مي</w:t>
      </w:r>
      <w:r w:rsidR="00B365A1">
        <w:rPr>
          <w:rtl/>
        </w:rPr>
        <w:t xml:space="preserve">ں </w:t>
      </w:r>
      <w:r>
        <w:rPr>
          <w:rtl/>
        </w:rPr>
        <w:t>ہي</w:t>
      </w:r>
      <w:r w:rsidR="00B365A1">
        <w:rPr>
          <w:rtl/>
        </w:rPr>
        <w:t xml:space="preserve">ں </w:t>
      </w:r>
      <w:r>
        <w:rPr>
          <w:rtl/>
        </w:rPr>
        <w:t>اسى كے پاس رہنے دياجائے تاكہ ا س كے شر سے محفوظ رہي</w:t>
      </w:r>
      <w:r w:rsidR="00B365A1">
        <w:rPr>
          <w:rtl/>
        </w:rPr>
        <w:t xml:space="preserve">ں </w:t>
      </w:r>
      <w:r w:rsidRPr="00C00E6D">
        <w:rPr>
          <w:rStyle w:val="libFootnotenumChar"/>
          <w:rtl/>
        </w:rPr>
        <w:t>(51)</w:t>
      </w:r>
      <w:r>
        <w:rPr>
          <w:rtl/>
        </w:rPr>
        <w:t xml:space="preserve"> </w:t>
      </w:r>
    </w:p>
    <w:p w:rsidR="00B365A1" w:rsidRDefault="00B365A1" w:rsidP="00E67399">
      <w:pPr>
        <w:pStyle w:val="libLine"/>
        <w:rPr>
          <w:rtl/>
        </w:rPr>
      </w:pPr>
      <w:r>
        <w:rPr>
          <w:rFonts w:hint="cs"/>
          <w:rtl/>
        </w:rPr>
        <w:t>____________________</w:t>
      </w:r>
    </w:p>
    <w:p w:rsidR="002D6447" w:rsidRDefault="002D6447" w:rsidP="00E67399">
      <w:pPr>
        <w:pStyle w:val="libFootnote"/>
        <w:rPr>
          <w:rtl/>
        </w:rPr>
      </w:pPr>
      <w:r>
        <w:rPr>
          <w:rtl/>
        </w:rPr>
        <w:t xml:space="preserve">49_ صفين _ طبرى _ شرح نہج البلاغہ _تذكرة الخواص </w:t>
      </w:r>
    </w:p>
    <w:p w:rsidR="002D6447" w:rsidRDefault="002D6447" w:rsidP="00E67399">
      <w:pPr>
        <w:pStyle w:val="libFootnote"/>
        <w:rPr>
          <w:rtl/>
        </w:rPr>
      </w:pPr>
      <w:r>
        <w:rPr>
          <w:rtl/>
        </w:rPr>
        <w:t xml:space="preserve">50_ طبرى ج2 ص 449 </w:t>
      </w:r>
    </w:p>
    <w:p w:rsidR="002D6447" w:rsidRDefault="002D6447" w:rsidP="00E67399">
      <w:pPr>
        <w:pStyle w:val="libFootnote"/>
        <w:rPr>
          <w:rtl/>
        </w:rPr>
      </w:pPr>
      <w:r>
        <w:rPr>
          <w:rtl/>
        </w:rPr>
        <w:t xml:space="preserve">51_ عقد الفريد ج3 ص 63 ، طبرى ج2 ص 449 </w:t>
      </w:r>
    </w:p>
    <w:p w:rsidR="00B365A1" w:rsidRDefault="00B365A1" w:rsidP="00E67399">
      <w:pPr>
        <w:pStyle w:val="libPoemTini"/>
        <w:rPr>
          <w:rtl/>
        </w:rPr>
      </w:pPr>
      <w:r>
        <w:rPr>
          <w:rtl/>
        </w:rPr>
        <w:br w:type="page"/>
      </w:r>
    </w:p>
    <w:p w:rsidR="00376422" w:rsidRDefault="00376422" w:rsidP="00E67399">
      <w:pPr>
        <w:pStyle w:val="libNormal"/>
        <w:rPr>
          <w:rtl/>
        </w:rPr>
      </w:pPr>
      <w:r>
        <w:rPr>
          <w:rtl/>
        </w:rPr>
        <w:lastRenderedPageBreak/>
        <w:t xml:space="preserve">اس پر عمل ہو ا اور ابوسفيان نے بيعت كر كے انكى رياست و حكومت كو استحكام بخشا _ </w:t>
      </w:r>
    </w:p>
    <w:p w:rsidR="00376422" w:rsidRDefault="00376422" w:rsidP="00E67399">
      <w:pPr>
        <w:pStyle w:val="libNormal"/>
        <w:rPr>
          <w:rtl/>
        </w:rPr>
      </w:pPr>
      <w:r>
        <w:rPr>
          <w:rtl/>
        </w:rPr>
        <w:t>كيونكہ ايك طرف تو اسے حكومت و رياست كى اميد نہي</w:t>
      </w:r>
      <w:r w:rsidR="00B365A1">
        <w:rPr>
          <w:rtl/>
        </w:rPr>
        <w:t xml:space="preserve">ں </w:t>
      </w:r>
      <w:r>
        <w:rPr>
          <w:rtl/>
        </w:rPr>
        <w:t>تھى اور دوسرى طرف اميرالمومنين(ع) نے اسكى ہونكارى بھى نہي</w:t>
      </w:r>
      <w:r w:rsidR="00B365A1">
        <w:rPr>
          <w:rtl/>
        </w:rPr>
        <w:t xml:space="preserve">ں </w:t>
      </w:r>
      <w:r>
        <w:rPr>
          <w:rtl/>
        </w:rPr>
        <w:t>بھرى اور ايساكرتے بھى نہي</w:t>
      </w:r>
      <w:r w:rsidR="00B365A1">
        <w:rPr>
          <w:rtl/>
        </w:rPr>
        <w:t xml:space="preserve">ں </w:t>
      </w:r>
      <w:r>
        <w:rPr>
          <w:rtl/>
        </w:rPr>
        <w:t>لہذاتيسرے راستہ كے علاوہ كوئي چارہ نہي</w:t>
      </w:r>
      <w:r w:rsidR="00B365A1">
        <w:rPr>
          <w:rtl/>
        </w:rPr>
        <w:t xml:space="preserve">ں </w:t>
      </w:r>
      <w:r>
        <w:rPr>
          <w:rtl/>
        </w:rPr>
        <w:t>تھا كہ اپنے كو ارباب حكومت كے حوالے كر دے ،ا س طرح ابوسفيان بھى سقيفہ كے مددگارو</w:t>
      </w:r>
      <w:r w:rsidR="00B365A1">
        <w:rPr>
          <w:rtl/>
        </w:rPr>
        <w:t xml:space="preserve">ں </w:t>
      </w:r>
      <w:r>
        <w:rPr>
          <w:rtl/>
        </w:rPr>
        <w:t>مي</w:t>
      </w:r>
      <w:r w:rsidR="00B365A1">
        <w:rPr>
          <w:rtl/>
        </w:rPr>
        <w:t xml:space="preserve">ں </w:t>
      </w:r>
      <w:r>
        <w:rPr>
          <w:rtl/>
        </w:rPr>
        <w:t xml:space="preserve">شامل ہو گيا ،وہ اور ا س كا خاندان سقيفہ كاحمايتى بن گيا _ </w:t>
      </w:r>
    </w:p>
    <w:p w:rsidR="00376422" w:rsidRDefault="00376422" w:rsidP="00E67399">
      <w:pPr>
        <w:pStyle w:val="libNormal"/>
        <w:rPr>
          <w:rtl/>
        </w:rPr>
      </w:pPr>
      <w:r>
        <w:rPr>
          <w:rtl/>
        </w:rPr>
        <w:t>ابو بكر نے بھى ابوسفيان كو خاموش كرنے اور اسكاتعاون حاصل كرنے كے لئے ،اسكے بيٹے يزيد كو شام كے علاقے فتح كرنے كے لئے بھيجے جانے والى فوج كاسردار معين كر ديا ،يہ حادثہ ہجرت كے تيسرے سال پيش</w:t>
      </w:r>
      <w:r w:rsidR="00831D2C">
        <w:rPr>
          <w:rtl/>
        </w:rPr>
        <w:t xml:space="preserve"> آيا </w:t>
      </w:r>
      <w:r>
        <w:rPr>
          <w:rtl/>
        </w:rPr>
        <w:t xml:space="preserve"> ،معاويہ بھى بھائي كے ساتھ فوج مي</w:t>
      </w:r>
      <w:r w:rsidR="00B365A1">
        <w:rPr>
          <w:rtl/>
        </w:rPr>
        <w:t xml:space="preserve">ں </w:t>
      </w:r>
      <w:r>
        <w:rPr>
          <w:rtl/>
        </w:rPr>
        <w:t>شامل تھا ،شام فتح ہونے كے بعد ابو بكر كے حكم سے يزيد ابن ابوسفيان حكومت دمشق پر فائز ہو گيا، وہا</w:t>
      </w:r>
      <w:r w:rsidR="00B365A1">
        <w:rPr>
          <w:rtl/>
        </w:rPr>
        <w:t xml:space="preserve">ں </w:t>
      </w:r>
      <w:r>
        <w:rPr>
          <w:rtl/>
        </w:rPr>
        <w:t xml:space="preserve">وہ فوج كا سپہہ سالار بھى تھا اور دمشق كاحاكم بھى _ </w:t>
      </w:r>
    </w:p>
    <w:p w:rsidR="00376422" w:rsidRDefault="00376422" w:rsidP="00E67399">
      <w:pPr>
        <w:pStyle w:val="libNormal"/>
        <w:rPr>
          <w:rtl/>
        </w:rPr>
      </w:pPr>
      <w:r>
        <w:rPr>
          <w:rtl/>
        </w:rPr>
        <w:t>خلافت عمر كے زمانے مي</w:t>
      </w:r>
      <w:r w:rsidR="00B365A1">
        <w:rPr>
          <w:rtl/>
        </w:rPr>
        <w:t xml:space="preserve">ں </w:t>
      </w:r>
      <w:r>
        <w:rPr>
          <w:rtl/>
        </w:rPr>
        <w:t>جس وقت يزيد ابن ابوسفيان طاعون كے مرض مي</w:t>
      </w:r>
      <w:r w:rsidR="00B365A1">
        <w:rPr>
          <w:rtl/>
        </w:rPr>
        <w:t xml:space="preserve">ں </w:t>
      </w:r>
      <w:r>
        <w:rPr>
          <w:rtl/>
        </w:rPr>
        <w:t xml:space="preserve">گرفتار ہوا تو اسنے اپنے بھائي معاويہ كو اپنى جگہ معين كرنے كے لئے، خليفہ كو خط لكھا خليفہ دوم نے اسكى بات مان كر حكومت معاويہ كے حوالے كردى </w:t>
      </w:r>
      <w:r w:rsidRPr="00C00E6D">
        <w:rPr>
          <w:rStyle w:val="libFootnotenumChar"/>
          <w:rtl/>
        </w:rPr>
        <w:t>(52)</w:t>
      </w:r>
      <w:r>
        <w:rPr>
          <w:rtl/>
        </w:rPr>
        <w:t xml:space="preserve"> </w:t>
      </w:r>
    </w:p>
    <w:p w:rsidR="00376422" w:rsidRDefault="00376422" w:rsidP="00E67399">
      <w:pPr>
        <w:pStyle w:val="libNormal"/>
        <w:rPr>
          <w:rtl/>
        </w:rPr>
      </w:pPr>
      <w:r>
        <w:rPr>
          <w:rtl/>
        </w:rPr>
        <w:t>شام پر معاويہ كى حكومت كے زمانے مي</w:t>
      </w:r>
      <w:r w:rsidR="00B365A1">
        <w:rPr>
          <w:rtl/>
        </w:rPr>
        <w:t xml:space="preserve">ں </w:t>
      </w:r>
      <w:r>
        <w:rPr>
          <w:rtl/>
        </w:rPr>
        <w:t>عمر نے مصر كاسفر كيا ،جس دن وہ دمشق مي</w:t>
      </w:r>
      <w:r w:rsidR="00B365A1">
        <w:rPr>
          <w:rtl/>
        </w:rPr>
        <w:t xml:space="preserve">ں </w:t>
      </w:r>
      <w:r>
        <w:rPr>
          <w:rtl/>
        </w:rPr>
        <w:t xml:space="preserve">پہنچے تو معاويہ نے ا ن كا شاندار استقبال كيا ،عمر نے جب معاويہ كاجاہ وجلال ديكھاتو كہا ،يہ شخص عرب كاكسرى ہے _ </w:t>
      </w:r>
    </w:p>
    <w:p w:rsidR="00376422" w:rsidRDefault="00376422" w:rsidP="00E67399">
      <w:pPr>
        <w:pStyle w:val="libNormal"/>
        <w:rPr>
          <w:rtl/>
        </w:rPr>
      </w:pPr>
      <w:r>
        <w:rPr>
          <w:rtl/>
        </w:rPr>
        <w:t>جب معاويہ اسكے قريب</w:t>
      </w:r>
      <w:r w:rsidR="00831D2C">
        <w:rPr>
          <w:rtl/>
        </w:rPr>
        <w:t xml:space="preserve"> آيا </w:t>
      </w:r>
      <w:r>
        <w:rPr>
          <w:rtl/>
        </w:rPr>
        <w:t xml:space="preserve"> تو اس سے كہا كہ ،تم اتنے جاہ وجلال كے مالك ہو گئے ؟ </w:t>
      </w:r>
    </w:p>
    <w:p w:rsidR="00376422" w:rsidRDefault="00376422" w:rsidP="00E67399">
      <w:pPr>
        <w:pStyle w:val="libNormal"/>
        <w:rPr>
          <w:rtl/>
        </w:rPr>
      </w:pPr>
      <w:r>
        <w:rPr>
          <w:rtl/>
        </w:rPr>
        <w:t>معاويہ نے جواب ديا _جى ہا</w:t>
      </w:r>
      <w:r w:rsidR="00B365A1">
        <w:rPr>
          <w:rtl/>
        </w:rPr>
        <w:t xml:space="preserve">ں </w:t>
      </w:r>
      <w:r>
        <w:rPr>
          <w:rtl/>
        </w:rPr>
        <w:t xml:space="preserve">اميرالمومنين </w:t>
      </w:r>
    </w:p>
    <w:p w:rsidR="00376422" w:rsidRDefault="00376422" w:rsidP="00E67399">
      <w:pPr>
        <w:pStyle w:val="libNormal"/>
        <w:rPr>
          <w:rtl/>
        </w:rPr>
      </w:pPr>
      <w:r>
        <w:rPr>
          <w:rtl/>
        </w:rPr>
        <w:t>عمر نے پوچھا ،ايسا كيو</w:t>
      </w:r>
      <w:r w:rsidR="00B365A1">
        <w:rPr>
          <w:rtl/>
        </w:rPr>
        <w:t xml:space="preserve">ں </w:t>
      </w:r>
      <w:r>
        <w:rPr>
          <w:rtl/>
        </w:rPr>
        <w:t xml:space="preserve">كرتے ہو ؟ </w:t>
      </w:r>
    </w:p>
    <w:p w:rsidR="0025286B" w:rsidRDefault="0025286B" w:rsidP="00E67399">
      <w:pPr>
        <w:pStyle w:val="libNormal"/>
        <w:rPr>
          <w:rtl/>
        </w:rPr>
      </w:pPr>
      <w:r>
        <w:rPr>
          <w:rtl/>
        </w:rPr>
        <w:t xml:space="preserve">معاويہ نے كہا :اخر ہم ايك ايسى سر زمين پر رہتے ہيں جہاں دشمن (روميوں ) كے جاسوس زيادہ ہيں لہذا ضرورى ہے كہ ہم سطوت وشكوہ كامظاہرہ كركے ان پر اپنا رعب و دبدبہ قائم ركھيں تاكہ يہ لوگ ہم سے خوف كھائيں </w:t>
      </w:r>
      <w:r w:rsidRPr="00C00E6D">
        <w:rPr>
          <w:rStyle w:val="libFootnotenumChar"/>
          <w:rtl/>
        </w:rPr>
        <w:t>(</w:t>
      </w:r>
      <w:r w:rsidRPr="00C00E6D">
        <w:rPr>
          <w:rStyle w:val="libFootnotenumChar"/>
          <w:rFonts w:hint="cs"/>
          <w:rtl/>
        </w:rPr>
        <w:t>53</w:t>
      </w:r>
      <w:r w:rsidRPr="00C00E6D">
        <w:rPr>
          <w:rStyle w:val="libFootnotenumChar"/>
          <w:rtl/>
        </w:rPr>
        <w:t>)</w:t>
      </w:r>
      <w:r>
        <w:rPr>
          <w:rtl/>
        </w:rPr>
        <w:t xml:space="preserve"> </w:t>
      </w:r>
    </w:p>
    <w:p w:rsidR="0025286B" w:rsidRDefault="0025286B" w:rsidP="00E67399">
      <w:pPr>
        <w:pStyle w:val="libNormal"/>
        <w:rPr>
          <w:rtl/>
        </w:rPr>
      </w:pPr>
      <w:r>
        <w:rPr>
          <w:rtl/>
        </w:rPr>
        <w:t xml:space="preserve">عمر كازمانہ حكومت ختم ہو گيا ،اور تخت خلافت پر عثمان براجمان ہوئے تو انھوں نے دمشق كے ساتھ تمام </w:t>
      </w:r>
    </w:p>
    <w:p w:rsidR="00376422" w:rsidRDefault="006620E9" w:rsidP="00E67399">
      <w:pPr>
        <w:pStyle w:val="libLine"/>
        <w:rPr>
          <w:rtl/>
        </w:rPr>
      </w:pPr>
      <w:r>
        <w:rPr>
          <w:rFonts w:hint="cs"/>
          <w:rtl/>
        </w:rPr>
        <w:t>____________________</w:t>
      </w:r>
      <w:r w:rsidR="00376422">
        <w:rPr>
          <w:rtl/>
        </w:rPr>
        <w:t xml:space="preserve"> </w:t>
      </w:r>
    </w:p>
    <w:p w:rsidR="00376422" w:rsidRDefault="00376422" w:rsidP="00E67399">
      <w:pPr>
        <w:pStyle w:val="libFootnote"/>
        <w:rPr>
          <w:rtl/>
        </w:rPr>
      </w:pPr>
      <w:r>
        <w:rPr>
          <w:rtl/>
        </w:rPr>
        <w:t xml:space="preserve">52_ طبرى ج4 ص 202 سير اعلام النبلہ ج1 ص 238 </w:t>
      </w:r>
    </w:p>
    <w:p w:rsidR="00A46FE1" w:rsidRDefault="00A46FE1" w:rsidP="00E67399">
      <w:pPr>
        <w:pStyle w:val="libFootnote"/>
        <w:rPr>
          <w:rtl/>
        </w:rPr>
      </w:pPr>
      <w:r w:rsidRPr="00E67399">
        <w:rPr>
          <w:rFonts w:hint="cs"/>
          <w:rtl/>
        </w:rPr>
        <w:t>53</w:t>
      </w:r>
      <w:r>
        <w:rPr>
          <w:rtl/>
        </w:rPr>
        <w:t xml:space="preserve">_ استيعاب ج1 ص 252 ،اصابہ ج3 ص 413 ، ابن كثير ج8 ص 120 </w:t>
      </w:r>
    </w:p>
    <w:p w:rsidR="006620E9" w:rsidRDefault="006620E9" w:rsidP="00E67399">
      <w:pPr>
        <w:pStyle w:val="libPoemTini"/>
        <w:rPr>
          <w:rtl/>
        </w:rPr>
      </w:pPr>
      <w:r>
        <w:rPr>
          <w:rtl/>
        </w:rPr>
        <w:br w:type="page"/>
      </w:r>
    </w:p>
    <w:p w:rsidR="00376422" w:rsidRDefault="00376422" w:rsidP="00E67399">
      <w:pPr>
        <w:pStyle w:val="libNormal"/>
        <w:rPr>
          <w:rtl/>
        </w:rPr>
      </w:pPr>
      <w:r>
        <w:rPr>
          <w:rtl/>
        </w:rPr>
        <w:lastRenderedPageBreak/>
        <w:t xml:space="preserve">شامى علاقہ معاويہ كے حوالے كر ديا جو اج شام ،فلسطين ،اردن ،اور لبنان كاعلاقہ ہے _ </w:t>
      </w:r>
    </w:p>
    <w:p w:rsidR="00376422" w:rsidRDefault="00376422" w:rsidP="00E67399">
      <w:pPr>
        <w:pStyle w:val="libNormal"/>
        <w:rPr>
          <w:rtl/>
        </w:rPr>
      </w:pPr>
      <w:r>
        <w:rPr>
          <w:rtl/>
        </w:rPr>
        <w:t>معاويہ اپنے امور مي</w:t>
      </w:r>
      <w:r w:rsidR="00B365A1">
        <w:rPr>
          <w:rtl/>
        </w:rPr>
        <w:t xml:space="preserve">ں </w:t>
      </w:r>
      <w:r>
        <w:rPr>
          <w:rtl/>
        </w:rPr>
        <w:t>پو رى طرح ازاد ہو گيا، معاويہ نے اپنى عادت كے مطابق جو انھي</w:t>
      </w:r>
      <w:r w:rsidR="00B365A1">
        <w:rPr>
          <w:rtl/>
        </w:rPr>
        <w:t xml:space="preserve">ں </w:t>
      </w:r>
      <w:r>
        <w:rPr>
          <w:rtl/>
        </w:rPr>
        <w:t>جاہلى انداز كى تر بيت ہوئي تھى حكومت كو بھى جاہلى انداز پر ڈھالنا شروع كيا ،انھي</w:t>
      </w:r>
      <w:r w:rsidR="00B365A1">
        <w:rPr>
          <w:rtl/>
        </w:rPr>
        <w:t xml:space="preserve">ں </w:t>
      </w:r>
      <w:r>
        <w:rPr>
          <w:rtl/>
        </w:rPr>
        <w:t>انكى منحوس خواہشو</w:t>
      </w:r>
      <w:r w:rsidR="00B365A1">
        <w:rPr>
          <w:rtl/>
        </w:rPr>
        <w:t xml:space="preserve">ں </w:t>
      </w:r>
      <w:r>
        <w:rPr>
          <w:rtl/>
        </w:rPr>
        <w:t>پر بندش عائد كرنے والاكوئي نہي</w:t>
      </w:r>
      <w:r w:rsidR="00B365A1">
        <w:rPr>
          <w:rtl/>
        </w:rPr>
        <w:t xml:space="preserve">ں </w:t>
      </w:r>
      <w:r>
        <w:rPr>
          <w:rtl/>
        </w:rPr>
        <w:t xml:space="preserve">تھا _ </w:t>
      </w:r>
    </w:p>
    <w:p w:rsidR="00376422" w:rsidRDefault="00376422" w:rsidP="00E67399">
      <w:pPr>
        <w:pStyle w:val="libNormal"/>
        <w:rPr>
          <w:rtl/>
        </w:rPr>
      </w:pPr>
      <w:r>
        <w:rPr>
          <w:rtl/>
        </w:rPr>
        <w:t>ان كى مطلق العنانى كے كچھ نمونے يہ ہي</w:t>
      </w:r>
      <w:r w:rsidR="00B365A1">
        <w:rPr>
          <w:rtl/>
        </w:rPr>
        <w:t xml:space="preserve">ں </w:t>
      </w:r>
      <w:r>
        <w:rPr>
          <w:rtl/>
        </w:rPr>
        <w:t>جوبزر گ خزرجى صحابى رسول (ص) عبادہ ابن صامت كے ساتھ پيش</w:t>
      </w:r>
      <w:r w:rsidR="00137FAB">
        <w:rPr>
          <w:rtl/>
        </w:rPr>
        <w:t xml:space="preserve"> آئے</w:t>
      </w:r>
      <w:r>
        <w:rPr>
          <w:rtl/>
        </w:rPr>
        <w:t xml:space="preserve"> ،عبادہ ان بارہ افراد مي</w:t>
      </w:r>
      <w:r w:rsidR="00B365A1">
        <w:rPr>
          <w:rtl/>
        </w:rPr>
        <w:t xml:space="preserve">ں </w:t>
      </w:r>
      <w:r>
        <w:rPr>
          <w:rtl/>
        </w:rPr>
        <w:t>تھے جنھو</w:t>
      </w:r>
      <w:r w:rsidR="00B365A1">
        <w:rPr>
          <w:rtl/>
        </w:rPr>
        <w:t xml:space="preserve">ں </w:t>
      </w:r>
      <w:r>
        <w:rPr>
          <w:rtl/>
        </w:rPr>
        <w:t>نے بيعت عقبى مي</w:t>
      </w:r>
      <w:r w:rsidR="00B365A1">
        <w:rPr>
          <w:rtl/>
        </w:rPr>
        <w:t xml:space="preserve">ں </w:t>
      </w:r>
      <w:r>
        <w:rPr>
          <w:rtl/>
        </w:rPr>
        <w:t>شركت كى تھى اور نفساء كے افتخار اميز لقب كى ايك فرد تھے ،يہ مدينہ كے اولين مسلمانو</w:t>
      </w:r>
      <w:r w:rsidR="00B365A1">
        <w:rPr>
          <w:rtl/>
        </w:rPr>
        <w:t xml:space="preserve">ں </w:t>
      </w:r>
      <w:r>
        <w:rPr>
          <w:rtl/>
        </w:rPr>
        <w:t>مي</w:t>
      </w:r>
      <w:r w:rsidR="00B365A1">
        <w:rPr>
          <w:rtl/>
        </w:rPr>
        <w:t xml:space="preserve">ں </w:t>
      </w:r>
      <w:r>
        <w:rPr>
          <w:rtl/>
        </w:rPr>
        <w:t>شامل تھے يہ ان لوگو</w:t>
      </w:r>
      <w:r w:rsidR="00B365A1">
        <w:rPr>
          <w:rtl/>
        </w:rPr>
        <w:t xml:space="preserve">ں </w:t>
      </w:r>
      <w:r>
        <w:rPr>
          <w:rtl/>
        </w:rPr>
        <w:t>مي</w:t>
      </w:r>
      <w:r w:rsidR="00B365A1">
        <w:rPr>
          <w:rtl/>
        </w:rPr>
        <w:t xml:space="preserve">ں </w:t>
      </w:r>
      <w:r>
        <w:rPr>
          <w:rtl/>
        </w:rPr>
        <w:t>ہي</w:t>
      </w:r>
      <w:r w:rsidR="00B365A1">
        <w:rPr>
          <w:rtl/>
        </w:rPr>
        <w:t xml:space="preserve">ں </w:t>
      </w:r>
      <w:r>
        <w:rPr>
          <w:rtl/>
        </w:rPr>
        <w:t>جنھو</w:t>
      </w:r>
      <w:r w:rsidR="00B365A1">
        <w:rPr>
          <w:rtl/>
        </w:rPr>
        <w:t xml:space="preserve">ں </w:t>
      </w:r>
      <w:r>
        <w:rPr>
          <w:rtl/>
        </w:rPr>
        <w:t>نے رسول اكرم (ص) كے زمانے مي</w:t>
      </w:r>
      <w:r w:rsidR="00B365A1">
        <w:rPr>
          <w:rtl/>
        </w:rPr>
        <w:t xml:space="preserve">ں </w:t>
      </w:r>
      <w:r>
        <w:rPr>
          <w:rtl/>
        </w:rPr>
        <w:t xml:space="preserve">قران جمع كياتھا </w:t>
      </w:r>
    </w:p>
    <w:p w:rsidR="00376422" w:rsidRDefault="00376422" w:rsidP="00E67399">
      <w:pPr>
        <w:pStyle w:val="libNormal"/>
        <w:rPr>
          <w:rtl/>
        </w:rPr>
      </w:pPr>
      <w:r>
        <w:rPr>
          <w:rtl/>
        </w:rPr>
        <w:t>عمر ابن خطاب نے اس عظيم صحابى كو يزيد ابن ابوسفيان كے زمانے مي</w:t>
      </w:r>
      <w:r w:rsidR="00B365A1">
        <w:rPr>
          <w:rtl/>
        </w:rPr>
        <w:t xml:space="preserve">ں </w:t>
      </w:r>
      <w:r>
        <w:rPr>
          <w:rtl/>
        </w:rPr>
        <w:t>شام والو</w:t>
      </w:r>
      <w:r w:rsidR="00B365A1">
        <w:rPr>
          <w:rtl/>
        </w:rPr>
        <w:t xml:space="preserve">ں </w:t>
      </w:r>
      <w:r>
        <w:rPr>
          <w:rtl/>
        </w:rPr>
        <w:t>كو قران كى تعليم دينے كے لئے بھيجا ،وہ يزيد كى موت تك شہر حمص مي</w:t>
      </w:r>
      <w:r w:rsidR="00B365A1">
        <w:rPr>
          <w:rtl/>
        </w:rPr>
        <w:t xml:space="preserve">ں </w:t>
      </w:r>
      <w:r>
        <w:rPr>
          <w:rtl/>
        </w:rPr>
        <w:t>رہے ،يزيد كے مرنے كے بعد جب معاويہ ا ن كا جانشين ہو ا تو ان كى سر كردگى مي</w:t>
      </w:r>
      <w:r w:rsidR="00B365A1">
        <w:rPr>
          <w:rtl/>
        </w:rPr>
        <w:t xml:space="preserve">ں </w:t>
      </w:r>
      <w:r>
        <w:rPr>
          <w:rtl/>
        </w:rPr>
        <w:t>رومى علاقو</w:t>
      </w:r>
      <w:r w:rsidR="00B365A1">
        <w:rPr>
          <w:rtl/>
        </w:rPr>
        <w:t xml:space="preserve">ں </w:t>
      </w:r>
      <w:r>
        <w:rPr>
          <w:rtl/>
        </w:rPr>
        <w:t>سے جنگ كے لئے فوج بھيجى گئي ، اہلسنت كے مشہور اور عظيم محدث اپنى كتاب، صحيح مسلم مي</w:t>
      </w:r>
      <w:r w:rsidR="00B365A1">
        <w:rPr>
          <w:rtl/>
        </w:rPr>
        <w:t xml:space="preserve">ں </w:t>
      </w:r>
      <w:r>
        <w:rPr>
          <w:rtl/>
        </w:rPr>
        <w:t>نقل كرتے ہي</w:t>
      </w:r>
      <w:r w:rsidR="00B365A1">
        <w:rPr>
          <w:rtl/>
        </w:rPr>
        <w:t xml:space="preserve">ں </w:t>
      </w:r>
      <w:r>
        <w:rPr>
          <w:rtl/>
        </w:rPr>
        <w:t>كہ ،ايك اسلامى جنگ مي</w:t>
      </w:r>
      <w:r w:rsidR="00B365A1">
        <w:rPr>
          <w:rtl/>
        </w:rPr>
        <w:t xml:space="preserve">ں </w:t>
      </w:r>
      <w:r>
        <w:rPr>
          <w:rtl/>
        </w:rPr>
        <w:t>معاويہ اور عبادہ دونو</w:t>
      </w:r>
      <w:r w:rsidR="00B365A1">
        <w:rPr>
          <w:rtl/>
        </w:rPr>
        <w:t xml:space="preserve">ں </w:t>
      </w:r>
      <w:r>
        <w:rPr>
          <w:rtl/>
        </w:rPr>
        <w:t>شريك تھے ،جنگ فتح ہوئي اور ڈھير سارامال غنيمت ہاتھ</w:t>
      </w:r>
      <w:r w:rsidR="00831D2C">
        <w:rPr>
          <w:rtl/>
        </w:rPr>
        <w:t xml:space="preserve"> آيا </w:t>
      </w:r>
      <w:r>
        <w:rPr>
          <w:rtl/>
        </w:rPr>
        <w:t xml:space="preserve"> اس مال غنيمت مي</w:t>
      </w:r>
      <w:r w:rsidR="00B365A1">
        <w:rPr>
          <w:rtl/>
        </w:rPr>
        <w:t xml:space="preserve">ں </w:t>
      </w:r>
      <w:r>
        <w:rPr>
          <w:rtl/>
        </w:rPr>
        <w:t>سونے اور چاندى كے بہت سے ظروف بھى تھے، معاويہ نے حكم دياكہ ان ظروف كو بيچ كر اسكى قيمت مسلمانو</w:t>
      </w:r>
      <w:r w:rsidR="00B365A1">
        <w:rPr>
          <w:rtl/>
        </w:rPr>
        <w:t xml:space="preserve">ں </w:t>
      </w:r>
      <w:r>
        <w:rPr>
          <w:rtl/>
        </w:rPr>
        <w:t>مي</w:t>
      </w:r>
      <w:r w:rsidR="00B365A1">
        <w:rPr>
          <w:rtl/>
        </w:rPr>
        <w:t xml:space="preserve">ں </w:t>
      </w:r>
      <w:r>
        <w:rPr>
          <w:rtl/>
        </w:rPr>
        <w:t>تقسيم كردى جائے ،لوگ برتنو</w:t>
      </w:r>
      <w:r w:rsidR="00B365A1">
        <w:rPr>
          <w:rtl/>
        </w:rPr>
        <w:t xml:space="preserve">ں </w:t>
      </w:r>
      <w:r>
        <w:rPr>
          <w:rtl/>
        </w:rPr>
        <w:t>كوخريدنے كے لئے جمع ہوئے اورا نھي</w:t>
      </w:r>
      <w:r w:rsidR="00B365A1">
        <w:rPr>
          <w:rtl/>
        </w:rPr>
        <w:t xml:space="preserve">ں </w:t>
      </w:r>
      <w:r>
        <w:rPr>
          <w:rtl/>
        </w:rPr>
        <w:t>ظروف كے مقدار مي</w:t>
      </w:r>
      <w:r w:rsidR="00B365A1">
        <w:rPr>
          <w:rtl/>
        </w:rPr>
        <w:t xml:space="preserve">ں </w:t>
      </w:r>
      <w:r>
        <w:rPr>
          <w:rtl/>
        </w:rPr>
        <w:t>مساويانہ حيثيت سے قيمت معين ہوئي ،جب اس حادثہ كى خبر عبادہ كو پہنچى تو اپنى جگہ سے اٹھ كر اعلان كرنے لگے كہ مي</w:t>
      </w:r>
      <w:r w:rsidR="00B365A1">
        <w:rPr>
          <w:rtl/>
        </w:rPr>
        <w:t xml:space="preserve">ں </w:t>
      </w:r>
      <w:r>
        <w:rPr>
          <w:rtl/>
        </w:rPr>
        <w:t>نے رسول خدا(ص) سے سناہے كہ سونے كے بدلے سونااور چاندى كے بدلے مي</w:t>
      </w:r>
      <w:r w:rsidR="00B365A1">
        <w:rPr>
          <w:rtl/>
        </w:rPr>
        <w:t xml:space="preserve">ں </w:t>
      </w:r>
      <w:r>
        <w:rPr>
          <w:rtl/>
        </w:rPr>
        <w:t>چاندى مساويانہ حيثيت كے علاوہ كسى دوسرى طرح خريدنے پرمنع فرماياہے جوزيادہ قيمت دے گا وہ سود مي</w:t>
      </w:r>
      <w:r w:rsidR="00B365A1">
        <w:rPr>
          <w:rtl/>
        </w:rPr>
        <w:t xml:space="preserve">ں </w:t>
      </w:r>
      <w:r>
        <w:rPr>
          <w:rtl/>
        </w:rPr>
        <w:t xml:space="preserve">گرفتار ہوگا _ </w:t>
      </w:r>
    </w:p>
    <w:p w:rsidR="00376422" w:rsidRDefault="00376422" w:rsidP="00E67399">
      <w:pPr>
        <w:pStyle w:val="libNormal"/>
        <w:rPr>
          <w:rtl/>
        </w:rPr>
      </w:pPr>
      <w:r>
        <w:rPr>
          <w:rtl/>
        </w:rPr>
        <w:t>اس حديث كو سننے كے بعد لوگو</w:t>
      </w:r>
      <w:r w:rsidR="00B365A1">
        <w:rPr>
          <w:rtl/>
        </w:rPr>
        <w:t xml:space="preserve">ں </w:t>
      </w:r>
      <w:r>
        <w:rPr>
          <w:rtl/>
        </w:rPr>
        <w:t xml:space="preserve">نے اپنى اضافى قيمت واپس لے لى _ </w:t>
      </w:r>
    </w:p>
    <w:p w:rsidR="00376422" w:rsidRDefault="00376422" w:rsidP="00E67399">
      <w:pPr>
        <w:pStyle w:val="libNormal"/>
        <w:rPr>
          <w:rtl/>
        </w:rPr>
      </w:pPr>
      <w:r>
        <w:rPr>
          <w:rtl/>
        </w:rPr>
        <w:t>جب معاويہ كو معلوم ہو ا تو سخت غصہ كى حالت مي</w:t>
      </w:r>
      <w:r w:rsidR="00B365A1">
        <w:rPr>
          <w:rtl/>
        </w:rPr>
        <w:t xml:space="preserve">ں </w:t>
      </w:r>
      <w:r>
        <w:rPr>
          <w:rtl/>
        </w:rPr>
        <w:t xml:space="preserve">تقرير كى _ </w:t>
      </w:r>
    </w:p>
    <w:p w:rsidR="00376422" w:rsidRDefault="00376422" w:rsidP="00E67399">
      <w:pPr>
        <w:pStyle w:val="libNormal"/>
        <w:rPr>
          <w:rtl/>
        </w:rPr>
      </w:pPr>
      <w:r>
        <w:rPr>
          <w:rtl/>
        </w:rPr>
        <w:t>لوگو</w:t>
      </w:r>
      <w:r w:rsidR="00B365A1">
        <w:rPr>
          <w:rtl/>
        </w:rPr>
        <w:t xml:space="preserve">ں </w:t>
      </w:r>
      <w:r>
        <w:rPr>
          <w:rtl/>
        </w:rPr>
        <w:t>كو كيا ہو گيا ہے كہ حديث رسول بيان كرنے لگے ہي</w:t>
      </w:r>
      <w:r w:rsidR="00B365A1">
        <w:rPr>
          <w:rtl/>
        </w:rPr>
        <w:t xml:space="preserve">ں </w:t>
      </w:r>
      <w:r>
        <w:rPr>
          <w:rtl/>
        </w:rPr>
        <w:t>،ہم بھى انحضرت(ص) كے ساتھ رہے اور انھي</w:t>
      </w:r>
      <w:r w:rsidR="00B365A1">
        <w:rPr>
          <w:rtl/>
        </w:rPr>
        <w:t xml:space="preserve">ں </w:t>
      </w:r>
      <w:r>
        <w:rPr>
          <w:rtl/>
        </w:rPr>
        <w:t>ديكھا ہم نے كبھى ايسى حديث نہي</w:t>
      </w:r>
      <w:r w:rsidR="00B365A1">
        <w:rPr>
          <w:rtl/>
        </w:rPr>
        <w:t xml:space="preserve">ں </w:t>
      </w:r>
      <w:r>
        <w:rPr>
          <w:rtl/>
        </w:rPr>
        <w:t xml:space="preserve">سنى _ </w:t>
      </w:r>
    </w:p>
    <w:p w:rsidR="00923640" w:rsidRDefault="00376422" w:rsidP="00E67399">
      <w:pPr>
        <w:pStyle w:val="libNormal"/>
        <w:rPr>
          <w:rtl/>
        </w:rPr>
      </w:pPr>
      <w:r>
        <w:rPr>
          <w:rtl/>
        </w:rPr>
        <w:t>يہ سن كر عبادہ نے اپنى بات كو دوبارہ كہا پھر اضافہ كيا كہ ہم نے جو كچھ حديث رسول(ص) سنى تھى وہ تم لوگو</w:t>
      </w:r>
      <w:r w:rsidR="00B365A1">
        <w:rPr>
          <w:rtl/>
        </w:rPr>
        <w:t xml:space="preserve">ں </w:t>
      </w:r>
      <w:r>
        <w:rPr>
          <w:rtl/>
        </w:rPr>
        <w:t>كو سنادى چاہے معاويہ اس سے ناخوش ہو</w:t>
      </w:r>
      <w:r w:rsidR="00B365A1">
        <w:rPr>
          <w:rtl/>
        </w:rPr>
        <w:t xml:space="preserve">ں </w:t>
      </w:r>
      <w:r>
        <w:rPr>
          <w:rtl/>
        </w:rPr>
        <w:t>ياراضى نہ ہو</w:t>
      </w:r>
      <w:r w:rsidR="00B365A1">
        <w:rPr>
          <w:rtl/>
        </w:rPr>
        <w:t xml:space="preserve">ں </w:t>
      </w:r>
      <w:r>
        <w:rPr>
          <w:rtl/>
        </w:rPr>
        <w:t xml:space="preserve">_ </w:t>
      </w:r>
    </w:p>
    <w:p w:rsidR="00923640" w:rsidRDefault="0092364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ايك دوسرى روايت كے مطابق انھو</w:t>
      </w:r>
      <w:r w:rsidR="00B365A1">
        <w:rPr>
          <w:rtl/>
        </w:rPr>
        <w:t xml:space="preserve">ں </w:t>
      </w:r>
      <w:r>
        <w:rPr>
          <w:rtl/>
        </w:rPr>
        <w:t>نے كہا كہ چاہے معاويہ اس سے ناخوش ہى ہو</w:t>
      </w:r>
      <w:r w:rsidR="00B365A1">
        <w:rPr>
          <w:rtl/>
        </w:rPr>
        <w:t xml:space="preserve">ں </w:t>
      </w:r>
      <w:r>
        <w:rPr>
          <w:rtl/>
        </w:rPr>
        <w:t>مجھے اسكى پرواہ نہي</w:t>
      </w:r>
      <w:r w:rsidR="00B365A1">
        <w:rPr>
          <w:rtl/>
        </w:rPr>
        <w:t xml:space="preserve">ں </w:t>
      </w:r>
      <w:r>
        <w:rPr>
          <w:rtl/>
        </w:rPr>
        <w:t>ہے كہ ايك رات بھى معاويہ مجھے اپنے لشكر مي</w:t>
      </w:r>
      <w:r w:rsidR="00B365A1">
        <w:rPr>
          <w:rtl/>
        </w:rPr>
        <w:t xml:space="preserve">ں </w:t>
      </w:r>
      <w:r>
        <w:rPr>
          <w:rtl/>
        </w:rPr>
        <w:t xml:space="preserve">قبول نہ كرے </w:t>
      </w:r>
      <w:r w:rsidRPr="00DB1D0D">
        <w:rPr>
          <w:rStyle w:val="libFootnotenumChar"/>
          <w:rtl/>
        </w:rPr>
        <w:t>(2)</w:t>
      </w:r>
      <w:r>
        <w:rPr>
          <w:rtl/>
        </w:rPr>
        <w:t xml:space="preserve"> </w:t>
      </w:r>
    </w:p>
    <w:p w:rsidR="00376422" w:rsidRDefault="00376422" w:rsidP="00E67399">
      <w:pPr>
        <w:pStyle w:val="libNormal"/>
        <w:rPr>
          <w:rtl/>
        </w:rPr>
      </w:pPr>
      <w:r>
        <w:rPr>
          <w:rtl/>
        </w:rPr>
        <w:t>احمدبن حنبل اور نسائي كى روايت كے مطابق عبادہ نے كہا كہ خداكى قسم ہم نہ كسى سے متاثر ہوئے ہي</w:t>
      </w:r>
      <w:r w:rsidR="00B365A1">
        <w:rPr>
          <w:rtl/>
        </w:rPr>
        <w:t xml:space="preserve">ں </w:t>
      </w:r>
      <w:r>
        <w:rPr>
          <w:rtl/>
        </w:rPr>
        <w:t>اور نہ ہى ہونگے ،ہم اس سر زمين پر ايك شب بھى نہي</w:t>
      </w:r>
      <w:r w:rsidR="00B365A1">
        <w:rPr>
          <w:rtl/>
        </w:rPr>
        <w:t xml:space="preserve">ں </w:t>
      </w:r>
      <w:r>
        <w:rPr>
          <w:rtl/>
        </w:rPr>
        <w:t>رہينگے جہا</w:t>
      </w:r>
      <w:r w:rsidR="00B365A1">
        <w:rPr>
          <w:rtl/>
        </w:rPr>
        <w:t xml:space="preserve">ں </w:t>
      </w:r>
      <w:r>
        <w:rPr>
          <w:rtl/>
        </w:rPr>
        <w:t xml:space="preserve">معاويہ رہے گا </w:t>
      </w:r>
      <w:r w:rsidRPr="00DB1D0D">
        <w:rPr>
          <w:rStyle w:val="libFootnotenumChar"/>
          <w:rtl/>
        </w:rPr>
        <w:t>(3)</w:t>
      </w:r>
      <w:r>
        <w:rPr>
          <w:rtl/>
        </w:rPr>
        <w:t xml:space="preserve"> </w:t>
      </w:r>
    </w:p>
    <w:p w:rsidR="00376422" w:rsidRDefault="00376422" w:rsidP="00E67399">
      <w:pPr>
        <w:pStyle w:val="libNormal"/>
        <w:rPr>
          <w:rtl/>
        </w:rPr>
      </w:pPr>
      <w:r>
        <w:rPr>
          <w:rtl/>
        </w:rPr>
        <w:t>صاحب اسد الغابہ اور سير اعلام النبلاء نے عبادہ كے حالات لكھتے ہوئے اس مسئلے كو يو</w:t>
      </w:r>
      <w:r w:rsidR="00B365A1">
        <w:rPr>
          <w:rtl/>
        </w:rPr>
        <w:t xml:space="preserve">ں </w:t>
      </w:r>
      <w:r>
        <w:rPr>
          <w:rtl/>
        </w:rPr>
        <w:t>بيان كيا ہے كہ عبادہ نے معاويہ كے كچھ امور سے سر پيچى كى اور ان امور كو قوانين اسلامى كى صريحى خلاف ورزى بتايا ، پھر كہا كہ مي</w:t>
      </w:r>
      <w:r w:rsidR="00B365A1">
        <w:rPr>
          <w:rtl/>
        </w:rPr>
        <w:t xml:space="preserve">ں </w:t>
      </w:r>
      <w:r>
        <w:rPr>
          <w:rtl/>
        </w:rPr>
        <w:t>اورتم ايك سر زمين پر ہر گز نہ رہي</w:t>
      </w:r>
      <w:r w:rsidR="00B365A1">
        <w:rPr>
          <w:rtl/>
        </w:rPr>
        <w:t xml:space="preserve">ں </w:t>
      </w:r>
      <w:r>
        <w:rPr>
          <w:rtl/>
        </w:rPr>
        <w:t>گے ، پھر وہ شام سے كوچ كر كے مدينہ اگئے عمر ا س وقت تك خليفہ تھے ،پوچھا كہ مدينہ كيو</w:t>
      </w:r>
      <w:r w:rsidR="00B365A1">
        <w:rPr>
          <w:rtl/>
        </w:rPr>
        <w:t xml:space="preserve">ں </w:t>
      </w:r>
      <w:r>
        <w:rPr>
          <w:rtl/>
        </w:rPr>
        <w:t>واپس اگئے ؟عبادہ نے معاويہ كى نا شائستہ حركتو</w:t>
      </w:r>
      <w:r w:rsidR="00B365A1">
        <w:rPr>
          <w:rtl/>
        </w:rPr>
        <w:t xml:space="preserve">ں </w:t>
      </w:r>
      <w:r>
        <w:rPr>
          <w:rtl/>
        </w:rPr>
        <w:t>كو بيان كيا گيا ، عمرنے كہا اپنى جگہ واپس جائو ، خدا و ند عالم اس زمين كو غارت كر ے جہا</w:t>
      </w:r>
      <w:r w:rsidR="00B365A1">
        <w:rPr>
          <w:rtl/>
        </w:rPr>
        <w:t xml:space="preserve">ں </w:t>
      </w:r>
      <w:r>
        <w:rPr>
          <w:rtl/>
        </w:rPr>
        <w:t>تم اور تمھارے جيسے لوگ نہ رہي</w:t>
      </w:r>
      <w:r w:rsidR="00B365A1">
        <w:rPr>
          <w:rtl/>
        </w:rPr>
        <w:t xml:space="preserve">ں </w:t>
      </w:r>
      <w:r>
        <w:rPr>
          <w:rtl/>
        </w:rPr>
        <w:t>، اسكو ، تم پر حكمرانى كرنے كا حق نہي</w:t>
      </w:r>
      <w:r w:rsidR="00B365A1">
        <w:rPr>
          <w:rtl/>
        </w:rPr>
        <w:t xml:space="preserve">ں </w:t>
      </w:r>
      <w:r>
        <w:rPr>
          <w:rtl/>
        </w:rPr>
        <w:t xml:space="preserve">ہے </w:t>
      </w:r>
      <w:r w:rsidRPr="00DB1D0D">
        <w:rPr>
          <w:rStyle w:val="libFootnotenumChar"/>
          <w:rtl/>
        </w:rPr>
        <w:t>(4)</w:t>
      </w:r>
      <w:r>
        <w:rPr>
          <w:rtl/>
        </w:rPr>
        <w:t xml:space="preserve"> </w:t>
      </w:r>
    </w:p>
    <w:p w:rsidR="00376422" w:rsidRDefault="00376422" w:rsidP="00E67399">
      <w:pPr>
        <w:pStyle w:val="libNormal"/>
        <w:rPr>
          <w:rtl/>
        </w:rPr>
      </w:pPr>
      <w:r>
        <w:rPr>
          <w:rtl/>
        </w:rPr>
        <w:t>ذہبى سير اعلام النبلاء مي</w:t>
      </w:r>
      <w:r w:rsidR="00B365A1">
        <w:rPr>
          <w:rtl/>
        </w:rPr>
        <w:t xml:space="preserve">ں </w:t>
      </w:r>
      <w:r>
        <w:rPr>
          <w:rtl/>
        </w:rPr>
        <w:t>بيان كرتا ہے كہ ايك دن عبادہ بن صامت اور معاويہ مسجد مي</w:t>
      </w:r>
      <w:r w:rsidR="00B365A1">
        <w:rPr>
          <w:rtl/>
        </w:rPr>
        <w:t xml:space="preserve">ں </w:t>
      </w:r>
      <w:r>
        <w:rPr>
          <w:rtl/>
        </w:rPr>
        <w:t>پہنچے ، اذان ہونے كے بعد خطيب منبر پر پہنچا ، اس نے خطبہ مي</w:t>
      </w:r>
      <w:r w:rsidR="00B365A1">
        <w:rPr>
          <w:rtl/>
        </w:rPr>
        <w:t xml:space="preserve">ں </w:t>
      </w:r>
      <w:r>
        <w:rPr>
          <w:rtl/>
        </w:rPr>
        <w:t>معاويہ كى خوب تعريف كى عبادہ اپنى جگہ سے كھڑے ہوئے اور ايك مٹھى خاك خطيب كے منھ مي</w:t>
      </w:r>
      <w:r w:rsidR="00B365A1">
        <w:rPr>
          <w:rtl/>
        </w:rPr>
        <w:t xml:space="preserve">ں </w:t>
      </w:r>
      <w:r>
        <w:rPr>
          <w:rtl/>
        </w:rPr>
        <w:t>ڈال دى ، معاويہ كو اس پر بہت غصہ</w:t>
      </w:r>
      <w:r w:rsidR="00831D2C">
        <w:rPr>
          <w:rtl/>
        </w:rPr>
        <w:t xml:space="preserve"> آيا </w:t>
      </w:r>
      <w:r>
        <w:rPr>
          <w:rtl/>
        </w:rPr>
        <w:t xml:space="preserve"> عبادہ نے معاويہ كى طرف رخ كر كے كہا ، كہ تو ا س وقت جبكہ ہم سر زمين عقبى پر رسول اكرم (ص) كے ہاتھو</w:t>
      </w:r>
      <w:r w:rsidR="00B365A1">
        <w:rPr>
          <w:rtl/>
        </w:rPr>
        <w:t xml:space="preserve">ں </w:t>
      </w:r>
      <w:r>
        <w:rPr>
          <w:rtl/>
        </w:rPr>
        <w:t>پر اس بات كيلئے عہد و پيمان كر رہے تھے كہ جہا</w:t>
      </w:r>
      <w:r w:rsidR="00B365A1">
        <w:rPr>
          <w:rtl/>
        </w:rPr>
        <w:t xml:space="preserve">ں </w:t>
      </w:r>
      <w:r>
        <w:rPr>
          <w:rtl/>
        </w:rPr>
        <w:t>بھى رہينگے حق قائم كر كے رہينگے ، تو ہمارے ساتھ نہي</w:t>
      </w:r>
      <w:r w:rsidR="00B365A1">
        <w:rPr>
          <w:rtl/>
        </w:rPr>
        <w:t xml:space="preserve">ں </w:t>
      </w:r>
      <w:r>
        <w:rPr>
          <w:rtl/>
        </w:rPr>
        <w:t>تھا ہم نے يہ عہد كيا ہے كہ خدا كى راہ مي</w:t>
      </w:r>
      <w:r w:rsidR="00B365A1">
        <w:rPr>
          <w:rtl/>
        </w:rPr>
        <w:t xml:space="preserve">ں </w:t>
      </w:r>
      <w:r>
        <w:rPr>
          <w:rtl/>
        </w:rPr>
        <w:t>كسى ملامت كى پرواہ نہ كرينگے ، رسول خدا (ص) نے فرمايا ہے كہ جب كسى كو ديكھو كہ رو در رو كسى كى مدح كر رہا ہے تو اسكے منھ مي</w:t>
      </w:r>
      <w:r w:rsidR="00B365A1">
        <w:rPr>
          <w:rtl/>
        </w:rPr>
        <w:t xml:space="preserve">ں </w:t>
      </w:r>
      <w:r>
        <w:rPr>
          <w:rtl/>
        </w:rPr>
        <w:t xml:space="preserve">دھول جھونك دو </w:t>
      </w:r>
      <w:r w:rsidRPr="00DB1D0D">
        <w:rPr>
          <w:rStyle w:val="libFootnotenumChar"/>
          <w:rtl/>
        </w:rPr>
        <w:t>(5)</w:t>
      </w:r>
      <w:r>
        <w:rPr>
          <w:rtl/>
        </w:rPr>
        <w:t xml:space="preserve"> </w:t>
      </w:r>
    </w:p>
    <w:p w:rsidR="00923640" w:rsidRDefault="00923640" w:rsidP="00E67399">
      <w:pPr>
        <w:pStyle w:val="libLine"/>
        <w:rPr>
          <w:rtl/>
        </w:rPr>
      </w:pPr>
      <w:r>
        <w:rPr>
          <w:rFonts w:hint="cs"/>
          <w:rtl/>
        </w:rPr>
        <w:t>____________________</w:t>
      </w:r>
    </w:p>
    <w:p w:rsidR="00923640" w:rsidRDefault="00923640" w:rsidP="00E67399">
      <w:pPr>
        <w:pStyle w:val="libFootnote"/>
        <w:rPr>
          <w:rtl/>
        </w:rPr>
      </w:pPr>
      <w:r>
        <w:rPr>
          <w:rtl/>
        </w:rPr>
        <w:t xml:space="preserve">2_ صحيح مسلم ج5 ص 46 ، تہذيب ابن عساكر ج7 ص 212 </w:t>
      </w:r>
    </w:p>
    <w:p w:rsidR="00923640" w:rsidRDefault="00923640" w:rsidP="00E67399">
      <w:pPr>
        <w:pStyle w:val="libFootnote"/>
        <w:rPr>
          <w:rtl/>
        </w:rPr>
      </w:pPr>
      <w:r>
        <w:rPr>
          <w:rtl/>
        </w:rPr>
        <w:t xml:space="preserve">3_ مسند احمد ج 5 ص 319 ، سنن نسائي ج2 ص 222 </w:t>
      </w:r>
    </w:p>
    <w:p w:rsidR="00923640" w:rsidRDefault="00923640" w:rsidP="00E67399">
      <w:pPr>
        <w:pStyle w:val="libFootnote"/>
        <w:rPr>
          <w:rtl/>
        </w:rPr>
      </w:pPr>
      <w:r>
        <w:rPr>
          <w:rtl/>
        </w:rPr>
        <w:t xml:space="preserve">4_ اسد الغابہ ج3 ص 106 ، اعلام النبلاء ج2 ص 2 </w:t>
      </w:r>
    </w:p>
    <w:p w:rsidR="00923640" w:rsidRDefault="00923640" w:rsidP="00E67399">
      <w:pPr>
        <w:pStyle w:val="libFootnote"/>
        <w:rPr>
          <w:rtl/>
        </w:rPr>
      </w:pPr>
      <w:r>
        <w:rPr>
          <w:rtl/>
        </w:rPr>
        <w:t xml:space="preserve">5_ سير اعلام ج2 ص 2 ، تہذيب ابن عساكر </w:t>
      </w:r>
    </w:p>
    <w:p w:rsidR="00923640" w:rsidRDefault="00923640" w:rsidP="00E67399">
      <w:pPr>
        <w:pStyle w:val="libPoemTini"/>
        <w:rPr>
          <w:rtl/>
        </w:rPr>
      </w:pPr>
      <w:r>
        <w:rPr>
          <w:rtl/>
        </w:rPr>
        <w:br w:type="page"/>
      </w:r>
    </w:p>
    <w:p w:rsidR="00376422" w:rsidRDefault="00376422" w:rsidP="00E67399">
      <w:pPr>
        <w:pStyle w:val="libNormal"/>
        <w:rPr>
          <w:rtl/>
        </w:rPr>
      </w:pPr>
      <w:r>
        <w:rPr>
          <w:rtl/>
        </w:rPr>
        <w:lastRenderedPageBreak/>
        <w:t>ايك دوسرے دن معاويہ نے اپنى تقرير مي</w:t>
      </w:r>
      <w:r w:rsidR="00B365A1">
        <w:rPr>
          <w:rtl/>
        </w:rPr>
        <w:t xml:space="preserve">ں </w:t>
      </w:r>
      <w:r>
        <w:rPr>
          <w:rtl/>
        </w:rPr>
        <w:t>مرض طاعون سے فرار كے سلسلے مي</w:t>
      </w:r>
      <w:r w:rsidR="00B365A1">
        <w:rPr>
          <w:rtl/>
        </w:rPr>
        <w:t xml:space="preserve">ں </w:t>
      </w:r>
      <w:r>
        <w:rPr>
          <w:rtl/>
        </w:rPr>
        <w:t>كچھ باتي</w:t>
      </w:r>
      <w:r w:rsidR="00B365A1">
        <w:rPr>
          <w:rtl/>
        </w:rPr>
        <w:t xml:space="preserve">ں </w:t>
      </w:r>
      <w:r>
        <w:rPr>
          <w:rtl/>
        </w:rPr>
        <w:t>كہي</w:t>
      </w:r>
      <w:r w:rsidR="00B365A1">
        <w:rPr>
          <w:rtl/>
        </w:rPr>
        <w:t xml:space="preserve">ں </w:t>
      </w:r>
      <w:r>
        <w:rPr>
          <w:rtl/>
        </w:rPr>
        <w:t>، عبادہ وہا</w:t>
      </w:r>
      <w:r w:rsidR="00B365A1">
        <w:rPr>
          <w:rtl/>
        </w:rPr>
        <w:t xml:space="preserve">ں </w:t>
      </w:r>
      <w:r>
        <w:rPr>
          <w:rtl/>
        </w:rPr>
        <w:t>موجود تھے ، انھو</w:t>
      </w:r>
      <w:r w:rsidR="00B365A1">
        <w:rPr>
          <w:rtl/>
        </w:rPr>
        <w:t xml:space="preserve">ں </w:t>
      </w:r>
      <w:r>
        <w:rPr>
          <w:rtl/>
        </w:rPr>
        <w:t>نے كہا كہ تيرى ما</w:t>
      </w:r>
      <w:r w:rsidR="00B365A1">
        <w:rPr>
          <w:rtl/>
        </w:rPr>
        <w:t xml:space="preserve">ں </w:t>
      </w:r>
      <w:r>
        <w:rPr>
          <w:rtl/>
        </w:rPr>
        <w:t>ھندہ تجھ سے زيادہ دانا تر تھى ، معاويہ نے خطبہ تمام كيا پھر نماز پڑھى اور اپنے قصر مي</w:t>
      </w:r>
      <w:r w:rsidR="00B365A1">
        <w:rPr>
          <w:rtl/>
        </w:rPr>
        <w:t xml:space="preserve">ں </w:t>
      </w:r>
      <w:r>
        <w:rPr>
          <w:rtl/>
        </w:rPr>
        <w:t>واپس جا كر عبادہ كو بلانے كے لئے ادمى بھيجا ، كچھ انصارى افراد شام مي</w:t>
      </w:r>
      <w:r w:rsidR="00B365A1">
        <w:rPr>
          <w:rtl/>
        </w:rPr>
        <w:t xml:space="preserve">ں </w:t>
      </w:r>
      <w:r>
        <w:rPr>
          <w:rtl/>
        </w:rPr>
        <w:t>تھے جو عبادہ كے ساتھ ہو گئے ليكن حكومتى افراد نے ان لوگو</w:t>
      </w:r>
      <w:r w:rsidR="00B365A1">
        <w:rPr>
          <w:rtl/>
        </w:rPr>
        <w:t xml:space="preserve">ں </w:t>
      </w:r>
      <w:r>
        <w:rPr>
          <w:rtl/>
        </w:rPr>
        <w:t>كو قصر مي</w:t>
      </w:r>
      <w:r w:rsidR="00B365A1">
        <w:rPr>
          <w:rtl/>
        </w:rPr>
        <w:t xml:space="preserve">ں </w:t>
      </w:r>
      <w:r>
        <w:rPr>
          <w:rtl/>
        </w:rPr>
        <w:t>داخل ہونے سے روكا ، عبادہ اكيلے ہى معاويہ كے پاس پہونچے معاويہ نے ان سے كہا ، كيا تمھي</w:t>
      </w:r>
      <w:r w:rsidR="00B365A1">
        <w:rPr>
          <w:rtl/>
        </w:rPr>
        <w:t xml:space="preserve">ں </w:t>
      </w:r>
      <w:r>
        <w:rPr>
          <w:rtl/>
        </w:rPr>
        <w:t>خوف خدا نہي</w:t>
      </w:r>
      <w:r w:rsidR="00B365A1">
        <w:rPr>
          <w:rtl/>
        </w:rPr>
        <w:t xml:space="preserve">ں </w:t>
      </w:r>
      <w:r>
        <w:rPr>
          <w:rtl/>
        </w:rPr>
        <w:t>ہے اور اپنے امام سے شرم و حيا نہي</w:t>
      </w:r>
      <w:r w:rsidR="00B365A1">
        <w:rPr>
          <w:rtl/>
        </w:rPr>
        <w:t xml:space="preserve">ں </w:t>
      </w:r>
      <w:r>
        <w:rPr>
          <w:rtl/>
        </w:rPr>
        <w:t xml:space="preserve">كرتے ، معاويہ نے امام سے خود، اپنے كو مراد ليا تھا _ </w:t>
      </w:r>
    </w:p>
    <w:p w:rsidR="00376422" w:rsidRDefault="00376422" w:rsidP="00E67399">
      <w:pPr>
        <w:pStyle w:val="libNormal"/>
        <w:rPr>
          <w:rtl/>
        </w:rPr>
      </w:pPr>
      <w:r>
        <w:rPr>
          <w:rtl/>
        </w:rPr>
        <w:t>عبادہ نے جواب ديا كيا تم نہي</w:t>
      </w:r>
      <w:r w:rsidR="00B365A1">
        <w:rPr>
          <w:rtl/>
        </w:rPr>
        <w:t xml:space="preserve">ں </w:t>
      </w:r>
      <w:r>
        <w:rPr>
          <w:rtl/>
        </w:rPr>
        <w:t>جانتے كہ مي</w:t>
      </w:r>
      <w:r w:rsidR="00B365A1">
        <w:rPr>
          <w:rtl/>
        </w:rPr>
        <w:t xml:space="preserve">ں </w:t>
      </w:r>
      <w:r>
        <w:rPr>
          <w:rtl/>
        </w:rPr>
        <w:t>نے شب عقبى رسول(ص) خدا سے عہد ليا تھا كہ اللہ كى راہ مي</w:t>
      </w:r>
      <w:r w:rsidR="00B365A1">
        <w:rPr>
          <w:rtl/>
        </w:rPr>
        <w:t xml:space="preserve">ں </w:t>
      </w:r>
      <w:r>
        <w:rPr>
          <w:rtl/>
        </w:rPr>
        <w:t xml:space="preserve">ہم كسى سر زمين سے خوف نہ كھائينگے _ </w:t>
      </w:r>
    </w:p>
    <w:p w:rsidR="00376422" w:rsidRDefault="00376422" w:rsidP="00E67399">
      <w:pPr>
        <w:pStyle w:val="libNormal"/>
        <w:rPr>
          <w:rtl/>
        </w:rPr>
      </w:pPr>
      <w:r>
        <w:rPr>
          <w:rtl/>
        </w:rPr>
        <w:t>معاويہ اس دن نماز عصر كے لئے</w:t>
      </w:r>
      <w:r w:rsidR="00831D2C">
        <w:rPr>
          <w:rtl/>
        </w:rPr>
        <w:t xml:space="preserve"> آيا </w:t>
      </w:r>
      <w:r>
        <w:rPr>
          <w:rtl/>
        </w:rPr>
        <w:t xml:space="preserve"> نماز ختم كرنے كے بعد منبر تھام كر بولا ، اے لوگو ، مي</w:t>
      </w:r>
      <w:r w:rsidR="00B365A1">
        <w:rPr>
          <w:rtl/>
        </w:rPr>
        <w:t xml:space="preserve">ں </w:t>
      </w:r>
      <w:r>
        <w:rPr>
          <w:rtl/>
        </w:rPr>
        <w:t>تم سے حديث بيان كرتا ہو</w:t>
      </w:r>
      <w:r w:rsidR="00B365A1">
        <w:rPr>
          <w:rtl/>
        </w:rPr>
        <w:t xml:space="preserve">ں </w:t>
      </w:r>
      <w:r>
        <w:rPr>
          <w:rtl/>
        </w:rPr>
        <w:t>اور اپنے گھر واپس چلا جاتا ہو</w:t>
      </w:r>
      <w:r w:rsidR="00B365A1">
        <w:rPr>
          <w:rtl/>
        </w:rPr>
        <w:t xml:space="preserve">ں </w:t>
      </w:r>
      <w:r>
        <w:rPr>
          <w:rtl/>
        </w:rPr>
        <w:t>، پھر مجھے ايسى چيز ملتى ہے كہ عبادہ نے اسے دوسرى طرح سے بيان كيا ہے ان كى بات صحيح ہے تم لوگ انھي</w:t>
      </w:r>
      <w:r w:rsidR="00B365A1">
        <w:rPr>
          <w:rtl/>
        </w:rPr>
        <w:t xml:space="preserve">ں </w:t>
      </w:r>
      <w:r>
        <w:rPr>
          <w:rtl/>
        </w:rPr>
        <w:t>كى پيروى كرو كيونكہ وہ مجھ سے زيادہ جانتے ہي</w:t>
      </w:r>
      <w:r w:rsidR="00B365A1">
        <w:rPr>
          <w:rtl/>
        </w:rPr>
        <w:t xml:space="preserve">ں </w:t>
      </w:r>
      <w:r>
        <w:rPr>
          <w:rtl/>
        </w:rPr>
        <w:t xml:space="preserve">_ </w:t>
      </w:r>
    </w:p>
    <w:p w:rsidR="00376422" w:rsidRDefault="00376422" w:rsidP="00E67399">
      <w:pPr>
        <w:pStyle w:val="libNormal"/>
        <w:rPr>
          <w:rtl/>
        </w:rPr>
      </w:pPr>
      <w:r>
        <w:rPr>
          <w:rtl/>
        </w:rPr>
        <w:t>ان سارے حوادث مي</w:t>
      </w:r>
      <w:r w:rsidR="00B365A1">
        <w:rPr>
          <w:rtl/>
        </w:rPr>
        <w:t xml:space="preserve">ں </w:t>
      </w:r>
      <w:r>
        <w:rPr>
          <w:rtl/>
        </w:rPr>
        <w:t>جن سے معاويہ كى نرمى كا اندازہ ہوتا ہے خلافت عمر كے زمانہ تك رہى كيونكہ وہ عمر كى سختى اور طاقت سے بہت ڈرتے تھے ، انكى تند مزاجى حد سے اگے بڑھنے كى اجازت نہي</w:t>
      </w:r>
      <w:r w:rsidR="00B365A1">
        <w:rPr>
          <w:rtl/>
        </w:rPr>
        <w:t xml:space="preserve">ں </w:t>
      </w:r>
      <w:r>
        <w:rPr>
          <w:rtl/>
        </w:rPr>
        <w:t xml:space="preserve">ديتى تھى _ </w:t>
      </w:r>
    </w:p>
    <w:p w:rsidR="00376422" w:rsidRDefault="00376422" w:rsidP="00E67399">
      <w:pPr>
        <w:pStyle w:val="libNormal"/>
        <w:rPr>
          <w:rtl/>
        </w:rPr>
      </w:pPr>
    </w:p>
    <w:p w:rsidR="00376422" w:rsidRDefault="00376422" w:rsidP="00E67399">
      <w:pPr>
        <w:pStyle w:val="Heading2Center"/>
        <w:rPr>
          <w:rtl/>
        </w:rPr>
      </w:pPr>
      <w:bookmarkStart w:id="18" w:name="_Toc531605646"/>
      <w:r>
        <w:rPr>
          <w:rtl/>
        </w:rPr>
        <w:t>معاويہ و عثمان</w:t>
      </w:r>
      <w:bookmarkEnd w:id="18"/>
    </w:p>
    <w:p w:rsidR="00376422" w:rsidRDefault="00376422" w:rsidP="00E67399">
      <w:pPr>
        <w:pStyle w:val="libNormal"/>
        <w:rPr>
          <w:rtl/>
        </w:rPr>
      </w:pPr>
      <w:r>
        <w:rPr>
          <w:rtl/>
        </w:rPr>
        <w:t>معاويہ كى حالت عثمان كے زمانے مي</w:t>
      </w:r>
      <w:r w:rsidR="00B365A1">
        <w:rPr>
          <w:rtl/>
        </w:rPr>
        <w:t xml:space="preserve">ں </w:t>
      </w:r>
      <w:r>
        <w:rPr>
          <w:rtl/>
        </w:rPr>
        <w:t>وہ نہي</w:t>
      </w:r>
      <w:r w:rsidR="00B365A1">
        <w:rPr>
          <w:rtl/>
        </w:rPr>
        <w:t xml:space="preserve">ں </w:t>
      </w:r>
      <w:r>
        <w:rPr>
          <w:rtl/>
        </w:rPr>
        <w:t>تھى جو قبل كے دونو</w:t>
      </w:r>
      <w:r w:rsidR="00B365A1">
        <w:rPr>
          <w:rtl/>
        </w:rPr>
        <w:t xml:space="preserve">ں </w:t>
      </w:r>
      <w:r>
        <w:rPr>
          <w:rtl/>
        </w:rPr>
        <w:t>خليفہ كے زمانے مي</w:t>
      </w:r>
      <w:r w:rsidR="00B365A1">
        <w:rPr>
          <w:rtl/>
        </w:rPr>
        <w:t xml:space="preserve">ں </w:t>
      </w:r>
      <w:r>
        <w:rPr>
          <w:rtl/>
        </w:rPr>
        <w:t xml:space="preserve">تھى _ </w:t>
      </w:r>
    </w:p>
    <w:p w:rsidR="00376422" w:rsidRDefault="00376422" w:rsidP="00E67399">
      <w:pPr>
        <w:pStyle w:val="libNormal"/>
        <w:rPr>
          <w:rtl/>
        </w:rPr>
      </w:pPr>
      <w:r>
        <w:rPr>
          <w:rtl/>
        </w:rPr>
        <w:t>معاويہ، عثمان كے زمانے مي</w:t>
      </w:r>
      <w:r w:rsidR="00B365A1">
        <w:rPr>
          <w:rtl/>
        </w:rPr>
        <w:t xml:space="preserve">ں </w:t>
      </w:r>
      <w:r>
        <w:rPr>
          <w:rtl/>
        </w:rPr>
        <w:t xml:space="preserve">پورى طرح مطلق العنان ہو كر تمام قانون و اخلاق كو بالائے طاق ركھ چكا تھا _ </w:t>
      </w:r>
    </w:p>
    <w:p w:rsidR="00376422" w:rsidRDefault="00376422" w:rsidP="00E67399">
      <w:pPr>
        <w:pStyle w:val="libNormal"/>
        <w:rPr>
          <w:rtl/>
        </w:rPr>
      </w:pPr>
      <w:r>
        <w:rPr>
          <w:rtl/>
        </w:rPr>
        <w:t>ثروت و اقتدار نے انھي</w:t>
      </w:r>
      <w:r w:rsidR="00B365A1">
        <w:rPr>
          <w:rtl/>
        </w:rPr>
        <w:t xml:space="preserve">ں </w:t>
      </w:r>
      <w:r>
        <w:rPr>
          <w:rtl/>
        </w:rPr>
        <w:t>تما م اسلامى مسائل اور انسانى تقاضو</w:t>
      </w:r>
      <w:r w:rsidR="00B365A1">
        <w:rPr>
          <w:rtl/>
        </w:rPr>
        <w:t xml:space="preserve">ں </w:t>
      </w:r>
      <w:r>
        <w:rPr>
          <w:rtl/>
        </w:rPr>
        <w:t xml:space="preserve">كو فراموش كر ديا تھا _ </w:t>
      </w:r>
    </w:p>
    <w:p w:rsidR="00923640" w:rsidRDefault="00376422" w:rsidP="00E67399">
      <w:pPr>
        <w:pStyle w:val="libNormal"/>
        <w:rPr>
          <w:rtl/>
        </w:rPr>
      </w:pPr>
      <w:r>
        <w:rPr>
          <w:rtl/>
        </w:rPr>
        <w:t>ابن عساكر اور ذہبى نقل كرتے ہي</w:t>
      </w:r>
      <w:r w:rsidR="00B365A1">
        <w:rPr>
          <w:rtl/>
        </w:rPr>
        <w:t xml:space="preserve">ں </w:t>
      </w:r>
      <w:r>
        <w:rPr>
          <w:rtl/>
        </w:rPr>
        <w:t>كہ ، ايك دن عبادہ بن صامت دمشق كى سڑكو</w:t>
      </w:r>
      <w:r w:rsidR="00B365A1">
        <w:rPr>
          <w:rtl/>
        </w:rPr>
        <w:t xml:space="preserve">ں </w:t>
      </w:r>
      <w:r>
        <w:rPr>
          <w:rtl/>
        </w:rPr>
        <w:t>سے گذر رہے تھے ، انھو</w:t>
      </w:r>
      <w:r w:rsidR="00B365A1">
        <w:rPr>
          <w:rtl/>
        </w:rPr>
        <w:t xml:space="preserve">ں </w:t>
      </w:r>
      <w:r>
        <w:rPr>
          <w:rtl/>
        </w:rPr>
        <w:t>نے اونٹو</w:t>
      </w:r>
      <w:r w:rsidR="00B365A1">
        <w:rPr>
          <w:rtl/>
        </w:rPr>
        <w:t xml:space="preserve">ں </w:t>
      </w:r>
      <w:r>
        <w:rPr>
          <w:rtl/>
        </w:rPr>
        <w:t>كى قطار ي</w:t>
      </w:r>
      <w:r w:rsidR="00B365A1">
        <w:rPr>
          <w:rtl/>
        </w:rPr>
        <w:t xml:space="preserve">ں </w:t>
      </w:r>
      <w:r>
        <w:rPr>
          <w:rtl/>
        </w:rPr>
        <w:t>ديكھي</w:t>
      </w:r>
      <w:r w:rsidR="00B365A1">
        <w:rPr>
          <w:rtl/>
        </w:rPr>
        <w:t xml:space="preserve">ں </w:t>
      </w:r>
      <w:r>
        <w:rPr>
          <w:rtl/>
        </w:rPr>
        <w:t xml:space="preserve">جن پر شراب تھى ، پوچھا ، يہ كيا ہے؟ كيا روغن زيتون ہے ؟ </w:t>
      </w:r>
    </w:p>
    <w:p w:rsidR="00923640" w:rsidRDefault="0092364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لوگو</w:t>
      </w:r>
      <w:r w:rsidR="00B365A1">
        <w:rPr>
          <w:rtl/>
        </w:rPr>
        <w:t xml:space="preserve">ں </w:t>
      </w:r>
      <w:r>
        <w:rPr>
          <w:rtl/>
        </w:rPr>
        <w:t>نے كہا _ نہي</w:t>
      </w:r>
      <w:r w:rsidR="00B365A1">
        <w:rPr>
          <w:rtl/>
        </w:rPr>
        <w:t xml:space="preserve">ں </w:t>
      </w:r>
      <w:r>
        <w:rPr>
          <w:rtl/>
        </w:rPr>
        <w:t>_ يہ شراب ہے _ معاويہ نے اسے خريدا ہے ، انہي</w:t>
      </w:r>
      <w:r w:rsidR="00B365A1">
        <w:rPr>
          <w:rtl/>
        </w:rPr>
        <w:t xml:space="preserve">ں </w:t>
      </w:r>
      <w:r>
        <w:rPr>
          <w:rtl/>
        </w:rPr>
        <w:t>كے لئے لے جائي جارہى ہے ، عبادہ بے دھڑك بازار سے ايك تلوار لائے اور شراب كى تمام مشكو</w:t>
      </w:r>
      <w:r w:rsidR="00B365A1">
        <w:rPr>
          <w:rtl/>
        </w:rPr>
        <w:t xml:space="preserve">ں </w:t>
      </w:r>
      <w:r>
        <w:rPr>
          <w:rtl/>
        </w:rPr>
        <w:t xml:space="preserve">كو پھاڑ ڈالا _ </w:t>
      </w:r>
    </w:p>
    <w:p w:rsidR="00376422" w:rsidRDefault="00376422" w:rsidP="00E67399">
      <w:pPr>
        <w:pStyle w:val="libNormal"/>
        <w:rPr>
          <w:rtl/>
        </w:rPr>
      </w:pPr>
      <w:r>
        <w:rPr>
          <w:rtl/>
        </w:rPr>
        <w:t>ابو ھريرہ اس زمانے مي</w:t>
      </w:r>
      <w:r w:rsidR="00B365A1">
        <w:rPr>
          <w:rtl/>
        </w:rPr>
        <w:t xml:space="preserve">ں </w:t>
      </w:r>
      <w:r>
        <w:rPr>
          <w:rtl/>
        </w:rPr>
        <w:t>شام مي</w:t>
      </w:r>
      <w:r w:rsidR="00B365A1">
        <w:rPr>
          <w:rtl/>
        </w:rPr>
        <w:t xml:space="preserve">ں </w:t>
      </w:r>
      <w:r>
        <w:rPr>
          <w:rtl/>
        </w:rPr>
        <w:t>ہى تھے ، وہ رسول خدا (ص) كے زمانے مي</w:t>
      </w:r>
      <w:r w:rsidR="00B365A1">
        <w:rPr>
          <w:rtl/>
        </w:rPr>
        <w:t xml:space="preserve">ں </w:t>
      </w:r>
      <w:r>
        <w:rPr>
          <w:rtl/>
        </w:rPr>
        <w:t>تو كسى گنتى مي</w:t>
      </w:r>
      <w:r w:rsidR="00B365A1">
        <w:rPr>
          <w:rtl/>
        </w:rPr>
        <w:t xml:space="preserve">ں </w:t>
      </w:r>
      <w:r>
        <w:rPr>
          <w:rtl/>
        </w:rPr>
        <w:t>نہي</w:t>
      </w:r>
      <w:r w:rsidR="00B365A1">
        <w:rPr>
          <w:rtl/>
        </w:rPr>
        <w:t xml:space="preserve">ں </w:t>
      </w:r>
      <w:r>
        <w:rPr>
          <w:rtl/>
        </w:rPr>
        <w:t>تھے ليكن بعد رسول (ص) خلافتو</w:t>
      </w:r>
      <w:r w:rsidR="00B365A1">
        <w:rPr>
          <w:rtl/>
        </w:rPr>
        <w:t xml:space="preserve">ں </w:t>
      </w:r>
      <w:r>
        <w:rPr>
          <w:rtl/>
        </w:rPr>
        <w:t>كى پشت پناہى كيوجہ سے لائق صد احترام ہو گئے تھے ، معاويہ نے ايك شخص كو ابو ھريرہ كے پاس بلانے كے لئے بھيجا ،اور كہا كہ اپنے بھائي عبادہ كو كيو</w:t>
      </w:r>
      <w:r w:rsidR="00B365A1">
        <w:rPr>
          <w:rtl/>
        </w:rPr>
        <w:t xml:space="preserve">ں </w:t>
      </w:r>
      <w:r>
        <w:rPr>
          <w:rtl/>
        </w:rPr>
        <w:t>نہي</w:t>
      </w:r>
      <w:r w:rsidR="00B365A1">
        <w:rPr>
          <w:rtl/>
        </w:rPr>
        <w:t xml:space="preserve">ں </w:t>
      </w:r>
      <w:r>
        <w:rPr>
          <w:rtl/>
        </w:rPr>
        <w:t>روكتے ، وہ صبح صبح بازار مي</w:t>
      </w:r>
      <w:r w:rsidR="00B365A1">
        <w:rPr>
          <w:rtl/>
        </w:rPr>
        <w:t xml:space="preserve">ں </w:t>
      </w:r>
      <w:r>
        <w:rPr>
          <w:rtl/>
        </w:rPr>
        <w:t>پہونچكر ذميو</w:t>
      </w:r>
      <w:r w:rsidR="00B365A1">
        <w:rPr>
          <w:rtl/>
        </w:rPr>
        <w:t xml:space="preserve">ں </w:t>
      </w:r>
      <w:r>
        <w:rPr>
          <w:rtl/>
        </w:rPr>
        <w:t>كى اجيرن كر رہے ہي</w:t>
      </w:r>
      <w:r w:rsidR="00B365A1">
        <w:rPr>
          <w:rtl/>
        </w:rPr>
        <w:t xml:space="preserve">ں </w:t>
      </w:r>
      <w:r>
        <w:rPr>
          <w:rtl/>
        </w:rPr>
        <w:t>، راتو</w:t>
      </w:r>
      <w:r w:rsidR="00B365A1">
        <w:rPr>
          <w:rtl/>
        </w:rPr>
        <w:t xml:space="preserve">ں </w:t>
      </w:r>
      <w:r>
        <w:rPr>
          <w:rtl/>
        </w:rPr>
        <w:t>كو مسجد مي</w:t>
      </w:r>
      <w:r w:rsidR="00B365A1">
        <w:rPr>
          <w:rtl/>
        </w:rPr>
        <w:t xml:space="preserve">ں </w:t>
      </w:r>
      <w:r>
        <w:rPr>
          <w:rtl/>
        </w:rPr>
        <w:t>بيٹھ كر سوائے اسكے اور كوئي كام نہي</w:t>
      </w:r>
      <w:r w:rsidR="00B365A1">
        <w:rPr>
          <w:rtl/>
        </w:rPr>
        <w:t xml:space="preserve">ں </w:t>
      </w:r>
      <w:r>
        <w:rPr>
          <w:rtl/>
        </w:rPr>
        <w:t>كہ ميرى چھتاڑ مچائي</w:t>
      </w:r>
      <w:r w:rsidR="00B365A1">
        <w:rPr>
          <w:rtl/>
        </w:rPr>
        <w:t xml:space="preserve">ں </w:t>
      </w:r>
      <w:r>
        <w:rPr>
          <w:rtl/>
        </w:rPr>
        <w:t xml:space="preserve">_ </w:t>
      </w:r>
    </w:p>
    <w:p w:rsidR="00376422" w:rsidRDefault="00376422" w:rsidP="00E67399">
      <w:pPr>
        <w:pStyle w:val="libNormal"/>
        <w:rPr>
          <w:rtl/>
        </w:rPr>
      </w:pPr>
      <w:r>
        <w:rPr>
          <w:rtl/>
        </w:rPr>
        <w:t>ابو ھريرہ معاويہ كے كہنے سے عبادہ كے پاس جانے كے لئے گھر سے نكلے ، جس وقت ان سے ملاقات ہوئي تو بولے اے عبادہ ، تمھي</w:t>
      </w:r>
      <w:r w:rsidR="00B365A1">
        <w:rPr>
          <w:rtl/>
        </w:rPr>
        <w:t xml:space="preserve">ں </w:t>
      </w:r>
      <w:r>
        <w:rPr>
          <w:rtl/>
        </w:rPr>
        <w:t>معاويہ سے كيا مطلب ، انھي</w:t>
      </w:r>
      <w:r w:rsidR="00B365A1">
        <w:rPr>
          <w:rtl/>
        </w:rPr>
        <w:t xml:space="preserve">ں </w:t>
      </w:r>
      <w:r>
        <w:rPr>
          <w:rtl/>
        </w:rPr>
        <w:t>ان كے حال پر چھوڑ دو ان كے كامو</w:t>
      </w:r>
      <w:r w:rsidR="00B365A1">
        <w:rPr>
          <w:rtl/>
        </w:rPr>
        <w:t xml:space="preserve">ں </w:t>
      </w:r>
      <w:r>
        <w:rPr>
          <w:rtl/>
        </w:rPr>
        <w:t>مي</w:t>
      </w:r>
      <w:r w:rsidR="00B365A1">
        <w:rPr>
          <w:rtl/>
        </w:rPr>
        <w:t xml:space="preserve">ں </w:t>
      </w:r>
      <w:r>
        <w:rPr>
          <w:rtl/>
        </w:rPr>
        <w:t>مداخلت كيو</w:t>
      </w:r>
      <w:r w:rsidR="00B365A1">
        <w:rPr>
          <w:rtl/>
        </w:rPr>
        <w:t xml:space="preserve">ں </w:t>
      </w:r>
      <w:r>
        <w:rPr>
          <w:rtl/>
        </w:rPr>
        <w:t>كر رہے ہو ، عبادہ نے كہا اے ابوہريرہ جس وقت ہم نے رسول(ص) خدا سے عہد و پيمان كيا تھا كہ اپكى باتو</w:t>
      </w:r>
      <w:r w:rsidR="00B365A1">
        <w:rPr>
          <w:rtl/>
        </w:rPr>
        <w:t xml:space="preserve">ں </w:t>
      </w:r>
      <w:r>
        <w:rPr>
          <w:rtl/>
        </w:rPr>
        <w:t>پر توجہ دي</w:t>
      </w:r>
      <w:r w:rsidR="00B365A1">
        <w:rPr>
          <w:rtl/>
        </w:rPr>
        <w:t xml:space="preserve">ں </w:t>
      </w:r>
      <w:r>
        <w:rPr>
          <w:rtl/>
        </w:rPr>
        <w:t xml:space="preserve">گے _ </w:t>
      </w:r>
    </w:p>
    <w:p w:rsidR="00376422" w:rsidRDefault="00376422" w:rsidP="00E67399">
      <w:pPr>
        <w:pStyle w:val="libNormal"/>
        <w:rPr>
          <w:rtl/>
        </w:rPr>
      </w:pPr>
      <w:r>
        <w:rPr>
          <w:rtl/>
        </w:rPr>
        <w:t>اور اپنى طاقت بھر امر بالمعروف اور نہى از منكر كرينگے ، تم تو اسوقت ہمارے ساتھ نہي</w:t>
      </w:r>
      <w:r w:rsidR="00B365A1">
        <w:rPr>
          <w:rtl/>
        </w:rPr>
        <w:t xml:space="preserve">ں </w:t>
      </w:r>
      <w:r>
        <w:rPr>
          <w:rtl/>
        </w:rPr>
        <w:t>تھے ، ابو ھريرہ كو خاموشى كے سوا كچھ بس نہ چلا ، مجبور ہو كر معاويہ نے عثمان كو خط لكھا كہ عبادہ اہل شام كو خراب اور فاسد كر رہے ہي</w:t>
      </w:r>
      <w:r w:rsidR="00B365A1">
        <w:rPr>
          <w:rtl/>
        </w:rPr>
        <w:t xml:space="preserve">ں </w:t>
      </w:r>
      <w:r>
        <w:rPr>
          <w:rtl/>
        </w:rPr>
        <w:t>يا تو اپ انھي</w:t>
      </w:r>
      <w:r w:rsidR="00B365A1">
        <w:rPr>
          <w:rtl/>
        </w:rPr>
        <w:t xml:space="preserve">ں </w:t>
      </w:r>
      <w:r>
        <w:rPr>
          <w:rtl/>
        </w:rPr>
        <w:t>اپنے پاس بلايئےور انھي</w:t>
      </w:r>
      <w:r w:rsidR="00B365A1">
        <w:rPr>
          <w:rtl/>
        </w:rPr>
        <w:t xml:space="preserve">ں </w:t>
      </w:r>
      <w:r>
        <w:rPr>
          <w:rtl/>
        </w:rPr>
        <w:t>انكے اقدامات سے روكئے يا پھر مي</w:t>
      </w:r>
      <w:r w:rsidR="00B365A1">
        <w:rPr>
          <w:rtl/>
        </w:rPr>
        <w:t xml:space="preserve">ں </w:t>
      </w:r>
      <w:r>
        <w:rPr>
          <w:rtl/>
        </w:rPr>
        <w:t>ہى شام كو انكے اختيار مي</w:t>
      </w:r>
      <w:r w:rsidR="00B365A1">
        <w:rPr>
          <w:rtl/>
        </w:rPr>
        <w:t xml:space="preserve">ں </w:t>
      </w:r>
      <w:r>
        <w:rPr>
          <w:rtl/>
        </w:rPr>
        <w:t>ديدو</w:t>
      </w:r>
      <w:r w:rsidR="00B365A1">
        <w:rPr>
          <w:rtl/>
        </w:rPr>
        <w:t xml:space="preserve">ں </w:t>
      </w:r>
      <w:r>
        <w:rPr>
          <w:rtl/>
        </w:rPr>
        <w:t>عثمان نے انھي</w:t>
      </w:r>
      <w:r w:rsidR="00B365A1">
        <w:rPr>
          <w:rtl/>
        </w:rPr>
        <w:t xml:space="preserve">ں </w:t>
      </w:r>
      <w:r>
        <w:rPr>
          <w:rtl/>
        </w:rPr>
        <w:t>لكھا كہ عبادہ كو شہر سے نكال دوتا كہ اپنے وطن مدينہ واپس اجائي</w:t>
      </w:r>
      <w:r w:rsidR="00B365A1">
        <w:rPr>
          <w:rtl/>
        </w:rPr>
        <w:t xml:space="preserve">ں </w:t>
      </w:r>
      <w:r>
        <w:rPr>
          <w:rtl/>
        </w:rPr>
        <w:t xml:space="preserve">_ </w:t>
      </w:r>
    </w:p>
    <w:p w:rsidR="00376422" w:rsidRDefault="00376422" w:rsidP="00E67399">
      <w:pPr>
        <w:pStyle w:val="libNormal"/>
        <w:rPr>
          <w:rtl/>
        </w:rPr>
      </w:pPr>
      <w:r>
        <w:rPr>
          <w:rtl/>
        </w:rPr>
        <w:t>مورخين كا بيان ہے كہ جس وقت عبادہ مدينہ</w:t>
      </w:r>
      <w:r w:rsidR="00137FAB">
        <w:rPr>
          <w:rtl/>
        </w:rPr>
        <w:t xml:space="preserve"> آئے</w:t>
      </w:r>
      <w:r>
        <w:rPr>
          <w:rtl/>
        </w:rPr>
        <w:t xml:space="preserve"> اور عثمان كے پاس گئے تو عثمان اپنے گھر پر بيٹھے تھے ، اچانك انھو</w:t>
      </w:r>
      <w:r w:rsidR="00B365A1">
        <w:rPr>
          <w:rtl/>
        </w:rPr>
        <w:t xml:space="preserve">ں </w:t>
      </w:r>
      <w:r>
        <w:rPr>
          <w:rtl/>
        </w:rPr>
        <w:t>نے سراٹھايا تو عبادہ كو اپنے سامنے كھڑا پايا ان سے بولے ، تمھي</w:t>
      </w:r>
      <w:r w:rsidR="00B365A1">
        <w:rPr>
          <w:rtl/>
        </w:rPr>
        <w:t xml:space="preserve">ں </w:t>
      </w:r>
      <w:r>
        <w:rPr>
          <w:rtl/>
        </w:rPr>
        <w:t>ہم لوگو</w:t>
      </w:r>
      <w:r w:rsidR="00B365A1">
        <w:rPr>
          <w:rtl/>
        </w:rPr>
        <w:t xml:space="preserve">ں </w:t>
      </w:r>
      <w:r>
        <w:rPr>
          <w:rtl/>
        </w:rPr>
        <w:t>سے كيا مطلب ، تم ہمارے امور مي</w:t>
      </w:r>
      <w:r w:rsidR="00B365A1">
        <w:rPr>
          <w:rtl/>
        </w:rPr>
        <w:t xml:space="preserve">ں </w:t>
      </w:r>
      <w:r>
        <w:rPr>
          <w:rtl/>
        </w:rPr>
        <w:t>كيو</w:t>
      </w:r>
      <w:r w:rsidR="00B365A1">
        <w:rPr>
          <w:rtl/>
        </w:rPr>
        <w:t xml:space="preserve">ں </w:t>
      </w:r>
      <w:r>
        <w:rPr>
          <w:rtl/>
        </w:rPr>
        <w:t xml:space="preserve">ٹانگ لڑا رہے ہو ؟ </w:t>
      </w:r>
    </w:p>
    <w:p w:rsidR="00376422" w:rsidRDefault="00376422" w:rsidP="00E67399">
      <w:pPr>
        <w:pStyle w:val="libNormal"/>
        <w:rPr>
          <w:rtl/>
        </w:rPr>
      </w:pPr>
      <w:r>
        <w:rPr>
          <w:rtl/>
        </w:rPr>
        <w:t>عبادہ وہي</w:t>
      </w:r>
      <w:r w:rsidR="00B365A1">
        <w:rPr>
          <w:rtl/>
        </w:rPr>
        <w:t xml:space="preserve">ں </w:t>
      </w:r>
      <w:r>
        <w:rPr>
          <w:rtl/>
        </w:rPr>
        <w:t>لوگو</w:t>
      </w:r>
      <w:r w:rsidR="00B365A1">
        <w:rPr>
          <w:rtl/>
        </w:rPr>
        <w:t xml:space="preserve">ں </w:t>
      </w:r>
      <w:r>
        <w:rPr>
          <w:rtl/>
        </w:rPr>
        <w:t>كے سامنے كھڑے ہو كر كہنے لگے ، مي</w:t>
      </w:r>
      <w:r w:rsidR="00B365A1">
        <w:rPr>
          <w:rtl/>
        </w:rPr>
        <w:t xml:space="preserve">ں </w:t>
      </w:r>
      <w:r>
        <w:rPr>
          <w:rtl/>
        </w:rPr>
        <w:t>نے رسول اسلام كو يہ فرماتے ہوئے سنا ہے كہ ميرے بعد ايسے لوگ حكومت كرينگے جو اپنے عمل سے تمھي</w:t>
      </w:r>
      <w:r w:rsidR="00B365A1">
        <w:rPr>
          <w:rtl/>
        </w:rPr>
        <w:t xml:space="preserve">ں </w:t>
      </w:r>
      <w:r>
        <w:rPr>
          <w:rtl/>
        </w:rPr>
        <w:t>منكرات اور نا شائستہ حركتو</w:t>
      </w:r>
      <w:r w:rsidR="00B365A1">
        <w:rPr>
          <w:rtl/>
        </w:rPr>
        <w:t xml:space="preserve">ں </w:t>
      </w:r>
      <w:r>
        <w:rPr>
          <w:rtl/>
        </w:rPr>
        <w:t>كا رسيا بنا دينگے ، اور اچھائيو</w:t>
      </w:r>
      <w:r w:rsidR="00B365A1">
        <w:rPr>
          <w:rtl/>
        </w:rPr>
        <w:t xml:space="preserve">ں </w:t>
      </w:r>
      <w:r>
        <w:rPr>
          <w:rtl/>
        </w:rPr>
        <w:t>كى تمہارى عادت ہو گى ، اسكو چھين لينگے ، ايسى صورت مي</w:t>
      </w:r>
      <w:r w:rsidR="00B365A1">
        <w:rPr>
          <w:rtl/>
        </w:rPr>
        <w:t xml:space="preserve">ں </w:t>
      </w:r>
      <w:r>
        <w:rPr>
          <w:rtl/>
        </w:rPr>
        <w:t>ايسے پاپيو</w:t>
      </w:r>
      <w:r w:rsidR="00B365A1">
        <w:rPr>
          <w:rtl/>
        </w:rPr>
        <w:t xml:space="preserve">ں </w:t>
      </w:r>
      <w:r>
        <w:rPr>
          <w:rtl/>
        </w:rPr>
        <w:t>كى اطاعت تمھارے لئے مناسب نہي</w:t>
      </w:r>
      <w:r w:rsidR="00B365A1">
        <w:rPr>
          <w:rtl/>
        </w:rPr>
        <w:t xml:space="preserve">ں </w:t>
      </w:r>
      <w:r>
        <w:rPr>
          <w:rtl/>
        </w:rPr>
        <w:t xml:space="preserve">، ديكھو ہو شيار ............. خدا كى راہ و روش سے اپنے كو گمراہ نہ كرنا _ </w:t>
      </w:r>
    </w:p>
    <w:p w:rsidR="00F95A47" w:rsidRDefault="00376422" w:rsidP="00E67399">
      <w:pPr>
        <w:pStyle w:val="libNormal"/>
        <w:rPr>
          <w:rtl/>
        </w:rPr>
      </w:pPr>
      <w:r>
        <w:rPr>
          <w:rtl/>
        </w:rPr>
        <w:t>ابن عساكر كى روايت كے مطابق ، ا س كے بعد مزيد كہا كہ اس خدا كى قسم جس كے قبضہ قدرت مي</w:t>
      </w:r>
      <w:r w:rsidR="00B365A1">
        <w:rPr>
          <w:rtl/>
        </w:rPr>
        <w:t xml:space="preserve">ں </w:t>
      </w:r>
      <w:r>
        <w:rPr>
          <w:rtl/>
        </w:rPr>
        <w:t xml:space="preserve">عبادہ </w:t>
      </w:r>
    </w:p>
    <w:p w:rsidR="00F95A47" w:rsidRDefault="00F95A4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كى جان ہے ، معاويہ اس گروہ كا ايك فرد ہے _ </w:t>
      </w:r>
    </w:p>
    <w:p w:rsidR="00376422" w:rsidRDefault="00376422" w:rsidP="00E67399">
      <w:pPr>
        <w:pStyle w:val="libNormal"/>
        <w:rPr>
          <w:rtl/>
        </w:rPr>
      </w:pPr>
      <w:r>
        <w:rPr>
          <w:rtl/>
        </w:rPr>
        <w:t>عبادہ كى باتي</w:t>
      </w:r>
      <w:r w:rsidR="00B365A1">
        <w:rPr>
          <w:rtl/>
        </w:rPr>
        <w:t xml:space="preserve">ں </w:t>
      </w:r>
      <w:r>
        <w:rPr>
          <w:rtl/>
        </w:rPr>
        <w:t xml:space="preserve">سنكر عثمان نے پھر كچھ نہ كہا ، اورنہ كوئي اعتراض كيا </w:t>
      </w:r>
      <w:r w:rsidRPr="00DB1D0D">
        <w:rPr>
          <w:rStyle w:val="libFootnotenumChar"/>
          <w:rtl/>
        </w:rPr>
        <w:t>(6)</w:t>
      </w:r>
      <w:r>
        <w:rPr>
          <w:rtl/>
        </w:rPr>
        <w:t xml:space="preserve"> </w:t>
      </w:r>
    </w:p>
    <w:p w:rsidR="00376422" w:rsidRDefault="00376422" w:rsidP="00E67399">
      <w:pPr>
        <w:pStyle w:val="libNormal"/>
        <w:rPr>
          <w:rtl/>
        </w:rPr>
      </w:pPr>
      <w:r>
        <w:rPr>
          <w:rtl/>
        </w:rPr>
        <w:t>معاويہ كى شراب خوارى اور اصحاب رسول (ص) سے نوك جھونك يا لڑائي جھگڑے كى داستان صرف عبادہ ہى تك منحصر نہي</w:t>
      </w:r>
      <w:r w:rsidR="00B365A1">
        <w:rPr>
          <w:rtl/>
        </w:rPr>
        <w:t xml:space="preserve">ں </w:t>
      </w:r>
      <w:r>
        <w:rPr>
          <w:rtl/>
        </w:rPr>
        <w:t xml:space="preserve">ہے ، مورخين كا بيان ہے كہ : </w:t>
      </w:r>
    </w:p>
    <w:p w:rsidR="00376422" w:rsidRDefault="00376422" w:rsidP="00E67399">
      <w:pPr>
        <w:pStyle w:val="libNormal"/>
        <w:rPr>
          <w:rtl/>
        </w:rPr>
      </w:pPr>
      <w:r>
        <w:rPr>
          <w:rtl/>
        </w:rPr>
        <w:t>عبد الرحمن بن سھل بن زيد انصارى جہاد مي</w:t>
      </w:r>
      <w:r w:rsidR="00B365A1">
        <w:rPr>
          <w:rtl/>
        </w:rPr>
        <w:t xml:space="preserve">ں </w:t>
      </w:r>
      <w:r>
        <w:rPr>
          <w:rtl/>
        </w:rPr>
        <w:t>شريك ہونے كى غرض سے شام و دمشق گئے ہوئے تھے ، اس زمانے مي</w:t>
      </w:r>
      <w:r w:rsidR="00B365A1">
        <w:rPr>
          <w:rtl/>
        </w:rPr>
        <w:t xml:space="preserve">ں </w:t>
      </w:r>
      <w:r>
        <w:rPr>
          <w:rtl/>
        </w:rPr>
        <w:t>جيسا ہم جانتے ہي</w:t>
      </w:r>
      <w:r w:rsidR="00B365A1">
        <w:rPr>
          <w:rtl/>
        </w:rPr>
        <w:t xml:space="preserve">ں </w:t>
      </w:r>
      <w:r>
        <w:rPr>
          <w:rtl/>
        </w:rPr>
        <w:t>كہ معاويہ كى حكومت شام پر تھى ايك دن وہ راستے سے گذر رہے تھے كہ كچھ شراب كى مشكو</w:t>
      </w:r>
      <w:r w:rsidR="00B365A1">
        <w:rPr>
          <w:rtl/>
        </w:rPr>
        <w:t xml:space="preserve">ں </w:t>
      </w:r>
      <w:r>
        <w:rPr>
          <w:rtl/>
        </w:rPr>
        <w:t xml:space="preserve">كو لے جاتے ديكھا _ </w:t>
      </w:r>
    </w:p>
    <w:p w:rsidR="00376422" w:rsidRDefault="00376422" w:rsidP="00E67399">
      <w:pPr>
        <w:pStyle w:val="libNormal"/>
        <w:rPr>
          <w:rtl/>
        </w:rPr>
      </w:pPr>
      <w:r>
        <w:rPr>
          <w:rtl/>
        </w:rPr>
        <w:t>اپنے نيزے سے تمام مشكيزو</w:t>
      </w:r>
      <w:r w:rsidR="00B365A1">
        <w:rPr>
          <w:rtl/>
        </w:rPr>
        <w:t xml:space="preserve">ں </w:t>
      </w:r>
      <w:r>
        <w:rPr>
          <w:rtl/>
        </w:rPr>
        <w:t>كو پھاڑ ڈالا ، مشك كے ہمراہ جو غلام تھے ان سے ہاتھا پائي كرنے لگے ، يہا</w:t>
      </w:r>
      <w:r w:rsidR="00B365A1">
        <w:rPr>
          <w:rtl/>
        </w:rPr>
        <w:t xml:space="preserve">ں </w:t>
      </w:r>
      <w:r>
        <w:rPr>
          <w:rtl/>
        </w:rPr>
        <w:t>تك كہ معاويہ كے پاس خبر پہونچى ، معاويہ نے اپنے كارندو</w:t>
      </w:r>
      <w:r w:rsidR="00B365A1">
        <w:rPr>
          <w:rtl/>
        </w:rPr>
        <w:t xml:space="preserve">ں </w:t>
      </w:r>
      <w:r>
        <w:rPr>
          <w:rtl/>
        </w:rPr>
        <w:t>سے كہا ، انھي</w:t>
      </w:r>
      <w:r w:rsidR="00B365A1">
        <w:rPr>
          <w:rtl/>
        </w:rPr>
        <w:t xml:space="preserve">ں </w:t>
      </w:r>
      <w:r>
        <w:rPr>
          <w:rtl/>
        </w:rPr>
        <w:t xml:space="preserve">چھوڑ دو ا ن كى عقل زائل ہو گئي ہے _ </w:t>
      </w:r>
    </w:p>
    <w:p w:rsidR="00376422" w:rsidRDefault="00376422" w:rsidP="00E67399">
      <w:pPr>
        <w:pStyle w:val="libNormal"/>
        <w:rPr>
          <w:rtl/>
        </w:rPr>
      </w:pPr>
      <w:r>
        <w:rPr>
          <w:rtl/>
        </w:rPr>
        <w:t>معاويہ كى بات عبد الرحمن سے بيان كى گئي تو بولے خدا كى قسم ميرى عقل نہي</w:t>
      </w:r>
      <w:r w:rsidR="00B365A1">
        <w:rPr>
          <w:rtl/>
        </w:rPr>
        <w:t xml:space="preserve">ں </w:t>
      </w:r>
      <w:r>
        <w:rPr>
          <w:rtl/>
        </w:rPr>
        <w:t>مارى گئي ہے _ليكن رسول خدا (ص) نے ہمي</w:t>
      </w:r>
      <w:r w:rsidR="00B365A1">
        <w:rPr>
          <w:rtl/>
        </w:rPr>
        <w:t xml:space="preserve">ں </w:t>
      </w:r>
      <w:r>
        <w:rPr>
          <w:rtl/>
        </w:rPr>
        <w:t>حكم فرمايا ہے كہ شراب اپنے گھرو</w:t>
      </w:r>
      <w:r w:rsidR="00B365A1">
        <w:rPr>
          <w:rtl/>
        </w:rPr>
        <w:t xml:space="preserve">ں </w:t>
      </w:r>
      <w:r>
        <w:rPr>
          <w:rtl/>
        </w:rPr>
        <w:t>مي</w:t>
      </w:r>
      <w:r w:rsidR="00B365A1">
        <w:rPr>
          <w:rtl/>
        </w:rPr>
        <w:t xml:space="preserve">ں </w:t>
      </w:r>
      <w:r>
        <w:rPr>
          <w:rtl/>
        </w:rPr>
        <w:t>ہرگز نہ لے جائي</w:t>
      </w:r>
      <w:r w:rsidR="00B365A1">
        <w:rPr>
          <w:rtl/>
        </w:rPr>
        <w:t xml:space="preserve">ں </w:t>
      </w:r>
      <w:r>
        <w:rPr>
          <w:rtl/>
        </w:rPr>
        <w:t>،مي</w:t>
      </w:r>
      <w:r w:rsidR="00B365A1">
        <w:rPr>
          <w:rtl/>
        </w:rPr>
        <w:t xml:space="preserve">ں </w:t>
      </w:r>
      <w:r>
        <w:rPr>
          <w:rtl/>
        </w:rPr>
        <w:t>قسم كھاتا ہو</w:t>
      </w:r>
      <w:r w:rsidR="00B365A1">
        <w:rPr>
          <w:rtl/>
        </w:rPr>
        <w:t xml:space="preserve">ں </w:t>
      </w:r>
      <w:r>
        <w:rPr>
          <w:rtl/>
        </w:rPr>
        <w:t>كہ اگر مي</w:t>
      </w:r>
      <w:r w:rsidR="00B365A1">
        <w:rPr>
          <w:rtl/>
        </w:rPr>
        <w:t xml:space="preserve">ں </w:t>
      </w:r>
      <w:r>
        <w:rPr>
          <w:rtl/>
        </w:rPr>
        <w:t>اس سر زمين پر رہونگا اور معاويہ كو وہ باتي</w:t>
      </w:r>
      <w:r w:rsidR="00B365A1">
        <w:rPr>
          <w:rtl/>
        </w:rPr>
        <w:t xml:space="preserve">ں </w:t>
      </w:r>
      <w:r>
        <w:rPr>
          <w:rtl/>
        </w:rPr>
        <w:t>كرتا ہوا ديكھو</w:t>
      </w:r>
      <w:r w:rsidR="00B365A1">
        <w:rPr>
          <w:rtl/>
        </w:rPr>
        <w:t xml:space="preserve">ں </w:t>
      </w:r>
      <w:r>
        <w:rPr>
          <w:rtl/>
        </w:rPr>
        <w:t>گا جن سے رسول خدا نے منع فرمايا ہے تو اسكا پيٹ پھاڑ دونگا، يا پھر اس راہ مي</w:t>
      </w:r>
      <w:r w:rsidR="00B365A1">
        <w:rPr>
          <w:rtl/>
        </w:rPr>
        <w:t xml:space="preserve">ں </w:t>
      </w:r>
      <w:r>
        <w:rPr>
          <w:rtl/>
        </w:rPr>
        <w:t xml:space="preserve">جان ديدونگا </w:t>
      </w:r>
      <w:r w:rsidRPr="00DB1D0D">
        <w:rPr>
          <w:rStyle w:val="libFootnotenumChar"/>
          <w:rtl/>
        </w:rPr>
        <w:t>(7)</w:t>
      </w:r>
      <w:r>
        <w:rPr>
          <w:rtl/>
        </w:rPr>
        <w:t xml:space="preserve"> </w:t>
      </w:r>
    </w:p>
    <w:p w:rsidR="00376422" w:rsidRDefault="00376422" w:rsidP="00E67399">
      <w:pPr>
        <w:pStyle w:val="libNormal"/>
        <w:rPr>
          <w:rtl/>
        </w:rPr>
      </w:pPr>
      <w:r>
        <w:rPr>
          <w:rtl/>
        </w:rPr>
        <w:t>مسند احمد بن حنبل مي</w:t>
      </w:r>
      <w:r w:rsidR="00B365A1">
        <w:rPr>
          <w:rtl/>
        </w:rPr>
        <w:t xml:space="preserve">ں </w:t>
      </w:r>
      <w:r>
        <w:rPr>
          <w:rtl/>
        </w:rPr>
        <w:t xml:space="preserve">عبد اللہ بن بريدہ سے منقول ہے كہ : </w:t>
      </w:r>
    </w:p>
    <w:p w:rsidR="00376422" w:rsidRDefault="00376422" w:rsidP="00E67399">
      <w:pPr>
        <w:pStyle w:val="libNormal"/>
        <w:rPr>
          <w:rtl/>
        </w:rPr>
      </w:pPr>
      <w:r>
        <w:rPr>
          <w:rtl/>
        </w:rPr>
        <w:t>مي</w:t>
      </w:r>
      <w:r w:rsidR="00B365A1">
        <w:rPr>
          <w:rtl/>
        </w:rPr>
        <w:t xml:space="preserve">ں </w:t>
      </w:r>
      <w:r>
        <w:rPr>
          <w:rtl/>
        </w:rPr>
        <w:t>اپنے والد كے ہمراہ معاويہ كے يہا</w:t>
      </w:r>
      <w:r w:rsidR="00B365A1">
        <w:rPr>
          <w:rtl/>
        </w:rPr>
        <w:t xml:space="preserve">ں </w:t>
      </w:r>
      <w:r>
        <w:rPr>
          <w:rtl/>
        </w:rPr>
        <w:t>گيا ، ہمي</w:t>
      </w:r>
      <w:r w:rsidR="00B365A1">
        <w:rPr>
          <w:rtl/>
        </w:rPr>
        <w:t xml:space="preserve">ں </w:t>
      </w:r>
      <w:r>
        <w:rPr>
          <w:rtl/>
        </w:rPr>
        <w:t>فرش پر بيٹھا يا گيا اور كھانے كے بعد شراب پيش كى گئي ، معاويہ نے اسكو نوش كيا ، پھر ايك شراب كا جام ميرے والد كو ديا ليكن ميرے والد نے انكار كرتے ہوئے كہا ، جب سے رسول اكرم (ص) نے شراب كو حرام كيا ہے اس دن سے مي</w:t>
      </w:r>
      <w:r w:rsidR="00B365A1">
        <w:rPr>
          <w:rtl/>
        </w:rPr>
        <w:t xml:space="preserve">ں </w:t>
      </w:r>
      <w:r>
        <w:rPr>
          <w:rtl/>
        </w:rPr>
        <w:t>نے منھ كو نہي</w:t>
      </w:r>
      <w:r w:rsidR="00B365A1">
        <w:rPr>
          <w:rtl/>
        </w:rPr>
        <w:t xml:space="preserve">ں </w:t>
      </w:r>
      <w:r>
        <w:rPr>
          <w:rtl/>
        </w:rPr>
        <w:t xml:space="preserve">لگايا ہے () </w:t>
      </w:r>
    </w:p>
    <w:p w:rsidR="00376422" w:rsidRDefault="00376422" w:rsidP="00E67399">
      <w:pPr>
        <w:pStyle w:val="libNormal"/>
        <w:rPr>
          <w:rtl/>
        </w:rPr>
      </w:pPr>
      <w:r>
        <w:rPr>
          <w:rtl/>
        </w:rPr>
        <w:t>معاويہ كى شراب نوشى كى اسكے علاوہ بھى ڈھير سارى داستاني</w:t>
      </w:r>
      <w:r w:rsidR="00B365A1">
        <w:rPr>
          <w:rtl/>
        </w:rPr>
        <w:t xml:space="preserve">ں </w:t>
      </w:r>
      <w:r>
        <w:rPr>
          <w:rtl/>
        </w:rPr>
        <w:t>ہي</w:t>
      </w:r>
      <w:r w:rsidR="00B365A1">
        <w:rPr>
          <w:rtl/>
        </w:rPr>
        <w:t xml:space="preserve">ں </w:t>
      </w:r>
      <w:r>
        <w:rPr>
          <w:rtl/>
        </w:rPr>
        <w:t>جنھي</w:t>
      </w:r>
      <w:r w:rsidR="00B365A1">
        <w:rPr>
          <w:rtl/>
        </w:rPr>
        <w:t xml:space="preserve">ں </w:t>
      </w:r>
      <w:r>
        <w:rPr>
          <w:rtl/>
        </w:rPr>
        <w:t>ابن عساكر نے نقل كيا ہے</w:t>
      </w:r>
      <w:r w:rsidRPr="00DB1D0D">
        <w:rPr>
          <w:rStyle w:val="libFootnotenumChar"/>
          <w:rtl/>
        </w:rPr>
        <w:t>(8)</w:t>
      </w:r>
      <w:r>
        <w:rPr>
          <w:rtl/>
        </w:rPr>
        <w:t xml:space="preserve"> ، جنھي</w:t>
      </w:r>
      <w:r w:rsidR="00B365A1">
        <w:rPr>
          <w:rtl/>
        </w:rPr>
        <w:t xml:space="preserve">ں </w:t>
      </w:r>
      <w:r>
        <w:rPr>
          <w:rtl/>
        </w:rPr>
        <w:t>اس سے زيادہ كى طلب ہو تو اسكى معتبر كتابو</w:t>
      </w:r>
      <w:r w:rsidR="00B365A1">
        <w:rPr>
          <w:rtl/>
        </w:rPr>
        <w:t xml:space="preserve">ں </w:t>
      </w:r>
      <w:r>
        <w:rPr>
          <w:rtl/>
        </w:rPr>
        <w:t>كى طرف رجوع كري</w:t>
      </w:r>
      <w:r w:rsidR="00B365A1">
        <w:rPr>
          <w:rtl/>
        </w:rPr>
        <w:t xml:space="preserve">ں </w:t>
      </w:r>
      <w:r>
        <w:rPr>
          <w:rtl/>
        </w:rPr>
        <w:t xml:space="preserve">_ </w:t>
      </w:r>
    </w:p>
    <w:p w:rsidR="00376422" w:rsidRDefault="00923640" w:rsidP="00E67399">
      <w:pPr>
        <w:pStyle w:val="libLine"/>
        <w:rPr>
          <w:rtl/>
        </w:rPr>
      </w:pPr>
      <w:r>
        <w:rPr>
          <w:rFonts w:hint="cs"/>
          <w:rtl/>
        </w:rPr>
        <w:t>____________________</w:t>
      </w:r>
    </w:p>
    <w:p w:rsidR="00923640" w:rsidRDefault="00923640" w:rsidP="00E67399">
      <w:pPr>
        <w:pStyle w:val="libFootnote"/>
        <w:rPr>
          <w:rtl/>
        </w:rPr>
      </w:pPr>
      <w:r>
        <w:rPr>
          <w:rtl/>
        </w:rPr>
        <w:t xml:space="preserve">6_ تہذيب ابن عساكر ج8 ص 212 ، اعلام النبلاء ج2 ص 4 ، مسند احمد ج 5ص 325 </w:t>
      </w:r>
    </w:p>
    <w:p w:rsidR="00923640" w:rsidRDefault="00923640" w:rsidP="00E67399">
      <w:pPr>
        <w:pStyle w:val="libFootnote"/>
        <w:rPr>
          <w:rtl/>
        </w:rPr>
      </w:pPr>
      <w:r>
        <w:rPr>
          <w:rtl/>
        </w:rPr>
        <w:t xml:space="preserve">7_ اصابہ ج2 ص 394 ، استيعاب ص 400 ، اسد الغابہ ج3 ص 299 3_مسند احمد بن حنبل ج5 ص 347 </w:t>
      </w:r>
    </w:p>
    <w:p w:rsidR="00923640" w:rsidRDefault="00923640" w:rsidP="00E67399">
      <w:pPr>
        <w:pStyle w:val="libFootnote"/>
        <w:rPr>
          <w:rtl/>
        </w:rPr>
      </w:pPr>
      <w:r>
        <w:rPr>
          <w:rtl/>
        </w:rPr>
        <w:t xml:space="preserve">8_ ابن عساكر ج 7 ص 213 _ 348 ، اصابہ ج2 ص 282 </w:t>
      </w:r>
    </w:p>
    <w:p w:rsidR="00923640" w:rsidRDefault="00923640" w:rsidP="00E67399">
      <w:pPr>
        <w:pStyle w:val="libPoemTini"/>
        <w:rPr>
          <w:rtl/>
        </w:rPr>
      </w:pPr>
      <w:r>
        <w:rPr>
          <w:rtl/>
        </w:rPr>
        <w:br w:type="page"/>
      </w:r>
    </w:p>
    <w:p w:rsidR="00376422" w:rsidRDefault="00376422" w:rsidP="00E67399">
      <w:pPr>
        <w:pStyle w:val="Heading2Center"/>
        <w:rPr>
          <w:rtl/>
        </w:rPr>
      </w:pPr>
      <w:bookmarkStart w:id="19" w:name="_Toc531605647"/>
      <w:r>
        <w:rPr>
          <w:rtl/>
        </w:rPr>
        <w:lastRenderedPageBreak/>
        <w:t>ابوذر معاويہ كے مقابل</w:t>
      </w:r>
      <w:bookmarkEnd w:id="19"/>
    </w:p>
    <w:p w:rsidR="00376422" w:rsidRDefault="00376422" w:rsidP="00E67399">
      <w:pPr>
        <w:pStyle w:val="libNormal"/>
        <w:rPr>
          <w:rtl/>
        </w:rPr>
      </w:pPr>
      <w:r>
        <w:rPr>
          <w:rtl/>
        </w:rPr>
        <w:t>انہي</w:t>
      </w:r>
      <w:r w:rsidR="00B365A1">
        <w:rPr>
          <w:rtl/>
        </w:rPr>
        <w:t xml:space="preserve">ں </w:t>
      </w:r>
      <w:r>
        <w:rPr>
          <w:rtl/>
        </w:rPr>
        <w:t>عثمان كے زمانے مي</w:t>
      </w:r>
      <w:r w:rsidR="00B365A1">
        <w:rPr>
          <w:rtl/>
        </w:rPr>
        <w:t xml:space="preserve">ں </w:t>
      </w:r>
      <w:r>
        <w:rPr>
          <w:rtl/>
        </w:rPr>
        <w:t>معاويہ سے مشہور اور بزرگ جرى صحابى رسول حضرت ابوذر كى سخت محاذ ارائي ہوئي ، اسكى تفصيل تو طوالت چاہتى ہے ليكن ہم نا گزير طور سے ا س كا مختصر تذكرہ كر رہے ہي</w:t>
      </w:r>
      <w:r w:rsidR="00B365A1">
        <w:rPr>
          <w:rtl/>
        </w:rPr>
        <w:t xml:space="preserve">ں </w:t>
      </w:r>
      <w:r>
        <w:rPr>
          <w:rtl/>
        </w:rPr>
        <w:t>، مورخين كا بيان ہے كہ ابوذر ان پاكباز مسلمانو</w:t>
      </w:r>
      <w:r w:rsidR="00B365A1">
        <w:rPr>
          <w:rtl/>
        </w:rPr>
        <w:t xml:space="preserve">ں </w:t>
      </w:r>
      <w:r>
        <w:rPr>
          <w:rtl/>
        </w:rPr>
        <w:t>مي</w:t>
      </w:r>
      <w:r w:rsidR="00B365A1">
        <w:rPr>
          <w:rtl/>
        </w:rPr>
        <w:t xml:space="preserve">ں </w:t>
      </w:r>
      <w:r>
        <w:rPr>
          <w:rtl/>
        </w:rPr>
        <w:t>ہي</w:t>
      </w:r>
      <w:r w:rsidR="00B365A1">
        <w:rPr>
          <w:rtl/>
        </w:rPr>
        <w:t xml:space="preserve">ں </w:t>
      </w:r>
      <w:r>
        <w:rPr>
          <w:rtl/>
        </w:rPr>
        <w:t>جو زمانہ جاہليت مي</w:t>
      </w:r>
      <w:r w:rsidR="00B365A1">
        <w:rPr>
          <w:rtl/>
        </w:rPr>
        <w:t xml:space="preserve">ں </w:t>
      </w:r>
      <w:r>
        <w:rPr>
          <w:rtl/>
        </w:rPr>
        <w:t>بھى توحيد پرست تھے وہ خدا كو يكتا مانتے تھے جاہلى عہد مي</w:t>
      </w:r>
      <w:r w:rsidR="00B365A1">
        <w:rPr>
          <w:rtl/>
        </w:rPr>
        <w:t xml:space="preserve">ں </w:t>
      </w:r>
      <w:r>
        <w:rPr>
          <w:rtl/>
        </w:rPr>
        <w:t xml:space="preserve">وہ بت پرستى سے متنفر رہے </w:t>
      </w:r>
      <w:r w:rsidRPr="00DB1D0D">
        <w:rPr>
          <w:rStyle w:val="libFootnotenumChar"/>
          <w:rtl/>
        </w:rPr>
        <w:t>(9)</w:t>
      </w:r>
      <w:r>
        <w:rPr>
          <w:rtl/>
        </w:rPr>
        <w:t xml:space="preserve"> </w:t>
      </w:r>
    </w:p>
    <w:p w:rsidR="00376422" w:rsidRDefault="00376422" w:rsidP="00E67399">
      <w:pPr>
        <w:pStyle w:val="libNormal"/>
        <w:rPr>
          <w:rtl/>
        </w:rPr>
      </w:pPr>
      <w:r>
        <w:rPr>
          <w:rtl/>
        </w:rPr>
        <w:t>جب انھي</w:t>
      </w:r>
      <w:r w:rsidR="00B365A1">
        <w:rPr>
          <w:rtl/>
        </w:rPr>
        <w:t xml:space="preserve">ں </w:t>
      </w:r>
      <w:r>
        <w:rPr>
          <w:rtl/>
        </w:rPr>
        <w:t>خبر ملى كہ مكے مي</w:t>
      </w:r>
      <w:r w:rsidR="00B365A1">
        <w:rPr>
          <w:rtl/>
        </w:rPr>
        <w:t xml:space="preserve">ں </w:t>
      </w:r>
      <w:r>
        <w:rPr>
          <w:rtl/>
        </w:rPr>
        <w:t>پيغمبر اخر كا ظہور ہوا ہے تو لپك كر مكہ پہونچے وہ پانچوي</w:t>
      </w:r>
      <w:r w:rsidR="00B365A1">
        <w:rPr>
          <w:rtl/>
        </w:rPr>
        <w:t xml:space="preserve">ں </w:t>
      </w:r>
      <w:r>
        <w:rPr>
          <w:rtl/>
        </w:rPr>
        <w:t>يا چوتھے شخص تھے جنھو</w:t>
      </w:r>
      <w:r w:rsidR="00B365A1">
        <w:rPr>
          <w:rtl/>
        </w:rPr>
        <w:t xml:space="preserve">ں </w:t>
      </w:r>
      <w:r>
        <w:rPr>
          <w:rtl/>
        </w:rPr>
        <w:t xml:space="preserve">نے اسلام قبول كيا _ </w:t>
      </w:r>
    </w:p>
    <w:p w:rsidR="00376422" w:rsidRDefault="00376422" w:rsidP="00E67399">
      <w:pPr>
        <w:pStyle w:val="libNormal"/>
        <w:rPr>
          <w:rtl/>
        </w:rPr>
      </w:pPr>
      <w:r>
        <w:rPr>
          <w:rtl/>
        </w:rPr>
        <w:t>انہو</w:t>
      </w:r>
      <w:r w:rsidR="00B365A1">
        <w:rPr>
          <w:rtl/>
        </w:rPr>
        <w:t xml:space="preserve">ں </w:t>
      </w:r>
      <w:r>
        <w:rPr>
          <w:rtl/>
        </w:rPr>
        <w:t>نے مسلمان ہونے كے دوسرے دن مسجد الحرام مي</w:t>
      </w:r>
      <w:r w:rsidR="00B365A1">
        <w:rPr>
          <w:rtl/>
        </w:rPr>
        <w:t xml:space="preserve">ں </w:t>
      </w:r>
      <w:r>
        <w:rPr>
          <w:rtl/>
        </w:rPr>
        <w:t xml:space="preserve">جاكر مشرك قريش كے سامنے بلند </w:t>
      </w:r>
      <w:r w:rsidR="00FF45BE">
        <w:rPr>
          <w:rtl/>
        </w:rPr>
        <w:t xml:space="preserve">آواز </w:t>
      </w:r>
      <w:r>
        <w:rPr>
          <w:rtl/>
        </w:rPr>
        <w:t xml:space="preserve"> سے اپنے اسلام كا اظہار فرمايا ، ان پر قريش نے چارو</w:t>
      </w:r>
      <w:r w:rsidR="00B365A1">
        <w:rPr>
          <w:rtl/>
        </w:rPr>
        <w:t xml:space="preserve">ں </w:t>
      </w:r>
      <w:r>
        <w:rPr>
          <w:rtl/>
        </w:rPr>
        <w:t>طرف سے حملہ كيا اور ا س قدر زد و كوب كيا كہ لہو لہان ہو كر بيہوش ہو گئے ، اگر رسول اكرم (ص) كے چچا عباس مدد كو نہ پہونچتے تو ممكن تھا كہ لوگو</w:t>
      </w:r>
      <w:r w:rsidR="00B365A1">
        <w:rPr>
          <w:rtl/>
        </w:rPr>
        <w:t xml:space="preserve">ں </w:t>
      </w:r>
      <w:r>
        <w:rPr>
          <w:rtl/>
        </w:rPr>
        <w:t>كى اذيت سے مر جاتے ، كچھ دير بعد زخمى حالت مي</w:t>
      </w:r>
      <w:r w:rsidR="00B365A1">
        <w:rPr>
          <w:rtl/>
        </w:rPr>
        <w:t xml:space="preserve">ں </w:t>
      </w:r>
      <w:r>
        <w:rPr>
          <w:rtl/>
        </w:rPr>
        <w:t>تھكے تھكے اپنى جگہ سے اٹھے ايك كونے مي</w:t>
      </w:r>
      <w:r w:rsidR="00B365A1">
        <w:rPr>
          <w:rtl/>
        </w:rPr>
        <w:t xml:space="preserve">ں </w:t>
      </w:r>
      <w:r>
        <w:rPr>
          <w:rtl/>
        </w:rPr>
        <w:t>گئے تاكہ زخمو</w:t>
      </w:r>
      <w:r w:rsidR="00B365A1">
        <w:rPr>
          <w:rtl/>
        </w:rPr>
        <w:t xml:space="preserve">ں </w:t>
      </w:r>
      <w:r>
        <w:rPr>
          <w:rtl/>
        </w:rPr>
        <w:t>كو دھوئي</w:t>
      </w:r>
      <w:r w:rsidR="00B365A1">
        <w:rPr>
          <w:rtl/>
        </w:rPr>
        <w:t xml:space="preserve">ں </w:t>
      </w:r>
      <w:r>
        <w:rPr>
          <w:rtl/>
        </w:rPr>
        <w:t>اور اذيت و تكليف كم كر سكي</w:t>
      </w:r>
      <w:r w:rsidR="00B365A1">
        <w:rPr>
          <w:rtl/>
        </w:rPr>
        <w:t xml:space="preserve">ں </w:t>
      </w:r>
      <w:r>
        <w:rPr>
          <w:rtl/>
        </w:rPr>
        <w:t xml:space="preserve">_ </w:t>
      </w:r>
    </w:p>
    <w:p w:rsidR="00376422" w:rsidRDefault="00376422" w:rsidP="00E67399">
      <w:pPr>
        <w:pStyle w:val="libNormal"/>
        <w:rPr>
          <w:rtl/>
        </w:rPr>
      </w:pPr>
      <w:r>
        <w:rPr>
          <w:rtl/>
        </w:rPr>
        <w:t>دوسرے دن بھى ابوذر مسجد الحرام مي</w:t>
      </w:r>
      <w:r w:rsidR="00B365A1">
        <w:rPr>
          <w:rtl/>
        </w:rPr>
        <w:t>ں</w:t>
      </w:r>
      <w:r w:rsidR="00137FAB">
        <w:rPr>
          <w:rtl/>
        </w:rPr>
        <w:t xml:space="preserve"> آئے</w:t>
      </w:r>
      <w:r>
        <w:rPr>
          <w:rtl/>
        </w:rPr>
        <w:t xml:space="preserve"> اور بلند </w:t>
      </w:r>
      <w:r w:rsidR="00FF45BE">
        <w:rPr>
          <w:rtl/>
        </w:rPr>
        <w:t xml:space="preserve">آواز </w:t>
      </w:r>
      <w:r>
        <w:rPr>
          <w:rtl/>
        </w:rPr>
        <w:t xml:space="preserve"> سے خدا كى يكتائي اور محمد (ص) كى رسالت كا اعلان كيا ، انھي</w:t>
      </w:r>
      <w:r w:rsidR="00B365A1">
        <w:rPr>
          <w:rtl/>
        </w:rPr>
        <w:t xml:space="preserve">ں </w:t>
      </w:r>
      <w:r>
        <w:rPr>
          <w:rtl/>
        </w:rPr>
        <w:t>حق كى راہ مي</w:t>
      </w:r>
      <w:r w:rsidR="00B365A1">
        <w:rPr>
          <w:rtl/>
        </w:rPr>
        <w:t xml:space="preserve">ں </w:t>
      </w:r>
      <w:r>
        <w:rPr>
          <w:rtl/>
        </w:rPr>
        <w:t>كسى قسم كا خوف و ہراس نہي</w:t>
      </w:r>
      <w:r w:rsidR="00B365A1">
        <w:rPr>
          <w:rtl/>
        </w:rPr>
        <w:t xml:space="preserve">ں </w:t>
      </w:r>
      <w:r>
        <w:rPr>
          <w:rtl/>
        </w:rPr>
        <w:t xml:space="preserve">تھا ، دوسرى بار بھى لوگ ان پر ٹوٹ پڑے اور پہلے دن كى طرح زد و كوب كر كے لہو لہان كر ديا _ </w:t>
      </w:r>
    </w:p>
    <w:p w:rsidR="00F95A47" w:rsidRDefault="00376422" w:rsidP="00E67399">
      <w:pPr>
        <w:pStyle w:val="libNormal"/>
        <w:rPr>
          <w:rtl/>
        </w:rPr>
      </w:pPr>
      <w:r>
        <w:rPr>
          <w:rtl/>
        </w:rPr>
        <w:t>ا س كے دوسرے دن بعد اپ حكم رسول (ص) سے اپنے وطن واپس چلے گئے تاكہ وطن والو</w:t>
      </w:r>
      <w:r w:rsidR="00B365A1">
        <w:rPr>
          <w:rtl/>
        </w:rPr>
        <w:t xml:space="preserve">ں </w:t>
      </w:r>
      <w:r>
        <w:rPr>
          <w:rtl/>
        </w:rPr>
        <w:t xml:space="preserve">پر اپنے اسلام كا اظہار كر كے </w:t>
      </w:r>
    </w:p>
    <w:p w:rsidR="00923640" w:rsidRDefault="00923640" w:rsidP="00E67399">
      <w:pPr>
        <w:pStyle w:val="libLine"/>
        <w:rPr>
          <w:rtl/>
        </w:rPr>
      </w:pPr>
      <w:r>
        <w:rPr>
          <w:rFonts w:hint="cs"/>
          <w:rtl/>
        </w:rPr>
        <w:t>____________________</w:t>
      </w:r>
    </w:p>
    <w:p w:rsidR="00923640" w:rsidRDefault="00923640" w:rsidP="00E67399">
      <w:pPr>
        <w:pStyle w:val="libFootnote"/>
        <w:rPr>
          <w:rtl/>
        </w:rPr>
      </w:pPr>
      <w:r>
        <w:rPr>
          <w:rtl/>
        </w:rPr>
        <w:t xml:space="preserve">9_ طبقات كبرى ج4 ص 223، سير اعلام ج2 ص 38 ، اسد الغابہ ج1 ص 301 </w:t>
      </w:r>
    </w:p>
    <w:p w:rsidR="00F95A47" w:rsidRDefault="00F95A4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تبليغ كر سكي</w:t>
      </w:r>
      <w:r w:rsidR="00B365A1">
        <w:rPr>
          <w:rtl/>
        </w:rPr>
        <w:t xml:space="preserve">ں </w:t>
      </w:r>
      <w:r>
        <w:rPr>
          <w:rtl/>
        </w:rPr>
        <w:t>، ابوذر اپنے قبيلہ غفار مي</w:t>
      </w:r>
      <w:r w:rsidR="00B365A1">
        <w:rPr>
          <w:rtl/>
        </w:rPr>
        <w:t xml:space="preserve">ں </w:t>
      </w:r>
      <w:r>
        <w:rPr>
          <w:rtl/>
        </w:rPr>
        <w:t>پلٹ گئے اور انھي</w:t>
      </w:r>
      <w:r w:rsidR="00B365A1">
        <w:rPr>
          <w:rtl/>
        </w:rPr>
        <w:t xml:space="preserve">ں </w:t>
      </w:r>
      <w:r>
        <w:rPr>
          <w:rtl/>
        </w:rPr>
        <w:t>قبول اسلام پر امادہ كرنے كى بہت كوشش كى اسى طرح كئي سال گذر گئے يہا</w:t>
      </w:r>
      <w:r w:rsidR="00B365A1">
        <w:rPr>
          <w:rtl/>
        </w:rPr>
        <w:t xml:space="preserve">ں </w:t>
      </w:r>
      <w:r>
        <w:rPr>
          <w:rtl/>
        </w:rPr>
        <w:t>تك كہ انھو</w:t>
      </w:r>
      <w:r w:rsidR="00B365A1">
        <w:rPr>
          <w:rtl/>
        </w:rPr>
        <w:t xml:space="preserve">ں </w:t>
      </w:r>
      <w:r>
        <w:rPr>
          <w:rtl/>
        </w:rPr>
        <w:t>نے خبر سنى كہ رسول(ص) اسلام مدينہ ہجرت كر گئے ہي</w:t>
      </w:r>
      <w:r w:rsidR="00B365A1">
        <w:rPr>
          <w:rtl/>
        </w:rPr>
        <w:t xml:space="preserve">ں </w:t>
      </w:r>
      <w:r>
        <w:rPr>
          <w:rtl/>
        </w:rPr>
        <w:t>اور وہا</w:t>
      </w:r>
      <w:r w:rsidR="00B365A1">
        <w:rPr>
          <w:rtl/>
        </w:rPr>
        <w:t xml:space="preserve">ں </w:t>
      </w:r>
      <w:r>
        <w:rPr>
          <w:rtl/>
        </w:rPr>
        <w:t>شان و شوكت بڑھ گئي ہے ، انھو</w:t>
      </w:r>
      <w:r w:rsidR="00B365A1">
        <w:rPr>
          <w:rtl/>
        </w:rPr>
        <w:t xml:space="preserve">ں </w:t>
      </w:r>
      <w:r>
        <w:rPr>
          <w:rtl/>
        </w:rPr>
        <w:t>نے دوبارہ رخت سفر باندھا اور اپنے كاشانہ كو خير اباد كر كے اپنے خليل كے جوار مي</w:t>
      </w:r>
      <w:r w:rsidR="00B365A1">
        <w:rPr>
          <w:rtl/>
        </w:rPr>
        <w:t xml:space="preserve">ں </w:t>
      </w:r>
      <w:r>
        <w:rPr>
          <w:rtl/>
        </w:rPr>
        <w:t>جانے كا قصد كيا تاكہ انھي</w:t>
      </w:r>
      <w:r w:rsidR="00B365A1">
        <w:rPr>
          <w:rtl/>
        </w:rPr>
        <w:t xml:space="preserve">ں </w:t>
      </w:r>
      <w:r>
        <w:rPr>
          <w:rtl/>
        </w:rPr>
        <w:t>كے زير سايہ سكون پائي</w:t>
      </w:r>
      <w:r w:rsidR="00B365A1">
        <w:rPr>
          <w:rtl/>
        </w:rPr>
        <w:t xml:space="preserve">ں </w:t>
      </w:r>
      <w:r>
        <w:rPr>
          <w:rtl/>
        </w:rPr>
        <w:t>، ا پ كى ہجرت جنگ خندق كے بعد ہوئي ہے ، ا س كے بعد تو انھو</w:t>
      </w:r>
      <w:r w:rsidR="00B365A1">
        <w:rPr>
          <w:rtl/>
        </w:rPr>
        <w:t xml:space="preserve">ں </w:t>
      </w:r>
      <w:r>
        <w:rPr>
          <w:rtl/>
        </w:rPr>
        <w:t>نے ايك لمحے كے لئے بھى رسول اكرم (ص) كا ساتھ نہي</w:t>
      </w:r>
      <w:r w:rsidR="00B365A1">
        <w:rPr>
          <w:rtl/>
        </w:rPr>
        <w:t xml:space="preserve">ں </w:t>
      </w:r>
      <w:r>
        <w:rPr>
          <w:rtl/>
        </w:rPr>
        <w:t>چھوڑا اپنى صلاحيت بھر انھو</w:t>
      </w:r>
      <w:r w:rsidR="00B365A1">
        <w:rPr>
          <w:rtl/>
        </w:rPr>
        <w:t xml:space="preserve">ں </w:t>
      </w:r>
      <w:r>
        <w:rPr>
          <w:rtl/>
        </w:rPr>
        <w:t>نے انحضرت(ص) سے علم و روحانيت كے خرمن سے كسب فيض كيا ، انھو</w:t>
      </w:r>
      <w:r w:rsidR="00B365A1">
        <w:rPr>
          <w:rtl/>
        </w:rPr>
        <w:t xml:space="preserve">ں </w:t>
      </w:r>
      <w:r>
        <w:rPr>
          <w:rtl/>
        </w:rPr>
        <w:t>نے ا س قدر خلوص كا مظاہرہ كيا ، اس قدر عبادت و رياضت كى اس قدر ذكر و فكر مي</w:t>
      </w:r>
      <w:r w:rsidR="00B365A1">
        <w:rPr>
          <w:rtl/>
        </w:rPr>
        <w:t xml:space="preserve">ں </w:t>
      </w:r>
      <w:r>
        <w:rPr>
          <w:rtl/>
        </w:rPr>
        <w:t>اپنا سر كھپايا كہ محبوب ترين اصحاب رسول (ص) مي</w:t>
      </w:r>
      <w:r w:rsidR="00B365A1">
        <w:rPr>
          <w:rtl/>
        </w:rPr>
        <w:t xml:space="preserve">ں </w:t>
      </w:r>
      <w:r>
        <w:rPr>
          <w:rtl/>
        </w:rPr>
        <w:t xml:space="preserve">شمار كئے جانے لگے _ </w:t>
      </w:r>
    </w:p>
    <w:p w:rsidR="00376422" w:rsidRDefault="00376422" w:rsidP="00E67399">
      <w:pPr>
        <w:pStyle w:val="libNormal"/>
        <w:rPr>
          <w:rtl/>
        </w:rPr>
      </w:pPr>
      <w:r>
        <w:rPr>
          <w:rtl/>
        </w:rPr>
        <w:t>پيامبر اكرم (ص) نے بہت سى احاديث صحيح مي</w:t>
      </w:r>
      <w:r w:rsidR="00B365A1">
        <w:rPr>
          <w:rtl/>
        </w:rPr>
        <w:t xml:space="preserve">ں </w:t>
      </w:r>
      <w:r>
        <w:rPr>
          <w:rtl/>
        </w:rPr>
        <w:t xml:space="preserve">اپكى ستائشے فرمائي ہے </w:t>
      </w:r>
    </w:p>
    <w:p w:rsidR="00376422" w:rsidRDefault="00376422" w:rsidP="00E67399">
      <w:pPr>
        <w:pStyle w:val="libNormal"/>
        <w:rPr>
          <w:rtl/>
        </w:rPr>
      </w:pPr>
      <w:r>
        <w:rPr>
          <w:rtl/>
        </w:rPr>
        <w:t>1_ وما اظلت الخضراء ولا اقلت الغبراء من ذى لہجة اصدق من ابى ذر _ ترجمہ : نہ نيلگو</w:t>
      </w:r>
      <w:r w:rsidR="00B365A1">
        <w:rPr>
          <w:rtl/>
        </w:rPr>
        <w:t xml:space="preserve">ں </w:t>
      </w:r>
      <w:r>
        <w:rPr>
          <w:rtl/>
        </w:rPr>
        <w:t xml:space="preserve">اسمان نے سايہ كيا اور نہ زمين نے بوجھ اٹھايابوذر ايسے سچے انسان كا _ </w:t>
      </w:r>
    </w:p>
    <w:p w:rsidR="00376422" w:rsidRDefault="00376422" w:rsidP="00E67399">
      <w:pPr>
        <w:pStyle w:val="libNormal"/>
        <w:rPr>
          <w:rtl/>
        </w:rPr>
      </w:pPr>
      <w:r>
        <w:rPr>
          <w:rtl/>
        </w:rPr>
        <w:t>2_ جنگ تبوك مي</w:t>
      </w:r>
      <w:r w:rsidR="00B365A1">
        <w:rPr>
          <w:rtl/>
        </w:rPr>
        <w:t xml:space="preserve">ں </w:t>
      </w:r>
      <w:r>
        <w:rPr>
          <w:rtl/>
        </w:rPr>
        <w:t>ابوذر لشكر اسلام سے پيچھے رہ گئے تھے ، كيونكہ اپكا اونٹ بہت ہى كمزور تھا لہذا اس نے اپكا ساتھ نہي</w:t>
      </w:r>
      <w:r w:rsidR="00B365A1">
        <w:rPr>
          <w:rtl/>
        </w:rPr>
        <w:t xml:space="preserve">ں </w:t>
      </w:r>
      <w:r>
        <w:rPr>
          <w:rtl/>
        </w:rPr>
        <w:t>ديا ، ناچار ،وہ سوارى سے اتر پڑے اور ايسے ا س كے حال پر چھوڑ كر اپنا سامان پشت پرلادا ، اور پيادہ ہى لشكر اسلام سے ملحق ہو نے كے لئے چل پڑے ، صحراء تپ رہا تھا ،ريگ زارو</w:t>
      </w:r>
      <w:r w:rsidR="00B365A1">
        <w:rPr>
          <w:rtl/>
        </w:rPr>
        <w:t xml:space="preserve">ں </w:t>
      </w:r>
      <w:r>
        <w:rPr>
          <w:rtl/>
        </w:rPr>
        <w:t>مي</w:t>
      </w:r>
      <w:r w:rsidR="00B365A1">
        <w:rPr>
          <w:rtl/>
        </w:rPr>
        <w:t xml:space="preserve">ں </w:t>
      </w:r>
      <w:r>
        <w:rPr>
          <w:rtl/>
        </w:rPr>
        <w:t>سوزش تھى اس لئے چلنے مي</w:t>
      </w:r>
      <w:r w:rsidR="00B365A1">
        <w:rPr>
          <w:rtl/>
        </w:rPr>
        <w:t xml:space="preserve">ں </w:t>
      </w:r>
      <w:r>
        <w:rPr>
          <w:rtl/>
        </w:rPr>
        <w:t>بڑى تكليف ہو رہى تھى ، ليكن ابوذر كے سچے عشق و ايمان نے يہ كام بھى سہل و اسان بنا ديا تھا ، بڑى محنت اور كوشش كے بعد اپ نے اپنے كو لشكر اسلام تك پہونچايا ، جس وقت رسول (ص) نے اپ كو ديكھا كہ اكيلے ہى مجاہدان اسلام كى طرف چلے ارہے ہي</w:t>
      </w:r>
      <w:r w:rsidR="00B365A1">
        <w:rPr>
          <w:rtl/>
        </w:rPr>
        <w:t xml:space="preserve">ں </w:t>
      </w:r>
      <w:r>
        <w:rPr>
          <w:rtl/>
        </w:rPr>
        <w:t xml:space="preserve">تو فرمايا : </w:t>
      </w:r>
      <w:r w:rsidRPr="00923640">
        <w:rPr>
          <w:rStyle w:val="libArabicChar"/>
          <w:rtl/>
        </w:rPr>
        <w:t>'' رحم الل</w:t>
      </w:r>
      <w:r w:rsidR="00D96149" w:rsidRPr="00E67399">
        <w:rPr>
          <w:rStyle w:val="libArabicChar"/>
          <w:rFonts w:hint="cs"/>
          <w:rtl/>
        </w:rPr>
        <w:t>ه</w:t>
      </w:r>
      <w:r w:rsidRPr="00923640">
        <w:rPr>
          <w:rStyle w:val="libArabicChar"/>
          <w:rtl/>
        </w:rPr>
        <w:t xml:space="preserve"> </w:t>
      </w:r>
      <w:r w:rsidRPr="00923640">
        <w:rPr>
          <w:rStyle w:val="libArabicChar"/>
          <w:rFonts w:hint="cs"/>
          <w:rtl/>
        </w:rPr>
        <w:t>ابا</w:t>
      </w:r>
      <w:r w:rsidRPr="00923640">
        <w:rPr>
          <w:rStyle w:val="libArabicChar"/>
          <w:rtl/>
        </w:rPr>
        <w:t xml:space="preserve"> </w:t>
      </w:r>
      <w:r w:rsidRPr="00923640">
        <w:rPr>
          <w:rStyle w:val="libArabicChar"/>
          <w:rFonts w:hint="cs"/>
          <w:rtl/>
        </w:rPr>
        <w:t>ذر،</w:t>
      </w:r>
      <w:r w:rsidRPr="00923640">
        <w:rPr>
          <w:rStyle w:val="libArabicChar"/>
          <w:rtl/>
        </w:rPr>
        <w:t xml:space="preserve"> </w:t>
      </w:r>
      <w:r w:rsidRPr="00923640">
        <w:rPr>
          <w:rStyle w:val="libArabicChar"/>
          <w:rFonts w:hint="cs"/>
          <w:rtl/>
        </w:rPr>
        <w:t>يمشى</w:t>
      </w:r>
      <w:r w:rsidRPr="00923640">
        <w:rPr>
          <w:rStyle w:val="libArabicChar"/>
          <w:rtl/>
        </w:rPr>
        <w:t xml:space="preserve"> </w:t>
      </w:r>
      <w:r w:rsidRPr="00923640">
        <w:rPr>
          <w:rStyle w:val="libArabicChar"/>
          <w:rFonts w:hint="cs"/>
          <w:rtl/>
        </w:rPr>
        <w:t>وحد</w:t>
      </w:r>
      <w:r w:rsidR="00D96149" w:rsidRPr="00E67399">
        <w:rPr>
          <w:rStyle w:val="libArabicChar"/>
          <w:rFonts w:hint="cs"/>
          <w:rtl/>
        </w:rPr>
        <w:t>ه</w:t>
      </w:r>
      <w:r w:rsidRPr="00923640">
        <w:rPr>
          <w:rStyle w:val="libArabicChar"/>
          <w:rtl/>
        </w:rPr>
        <w:t xml:space="preserve"> </w:t>
      </w:r>
      <w:r w:rsidRPr="00923640">
        <w:rPr>
          <w:rStyle w:val="libArabicChar"/>
          <w:rFonts w:hint="cs"/>
          <w:rtl/>
        </w:rPr>
        <w:t>و</w:t>
      </w:r>
      <w:r w:rsidRPr="00923640">
        <w:rPr>
          <w:rStyle w:val="libArabicChar"/>
          <w:rtl/>
        </w:rPr>
        <w:t xml:space="preserve"> </w:t>
      </w:r>
      <w:r w:rsidRPr="00923640">
        <w:rPr>
          <w:rStyle w:val="libArabicChar"/>
          <w:rFonts w:hint="cs"/>
          <w:rtl/>
        </w:rPr>
        <w:t>يموت</w:t>
      </w:r>
      <w:r w:rsidRPr="00923640">
        <w:rPr>
          <w:rStyle w:val="libArabicChar"/>
          <w:rtl/>
        </w:rPr>
        <w:t xml:space="preserve"> </w:t>
      </w:r>
      <w:r w:rsidRPr="00923640">
        <w:rPr>
          <w:rStyle w:val="libArabicChar"/>
          <w:rFonts w:hint="cs"/>
          <w:rtl/>
        </w:rPr>
        <w:t>وحد</w:t>
      </w:r>
      <w:r w:rsidR="00D96149" w:rsidRPr="00E67399">
        <w:rPr>
          <w:rStyle w:val="libArabicChar"/>
          <w:rFonts w:hint="cs"/>
          <w:rtl/>
        </w:rPr>
        <w:t>ه</w:t>
      </w:r>
      <w:r w:rsidRPr="00923640">
        <w:rPr>
          <w:rStyle w:val="libArabicChar"/>
          <w:rtl/>
        </w:rPr>
        <w:t xml:space="preserve"> </w:t>
      </w:r>
      <w:r w:rsidRPr="00923640">
        <w:rPr>
          <w:rStyle w:val="libArabicChar"/>
          <w:rFonts w:hint="cs"/>
          <w:rtl/>
        </w:rPr>
        <w:t>و</w:t>
      </w:r>
      <w:r w:rsidRPr="00923640">
        <w:rPr>
          <w:rStyle w:val="libArabicChar"/>
          <w:rtl/>
        </w:rPr>
        <w:t xml:space="preserve"> </w:t>
      </w:r>
      <w:r w:rsidRPr="00923640">
        <w:rPr>
          <w:rStyle w:val="libArabicChar"/>
          <w:rFonts w:hint="cs"/>
          <w:rtl/>
        </w:rPr>
        <w:t>يبعث</w:t>
      </w:r>
      <w:r w:rsidRPr="00923640">
        <w:rPr>
          <w:rStyle w:val="libArabicChar"/>
          <w:rtl/>
        </w:rPr>
        <w:t xml:space="preserve"> </w:t>
      </w:r>
      <w:r w:rsidRPr="00923640">
        <w:rPr>
          <w:rStyle w:val="libArabicChar"/>
          <w:rFonts w:hint="cs"/>
          <w:rtl/>
        </w:rPr>
        <w:t>وحد</w:t>
      </w:r>
      <w:r w:rsidR="00D96149" w:rsidRPr="00E67399">
        <w:rPr>
          <w:rStyle w:val="libArabicChar"/>
          <w:rFonts w:hint="cs"/>
          <w:rtl/>
        </w:rPr>
        <w:t>ه</w:t>
      </w:r>
      <w:r w:rsidRPr="00923640">
        <w:rPr>
          <w:rStyle w:val="libArabicChar"/>
          <w:rtl/>
        </w:rPr>
        <w:t xml:space="preserve"> '' </w:t>
      </w:r>
    </w:p>
    <w:p w:rsidR="00376422" w:rsidRDefault="00376422" w:rsidP="00E67399">
      <w:pPr>
        <w:pStyle w:val="libNormal"/>
        <w:rPr>
          <w:rtl/>
        </w:rPr>
      </w:pPr>
      <w:r>
        <w:rPr>
          <w:rtl/>
        </w:rPr>
        <w:t>ترجمہ : خدابوذر پر رحمت نازل كرے وہ اكيلے چلي</w:t>
      </w:r>
      <w:r w:rsidR="00B365A1">
        <w:rPr>
          <w:rtl/>
        </w:rPr>
        <w:t xml:space="preserve">ں </w:t>
      </w:r>
      <w:r>
        <w:rPr>
          <w:rtl/>
        </w:rPr>
        <w:t>گے ، اكيلے مرينگے ، اور اكيلے ہى مبعوث ہو نگے_</w:t>
      </w:r>
      <w:r w:rsidRPr="00C00E6D">
        <w:rPr>
          <w:rStyle w:val="libFootnotenumChar"/>
          <w:rtl/>
        </w:rPr>
        <w:t>(10)</w:t>
      </w:r>
      <w:r>
        <w:rPr>
          <w:rtl/>
        </w:rPr>
        <w:t xml:space="preserve"> </w:t>
      </w:r>
    </w:p>
    <w:p w:rsidR="00923640" w:rsidRDefault="00923640" w:rsidP="00E67399">
      <w:pPr>
        <w:pStyle w:val="libLine"/>
        <w:rPr>
          <w:rtl/>
        </w:rPr>
      </w:pPr>
      <w:r>
        <w:rPr>
          <w:rFonts w:hint="cs"/>
          <w:rtl/>
        </w:rPr>
        <w:t>____________________</w:t>
      </w:r>
    </w:p>
    <w:p w:rsidR="00923640" w:rsidRDefault="00923640" w:rsidP="00E67399">
      <w:pPr>
        <w:pStyle w:val="libFootnote"/>
        <w:rPr>
          <w:rtl/>
        </w:rPr>
      </w:pPr>
      <w:r>
        <w:rPr>
          <w:rtl/>
        </w:rPr>
        <w:t xml:space="preserve">10_ سيرہ ابن ھشام ج4 ص 179 ، طبرى ج3 ص 45 </w:t>
      </w:r>
    </w:p>
    <w:p w:rsidR="00923640" w:rsidRDefault="00923640" w:rsidP="00E67399">
      <w:pPr>
        <w:pStyle w:val="libPoemTini"/>
        <w:rPr>
          <w:rtl/>
        </w:rPr>
      </w:pPr>
      <w:r>
        <w:rPr>
          <w:rtl/>
        </w:rPr>
        <w:br w:type="page"/>
      </w:r>
    </w:p>
    <w:p w:rsidR="00376422" w:rsidRDefault="00376422" w:rsidP="00E67399">
      <w:pPr>
        <w:pStyle w:val="libNormal"/>
        <w:rPr>
          <w:rtl/>
        </w:rPr>
      </w:pPr>
      <w:r>
        <w:rPr>
          <w:rtl/>
        </w:rPr>
        <w:lastRenderedPageBreak/>
        <w:t>جب عثمان مسند خلافت پر بيٹھے تو جب تك انھو</w:t>
      </w:r>
      <w:r w:rsidR="00B365A1">
        <w:rPr>
          <w:rtl/>
        </w:rPr>
        <w:t xml:space="preserve">ں </w:t>
      </w:r>
      <w:r>
        <w:rPr>
          <w:rtl/>
        </w:rPr>
        <w:t>نے اپنے رشتہ دارو</w:t>
      </w:r>
      <w:r w:rsidR="00B365A1">
        <w:rPr>
          <w:rtl/>
        </w:rPr>
        <w:t xml:space="preserve">ں </w:t>
      </w:r>
      <w:r>
        <w:rPr>
          <w:rtl/>
        </w:rPr>
        <w:t>كى منھ بھرائي نہي</w:t>
      </w:r>
      <w:r w:rsidR="00B365A1">
        <w:rPr>
          <w:rtl/>
        </w:rPr>
        <w:t xml:space="preserve">ں </w:t>
      </w:r>
      <w:r>
        <w:rPr>
          <w:rtl/>
        </w:rPr>
        <w:t xml:space="preserve">كى ، چند سال تك اسى طرح حكومت كرتے رہے جيسے ابو بكراور عمر كى حكومت تھى _ </w:t>
      </w:r>
    </w:p>
    <w:p w:rsidR="00376422" w:rsidRDefault="00376422" w:rsidP="00E67399">
      <w:pPr>
        <w:pStyle w:val="libNormal"/>
        <w:rPr>
          <w:rtl/>
        </w:rPr>
      </w:pPr>
      <w:r>
        <w:rPr>
          <w:rtl/>
        </w:rPr>
        <w:t>قريش كے معزز لوگ ان سے راضى تھے ليكن جس روز سے بنى اميہ كے لوگ حكومت مي</w:t>
      </w:r>
      <w:r w:rsidR="00B365A1">
        <w:rPr>
          <w:rtl/>
        </w:rPr>
        <w:t xml:space="preserve">ں </w:t>
      </w:r>
      <w:r>
        <w:rPr>
          <w:rtl/>
        </w:rPr>
        <w:t>نفوذ پيدا كرنے لگے تو تمام سرداران قريش طلحہ ، زبير ، عمر وعاص اور ان كے ہم خيال افراد عليحدہ ہو گئے ،معاشرتى حالت منقلب ہو گئي ، اپنے داماد مردان كو بہت بڑا تحفہ افريقہ كى تمام امدنى دے ڈالى اپنے دوسرے چچيرے بھائي جنكا نام حارث بن حكم تھا بيس ھزار درہم بخش ديا ، اپنے ايك ہواہ خواہ زيد بن ثابت انصارى كو ايك لاكھ درہم ديديا ، اس زمانے مي</w:t>
      </w:r>
      <w:r w:rsidR="00B365A1">
        <w:rPr>
          <w:rtl/>
        </w:rPr>
        <w:t xml:space="preserve">ں </w:t>
      </w:r>
      <w:r>
        <w:rPr>
          <w:rtl/>
        </w:rPr>
        <w:t>ابوذر نے اپنى عظيم ذمہ دارى كا احساس كيا كہ عام مسلمانو</w:t>
      </w:r>
      <w:r w:rsidR="00B365A1">
        <w:rPr>
          <w:rtl/>
        </w:rPr>
        <w:t xml:space="preserve">ں </w:t>
      </w:r>
      <w:r>
        <w:rPr>
          <w:rtl/>
        </w:rPr>
        <w:t>كا مال خطر سے دو چار ہے ، ابوسفيان كى تمنائو</w:t>
      </w:r>
      <w:r w:rsidR="00B365A1">
        <w:rPr>
          <w:rtl/>
        </w:rPr>
        <w:t xml:space="preserve">ں </w:t>
      </w:r>
      <w:r>
        <w:rPr>
          <w:rtl/>
        </w:rPr>
        <w:t>كے مطابق جاہلى حكومت واپس ارہى ہے ، انھو</w:t>
      </w:r>
      <w:r w:rsidR="00B365A1">
        <w:rPr>
          <w:rtl/>
        </w:rPr>
        <w:t xml:space="preserve">ں </w:t>
      </w:r>
      <w:r>
        <w:rPr>
          <w:rtl/>
        </w:rPr>
        <w:t>نے قران كے فراموش شدہ احكام ياد دلا كر مسلمانو</w:t>
      </w:r>
      <w:r w:rsidR="00B365A1">
        <w:rPr>
          <w:rtl/>
        </w:rPr>
        <w:t xml:space="preserve">ں </w:t>
      </w:r>
      <w:r>
        <w:rPr>
          <w:rtl/>
        </w:rPr>
        <w:t>كو غفلت سے چونكا يا ، انھي</w:t>
      </w:r>
      <w:r w:rsidR="00B365A1">
        <w:rPr>
          <w:rtl/>
        </w:rPr>
        <w:t xml:space="preserve">ں </w:t>
      </w:r>
      <w:r>
        <w:rPr>
          <w:rtl/>
        </w:rPr>
        <w:t>احساسات كى بناء پر اپ نے اس</w:t>
      </w:r>
      <w:r w:rsidR="0097280A">
        <w:rPr>
          <w:rtl/>
        </w:rPr>
        <w:t xml:space="preserve"> آيت</w:t>
      </w:r>
      <w:r>
        <w:rPr>
          <w:rtl/>
        </w:rPr>
        <w:t xml:space="preserve"> كو اپنا شعار قرار ديا ،'' الذ ين يكنزون الذ ھب و الفضة ولا ينفقونھا فى سبيل اللہ فبشرھم بعذاب اليم ''سورہ توبہ</w:t>
      </w:r>
      <w:r w:rsidR="0097280A">
        <w:rPr>
          <w:rtl/>
        </w:rPr>
        <w:t xml:space="preserve"> آيت</w:t>
      </w:r>
      <w:r>
        <w:rPr>
          <w:rtl/>
        </w:rPr>
        <w:t xml:space="preserve">34 </w:t>
      </w:r>
    </w:p>
    <w:p w:rsidR="00376422" w:rsidRDefault="00376422" w:rsidP="00E67399">
      <w:pPr>
        <w:pStyle w:val="libNormal"/>
        <w:rPr>
          <w:rtl/>
        </w:rPr>
      </w:pPr>
      <w:r>
        <w:rPr>
          <w:rtl/>
        </w:rPr>
        <w:t>ترجمہ : جو لوگ سونے و چاندى كو ذخيرہ كرتے ہي</w:t>
      </w:r>
      <w:r w:rsidR="00B365A1">
        <w:rPr>
          <w:rtl/>
        </w:rPr>
        <w:t xml:space="preserve">ں </w:t>
      </w:r>
      <w:r>
        <w:rPr>
          <w:rtl/>
        </w:rPr>
        <w:t>اور اسے راہ خدا مي</w:t>
      </w:r>
      <w:r w:rsidR="00B365A1">
        <w:rPr>
          <w:rtl/>
        </w:rPr>
        <w:t xml:space="preserve">ں </w:t>
      </w:r>
      <w:r>
        <w:rPr>
          <w:rtl/>
        </w:rPr>
        <w:t>خرچ نہي</w:t>
      </w:r>
      <w:r w:rsidR="00B365A1">
        <w:rPr>
          <w:rtl/>
        </w:rPr>
        <w:t xml:space="preserve">ں </w:t>
      </w:r>
      <w:r>
        <w:rPr>
          <w:rtl/>
        </w:rPr>
        <w:t>كرتے پيغمبر اپ انھي</w:t>
      </w:r>
      <w:r w:rsidR="00B365A1">
        <w:rPr>
          <w:rtl/>
        </w:rPr>
        <w:t xml:space="preserve">ں </w:t>
      </w:r>
      <w:r>
        <w:rPr>
          <w:rtl/>
        </w:rPr>
        <w:t>دردناك عذاب كى بشارت ديدي</w:t>
      </w:r>
      <w:r w:rsidR="00B365A1">
        <w:rPr>
          <w:rtl/>
        </w:rPr>
        <w:t xml:space="preserve">ں </w:t>
      </w:r>
      <w:r>
        <w:rPr>
          <w:rtl/>
        </w:rPr>
        <w:t xml:space="preserve">_ </w:t>
      </w:r>
    </w:p>
    <w:p w:rsidR="00923640" w:rsidRDefault="00376422" w:rsidP="00E67399">
      <w:pPr>
        <w:pStyle w:val="libNormal"/>
        <w:rPr>
          <w:rtl/>
        </w:rPr>
      </w:pPr>
      <w:r>
        <w:rPr>
          <w:rtl/>
        </w:rPr>
        <w:t>اپ كا روئے سخن بنى اميہ كى طرف تھا ، جو مسلمانو</w:t>
      </w:r>
      <w:r w:rsidR="00B365A1">
        <w:rPr>
          <w:rtl/>
        </w:rPr>
        <w:t xml:space="preserve">ں </w:t>
      </w:r>
      <w:r>
        <w:rPr>
          <w:rtl/>
        </w:rPr>
        <w:t>كے بيت المال كو ذاتى جا گير سمجھ بيٹھے تھے اور بڑے اطمينان سے استفادہ كر رہے تھے جسے چاہے ديديتے، محل كى تعمير كر رہے تھے نيز بخشش و اسراف كر رہے تھے ، ابوذر كى باتي</w:t>
      </w:r>
      <w:r w:rsidR="00B365A1">
        <w:rPr>
          <w:rtl/>
        </w:rPr>
        <w:t xml:space="preserve">ں </w:t>
      </w:r>
      <w:r>
        <w:rPr>
          <w:rtl/>
        </w:rPr>
        <w:t>ناگزير طور پر اموى خلافت كے متضاد تھي</w:t>
      </w:r>
      <w:r w:rsidR="00B365A1">
        <w:rPr>
          <w:rtl/>
        </w:rPr>
        <w:t xml:space="preserve">ں </w:t>
      </w:r>
      <w:r>
        <w:rPr>
          <w:rtl/>
        </w:rPr>
        <w:t>، ابوذر اور عثمان كے درميان تلخ كلامى بڑھنے لگى ، عثمان نے ديكھا كہ ابوذر جيسے سچے اور خدا ترس مجاہد اسلام سے چھٹكارا پانا مشكل ہے وہ كسى حالت مي</w:t>
      </w:r>
      <w:r w:rsidR="00B365A1">
        <w:rPr>
          <w:rtl/>
        </w:rPr>
        <w:t xml:space="preserve">ں </w:t>
      </w:r>
      <w:r>
        <w:rPr>
          <w:rtl/>
        </w:rPr>
        <w:t>بھى جاہلى رسمو</w:t>
      </w:r>
      <w:r w:rsidR="00B365A1">
        <w:rPr>
          <w:rtl/>
        </w:rPr>
        <w:t xml:space="preserve">ں </w:t>
      </w:r>
      <w:r>
        <w:rPr>
          <w:rtl/>
        </w:rPr>
        <w:t>كو اسلام كے زير سايہ پروان چڑھتے برداشت نہي</w:t>
      </w:r>
      <w:r w:rsidR="00B365A1">
        <w:rPr>
          <w:rtl/>
        </w:rPr>
        <w:t xml:space="preserve">ں </w:t>
      </w:r>
      <w:r>
        <w:rPr>
          <w:rtl/>
        </w:rPr>
        <w:t>كرينگے ، كبھى اسكى تائيد نہ كرينگے ، عثمان نے ابوذر كو حكم ديا كہ شام چلے جائي</w:t>
      </w:r>
      <w:r w:rsidR="00B365A1">
        <w:rPr>
          <w:rtl/>
        </w:rPr>
        <w:t xml:space="preserve">ں </w:t>
      </w:r>
      <w:r>
        <w:rPr>
          <w:rtl/>
        </w:rPr>
        <w:t>وہا</w:t>
      </w:r>
      <w:r w:rsidR="00B365A1">
        <w:rPr>
          <w:rtl/>
        </w:rPr>
        <w:t xml:space="preserve">ں </w:t>
      </w:r>
      <w:r>
        <w:rPr>
          <w:rtl/>
        </w:rPr>
        <w:t>مسلمانو</w:t>
      </w:r>
      <w:r w:rsidR="00B365A1">
        <w:rPr>
          <w:rtl/>
        </w:rPr>
        <w:t xml:space="preserve">ں </w:t>
      </w:r>
      <w:r>
        <w:rPr>
          <w:rtl/>
        </w:rPr>
        <w:t>سے روميو</w:t>
      </w:r>
      <w:r w:rsidR="00B365A1">
        <w:rPr>
          <w:rtl/>
        </w:rPr>
        <w:t xml:space="preserve">ں </w:t>
      </w:r>
      <w:r>
        <w:rPr>
          <w:rtl/>
        </w:rPr>
        <w:t>كى جنگ ہو رہى تھى ، شايد ابوذر وہا</w:t>
      </w:r>
      <w:r w:rsidR="00B365A1">
        <w:rPr>
          <w:rtl/>
        </w:rPr>
        <w:t xml:space="preserve">ں </w:t>
      </w:r>
      <w:r>
        <w:rPr>
          <w:rtl/>
        </w:rPr>
        <w:t>جا كر جنگ مي</w:t>
      </w:r>
      <w:r w:rsidR="00B365A1">
        <w:rPr>
          <w:rtl/>
        </w:rPr>
        <w:t xml:space="preserve">ں </w:t>
      </w:r>
      <w:r>
        <w:rPr>
          <w:rtl/>
        </w:rPr>
        <w:t>الجھ جائي</w:t>
      </w:r>
      <w:r w:rsidR="00B365A1">
        <w:rPr>
          <w:rtl/>
        </w:rPr>
        <w:t xml:space="preserve">ں </w:t>
      </w:r>
      <w:r>
        <w:rPr>
          <w:rtl/>
        </w:rPr>
        <w:t>اور خلافت كو اس سے نجات مل سكے ، ليكن شام مي</w:t>
      </w:r>
      <w:r w:rsidR="00B365A1">
        <w:rPr>
          <w:rtl/>
        </w:rPr>
        <w:t xml:space="preserve">ں </w:t>
      </w:r>
      <w:r>
        <w:rPr>
          <w:rtl/>
        </w:rPr>
        <w:t>كون حكومت كر رہا تھا معاويہ ، جو بنى اميہ كى فرد تھا گھنگھور جاہليت كا نمائندہ ، پكا منافق جو اسلام كا لبادہ اوڑھے ہوا تھا ، نا چار وہا</w:t>
      </w:r>
      <w:r w:rsidR="00B365A1">
        <w:rPr>
          <w:rtl/>
        </w:rPr>
        <w:t xml:space="preserve">ں </w:t>
      </w:r>
      <w:r>
        <w:rPr>
          <w:rtl/>
        </w:rPr>
        <w:t>بھى ابوذر امر بالمعروف اور نہى از منكر سے باز نہي</w:t>
      </w:r>
      <w:r w:rsidR="00B365A1">
        <w:rPr>
          <w:rtl/>
        </w:rPr>
        <w:t>ں</w:t>
      </w:r>
      <w:r w:rsidR="00137FAB">
        <w:rPr>
          <w:rtl/>
        </w:rPr>
        <w:t xml:space="preserve"> آئے</w:t>
      </w:r>
      <w:r>
        <w:rPr>
          <w:rtl/>
        </w:rPr>
        <w:t xml:space="preserve"> ، معاويہ جيسا كہ بيان كيا گيا ، جاہليت كا ركن بزرگ تھا جو عثمان كى مدد سے ايك وسيع و عريض مملكت اسلامى پر حكومت كر رہاتھا ، وہا</w:t>
      </w:r>
      <w:r w:rsidR="00B365A1">
        <w:rPr>
          <w:rtl/>
        </w:rPr>
        <w:t xml:space="preserve">ں </w:t>
      </w:r>
      <w:r>
        <w:rPr>
          <w:rtl/>
        </w:rPr>
        <w:t>بھى جھڑپ نا گزير تھا ، ابوذر نے وہا</w:t>
      </w:r>
      <w:r w:rsidR="00B365A1">
        <w:rPr>
          <w:rtl/>
        </w:rPr>
        <w:t xml:space="preserve">ں </w:t>
      </w:r>
      <w:r>
        <w:rPr>
          <w:rtl/>
        </w:rPr>
        <w:t>معاويہ كى غير اسلامى حركتو</w:t>
      </w:r>
      <w:r w:rsidR="00B365A1">
        <w:rPr>
          <w:rtl/>
        </w:rPr>
        <w:t xml:space="preserve">ں </w:t>
      </w:r>
      <w:r>
        <w:rPr>
          <w:rtl/>
        </w:rPr>
        <w:t>، مطلق العنانى اور كافرانہ حركتو</w:t>
      </w:r>
      <w:r w:rsidR="00B365A1">
        <w:rPr>
          <w:rtl/>
        </w:rPr>
        <w:t xml:space="preserve">ں </w:t>
      </w:r>
      <w:r>
        <w:rPr>
          <w:rtl/>
        </w:rPr>
        <w:t xml:space="preserve">پر ٹوكا اور منع كيا _ </w:t>
      </w:r>
    </w:p>
    <w:p w:rsidR="00923640" w:rsidRDefault="0092364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ايك دن معاويہ نے ان كے پاس تين سو دينار بھيجے ، ابوذر نے معاويہ كے فرستادے كو ديكھا جو سونے كے تين سو دينار لايا تھا ، اس سے فرمايا ، اگر يہ رقم بيت المال سے سالانہ وظيفہ ہے جس سے سال گذشتہ محروم ركھا گيا تو اسكو قبول كرتا ہو</w:t>
      </w:r>
      <w:r w:rsidR="00B365A1">
        <w:rPr>
          <w:rtl/>
        </w:rPr>
        <w:t xml:space="preserve">ں </w:t>
      </w:r>
      <w:r>
        <w:rPr>
          <w:rtl/>
        </w:rPr>
        <w:t>، ليكن يہ ہديہ اور تحفہ ہے تو مجھے اس كى ضرورت نہي</w:t>
      </w:r>
      <w:r w:rsidR="00B365A1">
        <w:rPr>
          <w:rtl/>
        </w:rPr>
        <w:t xml:space="preserve">ں </w:t>
      </w:r>
      <w:r>
        <w:rPr>
          <w:rtl/>
        </w:rPr>
        <w:t xml:space="preserve">ہے _ </w:t>
      </w:r>
    </w:p>
    <w:p w:rsidR="00376422" w:rsidRDefault="00376422" w:rsidP="00E67399">
      <w:pPr>
        <w:pStyle w:val="libNormal"/>
        <w:rPr>
          <w:rtl/>
        </w:rPr>
      </w:pPr>
      <w:r>
        <w:rPr>
          <w:rtl/>
        </w:rPr>
        <w:t>جس گھڑى معاويہ اپنا عالى شان محل بنوا رہا تھا ، وہ قصر بہت عظيم اور سنہرا ،پتھرو</w:t>
      </w:r>
      <w:r w:rsidR="00B365A1">
        <w:rPr>
          <w:rtl/>
        </w:rPr>
        <w:t xml:space="preserve">ں </w:t>
      </w:r>
      <w:r>
        <w:rPr>
          <w:rtl/>
        </w:rPr>
        <w:t>سے تعمير ہو رہا تھا ، ا س وقت تك اسلام مي</w:t>
      </w:r>
      <w:r w:rsidR="00B365A1">
        <w:rPr>
          <w:rtl/>
        </w:rPr>
        <w:t xml:space="preserve">ں </w:t>
      </w:r>
      <w:r>
        <w:rPr>
          <w:rtl/>
        </w:rPr>
        <w:t>ايسا كوئي قصر نہي</w:t>
      </w:r>
      <w:r w:rsidR="00B365A1">
        <w:rPr>
          <w:rtl/>
        </w:rPr>
        <w:t xml:space="preserve">ں </w:t>
      </w:r>
      <w:r>
        <w:rPr>
          <w:rtl/>
        </w:rPr>
        <w:t>تھا ، وہ اسلامى عہد مي</w:t>
      </w:r>
      <w:r w:rsidR="00B365A1">
        <w:rPr>
          <w:rtl/>
        </w:rPr>
        <w:t xml:space="preserve">ں </w:t>
      </w:r>
      <w:r>
        <w:rPr>
          <w:rtl/>
        </w:rPr>
        <w:t>جاہلى ہوا پرستى كا نمونہ تھا ، ابوذر صدائے فرياد بلند كرنے لگے ، انھو</w:t>
      </w:r>
      <w:r w:rsidR="00B365A1">
        <w:rPr>
          <w:rtl/>
        </w:rPr>
        <w:t xml:space="preserve">ں </w:t>
      </w:r>
      <w:r>
        <w:rPr>
          <w:rtl/>
        </w:rPr>
        <w:t>نے معاويہ كو مخاطب كر كے فرمايا اے معاويہ ، اگر اس قصر كو بيت المال سے تعمير كروا رہا ہے تو قطعى طور پر تم نے خيانت كى ہے ، كيونكہ ايسے اموال كو مسلمانو</w:t>
      </w:r>
      <w:r w:rsidR="00B365A1">
        <w:rPr>
          <w:rtl/>
        </w:rPr>
        <w:t xml:space="preserve">ں </w:t>
      </w:r>
      <w:r>
        <w:rPr>
          <w:rtl/>
        </w:rPr>
        <w:t>اور اسلام كى فلاح و بہبودى مي</w:t>
      </w:r>
      <w:r w:rsidR="00B365A1">
        <w:rPr>
          <w:rtl/>
        </w:rPr>
        <w:t xml:space="preserve">ں </w:t>
      </w:r>
      <w:r>
        <w:rPr>
          <w:rtl/>
        </w:rPr>
        <w:t>خرچ ہونا چاہئے ، يہ كسى كى مخصوص ملكيت نہي</w:t>
      </w:r>
      <w:r w:rsidR="00B365A1">
        <w:rPr>
          <w:rtl/>
        </w:rPr>
        <w:t xml:space="preserve">ں </w:t>
      </w:r>
      <w:r>
        <w:rPr>
          <w:rtl/>
        </w:rPr>
        <w:t>ہے ، ليكن اگر يہ خود كا مال ہے تو اسراف و زيادتى كيا ہے، ارے ايك شخص اپنے رہنے كے لئے اتنا بڑا قصر بلا وجہ بنو ارہا ہے ، معاويہ كى بولتى بند تھى ، ابوذر ہميشہ مضبوط منطقى بنيادو</w:t>
      </w:r>
      <w:r w:rsidR="00B365A1">
        <w:rPr>
          <w:rtl/>
        </w:rPr>
        <w:t xml:space="preserve">ں </w:t>
      </w:r>
      <w:r>
        <w:rPr>
          <w:rtl/>
        </w:rPr>
        <w:t xml:space="preserve">پر خطابت فرماتے تھے _ </w:t>
      </w:r>
    </w:p>
    <w:p w:rsidR="00376422" w:rsidRDefault="00376422" w:rsidP="00E67399">
      <w:pPr>
        <w:pStyle w:val="libNormal"/>
        <w:rPr>
          <w:rtl/>
        </w:rPr>
      </w:pPr>
      <w:r>
        <w:rPr>
          <w:rtl/>
        </w:rPr>
        <w:t>ابوذر نے بارہا فرمايا ، خدا كى قسم ، تو ايسى حركات كا مرتكب ہو رہا ہے جسكا نمونہ نہ تو اسلامى معاشرے مي</w:t>
      </w:r>
      <w:r w:rsidR="00B365A1">
        <w:rPr>
          <w:rtl/>
        </w:rPr>
        <w:t xml:space="preserve">ں </w:t>
      </w:r>
      <w:r>
        <w:rPr>
          <w:rtl/>
        </w:rPr>
        <w:t xml:space="preserve">ہم نے ديكھا، نہ سنا _ </w:t>
      </w:r>
    </w:p>
    <w:p w:rsidR="00376422" w:rsidRDefault="00376422" w:rsidP="00E67399">
      <w:pPr>
        <w:pStyle w:val="libNormal"/>
        <w:rPr>
          <w:rtl/>
        </w:rPr>
      </w:pPr>
      <w:r>
        <w:rPr>
          <w:rtl/>
        </w:rPr>
        <w:t>قسم خدا كى _ يہ حركتي</w:t>
      </w:r>
      <w:r w:rsidR="00B365A1">
        <w:rPr>
          <w:rtl/>
        </w:rPr>
        <w:t xml:space="preserve">ں </w:t>
      </w:r>
      <w:r>
        <w:rPr>
          <w:rtl/>
        </w:rPr>
        <w:t>نہ تو قران كے مطابق ہي</w:t>
      </w:r>
      <w:r w:rsidR="00B365A1">
        <w:rPr>
          <w:rtl/>
        </w:rPr>
        <w:t xml:space="preserve">ں </w:t>
      </w:r>
      <w:r>
        <w:rPr>
          <w:rtl/>
        </w:rPr>
        <w:t>اور نہ ہى سنت كے مطابق ، خدا كى قسم ، مي</w:t>
      </w:r>
      <w:r w:rsidR="00B365A1">
        <w:rPr>
          <w:rtl/>
        </w:rPr>
        <w:t xml:space="preserve">ں </w:t>
      </w:r>
      <w:r>
        <w:rPr>
          <w:rtl/>
        </w:rPr>
        <w:t>حق كو ديكھ رہا ہو</w:t>
      </w:r>
      <w:r w:rsidR="00B365A1">
        <w:rPr>
          <w:rtl/>
        </w:rPr>
        <w:t xml:space="preserve">ں </w:t>
      </w:r>
      <w:r>
        <w:rPr>
          <w:rtl/>
        </w:rPr>
        <w:t>،كہ بجھ رہا ہے ، باطل زندہ ہوتے ديكھ رہا ہو</w:t>
      </w:r>
      <w:r w:rsidR="00B365A1">
        <w:rPr>
          <w:rtl/>
        </w:rPr>
        <w:t xml:space="preserve">ں </w:t>
      </w:r>
      <w:r>
        <w:rPr>
          <w:rtl/>
        </w:rPr>
        <w:t>سچو</w:t>
      </w:r>
      <w:r w:rsidR="00B365A1">
        <w:rPr>
          <w:rtl/>
        </w:rPr>
        <w:t xml:space="preserve">ں </w:t>
      </w:r>
      <w:r>
        <w:rPr>
          <w:rtl/>
        </w:rPr>
        <w:t>كى تكذيب كى جا رہى ہے ، نالائقو</w:t>
      </w:r>
      <w:r w:rsidR="00B365A1">
        <w:rPr>
          <w:rtl/>
        </w:rPr>
        <w:t xml:space="preserve">ں </w:t>
      </w:r>
      <w:r>
        <w:rPr>
          <w:rtl/>
        </w:rPr>
        <w:t>اور اوارو</w:t>
      </w:r>
      <w:r w:rsidR="00B365A1">
        <w:rPr>
          <w:rtl/>
        </w:rPr>
        <w:t xml:space="preserve">ں </w:t>
      </w:r>
      <w:r>
        <w:rPr>
          <w:rtl/>
        </w:rPr>
        <w:t xml:space="preserve">كو سر بلندى مل رہى ہے ، امير المومنين (ع) جسيے صالح اور نيك كردار كو خانہ نشينى پر مجبور كيا جا رہا ہے </w:t>
      </w:r>
      <w:r w:rsidRPr="00C00E6D">
        <w:rPr>
          <w:rStyle w:val="libFootnotenumChar"/>
          <w:rtl/>
        </w:rPr>
        <w:t>(11)</w:t>
      </w:r>
      <w:r>
        <w:rPr>
          <w:rtl/>
        </w:rPr>
        <w:t xml:space="preserve"> </w:t>
      </w:r>
    </w:p>
    <w:p w:rsidR="00376422" w:rsidRDefault="00376422" w:rsidP="00E67399">
      <w:pPr>
        <w:pStyle w:val="libNormal"/>
        <w:rPr>
          <w:rtl/>
        </w:rPr>
      </w:pPr>
      <w:r>
        <w:rPr>
          <w:rtl/>
        </w:rPr>
        <w:t>لوگ اس بوڑھے خير خواہ كے گرد خدا و مخلوقات كى رضا كے لئے جمع ہو گئے ، تاكہ اسكى دل سے نكلى باتي</w:t>
      </w:r>
      <w:r w:rsidR="00B365A1">
        <w:rPr>
          <w:rtl/>
        </w:rPr>
        <w:t xml:space="preserve">ں </w:t>
      </w:r>
      <w:r>
        <w:rPr>
          <w:rtl/>
        </w:rPr>
        <w:t>جو خدا و اسلام كے دفاع سے مي</w:t>
      </w:r>
      <w:r w:rsidR="00B365A1">
        <w:rPr>
          <w:rtl/>
        </w:rPr>
        <w:t xml:space="preserve">ں </w:t>
      </w:r>
      <w:r>
        <w:rPr>
          <w:rtl/>
        </w:rPr>
        <w:t>ان سے فائدہ اٹھا سكي</w:t>
      </w:r>
      <w:r w:rsidR="00B365A1">
        <w:rPr>
          <w:rtl/>
        </w:rPr>
        <w:t xml:space="preserve">ں </w:t>
      </w:r>
      <w:r>
        <w:rPr>
          <w:rtl/>
        </w:rPr>
        <w:t>، ليكن كيا معاويہ جيسا طاغوت اسكى اجازت دے سكتا تھا ، اس نے اعلان كرا ديا كہ ، اے لوگو كوئي شخص ابوذر سے ملاقات نہ كرے نہ انكى صحبت مي</w:t>
      </w:r>
      <w:r w:rsidR="00B365A1">
        <w:rPr>
          <w:rtl/>
        </w:rPr>
        <w:t xml:space="preserve">ں </w:t>
      </w:r>
      <w:r>
        <w:rPr>
          <w:rtl/>
        </w:rPr>
        <w:t xml:space="preserve">بيٹھے _ </w:t>
      </w:r>
    </w:p>
    <w:p w:rsidR="00376422" w:rsidRDefault="00376422" w:rsidP="00E67399">
      <w:pPr>
        <w:pStyle w:val="libNormal"/>
        <w:rPr>
          <w:rtl/>
        </w:rPr>
      </w:pPr>
      <w:r>
        <w:rPr>
          <w:rtl/>
        </w:rPr>
        <w:t>كيونكہ وہ اسلام كے معدودے چند مخلصو</w:t>
      </w:r>
      <w:r w:rsidR="00B365A1">
        <w:rPr>
          <w:rtl/>
        </w:rPr>
        <w:t xml:space="preserve">ں </w:t>
      </w:r>
      <w:r>
        <w:rPr>
          <w:rtl/>
        </w:rPr>
        <w:t>مي</w:t>
      </w:r>
      <w:r w:rsidR="00B365A1">
        <w:rPr>
          <w:rtl/>
        </w:rPr>
        <w:t xml:space="preserve">ں </w:t>
      </w:r>
      <w:r>
        <w:rPr>
          <w:rtl/>
        </w:rPr>
        <w:t xml:space="preserve">تھے جو شام كى سر زمين پر زندگى گذار رہے تھے اسلام نہ تو جاہليت سے سمجھوتہ كر سكتا ہے نہ جاہليت اسلام سے </w:t>
      </w:r>
    </w:p>
    <w:p w:rsidR="00923640" w:rsidRDefault="00923640" w:rsidP="00E67399">
      <w:pPr>
        <w:pStyle w:val="libLine"/>
        <w:rPr>
          <w:rtl/>
        </w:rPr>
      </w:pPr>
      <w:r>
        <w:rPr>
          <w:rFonts w:hint="cs"/>
          <w:rtl/>
        </w:rPr>
        <w:t>_____________________</w:t>
      </w:r>
    </w:p>
    <w:p w:rsidR="00923640" w:rsidRDefault="00923640" w:rsidP="00E67399">
      <w:pPr>
        <w:pStyle w:val="libFootnote"/>
        <w:rPr>
          <w:rtl/>
        </w:rPr>
      </w:pPr>
      <w:r>
        <w:rPr>
          <w:rtl/>
        </w:rPr>
        <w:t xml:space="preserve">11_ مروج الذھب ، ابن اثير ج5 ص 163_ 161 </w:t>
      </w:r>
    </w:p>
    <w:p w:rsidR="00923640" w:rsidRDefault="00923640" w:rsidP="00E67399">
      <w:pPr>
        <w:pStyle w:val="libPoemTini"/>
        <w:rPr>
          <w:rtl/>
        </w:rPr>
      </w:pPr>
      <w:r>
        <w:rPr>
          <w:rtl/>
        </w:rPr>
        <w:br w:type="page"/>
      </w:r>
    </w:p>
    <w:p w:rsidR="00376422" w:rsidRDefault="00376422" w:rsidP="00E67399">
      <w:pPr>
        <w:pStyle w:val="libNormal"/>
        <w:rPr>
          <w:rtl/>
        </w:rPr>
      </w:pPr>
      <w:r>
        <w:rPr>
          <w:rtl/>
        </w:rPr>
        <w:lastRenderedPageBreak/>
        <w:t>ايك مورخ لكھتا ہے: معاويہ نے شب كے سناٹے مي</w:t>
      </w:r>
      <w:r w:rsidR="00B365A1">
        <w:rPr>
          <w:rtl/>
        </w:rPr>
        <w:t xml:space="preserve">ں </w:t>
      </w:r>
      <w:r>
        <w:rPr>
          <w:rtl/>
        </w:rPr>
        <w:t>ايك ہزار دينار ابوذر كے پاس بھيجا ، انھو</w:t>
      </w:r>
      <w:r w:rsidR="00B365A1">
        <w:rPr>
          <w:rtl/>
        </w:rPr>
        <w:t xml:space="preserve">ں </w:t>
      </w:r>
      <w:r>
        <w:rPr>
          <w:rtl/>
        </w:rPr>
        <w:t>نے اسى رات تمام دينارو</w:t>
      </w:r>
      <w:r w:rsidR="00B365A1">
        <w:rPr>
          <w:rtl/>
        </w:rPr>
        <w:t xml:space="preserve">ں </w:t>
      </w:r>
      <w:r>
        <w:rPr>
          <w:rtl/>
        </w:rPr>
        <w:t>كو فقراء مي</w:t>
      </w:r>
      <w:r w:rsidR="00B365A1">
        <w:rPr>
          <w:rtl/>
        </w:rPr>
        <w:t xml:space="preserve">ں </w:t>
      </w:r>
      <w:r>
        <w:rPr>
          <w:rtl/>
        </w:rPr>
        <w:t>تقسيم كر ديا ، كيونكہ روح زاہدانہ اور تربيت اسلامى اس كى متقاضى نہي</w:t>
      </w:r>
      <w:r w:rsidR="00B365A1">
        <w:rPr>
          <w:rtl/>
        </w:rPr>
        <w:t xml:space="preserve">ں </w:t>
      </w:r>
      <w:r>
        <w:rPr>
          <w:rtl/>
        </w:rPr>
        <w:t>تھى كہ مال دنيا كو دوست ركھے ، صبح سويرے جب معاويہ نماز كے لئے</w:t>
      </w:r>
      <w:r w:rsidR="00831D2C">
        <w:rPr>
          <w:rtl/>
        </w:rPr>
        <w:t xml:space="preserve"> آيا </w:t>
      </w:r>
      <w:r>
        <w:rPr>
          <w:rtl/>
        </w:rPr>
        <w:t xml:space="preserve"> تو اس نے اس فرستادے كو بلايا كہ تيزى سے جائو اور ابوذر سے كہو كہ مجھے معاويہ كے عذاب و شكنجہ سے نجات ديجئے ، مي</w:t>
      </w:r>
      <w:r w:rsidR="00B365A1">
        <w:rPr>
          <w:rtl/>
        </w:rPr>
        <w:t xml:space="preserve">ں </w:t>
      </w:r>
      <w:r>
        <w:rPr>
          <w:rtl/>
        </w:rPr>
        <w:t>نے غلطى سے گذشتہ شب دوسرے كا پيسہ اپ كى خدمت مي</w:t>
      </w:r>
      <w:r w:rsidR="00B365A1">
        <w:rPr>
          <w:rtl/>
        </w:rPr>
        <w:t xml:space="preserve">ں </w:t>
      </w:r>
      <w:r>
        <w:rPr>
          <w:rtl/>
        </w:rPr>
        <w:t>پيش كر ديا تھا ، مي</w:t>
      </w:r>
      <w:r w:rsidR="00B365A1">
        <w:rPr>
          <w:rtl/>
        </w:rPr>
        <w:t xml:space="preserve">ں </w:t>
      </w:r>
      <w:r>
        <w:rPr>
          <w:rtl/>
        </w:rPr>
        <w:t>چاہتاہو</w:t>
      </w:r>
      <w:r w:rsidR="00B365A1">
        <w:rPr>
          <w:rtl/>
        </w:rPr>
        <w:t xml:space="preserve">ں </w:t>
      </w:r>
      <w:r>
        <w:rPr>
          <w:rtl/>
        </w:rPr>
        <w:t>كہ اپ اسكو مجھے واپس كر دي</w:t>
      </w:r>
      <w:r w:rsidR="00B365A1">
        <w:rPr>
          <w:rtl/>
        </w:rPr>
        <w:t xml:space="preserve">ں </w:t>
      </w:r>
      <w:r>
        <w:rPr>
          <w:rtl/>
        </w:rPr>
        <w:t>تاكہ اصلى جگہ پر پہونچا سكو</w:t>
      </w:r>
      <w:r w:rsidR="00B365A1">
        <w:rPr>
          <w:rtl/>
        </w:rPr>
        <w:t xml:space="preserve">ں </w:t>
      </w:r>
      <w:r>
        <w:rPr>
          <w:rtl/>
        </w:rPr>
        <w:t>اور معاويہ كى سزا سے بچ سكو</w:t>
      </w:r>
      <w:r w:rsidR="00B365A1">
        <w:rPr>
          <w:rtl/>
        </w:rPr>
        <w:t xml:space="preserve">ں </w:t>
      </w:r>
      <w:r>
        <w:rPr>
          <w:rtl/>
        </w:rPr>
        <w:t xml:space="preserve">_ </w:t>
      </w:r>
    </w:p>
    <w:p w:rsidR="00376422" w:rsidRDefault="00376422" w:rsidP="00E67399">
      <w:pPr>
        <w:pStyle w:val="libNormal"/>
        <w:rPr>
          <w:rtl/>
        </w:rPr>
      </w:pPr>
      <w:r>
        <w:rPr>
          <w:rtl/>
        </w:rPr>
        <w:t>ابوذر نے فرمايا ، اس سے كہو كہ ابوذر نے كہا ہے كہ خدا كى قسم اس صبح كے اجالے تك اسمي</w:t>
      </w:r>
      <w:r w:rsidR="00B365A1">
        <w:rPr>
          <w:rtl/>
        </w:rPr>
        <w:t xml:space="preserve">ں </w:t>
      </w:r>
      <w:r>
        <w:rPr>
          <w:rtl/>
        </w:rPr>
        <w:t>كا ايك پيسہ بھى باقى نہي</w:t>
      </w:r>
      <w:r w:rsidR="00B365A1">
        <w:rPr>
          <w:rtl/>
        </w:rPr>
        <w:t xml:space="preserve">ں </w:t>
      </w:r>
      <w:r>
        <w:rPr>
          <w:rtl/>
        </w:rPr>
        <w:t>بچا ہے تم مجھے تين دن كى مہلت دو تاكہ فقراء سے وہ پيسہ واپس لے سكو</w:t>
      </w:r>
      <w:r w:rsidR="00B365A1">
        <w:rPr>
          <w:rtl/>
        </w:rPr>
        <w:t xml:space="preserve">ں </w:t>
      </w:r>
      <w:r>
        <w:rPr>
          <w:rtl/>
        </w:rPr>
        <w:t>معاويہ نے سمجھ ليا كہ يہ شخص صرف كہتا ہى نہي</w:t>
      </w:r>
      <w:r w:rsidR="00B365A1">
        <w:rPr>
          <w:rtl/>
        </w:rPr>
        <w:t xml:space="preserve">ں </w:t>
      </w:r>
      <w:r>
        <w:rPr>
          <w:rtl/>
        </w:rPr>
        <w:t>ہے بلكہ پہلے ہى مرحلے مي</w:t>
      </w:r>
      <w:r w:rsidR="00B365A1">
        <w:rPr>
          <w:rtl/>
        </w:rPr>
        <w:t xml:space="preserve">ں </w:t>
      </w:r>
      <w:r>
        <w:rPr>
          <w:rtl/>
        </w:rPr>
        <w:t xml:space="preserve">اقدام كر بيٹھتا ہے ، اسكى گفتار عمل سے ہم اھنگ ہے _ </w:t>
      </w:r>
    </w:p>
    <w:p w:rsidR="00376422" w:rsidRDefault="00376422" w:rsidP="00E67399">
      <w:pPr>
        <w:pStyle w:val="libNormal"/>
        <w:rPr>
          <w:rtl/>
        </w:rPr>
      </w:pPr>
      <w:r>
        <w:rPr>
          <w:rtl/>
        </w:rPr>
        <w:t xml:space="preserve">يہى وجہ تھى كہ معاويہ ابوذر سے خوف كھانے لگا ، اكيلے ابوذر معاويہ كو لرزہ بر اندام كر رہے تھے _ </w:t>
      </w:r>
    </w:p>
    <w:p w:rsidR="00376422" w:rsidRDefault="00376422" w:rsidP="00E67399">
      <w:pPr>
        <w:pStyle w:val="libNormal"/>
        <w:rPr>
          <w:rtl/>
        </w:rPr>
      </w:pPr>
      <w:r>
        <w:rPr>
          <w:rtl/>
        </w:rPr>
        <w:t xml:space="preserve">كيونكہ وہ اسلام شناس اور اس پر عمل بھى كرتے تھے _ </w:t>
      </w:r>
    </w:p>
    <w:p w:rsidR="00376422" w:rsidRDefault="00376422" w:rsidP="00E67399">
      <w:pPr>
        <w:pStyle w:val="libNormal"/>
        <w:rPr>
          <w:rtl/>
        </w:rPr>
      </w:pPr>
      <w:r>
        <w:rPr>
          <w:rtl/>
        </w:rPr>
        <w:t>اس وقت معاويہ نے مجبور ہو كر اپنے رہبر سے پناہ مانگى اور اس نے عثمان كو لكھا كہ ، اگر تمہي</w:t>
      </w:r>
      <w:r w:rsidR="00B365A1">
        <w:rPr>
          <w:rtl/>
        </w:rPr>
        <w:t xml:space="preserve">ں </w:t>
      </w:r>
      <w:r>
        <w:rPr>
          <w:rtl/>
        </w:rPr>
        <w:t>شام اور اسكے باشندو</w:t>
      </w:r>
      <w:r w:rsidR="00B365A1">
        <w:rPr>
          <w:rtl/>
        </w:rPr>
        <w:t xml:space="preserve">ں </w:t>
      </w:r>
      <w:r>
        <w:rPr>
          <w:rtl/>
        </w:rPr>
        <w:t>كو بچانا ہے تو ابوذر كو اپنے پاس بلا ليجئے كيونكہ انھو</w:t>
      </w:r>
      <w:r w:rsidR="00B365A1">
        <w:rPr>
          <w:rtl/>
        </w:rPr>
        <w:t xml:space="preserve">ں </w:t>
      </w:r>
      <w:r>
        <w:rPr>
          <w:rtl/>
        </w:rPr>
        <w:t>نے لوگو</w:t>
      </w:r>
      <w:r w:rsidR="00B365A1">
        <w:rPr>
          <w:rtl/>
        </w:rPr>
        <w:t xml:space="preserve">ں </w:t>
      </w:r>
      <w:r>
        <w:rPr>
          <w:rtl/>
        </w:rPr>
        <w:t>كے سينے كينے سے بھر ديئے ہي</w:t>
      </w:r>
      <w:r w:rsidR="00B365A1">
        <w:rPr>
          <w:rtl/>
        </w:rPr>
        <w:t xml:space="preserve">ں </w:t>
      </w:r>
      <w:r w:rsidRPr="00C00E6D">
        <w:rPr>
          <w:rStyle w:val="libFootnotenumChar"/>
          <w:rtl/>
        </w:rPr>
        <w:t>(12)</w:t>
      </w:r>
      <w:r>
        <w:rPr>
          <w:rtl/>
        </w:rPr>
        <w:t xml:space="preserve"> </w:t>
      </w:r>
    </w:p>
    <w:p w:rsidR="00376422" w:rsidRDefault="00376422" w:rsidP="00E67399">
      <w:pPr>
        <w:pStyle w:val="libNormal"/>
        <w:rPr>
          <w:rtl/>
        </w:rPr>
      </w:pPr>
      <w:r>
        <w:rPr>
          <w:rtl/>
        </w:rPr>
        <w:t>بقول بلاذرى كے، كہ عثمان نے جواب خط مي</w:t>
      </w:r>
      <w:r w:rsidR="00B365A1">
        <w:rPr>
          <w:rtl/>
        </w:rPr>
        <w:t xml:space="preserve">ں </w:t>
      </w:r>
      <w:r>
        <w:rPr>
          <w:rtl/>
        </w:rPr>
        <w:t>لكھا ، ابوذر كو ايك سخت و سر كش سوارى سے مدينہ بھيج دو ، وہ بوڑھے صحابى ايك سر كش سوارى پر زبر دستى سوا ر كئے گئے ، رات دن بغير كہي</w:t>
      </w:r>
      <w:r w:rsidR="00B365A1">
        <w:rPr>
          <w:rtl/>
        </w:rPr>
        <w:t xml:space="preserve">ں </w:t>
      </w:r>
      <w:r>
        <w:rPr>
          <w:rtl/>
        </w:rPr>
        <w:t>دم لئے مدينہ كى طرف ليجائے گئے راستہ بہت طويل اور تھكا دينے والا تھا ، صحراء خشك اور ريگ زارو</w:t>
      </w:r>
      <w:r w:rsidR="00B365A1">
        <w:rPr>
          <w:rtl/>
        </w:rPr>
        <w:t xml:space="preserve">ں </w:t>
      </w:r>
      <w:r>
        <w:rPr>
          <w:rtl/>
        </w:rPr>
        <w:t xml:space="preserve">سے بھرا ہوا ، كارندے ہر قسم كے انسانى جذبات رحم سے عارى تھے </w:t>
      </w:r>
      <w:r w:rsidRPr="00C00E6D">
        <w:rPr>
          <w:rStyle w:val="libFootnotenumChar"/>
          <w:rtl/>
        </w:rPr>
        <w:t>(13)</w:t>
      </w:r>
      <w:r>
        <w:rPr>
          <w:rtl/>
        </w:rPr>
        <w:t xml:space="preserve"> </w:t>
      </w:r>
    </w:p>
    <w:p w:rsidR="00376422" w:rsidRDefault="00376422" w:rsidP="00E67399">
      <w:pPr>
        <w:pStyle w:val="libNormal"/>
        <w:rPr>
          <w:rtl/>
        </w:rPr>
      </w:pPr>
      <w:r>
        <w:rPr>
          <w:rtl/>
        </w:rPr>
        <w:t xml:space="preserve">يعقوبى نے مزيد تفصيل لكھى ہے كہ ، عثمان كا يہ سخت فرمان اس بندہ خاص پر نافذ كيا گيا ، نتيجہ يہ ہوا كہ جس وقت وہ مدينہ پہونچے تو ران كا گوشت اڑ چكا تھا </w:t>
      </w:r>
      <w:r w:rsidRPr="00C00E6D">
        <w:rPr>
          <w:rStyle w:val="libFootnotenumChar"/>
          <w:rtl/>
        </w:rPr>
        <w:t>(14)</w:t>
      </w:r>
      <w:r>
        <w:rPr>
          <w:rtl/>
        </w:rPr>
        <w:t xml:space="preserve"> </w:t>
      </w:r>
    </w:p>
    <w:p w:rsidR="00923640" w:rsidRDefault="00923640" w:rsidP="00E67399">
      <w:pPr>
        <w:pStyle w:val="libLine"/>
        <w:rPr>
          <w:rtl/>
        </w:rPr>
      </w:pPr>
      <w:r>
        <w:rPr>
          <w:rFonts w:hint="cs"/>
          <w:rtl/>
        </w:rPr>
        <w:t>____________________</w:t>
      </w:r>
    </w:p>
    <w:p w:rsidR="00923640" w:rsidRDefault="00923640" w:rsidP="00E67399">
      <w:pPr>
        <w:pStyle w:val="libFootnote"/>
        <w:rPr>
          <w:rtl/>
        </w:rPr>
      </w:pPr>
      <w:r>
        <w:rPr>
          <w:rtl/>
        </w:rPr>
        <w:t xml:space="preserve">12_ سير اعلام النبلاء ج2 ص 50 </w:t>
      </w:r>
    </w:p>
    <w:p w:rsidR="00923640" w:rsidRDefault="00923640" w:rsidP="00E67399">
      <w:pPr>
        <w:pStyle w:val="libFootnote"/>
        <w:rPr>
          <w:rtl/>
        </w:rPr>
      </w:pPr>
      <w:r>
        <w:rPr>
          <w:rtl/>
        </w:rPr>
        <w:t xml:space="preserve">13_ انساب الاشراف ج5 ص 53 </w:t>
      </w:r>
    </w:p>
    <w:p w:rsidR="00923640" w:rsidRDefault="00923640" w:rsidP="00E67399">
      <w:pPr>
        <w:pStyle w:val="libFootnote"/>
        <w:rPr>
          <w:rtl/>
        </w:rPr>
      </w:pPr>
      <w:r>
        <w:rPr>
          <w:rtl/>
        </w:rPr>
        <w:t xml:space="preserve">14_ يعقوبى ج2 ص 122 </w:t>
      </w:r>
    </w:p>
    <w:p w:rsidR="00923640" w:rsidRDefault="00923640" w:rsidP="00E67399">
      <w:pPr>
        <w:pStyle w:val="libPoemTini"/>
        <w:rPr>
          <w:rtl/>
        </w:rPr>
      </w:pPr>
      <w:r>
        <w:rPr>
          <w:rtl/>
        </w:rPr>
        <w:br w:type="page"/>
      </w:r>
    </w:p>
    <w:p w:rsidR="00376422" w:rsidRDefault="00376422" w:rsidP="00E67399">
      <w:pPr>
        <w:pStyle w:val="libNormal"/>
        <w:rPr>
          <w:rtl/>
        </w:rPr>
      </w:pPr>
      <w:r>
        <w:rPr>
          <w:rtl/>
        </w:rPr>
        <w:lastRenderedPageBreak/>
        <w:t>مسعودى لكھتا ہے كہ :اپكو اس شتر پر سوار كيا گيا جس پر صرف ايك سوكھى لكڑى تھى پانچ سنگ دل ادمى صقالبہ سے ان كے ساتھ ہوئے جو سوارى كو بڑى تيزى سے ہنكا رہے تھے ، اسى طرح انھي</w:t>
      </w:r>
      <w:r w:rsidR="00B365A1">
        <w:rPr>
          <w:rtl/>
        </w:rPr>
        <w:t xml:space="preserve">ں </w:t>
      </w:r>
      <w:r>
        <w:rPr>
          <w:rtl/>
        </w:rPr>
        <w:t>مدينہ تك لے جايا گيا اپ كى ران سخت زخمى ہو چكى تھى ، گوشت اڑ چكا تھا ، نتيجہ يہ كہ اپ پر يہ چنددن ايسے گذرے كہ بالكل مردہ حالت مي</w:t>
      </w:r>
      <w:r w:rsidR="00B365A1">
        <w:rPr>
          <w:rtl/>
        </w:rPr>
        <w:t xml:space="preserve">ں </w:t>
      </w:r>
      <w:r>
        <w:rPr>
          <w:rtl/>
        </w:rPr>
        <w:t xml:space="preserve">ہو گئے تھے _ </w:t>
      </w:r>
    </w:p>
    <w:p w:rsidR="00376422" w:rsidRDefault="00376422" w:rsidP="00E67399">
      <w:pPr>
        <w:pStyle w:val="libNormal"/>
        <w:rPr>
          <w:rtl/>
        </w:rPr>
      </w:pPr>
      <w:r>
        <w:rPr>
          <w:rtl/>
        </w:rPr>
        <w:t>ليكن يہ دلير ايسا نہ تھا كہ ان ہوائو</w:t>
      </w:r>
      <w:r w:rsidR="00B365A1">
        <w:rPr>
          <w:rtl/>
        </w:rPr>
        <w:t xml:space="preserve">ں </w:t>
      </w:r>
      <w:r>
        <w:rPr>
          <w:rtl/>
        </w:rPr>
        <w:t>سے لرز جائے نہ اپنے بارے مي</w:t>
      </w:r>
      <w:r w:rsidR="00B365A1">
        <w:rPr>
          <w:rtl/>
        </w:rPr>
        <w:t xml:space="preserve">ں </w:t>
      </w:r>
      <w:r>
        <w:rPr>
          <w:rtl/>
        </w:rPr>
        <w:t>قران و اہلبيت كى ذمہ داريو</w:t>
      </w:r>
      <w:r w:rsidR="00B365A1">
        <w:rPr>
          <w:rtl/>
        </w:rPr>
        <w:t xml:space="preserve">ں </w:t>
      </w:r>
      <w:r>
        <w:rPr>
          <w:rtl/>
        </w:rPr>
        <w:t>كو فرموش كر جائے ، وہ پہاڑ كى طرح ڈٹے رہے جسے كوئي حادثہ اسكى جگہ سے ٹس سے مس نہ كر سكا اسى طرح وہ مدينہ تك گئے ، وہ چلانے لگے عثمان نے جاہلى عہد پلٹا ديا ہے وہ كہہ رہے تھے چھو كرو</w:t>
      </w:r>
      <w:r w:rsidR="00B365A1">
        <w:rPr>
          <w:rtl/>
        </w:rPr>
        <w:t xml:space="preserve">ں </w:t>
      </w:r>
      <w:r>
        <w:rPr>
          <w:rtl/>
        </w:rPr>
        <w:t>كو حكومت ديدى گئي ہے حكومت كى جا گير ي</w:t>
      </w:r>
      <w:r w:rsidR="00B365A1">
        <w:rPr>
          <w:rtl/>
        </w:rPr>
        <w:t xml:space="preserve">ں </w:t>
      </w:r>
      <w:r>
        <w:rPr>
          <w:rtl/>
        </w:rPr>
        <w:t>اپنى خاص ملكيت بنا لى ہي</w:t>
      </w:r>
      <w:r w:rsidR="00B365A1">
        <w:rPr>
          <w:rtl/>
        </w:rPr>
        <w:t xml:space="preserve">ں </w:t>
      </w:r>
      <w:r>
        <w:rPr>
          <w:rtl/>
        </w:rPr>
        <w:t>، فتح مكہ كے طلقاء كى عزت افزائي كى جا رہى ہے انكو حكومت مي</w:t>
      </w:r>
      <w:r w:rsidR="00B365A1">
        <w:rPr>
          <w:rtl/>
        </w:rPr>
        <w:t xml:space="preserve">ں </w:t>
      </w:r>
      <w:r>
        <w:rPr>
          <w:rtl/>
        </w:rPr>
        <w:t xml:space="preserve">خاص تقرب حاصل ہے _ </w:t>
      </w:r>
    </w:p>
    <w:p w:rsidR="00376422" w:rsidRDefault="00376422" w:rsidP="00E67399">
      <w:pPr>
        <w:pStyle w:val="libNormal"/>
        <w:rPr>
          <w:rtl/>
        </w:rPr>
      </w:pPr>
      <w:r>
        <w:rPr>
          <w:rtl/>
        </w:rPr>
        <w:t>اس مرد خدا كى يہى سزا تھى كہ ربذہ جلا وطن كر ديا جائے ، وہ سخت اور خشك صحراء نہ اب و گياہ نہ چارہ ، وہي</w:t>
      </w:r>
      <w:r w:rsidR="00B365A1">
        <w:rPr>
          <w:rtl/>
        </w:rPr>
        <w:t xml:space="preserve">ں </w:t>
      </w:r>
      <w:r>
        <w:rPr>
          <w:rtl/>
        </w:rPr>
        <w:t>پر ابوذر نے اسلام سے قبل زندگى گذارى تھى ، انھي</w:t>
      </w:r>
      <w:r w:rsidR="00B365A1">
        <w:rPr>
          <w:rtl/>
        </w:rPr>
        <w:t xml:space="preserve">ں </w:t>
      </w:r>
      <w:r>
        <w:rPr>
          <w:rtl/>
        </w:rPr>
        <w:t xml:space="preserve">ربذہ سے سخت نفرت تھى _ </w:t>
      </w:r>
    </w:p>
    <w:p w:rsidR="00376422" w:rsidRDefault="00376422" w:rsidP="00E67399">
      <w:pPr>
        <w:pStyle w:val="libNormal"/>
        <w:rPr>
          <w:rtl/>
        </w:rPr>
      </w:pPr>
      <w:r>
        <w:rPr>
          <w:rtl/>
        </w:rPr>
        <w:t>اس كے بعد ابوذر كى تمام زندگى ربذہ مي</w:t>
      </w:r>
      <w:r w:rsidR="00B365A1">
        <w:rPr>
          <w:rtl/>
        </w:rPr>
        <w:t xml:space="preserve">ں </w:t>
      </w:r>
      <w:r>
        <w:rPr>
          <w:rtl/>
        </w:rPr>
        <w:t>گذرى وہ اخرى سانسو</w:t>
      </w:r>
      <w:r w:rsidR="00B365A1">
        <w:rPr>
          <w:rtl/>
        </w:rPr>
        <w:t xml:space="preserve">ں </w:t>
      </w:r>
      <w:r>
        <w:rPr>
          <w:rtl/>
        </w:rPr>
        <w:t>تك اسى ہولناك بيابان مي</w:t>
      </w:r>
      <w:r w:rsidR="00B365A1">
        <w:rPr>
          <w:rtl/>
        </w:rPr>
        <w:t xml:space="preserve">ں </w:t>
      </w:r>
      <w:r>
        <w:rPr>
          <w:rtl/>
        </w:rPr>
        <w:t>رہے ، اخر كار اپنى زوجہ اور فرزند ذر كى موت كے بعد بھوك اور بيمارى كيوجہ سے موت كے منھ مي</w:t>
      </w:r>
      <w:r w:rsidR="00B365A1">
        <w:rPr>
          <w:rtl/>
        </w:rPr>
        <w:t xml:space="preserve">ں </w:t>
      </w:r>
      <w:r>
        <w:rPr>
          <w:rtl/>
        </w:rPr>
        <w:t>پہونچ گئے ، موت كے وقت انكے سرہانے صرف انكى بيٹى تھى مورخين كے بيان كے مطابق ابوذر نے ايك سال شام مي</w:t>
      </w:r>
      <w:r w:rsidR="00B365A1">
        <w:rPr>
          <w:rtl/>
        </w:rPr>
        <w:t xml:space="preserve">ں </w:t>
      </w:r>
      <w:r>
        <w:rPr>
          <w:rtl/>
        </w:rPr>
        <w:t>گذارے ، وہ 29ھ مي</w:t>
      </w:r>
      <w:r w:rsidR="00B365A1">
        <w:rPr>
          <w:rtl/>
        </w:rPr>
        <w:t xml:space="preserve">ں </w:t>
      </w:r>
      <w:r>
        <w:rPr>
          <w:rtl/>
        </w:rPr>
        <w:t>شام سے جلا وطن كئے گئے 30ھ مي</w:t>
      </w:r>
      <w:r w:rsidR="00B365A1">
        <w:rPr>
          <w:rtl/>
        </w:rPr>
        <w:t xml:space="preserve">ں </w:t>
      </w:r>
      <w:r>
        <w:rPr>
          <w:rtl/>
        </w:rPr>
        <w:t>معاويہ نے عثمان سے شكايت كى پھر انھي</w:t>
      </w:r>
      <w:r w:rsidR="00B365A1">
        <w:rPr>
          <w:rtl/>
        </w:rPr>
        <w:t xml:space="preserve">ں </w:t>
      </w:r>
      <w:r>
        <w:rPr>
          <w:rtl/>
        </w:rPr>
        <w:t>اس اندوہ ناك طريقے سے جسكو اوپر بيان كيا گيا ، مدينہ روانہ كيا گيا ، پھر وہ اسى سال ربذہ تبعيد كر ديئے گئے ، وہي</w:t>
      </w:r>
      <w:r w:rsidR="00B365A1">
        <w:rPr>
          <w:rtl/>
        </w:rPr>
        <w:t xml:space="preserve">ں </w:t>
      </w:r>
      <w:r>
        <w:rPr>
          <w:rtl/>
        </w:rPr>
        <w:t>ربذہ مي</w:t>
      </w:r>
      <w:r w:rsidR="00B365A1">
        <w:rPr>
          <w:rtl/>
        </w:rPr>
        <w:t xml:space="preserve">ں </w:t>
      </w:r>
      <w:r>
        <w:rPr>
          <w:rtl/>
        </w:rPr>
        <w:t>انھو</w:t>
      </w:r>
      <w:r w:rsidR="00B365A1">
        <w:rPr>
          <w:rtl/>
        </w:rPr>
        <w:t xml:space="preserve">ں </w:t>
      </w:r>
      <w:r>
        <w:rPr>
          <w:rtl/>
        </w:rPr>
        <w:t>نے 31ھ يا 32 ھ مي</w:t>
      </w:r>
      <w:r w:rsidR="00B365A1">
        <w:rPr>
          <w:rtl/>
        </w:rPr>
        <w:t xml:space="preserve">ں </w:t>
      </w:r>
      <w:r>
        <w:rPr>
          <w:rtl/>
        </w:rPr>
        <w:t xml:space="preserve">وفات پائي _ </w:t>
      </w:r>
    </w:p>
    <w:p w:rsidR="00923640" w:rsidRDefault="0092364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20" w:name="_Toc531605648"/>
      <w:r>
        <w:rPr>
          <w:rtl/>
        </w:rPr>
        <w:t>تاريخ اسلام كا ايك افسانہ</w:t>
      </w:r>
      <w:bookmarkEnd w:id="20"/>
    </w:p>
    <w:p w:rsidR="00376422" w:rsidRDefault="00376422" w:rsidP="00E67399">
      <w:pPr>
        <w:pStyle w:val="libNormal"/>
        <w:rPr>
          <w:rtl/>
        </w:rPr>
      </w:pPr>
      <w:r>
        <w:rPr>
          <w:rtl/>
        </w:rPr>
        <w:t>جو كچھ ہم نے گذشتہ صفحات مي</w:t>
      </w:r>
      <w:r w:rsidR="00B365A1">
        <w:rPr>
          <w:rtl/>
        </w:rPr>
        <w:t xml:space="preserve">ں </w:t>
      </w:r>
      <w:r>
        <w:rPr>
          <w:rtl/>
        </w:rPr>
        <w:t>حضرت ابوذر كى زندگى اور انكى مدينے سے شام اور شام سے مدينہ اور مدينہ سے ربذہ كى جلا وطنى بيان كيا يہ سب اصل مي</w:t>
      </w:r>
      <w:r w:rsidR="00B365A1">
        <w:rPr>
          <w:rtl/>
        </w:rPr>
        <w:t xml:space="preserve">ں </w:t>
      </w:r>
      <w:r>
        <w:rPr>
          <w:rtl/>
        </w:rPr>
        <w:t>صحيح ترين روايات كا خلاصہ تھا جسے مورخو</w:t>
      </w:r>
      <w:r w:rsidR="00B365A1">
        <w:rPr>
          <w:rtl/>
        </w:rPr>
        <w:t xml:space="preserve">ں </w:t>
      </w:r>
      <w:r>
        <w:rPr>
          <w:rtl/>
        </w:rPr>
        <w:t xml:space="preserve">نے ہمارے حوالے كيا _ </w:t>
      </w:r>
    </w:p>
    <w:p w:rsidR="00376422" w:rsidRDefault="00376422" w:rsidP="00E67399">
      <w:pPr>
        <w:pStyle w:val="libNormal"/>
        <w:rPr>
          <w:rtl/>
        </w:rPr>
      </w:pPr>
      <w:r>
        <w:rPr>
          <w:rtl/>
        </w:rPr>
        <w:t>ليكن جو كچھ طبرى اور انكے پير و كارو</w:t>
      </w:r>
      <w:r w:rsidR="00B365A1">
        <w:rPr>
          <w:rtl/>
        </w:rPr>
        <w:t xml:space="preserve">ں </w:t>
      </w:r>
      <w:r>
        <w:rPr>
          <w:rtl/>
        </w:rPr>
        <w:t>، ابن اثير ، ابن كثير ، ابن خلدو</w:t>
      </w:r>
      <w:r w:rsidR="00B365A1">
        <w:rPr>
          <w:rtl/>
        </w:rPr>
        <w:t xml:space="preserve">ں </w:t>
      </w:r>
      <w:r>
        <w:rPr>
          <w:rtl/>
        </w:rPr>
        <w:t>، ابوالفداء ، وغيرہ نے اس بارے مي</w:t>
      </w:r>
      <w:r w:rsidR="00B365A1">
        <w:rPr>
          <w:rtl/>
        </w:rPr>
        <w:t xml:space="preserve">ں </w:t>
      </w:r>
      <w:r>
        <w:rPr>
          <w:rtl/>
        </w:rPr>
        <w:t>جو كچھ روايات كو سيف بن عمر كوفى سے حاصل كيا ہے جو تاريخ كا سب سے بڑا مكار اور جھوٹى روايتي</w:t>
      </w:r>
      <w:r w:rsidR="00B365A1">
        <w:rPr>
          <w:rtl/>
        </w:rPr>
        <w:t xml:space="preserve">ں </w:t>
      </w:r>
      <w:r>
        <w:rPr>
          <w:rtl/>
        </w:rPr>
        <w:t xml:space="preserve">گڑھنے والا ہے _ </w:t>
      </w:r>
    </w:p>
    <w:p w:rsidR="00376422" w:rsidRDefault="00376422" w:rsidP="00E67399">
      <w:pPr>
        <w:pStyle w:val="libNormal"/>
        <w:rPr>
          <w:rtl/>
        </w:rPr>
      </w:pPr>
      <w:r>
        <w:rPr>
          <w:rtl/>
        </w:rPr>
        <w:t>طبرى اور دوسرے مورخين نے اس سال كے تاريخى حوادث كو سيف ہى كے بناوٹى ذہن سے حاصل كيا ہے اور اپنى تاريخو</w:t>
      </w:r>
      <w:r w:rsidR="00B365A1">
        <w:rPr>
          <w:rtl/>
        </w:rPr>
        <w:t xml:space="preserve">ں </w:t>
      </w:r>
      <w:r>
        <w:rPr>
          <w:rtl/>
        </w:rPr>
        <w:t>مي</w:t>
      </w:r>
      <w:r w:rsidR="00B365A1">
        <w:rPr>
          <w:rtl/>
        </w:rPr>
        <w:t xml:space="preserve">ں </w:t>
      </w:r>
      <w:r>
        <w:rPr>
          <w:rtl/>
        </w:rPr>
        <w:t xml:space="preserve">اس جھوٹ كو بھر ديا ہے _ </w:t>
      </w:r>
    </w:p>
    <w:p w:rsidR="00376422" w:rsidRDefault="00376422" w:rsidP="00E67399">
      <w:pPr>
        <w:pStyle w:val="libNormal"/>
        <w:rPr>
          <w:rtl/>
        </w:rPr>
      </w:pPr>
      <w:r>
        <w:rPr>
          <w:rtl/>
        </w:rPr>
        <w:t>طبرى اپنى تاريخ مي</w:t>
      </w:r>
      <w:r w:rsidR="00B365A1">
        <w:rPr>
          <w:rtl/>
        </w:rPr>
        <w:t xml:space="preserve">ں </w:t>
      </w:r>
      <w:r>
        <w:rPr>
          <w:rtl/>
        </w:rPr>
        <w:t>لكھتا ہے اس سال يعنى 30ھ مي</w:t>
      </w:r>
      <w:r w:rsidR="00B365A1">
        <w:rPr>
          <w:rtl/>
        </w:rPr>
        <w:t xml:space="preserve">ں </w:t>
      </w:r>
      <w:r>
        <w:rPr>
          <w:rtl/>
        </w:rPr>
        <w:t>ابوذر كا واقعہ پيش</w:t>
      </w:r>
      <w:r w:rsidR="00831D2C">
        <w:rPr>
          <w:rtl/>
        </w:rPr>
        <w:t xml:space="preserve"> آيا </w:t>
      </w:r>
      <w:r>
        <w:rPr>
          <w:rtl/>
        </w:rPr>
        <w:t xml:space="preserve"> كہ انھي</w:t>
      </w:r>
      <w:r w:rsidR="00B365A1">
        <w:rPr>
          <w:rtl/>
        </w:rPr>
        <w:t xml:space="preserve">ں </w:t>
      </w:r>
      <w:r>
        <w:rPr>
          <w:rtl/>
        </w:rPr>
        <w:t>معاويہ نے شام سے مدينہ جلا وطن كيا ، اس جلا وطنى كا سبب راويو</w:t>
      </w:r>
      <w:r w:rsidR="00B365A1">
        <w:rPr>
          <w:rtl/>
        </w:rPr>
        <w:t xml:space="preserve">ں </w:t>
      </w:r>
      <w:r>
        <w:rPr>
          <w:rtl/>
        </w:rPr>
        <w:t>نے مختلف انداز سے بيان كيا ہے جنھي</w:t>
      </w:r>
      <w:r w:rsidR="00B365A1">
        <w:rPr>
          <w:rtl/>
        </w:rPr>
        <w:t xml:space="preserve">ں </w:t>
      </w:r>
      <w:r>
        <w:rPr>
          <w:rtl/>
        </w:rPr>
        <w:t>بيان كرنا مي</w:t>
      </w:r>
      <w:r w:rsidR="00B365A1">
        <w:rPr>
          <w:rtl/>
        </w:rPr>
        <w:t xml:space="preserve">ں </w:t>
      </w:r>
      <w:r>
        <w:rPr>
          <w:rtl/>
        </w:rPr>
        <w:t>مناسب نہي</w:t>
      </w:r>
      <w:r w:rsidR="00B365A1">
        <w:rPr>
          <w:rtl/>
        </w:rPr>
        <w:t xml:space="preserve">ں </w:t>
      </w:r>
      <w:r>
        <w:rPr>
          <w:rtl/>
        </w:rPr>
        <w:t xml:space="preserve">سمجھتا _ </w:t>
      </w:r>
    </w:p>
    <w:p w:rsidR="00376422" w:rsidRDefault="00376422" w:rsidP="00E67399">
      <w:pPr>
        <w:pStyle w:val="libNormal"/>
        <w:rPr>
          <w:rtl/>
        </w:rPr>
      </w:pPr>
      <w:r>
        <w:rPr>
          <w:rtl/>
        </w:rPr>
        <w:t>ليكن جن افراد نے معاويہ كى صفائي ديتے ہوئے داستانى عذر تراشا ہے اسكى روايت سيف سے لى گئي ہے اور اس نے يزيد فقعسى سے روايت كى ہے ، فقعسى يہا</w:t>
      </w:r>
      <w:r w:rsidR="00B365A1">
        <w:rPr>
          <w:rtl/>
        </w:rPr>
        <w:t xml:space="preserve">ں </w:t>
      </w:r>
      <w:r>
        <w:rPr>
          <w:rtl/>
        </w:rPr>
        <w:t>كہتا ہے كہ جس وقت ابن سوداء شام مي</w:t>
      </w:r>
      <w:r w:rsidR="00B365A1">
        <w:rPr>
          <w:rtl/>
        </w:rPr>
        <w:t xml:space="preserve">ں </w:t>
      </w:r>
      <w:r>
        <w:rPr>
          <w:rtl/>
        </w:rPr>
        <w:t>وارد ہوا تو اسكى ابوذر سے ملاقات ہوئي اس نے كہا ، اے ابوذر كيا اپكو معاويہ كى حركتو</w:t>
      </w:r>
      <w:r w:rsidR="00B365A1">
        <w:rPr>
          <w:rtl/>
        </w:rPr>
        <w:t xml:space="preserve">ں </w:t>
      </w:r>
      <w:r>
        <w:rPr>
          <w:rtl/>
        </w:rPr>
        <w:t>پر تعجب نہي</w:t>
      </w:r>
      <w:r w:rsidR="00B365A1">
        <w:rPr>
          <w:rtl/>
        </w:rPr>
        <w:t xml:space="preserve">ں </w:t>
      </w:r>
      <w:r>
        <w:rPr>
          <w:rtl/>
        </w:rPr>
        <w:t xml:space="preserve">ہے كہ جو يہ كہتا پھررہا ہے كہ مال، اللہ كا مال ہے حالانكہ ہر چيز خدا كى ملكيت ہے _ </w:t>
      </w:r>
    </w:p>
    <w:p w:rsidR="00376422" w:rsidRDefault="00376422" w:rsidP="00E67399">
      <w:pPr>
        <w:pStyle w:val="libNormal"/>
        <w:rPr>
          <w:rtl/>
        </w:rPr>
      </w:pPr>
      <w:r>
        <w:rPr>
          <w:rtl/>
        </w:rPr>
        <w:t>پھر وہ اضافہ كرتا ہے گويامعاويہ چاہتا ہے كہ تمام عوامى مال اور بيت المال كى امدنيو</w:t>
      </w:r>
      <w:r w:rsidR="00B365A1">
        <w:rPr>
          <w:rtl/>
        </w:rPr>
        <w:t xml:space="preserve">ں </w:t>
      </w:r>
      <w:r>
        <w:rPr>
          <w:rtl/>
        </w:rPr>
        <w:t>كو ہڑپ لے اور مسلمانو</w:t>
      </w:r>
      <w:r w:rsidR="00B365A1">
        <w:rPr>
          <w:rtl/>
        </w:rPr>
        <w:t xml:space="preserve">ں </w:t>
      </w:r>
      <w:r>
        <w:rPr>
          <w:rtl/>
        </w:rPr>
        <w:t xml:space="preserve">كو اس سے محروم ركھے </w:t>
      </w:r>
      <w:r w:rsidRPr="00C00E6D">
        <w:rPr>
          <w:rStyle w:val="libFootnotenumChar"/>
          <w:rtl/>
        </w:rPr>
        <w:t>(15)</w:t>
      </w:r>
      <w:r>
        <w:rPr>
          <w:rtl/>
        </w:rPr>
        <w:t xml:space="preserve"> </w:t>
      </w:r>
    </w:p>
    <w:p w:rsidR="00F95A47" w:rsidRDefault="00376422" w:rsidP="00E67399">
      <w:pPr>
        <w:pStyle w:val="libNormal"/>
        <w:rPr>
          <w:rtl/>
        </w:rPr>
      </w:pPr>
      <w:r>
        <w:rPr>
          <w:rtl/>
        </w:rPr>
        <w:t>يہا</w:t>
      </w:r>
      <w:r w:rsidR="00B365A1">
        <w:rPr>
          <w:rtl/>
        </w:rPr>
        <w:t xml:space="preserve">ں </w:t>
      </w:r>
      <w:r>
        <w:rPr>
          <w:rtl/>
        </w:rPr>
        <w:t xml:space="preserve">طبرى نے تاريخ اسلام كے ہيرو عبد اللہ بن سبا كو ابن سوداء كے لقب سے ياد كيا ہے جس كى بناوٹى و جعلى </w:t>
      </w:r>
    </w:p>
    <w:p w:rsidR="00923640" w:rsidRDefault="00923640" w:rsidP="00E67399">
      <w:pPr>
        <w:pStyle w:val="libLine"/>
        <w:rPr>
          <w:rtl/>
        </w:rPr>
      </w:pPr>
      <w:r>
        <w:rPr>
          <w:rFonts w:hint="cs"/>
          <w:rtl/>
        </w:rPr>
        <w:t>____________________</w:t>
      </w:r>
    </w:p>
    <w:p w:rsidR="00923640" w:rsidRDefault="00923640" w:rsidP="00E67399">
      <w:pPr>
        <w:pStyle w:val="libFootnote"/>
        <w:rPr>
          <w:rtl/>
        </w:rPr>
      </w:pPr>
      <w:r>
        <w:rPr>
          <w:rtl/>
        </w:rPr>
        <w:t xml:space="preserve">15_ طبرى ج5 ص 66 </w:t>
      </w:r>
    </w:p>
    <w:p w:rsidR="00F95A47" w:rsidRDefault="00F95A4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افسانو</w:t>
      </w:r>
      <w:r w:rsidR="00B365A1">
        <w:rPr>
          <w:rtl/>
        </w:rPr>
        <w:t xml:space="preserve">ں </w:t>
      </w:r>
      <w:r>
        <w:rPr>
          <w:rtl/>
        </w:rPr>
        <w:t>كو مي</w:t>
      </w:r>
      <w:r w:rsidR="00B365A1">
        <w:rPr>
          <w:rtl/>
        </w:rPr>
        <w:t xml:space="preserve">ں </w:t>
      </w:r>
      <w:r>
        <w:rPr>
          <w:rtl/>
        </w:rPr>
        <w:t>نے اپنى دو جلدو</w:t>
      </w:r>
      <w:r w:rsidR="00B365A1">
        <w:rPr>
          <w:rtl/>
        </w:rPr>
        <w:t xml:space="preserve">ں </w:t>
      </w:r>
      <w:r>
        <w:rPr>
          <w:rtl/>
        </w:rPr>
        <w:t>پر مشتمل كتاب عبداللہ بن سبا مي</w:t>
      </w:r>
      <w:r w:rsidR="00B365A1">
        <w:rPr>
          <w:rtl/>
        </w:rPr>
        <w:t xml:space="preserve">ں </w:t>
      </w:r>
      <w:r>
        <w:rPr>
          <w:rtl/>
        </w:rPr>
        <w:t>بيان كيا ہے ، اگر قارئين كرام جذبہ ء مطالعہ ركھتے ہي</w:t>
      </w:r>
      <w:r w:rsidR="00B365A1">
        <w:rPr>
          <w:rtl/>
        </w:rPr>
        <w:t xml:space="preserve">ں </w:t>
      </w:r>
      <w:r>
        <w:rPr>
          <w:rtl/>
        </w:rPr>
        <w:t>تو اس كتاب كى طرف رجوع كري</w:t>
      </w:r>
      <w:r w:rsidR="00B365A1">
        <w:rPr>
          <w:rtl/>
        </w:rPr>
        <w:t xml:space="preserve">ں </w:t>
      </w:r>
      <w:r>
        <w:rPr>
          <w:rtl/>
        </w:rPr>
        <w:t xml:space="preserve">_ </w:t>
      </w:r>
    </w:p>
    <w:p w:rsidR="00376422" w:rsidRDefault="00376422" w:rsidP="00E67399">
      <w:pPr>
        <w:pStyle w:val="libNormal"/>
        <w:rPr>
          <w:rtl/>
        </w:rPr>
      </w:pPr>
      <w:r>
        <w:rPr>
          <w:rtl/>
        </w:rPr>
        <w:t>طبرى كے بعد جتنے بھى مورخين</w:t>
      </w:r>
      <w:r w:rsidR="00137FAB">
        <w:rPr>
          <w:rtl/>
        </w:rPr>
        <w:t xml:space="preserve"> آئے</w:t>
      </w:r>
      <w:r>
        <w:rPr>
          <w:rtl/>
        </w:rPr>
        <w:t xml:space="preserve"> ہي</w:t>
      </w:r>
      <w:r w:rsidR="00B365A1">
        <w:rPr>
          <w:rtl/>
        </w:rPr>
        <w:t xml:space="preserve">ں </w:t>
      </w:r>
      <w:r>
        <w:rPr>
          <w:rtl/>
        </w:rPr>
        <w:t>كم و بيش سب نے اس كى پيروى كرتے ہوئے اس خيالى شخص كے بارے مي</w:t>
      </w:r>
      <w:r w:rsidR="00B365A1">
        <w:rPr>
          <w:rtl/>
        </w:rPr>
        <w:t xml:space="preserve">ں </w:t>
      </w:r>
      <w:r>
        <w:rPr>
          <w:rtl/>
        </w:rPr>
        <w:t>اسى سے نقل كيا ہے مثلا ابن اثير جو ساتوي</w:t>
      </w:r>
      <w:r w:rsidR="00B365A1">
        <w:rPr>
          <w:rtl/>
        </w:rPr>
        <w:t xml:space="preserve">ں </w:t>
      </w:r>
      <w:r>
        <w:rPr>
          <w:rtl/>
        </w:rPr>
        <w:t>صدى ہجرى كے مشہور مورخ ہي</w:t>
      </w:r>
      <w:r w:rsidR="00B365A1">
        <w:rPr>
          <w:rtl/>
        </w:rPr>
        <w:t xml:space="preserve">ں </w:t>
      </w:r>
      <w:r>
        <w:rPr>
          <w:rtl/>
        </w:rPr>
        <w:t>اپنى كتاب مي</w:t>
      </w:r>
      <w:r w:rsidR="00B365A1">
        <w:rPr>
          <w:rtl/>
        </w:rPr>
        <w:t xml:space="preserve">ں </w:t>
      </w:r>
      <w:r>
        <w:rPr>
          <w:rtl/>
        </w:rPr>
        <w:t>رقمطراز ہي</w:t>
      </w:r>
      <w:r w:rsidR="00B365A1">
        <w:rPr>
          <w:rtl/>
        </w:rPr>
        <w:t xml:space="preserve">ں </w:t>
      </w:r>
      <w:r>
        <w:rPr>
          <w:rtl/>
        </w:rPr>
        <w:t>كہ ، اسى سال 30ھ مي</w:t>
      </w:r>
      <w:r w:rsidR="00B365A1">
        <w:rPr>
          <w:rtl/>
        </w:rPr>
        <w:t xml:space="preserve">ں </w:t>
      </w:r>
      <w:r>
        <w:rPr>
          <w:rtl/>
        </w:rPr>
        <w:t>ابوذر كى جلا وطنى كا حادثہ جو معاويہ كے ہاتھو</w:t>
      </w:r>
      <w:r w:rsidR="00B365A1">
        <w:rPr>
          <w:rtl/>
        </w:rPr>
        <w:t xml:space="preserve">ں </w:t>
      </w:r>
      <w:r>
        <w:rPr>
          <w:rtl/>
        </w:rPr>
        <w:t>پيش</w:t>
      </w:r>
      <w:r w:rsidR="00831D2C">
        <w:rPr>
          <w:rtl/>
        </w:rPr>
        <w:t xml:space="preserve"> آيا </w:t>
      </w:r>
      <w:r>
        <w:rPr>
          <w:rtl/>
        </w:rPr>
        <w:t xml:space="preserve"> ، انھو</w:t>
      </w:r>
      <w:r w:rsidR="00B365A1">
        <w:rPr>
          <w:rtl/>
        </w:rPr>
        <w:t xml:space="preserve">ں </w:t>
      </w:r>
      <w:r>
        <w:rPr>
          <w:rtl/>
        </w:rPr>
        <w:t>نے انھي</w:t>
      </w:r>
      <w:r w:rsidR="00B365A1">
        <w:rPr>
          <w:rtl/>
        </w:rPr>
        <w:t xml:space="preserve">ں </w:t>
      </w:r>
      <w:r>
        <w:rPr>
          <w:rtl/>
        </w:rPr>
        <w:t>شام سے مدينہ جلا وطن كيا اس بارے مي</w:t>
      </w:r>
      <w:r w:rsidR="00B365A1">
        <w:rPr>
          <w:rtl/>
        </w:rPr>
        <w:t xml:space="preserve">ں </w:t>
      </w:r>
      <w:r>
        <w:rPr>
          <w:rtl/>
        </w:rPr>
        <w:t>اور اسكى وجوہات كے سلسلے مي</w:t>
      </w:r>
      <w:r w:rsidR="00B365A1">
        <w:rPr>
          <w:rtl/>
        </w:rPr>
        <w:t xml:space="preserve">ں </w:t>
      </w:r>
      <w:r>
        <w:rPr>
          <w:rtl/>
        </w:rPr>
        <w:t>بہت سى باتي</w:t>
      </w:r>
      <w:r w:rsidR="00B365A1">
        <w:rPr>
          <w:rtl/>
        </w:rPr>
        <w:t xml:space="preserve">ں </w:t>
      </w:r>
      <w:r>
        <w:rPr>
          <w:rtl/>
        </w:rPr>
        <w:t>كہى گئي</w:t>
      </w:r>
      <w:r w:rsidR="00B365A1">
        <w:rPr>
          <w:rtl/>
        </w:rPr>
        <w:t xml:space="preserve">ں </w:t>
      </w:r>
      <w:r>
        <w:rPr>
          <w:rtl/>
        </w:rPr>
        <w:t>ہي</w:t>
      </w:r>
      <w:r w:rsidR="00B365A1">
        <w:rPr>
          <w:rtl/>
        </w:rPr>
        <w:t xml:space="preserve">ں </w:t>
      </w:r>
      <w:r>
        <w:rPr>
          <w:rtl/>
        </w:rPr>
        <w:t>،ان مي</w:t>
      </w:r>
      <w:r w:rsidR="00B365A1">
        <w:rPr>
          <w:rtl/>
        </w:rPr>
        <w:t xml:space="preserve">ں </w:t>
      </w:r>
      <w:r>
        <w:rPr>
          <w:rtl/>
        </w:rPr>
        <w:t>يہ ہے كہ معاويہ نے ابوذر كو بہت زيادہ برا بھلا كہا اور ڈرايا دھمكايا ، معاويہ نے انھي</w:t>
      </w:r>
      <w:r w:rsidR="00B365A1">
        <w:rPr>
          <w:rtl/>
        </w:rPr>
        <w:t xml:space="preserve">ں </w:t>
      </w:r>
      <w:r>
        <w:rPr>
          <w:rtl/>
        </w:rPr>
        <w:t>بے كجاوہ او نٹ پر سوار كر كے مدينہ بھيجا وہ مدينہ اس ناگوار حالت مي</w:t>
      </w:r>
      <w:r w:rsidR="00B365A1">
        <w:rPr>
          <w:rtl/>
        </w:rPr>
        <w:t xml:space="preserve">ں </w:t>
      </w:r>
      <w:r>
        <w:rPr>
          <w:rtl/>
        </w:rPr>
        <w:t>پہونچے جس كا بيان كرنا مناسب نہي</w:t>
      </w:r>
      <w:r w:rsidR="00B365A1">
        <w:rPr>
          <w:rtl/>
        </w:rPr>
        <w:t xml:space="preserve">ں </w:t>
      </w:r>
    </w:p>
    <w:p w:rsidR="00376422" w:rsidRDefault="00376422" w:rsidP="00E67399">
      <w:pPr>
        <w:pStyle w:val="libNormal"/>
        <w:rPr>
          <w:rtl/>
        </w:rPr>
      </w:pPr>
      <w:r>
        <w:rPr>
          <w:rtl/>
        </w:rPr>
        <w:t>اگر يہ تمام واقعات صحيح ہي</w:t>
      </w:r>
      <w:r w:rsidR="00B365A1">
        <w:rPr>
          <w:rtl/>
        </w:rPr>
        <w:t xml:space="preserve">ں </w:t>
      </w:r>
      <w:r>
        <w:rPr>
          <w:rtl/>
        </w:rPr>
        <w:t xml:space="preserve">تو ہمارے لئے مناسب ہے كہ عثمان كے لئے عذر تراشى كى جائے مثلا يہ كہ امام و پيشوا كو اپنى رعيت كى تاديب كرنى چاہيئے يا اسى طرح كا كوئي عذر تراشا جائے _ </w:t>
      </w:r>
    </w:p>
    <w:p w:rsidR="00376422" w:rsidRDefault="00376422" w:rsidP="00E67399">
      <w:pPr>
        <w:pStyle w:val="libNormal"/>
        <w:rPr>
          <w:rtl/>
        </w:rPr>
      </w:pPr>
      <w:r>
        <w:rPr>
          <w:rtl/>
        </w:rPr>
        <w:t>نہ يہ كہ اس طرح كے واقعات كو بيان كر كے عثمان پر لعن و طعن و تنقيد كى جائے ، اس قسم كے واقعات كا بيان كرنا مي</w:t>
      </w:r>
      <w:r w:rsidR="00B365A1">
        <w:rPr>
          <w:rtl/>
        </w:rPr>
        <w:t xml:space="preserve">ں </w:t>
      </w:r>
      <w:r>
        <w:rPr>
          <w:rtl/>
        </w:rPr>
        <w:t>مناسب نہي</w:t>
      </w:r>
      <w:r w:rsidR="00B365A1">
        <w:rPr>
          <w:rtl/>
        </w:rPr>
        <w:t xml:space="preserve">ں </w:t>
      </w:r>
      <w:r>
        <w:rPr>
          <w:rtl/>
        </w:rPr>
        <w:t>سمجھتا ليكن معاويہ كى صفائي دينے والو</w:t>
      </w:r>
      <w:r w:rsidR="00B365A1">
        <w:rPr>
          <w:rtl/>
        </w:rPr>
        <w:t xml:space="preserve">ں </w:t>
      </w:r>
      <w:r>
        <w:rPr>
          <w:rtl/>
        </w:rPr>
        <w:t>نے اس بارے مي</w:t>
      </w:r>
      <w:r w:rsidR="00B365A1">
        <w:rPr>
          <w:rtl/>
        </w:rPr>
        <w:t xml:space="preserve">ں </w:t>
      </w:r>
      <w:r>
        <w:rPr>
          <w:rtl/>
        </w:rPr>
        <w:t>بہت سى صفائي دى ہے اور وہ كہتے ہي</w:t>
      </w:r>
      <w:r w:rsidR="00B365A1">
        <w:rPr>
          <w:rtl/>
        </w:rPr>
        <w:t xml:space="preserve">ں </w:t>
      </w:r>
      <w:r>
        <w:rPr>
          <w:rtl/>
        </w:rPr>
        <w:t xml:space="preserve">كہ </w:t>
      </w:r>
      <w:r w:rsidRPr="00C00E6D">
        <w:rPr>
          <w:rStyle w:val="libFootnotenumChar"/>
          <w:rtl/>
        </w:rPr>
        <w:t>(16)</w:t>
      </w:r>
      <w:r>
        <w:rPr>
          <w:rtl/>
        </w:rPr>
        <w:t xml:space="preserve"> </w:t>
      </w:r>
    </w:p>
    <w:p w:rsidR="00376422" w:rsidRDefault="00376422" w:rsidP="00E67399">
      <w:pPr>
        <w:pStyle w:val="libNormal"/>
        <w:rPr>
          <w:rtl/>
        </w:rPr>
      </w:pPr>
      <w:r>
        <w:rPr>
          <w:rtl/>
        </w:rPr>
        <w:t>اس كے بعد وہ جھوٹے اور خيالى ہيرو عبد اللہ بن سبا كى داستان سيف بن عمر كى زبانى طبرى سے نقل كرتے ہي</w:t>
      </w:r>
      <w:r w:rsidR="00B365A1">
        <w:rPr>
          <w:rtl/>
        </w:rPr>
        <w:t xml:space="preserve">ں </w:t>
      </w:r>
      <w:r>
        <w:rPr>
          <w:rtl/>
        </w:rPr>
        <w:t>، يہ وہى حركت ہے جو ابن كثير و ابن خلدون اور دوسرے لوگو</w:t>
      </w:r>
      <w:r w:rsidR="00B365A1">
        <w:rPr>
          <w:rtl/>
        </w:rPr>
        <w:t xml:space="preserve">ں </w:t>
      </w:r>
      <w:r>
        <w:rPr>
          <w:rtl/>
        </w:rPr>
        <w:t xml:space="preserve">نے كى ہے _ </w:t>
      </w:r>
    </w:p>
    <w:p w:rsidR="00376422" w:rsidRDefault="00376422" w:rsidP="00E67399">
      <w:pPr>
        <w:pStyle w:val="libNormal"/>
        <w:rPr>
          <w:rtl/>
        </w:rPr>
      </w:pPr>
      <w:r>
        <w:rPr>
          <w:rtl/>
        </w:rPr>
        <w:t>ليكن جب ہم طبرى كى باتو</w:t>
      </w:r>
      <w:r w:rsidR="00B365A1">
        <w:rPr>
          <w:rtl/>
        </w:rPr>
        <w:t xml:space="preserve">ں </w:t>
      </w:r>
      <w:r>
        <w:rPr>
          <w:rtl/>
        </w:rPr>
        <w:t>پر رجوع كرتے ہي</w:t>
      </w:r>
      <w:r w:rsidR="00B365A1">
        <w:rPr>
          <w:rtl/>
        </w:rPr>
        <w:t xml:space="preserve">ں </w:t>
      </w:r>
      <w:r>
        <w:rPr>
          <w:rtl/>
        </w:rPr>
        <w:t>تو ہم مشاہدہ كرتے ہي</w:t>
      </w:r>
      <w:r w:rsidR="00B365A1">
        <w:rPr>
          <w:rtl/>
        </w:rPr>
        <w:t xml:space="preserve">ں </w:t>
      </w:r>
      <w:r>
        <w:rPr>
          <w:rtl/>
        </w:rPr>
        <w:t>كہ ابوذر كے ساتھ پيش انے والے بے شمار حوادث كو غلط اور جعلى ہونے كيوجہ سے نہي</w:t>
      </w:r>
      <w:r w:rsidR="00B365A1">
        <w:rPr>
          <w:rtl/>
        </w:rPr>
        <w:t xml:space="preserve">ں </w:t>
      </w:r>
      <w:r>
        <w:rPr>
          <w:rtl/>
        </w:rPr>
        <w:t>چھوڑا ہے، بلكہ صرف اس وجہ سے بيان كرنا پسند نہي</w:t>
      </w:r>
      <w:r w:rsidR="00B365A1">
        <w:rPr>
          <w:rtl/>
        </w:rPr>
        <w:t xml:space="preserve">ں </w:t>
      </w:r>
      <w:r>
        <w:rPr>
          <w:rtl/>
        </w:rPr>
        <w:t>كرتا كہ وہ نہي</w:t>
      </w:r>
      <w:r w:rsidR="00B365A1">
        <w:rPr>
          <w:rtl/>
        </w:rPr>
        <w:t xml:space="preserve">ں </w:t>
      </w:r>
      <w:r>
        <w:rPr>
          <w:rtl/>
        </w:rPr>
        <w:t>چاہتا ہے كہ اصحاب رسول (ص) مي</w:t>
      </w:r>
      <w:r w:rsidR="00B365A1">
        <w:rPr>
          <w:rtl/>
        </w:rPr>
        <w:t xml:space="preserve">ں </w:t>
      </w:r>
      <w:r>
        <w:rPr>
          <w:rtl/>
        </w:rPr>
        <w:t>عثمان و معاويہ جيسے افراد كا كہي</w:t>
      </w:r>
      <w:r w:rsidR="00B365A1">
        <w:rPr>
          <w:rtl/>
        </w:rPr>
        <w:t xml:space="preserve">ں </w:t>
      </w:r>
      <w:r>
        <w:rPr>
          <w:rtl/>
        </w:rPr>
        <w:t xml:space="preserve">دامن، داغدار نہ ہو جائے _ </w:t>
      </w:r>
    </w:p>
    <w:p w:rsidR="00F95A47" w:rsidRDefault="00376422" w:rsidP="00E67399">
      <w:pPr>
        <w:pStyle w:val="libNormal"/>
        <w:rPr>
          <w:rtl/>
        </w:rPr>
      </w:pPr>
      <w:r>
        <w:rPr>
          <w:rtl/>
        </w:rPr>
        <w:t>اسى لئے وہ عذر تراشى كرنے اور صفائي دينے والو</w:t>
      </w:r>
      <w:r w:rsidR="00B365A1">
        <w:rPr>
          <w:rtl/>
        </w:rPr>
        <w:t xml:space="preserve">ں </w:t>
      </w:r>
      <w:r>
        <w:rPr>
          <w:rtl/>
        </w:rPr>
        <w:t>كے سراغ مي</w:t>
      </w:r>
      <w:r w:rsidR="00B365A1">
        <w:rPr>
          <w:rtl/>
        </w:rPr>
        <w:t xml:space="preserve">ں </w:t>
      </w:r>
      <w:r>
        <w:rPr>
          <w:rtl/>
        </w:rPr>
        <w:t xml:space="preserve">جاتا ہے اور اپنى تاريخ كى بڑى كتاب كو </w:t>
      </w:r>
    </w:p>
    <w:p w:rsidR="00F95A47" w:rsidRDefault="00F95A47" w:rsidP="00E67399">
      <w:pPr>
        <w:pStyle w:val="libLine"/>
        <w:rPr>
          <w:rtl/>
        </w:rPr>
      </w:pPr>
      <w:r>
        <w:rPr>
          <w:rFonts w:hint="cs"/>
          <w:rtl/>
        </w:rPr>
        <w:t>____________________</w:t>
      </w:r>
    </w:p>
    <w:p w:rsidR="00923640" w:rsidRDefault="00923640" w:rsidP="00E67399">
      <w:pPr>
        <w:pStyle w:val="libFootnote"/>
        <w:rPr>
          <w:rtl/>
        </w:rPr>
      </w:pPr>
      <w:r>
        <w:rPr>
          <w:rtl/>
        </w:rPr>
        <w:t xml:space="preserve">16_ تاريخ كامل ج3 ص 43 </w:t>
      </w:r>
    </w:p>
    <w:p w:rsidR="00F95A47" w:rsidRDefault="00F95A4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جھوٹى خبرو</w:t>
      </w:r>
      <w:r w:rsidR="00B365A1">
        <w:rPr>
          <w:rtl/>
        </w:rPr>
        <w:t xml:space="preserve">ں </w:t>
      </w:r>
      <w:r>
        <w:rPr>
          <w:rtl/>
        </w:rPr>
        <w:t>اور افسانو</w:t>
      </w:r>
      <w:r w:rsidR="00B365A1">
        <w:rPr>
          <w:rtl/>
        </w:rPr>
        <w:t xml:space="preserve">ں </w:t>
      </w:r>
      <w:r>
        <w:rPr>
          <w:rtl/>
        </w:rPr>
        <w:t>سے بھر ڈالتا ہے ، ان روايتو</w:t>
      </w:r>
      <w:r w:rsidR="00B365A1">
        <w:rPr>
          <w:rtl/>
        </w:rPr>
        <w:t xml:space="preserve">ں </w:t>
      </w:r>
      <w:r>
        <w:rPr>
          <w:rtl/>
        </w:rPr>
        <w:t>كو اس نے خود بنام قصہ ياد كيا ہے اس طرح انے والى نسل كے لئے حقيقت كا دروازہ بند كر ديتا ہے اور ابوذر جيسے پاك نفس صحابى رسول كو اندھيرے مي</w:t>
      </w:r>
      <w:r w:rsidR="00B365A1">
        <w:rPr>
          <w:rtl/>
        </w:rPr>
        <w:t xml:space="preserve">ں </w:t>
      </w:r>
      <w:r>
        <w:rPr>
          <w:rtl/>
        </w:rPr>
        <w:t xml:space="preserve">ڈال ديتا ہے _ </w:t>
      </w:r>
    </w:p>
    <w:p w:rsidR="00376422" w:rsidRDefault="00376422" w:rsidP="00E67399">
      <w:pPr>
        <w:pStyle w:val="libNormal"/>
        <w:rPr>
          <w:rtl/>
        </w:rPr>
      </w:pPr>
      <w:r>
        <w:rPr>
          <w:rtl/>
        </w:rPr>
        <w:t>قرن وسطى كا بزرگ مورخ ابن اثير بھى اسى كى ڈگر پر چلا اور اس نے اس عظيم جنايت اور تاريخ كى دلسوز حقيقت كو طبرى كے حوالے سے لكھ مارتا ہے ، ابن اثير نے بہت سى باتي</w:t>
      </w:r>
      <w:r w:rsidR="00B365A1">
        <w:rPr>
          <w:rtl/>
        </w:rPr>
        <w:t xml:space="preserve">ں </w:t>
      </w:r>
      <w:r>
        <w:rPr>
          <w:rtl/>
        </w:rPr>
        <w:t>لكھنے كے بعد اسكے اسناد اور حوالو</w:t>
      </w:r>
      <w:r w:rsidR="00B365A1">
        <w:rPr>
          <w:rtl/>
        </w:rPr>
        <w:t xml:space="preserve">ں </w:t>
      </w:r>
      <w:r>
        <w:rPr>
          <w:rtl/>
        </w:rPr>
        <w:t>كى تضعيف نہي</w:t>
      </w:r>
      <w:r w:rsidR="00B365A1">
        <w:rPr>
          <w:rtl/>
        </w:rPr>
        <w:t xml:space="preserve">ں </w:t>
      </w:r>
      <w:r>
        <w:rPr>
          <w:rtl/>
        </w:rPr>
        <w:t>كى ہے ، انھي</w:t>
      </w:r>
      <w:r w:rsidR="00B365A1">
        <w:rPr>
          <w:rtl/>
        </w:rPr>
        <w:t xml:space="preserve">ں </w:t>
      </w:r>
      <w:r>
        <w:rPr>
          <w:rtl/>
        </w:rPr>
        <w:t>بہت تفصيل سے لكھ مارا ہے ، كيونكہ وہ سمجھتا ہے كہ اس قسم كى باتو</w:t>
      </w:r>
      <w:r w:rsidR="00B365A1">
        <w:rPr>
          <w:rtl/>
        </w:rPr>
        <w:t xml:space="preserve">ں </w:t>
      </w:r>
      <w:r>
        <w:rPr>
          <w:rtl/>
        </w:rPr>
        <w:t>كا بيان كرنا مناسب نہي</w:t>
      </w:r>
      <w:r w:rsidR="00B365A1">
        <w:rPr>
          <w:rtl/>
        </w:rPr>
        <w:t xml:space="preserve">ں </w:t>
      </w:r>
      <w:r>
        <w:rPr>
          <w:rtl/>
        </w:rPr>
        <w:t>كيونكہ انھي</w:t>
      </w:r>
      <w:r w:rsidR="00B365A1">
        <w:rPr>
          <w:rtl/>
        </w:rPr>
        <w:t xml:space="preserve">ں </w:t>
      </w:r>
      <w:r>
        <w:rPr>
          <w:rtl/>
        </w:rPr>
        <w:t>نقل كرنے سے خلفاء اور اموى حكمرانو</w:t>
      </w:r>
      <w:r w:rsidR="00B365A1">
        <w:rPr>
          <w:rtl/>
        </w:rPr>
        <w:t xml:space="preserve">ں </w:t>
      </w:r>
      <w:r>
        <w:rPr>
          <w:rtl/>
        </w:rPr>
        <w:t xml:space="preserve">كا دامن داغدار ہوتا ہے _ </w:t>
      </w:r>
    </w:p>
    <w:p w:rsidR="00376422" w:rsidRDefault="00376422" w:rsidP="00E67399">
      <w:pPr>
        <w:pStyle w:val="libNormal"/>
        <w:rPr>
          <w:rtl/>
        </w:rPr>
      </w:pPr>
      <w:r>
        <w:rPr>
          <w:rtl/>
        </w:rPr>
        <w:t>ليكن ہم اج نہ تو عيب جوئي كے پيچھے پڑے ہي</w:t>
      </w:r>
      <w:r w:rsidR="00B365A1">
        <w:rPr>
          <w:rtl/>
        </w:rPr>
        <w:t xml:space="preserve">ں </w:t>
      </w:r>
      <w:r>
        <w:rPr>
          <w:rtl/>
        </w:rPr>
        <w:t>نہ بلاوجہ كسى كى صفائي پر تلے ہي</w:t>
      </w:r>
      <w:r w:rsidR="00B365A1">
        <w:rPr>
          <w:rtl/>
        </w:rPr>
        <w:t xml:space="preserve">ں </w:t>
      </w:r>
      <w:r>
        <w:rPr>
          <w:rtl/>
        </w:rPr>
        <w:t>بلكہ صرف حوادث تاريخ كى واقفيت اور اسكى جستجو مي</w:t>
      </w:r>
      <w:r w:rsidR="00B365A1">
        <w:rPr>
          <w:rtl/>
        </w:rPr>
        <w:t xml:space="preserve">ں </w:t>
      </w:r>
      <w:r>
        <w:rPr>
          <w:rtl/>
        </w:rPr>
        <w:t>ہي</w:t>
      </w:r>
      <w:r w:rsidR="00B365A1">
        <w:rPr>
          <w:rtl/>
        </w:rPr>
        <w:t xml:space="preserve">ں </w:t>
      </w:r>
      <w:r>
        <w:rPr>
          <w:rtl/>
        </w:rPr>
        <w:t>تاكہ علم و دانش كى خدمت كر سكي</w:t>
      </w:r>
      <w:r w:rsidR="00B365A1">
        <w:rPr>
          <w:rtl/>
        </w:rPr>
        <w:t xml:space="preserve">ں </w:t>
      </w:r>
      <w:r>
        <w:rPr>
          <w:rtl/>
        </w:rPr>
        <w:t>، ليكن ہم ان تاريخ اسلام كے حقاےق كو چھپانے والے مورخين كو ہرگز معاف نہي</w:t>
      </w:r>
      <w:r w:rsidR="00B365A1">
        <w:rPr>
          <w:rtl/>
        </w:rPr>
        <w:t xml:space="preserve">ں </w:t>
      </w:r>
      <w:r>
        <w:rPr>
          <w:rtl/>
        </w:rPr>
        <w:t>كر سكتے كيونكہ ان لوگو</w:t>
      </w:r>
      <w:r w:rsidR="00B365A1">
        <w:rPr>
          <w:rtl/>
        </w:rPr>
        <w:t xml:space="preserve">ں </w:t>
      </w:r>
      <w:r>
        <w:rPr>
          <w:rtl/>
        </w:rPr>
        <w:t>نے اپنى اس حركت سے صرف خوشنودى خلفاء اور اموى حكمرانو</w:t>
      </w:r>
      <w:r w:rsidR="00B365A1">
        <w:rPr>
          <w:rtl/>
        </w:rPr>
        <w:t xml:space="preserve">ں </w:t>
      </w:r>
      <w:r>
        <w:rPr>
          <w:rtl/>
        </w:rPr>
        <w:t xml:space="preserve">كى خدمت ہى كى ہے _ </w:t>
      </w:r>
    </w:p>
    <w:p w:rsidR="00376422" w:rsidRDefault="00376422" w:rsidP="00E67399">
      <w:pPr>
        <w:pStyle w:val="libNormal"/>
        <w:rPr>
          <w:rtl/>
        </w:rPr>
      </w:pPr>
      <w:r>
        <w:rPr>
          <w:rtl/>
        </w:rPr>
        <w:t>ابوذر كا واقعہ جيسا كہ ہم نے ملاحظہ كيا طبرى نے سيف سے نقل كيا ہے دوسرے تمام مورخين نے بھى يا تو سيف سے نقل كيا ہے يا طبرى كے واسطے سے نقل كيا ہے ، يہ داستان خود عبد اللہ بن سبا كے افسانہ كا جز ہے جو سيف ابن عمر كے فكر كى ساختہ و پرداختہ ہے ، ہم نے اس كتاب كى دوسرى جلد مي</w:t>
      </w:r>
      <w:r w:rsidR="00B365A1">
        <w:rPr>
          <w:rtl/>
        </w:rPr>
        <w:t xml:space="preserve">ں </w:t>
      </w:r>
      <w:r>
        <w:rPr>
          <w:rtl/>
        </w:rPr>
        <w:t>افسانہ عبد اللہ بن سبا كا سند و اصل كے ذريعہ چھان بين كى ہے ، يہا</w:t>
      </w:r>
      <w:r w:rsidR="00B365A1">
        <w:rPr>
          <w:rtl/>
        </w:rPr>
        <w:t xml:space="preserve">ں </w:t>
      </w:r>
      <w:r>
        <w:rPr>
          <w:rtl/>
        </w:rPr>
        <w:t>صرف اتنا اضافہ كرنا مناسب سمجھتے ہي</w:t>
      </w:r>
      <w:r w:rsidR="00B365A1">
        <w:rPr>
          <w:rtl/>
        </w:rPr>
        <w:t xml:space="preserve">ں </w:t>
      </w:r>
      <w:r>
        <w:rPr>
          <w:rtl/>
        </w:rPr>
        <w:t>كہ ابوذر كا واقعہ زيادہ تر عبد اللہ بن سبا كے واقعہ مي</w:t>
      </w:r>
      <w:r w:rsidR="00B365A1">
        <w:rPr>
          <w:rtl/>
        </w:rPr>
        <w:t xml:space="preserve">ں </w:t>
      </w:r>
      <w:r>
        <w:rPr>
          <w:rtl/>
        </w:rPr>
        <w:t xml:space="preserve">سيف پر انحصار كرتے ہوئے لكھا گيا ہے اور اس نے سارا ماجرا يزيد فقعسى سے نقل كيا ہے _ </w:t>
      </w:r>
    </w:p>
    <w:p w:rsidR="00376422" w:rsidRDefault="00376422" w:rsidP="00E67399">
      <w:pPr>
        <w:pStyle w:val="libNormal"/>
        <w:rPr>
          <w:rtl/>
        </w:rPr>
      </w:pPr>
      <w:r>
        <w:rPr>
          <w:rtl/>
        </w:rPr>
        <w:t>اب ہمي</w:t>
      </w:r>
      <w:r w:rsidR="00B365A1">
        <w:rPr>
          <w:rtl/>
        </w:rPr>
        <w:t xml:space="preserve">ں </w:t>
      </w:r>
      <w:r>
        <w:rPr>
          <w:rtl/>
        </w:rPr>
        <w:t xml:space="preserve">جاننا چاہيئے كہ يزيد فقعسى كون ہے ؟ اور اسكى روايت كيا ہے ؟ </w:t>
      </w:r>
    </w:p>
    <w:p w:rsidR="00376422" w:rsidRDefault="00376422" w:rsidP="00E67399">
      <w:pPr>
        <w:pStyle w:val="libNormal"/>
        <w:rPr>
          <w:rtl/>
        </w:rPr>
      </w:pPr>
      <w:r>
        <w:rPr>
          <w:rtl/>
        </w:rPr>
        <w:t>ہم نے اس شخص كو پہچاننے كے لئے تمام موجودہ كتب رجال و حديث و تاريخ و سيرت و انساب اور ادبيات اسلام كو كھنگال مارا ، اصولا اسكے بارے مي</w:t>
      </w:r>
      <w:r w:rsidR="00B365A1">
        <w:rPr>
          <w:rtl/>
        </w:rPr>
        <w:t xml:space="preserve">ں </w:t>
      </w:r>
      <w:r>
        <w:rPr>
          <w:rtl/>
        </w:rPr>
        <w:t>كوئي چھوٹى سى روايت يا نام نہي</w:t>
      </w:r>
      <w:r w:rsidR="00B365A1">
        <w:rPr>
          <w:rtl/>
        </w:rPr>
        <w:t xml:space="preserve">ں </w:t>
      </w:r>
      <w:r>
        <w:rPr>
          <w:rtl/>
        </w:rPr>
        <w:t>پايا ، سوائے ان روايتو</w:t>
      </w:r>
      <w:r w:rsidR="00B365A1">
        <w:rPr>
          <w:rtl/>
        </w:rPr>
        <w:t xml:space="preserve">ں </w:t>
      </w:r>
      <w:r>
        <w:rPr>
          <w:rtl/>
        </w:rPr>
        <w:t>كے جنھي</w:t>
      </w:r>
      <w:r w:rsidR="00B365A1">
        <w:rPr>
          <w:rtl/>
        </w:rPr>
        <w:t xml:space="preserve">ں </w:t>
      </w:r>
      <w:r>
        <w:rPr>
          <w:rtl/>
        </w:rPr>
        <w:t>طبرى و ذہبى نے سيف سے نقل كيا ہے اور وہ بھى چھ روايتي</w:t>
      </w:r>
      <w:r w:rsidR="00B365A1">
        <w:rPr>
          <w:rtl/>
        </w:rPr>
        <w:t xml:space="preserve">ں </w:t>
      </w:r>
      <w:r>
        <w:rPr>
          <w:rtl/>
        </w:rPr>
        <w:t>ہي</w:t>
      </w:r>
      <w:r w:rsidR="00B365A1">
        <w:rPr>
          <w:rtl/>
        </w:rPr>
        <w:t xml:space="preserve">ں </w:t>
      </w:r>
      <w:r>
        <w:rPr>
          <w:rtl/>
        </w:rPr>
        <w:t>پانچ تو طبرى كى ہي</w:t>
      </w:r>
      <w:r w:rsidR="00B365A1">
        <w:rPr>
          <w:rtl/>
        </w:rPr>
        <w:t xml:space="preserve">ں </w:t>
      </w:r>
      <w:r>
        <w:rPr>
          <w:rtl/>
        </w:rPr>
        <w:t>اور ايك ذہبى كى تاريخ اسلام مي</w:t>
      </w:r>
      <w:r w:rsidR="00B365A1">
        <w:rPr>
          <w:rtl/>
        </w:rPr>
        <w:t xml:space="preserve">ں </w:t>
      </w:r>
      <w:r>
        <w:rPr>
          <w:rtl/>
        </w:rPr>
        <w:t>ديكھى جا سكتى ہے ، اس سے زيادہ كچھ نہي</w:t>
      </w:r>
      <w:r w:rsidR="00B365A1">
        <w:rPr>
          <w:rtl/>
        </w:rPr>
        <w:t xml:space="preserve">ں </w:t>
      </w:r>
      <w:r>
        <w:rPr>
          <w:rtl/>
        </w:rPr>
        <w:t xml:space="preserve">_ </w:t>
      </w:r>
    </w:p>
    <w:p w:rsidR="00F95A47" w:rsidRDefault="00376422" w:rsidP="00E67399">
      <w:pPr>
        <w:pStyle w:val="libNormal"/>
        <w:rPr>
          <w:rtl/>
        </w:rPr>
      </w:pPr>
      <w:r>
        <w:rPr>
          <w:rtl/>
        </w:rPr>
        <w:t>سيف متذكرہ روايات مي</w:t>
      </w:r>
      <w:r w:rsidR="00B365A1">
        <w:rPr>
          <w:rtl/>
        </w:rPr>
        <w:t xml:space="preserve">ں </w:t>
      </w:r>
      <w:r>
        <w:rPr>
          <w:rtl/>
        </w:rPr>
        <w:t>داستان عبد اللہ بن سبا كو يزيد فقعسى سے نقل كيا ہے اس مي</w:t>
      </w:r>
      <w:r w:rsidR="00B365A1">
        <w:rPr>
          <w:rtl/>
        </w:rPr>
        <w:t xml:space="preserve">ں </w:t>
      </w:r>
      <w:r>
        <w:rPr>
          <w:rtl/>
        </w:rPr>
        <w:t xml:space="preserve">ايك روايت ابوذر </w:t>
      </w:r>
    </w:p>
    <w:p w:rsidR="00F95A47" w:rsidRDefault="00F95A4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كے واقعہ سے مخصوص قرار ديا ہے اس روايت مي</w:t>
      </w:r>
      <w:r w:rsidR="00B365A1">
        <w:rPr>
          <w:rtl/>
        </w:rPr>
        <w:t xml:space="preserve">ں </w:t>
      </w:r>
      <w:r>
        <w:rPr>
          <w:rtl/>
        </w:rPr>
        <w:t>سيف نے عظيم صحابى اور پيغمبر كے دانائے راز ابوذر كو اتنا پست دكھايا ہے كہ وہ عبد اللہ بن سبا جيسے ايك مجہول يہودى كے زير اثر اگئے ، اور معاويہ اور دوسرے اموى حكمرانو</w:t>
      </w:r>
      <w:r w:rsidR="00B365A1">
        <w:rPr>
          <w:rtl/>
        </w:rPr>
        <w:t xml:space="preserve">ں </w:t>
      </w:r>
      <w:r>
        <w:rPr>
          <w:rtl/>
        </w:rPr>
        <w:t>كے خلاف بغاوت پر امادہ ہو گئے اس طرح انھو</w:t>
      </w:r>
      <w:r w:rsidR="00B365A1">
        <w:rPr>
          <w:rtl/>
        </w:rPr>
        <w:t xml:space="preserve">ں </w:t>
      </w:r>
      <w:r>
        <w:rPr>
          <w:rtl/>
        </w:rPr>
        <w:t>نے تمام مملكت اسلامى كوفتنو</w:t>
      </w:r>
      <w:r w:rsidR="00B365A1">
        <w:rPr>
          <w:rtl/>
        </w:rPr>
        <w:t xml:space="preserve">ں </w:t>
      </w:r>
      <w:r>
        <w:rPr>
          <w:rtl/>
        </w:rPr>
        <w:t>مي</w:t>
      </w:r>
      <w:r w:rsidR="00B365A1">
        <w:rPr>
          <w:rtl/>
        </w:rPr>
        <w:t xml:space="preserve">ں </w:t>
      </w:r>
      <w:r>
        <w:rPr>
          <w:rtl/>
        </w:rPr>
        <w:t xml:space="preserve">جھونك ديا _ </w:t>
      </w:r>
    </w:p>
    <w:p w:rsidR="00376422" w:rsidRDefault="00376422" w:rsidP="00E67399">
      <w:pPr>
        <w:pStyle w:val="libNormal"/>
        <w:rPr>
          <w:rtl/>
        </w:rPr>
      </w:pPr>
      <w:r>
        <w:rPr>
          <w:rtl/>
        </w:rPr>
        <w:t>ان روايات سے واضح ہوتا ہے كہ ان تمام ہنگامو</w:t>
      </w:r>
      <w:r w:rsidR="00B365A1">
        <w:rPr>
          <w:rtl/>
        </w:rPr>
        <w:t xml:space="preserve">ں </w:t>
      </w:r>
      <w:r>
        <w:rPr>
          <w:rtl/>
        </w:rPr>
        <w:t>مي</w:t>
      </w:r>
      <w:r w:rsidR="00B365A1">
        <w:rPr>
          <w:rtl/>
        </w:rPr>
        <w:t xml:space="preserve">ں </w:t>
      </w:r>
      <w:r>
        <w:rPr>
          <w:rtl/>
        </w:rPr>
        <w:t>امويو</w:t>
      </w:r>
      <w:r w:rsidR="00B365A1">
        <w:rPr>
          <w:rtl/>
        </w:rPr>
        <w:t xml:space="preserve">ں </w:t>
      </w:r>
      <w:r>
        <w:rPr>
          <w:rtl/>
        </w:rPr>
        <w:t>كى كوئي ذرہ برابر غلطى نہي</w:t>
      </w:r>
      <w:r w:rsidR="00B365A1">
        <w:rPr>
          <w:rtl/>
        </w:rPr>
        <w:t xml:space="preserve">ں </w:t>
      </w:r>
      <w:r>
        <w:rPr>
          <w:rtl/>
        </w:rPr>
        <w:t>ہے نہ معاويہ كى نہ عثمان كى اور نہ دوسرے حكمرانو</w:t>
      </w:r>
      <w:r w:rsidR="00B365A1">
        <w:rPr>
          <w:rtl/>
        </w:rPr>
        <w:t xml:space="preserve">ں </w:t>
      </w:r>
      <w:r>
        <w:rPr>
          <w:rtl/>
        </w:rPr>
        <w:t xml:space="preserve">كى ، ان سب كا دامن برگ گل كى طرح پاك و صاف ہے _ </w:t>
      </w:r>
    </w:p>
    <w:p w:rsidR="00376422" w:rsidRDefault="00376422" w:rsidP="00E67399">
      <w:pPr>
        <w:pStyle w:val="libNormal"/>
        <w:rPr>
          <w:rtl/>
        </w:rPr>
      </w:pPr>
      <w:r>
        <w:rPr>
          <w:rtl/>
        </w:rPr>
        <w:t>ہم مدتو</w:t>
      </w:r>
      <w:r w:rsidR="00B365A1">
        <w:rPr>
          <w:rtl/>
        </w:rPr>
        <w:t xml:space="preserve">ں </w:t>
      </w:r>
      <w:r>
        <w:rPr>
          <w:rtl/>
        </w:rPr>
        <w:t>تحقيق كے بعد داستان ابوذر اور عبد اللہ بن سبا كى سند سے اس نتيجہ تك پہونچے كہ ان سارى داستانو</w:t>
      </w:r>
      <w:r w:rsidR="00B365A1">
        <w:rPr>
          <w:rtl/>
        </w:rPr>
        <w:t xml:space="preserve">ں </w:t>
      </w:r>
      <w:r>
        <w:rPr>
          <w:rtl/>
        </w:rPr>
        <w:t>كو مورخو</w:t>
      </w:r>
      <w:r w:rsidR="00B365A1">
        <w:rPr>
          <w:rtl/>
        </w:rPr>
        <w:t xml:space="preserve">ں </w:t>
      </w:r>
      <w:r>
        <w:rPr>
          <w:rtl/>
        </w:rPr>
        <w:t>نے سيف بن عمر سے روايت كى ہے اور سيف اول درجے كا جھوٹا اور جعل ساز تھا ، اس نے اپنے ذہن سے ايك واقعاتى روايت گڑھ لى اور اس نے راوى كا يزيد فقعسى جيسے جھوٹے راوى كو بھى اختراع كر ليا ، كہ جعلى راوى فقعس كے قبيلے كا فرد ہے جو قبيلہ اسد كى شاخ تھى ،ليكن سيف نے اپنى تمام روايات مي</w:t>
      </w:r>
      <w:r w:rsidR="00B365A1">
        <w:rPr>
          <w:rtl/>
        </w:rPr>
        <w:t xml:space="preserve">ں </w:t>
      </w:r>
      <w:r>
        <w:rPr>
          <w:rtl/>
        </w:rPr>
        <w:t>قبيلہ كا نام تو لكھا ہے ليكن اس كے باپ كا نام نہي</w:t>
      </w:r>
      <w:r w:rsidR="00B365A1">
        <w:rPr>
          <w:rtl/>
        </w:rPr>
        <w:t xml:space="preserve">ں </w:t>
      </w:r>
      <w:r>
        <w:rPr>
          <w:rtl/>
        </w:rPr>
        <w:t>لكھا ہے جيسےاس كا كوئي باپ ہى نہي</w:t>
      </w:r>
      <w:r w:rsidR="00B365A1">
        <w:rPr>
          <w:rtl/>
        </w:rPr>
        <w:t xml:space="preserve">ں </w:t>
      </w:r>
      <w:r>
        <w:rPr>
          <w:rtl/>
        </w:rPr>
        <w:t>تھا ، سچى بات تو يہ ہے كہ اس راوى كا باپ اور تمام ساختہ و پر داختہ صحابہ و راويان كے باپ جو داستان سيف كے پيرو ہي</w:t>
      </w:r>
      <w:r w:rsidR="00B365A1">
        <w:rPr>
          <w:rtl/>
        </w:rPr>
        <w:t xml:space="preserve">ں </w:t>
      </w:r>
      <w:r>
        <w:rPr>
          <w:rtl/>
        </w:rPr>
        <w:t>يہ صرف سيف بن عمر تميمى كى اختراع ہي</w:t>
      </w:r>
      <w:r w:rsidR="00B365A1">
        <w:rPr>
          <w:rtl/>
        </w:rPr>
        <w:t xml:space="preserve">ں </w:t>
      </w:r>
      <w:r>
        <w:rPr>
          <w:rtl/>
        </w:rPr>
        <w:t xml:space="preserve">اكيلے سيف كى اختراع وحدہ لا شريك لہ _ </w:t>
      </w:r>
    </w:p>
    <w:p w:rsidR="00376422" w:rsidRDefault="00376422" w:rsidP="00E67399">
      <w:pPr>
        <w:pStyle w:val="libNormal"/>
        <w:rPr>
          <w:rtl/>
        </w:rPr>
      </w:pPr>
      <w:r>
        <w:rPr>
          <w:rtl/>
        </w:rPr>
        <w:t>افسوس كے ساتھ كہنا پڑتا ہے كہ تاريخ كے بزرگ علماء جيسے طبرى ، ابن اثير ، ابن عساكر ، ابن خلدون ، ابن عبد اللہ ،اور ابن حجر كے علاوہ دوسرے سب كے سب اپنى تاريخو</w:t>
      </w:r>
      <w:r w:rsidR="00B365A1">
        <w:rPr>
          <w:rtl/>
        </w:rPr>
        <w:t xml:space="preserve">ں </w:t>
      </w:r>
      <w:r>
        <w:rPr>
          <w:rtl/>
        </w:rPr>
        <w:t>مي</w:t>
      </w:r>
      <w:r w:rsidR="00B365A1">
        <w:rPr>
          <w:rtl/>
        </w:rPr>
        <w:t xml:space="preserve">ں </w:t>
      </w:r>
      <w:r>
        <w:rPr>
          <w:rtl/>
        </w:rPr>
        <w:t>سيف بن عمر كى جعلى روايتو</w:t>
      </w:r>
      <w:r w:rsidR="00B365A1">
        <w:rPr>
          <w:rtl/>
        </w:rPr>
        <w:t xml:space="preserve">ں </w:t>
      </w:r>
      <w:r>
        <w:rPr>
          <w:rtl/>
        </w:rPr>
        <w:t>كو جو ايك نمبر كا جھوٹا مكار تھا اس سے ليكر بہت سے مسلمانو</w:t>
      </w:r>
      <w:r w:rsidR="00B365A1">
        <w:rPr>
          <w:rtl/>
        </w:rPr>
        <w:t xml:space="preserve">ں </w:t>
      </w:r>
      <w:r>
        <w:rPr>
          <w:rtl/>
        </w:rPr>
        <w:t>كے عقائد كو اصحاب رسول (ص) كے بارے مي</w:t>
      </w:r>
      <w:r w:rsidR="00B365A1">
        <w:rPr>
          <w:rtl/>
        </w:rPr>
        <w:t xml:space="preserve">ں </w:t>
      </w:r>
      <w:r>
        <w:rPr>
          <w:rtl/>
        </w:rPr>
        <w:t xml:space="preserve">گندہ كر ديا ہے _ </w:t>
      </w:r>
    </w:p>
    <w:p w:rsidR="00376422" w:rsidRDefault="00376422" w:rsidP="00E67399">
      <w:pPr>
        <w:pStyle w:val="libNormal"/>
        <w:rPr>
          <w:rtl/>
        </w:rPr>
      </w:pPr>
      <w:r>
        <w:rPr>
          <w:rtl/>
        </w:rPr>
        <w:t>اج ان افسانو</w:t>
      </w:r>
      <w:r w:rsidR="00B365A1">
        <w:rPr>
          <w:rtl/>
        </w:rPr>
        <w:t xml:space="preserve">ں </w:t>
      </w:r>
      <w:r>
        <w:rPr>
          <w:rtl/>
        </w:rPr>
        <w:t>كى حيثيت ہو گئي ہے اور لوگ دين اسلام كو اسى راہ سے پہچان رہے ہي</w:t>
      </w:r>
      <w:r w:rsidR="00B365A1">
        <w:rPr>
          <w:rtl/>
        </w:rPr>
        <w:t xml:space="preserve">ں </w:t>
      </w:r>
      <w:r>
        <w:rPr>
          <w:rtl/>
        </w:rPr>
        <w:t>، كيا اج بارہ صديا</w:t>
      </w:r>
      <w:r w:rsidR="00B365A1">
        <w:rPr>
          <w:rtl/>
        </w:rPr>
        <w:t xml:space="preserve">ں </w:t>
      </w:r>
      <w:r>
        <w:rPr>
          <w:rtl/>
        </w:rPr>
        <w:t>گذرنے كے بعد اجازت ہے كہ ہم ان افسانو</w:t>
      </w:r>
      <w:r w:rsidR="00B365A1">
        <w:rPr>
          <w:rtl/>
        </w:rPr>
        <w:t xml:space="preserve">ں </w:t>
      </w:r>
      <w:r>
        <w:rPr>
          <w:rtl/>
        </w:rPr>
        <w:t>كو حديث اور تاريخ كى كتابو</w:t>
      </w:r>
      <w:r w:rsidR="00B365A1">
        <w:rPr>
          <w:rtl/>
        </w:rPr>
        <w:t xml:space="preserve">ں </w:t>
      </w:r>
      <w:r>
        <w:rPr>
          <w:rtl/>
        </w:rPr>
        <w:t>سے نكال دي</w:t>
      </w:r>
      <w:r w:rsidR="00B365A1">
        <w:rPr>
          <w:rtl/>
        </w:rPr>
        <w:t xml:space="preserve">ں </w:t>
      </w:r>
      <w:r>
        <w:rPr>
          <w:rtl/>
        </w:rPr>
        <w:t>، تاكہ لوگو</w:t>
      </w:r>
      <w:r w:rsidR="00B365A1">
        <w:rPr>
          <w:rtl/>
        </w:rPr>
        <w:t xml:space="preserve">ں </w:t>
      </w:r>
      <w:r>
        <w:rPr>
          <w:rtl/>
        </w:rPr>
        <w:t xml:space="preserve">كے لئے اصل اسلام كى پہچان اسان ہو سكے _ </w:t>
      </w:r>
    </w:p>
    <w:p w:rsidR="00376422" w:rsidRDefault="00376422" w:rsidP="00E67399">
      <w:pPr>
        <w:pStyle w:val="libNormal"/>
        <w:rPr>
          <w:rtl/>
        </w:rPr>
      </w:pPr>
    </w:p>
    <w:p w:rsidR="00376422" w:rsidRDefault="00376422" w:rsidP="00E67399">
      <w:pPr>
        <w:pStyle w:val="Heading2Center"/>
        <w:rPr>
          <w:rtl/>
        </w:rPr>
      </w:pPr>
      <w:bookmarkStart w:id="21" w:name="_Toc531605649"/>
      <w:r>
        <w:rPr>
          <w:rtl/>
        </w:rPr>
        <w:t>كوفے كے قارى شام مي</w:t>
      </w:r>
      <w:r w:rsidR="00B365A1">
        <w:rPr>
          <w:rtl/>
        </w:rPr>
        <w:t>ں</w:t>
      </w:r>
      <w:bookmarkEnd w:id="21"/>
      <w:r w:rsidR="00B365A1">
        <w:rPr>
          <w:rtl/>
        </w:rPr>
        <w:t xml:space="preserve"> </w:t>
      </w:r>
    </w:p>
    <w:p w:rsidR="00F95A47" w:rsidRDefault="00376422" w:rsidP="00E67399">
      <w:pPr>
        <w:pStyle w:val="libNormal"/>
        <w:rPr>
          <w:rtl/>
        </w:rPr>
      </w:pPr>
      <w:r>
        <w:rPr>
          <w:rtl/>
        </w:rPr>
        <w:t>معاويہ كى نوك جھونك صرف ابوذر غفارى و عبادہ جيسے افراد سے نہي</w:t>
      </w:r>
      <w:r w:rsidR="00B365A1">
        <w:rPr>
          <w:rtl/>
        </w:rPr>
        <w:t xml:space="preserve">ں </w:t>
      </w:r>
      <w:r>
        <w:rPr>
          <w:rtl/>
        </w:rPr>
        <w:t xml:space="preserve">ہوئي تھى بلكہ اسكى خاص عادت يہ تھى كہ جو </w:t>
      </w:r>
    </w:p>
    <w:p w:rsidR="00F95A47" w:rsidRDefault="00F95A4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بھى تھوڑا سا اسلام كى معلومات ركھتا تھا اس سے اختلاف كر بيٹھتا تھا اسى لئے اس نے كوفے كے ان قاريو</w:t>
      </w:r>
      <w:r w:rsidR="00B365A1">
        <w:rPr>
          <w:rtl/>
        </w:rPr>
        <w:t xml:space="preserve">ں </w:t>
      </w:r>
      <w:r>
        <w:rPr>
          <w:rtl/>
        </w:rPr>
        <w:t>سے جو شام جلا وطن كر ديئے گئے تھے سخت جھگڑا كر ليا عظيم مورخ بلاذرى اپنى كتاب انساب الاشراف مي</w:t>
      </w:r>
      <w:r w:rsidR="00B365A1">
        <w:rPr>
          <w:rtl/>
        </w:rPr>
        <w:t xml:space="preserve">ں </w:t>
      </w:r>
      <w:r>
        <w:rPr>
          <w:rtl/>
        </w:rPr>
        <w:t>لكھتے ہي</w:t>
      </w:r>
      <w:r w:rsidR="00B365A1">
        <w:rPr>
          <w:rtl/>
        </w:rPr>
        <w:t xml:space="preserve">ں </w:t>
      </w:r>
      <w:r>
        <w:rPr>
          <w:rtl/>
        </w:rPr>
        <w:t xml:space="preserve">_ </w:t>
      </w:r>
    </w:p>
    <w:p w:rsidR="00376422" w:rsidRDefault="00376422" w:rsidP="00E67399">
      <w:pPr>
        <w:pStyle w:val="libNormal"/>
        <w:rPr>
          <w:rtl/>
        </w:rPr>
      </w:pPr>
      <w:r>
        <w:rPr>
          <w:rtl/>
        </w:rPr>
        <w:t>جب حكومت كوفہ سے عثمان نے وليد كو معزول كر ديا تو اسكى جگہ سعيد بن عاص كو منصوب كر ديا عثمان نے سعيد بن عاص سے كہا كہ كوفہ والو</w:t>
      </w:r>
      <w:r w:rsidR="00B365A1">
        <w:rPr>
          <w:rtl/>
        </w:rPr>
        <w:t xml:space="preserve">ں </w:t>
      </w:r>
      <w:r>
        <w:rPr>
          <w:rtl/>
        </w:rPr>
        <w:t>سے اچھے انداز مي</w:t>
      </w:r>
      <w:r w:rsidR="00B365A1">
        <w:rPr>
          <w:rtl/>
        </w:rPr>
        <w:t xml:space="preserve">ں </w:t>
      </w:r>
      <w:r>
        <w:rPr>
          <w:rtl/>
        </w:rPr>
        <w:t>پيش انا اور انكى خاطر و مدارات كرتے رہنا اور وليد كى طرح اہل كوفہ سے اختلاف كر، نہ بيٹھنا ، انہي</w:t>
      </w:r>
      <w:r w:rsidR="00B365A1">
        <w:rPr>
          <w:rtl/>
        </w:rPr>
        <w:t xml:space="preserve">ں </w:t>
      </w:r>
      <w:r>
        <w:rPr>
          <w:rtl/>
        </w:rPr>
        <w:t>وجوہات كى بناء پر سعيد بن عاص بزرگان شہر اور قاريو</w:t>
      </w:r>
      <w:r w:rsidR="00B365A1">
        <w:rPr>
          <w:rtl/>
        </w:rPr>
        <w:t xml:space="preserve">ں </w:t>
      </w:r>
      <w:r>
        <w:rPr>
          <w:rtl/>
        </w:rPr>
        <w:t>كے ساتھ ہر شب اٹھتا بيٹھتا تھا اور ان لوگو</w:t>
      </w:r>
      <w:r w:rsidR="00B365A1">
        <w:rPr>
          <w:rtl/>
        </w:rPr>
        <w:t xml:space="preserve">ں </w:t>
      </w:r>
      <w:r>
        <w:rPr>
          <w:rtl/>
        </w:rPr>
        <w:t xml:space="preserve">سے گفتگو كيا كرتا تھا _ </w:t>
      </w:r>
    </w:p>
    <w:p w:rsidR="00376422" w:rsidRDefault="00376422" w:rsidP="00E67399">
      <w:pPr>
        <w:pStyle w:val="libNormal"/>
        <w:rPr>
          <w:rtl/>
        </w:rPr>
      </w:pPr>
      <w:r>
        <w:rPr>
          <w:rtl/>
        </w:rPr>
        <w:t>ايك دن سعيد بن عاص كے گھر سواد و جبل پر بحث چھڑى ، حاضرين نے سواد كى پيداوار كو جبل عامل پر ترجيح ديكر كہا كہ سواد مي</w:t>
      </w:r>
      <w:r w:rsidR="00B365A1">
        <w:rPr>
          <w:rtl/>
        </w:rPr>
        <w:t xml:space="preserve">ں </w:t>
      </w:r>
      <w:r>
        <w:rPr>
          <w:rtl/>
        </w:rPr>
        <w:t>جبل ( لبنان ) كى تمام پيداوار كے علاوہ اس مي</w:t>
      </w:r>
      <w:r w:rsidR="00B365A1">
        <w:rPr>
          <w:rtl/>
        </w:rPr>
        <w:t xml:space="preserve">ں </w:t>
      </w:r>
      <w:r>
        <w:rPr>
          <w:rtl/>
        </w:rPr>
        <w:t>خرما كے درخت بھى پائے جاتے ہي</w:t>
      </w:r>
      <w:r w:rsidR="00B365A1">
        <w:rPr>
          <w:rtl/>
        </w:rPr>
        <w:t xml:space="preserve">ں </w:t>
      </w:r>
      <w:r>
        <w:rPr>
          <w:rtl/>
        </w:rPr>
        <w:t xml:space="preserve">_ </w:t>
      </w:r>
    </w:p>
    <w:p w:rsidR="00376422" w:rsidRDefault="00376422" w:rsidP="00E67399">
      <w:pPr>
        <w:pStyle w:val="libNormal"/>
        <w:rPr>
          <w:rtl/>
        </w:rPr>
      </w:pPr>
      <w:r>
        <w:rPr>
          <w:rtl/>
        </w:rPr>
        <w:t>دار وغہ شہر نے كہا ، اے كاش ان پيداوارو</w:t>
      </w:r>
      <w:r w:rsidR="00B365A1">
        <w:rPr>
          <w:rtl/>
        </w:rPr>
        <w:t xml:space="preserve">ں </w:t>
      </w:r>
      <w:r>
        <w:rPr>
          <w:rtl/>
        </w:rPr>
        <w:t>كا تعلق امير ( سعيد ) سے ہوتا كيونكہ امير ان زراعات و باغات كے ديكھ بھال كى صلاحيت بھى ركھتے ہي</w:t>
      </w:r>
      <w:r w:rsidR="00B365A1">
        <w:rPr>
          <w:rtl/>
        </w:rPr>
        <w:t xml:space="preserve">ں </w:t>
      </w:r>
      <w:r>
        <w:rPr>
          <w:rtl/>
        </w:rPr>
        <w:t xml:space="preserve">_ </w:t>
      </w:r>
    </w:p>
    <w:p w:rsidR="00376422" w:rsidRDefault="00376422" w:rsidP="00E67399">
      <w:pPr>
        <w:pStyle w:val="libNormal"/>
        <w:rPr>
          <w:rtl/>
        </w:rPr>
      </w:pPr>
      <w:r>
        <w:rPr>
          <w:rtl/>
        </w:rPr>
        <w:t>مالك اشتر نے جواب ديا ، اگر امير كے لئے ارزو كرتے ہو تو ارزو كرو كہ انھي</w:t>
      </w:r>
      <w:r w:rsidR="00B365A1">
        <w:rPr>
          <w:rtl/>
        </w:rPr>
        <w:t xml:space="preserve">ں </w:t>
      </w:r>
      <w:r>
        <w:rPr>
          <w:rtl/>
        </w:rPr>
        <w:t xml:space="preserve">اس سے بہتر باغات و زراعات نصيب ہو ليكن ہمارے اموال كو ان كے لئے ارزو نہ كرنا اور ا س كو اس كى حالت پر چھوڑ دو _ </w:t>
      </w:r>
    </w:p>
    <w:p w:rsidR="00376422" w:rsidRDefault="00376422" w:rsidP="00E67399">
      <w:pPr>
        <w:pStyle w:val="libNormal"/>
        <w:rPr>
          <w:rtl/>
        </w:rPr>
      </w:pPr>
      <w:r>
        <w:rPr>
          <w:rtl/>
        </w:rPr>
        <w:t>شہر كے داروغہ نے كہا ، انھي</w:t>
      </w:r>
      <w:r w:rsidR="00B365A1">
        <w:rPr>
          <w:rtl/>
        </w:rPr>
        <w:t xml:space="preserve">ں </w:t>
      </w:r>
      <w:r>
        <w:rPr>
          <w:rtl/>
        </w:rPr>
        <w:t>اس ارزو نے كيا نقصان پہونچاديا كہ اس طرح كى تلخ كلامى كر رہے ہي</w:t>
      </w:r>
      <w:r w:rsidR="00B365A1">
        <w:rPr>
          <w:rtl/>
        </w:rPr>
        <w:t xml:space="preserve">ں </w:t>
      </w:r>
      <w:r>
        <w:rPr>
          <w:rtl/>
        </w:rPr>
        <w:t>، خدا كى قسم ،اگر امير نے ٹھان ليا تو ان تمام باغو</w:t>
      </w:r>
      <w:r w:rsidR="00B365A1">
        <w:rPr>
          <w:rtl/>
        </w:rPr>
        <w:t xml:space="preserve">ں </w:t>
      </w:r>
      <w:r>
        <w:rPr>
          <w:rtl/>
        </w:rPr>
        <w:t>پر قبضہ كر سكتے ہي</w:t>
      </w:r>
      <w:r w:rsidR="00B365A1">
        <w:rPr>
          <w:rtl/>
        </w:rPr>
        <w:t xml:space="preserve">ں </w:t>
      </w:r>
      <w:r>
        <w:rPr>
          <w:rtl/>
        </w:rPr>
        <w:t xml:space="preserve">_ </w:t>
      </w:r>
    </w:p>
    <w:p w:rsidR="00376422" w:rsidRDefault="00376422" w:rsidP="00E67399">
      <w:pPr>
        <w:pStyle w:val="libNormal"/>
        <w:rPr>
          <w:rtl/>
        </w:rPr>
      </w:pPr>
      <w:r>
        <w:rPr>
          <w:rtl/>
        </w:rPr>
        <w:t>مالك اشتر نے جواب ديا ، خدا كى قسم اگر ان باغات كو لينے كا ارادہ كر بھى لي</w:t>
      </w:r>
      <w:r w:rsidR="00B365A1">
        <w:rPr>
          <w:rtl/>
        </w:rPr>
        <w:t xml:space="preserve">ں </w:t>
      </w:r>
      <w:r>
        <w:rPr>
          <w:rtl/>
        </w:rPr>
        <w:t>تو اس كو نہي</w:t>
      </w:r>
      <w:r w:rsidR="00B365A1">
        <w:rPr>
          <w:rtl/>
        </w:rPr>
        <w:t xml:space="preserve">ں </w:t>
      </w:r>
      <w:r>
        <w:rPr>
          <w:rtl/>
        </w:rPr>
        <w:t>لے سكتے ہي</w:t>
      </w:r>
      <w:r w:rsidR="00B365A1">
        <w:rPr>
          <w:rtl/>
        </w:rPr>
        <w:t xml:space="preserve">ں </w:t>
      </w:r>
      <w:r>
        <w:rPr>
          <w:rtl/>
        </w:rPr>
        <w:t>سعيد ابن عاص ان باتو</w:t>
      </w:r>
      <w:r w:rsidR="00B365A1">
        <w:rPr>
          <w:rtl/>
        </w:rPr>
        <w:t xml:space="preserve">ں </w:t>
      </w:r>
      <w:r>
        <w:rPr>
          <w:rtl/>
        </w:rPr>
        <w:t xml:space="preserve">سے بہت غضبناك ہوا اور حاضرين سے مخاطب ہو كر كہا : </w:t>
      </w:r>
    </w:p>
    <w:p w:rsidR="00376422" w:rsidRDefault="00376422" w:rsidP="00E67399">
      <w:pPr>
        <w:pStyle w:val="libNormal"/>
        <w:rPr>
          <w:rtl/>
        </w:rPr>
      </w:pPr>
      <w:r>
        <w:rPr>
          <w:rtl/>
        </w:rPr>
        <w:t>سواد كے باغات صرف قريشيو</w:t>
      </w:r>
      <w:r w:rsidR="00B365A1">
        <w:rPr>
          <w:rtl/>
        </w:rPr>
        <w:t xml:space="preserve">ں </w:t>
      </w:r>
      <w:r>
        <w:rPr>
          <w:rtl/>
        </w:rPr>
        <w:t>( قريش سے مراد بزرگان بنى اميہ و قبيلہ بنى تيم اور عدى نيز اسكے مانند جو مكہ مي</w:t>
      </w:r>
      <w:r w:rsidR="00B365A1">
        <w:rPr>
          <w:rtl/>
        </w:rPr>
        <w:t xml:space="preserve">ں </w:t>
      </w:r>
      <w:r>
        <w:rPr>
          <w:rtl/>
        </w:rPr>
        <w:t>تھے بر خلاف انصار كے در اصل اہل يمن سے ہونگے ، اور مالك اشتر نيز اہل كوفہ اسى قبيلو</w:t>
      </w:r>
      <w:r w:rsidR="00B365A1">
        <w:rPr>
          <w:rtl/>
        </w:rPr>
        <w:t xml:space="preserve">ں </w:t>
      </w:r>
      <w:r>
        <w:rPr>
          <w:rtl/>
        </w:rPr>
        <w:t xml:space="preserve">سے تھے ) كا مال ہے _ </w:t>
      </w:r>
    </w:p>
    <w:p w:rsidR="00B56E1A" w:rsidRDefault="00376422" w:rsidP="00E67399">
      <w:pPr>
        <w:pStyle w:val="libNormal"/>
        <w:rPr>
          <w:rtl/>
        </w:rPr>
      </w:pPr>
      <w:r>
        <w:rPr>
          <w:rtl/>
        </w:rPr>
        <w:t>مالك اشتر نے غصے مي</w:t>
      </w:r>
      <w:r w:rsidR="00B365A1">
        <w:rPr>
          <w:rtl/>
        </w:rPr>
        <w:t xml:space="preserve">ں </w:t>
      </w:r>
      <w:r>
        <w:rPr>
          <w:rtl/>
        </w:rPr>
        <w:t>كہا كہ ، تم چاہتے ہو كہ ہمارى جنگو</w:t>
      </w:r>
      <w:r w:rsidR="00B365A1">
        <w:rPr>
          <w:rtl/>
        </w:rPr>
        <w:t xml:space="preserve">ں </w:t>
      </w:r>
      <w:r>
        <w:rPr>
          <w:rtl/>
        </w:rPr>
        <w:t>كے ثمرات اور جو كچھ خدا وند عالم نے ہمي</w:t>
      </w:r>
      <w:r w:rsidR="00B365A1">
        <w:rPr>
          <w:rtl/>
        </w:rPr>
        <w:t xml:space="preserve">ں </w:t>
      </w:r>
      <w:r>
        <w:rPr>
          <w:rtl/>
        </w:rPr>
        <w:t>نصيب فرمايا ہے اس كو اپنے خاندان اور اپنے قبيلو</w:t>
      </w:r>
      <w:r w:rsidR="00B365A1">
        <w:rPr>
          <w:rtl/>
        </w:rPr>
        <w:t xml:space="preserve">ں </w:t>
      </w:r>
      <w:r>
        <w:rPr>
          <w:rtl/>
        </w:rPr>
        <w:t>مي</w:t>
      </w:r>
      <w:r w:rsidR="00B365A1">
        <w:rPr>
          <w:rtl/>
        </w:rPr>
        <w:t xml:space="preserve">ں </w:t>
      </w:r>
      <w:r>
        <w:rPr>
          <w:rtl/>
        </w:rPr>
        <w:t>تقسيم كردو ، خدا كى قسم اگر كسى نے ان زمينو</w:t>
      </w:r>
      <w:r w:rsidR="00B365A1">
        <w:rPr>
          <w:rtl/>
        </w:rPr>
        <w:t xml:space="preserve">ں </w:t>
      </w:r>
      <w:r>
        <w:rPr>
          <w:rtl/>
        </w:rPr>
        <w:t xml:space="preserve">كى طرف ترچھى </w:t>
      </w:r>
    </w:p>
    <w:p w:rsidR="00B56E1A" w:rsidRDefault="00B56E1A" w:rsidP="00E67399">
      <w:pPr>
        <w:pStyle w:val="libPoemTini"/>
        <w:rPr>
          <w:rtl/>
        </w:rPr>
      </w:pPr>
      <w:r>
        <w:rPr>
          <w:rtl/>
        </w:rPr>
        <w:br w:type="page"/>
      </w:r>
    </w:p>
    <w:p w:rsidR="00376422" w:rsidRDefault="00376422" w:rsidP="00E67399">
      <w:pPr>
        <w:pStyle w:val="libNormal"/>
        <w:rPr>
          <w:rtl/>
        </w:rPr>
      </w:pPr>
      <w:r>
        <w:rPr>
          <w:rtl/>
        </w:rPr>
        <w:lastRenderedPageBreak/>
        <w:t>نگاہ سے بھى ديكھا تو اسكو ايسا مزہ چكھائو</w:t>
      </w:r>
      <w:r w:rsidR="00B365A1">
        <w:rPr>
          <w:rtl/>
        </w:rPr>
        <w:t xml:space="preserve">ں </w:t>
      </w:r>
      <w:r>
        <w:rPr>
          <w:rtl/>
        </w:rPr>
        <w:t xml:space="preserve">گا كہ ڈر كے مارے بھاگ جائے گا </w:t>
      </w:r>
      <w:r w:rsidRPr="00C00E6D">
        <w:rPr>
          <w:rStyle w:val="libFootnotenumChar"/>
          <w:rtl/>
        </w:rPr>
        <w:t>(17)</w:t>
      </w:r>
      <w:r>
        <w:rPr>
          <w:rtl/>
        </w:rPr>
        <w:t xml:space="preserve"> </w:t>
      </w:r>
    </w:p>
    <w:p w:rsidR="00376422" w:rsidRDefault="00376422" w:rsidP="00E67399">
      <w:pPr>
        <w:pStyle w:val="libNormal"/>
        <w:rPr>
          <w:rtl/>
        </w:rPr>
      </w:pPr>
      <w:r>
        <w:rPr>
          <w:rtl/>
        </w:rPr>
        <w:t>اس بات كے بعد مالك اشتر داروغہ پر حملہ اور ہوئے ليكن اطرافيو</w:t>
      </w:r>
      <w:r w:rsidR="00B365A1">
        <w:rPr>
          <w:rtl/>
        </w:rPr>
        <w:t xml:space="preserve">ں </w:t>
      </w:r>
      <w:r>
        <w:rPr>
          <w:rtl/>
        </w:rPr>
        <w:t xml:space="preserve">نے انكو پكڑ ليا _ </w:t>
      </w:r>
    </w:p>
    <w:p w:rsidR="00376422" w:rsidRDefault="00376422" w:rsidP="00E67399">
      <w:pPr>
        <w:pStyle w:val="libNormal"/>
        <w:rPr>
          <w:rtl/>
        </w:rPr>
      </w:pPr>
      <w:r>
        <w:rPr>
          <w:rtl/>
        </w:rPr>
        <w:t>سعيد بن عاص نے اس واقعہ كو عثمان كے يہا</w:t>
      </w:r>
      <w:r w:rsidR="00B365A1">
        <w:rPr>
          <w:rtl/>
        </w:rPr>
        <w:t xml:space="preserve">ں </w:t>
      </w:r>
      <w:r>
        <w:rPr>
          <w:rtl/>
        </w:rPr>
        <w:t>خط لكھ كر تاكيد كيا كہ جب تك مالك اشتر اور انكے ساتھى ( جو قاريان كوفہ كے نام سے جانے جاتے ہي</w:t>
      </w:r>
      <w:r w:rsidR="00B365A1">
        <w:rPr>
          <w:rtl/>
        </w:rPr>
        <w:t xml:space="preserve">ں </w:t>
      </w:r>
      <w:r>
        <w:rPr>
          <w:rtl/>
        </w:rPr>
        <w:t>كچھ نہي</w:t>
      </w:r>
      <w:r w:rsidR="00B365A1">
        <w:rPr>
          <w:rtl/>
        </w:rPr>
        <w:t xml:space="preserve">ں </w:t>
      </w:r>
      <w:r>
        <w:rPr>
          <w:rtl/>
        </w:rPr>
        <w:t>جانتے اور ان كے پاس عقل بھى نہي</w:t>
      </w:r>
      <w:r w:rsidR="00B365A1">
        <w:rPr>
          <w:rtl/>
        </w:rPr>
        <w:t xml:space="preserve">ں </w:t>
      </w:r>
      <w:r>
        <w:rPr>
          <w:rtl/>
        </w:rPr>
        <w:t>ہے ) اس شہر مي</w:t>
      </w:r>
      <w:r w:rsidR="00B365A1">
        <w:rPr>
          <w:rtl/>
        </w:rPr>
        <w:t xml:space="preserve">ں </w:t>
      </w:r>
      <w:r>
        <w:rPr>
          <w:rtl/>
        </w:rPr>
        <w:t>رہينگے تو ہمارى كوئي ذمہ دارى نہي</w:t>
      </w:r>
      <w:r w:rsidR="00B365A1">
        <w:rPr>
          <w:rtl/>
        </w:rPr>
        <w:t xml:space="preserve">ں </w:t>
      </w:r>
      <w:r>
        <w:rPr>
          <w:rtl/>
        </w:rPr>
        <w:t xml:space="preserve">رہے گى _ </w:t>
      </w:r>
    </w:p>
    <w:p w:rsidR="00376422" w:rsidRDefault="00376422" w:rsidP="00E67399">
      <w:pPr>
        <w:pStyle w:val="libNormal"/>
        <w:rPr>
          <w:rtl/>
        </w:rPr>
      </w:pPr>
      <w:r>
        <w:rPr>
          <w:rtl/>
        </w:rPr>
        <w:t>عثمان نے جواب مي</w:t>
      </w:r>
      <w:r w:rsidR="00B365A1">
        <w:rPr>
          <w:rtl/>
        </w:rPr>
        <w:t xml:space="preserve">ں </w:t>
      </w:r>
      <w:r>
        <w:rPr>
          <w:rtl/>
        </w:rPr>
        <w:t>لكھا كہ ، ان تمام لوگو</w:t>
      </w:r>
      <w:r w:rsidR="00B365A1">
        <w:rPr>
          <w:rtl/>
        </w:rPr>
        <w:t xml:space="preserve">ں </w:t>
      </w:r>
      <w:r>
        <w:rPr>
          <w:rtl/>
        </w:rPr>
        <w:t>كو شام بھيج دو ، قاريان كوفہ جنھو</w:t>
      </w:r>
      <w:r w:rsidR="00B365A1">
        <w:rPr>
          <w:rtl/>
        </w:rPr>
        <w:t xml:space="preserve">ں </w:t>
      </w:r>
      <w:r>
        <w:rPr>
          <w:rtl/>
        </w:rPr>
        <w:t xml:space="preserve">نے سعيد سے جھگڑا كر ليا تھا كوفہ سے جلا وطن كر كے دمشق بھيج ديئے گئے _ </w:t>
      </w:r>
    </w:p>
    <w:p w:rsidR="00376422" w:rsidRDefault="00376422" w:rsidP="00E67399">
      <w:pPr>
        <w:pStyle w:val="libNormal"/>
        <w:rPr>
          <w:rtl/>
        </w:rPr>
      </w:pPr>
      <w:r>
        <w:rPr>
          <w:rtl/>
        </w:rPr>
        <w:t>معاويہ جو بہت چالاك تھا اس نے موقع سے فائدہ اٹھاتے ہوئے يہ كام كيا كہ ان قاريو</w:t>
      </w:r>
      <w:r w:rsidR="00B365A1">
        <w:rPr>
          <w:rtl/>
        </w:rPr>
        <w:t xml:space="preserve">ں </w:t>
      </w:r>
      <w:r>
        <w:rPr>
          <w:rtl/>
        </w:rPr>
        <w:t>كا خير مقدم كر كے ان لوگو</w:t>
      </w:r>
      <w:r w:rsidR="00B365A1">
        <w:rPr>
          <w:rtl/>
        </w:rPr>
        <w:t xml:space="preserve">ں </w:t>
      </w:r>
      <w:r>
        <w:rPr>
          <w:rtl/>
        </w:rPr>
        <w:t>كو اپنے قريب كر ليا ليكن حالات ہميشہ يكسا</w:t>
      </w:r>
      <w:r w:rsidR="00B365A1">
        <w:rPr>
          <w:rtl/>
        </w:rPr>
        <w:t xml:space="preserve">ں </w:t>
      </w:r>
      <w:r>
        <w:rPr>
          <w:rtl/>
        </w:rPr>
        <w:t>نہي</w:t>
      </w:r>
      <w:r w:rsidR="00B365A1">
        <w:rPr>
          <w:rtl/>
        </w:rPr>
        <w:t xml:space="preserve">ں </w:t>
      </w:r>
      <w:r>
        <w:rPr>
          <w:rtl/>
        </w:rPr>
        <w:t>رہ سكتے تھے مالك اشتر اور ان كے دلير ساتھى دين شناس تھے جبكہ معاويہ مكار اور بے دين تھا اس صورت مي</w:t>
      </w:r>
      <w:r w:rsidR="00B365A1">
        <w:rPr>
          <w:rtl/>
        </w:rPr>
        <w:t xml:space="preserve">ں </w:t>
      </w:r>
      <w:r>
        <w:rPr>
          <w:rtl/>
        </w:rPr>
        <w:t>ان سب كا ايك ساتھ رہنا ممكن نہي</w:t>
      </w:r>
      <w:r w:rsidR="00B365A1">
        <w:rPr>
          <w:rtl/>
        </w:rPr>
        <w:t xml:space="preserve">ں </w:t>
      </w:r>
      <w:r>
        <w:rPr>
          <w:rtl/>
        </w:rPr>
        <w:t>تھا ، سر انجام جس دن كاانتظار تھا وہ دن اگيا ، مالك اشتر اور معاويہ كے درميان سخت كلامى ہوئي جسكى وجہ سے مالك اشتر كو رسى مي</w:t>
      </w:r>
      <w:r w:rsidR="00B365A1">
        <w:rPr>
          <w:rtl/>
        </w:rPr>
        <w:t xml:space="preserve">ں </w:t>
      </w:r>
      <w:r>
        <w:rPr>
          <w:rtl/>
        </w:rPr>
        <w:t>جكڑ كے زندان مي</w:t>
      </w:r>
      <w:r w:rsidR="00B365A1">
        <w:rPr>
          <w:rtl/>
        </w:rPr>
        <w:t xml:space="preserve">ں </w:t>
      </w:r>
      <w:r>
        <w:rPr>
          <w:rtl/>
        </w:rPr>
        <w:t>ڈال ديا گيا ، وہا</w:t>
      </w:r>
      <w:r w:rsidR="00B365A1">
        <w:rPr>
          <w:rtl/>
        </w:rPr>
        <w:t xml:space="preserve">ں </w:t>
      </w:r>
      <w:r>
        <w:rPr>
          <w:rtl/>
        </w:rPr>
        <w:t>وہ طويل زمانے تك رہے مگر چھوٹنے كے بعد حالات نے اپنے اپ كروٹ لے لى كيونكہ مالك اشتر اور انكے ساتھى جو حاكم شام معاويہ سے دور ہو گئے تھے انھو</w:t>
      </w:r>
      <w:r w:rsidR="00B365A1">
        <w:rPr>
          <w:rtl/>
        </w:rPr>
        <w:t xml:space="preserve">ں </w:t>
      </w:r>
      <w:r>
        <w:rPr>
          <w:rtl/>
        </w:rPr>
        <w:t>نے اہل دمشق كے ساتھ اٹھنا بيٹھنا شروع كر ديا ، اس كى خبر عثمان كو دى گئي كہ جو لوگ ہمارے يہا</w:t>
      </w:r>
      <w:r w:rsidR="00B365A1">
        <w:rPr>
          <w:rtl/>
        </w:rPr>
        <w:t>ں</w:t>
      </w:r>
      <w:r w:rsidR="00137FAB">
        <w:rPr>
          <w:rtl/>
        </w:rPr>
        <w:t xml:space="preserve"> آئے</w:t>
      </w:r>
      <w:r>
        <w:rPr>
          <w:rtl/>
        </w:rPr>
        <w:t xml:space="preserve"> ہي</w:t>
      </w:r>
      <w:r w:rsidR="00B365A1">
        <w:rPr>
          <w:rtl/>
        </w:rPr>
        <w:t xml:space="preserve">ں </w:t>
      </w:r>
      <w:r>
        <w:rPr>
          <w:rtl/>
        </w:rPr>
        <w:t>انھي</w:t>
      </w:r>
      <w:r w:rsidR="00B365A1">
        <w:rPr>
          <w:rtl/>
        </w:rPr>
        <w:t xml:space="preserve">ں </w:t>
      </w:r>
      <w:r>
        <w:rPr>
          <w:rtl/>
        </w:rPr>
        <w:t>نہ عقل و شعور سے واسطہ ہے اور نہ ہى دين و مذہب سے لگائو ہے ان كا مقصد صرف فتنہ پرورى ہے ، مجھے انديشہ ہے كہ كہي</w:t>
      </w:r>
      <w:r w:rsidR="00B365A1">
        <w:rPr>
          <w:rtl/>
        </w:rPr>
        <w:t xml:space="preserve">ں </w:t>
      </w:r>
      <w:r>
        <w:rPr>
          <w:rtl/>
        </w:rPr>
        <w:t>يہ لوگ يہا</w:t>
      </w:r>
      <w:r w:rsidR="00B365A1">
        <w:rPr>
          <w:rtl/>
        </w:rPr>
        <w:t xml:space="preserve">ں </w:t>
      </w:r>
      <w:r>
        <w:rPr>
          <w:rtl/>
        </w:rPr>
        <w:t>رہ گئے تو فتنہ و فساد كو پھيلا دينگے ، اہل شام كو بغاوت پر امادہ كر دينگے ،ان لوگو</w:t>
      </w:r>
      <w:r w:rsidR="00B365A1">
        <w:rPr>
          <w:rtl/>
        </w:rPr>
        <w:t xml:space="preserve">ں </w:t>
      </w:r>
      <w:r>
        <w:rPr>
          <w:rtl/>
        </w:rPr>
        <w:t>سے ان باتو</w:t>
      </w:r>
      <w:r w:rsidR="00B365A1">
        <w:rPr>
          <w:rtl/>
        </w:rPr>
        <w:t xml:space="preserve">ں </w:t>
      </w:r>
      <w:r>
        <w:rPr>
          <w:rtl/>
        </w:rPr>
        <w:t>كو سيكھ لينگے جو ابھى تك نہي</w:t>
      </w:r>
      <w:r w:rsidR="00B365A1">
        <w:rPr>
          <w:rtl/>
        </w:rPr>
        <w:t xml:space="preserve">ں </w:t>
      </w:r>
      <w:r>
        <w:rPr>
          <w:rtl/>
        </w:rPr>
        <w:t>جانتے ہي</w:t>
      </w:r>
      <w:r w:rsidR="00B365A1">
        <w:rPr>
          <w:rtl/>
        </w:rPr>
        <w:t xml:space="preserve">ں </w:t>
      </w:r>
      <w:r>
        <w:rPr>
          <w:rtl/>
        </w:rPr>
        <w:t>، شام والے بھى اہل كوفہ كى طرح فاسد اور اپنى اعتدال فكر كو كھو بيٹھي</w:t>
      </w:r>
      <w:r w:rsidR="00B365A1">
        <w:rPr>
          <w:rtl/>
        </w:rPr>
        <w:t xml:space="preserve">ں </w:t>
      </w:r>
      <w:r>
        <w:rPr>
          <w:rtl/>
        </w:rPr>
        <w:t xml:space="preserve">گے _ </w:t>
      </w:r>
    </w:p>
    <w:p w:rsidR="00376422" w:rsidRDefault="00376422" w:rsidP="00E67399">
      <w:pPr>
        <w:pStyle w:val="libNormal"/>
        <w:rPr>
          <w:rtl/>
        </w:rPr>
      </w:pPr>
      <w:r>
        <w:rPr>
          <w:rtl/>
        </w:rPr>
        <w:t>عثمان نے سوچا كہ مالك اشتر اور ا ن كے ساتھيو</w:t>
      </w:r>
      <w:r w:rsidR="00B365A1">
        <w:rPr>
          <w:rtl/>
        </w:rPr>
        <w:t xml:space="preserve">ں </w:t>
      </w:r>
      <w:r>
        <w:rPr>
          <w:rtl/>
        </w:rPr>
        <w:t>كو ايك دور افتادہ شہر كى طرف بھيجديا جائے تاكہ ان لوگو</w:t>
      </w:r>
      <w:r w:rsidR="00B365A1">
        <w:rPr>
          <w:rtl/>
        </w:rPr>
        <w:t xml:space="preserve">ں </w:t>
      </w:r>
      <w:r>
        <w:rPr>
          <w:rtl/>
        </w:rPr>
        <w:t>كى چھاپ نہ پڑ سكے ، معاويہ نے ان تمام لوگو</w:t>
      </w:r>
      <w:r w:rsidR="00B365A1">
        <w:rPr>
          <w:rtl/>
        </w:rPr>
        <w:t xml:space="preserve">ں </w:t>
      </w:r>
      <w:r>
        <w:rPr>
          <w:rtl/>
        </w:rPr>
        <w:t xml:space="preserve">كو شہر حمص بھيج كر عثمان كے حكم كى تعميل كى </w:t>
      </w:r>
      <w:r w:rsidRPr="00C00E6D">
        <w:rPr>
          <w:rStyle w:val="libFootnotenumChar"/>
          <w:rtl/>
        </w:rPr>
        <w:t>(18)</w:t>
      </w:r>
      <w:r>
        <w:rPr>
          <w:rtl/>
        </w:rPr>
        <w:t xml:space="preserve"> </w:t>
      </w:r>
    </w:p>
    <w:p w:rsidR="00376422" w:rsidRDefault="00376422" w:rsidP="00E67399">
      <w:pPr>
        <w:pStyle w:val="libNormal"/>
        <w:rPr>
          <w:rtl/>
        </w:rPr>
      </w:pPr>
      <w:r>
        <w:rPr>
          <w:rtl/>
        </w:rPr>
        <w:t>پہلى صدى كا مشھور مورخ مدائنى نقل كرتے ہي</w:t>
      </w:r>
      <w:r w:rsidR="00B365A1">
        <w:rPr>
          <w:rtl/>
        </w:rPr>
        <w:t xml:space="preserve">ں </w:t>
      </w:r>
      <w:r>
        <w:rPr>
          <w:rtl/>
        </w:rPr>
        <w:t xml:space="preserve">: </w:t>
      </w:r>
    </w:p>
    <w:p w:rsidR="00376422" w:rsidRDefault="00376422" w:rsidP="00E67399">
      <w:pPr>
        <w:pStyle w:val="libNormal"/>
        <w:rPr>
          <w:rtl/>
        </w:rPr>
      </w:pPr>
      <w:r>
        <w:rPr>
          <w:rtl/>
        </w:rPr>
        <w:t>ان لوگو</w:t>
      </w:r>
      <w:r w:rsidR="00B365A1">
        <w:rPr>
          <w:rtl/>
        </w:rPr>
        <w:t xml:space="preserve">ں </w:t>
      </w:r>
      <w:r>
        <w:rPr>
          <w:rtl/>
        </w:rPr>
        <w:t>كى شام مي</w:t>
      </w:r>
      <w:r w:rsidR="00B365A1">
        <w:rPr>
          <w:rtl/>
        </w:rPr>
        <w:t xml:space="preserve">ں </w:t>
      </w:r>
      <w:r>
        <w:rPr>
          <w:rtl/>
        </w:rPr>
        <w:t>معاويہ كے ساتھ نشست ہوئي تھى اس نشست مي</w:t>
      </w:r>
      <w:r w:rsidR="00B365A1">
        <w:rPr>
          <w:rtl/>
        </w:rPr>
        <w:t xml:space="preserve">ں </w:t>
      </w:r>
      <w:r>
        <w:rPr>
          <w:rtl/>
        </w:rPr>
        <w:t xml:space="preserve">ايك دوسرے كو برا بھلا كہتے تھے _ منجملہ </w:t>
      </w:r>
    </w:p>
    <w:p w:rsidR="00702C24" w:rsidRDefault="00702C24" w:rsidP="00E67399">
      <w:pPr>
        <w:pStyle w:val="libLine"/>
        <w:rPr>
          <w:rtl/>
        </w:rPr>
      </w:pPr>
      <w:r>
        <w:rPr>
          <w:rFonts w:hint="cs"/>
          <w:rtl/>
        </w:rPr>
        <w:t>____________________</w:t>
      </w:r>
    </w:p>
    <w:p w:rsidR="00B56E1A" w:rsidRDefault="00B56E1A" w:rsidP="00E67399">
      <w:pPr>
        <w:pStyle w:val="libFootnote"/>
        <w:rPr>
          <w:rtl/>
        </w:rPr>
      </w:pPr>
      <w:r>
        <w:rPr>
          <w:rFonts w:hint="cs"/>
          <w:rtl/>
        </w:rPr>
        <w:t>17</w:t>
      </w:r>
      <w:r>
        <w:rPr>
          <w:rtl/>
        </w:rPr>
        <w:t xml:space="preserve">_ انساب الاشراف ج5 ص 40 </w:t>
      </w:r>
    </w:p>
    <w:p w:rsidR="00B56E1A" w:rsidRDefault="00B56E1A" w:rsidP="00E67399">
      <w:pPr>
        <w:pStyle w:val="libFootnote"/>
        <w:rPr>
          <w:rtl/>
        </w:rPr>
      </w:pPr>
      <w:r>
        <w:rPr>
          <w:rtl/>
        </w:rPr>
        <w:t xml:space="preserve">18_ انساب الاشراف ج5 ص 43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ايك روز معاويہ نے يہ كہديا كہ ،قريش سے يہ بات ڈھكى چھپى نہي</w:t>
      </w:r>
      <w:r w:rsidR="00B365A1">
        <w:rPr>
          <w:rtl/>
        </w:rPr>
        <w:t xml:space="preserve">ں </w:t>
      </w:r>
      <w:r>
        <w:rPr>
          <w:rtl/>
        </w:rPr>
        <w:t>ہے كہ ميرا باپ ابوسفيان قريش مي</w:t>
      </w:r>
      <w:r w:rsidR="00B365A1">
        <w:rPr>
          <w:rtl/>
        </w:rPr>
        <w:t xml:space="preserve">ں </w:t>
      </w:r>
      <w:r>
        <w:rPr>
          <w:rtl/>
        </w:rPr>
        <w:t xml:space="preserve">سب سے زيادہ معزز اور با وقار تھا ، ليكن رسول (ص) كو نبوت مل گئي جو كسى اوركو نصيب نہ ہو سكى اگر تمام لوگ ابوسفيان كى اولاد ہوتے تو سب كے سب حليم و بردبار ہوتے _ </w:t>
      </w:r>
    </w:p>
    <w:p w:rsidR="00376422" w:rsidRDefault="00376422" w:rsidP="00E67399">
      <w:pPr>
        <w:pStyle w:val="libNormal"/>
        <w:rPr>
          <w:rtl/>
        </w:rPr>
      </w:pPr>
      <w:r>
        <w:rPr>
          <w:rtl/>
        </w:rPr>
        <w:t>صعصہ بن صوحان نے فورا جواب مي</w:t>
      </w:r>
      <w:r w:rsidR="00B365A1">
        <w:rPr>
          <w:rtl/>
        </w:rPr>
        <w:t xml:space="preserve">ں </w:t>
      </w:r>
      <w:r>
        <w:rPr>
          <w:rtl/>
        </w:rPr>
        <w:t xml:space="preserve">كہا : </w:t>
      </w:r>
    </w:p>
    <w:p w:rsidR="00376422" w:rsidRDefault="00376422" w:rsidP="00E67399">
      <w:pPr>
        <w:pStyle w:val="libNormal"/>
        <w:rPr>
          <w:rtl/>
        </w:rPr>
      </w:pPr>
      <w:r>
        <w:rPr>
          <w:rtl/>
        </w:rPr>
        <w:t>اے معاويہ تو جھوٹ بولتا ہے ، حضرت ادم ابوسفيان سے بہر حال بہتر تھے جو اللہ نے اپنے دست قدرت سے پيدا كيا ان مي</w:t>
      </w:r>
      <w:r w:rsidR="00B365A1">
        <w:rPr>
          <w:rtl/>
        </w:rPr>
        <w:t xml:space="preserve">ں </w:t>
      </w:r>
      <w:r>
        <w:rPr>
          <w:rtl/>
        </w:rPr>
        <w:t>اپنى روح پھونكى فرشتو</w:t>
      </w:r>
      <w:r w:rsidR="00B365A1">
        <w:rPr>
          <w:rtl/>
        </w:rPr>
        <w:t xml:space="preserve">ں </w:t>
      </w:r>
      <w:r>
        <w:rPr>
          <w:rtl/>
        </w:rPr>
        <w:t>كو سجدہ پر مامور فرمايا ، انكى اولاد مي</w:t>
      </w:r>
      <w:r w:rsidR="00B365A1">
        <w:rPr>
          <w:rtl/>
        </w:rPr>
        <w:t xml:space="preserve">ں </w:t>
      </w:r>
      <w:r>
        <w:rPr>
          <w:rtl/>
        </w:rPr>
        <w:t>عقلمند بھى ہي</w:t>
      </w:r>
      <w:r w:rsidR="00B365A1">
        <w:rPr>
          <w:rtl/>
        </w:rPr>
        <w:t xml:space="preserve">ں </w:t>
      </w:r>
      <w:r>
        <w:rPr>
          <w:rtl/>
        </w:rPr>
        <w:t>اور بيوقوف بھى اچھے بھى ہي</w:t>
      </w:r>
      <w:r w:rsidR="00B365A1">
        <w:rPr>
          <w:rtl/>
        </w:rPr>
        <w:t xml:space="preserve">ں </w:t>
      </w:r>
      <w:r>
        <w:rPr>
          <w:rtl/>
        </w:rPr>
        <w:t>اور برے بھى پائے جاتے ہي</w:t>
      </w:r>
      <w:r w:rsidR="00B365A1">
        <w:rPr>
          <w:rtl/>
        </w:rPr>
        <w:t xml:space="preserve">ں </w:t>
      </w:r>
      <w:r>
        <w:rPr>
          <w:rtl/>
        </w:rPr>
        <w:t>تمام ايك شكل كے نہي</w:t>
      </w:r>
      <w:r w:rsidR="00B365A1">
        <w:rPr>
          <w:rtl/>
        </w:rPr>
        <w:t xml:space="preserve">ں </w:t>
      </w:r>
      <w:r>
        <w:rPr>
          <w:rtl/>
        </w:rPr>
        <w:t>ہي</w:t>
      </w:r>
      <w:r w:rsidR="00B365A1">
        <w:rPr>
          <w:rtl/>
        </w:rPr>
        <w:t xml:space="preserve">ں </w:t>
      </w:r>
      <w:r w:rsidRPr="00C00E6D">
        <w:rPr>
          <w:rStyle w:val="libFootnotenumChar"/>
          <w:rtl/>
        </w:rPr>
        <w:t>(19)</w:t>
      </w:r>
      <w:r>
        <w:rPr>
          <w:rtl/>
        </w:rPr>
        <w:t xml:space="preserve"> </w:t>
      </w:r>
    </w:p>
    <w:p w:rsidR="00376422" w:rsidRDefault="00376422" w:rsidP="00E67399">
      <w:pPr>
        <w:pStyle w:val="libNormal"/>
        <w:rPr>
          <w:rtl/>
        </w:rPr>
      </w:pPr>
      <w:r>
        <w:rPr>
          <w:rtl/>
        </w:rPr>
        <w:t>جيسا كہ اپ نے ملاحظہ فرمايا ، معاويہ جس طرح ابوذر غفارى اور عبادہ جيسے صحابى رسول كے شام مي</w:t>
      </w:r>
      <w:r w:rsidR="00B365A1">
        <w:rPr>
          <w:rtl/>
        </w:rPr>
        <w:t xml:space="preserve">ں </w:t>
      </w:r>
      <w:r>
        <w:rPr>
          <w:rtl/>
        </w:rPr>
        <w:t>رہنے سے كڑھتا تھاا سى طرح نہي</w:t>
      </w:r>
      <w:r w:rsidR="00B365A1">
        <w:rPr>
          <w:rtl/>
        </w:rPr>
        <w:t xml:space="preserve">ں </w:t>
      </w:r>
      <w:r>
        <w:rPr>
          <w:rtl/>
        </w:rPr>
        <w:t>چاہتا تھا كہ تابعين اور قاريان قران اور نيك و صالح افراد اس شہر مي</w:t>
      </w:r>
      <w:r w:rsidR="00B365A1">
        <w:rPr>
          <w:rtl/>
        </w:rPr>
        <w:t xml:space="preserve">ں </w:t>
      </w:r>
      <w:r>
        <w:rPr>
          <w:rtl/>
        </w:rPr>
        <w:t>رہي</w:t>
      </w:r>
      <w:r w:rsidR="00B365A1">
        <w:rPr>
          <w:rtl/>
        </w:rPr>
        <w:t xml:space="preserve">ں </w:t>
      </w:r>
      <w:r>
        <w:rPr>
          <w:rtl/>
        </w:rPr>
        <w:t>، اس مسئلے نے معاويہ كو اس قدر حيران و پريشان كيا كہ فورا خليفہ سوم سے شكوہ و شكايت كيا ، معاويہ كو اس بات كا خوف تھا كہ كہي</w:t>
      </w:r>
      <w:r w:rsidR="00B365A1">
        <w:rPr>
          <w:rtl/>
        </w:rPr>
        <w:t xml:space="preserve">ں </w:t>
      </w:r>
      <w:r>
        <w:rPr>
          <w:rtl/>
        </w:rPr>
        <w:t>يہ لوگ حقائق اسلام كو جو لوگو</w:t>
      </w:r>
      <w:r w:rsidR="00B365A1">
        <w:rPr>
          <w:rtl/>
        </w:rPr>
        <w:t xml:space="preserve">ں </w:t>
      </w:r>
      <w:r>
        <w:rPr>
          <w:rtl/>
        </w:rPr>
        <w:t>سے پنہا</w:t>
      </w:r>
      <w:r w:rsidR="00B365A1">
        <w:rPr>
          <w:rtl/>
        </w:rPr>
        <w:t xml:space="preserve">ں </w:t>
      </w:r>
      <w:r>
        <w:rPr>
          <w:rtl/>
        </w:rPr>
        <w:t>كر ركھا ہے ان سے بيان نہ كر ڈالي</w:t>
      </w:r>
      <w:r w:rsidR="00B365A1">
        <w:rPr>
          <w:rtl/>
        </w:rPr>
        <w:t xml:space="preserve">ں </w:t>
      </w:r>
      <w:r>
        <w:rPr>
          <w:rtl/>
        </w:rPr>
        <w:t>، اگر يہ لوگ احكام خدا كو جان گئے تو پھر ہمارى قيصر و كسرى كى شان و شوكت اور خواہشات نفسانى خاك مي</w:t>
      </w:r>
      <w:r w:rsidR="00B365A1">
        <w:rPr>
          <w:rtl/>
        </w:rPr>
        <w:t xml:space="preserve">ں </w:t>
      </w:r>
      <w:r>
        <w:rPr>
          <w:rtl/>
        </w:rPr>
        <w:t xml:space="preserve">مل جائے گى _ </w:t>
      </w:r>
    </w:p>
    <w:p w:rsidR="00376422" w:rsidRDefault="00376422" w:rsidP="00E67399">
      <w:pPr>
        <w:pStyle w:val="Heading2Center"/>
        <w:rPr>
          <w:rtl/>
        </w:rPr>
      </w:pPr>
      <w:bookmarkStart w:id="22" w:name="_Toc531605650"/>
      <w:r>
        <w:rPr>
          <w:rtl/>
        </w:rPr>
        <w:t>معاويہ عثمان كے بعد</w:t>
      </w:r>
      <w:bookmarkEnd w:id="22"/>
    </w:p>
    <w:p w:rsidR="00376422" w:rsidRDefault="00376422" w:rsidP="00E67399">
      <w:pPr>
        <w:pStyle w:val="libNormal"/>
        <w:rPr>
          <w:rtl/>
        </w:rPr>
      </w:pPr>
      <w:r>
        <w:rPr>
          <w:rtl/>
        </w:rPr>
        <w:t>جيسا كہ پہلے ملاحظہ كيا گيا كہ _ دولت كى جمع اورى اور عثمان كے رشتہ دار جو تمام اسلامى سر زمين پر قبضہ كئے ہوئے تھے ان كے جرائم نے تمام بڑے بلاد اسلامى كو فتنہ و اشوب كے سيلاب مي</w:t>
      </w:r>
      <w:r w:rsidR="00B365A1">
        <w:rPr>
          <w:rtl/>
        </w:rPr>
        <w:t xml:space="preserve">ں </w:t>
      </w:r>
      <w:r>
        <w:rPr>
          <w:rtl/>
        </w:rPr>
        <w:t>گھير ليا تھا ، اور ناراض مسلمانو</w:t>
      </w:r>
      <w:r w:rsidR="00B365A1">
        <w:rPr>
          <w:rtl/>
        </w:rPr>
        <w:t xml:space="preserve">ں </w:t>
      </w:r>
      <w:r>
        <w:rPr>
          <w:rtl/>
        </w:rPr>
        <w:t>نے مدينہ كے اندر عثمان پر عرصہ حيات كو تنگ كر ڈالا تو جس طرح خليفہ سوم نے تمام حكمرانو</w:t>
      </w:r>
      <w:r w:rsidR="00B365A1">
        <w:rPr>
          <w:rtl/>
        </w:rPr>
        <w:t xml:space="preserve">ں </w:t>
      </w:r>
      <w:r>
        <w:rPr>
          <w:rtl/>
        </w:rPr>
        <w:t xml:space="preserve">اور واليان شہر كو خط لكھا اور ان </w:t>
      </w:r>
    </w:p>
    <w:p w:rsidR="00702C24" w:rsidRDefault="00702C24" w:rsidP="00E67399">
      <w:pPr>
        <w:pStyle w:val="libLine"/>
        <w:rPr>
          <w:rtl/>
        </w:rPr>
      </w:pPr>
      <w:r>
        <w:rPr>
          <w:rFonts w:hint="cs"/>
          <w:rtl/>
        </w:rPr>
        <w:t>____________________</w:t>
      </w:r>
    </w:p>
    <w:p w:rsidR="00B56E1A" w:rsidRDefault="00B56E1A" w:rsidP="00E67399">
      <w:pPr>
        <w:pStyle w:val="libFootnote"/>
        <w:rPr>
          <w:rtl/>
        </w:rPr>
      </w:pPr>
      <w:r>
        <w:rPr>
          <w:rtl/>
        </w:rPr>
        <w:t xml:space="preserve">19_ طبرى ج5 ص 90 ، ابن اثير ج3 ص 60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لوگو</w:t>
      </w:r>
      <w:r w:rsidR="00B365A1">
        <w:rPr>
          <w:rtl/>
        </w:rPr>
        <w:t xml:space="preserve">ں </w:t>
      </w:r>
      <w:r>
        <w:rPr>
          <w:rtl/>
        </w:rPr>
        <w:t xml:space="preserve">سے مدد مانگى تھي، اسى طرح معاويہ كو بھى خط بھيجا اور اس سے مدد و نصرت طلب كى _ </w:t>
      </w:r>
    </w:p>
    <w:p w:rsidR="00376422" w:rsidRDefault="00376422" w:rsidP="00E67399">
      <w:pPr>
        <w:pStyle w:val="libNormal"/>
        <w:rPr>
          <w:rtl/>
        </w:rPr>
      </w:pPr>
      <w:r>
        <w:rPr>
          <w:rtl/>
        </w:rPr>
        <w:t xml:space="preserve">عثمان نے معاويہ كو اس طرح خط لكھا : </w:t>
      </w:r>
    </w:p>
    <w:p w:rsidR="00376422" w:rsidRDefault="00376422" w:rsidP="00E67399">
      <w:pPr>
        <w:pStyle w:val="libNormal"/>
        <w:rPr>
          <w:rtl/>
        </w:rPr>
      </w:pPr>
      <w:r>
        <w:rPr>
          <w:rtl/>
        </w:rPr>
        <w:t>اہل مدينہ نے كفر اختيار كر ليا ہے اور اطاعت و پيروى كا قلادہ گردن سے اتار كر اپنى بيعت كو توڑ ڈالا ہے ، لہذا جتنا بھى ممكن ہو سپاہ شام كو ہمارى نصرت كے لئے جلد بھيج دو ، خط معاويہ كو ملا اس نے اچھے طريقہ سے حالات كو پڑھ ليا ، شايد اس انتظار مي</w:t>
      </w:r>
      <w:r w:rsidR="00B365A1">
        <w:rPr>
          <w:rtl/>
        </w:rPr>
        <w:t xml:space="preserve">ں </w:t>
      </w:r>
      <w:r>
        <w:rPr>
          <w:rtl/>
        </w:rPr>
        <w:t>تھا كہ عثمان كے مرتے ہى تخت خلافت پر قبضہ ہو جائے گا ، اسى بناء پر عثمان كے تمام حقوق كے باوجود جو اسكى گردن پر تھے مدد پہونچا نے مي</w:t>
      </w:r>
      <w:r w:rsidR="00B365A1">
        <w:rPr>
          <w:rtl/>
        </w:rPr>
        <w:t xml:space="preserve">ں </w:t>
      </w:r>
      <w:r>
        <w:rPr>
          <w:rtl/>
        </w:rPr>
        <w:t>كسى قسم كى جلدى نہي</w:t>
      </w:r>
      <w:r w:rsidR="00B365A1">
        <w:rPr>
          <w:rtl/>
        </w:rPr>
        <w:t xml:space="preserve">ں </w:t>
      </w:r>
      <w:r>
        <w:rPr>
          <w:rtl/>
        </w:rPr>
        <w:t>دكھائي ، اور اپنى كوتاہيو</w:t>
      </w:r>
      <w:r w:rsidR="00B365A1">
        <w:rPr>
          <w:rtl/>
        </w:rPr>
        <w:t xml:space="preserve">ں </w:t>
      </w:r>
      <w:r>
        <w:rPr>
          <w:rtl/>
        </w:rPr>
        <w:t>كى اس طرح توجيہ و تاويل كى كہ _ ہم مسلمين اور اصحاب رسول (ص) كى مخالفت سے راضى نہي</w:t>
      </w:r>
      <w:r w:rsidR="00B365A1">
        <w:rPr>
          <w:rtl/>
        </w:rPr>
        <w:t xml:space="preserve">ں </w:t>
      </w:r>
      <w:r>
        <w:rPr>
          <w:rtl/>
        </w:rPr>
        <w:t>ہي</w:t>
      </w:r>
      <w:r w:rsidR="00B365A1">
        <w:rPr>
          <w:rtl/>
        </w:rPr>
        <w:t xml:space="preserve">ں </w:t>
      </w:r>
      <w:r>
        <w:rPr>
          <w:rtl/>
        </w:rPr>
        <w:t>، جب عثمان نے اپنے خط كے سلسلے مي</w:t>
      </w:r>
      <w:r w:rsidR="00B365A1">
        <w:rPr>
          <w:rtl/>
        </w:rPr>
        <w:t xml:space="preserve">ں </w:t>
      </w:r>
      <w:r>
        <w:rPr>
          <w:rtl/>
        </w:rPr>
        <w:t xml:space="preserve">پہلو تہى ديكھى تو اہل شام كو خط لكھا اور ان سے درخواست كى كہ _ تم لوگ ہمارى نصرت كے لئے شہر سے نكلو _ </w:t>
      </w:r>
    </w:p>
    <w:p w:rsidR="00376422" w:rsidRDefault="00376422" w:rsidP="00E67399">
      <w:pPr>
        <w:pStyle w:val="libNormal"/>
        <w:rPr>
          <w:rtl/>
        </w:rPr>
      </w:pPr>
      <w:r>
        <w:rPr>
          <w:rtl/>
        </w:rPr>
        <w:t>بلاذرى لكھتے ہي</w:t>
      </w:r>
      <w:r w:rsidR="00B365A1">
        <w:rPr>
          <w:rtl/>
        </w:rPr>
        <w:t xml:space="preserve">ں </w:t>
      </w:r>
    </w:p>
    <w:p w:rsidR="00376422" w:rsidRDefault="00376422" w:rsidP="00E67399">
      <w:pPr>
        <w:pStyle w:val="libNormal"/>
        <w:rPr>
          <w:rtl/>
        </w:rPr>
      </w:pPr>
      <w:r>
        <w:rPr>
          <w:rtl/>
        </w:rPr>
        <w:t>جب عثمان نے معاويہ كو خط بھيجا اور اس سے مدد مانگى تو معاويہ نے يزيدابن اسد قسرى كى سر براہى مي</w:t>
      </w:r>
      <w:r w:rsidR="00B365A1">
        <w:rPr>
          <w:rtl/>
        </w:rPr>
        <w:t xml:space="preserve">ں </w:t>
      </w:r>
      <w:r>
        <w:rPr>
          <w:rtl/>
        </w:rPr>
        <w:t>چھوٹى سى فوج مدينہ كى جانب روانہ كى ، اور يزيد بن اسد قسرى كو كہا كہ جس وقت تم سر زمين ذا خشب پر پہونچنا تو اسى مقام پر پڑائو ڈالدينا اور اسكے اگے نہ بڑھنا ، كبھى اپنے ذہن مي</w:t>
      </w:r>
      <w:r w:rsidR="00B365A1">
        <w:rPr>
          <w:rtl/>
        </w:rPr>
        <w:t xml:space="preserve">ں </w:t>
      </w:r>
      <w:r>
        <w:rPr>
          <w:rtl/>
        </w:rPr>
        <w:t>بھى نہ لانا كہ ہم پائے تخت اسلامى كے حوادث و واقعات سے باخبر نہي</w:t>
      </w:r>
      <w:r w:rsidR="00B365A1">
        <w:rPr>
          <w:rtl/>
        </w:rPr>
        <w:t xml:space="preserve">ں </w:t>
      </w:r>
      <w:r>
        <w:rPr>
          <w:rtl/>
        </w:rPr>
        <w:t>ہي</w:t>
      </w:r>
      <w:r w:rsidR="00B365A1">
        <w:rPr>
          <w:rtl/>
        </w:rPr>
        <w:t xml:space="preserve">ں </w:t>
      </w:r>
      <w:r>
        <w:rPr>
          <w:rtl/>
        </w:rPr>
        <w:t>اور معاويہ كى عدم موجودگى مي</w:t>
      </w:r>
      <w:r w:rsidR="00B365A1">
        <w:rPr>
          <w:rtl/>
        </w:rPr>
        <w:t xml:space="preserve">ں </w:t>
      </w:r>
      <w:r>
        <w:rPr>
          <w:rtl/>
        </w:rPr>
        <w:t>تمام چيزي</w:t>
      </w:r>
      <w:r w:rsidR="00B365A1">
        <w:rPr>
          <w:rtl/>
        </w:rPr>
        <w:t xml:space="preserve">ں </w:t>
      </w:r>
      <w:r>
        <w:rPr>
          <w:rtl/>
        </w:rPr>
        <w:t>ڈھكى چھپى ہي</w:t>
      </w:r>
      <w:r w:rsidR="00B365A1">
        <w:rPr>
          <w:rtl/>
        </w:rPr>
        <w:t xml:space="preserve">ں </w:t>
      </w:r>
      <w:r>
        <w:rPr>
          <w:rtl/>
        </w:rPr>
        <w:t>، درانحاليكہ ہم با خبر بھى ہي</w:t>
      </w:r>
      <w:r w:rsidR="00B365A1">
        <w:rPr>
          <w:rtl/>
        </w:rPr>
        <w:t xml:space="preserve">ں </w:t>
      </w:r>
      <w:r>
        <w:rPr>
          <w:rtl/>
        </w:rPr>
        <w:t>اور موجود بھى ؟ لشكر اپنے سربراہ كے ساتھ مدينہ كى طرف روانہ ہوا ، جب مقام ذاحشب پر پہونچا تو يہي</w:t>
      </w:r>
      <w:r w:rsidR="00B365A1">
        <w:rPr>
          <w:rtl/>
        </w:rPr>
        <w:t xml:space="preserve">ں </w:t>
      </w:r>
      <w:r>
        <w:rPr>
          <w:rtl/>
        </w:rPr>
        <w:t>پر ٹھر گيا ، اور اس قدر دير لگائي كہ عثمان لوگو</w:t>
      </w:r>
      <w:r w:rsidR="00B365A1">
        <w:rPr>
          <w:rtl/>
        </w:rPr>
        <w:t xml:space="preserve">ں </w:t>
      </w:r>
      <w:r>
        <w:rPr>
          <w:rtl/>
        </w:rPr>
        <w:t>كے ہاتھو</w:t>
      </w:r>
      <w:r w:rsidR="00B365A1">
        <w:rPr>
          <w:rtl/>
        </w:rPr>
        <w:t xml:space="preserve">ں </w:t>
      </w:r>
      <w:r>
        <w:rPr>
          <w:rtl/>
        </w:rPr>
        <w:t xml:space="preserve">سے مار ڈالے گئے ، جب پانى نيزے سے اتر گيا اور فتنہ و اشوب فرو ہوگئے تو معاويہ نے يزيد بن اسد كو لشكر كے ہمراہ واپس بلواليا _ </w:t>
      </w:r>
    </w:p>
    <w:p w:rsidR="00376422" w:rsidRDefault="00376422" w:rsidP="00E67399">
      <w:pPr>
        <w:pStyle w:val="libNormal"/>
        <w:rPr>
          <w:rtl/>
        </w:rPr>
      </w:pPr>
      <w:r>
        <w:rPr>
          <w:rtl/>
        </w:rPr>
        <w:t>تيسرى صدى كا معتبر مورخ بلاذرى كا كہنا ہے كہ ، معاويہ نے بغير سوچے سمجھے ايسا نہي</w:t>
      </w:r>
      <w:r w:rsidR="00B365A1">
        <w:rPr>
          <w:rtl/>
        </w:rPr>
        <w:t xml:space="preserve">ں </w:t>
      </w:r>
      <w:r>
        <w:rPr>
          <w:rtl/>
        </w:rPr>
        <w:t>كيا تھا وہ چاہتا تھا كہ عثمان اس حادثہ مي</w:t>
      </w:r>
      <w:r w:rsidR="00B365A1">
        <w:rPr>
          <w:rtl/>
        </w:rPr>
        <w:t xml:space="preserve">ں </w:t>
      </w:r>
      <w:r>
        <w:rPr>
          <w:rtl/>
        </w:rPr>
        <w:t>مار ڈالے جائي</w:t>
      </w:r>
      <w:r w:rsidR="00B365A1">
        <w:rPr>
          <w:rtl/>
        </w:rPr>
        <w:t xml:space="preserve">ں </w:t>
      </w:r>
      <w:r>
        <w:rPr>
          <w:rtl/>
        </w:rPr>
        <w:t xml:space="preserve">، پھر اسكے بعد اپنے كو بھتيجے كى حيثيت سے خلافت و حكومت كا حقدار ثابت كر دے </w:t>
      </w:r>
      <w:r w:rsidRPr="00C00E6D">
        <w:rPr>
          <w:rStyle w:val="libFootnotenumChar"/>
          <w:rtl/>
        </w:rPr>
        <w:t>(20)</w:t>
      </w:r>
      <w:r>
        <w:rPr>
          <w:rtl/>
        </w:rPr>
        <w:t xml:space="preserve"> </w:t>
      </w:r>
    </w:p>
    <w:p w:rsidR="00B56E1A" w:rsidRDefault="00B56E1A" w:rsidP="00E67399">
      <w:pPr>
        <w:pStyle w:val="libLine"/>
        <w:rPr>
          <w:rtl/>
        </w:rPr>
      </w:pPr>
      <w:r>
        <w:rPr>
          <w:rFonts w:hint="cs"/>
          <w:rtl/>
        </w:rPr>
        <w:t>____________________</w:t>
      </w:r>
    </w:p>
    <w:p w:rsidR="00B56E1A" w:rsidRDefault="00B56E1A" w:rsidP="00E67399">
      <w:pPr>
        <w:pStyle w:val="libFootnote"/>
        <w:rPr>
          <w:rtl/>
        </w:rPr>
      </w:pPr>
      <w:r>
        <w:rPr>
          <w:rtl/>
        </w:rPr>
        <w:t xml:space="preserve">20_ شرح النہج ص 58 </w:t>
      </w:r>
    </w:p>
    <w:p w:rsidR="00B56E1A" w:rsidRDefault="00B56E1A" w:rsidP="00E67399">
      <w:pPr>
        <w:pStyle w:val="libPoemTini"/>
        <w:rPr>
          <w:rtl/>
        </w:rPr>
      </w:pPr>
      <w:r>
        <w:rPr>
          <w:rtl/>
        </w:rPr>
        <w:br w:type="page"/>
      </w:r>
    </w:p>
    <w:p w:rsidR="00376422" w:rsidRDefault="00376422" w:rsidP="00E67399">
      <w:pPr>
        <w:pStyle w:val="libNormal"/>
        <w:rPr>
          <w:rtl/>
        </w:rPr>
      </w:pPr>
      <w:r>
        <w:rPr>
          <w:rtl/>
        </w:rPr>
        <w:lastRenderedPageBreak/>
        <w:t>ليكن جب كہ اپ جانتے ہي</w:t>
      </w:r>
      <w:r w:rsidR="00B365A1">
        <w:rPr>
          <w:rtl/>
        </w:rPr>
        <w:t xml:space="preserve">ں </w:t>
      </w:r>
      <w:r>
        <w:rPr>
          <w:rtl/>
        </w:rPr>
        <w:t>كہ ايسا نہي</w:t>
      </w:r>
      <w:r w:rsidR="00B365A1">
        <w:rPr>
          <w:rtl/>
        </w:rPr>
        <w:t xml:space="preserve">ں </w:t>
      </w:r>
      <w:r>
        <w:rPr>
          <w:rtl/>
        </w:rPr>
        <w:t>ہوا اور لوگ امير المومنين (ع) كے گرد جمع ہو گئے اور ان كو خليفہ تسليم كر ليا ، جب حضرت على (ع) كے ہاتھو</w:t>
      </w:r>
      <w:r w:rsidR="00B365A1">
        <w:rPr>
          <w:rtl/>
        </w:rPr>
        <w:t xml:space="preserve">ں </w:t>
      </w:r>
      <w:r>
        <w:rPr>
          <w:rtl/>
        </w:rPr>
        <w:t>پر بيعت ہو گئي تو معاويہ جس نے عثمان كى مدد كرنے مي</w:t>
      </w:r>
      <w:r w:rsidR="00B365A1">
        <w:rPr>
          <w:rtl/>
        </w:rPr>
        <w:t xml:space="preserve">ں </w:t>
      </w:r>
      <w:r>
        <w:rPr>
          <w:rtl/>
        </w:rPr>
        <w:t>كوتاہيا</w:t>
      </w:r>
      <w:r w:rsidR="00B365A1">
        <w:rPr>
          <w:rtl/>
        </w:rPr>
        <w:t xml:space="preserve">ں </w:t>
      </w:r>
      <w:r>
        <w:rPr>
          <w:rtl/>
        </w:rPr>
        <w:t>كى تھي</w:t>
      </w:r>
      <w:r w:rsidR="00B365A1">
        <w:rPr>
          <w:rtl/>
        </w:rPr>
        <w:t xml:space="preserve">ں </w:t>
      </w:r>
      <w:r>
        <w:rPr>
          <w:rtl/>
        </w:rPr>
        <w:t>بہت شرمندہ ہوا ، كيونكہ اب تخت خلافت بہت دور نظر انے لگا ، لہذا ايك نئي چال چلى كہ طلحہ و زبير كو مخفيانہ طور پر خط لكھا اور اس خط مي</w:t>
      </w:r>
      <w:r w:rsidR="00B365A1">
        <w:rPr>
          <w:rtl/>
        </w:rPr>
        <w:t xml:space="preserve">ں </w:t>
      </w:r>
      <w:r>
        <w:rPr>
          <w:rtl/>
        </w:rPr>
        <w:t>كچھ ايسى باتي</w:t>
      </w:r>
      <w:r w:rsidR="00B365A1">
        <w:rPr>
          <w:rtl/>
        </w:rPr>
        <w:t xml:space="preserve">ں </w:t>
      </w:r>
      <w:r>
        <w:rPr>
          <w:rtl/>
        </w:rPr>
        <w:t>تحرير كي</w:t>
      </w:r>
      <w:r w:rsidR="00B365A1">
        <w:rPr>
          <w:rtl/>
        </w:rPr>
        <w:t xml:space="preserve">ں </w:t>
      </w:r>
      <w:r>
        <w:rPr>
          <w:rtl/>
        </w:rPr>
        <w:t>تاكہ ان دونو</w:t>
      </w:r>
      <w:r w:rsidR="00B365A1">
        <w:rPr>
          <w:rtl/>
        </w:rPr>
        <w:t xml:space="preserve">ں </w:t>
      </w:r>
      <w:r>
        <w:rPr>
          <w:rtl/>
        </w:rPr>
        <w:t>كے دل خلافت كى چٹكيا</w:t>
      </w:r>
      <w:r w:rsidR="00B365A1">
        <w:rPr>
          <w:rtl/>
        </w:rPr>
        <w:t xml:space="preserve">ں </w:t>
      </w:r>
      <w:r>
        <w:rPr>
          <w:rtl/>
        </w:rPr>
        <w:t>لينے لگي</w:t>
      </w:r>
      <w:r w:rsidR="00B365A1">
        <w:rPr>
          <w:rtl/>
        </w:rPr>
        <w:t xml:space="preserve">ں </w:t>
      </w:r>
      <w:r>
        <w:rPr>
          <w:rtl/>
        </w:rPr>
        <w:t>، كيونكہ يہ دونو</w:t>
      </w:r>
      <w:r w:rsidR="00B365A1">
        <w:rPr>
          <w:rtl/>
        </w:rPr>
        <w:t xml:space="preserve">ں </w:t>
      </w:r>
      <w:r>
        <w:rPr>
          <w:rtl/>
        </w:rPr>
        <w:t>ہوا پرست اور خلافت عثمان كے زمانے مي</w:t>
      </w:r>
      <w:r w:rsidR="00B365A1">
        <w:rPr>
          <w:rtl/>
        </w:rPr>
        <w:t xml:space="preserve">ں </w:t>
      </w:r>
      <w:r>
        <w:rPr>
          <w:rtl/>
        </w:rPr>
        <w:t>دولت و ثروت كى چاشنى بھى چكھے ہوئے تھے ، اسى بناء پر يہ دونو</w:t>
      </w:r>
      <w:r w:rsidR="00B365A1">
        <w:rPr>
          <w:rtl/>
        </w:rPr>
        <w:t xml:space="preserve">ں </w:t>
      </w:r>
      <w:r>
        <w:rPr>
          <w:rtl/>
        </w:rPr>
        <w:t>معاويہ كے دام فريب مي</w:t>
      </w:r>
      <w:r w:rsidR="00B365A1">
        <w:rPr>
          <w:rtl/>
        </w:rPr>
        <w:t xml:space="preserve">ں </w:t>
      </w:r>
      <w:r>
        <w:rPr>
          <w:rtl/>
        </w:rPr>
        <w:t xml:space="preserve">اگئے </w:t>
      </w:r>
      <w:r w:rsidRPr="00C00E6D">
        <w:rPr>
          <w:rStyle w:val="libFootnotenumChar"/>
          <w:rtl/>
        </w:rPr>
        <w:t>(21)</w:t>
      </w:r>
      <w:r>
        <w:rPr>
          <w:rtl/>
        </w:rPr>
        <w:t xml:space="preserve"> _ </w:t>
      </w:r>
    </w:p>
    <w:p w:rsidR="00376422" w:rsidRDefault="00376422" w:rsidP="00E67399">
      <w:pPr>
        <w:pStyle w:val="libNormal"/>
        <w:rPr>
          <w:rtl/>
        </w:rPr>
      </w:pPr>
      <w:r>
        <w:rPr>
          <w:rtl/>
        </w:rPr>
        <w:t>معاويہ كا نقشہ يہ تھا كہ ان دونو</w:t>
      </w:r>
      <w:r w:rsidR="00B365A1">
        <w:rPr>
          <w:rtl/>
        </w:rPr>
        <w:t xml:space="preserve">ں </w:t>
      </w:r>
      <w:r>
        <w:rPr>
          <w:rtl/>
        </w:rPr>
        <w:t>كو جوان دنو</w:t>
      </w:r>
      <w:r w:rsidR="00B365A1">
        <w:rPr>
          <w:rtl/>
        </w:rPr>
        <w:t xml:space="preserve">ں </w:t>
      </w:r>
      <w:r>
        <w:rPr>
          <w:rtl/>
        </w:rPr>
        <w:t>صاحب نفوذ و رسوخ سمجھے جاتے تھے ، حضرت امير المومنين سے جنگ كرنے پر ابھاردے ، البتہ خليفہ مظلوم اور قصاص خون عثمان ان دونو</w:t>
      </w:r>
      <w:r w:rsidR="00B365A1">
        <w:rPr>
          <w:rtl/>
        </w:rPr>
        <w:t xml:space="preserve">ں </w:t>
      </w:r>
      <w:r>
        <w:rPr>
          <w:rtl/>
        </w:rPr>
        <w:t>كے لئے اچھا بہانہ تھا ، طلحہ و زبير نے معاويہ كى مكارانہ چال مي</w:t>
      </w:r>
      <w:r w:rsidR="00B365A1">
        <w:rPr>
          <w:rtl/>
        </w:rPr>
        <w:t xml:space="preserve">ں </w:t>
      </w:r>
      <w:r>
        <w:rPr>
          <w:rtl/>
        </w:rPr>
        <w:t xml:space="preserve">اكر خونبار جنگ جمل برپا كر دى _ </w:t>
      </w:r>
    </w:p>
    <w:p w:rsidR="00376422" w:rsidRDefault="00376422" w:rsidP="00E67399">
      <w:pPr>
        <w:pStyle w:val="libNormal"/>
        <w:rPr>
          <w:rtl/>
        </w:rPr>
      </w:pPr>
      <w:r>
        <w:rPr>
          <w:rtl/>
        </w:rPr>
        <w:t>جيسا كہ پہلے بيان كيا گيا ہے كہ اغاز جنگ مي</w:t>
      </w:r>
      <w:r w:rsidR="00B365A1">
        <w:rPr>
          <w:rtl/>
        </w:rPr>
        <w:t xml:space="preserve">ں </w:t>
      </w:r>
      <w:r>
        <w:rPr>
          <w:rtl/>
        </w:rPr>
        <w:t>طلحہ مار ڈالے گئے اور زبير نے جنگ سے كنارہ كشى اختيار كر لى تھى اور مرد تميمى كے ہاتھو</w:t>
      </w:r>
      <w:r w:rsidR="00B365A1">
        <w:rPr>
          <w:rtl/>
        </w:rPr>
        <w:t xml:space="preserve">ں </w:t>
      </w:r>
      <w:r>
        <w:rPr>
          <w:rtl/>
        </w:rPr>
        <w:t xml:space="preserve">بے رحمانہ قتل كر ديئے گئے </w:t>
      </w:r>
      <w:r w:rsidRPr="00C00E6D">
        <w:rPr>
          <w:rStyle w:val="libFootnotenumChar"/>
          <w:rtl/>
        </w:rPr>
        <w:t>(22)</w:t>
      </w:r>
      <w:r>
        <w:rPr>
          <w:rtl/>
        </w:rPr>
        <w:t xml:space="preserve"> </w:t>
      </w:r>
    </w:p>
    <w:p w:rsidR="00376422" w:rsidRDefault="00376422" w:rsidP="00E67399">
      <w:pPr>
        <w:pStyle w:val="libNormal"/>
        <w:rPr>
          <w:rtl/>
        </w:rPr>
      </w:pPr>
      <w:r>
        <w:rPr>
          <w:rtl/>
        </w:rPr>
        <w:t>اس طرح معاويہ كے دو طاقتور رقيب خلافت كے سلسلے مي</w:t>
      </w:r>
      <w:r w:rsidR="00B365A1">
        <w:rPr>
          <w:rtl/>
        </w:rPr>
        <w:t xml:space="preserve">ں </w:t>
      </w:r>
      <w:r>
        <w:rPr>
          <w:rtl/>
        </w:rPr>
        <w:t>ميدان سے خارج ہو گئے جى ہا</w:t>
      </w:r>
      <w:r w:rsidR="00B365A1">
        <w:rPr>
          <w:rtl/>
        </w:rPr>
        <w:t xml:space="preserve">ں </w:t>
      </w:r>
      <w:r>
        <w:rPr>
          <w:rtl/>
        </w:rPr>
        <w:t xml:space="preserve">جب كوئي مارا جاتا تھا تو معاويہ كى خلافت قريب الوقوع نظر انے لگتى تھى _ </w:t>
      </w:r>
    </w:p>
    <w:p w:rsidR="00376422" w:rsidRDefault="00376422" w:rsidP="00E67399">
      <w:pPr>
        <w:pStyle w:val="libNormal"/>
        <w:rPr>
          <w:rtl/>
        </w:rPr>
      </w:pPr>
      <w:r>
        <w:rPr>
          <w:rtl/>
        </w:rPr>
        <w:t>جب امير المومنين (ع) تخت خلافت پر</w:t>
      </w:r>
      <w:r w:rsidR="00137FAB">
        <w:rPr>
          <w:rtl/>
        </w:rPr>
        <w:t xml:space="preserve"> آئے</w:t>
      </w:r>
      <w:r>
        <w:rPr>
          <w:rtl/>
        </w:rPr>
        <w:t xml:space="preserve"> تو جرير كو پيغام ديكر معاويہ كے يہا</w:t>
      </w:r>
      <w:r w:rsidR="00B365A1">
        <w:rPr>
          <w:rtl/>
        </w:rPr>
        <w:t xml:space="preserve">ں </w:t>
      </w:r>
      <w:r>
        <w:rPr>
          <w:rtl/>
        </w:rPr>
        <w:t xml:space="preserve">بھيجا ، اور اس سے بيعت طلب كى _ </w:t>
      </w:r>
    </w:p>
    <w:p w:rsidR="00376422" w:rsidRDefault="00376422" w:rsidP="00E67399">
      <w:pPr>
        <w:pStyle w:val="libNormal"/>
        <w:rPr>
          <w:rtl/>
        </w:rPr>
      </w:pPr>
      <w:r>
        <w:rPr>
          <w:rtl/>
        </w:rPr>
        <w:t>معاويہ نے جرير سے كہا _ اپنے رفيق كو لكھ دو كہ ہم دو شرط كے ساتھ بيعت كرنے پر حاضر ہي</w:t>
      </w:r>
      <w:r w:rsidR="00B365A1">
        <w:rPr>
          <w:rtl/>
        </w:rPr>
        <w:t xml:space="preserve">ں </w:t>
      </w:r>
      <w:r>
        <w:rPr>
          <w:rtl/>
        </w:rPr>
        <w:t xml:space="preserve">_ </w:t>
      </w:r>
    </w:p>
    <w:p w:rsidR="00376422" w:rsidRDefault="00376422" w:rsidP="00E67399">
      <w:pPr>
        <w:pStyle w:val="libNormal"/>
        <w:rPr>
          <w:rtl/>
        </w:rPr>
      </w:pPr>
      <w:r>
        <w:rPr>
          <w:rtl/>
        </w:rPr>
        <w:t>1_ شام اور مصر كو ہمارے حوالے كر دي</w:t>
      </w:r>
      <w:r w:rsidR="00B365A1">
        <w:rPr>
          <w:rtl/>
        </w:rPr>
        <w:t xml:space="preserve">ں </w:t>
      </w:r>
      <w:r>
        <w:rPr>
          <w:rtl/>
        </w:rPr>
        <w:t>نيز ان دونو</w:t>
      </w:r>
      <w:r w:rsidR="00B365A1">
        <w:rPr>
          <w:rtl/>
        </w:rPr>
        <w:t xml:space="preserve">ں </w:t>
      </w:r>
      <w:r>
        <w:rPr>
          <w:rtl/>
        </w:rPr>
        <w:t xml:space="preserve">سر زمين كا خراج ہمارا ہو گا </w:t>
      </w:r>
    </w:p>
    <w:p w:rsidR="00376422" w:rsidRDefault="00376422" w:rsidP="00E67399">
      <w:pPr>
        <w:pStyle w:val="libNormal"/>
        <w:rPr>
          <w:rtl/>
        </w:rPr>
      </w:pPr>
      <w:r>
        <w:rPr>
          <w:rtl/>
        </w:rPr>
        <w:t>2_ مرتے وقت كسى كى بيعت كا قلادہ ہمارى گردن مي</w:t>
      </w:r>
      <w:r w:rsidR="00B365A1">
        <w:rPr>
          <w:rtl/>
        </w:rPr>
        <w:t xml:space="preserve">ں </w:t>
      </w:r>
      <w:r>
        <w:rPr>
          <w:rtl/>
        </w:rPr>
        <w:t>نہ ڈالي</w:t>
      </w:r>
      <w:r w:rsidR="00B365A1">
        <w:rPr>
          <w:rtl/>
        </w:rPr>
        <w:t xml:space="preserve">ں </w:t>
      </w:r>
    </w:p>
    <w:p w:rsidR="00376422" w:rsidRDefault="00376422" w:rsidP="00E67399">
      <w:pPr>
        <w:pStyle w:val="libNormal"/>
        <w:rPr>
          <w:rtl/>
        </w:rPr>
      </w:pPr>
      <w:r>
        <w:rPr>
          <w:rtl/>
        </w:rPr>
        <w:t xml:space="preserve">اس عبارت سے بخوبى واضح ہو جاتا ہے كہ خلافت سے معاويہ كا اشتياق كس قدر ہے معاويہ جانتا تھا كہ </w:t>
      </w:r>
    </w:p>
    <w:p w:rsidR="00702C24" w:rsidRDefault="00702C24" w:rsidP="00E67399">
      <w:pPr>
        <w:pStyle w:val="libLine"/>
        <w:rPr>
          <w:rtl/>
        </w:rPr>
      </w:pPr>
      <w:r>
        <w:rPr>
          <w:rFonts w:hint="cs"/>
          <w:rtl/>
        </w:rPr>
        <w:t>____________________</w:t>
      </w:r>
    </w:p>
    <w:p w:rsidR="00B56E1A" w:rsidRDefault="00B56E1A" w:rsidP="00E67399">
      <w:pPr>
        <w:pStyle w:val="libFootnote"/>
        <w:rPr>
          <w:rtl/>
        </w:rPr>
      </w:pPr>
      <w:r>
        <w:rPr>
          <w:rFonts w:hint="cs"/>
          <w:rtl/>
        </w:rPr>
        <w:t>12</w:t>
      </w:r>
      <w:r>
        <w:rPr>
          <w:rtl/>
        </w:rPr>
        <w:t xml:space="preserve">_ مروج الذھب ج2 ص 333 </w:t>
      </w:r>
    </w:p>
    <w:p w:rsidR="00B56E1A" w:rsidRDefault="00B56E1A" w:rsidP="00E67399">
      <w:pPr>
        <w:pStyle w:val="libFootnote"/>
        <w:rPr>
          <w:rtl/>
        </w:rPr>
      </w:pPr>
      <w:r>
        <w:rPr>
          <w:rtl/>
        </w:rPr>
        <w:t xml:space="preserve">22_ شرح نہج البلاغہ ج2 ص 581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حضرت امير المومنين (ع) سے رقابت نہي</w:t>
      </w:r>
      <w:r w:rsidR="00B365A1">
        <w:rPr>
          <w:rtl/>
        </w:rPr>
        <w:t xml:space="preserve">ں </w:t>
      </w:r>
      <w:r>
        <w:rPr>
          <w:rtl/>
        </w:rPr>
        <w:t>ہو سكتى ، كيونكہ جو فضيلتي</w:t>
      </w:r>
      <w:r w:rsidR="00B365A1">
        <w:rPr>
          <w:rtl/>
        </w:rPr>
        <w:t xml:space="preserve">ں </w:t>
      </w:r>
      <w:r>
        <w:rPr>
          <w:rtl/>
        </w:rPr>
        <w:t>امام (ع) مي</w:t>
      </w:r>
      <w:r w:rsidR="00B365A1">
        <w:rPr>
          <w:rtl/>
        </w:rPr>
        <w:t xml:space="preserve">ں </w:t>
      </w:r>
      <w:r>
        <w:rPr>
          <w:rtl/>
        </w:rPr>
        <w:t>پائي جا رہى تھي</w:t>
      </w:r>
      <w:r w:rsidR="00B365A1">
        <w:rPr>
          <w:rtl/>
        </w:rPr>
        <w:t xml:space="preserve">ں </w:t>
      </w:r>
      <w:r>
        <w:rPr>
          <w:rtl/>
        </w:rPr>
        <w:t>مجھ مي</w:t>
      </w:r>
      <w:r w:rsidR="00B365A1">
        <w:rPr>
          <w:rtl/>
        </w:rPr>
        <w:t xml:space="preserve">ں </w:t>
      </w:r>
      <w:r>
        <w:rPr>
          <w:rtl/>
        </w:rPr>
        <w:t>نہي</w:t>
      </w:r>
      <w:r w:rsidR="00B365A1">
        <w:rPr>
          <w:rtl/>
        </w:rPr>
        <w:t xml:space="preserve">ں </w:t>
      </w:r>
      <w:r>
        <w:rPr>
          <w:rtl/>
        </w:rPr>
        <w:t xml:space="preserve">ہے _ </w:t>
      </w:r>
    </w:p>
    <w:p w:rsidR="00376422" w:rsidRDefault="00376422" w:rsidP="00E67399">
      <w:pPr>
        <w:pStyle w:val="libNormal"/>
        <w:rPr>
          <w:rtl/>
        </w:rPr>
      </w:pPr>
      <w:r>
        <w:rPr>
          <w:rtl/>
        </w:rPr>
        <w:t>اسى وجہ سے خليفہ وقت كے خلاف بھڑكانے كى جرائت و جسارت نہي</w:t>
      </w:r>
      <w:r w:rsidR="00B365A1">
        <w:rPr>
          <w:rtl/>
        </w:rPr>
        <w:t xml:space="preserve">ں </w:t>
      </w:r>
      <w:r>
        <w:rPr>
          <w:rtl/>
        </w:rPr>
        <w:t>ہو رہى تھى ، اسى لئے وہ چاہتا تھا كہ پہلے عائشه طلحہ و زبير اس خطرناك راستے كو طے كري</w:t>
      </w:r>
      <w:r w:rsidR="00B365A1">
        <w:rPr>
          <w:rtl/>
        </w:rPr>
        <w:t xml:space="preserve">ں </w:t>
      </w:r>
      <w:r>
        <w:rPr>
          <w:rtl/>
        </w:rPr>
        <w:t>، اسكے بعد وہ اس راستہ كو طے كرے ، لہذا بہتريہى ہے كہ امام (ع) سے جنگ كرنے كے بجائے ان سے مصر اور دوسرے بڑے شہرو</w:t>
      </w:r>
      <w:r w:rsidR="00B365A1">
        <w:rPr>
          <w:rtl/>
        </w:rPr>
        <w:t xml:space="preserve">ں </w:t>
      </w:r>
      <w:r>
        <w:rPr>
          <w:rtl/>
        </w:rPr>
        <w:t>كى مانگ كر كے اپنى حكومت كو وسيع كرے تاكہ امام (ع) كے مرتے ہى بڑے اطمينان كے ساتھ تخت خلافت پر براجمان ہو جائے ، جرير نے معاويہ سے كہا كہ تمھي</w:t>
      </w:r>
      <w:r w:rsidR="00B365A1">
        <w:rPr>
          <w:rtl/>
        </w:rPr>
        <w:t xml:space="preserve">ں </w:t>
      </w:r>
      <w:r>
        <w:rPr>
          <w:rtl/>
        </w:rPr>
        <w:t>جو كچھ لكھنا ہے لكھو ہم خط نہي</w:t>
      </w:r>
      <w:r w:rsidR="00B365A1">
        <w:rPr>
          <w:rtl/>
        </w:rPr>
        <w:t xml:space="preserve">ں </w:t>
      </w:r>
      <w:r>
        <w:rPr>
          <w:rtl/>
        </w:rPr>
        <w:t>لكھي</w:t>
      </w:r>
      <w:r w:rsidR="00B365A1">
        <w:rPr>
          <w:rtl/>
        </w:rPr>
        <w:t xml:space="preserve">ں </w:t>
      </w:r>
      <w:r>
        <w:rPr>
          <w:rtl/>
        </w:rPr>
        <w:t xml:space="preserve">گے _ </w:t>
      </w:r>
    </w:p>
    <w:p w:rsidR="00376422" w:rsidRDefault="00376422" w:rsidP="00E67399">
      <w:pPr>
        <w:pStyle w:val="libNormal"/>
        <w:rPr>
          <w:rtl/>
        </w:rPr>
      </w:pPr>
      <w:r>
        <w:rPr>
          <w:rtl/>
        </w:rPr>
        <w:t>معاويہ نے اپنى رائے كو امام (ع) كے پاس لكھ كر بھيجا ، امام (ع) نے جرير كے ذريعہ معاويہ كو جواب ديا كہ تو نے حتمى فيصلہ كر ليا ہے كہ ميرى بيعت نہي</w:t>
      </w:r>
      <w:r w:rsidR="00B365A1">
        <w:rPr>
          <w:rtl/>
        </w:rPr>
        <w:t xml:space="preserve">ں </w:t>
      </w:r>
      <w:r>
        <w:rPr>
          <w:rtl/>
        </w:rPr>
        <w:t>كرے گا اور جو كچھ دوست ركھتا ہے اسكو انجام ديگا ، وہ چاہتا ہے كہ تم كو اتنا سر گردان و معطل ركھے تاكہ لوگو</w:t>
      </w:r>
      <w:r w:rsidR="00B365A1">
        <w:rPr>
          <w:rtl/>
        </w:rPr>
        <w:t xml:space="preserve">ں </w:t>
      </w:r>
      <w:r>
        <w:rPr>
          <w:rtl/>
        </w:rPr>
        <w:t xml:space="preserve">كى توجہات كو مبذول كرلے _ </w:t>
      </w:r>
    </w:p>
    <w:p w:rsidR="00376422" w:rsidRDefault="00376422" w:rsidP="00E67399">
      <w:pPr>
        <w:pStyle w:val="libNormal"/>
        <w:rPr>
          <w:rtl/>
        </w:rPr>
      </w:pPr>
      <w:r>
        <w:rPr>
          <w:rtl/>
        </w:rPr>
        <w:t>جب ہم مدينہ مي</w:t>
      </w:r>
      <w:r w:rsidR="00B365A1">
        <w:rPr>
          <w:rtl/>
        </w:rPr>
        <w:t xml:space="preserve">ں </w:t>
      </w:r>
      <w:r>
        <w:rPr>
          <w:rtl/>
        </w:rPr>
        <w:t>تھے تو مغيرہ بن شعبہ نے اس طرح كا اشارہ كيا تھا كہ معاويہ كو شام كى حكومت پر رہنے ديجيئے ليكن ہم اس كام كو ضرور انجام دينگے ، اس لئے كہ ہم نہي</w:t>
      </w:r>
      <w:r w:rsidR="00B365A1">
        <w:rPr>
          <w:rtl/>
        </w:rPr>
        <w:t xml:space="preserve">ں </w:t>
      </w:r>
      <w:r>
        <w:rPr>
          <w:rtl/>
        </w:rPr>
        <w:t>چاہتے ہي</w:t>
      </w:r>
      <w:r w:rsidR="00B365A1">
        <w:rPr>
          <w:rtl/>
        </w:rPr>
        <w:t xml:space="preserve">ں </w:t>
      </w:r>
      <w:r>
        <w:rPr>
          <w:rtl/>
        </w:rPr>
        <w:t xml:space="preserve">كہ خدا وند عالم معاويہ جيسے بدكردار و گمراہ كے ذريعہ ہمارى مدد و نصرت كرے ، اگر اس نے ميرى بيعت قبول كر لى تب تو ٹھيك ہے ورنہ فورا ہمارى طرف پلٹ ائو </w:t>
      </w:r>
      <w:r w:rsidRPr="00C00E6D">
        <w:rPr>
          <w:rStyle w:val="libFootnotenumChar"/>
          <w:rtl/>
        </w:rPr>
        <w:t>(23)</w:t>
      </w:r>
      <w:r>
        <w:rPr>
          <w:rtl/>
        </w:rPr>
        <w:t xml:space="preserve"> </w:t>
      </w:r>
    </w:p>
    <w:p w:rsidR="00376422" w:rsidRDefault="00376422" w:rsidP="00E67399">
      <w:pPr>
        <w:pStyle w:val="libNormal"/>
        <w:rPr>
          <w:rtl/>
        </w:rPr>
      </w:pPr>
      <w:r>
        <w:rPr>
          <w:rtl/>
        </w:rPr>
        <w:t>اٹھوي</w:t>
      </w:r>
      <w:r w:rsidR="00B365A1">
        <w:rPr>
          <w:rtl/>
        </w:rPr>
        <w:t xml:space="preserve">ں </w:t>
      </w:r>
      <w:r>
        <w:rPr>
          <w:rtl/>
        </w:rPr>
        <w:t>صدى كا مورخ ابن كثير اپنى تاريخ البدايہ و النہايہ مي</w:t>
      </w:r>
      <w:r w:rsidR="00B365A1">
        <w:rPr>
          <w:rtl/>
        </w:rPr>
        <w:t xml:space="preserve">ں </w:t>
      </w:r>
      <w:r>
        <w:rPr>
          <w:rtl/>
        </w:rPr>
        <w:t>لكھتے ہي</w:t>
      </w:r>
      <w:r w:rsidR="00B365A1">
        <w:rPr>
          <w:rtl/>
        </w:rPr>
        <w:t xml:space="preserve">ں </w:t>
      </w:r>
      <w:r>
        <w:rPr>
          <w:rtl/>
        </w:rPr>
        <w:t xml:space="preserve">: </w:t>
      </w:r>
    </w:p>
    <w:p w:rsidR="00376422" w:rsidRDefault="00376422" w:rsidP="00E67399">
      <w:pPr>
        <w:pStyle w:val="libNormal"/>
        <w:rPr>
          <w:rtl/>
        </w:rPr>
      </w:pPr>
      <w:r>
        <w:rPr>
          <w:rtl/>
        </w:rPr>
        <w:t>عقبہ بن ابى معيط نے جب يہ سنا كہ معاويہ نے حضرت على (ع) سے مصر اور شام كى حكومت كا مطالبہ كيا ہے تو اس نے معاويہ كو ايك خط لكھا اور اس خط مي</w:t>
      </w:r>
      <w:r w:rsidR="00B365A1">
        <w:rPr>
          <w:rtl/>
        </w:rPr>
        <w:t xml:space="preserve">ں </w:t>
      </w:r>
      <w:r>
        <w:rPr>
          <w:rtl/>
        </w:rPr>
        <w:t>اسكى خوب مذمت كى نيز اس مي</w:t>
      </w:r>
      <w:r w:rsidR="00B365A1">
        <w:rPr>
          <w:rtl/>
        </w:rPr>
        <w:t xml:space="preserve">ں </w:t>
      </w:r>
      <w:r>
        <w:rPr>
          <w:rtl/>
        </w:rPr>
        <w:t>چند اشعار لكھكر روانہ كئے جس كا ترجمہ يہ ہے كہ ، معاويہ شام كى حكومت كو ہاتھ سے نہ جانے دينا ذرا دشمن سے ہوشيار رہنا كيونكہ يہ دشمن ادہے كى مانند ہے لہذا اسكو چھوڑ نہ دينا ، على (ع) اسكے منتظر ہي</w:t>
      </w:r>
      <w:r w:rsidR="00B365A1">
        <w:rPr>
          <w:rtl/>
        </w:rPr>
        <w:t xml:space="preserve">ں </w:t>
      </w:r>
      <w:r>
        <w:rPr>
          <w:rtl/>
        </w:rPr>
        <w:t>، كہ تم كيا جواب ديتے ہو، اسكے خلاف جنگ كے شعلے ايسے بھڑكا دے كہ جوانو</w:t>
      </w:r>
      <w:r w:rsidR="00B365A1">
        <w:rPr>
          <w:rtl/>
        </w:rPr>
        <w:t xml:space="preserve">ں </w:t>
      </w:r>
      <w:r>
        <w:rPr>
          <w:rtl/>
        </w:rPr>
        <w:t>كے سياہ بال سفيد ہو جائي</w:t>
      </w:r>
      <w:r w:rsidR="00B365A1">
        <w:rPr>
          <w:rtl/>
        </w:rPr>
        <w:t xml:space="preserve">ں </w:t>
      </w:r>
      <w:r>
        <w:rPr>
          <w:rtl/>
        </w:rPr>
        <w:t>، شام سے شمشير اور نيزو</w:t>
      </w:r>
      <w:r w:rsidR="00B365A1">
        <w:rPr>
          <w:rtl/>
        </w:rPr>
        <w:t xml:space="preserve">ں </w:t>
      </w:r>
      <w:r>
        <w:rPr>
          <w:rtl/>
        </w:rPr>
        <w:t>كى حمايت كر اور ہاتھ پر ہاتھ ركھكر نہ بيٹھنا اور نہ اس سلسلہ مي</w:t>
      </w:r>
      <w:r w:rsidR="00B365A1">
        <w:rPr>
          <w:rtl/>
        </w:rPr>
        <w:t xml:space="preserve">ں </w:t>
      </w:r>
      <w:r>
        <w:rPr>
          <w:rtl/>
        </w:rPr>
        <w:t>تساہلى كرنا اور اگر ايسا نہي</w:t>
      </w:r>
      <w:r w:rsidR="00B365A1">
        <w:rPr>
          <w:rtl/>
        </w:rPr>
        <w:t xml:space="preserve">ں </w:t>
      </w:r>
      <w:r>
        <w:rPr>
          <w:rtl/>
        </w:rPr>
        <w:t xml:space="preserve">كرنا ہے تو سر تسليم كو خم كر دے _ </w:t>
      </w:r>
    </w:p>
    <w:p w:rsidR="00B56E1A" w:rsidRDefault="00B56E1A" w:rsidP="00E67399">
      <w:pPr>
        <w:pStyle w:val="libLine"/>
        <w:rPr>
          <w:rtl/>
        </w:rPr>
      </w:pPr>
      <w:r>
        <w:rPr>
          <w:rFonts w:hint="cs"/>
          <w:rtl/>
        </w:rPr>
        <w:t>____________________</w:t>
      </w:r>
    </w:p>
    <w:p w:rsidR="00B56E1A" w:rsidRDefault="00B56E1A" w:rsidP="00E67399">
      <w:pPr>
        <w:pStyle w:val="libFootnote"/>
        <w:rPr>
          <w:rtl/>
        </w:rPr>
      </w:pPr>
      <w:r>
        <w:rPr>
          <w:rtl/>
        </w:rPr>
        <w:t xml:space="preserve">23_ نصر بن مزاحم كى صفين ص 58 ، شرح النہج ج1 ص 250 </w:t>
      </w:r>
    </w:p>
    <w:p w:rsidR="00B56E1A" w:rsidRDefault="00B56E1A" w:rsidP="00E67399">
      <w:pPr>
        <w:pStyle w:val="libPoemTini"/>
        <w:rPr>
          <w:rtl/>
        </w:rPr>
      </w:pPr>
      <w:r>
        <w:rPr>
          <w:rtl/>
        </w:rPr>
        <w:br w:type="page"/>
      </w:r>
    </w:p>
    <w:p w:rsidR="00376422" w:rsidRDefault="00376422" w:rsidP="00E67399">
      <w:pPr>
        <w:pStyle w:val="libNormal"/>
        <w:rPr>
          <w:rtl/>
        </w:rPr>
      </w:pPr>
      <w:r>
        <w:rPr>
          <w:rtl/>
        </w:rPr>
        <w:lastRenderedPageBreak/>
        <w:t>تاكہ جو لوگ امن پسند اور جنگ كے خواہا</w:t>
      </w:r>
      <w:r w:rsidR="00B365A1">
        <w:rPr>
          <w:rtl/>
        </w:rPr>
        <w:t xml:space="preserve">ں </w:t>
      </w:r>
      <w:r>
        <w:rPr>
          <w:rtl/>
        </w:rPr>
        <w:t>نہي</w:t>
      </w:r>
      <w:r w:rsidR="00B365A1">
        <w:rPr>
          <w:rtl/>
        </w:rPr>
        <w:t xml:space="preserve">ں </w:t>
      </w:r>
      <w:r>
        <w:rPr>
          <w:rtl/>
        </w:rPr>
        <w:t>ہي</w:t>
      </w:r>
      <w:r w:rsidR="00B365A1">
        <w:rPr>
          <w:rtl/>
        </w:rPr>
        <w:t xml:space="preserve">ں </w:t>
      </w:r>
      <w:r>
        <w:rPr>
          <w:rtl/>
        </w:rPr>
        <w:t>وہ اطمينان و ارام كے ساتھ زندگى گذار سكي</w:t>
      </w:r>
      <w:r w:rsidR="00B365A1">
        <w:rPr>
          <w:rtl/>
        </w:rPr>
        <w:t xml:space="preserve">ں </w:t>
      </w:r>
      <w:r>
        <w:rPr>
          <w:rtl/>
        </w:rPr>
        <w:t>اور يہ بات كسى سے ڈھكى چھپى نہي</w:t>
      </w:r>
      <w:r w:rsidR="00B365A1">
        <w:rPr>
          <w:rtl/>
        </w:rPr>
        <w:t xml:space="preserve">ں </w:t>
      </w:r>
      <w:r>
        <w:rPr>
          <w:rtl/>
        </w:rPr>
        <w:t xml:space="preserve">ہے _ </w:t>
      </w:r>
    </w:p>
    <w:p w:rsidR="00376422" w:rsidRDefault="00376422" w:rsidP="00E67399">
      <w:pPr>
        <w:pStyle w:val="libNormal"/>
        <w:rPr>
          <w:rtl/>
        </w:rPr>
      </w:pPr>
      <w:r>
        <w:rPr>
          <w:rtl/>
        </w:rPr>
        <w:t>اے حرب كے بيٹے ، تم نے طمع و حرص مي</w:t>
      </w:r>
      <w:r w:rsidR="00B365A1">
        <w:rPr>
          <w:rtl/>
        </w:rPr>
        <w:t xml:space="preserve">ں </w:t>
      </w:r>
      <w:r>
        <w:rPr>
          <w:rtl/>
        </w:rPr>
        <w:t xml:space="preserve">اكر جو اسكو خط لكھديا ہے اس كام كو انجام ديكر اپنے سر پر بہت بڑى مصيبت مول لى ہے _ </w:t>
      </w:r>
    </w:p>
    <w:p w:rsidR="00376422" w:rsidRDefault="00376422" w:rsidP="00E67399">
      <w:pPr>
        <w:pStyle w:val="libNormal"/>
        <w:rPr>
          <w:rtl/>
        </w:rPr>
      </w:pPr>
      <w:r>
        <w:rPr>
          <w:rtl/>
        </w:rPr>
        <w:t>معاويہ ،حضرت على (ع) سے جو تم نے خواہش ظاہر كى ہے وہ ہرگز پورى نہي</w:t>
      </w:r>
      <w:r w:rsidR="00B365A1">
        <w:rPr>
          <w:rtl/>
        </w:rPr>
        <w:t xml:space="preserve">ں </w:t>
      </w:r>
      <w:r>
        <w:rPr>
          <w:rtl/>
        </w:rPr>
        <w:t>ہو سكتى ، اور اگر اپنى مراد تك پہونچ بھى گئے تو سوائے چند دنو</w:t>
      </w:r>
      <w:r w:rsidR="00B365A1">
        <w:rPr>
          <w:rtl/>
        </w:rPr>
        <w:t xml:space="preserve">ں </w:t>
      </w:r>
      <w:r>
        <w:rPr>
          <w:rtl/>
        </w:rPr>
        <w:t>كے زيادہ پايدار بھى نہي</w:t>
      </w:r>
      <w:r w:rsidR="00B365A1">
        <w:rPr>
          <w:rtl/>
        </w:rPr>
        <w:t xml:space="preserve">ں </w:t>
      </w:r>
      <w:r>
        <w:rPr>
          <w:rtl/>
        </w:rPr>
        <w:t xml:space="preserve">ہے _ </w:t>
      </w:r>
    </w:p>
    <w:p w:rsidR="00376422" w:rsidRDefault="00376422" w:rsidP="00E67399">
      <w:pPr>
        <w:pStyle w:val="libNormal"/>
        <w:rPr>
          <w:rtl/>
        </w:rPr>
      </w:pPr>
      <w:r>
        <w:rPr>
          <w:rtl/>
        </w:rPr>
        <w:t>اخرتيرے دل مي</w:t>
      </w:r>
      <w:r w:rsidR="00B365A1">
        <w:rPr>
          <w:rtl/>
        </w:rPr>
        <w:t xml:space="preserve">ں </w:t>
      </w:r>
      <w:r>
        <w:rPr>
          <w:rtl/>
        </w:rPr>
        <w:t>اس قدر تمنائي</w:t>
      </w:r>
      <w:r w:rsidR="00B365A1">
        <w:rPr>
          <w:rtl/>
        </w:rPr>
        <w:t xml:space="preserve">ں </w:t>
      </w:r>
      <w:r>
        <w:rPr>
          <w:rtl/>
        </w:rPr>
        <w:t>كروٹ لے رہى ہي</w:t>
      </w:r>
      <w:r w:rsidR="00B365A1">
        <w:rPr>
          <w:rtl/>
        </w:rPr>
        <w:t xml:space="preserve">ں </w:t>
      </w:r>
      <w:r>
        <w:rPr>
          <w:rtl/>
        </w:rPr>
        <w:t>جو ايك نہ ايك دن ہلاكت كى باعث ضرور بني</w:t>
      </w:r>
      <w:r w:rsidR="00B365A1">
        <w:rPr>
          <w:rtl/>
        </w:rPr>
        <w:t xml:space="preserve">ں </w:t>
      </w:r>
      <w:r>
        <w:rPr>
          <w:rtl/>
        </w:rPr>
        <w:t>گي، لہذا بہتر يہى ہے كہ اپنے دماغ سے ان امنگو</w:t>
      </w:r>
      <w:r w:rsidR="00B365A1">
        <w:rPr>
          <w:rtl/>
        </w:rPr>
        <w:t xml:space="preserve">ں </w:t>
      </w:r>
      <w:r>
        <w:rPr>
          <w:rtl/>
        </w:rPr>
        <w:t>كو نكال دے ،كيونكہ على (ع) جيسے تمہارے دام فريب مي</w:t>
      </w:r>
      <w:r w:rsidR="00B365A1">
        <w:rPr>
          <w:rtl/>
        </w:rPr>
        <w:t xml:space="preserve">ں </w:t>
      </w:r>
      <w:r>
        <w:rPr>
          <w:rtl/>
        </w:rPr>
        <w:t>نہي</w:t>
      </w:r>
      <w:r w:rsidR="00B365A1">
        <w:rPr>
          <w:rtl/>
        </w:rPr>
        <w:t xml:space="preserve">ں </w:t>
      </w:r>
      <w:r>
        <w:rPr>
          <w:rtl/>
        </w:rPr>
        <w:t>اسكتے ہي</w:t>
      </w:r>
      <w:r w:rsidR="00B365A1">
        <w:rPr>
          <w:rtl/>
        </w:rPr>
        <w:t xml:space="preserve">ں </w:t>
      </w:r>
      <w:r>
        <w:rPr>
          <w:rtl/>
        </w:rPr>
        <w:t xml:space="preserve">، اور اس سے تم نے اچھے طريقہ سے ان كى ازمائشے بھى كى ہے جو تم نے خراب كيا اسكو على نے بنايا ہے _ </w:t>
      </w:r>
    </w:p>
    <w:p w:rsidR="00376422" w:rsidRDefault="00376422" w:rsidP="00E67399">
      <w:pPr>
        <w:pStyle w:val="libNormal"/>
        <w:rPr>
          <w:rtl/>
        </w:rPr>
      </w:pPr>
      <w:r>
        <w:rPr>
          <w:rtl/>
        </w:rPr>
        <w:t>اگر اس كے چنگل مي</w:t>
      </w:r>
      <w:r w:rsidR="00B365A1">
        <w:rPr>
          <w:rtl/>
        </w:rPr>
        <w:t xml:space="preserve">ں </w:t>
      </w:r>
      <w:r>
        <w:rPr>
          <w:rtl/>
        </w:rPr>
        <w:t>ايك بار چلے گئے تو ياد ركھو كہ تم نے تو اسكى كھال نہي</w:t>
      </w:r>
      <w:r w:rsidR="00B365A1">
        <w:rPr>
          <w:rtl/>
        </w:rPr>
        <w:t xml:space="preserve">ں </w:t>
      </w:r>
      <w:r>
        <w:rPr>
          <w:rtl/>
        </w:rPr>
        <w:t xml:space="preserve">كھينچى ليكن وہ تمھارى كھال كو ادھيڑ دے گا </w:t>
      </w:r>
      <w:r w:rsidRPr="00C00E6D">
        <w:rPr>
          <w:rStyle w:val="libFootnotenumChar"/>
          <w:rtl/>
        </w:rPr>
        <w:t>(24)</w:t>
      </w:r>
      <w:r>
        <w:rPr>
          <w:rtl/>
        </w:rPr>
        <w:t xml:space="preserve"> </w:t>
      </w:r>
    </w:p>
    <w:p w:rsidR="00376422" w:rsidRDefault="00376422" w:rsidP="00E67399">
      <w:pPr>
        <w:pStyle w:val="Heading2Center"/>
        <w:rPr>
          <w:rtl/>
        </w:rPr>
      </w:pPr>
      <w:bookmarkStart w:id="23" w:name="_Toc531605651"/>
      <w:r>
        <w:rPr>
          <w:rtl/>
        </w:rPr>
        <w:t>صفين معركہ حق و باطل</w:t>
      </w:r>
      <w:bookmarkEnd w:id="23"/>
    </w:p>
    <w:p w:rsidR="00376422" w:rsidRDefault="00376422" w:rsidP="00E67399">
      <w:pPr>
        <w:pStyle w:val="libNormal"/>
        <w:rPr>
          <w:rtl/>
        </w:rPr>
      </w:pPr>
      <w:r>
        <w:rPr>
          <w:rtl/>
        </w:rPr>
        <w:t>اس سے قبل اپ نے ملاحظہ فرمايا كہ _ معاويہ نے كس طريقہ سے عثمان كے تمام حقوق كے باوجود جو اسكى گردن پر تھے انكى نصرت كرنے مي</w:t>
      </w:r>
      <w:r w:rsidR="00B365A1">
        <w:rPr>
          <w:rtl/>
        </w:rPr>
        <w:t xml:space="preserve">ں </w:t>
      </w:r>
      <w:r>
        <w:rPr>
          <w:rtl/>
        </w:rPr>
        <w:t>كوتاہى كى ، اور اس قدر عذر تراشى كى كہ ناراض مسلمانو</w:t>
      </w:r>
      <w:r w:rsidR="00B365A1">
        <w:rPr>
          <w:rtl/>
        </w:rPr>
        <w:t xml:space="preserve">ں </w:t>
      </w:r>
      <w:r>
        <w:rPr>
          <w:rtl/>
        </w:rPr>
        <w:t>نے انكو گھر كے اندر قتل كر ڈالا ، شايد معاويہ اس انتظار مي</w:t>
      </w:r>
      <w:r w:rsidR="00B365A1">
        <w:rPr>
          <w:rtl/>
        </w:rPr>
        <w:t xml:space="preserve">ں </w:t>
      </w:r>
      <w:r>
        <w:rPr>
          <w:rtl/>
        </w:rPr>
        <w:t>تھا كہ جو اسكى خلافت كى راہ مي</w:t>
      </w:r>
      <w:r w:rsidR="00B365A1">
        <w:rPr>
          <w:rtl/>
        </w:rPr>
        <w:t xml:space="preserve">ں </w:t>
      </w:r>
      <w:r>
        <w:rPr>
          <w:rtl/>
        </w:rPr>
        <w:t>كانٹے ہي</w:t>
      </w:r>
      <w:r w:rsidR="00B365A1">
        <w:rPr>
          <w:rtl/>
        </w:rPr>
        <w:t xml:space="preserve">ں </w:t>
      </w:r>
      <w:r>
        <w:rPr>
          <w:rtl/>
        </w:rPr>
        <w:t>وہ سب صاف ہو جائي</w:t>
      </w:r>
      <w:r w:rsidR="00B365A1">
        <w:rPr>
          <w:rtl/>
        </w:rPr>
        <w:t xml:space="preserve">ں </w:t>
      </w:r>
      <w:r>
        <w:rPr>
          <w:rtl/>
        </w:rPr>
        <w:t>، ليكن قتل عثمان كے بعد معاويہ كى خواہش كے بر خلاف لوگو</w:t>
      </w:r>
      <w:r w:rsidR="00B365A1">
        <w:rPr>
          <w:rtl/>
        </w:rPr>
        <w:t xml:space="preserve">ں </w:t>
      </w:r>
      <w:r>
        <w:rPr>
          <w:rtl/>
        </w:rPr>
        <w:t>نے امير المومنين(ع) كو خليفہ تسليم كر ليا ، جب زمام حكومت على (ع) كے ہاتھو</w:t>
      </w:r>
      <w:r w:rsidR="00B365A1">
        <w:rPr>
          <w:rtl/>
        </w:rPr>
        <w:t xml:space="preserve">ں </w:t>
      </w:r>
      <w:r>
        <w:rPr>
          <w:rtl/>
        </w:rPr>
        <w:t>مي</w:t>
      </w:r>
      <w:r w:rsidR="00B365A1">
        <w:rPr>
          <w:rtl/>
        </w:rPr>
        <w:t xml:space="preserve">ں </w:t>
      </w:r>
      <w:r>
        <w:rPr>
          <w:rtl/>
        </w:rPr>
        <w:t>اگئي تو اپ نے خاص طور سے اپنى بيعت كا مطالبہ معاويہ سے كيا لہذا معاويہ نے ايك بڑى پلاننگ تيار كى _ اس نے مظلوميت عثمان اور انتقام خون كو بہانہ بناكر جو پہلى مرتبہ جنگ جمل مي</w:t>
      </w:r>
      <w:r w:rsidR="00B365A1">
        <w:rPr>
          <w:rtl/>
        </w:rPr>
        <w:t xml:space="preserve">ں </w:t>
      </w:r>
      <w:r>
        <w:rPr>
          <w:rtl/>
        </w:rPr>
        <w:t xml:space="preserve">اس پرچم كو لہرايا جا چكا تھا امام (ع) سے بر سرپيكار ہو </w:t>
      </w:r>
    </w:p>
    <w:p w:rsidR="00702C24" w:rsidRDefault="00702C24" w:rsidP="00E67399">
      <w:pPr>
        <w:pStyle w:val="libLine"/>
        <w:rPr>
          <w:rtl/>
        </w:rPr>
      </w:pPr>
      <w:r>
        <w:rPr>
          <w:rFonts w:hint="cs"/>
          <w:rtl/>
        </w:rPr>
        <w:t>____________________</w:t>
      </w:r>
    </w:p>
    <w:p w:rsidR="00B56E1A" w:rsidRDefault="00B56E1A" w:rsidP="00E67399">
      <w:pPr>
        <w:pStyle w:val="libFootnote"/>
        <w:rPr>
          <w:rtl/>
        </w:rPr>
      </w:pPr>
      <w:r>
        <w:rPr>
          <w:rtl/>
        </w:rPr>
        <w:t xml:space="preserve">24_ بدايہ النھايہ ج 8 ص129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جانے اور اسكے ذريعہ سے اپنے دل كى تمنائي</w:t>
      </w:r>
      <w:r w:rsidR="00B365A1">
        <w:rPr>
          <w:rtl/>
        </w:rPr>
        <w:t xml:space="preserve">ں </w:t>
      </w:r>
      <w:r>
        <w:rPr>
          <w:rtl/>
        </w:rPr>
        <w:t>نيز اپنے باپ ابو سفيان كى وصيت پورى كر كے اسلام كى وسيع و عريض حكومت كو اپنے ہاتھو</w:t>
      </w:r>
      <w:r w:rsidR="00B365A1">
        <w:rPr>
          <w:rtl/>
        </w:rPr>
        <w:t xml:space="preserve">ں </w:t>
      </w:r>
      <w:r>
        <w:rPr>
          <w:rtl/>
        </w:rPr>
        <w:t>مي</w:t>
      </w:r>
      <w:r w:rsidR="00B365A1">
        <w:rPr>
          <w:rtl/>
        </w:rPr>
        <w:t xml:space="preserve">ں </w:t>
      </w:r>
      <w:r>
        <w:rPr>
          <w:rtl/>
        </w:rPr>
        <w:t>لينے كا ارادہ كيا _ اسى لئے اس نے عثمان كا خون الود كرتہ مسجد دمشق كے منبر كے نزديك لٹكا ديا ، بوڑھے اسكے گرد جمع ہو كر رونے لگے ، پھر اپنى تقرير مي</w:t>
      </w:r>
      <w:r w:rsidR="00B365A1">
        <w:rPr>
          <w:rtl/>
        </w:rPr>
        <w:t xml:space="preserve">ں </w:t>
      </w:r>
      <w:r>
        <w:rPr>
          <w:rtl/>
        </w:rPr>
        <w:t>اس بات كا اعلان كيا كہ مي</w:t>
      </w:r>
      <w:r w:rsidR="00B365A1">
        <w:rPr>
          <w:rtl/>
        </w:rPr>
        <w:t xml:space="preserve">ں </w:t>
      </w:r>
      <w:r>
        <w:rPr>
          <w:rtl/>
        </w:rPr>
        <w:t>مقتول كا وارث ہو</w:t>
      </w:r>
      <w:r w:rsidR="00B365A1">
        <w:rPr>
          <w:rtl/>
        </w:rPr>
        <w:t xml:space="preserve">ں </w:t>
      </w:r>
      <w:r>
        <w:rPr>
          <w:rtl/>
        </w:rPr>
        <w:t>اور جن لوگو</w:t>
      </w:r>
      <w:r w:rsidR="00B365A1">
        <w:rPr>
          <w:rtl/>
        </w:rPr>
        <w:t xml:space="preserve">ں </w:t>
      </w:r>
      <w:r>
        <w:rPr>
          <w:rtl/>
        </w:rPr>
        <w:t>نے خليفہ كو ناحق قتل كيا ہے ان سے خون كا انتقام لينا چاہيئے اہل شام معاويہ كے دام فريب مي</w:t>
      </w:r>
      <w:r w:rsidR="00B365A1">
        <w:rPr>
          <w:rtl/>
        </w:rPr>
        <w:t xml:space="preserve">ں </w:t>
      </w:r>
      <w:r>
        <w:rPr>
          <w:rtl/>
        </w:rPr>
        <w:t>اكر سخت دھوكہ كھائے ، جى نہي</w:t>
      </w:r>
      <w:r w:rsidR="00B365A1">
        <w:rPr>
          <w:rtl/>
        </w:rPr>
        <w:t xml:space="preserve">ں </w:t>
      </w:r>
      <w:r>
        <w:rPr>
          <w:rtl/>
        </w:rPr>
        <w:t>، بلكہ ان لوگو</w:t>
      </w:r>
      <w:r w:rsidR="00B365A1">
        <w:rPr>
          <w:rtl/>
        </w:rPr>
        <w:t xml:space="preserve">ں </w:t>
      </w:r>
      <w:r>
        <w:rPr>
          <w:rtl/>
        </w:rPr>
        <w:t>نے يزيد بن ابو سفيان ( برادر معاويہ ) كے ہاتھو</w:t>
      </w:r>
      <w:r w:rsidR="00B365A1">
        <w:rPr>
          <w:rtl/>
        </w:rPr>
        <w:t xml:space="preserve">ں </w:t>
      </w:r>
      <w:r>
        <w:rPr>
          <w:rtl/>
        </w:rPr>
        <w:t>اسلام كو قبول كيا تھا اور تقريبا بيس سال سے معاويہ كى حكمرانى مي</w:t>
      </w:r>
      <w:r w:rsidR="00B365A1">
        <w:rPr>
          <w:rtl/>
        </w:rPr>
        <w:t xml:space="preserve">ں </w:t>
      </w:r>
      <w:r>
        <w:rPr>
          <w:rtl/>
        </w:rPr>
        <w:t>زندگى گذار رہے تھے ، لہذا ايك طرف شام والو</w:t>
      </w:r>
      <w:r w:rsidR="00B365A1">
        <w:rPr>
          <w:rtl/>
        </w:rPr>
        <w:t xml:space="preserve">ں </w:t>
      </w:r>
      <w:r>
        <w:rPr>
          <w:rtl/>
        </w:rPr>
        <w:t>كى سادہ لوحى تھى ، جسكى وجہ سے بنى اميہ جدہر چاہتے تھے انكو گھما ديتے تھے اور دوسرى طرف خاندان بنى اميہ سے ان لوگو</w:t>
      </w:r>
      <w:r w:rsidR="00B365A1">
        <w:rPr>
          <w:rtl/>
        </w:rPr>
        <w:t xml:space="preserve">ں </w:t>
      </w:r>
      <w:r>
        <w:rPr>
          <w:rtl/>
        </w:rPr>
        <w:t>كى بيس سالہ رفاقت و محبت تھى ، يہى وہ كڑى سے كڑى تھى جو اہل شام كو معاويہ كے افكار و نقشہ كو قبول كرنے مي</w:t>
      </w:r>
      <w:r w:rsidR="00B365A1">
        <w:rPr>
          <w:rtl/>
        </w:rPr>
        <w:t xml:space="preserve">ں </w:t>
      </w:r>
      <w:r>
        <w:rPr>
          <w:rtl/>
        </w:rPr>
        <w:t>معاون ومدد گار ثابت ہوئي ، اسى لئے شام والو</w:t>
      </w:r>
      <w:r w:rsidR="00B365A1">
        <w:rPr>
          <w:rtl/>
        </w:rPr>
        <w:t xml:space="preserve">ں </w:t>
      </w:r>
      <w:r>
        <w:rPr>
          <w:rtl/>
        </w:rPr>
        <w:t xml:space="preserve">نے فورا اس كى بيعت كر كے اس كے فرمان پر اپنا سر تسليم خم كر ديا </w:t>
      </w:r>
      <w:r w:rsidRPr="00C00E6D">
        <w:rPr>
          <w:rStyle w:val="libFootnotenumChar"/>
          <w:rtl/>
        </w:rPr>
        <w:t>(25)</w:t>
      </w:r>
      <w:r>
        <w:rPr>
          <w:rtl/>
        </w:rPr>
        <w:t xml:space="preserve"> اہل شام چاہتے تھے كہ امام (ع) سے جنگ كري</w:t>
      </w:r>
      <w:r w:rsidR="00B365A1">
        <w:rPr>
          <w:rtl/>
        </w:rPr>
        <w:t xml:space="preserve">ں </w:t>
      </w:r>
      <w:r>
        <w:rPr>
          <w:rtl/>
        </w:rPr>
        <w:t>كيونكہ ان لوگو</w:t>
      </w:r>
      <w:r w:rsidR="00B365A1">
        <w:rPr>
          <w:rtl/>
        </w:rPr>
        <w:t xml:space="preserve">ں </w:t>
      </w:r>
      <w:r>
        <w:rPr>
          <w:rtl/>
        </w:rPr>
        <w:t>كو سمجھايا گيا تھا كہ قاتل عثمان اپكے حاشيہ نشين اور پناہ مي</w:t>
      </w:r>
      <w:r w:rsidR="00B365A1">
        <w:rPr>
          <w:rtl/>
        </w:rPr>
        <w:t xml:space="preserve">ں </w:t>
      </w:r>
      <w:r>
        <w:rPr>
          <w:rtl/>
        </w:rPr>
        <w:t>ہي</w:t>
      </w:r>
      <w:r w:rsidR="00B365A1">
        <w:rPr>
          <w:rtl/>
        </w:rPr>
        <w:t xml:space="preserve">ں </w:t>
      </w:r>
      <w:r>
        <w:rPr>
          <w:rtl/>
        </w:rPr>
        <w:t>، لہذا ان لوگو</w:t>
      </w:r>
      <w:r w:rsidR="00B365A1">
        <w:rPr>
          <w:rtl/>
        </w:rPr>
        <w:t xml:space="preserve">ں </w:t>
      </w:r>
      <w:r>
        <w:rPr>
          <w:rtl/>
        </w:rPr>
        <w:t>كو كھينچ كر لايا جائے گا پھر خليفہ ء مظلوم كے خون كا بدلہ ان سے لي</w:t>
      </w:r>
      <w:r w:rsidR="00B365A1">
        <w:rPr>
          <w:rtl/>
        </w:rPr>
        <w:t xml:space="preserve">ں </w:t>
      </w:r>
      <w:r>
        <w:rPr>
          <w:rtl/>
        </w:rPr>
        <w:t>گے _ شام والے معاويہ كى سر براہى مي</w:t>
      </w:r>
      <w:r w:rsidR="00B365A1">
        <w:rPr>
          <w:rtl/>
        </w:rPr>
        <w:t xml:space="preserve">ں </w:t>
      </w:r>
      <w:r>
        <w:rPr>
          <w:rtl/>
        </w:rPr>
        <w:t>خون عثمان كا بدلہ لينے كےلئے امام (ع) سے جنگ كرنے كى خاطر يہا</w:t>
      </w:r>
      <w:r w:rsidR="00B365A1">
        <w:rPr>
          <w:rtl/>
        </w:rPr>
        <w:t xml:space="preserve">ں </w:t>
      </w:r>
      <w:r>
        <w:rPr>
          <w:rtl/>
        </w:rPr>
        <w:t>سے چل ديئے ، دونو</w:t>
      </w:r>
      <w:r w:rsidR="00B365A1">
        <w:rPr>
          <w:rtl/>
        </w:rPr>
        <w:t xml:space="preserve">ں </w:t>
      </w:r>
      <w:r>
        <w:rPr>
          <w:rtl/>
        </w:rPr>
        <w:t>لشكر كا ربيع الثانى 38ھ مي</w:t>
      </w:r>
      <w:r w:rsidR="00B365A1">
        <w:rPr>
          <w:rtl/>
        </w:rPr>
        <w:t xml:space="preserve">ں </w:t>
      </w:r>
      <w:r>
        <w:rPr>
          <w:rtl/>
        </w:rPr>
        <w:t>ميدان صفين مي</w:t>
      </w:r>
      <w:r w:rsidR="00B365A1">
        <w:rPr>
          <w:rtl/>
        </w:rPr>
        <w:t xml:space="preserve">ں </w:t>
      </w:r>
      <w:r>
        <w:rPr>
          <w:rtl/>
        </w:rPr>
        <w:t xml:space="preserve">امنا سامنا ہوا </w:t>
      </w:r>
      <w:r w:rsidRPr="00C00E6D">
        <w:rPr>
          <w:rStyle w:val="libFootnotenumChar"/>
          <w:rtl/>
        </w:rPr>
        <w:t>(26)</w:t>
      </w:r>
      <w:r>
        <w:rPr>
          <w:rtl/>
        </w:rPr>
        <w:t xml:space="preserve"> صفين كے كھلے ميدان مي</w:t>
      </w:r>
      <w:r w:rsidR="00B365A1">
        <w:rPr>
          <w:rtl/>
        </w:rPr>
        <w:t xml:space="preserve">ں </w:t>
      </w:r>
      <w:r>
        <w:rPr>
          <w:rtl/>
        </w:rPr>
        <w:t>نہر فرات كے كنارے دونو</w:t>
      </w:r>
      <w:r w:rsidR="00B365A1">
        <w:rPr>
          <w:rtl/>
        </w:rPr>
        <w:t xml:space="preserve">ں </w:t>
      </w:r>
      <w:r>
        <w:rPr>
          <w:rtl/>
        </w:rPr>
        <w:t>لشكر كے ما بين كافى دنو</w:t>
      </w:r>
      <w:r w:rsidR="00B365A1">
        <w:rPr>
          <w:rtl/>
        </w:rPr>
        <w:t xml:space="preserve">ں </w:t>
      </w:r>
      <w:r>
        <w:rPr>
          <w:rtl/>
        </w:rPr>
        <w:t>تك جنگ بند رہى ، امير المومنين (ع) نے جنگ مي</w:t>
      </w:r>
      <w:r w:rsidR="00B365A1">
        <w:rPr>
          <w:rtl/>
        </w:rPr>
        <w:t xml:space="preserve">ں </w:t>
      </w:r>
      <w:r>
        <w:rPr>
          <w:rtl/>
        </w:rPr>
        <w:t>كبھى پيش قدمى نہي</w:t>
      </w:r>
      <w:r w:rsidR="00B365A1">
        <w:rPr>
          <w:rtl/>
        </w:rPr>
        <w:t xml:space="preserve">ں </w:t>
      </w:r>
      <w:r>
        <w:rPr>
          <w:rtl/>
        </w:rPr>
        <w:t>كى اور جس طرح اسلام نے حكم ديا تھا اسى طرح اپنے لشكر والو</w:t>
      </w:r>
      <w:r w:rsidR="00B365A1">
        <w:rPr>
          <w:rtl/>
        </w:rPr>
        <w:t xml:space="preserve">ں </w:t>
      </w:r>
      <w:r>
        <w:rPr>
          <w:rtl/>
        </w:rPr>
        <w:t>كو دستور ديا ، معاويہ نے پہلے ہى روز نہر فرات كا پانى جو تنھا مخزن اب تھا امام (ع) كے لشكر پر بند كر ديا ، چالاك مشاور عمر و عاص نے كہا _ اے معاويہ _ تمھي</w:t>
      </w:r>
      <w:r w:rsidR="00B365A1">
        <w:rPr>
          <w:rtl/>
        </w:rPr>
        <w:t xml:space="preserve">ں </w:t>
      </w:r>
      <w:r>
        <w:rPr>
          <w:rtl/>
        </w:rPr>
        <w:t>معلوم ہونا چاہيئے كہ على (ع) اور انكے ساتھيو</w:t>
      </w:r>
      <w:r w:rsidR="00B365A1">
        <w:rPr>
          <w:rtl/>
        </w:rPr>
        <w:t xml:space="preserve">ں </w:t>
      </w:r>
      <w:r>
        <w:rPr>
          <w:rtl/>
        </w:rPr>
        <w:t>كے ہاتھ مي</w:t>
      </w:r>
      <w:r w:rsidR="00B365A1">
        <w:rPr>
          <w:rtl/>
        </w:rPr>
        <w:t xml:space="preserve">ں </w:t>
      </w:r>
      <w:r>
        <w:rPr>
          <w:rtl/>
        </w:rPr>
        <w:t>جب تك چمكتى ہوئي تلواري</w:t>
      </w:r>
      <w:r w:rsidR="00B365A1">
        <w:rPr>
          <w:rtl/>
        </w:rPr>
        <w:t xml:space="preserve">ں </w:t>
      </w:r>
      <w:r>
        <w:rPr>
          <w:rtl/>
        </w:rPr>
        <w:t>اور لچكتے ہوئے نيزے ہي</w:t>
      </w:r>
      <w:r w:rsidR="00B365A1">
        <w:rPr>
          <w:rtl/>
        </w:rPr>
        <w:t xml:space="preserve">ں </w:t>
      </w:r>
      <w:r>
        <w:rPr>
          <w:rtl/>
        </w:rPr>
        <w:t>كبھى پياسے نہي</w:t>
      </w:r>
      <w:r w:rsidR="00B365A1">
        <w:rPr>
          <w:rtl/>
        </w:rPr>
        <w:t xml:space="preserve">ں </w:t>
      </w:r>
      <w:r>
        <w:rPr>
          <w:rtl/>
        </w:rPr>
        <w:t>رہ سكتے ہي</w:t>
      </w:r>
      <w:r w:rsidR="00B365A1">
        <w:rPr>
          <w:rtl/>
        </w:rPr>
        <w:t xml:space="preserve">ں </w:t>
      </w:r>
      <w:r>
        <w:rPr>
          <w:rtl/>
        </w:rPr>
        <w:t>، بہتر يہ ہے كہ تم انھي</w:t>
      </w:r>
      <w:r w:rsidR="00B365A1">
        <w:rPr>
          <w:rtl/>
        </w:rPr>
        <w:t xml:space="preserve">ں </w:t>
      </w:r>
      <w:r>
        <w:rPr>
          <w:rtl/>
        </w:rPr>
        <w:t xml:space="preserve">پانى سے نہ روكو ، ليكن لشكر امام (ع) كا دلير سردار مالك اشتر كى سعى و كوشش نے نہر فرات كو معاويہ كے سپاہ سے چھين ليا _ جب لشكر على نے نہر فرات پر قبضہ كر ليا تو حضرت على (ع) نے اپنى شان و شوكت سے معاويہ كے پاس پيغام بھيجوايا كہ ، اگر چہ فرات پر ہمارا قبضہ ہے مگر تم اور تمھارى فوج چاہے اور جتنا چاہے پانى لے سكتى ہے اس پر سبھى كا حق بنتا ہے </w:t>
      </w:r>
      <w:r w:rsidRPr="00C00E6D">
        <w:rPr>
          <w:rStyle w:val="libFootnotenumChar"/>
          <w:rtl/>
        </w:rPr>
        <w:t>(27)</w:t>
      </w:r>
      <w:r>
        <w:rPr>
          <w:rtl/>
        </w:rPr>
        <w:t xml:space="preserve"> _ </w:t>
      </w:r>
    </w:p>
    <w:p w:rsidR="00376422" w:rsidRDefault="00B56E1A" w:rsidP="00E67399">
      <w:pPr>
        <w:pStyle w:val="libLine"/>
        <w:rPr>
          <w:rtl/>
        </w:rPr>
      </w:pPr>
      <w:r>
        <w:rPr>
          <w:rFonts w:hint="cs"/>
          <w:rtl/>
        </w:rPr>
        <w:t>____________________</w:t>
      </w:r>
    </w:p>
    <w:p w:rsidR="00B56E1A" w:rsidRDefault="00B56E1A" w:rsidP="00E67399">
      <w:pPr>
        <w:pStyle w:val="libFootnote"/>
        <w:rPr>
          <w:rtl/>
        </w:rPr>
      </w:pPr>
      <w:r>
        <w:rPr>
          <w:rtl/>
        </w:rPr>
        <w:t xml:space="preserve">25_ صفين ص 128 </w:t>
      </w:r>
    </w:p>
    <w:p w:rsidR="00B56E1A" w:rsidRDefault="00B56E1A" w:rsidP="00E67399">
      <w:pPr>
        <w:pStyle w:val="libFootnote"/>
        <w:rPr>
          <w:rtl/>
        </w:rPr>
      </w:pPr>
      <w:r>
        <w:rPr>
          <w:rtl/>
        </w:rPr>
        <w:t xml:space="preserve">26_ صفين ص 209، شرح نہج البلاغہ ج1 ص 250 </w:t>
      </w:r>
    </w:p>
    <w:p w:rsidR="00B56E1A" w:rsidRDefault="00B56E1A" w:rsidP="00E67399">
      <w:pPr>
        <w:pStyle w:val="libFootnote"/>
        <w:rPr>
          <w:rtl/>
        </w:rPr>
      </w:pPr>
      <w:r>
        <w:rPr>
          <w:rtl/>
        </w:rPr>
        <w:t xml:space="preserve">27_ صفين ص 193 </w:t>
      </w:r>
    </w:p>
    <w:p w:rsidR="00B56E1A" w:rsidRDefault="00B56E1A" w:rsidP="00E67399">
      <w:pPr>
        <w:pStyle w:val="libPoemTini"/>
        <w:rPr>
          <w:rtl/>
        </w:rPr>
      </w:pPr>
      <w:r>
        <w:rPr>
          <w:rtl/>
        </w:rPr>
        <w:br w:type="page"/>
      </w:r>
    </w:p>
    <w:p w:rsidR="00376422" w:rsidRDefault="00376422" w:rsidP="00E67399">
      <w:pPr>
        <w:pStyle w:val="Heading2Center"/>
        <w:rPr>
          <w:rtl/>
        </w:rPr>
      </w:pPr>
      <w:bookmarkStart w:id="24" w:name="_Toc531605652"/>
      <w:r>
        <w:rPr>
          <w:rtl/>
        </w:rPr>
        <w:lastRenderedPageBreak/>
        <w:t>معاويہ كى چالاكي</w:t>
      </w:r>
      <w:bookmarkEnd w:id="24"/>
    </w:p>
    <w:p w:rsidR="00376422" w:rsidRDefault="00376422" w:rsidP="00E67399">
      <w:pPr>
        <w:pStyle w:val="libNormal"/>
        <w:rPr>
          <w:rtl/>
        </w:rPr>
      </w:pPr>
      <w:r>
        <w:rPr>
          <w:rtl/>
        </w:rPr>
        <w:t>يہ پہلى جھڑپ دونو</w:t>
      </w:r>
      <w:r w:rsidR="00B365A1">
        <w:rPr>
          <w:rtl/>
        </w:rPr>
        <w:t xml:space="preserve">ں </w:t>
      </w:r>
      <w:r>
        <w:rPr>
          <w:rtl/>
        </w:rPr>
        <w:t>لشكر كے درميان تھى ، جنگ مدت دراز كے لئے متوقف ہوگئي كيونكہ امير المومنين (ع) نے حتى الامكان كوشش كى كہ جنگ اور زبر دستى كے ذريعہ اپنے نظريات كو نہي</w:t>
      </w:r>
      <w:r w:rsidR="00B365A1">
        <w:rPr>
          <w:rtl/>
        </w:rPr>
        <w:t xml:space="preserve">ں </w:t>
      </w:r>
      <w:r>
        <w:rPr>
          <w:rtl/>
        </w:rPr>
        <w:t>تھوپاجائے ليكن شامى سوائے خون عثمان كے كچھ نہي</w:t>
      </w:r>
      <w:r w:rsidR="00B365A1">
        <w:rPr>
          <w:rtl/>
        </w:rPr>
        <w:t xml:space="preserve">ں </w:t>
      </w:r>
      <w:r>
        <w:rPr>
          <w:rtl/>
        </w:rPr>
        <w:t xml:space="preserve">كہتے تھے ؟ </w:t>
      </w:r>
    </w:p>
    <w:p w:rsidR="00376422" w:rsidRDefault="00376422" w:rsidP="00E67399">
      <w:pPr>
        <w:pStyle w:val="libNormal"/>
        <w:rPr>
          <w:rtl/>
        </w:rPr>
      </w:pPr>
      <w:r>
        <w:rPr>
          <w:rtl/>
        </w:rPr>
        <w:t>ذى الحجہ كے مہينے مي</w:t>
      </w:r>
      <w:r w:rsidR="00B365A1">
        <w:rPr>
          <w:rtl/>
        </w:rPr>
        <w:t xml:space="preserve">ں </w:t>
      </w:r>
      <w:r>
        <w:rPr>
          <w:rtl/>
        </w:rPr>
        <w:t>بھى چھوٹى موٹى مڈ بھيڑي</w:t>
      </w:r>
      <w:r w:rsidR="00B365A1">
        <w:rPr>
          <w:rtl/>
        </w:rPr>
        <w:t xml:space="preserve">ں </w:t>
      </w:r>
      <w:r>
        <w:rPr>
          <w:rtl/>
        </w:rPr>
        <w:t>ہوئي</w:t>
      </w:r>
      <w:r w:rsidR="00B365A1">
        <w:rPr>
          <w:rtl/>
        </w:rPr>
        <w:t xml:space="preserve">ں </w:t>
      </w:r>
      <w:r>
        <w:rPr>
          <w:rtl/>
        </w:rPr>
        <w:t>ليكن اسكا كوئي خاص نتيجہ نہي</w:t>
      </w:r>
      <w:r w:rsidR="00B365A1">
        <w:rPr>
          <w:rtl/>
        </w:rPr>
        <w:t xml:space="preserve">ں </w:t>
      </w:r>
      <w:r>
        <w:rPr>
          <w:rtl/>
        </w:rPr>
        <w:t>نكلا ، محرم الحرام كى امد پر طرفين جنگ سے دستبرادر ہو گئے ، ليكن اس مہينہ كے تمام ہوتے ہى دوبارہ جنگ شروع ہو گئي ، ان تمام مدتو</w:t>
      </w:r>
      <w:r w:rsidR="00B365A1">
        <w:rPr>
          <w:rtl/>
        </w:rPr>
        <w:t xml:space="preserve">ں </w:t>
      </w:r>
      <w:r>
        <w:rPr>
          <w:rtl/>
        </w:rPr>
        <w:t>مي</w:t>
      </w:r>
      <w:r w:rsidR="00B365A1">
        <w:rPr>
          <w:rtl/>
        </w:rPr>
        <w:t xml:space="preserve">ں </w:t>
      </w:r>
      <w:r>
        <w:rPr>
          <w:rtl/>
        </w:rPr>
        <w:t>معاويہ كى يہى سعى و كوشش رہى كہ كسى نہ كسى طريقہ سے امام عليہ السلام اسكو حكومت شام كا پروانہ لكھدي</w:t>
      </w:r>
      <w:r w:rsidR="00B365A1">
        <w:rPr>
          <w:rtl/>
        </w:rPr>
        <w:t xml:space="preserve">ں </w:t>
      </w:r>
      <w:r>
        <w:rPr>
          <w:rtl/>
        </w:rPr>
        <w:t>تاكہ جنگ كا خاتمہ كر دے ، ليكن امام (ع) كسى قيمت پر راضى نہي</w:t>
      </w:r>
      <w:r w:rsidR="00B365A1">
        <w:rPr>
          <w:rtl/>
        </w:rPr>
        <w:t xml:space="preserve">ں </w:t>
      </w:r>
      <w:r>
        <w:rPr>
          <w:rtl/>
        </w:rPr>
        <w:t xml:space="preserve">تھے كہ معاويہ جيسا انسان انكا ہمنوا بنے_ </w:t>
      </w:r>
    </w:p>
    <w:p w:rsidR="00376422" w:rsidRDefault="00376422" w:rsidP="00E67399">
      <w:pPr>
        <w:pStyle w:val="libNormal"/>
        <w:rPr>
          <w:rtl/>
        </w:rPr>
      </w:pPr>
      <w:r>
        <w:rPr>
          <w:rtl/>
        </w:rPr>
        <w:t>اخر ايك شديد حملہ مي</w:t>
      </w:r>
      <w:r w:rsidR="00B365A1">
        <w:rPr>
          <w:rtl/>
        </w:rPr>
        <w:t xml:space="preserve">ں </w:t>
      </w:r>
      <w:r>
        <w:rPr>
          <w:rtl/>
        </w:rPr>
        <w:t>لشكر امام (ع) كى شجاعت اور پا فشارى كا نتيجہ يہ ہوا كہ فوج نے داہنى سمت سے اتنى پيش قدمى كى كہ معاويہ كے خيمہ تك پہونچ گئي _ ليكن ميسرہ كى فوج شاميو</w:t>
      </w:r>
      <w:r w:rsidR="00B365A1">
        <w:rPr>
          <w:rtl/>
        </w:rPr>
        <w:t xml:space="preserve">ں </w:t>
      </w:r>
      <w:r>
        <w:rPr>
          <w:rtl/>
        </w:rPr>
        <w:t xml:space="preserve">كے حملہ كى تاب نہ لاكر پيچھے ہٹ گئي _ </w:t>
      </w:r>
    </w:p>
    <w:p w:rsidR="00376422" w:rsidRDefault="00376422" w:rsidP="00E67399">
      <w:pPr>
        <w:pStyle w:val="libNormal"/>
        <w:rPr>
          <w:rtl/>
        </w:rPr>
      </w:pPr>
      <w:r>
        <w:rPr>
          <w:rtl/>
        </w:rPr>
        <w:t>اس وقت امام عليہ السلام بہ نفس نفيس ميدان مي</w:t>
      </w:r>
      <w:r w:rsidR="00B365A1">
        <w:rPr>
          <w:rtl/>
        </w:rPr>
        <w:t xml:space="preserve">ں </w:t>
      </w:r>
      <w:r>
        <w:rPr>
          <w:rtl/>
        </w:rPr>
        <w:t>اگئے اور اپنے فرارى لشكر كو للكارا ،پھر معاويہ سے كہا ، اے معاويہ لوگو</w:t>
      </w:r>
      <w:r w:rsidR="00B365A1">
        <w:rPr>
          <w:rtl/>
        </w:rPr>
        <w:t xml:space="preserve">ں </w:t>
      </w:r>
      <w:r>
        <w:rPr>
          <w:rtl/>
        </w:rPr>
        <w:t>كا خون نا حق كيو</w:t>
      </w:r>
      <w:r w:rsidR="00B365A1">
        <w:rPr>
          <w:rtl/>
        </w:rPr>
        <w:t xml:space="preserve">ں </w:t>
      </w:r>
      <w:r>
        <w:rPr>
          <w:rtl/>
        </w:rPr>
        <w:t>بہا رہا ہے ائو ہم دونو</w:t>
      </w:r>
      <w:r w:rsidR="00B365A1">
        <w:rPr>
          <w:rtl/>
        </w:rPr>
        <w:t xml:space="preserve">ں </w:t>
      </w:r>
      <w:r>
        <w:rPr>
          <w:rtl/>
        </w:rPr>
        <w:t>لڑكر فيصلہ كر لي</w:t>
      </w:r>
      <w:r w:rsidR="00B365A1">
        <w:rPr>
          <w:rtl/>
        </w:rPr>
        <w:t xml:space="preserve">ں </w:t>
      </w:r>
      <w:r>
        <w:rPr>
          <w:rtl/>
        </w:rPr>
        <w:t>معاويہ نے جان كے خوف سے امير المومنين كى دعوت قبول نہي</w:t>
      </w:r>
      <w:r w:rsidR="00B365A1">
        <w:rPr>
          <w:rtl/>
        </w:rPr>
        <w:t xml:space="preserve">ں </w:t>
      </w:r>
      <w:r>
        <w:rPr>
          <w:rtl/>
        </w:rPr>
        <w:t>كى كيونكہ خوب جانتا تھا كہ جو بھى بہادر امام (ع) سے مقابلہ كرنے كے لئے ميدان جنگ مي</w:t>
      </w:r>
      <w:r w:rsidR="00B365A1">
        <w:rPr>
          <w:rtl/>
        </w:rPr>
        <w:t xml:space="preserve">ں </w:t>
      </w:r>
      <w:r>
        <w:rPr>
          <w:rtl/>
        </w:rPr>
        <w:t>گيا وہ دوبارہ واپس نہي</w:t>
      </w:r>
      <w:r w:rsidR="00B365A1">
        <w:rPr>
          <w:rtl/>
        </w:rPr>
        <w:t>ں</w:t>
      </w:r>
      <w:r w:rsidR="00831D2C">
        <w:rPr>
          <w:rtl/>
        </w:rPr>
        <w:t xml:space="preserve"> آيا </w:t>
      </w:r>
      <w:r>
        <w:rPr>
          <w:rtl/>
        </w:rPr>
        <w:t xml:space="preserve"> ہے _ </w:t>
      </w:r>
    </w:p>
    <w:p w:rsidR="00376422" w:rsidRDefault="00376422" w:rsidP="00E67399">
      <w:pPr>
        <w:pStyle w:val="libNormal"/>
        <w:rPr>
          <w:rtl/>
        </w:rPr>
      </w:pPr>
      <w:r>
        <w:rPr>
          <w:rtl/>
        </w:rPr>
        <w:t>تمام رات جنگ جارى رہى ، جب رات كا اندھيرا چھٹا تو لشكر امام (ع) كى شكست اخرى مرحلہ مي</w:t>
      </w:r>
      <w:r w:rsidR="00B365A1">
        <w:rPr>
          <w:rtl/>
        </w:rPr>
        <w:t xml:space="preserve">ں </w:t>
      </w:r>
      <w:r>
        <w:rPr>
          <w:rtl/>
        </w:rPr>
        <w:t>تھى ، مالك اشتر كوفہ كے بہادرو</w:t>
      </w:r>
      <w:r w:rsidR="00B365A1">
        <w:rPr>
          <w:rtl/>
        </w:rPr>
        <w:t xml:space="preserve">ں </w:t>
      </w:r>
      <w:r>
        <w:rPr>
          <w:rtl/>
        </w:rPr>
        <w:t>كے ساتھ ميمنہ كى طرف سے اور امام (ع) قلب لشكر سے دشمنو</w:t>
      </w:r>
      <w:r w:rsidR="00B365A1">
        <w:rPr>
          <w:rtl/>
        </w:rPr>
        <w:t xml:space="preserve">ں </w:t>
      </w:r>
      <w:r>
        <w:rPr>
          <w:rtl/>
        </w:rPr>
        <w:t xml:space="preserve">پر تابڑ توڑ حملہ كر رہے تھے ، اور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لشكر كوفہ كے سپاہى جب شام كى فوج مي</w:t>
      </w:r>
      <w:r w:rsidR="00B365A1">
        <w:rPr>
          <w:rtl/>
        </w:rPr>
        <w:t xml:space="preserve">ں </w:t>
      </w:r>
      <w:r>
        <w:rPr>
          <w:rtl/>
        </w:rPr>
        <w:t>گھس گئے تو معاويہ نے راہ فرار اختيار كى اسكے سپاہيو</w:t>
      </w:r>
      <w:r w:rsidR="00B365A1">
        <w:rPr>
          <w:rtl/>
        </w:rPr>
        <w:t xml:space="preserve">ں </w:t>
      </w:r>
      <w:r>
        <w:rPr>
          <w:rtl/>
        </w:rPr>
        <w:t>كو سوائے شكست كے كوئي اور چيز نظر نہي</w:t>
      </w:r>
      <w:r w:rsidR="00B365A1">
        <w:rPr>
          <w:rtl/>
        </w:rPr>
        <w:t xml:space="preserve">ں </w:t>
      </w:r>
      <w:r>
        <w:rPr>
          <w:rtl/>
        </w:rPr>
        <w:t>ارہى تھى ، كفر اور جاہليت كا ركن بزرگ ہميشہ كے لئے نيست و نابود ہو رہاتھا اور حكومت علوى تمام بلاد اسلامى پر حكمرانى كرتى نظر ارہى تھى كہ اچانك معاويہ كے مكار مشاور عمر و عاص كے ذہن مي</w:t>
      </w:r>
      <w:r w:rsidR="00B365A1">
        <w:rPr>
          <w:rtl/>
        </w:rPr>
        <w:t xml:space="preserve">ں </w:t>
      </w:r>
      <w:r>
        <w:rPr>
          <w:rtl/>
        </w:rPr>
        <w:t>ايك فتور</w:t>
      </w:r>
      <w:r w:rsidR="00831D2C">
        <w:rPr>
          <w:rtl/>
        </w:rPr>
        <w:t xml:space="preserve"> آيا </w:t>
      </w:r>
      <w:r>
        <w:rPr>
          <w:rtl/>
        </w:rPr>
        <w:t xml:space="preserve"> تب جا كر معاويہ كى جان مي</w:t>
      </w:r>
      <w:r w:rsidR="00B365A1">
        <w:rPr>
          <w:rtl/>
        </w:rPr>
        <w:t xml:space="preserve">ں </w:t>
      </w:r>
      <w:r>
        <w:rPr>
          <w:rtl/>
        </w:rPr>
        <w:t xml:space="preserve">جان ائي _ </w:t>
      </w:r>
    </w:p>
    <w:p w:rsidR="00376422" w:rsidRDefault="00376422" w:rsidP="00E67399">
      <w:pPr>
        <w:pStyle w:val="libNormal"/>
        <w:rPr>
          <w:rtl/>
        </w:rPr>
      </w:pPr>
      <w:r>
        <w:rPr>
          <w:rtl/>
        </w:rPr>
        <w:t xml:space="preserve">عمر و عاص نے معاويہ سے كہا كہ : </w:t>
      </w:r>
    </w:p>
    <w:p w:rsidR="00376422" w:rsidRDefault="00376422" w:rsidP="00E67399">
      <w:pPr>
        <w:pStyle w:val="libNormal"/>
        <w:rPr>
          <w:rtl/>
        </w:rPr>
      </w:pPr>
      <w:r>
        <w:rPr>
          <w:rtl/>
        </w:rPr>
        <w:t>لشكر شام كو حكم دو كہ قران كو نيزو</w:t>
      </w:r>
      <w:r w:rsidR="00B365A1">
        <w:rPr>
          <w:rtl/>
        </w:rPr>
        <w:t xml:space="preserve">ں </w:t>
      </w:r>
      <w:r>
        <w:rPr>
          <w:rtl/>
        </w:rPr>
        <w:t>پر بلند كري</w:t>
      </w:r>
      <w:r w:rsidR="00B365A1">
        <w:rPr>
          <w:rtl/>
        </w:rPr>
        <w:t xml:space="preserve">ں </w:t>
      </w:r>
      <w:r>
        <w:rPr>
          <w:rtl/>
        </w:rPr>
        <w:t>فوج شام نے اسكے حكم كى تعميل كر كے يہ كہنا شروع كيا كہ ہم حكم قران پر راضى ہي</w:t>
      </w:r>
      <w:r w:rsidR="00B365A1">
        <w:rPr>
          <w:rtl/>
        </w:rPr>
        <w:t xml:space="preserve">ں </w:t>
      </w:r>
      <w:r>
        <w:rPr>
          <w:rtl/>
        </w:rPr>
        <w:t xml:space="preserve">اس طرح پانچ سو قران نيزے پر بلند كئے گئے </w:t>
      </w:r>
      <w:r w:rsidRPr="00C00E6D">
        <w:rPr>
          <w:rStyle w:val="libFootnotenumChar"/>
          <w:rtl/>
        </w:rPr>
        <w:t>(28)</w:t>
      </w:r>
      <w:r>
        <w:rPr>
          <w:rtl/>
        </w:rPr>
        <w:t xml:space="preserve"> ،امام (ع) كے لشكر كے بے دين افراد نے اس فريب مي</w:t>
      </w:r>
      <w:r w:rsidR="00B365A1">
        <w:rPr>
          <w:rtl/>
        </w:rPr>
        <w:t xml:space="preserve">ں </w:t>
      </w:r>
      <w:r>
        <w:rPr>
          <w:rtl/>
        </w:rPr>
        <w:t xml:space="preserve">اكر استقامت كرنا چھوڑ ديا _ </w:t>
      </w:r>
    </w:p>
    <w:p w:rsidR="00376422" w:rsidRDefault="00376422" w:rsidP="00E67399">
      <w:pPr>
        <w:pStyle w:val="libNormal"/>
        <w:rPr>
          <w:rtl/>
        </w:rPr>
      </w:pPr>
      <w:r>
        <w:rPr>
          <w:rtl/>
        </w:rPr>
        <w:t>سوائے چند افراد كے كوئي بھى ثابت قدم نہ رہ سكا خاص طور پر وہ جو معاويہ كے مزدور اور سپاہ كوفہ كے منافقين تھے جيسے اشعث بن قيس كہ اس نے اس راہ مي</w:t>
      </w:r>
      <w:r w:rsidR="00B365A1">
        <w:rPr>
          <w:rtl/>
        </w:rPr>
        <w:t xml:space="preserve">ں </w:t>
      </w:r>
      <w:r>
        <w:rPr>
          <w:rtl/>
        </w:rPr>
        <w:t xml:space="preserve">خوب فتنہ برپا كيا </w:t>
      </w:r>
      <w:r w:rsidRPr="00C00E6D">
        <w:rPr>
          <w:rStyle w:val="libFootnotenumChar"/>
          <w:rtl/>
        </w:rPr>
        <w:t>(29)</w:t>
      </w:r>
      <w:r>
        <w:rPr>
          <w:rtl/>
        </w:rPr>
        <w:t xml:space="preserve"> _ </w:t>
      </w:r>
    </w:p>
    <w:p w:rsidR="00376422" w:rsidRDefault="00376422" w:rsidP="00E67399">
      <w:pPr>
        <w:pStyle w:val="libNormal"/>
        <w:rPr>
          <w:rtl/>
        </w:rPr>
      </w:pPr>
      <w:r>
        <w:rPr>
          <w:rtl/>
        </w:rPr>
        <w:t>امام (ع) اور ا ن كے لشكر والو</w:t>
      </w:r>
      <w:r w:rsidR="00B365A1">
        <w:rPr>
          <w:rtl/>
        </w:rPr>
        <w:t xml:space="preserve">ں </w:t>
      </w:r>
      <w:r>
        <w:rPr>
          <w:rtl/>
        </w:rPr>
        <w:t>نے بہت سمجھايا بجھايا كہ يہ كام دھوكہ اور سياست ہے يہ لوگ نہ مسلمان ہي</w:t>
      </w:r>
      <w:r w:rsidR="00B365A1">
        <w:rPr>
          <w:rtl/>
        </w:rPr>
        <w:t xml:space="preserve">ں </w:t>
      </w:r>
      <w:r>
        <w:rPr>
          <w:rtl/>
        </w:rPr>
        <w:t>اور نہ ہى قران والے ہي</w:t>
      </w:r>
      <w:r w:rsidR="00B365A1">
        <w:rPr>
          <w:rtl/>
        </w:rPr>
        <w:t xml:space="preserve">ں </w:t>
      </w:r>
      <w:r>
        <w:rPr>
          <w:rtl/>
        </w:rPr>
        <w:t>ہم نے بارہا ان لوگو</w:t>
      </w:r>
      <w:r w:rsidR="00B365A1">
        <w:rPr>
          <w:rtl/>
        </w:rPr>
        <w:t xml:space="preserve">ں </w:t>
      </w:r>
      <w:r>
        <w:rPr>
          <w:rtl/>
        </w:rPr>
        <w:t>كو قران كى طرف دعوت دى ليكن اسكے سايہ مي</w:t>
      </w:r>
      <w:r w:rsidR="00B365A1">
        <w:rPr>
          <w:rtl/>
        </w:rPr>
        <w:t xml:space="preserve">ں </w:t>
      </w:r>
      <w:r>
        <w:rPr>
          <w:rtl/>
        </w:rPr>
        <w:t>نہي</w:t>
      </w:r>
      <w:r w:rsidR="00B365A1">
        <w:rPr>
          <w:rtl/>
        </w:rPr>
        <w:t>ں</w:t>
      </w:r>
      <w:r w:rsidR="00137FAB">
        <w:rPr>
          <w:rtl/>
        </w:rPr>
        <w:t xml:space="preserve"> آئے</w:t>
      </w:r>
      <w:r>
        <w:rPr>
          <w:rtl/>
        </w:rPr>
        <w:t xml:space="preserve"> _ </w:t>
      </w:r>
    </w:p>
    <w:p w:rsidR="00376422" w:rsidRDefault="00376422" w:rsidP="00E67399">
      <w:pPr>
        <w:pStyle w:val="libNormal"/>
        <w:rPr>
          <w:rtl/>
        </w:rPr>
      </w:pPr>
      <w:r>
        <w:rPr>
          <w:rtl/>
        </w:rPr>
        <w:t>لشكر امام (ع) كے افراطى لوگ اشعث بن قيس كى سر براہى مي</w:t>
      </w:r>
      <w:r w:rsidR="00B365A1">
        <w:rPr>
          <w:rtl/>
        </w:rPr>
        <w:t xml:space="preserve">ں </w:t>
      </w:r>
      <w:r>
        <w:rPr>
          <w:rtl/>
        </w:rPr>
        <w:t>بغاوت و سر كشى پر اتر</w:t>
      </w:r>
      <w:r w:rsidR="00137FAB">
        <w:rPr>
          <w:rtl/>
        </w:rPr>
        <w:t xml:space="preserve"> آئے</w:t>
      </w:r>
      <w:r>
        <w:rPr>
          <w:rtl/>
        </w:rPr>
        <w:t xml:space="preserve"> ، اس ہنگامہ بلا خيز مي</w:t>
      </w:r>
      <w:r w:rsidR="00B365A1">
        <w:rPr>
          <w:rtl/>
        </w:rPr>
        <w:t xml:space="preserve">ں </w:t>
      </w:r>
      <w:r>
        <w:rPr>
          <w:rtl/>
        </w:rPr>
        <w:t>مالك اشتر ايك طرف سے لشكر معاويہ كو درہم برہم كئے ہوئے تھے ، عنقريب تھا كہ جنگ لشكر امام (ع) كے حق مي</w:t>
      </w:r>
      <w:r w:rsidR="00B365A1">
        <w:rPr>
          <w:rtl/>
        </w:rPr>
        <w:t xml:space="preserve">ں </w:t>
      </w:r>
      <w:r>
        <w:rPr>
          <w:rtl/>
        </w:rPr>
        <w:t xml:space="preserve">ختم ہو _ </w:t>
      </w:r>
    </w:p>
    <w:p w:rsidR="00376422" w:rsidRDefault="00376422" w:rsidP="00E67399">
      <w:pPr>
        <w:pStyle w:val="libNormal"/>
        <w:rPr>
          <w:rtl/>
        </w:rPr>
      </w:pPr>
      <w:r>
        <w:rPr>
          <w:rtl/>
        </w:rPr>
        <w:t>دوسرى طرف اشعث اوراسكے ساتھيو</w:t>
      </w:r>
      <w:r w:rsidR="00B365A1">
        <w:rPr>
          <w:rtl/>
        </w:rPr>
        <w:t xml:space="preserve">ں </w:t>
      </w:r>
      <w:r>
        <w:rPr>
          <w:rtl/>
        </w:rPr>
        <w:t>نے امام (ع) كو سخت محاصرے مي</w:t>
      </w:r>
      <w:r w:rsidR="00B365A1">
        <w:rPr>
          <w:rtl/>
        </w:rPr>
        <w:t xml:space="preserve">ں </w:t>
      </w:r>
      <w:r>
        <w:rPr>
          <w:rtl/>
        </w:rPr>
        <w:t>لے ليا اور ان سے كہا كہ اپ مالك اشتر كو حكم دي</w:t>
      </w:r>
      <w:r w:rsidR="00B365A1">
        <w:rPr>
          <w:rtl/>
        </w:rPr>
        <w:t xml:space="preserve">ں </w:t>
      </w:r>
      <w:r>
        <w:rPr>
          <w:rtl/>
        </w:rPr>
        <w:t>كہ ميدان جنگ سے واپس اجائي</w:t>
      </w:r>
      <w:r w:rsidR="00B365A1">
        <w:rPr>
          <w:rtl/>
        </w:rPr>
        <w:t xml:space="preserve">ں </w:t>
      </w:r>
      <w:r>
        <w:rPr>
          <w:rtl/>
        </w:rPr>
        <w:t>، امام (ع) نے فرستادہ كو بھيجا ، مالك اشتر نے اس سے كہا كہ انحضرت سے كہنا كہ يہ گھڑى جنگ سے واپس بلانے كى نہي</w:t>
      </w:r>
      <w:r w:rsidR="00B365A1">
        <w:rPr>
          <w:rtl/>
        </w:rPr>
        <w:t xml:space="preserve">ں </w:t>
      </w:r>
      <w:r>
        <w:rPr>
          <w:rtl/>
        </w:rPr>
        <w:t>ہے ، ہمي</w:t>
      </w:r>
      <w:r w:rsidR="00B365A1">
        <w:rPr>
          <w:rtl/>
        </w:rPr>
        <w:t xml:space="preserve">ں </w:t>
      </w:r>
      <w:r>
        <w:rPr>
          <w:rtl/>
        </w:rPr>
        <w:t>خدا وند عالم پر بھروسہ ہے كہ جلد كاميابى نصيب كر دے گا ، وہ شخص مالك كا پيغام ليكر لوٹ</w:t>
      </w:r>
      <w:r w:rsidR="00831D2C">
        <w:rPr>
          <w:rtl/>
        </w:rPr>
        <w:t xml:space="preserve"> آيا </w:t>
      </w:r>
      <w:r>
        <w:rPr>
          <w:rtl/>
        </w:rPr>
        <w:t xml:space="preserve"> _ </w:t>
      </w:r>
    </w:p>
    <w:p w:rsidR="00376422" w:rsidRDefault="00376422" w:rsidP="00E67399">
      <w:pPr>
        <w:pStyle w:val="libNormal"/>
        <w:rPr>
          <w:rtl/>
        </w:rPr>
      </w:pPr>
      <w:r>
        <w:rPr>
          <w:rtl/>
        </w:rPr>
        <w:t>اسى اثنا ء مي</w:t>
      </w:r>
      <w:r w:rsidR="00B365A1">
        <w:rPr>
          <w:rtl/>
        </w:rPr>
        <w:t xml:space="preserve">ں </w:t>
      </w:r>
      <w:r>
        <w:rPr>
          <w:rtl/>
        </w:rPr>
        <w:t xml:space="preserve">شديد گرد و غبار اور ڈھول تاشے كى </w:t>
      </w:r>
      <w:r w:rsidR="00FF45BE">
        <w:rPr>
          <w:rtl/>
        </w:rPr>
        <w:t xml:space="preserve">آواز </w:t>
      </w:r>
      <w:r>
        <w:rPr>
          <w:rtl/>
        </w:rPr>
        <w:t xml:space="preserve"> ميدان جنگ مي</w:t>
      </w:r>
      <w:r w:rsidR="00B365A1">
        <w:rPr>
          <w:rtl/>
        </w:rPr>
        <w:t xml:space="preserve">ں </w:t>
      </w:r>
      <w:r>
        <w:rPr>
          <w:rtl/>
        </w:rPr>
        <w:t xml:space="preserve">گونجنے لگى ، لشكر عراق كى فتح اور شام </w:t>
      </w:r>
    </w:p>
    <w:p w:rsidR="00702C24" w:rsidRDefault="00702C24" w:rsidP="00E67399">
      <w:pPr>
        <w:pStyle w:val="libLine"/>
        <w:rPr>
          <w:rtl/>
        </w:rPr>
      </w:pPr>
      <w:r>
        <w:rPr>
          <w:rFonts w:hint="cs"/>
          <w:rtl/>
        </w:rPr>
        <w:t>____________________</w:t>
      </w:r>
    </w:p>
    <w:p w:rsidR="00B56E1A" w:rsidRDefault="00B56E1A" w:rsidP="00E67399">
      <w:pPr>
        <w:pStyle w:val="libFootnote"/>
        <w:rPr>
          <w:rtl/>
        </w:rPr>
      </w:pPr>
      <w:r>
        <w:rPr>
          <w:rtl/>
        </w:rPr>
        <w:t xml:space="preserve">28_ مروج الذھب ج2 ص 390 </w:t>
      </w:r>
    </w:p>
    <w:p w:rsidR="00B56E1A" w:rsidRDefault="00B56E1A" w:rsidP="00E67399">
      <w:pPr>
        <w:pStyle w:val="libFootnote"/>
        <w:rPr>
          <w:rtl/>
        </w:rPr>
      </w:pPr>
      <w:r>
        <w:rPr>
          <w:rtl/>
        </w:rPr>
        <w:t xml:space="preserve">29_ تاريخ يعقوبى ج2 ص 165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والو</w:t>
      </w:r>
      <w:r w:rsidR="00B365A1">
        <w:rPr>
          <w:rtl/>
        </w:rPr>
        <w:t xml:space="preserve">ں </w:t>
      </w:r>
      <w:r>
        <w:rPr>
          <w:rtl/>
        </w:rPr>
        <w:t>كى شكست نمايا</w:t>
      </w:r>
      <w:r w:rsidR="00B365A1">
        <w:rPr>
          <w:rtl/>
        </w:rPr>
        <w:t xml:space="preserve">ں </w:t>
      </w:r>
      <w:r>
        <w:rPr>
          <w:rtl/>
        </w:rPr>
        <w:t>تھى كہ جو لوگ امام عليہ السلام كو انگشترى كے نگينہ كى طرح گھيرے ہوئے تھے انھو</w:t>
      </w:r>
      <w:r w:rsidR="00B365A1">
        <w:rPr>
          <w:rtl/>
        </w:rPr>
        <w:t xml:space="preserve">ں </w:t>
      </w:r>
      <w:r>
        <w:rPr>
          <w:rtl/>
        </w:rPr>
        <w:t xml:space="preserve">نے فرياد بلند كرنا شروع كر دى كہ اپ نے اشتر كو اتش جنگ بھڑ كانے كا حكم ديا ہے _ </w:t>
      </w:r>
    </w:p>
    <w:p w:rsidR="00376422" w:rsidRDefault="00376422" w:rsidP="00E67399">
      <w:pPr>
        <w:pStyle w:val="libNormal"/>
        <w:rPr>
          <w:rtl/>
        </w:rPr>
      </w:pPr>
      <w:r>
        <w:rPr>
          <w:rtl/>
        </w:rPr>
        <w:t>امام عليہ السلام نے فرمايا ، وائے ہو تم لوگو</w:t>
      </w:r>
      <w:r w:rsidR="00B365A1">
        <w:rPr>
          <w:rtl/>
        </w:rPr>
        <w:t xml:space="preserve">ں </w:t>
      </w:r>
      <w:r>
        <w:rPr>
          <w:rtl/>
        </w:rPr>
        <w:t>پر ہم نے اپنے فرستادہ سے چپكے سے گفتگو كى تھى</w:t>
      </w:r>
      <w:r w:rsidR="00831D2C">
        <w:rPr>
          <w:rtl/>
        </w:rPr>
        <w:t xml:space="preserve"> آيا </w:t>
      </w:r>
      <w:r>
        <w:rPr>
          <w:rtl/>
        </w:rPr>
        <w:t xml:space="preserve"> تم لوگو</w:t>
      </w:r>
      <w:r w:rsidR="00B365A1">
        <w:rPr>
          <w:rtl/>
        </w:rPr>
        <w:t xml:space="preserve">ں </w:t>
      </w:r>
      <w:r>
        <w:rPr>
          <w:rtl/>
        </w:rPr>
        <w:t>كے سامنے ہم نے واپسى كا پيغام نہي</w:t>
      </w:r>
      <w:r w:rsidR="00B365A1">
        <w:rPr>
          <w:rtl/>
        </w:rPr>
        <w:t xml:space="preserve">ں </w:t>
      </w:r>
      <w:r>
        <w:rPr>
          <w:rtl/>
        </w:rPr>
        <w:t xml:space="preserve">كہلايا تھا _ </w:t>
      </w:r>
    </w:p>
    <w:p w:rsidR="00376422" w:rsidRDefault="00376422" w:rsidP="00E67399">
      <w:pPr>
        <w:pStyle w:val="libNormal"/>
        <w:rPr>
          <w:rtl/>
        </w:rPr>
      </w:pPr>
      <w:r>
        <w:rPr>
          <w:rtl/>
        </w:rPr>
        <w:t>ان لوگو</w:t>
      </w:r>
      <w:r w:rsidR="00B365A1">
        <w:rPr>
          <w:rtl/>
        </w:rPr>
        <w:t xml:space="preserve">ں </w:t>
      </w:r>
      <w:r>
        <w:rPr>
          <w:rtl/>
        </w:rPr>
        <w:t>نے امام (ع) سے كہا كہ اپ مالك اشتر كے پاس كہلوايئےہ ميدان سے واپس چلے ائي</w:t>
      </w:r>
      <w:r w:rsidR="00B365A1">
        <w:rPr>
          <w:rtl/>
        </w:rPr>
        <w:t xml:space="preserve">ں </w:t>
      </w:r>
      <w:r>
        <w:rPr>
          <w:rtl/>
        </w:rPr>
        <w:t xml:space="preserve">_ ورنہ ہم لوگ اپكے لشكر سے علحدہ ہو جائينگے_ </w:t>
      </w:r>
    </w:p>
    <w:p w:rsidR="00376422" w:rsidRDefault="00376422" w:rsidP="00E67399">
      <w:pPr>
        <w:pStyle w:val="libNormal"/>
        <w:rPr>
          <w:rtl/>
        </w:rPr>
      </w:pPr>
      <w:r>
        <w:rPr>
          <w:rtl/>
        </w:rPr>
        <w:t>امام (ع) نے مالك اشتر كے پاس پيغام بھيجوايا كہ پلٹ ائو ورنہ فتنہ و اشوب بھڑك اٹھے گا ، مالك اشتر نے كہا ، كيو</w:t>
      </w:r>
      <w:r w:rsidR="00B365A1">
        <w:rPr>
          <w:rtl/>
        </w:rPr>
        <w:t xml:space="preserve">ں </w:t>
      </w:r>
      <w:r>
        <w:rPr>
          <w:rtl/>
        </w:rPr>
        <w:t>، ان قران كى وجہ سے جو نيزو</w:t>
      </w:r>
      <w:r w:rsidR="00B365A1">
        <w:rPr>
          <w:rtl/>
        </w:rPr>
        <w:t xml:space="preserve">ں </w:t>
      </w:r>
      <w:r>
        <w:rPr>
          <w:rtl/>
        </w:rPr>
        <w:t>پر بلند كئے گئے ، فرستادہ امام (ع) نے كہا ، جى ہا</w:t>
      </w:r>
      <w:r w:rsidR="00B365A1">
        <w:rPr>
          <w:rtl/>
        </w:rPr>
        <w:t xml:space="preserve">ں </w:t>
      </w:r>
      <w:r>
        <w:rPr>
          <w:rtl/>
        </w:rPr>
        <w:t>، مالك اشتر نے كہا ، خدا كى قسم ، مجھے اس بات كاخوف ہے كہ كہي</w:t>
      </w:r>
      <w:r w:rsidR="00B365A1">
        <w:rPr>
          <w:rtl/>
        </w:rPr>
        <w:t xml:space="preserve">ں </w:t>
      </w:r>
      <w:r>
        <w:rPr>
          <w:rtl/>
        </w:rPr>
        <w:t>اسكى وجہ سے ہمارے درميان اختلاف نہ ہو جائے ، فرزند نابغہ عمر و عاص نے اس كام كو كر كے ہمارے ہاتھو</w:t>
      </w:r>
      <w:r w:rsidR="00B365A1">
        <w:rPr>
          <w:rtl/>
        </w:rPr>
        <w:t xml:space="preserve">ں </w:t>
      </w:r>
      <w:r>
        <w:rPr>
          <w:rtl/>
        </w:rPr>
        <w:t>كو باندھ ڈالا ہے _ اہ _</w:t>
      </w:r>
      <w:r w:rsidR="00831D2C">
        <w:rPr>
          <w:rtl/>
        </w:rPr>
        <w:t xml:space="preserve"> آيا </w:t>
      </w:r>
      <w:r>
        <w:rPr>
          <w:rtl/>
        </w:rPr>
        <w:t xml:space="preserve"> تم نہي</w:t>
      </w:r>
      <w:r w:rsidR="00B365A1">
        <w:rPr>
          <w:rtl/>
        </w:rPr>
        <w:t xml:space="preserve">ں </w:t>
      </w:r>
      <w:r>
        <w:rPr>
          <w:rtl/>
        </w:rPr>
        <w:t>ديكھتے ہو كہ خدا وند عالم نے كس طريقہ سے فتح كو ہمارى جھولى مي</w:t>
      </w:r>
      <w:r w:rsidR="00B365A1">
        <w:rPr>
          <w:rtl/>
        </w:rPr>
        <w:t xml:space="preserve">ں </w:t>
      </w:r>
      <w:r>
        <w:rPr>
          <w:rtl/>
        </w:rPr>
        <w:t xml:space="preserve">ڈالديا ہے ، ذرا تم خود بتائو يہ وقت ميدان چھوڑنے كا ہے _ </w:t>
      </w:r>
    </w:p>
    <w:p w:rsidR="00376422" w:rsidRDefault="00376422" w:rsidP="00E67399">
      <w:pPr>
        <w:pStyle w:val="libNormal"/>
        <w:rPr>
          <w:rtl/>
        </w:rPr>
      </w:pPr>
      <w:r>
        <w:rPr>
          <w:rtl/>
        </w:rPr>
        <w:t>امام (ع) كے فرستادہ نے كہا ، اے اشتر تم چاہتے ہو كہ ايك طرف فاتح ميدان بنو اور دوسرى طرف امام (ع) قتل كر ديئے جائي</w:t>
      </w:r>
      <w:r w:rsidR="00B365A1">
        <w:rPr>
          <w:rtl/>
        </w:rPr>
        <w:t xml:space="preserve">ں </w:t>
      </w:r>
      <w:r>
        <w:rPr>
          <w:rtl/>
        </w:rPr>
        <w:t>يا دشمنو</w:t>
      </w:r>
      <w:r w:rsidR="00B365A1">
        <w:rPr>
          <w:rtl/>
        </w:rPr>
        <w:t xml:space="preserve">ں </w:t>
      </w:r>
      <w:r>
        <w:rPr>
          <w:rtl/>
        </w:rPr>
        <w:t>كے حوالہ ہو جائي</w:t>
      </w:r>
      <w:r w:rsidR="00B365A1">
        <w:rPr>
          <w:rtl/>
        </w:rPr>
        <w:t xml:space="preserve">ں </w:t>
      </w:r>
      <w:r>
        <w:rPr>
          <w:rtl/>
        </w:rPr>
        <w:t>، ان لوگو</w:t>
      </w:r>
      <w:r w:rsidR="00B365A1">
        <w:rPr>
          <w:rtl/>
        </w:rPr>
        <w:t xml:space="preserve">ں </w:t>
      </w:r>
      <w:r>
        <w:rPr>
          <w:rtl/>
        </w:rPr>
        <w:t>نے امام (ع) سے كہا ہے كہ اپ اشتر كو واپس بلوالي</w:t>
      </w:r>
      <w:r w:rsidR="00B365A1">
        <w:rPr>
          <w:rtl/>
        </w:rPr>
        <w:t xml:space="preserve">ں </w:t>
      </w:r>
      <w:r>
        <w:rPr>
          <w:rtl/>
        </w:rPr>
        <w:t>ورنہ ہم لوگ اپكو تلوار سے قتل كر دينگے ، جس طريقے سے عثمان كو قتل كيا گيا ہے ، مالك اشتر نے كہا ، خدا كى قسم ، ہم ہرگز ايسى فتح نہي</w:t>
      </w:r>
      <w:r w:rsidR="00B365A1">
        <w:rPr>
          <w:rtl/>
        </w:rPr>
        <w:t xml:space="preserve">ں </w:t>
      </w:r>
      <w:r>
        <w:rPr>
          <w:rtl/>
        </w:rPr>
        <w:t>چاہتے ہي</w:t>
      </w:r>
      <w:r w:rsidR="00B365A1">
        <w:rPr>
          <w:rtl/>
        </w:rPr>
        <w:t xml:space="preserve">ں </w:t>
      </w:r>
      <w:r>
        <w:rPr>
          <w:rtl/>
        </w:rPr>
        <w:t>يہ كہا اور ميدان جنگ سے واپس اگئے اور امام (ع) كى خدمت مي</w:t>
      </w:r>
      <w:r w:rsidR="00B365A1">
        <w:rPr>
          <w:rtl/>
        </w:rPr>
        <w:t xml:space="preserve">ں </w:t>
      </w:r>
      <w:r>
        <w:rPr>
          <w:rtl/>
        </w:rPr>
        <w:t>شرفياب ہو كر ان لوگو</w:t>
      </w:r>
      <w:r w:rsidR="00B365A1">
        <w:rPr>
          <w:rtl/>
        </w:rPr>
        <w:t xml:space="preserve">ں </w:t>
      </w:r>
      <w:r>
        <w:rPr>
          <w:rtl/>
        </w:rPr>
        <w:t>سے مخاطب ہوئے جنھو</w:t>
      </w:r>
      <w:r w:rsidR="00B365A1">
        <w:rPr>
          <w:rtl/>
        </w:rPr>
        <w:t xml:space="preserve">ں </w:t>
      </w:r>
      <w:r>
        <w:rPr>
          <w:rtl/>
        </w:rPr>
        <w:t>نے امام (ع) كو محاصرہ مي</w:t>
      </w:r>
      <w:r w:rsidR="00B365A1">
        <w:rPr>
          <w:rtl/>
        </w:rPr>
        <w:t xml:space="preserve">ں </w:t>
      </w:r>
      <w:r>
        <w:rPr>
          <w:rtl/>
        </w:rPr>
        <w:t xml:space="preserve">كر ليا تھا_ </w:t>
      </w:r>
    </w:p>
    <w:p w:rsidR="00376422" w:rsidRDefault="00376422" w:rsidP="00E67399">
      <w:pPr>
        <w:pStyle w:val="libNormal"/>
        <w:rPr>
          <w:rtl/>
        </w:rPr>
      </w:pPr>
      <w:r>
        <w:rPr>
          <w:rtl/>
        </w:rPr>
        <w:t>اے كاہلو _ ايك لمحے مي</w:t>
      </w:r>
      <w:r w:rsidR="00B365A1">
        <w:rPr>
          <w:rtl/>
        </w:rPr>
        <w:t xml:space="preserve">ں </w:t>
      </w:r>
      <w:r>
        <w:rPr>
          <w:rtl/>
        </w:rPr>
        <w:t>دشمن كے اوپر پيروز وكامياب ہو جاتے اور وہ جو كتاب خدا و سنت رسول كو كچل رہا تھا انكو اپنے چنگل مي</w:t>
      </w:r>
      <w:r w:rsidR="00B365A1">
        <w:rPr>
          <w:rtl/>
        </w:rPr>
        <w:t xml:space="preserve">ں </w:t>
      </w:r>
      <w:r>
        <w:rPr>
          <w:rtl/>
        </w:rPr>
        <w:t>كر ليتے مگر اسكے چھوٹے سے فريب مي</w:t>
      </w:r>
      <w:r w:rsidR="00B365A1">
        <w:rPr>
          <w:rtl/>
        </w:rPr>
        <w:t xml:space="preserve">ں </w:t>
      </w:r>
      <w:r>
        <w:rPr>
          <w:rtl/>
        </w:rPr>
        <w:t>اكر پھنس گئے اور قران كے فريبى دعوت مي</w:t>
      </w:r>
      <w:r w:rsidR="00B365A1">
        <w:rPr>
          <w:rtl/>
        </w:rPr>
        <w:t xml:space="preserve">ں </w:t>
      </w:r>
      <w:r>
        <w:rPr>
          <w:rtl/>
        </w:rPr>
        <w:t>اكر ميدان كو چھوڑ ديا مجھے كم از كم ايك ساعت كى مہلت ديدو تاكہ جنگ كو مرحلہ اختتام تك پہونچا دو</w:t>
      </w:r>
      <w:r w:rsidR="00B365A1">
        <w:rPr>
          <w:rtl/>
        </w:rPr>
        <w:t xml:space="preserve">ں </w:t>
      </w:r>
      <w:r>
        <w:rPr>
          <w:rtl/>
        </w:rPr>
        <w:t>،ان لوگو</w:t>
      </w:r>
      <w:r w:rsidR="00B365A1">
        <w:rPr>
          <w:rtl/>
        </w:rPr>
        <w:t xml:space="preserve">ں </w:t>
      </w:r>
      <w:r>
        <w:rPr>
          <w:rtl/>
        </w:rPr>
        <w:t>نے كہا ، ہم لوگ اس بات كو تسليم نہي</w:t>
      </w:r>
      <w:r w:rsidR="00B365A1">
        <w:rPr>
          <w:rtl/>
        </w:rPr>
        <w:t xml:space="preserve">ں </w:t>
      </w:r>
      <w:r>
        <w:rPr>
          <w:rtl/>
        </w:rPr>
        <w:t xml:space="preserve">كرتے _ </w:t>
      </w:r>
    </w:p>
    <w:p w:rsidR="00B56E1A" w:rsidRDefault="00376422" w:rsidP="00E67399">
      <w:pPr>
        <w:pStyle w:val="libNormal"/>
        <w:rPr>
          <w:rtl/>
        </w:rPr>
      </w:pPr>
      <w:r>
        <w:rPr>
          <w:rtl/>
        </w:rPr>
        <w:t xml:space="preserve">مالك اشتر نے فرمايا : ايك مرتبہ گھوڑا دوڑانے كى مہلت ديدو </w:t>
      </w:r>
    </w:p>
    <w:p w:rsidR="00B56E1A" w:rsidRDefault="00B56E1A"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ان لوگو</w:t>
      </w:r>
      <w:r w:rsidR="00B365A1">
        <w:rPr>
          <w:rtl/>
        </w:rPr>
        <w:t xml:space="preserve">ں </w:t>
      </w:r>
      <w:r>
        <w:rPr>
          <w:rtl/>
        </w:rPr>
        <w:t>نے كہا ، اگر اسكى اجازت دونگا تو تمہارے جرم مي</w:t>
      </w:r>
      <w:r w:rsidR="00B365A1">
        <w:rPr>
          <w:rtl/>
        </w:rPr>
        <w:t xml:space="preserve">ں </w:t>
      </w:r>
      <w:r>
        <w:rPr>
          <w:rtl/>
        </w:rPr>
        <w:t>ہم لوگ شريك ہو جائي</w:t>
      </w:r>
      <w:r w:rsidR="00B365A1">
        <w:rPr>
          <w:rtl/>
        </w:rPr>
        <w:t xml:space="preserve">ں </w:t>
      </w:r>
      <w:r>
        <w:rPr>
          <w:rtl/>
        </w:rPr>
        <w:t>گے مالك اشتر نے فرمايا ، مجھ سے بات بناتے ہو جب تم لوگو</w:t>
      </w:r>
      <w:r w:rsidR="00B365A1">
        <w:rPr>
          <w:rtl/>
        </w:rPr>
        <w:t xml:space="preserve">ں </w:t>
      </w:r>
      <w:r>
        <w:rPr>
          <w:rtl/>
        </w:rPr>
        <w:t>نے جنگ كى تھى اور تمہارے اچھے عمار ياسر جيسے شھيد ہو گئے ، تو اس وقت حق پر تھے ، يا اب جبكہ تم لوگ بچ گئے ہو اور تمھي</w:t>
      </w:r>
      <w:r w:rsidR="00B365A1">
        <w:rPr>
          <w:rtl/>
        </w:rPr>
        <w:t xml:space="preserve">ں </w:t>
      </w:r>
      <w:r>
        <w:rPr>
          <w:rtl/>
        </w:rPr>
        <w:t>لوگ خوا ہا</w:t>
      </w:r>
      <w:r w:rsidR="00B365A1">
        <w:rPr>
          <w:rtl/>
        </w:rPr>
        <w:t xml:space="preserve">ں </w:t>
      </w:r>
      <w:r>
        <w:rPr>
          <w:rtl/>
        </w:rPr>
        <w:t xml:space="preserve">صلح ہو ؟ </w:t>
      </w:r>
    </w:p>
    <w:p w:rsidR="00376422" w:rsidRDefault="00376422" w:rsidP="00E67399">
      <w:pPr>
        <w:pStyle w:val="libNormal"/>
        <w:rPr>
          <w:rtl/>
        </w:rPr>
      </w:pPr>
      <w:r>
        <w:rPr>
          <w:rtl/>
        </w:rPr>
        <w:t>اگر اسوقت تم لوگ حق پر ہو تو وہ لوگ جو تم سے بہتر تھے اور انكى پاكيزگى كا تم لوگ انكار بھى نہي</w:t>
      </w:r>
      <w:r w:rsidR="00B365A1">
        <w:rPr>
          <w:rtl/>
        </w:rPr>
        <w:t xml:space="preserve">ں </w:t>
      </w:r>
      <w:r>
        <w:rPr>
          <w:rtl/>
        </w:rPr>
        <w:t>كر سكتے وہ اگ مي</w:t>
      </w:r>
      <w:r w:rsidR="00B365A1">
        <w:rPr>
          <w:rtl/>
        </w:rPr>
        <w:t xml:space="preserve">ں </w:t>
      </w:r>
      <w:r>
        <w:rPr>
          <w:rtl/>
        </w:rPr>
        <w:t>جل رہے ہو</w:t>
      </w:r>
      <w:r w:rsidR="00B365A1">
        <w:rPr>
          <w:rtl/>
        </w:rPr>
        <w:t xml:space="preserve">ں </w:t>
      </w:r>
      <w:r>
        <w:rPr>
          <w:rtl/>
        </w:rPr>
        <w:t xml:space="preserve">گے ؟ </w:t>
      </w:r>
    </w:p>
    <w:p w:rsidR="00376422" w:rsidRDefault="00376422" w:rsidP="00E67399">
      <w:pPr>
        <w:pStyle w:val="libNormal"/>
        <w:rPr>
          <w:rtl/>
        </w:rPr>
      </w:pPr>
      <w:r>
        <w:rPr>
          <w:rtl/>
        </w:rPr>
        <w:t>ان لوگو</w:t>
      </w:r>
      <w:r w:rsidR="00B365A1">
        <w:rPr>
          <w:rtl/>
        </w:rPr>
        <w:t xml:space="preserve">ں </w:t>
      </w:r>
      <w:r>
        <w:rPr>
          <w:rtl/>
        </w:rPr>
        <w:t>نے كہا _ اشتر ہم لوگو</w:t>
      </w:r>
      <w:r w:rsidR="00B365A1">
        <w:rPr>
          <w:rtl/>
        </w:rPr>
        <w:t xml:space="preserve">ں </w:t>
      </w:r>
      <w:r>
        <w:rPr>
          <w:rtl/>
        </w:rPr>
        <w:t>كو چھوڑ دو ہم لوگ تمھارى پيروى نہي</w:t>
      </w:r>
      <w:r w:rsidR="00B365A1">
        <w:rPr>
          <w:rtl/>
        </w:rPr>
        <w:t xml:space="preserve">ں </w:t>
      </w:r>
      <w:r>
        <w:rPr>
          <w:rtl/>
        </w:rPr>
        <w:t>كرينگے اور ہمارى نگاہو</w:t>
      </w:r>
      <w:r w:rsidR="00B365A1">
        <w:rPr>
          <w:rtl/>
        </w:rPr>
        <w:t xml:space="preserve">ں </w:t>
      </w:r>
      <w:r>
        <w:rPr>
          <w:rtl/>
        </w:rPr>
        <w:t xml:space="preserve">سے دور ہو جائو _ </w:t>
      </w:r>
    </w:p>
    <w:p w:rsidR="00376422" w:rsidRDefault="00376422" w:rsidP="00E67399">
      <w:pPr>
        <w:pStyle w:val="libNormal"/>
        <w:rPr>
          <w:rtl/>
        </w:rPr>
      </w:pPr>
      <w:r>
        <w:rPr>
          <w:rtl/>
        </w:rPr>
        <w:t>مالك اشتر نے جواب ديا ، خدا كى قسم ، تم لوگو</w:t>
      </w:r>
      <w:r w:rsidR="00B365A1">
        <w:rPr>
          <w:rtl/>
        </w:rPr>
        <w:t xml:space="preserve">ں </w:t>
      </w:r>
      <w:r>
        <w:rPr>
          <w:rtl/>
        </w:rPr>
        <w:t>نے دھوكہ كھايا ہے ہم تمھارى نمازو</w:t>
      </w:r>
      <w:r w:rsidR="00B365A1">
        <w:rPr>
          <w:rtl/>
        </w:rPr>
        <w:t xml:space="preserve">ں </w:t>
      </w:r>
      <w:r>
        <w:rPr>
          <w:rtl/>
        </w:rPr>
        <w:t>كو شوق خدا اور زھد دنيا كى دليل سمجھے بيٹھے تھے ليكن اب مجھے معلوم ہو گيا كہ تم لوگ موت كے خوف سے بھاگ رہے ہو اور ابھى دنيا مي</w:t>
      </w:r>
      <w:r w:rsidR="00B365A1">
        <w:rPr>
          <w:rtl/>
        </w:rPr>
        <w:t xml:space="preserve">ں </w:t>
      </w:r>
      <w:r>
        <w:rPr>
          <w:rtl/>
        </w:rPr>
        <w:t>رہنے كا اشتياق ركھتے ہو ، اج كے بعد كبھى عزت و سر بلندى كو نہي</w:t>
      </w:r>
      <w:r w:rsidR="00B365A1">
        <w:rPr>
          <w:rtl/>
        </w:rPr>
        <w:t xml:space="preserve">ں </w:t>
      </w:r>
      <w:r>
        <w:rPr>
          <w:rtl/>
        </w:rPr>
        <w:t>ديكھو گے دور ہو جائو اسى طرح جس طرح ستمكاران دور ہو گئے ، ناہنجار و سر كش افراد ان كے جواب سے ششدر رہ گئے تھے ، اشتر كو برا بھلا كہا گيا ، يہا</w:t>
      </w:r>
      <w:r w:rsidR="00B365A1">
        <w:rPr>
          <w:rtl/>
        </w:rPr>
        <w:t xml:space="preserve">ں </w:t>
      </w:r>
      <w:r>
        <w:rPr>
          <w:rtl/>
        </w:rPr>
        <w:t>تك كہ انكے گھوڑے كو تازيانے سے مارا جب حد سے زيادہ بات بڑھ گئي تو مالك اشتر نے بار ديگر ان لوگو</w:t>
      </w:r>
      <w:r w:rsidR="00B365A1">
        <w:rPr>
          <w:rtl/>
        </w:rPr>
        <w:t xml:space="preserve">ں </w:t>
      </w:r>
      <w:r>
        <w:rPr>
          <w:rtl/>
        </w:rPr>
        <w:t xml:space="preserve">كو خوب سنايا _ </w:t>
      </w:r>
    </w:p>
    <w:p w:rsidR="00376422" w:rsidRDefault="00376422" w:rsidP="00E67399">
      <w:pPr>
        <w:pStyle w:val="libNormal"/>
        <w:rPr>
          <w:rtl/>
        </w:rPr>
      </w:pPr>
      <w:r>
        <w:rPr>
          <w:rtl/>
        </w:rPr>
        <w:t>امام (ع) نے جب ان حالات كو ديكھا تو مالك اشتر كو بلا كر ارام كرنے كو كہا ، جسوقت ارام كر رہے تھے تو اشتر نے امام (ع) سے فرمايا كہ ، اقا اتنى اجازت ديديجئے كہ ان لوگو</w:t>
      </w:r>
      <w:r w:rsidR="00B365A1">
        <w:rPr>
          <w:rtl/>
        </w:rPr>
        <w:t xml:space="preserve">ں </w:t>
      </w:r>
      <w:r>
        <w:rPr>
          <w:rtl/>
        </w:rPr>
        <w:t>سے نپٹ لو</w:t>
      </w:r>
      <w:r w:rsidR="00B365A1">
        <w:rPr>
          <w:rtl/>
        </w:rPr>
        <w:t xml:space="preserve">ں </w:t>
      </w:r>
      <w:r>
        <w:rPr>
          <w:rtl/>
        </w:rPr>
        <w:t>اور ان تمام لوگو</w:t>
      </w:r>
      <w:r w:rsidR="00B365A1">
        <w:rPr>
          <w:rtl/>
        </w:rPr>
        <w:t xml:space="preserve">ں </w:t>
      </w:r>
      <w:r>
        <w:rPr>
          <w:rtl/>
        </w:rPr>
        <w:t>كے ہوش كو ٹھكانے تك پہونچا دو</w:t>
      </w:r>
      <w:r w:rsidR="00B365A1">
        <w:rPr>
          <w:rtl/>
        </w:rPr>
        <w:t xml:space="preserve">ں </w:t>
      </w:r>
      <w:r>
        <w:rPr>
          <w:rtl/>
        </w:rPr>
        <w:t xml:space="preserve">حاضرين نے </w:t>
      </w:r>
      <w:r w:rsidR="00FF45BE">
        <w:rPr>
          <w:rtl/>
        </w:rPr>
        <w:t xml:space="preserve">آواز </w:t>
      </w:r>
      <w:r>
        <w:rPr>
          <w:rtl/>
        </w:rPr>
        <w:t xml:space="preserve"> بلند كرنا شروع كر دى كہ على (ع) حكميت پر راضى ہو گئے مالك اشتر نے كہا ، اگر على (ع) راضى ہو گئے ہي</w:t>
      </w:r>
      <w:r w:rsidR="00B365A1">
        <w:rPr>
          <w:rtl/>
        </w:rPr>
        <w:t xml:space="preserve">ں </w:t>
      </w:r>
      <w:r>
        <w:rPr>
          <w:rtl/>
        </w:rPr>
        <w:t>تو ہم بھى حكميت پر راضى ہي</w:t>
      </w:r>
      <w:r w:rsidR="00B365A1">
        <w:rPr>
          <w:rtl/>
        </w:rPr>
        <w:t xml:space="preserve">ں </w:t>
      </w:r>
      <w:r>
        <w:rPr>
          <w:rtl/>
        </w:rPr>
        <w:t xml:space="preserve">چارو </w:t>
      </w:r>
      <w:r w:rsidR="00B365A1">
        <w:rPr>
          <w:rtl/>
        </w:rPr>
        <w:t xml:space="preserve">ں </w:t>
      </w:r>
      <w:r>
        <w:rPr>
          <w:rtl/>
        </w:rPr>
        <w:t xml:space="preserve">طرف سے ايك ہى </w:t>
      </w:r>
      <w:r w:rsidR="00FF45BE">
        <w:rPr>
          <w:rtl/>
        </w:rPr>
        <w:t xml:space="preserve">آواز </w:t>
      </w:r>
      <w:r>
        <w:rPr>
          <w:rtl/>
        </w:rPr>
        <w:t xml:space="preserve"> تھى على (ع) راضى ہي</w:t>
      </w:r>
      <w:r w:rsidR="00B365A1">
        <w:rPr>
          <w:rtl/>
        </w:rPr>
        <w:t xml:space="preserve">ں </w:t>
      </w:r>
      <w:r>
        <w:rPr>
          <w:rtl/>
        </w:rPr>
        <w:t>، اس ہنگام مي</w:t>
      </w:r>
      <w:r w:rsidR="00B365A1">
        <w:rPr>
          <w:rtl/>
        </w:rPr>
        <w:t xml:space="preserve">ں </w:t>
      </w:r>
      <w:r>
        <w:rPr>
          <w:rtl/>
        </w:rPr>
        <w:t>امام (ع) سر جھكائے خاموش تھے اور كوئي بات نہي</w:t>
      </w:r>
      <w:r w:rsidR="00B365A1">
        <w:rPr>
          <w:rtl/>
        </w:rPr>
        <w:t xml:space="preserve">ں </w:t>
      </w:r>
      <w:r>
        <w:rPr>
          <w:rtl/>
        </w:rPr>
        <w:t xml:space="preserve">_ </w:t>
      </w:r>
      <w:r w:rsidRPr="00C00E6D">
        <w:rPr>
          <w:rStyle w:val="libFootnotenumChar"/>
          <w:rtl/>
        </w:rPr>
        <w:t>(30)</w:t>
      </w:r>
      <w:r>
        <w:rPr>
          <w:rtl/>
        </w:rPr>
        <w:t xml:space="preserve"> </w:t>
      </w:r>
    </w:p>
    <w:p w:rsidR="00376422" w:rsidRDefault="00B56E1A" w:rsidP="00E67399">
      <w:pPr>
        <w:pStyle w:val="libLine"/>
        <w:rPr>
          <w:rtl/>
        </w:rPr>
      </w:pPr>
      <w:r>
        <w:rPr>
          <w:rFonts w:hint="cs"/>
          <w:rtl/>
        </w:rPr>
        <w:t>____________________</w:t>
      </w:r>
    </w:p>
    <w:p w:rsidR="00B56E1A" w:rsidRDefault="00B56E1A" w:rsidP="00E67399">
      <w:pPr>
        <w:pStyle w:val="libFootnote"/>
        <w:rPr>
          <w:rtl/>
        </w:rPr>
      </w:pPr>
      <w:r>
        <w:rPr>
          <w:rtl/>
        </w:rPr>
        <w:t xml:space="preserve">30_ صفين ص 492 </w:t>
      </w:r>
    </w:p>
    <w:p w:rsidR="00B56E1A" w:rsidRDefault="00B56E1A" w:rsidP="00E67399">
      <w:pPr>
        <w:pStyle w:val="libPoemTini"/>
        <w:rPr>
          <w:rtl/>
        </w:rPr>
      </w:pPr>
      <w:r>
        <w:rPr>
          <w:rtl/>
        </w:rPr>
        <w:br w:type="page"/>
      </w:r>
    </w:p>
    <w:p w:rsidR="007C08AB" w:rsidRDefault="007C08AB" w:rsidP="00E67399">
      <w:pPr>
        <w:pStyle w:val="libNormal"/>
        <w:rPr>
          <w:rtl/>
        </w:rPr>
      </w:pPr>
    </w:p>
    <w:p w:rsidR="00376422" w:rsidRDefault="00376422" w:rsidP="00E67399">
      <w:pPr>
        <w:pStyle w:val="Heading2Center"/>
        <w:rPr>
          <w:rtl/>
        </w:rPr>
      </w:pPr>
      <w:bookmarkStart w:id="25" w:name="_Toc531605653"/>
      <w:r>
        <w:rPr>
          <w:rtl/>
        </w:rPr>
        <w:t>ابو موسى اور عمر و عاص</w:t>
      </w:r>
      <w:bookmarkEnd w:id="25"/>
    </w:p>
    <w:p w:rsidR="00376422" w:rsidRDefault="00376422" w:rsidP="00E67399">
      <w:pPr>
        <w:pStyle w:val="libNormal"/>
        <w:rPr>
          <w:rtl/>
        </w:rPr>
      </w:pPr>
      <w:r>
        <w:rPr>
          <w:rtl/>
        </w:rPr>
        <w:t>اپ نے ملاحظہ فرمايا كہ، امام (ع) اپنے لشكر كے ان سركش اور باغى افراد كے نظريات كو قبول كرنے مي</w:t>
      </w:r>
      <w:r w:rsidR="00B365A1">
        <w:rPr>
          <w:rtl/>
        </w:rPr>
        <w:t xml:space="preserve">ں </w:t>
      </w:r>
      <w:r>
        <w:rPr>
          <w:rtl/>
        </w:rPr>
        <w:t>مجبور ہو گئے تھے جو حكميت كے خواہا</w:t>
      </w:r>
      <w:r w:rsidR="00B365A1">
        <w:rPr>
          <w:rtl/>
        </w:rPr>
        <w:t xml:space="preserve">ں </w:t>
      </w:r>
      <w:r>
        <w:rPr>
          <w:rtl/>
        </w:rPr>
        <w:t>تھے ، بات انتخاب حكم تك پہونچ گئي شام والو</w:t>
      </w:r>
      <w:r w:rsidR="00B365A1">
        <w:rPr>
          <w:rtl/>
        </w:rPr>
        <w:t xml:space="preserve">ں </w:t>
      </w:r>
      <w:r>
        <w:rPr>
          <w:rtl/>
        </w:rPr>
        <w:t>نے عمر و عاص كو منتخب كيا اشعث اور اسكے كوفے كے ساتھيو</w:t>
      </w:r>
      <w:r w:rsidR="00B365A1">
        <w:rPr>
          <w:rtl/>
        </w:rPr>
        <w:t xml:space="preserve">ں </w:t>
      </w:r>
      <w:r>
        <w:rPr>
          <w:rtl/>
        </w:rPr>
        <w:t>نے جو اس واقعہ كے بعد خوارج كہلانے لگے انھو</w:t>
      </w:r>
      <w:r w:rsidR="00B365A1">
        <w:rPr>
          <w:rtl/>
        </w:rPr>
        <w:t xml:space="preserve">ں </w:t>
      </w:r>
      <w:r>
        <w:rPr>
          <w:rtl/>
        </w:rPr>
        <w:t>نے كہا كہ ، ہم ابو موسى اشعرى كو اس كام لئے منتخب كرتے ہي</w:t>
      </w:r>
      <w:r w:rsidR="00B365A1">
        <w:rPr>
          <w:rtl/>
        </w:rPr>
        <w:t xml:space="preserve">ں </w:t>
      </w:r>
      <w:r>
        <w:rPr>
          <w:rtl/>
        </w:rPr>
        <w:t xml:space="preserve">_ </w:t>
      </w:r>
    </w:p>
    <w:p w:rsidR="00376422" w:rsidRDefault="00376422" w:rsidP="00E67399">
      <w:pPr>
        <w:pStyle w:val="libNormal"/>
        <w:rPr>
          <w:rtl/>
        </w:rPr>
      </w:pPr>
      <w:r>
        <w:rPr>
          <w:rtl/>
        </w:rPr>
        <w:t>امام (ع) نے فرمايا ، ہم ابو موسى كو اس اہم كام پر منتخب نہي</w:t>
      </w:r>
      <w:r w:rsidR="00B365A1">
        <w:rPr>
          <w:rtl/>
        </w:rPr>
        <w:t xml:space="preserve">ں </w:t>
      </w:r>
      <w:r>
        <w:rPr>
          <w:rtl/>
        </w:rPr>
        <w:t>كرنا چاہتے ہي</w:t>
      </w:r>
      <w:r w:rsidR="00B365A1">
        <w:rPr>
          <w:rtl/>
        </w:rPr>
        <w:t xml:space="preserve">ں </w:t>
      </w:r>
    </w:p>
    <w:p w:rsidR="00376422" w:rsidRDefault="00376422" w:rsidP="00E67399">
      <w:pPr>
        <w:pStyle w:val="libNormal"/>
        <w:rPr>
          <w:rtl/>
        </w:rPr>
      </w:pPr>
      <w:r>
        <w:rPr>
          <w:rtl/>
        </w:rPr>
        <w:t>اشعث اور اسكے ساتھيو</w:t>
      </w:r>
      <w:r w:rsidR="00B365A1">
        <w:rPr>
          <w:rtl/>
        </w:rPr>
        <w:t xml:space="preserve">ں </w:t>
      </w:r>
      <w:r>
        <w:rPr>
          <w:rtl/>
        </w:rPr>
        <w:t>نے كہا ہم سوائے ابو موسى كے كسى كو حكم نہي</w:t>
      </w:r>
      <w:r w:rsidR="00B365A1">
        <w:rPr>
          <w:rtl/>
        </w:rPr>
        <w:t xml:space="preserve">ں </w:t>
      </w:r>
      <w:r>
        <w:rPr>
          <w:rtl/>
        </w:rPr>
        <w:t>بنانا چاہتے ہي</w:t>
      </w:r>
      <w:r w:rsidR="00B365A1">
        <w:rPr>
          <w:rtl/>
        </w:rPr>
        <w:t xml:space="preserve">ں </w:t>
      </w:r>
      <w:r>
        <w:rPr>
          <w:rtl/>
        </w:rPr>
        <w:t>كيونكہ اس نے پہلے ہى ہم لوگو</w:t>
      </w:r>
      <w:r w:rsidR="00B365A1">
        <w:rPr>
          <w:rtl/>
        </w:rPr>
        <w:t xml:space="preserve">ں </w:t>
      </w:r>
      <w:r>
        <w:rPr>
          <w:rtl/>
        </w:rPr>
        <w:t>كو جنگ مي</w:t>
      </w:r>
      <w:r w:rsidR="00B365A1">
        <w:rPr>
          <w:rtl/>
        </w:rPr>
        <w:t xml:space="preserve">ں </w:t>
      </w:r>
      <w:r>
        <w:rPr>
          <w:rtl/>
        </w:rPr>
        <w:t xml:space="preserve">شريك ہونے سے منع كيا تھا _ </w:t>
      </w:r>
    </w:p>
    <w:p w:rsidR="00376422" w:rsidRDefault="00376422" w:rsidP="00E67399">
      <w:pPr>
        <w:pStyle w:val="libNormal"/>
        <w:rPr>
          <w:rtl/>
        </w:rPr>
      </w:pPr>
      <w:r>
        <w:rPr>
          <w:rtl/>
        </w:rPr>
        <w:t>امام (ع) نے كہا :مي</w:t>
      </w:r>
      <w:r w:rsidR="00B365A1">
        <w:rPr>
          <w:rtl/>
        </w:rPr>
        <w:t xml:space="preserve">ں </w:t>
      </w:r>
      <w:r>
        <w:rPr>
          <w:rtl/>
        </w:rPr>
        <w:t>اسكى حكميت سے راضى نہي</w:t>
      </w:r>
      <w:r w:rsidR="00B365A1">
        <w:rPr>
          <w:rtl/>
        </w:rPr>
        <w:t xml:space="preserve">ں </w:t>
      </w:r>
      <w:r>
        <w:rPr>
          <w:rtl/>
        </w:rPr>
        <w:t>ہو</w:t>
      </w:r>
      <w:r w:rsidR="00B365A1">
        <w:rPr>
          <w:rtl/>
        </w:rPr>
        <w:t xml:space="preserve">ں </w:t>
      </w:r>
      <w:r>
        <w:rPr>
          <w:rtl/>
        </w:rPr>
        <w:t>كيونكہ اس نے مجھ سے دورى اختيار كى اور لوگو</w:t>
      </w:r>
      <w:r w:rsidR="00B365A1">
        <w:rPr>
          <w:rtl/>
        </w:rPr>
        <w:t xml:space="preserve">ں </w:t>
      </w:r>
      <w:r>
        <w:rPr>
          <w:rtl/>
        </w:rPr>
        <w:t>كو ہمارى مدد سے روكا پھر مجھ سے فرار بھى كيا يہا</w:t>
      </w:r>
      <w:r w:rsidR="00B365A1">
        <w:rPr>
          <w:rtl/>
        </w:rPr>
        <w:t xml:space="preserve">ں </w:t>
      </w:r>
      <w:r>
        <w:rPr>
          <w:rtl/>
        </w:rPr>
        <w:t>تك كہ ہم نے اسكو امان ديا ہم اس كام كے لئے ابن عباس كو نامزد كرتے ہي</w:t>
      </w:r>
      <w:r w:rsidR="00B365A1">
        <w:rPr>
          <w:rtl/>
        </w:rPr>
        <w:t xml:space="preserve">ں </w:t>
      </w:r>
      <w:r>
        <w:rPr>
          <w:rtl/>
        </w:rPr>
        <w:t xml:space="preserve">_ </w:t>
      </w:r>
    </w:p>
    <w:p w:rsidR="00376422" w:rsidRDefault="00376422" w:rsidP="00E67399">
      <w:pPr>
        <w:pStyle w:val="libNormal"/>
        <w:rPr>
          <w:rtl/>
        </w:rPr>
      </w:pPr>
      <w:r>
        <w:rPr>
          <w:rtl/>
        </w:rPr>
        <w:t>ان لوگو</w:t>
      </w:r>
      <w:r w:rsidR="00B365A1">
        <w:rPr>
          <w:rtl/>
        </w:rPr>
        <w:t xml:space="preserve">ں </w:t>
      </w:r>
      <w:r>
        <w:rPr>
          <w:rtl/>
        </w:rPr>
        <w:t>نے كہا ، خدا كى قسم ، ابن عباس اور تمھارے مي</w:t>
      </w:r>
      <w:r w:rsidR="00B365A1">
        <w:rPr>
          <w:rtl/>
        </w:rPr>
        <w:t xml:space="preserve">ں </w:t>
      </w:r>
      <w:r>
        <w:rPr>
          <w:rtl/>
        </w:rPr>
        <w:t>فرق ہى كيا ہے لہذا ہم لوگ انكو قبول نہي</w:t>
      </w:r>
      <w:r w:rsidR="00B365A1">
        <w:rPr>
          <w:rtl/>
        </w:rPr>
        <w:t xml:space="preserve">ں </w:t>
      </w:r>
      <w:r>
        <w:rPr>
          <w:rtl/>
        </w:rPr>
        <w:t>كرتے كوئي ايسا شخص لشكر عراق سے حكم ہو جسكى نسبت معاويہ اور تم سے يكسا</w:t>
      </w:r>
      <w:r w:rsidR="00B365A1">
        <w:rPr>
          <w:rtl/>
        </w:rPr>
        <w:t xml:space="preserve">ں </w:t>
      </w:r>
      <w:r>
        <w:rPr>
          <w:rtl/>
        </w:rPr>
        <w:t xml:space="preserve">ہو_ </w:t>
      </w:r>
    </w:p>
    <w:p w:rsidR="00376422" w:rsidRDefault="00376422" w:rsidP="00E67399">
      <w:pPr>
        <w:pStyle w:val="libNormal"/>
        <w:rPr>
          <w:rtl/>
        </w:rPr>
      </w:pPr>
      <w:r>
        <w:rPr>
          <w:rtl/>
        </w:rPr>
        <w:t>امام (ع) نے فرمايا ، پھر مالك اشتر كو معين كرتا ہو</w:t>
      </w:r>
      <w:r w:rsidR="00B365A1">
        <w:rPr>
          <w:rtl/>
        </w:rPr>
        <w:t xml:space="preserve">ں </w:t>
      </w:r>
    </w:p>
    <w:p w:rsidR="00376422" w:rsidRDefault="00376422" w:rsidP="00E67399">
      <w:pPr>
        <w:pStyle w:val="libNormal"/>
        <w:rPr>
          <w:rtl/>
        </w:rPr>
      </w:pPr>
      <w:r>
        <w:rPr>
          <w:rtl/>
        </w:rPr>
        <w:t>اشعث نے كہا _ انھي</w:t>
      </w:r>
      <w:r w:rsidR="00B365A1">
        <w:rPr>
          <w:rtl/>
        </w:rPr>
        <w:t xml:space="preserve">ں </w:t>
      </w:r>
      <w:r>
        <w:rPr>
          <w:rtl/>
        </w:rPr>
        <w:t>كى بدولت تو جنگ كے شعلے بھڑ كے ہي</w:t>
      </w:r>
      <w:r w:rsidR="00B365A1">
        <w:rPr>
          <w:rtl/>
        </w:rPr>
        <w:t xml:space="preserve">ں </w:t>
      </w:r>
      <w:r>
        <w:rPr>
          <w:rtl/>
        </w:rPr>
        <w:t>اور وہ بھلا چاہي</w:t>
      </w:r>
      <w:r w:rsidR="00B365A1">
        <w:rPr>
          <w:rtl/>
        </w:rPr>
        <w:t xml:space="preserve">ں </w:t>
      </w:r>
      <w:r>
        <w:rPr>
          <w:rtl/>
        </w:rPr>
        <w:t>گے كہ تحكيم كامياب ہو ؟ امام (ع) نے فرمايا كہ اشتر كے سلسلے مي</w:t>
      </w:r>
      <w:r w:rsidR="00B365A1">
        <w:rPr>
          <w:rtl/>
        </w:rPr>
        <w:t xml:space="preserve">ں </w:t>
      </w:r>
      <w:r>
        <w:rPr>
          <w:rtl/>
        </w:rPr>
        <w:t xml:space="preserve">كيا خيال ہے _ </w:t>
      </w:r>
    </w:p>
    <w:p w:rsidR="007C08AB" w:rsidRDefault="00376422" w:rsidP="00E67399">
      <w:pPr>
        <w:pStyle w:val="libNormal"/>
        <w:rPr>
          <w:rtl/>
        </w:rPr>
      </w:pPr>
      <w:r>
        <w:rPr>
          <w:rtl/>
        </w:rPr>
        <w:t>ا شعث نے كہا اگر اشتر حكم ہو گئے تو ہمارے اور لشكر شام كے درميان اسقدر تلواري</w:t>
      </w:r>
      <w:r w:rsidR="00B365A1">
        <w:rPr>
          <w:rtl/>
        </w:rPr>
        <w:t xml:space="preserve">ں </w:t>
      </w:r>
      <w:r>
        <w:rPr>
          <w:rtl/>
        </w:rPr>
        <w:t>چلے گي</w:t>
      </w:r>
      <w:r w:rsidR="00B365A1">
        <w:rPr>
          <w:rtl/>
        </w:rPr>
        <w:t xml:space="preserve">ں </w:t>
      </w:r>
      <w:r>
        <w:rPr>
          <w:rtl/>
        </w:rPr>
        <w:t xml:space="preserve">_كہ اشتر اور تمھارى خواہش پورى ہو جائے گي </w:t>
      </w:r>
    </w:p>
    <w:p w:rsidR="007C08AB" w:rsidRDefault="007C08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امام (ع) نے كہا ،اخر عمر و عاص ابو موسى كو فريب ديدے گا </w:t>
      </w:r>
    </w:p>
    <w:p w:rsidR="00376422" w:rsidRDefault="00376422" w:rsidP="00E67399">
      <w:pPr>
        <w:pStyle w:val="libNormal"/>
        <w:rPr>
          <w:rtl/>
        </w:rPr>
      </w:pPr>
      <w:r>
        <w:rPr>
          <w:rtl/>
        </w:rPr>
        <w:t>ان لوگو</w:t>
      </w:r>
      <w:r w:rsidR="00B365A1">
        <w:rPr>
          <w:rtl/>
        </w:rPr>
        <w:t xml:space="preserve">ں </w:t>
      </w:r>
      <w:r>
        <w:rPr>
          <w:rtl/>
        </w:rPr>
        <w:t>نے كہا ، ہم ابو موسى كى حكميت پر راضى ہي</w:t>
      </w:r>
      <w:r w:rsidR="00B365A1">
        <w:rPr>
          <w:rtl/>
        </w:rPr>
        <w:t xml:space="preserve">ں </w:t>
      </w:r>
    </w:p>
    <w:p w:rsidR="00376422" w:rsidRDefault="00376422" w:rsidP="00E67399">
      <w:pPr>
        <w:pStyle w:val="libNormal"/>
        <w:rPr>
          <w:rtl/>
        </w:rPr>
      </w:pPr>
      <w:r>
        <w:rPr>
          <w:rtl/>
        </w:rPr>
        <w:t>امام (ع) نے فرمايا سوائے ابو موسى كے كسى اور كو قبول نہي</w:t>
      </w:r>
      <w:r w:rsidR="00B365A1">
        <w:rPr>
          <w:rtl/>
        </w:rPr>
        <w:t xml:space="preserve">ں </w:t>
      </w:r>
      <w:r>
        <w:rPr>
          <w:rtl/>
        </w:rPr>
        <w:t xml:space="preserve">كرو گے ؟ </w:t>
      </w:r>
    </w:p>
    <w:p w:rsidR="00376422" w:rsidRDefault="00376422" w:rsidP="00E67399">
      <w:pPr>
        <w:pStyle w:val="libNormal"/>
        <w:rPr>
          <w:rtl/>
        </w:rPr>
      </w:pPr>
      <w:r>
        <w:rPr>
          <w:rtl/>
        </w:rPr>
        <w:t>ان لوگو</w:t>
      </w:r>
      <w:r w:rsidR="00B365A1">
        <w:rPr>
          <w:rtl/>
        </w:rPr>
        <w:t xml:space="preserve">ں </w:t>
      </w:r>
      <w:r>
        <w:rPr>
          <w:rtl/>
        </w:rPr>
        <w:t>نے كہا ، جى نہي</w:t>
      </w:r>
      <w:r w:rsidR="00B365A1">
        <w:rPr>
          <w:rtl/>
        </w:rPr>
        <w:t xml:space="preserve">ں </w:t>
      </w:r>
    </w:p>
    <w:p w:rsidR="00376422" w:rsidRDefault="00376422" w:rsidP="00E67399">
      <w:pPr>
        <w:pStyle w:val="libNormal"/>
        <w:rPr>
          <w:rtl/>
        </w:rPr>
      </w:pPr>
      <w:r>
        <w:rPr>
          <w:rtl/>
        </w:rPr>
        <w:t xml:space="preserve">امام (ع) نے فرمايا _ پس جو چاہو كرو </w:t>
      </w:r>
    </w:p>
    <w:p w:rsidR="00376422" w:rsidRDefault="00376422" w:rsidP="00E67399">
      <w:pPr>
        <w:pStyle w:val="libNormal"/>
        <w:rPr>
          <w:rtl/>
        </w:rPr>
      </w:pPr>
      <w:r>
        <w:rPr>
          <w:rtl/>
        </w:rPr>
        <w:t>ايك شخص ابو موسى كو بلانے گيا مالك اشتر نے عرض كيا ، امير المومنين(ع) ہم كوبھى اس كے ہمراہ حكميت مي</w:t>
      </w:r>
      <w:r w:rsidR="00B365A1">
        <w:rPr>
          <w:rtl/>
        </w:rPr>
        <w:t xml:space="preserve">ں </w:t>
      </w:r>
      <w:r>
        <w:rPr>
          <w:rtl/>
        </w:rPr>
        <w:t>شريك كر ديجئے ، اس پيشكش كو اہل كوفہ كے درميان ركھا گيا ليكن وہ لوگ اس پر راضى نہي</w:t>
      </w:r>
      <w:r w:rsidR="00B365A1">
        <w:rPr>
          <w:rtl/>
        </w:rPr>
        <w:t xml:space="preserve">ں </w:t>
      </w:r>
      <w:r>
        <w:rPr>
          <w:rtl/>
        </w:rPr>
        <w:t xml:space="preserve">ہوئے_ </w:t>
      </w:r>
    </w:p>
    <w:p w:rsidR="00376422" w:rsidRDefault="00376422" w:rsidP="00E67399">
      <w:pPr>
        <w:pStyle w:val="libNormal"/>
        <w:rPr>
          <w:rtl/>
        </w:rPr>
      </w:pPr>
      <w:r>
        <w:rPr>
          <w:rtl/>
        </w:rPr>
        <w:t>پھر قرار داد قلمبند كى گئي كہ دونو</w:t>
      </w:r>
      <w:r w:rsidR="00B365A1">
        <w:rPr>
          <w:rtl/>
        </w:rPr>
        <w:t xml:space="preserve">ں </w:t>
      </w:r>
      <w:r>
        <w:rPr>
          <w:rtl/>
        </w:rPr>
        <w:t>طرف كے حكم اس كے پابند ہو نگے كہ قران كريم اور سنت رسول (ص) كى رو سے فيصلہ كرينگے ، پھر اضافہ كيا گيا كہ اگر حكمين نے قران و سنت رسول (ص) كے خلاف فيصلہ كيا تو مسلمان اس فيصلے كو نہي</w:t>
      </w:r>
      <w:r w:rsidR="00B365A1">
        <w:rPr>
          <w:rtl/>
        </w:rPr>
        <w:t xml:space="preserve">ں </w:t>
      </w:r>
      <w:r>
        <w:rPr>
          <w:rtl/>
        </w:rPr>
        <w:t>ماني</w:t>
      </w:r>
      <w:r w:rsidR="00B365A1">
        <w:rPr>
          <w:rtl/>
        </w:rPr>
        <w:t xml:space="preserve">ں </w:t>
      </w:r>
      <w:r>
        <w:rPr>
          <w:rtl/>
        </w:rPr>
        <w:t>گے ،_ اس عہد و پيمان پر اہل شام كى جانب سے عمر و عاص نے اور ابو موسي( جو بيوقوف اور بے ايمان عراقيو</w:t>
      </w:r>
      <w:r w:rsidR="00B365A1">
        <w:rPr>
          <w:rtl/>
        </w:rPr>
        <w:t xml:space="preserve">ں </w:t>
      </w:r>
      <w:r>
        <w:rPr>
          <w:rtl/>
        </w:rPr>
        <w:t>كى طرف سے منتخب ہوا تھا )نے دستخط كئے دو مہ ........ الجندل كے اجتماع حكمين سے پہلے عمر و عاص نے ابو موسى اشعرى كى خوب تعظيم و تكريم كى اپنے سے بلند دكھانے كے لئے كہا كہ تم تو ہم سے پہلے رسول اسلام (ص) كے ہمنشين ہوئے اور تم ہم سے سن و سال مي</w:t>
      </w:r>
      <w:r w:rsidR="00B365A1">
        <w:rPr>
          <w:rtl/>
        </w:rPr>
        <w:t xml:space="preserve">ں </w:t>
      </w:r>
      <w:r>
        <w:rPr>
          <w:rtl/>
        </w:rPr>
        <w:t xml:space="preserve">بڑے بھى ہو _ </w:t>
      </w:r>
    </w:p>
    <w:p w:rsidR="00376422" w:rsidRDefault="00376422" w:rsidP="00E67399">
      <w:pPr>
        <w:pStyle w:val="libNormal"/>
        <w:rPr>
          <w:rtl/>
        </w:rPr>
      </w:pPr>
      <w:r>
        <w:rPr>
          <w:rtl/>
        </w:rPr>
        <w:t>قبل اس كے كہ ابو موسى اور عمر و عاص مي</w:t>
      </w:r>
      <w:r w:rsidR="00B365A1">
        <w:rPr>
          <w:rtl/>
        </w:rPr>
        <w:t xml:space="preserve">ں </w:t>
      </w:r>
      <w:r>
        <w:rPr>
          <w:rtl/>
        </w:rPr>
        <w:t xml:space="preserve">باہمى اختلاف ہو ابو موسى نے كہا: </w:t>
      </w:r>
    </w:p>
    <w:p w:rsidR="00376422" w:rsidRDefault="00376422" w:rsidP="00E67399">
      <w:pPr>
        <w:pStyle w:val="libNormal"/>
        <w:rPr>
          <w:rtl/>
        </w:rPr>
      </w:pPr>
      <w:r>
        <w:rPr>
          <w:rtl/>
        </w:rPr>
        <w:t>اے عمر و عاص</w:t>
      </w:r>
      <w:r w:rsidR="00831D2C">
        <w:rPr>
          <w:rtl/>
        </w:rPr>
        <w:t xml:space="preserve"> آيا </w:t>
      </w:r>
      <w:r>
        <w:rPr>
          <w:rtl/>
        </w:rPr>
        <w:t xml:space="preserve"> تم امت كى صلاح نہي</w:t>
      </w:r>
      <w:r w:rsidR="00B365A1">
        <w:rPr>
          <w:rtl/>
        </w:rPr>
        <w:t xml:space="preserve">ں </w:t>
      </w:r>
      <w:r>
        <w:rPr>
          <w:rtl/>
        </w:rPr>
        <w:t xml:space="preserve">چاہتے ہو ؟ </w:t>
      </w:r>
    </w:p>
    <w:p w:rsidR="00376422" w:rsidRDefault="00376422" w:rsidP="00E67399">
      <w:pPr>
        <w:pStyle w:val="libNormal"/>
        <w:rPr>
          <w:rtl/>
        </w:rPr>
      </w:pPr>
      <w:r>
        <w:rPr>
          <w:rtl/>
        </w:rPr>
        <w:t>عمر و عاص نے پوچھا ، امت كى صلاح كس چيز مي</w:t>
      </w:r>
      <w:r w:rsidR="00B365A1">
        <w:rPr>
          <w:rtl/>
        </w:rPr>
        <w:t xml:space="preserve">ں </w:t>
      </w:r>
      <w:r>
        <w:rPr>
          <w:rtl/>
        </w:rPr>
        <w:t xml:space="preserve">ہے </w:t>
      </w:r>
    </w:p>
    <w:p w:rsidR="00376422" w:rsidRDefault="00376422" w:rsidP="00E67399">
      <w:pPr>
        <w:pStyle w:val="libNormal"/>
        <w:rPr>
          <w:rtl/>
        </w:rPr>
      </w:pPr>
      <w:r>
        <w:rPr>
          <w:rtl/>
        </w:rPr>
        <w:t>ابو موسى نے جواب ديا ، صلاح اس مي</w:t>
      </w:r>
      <w:r w:rsidR="00B365A1">
        <w:rPr>
          <w:rtl/>
        </w:rPr>
        <w:t xml:space="preserve">ں </w:t>
      </w:r>
      <w:r>
        <w:rPr>
          <w:rtl/>
        </w:rPr>
        <w:t>ہے كہ حكومت و خلافت كو عبد اللہ بن عمر كے حوالہ كر ديا جائے كيونكہ اس نے ان جنگو</w:t>
      </w:r>
      <w:r w:rsidR="00B365A1">
        <w:rPr>
          <w:rtl/>
        </w:rPr>
        <w:t xml:space="preserve">ں </w:t>
      </w:r>
      <w:r>
        <w:rPr>
          <w:rtl/>
        </w:rPr>
        <w:t>مي</w:t>
      </w:r>
      <w:r w:rsidR="00B365A1">
        <w:rPr>
          <w:rtl/>
        </w:rPr>
        <w:t xml:space="preserve">ں </w:t>
      </w:r>
      <w:r>
        <w:rPr>
          <w:rtl/>
        </w:rPr>
        <w:t>شركت بھى نہي</w:t>
      </w:r>
      <w:r w:rsidR="00B365A1">
        <w:rPr>
          <w:rtl/>
        </w:rPr>
        <w:t xml:space="preserve">ں </w:t>
      </w:r>
      <w:r>
        <w:rPr>
          <w:rtl/>
        </w:rPr>
        <w:t xml:space="preserve">كى ہے _ </w:t>
      </w:r>
    </w:p>
    <w:p w:rsidR="007C08AB" w:rsidRDefault="00376422" w:rsidP="00E67399">
      <w:pPr>
        <w:pStyle w:val="libNormal"/>
        <w:rPr>
          <w:rtl/>
        </w:rPr>
      </w:pPr>
      <w:r>
        <w:rPr>
          <w:rtl/>
        </w:rPr>
        <w:t>عمرو عاص نے كہا _ تم نے معاويہ كو كيو</w:t>
      </w:r>
      <w:r w:rsidR="00B365A1">
        <w:rPr>
          <w:rtl/>
        </w:rPr>
        <w:t xml:space="preserve">ں </w:t>
      </w:r>
      <w:r>
        <w:rPr>
          <w:rtl/>
        </w:rPr>
        <w:t xml:space="preserve">فراموش كر ديا </w:t>
      </w:r>
    </w:p>
    <w:p w:rsidR="007C08AB" w:rsidRDefault="007C08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ابو موسى نے كہا ، خلافت سے معاويہ كو كيا سرو كار ہے وہ تو كسى صورت مي</w:t>
      </w:r>
      <w:r w:rsidR="00B365A1">
        <w:rPr>
          <w:rtl/>
        </w:rPr>
        <w:t xml:space="preserve">ں </w:t>
      </w:r>
      <w:r>
        <w:rPr>
          <w:rtl/>
        </w:rPr>
        <w:t>اسكا مستحق نہي</w:t>
      </w:r>
      <w:r w:rsidR="00B365A1">
        <w:rPr>
          <w:rtl/>
        </w:rPr>
        <w:t xml:space="preserve">ں </w:t>
      </w:r>
      <w:r>
        <w:rPr>
          <w:rtl/>
        </w:rPr>
        <w:t>ہے ، بات طول پكڑ گئي اور دونو</w:t>
      </w:r>
      <w:r w:rsidR="00B365A1">
        <w:rPr>
          <w:rtl/>
        </w:rPr>
        <w:t xml:space="preserve">ں </w:t>
      </w:r>
      <w:r>
        <w:rPr>
          <w:rtl/>
        </w:rPr>
        <w:t>نے كسى پر اتفاق رائے قائم نہي</w:t>
      </w:r>
      <w:r w:rsidR="00B365A1">
        <w:rPr>
          <w:rtl/>
        </w:rPr>
        <w:t xml:space="preserve">ں </w:t>
      </w:r>
      <w:r>
        <w:rPr>
          <w:rtl/>
        </w:rPr>
        <w:t>كيا ، اخر اس مسئلے كو كيسے سلجھايا جائے ، ابو موسى نے كہا ، ميرى رائے يہ ہے كہ ان دونو</w:t>
      </w:r>
      <w:r w:rsidR="00B365A1">
        <w:rPr>
          <w:rtl/>
        </w:rPr>
        <w:t xml:space="preserve">ں </w:t>
      </w:r>
      <w:r>
        <w:rPr>
          <w:rtl/>
        </w:rPr>
        <w:t>( على (ع) و معاويہ ) كو تخت خلافت سے بركنار كر ديا جائے اسكے بعد خلافت كو مسلمانو</w:t>
      </w:r>
      <w:r w:rsidR="00B365A1">
        <w:rPr>
          <w:rtl/>
        </w:rPr>
        <w:t xml:space="preserve">ں </w:t>
      </w:r>
      <w:r>
        <w:rPr>
          <w:rtl/>
        </w:rPr>
        <w:t>كى شورى پر چھوڑ ديا جائے جسكو چاہي</w:t>
      </w:r>
      <w:r w:rsidR="00B365A1">
        <w:rPr>
          <w:rtl/>
        </w:rPr>
        <w:t xml:space="preserve">ں </w:t>
      </w:r>
      <w:r>
        <w:rPr>
          <w:rtl/>
        </w:rPr>
        <w:t>منتخب كر لي</w:t>
      </w:r>
      <w:r w:rsidR="00B365A1">
        <w:rPr>
          <w:rtl/>
        </w:rPr>
        <w:t xml:space="preserve">ں </w:t>
      </w:r>
      <w:r>
        <w:rPr>
          <w:rtl/>
        </w:rPr>
        <w:t xml:space="preserve">_ </w:t>
      </w:r>
    </w:p>
    <w:p w:rsidR="00376422" w:rsidRDefault="00376422" w:rsidP="00E67399">
      <w:pPr>
        <w:pStyle w:val="libNormal"/>
        <w:rPr>
          <w:rtl/>
        </w:rPr>
      </w:pPr>
      <w:r>
        <w:rPr>
          <w:rtl/>
        </w:rPr>
        <w:t>عمر و عاص نے كہا ، تم صحيح كہتے ہوہم اس رائے پر اتفاق كرتے ہي</w:t>
      </w:r>
      <w:r w:rsidR="00B365A1">
        <w:rPr>
          <w:rtl/>
        </w:rPr>
        <w:t xml:space="preserve">ں </w:t>
      </w:r>
      <w:r>
        <w:rPr>
          <w:rtl/>
        </w:rPr>
        <w:t>، يہ وہى مشورہ ہے جس مي</w:t>
      </w:r>
      <w:r w:rsidR="00B365A1">
        <w:rPr>
          <w:rtl/>
        </w:rPr>
        <w:t xml:space="preserve">ں </w:t>
      </w:r>
      <w:r>
        <w:rPr>
          <w:rtl/>
        </w:rPr>
        <w:t xml:space="preserve">عوام كى بھلائي بھى ہے _ </w:t>
      </w:r>
    </w:p>
    <w:p w:rsidR="00376422" w:rsidRDefault="00376422" w:rsidP="00E67399">
      <w:pPr>
        <w:pStyle w:val="libNormal"/>
        <w:rPr>
          <w:rtl/>
        </w:rPr>
      </w:pPr>
      <w:r>
        <w:rPr>
          <w:rtl/>
        </w:rPr>
        <w:t>دونو</w:t>
      </w:r>
      <w:r w:rsidR="00B365A1">
        <w:rPr>
          <w:rtl/>
        </w:rPr>
        <w:t xml:space="preserve">ں </w:t>
      </w:r>
      <w:r>
        <w:rPr>
          <w:rtl/>
        </w:rPr>
        <w:t>صبح سويرے لوگو</w:t>
      </w:r>
      <w:r w:rsidR="00B365A1">
        <w:rPr>
          <w:rtl/>
        </w:rPr>
        <w:t xml:space="preserve">ں </w:t>
      </w:r>
      <w:r>
        <w:rPr>
          <w:rtl/>
        </w:rPr>
        <w:t>كے جم غفير مي</w:t>
      </w:r>
      <w:r w:rsidR="00B365A1">
        <w:rPr>
          <w:rtl/>
        </w:rPr>
        <w:t xml:space="preserve">ں </w:t>
      </w:r>
      <w:r>
        <w:rPr>
          <w:rtl/>
        </w:rPr>
        <w:t xml:space="preserve">حاضر ہوئے ، ابو موسى نے عمر و عاص سے كہا كہ منبر پر جا كر اپنى بات كو بيان كرو _ </w:t>
      </w:r>
    </w:p>
    <w:p w:rsidR="00376422" w:rsidRDefault="00376422" w:rsidP="00E67399">
      <w:pPr>
        <w:pStyle w:val="libNormal"/>
        <w:rPr>
          <w:rtl/>
        </w:rPr>
      </w:pPr>
      <w:r>
        <w:rPr>
          <w:rtl/>
        </w:rPr>
        <w:t>عمر و عاص نے اپنے نقشہ كے تحت جس كا اظہار بھى كيا تھا كہ ہم ہرگز تم پر سبقت نہي</w:t>
      </w:r>
      <w:r w:rsidR="00B365A1">
        <w:rPr>
          <w:rtl/>
        </w:rPr>
        <w:t xml:space="preserve">ں </w:t>
      </w:r>
      <w:r>
        <w:rPr>
          <w:rtl/>
        </w:rPr>
        <w:t xml:space="preserve">كر سكتے كيونكہ تم ہجرت اور عمر كے لحاظ سے مجھ سے بڑے ہو ، پہلے بولنے كے لئے كہا : </w:t>
      </w:r>
    </w:p>
    <w:p w:rsidR="00376422" w:rsidRDefault="00376422" w:rsidP="00E67399">
      <w:pPr>
        <w:pStyle w:val="libNormal"/>
        <w:rPr>
          <w:rtl/>
        </w:rPr>
      </w:pPr>
      <w:r>
        <w:rPr>
          <w:rtl/>
        </w:rPr>
        <w:t>ابو موسى اشعرى كھڑے ہوئے اور منبر پر اكر حمد الہى كے بعد كہا ، اے لوگو ، ہم دونو</w:t>
      </w:r>
      <w:r w:rsidR="00B365A1">
        <w:rPr>
          <w:rtl/>
        </w:rPr>
        <w:t xml:space="preserve">ں </w:t>
      </w:r>
      <w:r>
        <w:rPr>
          <w:rtl/>
        </w:rPr>
        <w:t>نے ان چيزو</w:t>
      </w:r>
      <w:r w:rsidR="00B365A1">
        <w:rPr>
          <w:rtl/>
        </w:rPr>
        <w:t xml:space="preserve">ں </w:t>
      </w:r>
      <w:r>
        <w:rPr>
          <w:rtl/>
        </w:rPr>
        <w:t>كے بارے مي</w:t>
      </w:r>
      <w:r w:rsidR="00B365A1">
        <w:rPr>
          <w:rtl/>
        </w:rPr>
        <w:t xml:space="preserve">ں </w:t>
      </w:r>
      <w:r>
        <w:rPr>
          <w:rtl/>
        </w:rPr>
        <w:t>جو امت اسلامى كى يگانگى اور الفت كو دوبارہ پلٹا دے كوئي چيز ان دونو</w:t>
      </w:r>
      <w:r w:rsidR="00B365A1">
        <w:rPr>
          <w:rtl/>
        </w:rPr>
        <w:t xml:space="preserve">ں </w:t>
      </w:r>
      <w:r>
        <w:rPr>
          <w:rtl/>
        </w:rPr>
        <w:t>( على (ع) ومعاويہ ) كے بر كنار كرنے سے بہتر نہي</w:t>
      </w:r>
      <w:r w:rsidR="00B365A1">
        <w:rPr>
          <w:rtl/>
        </w:rPr>
        <w:t xml:space="preserve">ں </w:t>
      </w:r>
      <w:r>
        <w:rPr>
          <w:rtl/>
        </w:rPr>
        <w:t xml:space="preserve">پايا _ </w:t>
      </w:r>
    </w:p>
    <w:p w:rsidR="007C08AB" w:rsidRDefault="00376422" w:rsidP="00E67399">
      <w:pPr>
        <w:pStyle w:val="libNormal"/>
        <w:rPr>
          <w:rtl/>
        </w:rPr>
      </w:pPr>
      <w:r>
        <w:rPr>
          <w:rtl/>
        </w:rPr>
        <w:t>اس كے بعد خلافت كو شورى كے حوالہ كر ديا جائے ، تاكہ شورى جس كو چاہے اس كو انتخاب كرے ، اور مي</w:t>
      </w:r>
      <w:r w:rsidR="00B365A1">
        <w:rPr>
          <w:rtl/>
        </w:rPr>
        <w:t xml:space="preserve">ں </w:t>
      </w:r>
      <w:r>
        <w:rPr>
          <w:rtl/>
        </w:rPr>
        <w:t>على و معاويہ كو بركنار كرتا ہو</w:t>
      </w:r>
      <w:r w:rsidR="00B365A1">
        <w:rPr>
          <w:rtl/>
        </w:rPr>
        <w:t xml:space="preserve">ں </w:t>
      </w:r>
      <w:r>
        <w:rPr>
          <w:rtl/>
        </w:rPr>
        <w:t>، يہ كہہ كر فورا منبر سے اتر</w:t>
      </w:r>
      <w:r w:rsidR="00831D2C">
        <w:rPr>
          <w:rtl/>
        </w:rPr>
        <w:t xml:space="preserve"> آيا </w:t>
      </w:r>
      <w:r>
        <w:rPr>
          <w:rtl/>
        </w:rPr>
        <w:t xml:space="preserve"> ا س كے بعد منبر پر عمر و عاص</w:t>
      </w:r>
      <w:r w:rsidR="00831D2C">
        <w:rPr>
          <w:rtl/>
        </w:rPr>
        <w:t xml:space="preserve"> آيا </w:t>
      </w:r>
      <w:r>
        <w:rPr>
          <w:rtl/>
        </w:rPr>
        <w:t xml:space="preserve"> حمد الہى كے بعد اس طرح تقرير كى كہ ، اس مرد كى باتو</w:t>
      </w:r>
      <w:r w:rsidR="00B365A1">
        <w:rPr>
          <w:rtl/>
        </w:rPr>
        <w:t xml:space="preserve">ں </w:t>
      </w:r>
      <w:r>
        <w:rPr>
          <w:rtl/>
        </w:rPr>
        <w:t>كو تم لوگو</w:t>
      </w:r>
      <w:r w:rsidR="00B365A1">
        <w:rPr>
          <w:rtl/>
        </w:rPr>
        <w:t xml:space="preserve">ں </w:t>
      </w:r>
      <w:r>
        <w:rPr>
          <w:rtl/>
        </w:rPr>
        <w:t>نے سنا اس نے على (ع) كو بركنار كر ديا اگاہ ہو جائو كہ مي</w:t>
      </w:r>
      <w:r w:rsidR="00B365A1">
        <w:rPr>
          <w:rtl/>
        </w:rPr>
        <w:t xml:space="preserve">ں </w:t>
      </w:r>
      <w:r>
        <w:rPr>
          <w:rtl/>
        </w:rPr>
        <w:t>بھى اسى طرح على كو معزول كرتا ہو</w:t>
      </w:r>
      <w:r w:rsidR="00B365A1">
        <w:rPr>
          <w:rtl/>
        </w:rPr>
        <w:t xml:space="preserve">ں </w:t>
      </w:r>
      <w:r>
        <w:rPr>
          <w:rtl/>
        </w:rPr>
        <w:t>اور اس كى جگہ معاويہ كو برقرار كرتا ہو</w:t>
      </w:r>
      <w:r w:rsidR="00B365A1">
        <w:rPr>
          <w:rtl/>
        </w:rPr>
        <w:t xml:space="preserve">ں </w:t>
      </w:r>
      <w:r>
        <w:rPr>
          <w:rtl/>
        </w:rPr>
        <w:t>كيونكہ وہ خون عثمان كا انتقام لينے والا اور ان كا وارث ہے اور اس كى جانشينى كا حقدار بھى ہے ، ابو موسى ان تمام مكارى و دھوكہ دھڑى سے بہت ناراض ہوا اور كہنے لگا تم نے ايسا كيو</w:t>
      </w:r>
      <w:r w:rsidR="00B365A1">
        <w:rPr>
          <w:rtl/>
        </w:rPr>
        <w:t xml:space="preserve">ں </w:t>
      </w:r>
      <w:r>
        <w:rPr>
          <w:rtl/>
        </w:rPr>
        <w:t xml:space="preserve">كيا خدا وند عالم كبھى تمہارى مدد نہ كرے اور تم نے دھوكہ ديكر گناہ عظيم كيا ہے ، اے عمر و عاص تمہارى مثال اس كتے كى طرح ہے كہ اس پر حملہ كرو تو ،يا اس كو چھوڑ دو تو، منھ سے زبان نكال كر سانس ليتا ہے _ </w:t>
      </w:r>
    </w:p>
    <w:p w:rsidR="007C08AB" w:rsidRDefault="007C08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عمر و عاص بھى جواب دينے سے نہي</w:t>
      </w:r>
      <w:r w:rsidR="00B365A1">
        <w:rPr>
          <w:rtl/>
        </w:rPr>
        <w:t xml:space="preserve">ں </w:t>
      </w:r>
      <w:r>
        <w:rPr>
          <w:rtl/>
        </w:rPr>
        <w:t>چونكا ، اس نے كہا ، تمھارى مثال اس گدھے كى سى ہے جس پر كتا بي</w:t>
      </w:r>
      <w:r w:rsidR="00B365A1">
        <w:rPr>
          <w:rtl/>
        </w:rPr>
        <w:t xml:space="preserve">ں </w:t>
      </w:r>
      <w:r>
        <w:rPr>
          <w:rtl/>
        </w:rPr>
        <w:t>لاددى گئي ہو</w:t>
      </w:r>
      <w:r w:rsidR="00B365A1">
        <w:rPr>
          <w:rtl/>
        </w:rPr>
        <w:t xml:space="preserve">ں </w:t>
      </w:r>
      <w:r>
        <w:rPr>
          <w:rtl/>
        </w:rPr>
        <w:t>_</w:t>
      </w:r>
      <w:r w:rsidRPr="00C00E6D">
        <w:rPr>
          <w:rStyle w:val="libFootnotenumChar"/>
          <w:rtl/>
        </w:rPr>
        <w:t>(31)</w:t>
      </w:r>
      <w:r>
        <w:rPr>
          <w:rtl/>
        </w:rPr>
        <w:t xml:space="preserve"> </w:t>
      </w:r>
    </w:p>
    <w:p w:rsidR="00376422" w:rsidRDefault="00376422" w:rsidP="00E67399">
      <w:pPr>
        <w:pStyle w:val="libNormal"/>
        <w:rPr>
          <w:rtl/>
        </w:rPr>
      </w:pPr>
      <w:r>
        <w:rPr>
          <w:rtl/>
        </w:rPr>
        <w:t>حكمين اور ان كے ساتھى بادل نا خواستہ ايك دوسرے كو برا بھلا كہتے ہوئے متفرق ہو گئے ، در انحاليكہ حكميت سے كوئي خاص نتيجہ نہي</w:t>
      </w:r>
      <w:r w:rsidR="00B365A1">
        <w:rPr>
          <w:rtl/>
        </w:rPr>
        <w:t xml:space="preserve">ں </w:t>
      </w:r>
      <w:r>
        <w:rPr>
          <w:rtl/>
        </w:rPr>
        <w:t>نكل پايا تھا سوائے اسكے كہ معاويہ كو امير المومنين كى صف مي</w:t>
      </w:r>
      <w:r w:rsidR="00B365A1">
        <w:rPr>
          <w:rtl/>
        </w:rPr>
        <w:t xml:space="preserve">ں </w:t>
      </w:r>
      <w:r>
        <w:rPr>
          <w:rtl/>
        </w:rPr>
        <w:t>لاكر كھڑا كر ديا گيا ، جبكہ وہ اس وقت سوائے ايك حاكم طاغى كے كچھ نہ تھا جو حكومت اسلامى پر خليفہ نامزد كر ديا گيا تھا ، جنگ صفين مي</w:t>
      </w:r>
      <w:r w:rsidR="00B365A1">
        <w:rPr>
          <w:rtl/>
        </w:rPr>
        <w:t xml:space="preserve">ں </w:t>
      </w:r>
      <w:r>
        <w:rPr>
          <w:rtl/>
        </w:rPr>
        <w:t xml:space="preserve">لشكر شام كى جانب سے پينتاليس ہزار افراد اور لشكر عراق سے پچيس ہزار افراد قتل ہوئے </w:t>
      </w:r>
      <w:r w:rsidRPr="00C00E6D">
        <w:rPr>
          <w:rStyle w:val="libFootnotenumChar"/>
          <w:rtl/>
        </w:rPr>
        <w:t>(32)</w:t>
      </w:r>
      <w:r>
        <w:rPr>
          <w:rtl/>
        </w:rPr>
        <w:t xml:space="preserve"> </w:t>
      </w:r>
    </w:p>
    <w:p w:rsidR="00376422" w:rsidRDefault="00376422" w:rsidP="00E67399">
      <w:pPr>
        <w:pStyle w:val="Heading2Center"/>
        <w:rPr>
          <w:rtl/>
        </w:rPr>
      </w:pPr>
      <w:bookmarkStart w:id="26" w:name="_Toc531605654"/>
      <w:r>
        <w:rPr>
          <w:rtl/>
        </w:rPr>
        <w:t>شام كے ليٹرے</w:t>
      </w:r>
      <w:bookmarkEnd w:id="26"/>
    </w:p>
    <w:p w:rsidR="00376422" w:rsidRDefault="00376422" w:rsidP="00E67399">
      <w:pPr>
        <w:pStyle w:val="libNormal"/>
        <w:rPr>
          <w:rtl/>
        </w:rPr>
      </w:pPr>
      <w:r>
        <w:rPr>
          <w:rtl/>
        </w:rPr>
        <w:t>معاويہ اپنى بچى كھچى فوج كو ليكر 37ھ مي</w:t>
      </w:r>
      <w:r w:rsidR="00B365A1">
        <w:rPr>
          <w:rtl/>
        </w:rPr>
        <w:t xml:space="preserve">ں </w:t>
      </w:r>
      <w:r>
        <w:rPr>
          <w:rtl/>
        </w:rPr>
        <w:t>شام واپس اگيا ، ليكن لشكر امام (ع) اور لشكر حق كو نيست و نابود كرنے كے لئے ايك نئي تدبير سوچى اور اس كو عملى جامہ پہنايا ، معاويہ امير المومنين (ع) كے ما تحتى والے علاقو</w:t>
      </w:r>
      <w:r w:rsidR="00B365A1">
        <w:rPr>
          <w:rtl/>
        </w:rPr>
        <w:t xml:space="preserve">ں </w:t>
      </w:r>
      <w:r>
        <w:rPr>
          <w:rtl/>
        </w:rPr>
        <w:t>مي</w:t>
      </w:r>
      <w:r w:rsidR="00B365A1">
        <w:rPr>
          <w:rtl/>
        </w:rPr>
        <w:t xml:space="preserve">ں </w:t>
      </w:r>
      <w:r>
        <w:rPr>
          <w:rtl/>
        </w:rPr>
        <w:t>وقتا فوقتا چھوٹے موٹے لشكر كو بھيجتا رہا تاكہ سر سبز و شاداب بستيو</w:t>
      </w:r>
      <w:r w:rsidR="00B365A1">
        <w:rPr>
          <w:rtl/>
        </w:rPr>
        <w:t xml:space="preserve">ں </w:t>
      </w:r>
      <w:r>
        <w:rPr>
          <w:rtl/>
        </w:rPr>
        <w:t>كو ويرانے مي</w:t>
      </w:r>
      <w:r w:rsidR="00B365A1">
        <w:rPr>
          <w:rtl/>
        </w:rPr>
        <w:t xml:space="preserve">ں </w:t>
      </w:r>
      <w:r>
        <w:rPr>
          <w:rtl/>
        </w:rPr>
        <w:t xml:space="preserve">تبديل كر دے _ </w:t>
      </w:r>
    </w:p>
    <w:p w:rsidR="00376422" w:rsidRDefault="00376422" w:rsidP="00E67399">
      <w:pPr>
        <w:pStyle w:val="libNormal"/>
        <w:rPr>
          <w:rtl/>
        </w:rPr>
      </w:pPr>
      <w:r>
        <w:rPr>
          <w:rtl/>
        </w:rPr>
        <w:t>كچھ افراد جيسے نعمان بن بشير ، سفيان بن عون ، عبد اللہ بن مسعدہ ، ضحاك بن قيس ، بسر بن ارطاة ، اور انكے علاوہ دوسرے لوگ بھى اس جنايت عظيم كے لئے روانہ كئے گئے ، معاويہ كے فرمان سے تمام بلاد اسلامى عراق ، حجاز ، يمن ، كے بے گناہ مسلمانو</w:t>
      </w:r>
      <w:r w:rsidR="00B365A1">
        <w:rPr>
          <w:rtl/>
        </w:rPr>
        <w:t xml:space="preserve">ں </w:t>
      </w:r>
      <w:r>
        <w:rPr>
          <w:rtl/>
        </w:rPr>
        <w:t>كو موت كے گھاٹ اتارا گيا ، اور بستيو</w:t>
      </w:r>
      <w:r w:rsidR="00B365A1">
        <w:rPr>
          <w:rtl/>
        </w:rPr>
        <w:t xml:space="preserve">ں </w:t>
      </w:r>
      <w:r>
        <w:rPr>
          <w:rtl/>
        </w:rPr>
        <w:t>مي</w:t>
      </w:r>
      <w:r w:rsidR="00B365A1">
        <w:rPr>
          <w:rtl/>
        </w:rPr>
        <w:t xml:space="preserve">ں </w:t>
      </w:r>
      <w:r>
        <w:rPr>
          <w:rtl/>
        </w:rPr>
        <w:t xml:space="preserve">قتل و غارتگرى خوف و دہشت پھيلائي گئي _ </w:t>
      </w:r>
    </w:p>
    <w:p w:rsidR="00376422" w:rsidRDefault="00376422" w:rsidP="00E67399">
      <w:pPr>
        <w:pStyle w:val="libNormal"/>
        <w:rPr>
          <w:rtl/>
        </w:rPr>
      </w:pPr>
      <w:r>
        <w:rPr>
          <w:rtl/>
        </w:rPr>
        <w:t>ہم اس خونريزى اور قتل و غارتگرى اور ضد انسانيت كى افسوسناك داستان كو ضمير فروش انسانو</w:t>
      </w:r>
      <w:r w:rsidR="00B365A1">
        <w:rPr>
          <w:rtl/>
        </w:rPr>
        <w:t xml:space="preserve">ں </w:t>
      </w:r>
      <w:r>
        <w:rPr>
          <w:rtl/>
        </w:rPr>
        <w:t>كى پہچان كے لئے قارئين كرام كى خدمت مي</w:t>
      </w:r>
      <w:r w:rsidR="00B365A1">
        <w:rPr>
          <w:rtl/>
        </w:rPr>
        <w:t xml:space="preserve">ں </w:t>
      </w:r>
      <w:r>
        <w:rPr>
          <w:rtl/>
        </w:rPr>
        <w:t>پيش كرنا چاہتے ہي</w:t>
      </w:r>
      <w:r w:rsidR="00B365A1">
        <w:rPr>
          <w:rtl/>
        </w:rPr>
        <w:t xml:space="preserve">ں </w:t>
      </w:r>
      <w:r>
        <w:rPr>
          <w:rtl/>
        </w:rPr>
        <w:t xml:space="preserve">_ </w:t>
      </w:r>
    </w:p>
    <w:p w:rsidR="00376422" w:rsidRDefault="007C08AB" w:rsidP="00E67399">
      <w:pPr>
        <w:pStyle w:val="libLine"/>
        <w:rPr>
          <w:rtl/>
        </w:rPr>
      </w:pPr>
      <w:r>
        <w:rPr>
          <w:rFonts w:hint="cs"/>
          <w:rtl/>
        </w:rPr>
        <w:t>____________________</w:t>
      </w:r>
    </w:p>
    <w:p w:rsidR="007C08AB" w:rsidRDefault="007C08AB" w:rsidP="00E67399">
      <w:pPr>
        <w:pStyle w:val="libFootnote"/>
        <w:rPr>
          <w:rtl/>
        </w:rPr>
      </w:pPr>
      <w:r>
        <w:rPr>
          <w:rtl/>
        </w:rPr>
        <w:t xml:space="preserve">31_ وقعة صفين ص 549 </w:t>
      </w:r>
    </w:p>
    <w:p w:rsidR="007C08AB" w:rsidRDefault="007C08AB" w:rsidP="00E67399">
      <w:pPr>
        <w:pStyle w:val="libFootnote"/>
        <w:rPr>
          <w:rtl/>
        </w:rPr>
      </w:pPr>
      <w:r>
        <w:rPr>
          <w:rtl/>
        </w:rPr>
        <w:t xml:space="preserve">32_ صفين ص 643 </w:t>
      </w:r>
    </w:p>
    <w:p w:rsidR="007C08AB" w:rsidRDefault="007C08AB" w:rsidP="00E67399">
      <w:pPr>
        <w:pStyle w:val="libPoemTini"/>
        <w:rPr>
          <w:rtl/>
        </w:rPr>
      </w:pPr>
      <w:r>
        <w:rPr>
          <w:rtl/>
        </w:rPr>
        <w:br w:type="page"/>
      </w:r>
    </w:p>
    <w:p w:rsidR="007C08AB" w:rsidRDefault="007C08AB" w:rsidP="00E67399">
      <w:pPr>
        <w:pStyle w:val="libNormal"/>
        <w:rPr>
          <w:rtl/>
        </w:rPr>
      </w:pPr>
    </w:p>
    <w:p w:rsidR="00376422" w:rsidRDefault="00376422" w:rsidP="00E67399">
      <w:pPr>
        <w:pStyle w:val="Heading2Center"/>
        <w:rPr>
          <w:rtl/>
        </w:rPr>
      </w:pPr>
      <w:bookmarkStart w:id="27" w:name="_Toc531605655"/>
      <w:r>
        <w:rPr>
          <w:rtl/>
        </w:rPr>
        <w:t>1_ نعمان بن بشير</w:t>
      </w:r>
      <w:bookmarkEnd w:id="27"/>
    </w:p>
    <w:p w:rsidR="00376422" w:rsidRDefault="00376422" w:rsidP="00E67399">
      <w:pPr>
        <w:pStyle w:val="libNormal"/>
        <w:rPr>
          <w:rtl/>
        </w:rPr>
      </w:pPr>
      <w:r>
        <w:rPr>
          <w:rtl/>
        </w:rPr>
        <w:t>يہ شخص انصار كے قبيلہ خزرج سے تھا ، نعمان كى پيدائشے رسول (ص) كى رحلت سے چھہ يا اٹھ سال قبل ہوئي عثمان كے زمانے مي</w:t>
      </w:r>
      <w:r w:rsidR="00B365A1">
        <w:rPr>
          <w:rtl/>
        </w:rPr>
        <w:t xml:space="preserve">ں </w:t>
      </w:r>
      <w:r>
        <w:rPr>
          <w:rtl/>
        </w:rPr>
        <w:t>جو فتنہ و اشوب انكى كرتوت كى بناء پر اٹھا تھا اسوقت يہ شخص خليفہ كے ہوا دارو</w:t>
      </w:r>
      <w:r w:rsidR="00B365A1">
        <w:rPr>
          <w:rtl/>
        </w:rPr>
        <w:t xml:space="preserve">ں </w:t>
      </w:r>
      <w:r>
        <w:rPr>
          <w:rtl/>
        </w:rPr>
        <w:t>مي</w:t>
      </w:r>
      <w:r w:rsidR="00B365A1">
        <w:rPr>
          <w:rtl/>
        </w:rPr>
        <w:t xml:space="preserve">ں </w:t>
      </w:r>
      <w:r>
        <w:rPr>
          <w:rtl/>
        </w:rPr>
        <w:t>سے تھا ، عثمان كے بعد معاويہ كے ساتھ ہو گيا اور معاويہ كے مرنے كے بعد يزيد كے ہمنوائو</w:t>
      </w:r>
      <w:r w:rsidR="00B365A1">
        <w:rPr>
          <w:rtl/>
        </w:rPr>
        <w:t xml:space="preserve">ں </w:t>
      </w:r>
      <w:r>
        <w:rPr>
          <w:rtl/>
        </w:rPr>
        <w:t>مي</w:t>
      </w:r>
      <w:r w:rsidR="00B365A1">
        <w:rPr>
          <w:rtl/>
        </w:rPr>
        <w:t xml:space="preserve">ں </w:t>
      </w:r>
      <w:r>
        <w:rPr>
          <w:rtl/>
        </w:rPr>
        <w:t xml:space="preserve">ہو گيا ، نعمان نے اپنى قوم كے بر خلاف كام كيا _ </w:t>
      </w:r>
    </w:p>
    <w:p w:rsidR="00376422" w:rsidRDefault="00376422" w:rsidP="00E67399">
      <w:pPr>
        <w:pStyle w:val="libNormal"/>
        <w:rPr>
          <w:rtl/>
        </w:rPr>
      </w:pPr>
      <w:r>
        <w:rPr>
          <w:rtl/>
        </w:rPr>
        <w:t>قبائل انصار جو حكومت امير المومنين (ع) اور حضرت اما م حسن (ع) كے زمانہ مي</w:t>
      </w:r>
      <w:r w:rsidR="00B365A1">
        <w:rPr>
          <w:rtl/>
        </w:rPr>
        <w:t xml:space="preserve">ں </w:t>
      </w:r>
      <w:r>
        <w:rPr>
          <w:rtl/>
        </w:rPr>
        <w:t>انھي</w:t>
      </w:r>
      <w:r w:rsidR="00B365A1">
        <w:rPr>
          <w:rtl/>
        </w:rPr>
        <w:t xml:space="preserve">ں </w:t>
      </w:r>
      <w:r>
        <w:rPr>
          <w:rtl/>
        </w:rPr>
        <w:t>دونو</w:t>
      </w:r>
      <w:r w:rsidR="00B365A1">
        <w:rPr>
          <w:rtl/>
        </w:rPr>
        <w:t xml:space="preserve">ں </w:t>
      </w:r>
      <w:r>
        <w:rPr>
          <w:rtl/>
        </w:rPr>
        <w:t>بزرگو</w:t>
      </w:r>
      <w:r w:rsidR="00B365A1">
        <w:rPr>
          <w:rtl/>
        </w:rPr>
        <w:t xml:space="preserve">ں </w:t>
      </w:r>
      <w:r>
        <w:rPr>
          <w:rtl/>
        </w:rPr>
        <w:t xml:space="preserve">كى ہمراہى كى تھى اور قدم قدم پر ساتھ ديا تھا ، اس نے رو گردانى كى _ </w:t>
      </w:r>
    </w:p>
    <w:p w:rsidR="00376422" w:rsidRDefault="00376422" w:rsidP="00E67399">
      <w:pPr>
        <w:pStyle w:val="libNormal"/>
        <w:rPr>
          <w:rtl/>
        </w:rPr>
      </w:pPr>
      <w:r>
        <w:rPr>
          <w:rtl/>
        </w:rPr>
        <w:t>نعمان بن بشير يہ وہى شخص ہے جو عثمان كے خون الود پيراہن كو مدينہ سے شام لايا ، جيسا كہ اپ نے ملاحظہ فرمايا ، كہ معاويہ نے اس پيراہن كو مسجد دمشق كے منبر كے نزديك اويزان كر ديا اور شام كے سادہ لوح افراد نے اسكے گرد جمع ہو كر خوب گريہ كيا اور معاويہ نے ان لوگو</w:t>
      </w:r>
      <w:r w:rsidR="00B365A1">
        <w:rPr>
          <w:rtl/>
        </w:rPr>
        <w:t xml:space="preserve">ں </w:t>
      </w:r>
      <w:r>
        <w:rPr>
          <w:rtl/>
        </w:rPr>
        <w:t>كو على (ع) اور انكى خلافت كے خلاف خوب بھڑكايا ، حكومت معاويہ كے زمانے مي</w:t>
      </w:r>
      <w:r w:rsidR="00B365A1">
        <w:rPr>
          <w:rtl/>
        </w:rPr>
        <w:t xml:space="preserve">ں </w:t>
      </w:r>
    </w:p>
    <w:p w:rsidR="00702C24" w:rsidRDefault="00702C24" w:rsidP="00E67399">
      <w:pPr>
        <w:pStyle w:val="libLine"/>
        <w:rPr>
          <w:rtl/>
        </w:rPr>
      </w:pPr>
      <w:r>
        <w:rPr>
          <w:rFonts w:hint="cs"/>
          <w:rtl/>
        </w:rPr>
        <w:t>____________________</w:t>
      </w:r>
    </w:p>
    <w:p w:rsidR="00702C24" w:rsidRDefault="00702C24" w:rsidP="00E67399">
      <w:pPr>
        <w:pStyle w:val="libFootnote"/>
        <w:rPr>
          <w:rtl/>
        </w:rPr>
      </w:pP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حاكم كوفہ ہوا اسكے بعد شہر حمص كى فرما نراوئي حاصل ہوئي ، ليكن معاويہ بن يزيد كے بعد عبد اللہ بن زبير كے طرفدارو</w:t>
      </w:r>
      <w:r w:rsidR="00B365A1">
        <w:rPr>
          <w:rtl/>
        </w:rPr>
        <w:t xml:space="preserve">ں </w:t>
      </w:r>
      <w:r>
        <w:rPr>
          <w:rtl/>
        </w:rPr>
        <w:t>مي</w:t>
      </w:r>
      <w:r w:rsidR="00B365A1">
        <w:rPr>
          <w:rtl/>
        </w:rPr>
        <w:t xml:space="preserve">ں </w:t>
      </w:r>
      <w:r>
        <w:rPr>
          <w:rtl/>
        </w:rPr>
        <w:t xml:space="preserve">ہو گيا _ </w:t>
      </w:r>
    </w:p>
    <w:p w:rsidR="00376422" w:rsidRDefault="00376422" w:rsidP="00E67399">
      <w:pPr>
        <w:pStyle w:val="libNormal"/>
        <w:rPr>
          <w:rtl/>
        </w:rPr>
      </w:pPr>
      <w:r>
        <w:rPr>
          <w:rtl/>
        </w:rPr>
        <w:t>لہذا لشكر اموى نے اسكو'' مرج راہط ''كے مقام پر ذى الحجہ 64 ھ مي</w:t>
      </w:r>
      <w:r w:rsidR="00B365A1">
        <w:rPr>
          <w:rtl/>
        </w:rPr>
        <w:t xml:space="preserve">ں </w:t>
      </w:r>
      <w:r>
        <w:rPr>
          <w:rtl/>
        </w:rPr>
        <w:t xml:space="preserve">قتل كر ديا </w:t>
      </w:r>
      <w:r w:rsidRPr="00C00E6D">
        <w:rPr>
          <w:rStyle w:val="libFootnotenumChar"/>
          <w:rtl/>
        </w:rPr>
        <w:t>(33)</w:t>
      </w:r>
      <w:r>
        <w:rPr>
          <w:rtl/>
        </w:rPr>
        <w:t xml:space="preserve"> </w:t>
      </w:r>
    </w:p>
    <w:p w:rsidR="00376422" w:rsidRDefault="00376422" w:rsidP="00E67399">
      <w:pPr>
        <w:pStyle w:val="libNormal"/>
        <w:rPr>
          <w:rtl/>
        </w:rPr>
      </w:pPr>
      <w:r>
        <w:rPr>
          <w:rtl/>
        </w:rPr>
        <w:t>معاويہ نے 39ھ مي</w:t>
      </w:r>
      <w:r w:rsidR="00B365A1">
        <w:rPr>
          <w:rtl/>
        </w:rPr>
        <w:t xml:space="preserve">ں </w:t>
      </w:r>
      <w:r>
        <w:rPr>
          <w:rtl/>
        </w:rPr>
        <w:t>نعمان بن بشير كى سر براہى مي</w:t>
      </w:r>
      <w:r w:rsidR="00B365A1">
        <w:rPr>
          <w:rtl/>
        </w:rPr>
        <w:t xml:space="preserve">ں </w:t>
      </w:r>
      <w:r>
        <w:rPr>
          <w:rtl/>
        </w:rPr>
        <w:t xml:space="preserve">ايك ہزار كى فوج كے ساتھ عين التمرپر حملہ كرنے كے لئے بھيجا _ </w:t>
      </w:r>
    </w:p>
    <w:p w:rsidR="00376422" w:rsidRDefault="00376422" w:rsidP="00E67399">
      <w:pPr>
        <w:pStyle w:val="libNormal"/>
        <w:rPr>
          <w:rtl/>
        </w:rPr>
      </w:pPr>
      <w:r>
        <w:rPr>
          <w:rtl/>
        </w:rPr>
        <w:t>اس مقام پر امير المومنين(ع) كى ايك فوجى چھائونى تھى اس وقت صرف سو سپاہى تھے نعمان نے خطرناك حملہ كيا ، ليكن شہر كے شجاع و دلير سپاہيو</w:t>
      </w:r>
      <w:r w:rsidR="00B365A1">
        <w:rPr>
          <w:rtl/>
        </w:rPr>
        <w:t xml:space="preserve">ں </w:t>
      </w:r>
      <w:r>
        <w:rPr>
          <w:rtl/>
        </w:rPr>
        <w:t>نے اپنى تلوار كو نيام سے نكال ليا اور ليٹرے شاميو</w:t>
      </w:r>
      <w:r w:rsidR="00B365A1">
        <w:rPr>
          <w:rtl/>
        </w:rPr>
        <w:t xml:space="preserve">ں </w:t>
      </w:r>
      <w:r>
        <w:rPr>
          <w:rtl/>
        </w:rPr>
        <w:t xml:space="preserve">كے مد مقابل اكر خوب جنگ كى _ </w:t>
      </w:r>
    </w:p>
    <w:p w:rsidR="00376422" w:rsidRDefault="00376422" w:rsidP="00E67399">
      <w:pPr>
        <w:pStyle w:val="libNormal"/>
        <w:rPr>
          <w:rtl/>
        </w:rPr>
      </w:pPr>
      <w:r>
        <w:rPr>
          <w:rtl/>
        </w:rPr>
        <w:t>جنگ كے دوران پچاس ادميو</w:t>
      </w:r>
      <w:r w:rsidR="00B365A1">
        <w:rPr>
          <w:rtl/>
        </w:rPr>
        <w:t xml:space="preserve">ں </w:t>
      </w:r>
      <w:r>
        <w:rPr>
          <w:rtl/>
        </w:rPr>
        <w:t>كا ايك مختصر دستہ مدد كے لئے اگيا نعمان نے اس دستہ كو ديكھا تو يہ سمجھا كہ يہ مقدمة الجيش ہے اور اسكے عقب مي</w:t>
      </w:r>
      <w:r w:rsidR="00B365A1">
        <w:rPr>
          <w:rtl/>
        </w:rPr>
        <w:t xml:space="preserve">ں </w:t>
      </w:r>
      <w:r>
        <w:rPr>
          <w:rtl/>
        </w:rPr>
        <w:t xml:space="preserve">فوج ارہى ہے _ </w:t>
      </w:r>
    </w:p>
    <w:p w:rsidR="00376422" w:rsidRDefault="00376422" w:rsidP="00E67399">
      <w:pPr>
        <w:pStyle w:val="libNormal"/>
        <w:rPr>
          <w:rtl/>
        </w:rPr>
      </w:pPr>
      <w:r>
        <w:rPr>
          <w:rtl/>
        </w:rPr>
        <w:t xml:space="preserve">اس نے فورا واپسى كے ارادہ سے رخ موڑ ا اور شام كى جانب بھاگ كھڑا ہوا </w:t>
      </w:r>
      <w:r w:rsidRPr="00C00E6D">
        <w:rPr>
          <w:rStyle w:val="libFootnotenumChar"/>
          <w:rtl/>
        </w:rPr>
        <w:t>(34)</w:t>
      </w:r>
      <w:r>
        <w:rPr>
          <w:rtl/>
        </w:rPr>
        <w:t xml:space="preserve"> </w:t>
      </w:r>
    </w:p>
    <w:p w:rsidR="00376422" w:rsidRDefault="00376422" w:rsidP="00E67399">
      <w:pPr>
        <w:pStyle w:val="libNormal"/>
        <w:rPr>
          <w:rtl/>
        </w:rPr>
      </w:pPr>
    </w:p>
    <w:p w:rsidR="00376422" w:rsidRDefault="00376422" w:rsidP="00E67399">
      <w:pPr>
        <w:pStyle w:val="Heading2Center"/>
        <w:rPr>
          <w:rtl/>
        </w:rPr>
      </w:pPr>
      <w:bookmarkStart w:id="28" w:name="_Toc531605656"/>
      <w:r>
        <w:rPr>
          <w:rtl/>
        </w:rPr>
        <w:t>2_ سفيان بن عوف</w:t>
      </w:r>
      <w:bookmarkEnd w:id="28"/>
    </w:p>
    <w:p w:rsidR="00376422" w:rsidRDefault="00376422" w:rsidP="00E67399">
      <w:pPr>
        <w:pStyle w:val="libNormal"/>
        <w:rPr>
          <w:rtl/>
        </w:rPr>
      </w:pPr>
      <w:r>
        <w:rPr>
          <w:rtl/>
        </w:rPr>
        <w:t>قلمرو علوى مي</w:t>
      </w:r>
      <w:r w:rsidR="00B365A1">
        <w:rPr>
          <w:rtl/>
        </w:rPr>
        <w:t xml:space="preserve">ں </w:t>
      </w:r>
      <w:r>
        <w:rPr>
          <w:rtl/>
        </w:rPr>
        <w:t>لشكر شام كى جانب سے دوسرى لوٹ كھسوٹ سفيان بن عوف كى سربراہى مي</w:t>
      </w:r>
      <w:r w:rsidR="00B365A1">
        <w:rPr>
          <w:rtl/>
        </w:rPr>
        <w:t xml:space="preserve">ں </w:t>
      </w:r>
      <w:r>
        <w:rPr>
          <w:rtl/>
        </w:rPr>
        <w:t xml:space="preserve">انجام پائي _ </w:t>
      </w:r>
    </w:p>
    <w:p w:rsidR="00376422" w:rsidRDefault="00376422" w:rsidP="00E67399">
      <w:pPr>
        <w:pStyle w:val="libNormal"/>
        <w:rPr>
          <w:rtl/>
        </w:rPr>
      </w:pPr>
      <w:r>
        <w:rPr>
          <w:rtl/>
        </w:rPr>
        <w:t>اس نے جنگو</w:t>
      </w:r>
      <w:r w:rsidR="00B365A1">
        <w:rPr>
          <w:rtl/>
        </w:rPr>
        <w:t xml:space="preserve">ں </w:t>
      </w:r>
      <w:r>
        <w:rPr>
          <w:rtl/>
        </w:rPr>
        <w:t>اور فتوحات شام مي</w:t>
      </w:r>
      <w:r w:rsidR="00B365A1">
        <w:rPr>
          <w:rtl/>
        </w:rPr>
        <w:t xml:space="preserve">ں </w:t>
      </w:r>
      <w:r>
        <w:rPr>
          <w:rtl/>
        </w:rPr>
        <w:t>ابو عبيد ہ جراح كے ساتھ اہم كردار ادا كيا تھا معاويہ نے مدتو</w:t>
      </w:r>
      <w:r w:rsidR="00B365A1">
        <w:rPr>
          <w:rtl/>
        </w:rPr>
        <w:t xml:space="preserve">ں </w:t>
      </w:r>
      <w:r>
        <w:rPr>
          <w:rtl/>
        </w:rPr>
        <w:t>بعد روميو</w:t>
      </w:r>
      <w:r w:rsidR="00B365A1">
        <w:rPr>
          <w:rtl/>
        </w:rPr>
        <w:t xml:space="preserve">ں </w:t>
      </w:r>
      <w:r>
        <w:rPr>
          <w:rtl/>
        </w:rPr>
        <w:t>كے مقابلہ مي</w:t>
      </w:r>
      <w:r w:rsidR="00B365A1">
        <w:rPr>
          <w:rtl/>
        </w:rPr>
        <w:t xml:space="preserve">ں </w:t>
      </w:r>
      <w:r>
        <w:rPr>
          <w:rtl/>
        </w:rPr>
        <w:t>جو جنگ و جہاد كا بازار گرم تھا اس كى رہبرى سفيان بن عوف كے حوالہ كر دى ، اخر سر زمين روم 52 ھ مي</w:t>
      </w:r>
      <w:r w:rsidR="00B365A1">
        <w:rPr>
          <w:rtl/>
        </w:rPr>
        <w:t xml:space="preserve">ں </w:t>
      </w:r>
      <w:r>
        <w:rPr>
          <w:rtl/>
        </w:rPr>
        <w:t xml:space="preserve">دنيا سے گيا _ </w:t>
      </w:r>
    </w:p>
    <w:p w:rsidR="00376422" w:rsidRDefault="00376422" w:rsidP="00E67399">
      <w:pPr>
        <w:pStyle w:val="libNormal"/>
        <w:rPr>
          <w:rtl/>
        </w:rPr>
      </w:pPr>
      <w:r>
        <w:rPr>
          <w:rtl/>
        </w:rPr>
        <w:t>سفيان بن عوف نے معاويہ كى طرف سے دوسرى ماموريت بھى انجام دى ہے جن مي</w:t>
      </w:r>
      <w:r w:rsidR="00B365A1">
        <w:rPr>
          <w:rtl/>
        </w:rPr>
        <w:t xml:space="preserve">ں </w:t>
      </w:r>
      <w:r>
        <w:rPr>
          <w:rtl/>
        </w:rPr>
        <w:t>عراق كى سرزمين پر حملہ ہے يہ حملہ 39 ھ مي</w:t>
      </w:r>
      <w:r w:rsidR="00B365A1">
        <w:rPr>
          <w:rtl/>
        </w:rPr>
        <w:t xml:space="preserve">ں </w:t>
      </w:r>
      <w:r>
        <w:rPr>
          <w:rtl/>
        </w:rPr>
        <w:t xml:space="preserve">وقوع پذير ہوا _ </w:t>
      </w:r>
    </w:p>
    <w:p w:rsidR="00376422" w:rsidRDefault="00376422" w:rsidP="00E67399">
      <w:pPr>
        <w:pStyle w:val="libNormal"/>
        <w:rPr>
          <w:rtl/>
        </w:rPr>
      </w:pPr>
      <w:r>
        <w:rPr>
          <w:rtl/>
        </w:rPr>
        <w:t>معاويہ نے سفيان بن عوف سے چلتے وقت كچھ باتي</w:t>
      </w:r>
      <w:r w:rsidR="00B365A1">
        <w:rPr>
          <w:rtl/>
        </w:rPr>
        <w:t xml:space="preserve">ں </w:t>
      </w:r>
      <w:r>
        <w:rPr>
          <w:rtl/>
        </w:rPr>
        <w:t>كہى تھي</w:t>
      </w:r>
      <w:r w:rsidR="00B365A1">
        <w:rPr>
          <w:rtl/>
        </w:rPr>
        <w:t xml:space="preserve">ں </w:t>
      </w:r>
      <w:r>
        <w:rPr>
          <w:rtl/>
        </w:rPr>
        <w:t>كہ ، اگر تمھارى سفر مي</w:t>
      </w:r>
      <w:r w:rsidR="00B365A1">
        <w:rPr>
          <w:rtl/>
        </w:rPr>
        <w:t xml:space="preserve">ں </w:t>
      </w:r>
      <w:r>
        <w:rPr>
          <w:rtl/>
        </w:rPr>
        <w:t>كسى سے جنگ چھڑ جائے اور مخالف تمھارا دوست نہي</w:t>
      </w:r>
      <w:r w:rsidR="00B365A1">
        <w:rPr>
          <w:rtl/>
        </w:rPr>
        <w:t xml:space="preserve">ں </w:t>
      </w:r>
      <w:r>
        <w:rPr>
          <w:rtl/>
        </w:rPr>
        <w:t>ہے يعنى خاندان اموى كو دوست نہي</w:t>
      </w:r>
      <w:r w:rsidR="00B365A1">
        <w:rPr>
          <w:rtl/>
        </w:rPr>
        <w:t xml:space="preserve">ں </w:t>
      </w:r>
      <w:r>
        <w:rPr>
          <w:rtl/>
        </w:rPr>
        <w:t xml:space="preserve">ركھتا ہے تو بغير خوف و ہراس كے اسكو قتل كر دينا ، جس </w:t>
      </w:r>
    </w:p>
    <w:p w:rsidR="00702C24" w:rsidRDefault="00702C24" w:rsidP="00E67399">
      <w:pPr>
        <w:pStyle w:val="libLine"/>
        <w:rPr>
          <w:rtl/>
        </w:rPr>
      </w:pPr>
      <w:r>
        <w:rPr>
          <w:rFonts w:hint="cs"/>
          <w:rtl/>
        </w:rPr>
        <w:t>____________________</w:t>
      </w:r>
    </w:p>
    <w:p w:rsidR="007C08AB" w:rsidRDefault="007C08AB" w:rsidP="00E67399">
      <w:pPr>
        <w:pStyle w:val="libFootnote"/>
        <w:rPr>
          <w:rtl/>
        </w:rPr>
      </w:pPr>
      <w:r>
        <w:rPr>
          <w:rtl/>
        </w:rPr>
        <w:t xml:space="preserve">33_ اسد الغابہ ج5 ص 23 ، اصابہ ج3 ص 529 </w:t>
      </w:r>
    </w:p>
    <w:p w:rsidR="007C08AB" w:rsidRDefault="007C08AB" w:rsidP="00E67399">
      <w:pPr>
        <w:pStyle w:val="libFootnote"/>
        <w:rPr>
          <w:rtl/>
        </w:rPr>
      </w:pPr>
      <w:r>
        <w:rPr>
          <w:rtl/>
        </w:rPr>
        <w:t xml:space="preserve">34_ طبرى ج6 ص 177 _ ابن اثير ج3 ص 150 _ شرح نہج البلاغہ ج1 ص 213 ، ابن كثير ج 7 ص 319 _ 324 </w:t>
      </w:r>
    </w:p>
    <w:p w:rsidR="00702C24" w:rsidRDefault="00702C24" w:rsidP="00E67399">
      <w:pPr>
        <w:pStyle w:val="libPoemTini"/>
        <w:rPr>
          <w:rtl/>
        </w:rPr>
      </w:pPr>
      <w:r>
        <w:rPr>
          <w:rtl/>
        </w:rPr>
        <w:br w:type="page"/>
      </w:r>
    </w:p>
    <w:p w:rsidR="00376422" w:rsidRDefault="00376422" w:rsidP="00E67399">
      <w:pPr>
        <w:pStyle w:val="libNormal"/>
        <w:rPr>
          <w:rtl/>
        </w:rPr>
      </w:pPr>
      <w:r>
        <w:rPr>
          <w:rtl/>
        </w:rPr>
        <w:lastRenderedPageBreak/>
        <w:t>قريہ اور ابادى سے گذرنا اسكو ويران كر كے مال كو لوٹ لينا ، كيونكہ تخريبى نقطہ نظر سے مال كا لوٹنا قتل كے برابر نہي</w:t>
      </w:r>
      <w:r w:rsidR="00B365A1">
        <w:rPr>
          <w:rtl/>
        </w:rPr>
        <w:t xml:space="preserve">ں </w:t>
      </w:r>
      <w:r>
        <w:rPr>
          <w:rtl/>
        </w:rPr>
        <w:t>ہے چاہے تمہارى جان اس راہ مي</w:t>
      </w:r>
      <w:r w:rsidR="00B365A1">
        <w:rPr>
          <w:rtl/>
        </w:rPr>
        <w:t xml:space="preserve">ں </w:t>
      </w:r>
      <w:r>
        <w:rPr>
          <w:rtl/>
        </w:rPr>
        <w:t>چلى ہى كيو</w:t>
      </w:r>
      <w:r w:rsidR="00B365A1">
        <w:rPr>
          <w:rtl/>
        </w:rPr>
        <w:t xml:space="preserve">ں </w:t>
      </w:r>
      <w:r>
        <w:rPr>
          <w:rtl/>
        </w:rPr>
        <w:t xml:space="preserve">نہ جائے </w:t>
      </w:r>
      <w:r w:rsidRPr="00C00E6D">
        <w:rPr>
          <w:rStyle w:val="libFootnotenumChar"/>
          <w:rtl/>
        </w:rPr>
        <w:t>(35)</w:t>
      </w:r>
      <w:r>
        <w:rPr>
          <w:rtl/>
        </w:rPr>
        <w:t xml:space="preserve"> </w:t>
      </w:r>
    </w:p>
    <w:p w:rsidR="00376422" w:rsidRDefault="00376422" w:rsidP="00E67399">
      <w:pPr>
        <w:pStyle w:val="libNormal"/>
        <w:rPr>
          <w:rtl/>
        </w:rPr>
      </w:pPr>
      <w:r>
        <w:rPr>
          <w:rtl/>
        </w:rPr>
        <w:t>طبرى اور ابن اثيرنے اس غارتگرى كى اس طرح منظر كشى كى ہے كہ ، معاويہ نے سفيان بن عوف كى سر كردگى مي</w:t>
      </w:r>
      <w:r w:rsidR="00B365A1">
        <w:rPr>
          <w:rtl/>
        </w:rPr>
        <w:t xml:space="preserve">ں </w:t>
      </w:r>
      <w:r>
        <w:rPr>
          <w:rtl/>
        </w:rPr>
        <w:t>چھہ ہزار كى جمعيت كے ساتھ ھيت و انبار اور مدائن پر حملہ كرنے كے لئے بھيجا معاويہ نے سفيان كو ہدايت كى كہ حملہ كر كے انھي</w:t>
      </w:r>
      <w:r w:rsidR="00B365A1">
        <w:rPr>
          <w:rtl/>
        </w:rPr>
        <w:t xml:space="preserve">ں </w:t>
      </w:r>
      <w:r>
        <w:rPr>
          <w:rtl/>
        </w:rPr>
        <w:t xml:space="preserve">تباہ و برباد كردے سفيان نے حسب دستور پہلے ھيت كا رخ كيا _ </w:t>
      </w:r>
    </w:p>
    <w:p w:rsidR="00376422" w:rsidRDefault="00376422" w:rsidP="00E67399">
      <w:pPr>
        <w:pStyle w:val="libNormal"/>
        <w:rPr>
          <w:rtl/>
        </w:rPr>
      </w:pPr>
      <w:r>
        <w:rPr>
          <w:rtl/>
        </w:rPr>
        <w:t>جب سفيان كا لشكرھيت پہونچا تو كيا ديكھا كہ شہر خالى ہے كسكو قتل كرے اور كسے لوٹے اخر مجبور ہو كر اس جگہ سے كوچ كيا اور شہر انبار اگيا ، يہا</w:t>
      </w:r>
      <w:r w:rsidR="00B365A1">
        <w:rPr>
          <w:rtl/>
        </w:rPr>
        <w:t xml:space="preserve">ں </w:t>
      </w:r>
      <w:r>
        <w:rPr>
          <w:rtl/>
        </w:rPr>
        <w:t>پر سو ادميو</w:t>
      </w:r>
      <w:r w:rsidR="00B365A1">
        <w:rPr>
          <w:rtl/>
        </w:rPr>
        <w:t xml:space="preserve">ں </w:t>
      </w:r>
      <w:r>
        <w:rPr>
          <w:rtl/>
        </w:rPr>
        <w:t xml:space="preserve">كا ايك دستہ شہر كى حفاظت كے لئے متعين تھا ، جب اسے معلوم ہوا كہ فوج كى تعداد كم ہے تو اپنے لشكر كى صف بندى كر كے حملہ كر ديا ، كافى لڑتے جھگڑتے قتل ہو گئے _ </w:t>
      </w:r>
    </w:p>
    <w:p w:rsidR="00376422" w:rsidRDefault="00376422" w:rsidP="00E67399">
      <w:pPr>
        <w:pStyle w:val="libNormal"/>
        <w:rPr>
          <w:rtl/>
        </w:rPr>
      </w:pPr>
      <w:r>
        <w:rPr>
          <w:rtl/>
        </w:rPr>
        <w:t>اب شاميو</w:t>
      </w:r>
      <w:r w:rsidR="00B365A1">
        <w:rPr>
          <w:rtl/>
        </w:rPr>
        <w:t xml:space="preserve">ں </w:t>
      </w:r>
      <w:r>
        <w:rPr>
          <w:rtl/>
        </w:rPr>
        <w:t>كى چيرہ دستيو</w:t>
      </w:r>
      <w:r w:rsidR="00B365A1">
        <w:rPr>
          <w:rtl/>
        </w:rPr>
        <w:t xml:space="preserve">ں </w:t>
      </w:r>
      <w:r>
        <w:rPr>
          <w:rtl/>
        </w:rPr>
        <w:t>كو روكنے كے لئے كوئي نہ تھا انہو</w:t>
      </w:r>
      <w:r w:rsidR="00B365A1">
        <w:rPr>
          <w:rtl/>
        </w:rPr>
        <w:t xml:space="preserve">ں </w:t>
      </w:r>
      <w:r>
        <w:rPr>
          <w:rtl/>
        </w:rPr>
        <w:t>نے ايك ايك گھر كو لوٹا اخر سفيان اموال كثير كے ساتھ معاويہ كے يہا</w:t>
      </w:r>
      <w:r w:rsidR="00B365A1">
        <w:rPr>
          <w:rtl/>
        </w:rPr>
        <w:t xml:space="preserve">ں </w:t>
      </w:r>
      <w:r>
        <w:rPr>
          <w:rtl/>
        </w:rPr>
        <w:t xml:space="preserve">پلٹ گيا </w:t>
      </w:r>
      <w:r w:rsidRPr="00C00E6D">
        <w:rPr>
          <w:rStyle w:val="libFootnotenumChar"/>
          <w:rtl/>
        </w:rPr>
        <w:t>(36)</w:t>
      </w:r>
      <w:r>
        <w:rPr>
          <w:rtl/>
        </w:rPr>
        <w:t xml:space="preserve"> </w:t>
      </w:r>
    </w:p>
    <w:p w:rsidR="00376422" w:rsidRDefault="00376422" w:rsidP="00E67399">
      <w:pPr>
        <w:pStyle w:val="libNormal"/>
        <w:rPr>
          <w:rtl/>
        </w:rPr>
      </w:pPr>
      <w:r>
        <w:rPr>
          <w:rtl/>
        </w:rPr>
        <w:t>اديب شہير و مورخ ابو الفرج نے كتاب اغانى مي</w:t>
      </w:r>
      <w:r w:rsidR="00B365A1">
        <w:rPr>
          <w:rtl/>
        </w:rPr>
        <w:t xml:space="preserve">ں </w:t>
      </w:r>
      <w:r>
        <w:rPr>
          <w:rtl/>
        </w:rPr>
        <w:t>سفيان كے حملے كى داستان كو يو</w:t>
      </w:r>
      <w:r w:rsidR="00B365A1">
        <w:rPr>
          <w:rtl/>
        </w:rPr>
        <w:t xml:space="preserve">ں </w:t>
      </w:r>
      <w:r>
        <w:rPr>
          <w:rtl/>
        </w:rPr>
        <w:t>بيان كيا ہے '' مرد غامدى نے شہر انبار پر حملہ كيا حاكم شہر اور كثير تعداد مي</w:t>
      </w:r>
      <w:r w:rsidR="00B365A1">
        <w:rPr>
          <w:rtl/>
        </w:rPr>
        <w:t xml:space="preserve">ں </w:t>
      </w:r>
      <w:r>
        <w:rPr>
          <w:rtl/>
        </w:rPr>
        <w:t>مردو</w:t>
      </w:r>
      <w:r w:rsidR="00B365A1">
        <w:rPr>
          <w:rtl/>
        </w:rPr>
        <w:t xml:space="preserve">ں </w:t>
      </w:r>
      <w:r>
        <w:rPr>
          <w:rtl/>
        </w:rPr>
        <w:t>اور عورتو</w:t>
      </w:r>
      <w:r w:rsidR="00B365A1">
        <w:rPr>
          <w:rtl/>
        </w:rPr>
        <w:t xml:space="preserve">ں </w:t>
      </w:r>
      <w:r>
        <w:rPr>
          <w:rtl/>
        </w:rPr>
        <w:t xml:space="preserve">كو بے رحمانہ قتل كيا اس دلخراش حادثہ كى خبر امير المومنين (ع) كو معلوم ہوئي_ </w:t>
      </w:r>
    </w:p>
    <w:p w:rsidR="00376422" w:rsidRDefault="00376422" w:rsidP="00E67399">
      <w:pPr>
        <w:pStyle w:val="libNormal"/>
        <w:rPr>
          <w:rtl/>
        </w:rPr>
      </w:pPr>
      <w:r>
        <w:rPr>
          <w:rtl/>
        </w:rPr>
        <w:t>اپ نے ايك خطبہ ديا كہ ، تم لوگو</w:t>
      </w:r>
      <w:r w:rsidR="00B365A1">
        <w:rPr>
          <w:rtl/>
        </w:rPr>
        <w:t xml:space="preserve">ں </w:t>
      </w:r>
      <w:r>
        <w:rPr>
          <w:rtl/>
        </w:rPr>
        <w:t>نے ہمارے فرمان كو پس پشت ڈالديا ہے يہى وجہ ہے كہ تمھارے اس پڑوس كے لوگ تم پر حملہ كر رہے ہي</w:t>
      </w:r>
      <w:r w:rsidR="00B365A1">
        <w:rPr>
          <w:rtl/>
        </w:rPr>
        <w:t xml:space="preserve">ں </w:t>
      </w:r>
      <w:r>
        <w:rPr>
          <w:rtl/>
        </w:rPr>
        <w:t>، يہ مرد غامدى جو شہر انبار مي</w:t>
      </w:r>
      <w:r w:rsidR="00B365A1">
        <w:rPr>
          <w:rtl/>
        </w:rPr>
        <w:t xml:space="preserve">ں </w:t>
      </w:r>
      <w:r>
        <w:rPr>
          <w:rtl/>
        </w:rPr>
        <w:t>اكر حاكم شہر اور كثير تعداد مي</w:t>
      </w:r>
      <w:r w:rsidR="00B365A1">
        <w:rPr>
          <w:rtl/>
        </w:rPr>
        <w:t xml:space="preserve">ں </w:t>
      </w:r>
      <w:r>
        <w:rPr>
          <w:rtl/>
        </w:rPr>
        <w:t>مرد و زن كو موت كے گھاٹ اتار كر چلا گيا ، خدا كى قسم ہمي</w:t>
      </w:r>
      <w:r w:rsidR="00B365A1">
        <w:rPr>
          <w:rtl/>
        </w:rPr>
        <w:t xml:space="preserve">ں </w:t>
      </w:r>
      <w:r>
        <w:rPr>
          <w:rtl/>
        </w:rPr>
        <w:t>معلوم ہوا ہے كہ اس نے مسلمان عورتو</w:t>
      </w:r>
      <w:r w:rsidR="00B365A1">
        <w:rPr>
          <w:rtl/>
        </w:rPr>
        <w:t xml:space="preserve">ں </w:t>
      </w:r>
      <w:r>
        <w:rPr>
          <w:rtl/>
        </w:rPr>
        <w:t>اور اہل كتاب پر حملہ كيا اور عورتو</w:t>
      </w:r>
      <w:r w:rsidR="00B365A1">
        <w:rPr>
          <w:rtl/>
        </w:rPr>
        <w:t xml:space="preserve">ں </w:t>
      </w:r>
      <w:r>
        <w:rPr>
          <w:rtl/>
        </w:rPr>
        <w:t>كے زيورات نيز جو كچھ ہاتھ لگا اسكو سميٹ كر چلتا بنا ہے ، شام كے ڈاكو اپنے شہر كى طرف اس طريقے سے پلٹ رہے ہي</w:t>
      </w:r>
      <w:r w:rsidR="00B365A1">
        <w:rPr>
          <w:rtl/>
        </w:rPr>
        <w:t xml:space="preserve">ں </w:t>
      </w:r>
      <w:r>
        <w:rPr>
          <w:rtl/>
        </w:rPr>
        <w:t>كہ انكے ہاتھ اموال سے لبريز اور ايك چھوٹا سا زخم بھى ان كے جسم پر نہي</w:t>
      </w:r>
      <w:r w:rsidR="00B365A1">
        <w:rPr>
          <w:rtl/>
        </w:rPr>
        <w:t xml:space="preserve">ں </w:t>
      </w:r>
      <w:r>
        <w:rPr>
          <w:rtl/>
        </w:rPr>
        <w:t xml:space="preserve">ہوتا ہے اگر ايك غيور مسلمان اس ضد انسانى اور خلاف اسلام عمل سے رنجيدہ ہو كر مر رہا ہے تو بھتر ہے كہ اسكى مذمت و سر زنش نہ كى جائے </w:t>
      </w:r>
      <w:r w:rsidRPr="00C00E6D">
        <w:rPr>
          <w:rStyle w:val="libFootnotenumChar"/>
          <w:rtl/>
        </w:rPr>
        <w:t>(37)</w:t>
      </w:r>
      <w:r>
        <w:rPr>
          <w:rtl/>
        </w:rPr>
        <w:t xml:space="preserve"> </w:t>
      </w:r>
    </w:p>
    <w:p w:rsidR="00376422" w:rsidRDefault="007C08AB" w:rsidP="00E67399">
      <w:pPr>
        <w:pStyle w:val="libLine"/>
        <w:rPr>
          <w:rtl/>
        </w:rPr>
      </w:pPr>
      <w:r>
        <w:rPr>
          <w:rFonts w:hint="cs"/>
          <w:rtl/>
        </w:rPr>
        <w:t>____________________</w:t>
      </w:r>
    </w:p>
    <w:p w:rsidR="007C08AB" w:rsidRDefault="007C08AB" w:rsidP="00E67399">
      <w:pPr>
        <w:pStyle w:val="libFootnote"/>
        <w:rPr>
          <w:rtl/>
        </w:rPr>
      </w:pPr>
      <w:r>
        <w:rPr>
          <w:rtl/>
        </w:rPr>
        <w:t xml:space="preserve">35_ شرح النہج ج2 ص 90 </w:t>
      </w:r>
    </w:p>
    <w:p w:rsidR="007C08AB" w:rsidRDefault="007C08AB" w:rsidP="00E67399">
      <w:pPr>
        <w:pStyle w:val="libFootnote"/>
        <w:rPr>
          <w:rtl/>
        </w:rPr>
      </w:pPr>
      <w:r>
        <w:rPr>
          <w:rtl/>
        </w:rPr>
        <w:t xml:space="preserve">36_ عيون الاخبار ج2 ص 236 </w:t>
      </w:r>
    </w:p>
    <w:p w:rsidR="007C08AB" w:rsidRDefault="007C08AB" w:rsidP="00E67399">
      <w:pPr>
        <w:pStyle w:val="libFootnote"/>
        <w:rPr>
          <w:rtl/>
        </w:rPr>
      </w:pPr>
      <w:r>
        <w:rPr>
          <w:rtl/>
        </w:rPr>
        <w:t xml:space="preserve">37_ اغانى ج 15 ص 43 </w:t>
      </w:r>
    </w:p>
    <w:p w:rsidR="007C08AB" w:rsidRDefault="007C08AB" w:rsidP="00E67399">
      <w:pPr>
        <w:pStyle w:val="libPoemTini"/>
        <w:rPr>
          <w:rtl/>
        </w:rPr>
      </w:pPr>
      <w:r>
        <w:rPr>
          <w:rtl/>
        </w:rPr>
        <w:br w:type="page"/>
      </w:r>
    </w:p>
    <w:p w:rsidR="00376422" w:rsidRDefault="00376422" w:rsidP="00E67399">
      <w:pPr>
        <w:pStyle w:val="Heading2Center"/>
        <w:rPr>
          <w:rtl/>
        </w:rPr>
      </w:pPr>
      <w:bookmarkStart w:id="29" w:name="_Toc531605657"/>
      <w:r>
        <w:rPr>
          <w:rtl/>
        </w:rPr>
        <w:lastRenderedPageBreak/>
        <w:t>3_ عبد اللہ بن مسعدہ</w:t>
      </w:r>
      <w:bookmarkEnd w:id="29"/>
    </w:p>
    <w:p w:rsidR="00376422" w:rsidRDefault="00376422" w:rsidP="00E67399">
      <w:pPr>
        <w:pStyle w:val="libNormal"/>
        <w:rPr>
          <w:rtl/>
        </w:rPr>
      </w:pPr>
      <w:r>
        <w:rPr>
          <w:rtl/>
        </w:rPr>
        <w:t>عبد اللہ بن مسعدہ انھي</w:t>
      </w:r>
      <w:r w:rsidR="00B365A1">
        <w:rPr>
          <w:rtl/>
        </w:rPr>
        <w:t xml:space="preserve">ں </w:t>
      </w:r>
      <w:r>
        <w:rPr>
          <w:rtl/>
        </w:rPr>
        <w:t>مي</w:t>
      </w:r>
      <w:r w:rsidR="00B365A1">
        <w:rPr>
          <w:rtl/>
        </w:rPr>
        <w:t xml:space="preserve">ں </w:t>
      </w:r>
      <w:r>
        <w:rPr>
          <w:rtl/>
        </w:rPr>
        <w:t>سے ايك ہے جسكو معاويہ نے مملكت امام (ع) كى تاخت و تاراجى كے لئے بھيجا تھا ، يہ كمسنى مي</w:t>
      </w:r>
      <w:r w:rsidR="00B365A1">
        <w:rPr>
          <w:rtl/>
        </w:rPr>
        <w:t xml:space="preserve">ں </w:t>
      </w:r>
      <w:r>
        <w:rPr>
          <w:rtl/>
        </w:rPr>
        <w:t>جو زيد بن حارثہ كى جنگ قبيلہ بنى فراز سے ہوئي تھى اس مي</w:t>
      </w:r>
      <w:r w:rsidR="00B365A1">
        <w:rPr>
          <w:rtl/>
        </w:rPr>
        <w:t xml:space="preserve">ں </w:t>
      </w:r>
      <w:r>
        <w:rPr>
          <w:rtl/>
        </w:rPr>
        <w:t xml:space="preserve">اسير ہوا تھا، رسول اسلام نے اسكو اپنى بيٹى فاطمہ كے حوالہ كر ديا تھا ، ليكن اپ نے اسكو ازاد كر ديا _ </w:t>
      </w:r>
    </w:p>
    <w:p w:rsidR="00376422" w:rsidRDefault="00376422" w:rsidP="00E67399">
      <w:pPr>
        <w:pStyle w:val="libNormal"/>
        <w:rPr>
          <w:rtl/>
        </w:rPr>
      </w:pPr>
      <w:r>
        <w:rPr>
          <w:rtl/>
        </w:rPr>
        <w:t>عبد اللہ ابتداء مي</w:t>
      </w:r>
      <w:r w:rsidR="00B365A1">
        <w:rPr>
          <w:rtl/>
        </w:rPr>
        <w:t xml:space="preserve">ں </w:t>
      </w:r>
      <w:r>
        <w:rPr>
          <w:rtl/>
        </w:rPr>
        <w:t>امير المومنين(ع) كے چاہنے والو</w:t>
      </w:r>
      <w:r w:rsidR="00B365A1">
        <w:rPr>
          <w:rtl/>
        </w:rPr>
        <w:t xml:space="preserve">ں </w:t>
      </w:r>
      <w:r>
        <w:rPr>
          <w:rtl/>
        </w:rPr>
        <w:t>مي</w:t>
      </w:r>
      <w:r w:rsidR="00B365A1">
        <w:rPr>
          <w:rtl/>
        </w:rPr>
        <w:t xml:space="preserve">ں </w:t>
      </w:r>
      <w:r>
        <w:rPr>
          <w:rtl/>
        </w:rPr>
        <w:t xml:space="preserve">سے تھا ، ليكن مدت كے بعد معاويہ كے پاس دمشق چلا گيا _ </w:t>
      </w:r>
    </w:p>
    <w:p w:rsidR="00376422" w:rsidRDefault="00376422" w:rsidP="00E67399">
      <w:pPr>
        <w:pStyle w:val="libNormal"/>
        <w:rPr>
          <w:rtl/>
        </w:rPr>
      </w:pPr>
      <w:r>
        <w:rPr>
          <w:rtl/>
        </w:rPr>
        <w:t>اس نے اپنى فكر كو اس طرح بدل ڈالا كہ امام (ع) كے سر سخت دشمنو</w:t>
      </w:r>
      <w:r w:rsidR="00B365A1">
        <w:rPr>
          <w:rtl/>
        </w:rPr>
        <w:t xml:space="preserve">ں </w:t>
      </w:r>
      <w:r>
        <w:rPr>
          <w:rtl/>
        </w:rPr>
        <w:t>مي</w:t>
      </w:r>
      <w:r w:rsidR="00B365A1">
        <w:rPr>
          <w:rtl/>
        </w:rPr>
        <w:t xml:space="preserve">ں </w:t>
      </w:r>
      <w:r>
        <w:rPr>
          <w:rtl/>
        </w:rPr>
        <w:t>اس كا شمار ہونے لگا ، عبد اللہ بن مسعدہ نے اتنى طولانى عمر پائي كہ يزيد بن معاويہ كے لشكر كے ساتھ واقعہ حرہ كے حملہ مي</w:t>
      </w:r>
      <w:r w:rsidR="00B365A1">
        <w:rPr>
          <w:rtl/>
        </w:rPr>
        <w:t xml:space="preserve">ں </w:t>
      </w:r>
      <w:r>
        <w:rPr>
          <w:rtl/>
        </w:rPr>
        <w:t xml:space="preserve">شريك ہوا يہ جنگ تمام تر قساوت قلبى اور ہتك حرمت و ذلت كا مظاہرہ تھى اور اس طرح يزيد اور خلافت بنى اميہ كے دامن پر دوسرا دھبہ لگا _ </w:t>
      </w:r>
    </w:p>
    <w:p w:rsidR="00376422" w:rsidRDefault="00376422" w:rsidP="00E67399">
      <w:pPr>
        <w:pStyle w:val="libNormal"/>
        <w:rPr>
          <w:rtl/>
        </w:rPr>
      </w:pPr>
      <w:r>
        <w:rPr>
          <w:rtl/>
        </w:rPr>
        <w:t>عبد اللہ نے اسكے علاوہ بھى شام كى جانب سے عبد اللہ بن زبير سے جنگ كى اور اسى جنگ مي</w:t>
      </w:r>
      <w:r w:rsidR="00B365A1">
        <w:rPr>
          <w:rtl/>
        </w:rPr>
        <w:t xml:space="preserve">ں </w:t>
      </w:r>
      <w:r>
        <w:rPr>
          <w:rtl/>
        </w:rPr>
        <w:t>برى طرح زخمى ہوا ، مورخين نے اس واقعہ كے بعد كے اسكے حالات قلمبند نہي</w:t>
      </w:r>
      <w:r w:rsidR="00B365A1">
        <w:rPr>
          <w:rtl/>
        </w:rPr>
        <w:t xml:space="preserve">ں </w:t>
      </w:r>
      <w:r>
        <w:rPr>
          <w:rtl/>
        </w:rPr>
        <w:t>كئے ہي</w:t>
      </w:r>
      <w:r w:rsidR="00B365A1">
        <w:rPr>
          <w:rtl/>
        </w:rPr>
        <w:t xml:space="preserve">ں </w:t>
      </w:r>
      <w:r w:rsidRPr="00C00E6D">
        <w:rPr>
          <w:rStyle w:val="libFootnotenumChar"/>
          <w:rtl/>
        </w:rPr>
        <w:t>(38)</w:t>
      </w:r>
      <w:r>
        <w:rPr>
          <w:rtl/>
        </w:rPr>
        <w:t xml:space="preserve"> معاويہ نے عبد اللہ بن مسعدہ فرازى كو سترہ سو ادميو</w:t>
      </w:r>
      <w:r w:rsidR="00B365A1">
        <w:rPr>
          <w:rtl/>
        </w:rPr>
        <w:t xml:space="preserve">ں </w:t>
      </w:r>
      <w:r>
        <w:rPr>
          <w:rtl/>
        </w:rPr>
        <w:t>كے ساتھ قلمرو امام (ع) كى جانب روانہ كيا اور اسے حكم ديا كہ مكہ و مدينہ تك بڑھتا چلا جائے اور راستے مي</w:t>
      </w:r>
      <w:r w:rsidR="00B365A1">
        <w:rPr>
          <w:rtl/>
        </w:rPr>
        <w:t xml:space="preserve">ں </w:t>
      </w:r>
      <w:r>
        <w:rPr>
          <w:rtl/>
        </w:rPr>
        <w:t>جو بستيا</w:t>
      </w:r>
      <w:r w:rsidR="00B365A1">
        <w:rPr>
          <w:rtl/>
        </w:rPr>
        <w:t xml:space="preserve">ں </w:t>
      </w:r>
      <w:r>
        <w:rPr>
          <w:rtl/>
        </w:rPr>
        <w:t>پڑي</w:t>
      </w:r>
      <w:r w:rsidR="00B365A1">
        <w:rPr>
          <w:rtl/>
        </w:rPr>
        <w:t xml:space="preserve">ں </w:t>
      </w:r>
      <w:r>
        <w:rPr>
          <w:rtl/>
        </w:rPr>
        <w:t>وہا</w:t>
      </w:r>
      <w:r w:rsidR="00B365A1">
        <w:rPr>
          <w:rtl/>
        </w:rPr>
        <w:t xml:space="preserve">ں </w:t>
      </w:r>
      <w:r>
        <w:rPr>
          <w:rtl/>
        </w:rPr>
        <w:t>كے باشندو</w:t>
      </w:r>
      <w:r w:rsidR="00B365A1">
        <w:rPr>
          <w:rtl/>
        </w:rPr>
        <w:t xml:space="preserve">ں </w:t>
      </w:r>
      <w:r>
        <w:rPr>
          <w:rtl/>
        </w:rPr>
        <w:t>سے زكواة و صدقات كو جمع كر لے اور اگر كوئي انكار كرے تو بے دريغ انھي</w:t>
      </w:r>
      <w:r w:rsidR="00B365A1">
        <w:rPr>
          <w:rtl/>
        </w:rPr>
        <w:t xml:space="preserve">ں </w:t>
      </w:r>
      <w:r>
        <w:rPr>
          <w:rtl/>
        </w:rPr>
        <w:t xml:space="preserve">قتل كر دے _ </w:t>
      </w:r>
    </w:p>
    <w:p w:rsidR="00376422" w:rsidRDefault="00376422" w:rsidP="00E67399">
      <w:pPr>
        <w:pStyle w:val="Heading2Center"/>
        <w:rPr>
          <w:rtl/>
        </w:rPr>
      </w:pPr>
      <w:bookmarkStart w:id="30" w:name="_Toc531605658"/>
      <w:r>
        <w:rPr>
          <w:rtl/>
        </w:rPr>
        <w:t>4- ضحاك بن قيس</w:t>
      </w:r>
      <w:bookmarkEnd w:id="30"/>
    </w:p>
    <w:p w:rsidR="00376422" w:rsidRDefault="00376422" w:rsidP="00E67399">
      <w:pPr>
        <w:pStyle w:val="libNormal"/>
        <w:rPr>
          <w:rtl/>
        </w:rPr>
      </w:pPr>
      <w:r>
        <w:rPr>
          <w:rtl/>
        </w:rPr>
        <w:t>قريش سے ضحاك بن قيس كا شمار معاويہ كے جنگى سربرا ہو</w:t>
      </w:r>
      <w:r w:rsidR="00B365A1">
        <w:rPr>
          <w:rtl/>
        </w:rPr>
        <w:t xml:space="preserve">ں </w:t>
      </w:r>
      <w:r>
        <w:rPr>
          <w:rtl/>
        </w:rPr>
        <w:t>مي</w:t>
      </w:r>
      <w:r w:rsidR="00B365A1">
        <w:rPr>
          <w:rtl/>
        </w:rPr>
        <w:t xml:space="preserve">ں </w:t>
      </w:r>
      <w:r>
        <w:rPr>
          <w:rtl/>
        </w:rPr>
        <w:t xml:space="preserve">ہوتا تھا ،اس كى ولادت رسول اكرم كى وفات سے سات سال قبل ہوئي تھى _ </w:t>
      </w:r>
    </w:p>
    <w:p w:rsidR="00376422" w:rsidRDefault="00376422" w:rsidP="00E67399">
      <w:pPr>
        <w:pStyle w:val="libNormal"/>
        <w:rPr>
          <w:rtl/>
        </w:rPr>
      </w:pPr>
      <w:r>
        <w:rPr>
          <w:rtl/>
        </w:rPr>
        <w:t>اس نے معاويہ كى جنگو</w:t>
      </w:r>
      <w:r w:rsidR="00B365A1">
        <w:rPr>
          <w:rtl/>
        </w:rPr>
        <w:t xml:space="preserve">ں </w:t>
      </w:r>
      <w:r>
        <w:rPr>
          <w:rtl/>
        </w:rPr>
        <w:t>مي</w:t>
      </w:r>
      <w:r w:rsidR="00B365A1">
        <w:rPr>
          <w:rtl/>
        </w:rPr>
        <w:t xml:space="preserve">ں </w:t>
      </w:r>
      <w:r>
        <w:rPr>
          <w:rtl/>
        </w:rPr>
        <w:t>بڑھ چڑھ كر حصہ ليا اور بہت سارے اسيرو</w:t>
      </w:r>
      <w:r w:rsidR="00B365A1">
        <w:rPr>
          <w:rtl/>
        </w:rPr>
        <w:t xml:space="preserve">ں </w:t>
      </w:r>
      <w:r>
        <w:rPr>
          <w:rtl/>
        </w:rPr>
        <w:t>كو اپنا ہمنوا بنا يا تھا ، ايك مدت تك شہر دمشق كا داروغہ رہا پھر 53ھ مي</w:t>
      </w:r>
      <w:r w:rsidR="00B365A1">
        <w:rPr>
          <w:rtl/>
        </w:rPr>
        <w:t xml:space="preserve">ں </w:t>
      </w:r>
      <w:r>
        <w:rPr>
          <w:rtl/>
        </w:rPr>
        <w:t xml:space="preserve">كوفہ كا حاكم بنا اور چار سال تك كوفہ پر حكومت كى ،ضحاك بن قيس نے معاويہ كے امور كو مرتے تك انجام ديا ، يزيد جو شكار كے لئے گيا تھا ، اسكے باپ كے مرنے كى خبر اسى ضحاك نے اس تك پہونچائي تھى ، </w:t>
      </w:r>
    </w:p>
    <w:p w:rsidR="007C08AB" w:rsidRDefault="007C08AB" w:rsidP="00E67399">
      <w:pPr>
        <w:pStyle w:val="libLine"/>
        <w:rPr>
          <w:rtl/>
        </w:rPr>
      </w:pPr>
      <w:r>
        <w:rPr>
          <w:rFonts w:hint="cs"/>
          <w:rtl/>
        </w:rPr>
        <w:t>____________________</w:t>
      </w:r>
    </w:p>
    <w:p w:rsidR="007C08AB" w:rsidRDefault="007C08AB" w:rsidP="00E67399">
      <w:pPr>
        <w:pStyle w:val="libFootnote"/>
        <w:rPr>
          <w:rtl/>
        </w:rPr>
      </w:pPr>
      <w:r>
        <w:rPr>
          <w:rtl/>
        </w:rPr>
        <w:t xml:space="preserve">38_ اسد الغابہ ج3 ص 255 ، اصابہ ج2 ص 359، جمہرة انساب العرب ص 245 ، طبرى ج4 ص 83 ، يعقوبى ج2 ص 44 </w:t>
      </w:r>
    </w:p>
    <w:p w:rsidR="007C08AB" w:rsidRDefault="007C08AB" w:rsidP="00E67399">
      <w:pPr>
        <w:pStyle w:val="libPoemTini"/>
        <w:rPr>
          <w:rtl/>
        </w:rPr>
      </w:pPr>
      <w:r>
        <w:rPr>
          <w:rtl/>
        </w:rPr>
        <w:br w:type="page"/>
      </w:r>
    </w:p>
    <w:p w:rsidR="00376422" w:rsidRDefault="00376422" w:rsidP="00E67399">
      <w:pPr>
        <w:pStyle w:val="libNormal"/>
        <w:rPr>
          <w:rtl/>
        </w:rPr>
      </w:pPr>
      <w:r>
        <w:rPr>
          <w:rtl/>
        </w:rPr>
        <w:lastRenderedPageBreak/>
        <w:t>ليكن معاويہ بن يزيد كے مرتے ہى اس نے عبد اللہ بن زبير كى بيعت كر لى ، مروان بن حكم كے خلاف ''مرج راہط'' كے مقام پر اس سے جنگ كى اسى مقام اور اسى جنگ مي</w:t>
      </w:r>
      <w:r w:rsidR="00B365A1">
        <w:rPr>
          <w:rtl/>
        </w:rPr>
        <w:t xml:space="preserve">ں </w:t>
      </w:r>
      <w:r>
        <w:rPr>
          <w:rtl/>
        </w:rPr>
        <w:t>ماہ ذى الحجہ كے وسط 64ھ ،مي</w:t>
      </w:r>
      <w:r w:rsidR="00B365A1">
        <w:rPr>
          <w:rtl/>
        </w:rPr>
        <w:t xml:space="preserve">ں </w:t>
      </w:r>
      <w:r>
        <w:rPr>
          <w:rtl/>
        </w:rPr>
        <w:t xml:space="preserve">قتل ہوا </w:t>
      </w:r>
      <w:r w:rsidRPr="00C00E6D">
        <w:rPr>
          <w:rStyle w:val="libFootnotenumChar"/>
          <w:rtl/>
        </w:rPr>
        <w:t>(39)</w:t>
      </w:r>
      <w:r>
        <w:rPr>
          <w:rtl/>
        </w:rPr>
        <w:t xml:space="preserve"> </w:t>
      </w:r>
    </w:p>
    <w:p w:rsidR="00376422" w:rsidRDefault="00376422" w:rsidP="00E67399">
      <w:pPr>
        <w:pStyle w:val="libNormal"/>
        <w:rPr>
          <w:rtl/>
        </w:rPr>
      </w:pPr>
      <w:r>
        <w:rPr>
          <w:rtl/>
        </w:rPr>
        <w:t>معاويہ نے ضحاك بن قيس كو تين ہزار لشكر كے ساتھ عراق كى طرف روانہ كيا اور اسے حكم ديا كہ واقصہ كے باديہ نشين عربو</w:t>
      </w:r>
      <w:r w:rsidR="00B365A1">
        <w:rPr>
          <w:rtl/>
        </w:rPr>
        <w:t xml:space="preserve">ں </w:t>
      </w:r>
      <w:r>
        <w:rPr>
          <w:rtl/>
        </w:rPr>
        <w:t>كو جو على (ع) كى اطاعت قبول كر چكے ہو</w:t>
      </w:r>
      <w:r w:rsidR="00B365A1">
        <w:rPr>
          <w:rtl/>
        </w:rPr>
        <w:t xml:space="preserve">ں </w:t>
      </w:r>
      <w:r>
        <w:rPr>
          <w:rtl/>
        </w:rPr>
        <w:t xml:space="preserve">انكو قتل كر دے اور ان كا مال و اسباب لوٹ لے _ </w:t>
      </w:r>
    </w:p>
    <w:p w:rsidR="00376422" w:rsidRDefault="00376422" w:rsidP="00E67399">
      <w:pPr>
        <w:pStyle w:val="libNormal"/>
        <w:rPr>
          <w:rtl/>
        </w:rPr>
      </w:pPr>
      <w:r>
        <w:rPr>
          <w:rtl/>
        </w:rPr>
        <w:t>ضحاك نے معاويہ كے حكم كو جان و دل سے قبو ل كيا اور سر زمين ثعلبيہ كى جانب چل ديا اور اس مقام كے قبائل كا مال و اسباب لوٹا ، اسكے بعد كوفہ كى تاخت و تاراجى كے لئے رخ كيا ، قطقطانہ كے نزديك عمر و بن قيس بن مسعود جو حج كے لئے جا رہے تھے ان پر حملہ كر كے سارا زاد راہ ان سے اور انكے قافلہ والو</w:t>
      </w:r>
      <w:r w:rsidR="00B365A1">
        <w:rPr>
          <w:rtl/>
        </w:rPr>
        <w:t xml:space="preserve">ں </w:t>
      </w:r>
      <w:r>
        <w:rPr>
          <w:rtl/>
        </w:rPr>
        <w:t xml:space="preserve">سے چھين كے حج كرنے سے روك ديا </w:t>
      </w:r>
      <w:r w:rsidRPr="00C00E6D">
        <w:rPr>
          <w:rStyle w:val="libFootnotenumChar"/>
          <w:rtl/>
        </w:rPr>
        <w:t>(40)</w:t>
      </w:r>
      <w:r>
        <w:rPr>
          <w:rtl/>
        </w:rPr>
        <w:t xml:space="preserve"> </w:t>
      </w:r>
    </w:p>
    <w:p w:rsidR="00376422" w:rsidRDefault="00376422" w:rsidP="00E67399">
      <w:pPr>
        <w:pStyle w:val="libNormal"/>
        <w:rPr>
          <w:rtl/>
        </w:rPr>
      </w:pPr>
      <w:r>
        <w:rPr>
          <w:rtl/>
        </w:rPr>
        <w:t>ثقفى كتاب غارات مي</w:t>
      </w:r>
      <w:r w:rsidR="00B365A1">
        <w:rPr>
          <w:rtl/>
        </w:rPr>
        <w:t xml:space="preserve">ں </w:t>
      </w:r>
      <w:r>
        <w:rPr>
          <w:rtl/>
        </w:rPr>
        <w:t>داستان ضحاك كو اس طرح بيان كرتے ہي</w:t>
      </w:r>
      <w:r w:rsidR="00B365A1">
        <w:rPr>
          <w:rtl/>
        </w:rPr>
        <w:t xml:space="preserve">ں </w:t>
      </w:r>
      <w:r>
        <w:rPr>
          <w:rtl/>
        </w:rPr>
        <w:t xml:space="preserve">: </w:t>
      </w:r>
    </w:p>
    <w:p w:rsidR="00376422" w:rsidRDefault="00376422" w:rsidP="00E67399">
      <w:pPr>
        <w:pStyle w:val="libNormal"/>
        <w:rPr>
          <w:rtl/>
        </w:rPr>
      </w:pPr>
      <w:r>
        <w:rPr>
          <w:rtl/>
        </w:rPr>
        <w:t>ضحاك عراق كى جانب روانہ ہوا اور ہر جگہ اموال و اسباب كو لوٹا اور بہت سارے لوگو</w:t>
      </w:r>
      <w:r w:rsidR="00B365A1">
        <w:rPr>
          <w:rtl/>
        </w:rPr>
        <w:t xml:space="preserve">ں </w:t>
      </w:r>
      <w:r>
        <w:rPr>
          <w:rtl/>
        </w:rPr>
        <w:t>كو موت كے گھاٹ اتارا ، جب سرزمين ثعلبيہ پر پہونچا تو اس مقام سے كچھ حاجيو</w:t>
      </w:r>
      <w:r w:rsidR="00B365A1">
        <w:rPr>
          <w:rtl/>
        </w:rPr>
        <w:t xml:space="preserve">ں </w:t>
      </w:r>
      <w:r>
        <w:rPr>
          <w:rtl/>
        </w:rPr>
        <w:t>كا قافلہ حج كے لئے مكہ جا رہا تھا ان كے قافلہ پر حملہ كر كے ان كا پورا مال و اسباب چھين ليا ، پھر كچھ دور چلا اس مقام پر عمرو بن قيس جو مشھور صحابى رسول (ص) عبد اللہ بن مسعود كے بھتيجے تھے انكو اور ان كے ساتھيو</w:t>
      </w:r>
      <w:r w:rsidR="00B365A1">
        <w:rPr>
          <w:rtl/>
        </w:rPr>
        <w:t xml:space="preserve">ں </w:t>
      </w:r>
      <w:r>
        <w:rPr>
          <w:rtl/>
        </w:rPr>
        <w:t>كو قتل كيا اسكے بعد ان لوگو</w:t>
      </w:r>
      <w:r w:rsidR="00B365A1">
        <w:rPr>
          <w:rtl/>
        </w:rPr>
        <w:t xml:space="preserve">ں </w:t>
      </w:r>
      <w:r>
        <w:rPr>
          <w:rtl/>
        </w:rPr>
        <w:t xml:space="preserve">كے ساز و سامان كو لوٹ ليا _ </w:t>
      </w:r>
    </w:p>
    <w:p w:rsidR="00376422" w:rsidRDefault="007C08AB" w:rsidP="00E67399">
      <w:pPr>
        <w:pStyle w:val="libLine"/>
        <w:rPr>
          <w:rtl/>
        </w:rPr>
      </w:pPr>
      <w:r>
        <w:rPr>
          <w:rFonts w:hint="cs"/>
          <w:rtl/>
        </w:rPr>
        <w:t>____________________</w:t>
      </w:r>
    </w:p>
    <w:p w:rsidR="007C08AB" w:rsidRDefault="007C08AB" w:rsidP="00E67399">
      <w:pPr>
        <w:pStyle w:val="libFootnote"/>
        <w:rPr>
          <w:rtl/>
        </w:rPr>
      </w:pPr>
      <w:r>
        <w:rPr>
          <w:rtl/>
        </w:rPr>
        <w:t xml:space="preserve">39_ اسد الغابہ ج3 ص 37 ، تہذيب ابن عساكر ج7 ص 9 </w:t>
      </w:r>
    </w:p>
    <w:p w:rsidR="007C08AB" w:rsidRDefault="007C08AB" w:rsidP="00E67399">
      <w:pPr>
        <w:pStyle w:val="libFootnote"/>
        <w:rPr>
          <w:rtl/>
        </w:rPr>
      </w:pPr>
      <w:r>
        <w:rPr>
          <w:rtl/>
        </w:rPr>
        <w:t xml:space="preserve">40_ طبرى ج6 ص 78 ، ابن اثير ج3 ص 150 </w:t>
      </w:r>
    </w:p>
    <w:p w:rsidR="00807FC9" w:rsidRDefault="00807FC9" w:rsidP="00E67399">
      <w:pPr>
        <w:pStyle w:val="libPoemTini"/>
        <w:rPr>
          <w:rtl/>
        </w:rPr>
      </w:pPr>
      <w:r>
        <w:rPr>
          <w:rtl/>
        </w:rPr>
        <w:br w:type="page"/>
      </w:r>
    </w:p>
    <w:p w:rsidR="007C08AB" w:rsidRDefault="007C08AB" w:rsidP="00E67399">
      <w:pPr>
        <w:pStyle w:val="libNormal"/>
        <w:rPr>
          <w:rtl/>
        </w:rPr>
      </w:pPr>
      <w:r>
        <w:rPr>
          <w:rtl/>
        </w:rPr>
        <w:lastRenderedPageBreak/>
        <w:t xml:space="preserve"> </w:t>
      </w:r>
    </w:p>
    <w:p w:rsidR="00376422" w:rsidRDefault="00376422" w:rsidP="00E67399">
      <w:pPr>
        <w:pStyle w:val="Heading2Center"/>
        <w:rPr>
          <w:rtl/>
        </w:rPr>
      </w:pPr>
      <w:bookmarkStart w:id="31" w:name="_Toc531605659"/>
      <w:r>
        <w:rPr>
          <w:rtl/>
        </w:rPr>
        <w:t>5- بسر بن ارطاة</w:t>
      </w:r>
      <w:bookmarkEnd w:id="31"/>
    </w:p>
    <w:p w:rsidR="00376422" w:rsidRDefault="00376422" w:rsidP="00E67399">
      <w:pPr>
        <w:pStyle w:val="libNormal"/>
        <w:rPr>
          <w:rtl/>
        </w:rPr>
      </w:pPr>
      <w:r>
        <w:rPr>
          <w:rtl/>
        </w:rPr>
        <w:t>بسر بن ارطاة قبيلہ قريش سے ايك انتہائي خونخوار و سفاك سردار تھا ، جس كو معاويہ نے عراق و حجاز كو تباہ و بر باد كرنے كے لئے بھيجا تھا ، معاويہ كے سر سخت ہوا خواہو</w:t>
      </w:r>
      <w:r w:rsidR="00B365A1">
        <w:rPr>
          <w:rtl/>
        </w:rPr>
        <w:t xml:space="preserve">ں </w:t>
      </w:r>
      <w:r>
        <w:rPr>
          <w:rtl/>
        </w:rPr>
        <w:t>اور جنگ صفين مي</w:t>
      </w:r>
      <w:r w:rsidR="00B365A1">
        <w:rPr>
          <w:rtl/>
        </w:rPr>
        <w:t xml:space="preserve">ں </w:t>
      </w:r>
      <w:r>
        <w:rPr>
          <w:rtl/>
        </w:rPr>
        <w:t xml:space="preserve">لشكر معاويہ كى سردارى كرتے ہوئے شريك ہوا _ </w:t>
      </w:r>
    </w:p>
    <w:p w:rsidR="00376422" w:rsidRDefault="00376422" w:rsidP="00E67399">
      <w:pPr>
        <w:pStyle w:val="libNormal"/>
        <w:rPr>
          <w:rtl/>
        </w:rPr>
      </w:pPr>
      <w:r>
        <w:rPr>
          <w:rtl/>
        </w:rPr>
        <w:t>جنگ كے دوران ايك روز معاويہ نے اس سے كہا كہ تم على (ع) سے تنھا مقابلہ كرنے جائو گے اور ہم نے سنا ہے كہ تمھي</w:t>
      </w:r>
      <w:r w:rsidR="00B365A1">
        <w:rPr>
          <w:rtl/>
        </w:rPr>
        <w:t xml:space="preserve">ں </w:t>
      </w:r>
      <w:r>
        <w:rPr>
          <w:rtl/>
        </w:rPr>
        <w:t xml:space="preserve">اس سے مقابلہ كرنے كى بہت ارزو ہے لہذا اب جا كر طاقت ازما لو ، اگر خدا وند عالم نے تم كو اس پر فتح و پيروزى عطا كى تو تمھارى دنيا و اخرت سنور جائے گى ؟ </w:t>
      </w:r>
    </w:p>
    <w:p w:rsidR="00376422" w:rsidRDefault="00376422" w:rsidP="00E67399">
      <w:pPr>
        <w:pStyle w:val="libNormal"/>
        <w:rPr>
          <w:rtl/>
        </w:rPr>
      </w:pPr>
      <w:r>
        <w:rPr>
          <w:rtl/>
        </w:rPr>
        <w:t>معاويہ نے كہا البتہ مي</w:t>
      </w:r>
      <w:r w:rsidR="00B365A1">
        <w:rPr>
          <w:rtl/>
        </w:rPr>
        <w:t xml:space="preserve">ں </w:t>
      </w:r>
      <w:r>
        <w:rPr>
          <w:rtl/>
        </w:rPr>
        <w:t>جانتا ہو</w:t>
      </w:r>
      <w:r w:rsidR="00B365A1">
        <w:rPr>
          <w:rtl/>
        </w:rPr>
        <w:t xml:space="preserve">ں </w:t>
      </w:r>
      <w:r>
        <w:rPr>
          <w:rtl/>
        </w:rPr>
        <w:t>كہ على (ع) سے تنہا لڑنا گويابھيڑيئےے منھ مي</w:t>
      </w:r>
      <w:r w:rsidR="00B365A1">
        <w:rPr>
          <w:rtl/>
        </w:rPr>
        <w:t xml:space="preserve">ں </w:t>
      </w:r>
      <w:r>
        <w:rPr>
          <w:rtl/>
        </w:rPr>
        <w:t>جانا ہے اور كوئي بہادر على (ع) سے ٹكرا كے اپنى جان كوسلامت نہي</w:t>
      </w:r>
      <w:r w:rsidR="00B365A1">
        <w:rPr>
          <w:rtl/>
        </w:rPr>
        <w:t xml:space="preserve">ں </w:t>
      </w:r>
      <w:r>
        <w:rPr>
          <w:rtl/>
        </w:rPr>
        <w:t xml:space="preserve">بچا سكا ہے لہذا بسر تمام عربى تعصب و جاہلى جسارت سے اپنے قدم كو كھنچ لے اور اس كام كو انجام نہ دے_ </w:t>
      </w:r>
    </w:p>
    <w:p w:rsidR="00376422" w:rsidRDefault="00376422" w:rsidP="00E67399">
      <w:pPr>
        <w:pStyle w:val="libNormal"/>
        <w:rPr>
          <w:rtl/>
        </w:rPr>
      </w:pPr>
      <w:r>
        <w:rPr>
          <w:rtl/>
        </w:rPr>
        <w:t>ايك دن بسر نے جنگ كرتے ہوئے حضرت على (ع) كو اپنے سامنے ديكھا تو ان پر حملہ كر ديا ليكن قبل اسكے كہ امير المومنين (ع) پر اسكى ضرب كارى اثر انداز ہو امام (ع) نے ايسا حملہ بسر پر كيا كہ زين سے زمين پر اگيا جب اس نے اپنى جان كو شير كے پنجہ مي</w:t>
      </w:r>
      <w:r w:rsidR="00B365A1">
        <w:rPr>
          <w:rtl/>
        </w:rPr>
        <w:t xml:space="preserve">ں </w:t>
      </w:r>
      <w:r>
        <w:rPr>
          <w:rtl/>
        </w:rPr>
        <w:t>احساس كيا تو فورا ذليل و شرم اور حركت انجام دى كہ اپنے لباس كو اتار ڈالا ، يہا</w:t>
      </w:r>
      <w:r w:rsidR="00B365A1">
        <w:rPr>
          <w:rtl/>
        </w:rPr>
        <w:t xml:space="preserve">ں </w:t>
      </w:r>
      <w:r>
        <w:rPr>
          <w:rtl/>
        </w:rPr>
        <w:t xml:space="preserve">تك كہ اسكى شرمگاہ ظاہر ہو گئي _ </w:t>
      </w:r>
    </w:p>
    <w:p w:rsidR="00376422" w:rsidRDefault="00376422" w:rsidP="00E67399">
      <w:pPr>
        <w:pStyle w:val="libNormal"/>
        <w:rPr>
          <w:rtl/>
        </w:rPr>
      </w:pPr>
      <w:r>
        <w:rPr>
          <w:rtl/>
        </w:rPr>
        <w:t xml:space="preserve">امام على (ع) نے فوراً اپنى انكھ بند كر كے پھير ليا اور اسكو اپنى حالت پر چھوڑ ديا _ </w:t>
      </w:r>
    </w:p>
    <w:p w:rsidR="00807FC9" w:rsidRDefault="00376422" w:rsidP="00E67399">
      <w:pPr>
        <w:pStyle w:val="libNormal"/>
        <w:rPr>
          <w:rtl/>
        </w:rPr>
      </w:pPr>
      <w:r>
        <w:rPr>
          <w:rtl/>
        </w:rPr>
        <w:t>اپ ہم جانتے ہي</w:t>
      </w:r>
      <w:r w:rsidR="00B365A1">
        <w:rPr>
          <w:rtl/>
        </w:rPr>
        <w:t xml:space="preserve">ں </w:t>
      </w:r>
      <w:r>
        <w:rPr>
          <w:rtl/>
        </w:rPr>
        <w:t>كہ اسى طرح كا دوسرا واقعہ اسى جنگ صفين مي</w:t>
      </w:r>
      <w:r w:rsidR="00B365A1">
        <w:rPr>
          <w:rtl/>
        </w:rPr>
        <w:t xml:space="preserve">ں </w:t>
      </w:r>
      <w:r>
        <w:rPr>
          <w:rtl/>
        </w:rPr>
        <w:t>عمر و بن عاص كے ساتھ پيش</w:t>
      </w:r>
      <w:r w:rsidR="00831D2C">
        <w:rPr>
          <w:rtl/>
        </w:rPr>
        <w:t xml:space="preserve"> آيا </w:t>
      </w:r>
      <w:r>
        <w:rPr>
          <w:rtl/>
        </w:rPr>
        <w:t xml:space="preserve"> تھا ، امام (ع) نے اس دن بھى اپنا منھ گھما ليا تھا اور ميدان جنگ مي</w:t>
      </w:r>
      <w:r w:rsidR="00B365A1">
        <w:rPr>
          <w:rtl/>
        </w:rPr>
        <w:t xml:space="preserve">ں </w:t>
      </w:r>
      <w:r>
        <w:rPr>
          <w:rtl/>
        </w:rPr>
        <w:t>اپنى جان بچانے كے لئے ايسى گھٹيا حركت كى تھى كہ اپ اسكو قتل كرنے سے باز</w:t>
      </w:r>
      <w:r w:rsidR="00137FAB">
        <w:rPr>
          <w:rtl/>
        </w:rPr>
        <w:t xml:space="preserve"> آئے</w:t>
      </w:r>
      <w:r>
        <w:rPr>
          <w:rtl/>
        </w:rPr>
        <w:t xml:space="preserve">_ </w:t>
      </w:r>
    </w:p>
    <w:p w:rsidR="00807FC9" w:rsidRDefault="00807FC9"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ان دونو</w:t>
      </w:r>
      <w:r w:rsidR="00B365A1">
        <w:rPr>
          <w:rtl/>
        </w:rPr>
        <w:t xml:space="preserve">ں </w:t>
      </w:r>
      <w:r>
        <w:rPr>
          <w:rtl/>
        </w:rPr>
        <w:t>حادثو</w:t>
      </w:r>
      <w:r w:rsidR="00B365A1">
        <w:rPr>
          <w:rtl/>
        </w:rPr>
        <w:t xml:space="preserve">ں </w:t>
      </w:r>
      <w:r>
        <w:rPr>
          <w:rtl/>
        </w:rPr>
        <w:t>كا ادبيات عرب مي</w:t>
      </w:r>
      <w:r w:rsidR="00B365A1">
        <w:rPr>
          <w:rtl/>
        </w:rPr>
        <w:t xml:space="preserve">ں </w:t>
      </w:r>
      <w:r>
        <w:rPr>
          <w:rtl/>
        </w:rPr>
        <w:t>بہت برا اثر پڑا اور بہت سارے شعراء نے اس سلسلہ مي</w:t>
      </w:r>
      <w:r w:rsidR="00B365A1">
        <w:rPr>
          <w:rtl/>
        </w:rPr>
        <w:t xml:space="preserve">ں </w:t>
      </w:r>
      <w:r>
        <w:rPr>
          <w:rtl/>
        </w:rPr>
        <w:t>شعر بھى كہے جن مي</w:t>
      </w:r>
      <w:r w:rsidR="00B365A1">
        <w:rPr>
          <w:rtl/>
        </w:rPr>
        <w:t xml:space="preserve">ں </w:t>
      </w:r>
      <w:r>
        <w:rPr>
          <w:rtl/>
        </w:rPr>
        <w:t xml:space="preserve">ايك حارث بن نضر سہمى ہے وہ كہتا ہے : </w:t>
      </w:r>
    </w:p>
    <w:p w:rsidR="00376422" w:rsidRDefault="00376422" w:rsidP="00E67399">
      <w:pPr>
        <w:pStyle w:val="libNormal"/>
        <w:rPr>
          <w:rtl/>
        </w:rPr>
      </w:pPr>
      <w:r>
        <w:rPr>
          <w:rtl/>
        </w:rPr>
        <w:t>تم لوگ جنگ كے دنو</w:t>
      </w:r>
      <w:r w:rsidR="00B365A1">
        <w:rPr>
          <w:rtl/>
        </w:rPr>
        <w:t xml:space="preserve">ں </w:t>
      </w:r>
      <w:r>
        <w:rPr>
          <w:rtl/>
        </w:rPr>
        <w:t>مي</w:t>
      </w:r>
      <w:r w:rsidR="00B365A1">
        <w:rPr>
          <w:rtl/>
        </w:rPr>
        <w:t xml:space="preserve">ں </w:t>
      </w:r>
      <w:r>
        <w:rPr>
          <w:rtl/>
        </w:rPr>
        <w:t>ہر روز سوار ہو كر ميدان جنگ مي</w:t>
      </w:r>
      <w:r w:rsidR="00B365A1">
        <w:rPr>
          <w:rtl/>
        </w:rPr>
        <w:t xml:space="preserve">ں </w:t>
      </w:r>
      <w:r>
        <w:rPr>
          <w:rtl/>
        </w:rPr>
        <w:t>جاتے ہو ، ميدان جنگ كے گرد و غبار كے درميان اپنى شرمگاہ كو ظاہر كرنے كے لئے ، يہى وہ وقت ہے جو حضرت على (ع) اپنے نيزے كو تم لوگو</w:t>
      </w:r>
      <w:r w:rsidR="00B365A1">
        <w:rPr>
          <w:rtl/>
        </w:rPr>
        <w:t xml:space="preserve">ں </w:t>
      </w:r>
      <w:r>
        <w:rPr>
          <w:rtl/>
        </w:rPr>
        <w:t>پر نہي</w:t>
      </w:r>
      <w:r w:rsidR="00B365A1">
        <w:rPr>
          <w:rtl/>
        </w:rPr>
        <w:t xml:space="preserve">ں </w:t>
      </w:r>
      <w:r>
        <w:rPr>
          <w:rtl/>
        </w:rPr>
        <w:t>مارتے ہي</w:t>
      </w:r>
      <w:r w:rsidR="00B365A1">
        <w:rPr>
          <w:rtl/>
        </w:rPr>
        <w:t xml:space="preserve">ں </w:t>
      </w:r>
      <w:r>
        <w:rPr>
          <w:rtl/>
        </w:rPr>
        <w:t>اور معاويہ تنہائي مي</w:t>
      </w:r>
      <w:r w:rsidR="00B365A1">
        <w:rPr>
          <w:rtl/>
        </w:rPr>
        <w:t xml:space="preserve">ں </w:t>
      </w:r>
      <w:r>
        <w:rPr>
          <w:rtl/>
        </w:rPr>
        <w:t>تم دونو</w:t>
      </w:r>
      <w:r w:rsidR="00B365A1">
        <w:rPr>
          <w:rtl/>
        </w:rPr>
        <w:t xml:space="preserve">ں </w:t>
      </w:r>
      <w:r>
        <w:rPr>
          <w:rtl/>
        </w:rPr>
        <w:t>پرہنستا ہے گذشتہ دنو</w:t>
      </w:r>
      <w:r w:rsidR="00B365A1">
        <w:rPr>
          <w:rtl/>
        </w:rPr>
        <w:t xml:space="preserve">ں </w:t>
      </w:r>
      <w:r>
        <w:rPr>
          <w:rtl/>
        </w:rPr>
        <w:t xml:space="preserve">عمرو كى شرمگاہ ظاہر ہو گى اسكى يہ ركيك حركت ہميشہ مثل دستار كے اسكے اوپر بندھى رہے گى اور اج كے دن بسر نے بھى عمرو بن عاص كى طرح اپنى شرمگاہ كو ظاہر كرديا _ </w:t>
      </w:r>
    </w:p>
    <w:p w:rsidR="00376422" w:rsidRDefault="00376422" w:rsidP="00E67399">
      <w:pPr>
        <w:pStyle w:val="libNormal"/>
        <w:rPr>
          <w:rtl/>
        </w:rPr>
      </w:pPr>
      <w:r>
        <w:rPr>
          <w:rtl/>
        </w:rPr>
        <w:t>عمر و اور بسر سے كوئي كہدے كہ اپنى راہ پر خوب غور و فكر كري</w:t>
      </w:r>
      <w:r w:rsidR="00B365A1">
        <w:rPr>
          <w:rtl/>
        </w:rPr>
        <w:t xml:space="preserve">ں </w:t>
      </w:r>
      <w:r>
        <w:rPr>
          <w:rtl/>
        </w:rPr>
        <w:t>، كہي</w:t>
      </w:r>
      <w:r w:rsidR="00B365A1">
        <w:rPr>
          <w:rtl/>
        </w:rPr>
        <w:t xml:space="preserve">ں </w:t>
      </w:r>
      <w:r>
        <w:rPr>
          <w:rtl/>
        </w:rPr>
        <w:t>ايسا نہ ہو كہ پھر شير كے مقابلہ مي</w:t>
      </w:r>
      <w:r w:rsidR="00B365A1">
        <w:rPr>
          <w:rtl/>
        </w:rPr>
        <w:t xml:space="preserve">ں </w:t>
      </w:r>
      <w:r>
        <w:rPr>
          <w:rtl/>
        </w:rPr>
        <w:t>چلے جائي</w:t>
      </w:r>
      <w:r w:rsidR="00B365A1">
        <w:rPr>
          <w:rtl/>
        </w:rPr>
        <w:t xml:space="preserve">ں </w:t>
      </w:r>
      <w:r>
        <w:rPr>
          <w:rtl/>
        </w:rPr>
        <w:t>، تم لوگو</w:t>
      </w:r>
      <w:r w:rsidR="00B365A1">
        <w:rPr>
          <w:rtl/>
        </w:rPr>
        <w:t xml:space="preserve">ں </w:t>
      </w:r>
      <w:r>
        <w:rPr>
          <w:rtl/>
        </w:rPr>
        <w:t>پر لازم ہے كہ اپنى اپنى شرمگا ہو</w:t>
      </w:r>
      <w:r w:rsidR="00B365A1">
        <w:rPr>
          <w:rtl/>
        </w:rPr>
        <w:t xml:space="preserve">ں </w:t>
      </w:r>
      <w:r>
        <w:rPr>
          <w:rtl/>
        </w:rPr>
        <w:t>كا شكريہ ادا كرو كيونكہ خدا كى قسم ، اگر تمھارى شرمگاہي</w:t>
      </w:r>
      <w:r w:rsidR="00B365A1">
        <w:rPr>
          <w:rtl/>
        </w:rPr>
        <w:t xml:space="preserve">ں </w:t>
      </w:r>
      <w:r>
        <w:rPr>
          <w:rtl/>
        </w:rPr>
        <w:t>نہ ہوتي</w:t>
      </w:r>
      <w:r w:rsidR="00B365A1">
        <w:rPr>
          <w:rtl/>
        </w:rPr>
        <w:t xml:space="preserve">ں </w:t>
      </w:r>
      <w:r>
        <w:rPr>
          <w:rtl/>
        </w:rPr>
        <w:t>تو كوئي تمہارى جان كو نجات نہي</w:t>
      </w:r>
      <w:r w:rsidR="00B365A1">
        <w:rPr>
          <w:rtl/>
        </w:rPr>
        <w:t xml:space="preserve">ں </w:t>
      </w:r>
      <w:r>
        <w:rPr>
          <w:rtl/>
        </w:rPr>
        <w:t xml:space="preserve">دے سكتا تھا_ </w:t>
      </w:r>
    </w:p>
    <w:p w:rsidR="00376422" w:rsidRDefault="00376422" w:rsidP="00E67399">
      <w:pPr>
        <w:pStyle w:val="libNormal"/>
        <w:rPr>
          <w:rtl/>
        </w:rPr>
      </w:pPr>
      <w:r>
        <w:rPr>
          <w:rtl/>
        </w:rPr>
        <w:t>يقينا تم لوگو</w:t>
      </w:r>
      <w:r w:rsidR="00B365A1">
        <w:rPr>
          <w:rtl/>
        </w:rPr>
        <w:t xml:space="preserve">ں </w:t>
      </w:r>
      <w:r>
        <w:rPr>
          <w:rtl/>
        </w:rPr>
        <w:t>كى شرمگاہي</w:t>
      </w:r>
      <w:r w:rsidR="00B365A1">
        <w:rPr>
          <w:rtl/>
        </w:rPr>
        <w:t xml:space="preserve">ں </w:t>
      </w:r>
      <w:r>
        <w:rPr>
          <w:rtl/>
        </w:rPr>
        <w:t>تھي</w:t>
      </w:r>
      <w:r w:rsidR="00B365A1">
        <w:rPr>
          <w:rtl/>
        </w:rPr>
        <w:t xml:space="preserve">ں </w:t>
      </w:r>
      <w:r>
        <w:rPr>
          <w:rtl/>
        </w:rPr>
        <w:t>كہ جس نے تمھارى جان بچائي ، اسى واقعہ نے تم لوگو</w:t>
      </w:r>
      <w:r w:rsidR="00B365A1">
        <w:rPr>
          <w:rtl/>
        </w:rPr>
        <w:t xml:space="preserve">ں </w:t>
      </w:r>
      <w:r>
        <w:rPr>
          <w:rtl/>
        </w:rPr>
        <w:t>كو بار ديگر ميدان جنگ مي</w:t>
      </w:r>
      <w:r w:rsidR="00B365A1">
        <w:rPr>
          <w:rtl/>
        </w:rPr>
        <w:t xml:space="preserve">ں </w:t>
      </w:r>
      <w:r>
        <w:rPr>
          <w:rtl/>
        </w:rPr>
        <w:t>جانے سے روك ديا ہے ،</w:t>
      </w:r>
      <w:r w:rsidRPr="00C00E6D">
        <w:rPr>
          <w:rStyle w:val="libFootnotenumChar"/>
          <w:rtl/>
        </w:rPr>
        <w:t>(41)</w:t>
      </w:r>
      <w:r>
        <w:rPr>
          <w:rtl/>
        </w:rPr>
        <w:t xml:space="preserve"> </w:t>
      </w:r>
    </w:p>
    <w:p w:rsidR="00376422" w:rsidRDefault="00376422" w:rsidP="00E67399">
      <w:pPr>
        <w:pStyle w:val="libNormal"/>
        <w:rPr>
          <w:rtl/>
        </w:rPr>
      </w:pPr>
      <w:r>
        <w:rPr>
          <w:rtl/>
        </w:rPr>
        <w:t>جنگ صفين كے قہر مان مالك اشتر نے بھى اس سلسلے مي</w:t>
      </w:r>
      <w:r w:rsidR="00B365A1">
        <w:rPr>
          <w:rtl/>
        </w:rPr>
        <w:t xml:space="preserve">ں </w:t>
      </w:r>
      <w:r>
        <w:rPr>
          <w:rtl/>
        </w:rPr>
        <w:t xml:space="preserve">شعر كہا ہے جس كاترجمہ يہ ہے كه : </w:t>
      </w:r>
    </w:p>
    <w:p w:rsidR="00376422" w:rsidRDefault="00376422" w:rsidP="00E67399">
      <w:pPr>
        <w:pStyle w:val="libNormal"/>
        <w:rPr>
          <w:rtl/>
        </w:rPr>
      </w:pPr>
      <w:r>
        <w:rPr>
          <w:rtl/>
        </w:rPr>
        <w:t>جنگ كے دنو</w:t>
      </w:r>
      <w:r w:rsidR="00B365A1">
        <w:rPr>
          <w:rtl/>
        </w:rPr>
        <w:t xml:space="preserve">ں </w:t>
      </w:r>
      <w:r>
        <w:rPr>
          <w:rtl/>
        </w:rPr>
        <w:t>مي</w:t>
      </w:r>
      <w:r w:rsidR="00B365A1">
        <w:rPr>
          <w:rtl/>
        </w:rPr>
        <w:t xml:space="preserve">ں </w:t>
      </w:r>
      <w:r>
        <w:rPr>
          <w:rtl/>
        </w:rPr>
        <w:t>ايك روز تمھارے بزرگو</w:t>
      </w:r>
      <w:r w:rsidR="00B365A1">
        <w:rPr>
          <w:rtl/>
        </w:rPr>
        <w:t xml:space="preserve">ں </w:t>
      </w:r>
      <w:r>
        <w:rPr>
          <w:rtl/>
        </w:rPr>
        <w:t>مي</w:t>
      </w:r>
      <w:r w:rsidR="00B365A1">
        <w:rPr>
          <w:rtl/>
        </w:rPr>
        <w:t xml:space="preserve">ں </w:t>
      </w:r>
      <w:r>
        <w:rPr>
          <w:rtl/>
        </w:rPr>
        <w:t xml:space="preserve">سے كسى ايك كے ميدان جنگ سے قدم اكھڑ گئے تو جنگ كے گرد و غبار كے درميان شرمگاہ نظر ائي ، صاحب نيزہ كى ضربت شديد نے ان پر وہ ظلم و ستم كيا كہ خوف كے مارے اپنى شرمگاہ كو اشكار كر ديا ، كس كى شرمگاہ ؟ عمرا و ربسر كى جنكى كمر ہميشہ كے لئے ٹوٹ گئي </w:t>
      </w:r>
      <w:r w:rsidRPr="00C00E6D">
        <w:rPr>
          <w:rStyle w:val="libFootnotenumChar"/>
          <w:rtl/>
        </w:rPr>
        <w:t>(42)</w:t>
      </w:r>
      <w:r>
        <w:rPr>
          <w:rtl/>
        </w:rPr>
        <w:t xml:space="preserve"> </w:t>
      </w:r>
    </w:p>
    <w:p w:rsidR="00807FC9" w:rsidRDefault="00807FC9" w:rsidP="00E67399">
      <w:pPr>
        <w:pStyle w:val="libLine"/>
        <w:rPr>
          <w:rtl/>
        </w:rPr>
      </w:pPr>
      <w:r>
        <w:rPr>
          <w:rFonts w:hint="cs"/>
          <w:rtl/>
        </w:rPr>
        <w:t>____________________</w:t>
      </w:r>
    </w:p>
    <w:p w:rsidR="00807FC9" w:rsidRDefault="00807FC9" w:rsidP="00E67399">
      <w:pPr>
        <w:pStyle w:val="libFootnote"/>
        <w:rPr>
          <w:rtl/>
        </w:rPr>
      </w:pPr>
      <w:r>
        <w:rPr>
          <w:rFonts w:hint="cs"/>
          <w:rtl/>
        </w:rPr>
        <w:t>41</w:t>
      </w:r>
      <w:r>
        <w:rPr>
          <w:rtl/>
        </w:rPr>
        <w:t xml:space="preserve">_ استيعاب ص 67 ، صفين ص 527 </w:t>
      </w:r>
    </w:p>
    <w:p w:rsidR="00807FC9" w:rsidRDefault="00807FC9" w:rsidP="00E67399">
      <w:pPr>
        <w:pStyle w:val="libFootnote"/>
        <w:rPr>
          <w:rtl/>
        </w:rPr>
      </w:pPr>
      <w:r>
        <w:rPr>
          <w:rtl/>
        </w:rPr>
        <w:t xml:space="preserve">42_ شرح نہج البلاغہ ج2 ص 201 </w:t>
      </w:r>
    </w:p>
    <w:p w:rsidR="00807FC9" w:rsidRDefault="00807FC9" w:rsidP="00E67399">
      <w:pPr>
        <w:pStyle w:val="libPoemTini"/>
        <w:rPr>
          <w:rtl/>
        </w:rPr>
      </w:pPr>
      <w:r>
        <w:rPr>
          <w:rtl/>
        </w:rPr>
        <w:br w:type="page"/>
      </w:r>
    </w:p>
    <w:p w:rsidR="00807FC9" w:rsidRDefault="00807FC9" w:rsidP="00E67399">
      <w:pPr>
        <w:pStyle w:val="libNormal"/>
        <w:rPr>
          <w:rtl/>
        </w:rPr>
      </w:pPr>
    </w:p>
    <w:p w:rsidR="00376422" w:rsidRDefault="00376422" w:rsidP="00E67399">
      <w:pPr>
        <w:pStyle w:val="libNormal"/>
        <w:rPr>
          <w:rtl/>
        </w:rPr>
      </w:pPr>
      <w:r>
        <w:rPr>
          <w:rtl/>
        </w:rPr>
        <w:t>مورخين نے اس مسئلہ مي</w:t>
      </w:r>
      <w:r w:rsidR="00B365A1">
        <w:rPr>
          <w:rtl/>
        </w:rPr>
        <w:t xml:space="preserve">ں </w:t>
      </w:r>
      <w:r>
        <w:rPr>
          <w:rtl/>
        </w:rPr>
        <w:t>اختلاف كيا ہے كہ ،</w:t>
      </w:r>
      <w:r w:rsidR="00831D2C">
        <w:rPr>
          <w:rtl/>
        </w:rPr>
        <w:t xml:space="preserve"> آيا </w:t>
      </w:r>
      <w:r>
        <w:rPr>
          <w:rtl/>
        </w:rPr>
        <w:t xml:space="preserve"> بسر صحابى رسول (ص) مي</w:t>
      </w:r>
      <w:r w:rsidR="00B365A1">
        <w:rPr>
          <w:rtl/>
        </w:rPr>
        <w:t xml:space="preserve">ں </w:t>
      </w:r>
      <w:r>
        <w:rPr>
          <w:rtl/>
        </w:rPr>
        <w:t>تھايا نہي</w:t>
      </w:r>
      <w:r w:rsidR="00B365A1">
        <w:rPr>
          <w:rtl/>
        </w:rPr>
        <w:t xml:space="preserve">ں </w:t>
      </w:r>
      <w:r>
        <w:rPr>
          <w:rtl/>
        </w:rPr>
        <w:t>؟ اور رسول (ص) سے شرفياب ہونے كى صورت مي</w:t>
      </w:r>
      <w:r w:rsidR="00B365A1">
        <w:rPr>
          <w:rtl/>
        </w:rPr>
        <w:t xml:space="preserve">ں </w:t>
      </w:r>
      <w:r>
        <w:rPr>
          <w:rtl/>
        </w:rPr>
        <w:t>كوئي حديث سنى يا نہي</w:t>
      </w:r>
      <w:r w:rsidR="00B365A1">
        <w:rPr>
          <w:rtl/>
        </w:rPr>
        <w:t xml:space="preserve">ں </w:t>
      </w:r>
      <w:r>
        <w:rPr>
          <w:rtl/>
        </w:rPr>
        <w:t xml:space="preserve">؟ </w:t>
      </w:r>
    </w:p>
    <w:p w:rsidR="00376422" w:rsidRDefault="00376422" w:rsidP="00E67399">
      <w:pPr>
        <w:pStyle w:val="libNormal"/>
        <w:rPr>
          <w:rtl/>
        </w:rPr>
      </w:pPr>
      <w:r>
        <w:rPr>
          <w:rtl/>
        </w:rPr>
        <w:t>ليكن مورخين كا بيان ہے كہ وفات رسول (ص) كے بعد اپنے دين سے منحرف اور مرتد ہو گيا تھا ، جب امام عليہ السلام كو اسكى عراق و حجاز مي</w:t>
      </w:r>
      <w:r w:rsidR="00B365A1">
        <w:rPr>
          <w:rtl/>
        </w:rPr>
        <w:t xml:space="preserve">ں </w:t>
      </w:r>
      <w:r>
        <w:rPr>
          <w:rtl/>
        </w:rPr>
        <w:t>ظلم وسفا كى كى خبر معلوم ہو ئي كہ بسر نے بچو</w:t>
      </w:r>
      <w:r w:rsidR="00B365A1">
        <w:rPr>
          <w:rtl/>
        </w:rPr>
        <w:t xml:space="preserve">ں </w:t>
      </w:r>
      <w:r>
        <w:rPr>
          <w:rtl/>
        </w:rPr>
        <w:t>تك كو قتل كيا ہے تو اسكے حق مي</w:t>
      </w:r>
      <w:r w:rsidR="00B365A1">
        <w:rPr>
          <w:rtl/>
        </w:rPr>
        <w:t xml:space="preserve">ں </w:t>
      </w:r>
      <w:r>
        <w:rPr>
          <w:rtl/>
        </w:rPr>
        <w:t>بد دعا كرتے ہوئے فرمايا ، خدا يا اس سے دين و عقل كو چھين لے ، امام عليہ السلا م كى دعا مستجاب ہوئي، مرنے سے پہلے اپنى عقل كو كھو بيٹھا مگر اس بد حواسى كے عالم مي</w:t>
      </w:r>
      <w:r w:rsidR="00B365A1">
        <w:rPr>
          <w:rtl/>
        </w:rPr>
        <w:t xml:space="preserve">ں </w:t>
      </w:r>
      <w:r>
        <w:rPr>
          <w:rtl/>
        </w:rPr>
        <w:t>بھى يہ كہتا كہ مجھے تلوار دو ، اخر لكڑى كى ايك تلوار اسے دى گئي اور مشك مي</w:t>
      </w:r>
      <w:r w:rsidR="00B365A1">
        <w:rPr>
          <w:rtl/>
        </w:rPr>
        <w:t xml:space="preserve">ں </w:t>
      </w:r>
      <w:r>
        <w:rPr>
          <w:rtl/>
        </w:rPr>
        <w:t>ہوا بھر كر اسكے سامنے ركھ دى گئي وہ اس مشك پر تلوار چلاتا اور جذبہ خون اشامى كى تسكين كا سامان كرتا تھا ، اخر اسى ديوانگى كے عالم مي</w:t>
      </w:r>
      <w:r w:rsidR="00B365A1">
        <w:rPr>
          <w:rtl/>
        </w:rPr>
        <w:t xml:space="preserve">ں </w:t>
      </w:r>
      <w:r>
        <w:rPr>
          <w:rtl/>
        </w:rPr>
        <w:t>معاويہ كے زمانے مي</w:t>
      </w:r>
      <w:r w:rsidR="00B365A1">
        <w:rPr>
          <w:rtl/>
        </w:rPr>
        <w:t xml:space="preserve">ں </w:t>
      </w:r>
      <w:r>
        <w:rPr>
          <w:rtl/>
        </w:rPr>
        <w:t xml:space="preserve">مر كھپ گيا </w:t>
      </w:r>
      <w:r w:rsidRPr="00C00E6D">
        <w:rPr>
          <w:rStyle w:val="libFootnotenumChar"/>
          <w:rtl/>
        </w:rPr>
        <w:t>(43)</w:t>
      </w:r>
      <w:r>
        <w:rPr>
          <w:rtl/>
        </w:rPr>
        <w:t xml:space="preserve"> </w:t>
      </w:r>
    </w:p>
    <w:p w:rsidR="00376422" w:rsidRDefault="00376422" w:rsidP="00E67399">
      <w:pPr>
        <w:pStyle w:val="libNormal"/>
        <w:rPr>
          <w:rtl/>
        </w:rPr>
      </w:pPr>
      <w:r>
        <w:rPr>
          <w:rtl/>
        </w:rPr>
        <w:t xml:space="preserve">طبرى لكھتا ہے : </w:t>
      </w:r>
    </w:p>
    <w:p w:rsidR="00376422" w:rsidRDefault="00376422" w:rsidP="00E67399">
      <w:pPr>
        <w:pStyle w:val="libNormal"/>
        <w:rPr>
          <w:rtl/>
        </w:rPr>
      </w:pPr>
      <w:r>
        <w:rPr>
          <w:rtl/>
        </w:rPr>
        <w:t>معاويہ نے 40ھ مي</w:t>
      </w:r>
      <w:r w:rsidR="00B365A1">
        <w:rPr>
          <w:rtl/>
        </w:rPr>
        <w:t xml:space="preserve">ں </w:t>
      </w:r>
      <w:r>
        <w:rPr>
          <w:rtl/>
        </w:rPr>
        <w:t>بسر بن ارطاة كے سربراہى مي</w:t>
      </w:r>
      <w:r w:rsidR="00B365A1">
        <w:rPr>
          <w:rtl/>
        </w:rPr>
        <w:t xml:space="preserve">ں </w:t>
      </w:r>
      <w:r>
        <w:rPr>
          <w:rtl/>
        </w:rPr>
        <w:t>ايك فوج امام كے علاقے مي</w:t>
      </w:r>
      <w:r w:rsidR="00B365A1">
        <w:rPr>
          <w:rtl/>
        </w:rPr>
        <w:t xml:space="preserve">ں </w:t>
      </w:r>
      <w:r>
        <w:rPr>
          <w:rtl/>
        </w:rPr>
        <w:t>بھيجى اس نے اپنے لشكر كے ساتھ شام سے حركت كى ، جب مدنيہ پہونچا تو اس درندہ صفت انسان نے باقى انصار جو سالہا سال اسلام كى طرف سے جنگ كئے تھے اور اس راہ مي</w:t>
      </w:r>
      <w:r w:rsidR="00B365A1">
        <w:rPr>
          <w:rtl/>
        </w:rPr>
        <w:t xml:space="preserve">ں </w:t>
      </w:r>
      <w:r>
        <w:rPr>
          <w:rtl/>
        </w:rPr>
        <w:t>كسى قسم كى كسر نہ اٹھا ركھى تھى ان پر حملہ كر كے ان لوگو</w:t>
      </w:r>
      <w:r w:rsidR="00B365A1">
        <w:rPr>
          <w:rtl/>
        </w:rPr>
        <w:t xml:space="preserve">ں </w:t>
      </w:r>
      <w:r>
        <w:rPr>
          <w:rtl/>
        </w:rPr>
        <w:t>كو خوب ڈرا يا دھمكايا اس حملہ كے نتيجہ مي</w:t>
      </w:r>
      <w:r w:rsidR="00B365A1">
        <w:rPr>
          <w:rtl/>
        </w:rPr>
        <w:t xml:space="preserve">ں </w:t>
      </w:r>
      <w:r>
        <w:rPr>
          <w:rtl/>
        </w:rPr>
        <w:t xml:space="preserve">شہر مدينہ كے اكثر گھر ويران ہو گئے اور نہ جانے كتنے لوگ بے گھر ہو گئے _ </w:t>
      </w:r>
    </w:p>
    <w:p w:rsidR="00376422" w:rsidRDefault="00376422" w:rsidP="00E67399">
      <w:pPr>
        <w:pStyle w:val="libNormal"/>
        <w:rPr>
          <w:rtl/>
        </w:rPr>
      </w:pPr>
      <w:r>
        <w:rPr>
          <w:rtl/>
        </w:rPr>
        <w:t>پھر مدينہ سے نكل كر يمن كى طرف چل ديا حاكم يمن عبيد اللہ بن عباس جو اپنے بچو</w:t>
      </w:r>
      <w:r w:rsidR="00B365A1">
        <w:rPr>
          <w:rtl/>
        </w:rPr>
        <w:t xml:space="preserve">ں </w:t>
      </w:r>
      <w:r>
        <w:rPr>
          <w:rtl/>
        </w:rPr>
        <w:t xml:space="preserve">كو ايك شخص كے حوالہ كر گئے تھے </w:t>
      </w:r>
    </w:p>
    <w:p w:rsidR="00376422" w:rsidRDefault="00376422" w:rsidP="00E67399">
      <w:pPr>
        <w:pStyle w:val="libNormal"/>
        <w:rPr>
          <w:rtl/>
        </w:rPr>
      </w:pPr>
      <w:r>
        <w:rPr>
          <w:rtl/>
        </w:rPr>
        <w:t>بسر كے لشكر نے اس شخص سے ان بچو</w:t>
      </w:r>
      <w:r w:rsidR="00B365A1">
        <w:rPr>
          <w:rtl/>
        </w:rPr>
        <w:t xml:space="preserve">ں </w:t>
      </w:r>
      <w:r>
        <w:rPr>
          <w:rtl/>
        </w:rPr>
        <w:t>كو چھين ليا پھر اس خونخوار و سفاك انسان نے اپنے ہاتھ سے ان دونو</w:t>
      </w:r>
      <w:r w:rsidR="00B365A1">
        <w:rPr>
          <w:rtl/>
        </w:rPr>
        <w:t xml:space="preserve">ں </w:t>
      </w:r>
      <w:r>
        <w:rPr>
          <w:rtl/>
        </w:rPr>
        <w:t>بچو</w:t>
      </w:r>
      <w:r w:rsidR="00B365A1">
        <w:rPr>
          <w:rtl/>
        </w:rPr>
        <w:t xml:space="preserve">ں </w:t>
      </w:r>
      <w:r>
        <w:rPr>
          <w:rtl/>
        </w:rPr>
        <w:t>كوتہ تيغ كيا ، بسر نے اسى جنايت و غارتگرى پر اكتفا نہي</w:t>
      </w:r>
      <w:r w:rsidR="00B365A1">
        <w:rPr>
          <w:rtl/>
        </w:rPr>
        <w:t xml:space="preserve">ں </w:t>
      </w:r>
      <w:r>
        <w:rPr>
          <w:rtl/>
        </w:rPr>
        <w:t>كيا تھا ، بلكہ اكثر شيعيان على (ع) كو موت كے گھاٹ اتار ا ان لوگو</w:t>
      </w:r>
      <w:r w:rsidR="00B365A1">
        <w:rPr>
          <w:rtl/>
        </w:rPr>
        <w:t xml:space="preserve">ں </w:t>
      </w:r>
      <w:r>
        <w:rPr>
          <w:rtl/>
        </w:rPr>
        <w:t xml:space="preserve">كا گناہ صرف اتنا تھا كہ محب على (ع) تھے </w:t>
      </w:r>
      <w:r w:rsidRPr="00C00E6D">
        <w:rPr>
          <w:rStyle w:val="libFootnotenumChar"/>
          <w:rtl/>
        </w:rPr>
        <w:t>(44)</w:t>
      </w:r>
      <w:r>
        <w:rPr>
          <w:rtl/>
        </w:rPr>
        <w:t xml:space="preserve"> </w:t>
      </w:r>
    </w:p>
    <w:p w:rsidR="00807FC9" w:rsidRDefault="00807FC9" w:rsidP="00E67399">
      <w:pPr>
        <w:pStyle w:val="libLine"/>
        <w:rPr>
          <w:rtl/>
        </w:rPr>
      </w:pPr>
      <w:r>
        <w:rPr>
          <w:rFonts w:hint="cs"/>
          <w:rtl/>
        </w:rPr>
        <w:t>____________________</w:t>
      </w:r>
    </w:p>
    <w:p w:rsidR="00807FC9" w:rsidRDefault="00807FC9" w:rsidP="00E67399">
      <w:pPr>
        <w:pStyle w:val="libFootnote"/>
        <w:rPr>
          <w:rtl/>
        </w:rPr>
      </w:pPr>
      <w:r>
        <w:rPr>
          <w:rtl/>
        </w:rPr>
        <w:t xml:space="preserve">43_ اغانى ج 15 ص 45 ، تہذيب ابن عساكر ج3 ص 222 </w:t>
      </w:r>
    </w:p>
    <w:p w:rsidR="00807FC9" w:rsidRDefault="00807FC9" w:rsidP="00E67399">
      <w:pPr>
        <w:pStyle w:val="libFootnote"/>
        <w:rPr>
          <w:rtl/>
        </w:rPr>
      </w:pPr>
      <w:r>
        <w:rPr>
          <w:rtl/>
        </w:rPr>
        <w:t xml:space="preserve">44_ طبرى ج6 ص 78 </w:t>
      </w:r>
    </w:p>
    <w:p w:rsidR="00807FC9" w:rsidRDefault="00807FC9" w:rsidP="00E67399">
      <w:pPr>
        <w:pStyle w:val="libPoemTini"/>
        <w:rPr>
          <w:rtl/>
        </w:rPr>
      </w:pPr>
      <w:r>
        <w:rPr>
          <w:rtl/>
        </w:rPr>
        <w:br w:type="page"/>
      </w:r>
    </w:p>
    <w:p w:rsidR="00376422" w:rsidRDefault="00376422" w:rsidP="00E67399">
      <w:pPr>
        <w:pStyle w:val="libNormal"/>
        <w:rPr>
          <w:rtl/>
        </w:rPr>
      </w:pPr>
      <w:r>
        <w:rPr>
          <w:rtl/>
        </w:rPr>
        <w:lastRenderedPageBreak/>
        <w:t>ابراہيم بن محمد ثقفى اپنى كتاب غارات مي</w:t>
      </w:r>
      <w:r w:rsidR="00B365A1">
        <w:rPr>
          <w:rtl/>
        </w:rPr>
        <w:t xml:space="preserve">ں </w:t>
      </w:r>
      <w:r>
        <w:rPr>
          <w:rtl/>
        </w:rPr>
        <w:t>لكھتے ہي</w:t>
      </w:r>
      <w:r w:rsidR="00B365A1">
        <w:rPr>
          <w:rtl/>
        </w:rPr>
        <w:t xml:space="preserve">ں </w:t>
      </w:r>
    </w:p>
    <w:p w:rsidR="00376422" w:rsidRDefault="00376422" w:rsidP="00E67399">
      <w:pPr>
        <w:pStyle w:val="libNormal"/>
        <w:rPr>
          <w:rtl/>
        </w:rPr>
      </w:pPr>
      <w:r>
        <w:rPr>
          <w:rtl/>
        </w:rPr>
        <w:t>معاويہ نے بسر كو تين ہزار كى فوج كے ساتھ عراق كى طرف روانہ كيا اور اسے حكم ديا كہ جب مدينہ پہونچ جانا تو لوگو</w:t>
      </w:r>
      <w:r w:rsidR="00B365A1">
        <w:rPr>
          <w:rtl/>
        </w:rPr>
        <w:t xml:space="preserve">ں </w:t>
      </w:r>
      <w:r>
        <w:rPr>
          <w:rtl/>
        </w:rPr>
        <w:t>كو پريشان كرنا اور جس سے ملاقات ہو اسكو خوب ڈرانا دھمكانا جو لوگ ثروتمند ہو</w:t>
      </w:r>
      <w:r w:rsidR="00B365A1">
        <w:rPr>
          <w:rtl/>
        </w:rPr>
        <w:t xml:space="preserve">ں </w:t>
      </w:r>
      <w:r>
        <w:rPr>
          <w:rtl/>
        </w:rPr>
        <w:t>اور ہمارى اطاعت كو قبول نہ كرتے ہو</w:t>
      </w:r>
      <w:r w:rsidR="00B365A1">
        <w:rPr>
          <w:rtl/>
        </w:rPr>
        <w:t xml:space="preserve">ں </w:t>
      </w:r>
      <w:r>
        <w:rPr>
          <w:rtl/>
        </w:rPr>
        <w:t>انكے اموال كو غارت كر دينا ، بسر نے معاويہ كے حكم كے مطابق ان امور كو انجام ديا چنانچہ بسر اور اسكے لشكر والے جہا</w:t>
      </w:r>
      <w:r w:rsidR="00B365A1">
        <w:rPr>
          <w:rtl/>
        </w:rPr>
        <w:t xml:space="preserve">ں </w:t>
      </w:r>
      <w:r>
        <w:rPr>
          <w:rtl/>
        </w:rPr>
        <w:t>كہي</w:t>
      </w:r>
      <w:r w:rsidR="00B365A1">
        <w:rPr>
          <w:rtl/>
        </w:rPr>
        <w:t xml:space="preserve">ں </w:t>
      </w:r>
      <w:r>
        <w:rPr>
          <w:rtl/>
        </w:rPr>
        <w:t>اونٹو</w:t>
      </w:r>
      <w:r w:rsidR="00B365A1">
        <w:rPr>
          <w:rtl/>
        </w:rPr>
        <w:t xml:space="preserve">ں </w:t>
      </w:r>
      <w:r>
        <w:rPr>
          <w:rtl/>
        </w:rPr>
        <w:t>اور جانورو</w:t>
      </w:r>
      <w:r w:rsidR="00B365A1">
        <w:rPr>
          <w:rtl/>
        </w:rPr>
        <w:t xml:space="preserve">ں </w:t>
      </w:r>
      <w:r>
        <w:rPr>
          <w:rtl/>
        </w:rPr>
        <w:t>كو ديكھتے تھے انكے مالكو</w:t>
      </w:r>
      <w:r w:rsidR="00B365A1">
        <w:rPr>
          <w:rtl/>
        </w:rPr>
        <w:t xml:space="preserve">ں </w:t>
      </w:r>
      <w:r>
        <w:rPr>
          <w:rtl/>
        </w:rPr>
        <w:t>سے چھين كر ان پر سوار ہو جاتے تھے يا پھر اسكو ہنكا كر ساتھ لے جاتے تھے ، جب لوٹ گھسوٹ كرتے ہوئے مدينہ پہونچا تو اس نے اہل مدينہ كے درميان تقرير كى ، اور ان لوگو</w:t>
      </w:r>
      <w:r w:rsidR="00B365A1">
        <w:rPr>
          <w:rtl/>
        </w:rPr>
        <w:t xml:space="preserve">ں </w:t>
      </w:r>
      <w:r>
        <w:rPr>
          <w:rtl/>
        </w:rPr>
        <w:t xml:space="preserve">كو خوب برا بھلا كہكر بہت ڈرايا دھمكايا </w:t>
      </w:r>
      <w:r w:rsidRPr="00C00E6D">
        <w:rPr>
          <w:rStyle w:val="libFootnotenumChar"/>
          <w:rtl/>
        </w:rPr>
        <w:t>(45)</w:t>
      </w:r>
      <w:r>
        <w:rPr>
          <w:rtl/>
        </w:rPr>
        <w:t xml:space="preserve"> </w:t>
      </w:r>
    </w:p>
    <w:p w:rsidR="00376422" w:rsidRDefault="00376422" w:rsidP="00E67399">
      <w:pPr>
        <w:pStyle w:val="libNormal"/>
        <w:rPr>
          <w:rtl/>
        </w:rPr>
      </w:pPr>
      <w:r>
        <w:rPr>
          <w:rtl/>
        </w:rPr>
        <w:t>معاويہ نے بسر بن ارطاة كو 40ھ كے اوائل مي</w:t>
      </w:r>
      <w:r w:rsidR="00B365A1">
        <w:rPr>
          <w:rtl/>
        </w:rPr>
        <w:t xml:space="preserve">ں </w:t>
      </w:r>
      <w:r>
        <w:rPr>
          <w:rtl/>
        </w:rPr>
        <w:t>يمن و حجاز كے لئے بھيجا ، اور اس نے بسر سے كہا كہ ، جو بھى امام (ع) كى اطاعت مي</w:t>
      </w:r>
      <w:r w:rsidR="00B365A1">
        <w:rPr>
          <w:rtl/>
        </w:rPr>
        <w:t xml:space="preserve">ں </w:t>
      </w:r>
      <w:r>
        <w:rPr>
          <w:rtl/>
        </w:rPr>
        <w:t>ہو اسكو قتل كر دينا ، اس خونخوار بھيڑيئے نے معاويہ كے حكم سے مكہ و مدينہ جو اسلام كى زادگاہ اور جہا</w:t>
      </w:r>
      <w:r w:rsidR="00B365A1">
        <w:rPr>
          <w:rtl/>
        </w:rPr>
        <w:t xml:space="preserve">ں </w:t>
      </w:r>
      <w:r>
        <w:rPr>
          <w:rtl/>
        </w:rPr>
        <w:t xml:space="preserve">وحى نازل ہو ئي تھى ضد انسانيت اور عظيم جنايت كا ارتكاب كيا </w:t>
      </w:r>
      <w:r w:rsidRPr="00C00E6D">
        <w:rPr>
          <w:rStyle w:val="libFootnotenumChar"/>
          <w:rtl/>
        </w:rPr>
        <w:t>(46)</w:t>
      </w:r>
      <w:r>
        <w:rPr>
          <w:rtl/>
        </w:rPr>
        <w:t xml:space="preserve"> </w:t>
      </w:r>
    </w:p>
    <w:p w:rsidR="00376422" w:rsidRDefault="00376422" w:rsidP="00E67399">
      <w:pPr>
        <w:pStyle w:val="libNormal"/>
        <w:rPr>
          <w:rtl/>
        </w:rPr>
      </w:pPr>
      <w:r>
        <w:rPr>
          <w:rtl/>
        </w:rPr>
        <w:t>ابن عساكر نقل كرتے ہي</w:t>
      </w:r>
      <w:r w:rsidR="00B365A1">
        <w:rPr>
          <w:rtl/>
        </w:rPr>
        <w:t xml:space="preserve">ں </w:t>
      </w:r>
    </w:p>
    <w:p w:rsidR="00376422" w:rsidRDefault="00376422" w:rsidP="00E67399">
      <w:pPr>
        <w:pStyle w:val="libNormal"/>
        <w:rPr>
          <w:rtl/>
        </w:rPr>
      </w:pPr>
      <w:r>
        <w:rPr>
          <w:rtl/>
        </w:rPr>
        <w:t>بسر نے قبيلو</w:t>
      </w:r>
      <w:r w:rsidR="00B365A1">
        <w:rPr>
          <w:rtl/>
        </w:rPr>
        <w:t xml:space="preserve">ں </w:t>
      </w:r>
      <w:r>
        <w:rPr>
          <w:rtl/>
        </w:rPr>
        <w:t>كے لوگو</w:t>
      </w:r>
      <w:r w:rsidR="00B365A1">
        <w:rPr>
          <w:rtl/>
        </w:rPr>
        <w:t xml:space="preserve">ں </w:t>
      </w:r>
      <w:r>
        <w:rPr>
          <w:rtl/>
        </w:rPr>
        <w:t>پر حملہ كيا اور جو بھى امام (ع) كى محبت كا دم بھرتا تھا اسكو قتل كر ديتا تھا جيسے قبيلہ بنى كعب كا جو مكہ و مدينہ كے ما بين ايك ابادى مي</w:t>
      </w:r>
      <w:r w:rsidR="00B365A1">
        <w:rPr>
          <w:rtl/>
        </w:rPr>
        <w:t xml:space="preserve">ں </w:t>
      </w:r>
      <w:r>
        <w:rPr>
          <w:rtl/>
        </w:rPr>
        <w:t>زندگى گزار رہے تھے قتل عام كيا اور اخر مي</w:t>
      </w:r>
      <w:r w:rsidR="00B365A1">
        <w:rPr>
          <w:rtl/>
        </w:rPr>
        <w:t xml:space="preserve">ں </w:t>
      </w:r>
      <w:r>
        <w:rPr>
          <w:rtl/>
        </w:rPr>
        <w:t>لاشو</w:t>
      </w:r>
      <w:r w:rsidR="00B365A1">
        <w:rPr>
          <w:rtl/>
        </w:rPr>
        <w:t xml:space="preserve">ں </w:t>
      </w:r>
      <w:r>
        <w:rPr>
          <w:rtl/>
        </w:rPr>
        <w:t>كو كنوي</w:t>
      </w:r>
      <w:r w:rsidR="00B365A1">
        <w:rPr>
          <w:rtl/>
        </w:rPr>
        <w:t xml:space="preserve">ں </w:t>
      </w:r>
      <w:r>
        <w:rPr>
          <w:rtl/>
        </w:rPr>
        <w:t>مي</w:t>
      </w:r>
      <w:r w:rsidR="00B365A1">
        <w:rPr>
          <w:rtl/>
        </w:rPr>
        <w:t xml:space="preserve">ں </w:t>
      </w:r>
      <w:r>
        <w:rPr>
          <w:rtl/>
        </w:rPr>
        <w:t xml:space="preserve">پھينك ديا </w:t>
      </w:r>
      <w:r w:rsidRPr="00C00E6D">
        <w:rPr>
          <w:rStyle w:val="libFootnotenumChar"/>
          <w:rtl/>
        </w:rPr>
        <w:t>(47)</w:t>
      </w:r>
      <w:r>
        <w:rPr>
          <w:rtl/>
        </w:rPr>
        <w:t xml:space="preserve"> </w:t>
      </w:r>
    </w:p>
    <w:p w:rsidR="00376422" w:rsidRDefault="00376422" w:rsidP="00E67399">
      <w:pPr>
        <w:pStyle w:val="libNormal"/>
        <w:rPr>
          <w:rtl/>
        </w:rPr>
      </w:pPr>
      <w:r>
        <w:rPr>
          <w:rtl/>
        </w:rPr>
        <w:t>مسعودى اپنى كتاب مروج الذہب مي</w:t>
      </w:r>
      <w:r w:rsidR="00B365A1">
        <w:rPr>
          <w:rtl/>
        </w:rPr>
        <w:t xml:space="preserve">ں </w:t>
      </w:r>
      <w:r>
        <w:rPr>
          <w:rtl/>
        </w:rPr>
        <w:t>اس سلسلے مي</w:t>
      </w:r>
      <w:r w:rsidR="00B365A1">
        <w:rPr>
          <w:rtl/>
        </w:rPr>
        <w:t xml:space="preserve">ں </w:t>
      </w:r>
      <w:r>
        <w:rPr>
          <w:rtl/>
        </w:rPr>
        <w:t>رقطراز ہي</w:t>
      </w:r>
      <w:r w:rsidR="00B365A1">
        <w:rPr>
          <w:rtl/>
        </w:rPr>
        <w:t xml:space="preserve">ں </w:t>
      </w:r>
      <w:r>
        <w:rPr>
          <w:rtl/>
        </w:rPr>
        <w:t xml:space="preserve">: </w:t>
      </w:r>
    </w:p>
    <w:p w:rsidR="00376422" w:rsidRDefault="00376422" w:rsidP="00E67399">
      <w:pPr>
        <w:pStyle w:val="libNormal"/>
        <w:rPr>
          <w:rtl/>
        </w:rPr>
      </w:pPr>
      <w:r>
        <w:rPr>
          <w:rtl/>
        </w:rPr>
        <w:t>بسر نے مدينہ مي</w:t>
      </w:r>
      <w:r w:rsidR="00B365A1">
        <w:rPr>
          <w:rtl/>
        </w:rPr>
        <w:t xml:space="preserve">ں </w:t>
      </w:r>
      <w:r>
        <w:rPr>
          <w:rtl/>
        </w:rPr>
        <w:t xml:space="preserve">اور مدينہ و مكہ كے درميان بہت سارے قبيلہ خزاعہ اور ان كے علاوہ افراد كو قتل كيا _ </w:t>
      </w:r>
    </w:p>
    <w:p w:rsidR="00376422" w:rsidRDefault="00376422" w:rsidP="00E67399">
      <w:pPr>
        <w:pStyle w:val="libNormal"/>
        <w:rPr>
          <w:rtl/>
        </w:rPr>
      </w:pPr>
      <w:r>
        <w:rPr>
          <w:rtl/>
        </w:rPr>
        <w:t>جب مقام جرف پر</w:t>
      </w:r>
      <w:r w:rsidR="00831D2C">
        <w:rPr>
          <w:rtl/>
        </w:rPr>
        <w:t xml:space="preserve"> آيا </w:t>
      </w:r>
      <w:r>
        <w:rPr>
          <w:rtl/>
        </w:rPr>
        <w:t xml:space="preserve"> تو يہا</w:t>
      </w:r>
      <w:r w:rsidR="00B365A1">
        <w:rPr>
          <w:rtl/>
        </w:rPr>
        <w:t xml:space="preserve">ں </w:t>
      </w:r>
      <w:r>
        <w:rPr>
          <w:rtl/>
        </w:rPr>
        <w:t>بہت سے اعراب زندگى گذارتے تھے جو ابناء سے مشہور تھے ، ان كو قتل كيا اور اس نے جسكو بھى محب امام (ع) پايا زندہ نہي</w:t>
      </w:r>
      <w:r w:rsidR="00B365A1">
        <w:rPr>
          <w:rtl/>
        </w:rPr>
        <w:t xml:space="preserve">ں </w:t>
      </w:r>
      <w:r>
        <w:rPr>
          <w:rtl/>
        </w:rPr>
        <w:t xml:space="preserve">چھوڑا </w:t>
      </w:r>
      <w:r w:rsidRPr="00C00E6D">
        <w:rPr>
          <w:rStyle w:val="libFootnotenumChar"/>
          <w:rtl/>
        </w:rPr>
        <w:t>(48)</w:t>
      </w:r>
      <w:r>
        <w:rPr>
          <w:rtl/>
        </w:rPr>
        <w:t xml:space="preserve"> </w:t>
      </w:r>
    </w:p>
    <w:p w:rsidR="00807FC9" w:rsidRDefault="00807FC9" w:rsidP="00E67399">
      <w:pPr>
        <w:pStyle w:val="libLine"/>
        <w:rPr>
          <w:rtl/>
        </w:rPr>
      </w:pPr>
      <w:r>
        <w:rPr>
          <w:rFonts w:hint="cs"/>
          <w:rtl/>
        </w:rPr>
        <w:t>____________________</w:t>
      </w:r>
    </w:p>
    <w:p w:rsidR="00807FC9" w:rsidRDefault="00807FC9" w:rsidP="00E67399">
      <w:pPr>
        <w:pStyle w:val="libFootnote"/>
        <w:rPr>
          <w:rtl/>
        </w:rPr>
      </w:pPr>
      <w:r>
        <w:rPr>
          <w:rtl/>
        </w:rPr>
        <w:t xml:space="preserve">45_ شرح نہج البلاغہ ج2 ص 14 ، يعقوبى ج2 ص 141 </w:t>
      </w:r>
    </w:p>
    <w:p w:rsidR="00807FC9" w:rsidRDefault="00807FC9" w:rsidP="00E67399">
      <w:pPr>
        <w:pStyle w:val="libFootnote"/>
        <w:rPr>
          <w:rtl/>
        </w:rPr>
      </w:pPr>
      <w:r>
        <w:rPr>
          <w:rtl/>
        </w:rPr>
        <w:t xml:space="preserve">46_ تہذيب التہذيب ج1 ص 436 </w:t>
      </w:r>
    </w:p>
    <w:p w:rsidR="00807FC9" w:rsidRDefault="00807FC9" w:rsidP="00E67399">
      <w:pPr>
        <w:pStyle w:val="libFootnote"/>
        <w:rPr>
          <w:rtl/>
        </w:rPr>
      </w:pPr>
      <w:r>
        <w:rPr>
          <w:rtl/>
        </w:rPr>
        <w:t xml:space="preserve">47_ ابن اثير ج3 ص 154، تہذيب ابن عساكر ج3 ص 225 </w:t>
      </w:r>
    </w:p>
    <w:p w:rsidR="00807FC9" w:rsidRDefault="00807FC9" w:rsidP="00E67399">
      <w:pPr>
        <w:pStyle w:val="libFootnote"/>
        <w:rPr>
          <w:rtl/>
        </w:rPr>
      </w:pPr>
      <w:r>
        <w:rPr>
          <w:rtl/>
        </w:rPr>
        <w:t xml:space="preserve">48_ جمھرة انساب العرب ص231 </w:t>
      </w:r>
    </w:p>
    <w:p w:rsidR="00807FC9" w:rsidRDefault="00807FC9" w:rsidP="00E67399">
      <w:pPr>
        <w:pStyle w:val="libPoemTini"/>
        <w:rPr>
          <w:rtl/>
        </w:rPr>
      </w:pPr>
      <w:r>
        <w:rPr>
          <w:rtl/>
        </w:rPr>
        <w:br w:type="page"/>
      </w:r>
    </w:p>
    <w:p w:rsidR="00376422" w:rsidRDefault="00376422" w:rsidP="00E67399">
      <w:pPr>
        <w:pStyle w:val="libNormal"/>
        <w:rPr>
          <w:rtl/>
        </w:rPr>
      </w:pPr>
      <w:r>
        <w:rPr>
          <w:rtl/>
        </w:rPr>
        <w:lastRenderedPageBreak/>
        <w:t>مشہور اديب و مورخ ابو الفرج اصفہانى كتاب اغانى مي</w:t>
      </w:r>
      <w:r w:rsidR="00B365A1">
        <w:rPr>
          <w:rtl/>
        </w:rPr>
        <w:t xml:space="preserve">ں </w:t>
      </w:r>
      <w:r>
        <w:rPr>
          <w:rtl/>
        </w:rPr>
        <w:t>بيان كرتے ہي</w:t>
      </w:r>
      <w:r w:rsidR="00B365A1">
        <w:rPr>
          <w:rtl/>
        </w:rPr>
        <w:t xml:space="preserve">ں </w:t>
      </w:r>
      <w:r>
        <w:rPr>
          <w:rtl/>
        </w:rPr>
        <w:t xml:space="preserve">: </w:t>
      </w:r>
    </w:p>
    <w:p w:rsidR="00376422" w:rsidRDefault="00376422" w:rsidP="00E67399">
      <w:pPr>
        <w:pStyle w:val="libNormal"/>
        <w:rPr>
          <w:rtl/>
        </w:rPr>
      </w:pPr>
      <w:r>
        <w:rPr>
          <w:rtl/>
        </w:rPr>
        <w:t>معاويہ نے واقعہ تحكيم كے بعد ، بسر كو حكومت امير المومنين (ع) كى جانب بھيجا انحضرت (ص) ان دنو</w:t>
      </w:r>
      <w:r w:rsidR="00B365A1">
        <w:rPr>
          <w:rtl/>
        </w:rPr>
        <w:t xml:space="preserve">ں </w:t>
      </w:r>
      <w:r>
        <w:rPr>
          <w:rtl/>
        </w:rPr>
        <w:t xml:space="preserve">با حيات تھے _ </w:t>
      </w:r>
    </w:p>
    <w:p w:rsidR="00376422" w:rsidRDefault="00376422" w:rsidP="00E67399">
      <w:pPr>
        <w:pStyle w:val="libNormal"/>
        <w:rPr>
          <w:rtl/>
        </w:rPr>
      </w:pPr>
      <w:r>
        <w:rPr>
          <w:rtl/>
        </w:rPr>
        <w:t>معاويہ نے بسر سے كہا كہ مختلف شہرو</w:t>
      </w:r>
      <w:r w:rsidR="00B365A1">
        <w:rPr>
          <w:rtl/>
        </w:rPr>
        <w:t xml:space="preserve">ں </w:t>
      </w:r>
      <w:r>
        <w:rPr>
          <w:rtl/>
        </w:rPr>
        <w:t>مي</w:t>
      </w:r>
      <w:r w:rsidR="00B365A1">
        <w:rPr>
          <w:rtl/>
        </w:rPr>
        <w:t xml:space="preserve">ں </w:t>
      </w:r>
      <w:r>
        <w:rPr>
          <w:rtl/>
        </w:rPr>
        <w:t>گھومتے پھر تے رہنا اور جس مقام پر شيعيان و اصحاب امام (ع) كو پانا انكو قتل كر دينا نيز قتل عام كے بعد انكے اموال و اسباب كو لوٹ لينا ، حتى عورتو</w:t>
      </w:r>
      <w:r w:rsidR="00B365A1">
        <w:rPr>
          <w:rtl/>
        </w:rPr>
        <w:t xml:space="preserve">ں </w:t>
      </w:r>
      <w:r>
        <w:rPr>
          <w:rtl/>
        </w:rPr>
        <w:t>و بچو</w:t>
      </w:r>
      <w:r w:rsidR="00B365A1">
        <w:rPr>
          <w:rtl/>
        </w:rPr>
        <w:t xml:space="preserve">ں </w:t>
      </w:r>
      <w:r>
        <w:rPr>
          <w:rtl/>
        </w:rPr>
        <w:t xml:space="preserve">پر بھى رحم نہ كرنا ، بسر معاويہ كے حكم كے مطابق تاخت و تاراجى كے لئے روانہ ہوا _ </w:t>
      </w:r>
    </w:p>
    <w:p w:rsidR="00376422" w:rsidRDefault="00376422" w:rsidP="00E67399">
      <w:pPr>
        <w:pStyle w:val="libNormal"/>
        <w:rPr>
          <w:rtl/>
        </w:rPr>
      </w:pPr>
      <w:r>
        <w:rPr>
          <w:rtl/>
        </w:rPr>
        <w:t>جب مدينہ پہونچا تو اس مقام پر اصحاب امير المومنين (ع) كے ايك گروہ كو موت كے گھاٹ اتارا اور اكثر گھرو</w:t>
      </w:r>
      <w:r w:rsidR="00B365A1">
        <w:rPr>
          <w:rtl/>
        </w:rPr>
        <w:t xml:space="preserve">ں </w:t>
      </w:r>
      <w:r>
        <w:rPr>
          <w:rtl/>
        </w:rPr>
        <w:t>كو ويران كر ديا ، پھر مكہ كى جانب رخ كيا اس جگہ پر فرزندان ابو لہب كے كچھ افراد كو مارڈالا اخر مي</w:t>
      </w:r>
      <w:r w:rsidR="00B365A1">
        <w:rPr>
          <w:rtl/>
        </w:rPr>
        <w:t xml:space="preserve">ں </w:t>
      </w:r>
      <w:r>
        <w:rPr>
          <w:rtl/>
        </w:rPr>
        <w:t>سراة كى طرف حركت كى اس مقام پر امام (ع) كے چاہنے والے رہتے تھے ان كو قتل كيا اسكے بعد نجران كى طرف روانہ ہوا اس جگہ پر عبد اللہ بن مدان حارثى اور انكے فرزند كو جو خاندان عباس كے رشتہ دارو</w:t>
      </w:r>
      <w:r w:rsidR="00B365A1">
        <w:rPr>
          <w:rtl/>
        </w:rPr>
        <w:t xml:space="preserve">ں </w:t>
      </w:r>
      <w:r>
        <w:rPr>
          <w:rtl/>
        </w:rPr>
        <w:t>مي</w:t>
      </w:r>
      <w:r w:rsidR="00B365A1">
        <w:rPr>
          <w:rtl/>
        </w:rPr>
        <w:t xml:space="preserve">ں </w:t>
      </w:r>
      <w:r>
        <w:rPr>
          <w:rtl/>
        </w:rPr>
        <w:t>تھے ، قتل كيا ، پھر يمن</w:t>
      </w:r>
      <w:r w:rsidR="00831D2C">
        <w:rPr>
          <w:rtl/>
        </w:rPr>
        <w:t xml:space="preserve"> آيا </w:t>
      </w:r>
      <w:r>
        <w:rPr>
          <w:rtl/>
        </w:rPr>
        <w:t xml:space="preserve"> امام (ع) كى جانب سے اس سر زمين كے حاكم و والى عبيد اللہ بن عباس تھے ، جو اس ہنگام ارائي كے وقت موجود نہ تھے ، بعض مورخين كے بقول بسر كى امد كو سنكر فرار ہو گئے تھے </w:t>
      </w:r>
      <w:r w:rsidRPr="00C00E6D">
        <w:rPr>
          <w:rStyle w:val="libFootnotenumChar"/>
          <w:rtl/>
        </w:rPr>
        <w:t>(49)</w:t>
      </w:r>
      <w:r>
        <w:rPr>
          <w:rtl/>
        </w:rPr>
        <w:t xml:space="preserve"> جب بسر نے انكو نہي</w:t>
      </w:r>
      <w:r w:rsidR="00B365A1">
        <w:rPr>
          <w:rtl/>
        </w:rPr>
        <w:t xml:space="preserve">ں </w:t>
      </w:r>
      <w:r>
        <w:rPr>
          <w:rtl/>
        </w:rPr>
        <w:t>پايا تو ان كے دو بچو</w:t>
      </w:r>
      <w:r w:rsidR="00B365A1">
        <w:rPr>
          <w:rtl/>
        </w:rPr>
        <w:t xml:space="preserve">ں </w:t>
      </w:r>
      <w:r>
        <w:rPr>
          <w:rtl/>
        </w:rPr>
        <w:t>كو دستگير كيا اور ان دونو</w:t>
      </w:r>
      <w:r w:rsidR="00B365A1">
        <w:rPr>
          <w:rtl/>
        </w:rPr>
        <w:t xml:space="preserve">ں </w:t>
      </w:r>
      <w:r>
        <w:rPr>
          <w:rtl/>
        </w:rPr>
        <w:t>كو اپنے ہاتھو</w:t>
      </w:r>
      <w:r w:rsidR="00B365A1">
        <w:rPr>
          <w:rtl/>
        </w:rPr>
        <w:t xml:space="preserve">ں </w:t>
      </w:r>
      <w:r>
        <w:rPr>
          <w:rtl/>
        </w:rPr>
        <w:t>سے قتل كيا پھر لشكر كو ليكر شام واپس چلا</w:t>
      </w:r>
      <w:r w:rsidR="00831D2C">
        <w:rPr>
          <w:rtl/>
        </w:rPr>
        <w:t xml:space="preserve"> آيا </w:t>
      </w:r>
      <w:r>
        <w:rPr>
          <w:rtl/>
        </w:rPr>
        <w:t xml:space="preserve"> </w:t>
      </w:r>
      <w:r w:rsidRPr="00C00E6D">
        <w:rPr>
          <w:rStyle w:val="libFootnotenumChar"/>
          <w:rtl/>
        </w:rPr>
        <w:t>(50)</w:t>
      </w:r>
      <w:r>
        <w:rPr>
          <w:rtl/>
        </w:rPr>
        <w:t xml:space="preserve"> _ </w:t>
      </w:r>
    </w:p>
    <w:p w:rsidR="00376422" w:rsidRDefault="00376422" w:rsidP="00E67399">
      <w:pPr>
        <w:pStyle w:val="libNormal"/>
        <w:rPr>
          <w:rtl/>
        </w:rPr>
      </w:pPr>
      <w:r>
        <w:rPr>
          <w:rtl/>
        </w:rPr>
        <w:t>مورخين لكھتے ہي</w:t>
      </w:r>
      <w:r w:rsidR="00B365A1">
        <w:rPr>
          <w:rtl/>
        </w:rPr>
        <w:t xml:space="preserve">ں </w:t>
      </w:r>
      <w:r>
        <w:rPr>
          <w:rtl/>
        </w:rPr>
        <w:t xml:space="preserve">: </w:t>
      </w:r>
    </w:p>
    <w:p w:rsidR="00E96AE0" w:rsidRDefault="00376422" w:rsidP="00E67399">
      <w:pPr>
        <w:pStyle w:val="libNormal"/>
        <w:rPr>
          <w:rtl/>
        </w:rPr>
      </w:pPr>
      <w:r>
        <w:rPr>
          <w:rtl/>
        </w:rPr>
        <w:t>ايك عورت نے بسر بن ارطاة سے كہا كہ اج تك مردو</w:t>
      </w:r>
      <w:r w:rsidR="00B365A1">
        <w:rPr>
          <w:rtl/>
        </w:rPr>
        <w:t xml:space="preserve">ں </w:t>
      </w:r>
      <w:r>
        <w:rPr>
          <w:rtl/>
        </w:rPr>
        <w:t>كو تو قتل كيا جاتا رہا ہے مگر اسلام تو اسلام دور جاہليت مي</w:t>
      </w:r>
      <w:r w:rsidR="00B365A1">
        <w:rPr>
          <w:rtl/>
        </w:rPr>
        <w:t xml:space="preserve">ں </w:t>
      </w:r>
      <w:r>
        <w:rPr>
          <w:rtl/>
        </w:rPr>
        <w:t>بھى بچو</w:t>
      </w:r>
      <w:r w:rsidR="00B365A1">
        <w:rPr>
          <w:rtl/>
        </w:rPr>
        <w:t xml:space="preserve">ں </w:t>
      </w:r>
      <w:r>
        <w:rPr>
          <w:rtl/>
        </w:rPr>
        <w:t>كو قتل نہي</w:t>
      </w:r>
      <w:r w:rsidR="00B365A1">
        <w:rPr>
          <w:rtl/>
        </w:rPr>
        <w:t xml:space="preserve">ں </w:t>
      </w:r>
      <w:r>
        <w:rPr>
          <w:rtl/>
        </w:rPr>
        <w:t>كيا گيا وہ حكومت كبھى قائم رہ سكتى جسكى بنياد ظلم و جور پر ہو اور جس مي</w:t>
      </w:r>
      <w:r w:rsidR="00B365A1">
        <w:rPr>
          <w:rtl/>
        </w:rPr>
        <w:t xml:space="preserve">ں </w:t>
      </w:r>
      <w:r>
        <w:rPr>
          <w:rtl/>
        </w:rPr>
        <w:t>بچو</w:t>
      </w:r>
      <w:r w:rsidR="00B365A1">
        <w:rPr>
          <w:rtl/>
        </w:rPr>
        <w:t xml:space="preserve">ں </w:t>
      </w:r>
      <w:r>
        <w:rPr>
          <w:rtl/>
        </w:rPr>
        <w:t>اور بو ڑھو</w:t>
      </w:r>
      <w:r w:rsidR="00B365A1">
        <w:rPr>
          <w:rtl/>
        </w:rPr>
        <w:t xml:space="preserve">ں </w:t>
      </w:r>
      <w:r>
        <w:rPr>
          <w:rtl/>
        </w:rPr>
        <w:t xml:space="preserve">پر بھى ترس نہ كھايا جاتا ہو </w:t>
      </w:r>
      <w:r w:rsidRPr="00C00E6D">
        <w:rPr>
          <w:rStyle w:val="libFootnotenumChar"/>
          <w:rtl/>
        </w:rPr>
        <w:t>(51)</w:t>
      </w:r>
      <w:r>
        <w:rPr>
          <w:rtl/>
        </w:rPr>
        <w:t xml:space="preserve"> كہتے ہي</w:t>
      </w:r>
      <w:r w:rsidR="00B365A1">
        <w:rPr>
          <w:rtl/>
        </w:rPr>
        <w:t xml:space="preserve">ں </w:t>
      </w:r>
      <w:r>
        <w:rPr>
          <w:rtl/>
        </w:rPr>
        <w:t>كہ : ان دو بچو</w:t>
      </w:r>
      <w:r w:rsidR="00B365A1">
        <w:rPr>
          <w:rtl/>
        </w:rPr>
        <w:t xml:space="preserve">ں </w:t>
      </w:r>
      <w:r>
        <w:rPr>
          <w:rtl/>
        </w:rPr>
        <w:t>كى غمخوار ما</w:t>
      </w:r>
      <w:r w:rsidR="00B365A1">
        <w:rPr>
          <w:rtl/>
        </w:rPr>
        <w:t xml:space="preserve">ں </w:t>
      </w:r>
      <w:r>
        <w:rPr>
          <w:rtl/>
        </w:rPr>
        <w:t>نے جب اپنے جگر پارو</w:t>
      </w:r>
      <w:r w:rsidR="00B365A1">
        <w:rPr>
          <w:rtl/>
        </w:rPr>
        <w:t xml:space="preserve">ں </w:t>
      </w:r>
      <w:r>
        <w:rPr>
          <w:rtl/>
        </w:rPr>
        <w:t>كو خاك و خون مي</w:t>
      </w:r>
      <w:r w:rsidR="00B365A1">
        <w:rPr>
          <w:rtl/>
        </w:rPr>
        <w:t xml:space="preserve">ں </w:t>
      </w:r>
      <w:r>
        <w:rPr>
          <w:rtl/>
        </w:rPr>
        <w:t>غلطا</w:t>
      </w:r>
      <w:r w:rsidR="00B365A1">
        <w:rPr>
          <w:rtl/>
        </w:rPr>
        <w:t xml:space="preserve">ں </w:t>
      </w:r>
      <w:r>
        <w:rPr>
          <w:rtl/>
        </w:rPr>
        <w:t xml:space="preserve">ديكھا تو اپنے </w:t>
      </w:r>
    </w:p>
    <w:p w:rsidR="00A46FE1" w:rsidRDefault="00A46FE1" w:rsidP="00E67399">
      <w:pPr>
        <w:pStyle w:val="libLine"/>
        <w:rPr>
          <w:rtl/>
        </w:rPr>
      </w:pPr>
      <w:r>
        <w:rPr>
          <w:rFonts w:hint="cs"/>
          <w:rtl/>
        </w:rPr>
        <w:t>____________________</w:t>
      </w:r>
    </w:p>
    <w:p w:rsidR="00807FC9" w:rsidRDefault="00807FC9" w:rsidP="00E67399">
      <w:pPr>
        <w:pStyle w:val="libFootnote"/>
        <w:rPr>
          <w:rtl/>
        </w:rPr>
      </w:pPr>
      <w:r>
        <w:rPr>
          <w:rtl/>
        </w:rPr>
        <w:t xml:space="preserve">49_ اغانى ج 15 ص 45 ، اسد الغابہ ج3 ص 340 </w:t>
      </w:r>
    </w:p>
    <w:p w:rsidR="00807FC9" w:rsidRDefault="00807FC9" w:rsidP="00E67399">
      <w:pPr>
        <w:pStyle w:val="libFootnote"/>
        <w:rPr>
          <w:rtl/>
        </w:rPr>
      </w:pPr>
      <w:r>
        <w:rPr>
          <w:rtl/>
        </w:rPr>
        <w:t xml:space="preserve">50_ مروج الذھب ج6 ص 93 ، نہاية الادب ص 330 </w:t>
      </w:r>
    </w:p>
    <w:p w:rsidR="00807FC9" w:rsidRDefault="00807FC9" w:rsidP="00E67399">
      <w:pPr>
        <w:pStyle w:val="libFootnote"/>
        <w:rPr>
          <w:rtl/>
        </w:rPr>
      </w:pPr>
      <w:r>
        <w:rPr>
          <w:rtl/>
        </w:rPr>
        <w:t xml:space="preserve">51_ ابن اثير ج3 ص 154، ابن عساكر كى تہذيب ج3 ص 225 </w:t>
      </w:r>
    </w:p>
    <w:p w:rsidR="00E96AE0" w:rsidRDefault="00E96AE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ہوش و حواس كھو بيٹھى اور والہانہ طور پر اس طرح گھومتى پھرتى تھى كہ گويا اپنے بچو</w:t>
      </w:r>
      <w:r w:rsidR="00B365A1">
        <w:rPr>
          <w:rtl/>
        </w:rPr>
        <w:t xml:space="preserve">ں </w:t>
      </w:r>
      <w:r>
        <w:rPr>
          <w:rtl/>
        </w:rPr>
        <w:t>كو تلاش كر رہى ہو ،، وہ اپنے درد ناك اشعار سے لوگو</w:t>
      </w:r>
      <w:r w:rsidR="00B365A1">
        <w:rPr>
          <w:rtl/>
        </w:rPr>
        <w:t xml:space="preserve">ں </w:t>
      </w:r>
      <w:r>
        <w:rPr>
          <w:rtl/>
        </w:rPr>
        <w:t xml:space="preserve">كے دل ہلا دے رہى تھى ان اشعار كا ترجمہ يہ ہے كہ: </w:t>
      </w:r>
    </w:p>
    <w:p w:rsidR="00376422" w:rsidRDefault="00376422" w:rsidP="00E67399">
      <w:pPr>
        <w:pStyle w:val="libNormal"/>
        <w:rPr>
          <w:rtl/>
        </w:rPr>
      </w:pPr>
      <w:r>
        <w:rPr>
          <w:rtl/>
        </w:rPr>
        <w:t>ہا</w:t>
      </w:r>
      <w:r w:rsidR="00B365A1">
        <w:rPr>
          <w:rtl/>
        </w:rPr>
        <w:t xml:space="preserve">ں </w:t>
      </w:r>
      <w:r>
        <w:rPr>
          <w:rtl/>
        </w:rPr>
        <w:t>كون ہے جو ہمارے دو فرزنددلبند كى داستان سے اگاہ نہي</w:t>
      </w:r>
      <w:r w:rsidR="00B365A1">
        <w:rPr>
          <w:rtl/>
        </w:rPr>
        <w:t xml:space="preserve">ں </w:t>
      </w:r>
      <w:r>
        <w:rPr>
          <w:rtl/>
        </w:rPr>
        <w:t>ہے ؟ كہ جو دو قيمتى ہيرے تھے ، جو تازے صدف سے باہر</w:t>
      </w:r>
      <w:r w:rsidR="00137FAB">
        <w:rPr>
          <w:rtl/>
        </w:rPr>
        <w:t xml:space="preserve"> آئے</w:t>
      </w:r>
      <w:r>
        <w:rPr>
          <w:rtl/>
        </w:rPr>
        <w:t xml:space="preserve"> تھے ، يہ دونو</w:t>
      </w:r>
      <w:r w:rsidR="00B365A1">
        <w:rPr>
          <w:rtl/>
        </w:rPr>
        <w:t xml:space="preserve">ں </w:t>
      </w:r>
      <w:r>
        <w:rPr>
          <w:rtl/>
        </w:rPr>
        <w:t>ہمارے قلب كى دھڑكن اور سننے كى طاقت تھے ، لہذا ان دونو</w:t>
      </w:r>
      <w:r w:rsidR="00B365A1">
        <w:rPr>
          <w:rtl/>
        </w:rPr>
        <w:t xml:space="preserve">ں </w:t>
      </w:r>
      <w:r>
        <w:rPr>
          <w:rtl/>
        </w:rPr>
        <w:t>كے حالات سے كوئي با خبر ہے ، ارے يہ ميرے دونو</w:t>
      </w:r>
      <w:r w:rsidR="00B365A1">
        <w:rPr>
          <w:rtl/>
        </w:rPr>
        <w:t xml:space="preserve">ں </w:t>
      </w:r>
      <w:r>
        <w:rPr>
          <w:rtl/>
        </w:rPr>
        <w:t>بچے ہمارى ہڈيو</w:t>
      </w:r>
      <w:r w:rsidR="00B365A1">
        <w:rPr>
          <w:rtl/>
        </w:rPr>
        <w:t xml:space="preserve">ں </w:t>
      </w:r>
      <w:r>
        <w:rPr>
          <w:rtl/>
        </w:rPr>
        <w:t>كے گود ے كى طرح تھے اب تو گودے كو ہمارى ہڈيو</w:t>
      </w:r>
      <w:r w:rsidR="00B365A1">
        <w:rPr>
          <w:rtl/>
        </w:rPr>
        <w:t xml:space="preserve">ں </w:t>
      </w:r>
      <w:r>
        <w:rPr>
          <w:rtl/>
        </w:rPr>
        <w:t>سے نكال ديا گيا ان كے چلے جانے سے ہم پريشان ہي</w:t>
      </w:r>
      <w:r w:rsidR="00B365A1">
        <w:rPr>
          <w:rtl/>
        </w:rPr>
        <w:t xml:space="preserve">ں </w:t>
      </w:r>
      <w:r>
        <w:rPr>
          <w:rtl/>
        </w:rPr>
        <w:t>اور كف افسوس كے كوئي چارہ نہي</w:t>
      </w:r>
      <w:r w:rsidR="00B365A1">
        <w:rPr>
          <w:rtl/>
        </w:rPr>
        <w:t xml:space="preserve">ں </w:t>
      </w:r>
      <w:r>
        <w:rPr>
          <w:rtl/>
        </w:rPr>
        <w:t>ہے يہ ہمارى پريشانى اس لئے ہے تاكہ لوگو</w:t>
      </w:r>
      <w:r w:rsidR="00B365A1">
        <w:rPr>
          <w:rtl/>
        </w:rPr>
        <w:t xml:space="preserve">ں </w:t>
      </w:r>
      <w:r>
        <w:rPr>
          <w:rtl/>
        </w:rPr>
        <w:t>كو معلوم ہو جائے كہ ان دونو</w:t>
      </w:r>
      <w:r w:rsidR="00B365A1">
        <w:rPr>
          <w:rtl/>
        </w:rPr>
        <w:t xml:space="preserve">ں </w:t>
      </w:r>
      <w:r>
        <w:rPr>
          <w:rtl/>
        </w:rPr>
        <w:t>بچو</w:t>
      </w:r>
      <w:r w:rsidR="00B365A1">
        <w:rPr>
          <w:rtl/>
        </w:rPr>
        <w:t xml:space="preserve">ں </w:t>
      </w:r>
      <w:r>
        <w:rPr>
          <w:rtl/>
        </w:rPr>
        <w:t>كے دل پر كيا گذرى جو باپ كى عدم موجودگى مي</w:t>
      </w:r>
      <w:r w:rsidR="00B365A1">
        <w:rPr>
          <w:rtl/>
        </w:rPr>
        <w:t xml:space="preserve">ں </w:t>
      </w:r>
      <w:r>
        <w:rPr>
          <w:rtl/>
        </w:rPr>
        <w:t>ذبح كر ڈالے گئے ، مجھ سے كہا گيا ليكن ان كے كہنے پر مجھے يقين نہي</w:t>
      </w:r>
      <w:r w:rsidR="00B365A1">
        <w:rPr>
          <w:rtl/>
        </w:rPr>
        <w:t>ں</w:t>
      </w:r>
      <w:r w:rsidR="00831D2C">
        <w:rPr>
          <w:rtl/>
        </w:rPr>
        <w:t xml:space="preserve"> آيا </w:t>
      </w:r>
      <w:r>
        <w:rPr>
          <w:rtl/>
        </w:rPr>
        <w:t xml:space="preserve"> ، لوگو</w:t>
      </w:r>
      <w:r w:rsidR="00B365A1">
        <w:rPr>
          <w:rtl/>
        </w:rPr>
        <w:t xml:space="preserve">ں </w:t>
      </w:r>
      <w:r>
        <w:rPr>
          <w:rtl/>
        </w:rPr>
        <w:t>نے ان مظالم كو بيان كيا جو ميرے اوپر پڑے تھے كہ بسر كى شمشير برّان نے ميرے دونو</w:t>
      </w:r>
      <w:r w:rsidR="00B365A1">
        <w:rPr>
          <w:rtl/>
        </w:rPr>
        <w:t xml:space="preserve">ں </w:t>
      </w:r>
      <w:r>
        <w:rPr>
          <w:rtl/>
        </w:rPr>
        <w:t>بيٹو</w:t>
      </w:r>
      <w:r w:rsidR="00B365A1">
        <w:rPr>
          <w:rtl/>
        </w:rPr>
        <w:t xml:space="preserve">ں </w:t>
      </w:r>
      <w:r>
        <w:rPr>
          <w:rtl/>
        </w:rPr>
        <w:t xml:space="preserve">كو تہ تيغ كر ديا ، اہ ، كيا اس طرح كى بيداد گرى ممكن ہے ؟ </w:t>
      </w:r>
      <w:r w:rsidRPr="00C00E6D">
        <w:rPr>
          <w:rStyle w:val="libFootnotenumChar"/>
          <w:rtl/>
        </w:rPr>
        <w:t>(52)</w:t>
      </w:r>
      <w:r>
        <w:rPr>
          <w:rtl/>
        </w:rPr>
        <w:t xml:space="preserve"> </w:t>
      </w:r>
    </w:p>
    <w:p w:rsidR="00376422" w:rsidRDefault="00376422" w:rsidP="00E67399">
      <w:pPr>
        <w:pStyle w:val="libNormal"/>
        <w:rPr>
          <w:rtl/>
        </w:rPr>
      </w:pPr>
      <w:r>
        <w:rPr>
          <w:rtl/>
        </w:rPr>
        <w:t>كتاب استيعاب و اسد الغابہ مي</w:t>
      </w:r>
      <w:r w:rsidR="00B365A1">
        <w:rPr>
          <w:rtl/>
        </w:rPr>
        <w:t xml:space="preserve">ں </w:t>
      </w:r>
      <w:r>
        <w:rPr>
          <w:rtl/>
        </w:rPr>
        <w:t>مرقوم ہے كہ بسر بن ارطاة نے ايك و حشيانہ حملہ قبيلہ ہمدان پر كر كے ان كے مردو</w:t>
      </w:r>
      <w:r w:rsidR="00B365A1">
        <w:rPr>
          <w:rtl/>
        </w:rPr>
        <w:t xml:space="preserve">ں </w:t>
      </w:r>
      <w:r>
        <w:rPr>
          <w:rtl/>
        </w:rPr>
        <w:t>كو قتل كر ڈالا ، پھر انكى عورتو</w:t>
      </w:r>
      <w:r w:rsidR="00B365A1">
        <w:rPr>
          <w:rtl/>
        </w:rPr>
        <w:t xml:space="preserve">ں </w:t>
      </w:r>
      <w:r>
        <w:rPr>
          <w:rtl/>
        </w:rPr>
        <w:t>كو اسير بنا يا گيا اسلام مي</w:t>
      </w:r>
      <w:r w:rsidR="00B365A1">
        <w:rPr>
          <w:rtl/>
        </w:rPr>
        <w:t xml:space="preserve">ں </w:t>
      </w:r>
      <w:r>
        <w:rPr>
          <w:rtl/>
        </w:rPr>
        <w:t>يہ پہلى عورتي</w:t>
      </w:r>
      <w:r w:rsidR="00B365A1">
        <w:rPr>
          <w:rtl/>
        </w:rPr>
        <w:t xml:space="preserve">ں </w:t>
      </w:r>
      <w:r>
        <w:rPr>
          <w:rtl/>
        </w:rPr>
        <w:t>تھي</w:t>
      </w:r>
      <w:r w:rsidR="00B365A1">
        <w:rPr>
          <w:rtl/>
        </w:rPr>
        <w:t xml:space="preserve">ں </w:t>
      </w:r>
      <w:r>
        <w:rPr>
          <w:rtl/>
        </w:rPr>
        <w:t>جو اسير بنائي گئي</w:t>
      </w:r>
      <w:r w:rsidR="00B365A1">
        <w:rPr>
          <w:rtl/>
        </w:rPr>
        <w:t xml:space="preserve">ں </w:t>
      </w:r>
      <w:r>
        <w:rPr>
          <w:rtl/>
        </w:rPr>
        <w:t>، اسكے بعد بيچنے كى خاطر ان عورتو</w:t>
      </w:r>
      <w:r w:rsidR="00B365A1">
        <w:rPr>
          <w:rtl/>
        </w:rPr>
        <w:t xml:space="preserve">ں </w:t>
      </w:r>
      <w:r>
        <w:rPr>
          <w:rtl/>
        </w:rPr>
        <w:t>كو بازار مي</w:t>
      </w:r>
      <w:r w:rsidR="00B365A1">
        <w:rPr>
          <w:rtl/>
        </w:rPr>
        <w:t xml:space="preserve">ں </w:t>
      </w:r>
      <w:r>
        <w:rPr>
          <w:rtl/>
        </w:rPr>
        <w:t xml:space="preserve">لے جايا گيا </w:t>
      </w:r>
      <w:r w:rsidRPr="00C00E6D">
        <w:rPr>
          <w:rStyle w:val="libFootnotenumChar"/>
          <w:rtl/>
        </w:rPr>
        <w:t>(53)</w:t>
      </w:r>
      <w:r>
        <w:rPr>
          <w:rtl/>
        </w:rPr>
        <w:t xml:space="preserve"> اور كتاب غارات مي</w:t>
      </w:r>
      <w:r w:rsidR="00B365A1">
        <w:rPr>
          <w:rtl/>
        </w:rPr>
        <w:t xml:space="preserve">ں </w:t>
      </w:r>
      <w:r>
        <w:rPr>
          <w:rtl/>
        </w:rPr>
        <w:t>ہے كہ ، مارب سے چندلوگو</w:t>
      </w:r>
      <w:r w:rsidR="00B365A1">
        <w:rPr>
          <w:rtl/>
        </w:rPr>
        <w:t xml:space="preserve">ں </w:t>
      </w:r>
      <w:r>
        <w:rPr>
          <w:rtl/>
        </w:rPr>
        <w:t>پر مشتمل ايك گروہ كا بسر اور اسكے لشكر سے راستہ مي</w:t>
      </w:r>
      <w:r w:rsidR="00B365A1">
        <w:rPr>
          <w:rtl/>
        </w:rPr>
        <w:t xml:space="preserve">ں </w:t>
      </w:r>
      <w:r>
        <w:rPr>
          <w:rtl/>
        </w:rPr>
        <w:t>مڈ بھيڑ ہو گئي اس درندہ صفت انسان نے ان تمام لوگو</w:t>
      </w:r>
      <w:r w:rsidR="00B365A1">
        <w:rPr>
          <w:rtl/>
        </w:rPr>
        <w:t xml:space="preserve">ں </w:t>
      </w:r>
      <w:r>
        <w:rPr>
          <w:rtl/>
        </w:rPr>
        <w:t>كو قتل كر ديا ، صرف ايك ادمى اسكے پنجہ خونين سے اپنى جا ن بچا كر اپنے قبيلے مي</w:t>
      </w:r>
      <w:r w:rsidR="00B365A1">
        <w:rPr>
          <w:rtl/>
        </w:rPr>
        <w:t xml:space="preserve">ں </w:t>
      </w:r>
      <w:r>
        <w:rPr>
          <w:rtl/>
        </w:rPr>
        <w:t>پہونچا ، اس نے اس ظلم عظيم كو ايك جملہ مي</w:t>
      </w:r>
      <w:r w:rsidR="00B365A1">
        <w:rPr>
          <w:rtl/>
        </w:rPr>
        <w:t xml:space="preserve">ں </w:t>
      </w:r>
      <w:r>
        <w:rPr>
          <w:rtl/>
        </w:rPr>
        <w:t>بيان كيا كہ ، ہم تمام پير و جوان كى خبر مرگ اور قتل عام كى تم لوگو</w:t>
      </w:r>
      <w:r w:rsidR="00B365A1">
        <w:rPr>
          <w:rtl/>
        </w:rPr>
        <w:t xml:space="preserve">ں </w:t>
      </w:r>
      <w:r>
        <w:rPr>
          <w:rtl/>
        </w:rPr>
        <w:t>كے لئے سنانى ليكر</w:t>
      </w:r>
      <w:r w:rsidR="00137FAB">
        <w:rPr>
          <w:rtl/>
        </w:rPr>
        <w:t xml:space="preserve"> آئے</w:t>
      </w:r>
      <w:r>
        <w:rPr>
          <w:rtl/>
        </w:rPr>
        <w:t xml:space="preserve"> ہي</w:t>
      </w:r>
      <w:r w:rsidR="00B365A1">
        <w:rPr>
          <w:rtl/>
        </w:rPr>
        <w:t xml:space="preserve">ں </w:t>
      </w:r>
      <w:r w:rsidRPr="00C00E6D">
        <w:rPr>
          <w:rStyle w:val="libFootnotenumChar"/>
          <w:rtl/>
        </w:rPr>
        <w:t>(54)</w:t>
      </w:r>
      <w:r>
        <w:rPr>
          <w:rtl/>
        </w:rPr>
        <w:t xml:space="preserve"> _ </w:t>
      </w:r>
    </w:p>
    <w:p w:rsidR="00376422" w:rsidRDefault="00807FC9" w:rsidP="00E67399">
      <w:pPr>
        <w:pStyle w:val="libLine"/>
        <w:rPr>
          <w:rtl/>
        </w:rPr>
      </w:pPr>
      <w:r>
        <w:rPr>
          <w:rFonts w:hint="cs"/>
          <w:rtl/>
        </w:rPr>
        <w:t>____________________</w:t>
      </w:r>
    </w:p>
    <w:p w:rsidR="00807FC9" w:rsidRDefault="00807FC9" w:rsidP="00E67399">
      <w:pPr>
        <w:pStyle w:val="libFootnote"/>
        <w:rPr>
          <w:rtl/>
        </w:rPr>
      </w:pPr>
      <w:r>
        <w:rPr>
          <w:rtl/>
        </w:rPr>
        <w:t xml:space="preserve">52_ اغانى ج 15 ص 45 </w:t>
      </w:r>
    </w:p>
    <w:p w:rsidR="00807FC9" w:rsidRDefault="00807FC9" w:rsidP="00E67399">
      <w:pPr>
        <w:pStyle w:val="libFootnote"/>
        <w:rPr>
          <w:rtl/>
        </w:rPr>
      </w:pPr>
      <w:r>
        <w:rPr>
          <w:rtl/>
        </w:rPr>
        <w:t xml:space="preserve">53_ استيعاب ج1 ص 66 ، اسد الغابہ ج1 ص 180 </w:t>
      </w:r>
    </w:p>
    <w:p w:rsidR="00807FC9" w:rsidRDefault="00807FC9" w:rsidP="00E67399">
      <w:pPr>
        <w:pStyle w:val="libFootnote"/>
        <w:rPr>
          <w:rtl/>
        </w:rPr>
      </w:pPr>
      <w:r>
        <w:rPr>
          <w:rtl/>
        </w:rPr>
        <w:t xml:space="preserve">54_ شرح نہج البلاغہ ، تحقيق محمد ابو الفضل ج2 ص 15 </w:t>
      </w:r>
    </w:p>
    <w:p w:rsidR="00807FC9" w:rsidRDefault="00807FC9" w:rsidP="00E67399">
      <w:pPr>
        <w:pStyle w:val="libPoemTini"/>
        <w:rPr>
          <w:rtl/>
        </w:rPr>
      </w:pPr>
      <w:r>
        <w:rPr>
          <w:rtl/>
        </w:rPr>
        <w:br w:type="page"/>
      </w:r>
    </w:p>
    <w:p w:rsidR="00376422" w:rsidRDefault="00376422" w:rsidP="00E67399">
      <w:pPr>
        <w:pStyle w:val="Heading2Center"/>
        <w:rPr>
          <w:rtl/>
        </w:rPr>
      </w:pPr>
      <w:bookmarkStart w:id="32" w:name="_Toc531605660"/>
      <w:r>
        <w:rPr>
          <w:rtl/>
        </w:rPr>
        <w:lastRenderedPageBreak/>
        <w:t>لشكر علوى (ع) كا ايك سپاہى جاريہ بن قدامہ</w:t>
      </w:r>
      <w:bookmarkEnd w:id="32"/>
    </w:p>
    <w:p w:rsidR="00376422" w:rsidRDefault="00376422" w:rsidP="00E67399">
      <w:pPr>
        <w:pStyle w:val="libNormal"/>
        <w:rPr>
          <w:rtl/>
        </w:rPr>
      </w:pPr>
      <w:r>
        <w:rPr>
          <w:rtl/>
        </w:rPr>
        <w:t>اب ہمي</w:t>
      </w:r>
      <w:r w:rsidR="00B365A1">
        <w:rPr>
          <w:rtl/>
        </w:rPr>
        <w:t xml:space="preserve">ں </w:t>
      </w:r>
      <w:r>
        <w:rPr>
          <w:rtl/>
        </w:rPr>
        <w:t>جاننا چاہيئے كہ لشكر معاويہ كے سربراہ بسر بن ارطاة كے حملات اور خونريزيو</w:t>
      </w:r>
      <w:r w:rsidR="00B365A1">
        <w:rPr>
          <w:rtl/>
        </w:rPr>
        <w:t xml:space="preserve">ں </w:t>
      </w:r>
      <w:r>
        <w:rPr>
          <w:rtl/>
        </w:rPr>
        <w:t>كے مقابلے مي</w:t>
      </w:r>
      <w:r w:rsidR="00B365A1">
        <w:rPr>
          <w:rtl/>
        </w:rPr>
        <w:t xml:space="preserve">ں </w:t>
      </w:r>
      <w:r>
        <w:rPr>
          <w:rtl/>
        </w:rPr>
        <w:t xml:space="preserve">امام عليہ السلام نے كيا اقدام كيا ؟ </w:t>
      </w:r>
    </w:p>
    <w:p w:rsidR="00376422" w:rsidRDefault="00376422" w:rsidP="00E67399">
      <w:pPr>
        <w:pStyle w:val="libNormal"/>
        <w:rPr>
          <w:rtl/>
        </w:rPr>
      </w:pPr>
      <w:r>
        <w:rPr>
          <w:rtl/>
        </w:rPr>
        <w:t>امير المومنين (ع) نے ہميشہ كى طرح ان لوگو</w:t>
      </w:r>
      <w:r w:rsidR="00B365A1">
        <w:rPr>
          <w:rtl/>
        </w:rPr>
        <w:t xml:space="preserve">ں </w:t>
      </w:r>
      <w:r>
        <w:rPr>
          <w:rtl/>
        </w:rPr>
        <w:t xml:space="preserve">سے ظلم و بربريت كا اور ان عوامل كو نيست و نابود كرنے كے لئے كھڑے ہونے كو كہا : </w:t>
      </w:r>
    </w:p>
    <w:p w:rsidR="00376422" w:rsidRDefault="00376422" w:rsidP="00E67399">
      <w:pPr>
        <w:pStyle w:val="libNormal"/>
        <w:rPr>
          <w:rtl/>
        </w:rPr>
      </w:pPr>
      <w:r>
        <w:rPr>
          <w:rtl/>
        </w:rPr>
        <w:t>كوفيو</w:t>
      </w:r>
      <w:r w:rsidR="00B365A1">
        <w:rPr>
          <w:rtl/>
        </w:rPr>
        <w:t xml:space="preserve">ں </w:t>
      </w:r>
      <w:r>
        <w:rPr>
          <w:rtl/>
        </w:rPr>
        <w:t>نے گذشتہ كى طرح اس مرتبہ بھى حكم امام (ع) كى تعميل مي</w:t>
      </w:r>
      <w:r w:rsidR="00B365A1">
        <w:rPr>
          <w:rtl/>
        </w:rPr>
        <w:t xml:space="preserve">ں </w:t>
      </w:r>
      <w:r>
        <w:rPr>
          <w:rtl/>
        </w:rPr>
        <w:t>دلچسپى كا اظہار نہي</w:t>
      </w:r>
      <w:r w:rsidR="00B365A1">
        <w:rPr>
          <w:rtl/>
        </w:rPr>
        <w:t xml:space="preserve">ں </w:t>
      </w:r>
      <w:r>
        <w:rPr>
          <w:rtl/>
        </w:rPr>
        <w:t>كيا ،، سارے مجمع مي</w:t>
      </w:r>
      <w:r w:rsidR="00B365A1">
        <w:rPr>
          <w:rtl/>
        </w:rPr>
        <w:t xml:space="preserve">ں </w:t>
      </w:r>
      <w:r>
        <w:rPr>
          <w:rtl/>
        </w:rPr>
        <w:t xml:space="preserve">سناٹا چھايا ہو ا تھا ، امير المومنين (ع) كى درد بھرى </w:t>
      </w:r>
      <w:r w:rsidR="00FF45BE">
        <w:rPr>
          <w:rtl/>
        </w:rPr>
        <w:t xml:space="preserve">آواز </w:t>
      </w:r>
      <w:r>
        <w:rPr>
          <w:rtl/>
        </w:rPr>
        <w:t xml:space="preserve"> كوفہ و مسجدكوفہ كے درو ديوار مي</w:t>
      </w:r>
      <w:r w:rsidR="00B365A1">
        <w:rPr>
          <w:rtl/>
        </w:rPr>
        <w:t xml:space="preserve">ں </w:t>
      </w:r>
      <w:r>
        <w:rPr>
          <w:rtl/>
        </w:rPr>
        <w:t>گونج رہى تھى ليكن مردہ روح اور بے حس كوفيو</w:t>
      </w:r>
      <w:r w:rsidR="00B365A1">
        <w:rPr>
          <w:rtl/>
        </w:rPr>
        <w:t xml:space="preserve">ں </w:t>
      </w:r>
      <w:r>
        <w:rPr>
          <w:rtl/>
        </w:rPr>
        <w:t xml:space="preserve">كو بيدار نہ كر سكى _ </w:t>
      </w:r>
    </w:p>
    <w:p w:rsidR="00376422" w:rsidRDefault="00376422" w:rsidP="00E67399">
      <w:pPr>
        <w:pStyle w:val="libNormal"/>
        <w:rPr>
          <w:rtl/>
        </w:rPr>
      </w:pPr>
      <w:r>
        <w:rPr>
          <w:rtl/>
        </w:rPr>
        <w:t xml:space="preserve">تھوڑى دير گذرى كہ ايك اسلام كا سپاہى جاريہ بن قدامہ اپنى جگہ سے كھڑے ہو ئے اور امام (ع) كى </w:t>
      </w:r>
      <w:r w:rsidR="00FF45BE">
        <w:rPr>
          <w:rtl/>
        </w:rPr>
        <w:t xml:space="preserve">آواز </w:t>
      </w:r>
      <w:r>
        <w:rPr>
          <w:rtl/>
        </w:rPr>
        <w:t xml:space="preserve"> پر لبيك كہا : </w:t>
      </w:r>
    </w:p>
    <w:p w:rsidR="00376422" w:rsidRDefault="00376422" w:rsidP="00E67399">
      <w:pPr>
        <w:pStyle w:val="libNormal"/>
        <w:rPr>
          <w:rtl/>
        </w:rPr>
      </w:pPr>
      <w:r>
        <w:rPr>
          <w:rtl/>
        </w:rPr>
        <w:t>يعقوبى كے بقول امام (ع) نے جاريہ كو بھيجتے وقت ان كو يو</w:t>
      </w:r>
      <w:r w:rsidR="00B365A1">
        <w:rPr>
          <w:rtl/>
        </w:rPr>
        <w:t xml:space="preserve">ں </w:t>
      </w:r>
      <w:r>
        <w:rPr>
          <w:rtl/>
        </w:rPr>
        <w:t xml:space="preserve">حكم ديا </w:t>
      </w:r>
    </w:p>
    <w:p w:rsidR="00376422" w:rsidRDefault="00376422" w:rsidP="00E67399">
      <w:pPr>
        <w:pStyle w:val="libNormal"/>
        <w:rPr>
          <w:rtl/>
        </w:rPr>
      </w:pPr>
      <w:r>
        <w:rPr>
          <w:rtl/>
        </w:rPr>
        <w:t>'' كبھى زخمى كو قتل نہ كرنا اگر مجبور ہو جائو تو خود بھى اور اپنے لشكر كو بھى راستہ پيدل طئے كرانا ہرگز لوگو</w:t>
      </w:r>
      <w:r w:rsidR="00B365A1">
        <w:rPr>
          <w:rtl/>
        </w:rPr>
        <w:t xml:space="preserve">ں </w:t>
      </w:r>
      <w:r>
        <w:rPr>
          <w:rtl/>
        </w:rPr>
        <w:t>كے جانورو</w:t>
      </w:r>
      <w:r w:rsidR="00B365A1">
        <w:rPr>
          <w:rtl/>
        </w:rPr>
        <w:t xml:space="preserve">ں </w:t>
      </w:r>
      <w:r>
        <w:rPr>
          <w:rtl/>
        </w:rPr>
        <w:t>كو زور زبر دستى سے نہ چھين لينا ، ابادى و بيابانى چشمو</w:t>
      </w:r>
      <w:r w:rsidR="00B365A1">
        <w:rPr>
          <w:rtl/>
        </w:rPr>
        <w:t xml:space="preserve">ں </w:t>
      </w:r>
      <w:r>
        <w:rPr>
          <w:rtl/>
        </w:rPr>
        <w:t>سے صاحبان اب سے پہلے استفادہ نہ كرنا ، اپنے لشكر كى خوشنودى كى خاطر ہرگز مسلمانو</w:t>
      </w:r>
      <w:r w:rsidR="00B365A1">
        <w:rPr>
          <w:rtl/>
        </w:rPr>
        <w:t xml:space="preserve">ں </w:t>
      </w:r>
      <w:r>
        <w:rPr>
          <w:rtl/>
        </w:rPr>
        <w:t>پر سب و شتم نہ كرنا اگر ايسا كرو گے تب جا كر دوسرے لوگ تمھارا احترام و ادب كرينگے اور ياد ركھو ہر گز اہل كتاب جو مسلمانو</w:t>
      </w:r>
      <w:r w:rsidR="00B365A1">
        <w:rPr>
          <w:rtl/>
        </w:rPr>
        <w:t xml:space="preserve">ں </w:t>
      </w:r>
      <w:r>
        <w:rPr>
          <w:rtl/>
        </w:rPr>
        <w:t>سے عہد و پيمان كئے ہوئے ہي</w:t>
      </w:r>
      <w:r w:rsidR="00B365A1">
        <w:rPr>
          <w:rtl/>
        </w:rPr>
        <w:t xml:space="preserve">ں </w:t>
      </w:r>
      <w:r>
        <w:rPr>
          <w:rtl/>
        </w:rPr>
        <w:t xml:space="preserve">ان پر ظلم و ستم نہ كرنا _ </w:t>
      </w:r>
    </w:p>
    <w:p w:rsidR="00376422" w:rsidRDefault="00376422" w:rsidP="00E67399">
      <w:pPr>
        <w:pStyle w:val="libNormal"/>
        <w:rPr>
          <w:rtl/>
        </w:rPr>
      </w:pPr>
      <w:r>
        <w:rPr>
          <w:rtl/>
        </w:rPr>
        <w:t>دوسرے مقام پر اس فرمان كو يو</w:t>
      </w:r>
      <w:r w:rsidR="00B365A1">
        <w:rPr>
          <w:rtl/>
        </w:rPr>
        <w:t xml:space="preserve">ں </w:t>
      </w:r>
      <w:r>
        <w:rPr>
          <w:rtl/>
        </w:rPr>
        <w:t xml:space="preserve">بيان كيا گيا ہے </w:t>
      </w:r>
    </w:p>
    <w:p w:rsidR="00376422" w:rsidRDefault="00376422" w:rsidP="00E67399">
      <w:pPr>
        <w:pStyle w:val="libNormal"/>
        <w:rPr>
          <w:rtl/>
        </w:rPr>
      </w:pPr>
      <w:r>
        <w:rPr>
          <w:rtl/>
        </w:rPr>
        <w:t>سوائے ان مقامات كے جہا</w:t>
      </w:r>
      <w:r w:rsidR="00B365A1">
        <w:rPr>
          <w:rtl/>
        </w:rPr>
        <w:t xml:space="preserve">ں </w:t>
      </w:r>
      <w:r>
        <w:rPr>
          <w:rtl/>
        </w:rPr>
        <w:t>پر حق تم كو حكم ديتا ہے كسى كے خون كو نہ بہانا ، اسى طرح تمہارى ذمہ دارى ہے كہ لوگو</w:t>
      </w:r>
      <w:r w:rsidR="00B365A1">
        <w:rPr>
          <w:rtl/>
        </w:rPr>
        <w:t xml:space="preserve">ں </w:t>
      </w:r>
      <w:r>
        <w:rPr>
          <w:rtl/>
        </w:rPr>
        <w:t xml:space="preserve">كے خون كى خاطر حق كا خيال و محافظت كرو </w:t>
      </w:r>
      <w:r w:rsidRPr="00C00E6D">
        <w:rPr>
          <w:rStyle w:val="libFootnotenumChar"/>
          <w:rtl/>
        </w:rPr>
        <w:t>(55)</w:t>
      </w:r>
      <w:r>
        <w:rPr>
          <w:rtl/>
        </w:rPr>
        <w:t xml:space="preserve"> </w:t>
      </w:r>
    </w:p>
    <w:p w:rsidR="00376422" w:rsidRDefault="00376422" w:rsidP="00E67399">
      <w:pPr>
        <w:pStyle w:val="libNormal"/>
        <w:rPr>
          <w:rtl/>
        </w:rPr>
      </w:pPr>
      <w:r>
        <w:rPr>
          <w:rtl/>
        </w:rPr>
        <w:t>كتاب غارات مي</w:t>
      </w:r>
      <w:r w:rsidR="00B365A1">
        <w:rPr>
          <w:rtl/>
        </w:rPr>
        <w:t xml:space="preserve">ں </w:t>
      </w:r>
      <w:r>
        <w:rPr>
          <w:rtl/>
        </w:rPr>
        <w:t xml:space="preserve">جاريہ كى دفاعى جنگ كى داستان اس طرح نقل ہوئي ہے </w:t>
      </w:r>
    </w:p>
    <w:p w:rsidR="00807FC9" w:rsidRDefault="00807FC9" w:rsidP="00E67399">
      <w:pPr>
        <w:pStyle w:val="libLine"/>
        <w:rPr>
          <w:rtl/>
        </w:rPr>
      </w:pPr>
      <w:r>
        <w:rPr>
          <w:rFonts w:hint="cs"/>
          <w:rtl/>
        </w:rPr>
        <w:t>____________________</w:t>
      </w:r>
    </w:p>
    <w:p w:rsidR="00807FC9" w:rsidRDefault="00807FC9" w:rsidP="00E67399">
      <w:pPr>
        <w:pStyle w:val="libFootnote"/>
        <w:rPr>
          <w:rtl/>
        </w:rPr>
      </w:pPr>
      <w:r>
        <w:rPr>
          <w:rtl/>
        </w:rPr>
        <w:t xml:space="preserve">55_ يعقوبى ج2 ص 143 </w:t>
      </w:r>
    </w:p>
    <w:p w:rsidR="00807FC9" w:rsidRDefault="00807FC9" w:rsidP="00E67399">
      <w:pPr>
        <w:pStyle w:val="libPoemTini"/>
        <w:rPr>
          <w:rtl/>
        </w:rPr>
      </w:pPr>
      <w:r>
        <w:rPr>
          <w:rtl/>
        </w:rPr>
        <w:br w:type="page"/>
      </w:r>
    </w:p>
    <w:p w:rsidR="00376422" w:rsidRDefault="00376422" w:rsidP="00E67399">
      <w:pPr>
        <w:pStyle w:val="libNormal"/>
        <w:rPr>
          <w:rtl/>
        </w:rPr>
      </w:pPr>
      <w:r>
        <w:rPr>
          <w:rtl/>
        </w:rPr>
        <w:lastRenderedPageBreak/>
        <w:t>جاريہ كوفہ سے نكلنے كے بعد سب سے پہلے بصرہ</w:t>
      </w:r>
      <w:r w:rsidR="00137FAB">
        <w:rPr>
          <w:rtl/>
        </w:rPr>
        <w:t xml:space="preserve"> آئے</w:t>
      </w:r>
      <w:r>
        <w:rPr>
          <w:rtl/>
        </w:rPr>
        <w:t xml:space="preserve"> يہا</w:t>
      </w:r>
      <w:r w:rsidR="00B365A1">
        <w:rPr>
          <w:rtl/>
        </w:rPr>
        <w:t xml:space="preserve">ں </w:t>
      </w:r>
      <w:r>
        <w:rPr>
          <w:rtl/>
        </w:rPr>
        <w:t>سے كوچ كر كے حجاز گئے اور اس طرح بڑھتے ہوئے يمن پہونچ گئے ، اس موقع پر بسر بن ارطاة جاريہ كى امد سے مطلع ہو گيا ، لہذا اپنے راستہ كو پگڈنڈيو</w:t>
      </w:r>
      <w:r w:rsidR="00B365A1">
        <w:rPr>
          <w:rtl/>
        </w:rPr>
        <w:t xml:space="preserve">ں </w:t>
      </w:r>
      <w:r>
        <w:rPr>
          <w:rtl/>
        </w:rPr>
        <w:t>سے طئے كرتا ہوا يمامہ پہونچا ، جاريہ بن قدامہ اپنى تيز رفتارى سے اگے بڑھتے چلے جا رہے تھے ، اور كسى شہر يا قلع مي</w:t>
      </w:r>
      <w:r w:rsidR="00B365A1">
        <w:rPr>
          <w:rtl/>
        </w:rPr>
        <w:t xml:space="preserve">ں </w:t>
      </w:r>
      <w:r>
        <w:rPr>
          <w:rtl/>
        </w:rPr>
        <w:t>نہي</w:t>
      </w:r>
      <w:r w:rsidR="00B365A1">
        <w:rPr>
          <w:rtl/>
        </w:rPr>
        <w:t xml:space="preserve">ں </w:t>
      </w:r>
      <w:r>
        <w:rPr>
          <w:rtl/>
        </w:rPr>
        <w:t>اترے تمام جگہو</w:t>
      </w:r>
      <w:r w:rsidR="00B365A1">
        <w:rPr>
          <w:rtl/>
        </w:rPr>
        <w:t xml:space="preserve">ں </w:t>
      </w:r>
      <w:r>
        <w:rPr>
          <w:rtl/>
        </w:rPr>
        <w:t>پر بسر كو ڈھونڈ ھ رہے تھے اور بسر ادھر ادھر بھاگ رہا تھا تاكہ مملكت امام (ع) كى سر حدو</w:t>
      </w:r>
      <w:r w:rsidR="00B365A1">
        <w:rPr>
          <w:rtl/>
        </w:rPr>
        <w:t xml:space="preserve">ں </w:t>
      </w:r>
      <w:r>
        <w:rPr>
          <w:rtl/>
        </w:rPr>
        <w:t xml:space="preserve">سے باہر ہو جائے _ </w:t>
      </w:r>
    </w:p>
    <w:p w:rsidR="00376422" w:rsidRDefault="00376422" w:rsidP="00E67399">
      <w:pPr>
        <w:pStyle w:val="libNormal"/>
        <w:rPr>
          <w:rtl/>
        </w:rPr>
      </w:pPr>
      <w:r>
        <w:rPr>
          <w:rtl/>
        </w:rPr>
        <w:t>جب لوگو</w:t>
      </w:r>
      <w:r w:rsidR="00B365A1">
        <w:rPr>
          <w:rtl/>
        </w:rPr>
        <w:t xml:space="preserve">ں </w:t>
      </w:r>
      <w:r>
        <w:rPr>
          <w:rtl/>
        </w:rPr>
        <w:t>نے بسر ارطاة كو بھاگتا ہوا ديكھا تو چارو</w:t>
      </w:r>
      <w:r w:rsidR="00B365A1">
        <w:rPr>
          <w:rtl/>
        </w:rPr>
        <w:t xml:space="preserve">ں </w:t>
      </w:r>
      <w:r>
        <w:rPr>
          <w:rtl/>
        </w:rPr>
        <w:t>طرف سے اس پر حملہ كر ديا كيونكہ لوگو</w:t>
      </w:r>
      <w:r w:rsidR="00B365A1">
        <w:rPr>
          <w:rtl/>
        </w:rPr>
        <w:t xml:space="preserve">ں </w:t>
      </w:r>
      <w:r>
        <w:rPr>
          <w:rtl/>
        </w:rPr>
        <w:t xml:space="preserve">نے اسكى تباہكارى و ظلم و زيادتى كو بہت ديكھا تھا _ </w:t>
      </w:r>
    </w:p>
    <w:p w:rsidR="00376422" w:rsidRDefault="00376422" w:rsidP="00E67399">
      <w:pPr>
        <w:pStyle w:val="libNormal"/>
        <w:rPr>
          <w:rtl/>
        </w:rPr>
      </w:pPr>
      <w:r>
        <w:rPr>
          <w:rtl/>
        </w:rPr>
        <w:t>بسر كے وحشيانہ حملے مي</w:t>
      </w:r>
      <w:r w:rsidR="00B365A1">
        <w:rPr>
          <w:rtl/>
        </w:rPr>
        <w:t xml:space="preserve">ں </w:t>
      </w:r>
      <w:r>
        <w:rPr>
          <w:rtl/>
        </w:rPr>
        <w:t>تقريبا تيس ہزار افراد قتل ہوئے اور نہ جانے كتنے قبيلو</w:t>
      </w:r>
      <w:r w:rsidR="00B365A1">
        <w:rPr>
          <w:rtl/>
        </w:rPr>
        <w:t xml:space="preserve">ں </w:t>
      </w:r>
      <w:r>
        <w:rPr>
          <w:rtl/>
        </w:rPr>
        <w:t>كو اگ مي</w:t>
      </w:r>
      <w:r w:rsidR="00B365A1">
        <w:rPr>
          <w:rtl/>
        </w:rPr>
        <w:t xml:space="preserve">ں </w:t>
      </w:r>
      <w:r>
        <w:rPr>
          <w:rtl/>
        </w:rPr>
        <w:t xml:space="preserve">جھونك ديا گيا _ </w:t>
      </w:r>
    </w:p>
    <w:p w:rsidR="00376422" w:rsidRDefault="00376422" w:rsidP="00E67399">
      <w:pPr>
        <w:pStyle w:val="libNormal"/>
        <w:rPr>
          <w:rtl/>
        </w:rPr>
      </w:pPr>
      <w:r>
        <w:rPr>
          <w:rtl/>
        </w:rPr>
        <w:t>ايك عرب شاعر بسر كى درندگى نيز اس حادثہ كے پس منظر مي</w:t>
      </w:r>
      <w:r w:rsidR="00B365A1">
        <w:rPr>
          <w:rtl/>
        </w:rPr>
        <w:t xml:space="preserve">ں </w:t>
      </w:r>
      <w:r>
        <w:rPr>
          <w:rtl/>
        </w:rPr>
        <w:t>ايك بيت كہتا ہے جس كا ترجمہ قارئين كى خدمت مي</w:t>
      </w:r>
      <w:r w:rsidR="00B365A1">
        <w:rPr>
          <w:rtl/>
        </w:rPr>
        <w:t xml:space="preserve">ں </w:t>
      </w:r>
      <w:r>
        <w:rPr>
          <w:rtl/>
        </w:rPr>
        <w:t>پيش كر رہے ہي</w:t>
      </w:r>
      <w:r w:rsidR="00B365A1">
        <w:rPr>
          <w:rtl/>
        </w:rPr>
        <w:t xml:space="preserve">ں </w:t>
      </w:r>
    </w:p>
    <w:p w:rsidR="00376422" w:rsidRDefault="00376422" w:rsidP="00E67399">
      <w:pPr>
        <w:pStyle w:val="libNormal"/>
        <w:rPr>
          <w:rtl/>
        </w:rPr>
      </w:pPr>
      <w:r>
        <w:rPr>
          <w:rtl/>
        </w:rPr>
        <w:t xml:space="preserve">جس جگہ بسر اپنے لشكر كو لے گيا جب تك قتل كى طاقت رہى قتل كرتارہا ورنہ اگ لگا دى </w:t>
      </w:r>
      <w:r w:rsidRPr="00C00E6D">
        <w:rPr>
          <w:rStyle w:val="libFootnotenumChar"/>
          <w:rtl/>
        </w:rPr>
        <w:t>(56)</w:t>
      </w:r>
      <w:r>
        <w:rPr>
          <w:rtl/>
        </w:rPr>
        <w:t xml:space="preserve"> </w:t>
      </w:r>
    </w:p>
    <w:p w:rsidR="00376422" w:rsidRDefault="00376422" w:rsidP="00E67399">
      <w:pPr>
        <w:pStyle w:val="Heading2Center"/>
        <w:rPr>
          <w:rtl/>
        </w:rPr>
      </w:pPr>
      <w:bookmarkStart w:id="33" w:name="_Toc531605661"/>
      <w:r>
        <w:rPr>
          <w:rtl/>
        </w:rPr>
        <w:t>دو متضاد سياستي</w:t>
      </w:r>
      <w:r w:rsidR="00B365A1">
        <w:rPr>
          <w:rtl/>
        </w:rPr>
        <w:t>ں</w:t>
      </w:r>
      <w:bookmarkEnd w:id="33"/>
      <w:r w:rsidR="00B365A1">
        <w:rPr>
          <w:rtl/>
        </w:rPr>
        <w:t xml:space="preserve"> </w:t>
      </w:r>
    </w:p>
    <w:p w:rsidR="00376422" w:rsidRDefault="00376422" w:rsidP="00E67399">
      <w:pPr>
        <w:pStyle w:val="libNormal"/>
        <w:rPr>
          <w:rtl/>
        </w:rPr>
      </w:pPr>
      <w:r>
        <w:rPr>
          <w:rtl/>
        </w:rPr>
        <w:t>معاويہ نے اور دوسرے لٹيرو</w:t>
      </w:r>
      <w:r w:rsidR="00B365A1">
        <w:rPr>
          <w:rtl/>
        </w:rPr>
        <w:t xml:space="preserve">ں </w:t>
      </w:r>
      <w:r>
        <w:rPr>
          <w:rtl/>
        </w:rPr>
        <w:t>كو بھى امام (ع) كى حكومتى سرحدو</w:t>
      </w:r>
      <w:r w:rsidR="00B365A1">
        <w:rPr>
          <w:rtl/>
        </w:rPr>
        <w:t xml:space="preserve">ں </w:t>
      </w:r>
      <w:r>
        <w:rPr>
          <w:rtl/>
        </w:rPr>
        <w:t>كو تاخت و تاراج كرنے كے لئے بھيجا تھا جس كو ہم نے اپ حضرات كے لئے بيان نہي</w:t>
      </w:r>
      <w:r w:rsidR="00B365A1">
        <w:rPr>
          <w:rtl/>
        </w:rPr>
        <w:t xml:space="preserve">ں </w:t>
      </w:r>
      <w:r>
        <w:rPr>
          <w:rtl/>
        </w:rPr>
        <w:t xml:space="preserve">كيا _ </w:t>
      </w:r>
    </w:p>
    <w:p w:rsidR="00376422" w:rsidRDefault="00376422" w:rsidP="00E67399">
      <w:pPr>
        <w:pStyle w:val="libNormal"/>
        <w:rPr>
          <w:rtl/>
        </w:rPr>
      </w:pPr>
      <w:r>
        <w:rPr>
          <w:rtl/>
        </w:rPr>
        <w:t>اگر تفصيل سے ديكھنا چاہتے ہي</w:t>
      </w:r>
      <w:r w:rsidR="00B365A1">
        <w:rPr>
          <w:rtl/>
        </w:rPr>
        <w:t xml:space="preserve">ں </w:t>
      </w:r>
      <w:r>
        <w:rPr>
          <w:rtl/>
        </w:rPr>
        <w:t>تو تاريخ كى كتابو</w:t>
      </w:r>
      <w:r w:rsidR="00B365A1">
        <w:rPr>
          <w:rtl/>
        </w:rPr>
        <w:t xml:space="preserve">ں </w:t>
      </w:r>
      <w:r>
        <w:rPr>
          <w:rtl/>
        </w:rPr>
        <w:t>كو ملاحظہ فرمائي</w:t>
      </w:r>
      <w:r w:rsidR="00B365A1">
        <w:rPr>
          <w:rtl/>
        </w:rPr>
        <w:t xml:space="preserve">ں </w:t>
      </w:r>
      <w:r>
        <w:rPr>
          <w:rtl/>
        </w:rPr>
        <w:t xml:space="preserve">: </w:t>
      </w:r>
    </w:p>
    <w:p w:rsidR="00376422" w:rsidRDefault="00376422" w:rsidP="00E67399">
      <w:pPr>
        <w:pStyle w:val="libNormal"/>
        <w:rPr>
          <w:rtl/>
        </w:rPr>
      </w:pPr>
      <w:r>
        <w:rPr>
          <w:rtl/>
        </w:rPr>
        <w:t>معاويہ كى فوج نے ہميشہ امام (ع) كے سپاہيو</w:t>
      </w:r>
      <w:r w:rsidR="00B365A1">
        <w:rPr>
          <w:rtl/>
        </w:rPr>
        <w:t xml:space="preserve">ں </w:t>
      </w:r>
      <w:r>
        <w:rPr>
          <w:rtl/>
        </w:rPr>
        <w:t>سے مقابلہ نہ كرنے كے لئے صرف ان مقامات پر حملہ كيا جو انكى دسترس سے دور تھايا انكے فوجى ٹھكانے اسلحو</w:t>
      </w:r>
      <w:r w:rsidR="00B365A1">
        <w:rPr>
          <w:rtl/>
        </w:rPr>
        <w:t xml:space="preserve">ں </w:t>
      </w:r>
      <w:r>
        <w:rPr>
          <w:rtl/>
        </w:rPr>
        <w:t>يا سپاہيو</w:t>
      </w:r>
      <w:r w:rsidR="00B365A1">
        <w:rPr>
          <w:rtl/>
        </w:rPr>
        <w:t xml:space="preserve">ں </w:t>
      </w:r>
      <w:r>
        <w:rPr>
          <w:rtl/>
        </w:rPr>
        <w:t>كے لحاظ سے بہت كمزور تھے جب بھى لشكر كوفہ نے ان لٹيرو</w:t>
      </w:r>
      <w:r w:rsidR="00B365A1">
        <w:rPr>
          <w:rtl/>
        </w:rPr>
        <w:t xml:space="preserve">ں </w:t>
      </w:r>
      <w:r>
        <w:rPr>
          <w:rtl/>
        </w:rPr>
        <w:t xml:space="preserve">كا پيچھا كيا تو ان كے خوف سے بھاگ كھڑے ہو ئے _ </w:t>
      </w:r>
    </w:p>
    <w:p w:rsidR="00E96AE0" w:rsidRDefault="00376422" w:rsidP="00E67399">
      <w:pPr>
        <w:pStyle w:val="libNormal"/>
        <w:rPr>
          <w:rtl/>
        </w:rPr>
      </w:pPr>
      <w:r>
        <w:rPr>
          <w:rtl/>
        </w:rPr>
        <w:t>حقيقت مي</w:t>
      </w:r>
      <w:r w:rsidR="00B365A1">
        <w:rPr>
          <w:rtl/>
        </w:rPr>
        <w:t xml:space="preserve">ں </w:t>
      </w:r>
      <w:r>
        <w:rPr>
          <w:rtl/>
        </w:rPr>
        <w:t xml:space="preserve">يہ لوگ تخريب كار اور پيشہ ور ڈاكو تھے ، منجملہ وہ لٹيرے شامى جنكى لشكر امام (ع) سے مڈ بھيڑ ہوئي معاويہ نے </w:t>
      </w:r>
    </w:p>
    <w:p w:rsidR="00A46FE1" w:rsidRDefault="00A46FE1" w:rsidP="00E67399">
      <w:pPr>
        <w:pStyle w:val="libLine"/>
        <w:rPr>
          <w:rtl/>
        </w:rPr>
      </w:pPr>
      <w:r>
        <w:rPr>
          <w:rFonts w:hint="cs"/>
          <w:rtl/>
        </w:rPr>
        <w:t>____________________</w:t>
      </w:r>
    </w:p>
    <w:p w:rsidR="00807FC9" w:rsidRDefault="00807FC9" w:rsidP="00E67399">
      <w:pPr>
        <w:pStyle w:val="libFootnote"/>
        <w:rPr>
          <w:rtl/>
        </w:rPr>
      </w:pPr>
      <w:r>
        <w:rPr>
          <w:rtl/>
        </w:rPr>
        <w:t xml:space="preserve">56_ اغانى ج 17 ص 72 </w:t>
      </w:r>
    </w:p>
    <w:p w:rsidR="00E96AE0" w:rsidRDefault="00E96AE0" w:rsidP="00E67399">
      <w:pPr>
        <w:pStyle w:val="libPoemTini"/>
        <w:rPr>
          <w:rtl/>
        </w:rPr>
      </w:pPr>
      <w:r>
        <w:rPr>
          <w:rtl/>
        </w:rPr>
        <w:br w:type="page"/>
      </w:r>
    </w:p>
    <w:p w:rsidR="00376422" w:rsidRDefault="00376422" w:rsidP="00E67399">
      <w:pPr>
        <w:pStyle w:val="libNormal"/>
        <w:rPr>
          <w:rtl/>
        </w:rPr>
      </w:pPr>
      <w:r>
        <w:rPr>
          <w:rtl/>
        </w:rPr>
        <w:lastRenderedPageBreak/>
        <w:t>انكو بين النھرين بھيجا تھا، اس مقام پر امام(ع) كى طرف سے جو حاكم تھے انھو</w:t>
      </w:r>
      <w:r w:rsidR="00B365A1">
        <w:rPr>
          <w:rtl/>
        </w:rPr>
        <w:t xml:space="preserve">ں </w:t>
      </w:r>
      <w:r>
        <w:rPr>
          <w:rtl/>
        </w:rPr>
        <w:t>نے كميل بن زياد سے جو شہر ہئيت كے والى تھے فوجى مدد مانگى ، كميل چھہ سو سوارو</w:t>
      </w:r>
      <w:r w:rsidR="00B365A1">
        <w:rPr>
          <w:rtl/>
        </w:rPr>
        <w:t xml:space="preserve">ں </w:t>
      </w:r>
      <w:r>
        <w:rPr>
          <w:rtl/>
        </w:rPr>
        <w:t>كا ايك دستہ ليكر انكى مدد كو چل ديئے ، دونو</w:t>
      </w:r>
      <w:r w:rsidR="00B365A1">
        <w:rPr>
          <w:rtl/>
        </w:rPr>
        <w:t xml:space="preserve">ں </w:t>
      </w:r>
      <w:r>
        <w:rPr>
          <w:rtl/>
        </w:rPr>
        <w:t>لشكر كے درميان گھمسان كى جنگ ہوئي لشكر شام معمول كے مطابق اپنے كشتہ ہائے نجس كو وہي</w:t>
      </w:r>
      <w:r w:rsidR="00B365A1">
        <w:rPr>
          <w:rtl/>
        </w:rPr>
        <w:t xml:space="preserve">ں </w:t>
      </w:r>
      <w:r>
        <w:rPr>
          <w:rtl/>
        </w:rPr>
        <w:t xml:space="preserve">چھوڑ كر فرار كر گئے_ </w:t>
      </w:r>
    </w:p>
    <w:p w:rsidR="00376422" w:rsidRDefault="00376422" w:rsidP="00E67399">
      <w:pPr>
        <w:pStyle w:val="libNormal"/>
        <w:rPr>
          <w:rtl/>
        </w:rPr>
      </w:pPr>
      <w:r>
        <w:rPr>
          <w:rtl/>
        </w:rPr>
        <w:t>كميل نے حكم ديا ، خبر دار بھاگنے والو</w:t>
      </w:r>
      <w:r w:rsidR="00B365A1">
        <w:rPr>
          <w:rtl/>
        </w:rPr>
        <w:t xml:space="preserve">ں </w:t>
      </w:r>
      <w:r>
        <w:rPr>
          <w:rtl/>
        </w:rPr>
        <w:t>كا پيچھا نہ كيا جائے اور نہ ہى زخميو</w:t>
      </w:r>
      <w:r w:rsidR="00B365A1">
        <w:rPr>
          <w:rtl/>
        </w:rPr>
        <w:t xml:space="preserve">ں </w:t>
      </w:r>
      <w:r>
        <w:rPr>
          <w:rtl/>
        </w:rPr>
        <w:t>كو جان سے مارا جائے اس جھڑپ مي</w:t>
      </w:r>
      <w:r w:rsidR="00B365A1">
        <w:rPr>
          <w:rtl/>
        </w:rPr>
        <w:t xml:space="preserve">ں </w:t>
      </w:r>
      <w:r>
        <w:rPr>
          <w:rtl/>
        </w:rPr>
        <w:t xml:space="preserve">لشكر كميل سے صرف دو افراد شھيد ہوئے _ </w:t>
      </w:r>
    </w:p>
    <w:p w:rsidR="00376422" w:rsidRDefault="00376422" w:rsidP="00E67399">
      <w:pPr>
        <w:pStyle w:val="Heading2Center"/>
        <w:rPr>
          <w:rtl/>
        </w:rPr>
      </w:pPr>
      <w:bookmarkStart w:id="34" w:name="_Toc531605662"/>
      <w:r>
        <w:rPr>
          <w:rtl/>
        </w:rPr>
        <w:t>دوسرا واقعہ</w:t>
      </w:r>
      <w:bookmarkEnd w:id="34"/>
    </w:p>
    <w:p w:rsidR="00376422" w:rsidRDefault="00376422" w:rsidP="00E67399">
      <w:pPr>
        <w:pStyle w:val="libNormal"/>
        <w:rPr>
          <w:rtl/>
        </w:rPr>
      </w:pPr>
      <w:r>
        <w:rPr>
          <w:rtl/>
        </w:rPr>
        <w:t>امام (ع) كے ايك والى نے معاويہ كے لٹيرے دستہ كا پيچھا كيا ، تعاقب كرتے كرتے فرات سے اگے نكل گئے تو اپنے لشكر والو</w:t>
      </w:r>
      <w:r w:rsidR="00B365A1">
        <w:rPr>
          <w:rtl/>
        </w:rPr>
        <w:t xml:space="preserve">ں </w:t>
      </w:r>
      <w:r>
        <w:rPr>
          <w:rtl/>
        </w:rPr>
        <w:t>كو شام كے مختلف علاقو</w:t>
      </w:r>
      <w:r w:rsidR="00B365A1">
        <w:rPr>
          <w:rtl/>
        </w:rPr>
        <w:t xml:space="preserve">ں </w:t>
      </w:r>
      <w:r>
        <w:rPr>
          <w:rtl/>
        </w:rPr>
        <w:t>مي</w:t>
      </w:r>
      <w:r w:rsidR="00B365A1">
        <w:rPr>
          <w:rtl/>
        </w:rPr>
        <w:t xml:space="preserve">ں </w:t>
      </w:r>
      <w:r>
        <w:rPr>
          <w:rtl/>
        </w:rPr>
        <w:t>لوٹنے كے لئے بھيج ديا يہا</w:t>
      </w:r>
      <w:r w:rsidR="00B365A1">
        <w:rPr>
          <w:rtl/>
        </w:rPr>
        <w:t xml:space="preserve">ں </w:t>
      </w:r>
      <w:r>
        <w:rPr>
          <w:rtl/>
        </w:rPr>
        <w:t>تك كہ لوٹ مار كرتے ہوئے رقہ كے قريب پہونچ گئے جو عثمان كے ہوا خواہو</w:t>
      </w:r>
      <w:r w:rsidR="00B365A1">
        <w:rPr>
          <w:rtl/>
        </w:rPr>
        <w:t xml:space="preserve">ں </w:t>
      </w:r>
      <w:r>
        <w:rPr>
          <w:rtl/>
        </w:rPr>
        <w:t>كا مركز تھا اس مقام پر بھى لوٹ گھسوٹ كى اور كافى مقدار مي</w:t>
      </w:r>
      <w:r w:rsidR="00B365A1">
        <w:rPr>
          <w:rtl/>
        </w:rPr>
        <w:t xml:space="preserve">ں </w:t>
      </w:r>
      <w:r>
        <w:rPr>
          <w:rtl/>
        </w:rPr>
        <w:t>ہتھيار گھوڑے وغيرہ چھينے ، معاويہ نے ان لوگو</w:t>
      </w:r>
      <w:r w:rsidR="00B365A1">
        <w:rPr>
          <w:rtl/>
        </w:rPr>
        <w:t xml:space="preserve">ں </w:t>
      </w:r>
      <w:r>
        <w:rPr>
          <w:rtl/>
        </w:rPr>
        <w:t>كا پيچھا كرنے كے لئے ايك چھوٹا دستہ روانہ كيا مگر يہ لوگ ان كے ہاتھ نہ</w:t>
      </w:r>
      <w:r w:rsidR="00137FAB">
        <w:rPr>
          <w:rtl/>
        </w:rPr>
        <w:t xml:space="preserve"> آئے</w:t>
      </w:r>
      <w:r>
        <w:rPr>
          <w:rtl/>
        </w:rPr>
        <w:t xml:space="preserve"> كيونكہ اپنے مركز نصيبين مي</w:t>
      </w:r>
      <w:r w:rsidR="00B365A1">
        <w:rPr>
          <w:rtl/>
        </w:rPr>
        <w:t xml:space="preserve">ں </w:t>
      </w:r>
      <w:r>
        <w:rPr>
          <w:rtl/>
        </w:rPr>
        <w:t>صحيح سالم پلٹ</w:t>
      </w:r>
      <w:r w:rsidR="00137FAB">
        <w:rPr>
          <w:rtl/>
        </w:rPr>
        <w:t xml:space="preserve"> آئے</w:t>
      </w:r>
      <w:r>
        <w:rPr>
          <w:rtl/>
        </w:rPr>
        <w:t xml:space="preserve"> تھے ، اس سردار لشكر نے واپس انے كے بعد امام (ع) كو سارى روداد لكھكر بھيجى ، اس حاكم شہر كى گذارش سے نتيجہ يہ نكلتا ہے كہ اس نے اپنے امور كو كسى صورت مي</w:t>
      </w:r>
      <w:r w:rsidR="00B365A1">
        <w:rPr>
          <w:rtl/>
        </w:rPr>
        <w:t xml:space="preserve">ں </w:t>
      </w:r>
      <w:r>
        <w:rPr>
          <w:rtl/>
        </w:rPr>
        <w:t>غير شرعى نہي</w:t>
      </w:r>
      <w:r w:rsidR="00B365A1">
        <w:rPr>
          <w:rtl/>
        </w:rPr>
        <w:t xml:space="preserve">ں </w:t>
      </w:r>
      <w:r>
        <w:rPr>
          <w:rtl/>
        </w:rPr>
        <w:t xml:space="preserve">جانا تھا _ </w:t>
      </w:r>
    </w:p>
    <w:p w:rsidR="00376422" w:rsidRDefault="00376422" w:rsidP="00E67399">
      <w:pPr>
        <w:pStyle w:val="libNormal"/>
        <w:rPr>
          <w:rtl/>
        </w:rPr>
      </w:pPr>
      <w:r>
        <w:rPr>
          <w:rtl/>
        </w:rPr>
        <w:t>كيونكہ معاويہ كے خونخوار بھڑيئےور لٹيرے لشكر كے مقابلہ مي</w:t>
      </w:r>
      <w:r w:rsidR="00B365A1">
        <w:rPr>
          <w:rtl/>
        </w:rPr>
        <w:t xml:space="preserve">ں </w:t>
      </w:r>
      <w:r>
        <w:rPr>
          <w:rtl/>
        </w:rPr>
        <w:t>اس نے بہت چھوٹا انتقام ليا تھا شايد اس انتظار مي</w:t>
      </w:r>
      <w:r w:rsidR="00B365A1">
        <w:rPr>
          <w:rtl/>
        </w:rPr>
        <w:t xml:space="preserve">ں </w:t>
      </w:r>
      <w:r>
        <w:rPr>
          <w:rtl/>
        </w:rPr>
        <w:t>تھا كہ حضرت امير المومنين (ع) ہمي</w:t>
      </w:r>
      <w:r w:rsidR="00B365A1">
        <w:rPr>
          <w:rtl/>
        </w:rPr>
        <w:t xml:space="preserve">ں </w:t>
      </w:r>
      <w:r>
        <w:rPr>
          <w:rtl/>
        </w:rPr>
        <w:t>انعام و اكرام سے نوازي</w:t>
      </w:r>
      <w:r w:rsidR="00B365A1">
        <w:rPr>
          <w:rtl/>
        </w:rPr>
        <w:t xml:space="preserve">ں </w:t>
      </w:r>
      <w:r>
        <w:rPr>
          <w:rtl/>
        </w:rPr>
        <w:t xml:space="preserve">گے _ </w:t>
      </w:r>
    </w:p>
    <w:p w:rsidR="00376422" w:rsidRDefault="00376422" w:rsidP="00E67399">
      <w:pPr>
        <w:pStyle w:val="libNormal"/>
        <w:rPr>
          <w:rtl/>
        </w:rPr>
      </w:pPr>
      <w:r>
        <w:rPr>
          <w:rtl/>
        </w:rPr>
        <w:t>ليكن امام (ع) عليہ السلام نے نہ يہ كہ اسكى شاباشى نہ كى جواب مي</w:t>
      </w:r>
      <w:r w:rsidR="00B365A1">
        <w:rPr>
          <w:rtl/>
        </w:rPr>
        <w:t xml:space="preserve">ں </w:t>
      </w:r>
      <w:r>
        <w:rPr>
          <w:rtl/>
        </w:rPr>
        <w:t xml:space="preserve">يہ لكھا كہ : </w:t>
      </w:r>
    </w:p>
    <w:p w:rsidR="00376422" w:rsidRDefault="00376422" w:rsidP="00E67399">
      <w:pPr>
        <w:pStyle w:val="libNormal"/>
        <w:rPr>
          <w:rtl/>
        </w:rPr>
      </w:pPr>
      <w:r>
        <w:rPr>
          <w:rtl/>
        </w:rPr>
        <w:t>ائندہ ايسى حركت نہ كرنا دشمن كے اموال كو اس وقت لينے كا حق ركھتے ہو جب جنگ ہو اور دشمن ہاتھو</w:t>
      </w:r>
      <w:r w:rsidR="00B365A1">
        <w:rPr>
          <w:rtl/>
        </w:rPr>
        <w:t xml:space="preserve">ں </w:t>
      </w:r>
      <w:r>
        <w:rPr>
          <w:rtl/>
        </w:rPr>
        <w:t>مي</w:t>
      </w:r>
      <w:r w:rsidR="00B365A1">
        <w:rPr>
          <w:rtl/>
        </w:rPr>
        <w:t xml:space="preserve">ں </w:t>
      </w:r>
      <w:r>
        <w:rPr>
          <w:rtl/>
        </w:rPr>
        <w:t>تلوار ليكر سامنے اجائے اس وقت تمھي</w:t>
      </w:r>
      <w:r w:rsidR="00B365A1">
        <w:rPr>
          <w:rtl/>
        </w:rPr>
        <w:t xml:space="preserve">ں </w:t>
      </w:r>
      <w:r>
        <w:rPr>
          <w:rtl/>
        </w:rPr>
        <w:t xml:space="preserve">حق ہے كہ دشمن كے اموال كو تصرف كرو _ </w:t>
      </w:r>
    </w:p>
    <w:p w:rsidR="00376422" w:rsidRDefault="00376422" w:rsidP="00E67399">
      <w:pPr>
        <w:pStyle w:val="libNormal"/>
        <w:rPr>
          <w:rtl/>
        </w:rPr>
      </w:pPr>
      <w:r>
        <w:rPr>
          <w:rtl/>
        </w:rPr>
        <w:t>جيسا كہ اج بھى ديكھنے مي</w:t>
      </w:r>
      <w:r w:rsidR="00B365A1">
        <w:rPr>
          <w:rtl/>
        </w:rPr>
        <w:t xml:space="preserve">ں </w:t>
      </w:r>
      <w:r>
        <w:rPr>
          <w:rtl/>
        </w:rPr>
        <w:t>اتا ہے كہ جہان اسلام اسى دو متضاد سيا ستو</w:t>
      </w:r>
      <w:r w:rsidR="00B365A1">
        <w:rPr>
          <w:rtl/>
        </w:rPr>
        <w:t xml:space="preserve">ں </w:t>
      </w:r>
      <w:r>
        <w:rPr>
          <w:rtl/>
        </w:rPr>
        <w:t xml:space="preserve">كى شكار ہے </w:t>
      </w:r>
    </w:p>
    <w:p w:rsidR="00122D8B" w:rsidRDefault="00122D8B" w:rsidP="00E67399">
      <w:pPr>
        <w:pStyle w:val="libPoemTini"/>
        <w:rPr>
          <w:rtl/>
        </w:rPr>
      </w:pPr>
      <w:r>
        <w:rPr>
          <w:rtl/>
        </w:rPr>
        <w:br w:type="page"/>
      </w:r>
    </w:p>
    <w:p w:rsidR="00376422" w:rsidRDefault="00376422" w:rsidP="00E67399">
      <w:pPr>
        <w:pStyle w:val="Heading2Center"/>
        <w:rPr>
          <w:rtl/>
        </w:rPr>
      </w:pPr>
      <w:bookmarkStart w:id="35" w:name="_Toc531605663"/>
      <w:r>
        <w:rPr>
          <w:rtl/>
        </w:rPr>
        <w:lastRenderedPageBreak/>
        <w:t>( 1 )</w:t>
      </w:r>
      <w:bookmarkEnd w:id="35"/>
    </w:p>
    <w:p w:rsidR="00376422" w:rsidRDefault="00376422" w:rsidP="00E67399">
      <w:pPr>
        <w:pStyle w:val="Heading2Center"/>
        <w:rPr>
          <w:rtl/>
        </w:rPr>
      </w:pPr>
      <w:bookmarkStart w:id="36" w:name="_Toc531605664"/>
      <w:r>
        <w:rPr>
          <w:rtl/>
        </w:rPr>
        <w:t>سياست امير المومنين (ع)</w:t>
      </w:r>
      <w:bookmarkEnd w:id="36"/>
    </w:p>
    <w:p w:rsidR="00376422" w:rsidRDefault="00376422" w:rsidP="00E67399">
      <w:pPr>
        <w:pStyle w:val="libNormal"/>
        <w:rPr>
          <w:rtl/>
        </w:rPr>
      </w:pPr>
      <w:r>
        <w:rPr>
          <w:rtl/>
        </w:rPr>
        <w:t>صرف جنگجوئو</w:t>
      </w:r>
      <w:r w:rsidR="00B365A1">
        <w:rPr>
          <w:rtl/>
        </w:rPr>
        <w:t xml:space="preserve">ں </w:t>
      </w:r>
      <w:r>
        <w:rPr>
          <w:rtl/>
        </w:rPr>
        <w:t>سے جنگ كرنا لوگو</w:t>
      </w:r>
      <w:r w:rsidR="00B365A1">
        <w:rPr>
          <w:rtl/>
        </w:rPr>
        <w:t xml:space="preserve">ں </w:t>
      </w:r>
      <w:r>
        <w:rPr>
          <w:rtl/>
        </w:rPr>
        <w:t>كے جانورو</w:t>
      </w:r>
      <w:r w:rsidR="00B365A1">
        <w:rPr>
          <w:rtl/>
        </w:rPr>
        <w:t xml:space="preserve">ں </w:t>
      </w:r>
      <w:r>
        <w:rPr>
          <w:rtl/>
        </w:rPr>
        <w:t>كو نہ چھيننا ، اگر مجبور ہو جائو تو راستہ كو پيدل طئے كرنا چشمو</w:t>
      </w:r>
      <w:r w:rsidR="00B365A1">
        <w:rPr>
          <w:rtl/>
        </w:rPr>
        <w:t xml:space="preserve">ں </w:t>
      </w:r>
      <w:r>
        <w:rPr>
          <w:rtl/>
        </w:rPr>
        <w:t>اور كنوي</w:t>
      </w:r>
      <w:r w:rsidR="00B365A1">
        <w:rPr>
          <w:rtl/>
        </w:rPr>
        <w:t xml:space="preserve">ں </w:t>
      </w:r>
      <w:r>
        <w:rPr>
          <w:rtl/>
        </w:rPr>
        <w:t>كے پانى كو نہ پى لينا ان لوگو</w:t>
      </w:r>
      <w:r w:rsidR="00B365A1">
        <w:rPr>
          <w:rtl/>
        </w:rPr>
        <w:t xml:space="preserve">ں </w:t>
      </w:r>
      <w:r>
        <w:rPr>
          <w:rtl/>
        </w:rPr>
        <w:t>سے پہلے جو اس علاقہ كے افراد ہي</w:t>
      </w:r>
      <w:r w:rsidR="00B365A1">
        <w:rPr>
          <w:rtl/>
        </w:rPr>
        <w:t xml:space="preserve">ں </w:t>
      </w:r>
      <w:r>
        <w:rPr>
          <w:rtl/>
        </w:rPr>
        <w:t xml:space="preserve">_ </w:t>
      </w:r>
    </w:p>
    <w:p w:rsidR="00376422" w:rsidRDefault="00376422" w:rsidP="00E67399">
      <w:pPr>
        <w:pStyle w:val="libNormal"/>
        <w:rPr>
          <w:rtl/>
        </w:rPr>
      </w:pPr>
      <w:r>
        <w:rPr>
          <w:rtl/>
        </w:rPr>
        <w:t>مسلمانو</w:t>
      </w:r>
      <w:r w:rsidR="00B365A1">
        <w:rPr>
          <w:rtl/>
        </w:rPr>
        <w:t xml:space="preserve">ں </w:t>
      </w:r>
      <w:r>
        <w:rPr>
          <w:rtl/>
        </w:rPr>
        <w:t>كو برا بھلا نہ كہنا ، عہد و پيمان والو</w:t>
      </w:r>
      <w:r w:rsidR="00B365A1">
        <w:rPr>
          <w:rtl/>
        </w:rPr>
        <w:t xml:space="preserve">ں </w:t>
      </w:r>
      <w:r>
        <w:rPr>
          <w:rtl/>
        </w:rPr>
        <w:t>كو مورد ستم قرار نہ دينا اگر چہ اہل كتاب يا غير مسلم ہى كيو</w:t>
      </w:r>
      <w:r w:rsidR="00B365A1">
        <w:rPr>
          <w:rtl/>
        </w:rPr>
        <w:t xml:space="preserve">ں </w:t>
      </w:r>
      <w:r>
        <w:rPr>
          <w:rtl/>
        </w:rPr>
        <w:t>نہ ہو</w:t>
      </w:r>
      <w:r w:rsidR="00B365A1">
        <w:rPr>
          <w:rtl/>
        </w:rPr>
        <w:t xml:space="preserve">ں </w:t>
      </w:r>
      <w:r>
        <w:rPr>
          <w:rtl/>
        </w:rPr>
        <w:t>، صرف حق و قانون كے مطابق كسى كے خون كو بہا سكتے ہو ، دشمنو</w:t>
      </w:r>
      <w:r w:rsidR="00B365A1">
        <w:rPr>
          <w:rtl/>
        </w:rPr>
        <w:t xml:space="preserve">ں </w:t>
      </w:r>
      <w:r>
        <w:rPr>
          <w:rtl/>
        </w:rPr>
        <w:t>كے مال و اسباب پر حق تصرف نہ جتانا سوائے ان چيزو</w:t>
      </w:r>
      <w:r w:rsidR="00B365A1">
        <w:rPr>
          <w:rtl/>
        </w:rPr>
        <w:t xml:space="preserve">ں </w:t>
      </w:r>
      <w:r>
        <w:rPr>
          <w:rtl/>
        </w:rPr>
        <w:t>كے جو ميدان جنگ مي</w:t>
      </w:r>
      <w:r w:rsidR="00B365A1">
        <w:rPr>
          <w:rtl/>
        </w:rPr>
        <w:t xml:space="preserve">ں </w:t>
      </w:r>
      <w:r>
        <w:rPr>
          <w:rtl/>
        </w:rPr>
        <w:t>گھوڑے و ہتھيارو</w:t>
      </w:r>
      <w:r w:rsidR="00B365A1">
        <w:rPr>
          <w:rtl/>
        </w:rPr>
        <w:t xml:space="preserve">ں </w:t>
      </w:r>
      <w:r>
        <w:rPr>
          <w:rtl/>
        </w:rPr>
        <w:t>كو اپنے ساتھ ليكر</w:t>
      </w:r>
      <w:r w:rsidR="00137FAB">
        <w:rPr>
          <w:rtl/>
        </w:rPr>
        <w:t xml:space="preserve"> آئے</w:t>
      </w:r>
      <w:r>
        <w:rPr>
          <w:rtl/>
        </w:rPr>
        <w:t xml:space="preserve"> ہو</w:t>
      </w:r>
      <w:r w:rsidR="00B365A1">
        <w:rPr>
          <w:rtl/>
        </w:rPr>
        <w:t xml:space="preserve">ں </w:t>
      </w:r>
      <w:r w:rsidRPr="00DB1D0D">
        <w:rPr>
          <w:rStyle w:val="libFootnotenumChar"/>
          <w:rtl/>
        </w:rPr>
        <w:t>(1)</w:t>
      </w:r>
      <w:r>
        <w:rPr>
          <w:rtl/>
        </w:rPr>
        <w:t xml:space="preserve"> </w:t>
      </w:r>
    </w:p>
    <w:p w:rsidR="00376422" w:rsidRDefault="00376422" w:rsidP="00E67399">
      <w:pPr>
        <w:pStyle w:val="Heading2Center"/>
        <w:rPr>
          <w:rtl/>
        </w:rPr>
      </w:pPr>
      <w:bookmarkStart w:id="37" w:name="_Toc531605665"/>
      <w:r>
        <w:rPr>
          <w:rtl/>
        </w:rPr>
        <w:t>( 2 )</w:t>
      </w:r>
      <w:bookmarkEnd w:id="37"/>
    </w:p>
    <w:p w:rsidR="00376422" w:rsidRDefault="00376422" w:rsidP="00E67399">
      <w:pPr>
        <w:pStyle w:val="Heading2Center"/>
        <w:rPr>
          <w:rtl/>
        </w:rPr>
      </w:pPr>
      <w:bookmarkStart w:id="38" w:name="_Toc531605666"/>
      <w:r>
        <w:rPr>
          <w:rtl/>
        </w:rPr>
        <w:t>سياست معاويہ</w:t>
      </w:r>
      <w:bookmarkEnd w:id="38"/>
    </w:p>
    <w:p w:rsidR="00376422" w:rsidRDefault="00376422" w:rsidP="00E67399">
      <w:pPr>
        <w:pStyle w:val="libNormal"/>
        <w:rPr>
          <w:rtl/>
        </w:rPr>
      </w:pPr>
      <w:r>
        <w:rPr>
          <w:rtl/>
        </w:rPr>
        <w:t>اگر كوئي شخص تمھارا ہم خيال وہم عقيدہ نہي</w:t>
      </w:r>
      <w:r w:rsidR="00B365A1">
        <w:rPr>
          <w:rtl/>
        </w:rPr>
        <w:t xml:space="preserve">ں </w:t>
      </w:r>
      <w:r>
        <w:rPr>
          <w:rtl/>
        </w:rPr>
        <w:t>ہے تو اسكو مار ڈالنا تمام اباديو</w:t>
      </w:r>
      <w:r w:rsidR="00B365A1">
        <w:rPr>
          <w:rtl/>
        </w:rPr>
        <w:t xml:space="preserve">ں </w:t>
      </w:r>
      <w:r>
        <w:rPr>
          <w:rtl/>
        </w:rPr>
        <w:t>كو خاك مي</w:t>
      </w:r>
      <w:r w:rsidR="00B365A1">
        <w:rPr>
          <w:rtl/>
        </w:rPr>
        <w:t xml:space="preserve">ں </w:t>
      </w:r>
      <w:r>
        <w:rPr>
          <w:rtl/>
        </w:rPr>
        <w:t>ملا دينا اموال كو لوٹ لينا ، اگر كوئي شخص ہمارى اطاعت مي</w:t>
      </w:r>
      <w:r w:rsidR="00B365A1">
        <w:rPr>
          <w:rtl/>
        </w:rPr>
        <w:t xml:space="preserve">ں </w:t>
      </w:r>
      <w:r>
        <w:rPr>
          <w:rtl/>
        </w:rPr>
        <w:t>نہي</w:t>
      </w:r>
      <w:r w:rsidR="00B365A1">
        <w:rPr>
          <w:rtl/>
        </w:rPr>
        <w:t xml:space="preserve">ں </w:t>
      </w:r>
      <w:r>
        <w:rPr>
          <w:rtl/>
        </w:rPr>
        <w:t>ہے اور ثروتمند ہے تو زور زبردستى سے اسكے مال كو چھين لينا ، لوگو</w:t>
      </w:r>
      <w:r w:rsidR="00B365A1">
        <w:rPr>
          <w:rtl/>
        </w:rPr>
        <w:t xml:space="preserve">ں </w:t>
      </w:r>
      <w:r>
        <w:rPr>
          <w:rtl/>
        </w:rPr>
        <w:t>كو بے جھجك اذيت و تكليف پہونچانا ، محبان على (ع) كو موت كے گھاٹ اتار دينا يہا</w:t>
      </w:r>
      <w:r w:rsidR="00B365A1">
        <w:rPr>
          <w:rtl/>
        </w:rPr>
        <w:t xml:space="preserve">ں </w:t>
      </w:r>
      <w:r>
        <w:rPr>
          <w:rtl/>
        </w:rPr>
        <w:t>تك كہ انكے بچو</w:t>
      </w:r>
      <w:r w:rsidR="00B365A1">
        <w:rPr>
          <w:rtl/>
        </w:rPr>
        <w:t xml:space="preserve">ں </w:t>
      </w:r>
      <w:r>
        <w:rPr>
          <w:rtl/>
        </w:rPr>
        <w:t>اور عورتو</w:t>
      </w:r>
      <w:r w:rsidR="00B365A1">
        <w:rPr>
          <w:rtl/>
        </w:rPr>
        <w:t xml:space="preserve">ں </w:t>
      </w:r>
      <w:r>
        <w:rPr>
          <w:rtl/>
        </w:rPr>
        <w:t xml:space="preserve">پر بھى رحم نہ كرنا </w:t>
      </w:r>
      <w:r w:rsidRPr="00DB1D0D">
        <w:rPr>
          <w:rStyle w:val="libFootnotenumChar"/>
          <w:rtl/>
        </w:rPr>
        <w:t>(2)</w:t>
      </w:r>
      <w:r>
        <w:rPr>
          <w:rtl/>
        </w:rPr>
        <w:t xml:space="preserve"> </w:t>
      </w:r>
    </w:p>
    <w:p w:rsidR="00376422" w:rsidRDefault="00376422" w:rsidP="00E67399">
      <w:pPr>
        <w:pStyle w:val="libNormal"/>
        <w:rPr>
          <w:rtl/>
        </w:rPr>
      </w:pPr>
      <w:r>
        <w:rPr>
          <w:rtl/>
        </w:rPr>
        <w:t xml:space="preserve">* * * </w:t>
      </w:r>
    </w:p>
    <w:p w:rsidR="00376422" w:rsidRDefault="00376422" w:rsidP="00E67399">
      <w:pPr>
        <w:pStyle w:val="Heading2Center"/>
        <w:rPr>
          <w:rtl/>
        </w:rPr>
      </w:pPr>
      <w:bookmarkStart w:id="39" w:name="_Toc531605667"/>
      <w:r>
        <w:rPr>
          <w:rtl/>
        </w:rPr>
        <w:t>تجزيہ و تحليل</w:t>
      </w:r>
      <w:bookmarkEnd w:id="39"/>
    </w:p>
    <w:p w:rsidR="00376422" w:rsidRDefault="00376422" w:rsidP="00E67399">
      <w:pPr>
        <w:pStyle w:val="libNormal"/>
        <w:rPr>
          <w:rtl/>
        </w:rPr>
      </w:pPr>
      <w:r>
        <w:rPr>
          <w:rtl/>
        </w:rPr>
        <w:t>ان دو سياستو</w:t>
      </w:r>
      <w:r w:rsidR="00B365A1">
        <w:rPr>
          <w:rtl/>
        </w:rPr>
        <w:t xml:space="preserve">ں </w:t>
      </w:r>
      <w:r>
        <w:rPr>
          <w:rtl/>
        </w:rPr>
        <w:t>كے درميان ہونا تو يہ چاہئے تھا كہ جس نے لوگو</w:t>
      </w:r>
      <w:r w:rsidR="00B365A1">
        <w:rPr>
          <w:rtl/>
        </w:rPr>
        <w:t xml:space="preserve">ں </w:t>
      </w:r>
      <w:r>
        <w:rPr>
          <w:rtl/>
        </w:rPr>
        <w:t xml:space="preserve">كے اموال كو محترم جانا تھا اس انسان كى سياست پر جس نے اسباب و اموال كو غارت كرنے كا حكم ديا تھا كامياب ہو _ </w:t>
      </w:r>
    </w:p>
    <w:p w:rsidR="00E96AE0" w:rsidRDefault="00376422" w:rsidP="00E67399">
      <w:pPr>
        <w:pStyle w:val="libNormal"/>
        <w:rPr>
          <w:rtl/>
        </w:rPr>
      </w:pPr>
      <w:r>
        <w:rPr>
          <w:rtl/>
        </w:rPr>
        <w:t>ليكن ايسا نہي</w:t>
      </w:r>
      <w:r w:rsidR="00B365A1">
        <w:rPr>
          <w:rtl/>
        </w:rPr>
        <w:t xml:space="preserve">ں </w:t>
      </w:r>
      <w:r>
        <w:rPr>
          <w:rtl/>
        </w:rPr>
        <w:t>ہوا بلكہ اور جو لوگ زندگى كو ازاد اور قانون و انسانيت سے كوسو</w:t>
      </w:r>
      <w:r w:rsidR="00B365A1">
        <w:rPr>
          <w:rtl/>
        </w:rPr>
        <w:t xml:space="preserve">ں </w:t>
      </w:r>
      <w:r>
        <w:rPr>
          <w:rtl/>
        </w:rPr>
        <w:t xml:space="preserve">دور ركھنا چاہئے تھے ان افراد پر جو خود كو </w:t>
      </w:r>
    </w:p>
    <w:p w:rsidR="00725AD9" w:rsidRDefault="00725AD9" w:rsidP="00E67399">
      <w:pPr>
        <w:pStyle w:val="libLine"/>
        <w:rPr>
          <w:rtl/>
        </w:rPr>
      </w:pPr>
      <w:r>
        <w:rPr>
          <w:rFonts w:hint="cs"/>
          <w:rtl/>
        </w:rPr>
        <w:t>____________________</w:t>
      </w:r>
    </w:p>
    <w:p w:rsidR="007D1F6E" w:rsidRDefault="007D1F6E" w:rsidP="00E67399">
      <w:pPr>
        <w:pStyle w:val="libFootnote"/>
        <w:rPr>
          <w:rtl/>
        </w:rPr>
      </w:pPr>
      <w:r>
        <w:rPr>
          <w:rtl/>
        </w:rPr>
        <w:t xml:space="preserve">1_ يعقوبى ج2 ص 142 </w:t>
      </w:r>
    </w:p>
    <w:p w:rsidR="007D1F6E" w:rsidRDefault="007D1F6E" w:rsidP="00E67399">
      <w:pPr>
        <w:pStyle w:val="libFootnote"/>
        <w:rPr>
          <w:rtl/>
        </w:rPr>
      </w:pPr>
      <w:r>
        <w:rPr>
          <w:rtl/>
        </w:rPr>
        <w:t xml:space="preserve">2_ شرح نہج البلاغہ ج2 ص 14 ، يعقوبى ج2 ص 141 </w:t>
      </w:r>
    </w:p>
    <w:p w:rsidR="00E96AE0" w:rsidRDefault="00E96AE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پابند اسلام اور فضيلت و انسانيت كى معرفت ركھتے تھے كامياب ہوئے _ </w:t>
      </w:r>
    </w:p>
    <w:p w:rsidR="00376422" w:rsidRDefault="00376422" w:rsidP="00E67399">
      <w:pPr>
        <w:pStyle w:val="libNormal"/>
        <w:rPr>
          <w:rtl/>
        </w:rPr>
      </w:pPr>
      <w:r>
        <w:rPr>
          <w:rtl/>
        </w:rPr>
        <w:t>ليكن يہ كاميابى حقيقى معنو</w:t>
      </w:r>
      <w:r w:rsidR="00B365A1">
        <w:rPr>
          <w:rtl/>
        </w:rPr>
        <w:t xml:space="preserve">ں </w:t>
      </w:r>
      <w:r>
        <w:rPr>
          <w:rtl/>
        </w:rPr>
        <w:t>مي</w:t>
      </w:r>
      <w:r w:rsidR="00B365A1">
        <w:rPr>
          <w:rtl/>
        </w:rPr>
        <w:t xml:space="preserve">ں </w:t>
      </w:r>
      <w:r>
        <w:rPr>
          <w:rtl/>
        </w:rPr>
        <w:t>كاميابى نہي</w:t>
      </w:r>
      <w:r w:rsidR="00B365A1">
        <w:rPr>
          <w:rtl/>
        </w:rPr>
        <w:t xml:space="preserve">ں </w:t>
      </w:r>
      <w:r>
        <w:rPr>
          <w:rtl/>
        </w:rPr>
        <w:t>ہے بلكہ چند روزہ كاميابى ہے ، اس لئے كہ پہلے گروہ كو اپنے افكار و نظريات كو كامياب بنانے كے لئے قاعدہ و قانون كى ضرورت نہي</w:t>
      </w:r>
      <w:r w:rsidR="00B365A1">
        <w:rPr>
          <w:rtl/>
        </w:rPr>
        <w:t xml:space="preserve">ں </w:t>
      </w:r>
      <w:r>
        <w:rPr>
          <w:rtl/>
        </w:rPr>
        <w:t>ہے ، جبكہ دوسرا گروہ انسانيت كے قيد و بند مي</w:t>
      </w:r>
      <w:r w:rsidR="00B365A1">
        <w:rPr>
          <w:rtl/>
        </w:rPr>
        <w:t xml:space="preserve">ں </w:t>
      </w:r>
      <w:r>
        <w:rPr>
          <w:rtl/>
        </w:rPr>
        <w:t xml:space="preserve">جكڑا ہوا ہے _ </w:t>
      </w:r>
    </w:p>
    <w:p w:rsidR="00376422" w:rsidRDefault="00376422" w:rsidP="00E67399">
      <w:pPr>
        <w:pStyle w:val="libNormal"/>
        <w:rPr>
          <w:rtl/>
        </w:rPr>
      </w:pPr>
      <w:r>
        <w:rPr>
          <w:rtl/>
        </w:rPr>
        <w:t>يہى وہ پابنديا</w:t>
      </w:r>
      <w:r w:rsidR="00B365A1">
        <w:rPr>
          <w:rtl/>
        </w:rPr>
        <w:t xml:space="preserve">ں </w:t>
      </w:r>
      <w:r>
        <w:rPr>
          <w:rtl/>
        </w:rPr>
        <w:t>تھي</w:t>
      </w:r>
      <w:r w:rsidR="00B365A1">
        <w:rPr>
          <w:rtl/>
        </w:rPr>
        <w:t xml:space="preserve">ں </w:t>
      </w:r>
      <w:r>
        <w:rPr>
          <w:rtl/>
        </w:rPr>
        <w:t>جو لشكر علوى (ع) مي</w:t>
      </w:r>
      <w:r w:rsidR="00B365A1">
        <w:rPr>
          <w:rtl/>
        </w:rPr>
        <w:t xml:space="preserve">ں </w:t>
      </w:r>
      <w:r>
        <w:rPr>
          <w:rtl/>
        </w:rPr>
        <w:t xml:space="preserve">پائي جا رہى تھى اہل عراق و لشكر امام (ع) نے اسلامى پابندى اور انسانى حقوق كى رعايت كى بناء پر بہت تساہلى كى اور امام (ع) كى </w:t>
      </w:r>
      <w:r w:rsidR="00FF45BE">
        <w:rPr>
          <w:rtl/>
        </w:rPr>
        <w:t xml:space="preserve">آواز </w:t>
      </w:r>
      <w:r>
        <w:rPr>
          <w:rtl/>
        </w:rPr>
        <w:t xml:space="preserve"> پر لبيك نہي</w:t>
      </w:r>
      <w:r w:rsidR="00B365A1">
        <w:rPr>
          <w:rtl/>
        </w:rPr>
        <w:t xml:space="preserve">ں </w:t>
      </w:r>
      <w:r>
        <w:rPr>
          <w:rtl/>
        </w:rPr>
        <w:t>كہا ، كيونكہ ان لوگو</w:t>
      </w:r>
      <w:r w:rsidR="00B365A1">
        <w:rPr>
          <w:rtl/>
        </w:rPr>
        <w:t xml:space="preserve">ں </w:t>
      </w:r>
      <w:r>
        <w:rPr>
          <w:rtl/>
        </w:rPr>
        <w:t>كے پيش نظر وہ جنگ تھى جس كا دنيا مي</w:t>
      </w:r>
      <w:r w:rsidR="00B365A1">
        <w:rPr>
          <w:rtl/>
        </w:rPr>
        <w:t xml:space="preserve">ں </w:t>
      </w:r>
      <w:r>
        <w:rPr>
          <w:rtl/>
        </w:rPr>
        <w:t xml:space="preserve">سوائے موت كے كوئي دوسرا نتيجہ نہ تھا _ </w:t>
      </w:r>
    </w:p>
    <w:p w:rsidR="00376422" w:rsidRDefault="00376422" w:rsidP="00E67399">
      <w:pPr>
        <w:pStyle w:val="libNormal"/>
        <w:rPr>
          <w:rtl/>
        </w:rPr>
      </w:pPr>
      <w:r>
        <w:rPr>
          <w:rtl/>
        </w:rPr>
        <w:t>اگر كامياب ہوتے تو لشكر مغلوب كے اموال كو ہاتھ نہي</w:t>
      </w:r>
      <w:r w:rsidR="00B365A1">
        <w:rPr>
          <w:rtl/>
        </w:rPr>
        <w:t xml:space="preserve">ں </w:t>
      </w:r>
      <w:r>
        <w:rPr>
          <w:rtl/>
        </w:rPr>
        <w:t>لگا سكتے تھے اور نہ كسى كو قتل كر سكتے تھے نيز عورتو</w:t>
      </w:r>
      <w:r w:rsidR="00B365A1">
        <w:rPr>
          <w:rtl/>
        </w:rPr>
        <w:t xml:space="preserve">ں </w:t>
      </w:r>
      <w:r>
        <w:rPr>
          <w:rtl/>
        </w:rPr>
        <w:t>و بچو</w:t>
      </w:r>
      <w:r w:rsidR="00B365A1">
        <w:rPr>
          <w:rtl/>
        </w:rPr>
        <w:t xml:space="preserve">ں </w:t>
      </w:r>
      <w:r>
        <w:rPr>
          <w:rtl/>
        </w:rPr>
        <w:t>كو اسير بھى نہي</w:t>
      </w:r>
      <w:r w:rsidR="00B365A1">
        <w:rPr>
          <w:rtl/>
        </w:rPr>
        <w:t xml:space="preserve">ں </w:t>
      </w:r>
      <w:r>
        <w:rPr>
          <w:rtl/>
        </w:rPr>
        <w:t>بنا سكتے پھر ايسى صورت مي</w:t>
      </w:r>
      <w:r w:rsidR="00B365A1">
        <w:rPr>
          <w:rtl/>
        </w:rPr>
        <w:t xml:space="preserve">ں </w:t>
      </w:r>
      <w:r>
        <w:rPr>
          <w:rtl/>
        </w:rPr>
        <w:t>كيو</w:t>
      </w:r>
      <w:r w:rsidR="00B365A1">
        <w:rPr>
          <w:rtl/>
        </w:rPr>
        <w:t xml:space="preserve">ں </w:t>
      </w:r>
      <w:r>
        <w:rPr>
          <w:rtl/>
        </w:rPr>
        <w:t>جنگ كري</w:t>
      </w:r>
      <w:r w:rsidR="00B365A1">
        <w:rPr>
          <w:rtl/>
        </w:rPr>
        <w:t xml:space="preserve">ں </w:t>
      </w:r>
      <w:r>
        <w:rPr>
          <w:rtl/>
        </w:rPr>
        <w:t xml:space="preserve">؟ </w:t>
      </w:r>
    </w:p>
    <w:p w:rsidR="00376422" w:rsidRDefault="00376422" w:rsidP="00E67399">
      <w:pPr>
        <w:pStyle w:val="libNormal"/>
        <w:rPr>
          <w:rtl/>
        </w:rPr>
      </w:pPr>
      <w:r>
        <w:rPr>
          <w:rtl/>
        </w:rPr>
        <w:t>كيونكہ ان لوگو</w:t>
      </w:r>
      <w:r w:rsidR="00B365A1">
        <w:rPr>
          <w:rtl/>
        </w:rPr>
        <w:t xml:space="preserve">ں </w:t>
      </w:r>
      <w:r>
        <w:rPr>
          <w:rtl/>
        </w:rPr>
        <w:t>كو اس راہ مي</w:t>
      </w:r>
      <w:r w:rsidR="00B365A1">
        <w:rPr>
          <w:rtl/>
        </w:rPr>
        <w:t xml:space="preserve">ں </w:t>
      </w:r>
      <w:r>
        <w:rPr>
          <w:rtl/>
        </w:rPr>
        <w:t>كوئي مادى فائدہ نظر نہي</w:t>
      </w:r>
      <w:r w:rsidR="00B365A1">
        <w:rPr>
          <w:rtl/>
        </w:rPr>
        <w:t xml:space="preserve">ں </w:t>
      </w:r>
      <w:r>
        <w:rPr>
          <w:rtl/>
        </w:rPr>
        <w:t>ارہا تھا اور مقابلہ مي</w:t>
      </w:r>
      <w:r w:rsidR="00B365A1">
        <w:rPr>
          <w:rtl/>
        </w:rPr>
        <w:t xml:space="preserve">ں </w:t>
      </w:r>
      <w:r>
        <w:rPr>
          <w:rtl/>
        </w:rPr>
        <w:t>موت خطرے كى گھنٹى بجا رہى تھى ، پس اگر ايك جذبہء خدائي اور فضيلت انسانى كو پيش نظر نہ ركھا جائے تو ميدان جنگ مي</w:t>
      </w:r>
      <w:r w:rsidR="00B365A1">
        <w:rPr>
          <w:rtl/>
        </w:rPr>
        <w:t xml:space="preserve">ں </w:t>
      </w:r>
      <w:r>
        <w:rPr>
          <w:rtl/>
        </w:rPr>
        <w:t xml:space="preserve">جانا بے فائدہ ہو جائے گا _ </w:t>
      </w:r>
    </w:p>
    <w:p w:rsidR="00376422" w:rsidRDefault="00376422" w:rsidP="00E67399">
      <w:pPr>
        <w:pStyle w:val="libNormal"/>
        <w:rPr>
          <w:rtl/>
        </w:rPr>
      </w:pPr>
      <w:r>
        <w:rPr>
          <w:rtl/>
        </w:rPr>
        <w:t xml:space="preserve">مگر معاويہ كى </w:t>
      </w:r>
      <w:r w:rsidR="00FF45BE">
        <w:rPr>
          <w:rtl/>
        </w:rPr>
        <w:t xml:space="preserve">آواز </w:t>
      </w:r>
      <w:r>
        <w:rPr>
          <w:rtl/>
        </w:rPr>
        <w:t xml:space="preserve"> پر اہل شام جلدى سے لبيك كہنے لگنے تھے ، كيونكہ ان كے سامنے وہ جنگ تھي_ جو تمام غرائز حيوانى كو پورا كر رہى تھى جسے چاہي</w:t>
      </w:r>
      <w:r w:rsidR="00B365A1">
        <w:rPr>
          <w:rtl/>
        </w:rPr>
        <w:t xml:space="preserve">ں </w:t>
      </w:r>
      <w:r>
        <w:rPr>
          <w:rtl/>
        </w:rPr>
        <w:t>موت كے گھاٹ اتار دي</w:t>
      </w:r>
      <w:r w:rsidR="00B365A1">
        <w:rPr>
          <w:rtl/>
        </w:rPr>
        <w:t xml:space="preserve">ں </w:t>
      </w:r>
      <w:r>
        <w:rPr>
          <w:rtl/>
        </w:rPr>
        <w:t>يا جسكو چاہي</w:t>
      </w:r>
      <w:r w:rsidR="00B365A1">
        <w:rPr>
          <w:rtl/>
        </w:rPr>
        <w:t xml:space="preserve">ں </w:t>
      </w:r>
      <w:r>
        <w:rPr>
          <w:rtl/>
        </w:rPr>
        <w:t>اسير و غلام بنا ڈالي</w:t>
      </w:r>
      <w:r w:rsidR="00B365A1">
        <w:rPr>
          <w:rtl/>
        </w:rPr>
        <w:t xml:space="preserve">ں </w:t>
      </w:r>
      <w:r>
        <w:rPr>
          <w:rtl/>
        </w:rPr>
        <w:t>، انكى مالى درامد لوگو</w:t>
      </w:r>
      <w:r w:rsidR="00B365A1">
        <w:rPr>
          <w:rtl/>
        </w:rPr>
        <w:t xml:space="preserve">ں </w:t>
      </w:r>
      <w:r>
        <w:rPr>
          <w:rtl/>
        </w:rPr>
        <w:t>كے لوٹے ہوئے اموال و اسباب ہي</w:t>
      </w:r>
      <w:r w:rsidR="00B365A1">
        <w:rPr>
          <w:rtl/>
        </w:rPr>
        <w:t xml:space="preserve">ں </w:t>
      </w:r>
      <w:r>
        <w:rPr>
          <w:rtl/>
        </w:rPr>
        <w:t>پھر اس صورت مي</w:t>
      </w:r>
      <w:r w:rsidR="00B365A1">
        <w:rPr>
          <w:rtl/>
        </w:rPr>
        <w:t xml:space="preserve">ں </w:t>
      </w:r>
      <w:r>
        <w:rPr>
          <w:rtl/>
        </w:rPr>
        <w:t>كيو</w:t>
      </w:r>
      <w:r w:rsidR="00B365A1">
        <w:rPr>
          <w:rtl/>
        </w:rPr>
        <w:t xml:space="preserve">ں </w:t>
      </w:r>
      <w:r>
        <w:rPr>
          <w:rtl/>
        </w:rPr>
        <w:t>نہ معاويہ كے حكم پر شانہ بشانہ چلي</w:t>
      </w:r>
      <w:r w:rsidR="00B365A1">
        <w:rPr>
          <w:rtl/>
        </w:rPr>
        <w:t xml:space="preserve">ں </w:t>
      </w:r>
      <w:r>
        <w:rPr>
          <w:rtl/>
        </w:rPr>
        <w:t>اور معاويہ كى خواہشات كو كيو</w:t>
      </w:r>
      <w:r w:rsidR="00B365A1">
        <w:rPr>
          <w:rtl/>
        </w:rPr>
        <w:t xml:space="preserve">ں </w:t>
      </w:r>
      <w:r>
        <w:rPr>
          <w:rtl/>
        </w:rPr>
        <w:t>نہ پورا كري</w:t>
      </w:r>
      <w:r w:rsidR="00B365A1">
        <w:rPr>
          <w:rtl/>
        </w:rPr>
        <w:t xml:space="preserve">ں </w:t>
      </w:r>
      <w:r>
        <w:rPr>
          <w:rtl/>
        </w:rPr>
        <w:t xml:space="preserve">؟ ايك خاص بات يہ ھيكہ اہل شام اخلاق اسلامى سے بالكل عارى تھے كيونكہ بادشاہ روم كے بعد اس شہر كا حاكم معاويہ بن گيا تھا _ </w:t>
      </w:r>
    </w:p>
    <w:p w:rsidR="00376422" w:rsidRDefault="00376422" w:rsidP="00E67399">
      <w:pPr>
        <w:pStyle w:val="libNormal"/>
        <w:rPr>
          <w:rtl/>
        </w:rPr>
      </w:pPr>
      <w:r>
        <w:rPr>
          <w:rtl/>
        </w:rPr>
        <w:t>البتہ اگر امام (ع) بر فرض محال حق كے راستے كو چھوڑ ديتے اور خدا و اسلام كو ( العياذ باللہ ) بھلا ڈالتے اور اپنے لشكر والو</w:t>
      </w:r>
      <w:r w:rsidR="00B365A1">
        <w:rPr>
          <w:rtl/>
        </w:rPr>
        <w:t xml:space="preserve">ں </w:t>
      </w:r>
      <w:r>
        <w:rPr>
          <w:rtl/>
        </w:rPr>
        <w:t>كو معاويہ كى طرح ہر كام مي</w:t>
      </w:r>
      <w:r w:rsidR="00B365A1">
        <w:rPr>
          <w:rtl/>
        </w:rPr>
        <w:t xml:space="preserve">ں </w:t>
      </w:r>
      <w:r>
        <w:rPr>
          <w:rtl/>
        </w:rPr>
        <w:t>ازاد چھوڑ ديتے تو معاويہ كى سارى كى سارى مكارانہ سياست نقش بر اب ہو كر رہ جاتي</w:t>
      </w:r>
      <w:r w:rsidR="00B365A1">
        <w:rPr>
          <w:rtl/>
        </w:rPr>
        <w:t xml:space="preserve">ں </w:t>
      </w:r>
      <w:r>
        <w:rPr>
          <w:rtl/>
        </w:rPr>
        <w:t>، ليكن امام (ع) اسكى طرح نہ تھے انھو</w:t>
      </w:r>
      <w:r w:rsidR="00B365A1">
        <w:rPr>
          <w:rtl/>
        </w:rPr>
        <w:t xml:space="preserve">ں </w:t>
      </w:r>
      <w:r>
        <w:rPr>
          <w:rtl/>
        </w:rPr>
        <w:t xml:space="preserve">نے اہل كوفہ سے خطاب كيا كہ : </w:t>
      </w:r>
    </w:p>
    <w:p w:rsidR="00E96AE0" w:rsidRDefault="00376422" w:rsidP="00E67399">
      <w:pPr>
        <w:pStyle w:val="libNormal"/>
        <w:rPr>
          <w:rtl/>
        </w:rPr>
      </w:pPr>
      <w:r>
        <w:rPr>
          <w:rtl/>
        </w:rPr>
        <w:t>خدا كى قسم ، تم لوگو</w:t>
      </w:r>
      <w:r w:rsidR="00B365A1">
        <w:rPr>
          <w:rtl/>
        </w:rPr>
        <w:t xml:space="preserve">ں </w:t>
      </w:r>
      <w:r>
        <w:rPr>
          <w:rtl/>
        </w:rPr>
        <w:t>كى اصلاح جس طرح ہم كر رہے ہي</w:t>
      </w:r>
      <w:r w:rsidR="00B365A1">
        <w:rPr>
          <w:rtl/>
        </w:rPr>
        <w:t xml:space="preserve">ں </w:t>
      </w:r>
      <w:r>
        <w:rPr>
          <w:rtl/>
        </w:rPr>
        <w:t>اسكے بارے مي</w:t>
      </w:r>
      <w:r w:rsidR="00B365A1">
        <w:rPr>
          <w:rtl/>
        </w:rPr>
        <w:t xml:space="preserve">ں </w:t>
      </w:r>
      <w:r>
        <w:rPr>
          <w:rtl/>
        </w:rPr>
        <w:t>خوب جانتے ہي</w:t>
      </w:r>
      <w:r w:rsidR="00B365A1">
        <w:rPr>
          <w:rtl/>
        </w:rPr>
        <w:t xml:space="preserve">ں </w:t>
      </w:r>
      <w:r>
        <w:rPr>
          <w:rtl/>
        </w:rPr>
        <w:t>ليكن كيا كرو</w:t>
      </w:r>
      <w:r w:rsidR="00B365A1">
        <w:rPr>
          <w:rtl/>
        </w:rPr>
        <w:t xml:space="preserve">ں </w:t>
      </w:r>
      <w:r>
        <w:rPr>
          <w:rtl/>
        </w:rPr>
        <w:t xml:space="preserve">اس كام </w:t>
      </w:r>
    </w:p>
    <w:p w:rsidR="00E96AE0" w:rsidRDefault="00E96AE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مي</w:t>
      </w:r>
      <w:r w:rsidR="00B365A1">
        <w:rPr>
          <w:rtl/>
        </w:rPr>
        <w:t xml:space="preserve">ں </w:t>
      </w:r>
      <w:r>
        <w:rPr>
          <w:rtl/>
        </w:rPr>
        <w:t>اپنا اور اپنو</w:t>
      </w:r>
      <w:r w:rsidR="00B365A1">
        <w:rPr>
          <w:rtl/>
        </w:rPr>
        <w:t xml:space="preserve">ں </w:t>
      </w:r>
      <w:r>
        <w:rPr>
          <w:rtl/>
        </w:rPr>
        <w:t>كى تباہى و بربادى ديكھ رہا ہو</w:t>
      </w:r>
      <w:r w:rsidR="00B365A1">
        <w:rPr>
          <w:rtl/>
        </w:rPr>
        <w:t xml:space="preserve">ں </w:t>
      </w:r>
      <w:r w:rsidR="00725AD9" w:rsidRPr="00DB1D0D">
        <w:rPr>
          <w:rStyle w:val="libFootnotenumChar"/>
          <w:rtl/>
        </w:rPr>
        <w:t>(</w:t>
      </w:r>
      <w:r w:rsidRPr="00DB1D0D">
        <w:rPr>
          <w:rStyle w:val="libFootnotenumChar"/>
          <w:rtl/>
        </w:rPr>
        <w:t>3)</w:t>
      </w:r>
      <w:r>
        <w:rPr>
          <w:rtl/>
        </w:rPr>
        <w:t xml:space="preserve"> </w:t>
      </w:r>
    </w:p>
    <w:p w:rsidR="00376422" w:rsidRDefault="00376422" w:rsidP="00E67399">
      <w:pPr>
        <w:pStyle w:val="libNormal"/>
        <w:rPr>
          <w:rtl/>
        </w:rPr>
      </w:pPr>
      <w:r>
        <w:rPr>
          <w:rtl/>
        </w:rPr>
        <w:t>ہا</w:t>
      </w:r>
      <w:r w:rsidR="00B365A1">
        <w:rPr>
          <w:rtl/>
        </w:rPr>
        <w:t xml:space="preserve">ں </w:t>
      </w:r>
      <w:r>
        <w:rPr>
          <w:rtl/>
        </w:rPr>
        <w:t>، امام عليہ السلام چاہتے تو پيسے سے لوگو</w:t>
      </w:r>
      <w:r w:rsidR="00B365A1">
        <w:rPr>
          <w:rtl/>
        </w:rPr>
        <w:t xml:space="preserve">ں </w:t>
      </w:r>
      <w:r>
        <w:rPr>
          <w:rtl/>
        </w:rPr>
        <w:t>كو خريد سكتے تھے اگر چاہتے تو چاپلوسى ، اور احكام خدا سے چشم پوشى كر كے قبيلو</w:t>
      </w:r>
      <w:r w:rsidR="00B365A1">
        <w:rPr>
          <w:rtl/>
        </w:rPr>
        <w:t xml:space="preserve">ں </w:t>
      </w:r>
      <w:r>
        <w:rPr>
          <w:rtl/>
        </w:rPr>
        <w:t>كے بڑے اور قدرتمند افراد كو اپنى طرف كھينچ سكتے تھے ، ليكن ان تمام امور مي</w:t>
      </w:r>
      <w:r w:rsidR="00B365A1">
        <w:rPr>
          <w:rtl/>
        </w:rPr>
        <w:t xml:space="preserve">ں </w:t>
      </w:r>
      <w:r>
        <w:rPr>
          <w:rtl/>
        </w:rPr>
        <w:t>اپنى اور اپنے دين و اخرت كى تباہى ديكھ رہے تھے ، انھو</w:t>
      </w:r>
      <w:r w:rsidR="00B365A1">
        <w:rPr>
          <w:rtl/>
        </w:rPr>
        <w:t xml:space="preserve">ں </w:t>
      </w:r>
      <w:r>
        <w:rPr>
          <w:rtl/>
        </w:rPr>
        <w:t>نے كبھى برائي كو ہاتھ نہي</w:t>
      </w:r>
      <w:r w:rsidR="00B365A1">
        <w:rPr>
          <w:rtl/>
        </w:rPr>
        <w:t xml:space="preserve">ں </w:t>
      </w:r>
      <w:r>
        <w:rPr>
          <w:rtl/>
        </w:rPr>
        <w:t xml:space="preserve">لگايا كيونكہ اپ پاكيزگى كى تمام چاشنى كو گہرائي سے چكھے ہوئے تھے ، كيا معاويہ نے خون عثمان كے انتقام كے لئے امام (ع) سے جنگ كى تھى ؟ </w:t>
      </w:r>
    </w:p>
    <w:p w:rsidR="00376422" w:rsidRDefault="00376422" w:rsidP="00E67399">
      <w:pPr>
        <w:pStyle w:val="libNormal"/>
        <w:rPr>
          <w:rtl/>
        </w:rPr>
      </w:pPr>
      <w:r>
        <w:rPr>
          <w:rtl/>
        </w:rPr>
        <w:t>كيا تمام مسلمانو</w:t>
      </w:r>
      <w:r w:rsidR="00B365A1">
        <w:rPr>
          <w:rtl/>
        </w:rPr>
        <w:t xml:space="preserve">ں </w:t>
      </w:r>
      <w:r>
        <w:rPr>
          <w:rtl/>
        </w:rPr>
        <w:t>كى بستيا</w:t>
      </w:r>
      <w:r w:rsidR="00B365A1">
        <w:rPr>
          <w:rtl/>
        </w:rPr>
        <w:t xml:space="preserve">ں </w:t>
      </w:r>
      <w:r>
        <w:rPr>
          <w:rtl/>
        </w:rPr>
        <w:t>جيسے سرزمين عراق ، حجاز ، حتى يمن قتل عثمان مي</w:t>
      </w:r>
      <w:r w:rsidR="00B365A1">
        <w:rPr>
          <w:rtl/>
        </w:rPr>
        <w:t xml:space="preserve">ں </w:t>
      </w:r>
      <w:r>
        <w:rPr>
          <w:rtl/>
        </w:rPr>
        <w:t>شريك تھي</w:t>
      </w:r>
      <w:r w:rsidR="00B365A1">
        <w:rPr>
          <w:rtl/>
        </w:rPr>
        <w:t xml:space="preserve">ں </w:t>
      </w:r>
      <w:r>
        <w:rPr>
          <w:rtl/>
        </w:rPr>
        <w:t>؟</w:t>
      </w:r>
      <w:r w:rsidR="00831D2C">
        <w:rPr>
          <w:rtl/>
        </w:rPr>
        <w:t xml:space="preserve"> آيا </w:t>
      </w:r>
      <w:r>
        <w:rPr>
          <w:rtl/>
        </w:rPr>
        <w:t xml:space="preserve"> ہزارو</w:t>
      </w:r>
      <w:r w:rsidR="00B365A1">
        <w:rPr>
          <w:rtl/>
        </w:rPr>
        <w:t xml:space="preserve">ں </w:t>
      </w:r>
      <w:r>
        <w:rPr>
          <w:rtl/>
        </w:rPr>
        <w:t>شامى لٹيرو</w:t>
      </w:r>
      <w:r w:rsidR="00B365A1">
        <w:rPr>
          <w:rtl/>
        </w:rPr>
        <w:t xml:space="preserve">ں </w:t>
      </w:r>
      <w:r>
        <w:rPr>
          <w:rtl/>
        </w:rPr>
        <w:t>نے خون عثمان كے انتقام مي</w:t>
      </w:r>
      <w:r w:rsidR="00B365A1">
        <w:rPr>
          <w:rtl/>
        </w:rPr>
        <w:t xml:space="preserve">ں </w:t>
      </w:r>
      <w:r>
        <w:rPr>
          <w:rtl/>
        </w:rPr>
        <w:t>جو ايك شخص سے زيادہ نہ تھا قتل كيا ؟ كيا عثمان كے خون كے گناہ مي</w:t>
      </w:r>
      <w:r w:rsidR="00B365A1">
        <w:rPr>
          <w:rtl/>
        </w:rPr>
        <w:t xml:space="preserve">ں </w:t>
      </w:r>
      <w:r>
        <w:rPr>
          <w:rtl/>
        </w:rPr>
        <w:t>اسير كى گئي مسلمانو</w:t>
      </w:r>
      <w:r w:rsidR="00B365A1">
        <w:rPr>
          <w:rtl/>
        </w:rPr>
        <w:t xml:space="preserve">ں </w:t>
      </w:r>
      <w:r>
        <w:rPr>
          <w:rtl/>
        </w:rPr>
        <w:t>كى عورتو</w:t>
      </w:r>
      <w:r w:rsidR="00B365A1">
        <w:rPr>
          <w:rtl/>
        </w:rPr>
        <w:t xml:space="preserve">ں </w:t>
      </w:r>
      <w:r>
        <w:rPr>
          <w:rtl/>
        </w:rPr>
        <w:t>اور قتل كئے گئے چھوٹے بچے كے كاندھو</w:t>
      </w:r>
      <w:r w:rsidR="00B365A1">
        <w:rPr>
          <w:rtl/>
        </w:rPr>
        <w:t xml:space="preserve">ں </w:t>
      </w:r>
      <w:r>
        <w:rPr>
          <w:rtl/>
        </w:rPr>
        <w:t xml:space="preserve">پر تھا ؟ </w:t>
      </w:r>
    </w:p>
    <w:p w:rsidR="00376422" w:rsidRDefault="00376422" w:rsidP="00E67399">
      <w:pPr>
        <w:pStyle w:val="libNormal"/>
        <w:rPr>
          <w:rtl/>
        </w:rPr>
      </w:pPr>
      <w:r>
        <w:rPr>
          <w:rtl/>
        </w:rPr>
        <w:t>ہر گز نہي</w:t>
      </w:r>
      <w:r w:rsidR="00B365A1">
        <w:rPr>
          <w:rtl/>
        </w:rPr>
        <w:t xml:space="preserve">ں </w:t>
      </w:r>
    </w:p>
    <w:p w:rsidR="00376422" w:rsidRDefault="00376422" w:rsidP="00E67399">
      <w:pPr>
        <w:pStyle w:val="libNormal"/>
        <w:rPr>
          <w:rtl/>
        </w:rPr>
      </w:pPr>
      <w:r>
        <w:rPr>
          <w:rtl/>
        </w:rPr>
        <w:t>ليكن معاويہ باپ كى وصيت كے مطابق اپنى جاہ طلبى و حكومت كى تلاش مي</w:t>
      </w:r>
      <w:r w:rsidR="00B365A1">
        <w:rPr>
          <w:rtl/>
        </w:rPr>
        <w:t xml:space="preserve">ں </w:t>
      </w:r>
      <w:r>
        <w:rPr>
          <w:rtl/>
        </w:rPr>
        <w:t xml:space="preserve">تھا اسكى ارزو اسلام كى وسيع و عريض سر زمين پر حاكم بننے كى تھى _ </w:t>
      </w:r>
    </w:p>
    <w:p w:rsidR="00376422" w:rsidRDefault="00376422" w:rsidP="00E67399">
      <w:pPr>
        <w:pStyle w:val="libNormal"/>
        <w:rPr>
          <w:rtl/>
        </w:rPr>
      </w:pPr>
      <w:r>
        <w:rPr>
          <w:rtl/>
        </w:rPr>
        <w:t xml:space="preserve">معاويہ نے اس ہدف تك پہونچنے كے لئے ہر وسيلہ كو استعمال كرنا ،روا جانا اور ہر برائي كو بے دريغ انجام ديا _ </w:t>
      </w:r>
    </w:p>
    <w:p w:rsidR="00376422" w:rsidRDefault="00376422" w:rsidP="00E67399">
      <w:pPr>
        <w:pStyle w:val="libNormal"/>
        <w:rPr>
          <w:rtl/>
        </w:rPr>
      </w:pPr>
      <w:r>
        <w:rPr>
          <w:rtl/>
        </w:rPr>
        <w:t>حقيقت مي</w:t>
      </w:r>
      <w:r w:rsidR="00B365A1">
        <w:rPr>
          <w:rtl/>
        </w:rPr>
        <w:t xml:space="preserve">ں </w:t>
      </w:r>
      <w:r>
        <w:rPr>
          <w:rtl/>
        </w:rPr>
        <w:t>قصاص خون عثمان كا مدعى اپنے مقصد كو بروئے كار لانے كے لئے بہانہ تھا كہ جس سے اس نے فائدہ بھى اٹھايا ، يہ تمام چيزي</w:t>
      </w:r>
      <w:r w:rsidR="00B365A1">
        <w:rPr>
          <w:rtl/>
        </w:rPr>
        <w:t xml:space="preserve">ں </w:t>
      </w:r>
      <w:r>
        <w:rPr>
          <w:rtl/>
        </w:rPr>
        <w:t>امام على (ع) كے زمانے مي</w:t>
      </w:r>
      <w:r w:rsidR="00B365A1">
        <w:rPr>
          <w:rtl/>
        </w:rPr>
        <w:t xml:space="preserve">ں </w:t>
      </w:r>
      <w:r>
        <w:rPr>
          <w:rtl/>
        </w:rPr>
        <w:t>معاويہ كے ايك بڑے نقشے كى چھوٹى سى جھلكى تھى جسكو ہم نے اپكى خدمت مي</w:t>
      </w:r>
      <w:r w:rsidR="00B365A1">
        <w:rPr>
          <w:rtl/>
        </w:rPr>
        <w:t xml:space="preserve">ں </w:t>
      </w:r>
      <w:r>
        <w:rPr>
          <w:rtl/>
        </w:rPr>
        <w:t xml:space="preserve">پيش كيا ہے _ </w:t>
      </w:r>
    </w:p>
    <w:p w:rsidR="00376422" w:rsidRDefault="004326C0" w:rsidP="00E67399">
      <w:pPr>
        <w:pStyle w:val="libLine"/>
        <w:rPr>
          <w:rtl/>
        </w:rPr>
      </w:pPr>
      <w:r>
        <w:rPr>
          <w:rFonts w:hint="cs"/>
          <w:rtl/>
        </w:rPr>
        <w:t>____________________</w:t>
      </w:r>
    </w:p>
    <w:p w:rsidR="007D1F6E" w:rsidRDefault="007D1F6E" w:rsidP="00E67399">
      <w:pPr>
        <w:pStyle w:val="libFootnote"/>
        <w:rPr>
          <w:rtl/>
        </w:rPr>
      </w:pPr>
      <w:r>
        <w:rPr>
          <w:rtl/>
        </w:rPr>
        <w:t xml:space="preserve">3_ يعقوبى ج2 ص 142 </w:t>
      </w:r>
    </w:p>
    <w:p w:rsidR="004326C0" w:rsidRDefault="004326C0" w:rsidP="00E67399">
      <w:pPr>
        <w:pStyle w:val="libPoemTini"/>
        <w:rPr>
          <w:rtl/>
        </w:rPr>
      </w:pPr>
      <w:r>
        <w:rPr>
          <w:rtl/>
        </w:rPr>
        <w:br w:type="page"/>
      </w:r>
    </w:p>
    <w:p w:rsidR="00376422" w:rsidRDefault="00376422" w:rsidP="00E67399">
      <w:pPr>
        <w:pStyle w:val="Heading2Center"/>
        <w:rPr>
          <w:rtl/>
        </w:rPr>
      </w:pPr>
      <w:bookmarkStart w:id="40" w:name="_Toc531605668"/>
      <w:r>
        <w:rPr>
          <w:rtl/>
        </w:rPr>
        <w:lastRenderedPageBreak/>
        <w:t>معاويہ امام حسن (ع) كے زمانے مي</w:t>
      </w:r>
      <w:r w:rsidR="00B365A1">
        <w:rPr>
          <w:rtl/>
        </w:rPr>
        <w:t>ں</w:t>
      </w:r>
      <w:bookmarkEnd w:id="40"/>
      <w:r w:rsidR="00B365A1">
        <w:rPr>
          <w:rtl/>
        </w:rPr>
        <w:t xml:space="preserve"> </w:t>
      </w:r>
    </w:p>
    <w:p w:rsidR="00376422" w:rsidRDefault="00376422" w:rsidP="00E67399">
      <w:pPr>
        <w:pStyle w:val="libNormal"/>
        <w:rPr>
          <w:rtl/>
        </w:rPr>
      </w:pPr>
      <w:r>
        <w:rPr>
          <w:rtl/>
        </w:rPr>
        <w:t>جب امير المومنين(ع) ابن ملجم كى تلوار سے شہيد ہو گئے اور مسلمانو</w:t>
      </w:r>
      <w:r w:rsidR="00B365A1">
        <w:rPr>
          <w:rtl/>
        </w:rPr>
        <w:t xml:space="preserve">ں </w:t>
      </w:r>
      <w:r>
        <w:rPr>
          <w:rtl/>
        </w:rPr>
        <w:t>نے اپنى تاريخ مي</w:t>
      </w:r>
      <w:r w:rsidR="00B365A1">
        <w:rPr>
          <w:rtl/>
        </w:rPr>
        <w:t xml:space="preserve">ں </w:t>
      </w:r>
      <w:r>
        <w:rPr>
          <w:rtl/>
        </w:rPr>
        <w:t>دوسرى مرتبہ ايك ازاد بيعت كر كے امام حسن (ع) كو اپنا خليفہ بنا ليا تو اپ نے ايك خط معاويہ كو تحرير كيا اور اس سے اطاعت و بيعت كا مطالبہ كيا ، كيونكہ ايك طرف امام بر حق تھے دوسرى طرف لوگو</w:t>
      </w:r>
      <w:r w:rsidR="00B365A1">
        <w:rPr>
          <w:rtl/>
        </w:rPr>
        <w:t xml:space="preserve">ں </w:t>
      </w:r>
      <w:r>
        <w:rPr>
          <w:rtl/>
        </w:rPr>
        <w:t>نے اپكى بيعت كر لى تھى ، ليكن جيسا كہ اپ حضرات جانتے ہي</w:t>
      </w:r>
      <w:r w:rsidR="00B365A1">
        <w:rPr>
          <w:rtl/>
        </w:rPr>
        <w:t xml:space="preserve">ں </w:t>
      </w:r>
      <w:r>
        <w:rPr>
          <w:rtl/>
        </w:rPr>
        <w:t xml:space="preserve">كہ _ </w:t>
      </w:r>
    </w:p>
    <w:p w:rsidR="00376422" w:rsidRDefault="00376422" w:rsidP="00E67399">
      <w:pPr>
        <w:pStyle w:val="libNormal"/>
        <w:rPr>
          <w:rtl/>
        </w:rPr>
      </w:pPr>
      <w:r>
        <w:rPr>
          <w:rtl/>
        </w:rPr>
        <w:t>معاويہ نے جس طرح سے اپنى تمام عمر مي</w:t>
      </w:r>
      <w:r w:rsidR="00B365A1">
        <w:rPr>
          <w:rtl/>
        </w:rPr>
        <w:t xml:space="preserve">ں </w:t>
      </w:r>
      <w:r>
        <w:rPr>
          <w:rtl/>
        </w:rPr>
        <w:t>حق كى پيروى نہي</w:t>
      </w:r>
      <w:r w:rsidR="00B365A1">
        <w:rPr>
          <w:rtl/>
        </w:rPr>
        <w:t xml:space="preserve">ں </w:t>
      </w:r>
      <w:r>
        <w:rPr>
          <w:rtl/>
        </w:rPr>
        <w:t>كى اسى طرح نہي</w:t>
      </w:r>
      <w:r w:rsidR="00B365A1">
        <w:rPr>
          <w:rtl/>
        </w:rPr>
        <w:t xml:space="preserve">ں </w:t>
      </w:r>
      <w:r>
        <w:rPr>
          <w:rtl/>
        </w:rPr>
        <w:t>چاہتا تھا كہ حق كے سايہ مي</w:t>
      </w:r>
      <w:r w:rsidR="00B365A1">
        <w:rPr>
          <w:rtl/>
        </w:rPr>
        <w:t xml:space="preserve">ں </w:t>
      </w:r>
      <w:r>
        <w:rPr>
          <w:rtl/>
        </w:rPr>
        <w:t>جائے _ يہى وجہ تھى جو اس نے امام حسن (ع) كى بيعت نہي</w:t>
      </w:r>
      <w:r w:rsidR="00B365A1">
        <w:rPr>
          <w:rtl/>
        </w:rPr>
        <w:t xml:space="preserve">ں </w:t>
      </w:r>
      <w:r>
        <w:rPr>
          <w:rtl/>
        </w:rPr>
        <w:t xml:space="preserve">كى _ اور اپ سے جنگ كرنے كے لئے ايك لشكر عظيم كے ساتھ عراق كى طرف روانہ ہو گيا _ امام مجتبى (ع) بھى سر براہ كفر و جاہليت كامقابلہ كرنے كے لئے اپنى فوج كے ساتھ كوفہ سے نكل پڑے_ </w:t>
      </w:r>
    </w:p>
    <w:p w:rsidR="00376422" w:rsidRDefault="00376422" w:rsidP="00E67399">
      <w:pPr>
        <w:pStyle w:val="libNormal"/>
        <w:rPr>
          <w:rtl/>
        </w:rPr>
      </w:pPr>
      <w:r>
        <w:rPr>
          <w:rtl/>
        </w:rPr>
        <w:t>مقدمةالجيش كے عنوان سے اپنے چچا زاد بھائي عبيد اللہ بن عباس كو عراق و كوفہ كے بہترين بارہ ہزار سپاہيو</w:t>
      </w:r>
      <w:r w:rsidR="00B365A1">
        <w:rPr>
          <w:rtl/>
        </w:rPr>
        <w:t xml:space="preserve">ں </w:t>
      </w:r>
      <w:r>
        <w:rPr>
          <w:rtl/>
        </w:rPr>
        <w:t xml:space="preserve">كے ساتھ روانہ كيا _ اور انكے ساتھ فدا كار و مومن شجاع قيس بن سعد كو بھيجا _ </w:t>
      </w:r>
    </w:p>
    <w:p w:rsidR="00376422" w:rsidRDefault="00376422" w:rsidP="00E67399">
      <w:pPr>
        <w:pStyle w:val="libNormal"/>
        <w:rPr>
          <w:rtl/>
        </w:rPr>
      </w:pPr>
      <w:r>
        <w:rPr>
          <w:rtl/>
        </w:rPr>
        <w:t>امام عليہ السلام نے عبيد اللہ بن عباس سے كہا كہ ہرگز قيس سعد بن كى رائے كو رد نہ كرنا اور تمام امور مي</w:t>
      </w:r>
      <w:r w:rsidR="00B365A1">
        <w:rPr>
          <w:rtl/>
        </w:rPr>
        <w:t xml:space="preserve">ں </w:t>
      </w:r>
      <w:r>
        <w:rPr>
          <w:rtl/>
        </w:rPr>
        <w:t xml:space="preserve">انكى نظر كو مقدم ركھنا _ </w:t>
      </w:r>
    </w:p>
    <w:p w:rsidR="00376422" w:rsidRDefault="00376422" w:rsidP="00E67399">
      <w:pPr>
        <w:pStyle w:val="libNormal"/>
        <w:rPr>
          <w:rtl/>
        </w:rPr>
      </w:pPr>
      <w:r>
        <w:rPr>
          <w:rtl/>
        </w:rPr>
        <w:t>چند دنو</w:t>
      </w:r>
      <w:r w:rsidR="00B365A1">
        <w:rPr>
          <w:rtl/>
        </w:rPr>
        <w:t xml:space="preserve">ں </w:t>
      </w:r>
      <w:r>
        <w:rPr>
          <w:rtl/>
        </w:rPr>
        <w:t>بعد لشكر نے امنے سامنے پڑائو ڈالا نيز چھوٹى موٹى جھڑپي</w:t>
      </w:r>
      <w:r w:rsidR="00B365A1">
        <w:rPr>
          <w:rtl/>
        </w:rPr>
        <w:t xml:space="preserve">ں </w:t>
      </w:r>
      <w:r>
        <w:rPr>
          <w:rtl/>
        </w:rPr>
        <w:t xml:space="preserve">بھى ہوتى رہى _ ليكن معاويہ بجائے جنگ كے چاہتا تھا كہ چالاكى و دھوكہ دھڑى سے كام لے _ اسى لئے ايك ايسا پروپيگنڈہ كيا كہ لشكر امام (ع) كى بنياد متزلزل ہو گئي _ </w:t>
      </w:r>
    </w:p>
    <w:p w:rsidR="004326C0" w:rsidRDefault="00376422" w:rsidP="00E67399">
      <w:pPr>
        <w:pStyle w:val="libNormal"/>
        <w:rPr>
          <w:rtl/>
        </w:rPr>
      </w:pPr>
      <w:r>
        <w:rPr>
          <w:rtl/>
        </w:rPr>
        <w:t>شب كے سناٹے مي</w:t>
      </w:r>
      <w:r w:rsidR="00B365A1">
        <w:rPr>
          <w:rtl/>
        </w:rPr>
        <w:t xml:space="preserve">ں </w:t>
      </w:r>
      <w:r>
        <w:rPr>
          <w:rtl/>
        </w:rPr>
        <w:t>عبيد اللہ بن عباس كے پاس معاويہ كا ايك ايلچى</w:t>
      </w:r>
      <w:r w:rsidR="00831D2C">
        <w:rPr>
          <w:rtl/>
        </w:rPr>
        <w:t xml:space="preserve"> آيا </w:t>
      </w:r>
      <w:r>
        <w:rPr>
          <w:rtl/>
        </w:rPr>
        <w:t xml:space="preserve"> _ اس نے معاويہ كا پيغام ديا كہ حسن (ع) نے ايك خط صلح كرنے كے لئے ہمارے پاس بھيجا ہے اگر تم اس وقت ہمارى اطاعت كو قبول كر لو گے تو ہم تم كو والى و حاكم بنا دينگے اگر اس پيشنہاد كو ٹھكرائو گے اور مسئلہ صلح اشكار ہو جانے كے بعد ہمارے پاس ائو گے تو دوسرو</w:t>
      </w:r>
      <w:r w:rsidR="00B365A1">
        <w:rPr>
          <w:rtl/>
        </w:rPr>
        <w:t xml:space="preserve">ں </w:t>
      </w:r>
      <w:r>
        <w:rPr>
          <w:rtl/>
        </w:rPr>
        <w:t>كى طرح تمھي</w:t>
      </w:r>
      <w:r w:rsidR="00B365A1">
        <w:rPr>
          <w:rtl/>
        </w:rPr>
        <w:t xml:space="preserve">ں </w:t>
      </w:r>
      <w:r>
        <w:rPr>
          <w:rtl/>
        </w:rPr>
        <w:t>بھى مقام و رياست نہي</w:t>
      </w:r>
      <w:r w:rsidR="00B365A1">
        <w:rPr>
          <w:rtl/>
        </w:rPr>
        <w:t xml:space="preserve">ں </w:t>
      </w:r>
      <w:r>
        <w:rPr>
          <w:rtl/>
        </w:rPr>
        <w:t>دي</w:t>
      </w:r>
      <w:r w:rsidR="00B365A1">
        <w:rPr>
          <w:rtl/>
        </w:rPr>
        <w:t xml:space="preserve">ں </w:t>
      </w:r>
      <w:r>
        <w:rPr>
          <w:rtl/>
        </w:rPr>
        <w:t>گے اور سوائے كف افسوس كے كوئي چارہ نہي</w:t>
      </w:r>
      <w:r w:rsidR="00B365A1">
        <w:rPr>
          <w:rtl/>
        </w:rPr>
        <w:t xml:space="preserve">ں </w:t>
      </w:r>
      <w:r>
        <w:rPr>
          <w:rtl/>
        </w:rPr>
        <w:t>رہے گا ، اگر اس وقت ہمارے ہمنوا بن جائو گے تو دس لاكھ درہم تمھي</w:t>
      </w:r>
      <w:r w:rsidR="00B365A1">
        <w:rPr>
          <w:rtl/>
        </w:rPr>
        <w:t xml:space="preserve">ں </w:t>
      </w:r>
      <w:r>
        <w:rPr>
          <w:rtl/>
        </w:rPr>
        <w:t>دينگے جو كہ پہلى تھيلى پانچ لاكھ درہم كى ابھى تمہارے ہاتھو</w:t>
      </w:r>
      <w:r w:rsidR="00B365A1">
        <w:rPr>
          <w:rtl/>
        </w:rPr>
        <w:t xml:space="preserve">ں </w:t>
      </w:r>
      <w:r>
        <w:rPr>
          <w:rtl/>
        </w:rPr>
        <w:t>مي</w:t>
      </w:r>
      <w:r w:rsidR="00B365A1">
        <w:rPr>
          <w:rtl/>
        </w:rPr>
        <w:t xml:space="preserve">ں </w:t>
      </w:r>
      <w:r>
        <w:rPr>
          <w:rtl/>
        </w:rPr>
        <w:t>پہونچ جائے گى اور باقى جب ہمارى فوج كوفہ مي</w:t>
      </w:r>
      <w:r w:rsidR="00B365A1">
        <w:rPr>
          <w:rtl/>
        </w:rPr>
        <w:t xml:space="preserve">ں </w:t>
      </w:r>
      <w:r>
        <w:rPr>
          <w:rtl/>
        </w:rPr>
        <w:t>پہونچ جائے گى تو تمھي</w:t>
      </w:r>
      <w:r w:rsidR="00B365A1">
        <w:rPr>
          <w:rtl/>
        </w:rPr>
        <w:t xml:space="preserve">ں </w:t>
      </w:r>
      <w:r>
        <w:rPr>
          <w:rtl/>
        </w:rPr>
        <w:t xml:space="preserve">ديديگى _ </w:t>
      </w:r>
    </w:p>
    <w:p w:rsidR="004326C0" w:rsidRDefault="004326C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عبيد اللہ شب كے سناٹے مي</w:t>
      </w:r>
      <w:r w:rsidR="00B365A1">
        <w:rPr>
          <w:rtl/>
        </w:rPr>
        <w:t xml:space="preserve">ں </w:t>
      </w:r>
      <w:r>
        <w:rPr>
          <w:rtl/>
        </w:rPr>
        <w:t>معاويہ كے دام فريب مي</w:t>
      </w:r>
      <w:r w:rsidR="00B365A1">
        <w:rPr>
          <w:rtl/>
        </w:rPr>
        <w:t xml:space="preserve">ں </w:t>
      </w:r>
      <w:r>
        <w:rPr>
          <w:rtl/>
        </w:rPr>
        <w:t>اگئے جو ہوا پرستو</w:t>
      </w:r>
      <w:r w:rsidR="00B365A1">
        <w:rPr>
          <w:rtl/>
        </w:rPr>
        <w:t xml:space="preserve">ں </w:t>
      </w:r>
      <w:r>
        <w:rPr>
          <w:rtl/>
        </w:rPr>
        <w:t xml:space="preserve">كو ڈانوا ڈول كرنے كے لئے كافى تھا _ </w:t>
      </w:r>
    </w:p>
    <w:p w:rsidR="00376422" w:rsidRDefault="00376422" w:rsidP="00E67399">
      <w:pPr>
        <w:pStyle w:val="libNormal"/>
        <w:rPr>
          <w:rtl/>
        </w:rPr>
      </w:pPr>
      <w:r>
        <w:rPr>
          <w:rtl/>
        </w:rPr>
        <w:t>عبيد اللہ سوچنے لگے كہ _ معاويہ كى باتي</w:t>
      </w:r>
      <w:r w:rsidR="00B365A1">
        <w:rPr>
          <w:rtl/>
        </w:rPr>
        <w:t xml:space="preserve">ں </w:t>
      </w:r>
      <w:r>
        <w:rPr>
          <w:rtl/>
        </w:rPr>
        <w:t>صحيح و درست ہي</w:t>
      </w:r>
      <w:r w:rsidR="00B365A1">
        <w:rPr>
          <w:rtl/>
        </w:rPr>
        <w:t xml:space="preserve">ں </w:t>
      </w:r>
      <w:r>
        <w:rPr>
          <w:rtl/>
        </w:rPr>
        <w:t>_ جب امام (ع) صلح پر امادہ ہو ہى گئے ہي</w:t>
      </w:r>
      <w:r w:rsidR="00B365A1">
        <w:rPr>
          <w:rtl/>
        </w:rPr>
        <w:t xml:space="preserve">ں </w:t>
      </w:r>
      <w:r>
        <w:rPr>
          <w:rtl/>
        </w:rPr>
        <w:t>تو ہمارے لئے سوائے دو راہو</w:t>
      </w:r>
      <w:r w:rsidR="00B365A1">
        <w:rPr>
          <w:rtl/>
        </w:rPr>
        <w:t xml:space="preserve">ں </w:t>
      </w:r>
      <w:r>
        <w:rPr>
          <w:rtl/>
        </w:rPr>
        <w:t>كے كچھ نہي</w:t>
      </w:r>
      <w:r w:rsidR="00B365A1">
        <w:rPr>
          <w:rtl/>
        </w:rPr>
        <w:t xml:space="preserve">ں </w:t>
      </w:r>
      <w:r>
        <w:rPr>
          <w:rtl/>
        </w:rPr>
        <w:t xml:space="preserve">ہے _ </w:t>
      </w:r>
    </w:p>
    <w:p w:rsidR="00376422" w:rsidRDefault="00376422" w:rsidP="00E67399">
      <w:pPr>
        <w:pStyle w:val="libNormal"/>
        <w:rPr>
          <w:rtl/>
        </w:rPr>
      </w:pPr>
      <w:r>
        <w:rPr>
          <w:rtl/>
        </w:rPr>
        <w:t>اگر معاويہ كى طرف جاتے ہي</w:t>
      </w:r>
      <w:r w:rsidR="00B365A1">
        <w:rPr>
          <w:rtl/>
        </w:rPr>
        <w:t xml:space="preserve">ں </w:t>
      </w:r>
      <w:r>
        <w:rPr>
          <w:rtl/>
        </w:rPr>
        <w:t>تو احترام و اكرام اور دولت و ثروت ہے _ اگر اپنى جگہ پر قائم رہتے ہي</w:t>
      </w:r>
      <w:r w:rsidR="00B365A1">
        <w:rPr>
          <w:rtl/>
        </w:rPr>
        <w:t xml:space="preserve">ں </w:t>
      </w:r>
      <w:r>
        <w:rPr>
          <w:rtl/>
        </w:rPr>
        <w:t>تو جان كا خطرہ اور جنگ كى زحمت ہے _ پھر ہم كيو</w:t>
      </w:r>
      <w:r w:rsidR="00B365A1">
        <w:rPr>
          <w:rtl/>
        </w:rPr>
        <w:t xml:space="preserve">ں </w:t>
      </w:r>
      <w:r>
        <w:rPr>
          <w:rtl/>
        </w:rPr>
        <w:t>قتل ہو</w:t>
      </w:r>
      <w:r w:rsidR="00B365A1">
        <w:rPr>
          <w:rtl/>
        </w:rPr>
        <w:t xml:space="preserve">ں </w:t>
      </w:r>
      <w:r>
        <w:rPr>
          <w:rtl/>
        </w:rPr>
        <w:t>اور زحمت جنگ كو برداشت كري</w:t>
      </w:r>
      <w:r w:rsidR="00B365A1">
        <w:rPr>
          <w:rtl/>
        </w:rPr>
        <w:t xml:space="preserve">ں </w:t>
      </w:r>
      <w:r>
        <w:rPr>
          <w:rtl/>
        </w:rPr>
        <w:t xml:space="preserve">_ يہى شيطانى اور تاجرانہ فكر تھى جو عبيد اللہ كو لے ڈوبى _ </w:t>
      </w:r>
    </w:p>
    <w:p w:rsidR="00376422" w:rsidRDefault="00376422" w:rsidP="00E67399">
      <w:pPr>
        <w:pStyle w:val="libNormal"/>
        <w:rPr>
          <w:rtl/>
        </w:rPr>
      </w:pPr>
      <w:r>
        <w:rPr>
          <w:rtl/>
        </w:rPr>
        <w:t>چنانچہ رات كى تاريكى مي</w:t>
      </w:r>
      <w:r w:rsidR="00B365A1">
        <w:rPr>
          <w:rtl/>
        </w:rPr>
        <w:t xml:space="preserve">ں </w:t>
      </w:r>
      <w:r>
        <w:rPr>
          <w:rtl/>
        </w:rPr>
        <w:t xml:space="preserve">ايك دستہ كے ساتھ لشكر اموى سے جا ملے اور لشكر بغير سردار كے ہو گيا </w:t>
      </w:r>
      <w:r w:rsidRPr="00DB1D0D">
        <w:rPr>
          <w:rStyle w:val="libFootnotenumChar"/>
          <w:rtl/>
        </w:rPr>
        <w:t>(4)</w:t>
      </w:r>
      <w:r>
        <w:rPr>
          <w:rtl/>
        </w:rPr>
        <w:t xml:space="preserve"> </w:t>
      </w:r>
    </w:p>
    <w:p w:rsidR="00376422" w:rsidRDefault="00376422" w:rsidP="00E67399">
      <w:pPr>
        <w:pStyle w:val="libNormal"/>
        <w:rPr>
          <w:rtl/>
        </w:rPr>
      </w:pPr>
      <w:r>
        <w:rPr>
          <w:rtl/>
        </w:rPr>
        <w:t>انھي</w:t>
      </w:r>
      <w:r w:rsidR="00B365A1">
        <w:rPr>
          <w:rtl/>
        </w:rPr>
        <w:t>ں</w:t>
      </w:r>
      <w:r w:rsidR="00831D2C">
        <w:rPr>
          <w:rtl/>
        </w:rPr>
        <w:t xml:space="preserve"> آيا </w:t>
      </w:r>
      <w:r>
        <w:rPr>
          <w:rtl/>
        </w:rPr>
        <w:t>م مي</w:t>
      </w:r>
      <w:r w:rsidR="00B365A1">
        <w:rPr>
          <w:rtl/>
        </w:rPr>
        <w:t xml:space="preserve">ں </w:t>
      </w:r>
      <w:r>
        <w:rPr>
          <w:rtl/>
        </w:rPr>
        <w:t>معاويہ نے جو دوسرى چال چلى وہ يہ تھى كہ _ مخفيانہ طور سے ايك سفير كو عمر و بن حريث، اشعث بن قيس _ حجار بن ابجر اورشبث بن ربعى كے پاس بھيجا _ يہ تمام لوگ قبائل كو فہ كے سردار اور لوگو</w:t>
      </w:r>
      <w:r w:rsidR="00B365A1">
        <w:rPr>
          <w:rtl/>
        </w:rPr>
        <w:t xml:space="preserve">ں </w:t>
      </w:r>
      <w:r>
        <w:rPr>
          <w:rtl/>
        </w:rPr>
        <w:t>مي</w:t>
      </w:r>
      <w:r w:rsidR="00B365A1">
        <w:rPr>
          <w:rtl/>
        </w:rPr>
        <w:t xml:space="preserve">ں </w:t>
      </w:r>
      <w:r>
        <w:rPr>
          <w:rtl/>
        </w:rPr>
        <w:t>اچھا رسوخ تھا _ مگر اہلبيت (ع) سے دشمنى ركھنے كى وجہ سے كوئي خاص اہميت كے حامل نہ تھے ، معاويہ كے جا سوس نے ہر ايك كو اس طرح پيغام ديا كہ اگر تم لوگو</w:t>
      </w:r>
      <w:r w:rsidR="00B365A1">
        <w:rPr>
          <w:rtl/>
        </w:rPr>
        <w:t xml:space="preserve">ں </w:t>
      </w:r>
      <w:r>
        <w:rPr>
          <w:rtl/>
        </w:rPr>
        <w:t>نے حسن (ع) بن على (ع) كو قتل كر ديا تو ابھى ايك لاكھ درہم نيز لشكر شام كى سردارى اور حاكم شہر نيز اپنى بيٹيو</w:t>
      </w:r>
      <w:r w:rsidR="00B365A1">
        <w:rPr>
          <w:rtl/>
        </w:rPr>
        <w:t xml:space="preserve">ں </w:t>
      </w:r>
      <w:r>
        <w:rPr>
          <w:rtl/>
        </w:rPr>
        <w:t>كو اس كام كے عوض مي</w:t>
      </w:r>
      <w:r w:rsidR="00B365A1">
        <w:rPr>
          <w:rtl/>
        </w:rPr>
        <w:t xml:space="preserve">ں </w:t>
      </w:r>
      <w:r>
        <w:rPr>
          <w:rtl/>
        </w:rPr>
        <w:t>دينگے _ اسكى خبر امام حسن (ع) كو معلوم ہوئي تو اپ اپنے لباس كے اندر زرہ پہننے لگے تاكہ ناگہانى حملے سے بچ سكي</w:t>
      </w:r>
      <w:r w:rsidR="00B365A1">
        <w:rPr>
          <w:rtl/>
        </w:rPr>
        <w:t xml:space="preserve">ں </w:t>
      </w:r>
      <w:r>
        <w:rPr>
          <w:rtl/>
        </w:rPr>
        <w:t>حتى امام (ع) اسى حالت مي</w:t>
      </w:r>
      <w:r w:rsidR="00B365A1">
        <w:rPr>
          <w:rtl/>
        </w:rPr>
        <w:t xml:space="preserve">ں </w:t>
      </w:r>
      <w:r>
        <w:rPr>
          <w:rtl/>
        </w:rPr>
        <w:t>نماز بھى پڑھتے تھے اور زرہ كو ايك لمحہ كے لئے بھى جسم سے جدا نہي</w:t>
      </w:r>
      <w:r w:rsidR="00B365A1">
        <w:rPr>
          <w:rtl/>
        </w:rPr>
        <w:t xml:space="preserve">ں </w:t>
      </w:r>
      <w:r>
        <w:rPr>
          <w:rtl/>
        </w:rPr>
        <w:t>كرتے تھے _ امام (ع) كا يہ احتياط بجا تھا كيونكہ انہي</w:t>
      </w:r>
      <w:r w:rsidR="00B365A1">
        <w:rPr>
          <w:rtl/>
        </w:rPr>
        <w:t xml:space="preserve">ں </w:t>
      </w:r>
      <w:r>
        <w:rPr>
          <w:rtl/>
        </w:rPr>
        <w:t>مي</w:t>
      </w:r>
      <w:r w:rsidR="00B365A1">
        <w:rPr>
          <w:rtl/>
        </w:rPr>
        <w:t xml:space="preserve">ں </w:t>
      </w:r>
      <w:r>
        <w:rPr>
          <w:rtl/>
        </w:rPr>
        <w:t>سے ايك ضمير فروش نے انحضرت (ع) پر حالت نماز مي</w:t>
      </w:r>
      <w:r w:rsidR="00B365A1">
        <w:rPr>
          <w:rtl/>
        </w:rPr>
        <w:t xml:space="preserve">ں </w:t>
      </w:r>
      <w:r>
        <w:rPr>
          <w:rtl/>
        </w:rPr>
        <w:t>تير سے نشانہ بنايا تھا ليكن چونكہ امام حسن (ع) كے جسم پر زرہ تھى لہذا تير نے اپنا كام نہي</w:t>
      </w:r>
      <w:r w:rsidR="00B365A1">
        <w:rPr>
          <w:rtl/>
        </w:rPr>
        <w:t xml:space="preserve">ں </w:t>
      </w:r>
      <w:r>
        <w:rPr>
          <w:rtl/>
        </w:rPr>
        <w:t xml:space="preserve">كيا اور امام عليہ السلام بچ گئے </w:t>
      </w:r>
      <w:r w:rsidRPr="00DB1D0D">
        <w:rPr>
          <w:rStyle w:val="libFootnotenumChar"/>
          <w:rtl/>
        </w:rPr>
        <w:t>(5)</w:t>
      </w:r>
      <w:r>
        <w:rPr>
          <w:rtl/>
        </w:rPr>
        <w:t xml:space="preserve"> </w:t>
      </w:r>
    </w:p>
    <w:p w:rsidR="004326C0" w:rsidRDefault="004326C0" w:rsidP="00E67399">
      <w:pPr>
        <w:pStyle w:val="libLine"/>
        <w:rPr>
          <w:rtl/>
        </w:rPr>
      </w:pPr>
      <w:r>
        <w:rPr>
          <w:rFonts w:hint="cs"/>
          <w:rtl/>
        </w:rPr>
        <w:t>____________________</w:t>
      </w:r>
    </w:p>
    <w:p w:rsidR="007D1F6E" w:rsidRDefault="007D1F6E" w:rsidP="00E67399">
      <w:pPr>
        <w:pStyle w:val="libFootnote"/>
        <w:rPr>
          <w:rtl/>
        </w:rPr>
      </w:pPr>
      <w:r>
        <w:rPr>
          <w:rtl/>
        </w:rPr>
        <w:t xml:space="preserve">4_ مقاتل الطالبين ص 65 </w:t>
      </w:r>
    </w:p>
    <w:p w:rsidR="007D1F6E" w:rsidRDefault="007D1F6E" w:rsidP="00E67399">
      <w:pPr>
        <w:pStyle w:val="libFootnote"/>
        <w:rPr>
          <w:rtl/>
        </w:rPr>
      </w:pPr>
      <w:r>
        <w:rPr>
          <w:rtl/>
        </w:rPr>
        <w:t xml:space="preserve">5_ بحار الانوار ج 10 ص 107 </w:t>
      </w:r>
    </w:p>
    <w:p w:rsidR="004326C0" w:rsidRDefault="004326C0" w:rsidP="00E67399">
      <w:pPr>
        <w:pStyle w:val="libPoemTini"/>
        <w:rPr>
          <w:rtl/>
        </w:rPr>
      </w:pPr>
      <w:r>
        <w:rPr>
          <w:rtl/>
        </w:rPr>
        <w:br w:type="page"/>
      </w:r>
    </w:p>
    <w:p w:rsidR="00376422" w:rsidRDefault="00376422" w:rsidP="00E67399">
      <w:pPr>
        <w:pStyle w:val="libNormal"/>
        <w:rPr>
          <w:rtl/>
        </w:rPr>
      </w:pPr>
      <w:r>
        <w:rPr>
          <w:rtl/>
        </w:rPr>
        <w:lastRenderedPageBreak/>
        <w:t>يعقوبى لكھتے ہي</w:t>
      </w:r>
      <w:r w:rsidR="00B365A1">
        <w:rPr>
          <w:rtl/>
        </w:rPr>
        <w:t xml:space="preserve">ں </w:t>
      </w:r>
      <w:r>
        <w:rPr>
          <w:rtl/>
        </w:rPr>
        <w:t xml:space="preserve">: </w:t>
      </w:r>
    </w:p>
    <w:p w:rsidR="00376422" w:rsidRDefault="00376422" w:rsidP="00E67399">
      <w:pPr>
        <w:pStyle w:val="libNormal"/>
        <w:rPr>
          <w:rtl/>
        </w:rPr>
      </w:pPr>
      <w:r>
        <w:rPr>
          <w:rtl/>
        </w:rPr>
        <w:t>معاويہ نے جاسوسو</w:t>
      </w:r>
      <w:r w:rsidR="00B365A1">
        <w:rPr>
          <w:rtl/>
        </w:rPr>
        <w:t xml:space="preserve">ں </w:t>
      </w:r>
      <w:r>
        <w:rPr>
          <w:rtl/>
        </w:rPr>
        <w:t>كا ايك گروہ لشكر امام (ع) مي</w:t>
      </w:r>
      <w:r w:rsidR="00B365A1">
        <w:rPr>
          <w:rtl/>
        </w:rPr>
        <w:t xml:space="preserve">ں </w:t>
      </w:r>
      <w:r>
        <w:rPr>
          <w:rtl/>
        </w:rPr>
        <w:t>چھوڑا تاكہ انحضرت(ص) كے لشكر مي</w:t>
      </w:r>
      <w:r w:rsidR="00B365A1">
        <w:rPr>
          <w:rtl/>
        </w:rPr>
        <w:t xml:space="preserve">ں </w:t>
      </w:r>
      <w:r>
        <w:rPr>
          <w:rtl/>
        </w:rPr>
        <w:t>يہ پروپيگنڈہ كري</w:t>
      </w:r>
      <w:r w:rsidR="00B365A1">
        <w:rPr>
          <w:rtl/>
        </w:rPr>
        <w:t xml:space="preserve">ں </w:t>
      </w:r>
      <w:r>
        <w:rPr>
          <w:rtl/>
        </w:rPr>
        <w:t>كہ قيس بن سعد جنھو</w:t>
      </w:r>
      <w:r w:rsidR="00B365A1">
        <w:rPr>
          <w:rtl/>
        </w:rPr>
        <w:t xml:space="preserve">ں </w:t>
      </w:r>
      <w:r>
        <w:rPr>
          <w:rtl/>
        </w:rPr>
        <w:t xml:space="preserve">نے عبيد اللہ بن عباس كے لشكر كى سردارى كا عہدہ سنبھال ليا تھا معاويہ سے صلح كر لى ہے _ </w:t>
      </w:r>
    </w:p>
    <w:p w:rsidR="00376422" w:rsidRDefault="00376422" w:rsidP="00E67399">
      <w:pPr>
        <w:pStyle w:val="libNormal"/>
        <w:rPr>
          <w:rtl/>
        </w:rPr>
      </w:pPr>
      <w:r>
        <w:rPr>
          <w:rtl/>
        </w:rPr>
        <w:t>دوسرى طرف ايك جاسوسى دستہ كو قيس كے لشكر مي</w:t>
      </w:r>
      <w:r w:rsidR="00B365A1">
        <w:rPr>
          <w:rtl/>
        </w:rPr>
        <w:t xml:space="preserve">ں </w:t>
      </w:r>
      <w:r>
        <w:rPr>
          <w:rtl/>
        </w:rPr>
        <w:t>چھوڑا تاكہ اس بات كا پروپيگنڈہ كري</w:t>
      </w:r>
      <w:r w:rsidR="00B365A1">
        <w:rPr>
          <w:rtl/>
        </w:rPr>
        <w:t xml:space="preserve">ں </w:t>
      </w:r>
      <w:r>
        <w:rPr>
          <w:rtl/>
        </w:rPr>
        <w:t>كہ امام (ع) معاويہ سے صلح كرنے پر تيار ہو گئے ہي</w:t>
      </w:r>
      <w:r w:rsidR="00B365A1">
        <w:rPr>
          <w:rtl/>
        </w:rPr>
        <w:t xml:space="preserve">ں </w:t>
      </w:r>
      <w:r>
        <w:rPr>
          <w:rtl/>
        </w:rPr>
        <w:t xml:space="preserve">_ </w:t>
      </w:r>
    </w:p>
    <w:p w:rsidR="00376422" w:rsidRDefault="00376422" w:rsidP="00E67399">
      <w:pPr>
        <w:pStyle w:val="libNormal"/>
        <w:rPr>
          <w:rtl/>
        </w:rPr>
      </w:pPr>
      <w:r>
        <w:rPr>
          <w:rtl/>
        </w:rPr>
        <w:t>معاويہ نے اس حربہ سے كوشش يہ كى كہ دونو</w:t>
      </w:r>
      <w:r w:rsidR="00B365A1">
        <w:rPr>
          <w:rtl/>
        </w:rPr>
        <w:t xml:space="preserve">ں </w:t>
      </w:r>
      <w:r>
        <w:rPr>
          <w:rtl/>
        </w:rPr>
        <w:t>لشكرو</w:t>
      </w:r>
      <w:r w:rsidR="00B365A1">
        <w:rPr>
          <w:rtl/>
        </w:rPr>
        <w:t xml:space="preserve">ں </w:t>
      </w:r>
      <w:r>
        <w:rPr>
          <w:rtl/>
        </w:rPr>
        <w:t>كے نظم و نسق اور اتحاد كا شيرازہ بكھير دي</w:t>
      </w:r>
      <w:r w:rsidR="00B365A1">
        <w:rPr>
          <w:rtl/>
        </w:rPr>
        <w:t xml:space="preserve">ں </w:t>
      </w:r>
      <w:r>
        <w:rPr>
          <w:rtl/>
        </w:rPr>
        <w:t>اور ان كے لشكر كے مختلف دستو</w:t>
      </w:r>
      <w:r w:rsidR="00B365A1">
        <w:rPr>
          <w:rtl/>
        </w:rPr>
        <w:t xml:space="preserve">ں </w:t>
      </w:r>
      <w:r>
        <w:rPr>
          <w:rtl/>
        </w:rPr>
        <w:t>كو فكر و عمل مي</w:t>
      </w:r>
      <w:r w:rsidR="00B365A1">
        <w:rPr>
          <w:rtl/>
        </w:rPr>
        <w:t xml:space="preserve">ں </w:t>
      </w:r>
      <w:r>
        <w:rPr>
          <w:rtl/>
        </w:rPr>
        <w:t>الجھا كر ركھ دي</w:t>
      </w:r>
      <w:r w:rsidR="00B365A1">
        <w:rPr>
          <w:rtl/>
        </w:rPr>
        <w:t xml:space="preserve">ں </w:t>
      </w:r>
      <w:r>
        <w:rPr>
          <w:rtl/>
        </w:rPr>
        <w:t xml:space="preserve">_ </w:t>
      </w:r>
    </w:p>
    <w:p w:rsidR="00376422" w:rsidRDefault="00376422" w:rsidP="00E67399">
      <w:pPr>
        <w:pStyle w:val="libNormal"/>
        <w:rPr>
          <w:rtl/>
        </w:rPr>
      </w:pPr>
      <w:r>
        <w:rPr>
          <w:rtl/>
        </w:rPr>
        <w:t>معاويہ نے دوسرى چالاكى يہ كى كہ _ ايك حكومتى وفد كو امام (ع) كے پاس روانہ كيا جو ان لوگو</w:t>
      </w:r>
      <w:r w:rsidR="00B365A1">
        <w:rPr>
          <w:rtl/>
        </w:rPr>
        <w:t xml:space="preserve">ں </w:t>
      </w:r>
      <w:r>
        <w:rPr>
          <w:rtl/>
        </w:rPr>
        <w:t>پر مشتمل تھا ، مغيرہ بن شعبہ ، عبد اللہ بن عامر ، عبد الرحمن بن حكم ، يہ تمام حضرات شہر مدائن مي</w:t>
      </w:r>
      <w:r w:rsidR="00B365A1">
        <w:rPr>
          <w:rtl/>
        </w:rPr>
        <w:t xml:space="preserve">ں </w:t>
      </w:r>
      <w:r>
        <w:rPr>
          <w:rtl/>
        </w:rPr>
        <w:t>جو امام (ع) كے فوجى افسرو</w:t>
      </w:r>
      <w:r w:rsidR="00B365A1">
        <w:rPr>
          <w:rtl/>
        </w:rPr>
        <w:t xml:space="preserve">ں </w:t>
      </w:r>
      <w:r>
        <w:rPr>
          <w:rtl/>
        </w:rPr>
        <w:t>كا اڈہ تھا امام حسن (ع) سے ملاقات كى اور گھنٹو</w:t>
      </w:r>
      <w:r w:rsidR="00B365A1">
        <w:rPr>
          <w:rtl/>
        </w:rPr>
        <w:t xml:space="preserve">ں </w:t>
      </w:r>
      <w:r>
        <w:rPr>
          <w:rtl/>
        </w:rPr>
        <w:t xml:space="preserve">بات كرنے كے بعد يہ لوگ ہنستے ہوئے نكلے ، اور ايك دوسرے سے بلند </w:t>
      </w:r>
      <w:r w:rsidR="00FF45BE">
        <w:rPr>
          <w:rtl/>
        </w:rPr>
        <w:t xml:space="preserve">آواز </w:t>
      </w:r>
      <w:r>
        <w:rPr>
          <w:rtl/>
        </w:rPr>
        <w:t xml:space="preserve"> مي</w:t>
      </w:r>
      <w:r w:rsidR="00B365A1">
        <w:rPr>
          <w:rtl/>
        </w:rPr>
        <w:t xml:space="preserve">ں </w:t>
      </w:r>
      <w:r>
        <w:rPr>
          <w:rtl/>
        </w:rPr>
        <w:t>گفتگو كر رہے تھے تاكہ سبھى لوگ باتو</w:t>
      </w:r>
      <w:r w:rsidR="00B365A1">
        <w:rPr>
          <w:rtl/>
        </w:rPr>
        <w:t xml:space="preserve">ں </w:t>
      </w:r>
      <w:r>
        <w:rPr>
          <w:rtl/>
        </w:rPr>
        <w:t>كو سن لي</w:t>
      </w:r>
      <w:r w:rsidR="00B365A1">
        <w:rPr>
          <w:rtl/>
        </w:rPr>
        <w:t xml:space="preserve">ں </w:t>
      </w:r>
      <w:r>
        <w:rPr>
          <w:rtl/>
        </w:rPr>
        <w:t>ان لوگو</w:t>
      </w:r>
      <w:r w:rsidR="00B365A1">
        <w:rPr>
          <w:rtl/>
        </w:rPr>
        <w:t xml:space="preserve">ں </w:t>
      </w:r>
      <w:r>
        <w:rPr>
          <w:rtl/>
        </w:rPr>
        <w:t>نے كہا ، خدا وند كريم نے پسر رسول (ص) كے ہاتھو</w:t>
      </w:r>
      <w:r w:rsidR="00B365A1">
        <w:rPr>
          <w:rtl/>
        </w:rPr>
        <w:t xml:space="preserve">ں </w:t>
      </w:r>
      <w:r>
        <w:rPr>
          <w:rtl/>
        </w:rPr>
        <w:t>لوگو</w:t>
      </w:r>
      <w:r w:rsidR="00B365A1">
        <w:rPr>
          <w:rtl/>
        </w:rPr>
        <w:t xml:space="preserve">ں </w:t>
      </w:r>
      <w:r>
        <w:rPr>
          <w:rtl/>
        </w:rPr>
        <w:t xml:space="preserve">كے خون كو بہنے سے بچا ديا ، اور فتنہ و فساد كى اگ كو خاموش كر كے صلح و اشتى كو قائم كر ديا _ </w:t>
      </w:r>
    </w:p>
    <w:p w:rsidR="00376422" w:rsidRDefault="00376422" w:rsidP="00E67399">
      <w:pPr>
        <w:pStyle w:val="libNormal"/>
        <w:rPr>
          <w:rtl/>
        </w:rPr>
      </w:pPr>
      <w:r>
        <w:rPr>
          <w:rtl/>
        </w:rPr>
        <w:t>جب ان باتو</w:t>
      </w:r>
      <w:r w:rsidR="00B365A1">
        <w:rPr>
          <w:rtl/>
        </w:rPr>
        <w:t xml:space="preserve">ں </w:t>
      </w:r>
      <w:r>
        <w:rPr>
          <w:rtl/>
        </w:rPr>
        <w:t>كو لشكر امام (ع) نے سنا تو بہت حيرت مي</w:t>
      </w:r>
      <w:r w:rsidR="00B365A1">
        <w:rPr>
          <w:rtl/>
        </w:rPr>
        <w:t xml:space="preserve">ں </w:t>
      </w:r>
      <w:r>
        <w:rPr>
          <w:rtl/>
        </w:rPr>
        <w:t>پڑ گيا ، خاص طور سے وہ لشكر جس كو خود امام (ع) نے تيار كيا تھا ، كيونكہ جن لوگو</w:t>
      </w:r>
      <w:r w:rsidR="00B365A1">
        <w:rPr>
          <w:rtl/>
        </w:rPr>
        <w:t xml:space="preserve">ں </w:t>
      </w:r>
      <w:r>
        <w:rPr>
          <w:rtl/>
        </w:rPr>
        <w:t>نے صرف جنگ كرنے كو سوچا تھا اور امام (ع) كے ساتھ اسى لئے ہوئے تھے كہ معاويہ سے جنگ كرنے كے لئے جائينگے وہ امام (ع) كى قدر و منزلت اور انكى رہبريت كو مان كے تھوڑے ساتھ ہوئے تھے _ ورنہ معاويہ جيسے ظالم و جابر كا نمائندہ مغيرہ بن شعبہ جو سياست كار اور بد كار تھا اسكى باتو</w:t>
      </w:r>
      <w:r w:rsidR="00B365A1">
        <w:rPr>
          <w:rtl/>
        </w:rPr>
        <w:t xml:space="preserve">ں </w:t>
      </w:r>
      <w:r>
        <w:rPr>
          <w:rtl/>
        </w:rPr>
        <w:t>مي</w:t>
      </w:r>
      <w:r w:rsidR="00B365A1">
        <w:rPr>
          <w:rtl/>
        </w:rPr>
        <w:t xml:space="preserve">ں </w:t>
      </w:r>
      <w:r>
        <w:rPr>
          <w:rtl/>
        </w:rPr>
        <w:t xml:space="preserve">اجاتے ؟ </w:t>
      </w:r>
    </w:p>
    <w:p w:rsidR="00376422" w:rsidRDefault="00376422" w:rsidP="00E67399">
      <w:pPr>
        <w:pStyle w:val="libNormal"/>
        <w:rPr>
          <w:rtl/>
        </w:rPr>
      </w:pPr>
      <w:r>
        <w:rPr>
          <w:rtl/>
        </w:rPr>
        <w:t>يہى وجہ تھى كہ وہ لوگ انكى باتو</w:t>
      </w:r>
      <w:r w:rsidR="00B365A1">
        <w:rPr>
          <w:rtl/>
        </w:rPr>
        <w:t xml:space="preserve">ں </w:t>
      </w:r>
      <w:r>
        <w:rPr>
          <w:rtl/>
        </w:rPr>
        <w:t>كو سنتے ہى اس طرح اگ بگولا ہوئے كہ چارو</w:t>
      </w:r>
      <w:r w:rsidR="00B365A1">
        <w:rPr>
          <w:rtl/>
        </w:rPr>
        <w:t xml:space="preserve">ں </w:t>
      </w:r>
      <w:r>
        <w:rPr>
          <w:rtl/>
        </w:rPr>
        <w:t xml:space="preserve">طرف سے سردار لشكر كے خيمہ پر حملہ كر ديا اور سارا مال و اسباب لوٹ ليا _ </w:t>
      </w:r>
    </w:p>
    <w:p w:rsidR="004326C0" w:rsidRDefault="00376422" w:rsidP="00E67399">
      <w:pPr>
        <w:pStyle w:val="libNormal"/>
        <w:rPr>
          <w:rtl/>
        </w:rPr>
      </w:pPr>
      <w:r>
        <w:rPr>
          <w:rtl/>
        </w:rPr>
        <w:t>امام عليہ السلام ان لوگو</w:t>
      </w:r>
      <w:r w:rsidR="00B365A1">
        <w:rPr>
          <w:rtl/>
        </w:rPr>
        <w:t xml:space="preserve">ں </w:t>
      </w:r>
      <w:r>
        <w:rPr>
          <w:rtl/>
        </w:rPr>
        <w:t xml:space="preserve">سے بچنے كے لئے گھو ڑے پر سوار ہوئے اور حاكم مدائن كے گھر كى طرف چل ديئے </w:t>
      </w:r>
    </w:p>
    <w:p w:rsidR="004326C0" w:rsidRDefault="004326C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شہر مدائن كے نزديك خوارج كا ايك شخص بنام جراح بن سنان اسد ى اندھيرى گلى مي</w:t>
      </w:r>
      <w:r w:rsidR="00B365A1">
        <w:rPr>
          <w:rtl/>
        </w:rPr>
        <w:t xml:space="preserve">ں </w:t>
      </w:r>
      <w:r>
        <w:rPr>
          <w:rtl/>
        </w:rPr>
        <w:t xml:space="preserve">چھپا ہوا تھا تاكہ امام (ع) پر حملہ كر كے انكو قتل كر دے لہذا جس وقت امام حسن (ع) كا كوچہ سے گذر ہوا تو اس نے خنجر سے ايسا حملہ كيا كہ اپكى ران پر زخم لگا اور اپ برى طرح زخمى ہو گئے _ </w:t>
      </w:r>
    </w:p>
    <w:p w:rsidR="00376422" w:rsidRDefault="00376422" w:rsidP="00E67399">
      <w:pPr>
        <w:pStyle w:val="libNormal"/>
        <w:rPr>
          <w:rtl/>
        </w:rPr>
      </w:pPr>
      <w:r>
        <w:rPr>
          <w:rtl/>
        </w:rPr>
        <w:t>امام (ع) كے وفادار ساتھيو</w:t>
      </w:r>
      <w:r w:rsidR="00B365A1">
        <w:rPr>
          <w:rtl/>
        </w:rPr>
        <w:t xml:space="preserve">ں </w:t>
      </w:r>
      <w:r>
        <w:rPr>
          <w:rtl/>
        </w:rPr>
        <w:t>نے اسكو وہي</w:t>
      </w:r>
      <w:r w:rsidR="00B365A1">
        <w:rPr>
          <w:rtl/>
        </w:rPr>
        <w:t xml:space="preserve">ں </w:t>
      </w:r>
      <w:r>
        <w:rPr>
          <w:rtl/>
        </w:rPr>
        <w:t xml:space="preserve">پكڑ ليا اور اسى مقام پر قتل كر ڈالا _ </w:t>
      </w:r>
    </w:p>
    <w:p w:rsidR="00376422" w:rsidRDefault="00376422" w:rsidP="00E67399">
      <w:pPr>
        <w:pStyle w:val="libNormal"/>
        <w:rPr>
          <w:rtl/>
        </w:rPr>
      </w:pPr>
      <w:r>
        <w:rPr>
          <w:rtl/>
        </w:rPr>
        <w:t xml:space="preserve">امام عليہ السلام كو مدائن كے دار الامارہ ليجايا گيا تاكہ اپ كے زخم كا مداوا ہو سكے _اپ كے جسم سے اس قدر خون بہہ گيا </w:t>
      </w:r>
    </w:p>
    <w:p w:rsidR="00376422" w:rsidRDefault="00376422" w:rsidP="00E67399">
      <w:pPr>
        <w:pStyle w:val="libNormal"/>
        <w:rPr>
          <w:rtl/>
        </w:rPr>
      </w:pPr>
      <w:r>
        <w:rPr>
          <w:rtl/>
        </w:rPr>
        <w:t>تھا كہ اپ كافى كمزور ہو گئے ، اسى وجہ سے صحتياب ہونے مي</w:t>
      </w:r>
      <w:r w:rsidR="00B365A1">
        <w:rPr>
          <w:rtl/>
        </w:rPr>
        <w:t xml:space="preserve">ں </w:t>
      </w:r>
      <w:r>
        <w:rPr>
          <w:rtl/>
        </w:rPr>
        <w:t xml:space="preserve">كافى وقت لگا _ </w:t>
      </w:r>
    </w:p>
    <w:p w:rsidR="00376422" w:rsidRDefault="00376422" w:rsidP="00E67399">
      <w:pPr>
        <w:pStyle w:val="libNormal"/>
        <w:rPr>
          <w:rtl/>
        </w:rPr>
      </w:pPr>
      <w:r>
        <w:rPr>
          <w:rtl/>
        </w:rPr>
        <w:t>لشكر بھى بغير سردار كے ہو گيا تھا بلكہ ان لوگو</w:t>
      </w:r>
      <w:r w:rsidR="00B365A1">
        <w:rPr>
          <w:rtl/>
        </w:rPr>
        <w:t xml:space="preserve">ں </w:t>
      </w:r>
      <w:r>
        <w:rPr>
          <w:rtl/>
        </w:rPr>
        <w:t>نے صحيح معنو</w:t>
      </w:r>
      <w:r w:rsidR="00B365A1">
        <w:rPr>
          <w:rtl/>
        </w:rPr>
        <w:t xml:space="preserve">ں </w:t>
      </w:r>
      <w:r>
        <w:rPr>
          <w:rtl/>
        </w:rPr>
        <w:t>مي</w:t>
      </w:r>
      <w:r w:rsidR="00B365A1">
        <w:rPr>
          <w:rtl/>
        </w:rPr>
        <w:t xml:space="preserve">ں </w:t>
      </w:r>
      <w:r>
        <w:rPr>
          <w:rtl/>
        </w:rPr>
        <w:t>حقيقى ہدف كو نہي</w:t>
      </w:r>
      <w:r w:rsidR="00B365A1">
        <w:rPr>
          <w:rtl/>
        </w:rPr>
        <w:t xml:space="preserve">ں </w:t>
      </w:r>
      <w:r>
        <w:rPr>
          <w:rtl/>
        </w:rPr>
        <w:t>پہنچانا تھا اور نہ ہى حوادث زمانہ مي</w:t>
      </w:r>
      <w:r w:rsidR="00B365A1">
        <w:rPr>
          <w:rtl/>
        </w:rPr>
        <w:t xml:space="preserve">ں </w:t>
      </w:r>
      <w:r>
        <w:rPr>
          <w:rtl/>
        </w:rPr>
        <w:t xml:space="preserve">ثابت قدم رہے تھے ورنہ تتر بتر نہ ہوتے </w:t>
      </w:r>
      <w:r w:rsidRPr="00DB1D0D">
        <w:rPr>
          <w:rStyle w:val="libFootnotenumChar"/>
          <w:rtl/>
        </w:rPr>
        <w:t>(6)</w:t>
      </w:r>
      <w:r>
        <w:rPr>
          <w:rtl/>
        </w:rPr>
        <w:t xml:space="preserve"> </w:t>
      </w:r>
    </w:p>
    <w:p w:rsidR="00376422" w:rsidRDefault="00376422" w:rsidP="00E67399">
      <w:pPr>
        <w:pStyle w:val="libNormal"/>
        <w:rPr>
          <w:rtl/>
        </w:rPr>
      </w:pPr>
      <w:r>
        <w:rPr>
          <w:rtl/>
        </w:rPr>
        <w:t>طبرى اس واقعہ كو يو</w:t>
      </w:r>
      <w:r w:rsidR="00B365A1">
        <w:rPr>
          <w:rtl/>
        </w:rPr>
        <w:t xml:space="preserve">ں </w:t>
      </w:r>
      <w:r>
        <w:rPr>
          <w:rtl/>
        </w:rPr>
        <w:t>بيان كرتے ہي</w:t>
      </w:r>
      <w:r w:rsidR="00B365A1">
        <w:rPr>
          <w:rtl/>
        </w:rPr>
        <w:t xml:space="preserve">ں </w:t>
      </w:r>
    </w:p>
    <w:p w:rsidR="00376422" w:rsidRDefault="00376422" w:rsidP="00E67399">
      <w:pPr>
        <w:pStyle w:val="libNormal"/>
        <w:rPr>
          <w:rtl/>
        </w:rPr>
      </w:pPr>
      <w:r>
        <w:rPr>
          <w:rtl/>
        </w:rPr>
        <w:t>جب لوگو</w:t>
      </w:r>
      <w:r w:rsidR="00B365A1">
        <w:rPr>
          <w:rtl/>
        </w:rPr>
        <w:t xml:space="preserve">ں </w:t>
      </w:r>
      <w:r>
        <w:rPr>
          <w:rtl/>
        </w:rPr>
        <w:t>نے امام (ع) كى بيعت كر لى تو اپ ان لوگو</w:t>
      </w:r>
      <w:r w:rsidR="00B365A1">
        <w:rPr>
          <w:rtl/>
        </w:rPr>
        <w:t xml:space="preserve">ں </w:t>
      </w:r>
      <w:r>
        <w:rPr>
          <w:rtl/>
        </w:rPr>
        <w:t>كو ليكر معاويہ سے جنگ كرنے كے لئے كوفہ سے نكلے اور مدائن كى طرف حركت كى ، مدائن پہونچنے كے بعد لشكر كى جمع اورى كرنے مي</w:t>
      </w:r>
      <w:r w:rsidR="00B365A1">
        <w:rPr>
          <w:rtl/>
        </w:rPr>
        <w:t xml:space="preserve">ں </w:t>
      </w:r>
      <w:r>
        <w:rPr>
          <w:rtl/>
        </w:rPr>
        <w:t xml:space="preserve">مشغول ہو گئے اچانك ايك </w:t>
      </w:r>
      <w:r w:rsidR="00FF45BE">
        <w:rPr>
          <w:rtl/>
        </w:rPr>
        <w:t xml:space="preserve">آواز </w:t>
      </w:r>
      <w:r>
        <w:rPr>
          <w:rtl/>
        </w:rPr>
        <w:t xml:space="preserve"> بلند ہوئي كہ اگاہ ہو جائو كہ قيس بن سعد مار ڈالے گئے اس </w:t>
      </w:r>
      <w:r w:rsidR="00FF45BE">
        <w:rPr>
          <w:rtl/>
        </w:rPr>
        <w:t xml:space="preserve">آواز </w:t>
      </w:r>
      <w:r>
        <w:rPr>
          <w:rtl/>
        </w:rPr>
        <w:t xml:space="preserve"> كا بلند ہونا تھا كہ فوج مي</w:t>
      </w:r>
      <w:r w:rsidR="00B365A1">
        <w:rPr>
          <w:rtl/>
        </w:rPr>
        <w:t xml:space="preserve">ں </w:t>
      </w:r>
      <w:r>
        <w:rPr>
          <w:rtl/>
        </w:rPr>
        <w:t>بھگڈر مچ گئي ، فتنہ پرورو</w:t>
      </w:r>
      <w:r w:rsidR="00B365A1">
        <w:rPr>
          <w:rtl/>
        </w:rPr>
        <w:t xml:space="preserve">ں </w:t>
      </w:r>
      <w:r>
        <w:rPr>
          <w:rtl/>
        </w:rPr>
        <w:t>نے موقع غنيمت جانا اور امام (ع) كے خيمہ پر چڑھائي كر دى يہا</w:t>
      </w:r>
      <w:r w:rsidR="00B365A1">
        <w:rPr>
          <w:rtl/>
        </w:rPr>
        <w:t xml:space="preserve">ں </w:t>
      </w:r>
      <w:r>
        <w:rPr>
          <w:rtl/>
        </w:rPr>
        <w:t xml:space="preserve">تك كہ انحضرت (ص) كے پيركے نيچے سے چٹائي كو چھين كر بھاگ كھڑے ہوئے </w:t>
      </w:r>
      <w:r w:rsidRPr="00DB1D0D">
        <w:rPr>
          <w:rStyle w:val="libFootnotenumChar"/>
          <w:rtl/>
        </w:rPr>
        <w:t>(7)</w:t>
      </w:r>
      <w:r>
        <w:rPr>
          <w:rtl/>
        </w:rPr>
        <w:t xml:space="preserve"> </w:t>
      </w:r>
    </w:p>
    <w:p w:rsidR="00376422" w:rsidRDefault="00376422" w:rsidP="00E67399">
      <w:pPr>
        <w:pStyle w:val="libNormal"/>
        <w:rPr>
          <w:rtl/>
        </w:rPr>
      </w:pPr>
      <w:r>
        <w:rPr>
          <w:rtl/>
        </w:rPr>
        <w:t>ايك روايت كے مطابق انحضرت(ص) كى كنيزو</w:t>
      </w:r>
      <w:r w:rsidR="00B365A1">
        <w:rPr>
          <w:rtl/>
        </w:rPr>
        <w:t xml:space="preserve">ں </w:t>
      </w:r>
      <w:r>
        <w:rPr>
          <w:rtl/>
        </w:rPr>
        <w:t xml:space="preserve">كے پا زيب اتار كر لے گئے </w:t>
      </w:r>
      <w:r w:rsidRPr="00DB1D0D">
        <w:rPr>
          <w:rStyle w:val="libFootnotenumChar"/>
          <w:rtl/>
        </w:rPr>
        <w:t>(8)</w:t>
      </w:r>
      <w:r>
        <w:rPr>
          <w:rtl/>
        </w:rPr>
        <w:t xml:space="preserve"> </w:t>
      </w:r>
    </w:p>
    <w:p w:rsidR="004326C0" w:rsidRDefault="004326C0" w:rsidP="00E67399">
      <w:pPr>
        <w:pStyle w:val="libLine"/>
        <w:rPr>
          <w:rtl/>
        </w:rPr>
      </w:pPr>
      <w:r>
        <w:rPr>
          <w:rFonts w:hint="cs"/>
          <w:rtl/>
        </w:rPr>
        <w:t>____________________</w:t>
      </w:r>
    </w:p>
    <w:p w:rsidR="00B654FF" w:rsidRDefault="00B654FF" w:rsidP="00E67399">
      <w:pPr>
        <w:pStyle w:val="libFootnote"/>
        <w:rPr>
          <w:rtl/>
        </w:rPr>
      </w:pPr>
      <w:r>
        <w:rPr>
          <w:rtl/>
        </w:rPr>
        <w:t xml:space="preserve">6_ يعقوبى ج2 ص 156 </w:t>
      </w:r>
    </w:p>
    <w:p w:rsidR="00B654FF" w:rsidRDefault="00B654FF" w:rsidP="00E67399">
      <w:pPr>
        <w:pStyle w:val="libFootnote"/>
        <w:rPr>
          <w:rtl/>
        </w:rPr>
      </w:pPr>
      <w:r>
        <w:rPr>
          <w:rtl/>
        </w:rPr>
        <w:t xml:space="preserve">7_ طبرى ج6 ص 69 </w:t>
      </w:r>
    </w:p>
    <w:p w:rsidR="00B654FF" w:rsidRDefault="00B654FF" w:rsidP="00E67399">
      <w:pPr>
        <w:pStyle w:val="libFootnote"/>
        <w:rPr>
          <w:rtl/>
        </w:rPr>
      </w:pPr>
      <w:r>
        <w:rPr>
          <w:rtl/>
        </w:rPr>
        <w:t xml:space="preserve">8_ بحار الانوار ج 10 ص 116 بہ نقل ابن ابى الحديد </w:t>
      </w:r>
    </w:p>
    <w:p w:rsidR="004326C0" w:rsidRDefault="004326C0" w:rsidP="00E67399">
      <w:pPr>
        <w:pStyle w:val="libPoemTini"/>
        <w:rPr>
          <w:rtl/>
        </w:rPr>
      </w:pPr>
      <w:r>
        <w:rPr>
          <w:rtl/>
        </w:rPr>
        <w:br w:type="page"/>
      </w:r>
    </w:p>
    <w:p w:rsidR="00376422" w:rsidRDefault="00376422" w:rsidP="00E67399">
      <w:pPr>
        <w:pStyle w:val="libNormal"/>
        <w:rPr>
          <w:rtl/>
        </w:rPr>
      </w:pPr>
      <w:r>
        <w:rPr>
          <w:rtl/>
        </w:rPr>
        <w:lastRenderedPageBreak/>
        <w:t xml:space="preserve">طبرى مزيد لكھتا ہے : </w:t>
      </w:r>
    </w:p>
    <w:p w:rsidR="00376422" w:rsidRDefault="00376422" w:rsidP="00E67399">
      <w:pPr>
        <w:pStyle w:val="libNormal"/>
        <w:rPr>
          <w:rtl/>
        </w:rPr>
      </w:pPr>
      <w:r>
        <w:rPr>
          <w:rtl/>
        </w:rPr>
        <w:t>امام (ع) كى بيعت كو زيادہ دن نہي</w:t>
      </w:r>
      <w:r w:rsidR="00B365A1">
        <w:rPr>
          <w:rtl/>
        </w:rPr>
        <w:t xml:space="preserve">ں </w:t>
      </w:r>
      <w:r>
        <w:rPr>
          <w:rtl/>
        </w:rPr>
        <w:t xml:space="preserve">گذرے تھے كہ اپ پر حملہ ہوا جس كى وجہ سے اپ برى طرح زخمى ہو گئے _ </w:t>
      </w:r>
    </w:p>
    <w:p w:rsidR="00376422" w:rsidRDefault="00376422" w:rsidP="00E67399">
      <w:pPr>
        <w:pStyle w:val="libNormal"/>
        <w:rPr>
          <w:rtl/>
        </w:rPr>
      </w:pPr>
      <w:r>
        <w:rPr>
          <w:rtl/>
        </w:rPr>
        <w:t>مشہور اديب و مورخ ابو الفرج اصفہانى لكھتے ہي</w:t>
      </w:r>
      <w:r w:rsidR="00B365A1">
        <w:rPr>
          <w:rtl/>
        </w:rPr>
        <w:t xml:space="preserve">ں </w:t>
      </w:r>
      <w:r>
        <w:rPr>
          <w:rtl/>
        </w:rPr>
        <w:t xml:space="preserve">: </w:t>
      </w:r>
    </w:p>
    <w:p w:rsidR="00376422" w:rsidRDefault="00376422" w:rsidP="00E67399">
      <w:pPr>
        <w:pStyle w:val="libNormal"/>
        <w:rPr>
          <w:rtl/>
        </w:rPr>
      </w:pPr>
      <w:r>
        <w:rPr>
          <w:rtl/>
        </w:rPr>
        <w:t>معاويہ نے اپنے ادمى كو امام حسن كے پاس صلح كرنے كے لئے بھيجا اپ نے اس سلسلے مي</w:t>
      </w:r>
      <w:r w:rsidR="00B365A1">
        <w:rPr>
          <w:rtl/>
        </w:rPr>
        <w:t xml:space="preserve">ں </w:t>
      </w:r>
      <w:r>
        <w:rPr>
          <w:rtl/>
        </w:rPr>
        <w:t>چند شرطي</w:t>
      </w:r>
      <w:r w:rsidR="00B365A1">
        <w:rPr>
          <w:rtl/>
        </w:rPr>
        <w:t xml:space="preserve">ں </w:t>
      </w:r>
      <w:r>
        <w:rPr>
          <w:rtl/>
        </w:rPr>
        <w:t>ركھي</w:t>
      </w:r>
      <w:r w:rsidR="00B365A1">
        <w:rPr>
          <w:rtl/>
        </w:rPr>
        <w:t xml:space="preserve">ں </w:t>
      </w:r>
      <w:r>
        <w:rPr>
          <w:rtl/>
        </w:rPr>
        <w:t>جن مي</w:t>
      </w:r>
      <w:r w:rsidR="00B365A1">
        <w:rPr>
          <w:rtl/>
        </w:rPr>
        <w:t xml:space="preserve">ں </w:t>
      </w:r>
      <w:r>
        <w:rPr>
          <w:rtl/>
        </w:rPr>
        <w:t>كچھ يہ ہي</w:t>
      </w:r>
      <w:r w:rsidR="00B365A1">
        <w:rPr>
          <w:rtl/>
        </w:rPr>
        <w:t xml:space="preserve">ں </w:t>
      </w:r>
    </w:p>
    <w:p w:rsidR="00376422" w:rsidRDefault="00376422" w:rsidP="00E67399">
      <w:pPr>
        <w:pStyle w:val="libNormal"/>
        <w:rPr>
          <w:rtl/>
        </w:rPr>
      </w:pPr>
      <w:r>
        <w:rPr>
          <w:rtl/>
        </w:rPr>
        <w:t xml:space="preserve">1_ پہلے كى طرح كسى كو اذيت نہ ديا جائے </w:t>
      </w:r>
    </w:p>
    <w:p w:rsidR="00376422" w:rsidRDefault="00376422" w:rsidP="00E67399">
      <w:pPr>
        <w:pStyle w:val="libNormal"/>
        <w:rPr>
          <w:rtl/>
        </w:rPr>
      </w:pPr>
      <w:r>
        <w:rPr>
          <w:rtl/>
        </w:rPr>
        <w:t xml:space="preserve">2_ شيعيان امير المومنين (ع) كو ازاد چھوڑا جائے </w:t>
      </w:r>
    </w:p>
    <w:p w:rsidR="00376422" w:rsidRDefault="00376422" w:rsidP="00E67399">
      <w:pPr>
        <w:pStyle w:val="libNormal"/>
        <w:rPr>
          <w:rtl/>
        </w:rPr>
      </w:pPr>
      <w:r>
        <w:rPr>
          <w:rtl/>
        </w:rPr>
        <w:t xml:space="preserve">3_ حضرت على (ع) پر سب و شتم نہ كيا جائے </w:t>
      </w:r>
    </w:p>
    <w:p w:rsidR="00376422" w:rsidRDefault="00376422" w:rsidP="00E67399">
      <w:pPr>
        <w:pStyle w:val="libNormal"/>
        <w:rPr>
          <w:rtl/>
        </w:rPr>
      </w:pPr>
      <w:r>
        <w:rPr>
          <w:rtl/>
        </w:rPr>
        <w:t>امام حسن (ع) نے صلح اس لئے كر لى كہ ايك طرف معاويہ كى مكارانہ چال تھى تو دوسرى طرف اہل كوفہ كى سستى لہذا جب معاويہ نے صلح كرنے كے بعد علوى مركز خلافت كوفہ پر قدرتمندانہ انداز مي</w:t>
      </w:r>
      <w:r w:rsidR="00B365A1">
        <w:rPr>
          <w:rtl/>
        </w:rPr>
        <w:t xml:space="preserve">ں </w:t>
      </w:r>
      <w:r>
        <w:rPr>
          <w:rtl/>
        </w:rPr>
        <w:t>قدم ركھا تو جلسہ عام كو ان الفاظ مي</w:t>
      </w:r>
      <w:r w:rsidR="00B365A1">
        <w:rPr>
          <w:rtl/>
        </w:rPr>
        <w:t xml:space="preserve">ں </w:t>
      </w:r>
      <w:r>
        <w:rPr>
          <w:rtl/>
        </w:rPr>
        <w:t>خطاب كيا _ خدا كى قسم ، ہم نے تم لوگو</w:t>
      </w:r>
      <w:r w:rsidR="00B365A1">
        <w:rPr>
          <w:rtl/>
        </w:rPr>
        <w:t xml:space="preserve">ں </w:t>
      </w:r>
      <w:r>
        <w:rPr>
          <w:rtl/>
        </w:rPr>
        <w:t>سے نماز روزہ و حج و زكاة كى خاطر جنگ نہي</w:t>
      </w:r>
      <w:r w:rsidR="00B365A1">
        <w:rPr>
          <w:rtl/>
        </w:rPr>
        <w:t xml:space="preserve">ں </w:t>
      </w:r>
      <w:r>
        <w:rPr>
          <w:rtl/>
        </w:rPr>
        <w:t>كى تھى ، تم لوگ تو خود اس كام كو انجام ديتے ہو ، بلكہ مي</w:t>
      </w:r>
      <w:r w:rsidR="00B365A1">
        <w:rPr>
          <w:rtl/>
        </w:rPr>
        <w:t xml:space="preserve">ں </w:t>
      </w:r>
      <w:r>
        <w:rPr>
          <w:rtl/>
        </w:rPr>
        <w:t>نے جنگ اس لئے كى تھى كہ تمھارے اوپر حكومت كرو</w:t>
      </w:r>
      <w:r w:rsidR="00B365A1">
        <w:rPr>
          <w:rtl/>
        </w:rPr>
        <w:t xml:space="preserve">ں </w:t>
      </w:r>
      <w:r>
        <w:rPr>
          <w:rtl/>
        </w:rPr>
        <w:t>خداوند عالم نے ميرى دلى تمنا پورى كر دى درانحاليكہ تم لوگ اس پر راضى نہي</w:t>
      </w:r>
      <w:r w:rsidR="00B365A1">
        <w:rPr>
          <w:rtl/>
        </w:rPr>
        <w:t xml:space="preserve">ں </w:t>
      </w:r>
      <w:r>
        <w:rPr>
          <w:rtl/>
        </w:rPr>
        <w:t xml:space="preserve">ہو </w:t>
      </w:r>
      <w:r w:rsidRPr="00DB1D0D">
        <w:rPr>
          <w:rStyle w:val="libFootnotenumChar"/>
          <w:rtl/>
        </w:rPr>
        <w:t>(9)</w:t>
      </w:r>
      <w:r>
        <w:rPr>
          <w:rtl/>
        </w:rPr>
        <w:t xml:space="preserve"> پھر بے جھجك كہا كہ ، اگاہ ہو جائو جو كچھ ہم نے حسن (ع) سے عہد و پيمان كيا تھا اب يہ دونو</w:t>
      </w:r>
      <w:r w:rsidR="00B365A1">
        <w:rPr>
          <w:rtl/>
        </w:rPr>
        <w:t xml:space="preserve">ں </w:t>
      </w:r>
      <w:r>
        <w:rPr>
          <w:rtl/>
        </w:rPr>
        <w:t>ميرے قدم تلے جاتے ہي</w:t>
      </w:r>
      <w:r w:rsidR="00B365A1">
        <w:rPr>
          <w:rtl/>
        </w:rPr>
        <w:t xml:space="preserve">ں </w:t>
      </w:r>
      <w:r w:rsidRPr="00C00E6D">
        <w:rPr>
          <w:rStyle w:val="libFootnotenumChar"/>
          <w:rtl/>
        </w:rPr>
        <w:t>(10)</w:t>
      </w:r>
      <w:r>
        <w:rPr>
          <w:rtl/>
        </w:rPr>
        <w:t xml:space="preserve"> _ </w:t>
      </w:r>
    </w:p>
    <w:p w:rsidR="00376422" w:rsidRDefault="004326C0" w:rsidP="00E67399">
      <w:pPr>
        <w:pStyle w:val="libLine"/>
        <w:rPr>
          <w:rtl/>
        </w:rPr>
      </w:pPr>
      <w:r>
        <w:rPr>
          <w:rFonts w:hint="cs"/>
          <w:rtl/>
        </w:rPr>
        <w:t>____________________</w:t>
      </w:r>
    </w:p>
    <w:p w:rsidR="007D1F6E" w:rsidRDefault="007D1F6E" w:rsidP="00E67399">
      <w:pPr>
        <w:pStyle w:val="libFootnote"/>
        <w:rPr>
          <w:rtl/>
        </w:rPr>
      </w:pPr>
      <w:r>
        <w:rPr>
          <w:rtl/>
        </w:rPr>
        <w:t xml:space="preserve">9_ مقاتل الطالبين ص 70 ، تاريخ ابن كثير ج8 ص 131 ، شرح ابن ابى الحديد ج4 ص 16 </w:t>
      </w:r>
    </w:p>
    <w:p w:rsidR="00B654FF" w:rsidRDefault="00B654FF" w:rsidP="00E67399">
      <w:pPr>
        <w:pStyle w:val="libFootnote"/>
        <w:rPr>
          <w:rtl/>
        </w:rPr>
      </w:pPr>
      <w:r>
        <w:rPr>
          <w:rtl/>
        </w:rPr>
        <w:t xml:space="preserve">10_ مقاتل الطالبين ص 69 ، شرح ابن ابى الحديد ج4 ص 16 </w:t>
      </w:r>
    </w:p>
    <w:p w:rsidR="004326C0" w:rsidRDefault="004326C0" w:rsidP="00E67399">
      <w:pPr>
        <w:pStyle w:val="libPoemTini"/>
        <w:rPr>
          <w:rtl/>
        </w:rPr>
      </w:pPr>
      <w:r>
        <w:rPr>
          <w:rtl/>
        </w:rPr>
        <w:br w:type="page"/>
      </w:r>
    </w:p>
    <w:p w:rsidR="00376422" w:rsidRDefault="00376422" w:rsidP="00E67399">
      <w:pPr>
        <w:pStyle w:val="Heading2Center"/>
        <w:rPr>
          <w:rtl/>
        </w:rPr>
      </w:pPr>
      <w:bookmarkStart w:id="41" w:name="_Toc531605669"/>
      <w:r>
        <w:rPr>
          <w:rtl/>
        </w:rPr>
        <w:lastRenderedPageBreak/>
        <w:t>صلح كے اسباب و علل</w:t>
      </w:r>
      <w:bookmarkEnd w:id="41"/>
    </w:p>
    <w:p w:rsidR="00376422" w:rsidRDefault="00376422" w:rsidP="00E67399">
      <w:pPr>
        <w:pStyle w:val="libNormal"/>
        <w:rPr>
          <w:rtl/>
        </w:rPr>
      </w:pPr>
      <w:r>
        <w:rPr>
          <w:rtl/>
        </w:rPr>
        <w:t>جس طرح قيام امام حسين (ع) دين كى بقاء اور اسلام كى حقيقى تصوير كو باقى ركھنے مي</w:t>
      </w:r>
      <w:r w:rsidR="00B365A1">
        <w:rPr>
          <w:rtl/>
        </w:rPr>
        <w:t xml:space="preserve">ں </w:t>
      </w:r>
      <w:r>
        <w:rPr>
          <w:rtl/>
        </w:rPr>
        <w:t>موثر ثابت ہوا ہے اسى طرح صلح امام حسن (ع) دين كى بقاء نيز اسلام حقيقى كو زندہ ركھنے مي</w:t>
      </w:r>
      <w:r w:rsidR="00B365A1">
        <w:rPr>
          <w:rtl/>
        </w:rPr>
        <w:t xml:space="preserve">ں </w:t>
      </w:r>
      <w:r>
        <w:rPr>
          <w:rtl/>
        </w:rPr>
        <w:t xml:space="preserve">كافى موثر ثابت ہوئي ہے _ </w:t>
      </w:r>
    </w:p>
    <w:p w:rsidR="00376422" w:rsidRDefault="00376422" w:rsidP="00E67399">
      <w:pPr>
        <w:pStyle w:val="libNormal"/>
        <w:rPr>
          <w:rtl/>
        </w:rPr>
      </w:pPr>
      <w:r>
        <w:rPr>
          <w:rtl/>
        </w:rPr>
        <w:t>ہم نے اس كتاب كى تمام بحثو</w:t>
      </w:r>
      <w:r w:rsidR="00B365A1">
        <w:rPr>
          <w:rtl/>
        </w:rPr>
        <w:t xml:space="preserve">ں </w:t>
      </w:r>
      <w:r>
        <w:rPr>
          <w:rtl/>
        </w:rPr>
        <w:t>مي</w:t>
      </w:r>
      <w:r w:rsidR="00B365A1">
        <w:rPr>
          <w:rtl/>
        </w:rPr>
        <w:t xml:space="preserve">ں </w:t>
      </w:r>
      <w:r>
        <w:rPr>
          <w:rtl/>
        </w:rPr>
        <w:t>حتى الامكان اختصار سے كام ليا ہے لہذا صرف وجوہات كو اپ حضرات كى خدمت مي</w:t>
      </w:r>
      <w:r w:rsidR="00B365A1">
        <w:rPr>
          <w:rtl/>
        </w:rPr>
        <w:t xml:space="preserve">ں </w:t>
      </w:r>
      <w:r>
        <w:rPr>
          <w:rtl/>
        </w:rPr>
        <w:t>پيش كر رہا ہو</w:t>
      </w:r>
      <w:r w:rsidR="00B365A1">
        <w:rPr>
          <w:rtl/>
        </w:rPr>
        <w:t xml:space="preserve">ں </w:t>
      </w:r>
      <w:r>
        <w:rPr>
          <w:rtl/>
        </w:rPr>
        <w:t>جو مختلف جہات سے ضرورى و لازم ہي</w:t>
      </w:r>
      <w:r w:rsidR="00B365A1">
        <w:rPr>
          <w:rtl/>
        </w:rPr>
        <w:t xml:space="preserve">ں </w:t>
      </w:r>
      <w:r>
        <w:rPr>
          <w:rtl/>
        </w:rPr>
        <w:t>، البتہ ان علتو</w:t>
      </w:r>
      <w:r w:rsidR="00B365A1">
        <w:rPr>
          <w:rtl/>
        </w:rPr>
        <w:t xml:space="preserve">ں </w:t>
      </w:r>
      <w:r>
        <w:rPr>
          <w:rtl/>
        </w:rPr>
        <w:t>كى تفصيل كے لئے خود ايك مستقل كتاب كى ضرورت ہے ، جسكو چند سطرو</w:t>
      </w:r>
      <w:r w:rsidR="00B365A1">
        <w:rPr>
          <w:rtl/>
        </w:rPr>
        <w:t xml:space="preserve">ں </w:t>
      </w:r>
      <w:r>
        <w:rPr>
          <w:rtl/>
        </w:rPr>
        <w:t xml:space="preserve">كے اندر بيان كرنا بہت مشكل ہے _ </w:t>
      </w:r>
    </w:p>
    <w:p w:rsidR="00E96AE0" w:rsidRDefault="00376422" w:rsidP="00E67399">
      <w:pPr>
        <w:pStyle w:val="libNormal"/>
        <w:rPr>
          <w:rtl/>
        </w:rPr>
      </w:pPr>
      <w:r>
        <w:rPr>
          <w:rtl/>
        </w:rPr>
        <w:t>1_ اپ نے پہلے ملاحظہ فرمايا كہ ، معاويہ نے عثمان كے خون الود كرتہ سے كس طرح ماہرانہ انداز مي</w:t>
      </w:r>
      <w:r w:rsidR="00B365A1">
        <w:rPr>
          <w:rtl/>
        </w:rPr>
        <w:t xml:space="preserve">ں </w:t>
      </w:r>
      <w:r>
        <w:rPr>
          <w:rtl/>
        </w:rPr>
        <w:t>فضا كو مكدر كيا اور كوشش كى كہ امام (ع) كے پاك و مقدس دامن كو قتل عثمان سے متھم كر كے داغدار كر دے ، وہ اہل شام كى اچھى خاصى جمعيت، خليفہ مظلوم كے خون كا بدلہ لينے كے لئے اكٹھا كر كے انحضرت(ص) اور ان كے ساتھيو</w:t>
      </w:r>
      <w:r w:rsidR="00B365A1">
        <w:rPr>
          <w:rtl/>
        </w:rPr>
        <w:t xml:space="preserve">ں </w:t>
      </w:r>
      <w:r>
        <w:rPr>
          <w:rtl/>
        </w:rPr>
        <w:t>كوجنگ كرنے كے لئے ميدان صفين مي</w:t>
      </w:r>
      <w:r w:rsidR="00B365A1">
        <w:rPr>
          <w:rtl/>
        </w:rPr>
        <w:t xml:space="preserve">ں </w:t>
      </w:r>
      <w:r>
        <w:rPr>
          <w:rtl/>
        </w:rPr>
        <w:t>لے</w:t>
      </w:r>
      <w:r w:rsidR="00831D2C">
        <w:rPr>
          <w:rtl/>
        </w:rPr>
        <w:t xml:space="preserve"> آيا </w:t>
      </w:r>
      <w:r>
        <w:rPr>
          <w:rtl/>
        </w:rPr>
        <w:t xml:space="preserve"> ، اس نے اپنے امور كى اساس جھوٹ ، فريب اور چالاكى پر ركھى تھى ، اسكے ذريعہ چاہتا تھا كہ تمام سر زمين اسلامى كے سادہ لوح افراد كو كم و بيش دھوكہ ديدے يا كم از كم شك و ترديد مي</w:t>
      </w:r>
      <w:r w:rsidR="00B365A1">
        <w:rPr>
          <w:rtl/>
        </w:rPr>
        <w:t xml:space="preserve">ں </w:t>
      </w:r>
      <w:r>
        <w:rPr>
          <w:rtl/>
        </w:rPr>
        <w:t xml:space="preserve">ڈال دے حتى عمار ياسر جيسے </w:t>
      </w:r>
    </w:p>
    <w:p w:rsidR="00E96AE0" w:rsidRDefault="00E96AE0"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انسان كا وجود جو اس زمانے مي</w:t>
      </w:r>
      <w:r w:rsidR="00B365A1">
        <w:rPr>
          <w:rtl/>
        </w:rPr>
        <w:t xml:space="preserve">ں </w:t>
      </w:r>
      <w:r>
        <w:rPr>
          <w:rtl/>
        </w:rPr>
        <w:t>لشكر علو ى (ع) كى حقانيت كى دليل تھے اور جو بھى ان سے ٹكر اتا ، حديث رسول (ص) كے لحاظ سے گمراہ و باغى ہوتا اس نے بھى سادہ لوح افراد اور معاويہ كى نيرنگى و مكارى كے مقابلہ مي</w:t>
      </w:r>
      <w:r w:rsidR="00B365A1">
        <w:rPr>
          <w:rtl/>
        </w:rPr>
        <w:t xml:space="preserve">ں </w:t>
      </w:r>
      <w:r>
        <w:rPr>
          <w:rtl/>
        </w:rPr>
        <w:t>سو فيصد فائدہ نہي</w:t>
      </w:r>
      <w:r w:rsidR="00B365A1">
        <w:rPr>
          <w:rtl/>
        </w:rPr>
        <w:t xml:space="preserve">ں </w:t>
      </w:r>
      <w:r>
        <w:rPr>
          <w:rtl/>
        </w:rPr>
        <w:t>پہونچايا تھا ، لہذا ضرورى تھا كہ ايك ايسا كام كيا جائے تاكہ معاويہ اپنى مكارانہ چال سے باہر</w:t>
      </w:r>
      <w:r w:rsidR="00137FAB">
        <w:rPr>
          <w:rtl/>
        </w:rPr>
        <w:t xml:space="preserve"> آئے</w:t>
      </w:r>
      <w:r>
        <w:rPr>
          <w:rtl/>
        </w:rPr>
        <w:t xml:space="preserve"> اور اسكى سياہكارى و بد كارى ظاہر ہو جائے_ </w:t>
      </w:r>
    </w:p>
    <w:p w:rsidR="00376422" w:rsidRDefault="00376422" w:rsidP="00E67399">
      <w:pPr>
        <w:pStyle w:val="libNormal"/>
        <w:rPr>
          <w:rtl/>
        </w:rPr>
      </w:pPr>
      <w:r>
        <w:rPr>
          <w:rtl/>
        </w:rPr>
        <w:t xml:space="preserve">صلح امام حسن (ع) نے اساسى و بنيادى كام يہى كيا جسكو اوپر بيان كيا جا چكا ، جو معاويہ كى پہلى بد كردارى و سياہ انديشى كى نشاندہى كرتى ہے _ </w:t>
      </w:r>
    </w:p>
    <w:p w:rsidR="00376422" w:rsidRDefault="00376422" w:rsidP="00E67399">
      <w:pPr>
        <w:pStyle w:val="libNormal"/>
        <w:rPr>
          <w:rtl/>
        </w:rPr>
      </w:pPr>
      <w:r>
        <w:rPr>
          <w:rtl/>
        </w:rPr>
        <w:t>يہ تمام خون كا دريا اور غارتگرى كا بازار جو قصاص خون عثمان كے نام پر زمين پر بہايا اور انجام ديا گيا حقيقت مي</w:t>
      </w:r>
      <w:r w:rsidR="00B365A1">
        <w:rPr>
          <w:rtl/>
        </w:rPr>
        <w:t xml:space="preserve">ں </w:t>
      </w:r>
      <w:r>
        <w:rPr>
          <w:rtl/>
        </w:rPr>
        <w:t xml:space="preserve">معاويہ كى جاہ طلبى اور اسكى رياست خواہى تھى _ </w:t>
      </w:r>
    </w:p>
    <w:p w:rsidR="00376422" w:rsidRDefault="00376422" w:rsidP="00E67399">
      <w:pPr>
        <w:pStyle w:val="libNormal"/>
        <w:rPr>
          <w:rtl/>
        </w:rPr>
      </w:pPr>
      <w:r>
        <w:rPr>
          <w:rtl/>
        </w:rPr>
        <w:t>معاويہ كى تمام كوششي</w:t>
      </w:r>
      <w:r w:rsidR="00B365A1">
        <w:rPr>
          <w:rtl/>
        </w:rPr>
        <w:t xml:space="preserve">ں </w:t>
      </w:r>
      <w:r>
        <w:rPr>
          <w:rtl/>
        </w:rPr>
        <w:t>سو فيصد جوش و جذبہ مادى اور رياست و حكومت كى خاطر تھى اور بس، انتقام خون عثمان كى داستان جھوٹى نمائشے اور چالاكى كے علاوہ كچھ نہ تھى ، يہ مسئلہ جب يہا</w:t>
      </w:r>
      <w:r w:rsidR="00B365A1">
        <w:rPr>
          <w:rtl/>
        </w:rPr>
        <w:t xml:space="preserve">ں </w:t>
      </w:r>
      <w:r>
        <w:rPr>
          <w:rtl/>
        </w:rPr>
        <w:t>تك پہونچ گيا اوررفتہ رفتہ لوگو</w:t>
      </w:r>
      <w:r w:rsidR="00B365A1">
        <w:rPr>
          <w:rtl/>
        </w:rPr>
        <w:t xml:space="preserve">ں </w:t>
      </w:r>
      <w:r>
        <w:rPr>
          <w:rtl/>
        </w:rPr>
        <w:t>كو احساس ہونے لگا تو زيادہ دن نہي</w:t>
      </w:r>
      <w:r w:rsidR="00B365A1">
        <w:rPr>
          <w:rtl/>
        </w:rPr>
        <w:t xml:space="preserve">ں </w:t>
      </w:r>
      <w:r>
        <w:rPr>
          <w:rtl/>
        </w:rPr>
        <w:t>گذرا تھا كہ لوگ عدل و مساوات اور حكومت علوى كى طرف بھاگنے لگے ، يہا</w:t>
      </w:r>
      <w:r w:rsidR="00B365A1">
        <w:rPr>
          <w:rtl/>
        </w:rPr>
        <w:t xml:space="preserve">ں </w:t>
      </w:r>
      <w:r>
        <w:rPr>
          <w:rtl/>
        </w:rPr>
        <w:t>تك كہ جو شام مي</w:t>
      </w:r>
      <w:r w:rsidR="00B365A1">
        <w:rPr>
          <w:rtl/>
        </w:rPr>
        <w:t xml:space="preserve">ں </w:t>
      </w:r>
      <w:r>
        <w:rPr>
          <w:rtl/>
        </w:rPr>
        <w:t>پناہ گزين تھے اور معاويہ كے عقيدتمندو</w:t>
      </w:r>
      <w:r w:rsidR="00B365A1">
        <w:rPr>
          <w:rtl/>
        </w:rPr>
        <w:t xml:space="preserve">ں </w:t>
      </w:r>
      <w:r>
        <w:rPr>
          <w:rtl/>
        </w:rPr>
        <w:t>مي</w:t>
      </w:r>
      <w:r w:rsidR="00B365A1">
        <w:rPr>
          <w:rtl/>
        </w:rPr>
        <w:t xml:space="preserve">ں </w:t>
      </w:r>
      <w:r>
        <w:rPr>
          <w:rtl/>
        </w:rPr>
        <w:t>تھے ہر روز گوشہ و كنار سے خاندان على (ع) كى فرد كى رہبرى مي</w:t>
      </w:r>
      <w:r w:rsidR="00B365A1">
        <w:rPr>
          <w:rtl/>
        </w:rPr>
        <w:t xml:space="preserve">ں </w:t>
      </w:r>
      <w:r>
        <w:rPr>
          <w:rtl/>
        </w:rPr>
        <w:t>امويو</w:t>
      </w:r>
      <w:r w:rsidR="00B365A1">
        <w:rPr>
          <w:rtl/>
        </w:rPr>
        <w:t xml:space="preserve">ں </w:t>
      </w:r>
      <w:r>
        <w:rPr>
          <w:rtl/>
        </w:rPr>
        <w:t xml:space="preserve">كے خلاف ہنگامہ كھڑا كرنے لگے </w:t>
      </w:r>
      <w:r w:rsidRPr="00C00E6D">
        <w:rPr>
          <w:rStyle w:val="libFootnotenumChar"/>
          <w:rtl/>
        </w:rPr>
        <w:t>(11)</w:t>
      </w:r>
      <w:r>
        <w:rPr>
          <w:rtl/>
        </w:rPr>
        <w:t xml:space="preserve"> </w:t>
      </w:r>
    </w:p>
    <w:p w:rsidR="00376422" w:rsidRDefault="00376422" w:rsidP="00E67399">
      <w:pPr>
        <w:pStyle w:val="libNormal"/>
        <w:rPr>
          <w:rtl/>
        </w:rPr>
      </w:pPr>
      <w:r>
        <w:rPr>
          <w:rtl/>
        </w:rPr>
        <w:t>حقيقت مي</w:t>
      </w:r>
      <w:r w:rsidR="00B365A1">
        <w:rPr>
          <w:rtl/>
        </w:rPr>
        <w:t xml:space="preserve">ں </w:t>
      </w:r>
      <w:r>
        <w:rPr>
          <w:rtl/>
        </w:rPr>
        <w:t>حكومت معاويہ كے زمانے مي</w:t>
      </w:r>
      <w:r w:rsidR="00B365A1">
        <w:rPr>
          <w:rtl/>
        </w:rPr>
        <w:t xml:space="preserve">ں </w:t>
      </w:r>
      <w:r>
        <w:rPr>
          <w:rtl/>
        </w:rPr>
        <w:t>اور اسكے بعد والے سربراہان مملكت نے اتنى تباہى و بربادى اور جنايت عظيم كا بازار گرم كيا كہ مخالفين نے بھى احساس كيا كہ حكومت علوى (ع) تمام عدالت و مساوات كے لحاظ سے تنھا حكومت تھى اگر چاہتى تو ہم لوگو</w:t>
      </w:r>
      <w:r w:rsidR="00B365A1">
        <w:rPr>
          <w:rtl/>
        </w:rPr>
        <w:t xml:space="preserve">ں </w:t>
      </w:r>
      <w:r>
        <w:rPr>
          <w:rtl/>
        </w:rPr>
        <w:t xml:space="preserve">كو سعادت حقيقى تك پہونچا ديتى _ </w:t>
      </w:r>
    </w:p>
    <w:p w:rsidR="00E96AE0" w:rsidRDefault="00376422" w:rsidP="00E67399">
      <w:pPr>
        <w:pStyle w:val="libNormal"/>
        <w:rPr>
          <w:rtl/>
        </w:rPr>
      </w:pPr>
      <w:r>
        <w:rPr>
          <w:rtl/>
        </w:rPr>
        <w:t>2_ دوسرا مسئلہ جو بڑا عامل صلح كے لئے بناوہ سپاہ كوفہ كى تساہلى اور فكر و عمل مي</w:t>
      </w:r>
      <w:r w:rsidR="00B365A1">
        <w:rPr>
          <w:rtl/>
        </w:rPr>
        <w:t xml:space="preserve">ں </w:t>
      </w:r>
      <w:r>
        <w:rPr>
          <w:rtl/>
        </w:rPr>
        <w:t>نا ہما ھنگى تھى ، اپ نے اس سے پہلے ملاحظہ فرمايا كہ يہى لشكر اتنا قوى تھا كہ اس نے معمولى سى بات پر ہزارو</w:t>
      </w:r>
      <w:r w:rsidR="00B365A1">
        <w:rPr>
          <w:rtl/>
        </w:rPr>
        <w:t xml:space="preserve">ں </w:t>
      </w:r>
      <w:r>
        <w:rPr>
          <w:rtl/>
        </w:rPr>
        <w:t>ادميو</w:t>
      </w:r>
      <w:r w:rsidR="00B365A1">
        <w:rPr>
          <w:rtl/>
        </w:rPr>
        <w:t xml:space="preserve">ں </w:t>
      </w:r>
      <w:r>
        <w:rPr>
          <w:rtl/>
        </w:rPr>
        <w:t>پر مشتمل فوج كو درہم و برہم كر كے انكے نظم و اتحاد كو بكھير ديا تھا اور سبط رسول (ص) كے قتل كى سازش كو ايك معمولى حادثہ سمجھا تھا كہ اگر اس راہ مي</w:t>
      </w:r>
      <w:r w:rsidR="00B365A1">
        <w:rPr>
          <w:rtl/>
        </w:rPr>
        <w:t xml:space="preserve">ں </w:t>
      </w:r>
      <w:r>
        <w:rPr>
          <w:rtl/>
        </w:rPr>
        <w:t xml:space="preserve">موانع پيش نہ </w:t>
      </w:r>
    </w:p>
    <w:p w:rsidR="004326C0" w:rsidRDefault="004326C0" w:rsidP="00E67399">
      <w:pPr>
        <w:pStyle w:val="libLine"/>
        <w:rPr>
          <w:rtl/>
        </w:rPr>
      </w:pPr>
      <w:r>
        <w:rPr>
          <w:rFonts w:hint="cs"/>
          <w:rtl/>
        </w:rPr>
        <w:t>____________________</w:t>
      </w:r>
    </w:p>
    <w:p w:rsidR="00B654FF" w:rsidRDefault="00B654FF" w:rsidP="00E67399">
      <w:pPr>
        <w:pStyle w:val="libFootnote"/>
        <w:rPr>
          <w:rtl/>
        </w:rPr>
      </w:pPr>
      <w:r>
        <w:rPr>
          <w:rtl/>
        </w:rPr>
        <w:t xml:space="preserve">11_ مقاتل الطالبين ص 117، 51 ، مقالات اسلاميين ج2 ص 166 </w:t>
      </w:r>
    </w:p>
    <w:p w:rsidR="00E96AE0" w:rsidRDefault="00E96AE0" w:rsidP="00E67399">
      <w:pPr>
        <w:pStyle w:val="libPoemTini"/>
        <w:rPr>
          <w:rtl/>
        </w:rPr>
      </w:pPr>
      <w:r>
        <w:rPr>
          <w:rtl/>
        </w:rPr>
        <w:br w:type="page"/>
      </w:r>
    </w:p>
    <w:p w:rsidR="00376422" w:rsidRDefault="00376422" w:rsidP="00E67399">
      <w:pPr>
        <w:pStyle w:val="libNormal"/>
        <w:rPr>
          <w:rtl/>
        </w:rPr>
      </w:pPr>
      <w:r>
        <w:rPr>
          <w:rtl/>
        </w:rPr>
        <w:lastRenderedPageBreak/>
        <w:t xml:space="preserve">اتے تو ممكن تھا كہ معاويہ كا تمام نقشہ باور ہو جاتا _ </w:t>
      </w:r>
    </w:p>
    <w:p w:rsidR="00376422" w:rsidRDefault="00376422" w:rsidP="00E67399">
      <w:pPr>
        <w:pStyle w:val="libNormal"/>
        <w:rPr>
          <w:rtl/>
        </w:rPr>
      </w:pPr>
      <w:r>
        <w:rPr>
          <w:rtl/>
        </w:rPr>
        <w:t>ان مطالب پر غور كرنے كے بعد واضح ہو جاتا ہے كہ معاويہ نے پہلے چند سردار لشكر كو خريد ا جيسا كہ تير اندازى كے واقعہ مي</w:t>
      </w:r>
      <w:r w:rsidR="00B365A1">
        <w:rPr>
          <w:rtl/>
        </w:rPr>
        <w:t xml:space="preserve">ں </w:t>
      </w:r>
      <w:r>
        <w:rPr>
          <w:rtl/>
        </w:rPr>
        <w:t>ديكھا گيا ، پھر امام حسن (ع) كو انكى سپاہ كے ذريعہ قيد كروا يا اسكے بعدبڑى منت و سماجت كے بعد ازاد كيا يہ رسوائي ائمہ اہلبيت اور رہبران معصوم (ع) كے دامن پر تا ابد رہے گى كہ جنھو</w:t>
      </w:r>
      <w:r w:rsidR="00B365A1">
        <w:rPr>
          <w:rtl/>
        </w:rPr>
        <w:t xml:space="preserve">ں </w:t>
      </w:r>
      <w:r>
        <w:rPr>
          <w:rtl/>
        </w:rPr>
        <w:t>نے كفر و نفاق كے جانے پہچانے چہرو</w:t>
      </w:r>
      <w:r w:rsidR="00B365A1">
        <w:rPr>
          <w:rtl/>
        </w:rPr>
        <w:t xml:space="preserve">ں </w:t>
      </w:r>
      <w:r>
        <w:rPr>
          <w:rtl/>
        </w:rPr>
        <w:t xml:space="preserve">كو فتح مكہ كے موقع پر ازاد كيا تھا وہ اج اپنى جان كے لئے خاندان اموى كے مديون ہو گئے </w:t>
      </w:r>
      <w:r w:rsidRPr="00C00E6D">
        <w:rPr>
          <w:rStyle w:val="libFootnotenumChar"/>
          <w:rtl/>
        </w:rPr>
        <w:t>(12)</w:t>
      </w:r>
      <w:r>
        <w:rPr>
          <w:rtl/>
        </w:rPr>
        <w:t xml:space="preserve"> </w:t>
      </w:r>
    </w:p>
    <w:p w:rsidR="00376422" w:rsidRDefault="00376422" w:rsidP="00E67399">
      <w:pPr>
        <w:pStyle w:val="libNormal"/>
        <w:rPr>
          <w:rtl/>
        </w:rPr>
      </w:pPr>
      <w:r>
        <w:rPr>
          <w:rtl/>
        </w:rPr>
        <w:t>3_ جنگ صفين مي</w:t>
      </w:r>
      <w:r w:rsidR="00B365A1">
        <w:rPr>
          <w:rtl/>
        </w:rPr>
        <w:t xml:space="preserve">ں </w:t>
      </w:r>
      <w:r>
        <w:rPr>
          <w:rtl/>
        </w:rPr>
        <w:t xml:space="preserve">حضرت امير المومنين كے ہمراہ ( جيسا كہ ائندہ بيان ہو گا ) اكثر اصحاب رسول (ص) تھے جن كى تعداد مورخين نے دو ہزار سے زيادہ بتائي ہے _ </w:t>
      </w:r>
    </w:p>
    <w:p w:rsidR="00376422" w:rsidRDefault="00376422" w:rsidP="00E67399">
      <w:pPr>
        <w:pStyle w:val="libNormal"/>
        <w:rPr>
          <w:rtl/>
        </w:rPr>
      </w:pPr>
      <w:r>
        <w:rPr>
          <w:rtl/>
        </w:rPr>
        <w:t>ستر بدر كے جنگجو تھے جو پيغمبر اسلام (ص) كے قديم صحابى تھے ، سات سو يا اٹھ سو وہ افراد تھے جنھو</w:t>
      </w:r>
      <w:r w:rsidR="00B365A1">
        <w:rPr>
          <w:rtl/>
        </w:rPr>
        <w:t xml:space="preserve">ں </w:t>
      </w:r>
      <w:r>
        <w:rPr>
          <w:rtl/>
        </w:rPr>
        <w:t>نے بيعت رضوان مي</w:t>
      </w:r>
      <w:r w:rsidR="00B365A1">
        <w:rPr>
          <w:rtl/>
        </w:rPr>
        <w:t xml:space="preserve">ں </w:t>
      </w:r>
      <w:r>
        <w:rPr>
          <w:rtl/>
        </w:rPr>
        <w:t>شركت كى تھى اور قران مجيد مي</w:t>
      </w:r>
      <w:r w:rsidR="00B365A1">
        <w:rPr>
          <w:rtl/>
        </w:rPr>
        <w:t xml:space="preserve">ں </w:t>
      </w:r>
      <w:r>
        <w:rPr>
          <w:rtl/>
        </w:rPr>
        <w:t>خدا وند عالم نے ان لوگو</w:t>
      </w:r>
      <w:r w:rsidR="00B365A1">
        <w:rPr>
          <w:rtl/>
        </w:rPr>
        <w:t xml:space="preserve">ں </w:t>
      </w:r>
      <w:r>
        <w:rPr>
          <w:rtl/>
        </w:rPr>
        <w:t xml:space="preserve">كى تعريف و تمجيد بھى كى ہے _ </w:t>
      </w:r>
    </w:p>
    <w:p w:rsidR="00376422" w:rsidRDefault="00376422" w:rsidP="00E67399">
      <w:pPr>
        <w:pStyle w:val="libNormal"/>
        <w:rPr>
          <w:rtl/>
        </w:rPr>
      </w:pPr>
      <w:r>
        <w:rPr>
          <w:rtl/>
        </w:rPr>
        <w:t>مہاجرين و انصار مي</w:t>
      </w:r>
      <w:r w:rsidR="00B365A1">
        <w:rPr>
          <w:rtl/>
        </w:rPr>
        <w:t xml:space="preserve">ں </w:t>
      </w:r>
      <w:r>
        <w:rPr>
          <w:rtl/>
        </w:rPr>
        <w:t>سے چودہ سو افرادوہ تھے جنھو</w:t>
      </w:r>
      <w:r w:rsidR="00B365A1">
        <w:rPr>
          <w:rtl/>
        </w:rPr>
        <w:t xml:space="preserve">ں </w:t>
      </w:r>
      <w:r>
        <w:rPr>
          <w:rtl/>
        </w:rPr>
        <w:t>نے جنگ صفين مي</w:t>
      </w:r>
      <w:r w:rsidR="00B365A1">
        <w:rPr>
          <w:rtl/>
        </w:rPr>
        <w:t xml:space="preserve">ں </w:t>
      </w:r>
      <w:r>
        <w:rPr>
          <w:rtl/>
        </w:rPr>
        <w:t xml:space="preserve">شركت كى تھى </w:t>
      </w:r>
      <w:r w:rsidRPr="00C00E6D">
        <w:rPr>
          <w:rStyle w:val="libFootnotenumChar"/>
          <w:rtl/>
        </w:rPr>
        <w:t>(13)</w:t>
      </w:r>
      <w:r>
        <w:rPr>
          <w:rtl/>
        </w:rPr>
        <w:t xml:space="preserve"> يہ تمام لوگ رسول (ص) كے زمانے كو ديكھے بھى تھے اور نزول قران كے وقت موجود بھى تھے اور اسلام حقيقى كو خود پيغمبر سے ليا پھر برسو</w:t>
      </w:r>
      <w:r w:rsidR="00B365A1">
        <w:rPr>
          <w:rtl/>
        </w:rPr>
        <w:t xml:space="preserve">ں </w:t>
      </w:r>
      <w:r>
        <w:rPr>
          <w:rtl/>
        </w:rPr>
        <w:t>امير المومين(ع) كى خدمت مي</w:t>
      </w:r>
      <w:r w:rsidR="00B365A1">
        <w:rPr>
          <w:rtl/>
        </w:rPr>
        <w:t xml:space="preserve">ں </w:t>
      </w:r>
      <w:r>
        <w:rPr>
          <w:rtl/>
        </w:rPr>
        <w:t xml:space="preserve">رہے جو خود مجسمہ اسلام اور ہمدوش قران تھے _ </w:t>
      </w:r>
    </w:p>
    <w:p w:rsidR="004326C0" w:rsidRDefault="004326C0" w:rsidP="00E67399">
      <w:pPr>
        <w:pStyle w:val="libLine"/>
        <w:rPr>
          <w:rtl/>
        </w:rPr>
      </w:pPr>
      <w:r>
        <w:rPr>
          <w:rFonts w:hint="cs"/>
          <w:rtl/>
        </w:rPr>
        <w:t>____________________</w:t>
      </w:r>
    </w:p>
    <w:p w:rsidR="00B654FF" w:rsidRDefault="00B654FF" w:rsidP="00E67399">
      <w:pPr>
        <w:pStyle w:val="libFootnote"/>
        <w:rPr>
          <w:rtl/>
        </w:rPr>
      </w:pPr>
      <w:r>
        <w:rPr>
          <w:rtl/>
        </w:rPr>
        <w:t xml:space="preserve">12_اخبار الطوّال ص 221، بحار الانوار ج 44 ص 29 </w:t>
      </w:r>
    </w:p>
    <w:p w:rsidR="00B654FF" w:rsidRDefault="00B654FF" w:rsidP="00E67399">
      <w:pPr>
        <w:pStyle w:val="libFootnote"/>
        <w:rPr>
          <w:rtl/>
        </w:rPr>
      </w:pPr>
      <w:r>
        <w:rPr>
          <w:rtl/>
        </w:rPr>
        <w:t xml:space="preserve">13_ يعقوبى ج2 ص 164 ، ابن خياط كى تاريخ ج1 ص 180 </w:t>
      </w:r>
    </w:p>
    <w:p w:rsidR="004326C0" w:rsidRDefault="004326C0" w:rsidP="00E67399">
      <w:pPr>
        <w:pStyle w:val="libPoemTini"/>
        <w:rPr>
          <w:rtl/>
        </w:rPr>
      </w:pPr>
      <w:r>
        <w:rPr>
          <w:rtl/>
        </w:rPr>
        <w:br w:type="page"/>
      </w:r>
    </w:p>
    <w:p w:rsidR="00376422" w:rsidRDefault="00376422" w:rsidP="00E67399">
      <w:pPr>
        <w:pStyle w:val="libNormal"/>
        <w:rPr>
          <w:rtl/>
        </w:rPr>
      </w:pPr>
      <w:r>
        <w:rPr>
          <w:rtl/>
        </w:rPr>
        <w:lastRenderedPageBreak/>
        <w:t>ليكن معاويہ كے ساتھ انصار و مہاجرين كے بد نام زمانہ دو ادمى كے سوا كوئي نہ تھا ، اس نے ان ضمير فروشو</w:t>
      </w:r>
      <w:r w:rsidR="00B365A1">
        <w:rPr>
          <w:rtl/>
        </w:rPr>
        <w:t xml:space="preserve">ں </w:t>
      </w:r>
      <w:r>
        <w:rPr>
          <w:rtl/>
        </w:rPr>
        <w:t>كے ذريعہ اسلام كے خلاف اپنى خواہشات نفسانى كے مطابق يہ نقشہ تيار كيا كہ سادہ لوح افراد كے دلو</w:t>
      </w:r>
      <w:r w:rsidR="00B365A1">
        <w:rPr>
          <w:rtl/>
        </w:rPr>
        <w:t xml:space="preserve">ں </w:t>
      </w:r>
      <w:r>
        <w:rPr>
          <w:rtl/>
        </w:rPr>
        <w:t>مي</w:t>
      </w:r>
      <w:r w:rsidR="00B365A1">
        <w:rPr>
          <w:rtl/>
        </w:rPr>
        <w:t xml:space="preserve">ں </w:t>
      </w:r>
      <w:r>
        <w:rPr>
          <w:rtl/>
        </w:rPr>
        <w:t>اسلام كے خلاف بغض و كينہ كو بھر دے ، ہا</w:t>
      </w:r>
      <w:r w:rsidR="00B365A1">
        <w:rPr>
          <w:rtl/>
        </w:rPr>
        <w:t xml:space="preserve">ں </w:t>
      </w:r>
      <w:r>
        <w:rPr>
          <w:rtl/>
        </w:rPr>
        <w:t>، اس نے ابو ھريرہ ، انس بن مالك ، مغيرہ بن شعبہ ، عمرو بن عاص ، عبد اللہ بن عمر و اور خاص طور سے ام المومنين عائشه كى مددسے ايك جعلى حديث كا بڑا كار خانہ معرض وجود مي</w:t>
      </w:r>
      <w:r w:rsidR="00B365A1">
        <w:rPr>
          <w:rtl/>
        </w:rPr>
        <w:t xml:space="preserve">ں </w:t>
      </w:r>
      <w:r>
        <w:rPr>
          <w:rtl/>
        </w:rPr>
        <w:t>لايا ، ان تمام ہوا پرستو</w:t>
      </w:r>
      <w:r w:rsidR="00B365A1">
        <w:rPr>
          <w:rtl/>
        </w:rPr>
        <w:t xml:space="preserve">ں </w:t>
      </w:r>
      <w:r>
        <w:rPr>
          <w:rtl/>
        </w:rPr>
        <w:t>نے معاويہ كى حكومت كے زمانے مي</w:t>
      </w:r>
      <w:r w:rsidR="00B365A1">
        <w:rPr>
          <w:rtl/>
        </w:rPr>
        <w:t xml:space="preserve">ں </w:t>
      </w:r>
      <w:r>
        <w:rPr>
          <w:rtl/>
        </w:rPr>
        <w:t>متعدد كو شش كي</w:t>
      </w:r>
      <w:r w:rsidR="00B365A1">
        <w:rPr>
          <w:rtl/>
        </w:rPr>
        <w:t xml:space="preserve">ں </w:t>
      </w:r>
      <w:r>
        <w:rPr>
          <w:rtl/>
        </w:rPr>
        <w:t>كہ اسلام كے اصلى خد وخال كو داغدار كر دي</w:t>
      </w:r>
      <w:r w:rsidR="00B365A1">
        <w:rPr>
          <w:rtl/>
        </w:rPr>
        <w:t xml:space="preserve">ں </w:t>
      </w:r>
      <w:r>
        <w:rPr>
          <w:rtl/>
        </w:rPr>
        <w:t>اور اكثر حديثي</w:t>
      </w:r>
      <w:r w:rsidR="00B365A1">
        <w:rPr>
          <w:rtl/>
        </w:rPr>
        <w:t xml:space="preserve">ں </w:t>
      </w:r>
      <w:r>
        <w:rPr>
          <w:rtl/>
        </w:rPr>
        <w:t>ابو ہريرہ ، انس بن مالك اور عبد اللہ بن عمر نے مختلف ميدانو</w:t>
      </w:r>
      <w:r w:rsidR="00B365A1">
        <w:rPr>
          <w:rtl/>
        </w:rPr>
        <w:t xml:space="preserve">ں </w:t>
      </w:r>
      <w:r>
        <w:rPr>
          <w:rtl/>
        </w:rPr>
        <w:t>مي</w:t>
      </w:r>
      <w:r w:rsidR="00B365A1">
        <w:rPr>
          <w:rtl/>
        </w:rPr>
        <w:t xml:space="preserve">ں </w:t>
      </w:r>
      <w:r>
        <w:rPr>
          <w:rtl/>
        </w:rPr>
        <w:t>گڑھي</w:t>
      </w:r>
      <w:r w:rsidR="00B365A1">
        <w:rPr>
          <w:rtl/>
        </w:rPr>
        <w:t xml:space="preserve">ں </w:t>
      </w:r>
      <w:r>
        <w:rPr>
          <w:rtl/>
        </w:rPr>
        <w:t>اگر اہلبيت (ع) كے فدا كارو</w:t>
      </w:r>
      <w:r w:rsidR="00B365A1">
        <w:rPr>
          <w:rtl/>
        </w:rPr>
        <w:t xml:space="preserve">ں </w:t>
      </w:r>
      <w:r>
        <w:rPr>
          <w:rtl/>
        </w:rPr>
        <w:t>كى جد وجہد نہ ہوتى تو اسلام صفحہء ہستى سے مٹ گيا ہوتا اور كفر و جاہليت كى تمام نا پاك تمنائي</w:t>
      </w:r>
      <w:r w:rsidR="00B365A1">
        <w:rPr>
          <w:rtl/>
        </w:rPr>
        <w:t xml:space="preserve">ں </w:t>
      </w:r>
      <w:r>
        <w:rPr>
          <w:rtl/>
        </w:rPr>
        <w:t>رائج ہو جاتي</w:t>
      </w:r>
      <w:r w:rsidR="00B365A1">
        <w:rPr>
          <w:rtl/>
        </w:rPr>
        <w:t xml:space="preserve">ں </w:t>
      </w:r>
      <w:r>
        <w:rPr>
          <w:rtl/>
        </w:rPr>
        <w:t xml:space="preserve">_ </w:t>
      </w:r>
    </w:p>
    <w:p w:rsidR="00376422" w:rsidRDefault="00376422" w:rsidP="00E67399">
      <w:pPr>
        <w:pStyle w:val="libNormal"/>
        <w:rPr>
          <w:rtl/>
        </w:rPr>
      </w:pPr>
      <w:r>
        <w:rPr>
          <w:rtl/>
        </w:rPr>
        <w:t>امام حسن (ع) نے معاويہ سے جنگ كرنے كے بجائے جو صلح كر لى اسكى وجہ صرف يہ تھى كہ انحضرت (ص) نے اسكے ذريعہ سے اكثر اصحاب رسول (ص) و ياران امير المومنين (ع) كو موت كے منھ سے نكال ليا ، كيونكہ اگر امام حسن (ع) معاويہ سے جنگ كر ليتے تو اپ كے لشكر مي</w:t>
      </w:r>
      <w:r w:rsidR="00B365A1">
        <w:rPr>
          <w:rtl/>
        </w:rPr>
        <w:t xml:space="preserve">ں </w:t>
      </w:r>
      <w:r>
        <w:rPr>
          <w:rtl/>
        </w:rPr>
        <w:t>وہ افراد تھے جو مومن حقيقى تھے اگر ميدان جنگ مي</w:t>
      </w:r>
      <w:r w:rsidR="00B365A1">
        <w:rPr>
          <w:rtl/>
        </w:rPr>
        <w:t xml:space="preserve">ں </w:t>
      </w:r>
      <w:r>
        <w:rPr>
          <w:rtl/>
        </w:rPr>
        <w:t>چلے جاتے تو اس كا مطلب يہ تھا كہ سارے كے سارے مار ڈالے جاتے يا خاتمہ جنگ كے بعد معاويہ كے ہاتھو</w:t>
      </w:r>
      <w:r w:rsidR="00B365A1">
        <w:rPr>
          <w:rtl/>
        </w:rPr>
        <w:t xml:space="preserve">ں </w:t>
      </w:r>
      <w:r>
        <w:rPr>
          <w:rtl/>
        </w:rPr>
        <w:t>اسير ہو كر خون عثمان كے جرم مي</w:t>
      </w:r>
      <w:r w:rsidR="00B365A1">
        <w:rPr>
          <w:rtl/>
        </w:rPr>
        <w:t xml:space="preserve">ں </w:t>
      </w:r>
      <w:r>
        <w:rPr>
          <w:rtl/>
        </w:rPr>
        <w:t xml:space="preserve">تہ تيغ كر ديئےاتے ، اور معاويہ اطمينان كے ساتھ حقائق اسلام كو توڑ مڑوڑ كے پيش كرتا اور اسكو كوئي روك ٹوك كرنے والا بھى نہ ہوتا اس مقدمے كے بعد اتنا تو ضرور واضح ہو جاتا ہے كہ اسلام حقيقى كى صورت كو تحريف سے بچانے كے لئے صلح كے علاوہ كوئي چارہ نہ تھا _ </w:t>
      </w:r>
    </w:p>
    <w:p w:rsidR="00376422" w:rsidRDefault="00376422" w:rsidP="00E67399">
      <w:pPr>
        <w:pStyle w:val="libNormal"/>
        <w:rPr>
          <w:rtl/>
        </w:rPr>
      </w:pPr>
      <w:r>
        <w:rPr>
          <w:rtl/>
        </w:rPr>
        <w:t xml:space="preserve">يہى وہ راستہ تھا جو حضرت امام حسن (ع) نے اپنايا اور مرتے دم تك اس پر ثابت قدم رہے _ </w:t>
      </w:r>
    </w:p>
    <w:p w:rsidR="00122D8B" w:rsidRDefault="00122D8B" w:rsidP="00E67399">
      <w:pPr>
        <w:pStyle w:val="libPoemTini"/>
        <w:rPr>
          <w:rtl/>
        </w:rPr>
      </w:pPr>
      <w:r>
        <w:rPr>
          <w:rtl/>
        </w:rPr>
        <w:br w:type="page"/>
      </w:r>
    </w:p>
    <w:p w:rsidR="00376422" w:rsidRDefault="00376422" w:rsidP="00E67399">
      <w:pPr>
        <w:pStyle w:val="Heading2Center"/>
        <w:rPr>
          <w:rtl/>
        </w:rPr>
      </w:pPr>
      <w:bookmarkStart w:id="42" w:name="_Toc531605670"/>
      <w:r>
        <w:rPr>
          <w:rtl/>
        </w:rPr>
        <w:lastRenderedPageBreak/>
        <w:t>فصل سوم</w:t>
      </w:r>
      <w:bookmarkEnd w:id="42"/>
    </w:p>
    <w:p w:rsidR="00376422" w:rsidRDefault="00376422" w:rsidP="00E67399">
      <w:pPr>
        <w:pStyle w:val="Heading2Center"/>
        <w:rPr>
          <w:rtl/>
        </w:rPr>
      </w:pPr>
      <w:bookmarkStart w:id="43" w:name="_Toc531605671"/>
      <w:r>
        <w:rPr>
          <w:rtl/>
        </w:rPr>
        <w:t>دشمنو</w:t>
      </w:r>
      <w:r w:rsidR="00B365A1">
        <w:rPr>
          <w:rtl/>
        </w:rPr>
        <w:t xml:space="preserve">ں </w:t>
      </w:r>
      <w:r>
        <w:rPr>
          <w:rtl/>
        </w:rPr>
        <w:t>كے ساتھ نرمي</w:t>
      </w:r>
      <w:bookmarkEnd w:id="43"/>
    </w:p>
    <w:p w:rsidR="00376422" w:rsidRDefault="00376422" w:rsidP="00E67399">
      <w:pPr>
        <w:pStyle w:val="libNormal"/>
        <w:rPr>
          <w:rtl/>
        </w:rPr>
      </w:pPr>
      <w:r>
        <w:rPr>
          <w:rtl/>
        </w:rPr>
        <w:t>معاويہ كسى طرح حكومت پر بيٹھ گيا ، حضرت على (ع) كے شھيد ہو جانے اور امام حسن (ع) كے صلح كى وجہ سے اسكى راہ كى تمام اڑ چني</w:t>
      </w:r>
      <w:r w:rsidR="00B365A1">
        <w:rPr>
          <w:rtl/>
        </w:rPr>
        <w:t xml:space="preserve">ں </w:t>
      </w:r>
      <w:r>
        <w:rPr>
          <w:rtl/>
        </w:rPr>
        <w:t>ختم ہو گئي</w:t>
      </w:r>
      <w:r w:rsidR="00B365A1">
        <w:rPr>
          <w:rtl/>
        </w:rPr>
        <w:t xml:space="preserve">ں </w:t>
      </w:r>
      <w:r>
        <w:rPr>
          <w:rtl/>
        </w:rPr>
        <w:t>، ليكن معاويہ كو دوسرا مسئلہ جو كھائے جا رہا تھا اور ا س كا حل نكالنا بہت ضرورى تھا وہ يہ تھا كہ تمام سر زمين اسلامى مي</w:t>
      </w:r>
      <w:r w:rsidR="00B365A1">
        <w:rPr>
          <w:rtl/>
        </w:rPr>
        <w:t xml:space="preserve">ں </w:t>
      </w:r>
      <w:r>
        <w:rPr>
          <w:rtl/>
        </w:rPr>
        <w:t>جو شام كے لٹيرو</w:t>
      </w:r>
      <w:r w:rsidR="00B365A1">
        <w:rPr>
          <w:rtl/>
        </w:rPr>
        <w:t xml:space="preserve">ں </w:t>
      </w:r>
      <w:r>
        <w:rPr>
          <w:rtl/>
        </w:rPr>
        <w:t>نے قتل و غارتگرى كا بازار اسكے حكم سے گرم كر ركھا تھا نيز اسكے بعد قصاص خون عثمان كے نام پر اكثر گھرو</w:t>
      </w:r>
      <w:r w:rsidR="00B365A1">
        <w:rPr>
          <w:rtl/>
        </w:rPr>
        <w:t xml:space="preserve">ں </w:t>
      </w:r>
      <w:r>
        <w:rPr>
          <w:rtl/>
        </w:rPr>
        <w:t>كو خاك و خون مي</w:t>
      </w:r>
      <w:r w:rsidR="00B365A1">
        <w:rPr>
          <w:rtl/>
        </w:rPr>
        <w:t xml:space="preserve">ں </w:t>
      </w:r>
      <w:r>
        <w:rPr>
          <w:rtl/>
        </w:rPr>
        <w:t>غلطا</w:t>
      </w:r>
      <w:r w:rsidR="00B365A1">
        <w:rPr>
          <w:rtl/>
        </w:rPr>
        <w:t xml:space="preserve">ں </w:t>
      </w:r>
      <w:r>
        <w:rPr>
          <w:rtl/>
        </w:rPr>
        <w:t>كر كے باپ بھائي بيٹے سبكو داغدار كر ديا تھا اور اسكى وجہ سے لوگو</w:t>
      </w:r>
      <w:r w:rsidR="00B365A1">
        <w:rPr>
          <w:rtl/>
        </w:rPr>
        <w:t xml:space="preserve">ں </w:t>
      </w:r>
      <w:r>
        <w:rPr>
          <w:rtl/>
        </w:rPr>
        <w:t xml:space="preserve">كے دل بغض و كينہ سے بھر گئے تھے _ </w:t>
      </w:r>
    </w:p>
    <w:p w:rsidR="00376422" w:rsidRDefault="00376422" w:rsidP="00E67399">
      <w:pPr>
        <w:pStyle w:val="libNormal"/>
        <w:rPr>
          <w:rtl/>
        </w:rPr>
      </w:pPr>
      <w:r>
        <w:rPr>
          <w:rtl/>
        </w:rPr>
        <w:t>ايسے حالات مي</w:t>
      </w:r>
      <w:r w:rsidR="00B365A1">
        <w:rPr>
          <w:rtl/>
        </w:rPr>
        <w:t xml:space="preserve">ں </w:t>
      </w:r>
      <w:r>
        <w:rPr>
          <w:rtl/>
        </w:rPr>
        <w:t>اس ( معاويہ ) نے ايك نئي سياست اپنائي اور وہ نيكى و برد بارى تھى خواہ سامنے دشمن ہى كيو</w:t>
      </w:r>
      <w:r w:rsidR="00B365A1">
        <w:rPr>
          <w:rtl/>
        </w:rPr>
        <w:t xml:space="preserve">ں </w:t>
      </w:r>
      <w:r>
        <w:rPr>
          <w:rtl/>
        </w:rPr>
        <w:t xml:space="preserve">نہ ہو _ </w:t>
      </w:r>
    </w:p>
    <w:p w:rsidR="00376422" w:rsidRDefault="00376422" w:rsidP="00E67399">
      <w:pPr>
        <w:pStyle w:val="libNormal"/>
        <w:rPr>
          <w:rtl/>
        </w:rPr>
      </w:pPr>
      <w:r>
        <w:rPr>
          <w:rtl/>
        </w:rPr>
        <w:t>كيونكہ اسكو ہر لمحہ خطرہ تھا كہ عراق و حجاز مي</w:t>
      </w:r>
      <w:r w:rsidR="00B365A1">
        <w:rPr>
          <w:rtl/>
        </w:rPr>
        <w:t xml:space="preserve">ں </w:t>
      </w:r>
      <w:r>
        <w:rPr>
          <w:rtl/>
        </w:rPr>
        <w:t>رہنے والے مسلمان كہي</w:t>
      </w:r>
      <w:r w:rsidR="00B365A1">
        <w:rPr>
          <w:rtl/>
        </w:rPr>
        <w:t xml:space="preserve">ں </w:t>
      </w:r>
      <w:r>
        <w:rPr>
          <w:rtl/>
        </w:rPr>
        <w:t>شورش بر پا نہ كر دي</w:t>
      </w:r>
      <w:r w:rsidR="00B365A1">
        <w:rPr>
          <w:rtl/>
        </w:rPr>
        <w:t xml:space="preserve">ں </w:t>
      </w:r>
      <w:r>
        <w:rPr>
          <w:rtl/>
        </w:rPr>
        <w:t xml:space="preserve">اور رات دن كى محنت سے حاصل ہوئي حكومت ہاتھ سے نكل نہ جائے _ </w:t>
      </w:r>
    </w:p>
    <w:p w:rsidR="00376422" w:rsidRDefault="00376422" w:rsidP="00E67399">
      <w:pPr>
        <w:pStyle w:val="libNormal"/>
        <w:rPr>
          <w:rtl/>
        </w:rPr>
      </w:pPr>
      <w:r>
        <w:rPr>
          <w:rtl/>
        </w:rPr>
        <w:t>يعقوبى لكھتے ہي</w:t>
      </w:r>
      <w:r w:rsidR="00B365A1">
        <w:rPr>
          <w:rtl/>
        </w:rPr>
        <w:t xml:space="preserve">ں </w:t>
      </w:r>
      <w:r>
        <w:rPr>
          <w:rtl/>
        </w:rPr>
        <w:t xml:space="preserve">: </w:t>
      </w:r>
    </w:p>
    <w:p w:rsidR="00376422" w:rsidRDefault="00376422" w:rsidP="00E67399">
      <w:pPr>
        <w:pStyle w:val="libNormal"/>
        <w:rPr>
          <w:rtl/>
        </w:rPr>
      </w:pPr>
      <w:r>
        <w:rPr>
          <w:rtl/>
        </w:rPr>
        <w:t>معاويہ 41 ھ مي</w:t>
      </w:r>
      <w:r w:rsidR="00B365A1">
        <w:rPr>
          <w:rtl/>
        </w:rPr>
        <w:t xml:space="preserve">ں </w:t>
      </w:r>
      <w:r>
        <w:rPr>
          <w:rtl/>
        </w:rPr>
        <w:t>شام واپس</w:t>
      </w:r>
      <w:r w:rsidR="00831D2C">
        <w:rPr>
          <w:rtl/>
        </w:rPr>
        <w:t xml:space="preserve"> آيا </w:t>
      </w:r>
      <w:r>
        <w:rPr>
          <w:rtl/>
        </w:rPr>
        <w:t xml:space="preserve"> تو اسى وقت برى خبر موصول ہوئي كہ روميو</w:t>
      </w:r>
      <w:r w:rsidR="00B365A1">
        <w:rPr>
          <w:rtl/>
        </w:rPr>
        <w:t xml:space="preserve">ں </w:t>
      </w:r>
      <w:r>
        <w:rPr>
          <w:rtl/>
        </w:rPr>
        <w:t>كا ايك بڑا لشكر سر زمين اسلام كى طرف ارہا ہے ، اس خبر نے حكومت دمشق كى چولي</w:t>
      </w:r>
      <w:r w:rsidR="00B365A1">
        <w:rPr>
          <w:rtl/>
        </w:rPr>
        <w:t xml:space="preserve">ں </w:t>
      </w:r>
      <w:r>
        <w:rPr>
          <w:rtl/>
        </w:rPr>
        <w:t>ہلا كر ركھ دى ، كيونكہ ايك طرف ان تمام مسلمانو</w:t>
      </w:r>
      <w:r w:rsidR="00B365A1">
        <w:rPr>
          <w:rtl/>
        </w:rPr>
        <w:t xml:space="preserve">ں </w:t>
      </w:r>
      <w:r>
        <w:rPr>
          <w:rtl/>
        </w:rPr>
        <w:t>سے خطرہ تھا جو بلاد اسلامى مي</w:t>
      </w:r>
      <w:r w:rsidR="00B365A1">
        <w:rPr>
          <w:rtl/>
        </w:rPr>
        <w:t xml:space="preserve">ں </w:t>
      </w:r>
      <w:r>
        <w:rPr>
          <w:rtl/>
        </w:rPr>
        <w:t>جى رہے تھے ، دوسرى طرف يہ برى خبر پہونچ گئي_ ان تمام خطرو</w:t>
      </w:r>
      <w:r w:rsidR="00B365A1">
        <w:rPr>
          <w:rtl/>
        </w:rPr>
        <w:t xml:space="preserve">ں </w:t>
      </w:r>
      <w:r>
        <w:rPr>
          <w:rtl/>
        </w:rPr>
        <w:t>نے معاويہ كے اعصاب كو جھنجوڑ كر ركھ ديا اب ايسى صورت مي</w:t>
      </w:r>
      <w:r w:rsidR="00B365A1">
        <w:rPr>
          <w:rtl/>
        </w:rPr>
        <w:t xml:space="preserve">ں </w:t>
      </w:r>
      <w:r>
        <w:rPr>
          <w:rtl/>
        </w:rPr>
        <w:t xml:space="preserve">كيا كيا جائے ؟ </w:t>
      </w:r>
    </w:p>
    <w:p w:rsidR="00376422" w:rsidRDefault="00376422" w:rsidP="00E67399">
      <w:pPr>
        <w:pStyle w:val="libNormal"/>
        <w:rPr>
          <w:rtl/>
        </w:rPr>
      </w:pPr>
      <w:r>
        <w:rPr>
          <w:rtl/>
        </w:rPr>
        <w:t xml:space="preserve">معاويہ نے يہ كيا كہ اپنے ايك نمائندہ كو امپرا طور روم كے پاس بھيجا اور اسكو سرخ سونے كا ايك لاكھ درہم ديا تاكہ واپس چلا جائے اور ذلت و رسوائي سے چھٹكارا مل جائے </w:t>
      </w:r>
      <w:r w:rsidRPr="00C00E6D">
        <w:rPr>
          <w:rStyle w:val="libFootnotenumChar"/>
          <w:rtl/>
        </w:rPr>
        <w:t>(14)</w:t>
      </w:r>
      <w:r>
        <w:rPr>
          <w:rtl/>
        </w:rPr>
        <w:t xml:space="preserve"> </w:t>
      </w:r>
    </w:p>
    <w:p w:rsidR="00376422" w:rsidRDefault="00376422" w:rsidP="00E67399">
      <w:pPr>
        <w:pStyle w:val="libNormal"/>
        <w:rPr>
          <w:rtl/>
        </w:rPr>
      </w:pPr>
      <w:r>
        <w:rPr>
          <w:rtl/>
        </w:rPr>
        <w:t>معاويہ نے اپنى حكومت كے زمانے مي</w:t>
      </w:r>
      <w:r w:rsidR="00B365A1">
        <w:rPr>
          <w:rtl/>
        </w:rPr>
        <w:t xml:space="preserve">ں </w:t>
      </w:r>
      <w:r>
        <w:rPr>
          <w:rtl/>
        </w:rPr>
        <w:t xml:space="preserve">سياست داخلى كى بنياد خاطر و مدارات پر ركھى تھى تاكہ اسكے ذريعہ اپنى حكومت كى </w:t>
      </w:r>
    </w:p>
    <w:p w:rsidR="00137FAB" w:rsidRDefault="00137FAB" w:rsidP="00E67399">
      <w:pPr>
        <w:pStyle w:val="libLine"/>
        <w:rPr>
          <w:rtl/>
        </w:rPr>
      </w:pPr>
      <w:r>
        <w:rPr>
          <w:rFonts w:hint="cs"/>
          <w:rtl/>
        </w:rPr>
        <w:t>____________________</w:t>
      </w:r>
    </w:p>
    <w:p w:rsidR="00B654FF" w:rsidRDefault="00B654FF" w:rsidP="00E67399">
      <w:pPr>
        <w:pStyle w:val="libFootnote"/>
        <w:rPr>
          <w:rtl/>
        </w:rPr>
      </w:pPr>
      <w:r>
        <w:rPr>
          <w:rtl/>
        </w:rPr>
        <w:t xml:space="preserve">14_ تاريخ يعقوبى ج2 ص 217 ، دولة العربيہ ص 86 </w:t>
      </w:r>
    </w:p>
    <w:p w:rsidR="00137FAB" w:rsidRDefault="00137FAB" w:rsidP="00E67399">
      <w:pPr>
        <w:pStyle w:val="libPoemTini"/>
        <w:rPr>
          <w:rtl/>
        </w:rPr>
      </w:pPr>
      <w:r>
        <w:rPr>
          <w:rtl/>
        </w:rPr>
        <w:br w:type="page"/>
      </w:r>
    </w:p>
    <w:p w:rsidR="00376422" w:rsidRDefault="00376422" w:rsidP="00E67399">
      <w:pPr>
        <w:pStyle w:val="libNormal"/>
        <w:rPr>
          <w:rtl/>
        </w:rPr>
      </w:pPr>
      <w:r>
        <w:rPr>
          <w:rtl/>
        </w:rPr>
        <w:lastRenderedPageBreak/>
        <w:t xml:space="preserve">بنياد مستحكم و مضبوط بنا سكے </w:t>
      </w:r>
      <w:r w:rsidRPr="00C00E6D">
        <w:rPr>
          <w:rStyle w:val="libFootnotenumChar"/>
          <w:rtl/>
        </w:rPr>
        <w:t>(15)</w:t>
      </w:r>
      <w:r>
        <w:rPr>
          <w:rtl/>
        </w:rPr>
        <w:t xml:space="preserve"> </w:t>
      </w:r>
    </w:p>
    <w:p w:rsidR="00376422" w:rsidRDefault="00376422" w:rsidP="00E67399">
      <w:pPr>
        <w:pStyle w:val="libNormal"/>
        <w:rPr>
          <w:rtl/>
        </w:rPr>
      </w:pPr>
      <w:r>
        <w:rPr>
          <w:rtl/>
        </w:rPr>
        <w:t>مگر مظلوميت عثمان كى داستان جو اسكى تمام ہنگامہ ارائيو</w:t>
      </w:r>
      <w:r w:rsidR="00B365A1">
        <w:rPr>
          <w:rtl/>
        </w:rPr>
        <w:t xml:space="preserve">ں </w:t>
      </w:r>
      <w:r>
        <w:rPr>
          <w:rtl/>
        </w:rPr>
        <w:t>كے لئے بہانہ تھى حكومت كے ہاتھ اتے ہى ايسے بالائے طاق ركھ دى گئي جيسے ايسى كوئي بات ہوئي نہي</w:t>
      </w:r>
      <w:r w:rsidR="00B365A1">
        <w:rPr>
          <w:rtl/>
        </w:rPr>
        <w:t xml:space="preserve">ں </w:t>
      </w:r>
      <w:r>
        <w:rPr>
          <w:rtl/>
        </w:rPr>
        <w:t xml:space="preserve">تھى ؟ </w:t>
      </w:r>
    </w:p>
    <w:p w:rsidR="00376422" w:rsidRDefault="00376422" w:rsidP="00E67399">
      <w:pPr>
        <w:pStyle w:val="libNormal"/>
        <w:rPr>
          <w:rtl/>
        </w:rPr>
      </w:pPr>
      <w:r>
        <w:rPr>
          <w:rtl/>
        </w:rPr>
        <w:t>ابن عبد ربہ اندلسى لكھتے ہي</w:t>
      </w:r>
      <w:r w:rsidR="00B365A1">
        <w:rPr>
          <w:rtl/>
        </w:rPr>
        <w:t xml:space="preserve">ں </w:t>
      </w:r>
    </w:p>
    <w:p w:rsidR="00376422" w:rsidRDefault="00376422" w:rsidP="00E67399">
      <w:pPr>
        <w:pStyle w:val="libNormal"/>
        <w:rPr>
          <w:rtl/>
        </w:rPr>
      </w:pPr>
      <w:r>
        <w:rPr>
          <w:rtl/>
        </w:rPr>
        <w:t>'' معاويہ حكومت پر قبضہ كرنے كے بعد مدينہ</w:t>
      </w:r>
      <w:r w:rsidR="00831D2C">
        <w:rPr>
          <w:rtl/>
        </w:rPr>
        <w:t xml:space="preserve"> آيا </w:t>
      </w:r>
      <w:r>
        <w:rPr>
          <w:rtl/>
        </w:rPr>
        <w:t xml:space="preserve"> تو عثمان كے گھر بھى گيا ، عائشه بنت عثمان نے جب معاويہ كو ديكھا تو باپ كى مصيبت كو ياد كر كے رونا شروع كر ديا ، وہ اسكے ذريعہ چاہتى تھى كہ اپنے باپ كے خون كا بدلہ لينے كے لئے معاويہ كو ياد دہانى كرائے ، مگر معاويہ پر اس چيخ و فرياد كا كوئي اثر نہي</w:t>
      </w:r>
      <w:r w:rsidR="00B365A1">
        <w:rPr>
          <w:rtl/>
        </w:rPr>
        <w:t xml:space="preserve">ں </w:t>
      </w:r>
      <w:r>
        <w:rPr>
          <w:rtl/>
        </w:rPr>
        <w:t xml:space="preserve">پڑا اور بڑئے اطمينان سے كہا : </w:t>
      </w:r>
    </w:p>
    <w:p w:rsidR="00376422" w:rsidRDefault="00376422" w:rsidP="00E67399">
      <w:pPr>
        <w:pStyle w:val="libNormal"/>
        <w:rPr>
          <w:rtl/>
        </w:rPr>
      </w:pPr>
      <w:r>
        <w:rPr>
          <w:rtl/>
        </w:rPr>
        <w:t>اے بھائي كى اولاد ، لوگو</w:t>
      </w:r>
      <w:r w:rsidR="00B365A1">
        <w:rPr>
          <w:rtl/>
        </w:rPr>
        <w:t xml:space="preserve">ں </w:t>
      </w:r>
      <w:r>
        <w:rPr>
          <w:rtl/>
        </w:rPr>
        <w:t>نے زمام حكومت ہمارے ہاتھو</w:t>
      </w:r>
      <w:r w:rsidR="00B365A1">
        <w:rPr>
          <w:rtl/>
        </w:rPr>
        <w:t xml:space="preserve">ں </w:t>
      </w:r>
      <w:r>
        <w:rPr>
          <w:rtl/>
        </w:rPr>
        <w:t>مي</w:t>
      </w:r>
      <w:r w:rsidR="00B365A1">
        <w:rPr>
          <w:rtl/>
        </w:rPr>
        <w:t xml:space="preserve">ں </w:t>
      </w:r>
      <w:r>
        <w:rPr>
          <w:rtl/>
        </w:rPr>
        <w:t>دے دى ہے جس كى وجہ سے ہم نے بھى انكو امان ديديا ہے ، ہم نے اپنے غضب كو برد بارى كے لباس مي</w:t>
      </w:r>
      <w:r w:rsidR="00B365A1">
        <w:rPr>
          <w:rtl/>
        </w:rPr>
        <w:t xml:space="preserve">ں </w:t>
      </w:r>
      <w:r>
        <w:rPr>
          <w:rtl/>
        </w:rPr>
        <w:t>چھپا ركھا ہے اور ان لوگو</w:t>
      </w:r>
      <w:r w:rsidR="00B365A1">
        <w:rPr>
          <w:rtl/>
        </w:rPr>
        <w:t xml:space="preserve">ں </w:t>
      </w:r>
      <w:r>
        <w:rPr>
          <w:rtl/>
        </w:rPr>
        <w:t>نے اپنے بغض و كينہ كو ذلت كے سايہ مي</w:t>
      </w:r>
      <w:r w:rsidR="00B365A1">
        <w:rPr>
          <w:rtl/>
        </w:rPr>
        <w:t xml:space="preserve">ں </w:t>
      </w:r>
      <w:r>
        <w:rPr>
          <w:rtl/>
        </w:rPr>
        <w:t>پنہا</w:t>
      </w:r>
      <w:r w:rsidR="00B365A1">
        <w:rPr>
          <w:rtl/>
        </w:rPr>
        <w:t xml:space="preserve">ں </w:t>
      </w:r>
      <w:r>
        <w:rPr>
          <w:rtl/>
        </w:rPr>
        <w:t xml:space="preserve">كر ركھا ہے _ </w:t>
      </w:r>
    </w:p>
    <w:p w:rsidR="00376422" w:rsidRDefault="00376422" w:rsidP="00E67399">
      <w:pPr>
        <w:pStyle w:val="libNormal"/>
        <w:rPr>
          <w:rtl/>
        </w:rPr>
      </w:pPr>
      <w:r>
        <w:rPr>
          <w:rtl/>
        </w:rPr>
        <w:t>ہر ادمى اپنے ہمراہ تلوار بھى ركھتا ہے اور اپنے رفيق و دوست كو اچھى طرح سے پہچانتا بھى ہے اگر ہم لوگو</w:t>
      </w:r>
      <w:r w:rsidR="00B365A1">
        <w:rPr>
          <w:rtl/>
        </w:rPr>
        <w:t xml:space="preserve">ں </w:t>
      </w:r>
      <w:r>
        <w:rPr>
          <w:rtl/>
        </w:rPr>
        <w:t>نے عہد شكنى كر كے اپنى رفتار كو بدل ڈالا تو ياد ركھو وہ لوگ بھى دوسرا بھيس بدل كر ہم سے مقابلہ كے لئے اجائينگے ، پس ايسى صورت مي</w:t>
      </w:r>
      <w:r w:rsidR="00B365A1">
        <w:rPr>
          <w:rtl/>
        </w:rPr>
        <w:t xml:space="preserve">ں </w:t>
      </w:r>
      <w:r>
        <w:rPr>
          <w:rtl/>
        </w:rPr>
        <w:t>جبكہ نہ ہم اپنى قسمت سے اگاہ ہي</w:t>
      </w:r>
      <w:r w:rsidR="00B365A1">
        <w:rPr>
          <w:rtl/>
        </w:rPr>
        <w:t xml:space="preserve">ں </w:t>
      </w:r>
      <w:r>
        <w:rPr>
          <w:rtl/>
        </w:rPr>
        <w:t>اور نہ ہى اس بات كا يقين ہے كہ ہنگامہ ارائي و سر كشى كا فائدہ ہمارے حق مي</w:t>
      </w:r>
      <w:r w:rsidR="00B365A1">
        <w:rPr>
          <w:rtl/>
        </w:rPr>
        <w:t xml:space="preserve">ں </w:t>
      </w:r>
      <w:r>
        <w:rPr>
          <w:rtl/>
        </w:rPr>
        <w:t>ہو گا يا ان لوگو</w:t>
      </w:r>
      <w:r w:rsidR="00B365A1">
        <w:rPr>
          <w:rtl/>
        </w:rPr>
        <w:t xml:space="preserve">ں </w:t>
      </w:r>
      <w:r>
        <w:rPr>
          <w:rtl/>
        </w:rPr>
        <w:t>كے حق مي</w:t>
      </w:r>
      <w:r w:rsidR="00B365A1">
        <w:rPr>
          <w:rtl/>
        </w:rPr>
        <w:t xml:space="preserve">ں </w:t>
      </w:r>
      <w:r>
        <w:rPr>
          <w:rtl/>
        </w:rPr>
        <w:t xml:space="preserve">_ </w:t>
      </w:r>
    </w:p>
    <w:p w:rsidR="00376422" w:rsidRDefault="00376422" w:rsidP="00E67399">
      <w:pPr>
        <w:pStyle w:val="libNormal"/>
        <w:rPr>
          <w:rtl/>
        </w:rPr>
      </w:pPr>
      <w:r>
        <w:rPr>
          <w:rtl/>
        </w:rPr>
        <w:t>بہتر ہے كہ خاموش رہي</w:t>
      </w:r>
      <w:r w:rsidR="00B365A1">
        <w:rPr>
          <w:rtl/>
        </w:rPr>
        <w:t xml:space="preserve">ں </w:t>
      </w:r>
      <w:r>
        <w:rPr>
          <w:rtl/>
        </w:rPr>
        <w:t>تا كہ اگر ہمارى حكومت قائم رہى تو تم دختر خليفہ كى حيثيت سے رہو گى اور اگر حكومت ہاتھو</w:t>
      </w:r>
      <w:r w:rsidR="00B365A1">
        <w:rPr>
          <w:rtl/>
        </w:rPr>
        <w:t xml:space="preserve">ں </w:t>
      </w:r>
      <w:r>
        <w:rPr>
          <w:rtl/>
        </w:rPr>
        <w:t xml:space="preserve">سے نكل گئي تو تم ايك عام عورت كى حيثيت سے پہچانى جائو گى </w:t>
      </w:r>
      <w:r w:rsidRPr="00C00E6D">
        <w:rPr>
          <w:rStyle w:val="libFootnotenumChar"/>
          <w:rtl/>
        </w:rPr>
        <w:t>(16)</w:t>
      </w:r>
      <w:r>
        <w:rPr>
          <w:rtl/>
        </w:rPr>
        <w:t xml:space="preserve"> </w:t>
      </w:r>
    </w:p>
    <w:p w:rsidR="00376422" w:rsidRDefault="00137FAB" w:rsidP="00E67399">
      <w:pPr>
        <w:pStyle w:val="libLine"/>
        <w:rPr>
          <w:rtl/>
        </w:rPr>
      </w:pPr>
      <w:r>
        <w:rPr>
          <w:rFonts w:hint="cs"/>
          <w:rtl/>
        </w:rPr>
        <w:t>_____________________</w:t>
      </w:r>
    </w:p>
    <w:p w:rsidR="00B654FF" w:rsidRDefault="00B654FF" w:rsidP="00E67399">
      <w:pPr>
        <w:pStyle w:val="libFootnote"/>
        <w:rPr>
          <w:rtl/>
        </w:rPr>
      </w:pPr>
      <w:r>
        <w:rPr>
          <w:rtl/>
        </w:rPr>
        <w:t xml:space="preserve">15_ ابن كثير ج7 ص 131 </w:t>
      </w:r>
    </w:p>
    <w:p w:rsidR="00B654FF" w:rsidRDefault="00B654FF" w:rsidP="00E67399">
      <w:pPr>
        <w:pStyle w:val="libFootnote"/>
        <w:rPr>
          <w:rtl/>
        </w:rPr>
      </w:pPr>
      <w:r>
        <w:rPr>
          <w:rtl/>
        </w:rPr>
        <w:t xml:space="preserve">16_ عقد الفريد ج3 ص 126 چاپ مصر _ 1331 ، ابن كثير ج 8 ص 132 ، البيان التبين ج2 ص 182 </w:t>
      </w:r>
    </w:p>
    <w:p w:rsidR="00137FAB" w:rsidRDefault="00137FAB" w:rsidP="00E67399">
      <w:pPr>
        <w:pStyle w:val="libPoemTini"/>
        <w:rPr>
          <w:rtl/>
        </w:rPr>
      </w:pPr>
      <w:r>
        <w:rPr>
          <w:rtl/>
        </w:rPr>
        <w:br w:type="page"/>
      </w:r>
    </w:p>
    <w:p w:rsidR="00376422" w:rsidRDefault="00376422" w:rsidP="00E67399">
      <w:pPr>
        <w:pStyle w:val="Heading2Center"/>
        <w:rPr>
          <w:rtl/>
        </w:rPr>
      </w:pPr>
      <w:bookmarkStart w:id="44" w:name="_Toc531605672"/>
      <w:r>
        <w:rPr>
          <w:rtl/>
        </w:rPr>
        <w:lastRenderedPageBreak/>
        <w:t>عرب كے مكار معاويہ كے جال مي</w:t>
      </w:r>
      <w:r w:rsidR="00B365A1">
        <w:rPr>
          <w:rtl/>
        </w:rPr>
        <w:t>ں</w:t>
      </w:r>
      <w:bookmarkEnd w:id="44"/>
      <w:r w:rsidR="00B365A1">
        <w:rPr>
          <w:rtl/>
        </w:rPr>
        <w:t xml:space="preserve"> </w:t>
      </w:r>
    </w:p>
    <w:p w:rsidR="00376422" w:rsidRDefault="00376422" w:rsidP="00E67399">
      <w:pPr>
        <w:pStyle w:val="libNormal"/>
        <w:rPr>
          <w:rtl/>
        </w:rPr>
      </w:pPr>
      <w:r>
        <w:rPr>
          <w:rtl/>
        </w:rPr>
        <w:t>معاويہ نے اپنى حكومت كو ٹھوس كرنے كے لئے جو دوسرا كھيل كھيلا وہ يہ تھا كہ مكار و حيلہ گر افراد كو شہر كے گوشہ و كنار سے بلواكر جاہ و جلال اور دولت و ثروت يا دوسرے راستے سے انكو خريد نا شروع كر ديا ، اور ان لوگو</w:t>
      </w:r>
      <w:r w:rsidR="00B365A1">
        <w:rPr>
          <w:rtl/>
        </w:rPr>
        <w:t xml:space="preserve">ں </w:t>
      </w:r>
      <w:r>
        <w:rPr>
          <w:rtl/>
        </w:rPr>
        <w:t>كو اپنى حكومت كے مفاد مي</w:t>
      </w:r>
      <w:r w:rsidR="00B365A1">
        <w:rPr>
          <w:rtl/>
        </w:rPr>
        <w:t xml:space="preserve">ں </w:t>
      </w:r>
      <w:r>
        <w:rPr>
          <w:rtl/>
        </w:rPr>
        <w:t>استعمال كيا ، معاويہ نے اپنى سياست كى بنياد اس پر ركھى كہ بيت المال كے خزانے كو بزرگان قريش اور رئيسان شہر كى جھولى مي</w:t>
      </w:r>
      <w:r w:rsidR="00B365A1">
        <w:rPr>
          <w:rtl/>
        </w:rPr>
        <w:t xml:space="preserve">ں </w:t>
      </w:r>
      <w:r>
        <w:rPr>
          <w:rtl/>
        </w:rPr>
        <w:t>ڈالديا تاكہ اسكے ذريعے گذشتہ دنو</w:t>
      </w:r>
      <w:r w:rsidR="00B365A1">
        <w:rPr>
          <w:rtl/>
        </w:rPr>
        <w:t xml:space="preserve">ں </w:t>
      </w:r>
      <w:r>
        <w:rPr>
          <w:rtl/>
        </w:rPr>
        <w:t>كے كينے ختم ہو جائي</w:t>
      </w:r>
      <w:r w:rsidR="00B365A1">
        <w:rPr>
          <w:rtl/>
        </w:rPr>
        <w:t xml:space="preserve">ں </w:t>
      </w:r>
      <w:r>
        <w:rPr>
          <w:rtl/>
        </w:rPr>
        <w:t>اور ان لوگو</w:t>
      </w:r>
      <w:r w:rsidR="00B365A1">
        <w:rPr>
          <w:rtl/>
        </w:rPr>
        <w:t xml:space="preserve">ں </w:t>
      </w:r>
      <w:r>
        <w:rPr>
          <w:rtl/>
        </w:rPr>
        <w:t>كا دل اس سے قريب ہو جائے ، وہ خوب جانتا تھا كہ لوگ بندہ زر ہي</w:t>
      </w:r>
      <w:r w:rsidR="00B365A1">
        <w:rPr>
          <w:rtl/>
        </w:rPr>
        <w:t xml:space="preserve">ں </w:t>
      </w:r>
      <w:r>
        <w:rPr>
          <w:rtl/>
        </w:rPr>
        <w:t xml:space="preserve">اور قلب حطام دنيا كا خريدار ہے _ </w:t>
      </w:r>
    </w:p>
    <w:p w:rsidR="00376422" w:rsidRDefault="00376422" w:rsidP="00E67399">
      <w:pPr>
        <w:pStyle w:val="libNormal"/>
        <w:rPr>
          <w:rtl/>
        </w:rPr>
      </w:pPr>
      <w:r>
        <w:rPr>
          <w:rtl/>
        </w:rPr>
        <w:t>طبرى لكھتے ہي</w:t>
      </w:r>
      <w:r w:rsidR="00B365A1">
        <w:rPr>
          <w:rtl/>
        </w:rPr>
        <w:t xml:space="preserve">ں </w:t>
      </w:r>
      <w:r>
        <w:rPr>
          <w:rtl/>
        </w:rPr>
        <w:t xml:space="preserve">: </w:t>
      </w:r>
    </w:p>
    <w:p w:rsidR="00376422" w:rsidRDefault="00376422" w:rsidP="00E67399">
      <w:pPr>
        <w:pStyle w:val="libNormal"/>
        <w:rPr>
          <w:rtl/>
        </w:rPr>
      </w:pPr>
      <w:r>
        <w:rPr>
          <w:rtl/>
        </w:rPr>
        <w:t>'' كچھ سردار قبائل جن مي</w:t>
      </w:r>
      <w:r w:rsidR="00B365A1">
        <w:rPr>
          <w:rtl/>
        </w:rPr>
        <w:t xml:space="preserve">ں </w:t>
      </w:r>
      <w:r>
        <w:rPr>
          <w:rtl/>
        </w:rPr>
        <w:t>حتات بن يزيد مجاشعى بھى تھا معاويہ كے پاس</w:t>
      </w:r>
      <w:r w:rsidR="00137FAB">
        <w:rPr>
          <w:rtl/>
        </w:rPr>
        <w:t xml:space="preserve"> آئے</w:t>
      </w:r>
      <w:r>
        <w:rPr>
          <w:rtl/>
        </w:rPr>
        <w:t xml:space="preserve"> ، معاويہ نے سبكو ايك ايك لاكھ دينار ديا مگر حتات بن يزيد كو صرف ستر ہزار دينار ديا _ </w:t>
      </w:r>
    </w:p>
    <w:p w:rsidR="00376422" w:rsidRDefault="00376422" w:rsidP="00E67399">
      <w:pPr>
        <w:pStyle w:val="libNormal"/>
        <w:rPr>
          <w:rtl/>
        </w:rPr>
      </w:pPr>
      <w:r>
        <w:rPr>
          <w:rtl/>
        </w:rPr>
        <w:t>جب يہ لوگ شام سے جانے لگے تو ہر ايك نے اپنى اپنى تھيلى كا جائزہ ليا اور ايك دوسرے كو اپنا اپنا مبلغ بتايا ، حتات جسكو معاويہ نے ان لوگو</w:t>
      </w:r>
      <w:r w:rsidR="00B365A1">
        <w:rPr>
          <w:rtl/>
        </w:rPr>
        <w:t xml:space="preserve">ں </w:t>
      </w:r>
      <w:r>
        <w:rPr>
          <w:rtl/>
        </w:rPr>
        <w:t>سے كم رقم دى تھى وہ اس حركت سے اتنا ناراض ہوا كہ اسى مقام سے واپس</w:t>
      </w:r>
      <w:r w:rsidR="00831D2C">
        <w:rPr>
          <w:rtl/>
        </w:rPr>
        <w:t xml:space="preserve"> آيا </w:t>
      </w:r>
      <w:r>
        <w:rPr>
          <w:rtl/>
        </w:rPr>
        <w:t xml:space="preserve"> اور معاويہ كے پاس گيا اور اسكو دل كھول كر سنايا كہ تم نے كس بناء پر ان لوگو</w:t>
      </w:r>
      <w:r w:rsidR="00B365A1">
        <w:rPr>
          <w:rtl/>
        </w:rPr>
        <w:t xml:space="preserve">ں </w:t>
      </w:r>
      <w:r>
        <w:rPr>
          <w:rtl/>
        </w:rPr>
        <w:t xml:space="preserve">سے كم رقم مجھے دى ہے _ </w:t>
      </w:r>
    </w:p>
    <w:p w:rsidR="00376422" w:rsidRDefault="00376422" w:rsidP="00E67399">
      <w:pPr>
        <w:pStyle w:val="libNormal"/>
        <w:rPr>
          <w:rtl/>
        </w:rPr>
      </w:pPr>
      <w:r>
        <w:rPr>
          <w:rtl/>
        </w:rPr>
        <w:t>معاويہ نے كہا ہا</w:t>
      </w:r>
      <w:r w:rsidR="00B365A1">
        <w:rPr>
          <w:rtl/>
        </w:rPr>
        <w:t xml:space="preserve">ں </w:t>
      </w:r>
      <w:r>
        <w:rPr>
          <w:rtl/>
        </w:rPr>
        <w:t>، ہم نے ان لوگو</w:t>
      </w:r>
      <w:r w:rsidR="00B365A1">
        <w:rPr>
          <w:rtl/>
        </w:rPr>
        <w:t xml:space="preserve">ں </w:t>
      </w:r>
      <w:r>
        <w:rPr>
          <w:rtl/>
        </w:rPr>
        <w:t>سے انكے دين كو خريدا ہے اسى بناء پر انكو ايك جيسى رقم دى ہے ليكن تم كو اس لئے ان سے كم ديا كہ مي</w:t>
      </w:r>
      <w:r w:rsidR="00B365A1">
        <w:rPr>
          <w:rtl/>
        </w:rPr>
        <w:t xml:space="preserve">ں </w:t>
      </w:r>
      <w:r>
        <w:rPr>
          <w:rtl/>
        </w:rPr>
        <w:t>جانتا ہو</w:t>
      </w:r>
      <w:r w:rsidR="00B365A1">
        <w:rPr>
          <w:rtl/>
        </w:rPr>
        <w:t xml:space="preserve">ں </w:t>
      </w:r>
      <w:r>
        <w:rPr>
          <w:rtl/>
        </w:rPr>
        <w:t>كہ تم عثمان كے عقيدتمند و</w:t>
      </w:r>
      <w:r w:rsidR="00B365A1">
        <w:rPr>
          <w:rtl/>
        </w:rPr>
        <w:t xml:space="preserve">ں </w:t>
      </w:r>
      <w:r>
        <w:rPr>
          <w:rtl/>
        </w:rPr>
        <w:t>مي</w:t>
      </w:r>
      <w:r w:rsidR="00B365A1">
        <w:rPr>
          <w:rtl/>
        </w:rPr>
        <w:t xml:space="preserve">ں </w:t>
      </w:r>
      <w:r>
        <w:rPr>
          <w:rtl/>
        </w:rPr>
        <w:t xml:space="preserve">سے ہو ، حتات نے كہ ، اگر ايسى بات ہے تو پھر مجھ سے بھى ميرے دين كو خريد لو _ </w:t>
      </w:r>
    </w:p>
    <w:p w:rsidR="00376422" w:rsidRDefault="00376422" w:rsidP="00E67399">
      <w:pPr>
        <w:pStyle w:val="libNormal"/>
        <w:rPr>
          <w:rtl/>
        </w:rPr>
      </w:pPr>
      <w:r>
        <w:rPr>
          <w:rtl/>
        </w:rPr>
        <w:t xml:space="preserve">معاويہ نے حكم ديا كہ جو رقم كم دى گئي تھى اسكو پورا كر ديا جائے _ </w:t>
      </w:r>
    </w:p>
    <w:p w:rsidR="00376422" w:rsidRDefault="00376422" w:rsidP="00E67399">
      <w:pPr>
        <w:pStyle w:val="libNormal"/>
        <w:rPr>
          <w:rtl/>
        </w:rPr>
      </w:pPr>
      <w:r>
        <w:rPr>
          <w:rtl/>
        </w:rPr>
        <w:t>وہ لوگ جو معاويہ كے دام زري</w:t>
      </w:r>
      <w:r w:rsidR="00B365A1">
        <w:rPr>
          <w:rtl/>
        </w:rPr>
        <w:t xml:space="preserve">ں </w:t>
      </w:r>
      <w:r>
        <w:rPr>
          <w:rtl/>
        </w:rPr>
        <w:t>مي</w:t>
      </w:r>
      <w:r w:rsidR="00B365A1">
        <w:rPr>
          <w:rtl/>
        </w:rPr>
        <w:t xml:space="preserve">ں </w:t>
      </w:r>
      <w:r>
        <w:rPr>
          <w:rtl/>
        </w:rPr>
        <w:t>پھنس گئے اور نئي حكومت اموى كى بنياد كو مستحكم كرنے مي</w:t>
      </w:r>
      <w:r w:rsidR="00B365A1">
        <w:rPr>
          <w:rtl/>
        </w:rPr>
        <w:t xml:space="preserve">ں </w:t>
      </w:r>
      <w:r>
        <w:rPr>
          <w:rtl/>
        </w:rPr>
        <w:t>جٹ گئے ان مي</w:t>
      </w:r>
      <w:r w:rsidR="00B365A1">
        <w:rPr>
          <w:rtl/>
        </w:rPr>
        <w:t xml:space="preserve">ں </w:t>
      </w:r>
      <w:r>
        <w:rPr>
          <w:rtl/>
        </w:rPr>
        <w:t xml:space="preserve">مغيرہ بن شعبہ اور عمر و بن عاص بھى تھے_ </w:t>
      </w:r>
    </w:p>
    <w:p w:rsidR="00137FAB" w:rsidRDefault="00376422" w:rsidP="00E67399">
      <w:pPr>
        <w:pStyle w:val="libNormal"/>
        <w:rPr>
          <w:rtl/>
        </w:rPr>
      </w:pPr>
      <w:r>
        <w:rPr>
          <w:rtl/>
        </w:rPr>
        <w:t>معاويہ نے عرب كا مشھور و معروف مكار مغيرہ بن شعبہ كو حكومت كوفہ كے لئے منصوب كر ديا اور عمر و عاص كو مصر كى حكومت ديكر اپنے جال مي</w:t>
      </w:r>
      <w:r w:rsidR="00B365A1">
        <w:rPr>
          <w:rtl/>
        </w:rPr>
        <w:t xml:space="preserve">ں </w:t>
      </w:r>
      <w:r>
        <w:rPr>
          <w:rtl/>
        </w:rPr>
        <w:t>پھنسا ليا ، اور عمر و عاص نے اس سلسلہ مي</w:t>
      </w:r>
      <w:r w:rsidR="00B365A1">
        <w:rPr>
          <w:rtl/>
        </w:rPr>
        <w:t xml:space="preserve">ں </w:t>
      </w:r>
      <w:r>
        <w:rPr>
          <w:rtl/>
        </w:rPr>
        <w:t>شرط ركھى كہ جب تك زندہ رہو</w:t>
      </w:r>
      <w:r w:rsidR="00B365A1">
        <w:rPr>
          <w:rtl/>
        </w:rPr>
        <w:t xml:space="preserve">ں </w:t>
      </w:r>
      <w:r>
        <w:rPr>
          <w:rtl/>
        </w:rPr>
        <w:t xml:space="preserve">گا اس شہر كى </w:t>
      </w:r>
    </w:p>
    <w:p w:rsidR="00137FAB" w:rsidRDefault="00137F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باگ ڈور ہمارے ہاتھو</w:t>
      </w:r>
      <w:r w:rsidR="00B365A1">
        <w:rPr>
          <w:rtl/>
        </w:rPr>
        <w:t xml:space="preserve">ں </w:t>
      </w:r>
      <w:r>
        <w:rPr>
          <w:rtl/>
        </w:rPr>
        <w:t>مي</w:t>
      </w:r>
      <w:r w:rsidR="00B365A1">
        <w:rPr>
          <w:rtl/>
        </w:rPr>
        <w:t xml:space="preserve">ں </w:t>
      </w:r>
      <w:r>
        <w:rPr>
          <w:rtl/>
        </w:rPr>
        <w:t xml:space="preserve">رہے گى ، مزيد اس جگہ كا ٹيكس بھى ہمارے پاس رہے گا _ </w:t>
      </w:r>
    </w:p>
    <w:p w:rsidR="00376422" w:rsidRDefault="00376422" w:rsidP="00E67399">
      <w:pPr>
        <w:pStyle w:val="libNormal"/>
        <w:rPr>
          <w:rtl/>
        </w:rPr>
      </w:pPr>
      <w:r>
        <w:rPr>
          <w:rtl/>
        </w:rPr>
        <w:t>ليكن ان كے درميان ايك زبر دست مكار تھا جو معاويہ كے چنگل مي</w:t>
      </w:r>
      <w:r w:rsidR="00B365A1">
        <w:rPr>
          <w:rtl/>
        </w:rPr>
        <w:t xml:space="preserve">ں </w:t>
      </w:r>
      <w:r>
        <w:rPr>
          <w:rtl/>
        </w:rPr>
        <w:t>نہي</w:t>
      </w:r>
      <w:r w:rsidR="00B365A1">
        <w:rPr>
          <w:rtl/>
        </w:rPr>
        <w:t xml:space="preserve">ں </w:t>
      </w:r>
      <w:r>
        <w:rPr>
          <w:rtl/>
        </w:rPr>
        <w:t xml:space="preserve">اپا رہا تھا ، جسكے وجود سے حكومت اموى كو بہت بڑا خطرہ لا حق تھا _ </w:t>
      </w:r>
    </w:p>
    <w:p w:rsidR="00376422" w:rsidRDefault="00376422" w:rsidP="00E67399">
      <w:pPr>
        <w:pStyle w:val="libNormal"/>
        <w:rPr>
          <w:rtl/>
        </w:rPr>
      </w:pPr>
      <w:r>
        <w:rPr>
          <w:rtl/>
        </w:rPr>
        <w:t>اسى لئے معاويہ نہي</w:t>
      </w:r>
      <w:r w:rsidR="00B365A1">
        <w:rPr>
          <w:rtl/>
        </w:rPr>
        <w:t xml:space="preserve">ں </w:t>
      </w:r>
      <w:r>
        <w:rPr>
          <w:rtl/>
        </w:rPr>
        <w:t>چاہتا تھا كہ اسكى ذات سے بے بہرہ رہے اور تمامتر سعى و كوشش يہى تھى كہ كسى صورت سے اس شخص كو جس كا نام زيادہ تھا اپنے پرچم كے سايہ مي</w:t>
      </w:r>
      <w:r w:rsidR="00B365A1">
        <w:rPr>
          <w:rtl/>
        </w:rPr>
        <w:t xml:space="preserve">ں </w:t>
      </w:r>
      <w:r>
        <w:rPr>
          <w:rtl/>
        </w:rPr>
        <w:t>لے</w:t>
      </w:r>
      <w:r w:rsidR="00137FAB">
        <w:rPr>
          <w:rtl/>
        </w:rPr>
        <w:t xml:space="preserve"> آئے</w:t>
      </w:r>
      <w:r>
        <w:rPr>
          <w:rtl/>
        </w:rPr>
        <w:t xml:space="preserve"> تاكہ اسكى مكارانہ چال سے اپنى حكومت كو مزيد ٹھوس كر سكے ، اور اسكى ذات سے زيادہ سے زيادہ فائدہ اٹھا سكے_ </w:t>
      </w:r>
    </w:p>
    <w:p w:rsidR="00376422" w:rsidRDefault="00376422" w:rsidP="00E67399">
      <w:pPr>
        <w:pStyle w:val="libNormal"/>
        <w:rPr>
          <w:rtl/>
        </w:rPr>
      </w:pPr>
      <w:r>
        <w:rPr>
          <w:rtl/>
        </w:rPr>
        <w:t>لہذا بجائے اسكے كہ دين و احكام اور فرمان الہى سے خوف كھائے ايك بہانہ ڈھونڈ نكالا ، در اصل معاويہ كى تمام زندگى مي</w:t>
      </w:r>
      <w:r w:rsidR="00B365A1">
        <w:rPr>
          <w:rtl/>
        </w:rPr>
        <w:t xml:space="preserve">ں </w:t>
      </w:r>
      <w:r>
        <w:rPr>
          <w:rtl/>
        </w:rPr>
        <w:t>دنيا كى دھوكہ دھڑى اور زودھنگام لذتو</w:t>
      </w:r>
      <w:r w:rsidR="00B365A1">
        <w:rPr>
          <w:rtl/>
        </w:rPr>
        <w:t xml:space="preserve">ں </w:t>
      </w:r>
      <w:r>
        <w:rPr>
          <w:rtl/>
        </w:rPr>
        <w:t>نے اس پر حكمرانى كى ہے كہ اس مقام پر بھى سوائے دنيا پرستى كے اسكو كچھ نظر نہي</w:t>
      </w:r>
      <w:r w:rsidR="00B365A1">
        <w:rPr>
          <w:rtl/>
        </w:rPr>
        <w:t>ں</w:t>
      </w:r>
      <w:r w:rsidR="00831D2C">
        <w:rPr>
          <w:rtl/>
        </w:rPr>
        <w:t xml:space="preserve"> آيا </w:t>
      </w:r>
      <w:r>
        <w:rPr>
          <w:rtl/>
        </w:rPr>
        <w:t xml:space="preserve"> ہے _ </w:t>
      </w:r>
    </w:p>
    <w:p w:rsidR="00376422" w:rsidRDefault="00376422" w:rsidP="00E67399">
      <w:pPr>
        <w:pStyle w:val="libNormal"/>
        <w:rPr>
          <w:rtl/>
        </w:rPr>
      </w:pPr>
      <w:r>
        <w:rPr>
          <w:rtl/>
        </w:rPr>
        <w:t>زياد بن ابيہ ، ظاہرى اعتبار سے غلام عبيد كا بيٹا تھا جس نے مشھور بد كار عورت سميہ سے شادى كى تھى اور كچھ دنو</w:t>
      </w:r>
      <w:r w:rsidR="00B365A1">
        <w:rPr>
          <w:rtl/>
        </w:rPr>
        <w:t xml:space="preserve">ں </w:t>
      </w:r>
      <w:r>
        <w:rPr>
          <w:rtl/>
        </w:rPr>
        <w:t>بعد اس سے زياد پيدا ہوا اس طرح زياد خاندان كے اعتبار سے عربى معاشرہ مي</w:t>
      </w:r>
      <w:r w:rsidR="00B365A1">
        <w:rPr>
          <w:rtl/>
        </w:rPr>
        <w:t xml:space="preserve">ں </w:t>
      </w:r>
      <w:r>
        <w:rPr>
          <w:rtl/>
        </w:rPr>
        <w:t>كوئي خاص اہميت كا حامل نہي</w:t>
      </w:r>
      <w:r w:rsidR="00B365A1">
        <w:rPr>
          <w:rtl/>
        </w:rPr>
        <w:t xml:space="preserve">ں </w:t>
      </w:r>
      <w:r>
        <w:rPr>
          <w:rtl/>
        </w:rPr>
        <w:t xml:space="preserve">تھا_ </w:t>
      </w:r>
    </w:p>
    <w:p w:rsidR="00376422" w:rsidRDefault="00376422" w:rsidP="00E67399">
      <w:pPr>
        <w:pStyle w:val="libNormal"/>
        <w:rPr>
          <w:rtl/>
        </w:rPr>
      </w:pPr>
      <w:r>
        <w:rPr>
          <w:rtl/>
        </w:rPr>
        <w:t>زياد كا باپ غلام تھا اور ايسا شخص پست شمار ہوتا تھا لہذا باپ كے غلام ہونے كى وجہ سے قبيلائي اعتبار سے عربى خون نہي</w:t>
      </w:r>
      <w:r w:rsidR="00B365A1">
        <w:rPr>
          <w:rtl/>
        </w:rPr>
        <w:t xml:space="preserve">ں </w:t>
      </w:r>
      <w:r>
        <w:rPr>
          <w:rtl/>
        </w:rPr>
        <w:t xml:space="preserve">ركھتا تھا _ </w:t>
      </w:r>
    </w:p>
    <w:p w:rsidR="00376422" w:rsidRDefault="00376422" w:rsidP="00E67399">
      <w:pPr>
        <w:pStyle w:val="libNormal"/>
        <w:rPr>
          <w:rtl/>
        </w:rPr>
      </w:pPr>
      <w:r>
        <w:rPr>
          <w:rtl/>
        </w:rPr>
        <w:t>باپ كا غلام ہونا اور غير عرب ہونے كيوجہ سے زياد اپنے كو ذليل و حقير سمجھتا تھا، اس بات نے اسكو بہت اذيت پہونچائي تھى اور رفتہ رفتہ حقيقت سے اگاہ بھى ہو گيا تھا لہذا اس سے چھٹكارا پانے كے لئے اسكے دل مي</w:t>
      </w:r>
      <w:r w:rsidR="00B365A1">
        <w:rPr>
          <w:rtl/>
        </w:rPr>
        <w:t xml:space="preserve">ں </w:t>
      </w:r>
      <w:r>
        <w:rPr>
          <w:rtl/>
        </w:rPr>
        <w:t>امنگي</w:t>
      </w:r>
      <w:r w:rsidR="00B365A1">
        <w:rPr>
          <w:rtl/>
        </w:rPr>
        <w:t xml:space="preserve">ں </w:t>
      </w:r>
      <w:r>
        <w:rPr>
          <w:rtl/>
        </w:rPr>
        <w:t>كروٹي</w:t>
      </w:r>
      <w:r w:rsidR="00B365A1">
        <w:rPr>
          <w:rtl/>
        </w:rPr>
        <w:t xml:space="preserve">ں </w:t>
      </w:r>
      <w:r>
        <w:rPr>
          <w:rtl/>
        </w:rPr>
        <w:t>لے رہى تھي</w:t>
      </w:r>
      <w:r w:rsidR="00B365A1">
        <w:rPr>
          <w:rtl/>
        </w:rPr>
        <w:t xml:space="preserve">ں </w:t>
      </w:r>
      <w:r>
        <w:rPr>
          <w:rtl/>
        </w:rPr>
        <w:t xml:space="preserve">_ </w:t>
      </w:r>
    </w:p>
    <w:p w:rsidR="00376422" w:rsidRDefault="00376422" w:rsidP="00E67399">
      <w:pPr>
        <w:pStyle w:val="libNormal"/>
        <w:rPr>
          <w:rtl/>
        </w:rPr>
      </w:pPr>
      <w:r>
        <w:rPr>
          <w:rtl/>
        </w:rPr>
        <w:t>معاويہ ان تمام مسائل سے بخوبى اگاہ تھا لہذا اس نے اپنے نقشہ كے تحت زياد كى دكھتى رگ كو پكڑا اور اسكو پيشكش كى كہ وہ اپنا بھائي بتائے گا ، مگر ايك شرط پر كہ حكومت اموى كے زير اثر اجائے اور سر پيچى و نا فرمانى سے باز</w:t>
      </w:r>
      <w:r w:rsidR="00137FAB">
        <w:rPr>
          <w:rtl/>
        </w:rPr>
        <w:t xml:space="preserve"> آئے</w:t>
      </w:r>
      <w:r>
        <w:rPr>
          <w:rtl/>
        </w:rPr>
        <w:t xml:space="preserve"> _ </w:t>
      </w:r>
    </w:p>
    <w:p w:rsidR="00137FAB" w:rsidRDefault="00376422" w:rsidP="00E67399">
      <w:pPr>
        <w:pStyle w:val="libNormal"/>
        <w:rPr>
          <w:rtl/>
        </w:rPr>
      </w:pPr>
      <w:r>
        <w:rPr>
          <w:rtl/>
        </w:rPr>
        <w:t>زياد نے ايك طرف نسب پر نگاہ دوڑائي تو مشھور ترين عرب معاويہ كا بھائي ہوتا نظر ارہا تھا اور دوسرى طرف اسكا باپ عبيد غلام نہي</w:t>
      </w:r>
      <w:r w:rsidR="00B365A1">
        <w:rPr>
          <w:rtl/>
        </w:rPr>
        <w:t xml:space="preserve">ں </w:t>
      </w:r>
      <w:r>
        <w:rPr>
          <w:rtl/>
        </w:rPr>
        <w:t xml:space="preserve">رہے گا بلكہ رئيس قريش ابو سفيان اس كا باپ كہلانے لگے گا وہ كل تك معمولى خاندان كى فرد تھا ليكن اج خليفہ كا بھائي بن جائے گا _ </w:t>
      </w:r>
    </w:p>
    <w:p w:rsidR="00137FAB" w:rsidRDefault="00137F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مسعودى اور ابن اثير نيز ديگر مورخين نے خاندان اموى سے زياد كے ملنے كى داستان اس طرح نقل كيا ہے _ </w:t>
      </w:r>
    </w:p>
    <w:p w:rsidR="00376422" w:rsidRDefault="00376422" w:rsidP="00E67399">
      <w:pPr>
        <w:pStyle w:val="libNormal"/>
        <w:rPr>
          <w:rtl/>
        </w:rPr>
      </w:pPr>
      <w:r>
        <w:rPr>
          <w:rtl/>
        </w:rPr>
        <w:t>'' زياد كى ما</w:t>
      </w:r>
      <w:r w:rsidR="00B365A1">
        <w:rPr>
          <w:rtl/>
        </w:rPr>
        <w:t xml:space="preserve">ں </w:t>
      </w:r>
      <w:r>
        <w:rPr>
          <w:rtl/>
        </w:rPr>
        <w:t>سميہ عرب كا مشہور طبيب حرث بن كلدہ ثقفى كى كنيز تھى بدكارى مي</w:t>
      </w:r>
      <w:r w:rsidR="00B365A1">
        <w:rPr>
          <w:rtl/>
        </w:rPr>
        <w:t xml:space="preserve">ں </w:t>
      </w:r>
      <w:r>
        <w:rPr>
          <w:rtl/>
        </w:rPr>
        <w:t>مشہور زمانہ تھى شہر طائف مي</w:t>
      </w:r>
      <w:r w:rsidR="00B365A1">
        <w:rPr>
          <w:rtl/>
        </w:rPr>
        <w:t xml:space="preserve">ں </w:t>
      </w:r>
      <w:r>
        <w:rPr>
          <w:rtl/>
        </w:rPr>
        <w:t>پيشہ ور عورتو</w:t>
      </w:r>
      <w:r w:rsidR="00B365A1">
        <w:rPr>
          <w:rtl/>
        </w:rPr>
        <w:t xml:space="preserve">ں </w:t>
      </w:r>
      <w:r>
        <w:rPr>
          <w:rtl/>
        </w:rPr>
        <w:t>كے درميان ايك گھر ليا اسكى چھت پر سرخ رنگ كا جھنڈا لگايا جو طوائفو</w:t>
      </w:r>
      <w:r w:rsidR="00B365A1">
        <w:rPr>
          <w:rtl/>
        </w:rPr>
        <w:t xml:space="preserve">ں </w:t>
      </w:r>
      <w:r>
        <w:rPr>
          <w:rtl/>
        </w:rPr>
        <w:t>كے اڈہ كى علامت تھا ، يہ جب حرث كى كنيز تھى تو رسم جاہليت كے مطابق اپنى امدنى سے اسكو كچھ رقم ديتا تھا كيونكہ وہ عبيد كى زوجيت سے نكال كر لے</w:t>
      </w:r>
      <w:r w:rsidR="00831D2C">
        <w:rPr>
          <w:rtl/>
        </w:rPr>
        <w:t xml:space="preserve"> آيا </w:t>
      </w:r>
      <w:r>
        <w:rPr>
          <w:rtl/>
        </w:rPr>
        <w:t xml:space="preserve"> تھا _ </w:t>
      </w:r>
    </w:p>
    <w:p w:rsidR="00376422" w:rsidRDefault="00376422" w:rsidP="00E67399">
      <w:pPr>
        <w:pStyle w:val="libNormal"/>
        <w:rPr>
          <w:rtl/>
        </w:rPr>
      </w:pPr>
      <w:r>
        <w:rPr>
          <w:rtl/>
        </w:rPr>
        <w:t>دور جاہليت مي</w:t>
      </w:r>
      <w:r w:rsidR="00B365A1">
        <w:rPr>
          <w:rtl/>
        </w:rPr>
        <w:t xml:space="preserve">ں </w:t>
      </w:r>
      <w:r>
        <w:rPr>
          <w:rtl/>
        </w:rPr>
        <w:t>ابو سفيان كا طائف شہر سے جب گذر ہوا تو شراب فروش ابو مريم سلّولى كے يہا</w:t>
      </w:r>
      <w:r w:rsidR="00B365A1">
        <w:rPr>
          <w:rtl/>
        </w:rPr>
        <w:t>ں</w:t>
      </w:r>
      <w:r w:rsidR="00831D2C">
        <w:rPr>
          <w:rtl/>
        </w:rPr>
        <w:t xml:space="preserve"> آيا </w:t>
      </w:r>
      <w:r>
        <w:rPr>
          <w:rtl/>
        </w:rPr>
        <w:t xml:space="preserve"> اور اس سے اپنى خواہشات جنسى كا اظہار كيا ، ابو مريم نے كہا ،</w:t>
      </w:r>
      <w:r w:rsidR="00831D2C">
        <w:rPr>
          <w:rtl/>
        </w:rPr>
        <w:t xml:space="preserve"> آيا </w:t>
      </w:r>
      <w:r>
        <w:rPr>
          <w:rtl/>
        </w:rPr>
        <w:t xml:space="preserve"> سميہ كو چاہتے ہو ؟ </w:t>
      </w:r>
    </w:p>
    <w:p w:rsidR="00376422" w:rsidRDefault="00376422" w:rsidP="00E67399">
      <w:pPr>
        <w:pStyle w:val="libNormal"/>
        <w:rPr>
          <w:rtl/>
        </w:rPr>
      </w:pPr>
      <w:r>
        <w:rPr>
          <w:rtl/>
        </w:rPr>
        <w:t xml:space="preserve">ابو سفيان نے كہا ،_ ارے اسى كو لے ائو تاكہ ......... </w:t>
      </w:r>
    </w:p>
    <w:p w:rsidR="00376422" w:rsidRDefault="00376422" w:rsidP="00E67399">
      <w:pPr>
        <w:pStyle w:val="libNormal"/>
        <w:rPr>
          <w:rtl/>
        </w:rPr>
      </w:pPr>
      <w:r>
        <w:rPr>
          <w:rtl/>
        </w:rPr>
        <w:t>ابو مريم نے سميہ كو ابو سفيان كے پاس پہونچا ديا اور خود كمرہ سے باہر چلا</w:t>
      </w:r>
      <w:r w:rsidR="00831D2C">
        <w:rPr>
          <w:rtl/>
        </w:rPr>
        <w:t xml:space="preserve"> آيا </w:t>
      </w:r>
      <w:r>
        <w:rPr>
          <w:rtl/>
        </w:rPr>
        <w:t xml:space="preserve"> ، سميہ اس سے حاملہ ہو گئي اور 1ھ مي</w:t>
      </w:r>
      <w:r w:rsidR="00B365A1">
        <w:rPr>
          <w:rtl/>
        </w:rPr>
        <w:t xml:space="preserve">ں </w:t>
      </w:r>
      <w:r>
        <w:rPr>
          <w:rtl/>
        </w:rPr>
        <w:t xml:space="preserve">زياد پيدا ہوا _ </w:t>
      </w:r>
    </w:p>
    <w:p w:rsidR="00376422" w:rsidRDefault="00376422" w:rsidP="00E67399">
      <w:pPr>
        <w:pStyle w:val="libNormal"/>
        <w:rPr>
          <w:rtl/>
        </w:rPr>
      </w:pPr>
      <w:r>
        <w:rPr>
          <w:rtl/>
        </w:rPr>
        <w:t>جب حضرت امير المومنين (ع) تخت خلافت پر</w:t>
      </w:r>
      <w:r w:rsidR="00137FAB">
        <w:rPr>
          <w:rtl/>
        </w:rPr>
        <w:t xml:space="preserve"> آئے</w:t>
      </w:r>
      <w:r>
        <w:rPr>
          <w:rtl/>
        </w:rPr>
        <w:t xml:space="preserve"> تو زياد كى تقرير و شجاعت اور ادارى امور مي</w:t>
      </w:r>
      <w:r w:rsidR="00B365A1">
        <w:rPr>
          <w:rtl/>
        </w:rPr>
        <w:t xml:space="preserve">ں </w:t>
      </w:r>
      <w:r>
        <w:rPr>
          <w:rtl/>
        </w:rPr>
        <w:t>ماہر ہونے كى وجہ سے فارس كى وسيع و عريض سر زمين كا حاكم بنا ديا ، يہا</w:t>
      </w:r>
      <w:r w:rsidR="00B365A1">
        <w:rPr>
          <w:rtl/>
        </w:rPr>
        <w:t xml:space="preserve">ں </w:t>
      </w:r>
      <w:r>
        <w:rPr>
          <w:rtl/>
        </w:rPr>
        <w:t>پر خوب اچھے طريقے سے حكومت كو چلا رہا تھا ، يہ بات معاويہ كے لئے كافى تكليف دہ ثابت ہو رہى تھى ، اس نے كافى خطوط زياد كو لكھے اور ان خطو</w:t>
      </w:r>
      <w:r w:rsidR="00B365A1">
        <w:rPr>
          <w:rtl/>
        </w:rPr>
        <w:t xml:space="preserve">ں </w:t>
      </w:r>
      <w:r>
        <w:rPr>
          <w:rtl/>
        </w:rPr>
        <w:t>مي</w:t>
      </w:r>
      <w:r w:rsidR="00B365A1">
        <w:rPr>
          <w:rtl/>
        </w:rPr>
        <w:t xml:space="preserve">ں </w:t>
      </w:r>
      <w:r>
        <w:rPr>
          <w:rtl/>
        </w:rPr>
        <w:t>اميد بخش اور تہديد اميز باتي</w:t>
      </w:r>
      <w:r w:rsidR="00B365A1">
        <w:rPr>
          <w:rtl/>
        </w:rPr>
        <w:t xml:space="preserve">ں </w:t>
      </w:r>
      <w:r>
        <w:rPr>
          <w:rtl/>
        </w:rPr>
        <w:t>بھى تحرير كي</w:t>
      </w:r>
      <w:r w:rsidR="00B365A1">
        <w:rPr>
          <w:rtl/>
        </w:rPr>
        <w:t xml:space="preserve">ں </w:t>
      </w:r>
      <w:r>
        <w:rPr>
          <w:rtl/>
        </w:rPr>
        <w:t>، يہا</w:t>
      </w:r>
      <w:r w:rsidR="00B365A1">
        <w:rPr>
          <w:rtl/>
        </w:rPr>
        <w:t xml:space="preserve">ں </w:t>
      </w:r>
      <w:r>
        <w:rPr>
          <w:rtl/>
        </w:rPr>
        <w:t>تك كہ ايك خط مي</w:t>
      </w:r>
      <w:r w:rsidR="00B365A1">
        <w:rPr>
          <w:rtl/>
        </w:rPr>
        <w:t xml:space="preserve">ں </w:t>
      </w:r>
      <w:r>
        <w:rPr>
          <w:rtl/>
        </w:rPr>
        <w:t>ابو سفيان كا بيٹا بنانے كے لئے لكھا ، ليكن زياد نے حكومت علوي(ع) كے رہنے تك كوئي خاص توجہ نہي</w:t>
      </w:r>
      <w:r w:rsidR="00B365A1">
        <w:rPr>
          <w:rtl/>
        </w:rPr>
        <w:t xml:space="preserve">ں </w:t>
      </w:r>
      <w:r>
        <w:rPr>
          <w:rtl/>
        </w:rPr>
        <w:t>دى ، اور اسكے دام فريب مي</w:t>
      </w:r>
      <w:r w:rsidR="00B365A1">
        <w:rPr>
          <w:rtl/>
        </w:rPr>
        <w:t xml:space="preserve">ں </w:t>
      </w:r>
      <w:r>
        <w:rPr>
          <w:rtl/>
        </w:rPr>
        <w:t>نہي</w:t>
      </w:r>
      <w:r w:rsidR="00B365A1">
        <w:rPr>
          <w:rtl/>
        </w:rPr>
        <w:t>ں</w:t>
      </w:r>
      <w:r w:rsidR="00831D2C">
        <w:rPr>
          <w:rtl/>
        </w:rPr>
        <w:t xml:space="preserve"> آيا </w:t>
      </w:r>
      <w:r>
        <w:rPr>
          <w:rtl/>
        </w:rPr>
        <w:t xml:space="preserve"> ، مگر جب حضرت امير المومنين (ع) شہيد كر ديئے گئے اور امام حسن (ع) نے جانگداز عوامل كى بناء پر صلح كر لى ، جسكے نتيجہ مي</w:t>
      </w:r>
      <w:r w:rsidR="00B365A1">
        <w:rPr>
          <w:rtl/>
        </w:rPr>
        <w:t xml:space="preserve">ں </w:t>
      </w:r>
      <w:r>
        <w:rPr>
          <w:rtl/>
        </w:rPr>
        <w:t>اكثر مملكت اسلامى معاويہ كے ہاتھ مي</w:t>
      </w:r>
      <w:r w:rsidR="00B365A1">
        <w:rPr>
          <w:rtl/>
        </w:rPr>
        <w:t xml:space="preserve">ں </w:t>
      </w:r>
      <w:r>
        <w:rPr>
          <w:rtl/>
        </w:rPr>
        <w:t>اگئي ; ايك فارس تھا جس پر زياد كى حكمرانى تھى اس پر كسى كا بس نہي</w:t>
      </w:r>
      <w:r w:rsidR="00B365A1">
        <w:rPr>
          <w:rtl/>
        </w:rPr>
        <w:t xml:space="preserve">ں </w:t>
      </w:r>
      <w:r>
        <w:rPr>
          <w:rtl/>
        </w:rPr>
        <w:t>چل رہا تھا ، تو معاويہ نے مغيرہ بن شعبہ كو بلايا جو زياد كا قديم دوست تھا پھر اپنى رائے كو پيش كيا كہ زياد ايك طاقتور اور ہوشيار شخص ہے جو ابھى تك حكومت فارس پر برا جمان ہے ، اور اموال كثير سے اپنى جگہ كو مستحكم كئے ہوئے ہے جسكى بناء پر ہمارا بس نہي</w:t>
      </w:r>
      <w:r w:rsidR="00B365A1">
        <w:rPr>
          <w:rtl/>
        </w:rPr>
        <w:t xml:space="preserve">ں </w:t>
      </w:r>
      <w:r>
        <w:rPr>
          <w:rtl/>
        </w:rPr>
        <w:t xml:space="preserve">چل پا رہا ہے _ </w:t>
      </w:r>
    </w:p>
    <w:p w:rsidR="00376422" w:rsidRDefault="00376422" w:rsidP="00E67399">
      <w:pPr>
        <w:pStyle w:val="libNormal"/>
        <w:rPr>
          <w:rtl/>
        </w:rPr>
      </w:pPr>
      <w:r>
        <w:rPr>
          <w:rtl/>
        </w:rPr>
        <w:t>ہمي</w:t>
      </w:r>
      <w:r w:rsidR="00B365A1">
        <w:rPr>
          <w:rtl/>
        </w:rPr>
        <w:t xml:space="preserve">ں </w:t>
      </w:r>
      <w:r>
        <w:rPr>
          <w:rtl/>
        </w:rPr>
        <w:t>ہر لمحہ خطرہ ہے كہ كہي</w:t>
      </w:r>
      <w:r w:rsidR="00B365A1">
        <w:rPr>
          <w:rtl/>
        </w:rPr>
        <w:t xml:space="preserve">ں </w:t>
      </w:r>
      <w:r>
        <w:rPr>
          <w:rtl/>
        </w:rPr>
        <w:t>لوگ خاندان رسول (ص) كى كسى فرد كى بيعت كر كے بار ديگر ہم سے نبرد ازما نہ ہو جائي</w:t>
      </w:r>
      <w:r w:rsidR="00B365A1">
        <w:rPr>
          <w:rtl/>
        </w:rPr>
        <w:t xml:space="preserve">ں </w:t>
      </w:r>
      <w:r>
        <w:rPr>
          <w:rtl/>
        </w:rPr>
        <w:t xml:space="preserve">_ </w:t>
      </w:r>
    </w:p>
    <w:p w:rsidR="00137FAB" w:rsidRDefault="00376422" w:rsidP="00E67399">
      <w:pPr>
        <w:pStyle w:val="libNormal"/>
        <w:rPr>
          <w:rtl/>
        </w:rPr>
      </w:pPr>
      <w:r>
        <w:rPr>
          <w:rtl/>
        </w:rPr>
        <w:t>چنانچہ يہ تمام باتي</w:t>
      </w:r>
      <w:r w:rsidR="00B365A1">
        <w:rPr>
          <w:rtl/>
        </w:rPr>
        <w:t xml:space="preserve">ں </w:t>
      </w:r>
      <w:r>
        <w:rPr>
          <w:rtl/>
        </w:rPr>
        <w:t>كہہ كر مغيرہ بن شعبہ كو زياد كو اپنے چنگل مي</w:t>
      </w:r>
      <w:r w:rsidR="00B365A1">
        <w:rPr>
          <w:rtl/>
        </w:rPr>
        <w:t xml:space="preserve">ں </w:t>
      </w:r>
      <w:r>
        <w:rPr>
          <w:rtl/>
        </w:rPr>
        <w:t>لينے كےلئے روانہ كيا _ مغيرہ معاويہ كى مكارانہ فكر كو ليكر اپنے دوست زياد كے پاس پہونچا ،ايك عرصے كے بعد جب دونو</w:t>
      </w:r>
      <w:r w:rsidR="00B365A1">
        <w:rPr>
          <w:rtl/>
        </w:rPr>
        <w:t xml:space="preserve">ں </w:t>
      </w:r>
      <w:r>
        <w:rPr>
          <w:rtl/>
        </w:rPr>
        <w:t xml:space="preserve">گفتگو كے لئے بيٹھے تو مغيرہ نے زياد سے كہا كہ ، اسوقت </w:t>
      </w:r>
    </w:p>
    <w:p w:rsidR="00137FAB" w:rsidRDefault="00137F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جہان اسلام كے حالات دگر گو</w:t>
      </w:r>
      <w:r w:rsidR="00B365A1">
        <w:rPr>
          <w:rtl/>
        </w:rPr>
        <w:t xml:space="preserve">ں </w:t>
      </w:r>
      <w:r>
        <w:rPr>
          <w:rtl/>
        </w:rPr>
        <w:t>اور گذشتہ كى نسبت كافى تبديل ہو گئے ہي</w:t>
      </w:r>
      <w:r w:rsidR="00B365A1">
        <w:rPr>
          <w:rtl/>
        </w:rPr>
        <w:t xml:space="preserve">ں </w:t>
      </w:r>
      <w:r>
        <w:rPr>
          <w:rtl/>
        </w:rPr>
        <w:t>، اور تنھا شخص جو خلافت كو حاصل كر سكتا تھا وہ حسن بن على (ع) ہي</w:t>
      </w:r>
      <w:r w:rsidR="00B365A1">
        <w:rPr>
          <w:rtl/>
        </w:rPr>
        <w:t xml:space="preserve">ں </w:t>
      </w:r>
      <w:r>
        <w:rPr>
          <w:rtl/>
        </w:rPr>
        <w:t>ليكن انھو</w:t>
      </w:r>
      <w:r w:rsidR="00B365A1">
        <w:rPr>
          <w:rtl/>
        </w:rPr>
        <w:t xml:space="preserve">ں </w:t>
      </w:r>
      <w:r>
        <w:rPr>
          <w:rtl/>
        </w:rPr>
        <w:t xml:space="preserve">نے معاويہ سے صلح كر لى ہے لہذا قبل اسكے كہ تم پر كوئي خطرہ لاحق ہو اپنے لئے پناہ گاہ ڈھونڈھ لو _ </w:t>
      </w:r>
    </w:p>
    <w:p w:rsidR="00376422" w:rsidRDefault="00376422" w:rsidP="00E67399">
      <w:pPr>
        <w:pStyle w:val="libNormal"/>
        <w:rPr>
          <w:rtl/>
        </w:rPr>
      </w:pPr>
      <w:r>
        <w:rPr>
          <w:rtl/>
        </w:rPr>
        <w:t>مغيرہ نے جواب ديا كہ ، ميرى نظر مي</w:t>
      </w:r>
      <w:r w:rsidR="00B365A1">
        <w:rPr>
          <w:rtl/>
        </w:rPr>
        <w:t xml:space="preserve">ں </w:t>
      </w:r>
      <w:r>
        <w:rPr>
          <w:rtl/>
        </w:rPr>
        <w:t xml:space="preserve">بہتر يہى ہے كہ تم اپنے نسب كو خاندان اموى سے جو ڑ كر معاويہ كے رشتہ دار بن جائو _ </w:t>
      </w:r>
    </w:p>
    <w:p w:rsidR="00376422" w:rsidRDefault="00376422" w:rsidP="00E67399">
      <w:pPr>
        <w:pStyle w:val="libNormal"/>
        <w:rPr>
          <w:rtl/>
        </w:rPr>
      </w:pPr>
      <w:r>
        <w:rPr>
          <w:rtl/>
        </w:rPr>
        <w:t>زياد نے كہا ، گويا جڑ كو چھوڑ كر شاخ كو پكڑ لو</w:t>
      </w:r>
      <w:r w:rsidR="00B365A1">
        <w:rPr>
          <w:rtl/>
        </w:rPr>
        <w:t xml:space="preserve">ں </w:t>
      </w:r>
      <w:r>
        <w:rPr>
          <w:rtl/>
        </w:rPr>
        <w:t xml:space="preserve">_ </w:t>
      </w:r>
    </w:p>
    <w:p w:rsidR="00376422" w:rsidRDefault="00376422" w:rsidP="00E67399">
      <w:pPr>
        <w:pStyle w:val="libNormal"/>
        <w:rPr>
          <w:rtl/>
        </w:rPr>
      </w:pPr>
      <w:r>
        <w:rPr>
          <w:rtl/>
        </w:rPr>
        <w:t>دونو</w:t>
      </w:r>
      <w:r w:rsidR="00B365A1">
        <w:rPr>
          <w:rtl/>
        </w:rPr>
        <w:t xml:space="preserve">ں </w:t>
      </w:r>
      <w:r>
        <w:rPr>
          <w:rtl/>
        </w:rPr>
        <w:t>كے درميان اسى طرح كى گفتگو ہوتى رہى ، ليكن زياد كو قبيلائي اور خاندانى تعصب بہت ستا رہا تھا ان جرح و بحث نے زياد كے وجدان و ضمير كو كافى جھنجھوڑكر ركھ ديا ، خاص طور سے جب ذہن مي</w:t>
      </w:r>
      <w:r w:rsidR="00B365A1">
        <w:rPr>
          <w:rtl/>
        </w:rPr>
        <w:t xml:space="preserve">ں </w:t>
      </w:r>
      <w:r>
        <w:rPr>
          <w:rtl/>
        </w:rPr>
        <w:t>حكومت كا ہاتھ سے نكل جانا اور جان كا خطرہ مي</w:t>
      </w:r>
      <w:r w:rsidR="00B365A1">
        <w:rPr>
          <w:rtl/>
        </w:rPr>
        <w:t xml:space="preserve">ں </w:t>
      </w:r>
      <w:r>
        <w:rPr>
          <w:rtl/>
        </w:rPr>
        <w:t>پڑ جانے كا تصور كيا تو اس پر زياد مات كھا گيا اور مغيرہ كى پيشنھاد كو قبول كر كے اپنى حكومت كو خير اباد كر ديا اور دمشق كى طرف روانہ ہو گيا ، جب زياد نے اموى سلطنت مي</w:t>
      </w:r>
      <w:r w:rsidR="00B365A1">
        <w:rPr>
          <w:rtl/>
        </w:rPr>
        <w:t xml:space="preserve">ں </w:t>
      </w:r>
      <w:r>
        <w:rPr>
          <w:rtl/>
        </w:rPr>
        <w:t>قدم ركھا تو معاويہ كے حكم پر اسكى بہن (جويريہ ) اس سے ملاقات كرنے گئي اور دوران ملاقات اپنے سر سے اوڑھنى ہٹا ديا اوركہا كہ ، تم ہمارے بھائي ہو لہذا مجھ پر تم سے پردہ واجب نہي</w:t>
      </w:r>
      <w:r w:rsidR="00B365A1">
        <w:rPr>
          <w:rtl/>
        </w:rPr>
        <w:t xml:space="preserve">ں </w:t>
      </w:r>
      <w:r>
        <w:rPr>
          <w:rtl/>
        </w:rPr>
        <w:t xml:space="preserve">ہے ؟ </w:t>
      </w:r>
    </w:p>
    <w:p w:rsidR="00376422" w:rsidRDefault="00376422" w:rsidP="00E67399">
      <w:pPr>
        <w:pStyle w:val="libNormal"/>
        <w:rPr>
          <w:rtl/>
        </w:rPr>
      </w:pPr>
      <w:r>
        <w:rPr>
          <w:rtl/>
        </w:rPr>
        <w:t>ہم نے اس حقيقت كو ابو مريم سلّولى سے سنا ہے ، جو يريہ كى ملاقات نے زياد كے اوپر اچھے تاثرات چھوڑے اور اسكے پس منظر مي</w:t>
      </w:r>
      <w:r w:rsidR="00B365A1">
        <w:rPr>
          <w:rtl/>
        </w:rPr>
        <w:t xml:space="preserve">ں </w:t>
      </w:r>
      <w:r>
        <w:rPr>
          <w:rtl/>
        </w:rPr>
        <w:t>معاويہ نے شہر دمشق كى جامع مسجد مي</w:t>
      </w:r>
      <w:r w:rsidR="00B365A1">
        <w:rPr>
          <w:rtl/>
        </w:rPr>
        <w:t xml:space="preserve">ں </w:t>
      </w:r>
      <w:r>
        <w:rPr>
          <w:rtl/>
        </w:rPr>
        <w:t>ايك جلسئہ عام ركھااس مي</w:t>
      </w:r>
      <w:r w:rsidR="00B365A1">
        <w:rPr>
          <w:rtl/>
        </w:rPr>
        <w:t xml:space="preserve">ں </w:t>
      </w:r>
      <w:r>
        <w:rPr>
          <w:rtl/>
        </w:rPr>
        <w:t>زياد كو دعوت دى گئي نيز شاہد ين كو بھى بلايا گيا جن مي</w:t>
      </w:r>
      <w:r w:rsidR="00B365A1">
        <w:rPr>
          <w:rtl/>
        </w:rPr>
        <w:t xml:space="preserve">ں </w:t>
      </w:r>
      <w:r>
        <w:rPr>
          <w:rtl/>
        </w:rPr>
        <w:t xml:space="preserve">ايك ابو مريم سلّولى تھا _ </w:t>
      </w:r>
    </w:p>
    <w:p w:rsidR="00376422" w:rsidRDefault="00376422" w:rsidP="00E67399">
      <w:pPr>
        <w:pStyle w:val="libNormal"/>
        <w:rPr>
          <w:rtl/>
        </w:rPr>
      </w:pPr>
      <w:r>
        <w:rPr>
          <w:rtl/>
        </w:rPr>
        <w:t xml:space="preserve">معاويہ نے ابو مريم سے كہا كہ تم كيسے اور كس چيز كى گواہى دو گے </w:t>
      </w:r>
    </w:p>
    <w:p w:rsidR="00376422" w:rsidRDefault="00376422" w:rsidP="00E67399">
      <w:pPr>
        <w:pStyle w:val="libNormal"/>
        <w:rPr>
          <w:rtl/>
        </w:rPr>
      </w:pPr>
      <w:r>
        <w:rPr>
          <w:rtl/>
        </w:rPr>
        <w:t>ابو مريم سلّولى كھڑا ہوا اور اس نے كہا كہ ، مي</w:t>
      </w:r>
      <w:r w:rsidR="00B365A1">
        <w:rPr>
          <w:rtl/>
        </w:rPr>
        <w:t xml:space="preserve">ں </w:t>
      </w:r>
      <w:r>
        <w:rPr>
          <w:rtl/>
        </w:rPr>
        <w:t>گواہى ديتا ہو</w:t>
      </w:r>
      <w:r w:rsidR="00B365A1">
        <w:rPr>
          <w:rtl/>
        </w:rPr>
        <w:t xml:space="preserve">ں </w:t>
      </w:r>
      <w:r>
        <w:rPr>
          <w:rtl/>
        </w:rPr>
        <w:t>كہ دور جاہليت مي</w:t>
      </w:r>
      <w:r w:rsidR="00B365A1">
        <w:rPr>
          <w:rtl/>
        </w:rPr>
        <w:t xml:space="preserve">ں </w:t>
      </w:r>
      <w:r>
        <w:rPr>
          <w:rtl/>
        </w:rPr>
        <w:t>جب مي</w:t>
      </w:r>
      <w:r w:rsidR="00B365A1">
        <w:rPr>
          <w:rtl/>
        </w:rPr>
        <w:t xml:space="preserve">ں </w:t>
      </w:r>
      <w:r>
        <w:rPr>
          <w:rtl/>
        </w:rPr>
        <w:t>شراب فروش تھا تو ايك روز ابو سفيان شہر طائف سے گذرا ، ميرے پاس اكر اس نے اپنى خواہشات جنسى كو مٹانے كے لئے كہا، پيشہ ور عورت كى فرمائشے كى مي</w:t>
      </w:r>
      <w:r w:rsidR="00B365A1">
        <w:rPr>
          <w:rtl/>
        </w:rPr>
        <w:t xml:space="preserve">ں </w:t>
      </w:r>
      <w:r>
        <w:rPr>
          <w:rtl/>
        </w:rPr>
        <w:t>نے كہا ، اسوقت حرث كى كنيز سميہ كے علاوہ كوئي نہي</w:t>
      </w:r>
      <w:r w:rsidR="00B365A1">
        <w:rPr>
          <w:rtl/>
        </w:rPr>
        <w:t xml:space="preserve">ں </w:t>
      </w:r>
      <w:r>
        <w:rPr>
          <w:rtl/>
        </w:rPr>
        <w:t xml:space="preserve">ہے ، </w:t>
      </w:r>
    </w:p>
    <w:p w:rsidR="00137FAB" w:rsidRDefault="00376422" w:rsidP="00E67399">
      <w:pPr>
        <w:pStyle w:val="libNormal"/>
        <w:rPr>
          <w:rtl/>
        </w:rPr>
      </w:pPr>
      <w:r>
        <w:rPr>
          <w:rtl/>
        </w:rPr>
        <w:t>ابو سفيان نے كہا _ اسى كو لے ائو اگر چہ وہ ايك بد بودار و كثيف عورت ہے ، زياد غصے مي</w:t>
      </w:r>
      <w:r w:rsidR="00B365A1">
        <w:rPr>
          <w:rtl/>
        </w:rPr>
        <w:t xml:space="preserve">ں </w:t>
      </w:r>
      <w:r>
        <w:rPr>
          <w:rtl/>
        </w:rPr>
        <w:t>اگيا اور كہنے لگا ، ابو مريم چپ ہو جائو تم گواہى دينے كے لئے</w:t>
      </w:r>
      <w:r w:rsidR="00137FAB">
        <w:rPr>
          <w:rtl/>
        </w:rPr>
        <w:t xml:space="preserve"> آئے</w:t>
      </w:r>
      <w:r>
        <w:rPr>
          <w:rtl/>
        </w:rPr>
        <w:t xml:space="preserve"> ہو نہ كہ برا بھلا كہنے كے لئے ؟ </w:t>
      </w:r>
    </w:p>
    <w:p w:rsidR="00137FAB" w:rsidRDefault="00137F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ابو مريم سلّولى نے كہا ، ٹھيك ہے اگر تم كو برا لگ رہا ہے تو ہم اس داستان كو بيان نہي</w:t>
      </w:r>
      <w:r w:rsidR="00B365A1">
        <w:rPr>
          <w:rtl/>
        </w:rPr>
        <w:t xml:space="preserve">ں </w:t>
      </w:r>
      <w:r>
        <w:rPr>
          <w:rtl/>
        </w:rPr>
        <w:t>كرينگے ليكن مي</w:t>
      </w:r>
      <w:r w:rsidR="00B365A1">
        <w:rPr>
          <w:rtl/>
        </w:rPr>
        <w:t xml:space="preserve">ں </w:t>
      </w:r>
      <w:r>
        <w:rPr>
          <w:rtl/>
        </w:rPr>
        <w:t xml:space="preserve">نے جو كچھ ديكھا تھا اسكو بيان كيا ہے _ </w:t>
      </w:r>
    </w:p>
    <w:p w:rsidR="00376422" w:rsidRDefault="00376422" w:rsidP="00E67399">
      <w:pPr>
        <w:pStyle w:val="libNormal"/>
        <w:rPr>
          <w:rtl/>
        </w:rPr>
      </w:pPr>
      <w:r>
        <w:rPr>
          <w:rtl/>
        </w:rPr>
        <w:t>خدا كى قسم ، ابو سفيان نے سميہ كى استين پكڑى اور خالى كمرے مي</w:t>
      </w:r>
      <w:r w:rsidR="00B365A1">
        <w:rPr>
          <w:rtl/>
        </w:rPr>
        <w:t xml:space="preserve">ں </w:t>
      </w:r>
      <w:r>
        <w:rPr>
          <w:rtl/>
        </w:rPr>
        <w:t>لے جا كر دروازہ كو بند كر ليا اور مي</w:t>
      </w:r>
      <w:r w:rsidR="00B365A1">
        <w:rPr>
          <w:rtl/>
        </w:rPr>
        <w:t xml:space="preserve">ں </w:t>
      </w:r>
      <w:r>
        <w:rPr>
          <w:rtl/>
        </w:rPr>
        <w:t>اسى مقام پر بيٹھا رہا ، تھوڑى دير بعد ابو سفيان كمرے سے باہر</w:t>
      </w:r>
      <w:r w:rsidR="00831D2C">
        <w:rPr>
          <w:rtl/>
        </w:rPr>
        <w:t xml:space="preserve"> آيا </w:t>
      </w:r>
      <w:r>
        <w:rPr>
          <w:rtl/>
        </w:rPr>
        <w:t xml:space="preserve"> تو مي</w:t>
      </w:r>
      <w:r w:rsidR="00B365A1">
        <w:rPr>
          <w:rtl/>
        </w:rPr>
        <w:t xml:space="preserve">ں </w:t>
      </w:r>
      <w:r>
        <w:rPr>
          <w:rtl/>
        </w:rPr>
        <w:t>نے كيا ديكھا كہ پسينہ مي</w:t>
      </w:r>
      <w:r w:rsidR="00B365A1">
        <w:rPr>
          <w:rtl/>
        </w:rPr>
        <w:t xml:space="preserve">ں </w:t>
      </w:r>
      <w:r>
        <w:rPr>
          <w:rtl/>
        </w:rPr>
        <w:t>شرا بور تھا ، مي</w:t>
      </w:r>
      <w:r w:rsidR="00B365A1">
        <w:rPr>
          <w:rtl/>
        </w:rPr>
        <w:t xml:space="preserve">ں </w:t>
      </w:r>
      <w:r>
        <w:rPr>
          <w:rtl/>
        </w:rPr>
        <w:t xml:space="preserve">نے كہا ، ابو سفيان يہ عورت كيسى تھى ؟ </w:t>
      </w:r>
    </w:p>
    <w:p w:rsidR="00376422" w:rsidRDefault="00376422" w:rsidP="00E67399">
      <w:pPr>
        <w:pStyle w:val="libNormal"/>
        <w:rPr>
          <w:rtl/>
        </w:rPr>
      </w:pPr>
      <w:r>
        <w:rPr>
          <w:rtl/>
        </w:rPr>
        <w:t>ابو سفيان نے جواب ديا _ ہم نے اس عورت كى طرح كسى كو نہي</w:t>
      </w:r>
      <w:r w:rsidR="00B365A1">
        <w:rPr>
          <w:rtl/>
        </w:rPr>
        <w:t xml:space="preserve">ں </w:t>
      </w:r>
      <w:r>
        <w:rPr>
          <w:rtl/>
        </w:rPr>
        <w:t>ديكھا اگر چہ زياد كھڑا ہوا اور لوگو</w:t>
      </w:r>
      <w:r w:rsidR="00B365A1">
        <w:rPr>
          <w:rtl/>
        </w:rPr>
        <w:t xml:space="preserve">ں </w:t>
      </w:r>
      <w:r>
        <w:rPr>
          <w:rtl/>
        </w:rPr>
        <w:t>كو مخاطب كرتے ہوئے كہا ، اے لوگو ، اس مي</w:t>
      </w:r>
      <w:r w:rsidR="00B365A1">
        <w:rPr>
          <w:rtl/>
        </w:rPr>
        <w:t xml:space="preserve">ں </w:t>
      </w:r>
      <w:r>
        <w:rPr>
          <w:rtl/>
        </w:rPr>
        <w:t>كيا سچ ہے اور كيا جھوٹ ہے مجھے نہي</w:t>
      </w:r>
      <w:r w:rsidR="00B365A1">
        <w:rPr>
          <w:rtl/>
        </w:rPr>
        <w:t xml:space="preserve">ں </w:t>
      </w:r>
      <w:r>
        <w:rPr>
          <w:rtl/>
        </w:rPr>
        <w:t>معلوم ليكن جو كچھ جانتا ہو</w:t>
      </w:r>
      <w:r w:rsidR="00B365A1">
        <w:rPr>
          <w:rtl/>
        </w:rPr>
        <w:t xml:space="preserve">ں </w:t>
      </w:r>
      <w:r>
        <w:rPr>
          <w:rtl/>
        </w:rPr>
        <w:t>وہ يہ ہيكہ اگر ميرا باپ عبيد تھا تو ايك ايسا باپ تھا جونہايت شريف و نيك تھا اور اگر اسكو مربى مانا جائے تو وہ ميرا حقيقى باپ تو نہي</w:t>
      </w:r>
      <w:r w:rsidR="00B365A1">
        <w:rPr>
          <w:rtl/>
        </w:rPr>
        <w:t xml:space="preserve">ں </w:t>
      </w:r>
      <w:r>
        <w:rPr>
          <w:rtl/>
        </w:rPr>
        <w:t>تھا البتہ ايك اچھا مربى ضرور تھا ، جس نے زحمتي</w:t>
      </w:r>
      <w:r w:rsidR="00B365A1">
        <w:rPr>
          <w:rtl/>
        </w:rPr>
        <w:t xml:space="preserve">ں </w:t>
      </w:r>
      <w:r>
        <w:rPr>
          <w:rtl/>
        </w:rPr>
        <w:t>برداشت كر كے مجھ پر احسان كيا ، البتہ گواہ حضرات اپنى بات كى حقيقت سے زيادہ اگاہ ہي</w:t>
      </w:r>
      <w:r w:rsidR="00B365A1">
        <w:rPr>
          <w:rtl/>
        </w:rPr>
        <w:t xml:space="preserve">ں </w:t>
      </w:r>
      <w:r>
        <w:rPr>
          <w:rtl/>
        </w:rPr>
        <w:t xml:space="preserve">_ </w:t>
      </w:r>
    </w:p>
    <w:p w:rsidR="00376422" w:rsidRDefault="00376422" w:rsidP="00E67399">
      <w:pPr>
        <w:pStyle w:val="libNormal"/>
        <w:rPr>
          <w:rtl/>
        </w:rPr>
      </w:pPr>
      <w:r>
        <w:rPr>
          <w:rtl/>
        </w:rPr>
        <w:t>يونس بن عبيد ثقفى جو سميہ كا بھائي تھا اپنى جگہ سے كھڑا ہو ا اور اس نے كہا ، معاويہ رسول(ص) اسلام كا ارشاد گرامى ہے كہ بچہ شوہر كا ہوگا اور زانى كے لئے سنگسارى ہے ،الولد للفراش و للزانى الحجر ليكن اس قانون كے ہوتے ہوئے تم نے ابو سفيان كے زنا كو ابو مريم كى گواہى پر حكم ديا ہے اور غير شرعى فرزند كو اس كے حد كے بدلے مي</w:t>
      </w:r>
      <w:r w:rsidR="00B365A1">
        <w:rPr>
          <w:rtl/>
        </w:rPr>
        <w:t xml:space="preserve">ں </w:t>
      </w:r>
      <w:r>
        <w:rPr>
          <w:rtl/>
        </w:rPr>
        <w:t>بيٹا بنا رہا ہے جبكہ اس طرح كا قانون نہ كتاب خدا مي</w:t>
      </w:r>
      <w:r w:rsidR="00B365A1">
        <w:rPr>
          <w:rtl/>
        </w:rPr>
        <w:t xml:space="preserve">ں </w:t>
      </w:r>
      <w:r>
        <w:rPr>
          <w:rtl/>
        </w:rPr>
        <w:t>ہے اور نہ ہى حديث پيغمبر (ص) مي</w:t>
      </w:r>
      <w:r w:rsidR="00B365A1">
        <w:rPr>
          <w:rtl/>
        </w:rPr>
        <w:t xml:space="preserve">ں </w:t>
      </w:r>
      <w:r>
        <w:rPr>
          <w:rtl/>
        </w:rPr>
        <w:t xml:space="preserve">_ </w:t>
      </w:r>
    </w:p>
    <w:p w:rsidR="00376422" w:rsidRDefault="00376422" w:rsidP="00E67399">
      <w:pPr>
        <w:pStyle w:val="libNormal"/>
        <w:rPr>
          <w:rtl/>
        </w:rPr>
      </w:pPr>
      <w:r>
        <w:rPr>
          <w:rtl/>
        </w:rPr>
        <w:t>معاويہ نے جب ماحول كو خطر ناك ديكھا تو ڈرا دھمكا كر كہا ، اے يونس اپنا منھ بند كر لو ورنہ ٹكڑے ٹكڑے كر دو</w:t>
      </w:r>
      <w:r w:rsidR="00B365A1">
        <w:rPr>
          <w:rtl/>
        </w:rPr>
        <w:t xml:space="preserve">ں </w:t>
      </w:r>
      <w:r>
        <w:rPr>
          <w:rtl/>
        </w:rPr>
        <w:t xml:space="preserve">گا _ </w:t>
      </w:r>
    </w:p>
    <w:p w:rsidR="00137FAB" w:rsidRDefault="00376422" w:rsidP="00E67399">
      <w:pPr>
        <w:pStyle w:val="libNormal"/>
        <w:rPr>
          <w:rtl/>
        </w:rPr>
      </w:pPr>
      <w:r>
        <w:rPr>
          <w:rtl/>
        </w:rPr>
        <w:t>يونس نے جواب ديا كہ ،</w:t>
      </w:r>
      <w:r w:rsidR="00831D2C">
        <w:rPr>
          <w:rtl/>
        </w:rPr>
        <w:t xml:space="preserve"> آيا </w:t>
      </w:r>
      <w:r>
        <w:rPr>
          <w:rtl/>
        </w:rPr>
        <w:t xml:space="preserve"> قتل كے علاوہ كچھ اور كر سكتے ہو_ </w:t>
      </w:r>
    </w:p>
    <w:p w:rsidR="00137FAB" w:rsidRDefault="00137FAB" w:rsidP="00E67399">
      <w:pPr>
        <w:pStyle w:val="libPoemTini"/>
        <w:rPr>
          <w:rtl/>
        </w:rPr>
      </w:pPr>
      <w:r>
        <w:rPr>
          <w:rtl/>
        </w:rPr>
        <w:br w:type="page"/>
      </w:r>
    </w:p>
    <w:p w:rsidR="00376422" w:rsidRDefault="00376422" w:rsidP="00E67399">
      <w:pPr>
        <w:pStyle w:val="libNormal"/>
        <w:rPr>
          <w:rtl/>
        </w:rPr>
      </w:pPr>
      <w:r>
        <w:rPr>
          <w:rtl/>
        </w:rPr>
        <w:lastRenderedPageBreak/>
        <w:t>جب يونس نے معاويہ كى تہديد كو اٹل ديكھا تو خاموش ہو كر بيٹھ گيا اور كہنے لگا كہ ، ہم اپنے پروردگار سے طلب مغفرت كر لينگے اس واقعہ نے جہان اسلام مي</w:t>
      </w:r>
      <w:r w:rsidR="00B365A1">
        <w:rPr>
          <w:rtl/>
        </w:rPr>
        <w:t xml:space="preserve">ں </w:t>
      </w:r>
      <w:r>
        <w:rPr>
          <w:rtl/>
        </w:rPr>
        <w:t>كافى ہنگامہ مچايا ، اور شعراء عرب نے مذمت اميز اشعار كہے ، جن مي</w:t>
      </w:r>
      <w:r w:rsidR="00B365A1">
        <w:rPr>
          <w:rtl/>
        </w:rPr>
        <w:t xml:space="preserve">ں </w:t>
      </w:r>
      <w:r>
        <w:rPr>
          <w:rtl/>
        </w:rPr>
        <w:t>ايك عبد الرحمن بن حكم كا شعر ہے جس كا ترجمہ يہ ھيكہ :_ معاويہ بن حرب سے كہدو كہ مي</w:t>
      </w:r>
      <w:r w:rsidR="00B365A1">
        <w:rPr>
          <w:rtl/>
        </w:rPr>
        <w:t xml:space="preserve">ں </w:t>
      </w:r>
      <w:r>
        <w:rPr>
          <w:rtl/>
        </w:rPr>
        <w:t>مرد يمانى ہو</w:t>
      </w:r>
      <w:r w:rsidR="00B365A1">
        <w:rPr>
          <w:rtl/>
        </w:rPr>
        <w:t xml:space="preserve">ں </w:t>
      </w:r>
      <w:r>
        <w:rPr>
          <w:rtl/>
        </w:rPr>
        <w:t>،</w:t>
      </w:r>
      <w:r w:rsidR="00831D2C">
        <w:rPr>
          <w:rtl/>
        </w:rPr>
        <w:t xml:space="preserve"> آيا </w:t>
      </w:r>
      <w:r>
        <w:rPr>
          <w:rtl/>
        </w:rPr>
        <w:t xml:space="preserve"> ناراض تو نہ ہو جائو گے ، اگر يہ كہي</w:t>
      </w:r>
      <w:r w:rsidR="00B365A1">
        <w:rPr>
          <w:rtl/>
        </w:rPr>
        <w:t xml:space="preserve">ں </w:t>
      </w:r>
      <w:r>
        <w:rPr>
          <w:rtl/>
        </w:rPr>
        <w:t>كہ تمہارا باپ عفيف و پاك دامن ہے_ اور خوش ہو جائو گے اگر يہ كہا جائے كہ تيرے باپ نے ( زياد كى ما</w:t>
      </w:r>
      <w:r w:rsidR="00B365A1">
        <w:rPr>
          <w:rtl/>
        </w:rPr>
        <w:t xml:space="preserve">ں </w:t>
      </w:r>
      <w:r>
        <w:rPr>
          <w:rtl/>
        </w:rPr>
        <w:t xml:space="preserve">سميہ سے ) زنا كيا تھا _ </w:t>
      </w:r>
    </w:p>
    <w:p w:rsidR="00376422" w:rsidRDefault="00376422" w:rsidP="00E67399">
      <w:pPr>
        <w:pStyle w:val="libNormal"/>
        <w:rPr>
          <w:rtl/>
        </w:rPr>
      </w:pPr>
      <w:r>
        <w:rPr>
          <w:rtl/>
        </w:rPr>
        <w:t>مي</w:t>
      </w:r>
      <w:r w:rsidR="00B365A1">
        <w:rPr>
          <w:rtl/>
        </w:rPr>
        <w:t xml:space="preserve">ں </w:t>
      </w:r>
      <w:r>
        <w:rPr>
          <w:rtl/>
        </w:rPr>
        <w:t>گواہى ديتا ہو</w:t>
      </w:r>
      <w:r w:rsidR="00B365A1">
        <w:rPr>
          <w:rtl/>
        </w:rPr>
        <w:t xml:space="preserve">ں </w:t>
      </w:r>
      <w:r>
        <w:rPr>
          <w:rtl/>
        </w:rPr>
        <w:t xml:space="preserve">كہ تمھارى رشتہ دارى زياد سے اسى طرح ہے جس طرح ہاتھى كى گدھے كے بچے سے </w:t>
      </w:r>
      <w:r w:rsidRPr="00C00E6D">
        <w:rPr>
          <w:rStyle w:val="libFootnotenumChar"/>
          <w:rtl/>
        </w:rPr>
        <w:t>(17)</w:t>
      </w:r>
      <w:r>
        <w:rPr>
          <w:rtl/>
        </w:rPr>
        <w:t xml:space="preserve"> </w:t>
      </w:r>
    </w:p>
    <w:p w:rsidR="00376422" w:rsidRDefault="00376422" w:rsidP="00E67399">
      <w:pPr>
        <w:pStyle w:val="libNormal"/>
        <w:rPr>
          <w:rtl/>
        </w:rPr>
      </w:pPr>
      <w:r>
        <w:rPr>
          <w:rtl/>
        </w:rPr>
        <w:t>مشہور دانشور اور مورخ ابن اثير لكھتے ہي</w:t>
      </w:r>
      <w:r w:rsidR="00B365A1">
        <w:rPr>
          <w:rtl/>
        </w:rPr>
        <w:t xml:space="preserve">ں </w:t>
      </w:r>
      <w:r>
        <w:rPr>
          <w:rtl/>
        </w:rPr>
        <w:t xml:space="preserve">: </w:t>
      </w:r>
    </w:p>
    <w:p w:rsidR="00376422" w:rsidRDefault="00376422" w:rsidP="00E67399">
      <w:pPr>
        <w:pStyle w:val="libNormal"/>
        <w:rPr>
          <w:rtl/>
        </w:rPr>
      </w:pPr>
      <w:r>
        <w:rPr>
          <w:rtl/>
        </w:rPr>
        <w:t xml:space="preserve">زياد كو ابو سفيان كا بيٹا قرار دينا يہ پہلا حكم تھا جو علنى طور پر شريعت مقدس كے قوانين كے بر خلاف بيان كيا گيا ، جبكہ رسول اسلام (ص) كا ارشاد گرامى ہے كہ ، بچہ شوھر كا ہوگا اور زانى كے لئے سنگسارى ہے _ الولد للفراش وللعاھر الحجر </w:t>
      </w:r>
      <w:r w:rsidRPr="00C00E6D">
        <w:rPr>
          <w:rStyle w:val="libFootnotenumChar"/>
          <w:rtl/>
        </w:rPr>
        <w:t>(18)</w:t>
      </w:r>
      <w:r>
        <w:rPr>
          <w:rtl/>
        </w:rPr>
        <w:t xml:space="preserve"> </w:t>
      </w:r>
    </w:p>
    <w:p w:rsidR="00376422" w:rsidRDefault="00376422" w:rsidP="00E67399">
      <w:pPr>
        <w:pStyle w:val="Heading2Center"/>
        <w:rPr>
          <w:rtl/>
        </w:rPr>
      </w:pPr>
      <w:bookmarkStart w:id="45" w:name="_Toc531605673"/>
      <w:r>
        <w:rPr>
          <w:rtl/>
        </w:rPr>
        <w:t>سنگين ٹيكس</w:t>
      </w:r>
      <w:bookmarkEnd w:id="45"/>
    </w:p>
    <w:p w:rsidR="00376422" w:rsidRDefault="00376422" w:rsidP="00E67399">
      <w:pPr>
        <w:pStyle w:val="libNormal"/>
        <w:rPr>
          <w:rtl/>
        </w:rPr>
      </w:pPr>
      <w:r>
        <w:rPr>
          <w:rtl/>
        </w:rPr>
        <w:t>جيسا كہ اپ نے پہلے ملاحظہ فرمايا كہ معاويہ نے اس وقت كے مكارو</w:t>
      </w:r>
      <w:r w:rsidR="00B365A1">
        <w:rPr>
          <w:rtl/>
        </w:rPr>
        <w:t xml:space="preserve">ں </w:t>
      </w:r>
      <w:r>
        <w:rPr>
          <w:rtl/>
        </w:rPr>
        <w:t>كو مختلف ذريعو</w:t>
      </w:r>
      <w:r w:rsidR="00B365A1">
        <w:rPr>
          <w:rtl/>
        </w:rPr>
        <w:t xml:space="preserve">ں </w:t>
      </w:r>
      <w:r>
        <w:rPr>
          <w:rtl/>
        </w:rPr>
        <w:t>سے اپنے قبضے مي</w:t>
      </w:r>
      <w:r w:rsidR="00B365A1">
        <w:rPr>
          <w:rtl/>
        </w:rPr>
        <w:t xml:space="preserve">ں </w:t>
      </w:r>
      <w:r>
        <w:rPr>
          <w:rtl/>
        </w:rPr>
        <w:t xml:space="preserve">كر ليا تھا _ </w:t>
      </w:r>
    </w:p>
    <w:p w:rsidR="00376422" w:rsidRDefault="00376422" w:rsidP="00E67399">
      <w:pPr>
        <w:pStyle w:val="libNormal"/>
        <w:rPr>
          <w:rtl/>
        </w:rPr>
      </w:pPr>
      <w:r>
        <w:rPr>
          <w:rtl/>
        </w:rPr>
        <w:t>كسى كو عہدے ديكر كسى كو دولت و ثروت دے كر اور كسى سے رشتہ ناطہ جو ڑكر ان سبھو</w:t>
      </w:r>
      <w:r w:rsidR="00B365A1">
        <w:rPr>
          <w:rtl/>
        </w:rPr>
        <w:t xml:space="preserve">ں </w:t>
      </w:r>
      <w:r>
        <w:rPr>
          <w:rtl/>
        </w:rPr>
        <w:t xml:space="preserve">كو كفر و جاہليت كى فوج بنا كر اموى پارٹى سے ملحق كر ديا تھا _ </w:t>
      </w:r>
    </w:p>
    <w:p w:rsidR="00376422" w:rsidRDefault="00376422" w:rsidP="00E67399">
      <w:pPr>
        <w:pStyle w:val="libNormal"/>
        <w:rPr>
          <w:rtl/>
        </w:rPr>
      </w:pPr>
      <w:r>
        <w:rPr>
          <w:rtl/>
        </w:rPr>
        <w:t>دوسرى طرف طاقتور قبيلو</w:t>
      </w:r>
      <w:r w:rsidR="00B365A1">
        <w:rPr>
          <w:rtl/>
        </w:rPr>
        <w:t xml:space="preserve">ں </w:t>
      </w:r>
      <w:r>
        <w:rPr>
          <w:rtl/>
        </w:rPr>
        <w:t>كے سردارو</w:t>
      </w:r>
      <w:r w:rsidR="00B365A1">
        <w:rPr>
          <w:rtl/>
        </w:rPr>
        <w:t xml:space="preserve">ں </w:t>
      </w:r>
      <w:r>
        <w:rPr>
          <w:rtl/>
        </w:rPr>
        <w:t>نيز دشمنو</w:t>
      </w:r>
      <w:r w:rsidR="00B365A1">
        <w:rPr>
          <w:rtl/>
        </w:rPr>
        <w:t xml:space="preserve">ں </w:t>
      </w:r>
      <w:r>
        <w:rPr>
          <w:rtl/>
        </w:rPr>
        <w:t>سے چاپلوسى ، نرم دلى ، بخشش اموال اور برد بارى كا اظہار كر كے اس لئے ان لوگو</w:t>
      </w:r>
      <w:r w:rsidR="00B365A1">
        <w:rPr>
          <w:rtl/>
        </w:rPr>
        <w:t xml:space="preserve">ں </w:t>
      </w:r>
      <w:r>
        <w:rPr>
          <w:rtl/>
        </w:rPr>
        <w:t>كو خاموش كر ديا تھا ، كہ يہ لوگ اسكى حكومت كے خلاف سازش نہ كر سكي</w:t>
      </w:r>
      <w:r w:rsidR="00B365A1">
        <w:rPr>
          <w:rtl/>
        </w:rPr>
        <w:t xml:space="preserve">ں </w:t>
      </w:r>
      <w:r>
        <w:rPr>
          <w:rtl/>
        </w:rPr>
        <w:t xml:space="preserve">_ </w:t>
      </w:r>
    </w:p>
    <w:p w:rsidR="00376422" w:rsidRDefault="00376422" w:rsidP="00E67399">
      <w:pPr>
        <w:pStyle w:val="libNormal"/>
        <w:rPr>
          <w:rtl/>
        </w:rPr>
      </w:pPr>
      <w:r>
        <w:rPr>
          <w:rtl/>
        </w:rPr>
        <w:t>البتہ اس كى ضمير فروش حكومت كے اتے ہى شروع ہو گئي تھى ، ليكن جب ستون حكومت مضبوط ہو گيا اور ماحول سازگار ہو گيا تو اس وقت اپنے كينہ و عناد كو نكالنے كے لئے سارے حكمرانو</w:t>
      </w:r>
      <w:r w:rsidR="00B365A1">
        <w:rPr>
          <w:rtl/>
        </w:rPr>
        <w:t xml:space="preserve">ں </w:t>
      </w:r>
      <w:r>
        <w:rPr>
          <w:rtl/>
        </w:rPr>
        <w:t>كو حكم ديا كہ تمام سر زمين اسلامى كے اموال جمع كر لئے جائي</w:t>
      </w:r>
      <w:r w:rsidR="00B365A1">
        <w:rPr>
          <w:rtl/>
        </w:rPr>
        <w:t xml:space="preserve">ں </w:t>
      </w:r>
      <w:r>
        <w:rPr>
          <w:rtl/>
        </w:rPr>
        <w:t xml:space="preserve">تاكہ گذشتہ كى طرح روساء قوم كے پاس زر و جواہر نہ رہے </w:t>
      </w:r>
      <w:r w:rsidRPr="00C00E6D">
        <w:rPr>
          <w:rStyle w:val="libFootnotenumChar"/>
          <w:rtl/>
        </w:rPr>
        <w:t>(19)</w:t>
      </w:r>
      <w:r>
        <w:rPr>
          <w:rtl/>
        </w:rPr>
        <w:t xml:space="preserve"> </w:t>
      </w:r>
    </w:p>
    <w:p w:rsidR="00CD0A6C" w:rsidRDefault="00376422" w:rsidP="00E67399">
      <w:pPr>
        <w:pStyle w:val="libNormal"/>
        <w:rPr>
          <w:rtl/>
        </w:rPr>
      </w:pPr>
      <w:r>
        <w:rPr>
          <w:rtl/>
        </w:rPr>
        <w:t>معاويہ كى طمع دن بدن بڑھتى جا رہى تھى ، چنانچہ مسلمانو</w:t>
      </w:r>
      <w:r w:rsidR="00B365A1">
        <w:rPr>
          <w:rtl/>
        </w:rPr>
        <w:t xml:space="preserve">ں </w:t>
      </w:r>
      <w:r>
        <w:rPr>
          <w:rtl/>
        </w:rPr>
        <w:t>كے اموال كو ہڑپنے كے لئے ايك نيا حيلہ تلاش كر كے ايك دن حكم ديا كہ ساسانى بادشاہو</w:t>
      </w:r>
      <w:r w:rsidR="00B365A1">
        <w:rPr>
          <w:rtl/>
        </w:rPr>
        <w:t xml:space="preserve">ں </w:t>
      </w:r>
      <w:r>
        <w:rPr>
          <w:rtl/>
        </w:rPr>
        <w:t>كى زمينو</w:t>
      </w:r>
      <w:r w:rsidR="00B365A1">
        <w:rPr>
          <w:rtl/>
        </w:rPr>
        <w:t xml:space="preserve">ں </w:t>
      </w:r>
      <w:r>
        <w:rPr>
          <w:rtl/>
        </w:rPr>
        <w:t>پر جو كوفے كے اطراف مي</w:t>
      </w:r>
      <w:r w:rsidR="00B365A1">
        <w:rPr>
          <w:rtl/>
        </w:rPr>
        <w:t xml:space="preserve">ں </w:t>
      </w:r>
      <w:r>
        <w:rPr>
          <w:rtl/>
        </w:rPr>
        <w:t>تھى اس پر كھيتى كى جائے اور اسكا خراج ہمي</w:t>
      </w:r>
      <w:r w:rsidR="00B365A1">
        <w:rPr>
          <w:rtl/>
        </w:rPr>
        <w:t xml:space="preserve">ں </w:t>
      </w:r>
      <w:r>
        <w:rPr>
          <w:rtl/>
        </w:rPr>
        <w:t xml:space="preserve">بھيج ديا </w:t>
      </w:r>
    </w:p>
    <w:p w:rsidR="00137FAB" w:rsidRDefault="00137FAB" w:rsidP="00E67399">
      <w:pPr>
        <w:pStyle w:val="libLine"/>
        <w:rPr>
          <w:rtl/>
        </w:rPr>
      </w:pPr>
      <w:r>
        <w:rPr>
          <w:rFonts w:hint="cs"/>
          <w:rtl/>
        </w:rPr>
        <w:t>____________________</w:t>
      </w:r>
    </w:p>
    <w:p w:rsidR="00B654FF" w:rsidRDefault="00B654FF" w:rsidP="00E67399">
      <w:pPr>
        <w:pStyle w:val="libFootnote"/>
        <w:rPr>
          <w:rtl/>
        </w:rPr>
      </w:pPr>
      <w:r>
        <w:rPr>
          <w:rtl/>
        </w:rPr>
        <w:t xml:space="preserve">17_ ابن عساكر ج5 ص 409 ، طبرى ج4 ص 259 </w:t>
      </w:r>
    </w:p>
    <w:p w:rsidR="00B654FF" w:rsidRDefault="00B654FF" w:rsidP="00E67399">
      <w:pPr>
        <w:pStyle w:val="libFootnote"/>
        <w:rPr>
          <w:rtl/>
        </w:rPr>
      </w:pPr>
      <w:r>
        <w:rPr>
          <w:rtl/>
        </w:rPr>
        <w:t xml:space="preserve">18_ مروج الذھب ، انساب الاشراف </w:t>
      </w:r>
    </w:p>
    <w:p w:rsidR="00B654FF" w:rsidRDefault="00B654FF" w:rsidP="00E67399">
      <w:pPr>
        <w:pStyle w:val="libFootnote"/>
        <w:rPr>
          <w:rtl/>
        </w:rPr>
      </w:pPr>
      <w:r>
        <w:rPr>
          <w:rtl/>
        </w:rPr>
        <w:t xml:space="preserve">19_ تاريخ ابن اثير ج3 ص 202 ، سير اعلام النبلا ج2 ص 340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جائے ، ان زمينو</w:t>
      </w:r>
      <w:r w:rsidR="00B365A1">
        <w:rPr>
          <w:rtl/>
        </w:rPr>
        <w:t xml:space="preserve">ں </w:t>
      </w:r>
      <w:r>
        <w:rPr>
          <w:rtl/>
        </w:rPr>
        <w:t xml:space="preserve">كاسالانہ ٹيكس تقريبا پانچ لاكھ درہم ہوتا تھا _ </w:t>
      </w:r>
    </w:p>
    <w:p w:rsidR="00376422" w:rsidRDefault="00376422" w:rsidP="00E67399">
      <w:pPr>
        <w:pStyle w:val="libNormal"/>
        <w:rPr>
          <w:rtl/>
        </w:rPr>
      </w:pPr>
      <w:r>
        <w:rPr>
          <w:rtl/>
        </w:rPr>
        <w:t xml:space="preserve">دوسرى مرتبہ حكم ديا كہ بصرہ كے اطراف كى پيدا وار بصرہ سے متعلق ہے اور اسكا حاكم عبد الرحمن بن ابو بكر ہے _ </w:t>
      </w:r>
    </w:p>
    <w:p w:rsidR="00376422" w:rsidRDefault="00376422" w:rsidP="00E67399">
      <w:pPr>
        <w:pStyle w:val="libNormal"/>
        <w:rPr>
          <w:rtl/>
        </w:rPr>
      </w:pPr>
      <w:r>
        <w:rPr>
          <w:rtl/>
        </w:rPr>
        <w:t>تيسرى مرتبہ امير شام معاويہ نے يہ حكم ديا كہ _</w:t>
      </w:r>
      <w:r w:rsidR="00831D2C">
        <w:rPr>
          <w:rtl/>
        </w:rPr>
        <w:t xml:space="preserve"> آيا </w:t>
      </w:r>
      <w:r>
        <w:rPr>
          <w:rtl/>
        </w:rPr>
        <w:t>م نوروز مي</w:t>
      </w:r>
      <w:r w:rsidR="00B365A1">
        <w:rPr>
          <w:rtl/>
        </w:rPr>
        <w:t xml:space="preserve">ں </w:t>
      </w:r>
      <w:r>
        <w:rPr>
          <w:rtl/>
        </w:rPr>
        <w:t>ايراني، گذشتہ باد شاہو</w:t>
      </w:r>
      <w:r w:rsidR="00B365A1">
        <w:rPr>
          <w:rtl/>
        </w:rPr>
        <w:t xml:space="preserve">ں </w:t>
      </w:r>
      <w:r>
        <w:rPr>
          <w:rtl/>
        </w:rPr>
        <w:t>كو تحفہ و تحائف ديتے تھے اس سال ميرے پاس تحفے بھيجي</w:t>
      </w:r>
      <w:r w:rsidR="00B365A1">
        <w:rPr>
          <w:rtl/>
        </w:rPr>
        <w:t xml:space="preserve">ں </w:t>
      </w:r>
      <w:r>
        <w:rPr>
          <w:rtl/>
        </w:rPr>
        <w:t>، گويا وہ عصر جاہليت كا امپراطور بنا ہوا تھا ، اور اپنے باپ كى وصيت كہ'' خلافت كو بادشاہت مي</w:t>
      </w:r>
      <w:r w:rsidR="00B365A1">
        <w:rPr>
          <w:rtl/>
        </w:rPr>
        <w:t xml:space="preserve">ں </w:t>
      </w:r>
      <w:r>
        <w:rPr>
          <w:rtl/>
        </w:rPr>
        <w:t xml:space="preserve">تبديل كر دينا'' كو عملى جامہ پہنا رہا تھا _ </w:t>
      </w:r>
    </w:p>
    <w:p w:rsidR="00376422" w:rsidRDefault="00376422" w:rsidP="00E67399">
      <w:pPr>
        <w:pStyle w:val="libNormal"/>
        <w:rPr>
          <w:rtl/>
        </w:rPr>
      </w:pPr>
      <w:r>
        <w:rPr>
          <w:rtl/>
        </w:rPr>
        <w:t>ايران و عراق كے غريبو</w:t>
      </w:r>
      <w:r w:rsidR="00B365A1">
        <w:rPr>
          <w:rtl/>
        </w:rPr>
        <w:t xml:space="preserve">ں </w:t>
      </w:r>
      <w:r>
        <w:rPr>
          <w:rtl/>
        </w:rPr>
        <w:t>كو جو</w:t>
      </w:r>
      <w:r w:rsidR="00831D2C">
        <w:rPr>
          <w:rtl/>
        </w:rPr>
        <w:t xml:space="preserve"> آيا </w:t>
      </w:r>
      <w:r>
        <w:rPr>
          <w:rtl/>
        </w:rPr>
        <w:t>م نو روز مي</w:t>
      </w:r>
      <w:r w:rsidR="00B365A1">
        <w:rPr>
          <w:rtl/>
        </w:rPr>
        <w:t xml:space="preserve">ں </w:t>
      </w:r>
      <w:r>
        <w:rPr>
          <w:rtl/>
        </w:rPr>
        <w:t>تحفہ دينا ضرورى تھا تقريبا لاكھو</w:t>
      </w:r>
      <w:r w:rsidR="00B365A1">
        <w:rPr>
          <w:rtl/>
        </w:rPr>
        <w:t xml:space="preserve">ں </w:t>
      </w:r>
      <w:r>
        <w:rPr>
          <w:rtl/>
        </w:rPr>
        <w:t xml:space="preserve">درہم تك پہونچتا تھا </w:t>
      </w:r>
      <w:r w:rsidRPr="00C00E6D">
        <w:rPr>
          <w:rStyle w:val="libFootnotenumChar"/>
          <w:rtl/>
        </w:rPr>
        <w:t>(20)</w:t>
      </w:r>
      <w:r>
        <w:rPr>
          <w:rtl/>
        </w:rPr>
        <w:t xml:space="preserve"> </w:t>
      </w:r>
    </w:p>
    <w:p w:rsidR="00376422" w:rsidRDefault="00376422" w:rsidP="00E67399">
      <w:pPr>
        <w:pStyle w:val="libNormal"/>
        <w:rPr>
          <w:rtl/>
        </w:rPr>
      </w:pPr>
      <w:r>
        <w:rPr>
          <w:rtl/>
        </w:rPr>
        <w:t>معاويہ نے صرف كوفہ و بصرہ كى پيداوار كو غصب نہي</w:t>
      </w:r>
      <w:r w:rsidR="00B365A1">
        <w:rPr>
          <w:rtl/>
        </w:rPr>
        <w:t xml:space="preserve">ں </w:t>
      </w:r>
      <w:r>
        <w:rPr>
          <w:rtl/>
        </w:rPr>
        <w:t>كيا بلكہ يمن ، شام ، اور بين النہرين پر بھى ہاتھ مار كر ان زمينو</w:t>
      </w:r>
      <w:r w:rsidR="00B365A1">
        <w:rPr>
          <w:rtl/>
        </w:rPr>
        <w:t xml:space="preserve">ں </w:t>
      </w:r>
      <w:r>
        <w:rPr>
          <w:rtl/>
        </w:rPr>
        <w:t>كو جو حكومتى تھي</w:t>
      </w:r>
      <w:r w:rsidR="00B365A1">
        <w:rPr>
          <w:rtl/>
        </w:rPr>
        <w:t xml:space="preserve">ں </w:t>
      </w:r>
      <w:r>
        <w:rPr>
          <w:rtl/>
        </w:rPr>
        <w:t>ہڑپ ليا ، اس طرح اكثر بلاد اسلامى كى دولت و ثروت خاندان اموى اور معاويہ كے رشتہ دارو</w:t>
      </w:r>
      <w:r w:rsidR="00B365A1">
        <w:rPr>
          <w:rtl/>
        </w:rPr>
        <w:t xml:space="preserve">ں </w:t>
      </w:r>
      <w:r>
        <w:rPr>
          <w:rtl/>
        </w:rPr>
        <w:t>مي</w:t>
      </w:r>
      <w:r w:rsidR="00B365A1">
        <w:rPr>
          <w:rtl/>
        </w:rPr>
        <w:t xml:space="preserve">ں </w:t>
      </w:r>
      <w:r>
        <w:rPr>
          <w:rtl/>
        </w:rPr>
        <w:t xml:space="preserve">چلى گئي _ </w:t>
      </w:r>
    </w:p>
    <w:p w:rsidR="00376422" w:rsidRDefault="00376422" w:rsidP="00E67399">
      <w:pPr>
        <w:pStyle w:val="libNormal"/>
        <w:rPr>
          <w:rtl/>
        </w:rPr>
      </w:pPr>
      <w:r>
        <w:rPr>
          <w:rtl/>
        </w:rPr>
        <w:t>معاويہ كى ہٹ دھرمى اس قدر بڑھ گئي تھى كہ دو مقدس شہرو</w:t>
      </w:r>
      <w:r w:rsidR="00B365A1">
        <w:rPr>
          <w:rtl/>
        </w:rPr>
        <w:t xml:space="preserve">ں </w:t>
      </w:r>
      <w:r>
        <w:rPr>
          <w:rtl/>
        </w:rPr>
        <w:t>مكہ و مدينہ كو بھى نہي</w:t>
      </w:r>
      <w:r w:rsidR="00B365A1">
        <w:rPr>
          <w:rtl/>
        </w:rPr>
        <w:t xml:space="preserve">ں </w:t>
      </w:r>
      <w:r>
        <w:rPr>
          <w:rtl/>
        </w:rPr>
        <w:t>چھوڑا اور ان دونو</w:t>
      </w:r>
      <w:r w:rsidR="00B365A1">
        <w:rPr>
          <w:rtl/>
        </w:rPr>
        <w:t xml:space="preserve">ں </w:t>
      </w:r>
      <w:r>
        <w:rPr>
          <w:rtl/>
        </w:rPr>
        <w:t>شہرو</w:t>
      </w:r>
      <w:r w:rsidR="00B365A1">
        <w:rPr>
          <w:rtl/>
        </w:rPr>
        <w:t xml:space="preserve">ں </w:t>
      </w:r>
      <w:r>
        <w:rPr>
          <w:rtl/>
        </w:rPr>
        <w:t>سے اسكے پاس خرما اور گيہو</w:t>
      </w:r>
      <w:r w:rsidR="00B365A1">
        <w:rPr>
          <w:rtl/>
        </w:rPr>
        <w:t xml:space="preserve">ں </w:t>
      </w:r>
      <w:r>
        <w:rPr>
          <w:rtl/>
        </w:rPr>
        <w:t>اتے تھے اسى مي</w:t>
      </w:r>
      <w:r w:rsidR="00B365A1">
        <w:rPr>
          <w:rtl/>
        </w:rPr>
        <w:t xml:space="preserve">ں </w:t>
      </w:r>
      <w:r>
        <w:rPr>
          <w:rtl/>
        </w:rPr>
        <w:t xml:space="preserve">فدك بھى تھا جو معاويہ نے مروان بن حكم كو ديديا تھا </w:t>
      </w:r>
      <w:r w:rsidRPr="00C00E6D">
        <w:rPr>
          <w:rStyle w:val="libFootnotenumChar"/>
          <w:rtl/>
        </w:rPr>
        <w:t>(21)</w:t>
      </w:r>
      <w:r>
        <w:rPr>
          <w:rtl/>
        </w:rPr>
        <w:t xml:space="preserve"> </w:t>
      </w:r>
    </w:p>
    <w:p w:rsidR="00376422" w:rsidRDefault="00376422" w:rsidP="00E67399">
      <w:pPr>
        <w:pStyle w:val="libNormal"/>
        <w:rPr>
          <w:rtl/>
        </w:rPr>
      </w:pPr>
      <w:r>
        <w:rPr>
          <w:rtl/>
        </w:rPr>
        <w:t>جب حكومت اموى مضبوط ہو گئي تو معاويہ كى سياست بھى بدل گئي ابھى تك دشمنو</w:t>
      </w:r>
      <w:r w:rsidR="00B365A1">
        <w:rPr>
          <w:rtl/>
        </w:rPr>
        <w:t xml:space="preserve">ں </w:t>
      </w:r>
      <w:r>
        <w:rPr>
          <w:rtl/>
        </w:rPr>
        <w:t>سے اچھے روابط تھے ليكن جب انكو دولت و رياست كے ذريعہ رام كر ديا تو اپنے كينہ ديرينہ كو اشكار كيا ، لہذا جب مدينہ</w:t>
      </w:r>
      <w:r w:rsidR="00831D2C">
        <w:rPr>
          <w:rtl/>
        </w:rPr>
        <w:t xml:space="preserve"> آيا </w:t>
      </w:r>
      <w:r>
        <w:rPr>
          <w:rtl/>
        </w:rPr>
        <w:t xml:space="preserve"> اور بنى ہاشم اپنى مشكلات كو ليكر گئے تو انكو ديكھتے ہى كہنے لگا كہ _ كيا كام ہے</w:t>
      </w:r>
      <w:r w:rsidR="00831D2C">
        <w:rPr>
          <w:rtl/>
        </w:rPr>
        <w:t xml:space="preserve"> آيا </w:t>
      </w:r>
      <w:r>
        <w:rPr>
          <w:rtl/>
        </w:rPr>
        <w:t xml:space="preserve"> اس مي</w:t>
      </w:r>
      <w:r w:rsidR="00B365A1">
        <w:rPr>
          <w:rtl/>
        </w:rPr>
        <w:t xml:space="preserve">ں </w:t>
      </w:r>
      <w:r>
        <w:rPr>
          <w:rtl/>
        </w:rPr>
        <w:t>راضى نہي</w:t>
      </w:r>
      <w:r w:rsidR="00B365A1">
        <w:rPr>
          <w:rtl/>
        </w:rPr>
        <w:t xml:space="preserve">ں </w:t>
      </w:r>
      <w:r>
        <w:rPr>
          <w:rtl/>
        </w:rPr>
        <w:t>ہو كہ ہم تمھارے خون كو ( قتل عثمان كے باوجود ) محترم جانے ہوئے ہي</w:t>
      </w:r>
      <w:r w:rsidR="00B365A1">
        <w:rPr>
          <w:rtl/>
        </w:rPr>
        <w:t xml:space="preserve">ں </w:t>
      </w:r>
      <w:r>
        <w:rPr>
          <w:rtl/>
        </w:rPr>
        <w:t xml:space="preserve">؟ </w:t>
      </w:r>
    </w:p>
    <w:p w:rsidR="00376422" w:rsidRDefault="00376422" w:rsidP="00E67399">
      <w:pPr>
        <w:pStyle w:val="libNormal"/>
        <w:rPr>
          <w:rtl/>
        </w:rPr>
      </w:pPr>
      <w:r>
        <w:rPr>
          <w:rtl/>
        </w:rPr>
        <w:t>خدا كى قسم _ تم لوگو</w:t>
      </w:r>
      <w:r w:rsidR="00B365A1">
        <w:rPr>
          <w:rtl/>
        </w:rPr>
        <w:t xml:space="preserve">ں </w:t>
      </w:r>
      <w:r>
        <w:rPr>
          <w:rtl/>
        </w:rPr>
        <w:t xml:space="preserve">كا خون بہانا جائز ہے ؟ </w:t>
      </w:r>
    </w:p>
    <w:p w:rsidR="00376422" w:rsidRDefault="00376422" w:rsidP="00E67399">
      <w:pPr>
        <w:pStyle w:val="libNormal"/>
        <w:rPr>
          <w:rtl/>
        </w:rPr>
      </w:pPr>
      <w:r>
        <w:rPr>
          <w:rtl/>
        </w:rPr>
        <w:t>معاويہ كا لب و لہجہ اتنا برا تھا كہ گويا اس نے كچھ كيا ہى نہي</w:t>
      </w:r>
      <w:r w:rsidR="00B365A1">
        <w:rPr>
          <w:rtl/>
        </w:rPr>
        <w:t xml:space="preserve">ں </w:t>
      </w:r>
      <w:r>
        <w:rPr>
          <w:rtl/>
        </w:rPr>
        <w:t>ہے اور عثمان كى مدد مي</w:t>
      </w:r>
      <w:r w:rsidR="00B365A1">
        <w:rPr>
          <w:rtl/>
        </w:rPr>
        <w:t xml:space="preserve">ں </w:t>
      </w:r>
      <w:r>
        <w:rPr>
          <w:rtl/>
        </w:rPr>
        <w:t xml:space="preserve">گويا اپنى كوتاہى بھول بيٹھا ہے ؟ </w:t>
      </w:r>
    </w:p>
    <w:p w:rsidR="00376422" w:rsidRDefault="00376422" w:rsidP="00E67399">
      <w:pPr>
        <w:pStyle w:val="libNormal"/>
        <w:rPr>
          <w:rtl/>
        </w:rPr>
      </w:pPr>
      <w:r>
        <w:rPr>
          <w:rtl/>
        </w:rPr>
        <w:t xml:space="preserve">بات اتنى بڑھ گئي كہ امير المومنين كے شاگرد ابن عباس ( حبر امة ) بول اٹھے </w:t>
      </w:r>
    </w:p>
    <w:p w:rsidR="00137FAB" w:rsidRDefault="00137FAB" w:rsidP="00E67399">
      <w:pPr>
        <w:pStyle w:val="libLine"/>
        <w:rPr>
          <w:rtl/>
        </w:rPr>
      </w:pPr>
      <w:r>
        <w:rPr>
          <w:rFonts w:hint="cs"/>
          <w:rtl/>
        </w:rPr>
        <w:t>____________________</w:t>
      </w:r>
    </w:p>
    <w:p w:rsidR="00B654FF" w:rsidRDefault="00B654FF" w:rsidP="00E67399">
      <w:pPr>
        <w:pStyle w:val="libFootnote"/>
        <w:rPr>
          <w:rtl/>
        </w:rPr>
      </w:pPr>
      <w:r>
        <w:rPr>
          <w:rtl/>
        </w:rPr>
        <w:t xml:space="preserve">20_ يعقوبى ج2 ص 218 چاپ بيروت </w:t>
      </w:r>
    </w:p>
    <w:p w:rsidR="00B654FF" w:rsidRDefault="00B654FF" w:rsidP="00E67399">
      <w:pPr>
        <w:pStyle w:val="libFootnote"/>
        <w:rPr>
          <w:rtl/>
        </w:rPr>
      </w:pPr>
      <w:r>
        <w:rPr>
          <w:rtl/>
        </w:rPr>
        <w:t xml:space="preserve">21_ يعقوبى ج2 ص 234 </w:t>
      </w:r>
    </w:p>
    <w:p w:rsidR="00137FAB" w:rsidRDefault="00137FAB" w:rsidP="00E67399">
      <w:pPr>
        <w:pStyle w:val="libPoemTini"/>
        <w:rPr>
          <w:rtl/>
        </w:rPr>
      </w:pPr>
      <w:r>
        <w:rPr>
          <w:rtl/>
        </w:rPr>
        <w:br w:type="page"/>
      </w:r>
    </w:p>
    <w:p w:rsidR="00376422" w:rsidRDefault="00376422" w:rsidP="00E67399">
      <w:pPr>
        <w:pStyle w:val="libNormal"/>
        <w:rPr>
          <w:rtl/>
        </w:rPr>
      </w:pPr>
      <w:r>
        <w:rPr>
          <w:rtl/>
        </w:rPr>
        <w:lastRenderedPageBreak/>
        <w:t>اے معاويہ _ جو كچھ تم نے ہمارى نسبت كہا ہے تيرى شرارت و خباثت باطنى كے علاوہ كچھ نہي</w:t>
      </w:r>
      <w:r w:rsidR="00B365A1">
        <w:rPr>
          <w:rtl/>
        </w:rPr>
        <w:t xml:space="preserve">ں </w:t>
      </w:r>
      <w:r>
        <w:rPr>
          <w:rtl/>
        </w:rPr>
        <w:t xml:space="preserve">ہے _ </w:t>
      </w:r>
    </w:p>
    <w:p w:rsidR="00376422" w:rsidRDefault="00376422" w:rsidP="00E67399">
      <w:pPr>
        <w:pStyle w:val="libNormal"/>
        <w:rPr>
          <w:rtl/>
        </w:rPr>
      </w:pPr>
      <w:r>
        <w:rPr>
          <w:rtl/>
        </w:rPr>
        <w:t>خدا كى قسم ، پہلے تم اس سزا كے مستحق ہو كيونكہ تم نے خون عثمان كے نام پر لوگو</w:t>
      </w:r>
      <w:r w:rsidR="00B365A1">
        <w:rPr>
          <w:rtl/>
        </w:rPr>
        <w:t xml:space="preserve">ں </w:t>
      </w:r>
      <w:r>
        <w:rPr>
          <w:rtl/>
        </w:rPr>
        <w:t xml:space="preserve">كو بھڑكايا اور اس كے خون كا بدلہ لينے كے لئے تم اٹھے _ </w:t>
      </w:r>
    </w:p>
    <w:p w:rsidR="00376422" w:rsidRDefault="00376422" w:rsidP="00E67399">
      <w:pPr>
        <w:pStyle w:val="libNormal"/>
        <w:rPr>
          <w:rtl/>
        </w:rPr>
      </w:pPr>
      <w:r>
        <w:rPr>
          <w:rtl/>
        </w:rPr>
        <w:t>ابن عباس نے اتنا سنايا كہ معاويہ كو پانى پانى كر ديا ، پھر انصار ملنے گئے تو معاويہ نے ان لوگو</w:t>
      </w:r>
      <w:r w:rsidR="00B365A1">
        <w:rPr>
          <w:rtl/>
        </w:rPr>
        <w:t xml:space="preserve">ں </w:t>
      </w:r>
      <w:r>
        <w:rPr>
          <w:rtl/>
        </w:rPr>
        <w:t>سے سخت لہجہ مي</w:t>
      </w:r>
      <w:r w:rsidR="00B365A1">
        <w:rPr>
          <w:rtl/>
        </w:rPr>
        <w:t xml:space="preserve">ں </w:t>
      </w:r>
      <w:r>
        <w:rPr>
          <w:rtl/>
        </w:rPr>
        <w:t xml:space="preserve">گفتگو كى اور انكو ذليل كرنے كے لئے ايك جملہ چست كيا كہ وہ تمہارے پانى ڈھونے والے اونٹ كيا ہوئے ؟ </w:t>
      </w:r>
    </w:p>
    <w:p w:rsidR="00376422" w:rsidRDefault="00376422" w:rsidP="00E67399">
      <w:pPr>
        <w:pStyle w:val="libNormal"/>
        <w:rPr>
          <w:rtl/>
        </w:rPr>
      </w:pPr>
      <w:r>
        <w:rPr>
          <w:rtl/>
        </w:rPr>
        <w:t>انصار نے غصہ مي</w:t>
      </w:r>
      <w:r w:rsidR="00B365A1">
        <w:rPr>
          <w:rtl/>
        </w:rPr>
        <w:t xml:space="preserve">ں </w:t>
      </w:r>
      <w:r>
        <w:rPr>
          <w:rtl/>
        </w:rPr>
        <w:t>جواب ديا ، جس وقت جنگ بدر مي</w:t>
      </w:r>
      <w:r w:rsidR="00B365A1">
        <w:rPr>
          <w:rtl/>
        </w:rPr>
        <w:t xml:space="preserve">ں </w:t>
      </w:r>
      <w:r>
        <w:rPr>
          <w:rtl/>
        </w:rPr>
        <w:t xml:space="preserve">باپ بھائي اور دادا كو مارا تھا اس وقت انكو ہاتھ سے كھو ديا _ </w:t>
      </w:r>
    </w:p>
    <w:p w:rsidR="00376422" w:rsidRDefault="00376422" w:rsidP="00E67399">
      <w:pPr>
        <w:pStyle w:val="libNormal"/>
        <w:rPr>
          <w:rtl/>
        </w:rPr>
      </w:pPr>
      <w:r>
        <w:rPr>
          <w:rtl/>
        </w:rPr>
        <w:t>پھر انصار نے كہا كہ _ ہم صرف خدا و رسول كے حكم كى بنا پر چھوڑ رہے ہي</w:t>
      </w:r>
      <w:r w:rsidR="00B365A1">
        <w:rPr>
          <w:rtl/>
        </w:rPr>
        <w:t xml:space="preserve">ں </w:t>
      </w:r>
      <w:r>
        <w:rPr>
          <w:rtl/>
        </w:rPr>
        <w:t xml:space="preserve">_ </w:t>
      </w:r>
    </w:p>
    <w:p w:rsidR="00376422" w:rsidRDefault="00376422" w:rsidP="00E67399">
      <w:pPr>
        <w:pStyle w:val="libNormal"/>
        <w:rPr>
          <w:rtl/>
        </w:rPr>
      </w:pPr>
      <w:r>
        <w:rPr>
          <w:rtl/>
        </w:rPr>
        <w:t xml:space="preserve">معاويہ نے پوچھا _ يہ بتائو تم كو كيا وصيت كيا ہے ؟ </w:t>
      </w:r>
    </w:p>
    <w:p w:rsidR="00376422" w:rsidRDefault="00376422" w:rsidP="00E67399">
      <w:pPr>
        <w:pStyle w:val="libNormal"/>
        <w:rPr>
          <w:rtl/>
        </w:rPr>
      </w:pPr>
      <w:r>
        <w:rPr>
          <w:rtl/>
        </w:rPr>
        <w:t>ان لوگو</w:t>
      </w:r>
      <w:r w:rsidR="00B365A1">
        <w:rPr>
          <w:rtl/>
        </w:rPr>
        <w:t xml:space="preserve">ں </w:t>
      </w:r>
      <w:r>
        <w:rPr>
          <w:rtl/>
        </w:rPr>
        <w:t xml:space="preserve">نے كہا صبر و نيكى كا حكم ديا ہے معاويہ نے كہا _ تو پھر صبر كرو </w:t>
      </w:r>
    </w:p>
    <w:p w:rsidR="00376422" w:rsidRDefault="00376422" w:rsidP="00E67399">
      <w:pPr>
        <w:pStyle w:val="libNormal"/>
        <w:rPr>
          <w:rtl/>
        </w:rPr>
      </w:pPr>
      <w:r>
        <w:rPr>
          <w:rtl/>
        </w:rPr>
        <w:t>جس گھڑى مدينہ سے معاويہ شام واپس ہونے لگا تو ا س كى كوئي خواہش پورى نہي</w:t>
      </w:r>
      <w:r w:rsidR="00B365A1">
        <w:rPr>
          <w:rtl/>
        </w:rPr>
        <w:t xml:space="preserve">ں </w:t>
      </w:r>
      <w:r>
        <w:rPr>
          <w:rtl/>
        </w:rPr>
        <w:t xml:space="preserve">ہوئي </w:t>
      </w:r>
      <w:r w:rsidRPr="00C00E6D">
        <w:rPr>
          <w:rStyle w:val="libFootnotenumChar"/>
          <w:rtl/>
        </w:rPr>
        <w:t>(22)</w:t>
      </w:r>
      <w:r>
        <w:rPr>
          <w:rtl/>
        </w:rPr>
        <w:t xml:space="preserve"> _ </w:t>
      </w:r>
    </w:p>
    <w:p w:rsidR="00376422" w:rsidRDefault="00376422" w:rsidP="00E67399">
      <w:pPr>
        <w:pStyle w:val="libNormal"/>
        <w:rPr>
          <w:rtl/>
        </w:rPr>
      </w:pPr>
      <w:r>
        <w:rPr>
          <w:rtl/>
        </w:rPr>
        <w:t>اسى سفر مي</w:t>
      </w:r>
      <w:r w:rsidR="00B365A1">
        <w:rPr>
          <w:rtl/>
        </w:rPr>
        <w:t xml:space="preserve">ں </w:t>
      </w:r>
      <w:r>
        <w:rPr>
          <w:rtl/>
        </w:rPr>
        <w:t>معاويہ نے يہ حكم ديا كہ منبر و عصاء رسول (ص) كو شام لے چلو كيونكہ اہل مدينہ نے عثمان كو قتل كيا ہے لہذا ان چيزو</w:t>
      </w:r>
      <w:r w:rsidR="00B365A1">
        <w:rPr>
          <w:rtl/>
        </w:rPr>
        <w:t xml:space="preserve">ں </w:t>
      </w:r>
      <w:r>
        <w:rPr>
          <w:rtl/>
        </w:rPr>
        <w:t>كا يہا</w:t>
      </w:r>
      <w:r w:rsidR="00B365A1">
        <w:rPr>
          <w:rtl/>
        </w:rPr>
        <w:t xml:space="preserve">ں </w:t>
      </w:r>
      <w:r>
        <w:rPr>
          <w:rtl/>
        </w:rPr>
        <w:t>رہنا مناسب نہي</w:t>
      </w:r>
      <w:r w:rsidR="00B365A1">
        <w:rPr>
          <w:rtl/>
        </w:rPr>
        <w:t xml:space="preserve">ں </w:t>
      </w:r>
      <w:r>
        <w:rPr>
          <w:rtl/>
        </w:rPr>
        <w:t>ہے مامورين ايك طرف عصاء رسول(ص) كو تلاش كر رہے تھے تو دوسرى طرف منبر كو اٹھا رہے تھے مورخين كہتے ہي</w:t>
      </w:r>
      <w:r w:rsidR="00B365A1">
        <w:rPr>
          <w:rtl/>
        </w:rPr>
        <w:t xml:space="preserve">ں </w:t>
      </w:r>
      <w:r>
        <w:rPr>
          <w:rtl/>
        </w:rPr>
        <w:t xml:space="preserve">_ </w:t>
      </w:r>
    </w:p>
    <w:p w:rsidR="00376422" w:rsidRDefault="00376422" w:rsidP="00E67399">
      <w:pPr>
        <w:pStyle w:val="libNormal"/>
        <w:rPr>
          <w:rtl/>
        </w:rPr>
      </w:pPr>
      <w:r>
        <w:rPr>
          <w:rtl/>
        </w:rPr>
        <w:t xml:space="preserve">جيسے ہى مامورين نے منبر كو اٹھايا تو </w:t>
      </w:r>
      <w:r w:rsidR="00FF45BE">
        <w:rPr>
          <w:rtl/>
        </w:rPr>
        <w:t xml:space="preserve">آواز </w:t>
      </w:r>
      <w:r>
        <w:rPr>
          <w:rtl/>
        </w:rPr>
        <w:t xml:space="preserve"> انے لگى اور سورج كو گہن لگ گيا لہذا انھو</w:t>
      </w:r>
      <w:r w:rsidR="00B365A1">
        <w:rPr>
          <w:rtl/>
        </w:rPr>
        <w:t xml:space="preserve">ں </w:t>
      </w:r>
      <w:r>
        <w:rPr>
          <w:rtl/>
        </w:rPr>
        <w:t xml:space="preserve">نے اسكو چھوڑ ديا </w:t>
      </w:r>
      <w:r w:rsidRPr="00C00E6D">
        <w:rPr>
          <w:rStyle w:val="libFootnotenumChar"/>
          <w:rtl/>
        </w:rPr>
        <w:t>(23)</w:t>
      </w:r>
      <w:r>
        <w:rPr>
          <w:rtl/>
        </w:rPr>
        <w:t xml:space="preserve"> </w:t>
      </w:r>
    </w:p>
    <w:p w:rsidR="00376422" w:rsidRDefault="00376422" w:rsidP="00E67399">
      <w:pPr>
        <w:pStyle w:val="libNormal"/>
        <w:rPr>
          <w:rtl/>
        </w:rPr>
      </w:pPr>
      <w:r>
        <w:rPr>
          <w:rtl/>
        </w:rPr>
        <w:t>بعض كہتے ہي</w:t>
      </w:r>
      <w:r w:rsidR="00B365A1">
        <w:rPr>
          <w:rtl/>
        </w:rPr>
        <w:t xml:space="preserve">ں </w:t>
      </w:r>
      <w:r>
        <w:rPr>
          <w:rtl/>
        </w:rPr>
        <w:t>كہ اصحاب پيامبر (ص) نے منع كيا اور اس طرح نقشہ معاويہ نقش بر اب ہو كر رہ گيا ، جس زمانے مي</w:t>
      </w:r>
      <w:r w:rsidR="00B365A1">
        <w:rPr>
          <w:rtl/>
        </w:rPr>
        <w:t xml:space="preserve">ں </w:t>
      </w:r>
      <w:r>
        <w:rPr>
          <w:rtl/>
        </w:rPr>
        <w:t>معاويہ نے اپنى سياست بدل دى تھى ، اور اپنى پرانى عادت پر اگيا تھا ، تو اكثر شيعيان حيدر قيد و شكنجے مي</w:t>
      </w:r>
      <w:r w:rsidR="00B365A1">
        <w:rPr>
          <w:rtl/>
        </w:rPr>
        <w:t xml:space="preserve">ں </w:t>
      </w:r>
      <w:r>
        <w:rPr>
          <w:rtl/>
        </w:rPr>
        <w:t>تھے ، كيونكہ معاويہ نے تمام حكمرانو</w:t>
      </w:r>
      <w:r w:rsidR="00B365A1">
        <w:rPr>
          <w:rtl/>
        </w:rPr>
        <w:t xml:space="preserve">ں </w:t>
      </w:r>
      <w:r>
        <w:rPr>
          <w:rtl/>
        </w:rPr>
        <w:t>كو دستور دے ديا تھا كہ منبرو</w:t>
      </w:r>
      <w:r w:rsidR="00B365A1">
        <w:rPr>
          <w:rtl/>
        </w:rPr>
        <w:t xml:space="preserve">ں </w:t>
      </w:r>
      <w:r>
        <w:rPr>
          <w:rtl/>
        </w:rPr>
        <w:t>سے امام (ع) بزرگوار پر نفرين كى جائے ، لہذا امام (ع) كے چاہنے والو</w:t>
      </w:r>
      <w:r w:rsidR="00B365A1">
        <w:rPr>
          <w:rtl/>
        </w:rPr>
        <w:t xml:space="preserve">ں </w:t>
      </w:r>
      <w:r>
        <w:rPr>
          <w:rtl/>
        </w:rPr>
        <w:t>كے لئے ان دو راستو</w:t>
      </w:r>
      <w:r w:rsidR="00B365A1">
        <w:rPr>
          <w:rtl/>
        </w:rPr>
        <w:t xml:space="preserve">ں </w:t>
      </w:r>
      <w:r>
        <w:rPr>
          <w:rtl/>
        </w:rPr>
        <w:t>كے علاوہ كوئي چارہ نہي</w:t>
      </w:r>
      <w:r w:rsidR="00B365A1">
        <w:rPr>
          <w:rtl/>
        </w:rPr>
        <w:t xml:space="preserve">ں </w:t>
      </w:r>
      <w:r>
        <w:rPr>
          <w:rtl/>
        </w:rPr>
        <w:t>تھا ، _1_ يا جنگ كري</w:t>
      </w:r>
      <w:r w:rsidR="00B365A1">
        <w:rPr>
          <w:rtl/>
        </w:rPr>
        <w:t xml:space="preserve">ں </w:t>
      </w:r>
      <w:r>
        <w:rPr>
          <w:rtl/>
        </w:rPr>
        <w:t>تو اس صورت مي</w:t>
      </w:r>
      <w:r w:rsidR="00B365A1">
        <w:rPr>
          <w:rtl/>
        </w:rPr>
        <w:t xml:space="preserve">ں </w:t>
      </w:r>
      <w:r>
        <w:rPr>
          <w:rtl/>
        </w:rPr>
        <w:t>يا قتل كئے جاتے ہي</w:t>
      </w:r>
      <w:r w:rsidR="00B365A1">
        <w:rPr>
          <w:rtl/>
        </w:rPr>
        <w:t xml:space="preserve">ں </w:t>
      </w:r>
      <w:r>
        <w:rPr>
          <w:rtl/>
        </w:rPr>
        <w:t>يا زندان كى زندگى گزارتے ہي</w:t>
      </w:r>
      <w:r w:rsidR="00B365A1">
        <w:rPr>
          <w:rtl/>
        </w:rPr>
        <w:t xml:space="preserve">ں </w:t>
      </w:r>
      <w:r>
        <w:rPr>
          <w:rtl/>
        </w:rPr>
        <w:t>_ 2_ يا چپ رہي</w:t>
      </w:r>
      <w:r w:rsidR="00B365A1">
        <w:rPr>
          <w:rtl/>
        </w:rPr>
        <w:t xml:space="preserve">ں </w:t>
      </w:r>
      <w:r>
        <w:rPr>
          <w:rtl/>
        </w:rPr>
        <w:t xml:space="preserve">تو پھر دل دكھتا ہے _ </w:t>
      </w:r>
    </w:p>
    <w:p w:rsidR="00376422" w:rsidRDefault="00376422" w:rsidP="00E67399">
      <w:pPr>
        <w:pStyle w:val="libNormal"/>
        <w:rPr>
          <w:rtl/>
        </w:rPr>
      </w:pPr>
      <w:r>
        <w:rPr>
          <w:rtl/>
        </w:rPr>
        <w:t>جب مغيرہ بن شعبہ حاكم كو فہ بن كر جا رہا تھا تو معاويہ نے اس سے كہا كہ ، ہمي</w:t>
      </w:r>
      <w:r w:rsidR="00B365A1">
        <w:rPr>
          <w:rtl/>
        </w:rPr>
        <w:t xml:space="preserve">ں </w:t>
      </w:r>
      <w:r>
        <w:rPr>
          <w:rtl/>
        </w:rPr>
        <w:t xml:space="preserve">تم سے مختلف موضوعات پر گفتگو كرنى تھى </w:t>
      </w:r>
    </w:p>
    <w:p w:rsidR="00137FAB" w:rsidRDefault="00137FAB" w:rsidP="00E67399">
      <w:pPr>
        <w:pStyle w:val="libLine"/>
        <w:rPr>
          <w:rtl/>
        </w:rPr>
      </w:pPr>
      <w:r>
        <w:rPr>
          <w:rFonts w:hint="cs"/>
          <w:rtl/>
        </w:rPr>
        <w:t>____________________</w:t>
      </w:r>
    </w:p>
    <w:p w:rsidR="00B654FF" w:rsidRDefault="00B654FF" w:rsidP="00E67399">
      <w:pPr>
        <w:pStyle w:val="libFootnote"/>
        <w:rPr>
          <w:rtl/>
        </w:rPr>
      </w:pPr>
      <w:r>
        <w:rPr>
          <w:rtl/>
        </w:rPr>
        <w:t xml:space="preserve">22_ يعقوبى ج2 ص 223 </w:t>
      </w:r>
    </w:p>
    <w:p w:rsidR="00B654FF" w:rsidRDefault="00B654FF" w:rsidP="00E67399">
      <w:pPr>
        <w:pStyle w:val="libFootnote"/>
        <w:rPr>
          <w:rtl/>
        </w:rPr>
      </w:pPr>
      <w:r>
        <w:rPr>
          <w:rtl/>
        </w:rPr>
        <w:t xml:space="preserve">23_ ابن اثير ج3 ص 199 _ مروج الذھب ج3 ص 35 چاپ سعادت </w:t>
      </w:r>
    </w:p>
    <w:p w:rsidR="00137FAB" w:rsidRDefault="00137FAB" w:rsidP="00E67399">
      <w:pPr>
        <w:pStyle w:val="libPoemTini"/>
        <w:rPr>
          <w:rtl/>
        </w:rPr>
      </w:pPr>
      <w:r>
        <w:rPr>
          <w:rtl/>
        </w:rPr>
        <w:br w:type="page"/>
      </w:r>
    </w:p>
    <w:p w:rsidR="00376422" w:rsidRDefault="00376422" w:rsidP="00E67399">
      <w:pPr>
        <w:pStyle w:val="libNormal"/>
        <w:rPr>
          <w:rtl/>
        </w:rPr>
      </w:pPr>
      <w:r>
        <w:rPr>
          <w:rtl/>
        </w:rPr>
        <w:lastRenderedPageBreak/>
        <w:t>ليكن ان تمام باتو</w:t>
      </w:r>
      <w:r w:rsidR="00B365A1">
        <w:rPr>
          <w:rtl/>
        </w:rPr>
        <w:t xml:space="preserve">ں </w:t>
      </w:r>
      <w:r>
        <w:rPr>
          <w:rtl/>
        </w:rPr>
        <w:t>كو چھوڑتا ہو</w:t>
      </w:r>
      <w:r w:rsidR="00B365A1">
        <w:rPr>
          <w:rtl/>
        </w:rPr>
        <w:t xml:space="preserve">ں </w:t>
      </w:r>
      <w:r>
        <w:rPr>
          <w:rtl/>
        </w:rPr>
        <w:t>كيونكہ تم ايك فہيم و چالاك انسان ہو ، مگر ايك بات جو بہت ضرورى ہے وہ يہ ہے كہ على (ع) پر نفرين كرنا نہ بھولنا _اور عثمان كے حق مي</w:t>
      </w:r>
      <w:r w:rsidR="00B365A1">
        <w:rPr>
          <w:rtl/>
        </w:rPr>
        <w:t xml:space="preserve">ں </w:t>
      </w:r>
      <w:r>
        <w:rPr>
          <w:rtl/>
        </w:rPr>
        <w:t>ضرور دعا كرنا اس كے بعد شيعيان على (ع) كے بارے مي</w:t>
      </w:r>
      <w:r w:rsidR="00B365A1">
        <w:rPr>
          <w:rtl/>
        </w:rPr>
        <w:t xml:space="preserve">ں </w:t>
      </w:r>
      <w:r>
        <w:rPr>
          <w:rtl/>
        </w:rPr>
        <w:t>كہا كہ ان پر كڑى نظر ركھنا اور ان سے سختى سے پيش انا اور عثمان كے چاہنے والو</w:t>
      </w:r>
      <w:r w:rsidR="00B365A1">
        <w:rPr>
          <w:rtl/>
        </w:rPr>
        <w:t xml:space="preserve">ں </w:t>
      </w:r>
      <w:r>
        <w:rPr>
          <w:rtl/>
        </w:rPr>
        <w:t xml:space="preserve">كے ساتھ اچھا سلوك كرنا اور انكو ہم مصاحب بنانا ؟ </w:t>
      </w:r>
    </w:p>
    <w:p w:rsidR="00376422" w:rsidRDefault="00376422" w:rsidP="00E67399">
      <w:pPr>
        <w:pStyle w:val="libNormal"/>
        <w:rPr>
          <w:rtl/>
        </w:rPr>
      </w:pPr>
      <w:r>
        <w:rPr>
          <w:rtl/>
        </w:rPr>
        <w:t xml:space="preserve">معاويہ كے اس بدترين دستور نے خون كا بازار گرم كر ديا تاريخ اسلام اسكى شاہد ہے جسكى تفصيل ائندہ بيان ہو گى _ </w:t>
      </w:r>
    </w:p>
    <w:p w:rsidR="00376422" w:rsidRDefault="00376422" w:rsidP="00E67399">
      <w:pPr>
        <w:pStyle w:val="libNormal"/>
        <w:rPr>
          <w:rtl/>
        </w:rPr>
      </w:pPr>
    </w:p>
    <w:p w:rsidR="00376422" w:rsidRDefault="00376422" w:rsidP="00E67399">
      <w:pPr>
        <w:pStyle w:val="Heading2Center"/>
        <w:rPr>
          <w:rtl/>
        </w:rPr>
      </w:pPr>
      <w:bookmarkStart w:id="46" w:name="_Toc531605674"/>
      <w:r>
        <w:rPr>
          <w:rtl/>
        </w:rPr>
        <w:t>شيعہ شكنجہ و ازار مي</w:t>
      </w:r>
      <w:r w:rsidR="00B365A1">
        <w:rPr>
          <w:rtl/>
        </w:rPr>
        <w:t>ں</w:t>
      </w:r>
      <w:bookmarkEnd w:id="46"/>
      <w:r w:rsidR="00B365A1">
        <w:rPr>
          <w:rtl/>
        </w:rPr>
        <w:t xml:space="preserve"> </w:t>
      </w:r>
    </w:p>
    <w:p w:rsidR="00376422" w:rsidRDefault="00376422" w:rsidP="00E67399">
      <w:pPr>
        <w:pStyle w:val="libNormal"/>
        <w:rPr>
          <w:rtl/>
        </w:rPr>
      </w:pPr>
      <w:r>
        <w:rPr>
          <w:rtl/>
        </w:rPr>
        <w:t>اس سے پہلے اجمالى طور پر بيان ہو ا كہ معاويہ نے اپنے تمام حكمرانو</w:t>
      </w:r>
      <w:r w:rsidR="00B365A1">
        <w:rPr>
          <w:rtl/>
        </w:rPr>
        <w:t xml:space="preserve">ں </w:t>
      </w:r>
      <w:r>
        <w:rPr>
          <w:rtl/>
        </w:rPr>
        <w:t>كو حكم دے ديا تھا كہ مواليان امير المومنين (ع) كو ايذاء و اذيت دى جائے اور حضرت امير المومنين (ع) پر على الاعلان لعنت بھيجى جائے _ يہ حكم تمام بلاد اسلامى مي</w:t>
      </w:r>
      <w:r w:rsidR="00B365A1">
        <w:rPr>
          <w:rtl/>
        </w:rPr>
        <w:t xml:space="preserve">ں </w:t>
      </w:r>
      <w:r>
        <w:rPr>
          <w:rtl/>
        </w:rPr>
        <w:t>نافذ ہو گيا تھا اور ان امور كى انجام دہى مي</w:t>
      </w:r>
      <w:r w:rsidR="00B365A1">
        <w:rPr>
          <w:rtl/>
        </w:rPr>
        <w:t xml:space="preserve">ں </w:t>
      </w:r>
      <w:r>
        <w:rPr>
          <w:rtl/>
        </w:rPr>
        <w:t>خلافت كى بڑى مشيزيا</w:t>
      </w:r>
      <w:r w:rsidR="00B365A1">
        <w:rPr>
          <w:rtl/>
        </w:rPr>
        <w:t xml:space="preserve">ں </w:t>
      </w:r>
      <w:r>
        <w:rPr>
          <w:rtl/>
        </w:rPr>
        <w:t>ايڑى چوٹى كا زور لگانے لگى تھي</w:t>
      </w:r>
      <w:r w:rsidR="00B365A1">
        <w:rPr>
          <w:rtl/>
        </w:rPr>
        <w:t xml:space="preserve">ں </w:t>
      </w:r>
      <w:r>
        <w:rPr>
          <w:rtl/>
        </w:rPr>
        <w:t xml:space="preserve">_ </w:t>
      </w:r>
    </w:p>
    <w:p w:rsidR="00376422" w:rsidRDefault="00376422" w:rsidP="00E67399">
      <w:pPr>
        <w:pStyle w:val="libNormal"/>
        <w:rPr>
          <w:rtl/>
        </w:rPr>
      </w:pPr>
      <w:r>
        <w:rPr>
          <w:rtl/>
        </w:rPr>
        <w:t>مغيرہ بن شعبہ جو كوفے پر حكومت كر رہا تھا اس نے كبھى اس كام سے پہلو تہى نہي</w:t>
      </w:r>
      <w:r w:rsidR="00B365A1">
        <w:rPr>
          <w:rtl/>
        </w:rPr>
        <w:t xml:space="preserve">ں </w:t>
      </w:r>
      <w:r>
        <w:rPr>
          <w:rtl/>
        </w:rPr>
        <w:t>كى اور جب تك حاكم كوفہ رہا اس نے حضرت على (ع) كو برا بھلا كہا _ البتہ اس كى باتو</w:t>
      </w:r>
      <w:r w:rsidR="00B365A1">
        <w:rPr>
          <w:rtl/>
        </w:rPr>
        <w:t xml:space="preserve">ں </w:t>
      </w:r>
      <w:r>
        <w:rPr>
          <w:rtl/>
        </w:rPr>
        <w:t>كا منھ توڑ جواب حجر بن عدى جيسے بہادر نے ہميشہ ديا _ مگر مغيرہ كے جہنم واصل ہونے كے بعد حكومت كوفہ پر زياد بن ابيہ حاكم منصوب ہوا _ اس نے بھى حسب دستور قديم وہى كيا جس كى بناء پر كوفہ مي</w:t>
      </w:r>
      <w:r w:rsidR="00B365A1">
        <w:rPr>
          <w:rtl/>
        </w:rPr>
        <w:t xml:space="preserve">ں </w:t>
      </w:r>
      <w:r>
        <w:rPr>
          <w:rtl/>
        </w:rPr>
        <w:t xml:space="preserve">بار ديگر لعن طعن كا سلسلہ شروع ہو گيا ايك روز زياد نے كچھ كہا تو شير دل حجر بن عدى نے اس كا منھ توڑ جواب ديا _ </w:t>
      </w:r>
    </w:p>
    <w:p w:rsidR="00376422" w:rsidRDefault="00376422" w:rsidP="00E67399">
      <w:pPr>
        <w:pStyle w:val="libNormal"/>
        <w:rPr>
          <w:rtl/>
        </w:rPr>
      </w:pPr>
      <w:r>
        <w:rPr>
          <w:rtl/>
        </w:rPr>
        <w:t>مورخين لكھتے ہي</w:t>
      </w:r>
      <w:r w:rsidR="00B365A1">
        <w:rPr>
          <w:rtl/>
        </w:rPr>
        <w:t xml:space="preserve">ں </w:t>
      </w:r>
      <w:r>
        <w:rPr>
          <w:rtl/>
        </w:rPr>
        <w:t xml:space="preserve">: </w:t>
      </w:r>
    </w:p>
    <w:p w:rsidR="00137FAB" w:rsidRDefault="00376422" w:rsidP="00E67399">
      <w:pPr>
        <w:pStyle w:val="libNormal"/>
        <w:rPr>
          <w:rtl/>
        </w:rPr>
      </w:pPr>
      <w:r>
        <w:rPr>
          <w:rtl/>
        </w:rPr>
        <w:t>ايك روز زياد بن ابيہ نے خطبہ كو بہت طول ديديا حجر بن عدى ڈرے كہ كہي</w:t>
      </w:r>
      <w:r w:rsidR="00B365A1">
        <w:rPr>
          <w:rtl/>
        </w:rPr>
        <w:t xml:space="preserve">ں </w:t>
      </w:r>
      <w:r>
        <w:rPr>
          <w:rtl/>
        </w:rPr>
        <w:t>نماز كا وقت نہ نكل جائے _ لہذا با واز بلند كہا نماز _ پھر بھى كان نہي</w:t>
      </w:r>
      <w:r w:rsidR="00B365A1">
        <w:rPr>
          <w:rtl/>
        </w:rPr>
        <w:t xml:space="preserve">ں </w:t>
      </w:r>
      <w:r>
        <w:rPr>
          <w:rtl/>
        </w:rPr>
        <w:t>دہرا _ جب تيسرى مرتبہ بھى ايسا ہى ہوا تو حجر بن عدى نے ايك مٹھى خاك اٹھا كر زياد كے اوپر پھينك دى اور نماز كے لئے كھڑے ہو گئے ان كو ديكھ كر دوسرے لوگ بھى نماز پڑھنے لگے _ زياد نے مجبوراً اپنے خطبہ كو تمام كر كے ان لوگو</w:t>
      </w:r>
      <w:r w:rsidR="00B365A1">
        <w:rPr>
          <w:rtl/>
        </w:rPr>
        <w:t xml:space="preserve">ں </w:t>
      </w:r>
      <w:r>
        <w:rPr>
          <w:rtl/>
        </w:rPr>
        <w:t xml:space="preserve">كے ساتھ نماز كے لئے كھڑا ہو گيا _ </w:t>
      </w:r>
    </w:p>
    <w:p w:rsidR="00137FAB" w:rsidRDefault="00137FA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جب نماز تمام ہو گئي تو زياد نے اپنے چوكيدارو</w:t>
      </w:r>
      <w:r w:rsidR="00B365A1">
        <w:rPr>
          <w:rtl/>
        </w:rPr>
        <w:t xml:space="preserve">ں </w:t>
      </w:r>
      <w:r>
        <w:rPr>
          <w:rtl/>
        </w:rPr>
        <w:t xml:space="preserve">سے كہا كہ حجر بن عدى كو گرفتار كر لو _ </w:t>
      </w:r>
    </w:p>
    <w:p w:rsidR="00376422" w:rsidRDefault="00376422" w:rsidP="00E67399">
      <w:pPr>
        <w:pStyle w:val="libNormal"/>
        <w:rPr>
          <w:rtl/>
        </w:rPr>
      </w:pPr>
      <w:r>
        <w:rPr>
          <w:rtl/>
        </w:rPr>
        <w:t>ليكن ان كے رشتہ دارو</w:t>
      </w:r>
      <w:r w:rsidR="00B365A1">
        <w:rPr>
          <w:rtl/>
        </w:rPr>
        <w:t xml:space="preserve">ں </w:t>
      </w:r>
      <w:r>
        <w:rPr>
          <w:rtl/>
        </w:rPr>
        <w:t>( قبيلہ كندہ ) نے ان كو كہي</w:t>
      </w:r>
      <w:r w:rsidR="00B365A1">
        <w:rPr>
          <w:rtl/>
        </w:rPr>
        <w:t xml:space="preserve">ں </w:t>
      </w:r>
      <w:r>
        <w:rPr>
          <w:rtl/>
        </w:rPr>
        <w:t xml:space="preserve">چھپا ديا _ لہذا حكومتى مامورين حجر بن عدى كو گرفتار نہ كر پائے _ </w:t>
      </w:r>
    </w:p>
    <w:p w:rsidR="00376422" w:rsidRDefault="00376422" w:rsidP="00E67399">
      <w:pPr>
        <w:pStyle w:val="libNormal"/>
        <w:rPr>
          <w:rtl/>
        </w:rPr>
      </w:pPr>
      <w:r>
        <w:rPr>
          <w:rtl/>
        </w:rPr>
        <w:t>زياد نے حجر بن عدى كو گرفتار كرنے كے لئے ايك حيلہ اختيار كيا كہ _ قبيلہ كندہ كے سردارو</w:t>
      </w:r>
      <w:r w:rsidR="00B365A1">
        <w:rPr>
          <w:rtl/>
        </w:rPr>
        <w:t xml:space="preserve">ں </w:t>
      </w:r>
      <w:r>
        <w:rPr>
          <w:rtl/>
        </w:rPr>
        <w:t>كو بلا كر يہ كہا كہ ہم حجر بن عدى كو امان ديكر معاويہ كے پاس بھيجي</w:t>
      </w:r>
      <w:r w:rsidR="00B365A1">
        <w:rPr>
          <w:rtl/>
        </w:rPr>
        <w:t xml:space="preserve">ں </w:t>
      </w:r>
      <w:r>
        <w:rPr>
          <w:rtl/>
        </w:rPr>
        <w:t>گے _ تاكہ وہ ان كے بارے مي</w:t>
      </w:r>
      <w:r w:rsidR="00B365A1">
        <w:rPr>
          <w:rtl/>
        </w:rPr>
        <w:t xml:space="preserve">ں </w:t>
      </w:r>
      <w:r>
        <w:rPr>
          <w:rtl/>
        </w:rPr>
        <w:t xml:space="preserve">فيصلہ كرے _ </w:t>
      </w:r>
    </w:p>
    <w:p w:rsidR="00376422" w:rsidRDefault="00376422" w:rsidP="00E67399">
      <w:pPr>
        <w:pStyle w:val="libNormal"/>
        <w:rPr>
          <w:rtl/>
        </w:rPr>
      </w:pPr>
      <w:r>
        <w:rPr>
          <w:rtl/>
        </w:rPr>
        <w:t>ان لوگو</w:t>
      </w:r>
      <w:r w:rsidR="00B365A1">
        <w:rPr>
          <w:rtl/>
        </w:rPr>
        <w:t xml:space="preserve">ں </w:t>
      </w:r>
      <w:r>
        <w:rPr>
          <w:rtl/>
        </w:rPr>
        <w:t>نے اس كى بات مان ليا _ زياد نے حجر اور ان كے گيارہ ساتھيو</w:t>
      </w:r>
      <w:r w:rsidR="00B365A1">
        <w:rPr>
          <w:rtl/>
        </w:rPr>
        <w:t xml:space="preserve">ں </w:t>
      </w:r>
      <w:r>
        <w:rPr>
          <w:rtl/>
        </w:rPr>
        <w:t>كو ليكر قيد خانہ مي</w:t>
      </w:r>
      <w:r w:rsidR="00B365A1">
        <w:rPr>
          <w:rtl/>
        </w:rPr>
        <w:t xml:space="preserve">ں </w:t>
      </w:r>
      <w:r>
        <w:rPr>
          <w:rtl/>
        </w:rPr>
        <w:t>ڈالديا پھر شہر كے مشہور ضمير فروشو</w:t>
      </w:r>
      <w:r w:rsidR="00B365A1">
        <w:rPr>
          <w:rtl/>
        </w:rPr>
        <w:t xml:space="preserve">ں </w:t>
      </w:r>
      <w:r>
        <w:rPr>
          <w:rtl/>
        </w:rPr>
        <w:t>كى گواہى و دستخط لے كر حجر اور ان كے ساتھيو</w:t>
      </w:r>
      <w:r w:rsidR="00B365A1">
        <w:rPr>
          <w:rtl/>
        </w:rPr>
        <w:t xml:space="preserve">ں </w:t>
      </w:r>
      <w:r>
        <w:rPr>
          <w:rtl/>
        </w:rPr>
        <w:t>پر الزام لگايا كہ ان لوگو</w:t>
      </w:r>
      <w:r w:rsidR="00B365A1">
        <w:rPr>
          <w:rtl/>
        </w:rPr>
        <w:t xml:space="preserve">ں </w:t>
      </w:r>
      <w:r>
        <w:rPr>
          <w:rtl/>
        </w:rPr>
        <w:t>نے خليفہ وقت معاويہ كو برا بھلا كہا ہے اور لوگو</w:t>
      </w:r>
      <w:r w:rsidR="00B365A1">
        <w:rPr>
          <w:rtl/>
        </w:rPr>
        <w:t xml:space="preserve">ں </w:t>
      </w:r>
      <w:r>
        <w:rPr>
          <w:rtl/>
        </w:rPr>
        <w:t xml:space="preserve">كو اپ كے خلاف جنگ اور حاكم كوفہ كے خلاف ورغلايا ہے _ </w:t>
      </w:r>
    </w:p>
    <w:p w:rsidR="00376422" w:rsidRDefault="00376422" w:rsidP="00E67399">
      <w:pPr>
        <w:pStyle w:val="libNormal"/>
        <w:rPr>
          <w:rtl/>
        </w:rPr>
      </w:pPr>
      <w:r>
        <w:rPr>
          <w:rtl/>
        </w:rPr>
        <w:t>ان دستخطو</w:t>
      </w:r>
      <w:r w:rsidR="00B365A1">
        <w:rPr>
          <w:rtl/>
        </w:rPr>
        <w:t xml:space="preserve">ں </w:t>
      </w:r>
      <w:r>
        <w:rPr>
          <w:rtl/>
        </w:rPr>
        <w:t>مي</w:t>
      </w:r>
      <w:r w:rsidR="00B365A1">
        <w:rPr>
          <w:rtl/>
        </w:rPr>
        <w:t xml:space="preserve">ں </w:t>
      </w:r>
      <w:r>
        <w:rPr>
          <w:rtl/>
        </w:rPr>
        <w:t>قاضى شہر شريح بن بانى كى بھى جعلى دستخط كر كے زياد نے معاويہ كے پاس ان لوگو</w:t>
      </w:r>
      <w:r w:rsidR="00B365A1">
        <w:rPr>
          <w:rtl/>
        </w:rPr>
        <w:t xml:space="preserve">ں </w:t>
      </w:r>
      <w:r>
        <w:rPr>
          <w:rtl/>
        </w:rPr>
        <w:t>كے ساتھ خط بھى روانہ كيا ،_ جب شريح كو يہ بات معلوم ہوئي تو شہر سے نكلا اور ان لوگو</w:t>
      </w:r>
      <w:r w:rsidR="00B365A1">
        <w:rPr>
          <w:rtl/>
        </w:rPr>
        <w:t xml:space="preserve">ں </w:t>
      </w:r>
      <w:r>
        <w:rPr>
          <w:rtl/>
        </w:rPr>
        <w:t>كا پيچھا كيا اور جب ملاقات ہو گئي تو ايك خط ان كے ہاتھ سے معاويہ كے پاس بھيجوايا جب زياد كے مامورين حجر اور انكے ساتھيو</w:t>
      </w:r>
      <w:r w:rsidR="00B365A1">
        <w:rPr>
          <w:rtl/>
        </w:rPr>
        <w:t xml:space="preserve">ں </w:t>
      </w:r>
      <w:r>
        <w:rPr>
          <w:rtl/>
        </w:rPr>
        <w:t>كو ليكر معاويہ كے پاس پہونچے توان لوگو</w:t>
      </w:r>
      <w:r w:rsidR="00B365A1">
        <w:rPr>
          <w:rtl/>
        </w:rPr>
        <w:t xml:space="preserve">ں </w:t>
      </w:r>
      <w:r>
        <w:rPr>
          <w:rtl/>
        </w:rPr>
        <w:t xml:space="preserve">نے زياد كا خط ديا اور ساتھ ہى ساتھ قاضى شريح كا بھى خط ديا _ </w:t>
      </w:r>
    </w:p>
    <w:p w:rsidR="00376422" w:rsidRDefault="00376422" w:rsidP="00E67399">
      <w:pPr>
        <w:pStyle w:val="libNormal"/>
        <w:rPr>
          <w:rtl/>
        </w:rPr>
      </w:pPr>
      <w:r>
        <w:rPr>
          <w:rtl/>
        </w:rPr>
        <w:t>جب امير شام معاويہ نے جھوٹى گواہى اور شريح كا خط پڑھا جس مي</w:t>
      </w:r>
      <w:r w:rsidR="00B365A1">
        <w:rPr>
          <w:rtl/>
        </w:rPr>
        <w:t xml:space="preserve">ں </w:t>
      </w:r>
      <w:r>
        <w:rPr>
          <w:rtl/>
        </w:rPr>
        <w:t>يہ لكھا تھا كہ مجھے معلوم ہوا ہے كہ زياد نے ميرى طرف سے جھوٹى گواہى اپنے خط مي</w:t>
      </w:r>
      <w:r w:rsidR="00B365A1">
        <w:rPr>
          <w:rtl/>
        </w:rPr>
        <w:t xml:space="preserve">ں </w:t>
      </w:r>
      <w:r>
        <w:rPr>
          <w:rtl/>
        </w:rPr>
        <w:t>لكھى ہے جبكہ ميرى گواہى يو</w:t>
      </w:r>
      <w:r w:rsidR="00B365A1">
        <w:rPr>
          <w:rtl/>
        </w:rPr>
        <w:t xml:space="preserve">ں </w:t>
      </w:r>
      <w:r>
        <w:rPr>
          <w:rtl/>
        </w:rPr>
        <w:t>ہے حجر عابد ، شب زندہ دار ، زكات دينے والا اور ہر سال حج و عمرہ كو انجام ديتا ہے ، امر با لمعروف و نہى از منكر كرتا ہے ، يہ وہ شخص ہے جو دوسرو</w:t>
      </w:r>
      <w:r w:rsidR="00B365A1">
        <w:rPr>
          <w:rtl/>
        </w:rPr>
        <w:t xml:space="preserve">ں </w:t>
      </w:r>
      <w:r>
        <w:rPr>
          <w:rtl/>
        </w:rPr>
        <w:t>كے جان و مال پر تجاوز ، حرام جانتا ہے اب تمہي</w:t>
      </w:r>
      <w:r w:rsidR="00B365A1">
        <w:rPr>
          <w:rtl/>
        </w:rPr>
        <w:t xml:space="preserve">ں </w:t>
      </w:r>
      <w:r>
        <w:rPr>
          <w:rtl/>
        </w:rPr>
        <w:t xml:space="preserve">اختيار ہے كہ چاہے قتل كرو يا اسكو چھوڑ دو _ </w:t>
      </w:r>
    </w:p>
    <w:p w:rsidR="00376422" w:rsidRDefault="00376422" w:rsidP="00E67399">
      <w:pPr>
        <w:pStyle w:val="libNormal"/>
        <w:rPr>
          <w:rtl/>
        </w:rPr>
      </w:pPr>
      <w:r>
        <w:rPr>
          <w:rtl/>
        </w:rPr>
        <w:t>معاويہ نے شريح كا خط پڑھنے كے بعد كہا كہ اس شخص نے اپنى شہادت كو ان لوگو</w:t>
      </w:r>
      <w:r w:rsidR="00B365A1">
        <w:rPr>
          <w:rtl/>
        </w:rPr>
        <w:t xml:space="preserve">ں </w:t>
      </w:r>
      <w:r>
        <w:rPr>
          <w:rtl/>
        </w:rPr>
        <w:t>سے الگ كر ليا ہے معاويہ نے حكم ديا كہ ان لوگو</w:t>
      </w:r>
      <w:r w:rsidR="00B365A1">
        <w:rPr>
          <w:rtl/>
        </w:rPr>
        <w:t xml:space="preserve">ں </w:t>
      </w:r>
      <w:r>
        <w:rPr>
          <w:rtl/>
        </w:rPr>
        <w:t>كو '' مرج غدرا ئ'' مي</w:t>
      </w:r>
      <w:r w:rsidR="00B365A1">
        <w:rPr>
          <w:rtl/>
        </w:rPr>
        <w:t xml:space="preserve">ں </w:t>
      </w:r>
      <w:r>
        <w:rPr>
          <w:rtl/>
        </w:rPr>
        <w:t xml:space="preserve">جو دمشق كے نزديك تھا قيد كر دو _ </w:t>
      </w:r>
    </w:p>
    <w:p w:rsidR="00376422" w:rsidRDefault="00376422" w:rsidP="00E67399">
      <w:pPr>
        <w:pStyle w:val="libNormal"/>
        <w:rPr>
          <w:rtl/>
        </w:rPr>
      </w:pPr>
      <w:r>
        <w:rPr>
          <w:rtl/>
        </w:rPr>
        <w:t>مگر حجر كے ساتھى زيادہ دن قيد خانہ مي</w:t>
      </w:r>
      <w:r w:rsidR="00B365A1">
        <w:rPr>
          <w:rtl/>
        </w:rPr>
        <w:t xml:space="preserve">ں </w:t>
      </w:r>
      <w:r>
        <w:rPr>
          <w:rtl/>
        </w:rPr>
        <w:t>نہي</w:t>
      </w:r>
      <w:r w:rsidR="00B365A1">
        <w:rPr>
          <w:rtl/>
        </w:rPr>
        <w:t xml:space="preserve">ں </w:t>
      </w:r>
      <w:r>
        <w:rPr>
          <w:rtl/>
        </w:rPr>
        <w:t>رہے ، كيونكہ بعض لوگو</w:t>
      </w:r>
      <w:r w:rsidR="00B365A1">
        <w:rPr>
          <w:rtl/>
        </w:rPr>
        <w:t xml:space="preserve">ں </w:t>
      </w:r>
      <w:r>
        <w:rPr>
          <w:rtl/>
        </w:rPr>
        <w:t>نے سفارش و پيروى كر دى تو معاويہ نے انكو ازاد كر ديا ، ليكن كچھ افراد كے لئے معاويہ نے دوسرا حربہ استعمال كيا كہ اپنے سپاہيو</w:t>
      </w:r>
      <w:r w:rsidR="00B365A1">
        <w:rPr>
          <w:rtl/>
        </w:rPr>
        <w:t xml:space="preserve">ں </w:t>
      </w:r>
      <w:r>
        <w:rPr>
          <w:rtl/>
        </w:rPr>
        <w:t>كے ذريعہ سے ان لوگو</w:t>
      </w:r>
      <w:r w:rsidR="00B365A1">
        <w:rPr>
          <w:rtl/>
        </w:rPr>
        <w:t xml:space="preserve">ں </w:t>
      </w:r>
      <w:r>
        <w:rPr>
          <w:rtl/>
        </w:rPr>
        <w:t>كو خوب ڈرايا دھمكايا تاكہ يہ لوگ حضرت على (ع) كو برا بھلا كہنے لگي</w:t>
      </w:r>
      <w:r w:rsidR="00B365A1">
        <w:rPr>
          <w:rtl/>
        </w:rPr>
        <w:t xml:space="preserve">ں </w:t>
      </w:r>
      <w:r>
        <w:rPr>
          <w:rtl/>
        </w:rPr>
        <w:t xml:space="preserve">تب جا كر ازاد كرے گا_ </w:t>
      </w:r>
    </w:p>
    <w:p w:rsidR="00831D2C" w:rsidRDefault="00376422" w:rsidP="00E67399">
      <w:pPr>
        <w:pStyle w:val="libNormal"/>
        <w:rPr>
          <w:rtl/>
        </w:rPr>
      </w:pPr>
      <w:r>
        <w:rPr>
          <w:rtl/>
        </w:rPr>
        <w:t>اس مقام پر باقيماندہ افراد دو گروہ مي</w:t>
      </w:r>
      <w:r w:rsidR="00B365A1">
        <w:rPr>
          <w:rtl/>
        </w:rPr>
        <w:t xml:space="preserve">ں </w:t>
      </w:r>
      <w:r>
        <w:rPr>
          <w:rtl/>
        </w:rPr>
        <w:t>بٹ گئے ، وہ افراد جو حقيقى معنو</w:t>
      </w:r>
      <w:r w:rsidR="00B365A1">
        <w:rPr>
          <w:rtl/>
        </w:rPr>
        <w:t xml:space="preserve">ں </w:t>
      </w:r>
      <w:r>
        <w:rPr>
          <w:rtl/>
        </w:rPr>
        <w:t>مي</w:t>
      </w:r>
      <w:r w:rsidR="00B365A1">
        <w:rPr>
          <w:rtl/>
        </w:rPr>
        <w:t xml:space="preserve">ں </w:t>
      </w:r>
      <w:r>
        <w:rPr>
          <w:rtl/>
        </w:rPr>
        <w:t>امام (ع) كے چاہنے والے تھے اور اسلام انكى نظرو</w:t>
      </w:r>
      <w:r w:rsidR="00B365A1">
        <w:rPr>
          <w:rtl/>
        </w:rPr>
        <w:t xml:space="preserve">ں </w:t>
      </w:r>
      <w:r>
        <w:rPr>
          <w:rtl/>
        </w:rPr>
        <w:t>مي</w:t>
      </w:r>
      <w:r w:rsidR="00B365A1">
        <w:rPr>
          <w:rtl/>
        </w:rPr>
        <w:t xml:space="preserve">ں </w:t>
      </w:r>
      <w:r>
        <w:rPr>
          <w:rtl/>
        </w:rPr>
        <w:t>تھا ان لوگو</w:t>
      </w:r>
      <w:r w:rsidR="00B365A1">
        <w:rPr>
          <w:rtl/>
        </w:rPr>
        <w:t xml:space="preserve">ں </w:t>
      </w:r>
      <w:r>
        <w:rPr>
          <w:rtl/>
        </w:rPr>
        <w:t>نے كہا نہي</w:t>
      </w:r>
      <w:r w:rsidR="00B365A1">
        <w:rPr>
          <w:rtl/>
        </w:rPr>
        <w:t xml:space="preserve">ں </w:t>
      </w:r>
    </w:p>
    <w:p w:rsidR="00831D2C" w:rsidRDefault="00831D2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چنانچہ معاويہ كے مامورين نے انكى انكھو</w:t>
      </w:r>
      <w:r w:rsidR="00B365A1">
        <w:rPr>
          <w:rtl/>
        </w:rPr>
        <w:t xml:space="preserve">ں </w:t>
      </w:r>
      <w:r>
        <w:rPr>
          <w:rtl/>
        </w:rPr>
        <w:t>كے سامنے قبر كھودى كفن تيار كيا ليكن حجر اور ان كے بعض ساتھى ٹس سے مس نہ ہوئے بلكہ ، اپنى زندگى كى اخرى رات كو عبادت الہى مي</w:t>
      </w:r>
      <w:r w:rsidR="00B365A1">
        <w:rPr>
          <w:rtl/>
        </w:rPr>
        <w:t xml:space="preserve">ں </w:t>
      </w:r>
      <w:r>
        <w:rPr>
          <w:rtl/>
        </w:rPr>
        <w:t>گزارى ، جى نہي</w:t>
      </w:r>
      <w:r w:rsidR="00B365A1">
        <w:rPr>
          <w:rtl/>
        </w:rPr>
        <w:t xml:space="preserve">ں </w:t>
      </w:r>
      <w:r>
        <w:rPr>
          <w:rtl/>
        </w:rPr>
        <w:t>، بلكہ جو مخلص و مومن ہوتے ہي</w:t>
      </w:r>
      <w:r w:rsidR="00B365A1">
        <w:rPr>
          <w:rtl/>
        </w:rPr>
        <w:t xml:space="preserve">ں </w:t>
      </w:r>
      <w:r>
        <w:rPr>
          <w:rtl/>
        </w:rPr>
        <w:t>وہ صرف اخرى لمحات كو عبادت مي</w:t>
      </w:r>
      <w:r w:rsidR="00B365A1">
        <w:rPr>
          <w:rtl/>
        </w:rPr>
        <w:t xml:space="preserve">ں </w:t>
      </w:r>
      <w:r>
        <w:rPr>
          <w:rtl/>
        </w:rPr>
        <w:t>نہي</w:t>
      </w:r>
      <w:r w:rsidR="00B365A1">
        <w:rPr>
          <w:rtl/>
        </w:rPr>
        <w:t xml:space="preserve">ں </w:t>
      </w:r>
      <w:r>
        <w:rPr>
          <w:rtl/>
        </w:rPr>
        <w:t>گزارتے بلكہ انكى پورى زندگى ياد خدا مي</w:t>
      </w:r>
      <w:r w:rsidR="00B365A1">
        <w:rPr>
          <w:rtl/>
        </w:rPr>
        <w:t xml:space="preserve">ں </w:t>
      </w:r>
      <w:r>
        <w:rPr>
          <w:rtl/>
        </w:rPr>
        <w:t>گذرتى ہے تاكہ جب اپنے محبوب سے ملاقات كري</w:t>
      </w:r>
      <w:r w:rsidR="00B365A1">
        <w:rPr>
          <w:rtl/>
        </w:rPr>
        <w:t xml:space="preserve">ں </w:t>
      </w:r>
      <w:r>
        <w:rPr>
          <w:rtl/>
        </w:rPr>
        <w:t>تو سب سے با فضيلت شمار ہو</w:t>
      </w:r>
      <w:r w:rsidR="00B365A1">
        <w:rPr>
          <w:rtl/>
        </w:rPr>
        <w:t xml:space="preserve">ں </w:t>
      </w:r>
      <w:r>
        <w:rPr>
          <w:rtl/>
        </w:rPr>
        <w:t xml:space="preserve">_ </w:t>
      </w:r>
    </w:p>
    <w:p w:rsidR="00376422" w:rsidRDefault="00376422" w:rsidP="00E67399">
      <w:pPr>
        <w:pStyle w:val="libNormal"/>
        <w:rPr>
          <w:rtl/>
        </w:rPr>
      </w:pPr>
      <w:r>
        <w:rPr>
          <w:rtl/>
        </w:rPr>
        <w:t>صبح سويرے ان لوگو</w:t>
      </w:r>
      <w:r w:rsidR="00B365A1">
        <w:rPr>
          <w:rtl/>
        </w:rPr>
        <w:t xml:space="preserve">ں </w:t>
      </w:r>
      <w:r>
        <w:rPr>
          <w:rtl/>
        </w:rPr>
        <w:t>كو قتل كرنے كے لئے لايا گيا ، حجر نے سپاہيو</w:t>
      </w:r>
      <w:r w:rsidR="00B365A1">
        <w:rPr>
          <w:rtl/>
        </w:rPr>
        <w:t xml:space="preserve">ں </w:t>
      </w:r>
      <w:r>
        <w:rPr>
          <w:rtl/>
        </w:rPr>
        <w:t>سے كہا كہ مجھے اتنى مہلت ديدو كہ وضو كر كے نماز پڑھ لو</w:t>
      </w:r>
      <w:r w:rsidR="00B365A1">
        <w:rPr>
          <w:rtl/>
        </w:rPr>
        <w:t xml:space="preserve">ں </w:t>
      </w:r>
      <w:r>
        <w:rPr>
          <w:rtl/>
        </w:rPr>
        <w:t>، اس لئے كہ جب بھى ہم نے وضو كيا ہے ضرور نماز ادا كى ہے سپاہيو</w:t>
      </w:r>
      <w:r w:rsidR="00B365A1">
        <w:rPr>
          <w:rtl/>
        </w:rPr>
        <w:t xml:space="preserve">ں </w:t>
      </w:r>
      <w:r>
        <w:rPr>
          <w:rtl/>
        </w:rPr>
        <w:t>نے نماز كى اجازت دى اپ نے نماز زيادہ طولانى نہي</w:t>
      </w:r>
      <w:r w:rsidR="00B365A1">
        <w:rPr>
          <w:rtl/>
        </w:rPr>
        <w:t xml:space="preserve">ں </w:t>
      </w:r>
      <w:r>
        <w:rPr>
          <w:rtl/>
        </w:rPr>
        <w:t>پڑھى اسكے بعد بارگاہ خدا وندى مي</w:t>
      </w:r>
      <w:r w:rsidR="00B365A1">
        <w:rPr>
          <w:rtl/>
        </w:rPr>
        <w:t xml:space="preserve">ں </w:t>
      </w:r>
      <w:r>
        <w:rPr>
          <w:rtl/>
        </w:rPr>
        <w:t>دونو</w:t>
      </w:r>
      <w:r w:rsidR="00B365A1">
        <w:rPr>
          <w:rtl/>
        </w:rPr>
        <w:t xml:space="preserve">ں </w:t>
      </w:r>
      <w:r>
        <w:rPr>
          <w:rtl/>
        </w:rPr>
        <w:t>ہاتھو</w:t>
      </w:r>
      <w:r w:rsidR="00B365A1">
        <w:rPr>
          <w:rtl/>
        </w:rPr>
        <w:t xml:space="preserve">ں </w:t>
      </w:r>
      <w:r>
        <w:rPr>
          <w:rtl/>
        </w:rPr>
        <w:t>كو بلند كر كے كہا ، پروردگارا ، ہم مسلمانو</w:t>
      </w:r>
      <w:r w:rsidR="00B365A1">
        <w:rPr>
          <w:rtl/>
        </w:rPr>
        <w:t xml:space="preserve">ں </w:t>
      </w:r>
      <w:r>
        <w:rPr>
          <w:rtl/>
        </w:rPr>
        <w:t>كى شكايت تيرى بارگاہ مي</w:t>
      </w:r>
      <w:r w:rsidR="00B365A1">
        <w:rPr>
          <w:rtl/>
        </w:rPr>
        <w:t xml:space="preserve">ں </w:t>
      </w:r>
      <w:r>
        <w:rPr>
          <w:rtl/>
        </w:rPr>
        <w:t>كرتے ہي</w:t>
      </w:r>
      <w:r w:rsidR="00B365A1">
        <w:rPr>
          <w:rtl/>
        </w:rPr>
        <w:t xml:space="preserve">ں </w:t>
      </w:r>
      <w:r>
        <w:rPr>
          <w:rtl/>
        </w:rPr>
        <w:t>، اسكے بعد كہا ، خدا كى قسم ، اگر تم لوگو</w:t>
      </w:r>
      <w:r w:rsidR="00B365A1">
        <w:rPr>
          <w:rtl/>
        </w:rPr>
        <w:t xml:space="preserve">ں </w:t>
      </w:r>
      <w:r>
        <w:rPr>
          <w:rtl/>
        </w:rPr>
        <w:t>نے مجھے اس سر زمين پر قتل كيا تو ياد ركھو مي</w:t>
      </w:r>
      <w:r w:rsidR="00B365A1">
        <w:rPr>
          <w:rtl/>
        </w:rPr>
        <w:t xml:space="preserve">ں </w:t>
      </w:r>
      <w:r>
        <w:rPr>
          <w:rtl/>
        </w:rPr>
        <w:t>پہلا وہ شخص ہو</w:t>
      </w:r>
      <w:r w:rsidR="00B365A1">
        <w:rPr>
          <w:rtl/>
        </w:rPr>
        <w:t xml:space="preserve">ں </w:t>
      </w:r>
      <w:r>
        <w:rPr>
          <w:rtl/>
        </w:rPr>
        <w:t xml:space="preserve">جس نے اس سر زمين پر تكبير بھى كہى اور اتے ہى مار ڈالا بھى گيا _ </w:t>
      </w:r>
    </w:p>
    <w:p w:rsidR="00376422" w:rsidRDefault="00376422" w:rsidP="00E67399">
      <w:pPr>
        <w:pStyle w:val="libNormal"/>
        <w:rPr>
          <w:rtl/>
        </w:rPr>
      </w:pPr>
      <w:r>
        <w:rPr>
          <w:rtl/>
        </w:rPr>
        <w:t>جب جلاد شمشير ليكر اگے بڑھا تو حجر بن عدى كا جسم تھوڑا سا كاپنے لگا ، ان لوگو</w:t>
      </w:r>
      <w:r w:rsidR="00B365A1">
        <w:rPr>
          <w:rtl/>
        </w:rPr>
        <w:t xml:space="preserve">ں </w:t>
      </w:r>
      <w:r>
        <w:rPr>
          <w:rtl/>
        </w:rPr>
        <w:t>نے كہا كہ تم تو كہتے تھے كہ ہم موت سے نہي</w:t>
      </w:r>
      <w:r w:rsidR="00B365A1">
        <w:rPr>
          <w:rtl/>
        </w:rPr>
        <w:t xml:space="preserve">ں </w:t>
      </w:r>
      <w:r>
        <w:rPr>
          <w:rtl/>
        </w:rPr>
        <w:t>ڈرتے ہي</w:t>
      </w:r>
      <w:r w:rsidR="00B365A1">
        <w:rPr>
          <w:rtl/>
        </w:rPr>
        <w:t xml:space="preserve">ں </w:t>
      </w:r>
      <w:r>
        <w:rPr>
          <w:rtl/>
        </w:rPr>
        <w:t xml:space="preserve">اب بھى موقع غنيمت ہے اپنے اقا مولى سے بيزارى اختيار كر لو تاكہ جان بچ جائے_ </w:t>
      </w:r>
    </w:p>
    <w:p w:rsidR="00376422" w:rsidRDefault="00376422" w:rsidP="00E67399">
      <w:pPr>
        <w:pStyle w:val="libNormal"/>
        <w:rPr>
          <w:rtl/>
        </w:rPr>
      </w:pPr>
      <w:r>
        <w:rPr>
          <w:rtl/>
        </w:rPr>
        <w:t>حجر بن عدى نے كہا ، اخر ہم كيو</w:t>
      </w:r>
      <w:r w:rsidR="00B365A1">
        <w:rPr>
          <w:rtl/>
        </w:rPr>
        <w:t xml:space="preserve">ں </w:t>
      </w:r>
      <w:r>
        <w:rPr>
          <w:rtl/>
        </w:rPr>
        <w:t>نہ خوف كھائي</w:t>
      </w:r>
      <w:r w:rsidR="00B365A1">
        <w:rPr>
          <w:rtl/>
        </w:rPr>
        <w:t xml:space="preserve">ں </w:t>
      </w:r>
      <w:r>
        <w:rPr>
          <w:rtl/>
        </w:rPr>
        <w:t>قبر كھودى ہوئي ہے كفن امادہ اور اپنے سامنے تلوار كونپى ہوئي ديكھ رہا ہو</w:t>
      </w:r>
      <w:r w:rsidR="00B365A1">
        <w:rPr>
          <w:rtl/>
        </w:rPr>
        <w:t xml:space="preserve">ں </w:t>
      </w:r>
      <w:r>
        <w:rPr>
          <w:rtl/>
        </w:rPr>
        <w:t>، پھر بھى موت سے نہي</w:t>
      </w:r>
      <w:r w:rsidR="00B365A1">
        <w:rPr>
          <w:rtl/>
        </w:rPr>
        <w:t xml:space="preserve">ں </w:t>
      </w:r>
      <w:r>
        <w:rPr>
          <w:rtl/>
        </w:rPr>
        <w:t>ڈر رہا ہو</w:t>
      </w:r>
      <w:r w:rsidR="00B365A1">
        <w:rPr>
          <w:rtl/>
        </w:rPr>
        <w:t xml:space="preserve">ں </w:t>
      </w:r>
      <w:r>
        <w:rPr>
          <w:rtl/>
        </w:rPr>
        <w:t xml:space="preserve">بلكہ زبان سے وہ بات نكل نہ جائے جس سے خدا غضبناك ہو جائے _ </w:t>
      </w:r>
    </w:p>
    <w:p w:rsidR="00376422" w:rsidRDefault="00376422" w:rsidP="00E67399">
      <w:pPr>
        <w:pStyle w:val="libNormal"/>
        <w:rPr>
          <w:rtl/>
        </w:rPr>
      </w:pPr>
      <w:r>
        <w:rPr>
          <w:rtl/>
        </w:rPr>
        <w:t xml:space="preserve">حجر اور ان كے ساتھى شھيد كر ديئےئے </w:t>
      </w:r>
    </w:p>
    <w:p w:rsidR="00376422" w:rsidRDefault="00376422" w:rsidP="00E67399">
      <w:pPr>
        <w:pStyle w:val="libNormal"/>
        <w:rPr>
          <w:rtl/>
        </w:rPr>
      </w:pPr>
      <w:r>
        <w:rPr>
          <w:rtl/>
        </w:rPr>
        <w:t>ليكن حجر كے دو ساتھيو</w:t>
      </w:r>
      <w:r w:rsidR="00B365A1">
        <w:rPr>
          <w:rtl/>
        </w:rPr>
        <w:t xml:space="preserve">ں </w:t>
      </w:r>
      <w:r>
        <w:rPr>
          <w:rtl/>
        </w:rPr>
        <w:t>نے سپاہيو</w:t>
      </w:r>
      <w:r w:rsidR="00B365A1">
        <w:rPr>
          <w:rtl/>
        </w:rPr>
        <w:t xml:space="preserve">ں </w:t>
      </w:r>
      <w:r>
        <w:rPr>
          <w:rtl/>
        </w:rPr>
        <w:t>سے كہا كہ ہم لوگو</w:t>
      </w:r>
      <w:r w:rsidR="00B365A1">
        <w:rPr>
          <w:rtl/>
        </w:rPr>
        <w:t xml:space="preserve">ں </w:t>
      </w:r>
      <w:r>
        <w:rPr>
          <w:rtl/>
        </w:rPr>
        <w:t>كو معاويہ كے پاس لے چلو ہم لوگ امير المومنين (ع) سے بيزارى كرتے ہي</w:t>
      </w:r>
      <w:r w:rsidR="00B365A1">
        <w:rPr>
          <w:rtl/>
        </w:rPr>
        <w:t xml:space="preserve">ں </w:t>
      </w:r>
      <w:r>
        <w:rPr>
          <w:rtl/>
        </w:rPr>
        <w:t xml:space="preserve">_ </w:t>
      </w:r>
    </w:p>
    <w:p w:rsidR="00376422" w:rsidRDefault="00376422" w:rsidP="00E67399">
      <w:pPr>
        <w:pStyle w:val="libNormal"/>
        <w:rPr>
          <w:rtl/>
        </w:rPr>
      </w:pPr>
      <w:r>
        <w:rPr>
          <w:rtl/>
        </w:rPr>
        <w:t>يہ دونو</w:t>
      </w:r>
      <w:r w:rsidR="00B365A1">
        <w:rPr>
          <w:rtl/>
        </w:rPr>
        <w:t xml:space="preserve">ں </w:t>
      </w:r>
      <w:r>
        <w:rPr>
          <w:rtl/>
        </w:rPr>
        <w:t>معاويہ كے يہا</w:t>
      </w:r>
      <w:r w:rsidR="00B365A1">
        <w:rPr>
          <w:rtl/>
        </w:rPr>
        <w:t xml:space="preserve">ں </w:t>
      </w:r>
      <w:r>
        <w:rPr>
          <w:rtl/>
        </w:rPr>
        <w:t>لائے گئے تو معاويہ نے ايك سے مخاطب ہو كر كہا ،</w:t>
      </w:r>
      <w:r w:rsidR="00831D2C">
        <w:rPr>
          <w:rtl/>
        </w:rPr>
        <w:t xml:space="preserve"> آيا </w:t>
      </w:r>
      <w:r>
        <w:rPr>
          <w:rtl/>
        </w:rPr>
        <w:t xml:space="preserve"> على كے دين سے تم بيزار ہو ؟ </w:t>
      </w:r>
    </w:p>
    <w:p w:rsidR="00376422" w:rsidRDefault="00376422" w:rsidP="00E67399">
      <w:pPr>
        <w:pStyle w:val="libNormal"/>
        <w:rPr>
          <w:rtl/>
        </w:rPr>
      </w:pPr>
      <w:r>
        <w:rPr>
          <w:rtl/>
        </w:rPr>
        <w:t xml:space="preserve">اس نے سكوت اختيار كر ليا تو اسكے رشتہ دار نے معاويہ سے سفارش كر كے اسكو چھوڑ اليا اور حكم ديا كہ انكو شہر موصل جلا وطن كر ديا جائے _ </w:t>
      </w:r>
    </w:p>
    <w:p w:rsidR="00376422" w:rsidRDefault="00376422" w:rsidP="00E67399">
      <w:pPr>
        <w:pStyle w:val="libNormal"/>
        <w:rPr>
          <w:rtl/>
        </w:rPr>
      </w:pPr>
      <w:r>
        <w:rPr>
          <w:rtl/>
        </w:rPr>
        <w:t>معاويہ دوسرے شخص سے مخاطب ہوا اور اس سے كہا ، اے برادر ربيعى تم على كے بارے مي</w:t>
      </w:r>
      <w:r w:rsidR="00B365A1">
        <w:rPr>
          <w:rtl/>
        </w:rPr>
        <w:t xml:space="preserve">ں </w:t>
      </w:r>
      <w:r>
        <w:rPr>
          <w:rtl/>
        </w:rPr>
        <w:t xml:space="preserve">كيا كہتے ہو ؟ </w:t>
      </w:r>
    </w:p>
    <w:p w:rsidR="00CD0A6C" w:rsidRDefault="00376422" w:rsidP="00E67399">
      <w:pPr>
        <w:pStyle w:val="libNormal"/>
        <w:rPr>
          <w:rtl/>
        </w:rPr>
      </w:pPr>
      <w:r>
        <w:rPr>
          <w:rtl/>
        </w:rPr>
        <w:t>اس نے جواب ديا كہ مجھے چھوڑ دو اور اس سوال سے در گزر كرو كيونكہ تيرے حق مي</w:t>
      </w:r>
      <w:r w:rsidR="00B365A1">
        <w:rPr>
          <w:rtl/>
        </w:rPr>
        <w:t xml:space="preserve">ں </w:t>
      </w:r>
      <w:r>
        <w:rPr>
          <w:rtl/>
        </w:rPr>
        <w:t xml:space="preserve">بہتر ہے، معاويہ نے كہا ، خدا كى قسم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ہم تم كو كسى صورت مي</w:t>
      </w:r>
      <w:r w:rsidR="00B365A1">
        <w:rPr>
          <w:rtl/>
        </w:rPr>
        <w:t xml:space="preserve">ں </w:t>
      </w:r>
      <w:r>
        <w:rPr>
          <w:rtl/>
        </w:rPr>
        <w:t>نہي</w:t>
      </w:r>
      <w:r w:rsidR="00B365A1">
        <w:rPr>
          <w:rtl/>
        </w:rPr>
        <w:t xml:space="preserve">ں </w:t>
      </w:r>
      <w:r>
        <w:rPr>
          <w:rtl/>
        </w:rPr>
        <w:t>چھوڑي</w:t>
      </w:r>
      <w:r w:rsidR="00B365A1">
        <w:rPr>
          <w:rtl/>
        </w:rPr>
        <w:t xml:space="preserve">ں </w:t>
      </w:r>
      <w:r>
        <w:rPr>
          <w:rtl/>
        </w:rPr>
        <w:t>گے اس مرد كوفى نے للكارتے ہوئے كہا كہ مي</w:t>
      </w:r>
      <w:r w:rsidR="00B365A1">
        <w:rPr>
          <w:rtl/>
        </w:rPr>
        <w:t xml:space="preserve">ں </w:t>
      </w:r>
      <w:r>
        <w:rPr>
          <w:rtl/>
        </w:rPr>
        <w:t>گواہى ديتا ہو</w:t>
      </w:r>
      <w:r w:rsidR="00B365A1">
        <w:rPr>
          <w:rtl/>
        </w:rPr>
        <w:t xml:space="preserve">ں </w:t>
      </w:r>
      <w:r>
        <w:rPr>
          <w:rtl/>
        </w:rPr>
        <w:t>كہ على (ع) وہ تھے جو عبادت گذار اور انھو</w:t>
      </w:r>
      <w:r w:rsidR="00B365A1">
        <w:rPr>
          <w:rtl/>
        </w:rPr>
        <w:t xml:space="preserve">ں </w:t>
      </w:r>
      <w:r>
        <w:rPr>
          <w:rtl/>
        </w:rPr>
        <w:t>نے حق كى تلقين كى عدالت كو قائم كيا اور لوگو</w:t>
      </w:r>
      <w:r w:rsidR="00B365A1">
        <w:rPr>
          <w:rtl/>
        </w:rPr>
        <w:t xml:space="preserve">ں </w:t>
      </w:r>
      <w:r>
        <w:rPr>
          <w:rtl/>
        </w:rPr>
        <w:t>كى خطائو</w:t>
      </w:r>
      <w:r w:rsidR="00B365A1">
        <w:rPr>
          <w:rtl/>
        </w:rPr>
        <w:t xml:space="preserve">ں </w:t>
      </w:r>
      <w:r>
        <w:rPr>
          <w:rtl/>
        </w:rPr>
        <w:t xml:space="preserve">كو معاف كيا _ </w:t>
      </w:r>
    </w:p>
    <w:p w:rsidR="00376422" w:rsidRDefault="00376422" w:rsidP="00E67399">
      <w:pPr>
        <w:pStyle w:val="libNormal"/>
        <w:rPr>
          <w:rtl/>
        </w:rPr>
      </w:pPr>
      <w:r>
        <w:rPr>
          <w:rtl/>
        </w:rPr>
        <w:t>امير شام معاويہ نے پوچھا ، عثمان كے بارے مي</w:t>
      </w:r>
      <w:r w:rsidR="00B365A1">
        <w:rPr>
          <w:rtl/>
        </w:rPr>
        <w:t xml:space="preserve">ں </w:t>
      </w:r>
      <w:r>
        <w:rPr>
          <w:rtl/>
        </w:rPr>
        <w:t xml:space="preserve">تمھارا كيا خيال ہے _ </w:t>
      </w:r>
    </w:p>
    <w:p w:rsidR="00376422" w:rsidRDefault="00376422" w:rsidP="00E67399">
      <w:pPr>
        <w:pStyle w:val="libNormal"/>
        <w:rPr>
          <w:rtl/>
        </w:rPr>
      </w:pPr>
      <w:r>
        <w:rPr>
          <w:rtl/>
        </w:rPr>
        <w:t>مرد كوفى نے كہا ، عثمان پہلا شخص تھا جس نے ظلم و ستم كے دريچے كو باز كيا اور راہ حق كو مسدود كيا ،معاويہ نے كہا ، تم نے خود كو موت كے منھ مي</w:t>
      </w:r>
      <w:r w:rsidR="00B365A1">
        <w:rPr>
          <w:rtl/>
        </w:rPr>
        <w:t xml:space="preserve">ں </w:t>
      </w:r>
      <w:r>
        <w:rPr>
          <w:rtl/>
        </w:rPr>
        <w:t xml:space="preserve">ڈالا ہے _ </w:t>
      </w:r>
    </w:p>
    <w:p w:rsidR="00376422" w:rsidRDefault="00376422" w:rsidP="00E67399">
      <w:pPr>
        <w:pStyle w:val="libNormal"/>
        <w:rPr>
          <w:rtl/>
        </w:rPr>
      </w:pPr>
      <w:r>
        <w:rPr>
          <w:rtl/>
        </w:rPr>
        <w:t>كوفى شير نے كہا ، جى نہي</w:t>
      </w:r>
      <w:r w:rsidR="00B365A1">
        <w:rPr>
          <w:rtl/>
        </w:rPr>
        <w:t xml:space="preserve">ں </w:t>
      </w:r>
      <w:r>
        <w:rPr>
          <w:rtl/>
        </w:rPr>
        <w:t xml:space="preserve">، ہم نے تم كو مار ڈالا ہے </w:t>
      </w:r>
    </w:p>
    <w:p w:rsidR="00376422" w:rsidRDefault="00376422" w:rsidP="00E67399">
      <w:pPr>
        <w:pStyle w:val="libNormal"/>
        <w:rPr>
          <w:rtl/>
        </w:rPr>
      </w:pPr>
      <w:r>
        <w:rPr>
          <w:rtl/>
        </w:rPr>
        <w:t>پھر عرض كيا اس مقام پر قبيلہ ربيعہ كا كوئي فرد نہي</w:t>
      </w:r>
      <w:r w:rsidR="00B365A1">
        <w:rPr>
          <w:rtl/>
        </w:rPr>
        <w:t xml:space="preserve">ں </w:t>
      </w:r>
      <w:r>
        <w:rPr>
          <w:rtl/>
        </w:rPr>
        <w:t>ہے جو ہمارى مدد كرے ، اس وقت معاويہ نے كہا كہ زياد بن ربيعہ كے يہا</w:t>
      </w:r>
      <w:r w:rsidR="00B365A1">
        <w:rPr>
          <w:rtl/>
        </w:rPr>
        <w:t xml:space="preserve">ں </w:t>
      </w:r>
      <w:r>
        <w:rPr>
          <w:rtl/>
        </w:rPr>
        <w:t>بھيجدو اور معاويہ نے زياد كو خط لكھا كہ اس شخص كو اذيت و تكليف كے بعد قتل كرنا، زياد پليد نے معاويہ كے دستور كو انكھو</w:t>
      </w:r>
      <w:r w:rsidR="00B365A1">
        <w:rPr>
          <w:rtl/>
        </w:rPr>
        <w:t xml:space="preserve">ں </w:t>
      </w:r>
      <w:r>
        <w:rPr>
          <w:rtl/>
        </w:rPr>
        <w:t>پر لگايا اور اس مرد كوفى كو امير المومنين كى محبت كے جرم مي</w:t>
      </w:r>
      <w:r w:rsidR="00B365A1">
        <w:rPr>
          <w:rtl/>
        </w:rPr>
        <w:t xml:space="preserve">ں </w:t>
      </w:r>
      <w:r>
        <w:rPr>
          <w:rtl/>
        </w:rPr>
        <w:t xml:space="preserve">زندہ در گور كر ديا گيا </w:t>
      </w:r>
      <w:r w:rsidRPr="00C00E6D">
        <w:rPr>
          <w:rStyle w:val="libFootnotenumChar"/>
          <w:rtl/>
        </w:rPr>
        <w:t>(24)</w:t>
      </w:r>
      <w:r>
        <w:rPr>
          <w:rtl/>
        </w:rPr>
        <w:t xml:space="preserve"> </w:t>
      </w:r>
    </w:p>
    <w:p w:rsidR="00376422" w:rsidRDefault="00376422" w:rsidP="00E67399">
      <w:pPr>
        <w:pStyle w:val="libNormal"/>
        <w:rPr>
          <w:rtl/>
        </w:rPr>
      </w:pPr>
      <w:r>
        <w:rPr>
          <w:rtl/>
        </w:rPr>
        <w:t>ابن عبد البر اپنى مشھور كتاب استيعاب مي</w:t>
      </w:r>
      <w:r w:rsidR="00B365A1">
        <w:rPr>
          <w:rtl/>
        </w:rPr>
        <w:t xml:space="preserve">ں </w:t>
      </w:r>
      <w:r>
        <w:rPr>
          <w:rtl/>
        </w:rPr>
        <w:t>لكھتے ہي</w:t>
      </w:r>
      <w:r w:rsidR="00B365A1">
        <w:rPr>
          <w:rtl/>
        </w:rPr>
        <w:t xml:space="preserve">ں </w:t>
      </w:r>
      <w:r>
        <w:rPr>
          <w:rtl/>
        </w:rPr>
        <w:t xml:space="preserve">: </w:t>
      </w:r>
    </w:p>
    <w:p w:rsidR="00376422" w:rsidRDefault="00376422" w:rsidP="00E67399">
      <w:pPr>
        <w:pStyle w:val="libNormal"/>
        <w:rPr>
          <w:rtl/>
        </w:rPr>
      </w:pPr>
      <w:r>
        <w:rPr>
          <w:rtl/>
        </w:rPr>
        <w:t>جس وقت حجر بن عدى قتل كئے جا رہے تھے تو انكے خاندان كے افراد وہا</w:t>
      </w:r>
      <w:r w:rsidR="00B365A1">
        <w:rPr>
          <w:rtl/>
        </w:rPr>
        <w:t xml:space="preserve">ں </w:t>
      </w:r>
      <w:r>
        <w:rPr>
          <w:rtl/>
        </w:rPr>
        <w:t>موجود تھے انھو</w:t>
      </w:r>
      <w:r w:rsidR="00B365A1">
        <w:rPr>
          <w:rtl/>
        </w:rPr>
        <w:t xml:space="preserve">ں </w:t>
      </w:r>
      <w:r>
        <w:rPr>
          <w:rtl/>
        </w:rPr>
        <w:t>نے وصيت كى كہ جب ہم قتل كر ديئے جائي</w:t>
      </w:r>
      <w:r w:rsidR="00B365A1">
        <w:rPr>
          <w:rtl/>
        </w:rPr>
        <w:t xml:space="preserve">ں </w:t>
      </w:r>
      <w:r>
        <w:rPr>
          <w:rtl/>
        </w:rPr>
        <w:t>تو ميرى ہتھكڑيو</w:t>
      </w:r>
      <w:r w:rsidR="00B365A1">
        <w:rPr>
          <w:rtl/>
        </w:rPr>
        <w:t xml:space="preserve">ں </w:t>
      </w:r>
      <w:r>
        <w:rPr>
          <w:rtl/>
        </w:rPr>
        <w:t>كو ہاتھ سے نہ اتارنا اور نہ ہى غسل دينا تاكہ اسى حالت مي</w:t>
      </w:r>
      <w:r w:rsidR="00B365A1">
        <w:rPr>
          <w:rtl/>
        </w:rPr>
        <w:t xml:space="preserve">ں </w:t>
      </w:r>
      <w:r>
        <w:rPr>
          <w:rtl/>
        </w:rPr>
        <w:t>معاويہ سے پل صراط پر ملاقات كري</w:t>
      </w:r>
      <w:r w:rsidR="00B365A1">
        <w:rPr>
          <w:rtl/>
        </w:rPr>
        <w:t xml:space="preserve">ں </w:t>
      </w:r>
      <w:r>
        <w:rPr>
          <w:rtl/>
        </w:rPr>
        <w:t>اور اسكى محشر مي</w:t>
      </w:r>
      <w:r w:rsidR="00B365A1">
        <w:rPr>
          <w:rtl/>
        </w:rPr>
        <w:t xml:space="preserve">ں </w:t>
      </w:r>
      <w:r>
        <w:rPr>
          <w:rtl/>
        </w:rPr>
        <w:t>اسى عالم مي</w:t>
      </w:r>
      <w:r w:rsidR="00B365A1">
        <w:rPr>
          <w:rtl/>
        </w:rPr>
        <w:t xml:space="preserve">ں </w:t>
      </w:r>
      <w:r>
        <w:rPr>
          <w:rtl/>
        </w:rPr>
        <w:t>شكايت كري</w:t>
      </w:r>
      <w:r w:rsidR="00B365A1">
        <w:rPr>
          <w:rtl/>
        </w:rPr>
        <w:t xml:space="preserve">ں </w:t>
      </w:r>
      <w:r w:rsidRPr="00C00E6D">
        <w:rPr>
          <w:rStyle w:val="libFootnotenumChar"/>
          <w:rtl/>
        </w:rPr>
        <w:t>(25)</w:t>
      </w:r>
      <w:r>
        <w:rPr>
          <w:rtl/>
        </w:rPr>
        <w:t xml:space="preserve"> </w:t>
      </w:r>
    </w:p>
    <w:p w:rsidR="00CD0A6C" w:rsidRDefault="00376422" w:rsidP="00E67399">
      <w:pPr>
        <w:pStyle w:val="libNormal"/>
        <w:rPr>
          <w:rtl/>
        </w:rPr>
      </w:pPr>
      <w:r>
        <w:rPr>
          <w:rtl/>
        </w:rPr>
        <w:t>معاويہ نے جس طرح حجر اور انكے ساتھيو</w:t>
      </w:r>
      <w:r w:rsidR="00B365A1">
        <w:rPr>
          <w:rtl/>
        </w:rPr>
        <w:t xml:space="preserve">ں </w:t>
      </w:r>
      <w:r>
        <w:rPr>
          <w:rtl/>
        </w:rPr>
        <w:t>كو قتل كيا اسى طرح اكثر شيعيان على (ع) كو خاك و خون مي</w:t>
      </w:r>
      <w:r w:rsidR="00B365A1">
        <w:rPr>
          <w:rtl/>
        </w:rPr>
        <w:t xml:space="preserve">ں </w:t>
      </w:r>
      <w:r>
        <w:rPr>
          <w:rtl/>
        </w:rPr>
        <w:t>غلطا</w:t>
      </w:r>
      <w:r w:rsidR="00B365A1">
        <w:rPr>
          <w:rtl/>
        </w:rPr>
        <w:t xml:space="preserve">ں </w:t>
      </w:r>
      <w:r>
        <w:rPr>
          <w:rtl/>
        </w:rPr>
        <w:t>كيا ، كيونكہ ايك طرف ان لوگو</w:t>
      </w:r>
      <w:r w:rsidR="00B365A1">
        <w:rPr>
          <w:rtl/>
        </w:rPr>
        <w:t xml:space="preserve">ں </w:t>
      </w:r>
      <w:r>
        <w:rPr>
          <w:rtl/>
        </w:rPr>
        <w:t>سے اپنے كينہ ديرينہ كو نكالا تو دوسرى طرف اپنى حكومت كے ستون كو مضبوط كيا اس لئے كہ ہر گھڑى ممكن تھا كہ جاہليت كے لئے دوسرا وبال جان كھڑا نہ ہو جائے ، اور شورش و فتنہ كى اگ بھڑك نہ اٹھے ورنہ حكومت كے لئے خطرہ كى گھنٹى بجنے لگے گى ، ہا</w:t>
      </w:r>
      <w:r w:rsidR="00B365A1">
        <w:rPr>
          <w:rtl/>
        </w:rPr>
        <w:t xml:space="preserve">ں </w:t>
      </w:r>
      <w:r>
        <w:rPr>
          <w:rtl/>
        </w:rPr>
        <w:t>_ امير شام معاويہ نے اپنى حكومت كو ٹھوس كرنے كے سلسلے مي</w:t>
      </w:r>
      <w:r w:rsidR="00B365A1">
        <w:rPr>
          <w:rtl/>
        </w:rPr>
        <w:t xml:space="preserve">ں </w:t>
      </w:r>
      <w:r>
        <w:rPr>
          <w:rtl/>
        </w:rPr>
        <w:t>كسى منكرات سے رو گردانى نہي</w:t>
      </w:r>
      <w:r w:rsidR="00B365A1">
        <w:rPr>
          <w:rtl/>
        </w:rPr>
        <w:t xml:space="preserve">ں </w:t>
      </w:r>
      <w:r>
        <w:rPr>
          <w:rtl/>
        </w:rPr>
        <w:t xml:space="preserve">كى ، معاويہ نے دور جاہليت كا طور طريقہ اپنا ركھا تھا جب جہالت حكومت كرے اور كوئي </w:t>
      </w:r>
    </w:p>
    <w:p w:rsidR="00831D2C" w:rsidRDefault="00831D2C" w:rsidP="00E67399">
      <w:pPr>
        <w:pStyle w:val="libLine"/>
        <w:rPr>
          <w:rtl/>
        </w:rPr>
      </w:pPr>
      <w:r>
        <w:rPr>
          <w:rFonts w:hint="cs"/>
          <w:rtl/>
        </w:rPr>
        <w:t>___________________</w:t>
      </w:r>
    </w:p>
    <w:p w:rsidR="00B654FF" w:rsidRDefault="00B654FF" w:rsidP="00E67399">
      <w:pPr>
        <w:pStyle w:val="libFootnote"/>
        <w:rPr>
          <w:rtl/>
        </w:rPr>
      </w:pPr>
      <w:r>
        <w:rPr>
          <w:rtl/>
        </w:rPr>
        <w:t xml:space="preserve">24_ طبرى ج6 ص 155 </w:t>
      </w:r>
    </w:p>
    <w:p w:rsidR="00B654FF" w:rsidRDefault="00B654FF" w:rsidP="00E67399">
      <w:pPr>
        <w:pStyle w:val="libFootnote"/>
        <w:rPr>
          <w:rtl/>
        </w:rPr>
      </w:pPr>
      <w:r>
        <w:rPr>
          <w:rtl/>
        </w:rPr>
        <w:t xml:space="preserve">25_ استيعاب اسد الغابہ ج1 ص 386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قانون نہ رہے تو با عظمت انسانو</w:t>
      </w:r>
      <w:r w:rsidR="00B365A1">
        <w:rPr>
          <w:rtl/>
        </w:rPr>
        <w:t xml:space="preserve">ں </w:t>
      </w:r>
      <w:r>
        <w:rPr>
          <w:rtl/>
        </w:rPr>
        <w:t>كى كوئي قدر و قيمت نہي</w:t>
      </w:r>
      <w:r w:rsidR="00B365A1">
        <w:rPr>
          <w:rtl/>
        </w:rPr>
        <w:t xml:space="preserve">ں </w:t>
      </w:r>
      <w:r>
        <w:rPr>
          <w:rtl/>
        </w:rPr>
        <w:t>رہتى ہے ، اس نے اپنے ابتدائي بيس سالہ خلافت كو حكومت مي</w:t>
      </w:r>
      <w:r w:rsidR="00B365A1">
        <w:rPr>
          <w:rtl/>
        </w:rPr>
        <w:t xml:space="preserve">ں </w:t>
      </w:r>
      <w:r>
        <w:rPr>
          <w:rtl/>
        </w:rPr>
        <w:t>تبديل كيا اور جب حكومت مستحكم ہو گئي تو اسكو موروثى بنا كر اپنے بيٹو</w:t>
      </w:r>
      <w:r w:rsidR="00B365A1">
        <w:rPr>
          <w:rtl/>
        </w:rPr>
        <w:t xml:space="preserve">ں </w:t>
      </w:r>
      <w:r>
        <w:rPr>
          <w:rtl/>
        </w:rPr>
        <w:t>مي</w:t>
      </w:r>
      <w:r w:rsidR="00B365A1">
        <w:rPr>
          <w:rtl/>
        </w:rPr>
        <w:t xml:space="preserve">ں </w:t>
      </w:r>
      <w:r>
        <w:rPr>
          <w:rtl/>
        </w:rPr>
        <w:t>سونپنا چاہا جسكى تفصيل ائندہ</w:t>
      </w:r>
      <w:r w:rsidR="00137FAB">
        <w:rPr>
          <w:rtl/>
        </w:rPr>
        <w:t xml:space="preserve"> آئے</w:t>
      </w:r>
      <w:r>
        <w:rPr>
          <w:rtl/>
        </w:rPr>
        <w:t xml:space="preserve"> گي </w:t>
      </w:r>
    </w:p>
    <w:p w:rsidR="00376422" w:rsidRDefault="00376422" w:rsidP="00E67399">
      <w:pPr>
        <w:pStyle w:val="libNormal"/>
        <w:rPr>
          <w:rtl/>
        </w:rPr>
      </w:pPr>
    </w:p>
    <w:p w:rsidR="00376422" w:rsidRDefault="00376422" w:rsidP="00E67399">
      <w:pPr>
        <w:pStyle w:val="Heading2Center"/>
        <w:rPr>
          <w:rtl/>
        </w:rPr>
      </w:pPr>
      <w:bookmarkStart w:id="47" w:name="_Toc531605675"/>
      <w:r>
        <w:rPr>
          <w:rtl/>
        </w:rPr>
        <w:t>حكومت خاندانى ہوتى ہے</w:t>
      </w:r>
      <w:bookmarkEnd w:id="47"/>
    </w:p>
    <w:p w:rsidR="00376422" w:rsidRDefault="00376422" w:rsidP="00E67399">
      <w:pPr>
        <w:pStyle w:val="libNormal"/>
        <w:rPr>
          <w:rtl/>
        </w:rPr>
      </w:pPr>
      <w:r>
        <w:rPr>
          <w:rtl/>
        </w:rPr>
        <w:t>جب معاويہ كى حكومت قائم ہو گئي اور اسكے ستون استوار ہو گئے اور اسكو كسى چيز كا خطرہ نہي</w:t>
      </w:r>
      <w:r w:rsidR="00B365A1">
        <w:rPr>
          <w:rtl/>
        </w:rPr>
        <w:t xml:space="preserve">ں </w:t>
      </w:r>
      <w:r>
        <w:rPr>
          <w:rtl/>
        </w:rPr>
        <w:t>رہا تو ايك فكر نے جنم ليا ، اور شايد كہا جا سكتا ہے يہ كوئي نئي بات نہي</w:t>
      </w:r>
      <w:r w:rsidR="00B365A1">
        <w:rPr>
          <w:rtl/>
        </w:rPr>
        <w:t xml:space="preserve">ں </w:t>
      </w:r>
      <w:r>
        <w:rPr>
          <w:rtl/>
        </w:rPr>
        <w:t>تھي، بلكہ اسكے باپ ابو سفيان كى وصيتو</w:t>
      </w:r>
      <w:r w:rsidR="00B365A1">
        <w:rPr>
          <w:rtl/>
        </w:rPr>
        <w:t xml:space="preserve">ں </w:t>
      </w:r>
      <w:r>
        <w:rPr>
          <w:rtl/>
        </w:rPr>
        <w:t>مي</w:t>
      </w:r>
      <w:r w:rsidR="00B365A1">
        <w:rPr>
          <w:rtl/>
        </w:rPr>
        <w:t xml:space="preserve">ں </w:t>
      </w:r>
      <w:r>
        <w:rPr>
          <w:rtl/>
        </w:rPr>
        <w:t xml:space="preserve">سے ايك تھى جس كو اپ نے ملاحظہ فرمايا كہ وہ حكومت اموى كو خاندانى بنانے كى فكر تھى _ اس ہدف تك پہونچنے كے لئے معاويہ نے بہت ايڑى چوٹى كا زور لگايا اور مقصد كے حصول كى خاطر حيلہ و مكارى اور جنايت كا سہارا ليا _ </w:t>
      </w:r>
    </w:p>
    <w:p w:rsidR="00376422" w:rsidRDefault="00376422" w:rsidP="00E67399">
      <w:pPr>
        <w:pStyle w:val="libNormal"/>
        <w:rPr>
          <w:rtl/>
        </w:rPr>
      </w:pPr>
      <w:r>
        <w:rPr>
          <w:rtl/>
        </w:rPr>
        <w:t>مشہور دانشور ابن عبد ربہ اندلسى لكھتے ہي</w:t>
      </w:r>
      <w:r w:rsidR="00B365A1">
        <w:rPr>
          <w:rtl/>
        </w:rPr>
        <w:t xml:space="preserve">ں </w:t>
      </w:r>
      <w:r>
        <w:rPr>
          <w:rtl/>
        </w:rPr>
        <w:t xml:space="preserve">: </w:t>
      </w:r>
    </w:p>
    <w:p w:rsidR="00376422" w:rsidRDefault="00376422" w:rsidP="00E67399">
      <w:pPr>
        <w:pStyle w:val="libNormal"/>
        <w:rPr>
          <w:rtl/>
        </w:rPr>
      </w:pPr>
      <w:r>
        <w:rPr>
          <w:rtl/>
        </w:rPr>
        <w:t>معاويہ نے مسلسل سات سال تك مكار سيا ستمدارو</w:t>
      </w:r>
      <w:r w:rsidR="00B365A1">
        <w:rPr>
          <w:rtl/>
        </w:rPr>
        <w:t xml:space="preserve">ں </w:t>
      </w:r>
      <w:r>
        <w:rPr>
          <w:rtl/>
        </w:rPr>
        <w:t>كو بڑھايا اور دولت و ثروت كے ذريعہ لوگو</w:t>
      </w:r>
      <w:r w:rsidR="00B365A1">
        <w:rPr>
          <w:rtl/>
        </w:rPr>
        <w:t xml:space="preserve">ں </w:t>
      </w:r>
      <w:r>
        <w:rPr>
          <w:rtl/>
        </w:rPr>
        <w:t>كو قريب كيا پھر مكاران وقت پر لطف و مہربانى كر كے انكو اپنے ہاتھو</w:t>
      </w:r>
      <w:r w:rsidR="00B365A1">
        <w:rPr>
          <w:rtl/>
        </w:rPr>
        <w:t xml:space="preserve">ں </w:t>
      </w:r>
      <w:r>
        <w:rPr>
          <w:rtl/>
        </w:rPr>
        <w:t>مي</w:t>
      </w:r>
      <w:r w:rsidR="00B365A1">
        <w:rPr>
          <w:rtl/>
        </w:rPr>
        <w:t xml:space="preserve">ں </w:t>
      </w:r>
      <w:r>
        <w:rPr>
          <w:rtl/>
        </w:rPr>
        <w:t>ليا ، تب جا كر اس بات كى كوشش كى كہ لوگو</w:t>
      </w:r>
      <w:r w:rsidR="00B365A1">
        <w:rPr>
          <w:rtl/>
        </w:rPr>
        <w:t xml:space="preserve">ں </w:t>
      </w:r>
      <w:r>
        <w:rPr>
          <w:rtl/>
        </w:rPr>
        <w:t xml:space="preserve">كو بيعت يزيد پر امادہ كرے _ </w:t>
      </w:r>
    </w:p>
    <w:p w:rsidR="00376422" w:rsidRDefault="00376422" w:rsidP="00E67399">
      <w:pPr>
        <w:pStyle w:val="libNormal"/>
        <w:rPr>
          <w:rtl/>
        </w:rPr>
      </w:pPr>
      <w:r>
        <w:rPr>
          <w:rtl/>
        </w:rPr>
        <w:t>امير شام معاويہ نے جس طرح اپنى حكومت كو مستحكم كرنے مي</w:t>
      </w:r>
      <w:r w:rsidR="00B365A1">
        <w:rPr>
          <w:rtl/>
        </w:rPr>
        <w:t xml:space="preserve">ں </w:t>
      </w:r>
      <w:r>
        <w:rPr>
          <w:rtl/>
        </w:rPr>
        <w:t>تمام فريبانہ الات سے كام ليا تھا اسى طرح يزيد كى بيعت كے سلسلے مي</w:t>
      </w:r>
      <w:r w:rsidR="00B365A1">
        <w:rPr>
          <w:rtl/>
        </w:rPr>
        <w:t xml:space="preserve">ں </w:t>
      </w:r>
      <w:r>
        <w:rPr>
          <w:rtl/>
        </w:rPr>
        <w:t>ہو بہو انھي</w:t>
      </w:r>
      <w:r w:rsidR="00B365A1">
        <w:rPr>
          <w:rtl/>
        </w:rPr>
        <w:t xml:space="preserve">ں </w:t>
      </w:r>
      <w:r>
        <w:rPr>
          <w:rtl/>
        </w:rPr>
        <w:t>وسائل كو بروئے كار لايا ، يہ وہ وسائل تھے جو معاويہ كى راہ مي</w:t>
      </w:r>
      <w:r w:rsidR="00B365A1">
        <w:rPr>
          <w:rtl/>
        </w:rPr>
        <w:t xml:space="preserve">ں </w:t>
      </w:r>
      <w:r>
        <w:rPr>
          <w:rtl/>
        </w:rPr>
        <w:t>كام ارہے تھے ، اور اگر اسكى مكارى و دھوكہ دھڑى مات كھا جاتى تھى تو فورا حربہ كو استعمال كر ليتا تھا حتى مسالمت اميز دشمن كو بھى قتل كرنے سے خوف نہي</w:t>
      </w:r>
      <w:r w:rsidR="00B365A1">
        <w:rPr>
          <w:rtl/>
        </w:rPr>
        <w:t xml:space="preserve">ں </w:t>
      </w:r>
      <w:r>
        <w:rPr>
          <w:rtl/>
        </w:rPr>
        <w:t xml:space="preserve">كھاتا تھا_ </w:t>
      </w:r>
    </w:p>
    <w:p w:rsidR="00376422" w:rsidRDefault="00376422" w:rsidP="00E67399">
      <w:pPr>
        <w:pStyle w:val="libNormal"/>
        <w:rPr>
          <w:rtl/>
        </w:rPr>
      </w:pPr>
      <w:r>
        <w:rPr>
          <w:rtl/>
        </w:rPr>
        <w:t>بعض مورخين نے حكومت كو مورثى بنانے كى يو</w:t>
      </w:r>
      <w:r w:rsidR="00B365A1">
        <w:rPr>
          <w:rtl/>
        </w:rPr>
        <w:t xml:space="preserve">ں </w:t>
      </w:r>
      <w:r>
        <w:rPr>
          <w:rtl/>
        </w:rPr>
        <w:t xml:space="preserve">منظر كشى كى ہے </w:t>
      </w:r>
    </w:p>
    <w:p w:rsidR="00CD0A6C" w:rsidRDefault="00376422" w:rsidP="00E67399">
      <w:pPr>
        <w:pStyle w:val="libNormal"/>
        <w:rPr>
          <w:rtl/>
        </w:rPr>
      </w:pPr>
      <w:r>
        <w:rPr>
          <w:rtl/>
        </w:rPr>
        <w:t>ابن اثير لكھتے ہي</w:t>
      </w:r>
      <w:r w:rsidR="00B365A1">
        <w:rPr>
          <w:rtl/>
        </w:rPr>
        <w:t xml:space="preserve">ں </w:t>
      </w:r>
      <w:r>
        <w:rPr>
          <w:rtl/>
        </w:rPr>
        <w:t>كہ :يزيد كى بيعت كے سلسلے مي</w:t>
      </w:r>
      <w:r w:rsidR="00B365A1">
        <w:rPr>
          <w:rtl/>
        </w:rPr>
        <w:t xml:space="preserve">ں </w:t>
      </w:r>
      <w:r>
        <w:rPr>
          <w:rtl/>
        </w:rPr>
        <w:t>جس شخص نے سب سے پہلے پيشنہا د كى وہ مغيرہ بن شعبہ ہے جب معاويہ نے مصمم ارادہ كر ليا كہ اسكو حكومت كوفہ سے بر خاست كر كے اسكى جگہ سعيد بن عاص كو جس كا شمار امويو</w:t>
      </w:r>
      <w:r w:rsidR="00B365A1">
        <w:rPr>
          <w:rtl/>
        </w:rPr>
        <w:t xml:space="preserve">ں </w:t>
      </w:r>
      <w:r>
        <w:rPr>
          <w:rtl/>
        </w:rPr>
        <w:t>مي</w:t>
      </w:r>
      <w:r w:rsidR="00B365A1">
        <w:rPr>
          <w:rtl/>
        </w:rPr>
        <w:t xml:space="preserve">ں </w:t>
      </w:r>
      <w:r>
        <w:rPr>
          <w:rtl/>
        </w:rPr>
        <w:t>ہوتا تھا اس شہر كا حاكم منصوب كر دے ، اور اسكى خبر مكار مغيرہ كو ہو گئي تو يہ چند ،ساتھيو</w:t>
      </w:r>
      <w:r w:rsidR="00B365A1">
        <w:rPr>
          <w:rtl/>
        </w:rPr>
        <w:t xml:space="preserve">ں </w:t>
      </w:r>
      <w:r>
        <w:rPr>
          <w:rtl/>
        </w:rPr>
        <w:t>كے ساتھ شام</w:t>
      </w:r>
      <w:r w:rsidR="00831D2C">
        <w:rPr>
          <w:rtl/>
        </w:rPr>
        <w:t xml:space="preserve"> آيا </w:t>
      </w:r>
      <w:r>
        <w:rPr>
          <w:rtl/>
        </w:rPr>
        <w:t xml:space="preserve"> ، جب شہر دمشق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مي</w:t>
      </w:r>
      <w:r w:rsidR="00B365A1">
        <w:rPr>
          <w:rtl/>
        </w:rPr>
        <w:t xml:space="preserve">ں </w:t>
      </w:r>
      <w:r>
        <w:rPr>
          <w:rtl/>
        </w:rPr>
        <w:t>داخل ہوا تو اپنے ساتھيو</w:t>
      </w:r>
      <w:r w:rsidR="00B365A1">
        <w:rPr>
          <w:rtl/>
        </w:rPr>
        <w:t xml:space="preserve">ں </w:t>
      </w:r>
      <w:r>
        <w:rPr>
          <w:rtl/>
        </w:rPr>
        <w:t>سے كہا ، اگر ہم لوگ اس ملاقات مي</w:t>
      </w:r>
      <w:r w:rsidR="00B365A1">
        <w:rPr>
          <w:rtl/>
        </w:rPr>
        <w:t xml:space="preserve">ں </w:t>
      </w:r>
      <w:r>
        <w:rPr>
          <w:rtl/>
        </w:rPr>
        <w:t xml:space="preserve">اپنى حكومت كو نہ بچا سكے تو ياد ركھو كہ ہميشہ كے لئے سنہرا موقع ہاتھ سے كھو دينگے _ </w:t>
      </w:r>
    </w:p>
    <w:p w:rsidR="00376422" w:rsidRDefault="00376422" w:rsidP="00E67399">
      <w:pPr>
        <w:pStyle w:val="libNormal"/>
        <w:rPr>
          <w:rtl/>
        </w:rPr>
      </w:pPr>
      <w:r>
        <w:rPr>
          <w:rtl/>
        </w:rPr>
        <w:t>پہلے يزيد كے پاس</w:t>
      </w:r>
      <w:r w:rsidR="00831D2C">
        <w:rPr>
          <w:rtl/>
        </w:rPr>
        <w:t xml:space="preserve"> آيا </w:t>
      </w:r>
      <w:r>
        <w:rPr>
          <w:rtl/>
        </w:rPr>
        <w:t xml:space="preserve"> اور اس سے يو</w:t>
      </w:r>
      <w:r w:rsidR="00B365A1">
        <w:rPr>
          <w:rtl/>
        </w:rPr>
        <w:t xml:space="preserve">ں </w:t>
      </w:r>
      <w:r>
        <w:rPr>
          <w:rtl/>
        </w:rPr>
        <w:t>گفتگو كى كہ ، اصحاب رسول (ص) و بزرگ سردار قريش سب كے سب دنيا سے رخت سفر باندھ چكے ہي</w:t>
      </w:r>
      <w:r w:rsidR="00B365A1">
        <w:rPr>
          <w:rtl/>
        </w:rPr>
        <w:t xml:space="preserve">ں </w:t>
      </w:r>
      <w:r>
        <w:rPr>
          <w:rtl/>
        </w:rPr>
        <w:t>اب صرف ان كى اولادي</w:t>
      </w:r>
      <w:r w:rsidR="00B365A1">
        <w:rPr>
          <w:rtl/>
        </w:rPr>
        <w:t xml:space="preserve">ں </w:t>
      </w:r>
      <w:r>
        <w:rPr>
          <w:rtl/>
        </w:rPr>
        <w:t>رہ گئي ہي</w:t>
      </w:r>
      <w:r w:rsidR="00B365A1">
        <w:rPr>
          <w:rtl/>
        </w:rPr>
        <w:t xml:space="preserve">ں </w:t>
      </w:r>
      <w:r>
        <w:rPr>
          <w:rtl/>
        </w:rPr>
        <w:t>، ان مي</w:t>
      </w:r>
      <w:r w:rsidR="00B365A1">
        <w:rPr>
          <w:rtl/>
        </w:rPr>
        <w:t xml:space="preserve">ں </w:t>
      </w:r>
      <w:r>
        <w:rPr>
          <w:rtl/>
        </w:rPr>
        <w:t>سب سے بہتر تم ہو اور سنت رسول اكرم (ص) سے واقفيت بھى ركھتے ہو نيز حكومت چلانے كى صلاحيت بھى تم مي</w:t>
      </w:r>
      <w:r w:rsidR="00B365A1">
        <w:rPr>
          <w:rtl/>
        </w:rPr>
        <w:t xml:space="preserve">ں </w:t>
      </w:r>
      <w:r>
        <w:rPr>
          <w:rtl/>
        </w:rPr>
        <w:t xml:space="preserve">پائي جاتى ہے ؟ </w:t>
      </w:r>
    </w:p>
    <w:p w:rsidR="00376422" w:rsidRDefault="00376422" w:rsidP="00E67399">
      <w:pPr>
        <w:pStyle w:val="libNormal"/>
        <w:rPr>
          <w:rtl/>
        </w:rPr>
      </w:pPr>
      <w:r>
        <w:rPr>
          <w:rtl/>
        </w:rPr>
        <w:t>مگر مجھے نہي</w:t>
      </w:r>
      <w:r w:rsidR="00B365A1">
        <w:rPr>
          <w:rtl/>
        </w:rPr>
        <w:t xml:space="preserve">ں </w:t>
      </w:r>
      <w:r>
        <w:rPr>
          <w:rtl/>
        </w:rPr>
        <w:t>معلوم كہ امير المومنين ( معاويہ ) كو كن مشكلات كا سامنا ہے جو لوگو</w:t>
      </w:r>
      <w:r w:rsidR="00B365A1">
        <w:rPr>
          <w:rtl/>
        </w:rPr>
        <w:t xml:space="preserve">ں </w:t>
      </w:r>
      <w:r>
        <w:rPr>
          <w:rtl/>
        </w:rPr>
        <w:t>سے تمہارى بيعت نہي</w:t>
      </w:r>
      <w:r w:rsidR="00B365A1">
        <w:rPr>
          <w:rtl/>
        </w:rPr>
        <w:t xml:space="preserve">ں </w:t>
      </w:r>
      <w:r>
        <w:rPr>
          <w:rtl/>
        </w:rPr>
        <w:t>لے رہے ہي</w:t>
      </w:r>
      <w:r w:rsidR="00B365A1">
        <w:rPr>
          <w:rtl/>
        </w:rPr>
        <w:t xml:space="preserve">ں </w:t>
      </w:r>
      <w:r>
        <w:rPr>
          <w:rtl/>
        </w:rPr>
        <w:t xml:space="preserve">؟ </w:t>
      </w:r>
    </w:p>
    <w:p w:rsidR="00376422" w:rsidRDefault="00376422" w:rsidP="00E67399">
      <w:pPr>
        <w:pStyle w:val="libNormal"/>
        <w:rPr>
          <w:rtl/>
        </w:rPr>
      </w:pPr>
      <w:r>
        <w:rPr>
          <w:rtl/>
        </w:rPr>
        <w:t xml:space="preserve">يزيد نے كہا ، اگر اس كام كو انجام ديا جائے تو بہتر ہوگا ؟ </w:t>
      </w:r>
    </w:p>
    <w:p w:rsidR="00376422" w:rsidRDefault="00376422" w:rsidP="00E67399">
      <w:pPr>
        <w:pStyle w:val="libNormal"/>
        <w:rPr>
          <w:rtl/>
        </w:rPr>
      </w:pPr>
      <w:r>
        <w:rPr>
          <w:rtl/>
        </w:rPr>
        <w:t>مغيرہ نے كہا ، جى كيو</w:t>
      </w:r>
      <w:r w:rsidR="00B365A1">
        <w:rPr>
          <w:rtl/>
        </w:rPr>
        <w:t xml:space="preserve">ں </w:t>
      </w:r>
      <w:r>
        <w:rPr>
          <w:rtl/>
        </w:rPr>
        <w:t>نہي</w:t>
      </w:r>
      <w:r w:rsidR="00B365A1">
        <w:rPr>
          <w:rtl/>
        </w:rPr>
        <w:t xml:space="preserve">ں </w:t>
      </w:r>
      <w:r>
        <w:rPr>
          <w:rtl/>
        </w:rPr>
        <w:t>، ملاقات تمام ہو گئي ، ان تمام باتو</w:t>
      </w:r>
      <w:r w:rsidR="00B365A1">
        <w:rPr>
          <w:rtl/>
        </w:rPr>
        <w:t xml:space="preserve">ں </w:t>
      </w:r>
      <w:r>
        <w:rPr>
          <w:rtl/>
        </w:rPr>
        <w:t>كو يزيد نے معاويہ سے بيان كيا ، معاويہ نے مغيرہ بن شعبہ كو بلايا اور اس سے حالات معلوم كئے مكار مغيرہ نے كہا، كہ تم تو خود حالات كو جانتے بھى ہو اور اس كا مشاہدہ بھى كئے ہوئے ہو كہ عثمان كے بعد ان تمام خونريزيو</w:t>
      </w:r>
      <w:r w:rsidR="00B365A1">
        <w:rPr>
          <w:rtl/>
        </w:rPr>
        <w:t xml:space="preserve">ں </w:t>
      </w:r>
      <w:r>
        <w:rPr>
          <w:rtl/>
        </w:rPr>
        <w:t>و جنگو</w:t>
      </w:r>
      <w:r w:rsidR="00B365A1">
        <w:rPr>
          <w:rtl/>
        </w:rPr>
        <w:t xml:space="preserve">ں </w:t>
      </w:r>
      <w:r>
        <w:rPr>
          <w:rtl/>
        </w:rPr>
        <w:t>كے ذريعہ تخت حكومت پر</w:t>
      </w:r>
      <w:r w:rsidR="00137FAB">
        <w:rPr>
          <w:rtl/>
        </w:rPr>
        <w:t xml:space="preserve"> آئے</w:t>
      </w:r>
      <w:r>
        <w:rPr>
          <w:rtl/>
        </w:rPr>
        <w:t xml:space="preserve"> اور يزيد تيرى جانشينى كا حقدار بھى ہے ، لہذا اس مي</w:t>
      </w:r>
      <w:r w:rsidR="00B365A1">
        <w:rPr>
          <w:rtl/>
        </w:rPr>
        <w:t xml:space="preserve">ں </w:t>
      </w:r>
      <w:r>
        <w:rPr>
          <w:rtl/>
        </w:rPr>
        <w:t>ديرنہ كرو اور اسكے لئے لوگو</w:t>
      </w:r>
      <w:r w:rsidR="00B365A1">
        <w:rPr>
          <w:rtl/>
        </w:rPr>
        <w:t xml:space="preserve">ں </w:t>
      </w:r>
      <w:r>
        <w:rPr>
          <w:rtl/>
        </w:rPr>
        <w:t>سے بيعت لو ، اگر كوئي مہم در پيش ہوئي تو لوگو</w:t>
      </w:r>
      <w:r w:rsidR="00B365A1">
        <w:rPr>
          <w:rtl/>
        </w:rPr>
        <w:t xml:space="preserve">ں </w:t>
      </w:r>
      <w:r>
        <w:rPr>
          <w:rtl/>
        </w:rPr>
        <w:t>كى پشت پنا ہى سے تمہارا جانشين بن جائے گا اور ايك قطرہ بھى خون كا زمين پر نہي</w:t>
      </w:r>
      <w:r w:rsidR="00B365A1">
        <w:rPr>
          <w:rtl/>
        </w:rPr>
        <w:t xml:space="preserve">ں </w:t>
      </w:r>
      <w:r>
        <w:rPr>
          <w:rtl/>
        </w:rPr>
        <w:t xml:space="preserve">گرے گا _ </w:t>
      </w:r>
    </w:p>
    <w:p w:rsidR="00376422" w:rsidRDefault="00376422" w:rsidP="00E67399">
      <w:pPr>
        <w:pStyle w:val="libNormal"/>
        <w:rPr>
          <w:rtl/>
        </w:rPr>
      </w:pPr>
      <w:r>
        <w:rPr>
          <w:rtl/>
        </w:rPr>
        <w:t xml:space="preserve">معاويہ نے كہا، اسكى ذمہ دارى كو ن قبول كرے گا _ </w:t>
      </w:r>
    </w:p>
    <w:p w:rsidR="00376422" w:rsidRDefault="00376422" w:rsidP="00E67399">
      <w:pPr>
        <w:pStyle w:val="libNormal"/>
        <w:rPr>
          <w:rtl/>
        </w:rPr>
      </w:pPr>
      <w:r>
        <w:rPr>
          <w:rtl/>
        </w:rPr>
        <w:t>مغيرہ نے جواب ديا ،كوفہ كى ذمہ داريو</w:t>
      </w:r>
      <w:r w:rsidR="00B365A1">
        <w:rPr>
          <w:rtl/>
        </w:rPr>
        <w:t xml:space="preserve">ں </w:t>
      </w:r>
      <w:r>
        <w:rPr>
          <w:rtl/>
        </w:rPr>
        <w:t>كو مي</w:t>
      </w:r>
      <w:r w:rsidR="00B365A1">
        <w:rPr>
          <w:rtl/>
        </w:rPr>
        <w:t xml:space="preserve">ں </w:t>
      </w:r>
      <w:r>
        <w:rPr>
          <w:rtl/>
        </w:rPr>
        <w:t>سنبھالتا ہو</w:t>
      </w:r>
      <w:r w:rsidR="00B365A1">
        <w:rPr>
          <w:rtl/>
        </w:rPr>
        <w:t xml:space="preserve">ں </w:t>
      </w:r>
      <w:r>
        <w:rPr>
          <w:rtl/>
        </w:rPr>
        <w:t>اور زياد كو بصرہ كى ذمہ دارى سونپ دى جائے ، پھر ان دونو</w:t>
      </w:r>
      <w:r w:rsidR="00B365A1">
        <w:rPr>
          <w:rtl/>
        </w:rPr>
        <w:t xml:space="preserve">ں </w:t>
      </w:r>
      <w:r>
        <w:rPr>
          <w:rtl/>
        </w:rPr>
        <w:t>شہرو</w:t>
      </w:r>
      <w:r w:rsidR="00B365A1">
        <w:rPr>
          <w:rtl/>
        </w:rPr>
        <w:t xml:space="preserve">ں </w:t>
      </w:r>
      <w:r>
        <w:rPr>
          <w:rtl/>
        </w:rPr>
        <w:t>كے بعد كسى مي</w:t>
      </w:r>
      <w:r w:rsidR="00B365A1">
        <w:rPr>
          <w:rtl/>
        </w:rPr>
        <w:t xml:space="preserve">ں </w:t>
      </w:r>
      <w:r>
        <w:rPr>
          <w:rtl/>
        </w:rPr>
        <w:t>ہمت و جرائت نہي</w:t>
      </w:r>
      <w:r w:rsidR="00B365A1">
        <w:rPr>
          <w:rtl/>
        </w:rPr>
        <w:t xml:space="preserve">ں </w:t>
      </w:r>
      <w:r>
        <w:rPr>
          <w:rtl/>
        </w:rPr>
        <w:t xml:space="preserve">ہے كہ تمھارى مخالفت كرے _ </w:t>
      </w:r>
    </w:p>
    <w:p w:rsidR="00376422" w:rsidRDefault="00376422" w:rsidP="00E67399">
      <w:pPr>
        <w:pStyle w:val="libNormal"/>
        <w:rPr>
          <w:rtl/>
        </w:rPr>
      </w:pPr>
      <w:r>
        <w:rPr>
          <w:rtl/>
        </w:rPr>
        <w:t>معاويہ نے كہا ، تم كوفہ چلے جائو اور اس سلسلہ مي</w:t>
      </w:r>
      <w:r w:rsidR="00B365A1">
        <w:rPr>
          <w:rtl/>
        </w:rPr>
        <w:t xml:space="preserve">ں </w:t>
      </w:r>
      <w:r>
        <w:rPr>
          <w:rtl/>
        </w:rPr>
        <w:t>اپنے دوستو</w:t>
      </w:r>
      <w:r w:rsidR="00B365A1">
        <w:rPr>
          <w:rtl/>
        </w:rPr>
        <w:t xml:space="preserve">ں </w:t>
      </w:r>
      <w:r>
        <w:rPr>
          <w:rtl/>
        </w:rPr>
        <w:t>سے صلاح و مشورہ كرو ، پھر ديكھا جائے گا كہ حالات كس كروٹ ليتے ہي</w:t>
      </w:r>
      <w:r w:rsidR="00B365A1">
        <w:rPr>
          <w:rtl/>
        </w:rPr>
        <w:t xml:space="preserve">ں </w:t>
      </w:r>
      <w:r>
        <w:rPr>
          <w:rtl/>
        </w:rPr>
        <w:t xml:space="preserve">_ </w:t>
      </w:r>
    </w:p>
    <w:p w:rsidR="00376422" w:rsidRDefault="00376422" w:rsidP="00E67399">
      <w:pPr>
        <w:pStyle w:val="libNormal"/>
        <w:rPr>
          <w:rtl/>
        </w:rPr>
      </w:pPr>
      <w:r>
        <w:rPr>
          <w:rtl/>
        </w:rPr>
        <w:t>مغيرہ بن شعبہ اپنے ساتھيو</w:t>
      </w:r>
      <w:r w:rsidR="00B365A1">
        <w:rPr>
          <w:rtl/>
        </w:rPr>
        <w:t xml:space="preserve">ں </w:t>
      </w:r>
      <w:r>
        <w:rPr>
          <w:rtl/>
        </w:rPr>
        <w:t>كے ساتھ واپس چلا</w:t>
      </w:r>
      <w:r w:rsidR="00831D2C">
        <w:rPr>
          <w:rtl/>
        </w:rPr>
        <w:t xml:space="preserve"> آيا </w:t>
      </w:r>
      <w:r>
        <w:rPr>
          <w:rtl/>
        </w:rPr>
        <w:t xml:space="preserve"> اور عرض كيا ہم نے معاويہ كو اس سر كش مركب پر سوار كر ديا ہے جسكى منزل بہت دور ہے اور امت محمد (ص) كے امور كو اس طرح پارہ پارہ كر ديا ہے كہ ہرگز جڑ نہي</w:t>
      </w:r>
      <w:r w:rsidR="00B365A1">
        <w:rPr>
          <w:rtl/>
        </w:rPr>
        <w:t xml:space="preserve">ں </w:t>
      </w:r>
      <w:r>
        <w:rPr>
          <w:rtl/>
        </w:rPr>
        <w:t xml:space="preserve">سكتا _ </w:t>
      </w:r>
    </w:p>
    <w:p w:rsidR="00831D2C" w:rsidRDefault="00376422" w:rsidP="00E67399">
      <w:pPr>
        <w:pStyle w:val="libNormal"/>
        <w:rPr>
          <w:rtl/>
        </w:rPr>
      </w:pPr>
      <w:r>
        <w:rPr>
          <w:rtl/>
        </w:rPr>
        <w:t>مغيرہ بن شعبہ نے كوفہ پہونچتے ہى كچھ دوستداران بنى اميہ كو اپنے فرزند موسى كے ہمراہ شام بھيجا ، اور ان لوگو</w:t>
      </w:r>
      <w:r w:rsidR="00B365A1">
        <w:rPr>
          <w:rtl/>
        </w:rPr>
        <w:t xml:space="preserve">ں </w:t>
      </w:r>
      <w:r>
        <w:rPr>
          <w:rtl/>
        </w:rPr>
        <w:t>مي</w:t>
      </w:r>
      <w:r w:rsidR="00B365A1">
        <w:rPr>
          <w:rtl/>
        </w:rPr>
        <w:t xml:space="preserve">ں </w:t>
      </w:r>
      <w:r>
        <w:rPr>
          <w:rtl/>
        </w:rPr>
        <w:t>تين لاكھ درھم تقسيم كئے تاكہ معاويہ كے پاس جا كر يزيد كى بيعت كے لئے پيشكش كري</w:t>
      </w:r>
      <w:r w:rsidR="00B365A1">
        <w:rPr>
          <w:rtl/>
        </w:rPr>
        <w:t xml:space="preserve">ں </w:t>
      </w:r>
      <w:r>
        <w:rPr>
          <w:rtl/>
        </w:rPr>
        <w:t xml:space="preserve">_ </w:t>
      </w:r>
    </w:p>
    <w:p w:rsidR="00831D2C" w:rsidRDefault="00831D2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جب معاويہ سے ملاقات كرنے گئے اور اس بات كو اسكے سامنے ركھا تو اس نے جواب ديا كہ ابھى اس كام مي</w:t>
      </w:r>
      <w:r w:rsidR="00B365A1">
        <w:rPr>
          <w:rtl/>
        </w:rPr>
        <w:t xml:space="preserve">ں </w:t>
      </w:r>
      <w:r>
        <w:rPr>
          <w:rtl/>
        </w:rPr>
        <w:t>جلدى نہ كرو البتہ ايسا نہ ہو كہ تم لوگ اپنى رائے كو بھول بيٹھو پھر فرزند مغيرہ كو چپكے سے بلايا اور اس سے كہا ،كہ تمہارے باپ نے ان لوگو</w:t>
      </w:r>
      <w:r w:rsidR="00B365A1">
        <w:rPr>
          <w:rtl/>
        </w:rPr>
        <w:t xml:space="preserve">ں </w:t>
      </w:r>
      <w:r>
        <w:rPr>
          <w:rtl/>
        </w:rPr>
        <w:t>كے دين كو كتنے مي</w:t>
      </w:r>
      <w:r w:rsidR="00B365A1">
        <w:rPr>
          <w:rtl/>
        </w:rPr>
        <w:t xml:space="preserve">ں </w:t>
      </w:r>
      <w:r>
        <w:rPr>
          <w:rtl/>
        </w:rPr>
        <w:t>خريدا ہے ، موسى نے كہا ، تين لاكھ درہم مي</w:t>
      </w:r>
      <w:r w:rsidR="00B365A1">
        <w:rPr>
          <w:rtl/>
        </w:rPr>
        <w:t xml:space="preserve">ں </w:t>
      </w:r>
      <w:r>
        <w:rPr>
          <w:rtl/>
        </w:rPr>
        <w:t xml:space="preserve">_ </w:t>
      </w:r>
    </w:p>
    <w:p w:rsidR="00376422" w:rsidRDefault="00376422" w:rsidP="00E67399">
      <w:pPr>
        <w:pStyle w:val="libNormal"/>
        <w:rPr>
          <w:rtl/>
        </w:rPr>
      </w:pPr>
      <w:r>
        <w:rPr>
          <w:rtl/>
        </w:rPr>
        <w:t>معاويہ نے كہا _ ان لوگو</w:t>
      </w:r>
      <w:r w:rsidR="00B365A1">
        <w:rPr>
          <w:rtl/>
        </w:rPr>
        <w:t xml:space="preserve">ں </w:t>
      </w:r>
      <w:r>
        <w:rPr>
          <w:rtl/>
        </w:rPr>
        <w:t>نے بہت سستے مي</w:t>
      </w:r>
      <w:r w:rsidR="00B365A1">
        <w:rPr>
          <w:rtl/>
        </w:rPr>
        <w:t xml:space="preserve">ں </w:t>
      </w:r>
      <w:r>
        <w:rPr>
          <w:rtl/>
        </w:rPr>
        <w:t xml:space="preserve">اپنا دين بيچ ڈالا ہے </w:t>
      </w:r>
      <w:r w:rsidRPr="00C00E6D">
        <w:rPr>
          <w:rStyle w:val="libFootnotenumChar"/>
          <w:rtl/>
        </w:rPr>
        <w:t>(26)</w:t>
      </w:r>
      <w:r>
        <w:rPr>
          <w:rtl/>
        </w:rPr>
        <w:t xml:space="preserve"> </w:t>
      </w:r>
    </w:p>
    <w:p w:rsidR="00376422" w:rsidRDefault="00376422" w:rsidP="00E67399">
      <w:pPr>
        <w:pStyle w:val="libNormal"/>
        <w:rPr>
          <w:rtl/>
        </w:rPr>
      </w:pPr>
    </w:p>
    <w:p w:rsidR="00376422" w:rsidRDefault="00376422" w:rsidP="00E67399">
      <w:pPr>
        <w:pStyle w:val="Heading2Center"/>
        <w:rPr>
          <w:rtl/>
        </w:rPr>
      </w:pPr>
      <w:bookmarkStart w:id="48" w:name="_Toc531605676"/>
      <w:r>
        <w:rPr>
          <w:rtl/>
        </w:rPr>
        <w:t>يزيد كى بيعت بصرہ مي</w:t>
      </w:r>
      <w:r w:rsidR="00B365A1">
        <w:rPr>
          <w:rtl/>
        </w:rPr>
        <w:t>ں</w:t>
      </w:r>
      <w:bookmarkEnd w:id="48"/>
      <w:r w:rsidR="00B365A1">
        <w:rPr>
          <w:rtl/>
        </w:rPr>
        <w:t xml:space="preserve"> </w:t>
      </w:r>
    </w:p>
    <w:p w:rsidR="00376422" w:rsidRDefault="00376422" w:rsidP="00E67399">
      <w:pPr>
        <w:pStyle w:val="libNormal"/>
        <w:rPr>
          <w:rtl/>
        </w:rPr>
      </w:pPr>
      <w:r>
        <w:rPr>
          <w:rtl/>
        </w:rPr>
        <w:t>جس زمانے مي</w:t>
      </w:r>
      <w:r w:rsidR="00B365A1">
        <w:rPr>
          <w:rtl/>
        </w:rPr>
        <w:t xml:space="preserve">ں </w:t>
      </w:r>
      <w:r>
        <w:rPr>
          <w:rtl/>
        </w:rPr>
        <w:t>مغيرہ بن شعبہ اہل كوفہ كو بيعت يزيد پر ابھار رہا تھا تو اس وقت معاويہ نے حاكم بصرہ زياد بن ربيعہ كو يو</w:t>
      </w:r>
      <w:r w:rsidR="00B365A1">
        <w:rPr>
          <w:rtl/>
        </w:rPr>
        <w:t xml:space="preserve">ں </w:t>
      </w:r>
      <w:r>
        <w:rPr>
          <w:rtl/>
        </w:rPr>
        <w:t xml:space="preserve">خط لكھا : </w:t>
      </w:r>
    </w:p>
    <w:p w:rsidR="00376422" w:rsidRDefault="00376422" w:rsidP="00E67399">
      <w:pPr>
        <w:pStyle w:val="libNormal"/>
        <w:rPr>
          <w:rtl/>
        </w:rPr>
      </w:pPr>
      <w:r>
        <w:rPr>
          <w:rtl/>
        </w:rPr>
        <w:t>مغيرہ اہل كوفہ سے يزيد كى بيعت لے رہا ہے جبكہ تم مغيرہ سے ان امور مي</w:t>
      </w:r>
      <w:r w:rsidR="00B365A1">
        <w:rPr>
          <w:rtl/>
        </w:rPr>
        <w:t xml:space="preserve">ں </w:t>
      </w:r>
      <w:r>
        <w:rPr>
          <w:rtl/>
        </w:rPr>
        <w:t>زيادہ حقدار ہو كيونكہ يزيد تمہارے بھائي كا بيٹا ہے ، لہذا جيسے ہى ميرا خط ملے فورا بصرہ والو</w:t>
      </w:r>
      <w:r w:rsidR="00B365A1">
        <w:rPr>
          <w:rtl/>
        </w:rPr>
        <w:t xml:space="preserve">ں </w:t>
      </w:r>
      <w:r>
        <w:rPr>
          <w:rtl/>
        </w:rPr>
        <w:t>سے يزيد كى خلافت و وليعہدى كے سلسلے مي</w:t>
      </w:r>
      <w:r w:rsidR="00B365A1">
        <w:rPr>
          <w:rtl/>
        </w:rPr>
        <w:t xml:space="preserve">ں </w:t>
      </w:r>
      <w:r>
        <w:rPr>
          <w:rtl/>
        </w:rPr>
        <w:t xml:space="preserve">بيعت لو _ </w:t>
      </w:r>
    </w:p>
    <w:p w:rsidR="00376422" w:rsidRDefault="00376422" w:rsidP="00E67399">
      <w:pPr>
        <w:pStyle w:val="libNormal"/>
        <w:rPr>
          <w:rtl/>
        </w:rPr>
      </w:pPr>
      <w:r>
        <w:rPr>
          <w:rtl/>
        </w:rPr>
        <w:t>جب معاويہ كا خط زياد كو ملا تو اس نے اسكو پڑھنے كے بعداپنے جگرى دوست كو بلايا اور اس سے كہا كہ ہم تمہارے اوپر بھروسہ كرتے ہوئے ايك پيغام تمہارے حوالے كرنا چاہتے ہي</w:t>
      </w:r>
      <w:r w:rsidR="00B365A1">
        <w:rPr>
          <w:rtl/>
        </w:rPr>
        <w:t xml:space="preserve">ں </w:t>
      </w:r>
      <w:r>
        <w:rPr>
          <w:rtl/>
        </w:rPr>
        <w:t>اور اس پيغام كے پہونچانے كا حق تمہي</w:t>
      </w:r>
      <w:r w:rsidR="00B365A1">
        <w:rPr>
          <w:rtl/>
        </w:rPr>
        <w:t xml:space="preserve">ں </w:t>
      </w:r>
      <w:r>
        <w:rPr>
          <w:rtl/>
        </w:rPr>
        <w:t xml:space="preserve">كو ہے _ </w:t>
      </w:r>
    </w:p>
    <w:p w:rsidR="00376422" w:rsidRDefault="00376422" w:rsidP="00E67399">
      <w:pPr>
        <w:pStyle w:val="libNormal"/>
        <w:rPr>
          <w:rtl/>
        </w:rPr>
      </w:pPr>
      <w:r>
        <w:rPr>
          <w:rtl/>
        </w:rPr>
        <w:t>معاويہ كے يہا</w:t>
      </w:r>
      <w:r w:rsidR="00B365A1">
        <w:rPr>
          <w:rtl/>
        </w:rPr>
        <w:t xml:space="preserve">ں </w:t>
      </w:r>
      <w:r>
        <w:rPr>
          <w:rtl/>
        </w:rPr>
        <w:t>جا كر كہنا كہ تمہارا خط ملا اور اس مي</w:t>
      </w:r>
      <w:r w:rsidR="00B365A1">
        <w:rPr>
          <w:rtl/>
        </w:rPr>
        <w:t xml:space="preserve">ں </w:t>
      </w:r>
      <w:r>
        <w:rPr>
          <w:rtl/>
        </w:rPr>
        <w:t>جس چيز كے سلسلہ مي</w:t>
      </w:r>
      <w:r w:rsidR="00B365A1">
        <w:rPr>
          <w:rtl/>
        </w:rPr>
        <w:t xml:space="preserve">ں </w:t>
      </w:r>
      <w:r>
        <w:rPr>
          <w:rtl/>
        </w:rPr>
        <w:t>لكھا ہے اگر اسكى طرف لوگو</w:t>
      </w:r>
      <w:r w:rsidR="00B365A1">
        <w:rPr>
          <w:rtl/>
        </w:rPr>
        <w:t xml:space="preserve">ں </w:t>
      </w:r>
      <w:r>
        <w:rPr>
          <w:rtl/>
        </w:rPr>
        <w:t>كو دعوت دو</w:t>
      </w:r>
      <w:r w:rsidR="00B365A1">
        <w:rPr>
          <w:rtl/>
        </w:rPr>
        <w:t xml:space="preserve">ں </w:t>
      </w:r>
      <w:r>
        <w:rPr>
          <w:rtl/>
        </w:rPr>
        <w:t>تو اہل بصرہ كيا كہي</w:t>
      </w:r>
      <w:r w:rsidR="00B365A1">
        <w:rPr>
          <w:rtl/>
        </w:rPr>
        <w:t xml:space="preserve">ں </w:t>
      </w:r>
      <w:r>
        <w:rPr>
          <w:rtl/>
        </w:rPr>
        <w:t>گے جبكہ يزيد كتا اور بندر سے كھيلتا ہے _ اور ہر روز رنگ برنگ كا فاخرہ لباس زيب تن كرتا ہے اور ہميشہ شراب مي</w:t>
      </w:r>
      <w:r w:rsidR="00B365A1">
        <w:rPr>
          <w:rtl/>
        </w:rPr>
        <w:t xml:space="preserve">ں </w:t>
      </w:r>
      <w:r>
        <w:rPr>
          <w:rtl/>
        </w:rPr>
        <w:t>مست رہتا ہے ، نيز گانے بجانے سے بھى پرہيز نہي</w:t>
      </w:r>
      <w:r w:rsidR="00B365A1">
        <w:rPr>
          <w:rtl/>
        </w:rPr>
        <w:t xml:space="preserve">ں </w:t>
      </w:r>
      <w:r>
        <w:rPr>
          <w:rtl/>
        </w:rPr>
        <w:t>كرتا در انحاليكہ اسكے مقابلے مي</w:t>
      </w:r>
      <w:r w:rsidR="00B365A1">
        <w:rPr>
          <w:rtl/>
        </w:rPr>
        <w:t xml:space="preserve">ں </w:t>
      </w:r>
      <w:r>
        <w:rPr>
          <w:rtl/>
        </w:rPr>
        <w:t>حسي</w:t>
      </w:r>
      <w:r w:rsidR="00B365A1">
        <w:rPr>
          <w:rtl/>
        </w:rPr>
        <w:t xml:space="preserve">ں </w:t>
      </w:r>
      <w:r>
        <w:rPr>
          <w:rtl/>
        </w:rPr>
        <w:t>بن على (ع) ، عبد اللہ بن عباس ، عبد اللہ بن زبير ، اور عبد اللہ بن عمر ، جيسے افراد موجود ہي</w:t>
      </w:r>
      <w:r w:rsidR="00B365A1">
        <w:rPr>
          <w:rtl/>
        </w:rPr>
        <w:t xml:space="preserve">ں </w:t>
      </w:r>
      <w:r>
        <w:rPr>
          <w:rtl/>
        </w:rPr>
        <w:t>، لہذا ايك صورت باقى رہ جاتى ہے كہ تم اس سے كہو كہ ايك دو سال اپنے رقيبو</w:t>
      </w:r>
      <w:r w:rsidR="00B365A1">
        <w:rPr>
          <w:rtl/>
        </w:rPr>
        <w:t xml:space="preserve">ں </w:t>
      </w:r>
      <w:r>
        <w:rPr>
          <w:rtl/>
        </w:rPr>
        <w:t>كى طرح اخلاق سے اراستہ و مزين ہو اس صورت مي</w:t>
      </w:r>
      <w:r w:rsidR="00B365A1">
        <w:rPr>
          <w:rtl/>
        </w:rPr>
        <w:t xml:space="preserve">ں </w:t>
      </w:r>
      <w:r>
        <w:rPr>
          <w:rtl/>
        </w:rPr>
        <w:t>جا كر شايد، ہم لوگو</w:t>
      </w:r>
      <w:r w:rsidR="00B365A1">
        <w:rPr>
          <w:rtl/>
        </w:rPr>
        <w:t xml:space="preserve">ں </w:t>
      </w:r>
      <w:r>
        <w:rPr>
          <w:rtl/>
        </w:rPr>
        <w:t>كو فريب دينے كى كوشش كري</w:t>
      </w:r>
      <w:r w:rsidR="00B365A1">
        <w:rPr>
          <w:rtl/>
        </w:rPr>
        <w:t xml:space="preserve">ں </w:t>
      </w:r>
      <w:r>
        <w:rPr>
          <w:rtl/>
        </w:rPr>
        <w:t>زياد كے فرستادہ نے ان باتو</w:t>
      </w:r>
      <w:r w:rsidR="00B365A1">
        <w:rPr>
          <w:rtl/>
        </w:rPr>
        <w:t xml:space="preserve">ں </w:t>
      </w:r>
      <w:r>
        <w:rPr>
          <w:rtl/>
        </w:rPr>
        <w:t xml:space="preserve">كو معاويہ سے بيان كيا _ </w:t>
      </w:r>
    </w:p>
    <w:p w:rsidR="00CD0A6C" w:rsidRDefault="00376422" w:rsidP="00E67399">
      <w:pPr>
        <w:pStyle w:val="libNormal"/>
        <w:rPr>
          <w:rtl/>
        </w:rPr>
      </w:pPr>
      <w:r>
        <w:rPr>
          <w:rtl/>
        </w:rPr>
        <w:t>معاويہ نے كہا _، وائے ہو فرزند عبيد پر خدا كى قسم مي</w:t>
      </w:r>
      <w:r w:rsidR="00B365A1">
        <w:rPr>
          <w:rtl/>
        </w:rPr>
        <w:t xml:space="preserve">ں </w:t>
      </w:r>
      <w:r>
        <w:rPr>
          <w:rtl/>
        </w:rPr>
        <w:t>نے سنا ہے كہ گانے والى عورتو</w:t>
      </w:r>
      <w:r w:rsidR="00B365A1">
        <w:rPr>
          <w:rtl/>
        </w:rPr>
        <w:t xml:space="preserve">ں </w:t>
      </w:r>
      <w:r>
        <w:rPr>
          <w:rtl/>
        </w:rPr>
        <w:t>نے اسكے بارے مي</w:t>
      </w:r>
      <w:r w:rsidR="00B365A1">
        <w:rPr>
          <w:rtl/>
        </w:rPr>
        <w:t xml:space="preserve">ں </w:t>
      </w:r>
      <w:r>
        <w:rPr>
          <w:rtl/>
        </w:rPr>
        <w:t xml:space="preserve">كہا كہ </w:t>
      </w:r>
    </w:p>
    <w:p w:rsidR="00831D2C" w:rsidRDefault="00831D2C" w:rsidP="00E67399">
      <w:pPr>
        <w:pStyle w:val="libLine"/>
        <w:rPr>
          <w:rtl/>
        </w:rPr>
      </w:pPr>
      <w:r>
        <w:rPr>
          <w:rFonts w:hint="cs"/>
          <w:rtl/>
        </w:rPr>
        <w:t>____________________</w:t>
      </w:r>
    </w:p>
    <w:p w:rsidR="00B654FF" w:rsidRDefault="00B654FF" w:rsidP="00E67399">
      <w:pPr>
        <w:pStyle w:val="libFootnote"/>
        <w:rPr>
          <w:rtl/>
        </w:rPr>
      </w:pPr>
      <w:r>
        <w:rPr>
          <w:rtl/>
        </w:rPr>
        <w:t xml:space="preserve">26_ ابن اثير ج3 ص 15 ، طبرى ج 6 ص 170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ميرے بعد امير زياد ہوگا _ </w:t>
      </w:r>
    </w:p>
    <w:p w:rsidR="00376422" w:rsidRDefault="00376422" w:rsidP="00E67399">
      <w:pPr>
        <w:pStyle w:val="libNormal"/>
        <w:rPr>
          <w:rtl/>
        </w:rPr>
      </w:pPr>
      <w:r>
        <w:rPr>
          <w:rtl/>
        </w:rPr>
        <w:t>خدا كى قسم _ اسكے نسب كو اسكى ما</w:t>
      </w:r>
      <w:r w:rsidR="00B365A1">
        <w:rPr>
          <w:rtl/>
        </w:rPr>
        <w:t xml:space="preserve">ں </w:t>
      </w:r>
      <w:r>
        <w:rPr>
          <w:rtl/>
        </w:rPr>
        <w:t xml:space="preserve">سميہ اور غلام عبيد سے بار ديگر جوڑ دونگا </w:t>
      </w:r>
      <w:r w:rsidRPr="00C00E6D">
        <w:rPr>
          <w:rStyle w:val="libFootnotenumChar"/>
          <w:rtl/>
        </w:rPr>
        <w:t>(27)</w:t>
      </w:r>
      <w:r>
        <w:rPr>
          <w:rtl/>
        </w:rPr>
        <w:t xml:space="preserve"> </w:t>
      </w:r>
    </w:p>
    <w:p w:rsidR="00376422" w:rsidRDefault="00376422" w:rsidP="00E67399">
      <w:pPr>
        <w:pStyle w:val="libNormal"/>
        <w:rPr>
          <w:rtl/>
        </w:rPr>
      </w:pPr>
      <w:r>
        <w:rPr>
          <w:rtl/>
        </w:rPr>
        <w:t>طبرى و ابن اثير نے تھوڑے سے اختلاف كے ساتھ اس داستان كى تفصيل كو يو</w:t>
      </w:r>
      <w:r w:rsidR="00B365A1">
        <w:rPr>
          <w:rtl/>
        </w:rPr>
        <w:t xml:space="preserve">ں </w:t>
      </w:r>
      <w:r>
        <w:rPr>
          <w:rtl/>
        </w:rPr>
        <w:t xml:space="preserve">بيان كيا ہے_ زياد كے دوست نے كہا : </w:t>
      </w:r>
    </w:p>
    <w:p w:rsidR="00376422" w:rsidRDefault="00376422" w:rsidP="00E67399">
      <w:pPr>
        <w:pStyle w:val="libNormal"/>
        <w:rPr>
          <w:rtl/>
        </w:rPr>
      </w:pPr>
      <w:r>
        <w:rPr>
          <w:rtl/>
        </w:rPr>
        <w:t>تم معاويہ كے حكم كو نظر انداز نہ كرو اور يزيد كو اس طرح برا بھلا نہ لكھو ، ہم يزيد كے پاس جاتے ہي</w:t>
      </w:r>
      <w:r w:rsidR="00B365A1">
        <w:rPr>
          <w:rtl/>
        </w:rPr>
        <w:t xml:space="preserve">ں </w:t>
      </w:r>
      <w:r>
        <w:rPr>
          <w:rtl/>
        </w:rPr>
        <w:t>اور اس سے كہتے ہي</w:t>
      </w:r>
      <w:r w:rsidR="00B365A1">
        <w:rPr>
          <w:rtl/>
        </w:rPr>
        <w:t xml:space="preserve">ں </w:t>
      </w:r>
      <w:r>
        <w:rPr>
          <w:rtl/>
        </w:rPr>
        <w:t>كہ خليفہ ( معاويہ ) نے تمہارى بيعت كے سلسلہ مي</w:t>
      </w:r>
      <w:r w:rsidR="00B365A1">
        <w:rPr>
          <w:rtl/>
        </w:rPr>
        <w:t xml:space="preserve">ں </w:t>
      </w:r>
      <w:r>
        <w:rPr>
          <w:rtl/>
        </w:rPr>
        <w:t>زياد سے صلاح و مشورہ ليا ہے ، ليكن زياد لوگو</w:t>
      </w:r>
      <w:r w:rsidR="00B365A1">
        <w:rPr>
          <w:rtl/>
        </w:rPr>
        <w:t xml:space="preserve">ں </w:t>
      </w:r>
      <w:r>
        <w:rPr>
          <w:rtl/>
        </w:rPr>
        <w:t>كى مخالفت سے ہر اسا</w:t>
      </w:r>
      <w:r w:rsidR="00B365A1">
        <w:rPr>
          <w:rtl/>
        </w:rPr>
        <w:t xml:space="preserve">ں </w:t>
      </w:r>
      <w:r>
        <w:rPr>
          <w:rtl/>
        </w:rPr>
        <w:t>ہے كيونكہ تمہارے اعمال نا شائستہ كو لوگ ديكھ رہے ہي</w:t>
      </w:r>
      <w:r w:rsidR="00B365A1">
        <w:rPr>
          <w:rtl/>
        </w:rPr>
        <w:t xml:space="preserve">ں </w:t>
      </w:r>
      <w:r>
        <w:rPr>
          <w:rtl/>
        </w:rPr>
        <w:t xml:space="preserve">لہذا زياد كى رائے يہ ھيكہ تم ان افعال سے دستبردار ہو جائو تاكہ امكان بيعت اور تمہارى خلافت كى راہ ہموار ہو جائے زياد نے اپنے جگرى دوست كى رائے كو پسند كيا اور اسكو شام بھيجا ، اس نے يزيد سے ملاقات كى اور زياد كى رائے كو بيان كيا ، يزيد نے بھى زياد كے مشورے كو سراہا پھر وقتى طور پر منكرات سے دستبردار ہو گيا _ </w:t>
      </w:r>
    </w:p>
    <w:p w:rsidR="00376422" w:rsidRDefault="00376422" w:rsidP="00E67399">
      <w:pPr>
        <w:pStyle w:val="libNormal"/>
        <w:rPr>
          <w:rtl/>
        </w:rPr>
      </w:pPr>
      <w:r>
        <w:rPr>
          <w:rtl/>
        </w:rPr>
        <w:t>جب فرستادہ زياد نے معاويہ كو خط ديا تو اس مي</w:t>
      </w:r>
      <w:r w:rsidR="00B365A1">
        <w:rPr>
          <w:rtl/>
        </w:rPr>
        <w:t xml:space="preserve">ں </w:t>
      </w:r>
      <w:r>
        <w:rPr>
          <w:rtl/>
        </w:rPr>
        <w:t>زياد نے لكھا تھا كہ ابھى اس كام مي</w:t>
      </w:r>
      <w:r w:rsidR="00B365A1">
        <w:rPr>
          <w:rtl/>
        </w:rPr>
        <w:t xml:space="preserve">ں </w:t>
      </w:r>
      <w:r>
        <w:rPr>
          <w:rtl/>
        </w:rPr>
        <w:t>جلدى نہ كرو اس نے بھى زياد كى رائے كو پسند كيا ليكن جب زياد اس دنيا سے چلا گيا ، تو معاويہ نے بيعت يزيد كے لئے اپنى كمر كس لى اور سب سے پہلے اس كام كے لئے عبد اللہ بن عمر كے پاس ايك لاكھ درھم بھيجوايا ، جب عمر كے سپوت نے اس بھارى رقم كو قبول كر ليا تو فرستادہ معاويہ نے يزيد كى بيعت كرنے كے لئے كہا : عبد اللہ بن عمر نے كہا ، اچھا معاويہ كى يہ خواہش تھى اگر ہم اس قليل رقم مي</w:t>
      </w:r>
      <w:r w:rsidR="00B365A1">
        <w:rPr>
          <w:rtl/>
        </w:rPr>
        <w:t xml:space="preserve">ں </w:t>
      </w:r>
      <w:r>
        <w:rPr>
          <w:rtl/>
        </w:rPr>
        <w:t>يزيد كى بيعت كر لي</w:t>
      </w:r>
      <w:r w:rsidR="00B365A1">
        <w:rPr>
          <w:rtl/>
        </w:rPr>
        <w:t xml:space="preserve">ں </w:t>
      </w:r>
      <w:r>
        <w:rPr>
          <w:rtl/>
        </w:rPr>
        <w:t>تو گويا اپنے دين كو بہت سستے مي</w:t>
      </w:r>
      <w:r w:rsidR="00B365A1">
        <w:rPr>
          <w:rtl/>
        </w:rPr>
        <w:t xml:space="preserve">ں </w:t>
      </w:r>
      <w:r>
        <w:rPr>
          <w:rtl/>
        </w:rPr>
        <w:t xml:space="preserve">فروخت كر ديا ہے </w:t>
      </w:r>
      <w:r w:rsidRPr="00C00E6D">
        <w:rPr>
          <w:rStyle w:val="libFootnotenumChar"/>
          <w:rtl/>
        </w:rPr>
        <w:t>(28)</w:t>
      </w:r>
      <w:r>
        <w:rPr>
          <w:rtl/>
        </w:rPr>
        <w:t xml:space="preserve"> </w:t>
      </w:r>
    </w:p>
    <w:p w:rsidR="00376422" w:rsidRDefault="00376422" w:rsidP="00E67399">
      <w:pPr>
        <w:pStyle w:val="Heading2Center"/>
        <w:rPr>
          <w:rtl/>
        </w:rPr>
      </w:pPr>
      <w:bookmarkStart w:id="49" w:name="_Toc531605677"/>
      <w:r>
        <w:rPr>
          <w:rtl/>
        </w:rPr>
        <w:t>شام مي</w:t>
      </w:r>
      <w:r w:rsidR="00B365A1">
        <w:rPr>
          <w:rtl/>
        </w:rPr>
        <w:t xml:space="preserve">ں </w:t>
      </w:r>
      <w:r>
        <w:rPr>
          <w:rtl/>
        </w:rPr>
        <w:t>يزيد كى بيعت</w:t>
      </w:r>
      <w:bookmarkEnd w:id="49"/>
    </w:p>
    <w:p w:rsidR="00376422" w:rsidRDefault="00376422" w:rsidP="00E67399">
      <w:pPr>
        <w:pStyle w:val="libNormal"/>
        <w:rPr>
          <w:rtl/>
        </w:rPr>
      </w:pPr>
      <w:r>
        <w:rPr>
          <w:rtl/>
        </w:rPr>
        <w:t>مشہور عالم ابن اثير لكھتے ہي</w:t>
      </w:r>
      <w:r w:rsidR="00B365A1">
        <w:rPr>
          <w:rtl/>
        </w:rPr>
        <w:t xml:space="preserve">ں </w:t>
      </w:r>
      <w:r>
        <w:rPr>
          <w:rtl/>
        </w:rPr>
        <w:t xml:space="preserve">: </w:t>
      </w:r>
    </w:p>
    <w:p w:rsidR="00CD0A6C" w:rsidRDefault="00376422" w:rsidP="00E67399">
      <w:pPr>
        <w:pStyle w:val="libNormal"/>
        <w:rPr>
          <w:rtl/>
        </w:rPr>
      </w:pPr>
      <w:r>
        <w:rPr>
          <w:rtl/>
        </w:rPr>
        <w:t>'' جس گھڑى معاويہ نے خلافت يزيد كا مصمم ارادہ كر ليا تو اہل شام كے درميان يو</w:t>
      </w:r>
      <w:r w:rsidR="00B365A1">
        <w:rPr>
          <w:rtl/>
        </w:rPr>
        <w:t xml:space="preserve">ں </w:t>
      </w:r>
      <w:r>
        <w:rPr>
          <w:rtl/>
        </w:rPr>
        <w:t>خطبہ ديا _ اے لوگو_ مي</w:t>
      </w:r>
      <w:r w:rsidR="00B365A1">
        <w:rPr>
          <w:rtl/>
        </w:rPr>
        <w:t xml:space="preserve">ں </w:t>
      </w:r>
      <w:r>
        <w:rPr>
          <w:rtl/>
        </w:rPr>
        <w:t>بوڑھا ہو چكا ہو</w:t>
      </w:r>
      <w:r w:rsidR="00B365A1">
        <w:rPr>
          <w:rtl/>
        </w:rPr>
        <w:t xml:space="preserve">ں </w:t>
      </w:r>
      <w:r>
        <w:rPr>
          <w:rtl/>
        </w:rPr>
        <w:t>اور موت تعاقب كر رہى ہے لہذا مي</w:t>
      </w:r>
      <w:r w:rsidR="00B365A1">
        <w:rPr>
          <w:rtl/>
        </w:rPr>
        <w:t xml:space="preserve">ں </w:t>
      </w:r>
      <w:r>
        <w:rPr>
          <w:rtl/>
        </w:rPr>
        <w:t>چاہتا ہو</w:t>
      </w:r>
      <w:r w:rsidR="00B365A1">
        <w:rPr>
          <w:rtl/>
        </w:rPr>
        <w:t xml:space="preserve">ں </w:t>
      </w:r>
      <w:r>
        <w:rPr>
          <w:rtl/>
        </w:rPr>
        <w:t>كہ ايك شخص كى تم لوگو</w:t>
      </w:r>
      <w:r w:rsidR="00B365A1">
        <w:rPr>
          <w:rtl/>
        </w:rPr>
        <w:t xml:space="preserve">ں </w:t>
      </w:r>
      <w:r>
        <w:rPr>
          <w:rtl/>
        </w:rPr>
        <w:t>سے بيعت لے لو</w:t>
      </w:r>
      <w:r w:rsidR="00B365A1">
        <w:rPr>
          <w:rtl/>
        </w:rPr>
        <w:t xml:space="preserve">ں </w:t>
      </w:r>
      <w:r>
        <w:rPr>
          <w:rtl/>
        </w:rPr>
        <w:t xml:space="preserve">، مگر شرط يہ ہے </w:t>
      </w:r>
    </w:p>
    <w:p w:rsidR="00831D2C" w:rsidRDefault="00831D2C" w:rsidP="00E67399">
      <w:pPr>
        <w:pStyle w:val="libLine"/>
        <w:rPr>
          <w:rtl/>
        </w:rPr>
      </w:pPr>
      <w:r>
        <w:rPr>
          <w:rFonts w:hint="cs"/>
          <w:rtl/>
        </w:rPr>
        <w:t>___________________</w:t>
      </w:r>
    </w:p>
    <w:p w:rsidR="00B654FF" w:rsidRDefault="00B654FF" w:rsidP="00E67399">
      <w:pPr>
        <w:pStyle w:val="libFootnote"/>
        <w:rPr>
          <w:rtl/>
        </w:rPr>
      </w:pPr>
      <w:r>
        <w:rPr>
          <w:rtl/>
        </w:rPr>
        <w:t xml:space="preserve">27_ استيعاب ابن كثير </w:t>
      </w:r>
    </w:p>
    <w:p w:rsidR="00B654FF" w:rsidRDefault="00B654FF" w:rsidP="00E67399">
      <w:pPr>
        <w:pStyle w:val="libFootnote"/>
        <w:rPr>
          <w:rtl/>
        </w:rPr>
      </w:pPr>
      <w:r>
        <w:rPr>
          <w:rtl/>
        </w:rPr>
        <w:t xml:space="preserve">28_ مسند احمد ج4 ص 92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كہ تم لوگ بھى ہمارى طرح اسى جگہ پر اپنى رائے كو پيش كرو تاكہ بغير رائے كے اس كام كو انجام نہ ديا جائے ، حاضرين نے متفق الرائے ہو كر كہا كہ ہم لوگ عبد الرحمن بن خالد كى حكومت و خلافت سے راضى ہي</w:t>
      </w:r>
      <w:r w:rsidR="00B365A1">
        <w:rPr>
          <w:rtl/>
        </w:rPr>
        <w:t xml:space="preserve">ں </w:t>
      </w:r>
      <w:r>
        <w:rPr>
          <w:rtl/>
        </w:rPr>
        <w:t xml:space="preserve">_ </w:t>
      </w:r>
    </w:p>
    <w:p w:rsidR="00376422" w:rsidRDefault="00376422" w:rsidP="00E67399">
      <w:pPr>
        <w:pStyle w:val="libNormal"/>
        <w:rPr>
          <w:rtl/>
        </w:rPr>
      </w:pPr>
      <w:r>
        <w:rPr>
          <w:rtl/>
        </w:rPr>
        <w:t>اس رائے نے معاويہ كو چكرا ديا كيونكہ اس نے سوچا تھا كہ لوگ ضرور يزيد كو اس كام كے لئے منتخب كري</w:t>
      </w:r>
      <w:r w:rsidR="00B365A1">
        <w:rPr>
          <w:rtl/>
        </w:rPr>
        <w:t xml:space="preserve">ں </w:t>
      </w:r>
      <w:r>
        <w:rPr>
          <w:rtl/>
        </w:rPr>
        <w:t>گے ، اس نے اپنى موجودگى مي</w:t>
      </w:r>
      <w:r w:rsidR="00B365A1">
        <w:rPr>
          <w:rtl/>
        </w:rPr>
        <w:t xml:space="preserve">ں </w:t>
      </w:r>
      <w:r>
        <w:rPr>
          <w:rtl/>
        </w:rPr>
        <w:t>ديكھ ليا كہ لوگو</w:t>
      </w:r>
      <w:r w:rsidR="00B365A1">
        <w:rPr>
          <w:rtl/>
        </w:rPr>
        <w:t xml:space="preserve">ں </w:t>
      </w:r>
      <w:r>
        <w:rPr>
          <w:rtl/>
        </w:rPr>
        <w:t>نے يزيد كى طرف بالكل توجہ نہي</w:t>
      </w:r>
      <w:r w:rsidR="00B365A1">
        <w:rPr>
          <w:rtl/>
        </w:rPr>
        <w:t xml:space="preserve">ں </w:t>
      </w:r>
      <w:r>
        <w:rPr>
          <w:rtl/>
        </w:rPr>
        <w:t xml:space="preserve">دى _ </w:t>
      </w:r>
    </w:p>
    <w:p w:rsidR="00376422" w:rsidRDefault="00376422" w:rsidP="00E67399">
      <w:pPr>
        <w:pStyle w:val="libNormal"/>
        <w:rPr>
          <w:rtl/>
        </w:rPr>
      </w:pPr>
      <w:r>
        <w:rPr>
          <w:rtl/>
        </w:rPr>
        <w:t>معاويہ اس پر اگ بگولا تو ہو گيا تھا ليكن لوگو</w:t>
      </w:r>
      <w:r w:rsidR="00B365A1">
        <w:rPr>
          <w:rtl/>
        </w:rPr>
        <w:t xml:space="preserve">ں </w:t>
      </w:r>
      <w:r>
        <w:rPr>
          <w:rtl/>
        </w:rPr>
        <w:t>پر اظہار نہي</w:t>
      </w:r>
      <w:r w:rsidR="00B365A1">
        <w:rPr>
          <w:rtl/>
        </w:rPr>
        <w:t xml:space="preserve">ں </w:t>
      </w:r>
      <w:r>
        <w:rPr>
          <w:rtl/>
        </w:rPr>
        <w:t>كيا ، كيونكہ اہل شام چاليس سال سے اس كى حكومت و سلطنت كے سائے مي</w:t>
      </w:r>
      <w:r w:rsidR="00B365A1">
        <w:rPr>
          <w:rtl/>
        </w:rPr>
        <w:t xml:space="preserve">ں </w:t>
      </w:r>
      <w:r>
        <w:rPr>
          <w:rtl/>
        </w:rPr>
        <w:t xml:space="preserve">زندگى گزار رہے تھے اور ہميشہ خطرناك موقع پر اس كا ساتھ بھى ديئے تھے اسى بنا پر اپنے غصے كو پى گيا _ </w:t>
      </w:r>
    </w:p>
    <w:p w:rsidR="00376422" w:rsidRDefault="00376422" w:rsidP="00E67399">
      <w:pPr>
        <w:pStyle w:val="libNormal"/>
        <w:rPr>
          <w:rtl/>
        </w:rPr>
      </w:pPr>
      <w:r>
        <w:rPr>
          <w:rtl/>
        </w:rPr>
        <w:t xml:space="preserve">اب صرف فكر يہ تھى كہ اس كانٹے كو كيسے صاف كيا جائے ، جب عبد الرحمن بن خالد مريض ہوا تومعاويہ نے اپنے يہودى طبيب كو اس كى عيادت و علاج كرنے كے لئے بھيجا _ يہ طبيب .......... معاويہ كا راز دار بھى سمجھا جاتا تھا لہذا معاويہ نے اسكو حكم ديا تھا كہ كسى حيلہ و بہانہ كے ذريعہ سے عبد الرحمن كو زہر ديدے _ </w:t>
      </w:r>
    </w:p>
    <w:p w:rsidR="00376422" w:rsidRDefault="00376422" w:rsidP="00E67399">
      <w:pPr>
        <w:pStyle w:val="libNormal"/>
        <w:rPr>
          <w:rtl/>
        </w:rPr>
      </w:pPr>
      <w:r>
        <w:rPr>
          <w:rtl/>
        </w:rPr>
        <w:t xml:space="preserve">ضمير فروش طبيب نے حكم معاويہ كے مطابق عبد الرحمن بن خالد كو مسموم كر ديا زہر اتنا خطرناك تھا كہ عبد الرحمن كا شكم چاك ہو گيا اور اس طرح دنيا سے چلا گيا </w:t>
      </w:r>
      <w:r w:rsidRPr="00C00E6D">
        <w:rPr>
          <w:rStyle w:val="libFootnotenumChar"/>
          <w:rtl/>
        </w:rPr>
        <w:t>(29)</w:t>
      </w:r>
      <w:r>
        <w:rPr>
          <w:rtl/>
        </w:rPr>
        <w:t xml:space="preserve"> </w:t>
      </w:r>
    </w:p>
    <w:p w:rsidR="00376422" w:rsidRDefault="00376422" w:rsidP="00E67399">
      <w:pPr>
        <w:pStyle w:val="libNormal"/>
        <w:rPr>
          <w:rtl/>
        </w:rPr>
      </w:pPr>
      <w:r>
        <w:rPr>
          <w:rtl/>
        </w:rPr>
        <w:t>طبرى و ابن اثير اس واقعہ كو يو</w:t>
      </w:r>
      <w:r w:rsidR="00B365A1">
        <w:rPr>
          <w:rtl/>
        </w:rPr>
        <w:t xml:space="preserve">ں </w:t>
      </w:r>
      <w:r>
        <w:rPr>
          <w:rtl/>
        </w:rPr>
        <w:t>نقل كرتے ہي</w:t>
      </w:r>
      <w:r w:rsidR="00B365A1">
        <w:rPr>
          <w:rtl/>
        </w:rPr>
        <w:t xml:space="preserve">ں </w:t>
      </w:r>
      <w:r>
        <w:rPr>
          <w:rtl/>
        </w:rPr>
        <w:t xml:space="preserve">: </w:t>
      </w:r>
    </w:p>
    <w:p w:rsidR="00376422" w:rsidRDefault="00376422" w:rsidP="00E67399">
      <w:pPr>
        <w:pStyle w:val="libNormal"/>
        <w:rPr>
          <w:rtl/>
        </w:rPr>
      </w:pPr>
      <w:r>
        <w:rPr>
          <w:rtl/>
        </w:rPr>
        <w:t>معاويہ نے اپنے عيسائي طبيب جس كا نام ابن اثال تھا اسكو حكم ديا كہ جسطرح بھى ممكن ہو عبد الرحمن كو قتل كر دے ، اور اسكے بدلے مي</w:t>
      </w:r>
      <w:r w:rsidR="00B365A1">
        <w:rPr>
          <w:rtl/>
        </w:rPr>
        <w:t xml:space="preserve">ں </w:t>
      </w:r>
      <w:r>
        <w:rPr>
          <w:rtl/>
        </w:rPr>
        <w:t xml:space="preserve">تمام عمر كا ٹيكس معاف ہو جائے گا نيز شہر حمص كا ٹيكس وصول كرے گا ، اس جنايت كار طبيب نے عبد الرحمن كو زہر ديكر معاويہ كى دلى مراد پورى كر دى _ </w:t>
      </w:r>
    </w:p>
    <w:p w:rsidR="00376422" w:rsidRDefault="00376422" w:rsidP="00E67399">
      <w:pPr>
        <w:pStyle w:val="libNormal"/>
        <w:rPr>
          <w:rtl/>
        </w:rPr>
      </w:pPr>
      <w:r>
        <w:rPr>
          <w:rtl/>
        </w:rPr>
        <w:t>معاويہ نے اس خدمت كے عوض مي</w:t>
      </w:r>
      <w:r w:rsidR="00B365A1">
        <w:rPr>
          <w:rtl/>
        </w:rPr>
        <w:t xml:space="preserve">ں </w:t>
      </w:r>
      <w:r>
        <w:rPr>
          <w:rtl/>
        </w:rPr>
        <w:t xml:space="preserve">اپنا وعدہ ، وفا كيا </w:t>
      </w:r>
      <w:r w:rsidRPr="00C00E6D">
        <w:rPr>
          <w:rStyle w:val="libFootnotenumChar"/>
          <w:rtl/>
        </w:rPr>
        <w:t>(30)</w:t>
      </w:r>
      <w:r>
        <w:rPr>
          <w:rtl/>
        </w:rPr>
        <w:t xml:space="preserve"> </w:t>
      </w:r>
    </w:p>
    <w:p w:rsidR="00CD0A6C" w:rsidRDefault="00376422" w:rsidP="00E67399">
      <w:pPr>
        <w:pStyle w:val="libNormal"/>
        <w:rPr>
          <w:rtl/>
        </w:rPr>
      </w:pPr>
      <w:r>
        <w:rPr>
          <w:rtl/>
        </w:rPr>
        <w:t>ابن عبد البر مزيد لكھتے ہي</w:t>
      </w:r>
      <w:r w:rsidR="00B365A1">
        <w:rPr>
          <w:rtl/>
        </w:rPr>
        <w:t xml:space="preserve">ں </w:t>
      </w:r>
      <w:r>
        <w:rPr>
          <w:rtl/>
        </w:rPr>
        <w:t>كہ ، عبد الرحمن كى موت كے بعد اسكا بھائي جو دوسرى جگہ رہتا تھا خفيہ طور پر دمشق</w:t>
      </w:r>
      <w:r w:rsidR="00831D2C">
        <w:rPr>
          <w:rtl/>
        </w:rPr>
        <w:t xml:space="preserve"> آيا </w:t>
      </w:r>
      <w:r>
        <w:rPr>
          <w:rtl/>
        </w:rPr>
        <w:t xml:space="preserve"> اور اپنے </w:t>
      </w:r>
    </w:p>
    <w:p w:rsidR="00831D2C" w:rsidRDefault="00831D2C" w:rsidP="00E67399">
      <w:pPr>
        <w:pStyle w:val="libLine"/>
        <w:rPr>
          <w:rtl/>
        </w:rPr>
      </w:pPr>
      <w:r>
        <w:rPr>
          <w:rFonts w:hint="cs"/>
          <w:rtl/>
        </w:rPr>
        <w:t>____________________</w:t>
      </w:r>
    </w:p>
    <w:p w:rsidR="00B654FF" w:rsidRDefault="00B654FF" w:rsidP="00E67399">
      <w:pPr>
        <w:pStyle w:val="libFootnote"/>
        <w:rPr>
          <w:rtl/>
        </w:rPr>
      </w:pPr>
      <w:r>
        <w:rPr>
          <w:rtl/>
        </w:rPr>
        <w:t xml:space="preserve">29_ صحيح بخارى ج3 ص 126 </w:t>
      </w:r>
    </w:p>
    <w:p w:rsidR="00B654FF" w:rsidRDefault="00B654FF" w:rsidP="00E67399">
      <w:pPr>
        <w:pStyle w:val="libFootnote"/>
        <w:rPr>
          <w:rtl/>
        </w:rPr>
      </w:pPr>
      <w:r>
        <w:rPr>
          <w:rtl/>
        </w:rPr>
        <w:t xml:space="preserve">30_ ابن اثير ج3 ص 199 ، اغانى ج 16 ص 91 ، مستدرك ج4 ص 481 ، ابن كثير ج8 ص89 ، تہذيب ابن عساكر ج4 ص 226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غلام كے ساتھ يہودى طبيب كے كمين مي</w:t>
      </w:r>
      <w:r w:rsidR="00B365A1">
        <w:rPr>
          <w:rtl/>
        </w:rPr>
        <w:t xml:space="preserve">ں </w:t>
      </w:r>
      <w:r>
        <w:rPr>
          <w:rtl/>
        </w:rPr>
        <w:t xml:space="preserve">بيٹھ گيا _ </w:t>
      </w:r>
    </w:p>
    <w:p w:rsidR="00376422" w:rsidRDefault="00376422" w:rsidP="00E67399">
      <w:pPr>
        <w:pStyle w:val="libNormal"/>
        <w:rPr>
          <w:rtl/>
        </w:rPr>
      </w:pPr>
      <w:r>
        <w:rPr>
          <w:rtl/>
        </w:rPr>
        <w:t>جب طبيب شب كے سناٹے مي</w:t>
      </w:r>
      <w:r w:rsidR="00B365A1">
        <w:rPr>
          <w:rtl/>
        </w:rPr>
        <w:t xml:space="preserve">ں </w:t>
      </w:r>
      <w:r>
        <w:rPr>
          <w:rtl/>
        </w:rPr>
        <w:t>معاويہ كے يہا</w:t>
      </w:r>
      <w:r w:rsidR="00B365A1">
        <w:rPr>
          <w:rtl/>
        </w:rPr>
        <w:t xml:space="preserve">ں </w:t>
      </w:r>
      <w:r>
        <w:rPr>
          <w:rtl/>
        </w:rPr>
        <w:t>سے جانے لگا تو اس پر حملہ كر ديا جو اسكے ساتھى تھے وہ بھاگ كھڑے ہوئے لہذا اسكو وہي</w:t>
      </w:r>
      <w:r w:rsidR="00B365A1">
        <w:rPr>
          <w:rtl/>
        </w:rPr>
        <w:t xml:space="preserve">ں </w:t>
      </w:r>
      <w:r>
        <w:rPr>
          <w:rtl/>
        </w:rPr>
        <w:t xml:space="preserve">پر مار ڈالا _ </w:t>
      </w:r>
    </w:p>
    <w:p w:rsidR="00376422" w:rsidRDefault="00376422" w:rsidP="00E67399">
      <w:pPr>
        <w:pStyle w:val="libNormal"/>
        <w:rPr>
          <w:rtl/>
        </w:rPr>
      </w:pPr>
      <w:r>
        <w:rPr>
          <w:rtl/>
        </w:rPr>
        <w:t>ابن عبد البراس واقعہ كو نقل كرنے كے بعد لكھتا ہے كہ يہ واقعہ دانشورو</w:t>
      </w:r>
      <w:r w:rsidR="00B365A1">
        <w:rPr>
          <w:rtl/>
        </w:rPr>
        <w:t xml:space="preserve">ں </w:t>
      </w:r>
      <w:r>
        <w:rPr>
          <w:rtl/>
        </w:rPr>
        <w:t xml:space="preserve">كے درميان بہت مشہور و معروف ہے _ </w:t>
      </w:r>
    </w:p>
    <w:p w:rsidR="00376422" w:rsidRDefault="00376422" w:rsidP="00E67399">
      <w:pPr>
        <w:pStyle w:val="libNormal"/>
        <w:rPr>
          <w:rtl/>
        </w:rPr>
      </w:pPr>
    </w:p>
    <w:p w:rsidR="00376422" w:rsidRDefault="00376422" w:rsidP="00E67399">
      <w:pPr>
        <w:pStyle w:val="Heading2Center"/>
        <w:rPr>
          <w:rtl/>
        </w:rPr>
      </w:pPr>
      <w:bookmarkStart w:id="50" w:name="_Toc531605678"/>
      <w:r>
        <w:rPr>
          <w:rtl/>
        </w:rPr>
        <w:t>يزيد كى بيعت مدينہ مي</w:t>
      </w:r>
      <w:r w:rsidR="00B365A1">
        <w:rPr>
          <w:rtl/>
        </w:rPr>
        <w:t>ں</w:t>
      </w:r>
      <w:bookmarkEnd w:id="50"/>
      <w:r w:rsidR="00B365A1">
        <w:rPr>
          <w:rtl/>
        </w:rPr>
        <w:t xml:space="preserve"> </w:t>
      </w:r>
    </w:p>
    <w:p w:rsidR="00376422" w:rsidRDefault="00376422" w:rsidP="00E67399">
      <w:pPr>
        <w:pStyle w:val="libNormal"/>
        <w:rPr>
          <w:rtl/>
        </w:rPr>
      </w:pPr>
      <w:r>
        <w:rPr>
          <w:rtl/>
        </w:rPr>
        <w:t>كتاب امامہ والسياسة مي</w:t>
      </w:r>
      <w:r w:rsidR="00B365A1">
        <w:rPr>
          <w:rtl/>
        </w:rPr>
        <w:t xml:space="preserve">ں </w:t>
      </w:r>
      <w:r>
        <w:rPr>
          <w:rtl/>
        </w:rPr>
        <w:t>ابن قتيبہ نے يو</w:t>
      </w:r>
      <w:r w:rsidR="00B365A1">
        <w:rPr>
          <w:rtl/>
        </w:rPr>
        <w:t xml:space="preserve">ں </w:t>
      </w:r>
      <w:r>
        <w:rPr>
          <w:rtl/>
        </w:rPr>
        <w:t xml:space="preserve">لكھا ہے : </w:t>
      </w:r>
    </w:p>
    <w:p w:rsidR="00376422" w:rsidRDefault="00376422" w:rsidP="00E67399">
      <w:pPr>
        <w:pStyle w:val="libNormal"/>
        <w:rPr>
          <w:rtl/>
        </w:rPr>
      </w:pPr>
      <w:r>
        <w:rPr>
          <w:rtl/>
        </w:rPr>
        <w:t>'' معاويہ نے حاكم مدينہ مروان بن حكم كو خط مي</w:t>
      </w:r>
      <w:r w:rsidR="00B365A1">
        <w:rPr>
          <w:rtl/>
        </w:rPr>
        <w:t xml:space="preserve">ں </w:t>
      </w:r>
      <w:r>
        <w:rPr>
          <w:rtl/>
        </w:rPr>
        <w:t>لكھا كہ اہل مدينہ سے يزيد كى بيعت كا مطالبہ كرو ، يہ بات مروان پر گرا</w:t>
      </w:r>
      <w:r w:rsidR="00B365A1">
        <w:rPr>
          <w:rtl/>
        </w:rPr>
        <w:t xml:space="preserve">ں </w:t>
      </w:r>
      <w:r>
        <w:rPr>
          <w:rtl/>
        </w:rPr>
        <w:t>گذرى تو تھى ہي، دوسرى طرف مدينہ كے سردار قريش كسى صورت مي</w:t>
      </w:r>
      <w:r w:rsidR="00B365A1">
        <w:rPr>
          <w:rtl/>
        </w:rPr>
        <w:t xml:space="preserve">ں </w:t>
      </w:r>
      <w:r>
        <w:rPr>
          <w:rtl/>
        </w:rPr>
        <w:t>يزيد كى بيعت نہي</w:t>
      </w:r>
      <w:r w:rsidR="00B365A1">
        <w:rPr>
          <w:rtl/>
        </w:rPr>
        <w:t xml:space="preserve">ں </w:t>
      </w:r>
      <w:r>
        <w:rPr>
          <w:rtl/>
        </w:rPr>
        <w:t>كر سكتے تھے ، لہذا مروان نے معاويہ كے پاس ايك خط روانہ كيا اور اس مي</w:t>
      </w:r>
      <w:r w:rsidR="00B365A1">
        <w:rPr>
          <w:rtl/>
        </w:rPr>
        <w:t xml:space="preserve">ں </w:t>
      </w:r>
      <w:r>
        <w:rPr>
          <w:rtl/>
        </w:rPr>
        <w:t>يہ لكھا كہ تمہارے رشتہ دار يزيد كى بيعت سے كترا رہے ہي</w:t>
      </w:r>
      <w:r w:rsidR="00B365A1">
        <w:rPr>
          <w:rtl/>
        </w:rPr>
        <w:t xml:space="preserve">ں </w:t>
      </w:r>
      <w:r>
        <w:rPr>
          <w:rtl/>
        </w:rPr>
        <w:t xml:space="preserve">لہذا تم اپنى رائے كو ميرے پاس لكھ كر بھيجو _ </w:t>
      </w:r>
    </w:p>
    <w:p w:rsidR="00376422" w:rsidRDefault="00376422" w:rsidP="00E67399">
      <w:pPr>
        <w:pStyle w:val="libNormal"/>
        <w:rPr>
          <w:rtl/>
        </w:rPr>
      </w:pPr>
      <w:r>
        <w:rPr>
          <w:rtl/>
        </w:rPr>
        <w:t xml:space="preserve">معاويہ مروان كے منفى جواب سے بہت غضبناك ہوا اور اسكو حاكم مدينہ كے عہدہ سے معزول كر ديا _ اور اسكى جگہ حاكم مدينہ سعيد بن عاص كو بنا ڈالا _ </w:t>
      </w:r>
    </w:p>
    <w:p w:rsidR="00376422" w:rsidRDefault="00376422" w:rsidP="00E67399">
      <w:pPr>
        <w:pStyle w:val="libNormal"/>
        <w:rPr>
          <w:rtl/>
        </w:rPr>
      </w:pPr>
      <w:r>
        <w:rPr>
          <w:rtl/>
        </w:rPr>
        <w:t>مروان بنى اميہ كے چند افراد كے ساتھ شام</w:t>
      </w:r>
      <w:r w:rsidR="00831D2C">
        <w:rPr>
          <w:rtl/>
        </w:rPr>
        <w:t xml:space="preserve"> آيا </w:t>
      </w:r>
      <w:r>
        <w:rPr>
          <w:rtl/>
        </w:rPr>
        <w:t xml:space="preserve"> اور غصے كے عالم مي</w:t>
      </w:r>
      <w:r w:rsidR="00B365A1">
        <w:rPr>
          <w:rtl/>
        </w:rPr>
        <w:t xml:space="preserve">ں </w:t>
      </w:r>
      <w:r>
        <w:rPr>
          <w:rtl/>
        </w:rPr>
        <w:t>معاويہ سے ملاقات كى اور خوب معاويہ كو برا بھلا كہا ، ليكن سياستمدار معاويہ نے نہايت ٹھنڈے اور نرم لہجے مي</w:t>
      </w:r>
      <w:r w:rsidR="00B365A1">
        <w:rPr>
          <w:rtl/>
        </w:rPr>
        <w:t xml:space="preserve">ں </w:t>
      </w:r>
      <w:r>
        <w:rPr>
          <w:rtl/>
        </w:rPr>
        <w:t xml:space="preserve">مروان سے گفتگو كى اور اس كى تنخواہ مزيد بڑھا كے راضى كيا اور واپس مدينہ بھيجديا </w:t>
      </w:r>
      <w:r w:rsidRPr="00C00E6D">
        <w:rPr>
          <w:rStyle w:val="libFootnotenumChar"/>
          <w:rtl/>
        </w:rPr>
        <w:t>(31)</w:t>
      </w:r>
      <w:r>
        <w:rPr>
          <w:rtl/>
        </w:rPr>
        <w:t xml:space="preserve"> _ </w:t>
      </w:r>
    </w:p>
    <w:p w:rsidR="00CD0A6C" w:rsidRDefault="00376422" w:rsidP="00E67399">
      <w:pPr>
        <w:pStyle w:val="libNormal"/>
        <w:rPr>
          <w:rtl/>
        </w:rPr>
      </w:pPr>
      <w:r>
        <w:rPr>
          <w:rtl/>
        </w:rPr>
        <w:t>معاويہ نے اس واقعے كے بعد ،يزيد كو بطور وليعہدبنانے كى نئي چال چلى كہ ، تمام سرداران بنى اميہ كے درميان پھوٹ ڈالديا ، ايك خط حاكم مدينہ سعيد بن عاص كو بھيجا اور اس مي</w:t>
      </w:r>
      <w:r w:rsidR="00B365A1">
        <w:rPr>
          <w:rtl/>
        </w:rPr>
        <w:t xml:space="preserve">ں </w:t>
      </w:r>
      <w:r>
        <w:rPr>
          <w:rtl/>
        </w:rPr>
        <w:t xml:space="preserve">دستور ديا كہ مروان كے گھر كو مسمار كر ديا جائے اور تمام </w:t>
      </w:r>
    </w:p>
    <w:p w:rsidR="00831D2C" w:rsidRDefault="00831D2C" w:rsidP="00E67399">
      <w:pPr>
        <w:pStyle w:val="libLine"/>
        <w:rPr>
          <w:rtl/>
        </w:rPr>
      </w:pPr>
      <w:r>
        <w:rPr>
          <w:rFonts w:hint="cs"/>
          <w:rtl/>
        </w:rPr>
        <w:t>___________________</w:t>
      </w:r>
    </w:p>
    <w:p w:rsidR="00B654FF" w:rsidRDefault="00B654FF" w:rsidP="00E67399">
      <w:pPr>
        <w:pStyle w:val="libFootnote"/>
        <w:rPr>
          <w:rtl/>
        </w:rPr>
      </w:pPr>
      <w:r>
        <w:rPr>
          <w:rtl/>
        </w:rPr>
        <w:t xml:space="preserve">31_ استيعاب ج2 ص 373، اسد الغابہ ج3 ص 306 ، اصابہ ج2 ص 400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اموال منجملہ باغ فدك بھى لے ليا جائے _ </w:t>
      </w:r>
    </w:p>
    <w:p w:rsidR="00376422" w:rsidRDefault="00376422" w:rsidP="00E67399">
      <w:pPr>
        <w:pStyle w:val="libNormal"/>
        <w:rPr>
          <w:rtl/>
        </w:rPr>
      </w:pPr>
      <w:r>
        <w:rPr>
          <w:rtl/>
        </w:rPr>
        <w:t xml:space="preserve">ابن اثير لكھتا ہے : </w:t>
      </w:r>
    </w:p>
    <w:p w:rsidR="00376422" w:rsidRDefault="00376422" w:rsidP="00E67399">
      <w:pPr>
        <w:pStyle w:val="libNormal"/>
        <w:rPr>
          <w:rtl/>
        </w:rPr>
      </w:pPr>
      <w:r>
        <w:rPr>
          <w:rtl/>
        </w:rPr>
        <w:t>امير شام معاويہ نے 45ھ مي</w:t>
      </w:r>
      <w:r w:rsidR="00B365A1">
        <w:rPr>
          <w:rtl/>
        </w:rPr>
        <w:t xml:space="preserve">ں </w:t>
      </w:r>
      <w:r>
        <w:rPr>
          <w:rtl/>
        </w:rPr>
        <w:t>سعيد بن عاص كو حكومت مدينہ سے برخاست كر كے بار ديگر مروان بن حكم كو حاكم مدينہ بنا ديا ، سعيد بن عاص كو حاكم مدينہ كے عہدے سے معزول كرنے كى علت يہ تھى كہ معاويہ نے اس كو خط لكھا تھا ، كہ مروان كے گھر كو منہدم كر دے اور اسكى تمام جائيداد حتى فدك كو بھى چھين لے ، ليكن سعيد بن عاص نے معاويہ كے حكم سے سر پيچى كى ، دوسرى بار لكھا پھر بھى سعيد نے نہي</w:t>
      </w:r>
      <w:r w:rsidR="00B365A1">
        <w:rPr>
          <w:rtl/>
        </w:rPr>
        <w:t xml:space="preserve">ں </w:t>
      </w:r>
      <w:r>
        <w:rPr>
          <w:rtl/>
        </w:rPr>
        <w:t>سنا ، اور ان دونو</w:t>
      </w:r>
      <w:r w:rsidR="00B365A1">
        <w:rPr>
          <w:rtl/>
        </w:rPr>
        <w:t xml:space="preserve">ں </w:t>
      </w:r>
      <w:r>
        <w:rPr>
          <w:rtl/>
        </w:rPr>
        <w:t xml:space="preserve">خطوط كو اپنے پاس محفوظ كر ليا ، جب حكومت مدينہ سے معزول ہو گيا اور اسكى جگہ مروان حاكم بن گيا تو معاويہ نے اس كو خط لكھا كہ سعيد بن عاص كے گھر مسمار كر دے اور تمام جائيداد كو چھين لے _ </w:t>
      </w:r>
    </w:p>
    <w:p w:rsidR="00376422" w:rsidRDefault="00376422" w:rsidP="00E67399">
      <w:pPr>
        <w:pStyle w:val="libNormal"/>
        <w:rPr>
          <w:rtl/>
        </w:rPr>
      </w:pPr>
      <w:r>
        <w:rPr>
          <w:rtl/>
        </w:rPr>
        <w:t>مروان اپنے چند ساتھيو</w:t>
      </w:r>
      <w:r w:rsidR="00B365A1">
        <w:rPr>
          <w:rtl/>
        </w:rPr>
        <w:t xml:space="preserve">ں </w:t>
      </w:r>
      <w:r>
        <w:rPr>
          <w:rtl/>
        </w:rPr>
        <w:t>سميت سعيد كے گھر كو ڈھانے كے لئے چل ديا _ سعيد اپنے گھر سے نكلا اورمروان سے پوچھا اے فرزند عبد الملك _ تم ہمارے گھر كو ڈھانے كے لئے</w:t>
      </w:r>
      <w:r w:rsidR="00137FAB">
        <w:rPr>
          <w:rtl/>
        </w:rPr>
        <w:t xml:space="preserve"> آئے</w:t>
      </w:r>
      <w:r>
        <w:rPr>
          <w:rtl/>
        </w:rPr>
        <w:t xml:space="preserve"> ہو ؟ </w:t>
      </w:r>
    </w:p>
    <w:p w:rsidR="00376422" w:rsidRDefault="00376422" w:rsidP="00E67399">
      <w:pPr>
        <w:pStyle w:val="libNormal"/>
        <w:rPr>
          <w:rtl/>
        </w:rPr>
      </w:pPr>
      <w:r>
        <w:rPr>
          <w:rtl/>
        </w:rPr>
        <w:t>مروان نے كہا _ جى ہا</w:t>
      </w:r>
      <w:r w:rsidR="00B365A1">
        <w:rPr>
          <w:rtl/>
        </w:rPr>
        <w:t xml:space="preserve">ں </w:t>
      </w:r>
      <w:r>
        <w:rPr>
          <w:rtl/>
        </w:rPr>
        <w:t>_ امير المومنين معاويہ نے ايسا ايسا خط لكھا ہے اور اس مي</w:t>
      </w:r>
      <w:r w:rsidR="00B365A1">
        <w:rPr>
          <w:rtl/>
        </w:rPr>
        <w:t xml:space="preserve">ں </w:t>
      </w:r>
      <w:r>
        <w:rPr>
          <w:rtl/>
        </w:rPr>
        <w:t xml:space="preserve">اس طرح كا حكم ديا ہے اگر وہ تم كو اس طرح كا حكم ديتا تو تم بھى ضرور اس كام كو انجام ديتے ؟ </w:t>
      </w:r>
    </w:p>
    <w:p w:rsidR="00376422" w:rsidRDefault="00376422" w:rsidP="00E67399">
      <w:pPr>
        <w:pStyle w:val="libNormal"/>
        <w:rPr>
          <w:rtl/>
        </w:rPr>
      </w:pPr>
      <w:r>
        <w:rPr>
          <w:rtl/>
        </w:rPr>
        <w:t>سعيد نے كہا _ ہم نے تو ايسا نہي</w:t>
      </w:r>
      <w:r w:rsidR="00B365A1">
        <w:rPr>
          <w:rtl/>
        </w:rPr>
        <w:t xml:space="preserve">ں </w:t>
      </w:r>
      <w:r>
        <w:rPr>
          <w:rtl/>
        </w:rPr>
        <w:t xml:space="preserve">كيا ؟ </w:t>
      </w:r>
    </w:p>
    <w:p w:rsidR="00376422" w:rsidRDefault="00376422" w:rsidP="00E67399">
      <w:pPr>
        <w:pStyle w:val="libNormal"/>
        <w:rPr>
          <w:rtl/>
        </w:rPr>
      </w:pPr>
      <w:r>
        <w:rPr>
          <w:rtl/>
        </w:rPr>
        <w:t>مروان نے كہا _ جى نہي</w:t>
      </w:r>
      <w:r w:rsidR="00B365A1">
        <w:rPr>
          <w:rtl/>
        </w:rPr>
        <w:t xml:space="preserve">ں </w:t>
      </w:r>
      <w:r>
        <w:rPr>
          <w:rtl/>
        </w:rPr>
        <w:t>_ خدا كى قسم اگر تمہي</w:t>
      </w:r>
      <w:r w:rsidR="00B365A1">
        <w:rPr>
          <w:rtl/>
        </w:rPr>
        <w:t xml:space="preserve">ں </w:t>
      </w:r>
      <w:r>
        <w:rPr>
          <w:rtl/>
        </w:rPr>
        <w:t xml:space="preserve">معاويہ اس كام كو انجام دينے كے لئے لكھتا تو تم ضرور اس كا م كو انجام ديتے ؟ </w:t>
      </w:r>
    </w:p>
    <w:p w:rsidR="00376422" w:rsidRDefault="00376422" w:rsidP="00E67399">
      <w:pPr>
        <w:pStyle w:val="libNormal"/>
        <w:rPr>
          <w:rtl/>
        </w:rPr>
      </w:pPr>
      <w:r>
        <w:rPr>
          <w:rtl/>
        </w:rPr>
        <w:t>سعيد نے كہا ، ہم ہرگز ايسا نہي</w:t>
      </w:r>
      <w:r w:rsidR="00B365A1">
        <w:rPr>
          <w:rtl/>
        </w:rPr>
        <w:t xml:space="preserve">ں </w:t>
      </w:r>
      <w:r>
        <w:rPr>
          <w:rtl/>
        </w:rPr>
        <w:t>كرتے ، پھر معاويہ كے ان دونو</w:t>
      </w:r>
      <w:r w:rsidR="00B365A1">
        <w:rPr>
          <w:rtl/>
        </w:rPr>
        <w:t xml:space="preserve">ں </w:t>
      </w:r>
      <w:r>
        <w:rPr>
          <w:rtl/>
        </w:rPr>
        <w:t>خطو</w:t>
      </w:r>
      <w:r w:rsidR="00B365A1">
        <w:rPr>
          <w:rtl/>
        </w:rPr>
        <w:t xml:space="preserve">ں </w:t>
      </w:r>
      <w:r>
        <w:rPr>
          <w:rtl/>
        </w:rPr>
        <w:t xml:space="preserve">كو اسے دكھلايا اور كہا _ معاويہ چاہتا ہے كہ ہمارے درميان اختلاف كى ديوار كھڑى كر دے _ </w:t>
      </w:r>
    </w:p>
    <w:p w:rsidR="00376422" w:rsidRDefault="00376422" w:rsidP="00E67399">
      <w:pPr>
        <w:pStyle w:val="libNormal"/>
        <w:rPr>
          <w:rtl/>
        </w:rPr>
      </w:pPr>
      <w:r>
        <w:rPr>
          <w:rtl/>
        </w:rPr>
        <w:t xml:space="preserve">جب مروان نے سعيد كے سلوك كو اس طرح پايا تو كہا ، خدا كى قسم تم ہم سے بہتر ہو ؟ </w:t>
      </w:r>
    </w:p>
    <w:p w:rsidR="00831D2C" w:rsidRDefault="00376422" w:rsidP="00E67399">
      <w:pPr>
        <w:pStyle w:val="libNormal"/>
        <w:rPr>
          <w:rtl/>
        </w:rPr>
      </w:pPr>
      <w:r>
        <w:rPr>
          <w:rtl/>
        </w:rPr>
        <w:t>اس واقعے كے بعد سعيد بن عاص نے ايك خط معاويہ كو يو</w:t>
      </w:r>
      <w:r w:rsidR="00B365A1">
        <w:rPr>
          <w:rtl/>
        </w:rPr>
        <w:t xml:space="preserve">ں </w:t>
      </w:r>
      <w:r>
        <w:rPr>
          <w:rtl/>
        </w:rPr>
        <w:t>لكھا كہ بڑى تعجب كى بات ہے كہ تم اپنے رشتہ دارو</w:t>
      </w:r>
      <w:r w:rsidR="00B365A1">
        <w:rPr>
          <w:rtl/>
        </w:rPr>
        <w:t xml:space="preserve">ں </w:t>
      </w:r>
      <w:r>
        <w:rPr>
          <w:rtl/>
        </w:rPr>
        <w:t xml:space="preserve">كے ساتھ ايسا سلوك كر رہے ہو ، تم نے مصمم ارادہ كر ليا ہے كہ ہمارے درميان ايك دوسرے كے خلاف بغض و كينہ كى ديوار كھڑى كر كے دشمن بنا دو _ امير المومنين ( معاويہ ) تم نے ان تمام بر د بارى و صبر كے باوجود غصہ و عجلت سے كام ليا ہے </w:t>
      </w:r>
    </w:p>
    <w:p w:rsidR="00831D2C" w:rsidRDefault="00831D2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_ بجائے عفو و بخشش كے اپنے رشتہ دارو</w:t>
      </w:r>
      <w:r w:rsidR="00B365A1">
        <w:rPr>
          <w:rtl/>
        </w:rPr>
        <w:t xml:space="preserve">ں </w:t>
      </w:r>
      <w:r>
        <w:rPr>
          <w:rtl/>
        </w:rPr>
        <w:t>مي</w:t>
      </w:r>
      <w:r w:rsidR="00B365A1">
        <w:rPr>
          <w:rtl/>
        </w:rPr>
        <w:t xml:space="preserve">ں </w:t>
      </w:r>
      <w:r>
        <w:rPr>
          <w:rtl/>
        </w:rPr>
        <w:t>پھوٹ ڈالنے كى كو شش كى ہے تاكہ اس كينے كو ہمارے فرزند ميراث مي</w:t>
      </w:r>
      <w:r w:rsidR="00B365A1">
        <w:rPr>
          <w:rtl/>
        </w:rPr>
        <w:t xml:space="preserve">ں </w:t>
      </w:r>
      <w:r>
        <w:rPr>
          <w:rtl/>
        </w:rPr>
        <w:t>بانٹ لي</w:t>
      </w:r>
      <w:r w:rsidR="00B365A1">
        <w:rPr>
          <w:rtl/>
        </w:rPr>
        <w:t xml:space="preserve">ں </w:t>
      </w:r>
      <w:r>
        <w:rPr>
          <w:rtl/>
        </w:rPr>
        <w:t>_ ٹھيك ہے ہم ايك خليفہ زادے نہي</w:t>
      </w:r>
      <w:r w:rsidR="00B365A1">
        <w:rPr>
          <w:rtl/>
        </w:rPr>
        <w:t xml:space="preserve">ں </w:t>
      </w:r>
      <w:r>
        <w:rPr>
          <w:rtl/>
        </w:rPr>
        <w:t>ہي</w:t>
      </w:r>
      <w:r w:rsidR="00B365A1">
        <w:rPr>
          <w:rtl/>
        </w:rPr>
        <w:t xml:space="preserve">ں </w:t>
      </w:r>
      <w:r>
        <w:rPr>
          <w:rtl/>
        </w:rPr>
        <w:t>اور نہ كوئي قريبى رشتہ دارى ہے البتہ ہم نے قصاص خون عثمان مي</w:t>
      </w:r>
      <w:r w:rsidR="00B365A1">
        <w:rPr>
          <w:rtl/>
        </w:rPr>
        <w:t xml:space="preserve">ں </w:t>
      </w:r>
      <w:r>
        <w:rPr>
          <w:rtl/>
        </w:rPr>
        <w:t xml:space="preserve">تمھارى نصرت كى ہے لہذا بہتر تھا كہ تم ہمارے ان حقوق كى رعايت كرتے جو تمھارى گردن پر تھے _ </w:t>
      </w:r>
    </w:p>
    <w:p w:rsidR="00376422" w:rsidRDefault="00376422" w:rsidP="00E67399">
      <w:pPr>
        <w:pStyle w:val="libNormal"/>
        <w:rPr>
          <w:rtl/>
        </w:rPr>
      </w:pPr>
      <w:r>
        <w:rPr>
          <w:rtl/>
        </w:rPr>
        <w:t xml:space="preserve">امير شام معاويہ كا جب يہ نقشہ ناكام ہو گيا تو بہت شرمندہ و پشيمان ہوا لہذا دكھانے كے لئے ايك خط سعيد كے پاس لكھا اور اس سے معافى مانگى </w:t>
      </w:r>
      <w:r w:rsidRPr="00C00E6D">
        <w:rPr>
          <w:rStyle w:val="libFootnotenumChar"/>
          <w:rtl/>
        </w:rPr>
        <w:t>(32)</w:t>
      </w:r>
      <w:r>
        <w:rPr>
          <w:rtl/>
        </w:rPr>
        <w:t xml:space="preserve"> </w:t>
      </w:r>
    </w:p>
    <w:p w:rsidR="00376422" w:rsidRDefault="00376422" w:rsidP="00E67399">
      <w:pPr>
        <w:pStyle w:val="libNormal"/>
        <w:rPr>
          <w:rtl/>
        </w:rPr>
      </w:pPr>
    </w:p>
    <w:p w:rsidR="00376422" w:rsidRDefault="00376422" w:rsidP="00E67399">
      <w:pPr>
        <w:pStyle w:val="Heading2Center"/>
        <w:rPr>
          <w:rtl/>
        </w:rPr>
      </w:pPr>
      <w:bookmarkStart w:id="51" w:name="_Toc531605679"/>
      <w:r>
        <w:rPr>
          <w:rtl/>
        </w:rPr>
        <w:t>يزيد كى بيعت بليدان چاہتى ہے</w:t>
      </w:r>
      <w:bookmarkEnd w:id="51"/>
    </w:p>
    <w:p w:rsidR="00376422" w:rsidRDefault="00376422" w:rsidP="00E67399">
      <w:pPr>
        <w:pStyle w:val="libNormal"/>
        <w:rPr>
          <w:rtl/>
        </w:rPr>
      </w:pPr>
      <w:r>
        <w:rPr>
          <w:rtl/>
        </w:rPr>
        <w:t>معاويہ يزيد كو اپنا جانشين بنانے كے سلسلے مي</w:t>
      </w:r>
      <w:r w:rsidR="00B365A1">
        <w:rPr>
          <w:rtl/>
        </w:rPr>
        <w:t xml:space="preserve">ں </w:t>
      </w:r>
      <w:r>
        <w:rPr>
          <w:rtl/>
        </w:rPr>
        <w:t>بہت پريشان ہو رہا تھا اسكو اس راہ مي</w:t>
      </w:r>
      <w:r w:rsidR="00B365A1">
        <w:rPr>
          <w:rtl/>
        </w:rPr>
        <w:t xml:space="preserve">ں </w:t>
      </w:r>
      <w:r>
        <w:rPr>
          <w:rtl/>
        </w:rPr>
        <w:t>روكاوٹي</w:t>
      </w:r>
      <w:r w:rsidR="00B365A1">
        <w:rPr>
          <w:rtl/>
        </w:rPr>
        <w:t xml:space="preserve">ں </w:t>
      </w:r>
      <w:r>
        <w:rPr>
          <w:rtl/>
        </w:rPr>
        <w:t>پيش ارہى تھي</w:t>
      </w:r>
      <w:r w:rsidR="00B365A1">
        <w:rPr>
          <w:rtl/>
        </w:rPr>
        <w:t xml:space="preserve">ں </w:t>
      </w:r>
      <w:r>
        <w:rPr>
          <w:rtl/>
        </w:rPr>
        <w:t>جن كا حل بہت مشكل تھا ، لہذا ان موانع دور كرنے كى فكر مي</w:t>
      </w:r>
      <w:r w:rsidR="00B365A1">
        <w:rPr>
          <w:rtl/>
        </w:rPr>
        <w:t xml:space="preserve">ں </w:t>
      </w:r>
      <w:r>
        <w:rPr>
          <w:rtl/>
        </w:rPr>
        <w:t xml:space="preserve">لگ گيا ايك طرف اس وقت امام و پيشوا ء سبط رسول (ص) حضرت امام حسن (ع) تھے ، دوسرى طرف عمر بن خطاب كى چھہ ركنى كميٹى كا ايك ممبر اور بڑا سردار سعد بن ابى وقاص موجو د تھا جسكو بعض لوگ اہميت كى نگاہ سے ديكھتے تھے _ </w:t>
      </w:r>
    </w:p>
    <w:p w:rsidR="00376422" w:rsidRDefault="00376422" w:rsidP="00E67399">
      <w:pPr>
        <w:pStyle w:val="libNormal"/>
        <w:rPr>
          <w:rtl/>
        </w:rPr>
      </w:pPr>
      <w:r>
        <w:rPr>
          <w:rtl/>
        </w:rPr>
        <w:t>مشہور مورخ ابو الفرج اصفہانى لكھتے ہي</w:t>
      </w:r>
      <w:r w:rsidR="00B365A1">
        <w:rPr>
          <w:rtl/>
        </w:rPr>
        <w:t xml:space="preserve">ں </w:t>
      </w:r>
      <w:r>
        <w:rPr>
          <w:rtl/>
        </w:rPr>
        <w:t xml:space="preserve">: </w:t>
      </w:r>
    </w:p>
    <w:p w:rsidR="00831D2C" w:rsidRDefault="00376422" w:rsidP="00E67399">
      <w:pPr>
        <w:pStyle w:val="libNormal"/>
        <w:rPr>
          <w:rtl/>
        </w:rPr>
      </w:pPr>
      <w:r>
        <w:rPr>
          <w:rtl/>
        </w:rPr>
        <w:t>معاويہ اپنے فرزند ( يزيد ) كى بيعت كا بہت خواہا</w:t>
      </w:r>
      <w:r w:rsidR="00B365A1">
        <w:rPr>
          <w:rtl/>
        </w:rPr>
        <w:t xml:space="preserve">ں </w:t>
      </w:r>
      <w:r>
        <w:rPr>
          <w:rtl/>
        </w:rPr>
        <w:t>تھا ، ليكن اس راہ مي</w:t>
      </w:r>
      <w:r w:rsidR="00B365A1">
        <w:rPr>
          <w:rtl/>
        </w:rPr>
        <w:t xml:space="preserve">ں </w:t>
      </w:r>
      <w:r>
        <w:rPr>
          <w:rtl/>
        </w:rPr>
        <w:t>سب سے بڑى اڑچن حضرت امام مجتبى (ع) اور سعد بن ابى وقاص تھے ، اس نے ان دونو</w:t>
      </w:r>
      <w:r w:rsidR="00B365A1">
        <w:rPr>
          <w:rtl/>
        </w:rPr>
        <w:t xml:space="preserve">ں </w:t>
      </w:r>
      <w:r>
        <w:rPr>
          <w:rtl/>
        </w:rPr>
        <w:t>كو ہٹانے كے لئے خفيہ طور پر ان لوگو</w:t>
      </w:r>
      <w:r w:rsidR="00B365A1">
        <w:rPr>
          <w:rtl/>
        </w:rPr>
        <w:t xml:space="preserve">ں </w:t>
      </w:r>
      <w:r>
        <w:rPr>
          <w:rtl/>
        </w:rPr>
        <w:t>كو زہر دلوايا اور يہ دونو</w:t>
      </w:r>
      <w:r w:rsidR="00B365A1">
        <w:rPr>
          <w:rtl/>
        </w:rPr>
        <w:t xml:space="preserve">ں </w:t>
      </w:r>
      <w:r>
        <w:rPr>
          <w:rtl/>
        </w:rPr>
        <w:t xml:space="preserve">زہر كى بناء پر اس دار فانى سے رخصت ہو گئے </w:t>
      </w:r>
      <w:r w:rsidRPr="00C00E6D">
        <w:rPr>
          <w:rStyle w:val="libFootnotenumChar"/>
          <w:rtl/>
        </w:rPr>
        <w:t>(33)</w:t>
      </w:r>
      <w:r>
        <w:rPr>
          <w:rtl/>
        </w:rPr>
        <w:t xml:space="preserve"> امام حسن (ع) اور سعد بن ابى وقاص جو معاويہ كے ہدف مي</w:t>
      </w:r>
      <w:r w:rsidR="00B365A1">
        <w:rPr>
          <w:rtl/>
        </w:rPr>
        <w:t xml:space="preserve">ں </w:t>
      </w:r>
      <w:r>
        <w:rPr>
          <w:rtl/>
        </w:rPr>
        <w:t>ركاوٹ بنے ہوئے تھے اسكى علت يہ تھى كہ سعد بن ابى وقاص عمر كى اس چھہ ركنى كميٹى كا اخرى ايك ممبر تھا ، جو خليفہ كے تعين كے لئے وجود مي</w:t>
      </w:r>
      <w:r w:rsidR="00B365A1">
        <w:rPr>
          <w:rtl/>
        </w:rPr>
        <w:t xml:space="preserve">ں </w:t>
      </w:r>
      <w:r>
        <w:rPr>
          <w:rtl/>
        </w:rPr>
        <w:t>ائي تھى ، اسكے بعد ان لوگو</w:t>
      </w:r>
      <w:r w:rsidR="00B365A1">
        <w:rPr>
          <w:rtl/>
        </w:rPr>
        <w:t xml:space="preserve">ں </w:t>
      </w:r>
      <w:r>
        <w:rPr>
          <w:rtl/>
        </w:rPr>
        <w:t>كا دماغ اتنا اونچا ہو گيا تھا كہ گويا خلافت و حكومت كے چلانے كى تمام صلاحتي</w:t>
      </w:r>
      <w:r w:rsidR="00B365A1">
        <w:rPr>
          <w:rtl/>
        </w:rPr>
        <w:t xml:space="preserve">ں </w:t>
      </w:r>
      <w:r>
        <w:rPr>
          <w:rtl/>
        </w:rPr>
        <w:t>انھي</w:t>
      </w:r>
      <w:r w:rsidR="00B365A1">
        <w:rPr>
          <w:rtl/>
        </w:rPr>
        <w:t xml:space="preserve">ں </w:t>
      </w:r>
      <w:r>
        <w:rPr>
          <w:rtl/>
        </w:rPr>
        <w:t>لوگو</w:t>
      </w:r>
      <w:r w:rsidR="00B365A1">
        <w:rPr>
          <w:rtl/>
        </w:rPr>
        <w:t xml:space="preserve">ں </w:t>
      </w:r>
      <w:r>
        <w:rPr>
          <w:rtl/>
        </w:rPr>
        <w:t>مي</w:t>
      </w:r>
      <w:r w:rsidR="00B365A1">
        <w:rPr>
          <w:rtl/>
        </w:rPr>
        <w:t xml:space="preserve">ں </w:t>
      </w:r>
      <w:r>
        <w:rPr>
          <w:rtl/>
        </w:rPr>
        <w:t>منحصر تھي</w:t>
      </w:r>
      <w:r w:rsidR="00B365A1">
        <w:rPr>
          <w:rtl/>
        </w:rPr>
        <w:t xml:space="preserve">ں </w:t>
      </w:r>
      <w:r>
        <w:rPr>
          <w:rtl/>
        </w:rPr>
        <w:t xml:space="preserve">_ </w:t>
      </w:r>
    </w:p>
    <w:p w:rsidR="00831D2C" w:rsidRDefault="00831D2C" w:rsidP="00E67399">
      <w:pPr>
        <w:pStyle w:val="libLine"/>
        <w:rPr>
          <w:rtl/>
        </w:rPr>
      </w:pPr>
      <w:r>
        <w:rPr>
          <w:rFonts w:hint="cs"/>
          <w:rtl/>
        </w:rPr>
        <w:t>____________________</w:t>
      </w:r>
    </w:p>
    <w:p w:rsidR="00B654FF" w:rsidRDefault="00B654FF" w:rsidP="00E67399">
      <w:pPr>
        <w:pStyle w:val="libFootnote"/>
        <w:rPr>
          <w:rtl/>
        </w:rPr>
      </w:pPr>
      <w:r>
        <w:rPr>
          <w:rtl/>
        </w:rPr>
        <w:t xml:space="preserve">32_ استيعاب ج2 ص 373 </w:t>
      </w:r>
    </w:p>
    <w:p w:rsidR="00B654FF" w:rsidRDefault="00B654FF" w:rsidP="00E67399">
      <w:pPr>
        <w:pStyle w:val="libFootnote"/>
        <w:rPr>
          <w:rtl/>
        </w:rPr>
      </w:pPr>
      <w:r>
        <w:rPr>
          <w:rtl/>
        </w:rPr>
        <w:t xml:space="preserve">33_طبرى ج5 ص 11 </w:t>
      </w:r>
    </w:p>
    <w:p w:rsidR="00831D2C" w:rsidRDefault="00831D2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ليكن امام حسن (ع) جو اپنى گذشتہ فضيلت و عظمت كے خاص مالك تھے انھو</w:t>
      </w:r>
      <w:r w:rsidR="00B365A1">
        <w:rPr>
          <w:rtl/>
        </w:rPr>
        <w:t xml:space="preserve">ں </w:t>
      </w:r>
      <w:r>
        <w:rPr>
          <w:rtl/>
        </w:rPr>
        <w:t>نے معاويہ سے صلح كرتے وقت شرط ركھى تھى كہ امير شام معاويہ اپنے بعد كسى كو خليفہ نامزد نہي</w:t>
      </w:r>
      <w:r w:rsidR="00B365A1">
        <w:rPr>
          <w:rtl/>
        </w:rPr>
        <w:t xml:space="preserve">ں </w:t>
      </w:r>
      <w:r>
        <w:rPr>
          <w:rtl/>
        </w:rPr>
        <w:t>كر سكتا ہے اور اسكو حق نہي</w:t>
      </w:r>
      <w:r w:rsidR="00B365A1">
        <w:rPr>
          <w:rtl/>
        </w:rPr>
        <w:t xml:space="preserve">ں </w:t>
      </w:r>
      <w:r>
        <w:rPr>
          <w:rtl/>
        </w:rPr>
        <w:t xml:space="preserve">ہے كہ كسى دوسرے كو اپنا وليعہد بنائے </w:t>
      </w:r>
      <w:r w:rsidRPr="00C00E6D">
        <w:rPr>
          <w:rStyle w:val="libFootnotenumChar"/>
          <w:rtl/>
        </w:rPr>
        <w:t>(34)</w:t>
      </w:r>
      <w:r>
        <w:rPr>
          <w:rtl/>
        </w:rPr>
        <w:t xml:space="preserve"> </w:t>
      </w:r>
    </w:p>
    <w:p w:rsidR="00376422" w:rsidRDefault="00376422" w:rsidP="00E67399">
      <w:pPr>
        <w:pStyle w:val="libNormal"/>
        <w:rPr>
          <w:rtl/>
        </w:rPr>
      </w:pPr>
      <w:r>
        <w:rPr>
          <w:rtl/>
        </w:rPr>
        <w:t>مورخين نے سعد بن ابى وقاص كے مارے جانے كى وضاحت نہي</w:t>
      </w:r>
      <w:r w:rsidR="00B365A1">
        <w:rPr>
          <w:rtl/>
        </w:rPr>
        <w:t xml:space="preserve">ں </w:t>
      </w:r>
      <w:r>
        <w:rPr>
          <w:rtl/>
        </w:rPr>
        <w:t>كى ہے ، بس اتنا لكھا كہ انكو معاويہ نے زہر دلوايا ہے _ ليكن سبط رسول (ص) امام حسن (ع) كى شہادت كے سلسلے مي</w:t>
      </w:r>
      <w:r w:rsidR="00B365A1">
        <w:rPr>
          <w:rtl/>
        </w:rPr>
        <w:t xml:space="preserve">ں </w:t>
      </w:r>
      <w:r>
        <w:rPr>
          <w:rtl/>
        </w:rPr>
        <w:t>چند دليلي</w:t>
      </w:r>
      <w:r w:rsidR="00B365A1">
        <w:rPr>
          <w:rtl/>
        </w:rPr>
        <w:t xml:space="preserve">ں </w:t>
      </w:r>
      <w:r>
        <w:rPr>
          <w:rtl/>
        </w:rPr>
        <w:t>پائي جاتى ہي</w:t>
      </w:r>
      <w:r w:rsidR="00B365A1">
        <w:rPr>
          <w:rtl/>
        </w:rPr>
        <w:t xml:space="preserve">ں </w:t>
      </w:r>
      <w:r>
        <w:rPr>
          <w:rtl/>
        </w:rPr>
        <w:t xml:space="preserve">، جو اس سانحے كى كسى حد تك وضاحت كرتى ہے _ </w:t>
      </w:r>
    </w:p>
    <w:p w:rsidR="00376422" w:rsidRDefault="00376422" w:rsidP="00E67399">
      <w:pPr>
        <w:pStyle w:val="libNormal"/>
        <w:rPr>
          <w:rtl/>
        </w:rPr>
      </w:pPr>
      <w:r>
        <w:rPr>
          <w:rtl/>
        </w:rPr>
        <w:t xml:space="preserve">مسعودى لكھتا ہے : </w:t>
      </w:r>
    </w:p>
    <w:p w:rsidR="00376422" w:rsidRDefault="00376422" w:rsidP="00E67399">
      <w:pPr>
        <w:pStyle w:val="libNormal"/>
        <w:rPr>
          <w:rtl/>
        </w:rPr>
      </w:pPr>
      <w:r>
        <w:rPr>
          <w:rtl/>
        </w:rPr>
        <w:t>'' امير شام '' معاويہ نے خفيہ طور پر جعدہ بنت اشعث بن قيس كندى كے پاس زہر بھيجا تاكہ امام (ع) كو مسموم كر دے اور ساتھ مي</w:t>
      </w:r>
      <w:r w:rsidR="00B365A1">
        <w:rPr>
          <w:rtl/>
        </w:rPr>
        <w:t xml:space="preserve">ں </w:t>
      </w:r>
      <w:r>
        <w:rPr>
          <w:rtl/>
        </w:rPr>
        <w:t>كچھ پيغامات بھى ارسال كئے كہ اگر تم نے امام حسن (ع) كوزہرديديا تو ايك لاكھ درہم ،مزيد اپنے بيٹے يزيد كے ساتھ شادى كر دو</w:t>
      </w:r>
      <w:r w:rsidR="00B365A1">
        <w:rPr>
          <w:rtl/>
        </w:rPr>
        <w:t xml:space="preserve">ں </w:t>
      </w:r>
      <w:r>
        <w:rPr>
          <w:rtl/>
        </w:rPr>
        <w:t>گا ، يہى وہ دو باتي</w:t>
      </w:r>
      <w:r w:rsidR="00B365A1">
        <w:rPr>
          <w:rtl/>
        </w:rPr>
        <w:t xml:space="preserve">ں </w:t>
      </w:r>
      <w:r>
        <w:rPr>
          <w:rtl/>
        </w:rPr>
        <w:t>تھي</w:t>
      </w:r>
      <w:r w:rsidR="00B365A1">
        <w:rPr>
          <w:rtl/>
        </w:rPr>
        <w:t xml:space="preserve">ں </w:t>
      </w:r>
      <w:r>
        <w:rPr>
          <w:rtl/>
        </w:rPr>
        <w:t>جو جعدہ بنت اشعث كے لئے باعث ذلت بني</w:t>
      </w:r>
      <w:r w:rsidR="00B365A1">
        <w:rPr>
          <w:rtl/>
        </w:rPr>
        <w:t xml:space="preserve">ں </w:t>
      </w:r>
      <w:r>
        <w:rPr>
          <w:rtl/>
        </w:rPr>
        <w:t>اور اس نے اس كام كو انجام ديا ،جب امام عليہ السلام كو زہر ديديا تو معاويہ نے بعض وعدے پورے كئے جس مي</w:t>
      </w:r>
      <w:r w:rsidR="00B365A1">
        <w:rPr>
          <w:rtl/>
        </w:rPr>
        <w:t xml:space="preserve">ں </w:t>
      </w:r>
      <w:r>
        <w:rPr>
          <w:rtl/>
        </w:rPr>
        <w:t>ايك لاكھ درہم شامل تھا ، اور جعدہ كے پاس پيغام بھيجوايا كہ ہم يزيد كى زندگى چاہتے ہي</w:t>
      </w:r>
      <w:r w:rsidR="00B365A1">
        <w:rPr>
          <w:rtl/>
        </w:rPr>
        <w:t xml:space="preserve">ں </w:t>
      </w:r>
      <w:r>
        <w:rPr>
          <w:rtl/>
        </w:rPr>
        <w:t xml:space="preserve">_ </w:t>
      </w:r>
    </w:p>
    <w:p w:rsidR="00376422" w:rsidRDefault="00376422" w:rsidP="00E67399">
      <w:pPr>
        <w:pStyle w:val="libNormal"/>
        <w:rPr>
          <w:rtl/>
        </w:rPr>
      </w:pPr>
      <w:r>
        <w:rPr>
          <w:rtl/>
        </w:rPr>
        <w:t>لہذا دوسرا وعدہ جو تم سے شادى كرنے كا تھا اس سے معذور ہي</w:t>
      </w:r>
      <w:r w:rsidR="00B365A1">
        <w:rPr>
          <w:rtl/>
        </w:rPr>
        <w:t xml:space="preserve">ں </w:t>
      </w:r>
      <w:r>
        <w:rPr>
          <w:rtl/>
        </w:rPr>
        <w:t>_ يعنى تم نے جس طرح اپنے شوہر كو وعدہ پر مسموم كر ديا ہے ممكن ہے اسى طرح ميرے بيٹے كو بھى زہر ديدو _ لہذا انھي</w:t>
      </w:r>
      <w:r w:rsidR="00B365A1">
        <w:rPr>
          <w:rtl/>
        </w:rPr>
        <w:t xml:space="preserve">ں </w:t>
      </w:r>
      <w:r>
        <w:rPr>
          <w:rtl/>
        </w:rPr>
        <w:t>اسباب كى بنا ء پر ہم اپنے وعدے كو پورا نہي</w:t>
      </w:r>
      <w:r w:rsidR="00B365A1">
        <w:rPr>
          <w:rtl/>
        </w:rPr>
        <w:t xml:space="preserve">ں </w:t>
      </w:r>
      <w:r>
        <w:rPr>
          <w:rtl/>
        </w:rPr>
        <w:t>كر سكتے ہي</w:t>
      </w:r>
      <w:r w:rsidR="00B365A1">
        <w:rPr>
          <w:rtl/>
        </w:rPr>
        <w:t xml:space="preserve">ں </w:t>
      </w:r>
      <w:r w:rsidRPr="00C00E6D">
        <w:rPr>
          <w:rStyle w:val="libFootnotenumChar"/>
          <w:rtl/>
        </w:rPr>
        <w:t>(35)</w:t>
      </w:r>
      <w:r>
        <w:rPr>
          <w:rtl/>
        </w:rPr>
        <w:t xml:space="preserve"> معاويہ كى جنايتكار سياست نے حضرت مجتبى (ع) اور سعدبن ابى وقاص كو درميان سے صاف كر ديا تاكہ خلافت يزيد كى راہ ہموار ہو جائے اور جس طرح عبد الرحمن بن خالد كو نابود كيا تھا اسى طرح ان دونو</w:t>
      </w:r>
      <w:r w:rsidR="00B365A1">
        <w:rPr>
          <w:rtl/>
        </w:rPr>
        <w:t xml:space="preserve">ں </w:t>
      </w:r>
      <w:r>
        <w:rPr>
          <w:rtl/>
        </w:rPr>
        <w:t>كو صفحہ ہستى سے مٹايا ،ہم سمجھتے ہي</w:t>
      </w:r>
      <w:r w:rsidR="00B365A1">
        <w:rPr>
          <w:rtl/>
        </w:rPr>
        <w:t xml:space="preserve">ں </w:t>
      </w:r>
      <w:r>
        <w:rPr>
          <w:rtl/>
        </w:rPr>
        <w:t>كہ عبد الرحمن بن خالد اسى راہ مي</w:t>
      </w:r>
      <w:r w:rsidR="00B365A1">
        <w:rPr>
          <w:rtl/>
        </w:rPr>
        <w:t xml:space="preserve">ں </w:t>
      </w:r>
      <w:r>
        <w:rPr>
          <w:rtl/>
        </w:rPr>
        <w:t>مارے گئے ہي</w:t>
      </w:r>
      <w:r w:rsidR="00B365A1">
        <w:rPr>
          <w:rtl/>
        </w:rPr>
        <w:t xml:space="preserve">ں </w:t>
      </w:r>
      <w:r>
        <w:rPr>
          <w:rtl/>
        </w:rPr>
        <w:t xml:space="preserve">جسكى تفصيل ائندہ بيان ہو گى _ </w:t>
      </w:r>
    </w:p>
    <w:p w:rsidR="00831D2C" w:rsidRDefault="00831D2C" w:rsidP="00E67399">
      <w:pPr>
        <w:pStyle w:val="libLine"/>
        <w:rPr>
          <w:rtl/>
        </w:rPr>
      </w:pPr>
      <w:r>
        <w:rPr>
          <w:rFonts w:hint="cs"/>
          <w:rtl/>
        </w:rPr>
        <w:t>____________________</w:t>
      </w:r>
    </w:p>
    <w:p w:rsidR="00B654FF" w:rsidRDefault="00B654FF" w:rsidP="00E67399">
      <w:pPr>
        <w:pStyle w:val="libFootnote"/>
        <w:rPr>
          <w:rtl/>
        </w:rPr>
      </w:pPr>
      <w:r>
        <w:rPr>
          <w:rtl/>
        </w:rPr>
        <w:t xml:space="preserve">34_ اسد الغابہ ج3 ص 284 ، طبقات ابن سعد ج5 ص 1 ، صحيح بخارى ج3 ص 11 </w:t>
      </w:r>
    </w:p>
    <w:p w:rsidR="00B654FF" w:rsidRDefault="00B654FF" w:rsidP="00E67399">
      <w:pPr>
        <w:pStyle w:val="libFootnote"/>
        <w:rPr>
          <w:rtl/>
        </w:rPr>
      </w:pPr>
      <w:r>
        <w:rPr>
          <w:rtl/>
        </w:rPr>
        <w:t xml:space="preserve">35_ بلاغات النساء ص 8 ، تذكرة الخواص </w:t>
      </w:r>
    </w:p>
    <w:p w:rsidR="00831D2C" w:rsidRDefault="00831D2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52" w:name="_Toc531605680"/>
      <w:r>
        <w:rPr>
          <w:rtl/>
        </w:rPr>
        <w:t>يزيد كى تاج پوشي</w:t>
      </w:r>
      <w:bookmarkEnd w:id="52"/>
    </w:p>
    <w:p w:rsidR="00376422" w:rsidRDefault="00376422" w:rsidP="00E67399">
      <w:pPr>
        <w:pStyle w:val="libNormal"/>
        <w:rPr>
          <w:rtl/>
        </w:rPr>
      </w:pPr>
      <w:r>
        <w:rPr>
          <w:rtl/>
        </w:rPr>
        <w:t>معاويہ نے بڑى جدو جہد كر كے مملكت كے گوشہ و كنار سے سردارو</w:t>
      </w:r>
      <w:r w:rsidR="00B365A1">
        <w:rPr>
          <w:rtl/>
        </w:rPr>
        <w:t xml:space="preserve">ں </w:t>
      </w:r>
      <w:r>
        <w:rPr>
          <w:rtl/>
        </w:rPr>
        <w:t xml:space="preserve">اور بزرگان قبائل نيز با رسوخ افراد كو دمشق بلوايا اور يزيد كى زبر دستى بيعت لى _ </w:t>
      </w:r>
    </w:p>
    <w:p w:rsidR="00376422" w:rsidRDefault="00376422" w:rsidP="00E67399">
      <w:pPr>
        <w:pStyle w:val="libNormal"/>
        <w:rPr>
          <w:rtl/>
        </w:rPr>
      </w:pPr>
      <w:r>
        <w:rPr>
          <w:rtl/>
        </w:rPr>
        <w:t>مخالفين كو ڈرا دھمكا كر، تو كبھى منھ مانگى رقم ديكر، تو كبھى رياست كى لالچ ديكر لوگو</w:t>
      </w:r>
      <w:r w:rsidR="00B365A1">
        <w:rPr>
          <w:rtl/>
        </w:rPr>
        <w:t xml:space="preserve">ں </w:t>
      </w:r>
      <w:r>
        <w:rPr>
          <w:rtl/>
        </w:rPr>
        <w:t xml:space="preserve">كو بيعت يزيد پر راضى كيا ، چند سال تك ايسا ہى ہوتا رہا _ </w:t>
      </w:r>
    </w:p>
    <w:p w:rsidR="00376422" w:rsidRDefault="00376422" w:rsidP="00E67399">
      <w:pPr>
        <w:pStyle w:val="libNormal"/>
        <w:rPr>
          <w:rtl/>
        </w:rPr>
      </w:pPr>
      <w:r>
        <w:rPr>
          <w:rtl/>
        </w:rPr>
        <w:t>مملكت اسلامى كے اكثر اہم علاقے امويو</w:t>
      </w:r>
      <w:r w:rsidR="00B365A1">
        <w:rPr>
          <w:rtl/>
        </w:rPr>
        <w:t xml:space="preserve">ں </w:t>
      </w:r>
      <w:r>
        <w:rPr>
          <w:rtl/>
        </w:rPr>
        <w:t>كے اشارے پر چلنے لگے ليكن اس وقت دو اہم شہر مكہ و مدينہ كے لوگ اس اشارے پر نہي</w:t>
      </w:r>
      <w:r w:rsidR="00B365A1">
        <w:rPr>
          <w:rtl/>
        </w:rPr>
        <w:t xml:space="preserve">ں </w:t>
      </w:r>
      <w:r>
        <w:rPr>
          <w:rtl/>
        </w:rPr>
        <w:t>چل رہے تھے اور يزيد كى بيعت تسليم نہي</w:t>
      </w:r>
      <w:r w:rsidR="00B365A1">
        <w:rPr>
          <w:rtl/>
        </w:rPr>
        <w:t xml:space="preserve">ں </w:t>
      </w:r>
      <w:r>
        <w:rPr>
          <w:rtl/>
        </w:rPr>
        <w:t xml:space="preserve">كر رہے تھے _ </w:t>
      </w:r>
    </w:p>
    <w:p w:rsidR="00376422" w:rsidRDefault="00376422" w:rsidP="00E67399">
      <w:pPr>
        <w:pStyle w:val="libNormal"/>
        <w:rPr>
          <w:rtl/>
        </w:rPr>
      </w:pPr>
      <w:r>
        <w:rPr>
          <w:rtl/>
        </w:rPr>
        <w:t>امير شام معاويہ نے اپنے ساتھيو</w:t>
      </w:r>
      <w:r w:rsidR="00B365A1">
        <w:rPr>
          <w:rtl/>
        </w:rPr>
        <w:t xml:space="preserve">ں </w:t>
      </w:r>
      <w:r>
        <w:rPr>
          <w:rtl/>
        </w:rPr>
        <w:t>كے ہمراہ حجاز كا سفر كيا تاكہ ان لوگو</w:t>
      </w:r>
      <w:r w:rsidR="00B365A1">
        <w:rPr>
          <w:rtl/>
        </w:rPr>
        <w:t xml:space="preserve">ں </w:t>
      </w:r>
      <w:r>
        <w:rPr>
          <w:rtl/>
        </w:rPr>
        <w:t>سے يزيد كى بيعت لے ، اہل مكہ و مدينہ نے يزيد كى بيعت اس لئے نہي</w:t>
      </w:r>
      <w:r w:rsidR="00B365A1">
        <w:rPr>
          <w:rtl/>
        </w:rPr>
        <w:t xml:space="preserve">ں </w:t>
      </w:r>
      <w:r>
        <w:rPr>
          <w:rtl/>
        </w:rPr>
        <w:t>كى كہ يہ لوگ اسلام سے اچھى طرح واقف تھے دوسرى طرف حسين بن على (ع) ، عبد اللہ بن زبير ، عبد اللہ بن عمر ، اور عبد الرحمن بن ابو بكر جيسے با رسوخ افراد اس شہر مي</w:t>
      </w:r>
      <w:r w:rsidR="00B365A1">
        <w:rPr>
          <w:rtl/>
        </w:rPr>
        <w:t xml:space="preserve">ں </w:t>
      </w:r>
      <w:r>
        <w:rPr>
          <w:rtl/>
        </w:rPr>
        <w:t xml:space="preserve">موجود تھے _ </w:t>
      </w:r>
    </w:p>
    <w:p w:rsidR="00376422" w:rsidRDefault="00376422" w:rsidP="00E67399">
      <w:pPr>
        <w:pStyle w:val="libNormal"/>
        <w:rPr>
          <w:rtl/>
        </w:rPr>
      </w:pPr>
      <w:r>
        <w:rPr>
          <w:rtl/>
        </w:rPr>
        <w:t>ابن اثير لكھتا ہي</w:t>
      </w:r>
      <w:r w:rsidR="00B365A1">
        <w:rPr>
          <w:rtl/>
        </w:rPr>
        <w:t xml:space="preserve">ں </w:t>
      </w:r>
      <w:r>
        <w:rPr>
          <w:rtl/>
        </w:rPr>
        <w:t xml:space="preserve">: </w:t>
      </w:r>
    </w:p>
    <w:p w:rsidR="00376422" w:rsidRDefault="00376422" w:rsidP="00E67399">
      <w:pPr>
        <w:pStyle w:val="libNormal"/>
        <w:rPr>
          <w:rtl/>
        </w:rPr>
      </w:pPr>
      <w:r>
        <w:rPr>
          <w:rtl/>
        </w:rPr>
        <w:t>'' معاويہ نے يزيد كى بيعت لينے كے لئے لوگو</w:t>
      </w:r>
      <w:r w:rsidR="00B365A1">
        <w:rPr>
          <w:rtl/>
        </w:rPr>
        <w:t xml:space="preserve">ں </w:t>
      </w:r>
      <w:r>
        <w:rPr>
          <w:rtl/>
        </w:rPr>
        <w:t>كو منھ مانگى رقم ديكر راضى كيا اور مخالفين سے خاطر و مدارات كر كے يزيد كى بيعت كروائي ، وہ اپنى سياست مي</w:t>
      </w:r>
      <w:r w:rsidR="00B365A1">
        <w:rPr>
          <w:rtl/>
        </w:rPr>
        <w:t xml:space="preserve">ں </w:t>
      </w:r>
      <w:r>
        <w:rPr>
          <w:rtl/>
        </w:rPr>
        <w:t>يو</w:t>
      </w:r>
      <w:r w:rsidR="00B365A1">
        <w:rPr>
          <w:rtl/>
        </w:rPr>
        <w:t xml:space="preserve">ں </w:t>
      </w:r>
      <w:r>
        <w:rPr>
          <w:rtl/>
        </w:rPr>
        <w:t>كا مياب رہا كہ لوگو</w:t>
      </w:r>
      <w:r w:rsidR="00B365A1">
        <w:rPr>
          <w:rtl/>
        </w:rPr>
        <w:t xml:space="preserve">ں </w:t>
      </w:r>
      <w:r>
        <w:rPr>
          <w:rtl/>
        </w:rPr>
        <w:t>نے اپنے سردارو</w:t>
      </w:r>
      <w:r w:rsidR="00B365A1">
        <w:rPr>
          <w:rtl/>
        </w:rPr>
        <w:t xml:space="preserve">ں </w:t>
      </w:r>
      <w:r>
        <w:rPr>
          <w:rtl/>
        </w:rPr>
        <w:t xml:space="preserve">پر بھروسہ كر كے يزيد كى بيعت كر لى _ </w:t>
      </w:r>
    </w:p>
    <w:p w:rsidR="00376422" w:rsidRDefault="00376422" w:rsidP="00E67399">
      <w:pPr>
        <w:pStyle w:val="libNormal"/>
        <w:rPr>
          <w:rtl/>
        </w:rPr>
      </w:pPr>
      <w:r>
        <w:rPr>
          <w:rtl/>
        </w:rPr>
        <w:t>جب اہل شام و عراق نے يزيد كى بيعت تسليم كر ليا تو معاويہ نے ہزارو</w:t>
      </w:r>
      <w:r w:rsidR="00B365A1">
        <w:rPr>
          <w:rtl/>
        </w:rPr>
        <w:t xml:space="preserve">ں </w:t>
      </w:r>
      <w:r>
        <w:rPr>
          <w:rtl/>
        </w:rPr>
        <w:t>سوارو</w:t>
      </w:r>
      <w:r w:rsidR="00B365A1">
        <w:rPr>
          <w:rtl/>
        </w:rPr>
        <w:t xml:space="preserve">ں </w:t>
      </w:r>
      <w:r>
        <w:rPr>
          <w:rtl/>
        </w:rPr>
        <w:t>كے ساتھ حجاز كا سفر كيا ، مدينہ مي</w:t>
      </w:r>
      <w:r w:rsidR="00B365A1">
        <w:rPr>
          <w:rtl/>
        </w:rPr>
        <w:t xml:space="preserve">ں </w:t>
      </w:r>
      <w:r>
        <w:rPr>
          <w:rtl/>
        </w:rPr>
        <w:t xml:space="preserve">سب سے پہلے حضرت امام حسين (ع) سے ملاقات ہوئي _ </w:t>
      </w:r>
    </w:p>
    <w:p w:rsidR="00376422" w:rsidRDefault="00376422" w:rsidP="00E67399">
      <w:pPr>
        <w:pStyle w:val="libNormal"/>
        <w:rPr>
          <w:rtl/>
        </w:rPr>
      </w:pPr>
      <w:r>
        <w:rPr>
          <w:rtl/>
        </w:rPr>
        <w:t xml:space="preserve">ابن اثير مزيد لكھتا ہے : </w:t>
      </w:r>
    </w:p>
    <w:p w:rsidR="00376422" w:rsidRDefault="00376422" w:rsidP="00E67399">
      <w:pPr>
        <w:pStyle w:val="libNormal"/>
        <w:rPr>
          <w:rtl/>
        </w:rPr>
      </w:pPr>
      <w:r>
        <w:rPr>
          <w:rtl/>
        </w:rPr>
        <w:t>حضرت امام حسين (ع) كے علاوہ تين دوسرے افراد جو روساء شہر تھے انكى معاويہ سے تلخ كلامى ہوئي تو ان لوگو</w:t>
      </w:r>
      <w:r w:rsidR="00B365A1">
        <w:rPr>
          <w:rtl/>
        </w:rPr>
        <w:t xml:space="preserve">ں </w:t>
      </w:r>
      <w:r>
        <w:rPr>
          <w:rtl/>
        </w:rPr>
        <w:t xml:space="preserve">نے اسكو منھ توڑ جواب ديا _ </w:t>
      </w:r>
    </w:p>
    <w:p w:rsidR="00CD0A6C" w:rsidRDefault="00376422" w:rsidP="00E67399">
      <w:pPr>
        <w:pStyle w:val="libNormal"/>
        <w:rPr>
          <w:rtl/>
        </w:rPr>
      </w:pPr>
      <w:r>
        <w:rPr>
          <w:rtl/>
        </w:rPr>
        <w:t>اس كے بعد ابن اثير لكھتا ہے كہ ، معاويہ نے ان چارو</w:t>
      </w:r>
      <w:r w:rsidR="00B365A1">
        <w:rPr>
          <w:rtl/>
        </w:rPr>
        <w:t xml:space="preserve">ں </w:t>
      </w:r>
      <w:r>
        <w:rPr>
          <w:rtl/>
        </w:rPr>
        <w:t>افراد سے مدينہ مي</w:t>
      </w:r>
      <w:r w:rsidR="00B365A1">
        <w:rPr>
          <w:rtl/>
        </w:rPr>
        <w:t xml:space="preserve">ں </w:t>
      </w:r>
      <w:r>
        <w:rPr>
          <w:rtl/>
        </w:rPr>
        <w:t>بيعت نہي</w:t>
      </w:r>
      <w:r w:rsidR="00B365A1">
        <w:rPr>
          <w:rtl/>
        </w:rPr>
        <w:t xml:space="preserve">ں </w:t>
      </w:r>
      <w:r>
        <w:rPr>
          <w:rtl/>
        </w:rPr>
        <w:t xml:space="preserve">لى جب عائشه سے ملنے گيا تو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انكو اس مڈ بھيڑ كى خبر معلوم ہو گئي تھى ، لہذا ام المومنين عائشه نے معاويہ سے كہا : </w:t>
      </w:r>
    </w:p>
    <w:p w:rsidR="00376422" w:rsidRDefault="00376422" w:rsidP="00E67399">
      <w:pPr>
        <w:pStyle w:val="libNormal"/>
        <w:rPr>
          <w:rtl/>
        </w:rPr>
      </w:pPr>
      <w:r>
        <w:rPr>
          <w:rtl/>
        </w:rPr>
        <w:t>يہ لوگ كسى صورت مي</w:t>
      </w:r>
      <w:r w:rsidR="00B365A1">
        <w:rPr>
          <w:rtl/>
        </w:rPr>
        <w:t xml:space="preserve">ں </w:t>
      </w:r>
      <w:r>
        <w:rPr>
          <w:rtl/>
        </w:rPr>
        <w:t>يزيد كى بيعت نہي</w:t>
      </w:r>
      <w:r w:rsidR="00B365A1">
        <w:rPr>
          <w:rtl/>
        </w:rPr>
        <w:t xml:space="preserve">ں </w:t>
      </w:r>
      <w:r>
        <w:rPr>
          <w:rtl/>
        </w:rPr>
        <w:t>كرينگے ، معاويہ نے ان لوگو</w:t>
      </w:r>
      <w:r w:rsidR="00B365A1">
        <w:rPr>
          <w:rtl/>
        </w:rPr>
        <w:t xml:space="preserve">ں </w:t>
      </w:r>
      <w:r>
        <w:rPr>
          <w:rtl/>
        </w:rPr>
        <w:t>كى شكايت عائشه سے كى تو انھو</w:t>
      </w:r>
      <w:r w:rsidR="00B365A1">
        <w:rPr>
          <w:rtl/>
        </w:rPr>
        <w:t xml:space="preserve">ں </w:t>
      </w:r>
      <w:r>
        <w:rPr>
          <w:rtl/>
        </w:rPr>
        <w:t xml:space="preserve">نے اسكو خوب سمجھايا بجھايا ؟ </w:t>
      </w:r>
    </w:p>
    <w:p w:rsidR="00376422" w:rsidRDefault="00376422" w:rsidP="00E67399">
      <w:pPr>
        <w:pStyle w:val="libNormal"/>
        <w:rPr>
          <w:rtl/>
        </w:rPr>
      </w:pPr>
      <w:r>
        <w:rPr>
          <w:rtl/>
        </w:rPr>
        <w:t>ابن اثير نے معاويہ كے سفر مكہ كى داستان يو</w:t>
      </w:r>
      <w:r w:rsidR="00B365A1">
        <w:rPr>
          <w:rtl/>
        </w:rPr>
        <w:t xml:space="preserve">ں </w:t>
      </w:r>
      <w:r>
        <w:rPr>
          <w:rtl/>
        </w:rPr>
        <w:t xml:space="preserve">نقل كيا ہے : </w:t>
      </w:r>
    </w:p>
    <w:p w:rsidR="00376422" w:rsidRDefault="00376422" w:rsidP="00E67399">
      <w:pPr>
        <w:pStyle w:val="libNormal"/>
        <w:rPr>
          <w:rtl/>
        </w:rPr>
      </w:pPr>
      <w:r>
        <w:rPr>
          <w:rtl/>
        </w:rPr>
        <w:t>معاويہ جب مكہ انے والا تھا تو اہل مكہ كے ساتھ وہ چارو</w:t>
      </w:r>
      <w:r w:rsidR="00B365A1">
        <w:rPr>
          <w:rtl/>
        </w:rPr>
        <w:t xml:space="preserve">ں </w:t>
      </w:r>
      <w:r>
        <w:rPr>
          <w:rtl/>
        </w:rPr>
        <w:t>افراد بھى استقبال كرنے كے لئے گئے معاويہ ان لوگو</w:t>
      </w:r>
      <w:r w:rsidR="00B365A1">
        <w:rPr>
          <w:rtl/>
        </w:rPr>
        <w:t xml:space="preserve">ں </w:t>
      </w:r>
      <w:r>
        <w:rPr>
          <w:rtl/>
        </w:rPr>
        <w:t>سے كافى مہربانى سے پيش</w:t>
      </w:r>
      <w:r w:rsidR="00831D2C">
        <w:rPr>
          <w:rtl/>
        </w:rPr>
        <w:t xml:space="preserve"> آيا </w:t>
      </w:r>
      <w:r>
        <w:rPr>
          <w:rtl/>
        </w:rPr>
        <w:t xml:space="preserve"> اور ان لوگو</w:t>
      </w:r>
      <w:r w:rsidR="00B365A1">
        <w:rPr>
          <w:rtl/>
        </w:rPr>
        <w:t xml:space="preserve">ں </w:t>
      </w:r>
      <w:r>
        <w:rPr>
          <w:rtl/>
        </w:rPr>
        <w:t>سے بار ديگر بيعت كا مطالبہ كيا عبد اللہ بن زبير نے كہا ، ہم تم كو تين پيشنھاد كرتے ہي</w:t>
      </w:r>
      <w:r w:rsidR="00B365A1">
        <w:rPr>
          <w:rtl/>
        </w:rPr>
        <w:t xml:space="preserve">ں </w:t>
      </w:r>
      <w:r>
        <w:rPr>
          <w:rtl/>
        </w:rPr>
        <w:t>ان مي</w:t>
      </w:r>
      <w:r w:rsidR="00B365A1">
        <w:rPr>
          <w:rtl/>
        </w:rPr>
        <w:t xml:space="preserve">ں </w:t>
      </w:r>
      <w:r>
        <w:rPr>
          <w:rtl/>
        </w:rPr>
        <w:t xml:space="preserve">سے ايك قبول كر لو_ </w:t>
      </w:r>
    </w:p>
    <w:p w:rsidR="00376422" w:rsidRDefault="00376422" w:rsidP="00E67399">
      <w:pPr>
        <w:pStyle w:val="libNormal"/>
        <w:rPr>
          <w:rtl/>
        </w:rPr>
      </w:pPr>
      <w:r>
        <w:rPr>
          <w:rtl/>
        </w:rPr>
        <w:t>1_ جس طرح رسول اكرم (ص) نے اپنا جانشين نہي</w:t>
      </w:r>
      <w:r w:rsidR="00B365A1">
        <w:rPr>
          <w:rtl/>
        </w:rPr>
        <w:t xml:space="preserve">ں </w:t>
      </w:r>
      <w:r>
        <w:rPr>
          <w:rtl/>
        </w:rPr>
        <w:t xml:space="preserve">بنايا اسى طرح تم بھى مت بنائو_ </w:t>
      </w:r>
    </w:p>
    <w:p w:rsidR="00376422" w:rsidRDefault="00376422" w:rsidP="00E67399">
      <w:pPr>
        <w:pStyle w:val="libNormal"/>
        <w:rPr>
          <w:rtl/>
        </w:rPr>
      </w:pPr>
      <w:r>
        <w:rPr>
          <w:rtl/>
        </w:rPr>
        <w:t>2_ جس طرح ابو بكر نے قريش كے ايك فرد كو خلافت كے لئے چن ليا اور اپنے خاندان كے كسى فرد كو خليفہ نہي</w:t>
      </w:r>
      <w:r w:rsidR="00B365A1">
        <w:rPr>
          <w:rtl/>
        </w:rPr>
        <w:t xml:space="preserve">ں </w:t>
      </w:r>
      <w:r>
        <w:rPr>
          <w:rtl/>
        </w:rPr>
        <w:t xml:space="preserve">بنايا _ </w:t>
      </w:r>
    </w:p>
    <w:p w:rsidR="00376422" w:rsidRDefault="00376422" w:rsidP="00E67399">
      <w:pPr>
        <w:pStyle w:val="libNormal"/>
        <w:rPr>
          <w:rtl/>
        </w:rPr>
      </w:pPr>
      <w:r>
        <w:rPr>
          <w:rtl/>
        </w:rPr>
        <w:t>3_ عمر بن خطاب كى طرح كرو كہ انھو</w:t>
      </w:r>
      <w:r w:rsidR="00B365A1">
        <w:rPr>
          <w:rtl/>
        </w:rPr>
        <w:t xml:space="preserve">ں </w:t>
      </w:r>
      <w:r>
        <w:rPr>
          <w:rtl/>
        </w:rPr>
        <w:t>نے خلافت كى كميٹى تشكيل ديدى تھى ليكن اس مي</w:t>
      </w:r>
      <w:r w:rsidR="00B365A1">
        <w:rPr>
          <w:rtl/>
        </w:rPr>
        <w:t xml:space="preserve">ں </w:t>
      </w:r>
      <w:r>
        <w:rPr>
          <w:rtl/>
        </w:rPr>
        <w:t>اپنے فرزند كو نہي</w:t>
      </w:r>
      <w:r w:rsidR="00B365A1">
        <w:rPr>
          <w:rtl/>
        </w:rPr>
        <w:t xml:space="preserve">ں </w:t>
      </w:r>
      <w:r>
        <w:rPr>
          <w:rtl/>
        </w:rPr>
        <w:t>ركھا تھا ،معاويہ نے عبد اللہ بن زبير سے كہا كہ اسكے علاوہ كوئي اور پيشكش نہي</w:t>
      </w:r>
      <w:r w:rsidR="00B365A1">
        <w:rPr>
          <w:rtl/>
        </w:rPr>
        <w:t xml:space="preserve">ں </w:t>
      </w:r>
      <w:r>
        <w:rPr>
          <w:rtl/>
        </w:rPr>
        <w:t xml:space="preserve">ہے _ </w:t>
      </w:r>
    </w:p>
    <w:p w:rsidR="00376422" w:rsidRDefault="00376422" w:rsidP="00E67399">
      <w:pPr>
        <w:pStyle w:val="libNormal"/>
        <w:rPr>
          <w:rtl/>
        </w:rPr>
      </w:pPr>
      <w:r>
        <w:rPr>
          <w:rtl/>
        </w:rPr>
        <w:t>زبير نے جواب ديا ، نہي</w:t>
      </w:r>
      <w:r w:rsidR="00B365A1">
        <w:rPr>
          <w:rtl/>
        </w:rPr>
        <w:t xml:space="preserve">ں </w:t>
      </w:r>
      <w:r>
        <w:rPr>
          <w:rtl/>
        </w:rPr>
        <w:t xml:space="preserve">_ </w:t>
      </w:r>
    </w:p>
    <w:p w:rsidR="00376422" w:rsidRDefault="00376422" w:rsidP="00E67399">
      <w:pPr>
        <w:pStyle w:val="libNormal"/>
        <w:rPr>
          <w:rtl/>
        </w:rPr>
      </w:pPr>
      <w:r>
        <w:rPr>
          <w:rtl/>
        </w:rPr>
        <w:t>معاويہ نے كہا ، ہم تم كو با خبر كر رہے ہي</w:t>
      </w:r>
      <w:r w:rsidR="00B365A1">
        <w:rPr>
          <w:rtl/>
        </w:rPr>
        <w:t xml:space="preserve">ں </w:t>
      </w:r>
      <w:r>
        <w:rPr>
          <w:rtl/>
        </w:rPr>
        <w:t>كہ اگر تم نے كسى دوسرے كو اس رائے سے اگاہ كيا تو ياد دكھو كہ ہم تم كو معذور كردي</w:t>
      </w:r>
      <w:r w:rsidR="00B365A1">
        <w:rPr>
          <w:rtl/>
        </w:rPr>
        <w:t xml:space="preserve">ں </w:t>
      </w:r>
      <w:r>
        <w:rPr>
          <w:rtl/>
        </w:rPr>
        <w:t xml:space="preserve">گے _ </w:t>
      </w:r>
    </w:p>
    <w:p w:rsidR="0099407E" w:rsidRDefault="00376422" w:rsidP="00E67399">
      <w:pPr>
        <w:pStyle w:val="libNormal"/>
        <w:rPr>
          <w:rtl/>
        </w:rPr>
      </w:pPr>
      <w:r>
        <w:rPr>
          <w:rtl/>
        </w:rPr>
        <w:t>ابھى تقرير كرنے جا رہا ہو</w:t>
      </w:r>
      <w:r w:rsidR="00B365A1">
        <w:rPr>
          <w:rtl/>
        </w:rPr>
        <w:t xml:space="preserve">ں </w:t>
      </w:r>
      <w:r>
        <w:rPr>
          <w:rtl/>
        </w:rPr>
        <w:t>خدا كى قسم _ اگر تم مي</w:t>
      </w:r>
      <w:r w:rsidR="00B365A1">
        <w:rPr>
          <w:rtl/>
        </w:rPr>
        <w:t xml:space="preserve">ں </w:t>
      </w:r>
      <w:r>
        <w:rPr>
          <w:rtl/>
        </w:rPr>
        <w:t>سے كسى نے ہم پر اعتراض كيا تو قبل اسكے كہ تمھارا كلام ختم ہو سر تن سے جدا ہو جائے گا ، لہذا بہتر يہى ہے كہ تم لوگ اپنى اپنى حفاظت كرو ، پھر اپنے سپاہيو</w:t>
      </w:r>
      <w:r w:rsidR="00B365A1">
        <w:rPr>
          <w:rtl/>
        </w:rPr>
        <w:t xml:space="preserve">ں </w:t>
      </w:r>
      <w:r>
        <w:rPr>
          <w:rtl/>
        </w:rPr>
        <w:t>كو حكم ديا كہ ہر ايك ادمى پر دو شمشير باز مسلط رہي</w:t>
      </w:r>
      <w:r w:rsidR="00B365A1">
        <w:rPr>
          <w:rtl/>
        </w:rPr>
        <w:t xml:space="preserve">ں </w:t>
      </w:r>
      <w:r>
        <w:rPr>
          <w:rtl/>
        </w:rPr>
        <w:t xml:space="preserve">كہ اگر ايك حرف بھى اعتراض كا زبان سے نكلے فورا قتل كر ديا جائے _ </w:t>
      </w:r>
    </w:p>
    <w:p w:rsidR="0099407E" w:rsidRDefault="0099407E"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ان لوگو</w:t>
      </w:r>
      <w:r w:rsidR="00B365A1">
        <w:rPr>
          <w:rtl/>
        </w:rPr>
        <w:t xml:space="preserve">ں </w:t>
      </w:r>
      <w:r>
        <w:rPr>
          <w:rtl/>
        </w:rPr>
        <w:t>كو اسى حالت مي</w:t>
      </w:r>
      <w:r w:rsidR="00B365A1">
        <w:rPr>
          <w:rtl/>
        </w:rPr>
        <w:t xml:space="preserve">ں </w:t>
      </w:r>
      <w:r>
        <w:rPr>
          <w:rtl/>
        </w:rPr>
        <w:t>مسجد الحرام لايا گيا ، معاويہ منبر پر گيا حمد الہى كے بعد اپنى تقرير شروع كى ، ابتدا ئے تقرير مي</w:t>
      </w:r>
      <w:r w:rsidR="00B365A1">
        <w:rPr>
          <w:rtl/>
        </w:rPr>
        <w:t xml:space="preserve">ں </w:t>
      </w:r>
      <w:r>
        <w:rPr>
          <w:rtl/>
        </w:rPr>
        <w:t>يو</w:t>
      </w:r>
      <w:r w:rsidR="00B365A1">
        <w:rPr>
          <w:rtl/>
        </w:rPr>
        <w:t xml:space="preserve">ں </w:t>
      </w:r>
      <w:r>
        <w:rPr>
          <w:rtl/>
        </w:rPr>
        <w:t>كہا كہ ، يہ لوگ سردار و بزرگان اسلام نيز با عظمت افراد ہي</w:t>
      </w:r>
      <w:r w:rsidR="00B365A1">
        <w:rPr>
          <w:rtl/>
        </w:rPr>
        <w:t xml:space="preserve">ں </w:t>
      </w:r>
      <w:r>
        <w:rPr>
          <w:rtl/>
        </w:rPr>
        <w:t>كسى بھى وقت انكى رائے كے خلاف كام انجام دينا نہي</w:t>
      </w:r>
      <w:r w:rsidR="00B365A1">
        <w:rPr>
          <w:rtl/>
        </w:rPr>
        <w:t xml:space="preserve">ں </w:t>
      </w:r>
      <w:r>
        <w:rPr>
          <w:rtl/>
        </w:rPr>
        <w:t>چاہيئے ، اور ان لوگو</w:t>
      </w:r>
      <w:r w:rsidR="00B365A1">
        <w:rPr>
          <w:rtl/>
        </w:rPr>
        <w:t xml:space="preserve">ں </w:t>
      </w:r>
      <w:r>
        <w:rPr>
          <w:rtl/>
        </w:rPr>
        <w:t>نے يزيد كى بيعت كر لى ہے ، اب تم لوگ خدا كے نام پر كھڑے ہو جاو اور يزيد كى بيعت كرو ، يہ كہنا تھا كہ چارو</w:t>
      </w:r>
      <w:r w:rsidR="00B365A1">
        <w:rPr>
          <w:rtl/>
        </w:rPr>
        <w:t xml:space="preserve">ں </w:t>
      </w:r>
      <w:r>
        <w:rPr>
          <w:rtl/>
        </w:rPr>
        <w:t xml:space="preserve">طرف سے مجمع ٹوٹ پڑا اوريزيد كى بيعت ہو گى _ </w:t>
      </w:r>
    </w:p>
    <w:p w:rsidR="00376422" w:rsidRDefault="00376422" w:rsidP="00E67399">
      <w:pPr>
        <w:pStyle w:val="libNormal"/>
        <w:rPr>
          <w:rtl/>
        </w:rPr>
      </w:pPr>
      <w:r>
        <w:rPr>
          <w:rtl/>
        </w:rPr>
        <w:t>بيعت جيسے ہى تمام ہوئي فورا حكم ديا كہ سواريو</w:t>
      </w:r>
      <w:r w:rsidR="00B365A1">
        <w:rPr>
          <w:rtl/>
        </w:rPr>
        <w:t xml:space="preserve">ں </w:t>
      </w:r>
      <w:r>
        <w:rPr>
          <w:rtl/>
        </w:rPr>
        <w:t>كو امادہ كرو پھر سوار ہو كر مدينہ كى طرف چل ديا ، اہل مدينہ سے بھى مكہ والو</w:t>
      </w:r>
      <w:r w:rsidR="00B365A1">
        <w:rPr>
          <w:rtl/>
        </w:rPr>
        <w:t xml:space="preserve">ں </w:t>
      </w:r>
      <w:r>
        <w:rPr>
          <w:rtl/>
        </w:rPr>
        <w:t xml:space="preserve">كى طرح بيعت لى پھر شام پلٹ گيا _ </w:t>
      </w:r>
    </w:p>
    <w:p w:rsidR="00376422" w:rsidRDefault="00376422" w:rsidP="00E67399">
      <w:pPr>
        <w:pStyle w:val="libNormal"/>
        <w:rPr>
          <w:rtl/>
        </w:rPr>
      </w:pPr>
      <w:r>
        <w:rPr>
          <w:rtl/>
        </w:rPr>
        <w:t>مگر حضرت امام حسين (ع) اور انكے دوسرے ساتھيو</w:t>
      </w:r>
      <w:r w:rsidR="00B365A1">
        <w:rPr>
          <w:rtl/>
        </w:rPr>
        <w:t xml:space="preserve">ں </w:t>
      </w:r>
      <w:r>
        <w:rPr>
          <w:rtl/>
        </w:rPr>
        <w:t>كى جھوٹى بيعت كا راز فاش ہو گيا ، لوگو</w:t>
      </w:r>
      <w:r w:rsidR="00B365A1">
        <w:rPr>
          <w:rtl/>
        </w:rPr>
        <w:t xml:space="preserve">ں </w:t>
      </w:r>
      <w:r>
        <w:rPr>
          <w:rtl/>
        </w:rPr>
        <w:t>نے جب ان لوگو</w:t>
      </w:r>
      <w:r w:rsidR="00B365A1">
        <w:rPr>
          <w:rtl/>
        </w:rPr>
        <w:t xml:space="preserve">ں </w:t>
      </w:r>
      <w:r>
        <w:rPr>
          <w:rtl/>
        </w:rPr>
        <w:t>سے سوال كيا كہ تم لوگو</w:t>
      </w:r>
      <w:r w:rsidR="00B365A1">
        <w:rPr>
          <w:rtl/>
        </w:rPr>
        <w:t xml:space="preserve">ں </w:t>
      </w:r>
      <w:r>
        <w:rPr>
          <w:rtl/>
        </w:rPr>
        <w:t>نے تو يہ فيصلہ كيا تھا كہ ہرگز بيعت نہي</w:t>
      </w:r>
      <w:r w:rsidR="00B365A1">
        <w:rPr>
          <w:rtl/>
        </w:rPr>
        <w:t xml:space="preserve">ں </w:t>
      </w:r>
      <w:r>
        <w:rPr>
          <w:rtl/>
        </w:rPr>
        <w:t>كري</w:t>
      </w:r>
      <w:r w:rsidR="00B365A1">
        <w:rPr>
          <w:rtl/>
        </w:rPr>
        <w:t xml:space="preserve">ں </w:t>
      </w:r>
      <w:r>
        <w:rPr>
          <w:rtl/>
        </w:rPr>
        <w:t>گے پھر كيو</w:t>
      </w:r>
      <w:r w:rsidR="00B365A1">
        <w:rPr>
          <w:rtl/>
        </w:rPr>
        <w:t xml:space="preserve">ں </w:t>
      </w:r>
      <w:r>
        <w:rPr>
          <w:rtl/>
        </w:rPr>
        <w:t xml:space="preserve">بڑى سادگى كے ساتھ يزيد كى بيعت كر لي_ </w:t>
      </w:r>
    </w:p>
    <w:p w:rsidR="00376422" w:rsidRDefault="00376422" w:rsidP="00E67399">
      <w:pPr>
        <w:pStyle w:val="libNormal"/>
        <w:rPr>
          <w:rtl/>
        </w:rPr>
      </w:pPr>
      <w:r>
        <w:rPr>
          <w:rtl/>
        </w:rPr>
        <w:t>ان لوگو</w:t>
      </w:r>
      <w:r w:rsidR="00B365A1">
        <w:rPr>
          <w:rtl/>
        </w:rPr>
        <w:t xml:space="preserve">ں </w:t>
      </w:r>
      <w:r>
        <w:rPr>
          <w:rtl/>
        </w:rPr>
        <w:t>نے معاويہ كى مكارانہ چال كو بيان كيا اور ان لوگو</w:t>
      </w:r>
      <w:r w:rsidR="00B365A1">
        <w:rPr>
          <w:rtl/>
        </w:rPr>
        <w:t xml:space="preserve">ں </w:t>
      </w:r>
      <w:r>
        <w:rPr>
          <w:rtl/>
        </w:rPr>
        <w:t xml:space="preserve">كوجو جان لينے كى دھمكى دى تھى اسكو بيان كيا </w:t>
      </w:r>
      <w:r w:rsidRPr="00C00E6D">
        <w:rPr>
          <w:rStyle w:val="libFootnotenumChar"/>
          <w:rtl/>
        </w:rPr>
        <w:t>(36)</w:t>
      </w:r>
      <w:r>
        <w:rPr>
          <w:rtl/>
        </w:rPr>
        <w:t xml:space="preserve"> </w:t>
      </w:r>
    </w:p>
    <w:p w:rsidR="00376422" w:rsidRDefault="00376422" w:rsidP="00E67399">
      <w:pPr>
        <w:pStyle w:val="libNormal"/>
        <w:rPr>
          <w:rtl/>
        </w:rPr>
      </w:pPr>
      <w:r>
        <w:rPr>
          <w:rtl/>
        </w:rPr>
        <w:t>ہم نے معاويہ كى زندگى مي</w:t>
      </w:r>
      <w:r w:rsidR="00B365A1">
        <w:rPr>
          <w:rtl/>
        </w:rPr>
        <w:t xml:space="preserve">ں </w:t>
      </w:r>
      <w:r>
        <w:rPr>
          <w:rtl/>
        </w:rPr>
        <w:t>انے والے حوادث كا بہت غور سے جائزہ ليا تو ہم اس نتيجہ تك پہونچے كہ معاويہ كے دور مي</w:t>
      </w:r>
      <w:r w:rsidR="00B365A1">
        <w:rPr>
          <w:rtl/>
        </w:rPr>
        <w:t xml:space="preserve">ں </w:t>
      </w:r>
      <w:r>
        <w:rPr>
          <w:rtl/>
        </w:rPr>
        <w:t>جھوٹى حديثو</w:t>
      </w:r>
      <w:r w:rsidR="00B365A1">
        <w:rPr>
          <w:rtl/>
        </w:rPr>
        <w:t xml:space="preserve">ں </w:t>
      </w:r>
      <w:r>
        <w:rPr>
          <w:rtl/>
        </w:rPr>
        <w:t>كے گڑھنے كى وجہ كو سمجھنے كے لئے اسكے علاوہ كوئي چارہ نہي</w:t>
      </w:r>
      <w:r w:rsidR="00B365A1">
        <w:rPr>
          <w:rtl/>
        </w:rPr>
        <w:t xml:space="preserve">ں </w:t>
      </w:r>
      <w:r>
        <w:rPr>
          <w:rtl/>
        </w:rPr>
        <w:t xml:space="preserve">ہے كہ </w:t>
      </w:r>
    </w:p>
    <w:p w:rsidR="00376422" w:rsidRDefault="00376422" w:rsidP="00E67399">
      <w:pPr>
        <w:pStyle w:val="libNormal"/>
        <w:rPr>
          <w:rtl/>
        </w:rPr>
      </w:pPr>
      <w:r>
        <w:rPr>
          <w:rtl/>
        </w:rPr>
        <w:t xml:space="preserve">1_ معاويہ كى پيچيدہ شخصيت كو پھر سے جانچا جائے </w:t>
      </w:r>
    </w:p>
    <w:p w:rsidR="00376422" w:rsidRDefault="00376422" w:rsidP="00E67399">
      <w:pPr>
        <w:pStyle w:val="libNormal"/>
        <w:rPr>
          <w:rtl/>
        </w:rPr>
      </w:pPr>
      <w:r>
        <w:rPr>
          <w:rtl/>
        </w:rPr>
        <w:t>2_ معاويہ كى ام المومنين عائشه سے دانٹ كا ٹى دوستى كن وجوہات كى بناء پر ہوئي ، يہ وہ مباحث ہي</w:t>
      </w:r>
      <w:r w:rsidR="00B365A1">
        <w:rPr>
          <w:rtl/>
        </w:rPr>
        <w:t xml:space="preserve">ں </w:t>
      </w:r>
      <w:r>
        <w:rPr>
          <w:rtl/>
        </w:rPr>
        <w:t>جو ہم ائندہ پيش كري</w:t>
      </w:r>
      <w:r w:rsidR="00B365A1">
        <w:rPr>
          <w:rtl/>
        </w:rPr>
        <w:t xml:space="preserve">ں </w:t>
      </w:r>
      <w:r>
        <w:rPr>
          <w:rtl/>
        </w:rPr>
        <w:t xml:space="preserve">گے _ </w:t>
      </w:r>
    </w:p>
    <w:p w:rsidR="0099407E" w:rsidRDefault="0099407E" w:rsidP="00E67399">
      <w:pPr>
        <w:pStyle w:val="libLine"/>
        <w:rPr>
          <w:rtl/>
        </w:rPr>
      </w:pPr>
      <w:r>
        <w:rPr>
          <w:rFonts w:hint="cs"/>
          <w:rtl/>
        </w:rPr>
        <w:t>___________________</w:t>
      </w:r>
    </w:p>
    <w:p w:rsidR="00B654FF" w:rsidRDefault="00B654FF" w:rsidP="00E67399">
      <w:pPr>
        <w:pStyle w:val="libFootnote"/>
        <w:rPr>
          <w:rtl/>
        </w:rPr>
      </w:pPr>
      <w:r>
        <w:rPr>
          <w:rtl/>
        </w:rPr>
        <w:t xml:space="preserve">36_ ابن اثير ج3 ص 218 ، عقد الفريد ج3 ص 131 </w:t>
      </w:r>
    </w:p>
    <w:p w:rsidR="00122D8B" w:rsidRDefault="00122D8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53" w:name="_Toc531605681"/>
      <w:r>
        <w:rPr>
          <w:rtl/>
        </w:rPr>
        <w:t>فصل چہارم</w:t>
      </w:r>
      <w:bookmarkEnd w:id="53"/>
    </w:p>
    <w:p w:rsidR="00376422" w:rsidRDefault="00376422" w:rsidP="00E67399">
      <w:pPr>
        <w:pStyle w:val="Heading2Center"/>
        <w:rPr>
          <w:rtl/>
        </w:rPr>
      </w:pPr>
      <w:bookmarkStart w:id="54" w:name="_Toc531605682"/>
      <w:r>
        <w:rPr>
          <w:rtl/>
        </w:rPr>
        <w:t>عائشه اور امويو</w:t>
      </w:r>
      <w:r w:rsidR="00B365A1">
        <w:rPr>
          <w:rtl/>
        </w:rPr>
        <w:t xml:space="preserve">ں </w:t>
      </w:r>
      <w:r>
        <w:rPr>
          <w:rtl/>
        </w:rPr>
        <w:t>مي</w:t>
      </w:r>
      <w:r w:rsidR="00B365A1">
        <w:rPr>
          <w:rtl/>
        </w:rPr>
        <w:t xml:space="preserve">ں </w:t>
      </w:r>
      <w:r>
        <w:rPr>
          <w:rtl/>
        </w:rPr>
        <w:t>دوستى كے اسباب</w:t>
      </w:r>
      <w:bookmarkEnd w:id="54"/>
    </w:p>
    <w:p w:rsidR="00376422" w:rsidRDefault="00376422" w:rsidP="00E67399">
      <w:pPr>
        <w:pStyle w:val="libNormal"/>
        <w:rPr>
          <w:rtl/>
        </w:rPr>
      </w:pPr>
      <w:r>
        <w:rPr>
          <w:rtl/>
        </w:rPr>
        <w:t>اپ نے پہلے ديكھا كہ معاويہ نے حضرت على (ع) سے دشمنى و عناد ركھنے كى وجہ سے كتنا ان سے ٹكر ليا اور انكى حكومت كے زمانے مي</w:t>
      </w:r>
      <w:r w:rsidR="00B365A1">
        <w:rPr>
          <w:rtl/>
        </w:rPr>
        <w:t xml:space="preserve">ں </w:t>
      </w:r>
      <w:r>
        <w:rPr>
          <w:rtl/>
        </w:rPr>
        <w:t xml:space="preserve">كس قدر جنگ اور مقابلہ كيا _ </w:t>
      </w:r>
    </w:p>
    <w:p w:rsidR="00376422" w:rsidRDefault="00376422" w:rsidP="00E67399">
      <w:pPr>
        <w:pStyle w:val="libNormal"/>
        <w:rPr>
          <w:rtl/>
        </w:rPr>
      </w:pPr>
      <w:r>
        <w:rPr>
          <w:rtl/>
        </w:rPr>
        <w:t>ليكن جب حضرت امير المومنين (ع) (على (ع) ) نے مسجد كو فہ مي</w:t>
      </w:r>
      <w:r w:rsidR="00B365A1">
        <w:rPr>
          <w:rtl/>
        </w:rPr>
        <w:t xml:space="preserve">ں </w:t>
      </w:r>
      <w:r>
        <w:rPr>
          <w:rtl/>
        </w:rPr>
        <w:t>جام شہادت نوش فرماليا تو اپنى مقاومت كو جنگ سرد مي</w:t>
      </w:r>
      <w:r w:rsidR="00B365A1">
        <w:rPr>
          <w:rtl/>
        </w:rPr>
        <w:t xml:space="preserve">ں </w:t>
      </w:r>
      <w:r>
        <w:rPr>
          <w:rtl/>
        </w:rPr>
        <w:t>تبديل كر كے ايك لمحہ بھى امام عليہ السلام كو بر ا بھلا كہنے سے باز نہ</w:t>
      </w:r>
      <w:r w:rsidR="00831D2C">
        <w:rPr>
          <w:rtl/>
        </w:rPr>
        <w:t xml:space="preserve"> آيا </w:t>
      </w:r>
      <w:r>
        <w:rPr>
          <w:rtl/>
        </w:rPr>
        <w:t xml:space="preserve"> _ </w:t>
      </w:r>
    </w:p>
    <w:p w:rsidR="00376422" w:rsidRDefault="00376422" w:rsidP="00E67399">
      <w:pPr>
        <w:pStyle w:val="libNormal"/>
        <w:rPr>
          <w:rtl/>
        </w:rPr>
      </w:pPr>
      <w:r>
        <w:rPr>
          <w:rtl/>
        </w:rPr>
        <w:t>نيز اپ نے يہ بھى ديكھا ہو گا كہ عائشه نے امير المومنين (ع) سے كتنى بھيانك جنگ لڑى ، اور جب امام (ع) ابن ملجم كے ہا تھو</w:t>
      </w:r>
      <w:r w:rsidR="00B365A1">
        <w:rPr>
          <w:rtl/>
        </w:rPr>
        <w:t xml:space="preserve">ں </w:t>
      </w:r>
      <w:r>
        <w:rPr>
          <w:rtl/>
        </w:rPr>
        <w:t xml:space="preserve">شھيد ہو گئے اور اسكى خبر عائشه كو معلوم ہوئي تو خوشى كے مارے سجدہء شكر ادا كيا </w:t>
      </w:r>
      <w:r w:rsidRPr="00C00E6D">
        <w:rPr>
          <w:rStyle w:val="libFootnotenumChar"/>
          <w:rtl/>
        </w:rPr>
        <w:t>(37)</w:t>
      </w:r>
      <w:r>
        <w:rPr>
          <w:rtl/>
        </w:rPr>
        <w:t xml:space="preserve"> پھر اس شعر كو پڑھا كہ جس كا ترجمہ يہ ہے _ </w:t>
      </w:r>
    </w:p>
    <w:p w:rsidR="00376422" w:rsidRDefault="00376422" w:rsidP="00E67399">
      <w:pPr>
        <w:pStyle w:val="libNormal"/>
        <w:rPr>
          <w:rtl/>
        </w:rPr>
      </w:pPr>
      <w:r>
        <w:rPr>
          <w:rtl/>
        </w:rPr>
        <w:t>على (ع) گزر گئے اور اب انكى واپسى نہي</w:t>
      </w:r>
      <w:r w:rsidR="00B365A1">
        <w:rPr>
          <w:rtl/>
        </w:rPr>
        <w:t xml:space="preserve">ں </w:t>
      </w:r>
      <w:r>
        <w:rPr>
          <w:rtl/>
        </w:rPr>
        <w:t>ہو گى مجھے انكى موت سے اپنے دل كو اتنى خوشى ہو رہى ہے جيسے خاندان كا كوئي مسافر اپنا عزيزتر رشتہ دار گھر واپس انے سے خوش ہوتا ہے _ ہا</w:t>
      </w:r>
      <w:r w:rsidR="00B365A1">
        <w:rPr>
          <w:rtl/>
        </w:rPr>
        <w:t xml:space="preserve">ں </w:t>
      </w:r>
      <w:r>
        <w:rPr>
          <w:rtl/>
        </w:rPr>
        <w:t>_ على (ع) كى موت سے ميرى انكھي</w:t>
      </w:r>
      <w:r w:rsidR="00B365A1">
        <w:rPr>
          <w:rtl/>
        </w:rPr>
        <w:t xml:space="preserve">ں </w:t>
      </w:r>
      <w:r>
        <w:rPr>
          <w:rtl/>
        </w:rPr>
        <w:t>ٹھنڈى ہو گئي</w:t>
      </w:r>
      <w:r w:rsidR="00B365A1">
        <w:rPr>
          <w:rtl/>
        </w:rPr>
        <w:t xml:space="preserve">ں </w:t>
      </w:r>
      <w:r>
        <w:rPr>
          <w:rtl/>
        </w:rPr>
        <w:t xml:space="preserve">_ </w:t>
      </w:r>
    </w:p>
    <w:p w:rsidR="00376422" w:rsidRDefault="00376422" w:rsidP="00E67399">
      <w:pPr>
        <w:pStyle w:val="libArabic"/>
        <w:rPr>
          <w:rtl/>
        </w:rPr>
      </w:pPr>
      <w:r>
        <w:rPr>
          <w:rtl/>
        </w:rPr>
        <w:t xml:space="preserve">فالقت عصا </w:t>
      </w:r>
      <w:r w:rsidR="00D96149" w:rsidRPr="00E67399">
        <w:rPr>
          <w:rFonts w:hint="cs"/>
          <w:rtl/>
        </w:rPr>
        <w:t>ه</w:t>
      </w:r>
      <w:r>
        <w:rPr>
          <w:rFonts w:hint="cs"/>
          <w:rtl/>
        </w:rPr>
        <w:t>ا</w:t>
      </w:r>
      <w:r>
        <w:rPr>
          <w:rtl/>
        </w:rPr>
        <w:t xml:space="preserve"> </w:t>
      </w:r>
      <w:r>
        <w:rPr>
          <w:rFonts w:hint="cs"/>
          <w:rtl/>
        </w:rPr>
        <w:t>و</w:t>
      </w:r>
      <w:r>
        <w:rPr>
          <w:rtl/>
        </w:rPr>
        <w:t xml:space="preserve"> </w:t>
      </w:r>
      <w:r>
        <w:rPr>
          <w:rFonts w:hint="cs"/>
          <w:rtl/>
        </w:rPr>
        <w:t>استقر</w:t>
      </w:r>
      <w:r>
        <w:rPr>
          <w:rtl/>
        </w:rPr>
        <w:t xml:space="preserve"> </w:t>
      </w:r>
      <w:r>
        <w:rPr>
          <w:rFonts w:hint="cs"/>
          <w:rtl/>
        </w:rPr>
        <w:t>ب</w:t>
      </w:r>
      <w:r w:rsidR="00D96149" w:rsidRPr="00E67399">
        <w:rPr>
          <w:rFonts w:hint="cs"/>
          <w:rtl/>
        </w:rPr>
        <w:t>ه</w:t>
      </w:r>
      <w:r>
        <w:rPr>
          <w:rFonts w:hint="cs"/>
          <w:rtl/>
        </w:rPr>
        <w:t>ا</w:t>
      </w:r>
      <w:r>
        <w:rPr>
          <w:rtl/>
        </w:rPr>
        <w:t xml:space="preserve"> </w:t>
      </w:r>
      <w:r>
        <w:rPr>
          <w:rFonts w:hint="cs"/>
          <w:rtl/>
        </w:rPr>
        <w:t>النوى</w:t>
      </w:r>
      <w:r>
        <w:rPr>
          <w:rtl/>
        </w:rPr>
        <w:t xml:space="preserve"> </w:t>
      </w:r>
      <w:r>
        <w:rPr>
          <w:rFonts w:hint="cs"/>
          <w:rtl/>
        </w:rPr>
        <w:t>كما</w:t>
      </w:r>
      <w:r>
        <w:rPr>
          <w:rtl/>
        </w:rPr>
        <w:t xml:space="preserve"> </w:t>
      </w:r>
      <w:r>
        <w:rPr>
          <w:rFonts w:hint="cs"/>
          <w:rtl/>
        </w:rPr>
        <w:t>قر</w:t>
      </w:r>
      <w:r>
        <w:rPr>
          <w:rtl/>
        </w:rPr>
        <w:t xml:space="preserve"> </w:t>
      </w:r>
      <w:r>
        <w:rPr>
          <w:rFonts w:hint="cs"/>
          <w:rtl/>
        </w:rPr>
        <w:t>عينا</w:t>
      </w:r>
      <w:r>
        <w:rPr>
          <w:rtl/>
        </w:rPr>
        <w:t xml:space="preserve"> </w:t>
      </w:r>
      <w:r>
        <w:rPr>
          <w:rFonts w:hint="cs"/>
          <w:rtl/>
        </w:rPr>
        <w:t>بالاياب</w:t>
      </w:r>
      <w:r>
        <w:rPr>
          <w:rtl/>
        </w:rPr>
        <w:t xml:space="preserve"> </w:t>
      </w:r>
      <w:r>
        <w:rPr>
          <w:rFonts w:hint="cs"/>
          <w:rtl/>
        </w:rPr>
        <w:t>المسافر</w:t>
      </w:r>
      <w:r>
        <w:rPr>
          <w:rtl/>
        </w:rPr>
        <w:t xml:space="preserve"> </w:t>
      </w:r>
    </w:p>
    <w:p w:rsidR="00376422" w:rsidRDefault="00376422" w:rsidP="00E67399">
      <w:pPr>
        <w:pStyle w:val="libNormal"/>
        <w:rPr>
          <w:rtl/>
        </w:rPr>
      </w:pPr>
      <w:r>
        <w:rPr>
          <w:rtl/>
        </w:rPr>
        <w:t>خاندان علوى (ع) سے عائشه كى عداوت اتش اتنى بھڑ كى ہوئي تھى كہ حتى شوہر كے نواسے سے پردہ كر ليا اور ان سے ملاقات نہي</w:t>
      </w:r>
      <w:r w:rsidR="00B365A1">
        <w:rPr>
          <w:rtl/>
        </w:rPr>
        <w:t xml:space="preserve">ں </w:t>
      </w:r>
      <w:r>
        <w:rPr>
          <w:rtl/>
        </w:rPr>
        <w:t xml:space="preserve">كى </w:t>
      </w:r>
      <w:r w:rsidRPr="00C00E6D">
        <w:rPr>
          <w:rStyle w:val="libFootnotenumChar"/>
          <w:rtl/>
        </w:rPr>
        <w:t>(38)</w:t>
      </w:r>
      <w:r>
        <w:rPr>
          <w:rtl/>
        </w:rPr>
        <w:t xml:space="preserve"> </w:t>
      </w:r>
    </w:p>
    <w:p w:rsidR="00376422" w:rsidRDefault="00376422" w:rsidP="00E67399">
      <w:pPr>
        <w:pStyle w:val="libNormal"/>
        <w:rPr>
          <w:rtl/>
        </w:rPr>
      </w:pPr>
      <w:r>
        <w:rPr>
          <w:rtl/>
        </w:rPr>
        <w:t>جو كچھ يعقوبى اور ابو الفرج اصفہانى نے اس زمانے كے واقعات بيان كئے ہي</w:t>
      </w:r>
      <w:r w:rsidR="00B365A1">
        <w:rPr>
          <w:rtl/>
        </w:rPr>
        <w:t xml:space="preserve">ں </w:t>
      </w:r>
      <w:r>
        <w:rPr>
          <w:rtl/>
        </w:rPr>
        <w:t>اگر اس پر غور كيا جائے تو معلوم ہوگا كہ عائشه كى دشمنى خاندان علوي(ع) سے اسى طرح باقى رہى اور اس مي</w:t>
      </w:r>
      <w:r w:rsidR="00B365A1">
        <w:rPr>
          <w:rtl/>
        </w:rPr>
        <w:t xml:space="preserve">ں </w:t>
      </w:r>
      <w:r>
        <w:rPr>
          <w:rtl/>
        </w:rPr>
        <w:t>ذرا برابر كمى نہي</w:t>
      </w:r>
      <w:r w:rsidR="00B365A1">
        <w:rPr>
          <w:rtl/>
        </w:rPr>
        <w:t xml:space="preserve">ں </w:t>
      </w:r>
      <w:r>
        <w:rPr>
          <w:rtl/>
        </w:rPr>
        <w:t xml:space="preserve">ائي يہى وجہ تھى جو عائشه اور بنى اميہ كے درميان بطور عموم اور خاص طور پر معاويہ سے گٹھ بندھن رہا _ </w:t>
      </w:r>
    </w:p>
    <w:p w:rsidR="0099407E" w:rsidRDefault="0099407E" w:rsidP="00E67399">
      <w:pPr>
        <w:pStyle w:val="libLine"/>
        <w:rPr>
          <w:rtl/>
        </w:rPr>
      </w:pPr>
      <w:r>
        <w:rPr>
          <w:rFonts w:hint="cs"/>
          <w:rtl/>
        </w:rPr>
        <w:t>____________________</w:t>
      </w:r>
    </w:p>
    <w:p w:rsidR="00B654FF" w:rsidRDefault="00B654FF" w:rsidP="00E67399">
      <w:pPr>
        <w:pStyle w:val="libFootnote"/>
        <w:rPr>
          <w:rtl/>
        </w:rPr>
      </w:pPr>
      <w:r>
        <w:rPr>
          <w:rtl/>
        </w:rPr>
        <w:t xml:space="preserve">37_ طبرى ج6 ص 160 _ 155 </w:t>
      </w:r>
    </w:p>
    <w:p w:rsidR="00B654FF" w:rsidRDefault="00B654FF" w:rsidP="00E67399">
      <w:pPr>
        <w:pStyle w:val="libFootnote"/>
        <w:rPr>
          <w:rtl/>
        </w:rPr>
      </w:pPr>
      <w:r>
        <w:rPr>
          <w:rtl/>
        </w:rPr>
        <w:t xml:space="preserve">38_ طبقات الكبرى ج8 ص 73 </w:t>
      </w:r>
    </w:p>
    <w:p w:rsidR="0099407E" w:rsidRDefault="0099407E" w:rsidP="00E67399">
      <w:pPr>
        <w:pStyle w:val="libPoemTini"/>
        <w:rPr>
          <w:rtl/>
        </w:rPr>
      </w:pPr>
      <w:r>
        <w:rPr>
          <w:rtl/>
        </w:rPr>
        <w:br w:type="page"/>
      </w:r>
    </w:p>
    <w:p w:rsidR="00376422" w:rsidRDefault="00376422" w:rsidP="00E67399">
      <w:pPr>
        <w:pStyle w:val="libNormal"/>
        <w:rPr>
          <w:rtl/>
        </w:rPr>
      </w:pPr>
      <w:r>
        <w:rPr>
          <w:rtl/>
        </w:rPr>
        <w:lastRenderedPageBreak/>
        <w:t>يعقوبى لكھتے ہي</w:t>
      </w:r>
      <w:r w:rsidR="00B365A1">
        <w:rPr>
          <w:rtl/>
        </w:rPr>
        <w:t xml:space="preserve">ں </w:t>
      </w:r>
      <w:r>
        <w:rPr>
          <w:rtl/>
        </w:rPr>
        <w:t xml:space="preserve">: </w:t>
      </w:r>
    </w:p>
    <w:p w:rsidR="00376422" w:rsidRDefault="00376422" w:rsidP="00E67399">
      <w:pPr>
        <w:pStyle w:val="libNormal"/>
        <w:rPr>
          <w:rtl/>
        </w:rPr>
      </w:pPr>
      <w:r>
        <w:rPr>
          <w:rtl/>
        </w:rPr>
        <w:t>امام حسن (ع) نے وقت احتضار اپنے بھائي امام حسين (ع) سے كچھ وصيتي</w:t>
      </w:r>
      <w:r w:rsidR="00B365A1">
        <w:rPr>
          <w:rtl/>
        </w:rPr>
        <w:t xml:space="preserve">ں </w:t>
      </w:r>
      <w:r>
        <w:rPr>
          <w:rtl/>
        </w:rPr>
        <w:t>كي</w:t>
      </w:r>
      <w:r w:rsidR="00B365A1">
        <w:rPr>
          <w:rtl/>
        </w:rPr>
        <w:t xml:space="preserve">ں </w:t>
      </w:r>
      <w:r>
        <w:rPr>
          <w:rtl/>
        </w:rPr>
        <w:t>، ان مي</w:t>
      </w:r>
      <w:r w:rsidR="00B365A1">
        <w:rPr>
          <w:rtl/>
        </w:rPr>
        <w:t xml:space="preserve">ں </w:t>
      </w:r>
      <w:r>
        <w:rPr>
          <w:rtl/>
        </w:rPr>
        <w:t>ايك يہ تھى كہ اگر مي</w:t>
      </w:r>
      <w:r w:rsidR="00B365A1">
        <w:rPr>
          <w:rtl/>
        </w:rPr>
        <w:t xml:space="preserve">ں </w:t>
      </w:r>
      <w:r>
        <w:rPr>
          <w:rtl/>
        </w:rPr>
        <w:t>اس دنيا سے چلا جائو</w:t>
      </w:r>
      <w:r w:rsidR="00B365A1">
        <w:rPr>
          <w:rtl/>
        </w:rPr>
        <w:t xml:space="preserve">ں </w:t>
      </w:r>
      <w:r>
        <w:rPr>
          <w:rtl/>
        </w:rPr>
        <w:t>تو مجھے جدّ بزرگوار رسول اكرم (ص) كے پہلو مي</w:t>
      </w:r>
      <w:r w:rsidR="00B365A1">
        <w:rPr>
          <w:rtl/>
        </w:rPr>
        <w:t xml:space="preserve">ں </w:t>
      </w:r>
      <w:r>
        <w:rPr>
          <w:rtl/>
        </w:rPr>
        <w:t>دفن كرنا كيونكہ مجھ سے زيادہ كوئي حقدار نہي</w:t>
      </w:r>
      <w:r w:rsidR="00B365A1">
        <w:rPr>
          <w:rtl/>
        </w:rPr>
        <w:t xml:space="preserve">ں </w:t>
      </w:r>
      <w:r>
        <w:rPr>
          <w:rtl/>
        </w:rPr>
        <w:t>ہے ، ليكن اگر كوئي ممانعت پيش</w:t>
      </w:r>
      <w:r w:rsidR="00137FAB">
        <w:rPr>
          <w:rtl/>
        </w:rPr>
        <w:t xml:space="preserve"> آئے</w:t>
      </w:r>
      <w:r>
        <w:rPr>
          <w:rtl/>
        </w:rPr>
        <w:t xml:space="preserve"> اور ميرى اخرى ارزو پورى نہ ہو سكے تو اس وقت حتى الامكان كو شش كرنا كہ ايك قطرہ خون زمين پر نہ گرنے پائے ، جب امام عليہ السلام كى شہادت ہو گئي اور تجہيز و تكفين كے بعد اہل خاندان جسد مبارك كو ليكر قبر رسول (ص) كى طرف جانے لگے تو بقول مقاتل الطالبين ام المومنين عائشه خچر پر سوار ہوئي</w:t>
      </w:r>
      <w:r w:rsidR="00B365A1">
        <w:rPr>
          <w:rtl/>
        </w:rPr>
        <w:t xml:space="preserve">ں </w:t>
      </w:r>
      <w:r>
        <w:rPr>
          <w:rtl/>
        </w:rPr>
        <w:t>اور انكے ساتھ بنى اميہ جنھو</w:t>
      </w:r>
      <w:r w:rsidR="00B365A1">
        <w:rPr>
          <w:rtl/>
        </w:rPr>
        <w:t xml:space="preserve">ں </w:t>
      </w:r>
      <w:r>
        <w:rPr>
          <w:rtl/>
        </w:rPr>
        <w:t>نے اپنے گناہ كو انكے كاندھے پر ڈالديا تھا جسد مبارك اور جو لوگ جنازہ مي</w:t>
      </w:r>
      <w:r w:rsidR="00B365A1">
        <w:rPr>
          <w:rtl/>
        </w:rPr>
        <w:t xml:space="preserve">ں </w:t>
      </w:r>
      <w:r>
        <w:rPr>
          <w:rtl/>
        </w:rPr>
        <w:t xml:space="preserve">شريك تھے انكو قبر رسول (ص) كى جانب جانے سے روك ديا اس فعل نا شائستہ پر ايك مشہور شعر كہا گيا _ </w:t>
      </w:r>
    </w:p>
    <w:p w:rsidR="00376422" w:rsidRDefault="00376422" w:rsidP="00E67399">
      <w:pPr>
        <w:pStyle w:val="libNormal"/>
        <w:rPr>
          <w:rtl/>
        </w:rPr>
      </w:pPr>
      <w:r>
        <w:rPr>
          <w:rtl/>
        </w:rPr>
        <w:t>ايك دن خچر پر تو ايك روز اونٹ پر سوار ہوئي</w:t>
      </w:r>
      <w:r w:rsidR="00B365A1">
        <w:rPr>
          <w:rtl/>
        </w:rPr>
        <w:t xml:space="preserve">ں </w:t>
      </w:r>
      <w:r>
        <w:rPr>
          <w:rtl/>
        </w:rPr>
        <w:t xml:space="preserve">، </w:t>
      </w:r>
      <w:r w:rsidRPr="0099407E">
        <w:rPr>
          <w:rStyle w:val="libArabicChar"/>
          <w:rtl/>
        </w:rPr>
        <w:t>فيوماََعلى بغل و يوماََعلى جمل</w:t>
      </w:r>
      <w:r>
        <w:rPr>
          <w:rtl/>
        </w:rPr>
        <w:t xml:space="preserve"> </w:t>
      </w:r>
      <w:r w:rsidRPr="00C00E6D">
        <w:rPr>
          <w:rStyle w:val="libFootnotenumChar"/>
          <w:rtl/>
        </w:rPr>
        <w:t>(39)</w:t>
      </w:r>
      <w:r>
        <w:rPr>
          <w:rtl/>
        </w:rPr>
        <w:t xml:space="preserve"> _ </w:t>
      </w:r>
    </w:p>
    <w:p w:rsidR="00376422" w:rsidRDefault="00376422" w:rsidP="00E67399">
      <w:pPr>
        <w:pStyle w:val="libNormal"/>
        <w:rPr>
          <w:rtl/>
        </w:rPr>
      </w:pPr>
      <w:r>
        <w:rPr>
          <w:rtl/>
        </w:rPr>
        <w:t xml:space="preserve">يعقوبى لكھتا ہے: </w:t>
      </w:r>
    </w:p>
    <w:p w:rsidR="00376422" w:rsidRDefault="00376422" w:rsidP="00E67399">
      <w:pPr>
        <w:pStyle w:val="libNormal"/>
        <w:rPr>
          <w:rtl/>
        </w:rPr>
      </w:pPr>
      <w:r>
        <w:rPr>
          <w:rtl/>
        </w:rPr>
        <w:t>مروان بن حكم اور سعيد بن عاص سوار ہوئے اور فرزند رسول (ص) كے جنازہ كو جد بزرگوار كے پہلو مي</w:t>
      </w:r>
      <w:r w:rsidR="00B365A1">
        <w:rPr>
          <w:rtl/>
        </w:rPr>
        <w:t xml:space="preserve">ں </w:t>
      </w:r>
      <w:r>
        <w:rPr>
          <w:rtl/>
        </w:rPr>
        <w:t>دفن كرنے سے منع كيا ، عائشه خچر پر سوار ہو كر مجمع عام مي</w:t>
      </w:r>
      <w:r w:rsidR="00B365A1">
        <w:rPr>
          <w:rtl/>
        </w:rPr>
        <w:t xml:space="preserve">ں </w:t>
      </w:r>
      <w:r>
        <w:rPr>
          <w:rtl/>
        </w:rPr>
        <w:t>ائي</w:t>
      </w:r>
      <w:r w:rsidR="00B365A1">
        <w:rPr>
          <w:rtl/>
        </w:rPr>
        <w:t xml:space="preserve">ں </w:t>
      </w:r>
      <w:r>
        <w:rPr>
          <w:rtl/>
        </w:rPr>
        <w:t>اور وا ويلا مچانا شروع كر ديا كہ يہ گھر ميرا ہے اور اس مي</w:t>
      </w:r>
      <w:r w:rsidR="00B365A1">
        <w:rPr>
          <w:rtl/>
        </w:rPr>
        <w:t xml:space="preserve">ں </w:t>
      </w:r>
      <w:r>
        <w:rPr>
          <w:rtl/>
        </w:rPr>
        <w:t>كسى كو دفن كرنے كى اجازت نہي</w:t>
      </w:r>
      <w:r w:rsidR="00B365A1">
        <w:rPr>
          <w:rtl/>
        </w:rPr>
        <w:t xml:space="preserve">ں </w:t>
      </w:r>
      <w:r>
        <w:rPr>
          <w:rtl/>
        </w:rPr>
        <w:t>ديتى ہو</w:t>
      </w:r>
      <w:r w:rsidR="00B365A1">
        <w:rPr>
          <w:rtl/>
        </w:rPr>
        <w:t xml:space="preserve">ں </w:t>
      </w:r>
      <w:r>
        <w:rPr>
          <w:rtl/>
        </w:rPr>
        <w:t xml:space="preserve">_ </w:t>
      </w:r>
    </w:p>
    <w:p w:rsidR="00376422" w:rsidRDefault="00376422" w:rsidP="00E67399">
      <w:pPr>
        <w:pStyle w:val="libNormal"/>
        <w:rPr>
          <w:rtl/>
        </w:rPr>
      </w:pPr>
      <w:r>
        <w:rPr>
          <w:rtl/>
        </w:rPr>
        <w:t>ابو بكر كا پوتا قاسم نے جواب ديا ، اے پھوپھى _ ہمارے سر ابھى تك جنگ جمل كے خون سے صاف نہي</w:t>
      </w:r>
      <w:r w:rsidR="00B365A1">
        <w:rPr>
          <w:rtl/>
        </w:rPr>
        <w:t xml:space="preserve">ں </w:t>
      </w:r>
      <w:r>
        <w:rPr>
          <w:rtl/>
        </w:rPr>
        <w:t>ہوئے ہي</w:t>
      </w:r>
      <w:r w:rsidR="00B365A1">
        <w:rPr>
          <w:rtl/>
        </w:rPr>
        <w:t>ں</w:t>
      </w:r>
      <w:r w:rsidR="00831D2C">
        <w:rPr>
          <w:rtl/>
        </w:rPr>
        <w:t xml:space="preserve"> آيا </w:t>
      </w:r>
      <w:r>
        <w:rPr>
          <w:rtl/>
        </w:rPr>
        <w:t xml:space="preserve"> اپ چاہتى ہي</w:t>
      </w:r>
      <w:r w:rsidR="00B365A1">
        <w:rPr>
          <w:rtl/>
        </w:rPr>
        <w:t xml:space="preserve">ں </w:t>
      </w:r>
      <w:r>
        <w:rPr>
          <w:rtl/>
        </w:rPr>
        <w:t xml:space="preserve">كہ انے والا دن خچر كا دن كہلائے _ </w:t>
      </w:r>
    </w:p>
    <w:p w:rsidR="00376422" w:rsidRDefault="00376422" w:rsidP="00E67399">
      <w:pPr>
        <w:pStyle w:val="libNormal"/>
        <w:rPr>
          <w:rtl/>
        </w:rPr>
      </w:pPr>
      <w:r>
        <w:rPr>
          <w:rtl/>
        </w:rPr>
        <w:t>ليكن لشكر علوى (ع) بھى خاموش نہي</w:t>
      </w:r>
      <w:r w:rsidR="00B365A1">
        <w:rPr>
          <w:rtl/>
        </w:rPr>
        <w:t xml:space="preserve">ں </w:t>
      </w:r>
      <w:r>
        <w:rPr>
          <w:rtl/>
        </w:rPr>
        <w:t>بيٹھا بلكہ بعض لوگ حضرت امام حسين (ع) كے پاس گئے اور عرض كيا اقا ہم لوگو</w:t>
      </w:r>
      <w:r w:rsidR="00B365A1">
        <w:rPr>
          <w:rtl/>
        </w:rPr>
        <w:t xml:space="preserve">ں </w:t>
      </w:r>
      <w:r>
        <w:rPr>
          <w:rtl/>
        </w:rPr>
        <w:t>كو ال مروان سے نپٹنے كے لئے جانے ديجئے خدا كى قسم _ يہ لوگ ہمارى نظرو</w:t>
      </w:r>
      <w:r w:rsidR="00B365A1">
        <w:rPr>
          <w:rtl/>
        </w:rPr>
        <w:t xml:space="preserve">ں </w:t>
      </w:r>
      <w:r>
        <w:rPr>
          <w:rtl/>
        </w:rPr>
        <w:t>مي</w:t>
      </w:r>
      <w:r w:rsidR="00B365A1">
        <w:rPr>
          <w:rtl/>
        </w:rPr>
        <w:t xml:space="preserve">ں </w:t>
      </w:r>
      <w:r>
        <w:rPr>
          <w:rtl/>
        </w:rPr>
        <w:t>ايك لقمہ سے زيادہ نہي</w:t>
      </w:r>
      <w:r w:rsidR="00B365A1">
        <w:rPr>
          <w:rtl/>
        </w:rPr>
        <w:t xml:space="preserve">ں </w:t>
      </w:r>
      <w:r>
        <w:rPr>
          <w:rtl/>
        </w:rPr>
        <w:t>ہي</w:t>
      </w:r>
      <w:r w:rsidR="00B365A1">
        <w:rPr>
          <w:rtl/>
        </w:rPr>
        <w:t xml:space="preserve">ں </w:t>
      </w:r>
      <w:r>
        <w:rPr>
          <w:rtl/>
        </w:rPr>
        <w:t xml:space="preserve">_ </w:t>
      </w:r>
    </w:p>
    <w:p w:rsidR="00CD0A6C" w:rsidRDefault="00376422" w:rsidP="00E67399">
      <w:pPr>
        <w:pStyle w:val="libNormal"/>
        <w:rPr>
          <w:rtl/>
        </w:rPr>
      </w:pPr>
      <w:r>
        <w:rPr>
          <w:rtl/>
        </w:rPr>
        <w:t>امام عليہ السلام نے فرمايا _ ميرے بھائي نے وصيت كى ہے كہ ميرے جنازے كى خاطر ايك قطرہ بھى خون كانہ بہانا ، اسكے بعد امام حسن (ع) كا جنازہ قبر ستان بقيع ليجايا گيا اور دادى فاطمہ بنت اسد جو حضرت امير المومنين (ع) (على (ع) ) كى ما</w:t>
      </w:r>
      <w:r w:rsidR="00B365A1">
        <w:rPr>
          <w:rtl/>
        </w:rPr>
        <w:t xml:space="preserve">ں </w:t>
      </w:r>
      <w:r>
        <w:rPr>
          <w:rtl/>
        </w:rPr>
        <w:t>تھي</w:t>
      </w:r>
      <w:r w:rsidR="00B365A1">
        <w:rPr>
          <w:rtl/>
        </w:rPr>
        <w:t xml:space="preserve">ں </w:t>
      </w:r>
    </w:p>
    <w:p w:rsidR="0099407E" w:rsidRDefault="0099407E" w:rsidP="00E67399">
      <w:pPr>
        <w:pStyle w:val="libLine"/>
        <w:rPr>
          <w:rtl/>
        </w:rPr>
      </w:pPr>
      <w:r>
        <w:rPr>
          <w:rFonts w:hint="cs"/>
          <w:rtl/>
        </w:rPr>
        <w:t>____________________</w:t>
      </w:r>
    </w:p>
    <w:p w:rsidR="00B654FF" w:rsidRDefault="00B654FF" w:rsidP="00E67399">
      <w:pPr>
        <w:pStyle w:val="libFootnote"/>
        <w:rPr>
          <w:rtl/>
        </w:rPr>
      </w:pPr>
      <w:r>
        <w:rPr>
          <w:rtl/>
        </w:rPr>
        <w:t xml:space="preserve">39_ مقاتل الطالبين ص 75 ، يعقوبى ج2 ص 200 </w:t>
      </w:r>
    </w:p>
    <w:p w:rsidR="00CD0A6C" w:rsidRDefault="00CD0A6C"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كے پہلو مي</w:t>
      </w:r>
      <w:r w:rsidR="00B365A1">
        <w:rPr>
          <w:rtl/>
        </w:rPr>
        <w:t xml:space="preserve">ں </w:t>
      </w:r>
      <w:r>
        <w:rPr>
          <w:rtl/>
        </w:rPr>
        <w:t xml:space="preserve">دفن كيا گيا </w:t>
      </w:r>
      <w:r w:rsidRPr="00C00E6D">
        <w:rPr>
          <w:rStyle w:val="libFootnotenumChar"/>
          <w:rtl/>
        </w:rPr>
        <w:t>(40)</w:t>
      </w:r>
      <w:r>
        <w:rPr>
          <w:rtl/>
        </w:rPr>
        <w:t xml:space="preserve"> </w:t>
      </w:r>
    </w:p>
    <w:p w:rsidR="00376422" w:rsidRDefault="00376422" w:rsidP="00E67399">
      <w:pPr>
        <w:pStyle w:val="libNormal"/>
        <w:rPr>
          <w:rtl/>
        </w:rPr>
      </w:pPr>
      <w:r>
        <w:rPr>
          <w:rtl/>
        </w:rPr>
        <w:t>ام المومنين عائشه كى يہ تمام كار كردگى اہلبيت (ع) سے كينہ و دشمنى كى علامت تھى يہى وجہ تھى جو عائشه اور بنى اميہ خاص طور سے معاويہ كے درميان دانت كاٹى دوستى كى باعث بنى _ معاويہ اور اس كے حكمرانو</w:t>
      </w:r>
      <w:r w:rsidR="00B365A1">
        <w:rPr>
          <w:rtl/>
        </w:rPr>
        <w:t xml:space="preserve">ں </w:t>
      </w:r>
      <w:r>
        <w:rPr>
          <w:rtl/>
        </w:rPr>
        <w:t xml:space="preserve">نے خوب تعظيم و تكريم كى اور اپ (عائشه ) كو ہديہ و تحفے بھيج كر مالى تعاون كيا _ </w:t>
      </w:r>
    </w:p>
    <w:p w:rsidR="00376422" w:rsidRDefault="00376422" w:rsidP="00E67399">
      <w:pPr>
        <w:pStyle w:val="libNormal"/>
        <w:rPr>
          <w:rtl/>
        </w:rPr>
      </w:pPr>
    </w:p>
    <w:p w:rsidR="00376422" w:rsidRDefault="00376422" w:rsidP="00E67399">
      <w:pPr>
        <w:pStyle w:val="Heading2Center"/>
        <w:rPr>
          <w:rtl/>
        </w:rPr>
      </w:pPr>
      <w:bookmarkStart w:id="55" w:name="_Toc531605683"/>
      <w:r>
        <w:rPr>
          <w:rtl/>
        </w:rPr>
        <w:t>معاويہ كے تحفے</w:t>
      </w:r>
      <w:bookmarkEnd w:id="55"/>
    </w:p>
    <w:p w:rsidR="00376422" w:rsidRDefault="00376422" w:rsidP="00E67399">
      <w:pPr>
        <w:pStyle w:val="libNormal"/>
        <w:rPr>
          <w:rtl/>
        </w:rPr>
      </w:pPr>
      <w:r>
        <w:rPr>
          <w:rtl/>
        </w:rPr>
        <w:t xml:space="preserve">جس گھڑى محقق، معتبر تاريخ كے متون كو بغور ديكھتا ہے تو عائشه اور حكومت اموى كے درميان گہرى دوستى كى شگفت اميز علامت پاتا ہے _ </w:t>
      </w:r>
    </w:p>
    <w:p w:rsidR="00376422" w:rsidRDefault="00376422" w:rsidP="00E67399">
      <w:pPr>
        <w:pStyle w:val="libNormal"/>
        <w:rPr>
          <w:rtl/>
        </w:rPr>
      </w:pPr>
      <w:r>
        <w:rPr>
          <w:rtl/>
        </w:rPr>
        <w:t>جبكہ يہ دونو</w:t>
      </w:r>
      <w:r w:rsidR="00B365A1">
        <w:rPr>
          <w:rtl/>
        </w:rPr>
        <w:t xml:space="preserve">ں </w:t>
      </w:r>
      <w:r>
        <w:rPr>
          <w:rtl/>
        </w:rPr>
        <w:t>گروہ پہلے اپس مي</w:t>
      </w:r>
      <w:r w:rsidR="00B365A1">
        <w:rPr>
          <w:rtl/>
        </w:rPr>
        <w:t xml:space="preserve">ں </w:t>
      </w:r>
      <w:r>
        <w:rPr>
          <w:rtl/>
        </w:rPr>
        <w:t>ايك دوسرے كے بہت مخالف تھے ، اور قتل عثمان كے مسئلہ مي</w:t>
      </w:r>
      <w:r w:rsidR="00B365A1">
        <w:rPr>
          <w:rtl/>
        </w:rPr>
        <w:t xml:space="preserve">ں </w:t>
      </w:r>
      <w:r>
        <w:rPr>
          <w:rtl/>
        </w:rPr>
        <w:t>ايك دوسرے سے نوك جھونك بھى ہوئي تھى ، ليكن مصلحت وقت نے ايك دوسرے كو كافى نزديك كر ديا تھا اور وہ ايك لشكر كى شكل مي</w:t>
      </w:r>
      <w:r w:rsidR="00B365A1">
        <w:rPr>
          <w:rtl/>
        </w:rPr>
        <w:t xml:space="preserve">ں </w:t>
      </w:r>
      <w:r>
        <w:rPr>
          <w:rtl/>
        </w:rPr>
        <w:t xml:space="preserve">ہو گئے تھے _ </w:t>
      </w:r>
    </w:p>
    <w:p w:rsidR="00376422" w:rsidRDefault="00376422" w:rsidP="00E67399">
      <w:pPr>
        <w:pStyle w:val="libNormal"/>
        <w:rPr>
          <w:rtl/>
        </w:rPr>
      </w:pPr>
      <w:r>
        <w:rPr>
          <w:rtl/>
        </w:rPr>
        <w:t>حكومت اموى كى مراعات مالى نے عائشه سے زيادہ قريب كر ديا اور متعدد بار اموال كثير نيز قيمتى تحفے معاويہ كى طرف سے اور دوسرے روساء حكومت اموى نے انكى خدمت مي</w:t>
      </w:r>
      <w:r w:rsidR="00B365A1">
        <w:rPr>
          <w:rtl/>
        </w:rPr>
        <w:t xml:space="preserve">ں </w:t>
      </w:r>
      <w:r>
        <w:rPr>
          <w:rtl/>
        </w:rPr>
        <w:t>بھيجے ، ہم نے ان تمام دليلو</w:t>
      </w:r>
      <w:r w:rsidR="00B365A1">
        <w:rPr>
          <w:rtl/>
        </w:rPr>
        <w:t xml:space="preserve">ں </w:t>
      </w:r>
      <w:r>
        <w:rPr>
          <w:rtl/>
        </w:rPr>
        <w:t>كو معتبر تاريخ سے جمع كيا ہے اور اپنے مدعى كو ثابت كرنے كے لئے اپكى خدمت مي</w:t>
      </w:r>
      <w:r w:rsidR="00B365A1">
        <w:rPr>
          <w:rtl/>
        </w:rPr>
        <w:t xml:space="preserve">ں </w:t>
      </w:r>
      <w:r>
        <w:rPr>
          <w:rtl/>
        </w:rPr>
        <w:t>چند نمونے پيش كرتے ہي</w:t>
      </w:r>
      <w:r w:rsidR="00B365A1">
        <w:rPr>
          <w:rtl/>
        </w:rPr>
        <w:t xml:space="preserve">ں </w:t>
      </w:r>
      <w:r>
        <w:rPr>
          <w:rtl/>
        </w:rPr>
        <w:t xml:space="preserve">_ </w:t>
      </w:r>
    </w:p>
    <w:p w:rsidR="00376422" w:rsidRDefault="00376422" w:rsidP="00E67399">
      <w:pPr>
        <w:pStyle w:val="libNormal"/>
        <w:rPr>
          <w:rtl/>
        </w:rPr>
      </w:pPr>
      <w:r>
        <w:rPr>
          <w:rtl/>
        </w:rPr>
        <w:t>ابو نعيم اصفہانى حلية اولياء مي</w:t>
      </w:r>
      <w:r w:rsidR="00B365A1">
        <w:rPr>
          <w:rtl/>
        </w:rPr>
        <w:t xml:space="preserve">ں </w:t>
      </w:r>
      <w:r>
        <w:rPr>
          <w:rtl/>
        </w:rPr>
        <w:t>عبد الرحمن بن قاسم سے نقل كرتے ہي</w:t>
      </w:r>
      <w:r w:rsidR="00B365A1">
        <w:rPr>
          <w:rtl/>
        </w:rPr>
        <w:t xml:space="preserve">ں </w:t>
      </w:r>
    </w:p>
    <w:p w:rsidR="00376422" w:rsidRDefault="00376422" w:rsidP="00E67399">
      <w:pPr>
        <w:pStyle w:val="libNormal"/>
        <w:rPr>
          <w:rtl/>
        </w:rPr>
      </w:pPr>
      <w:r>
        <w:rPr>
          <w:rtl/>
        </w:rPr>
        <w:t>ايك مرتبہ معاويہ نے عائشه كى خدمت مي</w:t>
      </w:r>
      <w:r w:rsidR="00B365A1">
        <w:rPr>
          <w:rtl/>
        </w:rPr>
        <w:t xml:space="preserve">ں </w:t>
      </w:r>
      <w:r>
        <w:rPr>
          <w:rtl/>
        </w:rPr>
        <w:t>مختلف تحفے بھيجے جن مي</w:t>
      </w:r>
      <w:r w:rsidR="00B365A1">
        <w:rPr>
          <w:rtl/>
        </w:rPr>
        <w:t xml:space="preserve">ں </w:t>
      </w:r>
      <w:r>
        <w:rPr>
          <w:rtl/>
        </w:rPr>
        <w:t>لباس و پيسے نيز قيمتى چيزي</w:t>
      </w:r>
      <w:r w:rsidR="00B365A1">
        <w:rPr>
          <w:rtl/>
        </w:rPr>
        <w:t xml:space="preserve">ں </w:t>
      </w:r>
      <w:r>
        <w:rPr>
          <w:rtl/>
        </w:rPr>
        <w:t>بھى تھي</w:t>
      </w:r>
      <w:r w:rsidR="00B365A1">
        <w:rPr>
          <w:rtl/>
        </w:rPr>
        <w:t xml:space="preserve">ں </w:t>
      </w:r>
      <w:r w:rsidRPr="00C00E6D">
        <w:rPr>
          <w:rStyle w:val="libFootnotenumChar"/>
          <w:rtl/>
        </w:rPr>
        <w:t>(41)</w:t>
      </w:r>
      <w:r>
        <w:rPr>
          <w:rtl/>
        </w:rPr>
        <w:t xml:space="preserve"> </w:t>
      </w:r>
    </w:p>
    <w:p w:rsidR="00376422" w:rsidRDefault="00376422" w:rsidP="00E67399">
      <w:pPr>
        <w:pStyle w:val="libNormal"/>
        <w:rPr>
          <w:rtl/>
        </w:rPr>
      </w:pPr>
      <w:r>
        <w:rPr>
          <w:rtl/>
        </w:rPr>
        <w:t xml:space="preserve">يہى ابو نعيم اصفہانى عروہ بن زبير سے نقل كرتا ہے _ </w:t>
      </w:r>
    </w:p>
    <w:p w:rsidR="00376422" w:rsidRDefault="00376422" w:rsidP="00E67399">
      <w:pPr>
        <w:pStyle w:val="libNormal"/>
        <w:rPr>
          <w:rtl/>
        </w:rPr>
      </w:pPr>
      <w:r>
        <w:rPr>
          <w:rtl/>
        </w:rPr>
        <w:t xml:space="preserve">معاويہ نے دوسرى مرتبہ ايك لاكھ درہم نقد عائشه كے پاس بھيجا </w:t>
      </w:r>
      <w:r w:rsidRPr="00C00E6D">
        <w:rPr>
          <w:rStyle w:val="libFootnotenumChar"/>
          <w:rtl/>
        </w:rPr>
        <w:t>(42)</w:t>
      </w:r>
      <w:r>
        <w:rPr>
          <w:rtl/>
        </w:rPr>
        <w:t xml:space="preserve"> </w:t>
      </w:r>
    </w:p>
    <w:p w:rsidR="0099407E" w:rsidRDefault="0099407E" w:rsidP="00E67399">
      <w:pPr>
        <w:pStyle w:val="libLine"/>
        <w:rPr>
          <w:rtl/>
        </w:rPr>
      </w:pPr>
      <w:r>
        <w:rPr>
          <w:rFonts w:hint="cs"/>
          <w:rtl/>
        </w:rPr>
        <w:t>____________________</w:t>
      </w:r>
    </w:p>
    <w:p w:rsidR="00B654FF" w:rsidRDefault="00B654FF" w:rsidP="00E67399">
      <w:pPr>
        <w:pStyle w:val="libFootnote"/>
        <w:rPr>
          <w:rtl/>
        </w:rPr>
      </w:pPr>
      <w:r>
        <w:rPr>
          <w:rtl/>
        </w:rPr>
        <w:t xml:space="preserve">40_ يعقوبى ج2 ص 200 كے بعد </w:t>
      </w:r>
    </w:p>
    <w:p w:rsidR="00B654FF" w:rsidRDefault="00B654FF" w:rsidP="00E67399">
      <w:pPr>
        <w:pStyle w:val="libFootnote"/>
        <w:rPr>
          <w:rtl/>
        </w:rPr>
      </w:pPr>
      <w:r>
        <w:rPr>
          <w:rtl/>
        </w:rPr>
        <w:t xml:space="preserve">41_ حلية الاولياء ج2 ص 48 </w:t>
      </w:r>
    </w:p>
    <w:p w:rsidR="00B654FF" w:rsidRDefault="00B654FF" w:rsidP="00E67399">
      <w:pPr>
        <w:pStyle w:val="libFootnote"/>
        <w:rPr>
          <w:rtl/>
        </w:rPr>
      </w:pPr>
      <w:r>
        <w:rPr>
          <w:rtl/>
        </w:rPr>
        <w:t xml:space="preserve">42_ حلية الاولياء ج2 ص 47 </w:t>
      </w:r>
    </w:p>
    <w:p w:rsidR="0099407E" w:rsidRDefault="0099407E" w:rsidP="00E67399">
      <w:pPr>
        <w:pStyle w:val="libPoemTini"/>
        <w:rPr>
          <w:rtl/>
        </w:rPr>
      </w:pPr>
      <w:r>
        <w:rPr>
          <w:rtl/>
        </w:rPr>
        <w:br w:type="page"/>
      </w:r>
    </w:p>
    <w:p w:rsidR="00376422" w:rsidRDefault="00376422" w:rsidP="00E67399">
      <w:pPr>
        <w:pStyle w:val="libNormal"/>
        <w:rPr>
          <w:rtl/>
        </w:rPr>
      </w:pPr>
      <w:r>
        <w:rPr>
          <w:rtl/>
        </w:rPr>
        <w:lastRenderedPageBreak/>
        <w:t>اٹھوي</w:t>
      </w:r>
      <w:r w:rsidR="00B365A1">
        <w:rPr>
          <w:rtl/>
        </w:rPr>
        <w:t xml:space="preserve">ں </w:t>
      </w:r>
      <w:r>
        <w:rPr>
          <w:rtl/>
        </w:rPr>
        <w:t xml:space="preserve">صدى كا مشہور مورخ ابن كثير عطاء سے روايت كرتا ہے _ </w:t>
      </w:r>
    </w:p>
    <w:p w:rsidR="00376422" w:rsidRDefault="00376422" w:rsidP="00E67399">
      <w:pPr>
        <w:pStyle w:val="libNormal"/>
        <w:rPr>
          <w:rtl/>
        </w:rPr>
      </w:pPr>
      <w:r>
        <w:rPr>
          <w:rtl/>
        </w:rPr>
        <w:t xml:space="preserve">معاويہ نے مكہ سے عائشه كے پاس ايك قيمتى ہار بطور ہديہ بھيجا جسكى قيمت ايك لاكھ درہم تھى اور اس تحفہ كو ام المومنين عائشه نے قبول كيا </w:t>
      </w:r>
      <w:r w:rsidRPr="00C00E6D">
        <w:rPr>
          <w:rStyle w:val="libFootnotenumChar"/>
          <w:rtl/>
        </w:rPr>
        <w:t>(43)</w:t>
      </w:r>
      <w:r>
        <w:rPr>
          <w:rtl/>
        </w:rPr>
        <w:t xml:space="preserve"> </w:t>
      </w:r>
    </w:p>
    <w:p w:rsidR="00376422" w:rsidRDefault="00376422" w:rsidP="00E67399">
      <w:pPr>
        <w:pStyle w:val="libNormal"/>
        <w:rPr>
          <w:rtl/>
        </w:rPr>
      </w:pPr>
      <w:r>
        <w:rPr>
          <w:rtl/>
        </w:rPr>
        <w:t>طبقات الكبرى مي</w:t>
      </w:r>
      <w:r w:rsidR="00B365A1">
        <w:rPr>
          <w:rtl/>
        </w:rPr>
        <w:t xml:space="preserve">ں </w:t>
      </w:r>
      <w:r>
        <w:rPr>
          <w:rtl/>
        </w:rPr>
        <w:t>يو</w:t>
      </w:r>
      <w:r w:rsidR="00B365A1">
        <w:rPr>
          <w:rtl/>
        </w:rPr>
        <w:t>ں</w:t>
      </w:r>
      <w:r w:rsidR="00831D2C">
        <w:rPr>
          <w:rtl/>
        </w:rPr>
        <w:t xml:space="preserve"> آيا </w:t>
      </w:r>
      <w:r>
        <w:rPr>
          <w:rtl/>
        </w:rPr>
        <w:t xml:space="preserve"> ہے كہ ، منكدر بن عبد اللہ ام المومنين عائشه كے يہا</w:t>
      </w:r>
      <w:r w:rsidR="00B365A1">
        <w:rPr>
          <w:rtl/>
        </w:rPr>
        <w:t xml:space="preserve">ں </w:t>
      </w:r>
      <w:r>
        <w:rPr>
          <w:rtl/>
        </w:rPr>
        <w:t>گيا تھوڑى دير گفتگو كے بعد عائشه نے پوچھا ،</w:t>
      </w:r>
      <w:r w:rsidR="00831D2C">
        <w:rPr>
          <w:rtl/>
        </w:rPr>
        <w:t xml:space="preserve"> آيا </w:t>
      </w:r>
      <w:r>
        <w:rPr>
          <w:rtl/>
        </w:rPr>
        <w:t xml:space="preserve"> فرزند ركھتے ہو ؟ </w:t>
      </w:r>
    </w:p>
    <w:p w:rsidR="00376422" w:rsidRDefault="00376422" w:rsidP="00E67399">
      <w:pPr>
        <w:pStyle w:val="libNormal"/>
        <w:rPr>
          <w:rtl/>
        </w:rPr>
      </w:pPr>
      <w:r>
        <w:rPr>
          <w:rtl/>
        </w:rPr>
        <w:t>منكدر بن عبد اللہ نے جواب ديا كہ ، نہي</w:t>
      </w:r>
      <w:r w:rsidR="00B365A1">
        <w:rPr>
          <w:rtl/>
        </w:rPr>
        <w:t xml:space="preserve">ں </w:t>
      </w:r>
      <w:r>
        <w:rPr>
          <w:rtl/>
        </w:rPr>
        <w:t xml:space="preserve">_ </w:t>
      </w:r>
    </w:p>
    <w:p w:rsidR="00376422" w:rsidRDefault="00376422" w:rsidP="00E67399">
      <w:pPr>
        <w:pStyle w:val="libNormal"/>
        <w:rPr>
          <w:rtl/>
        </w:rPr>
      </w:pPr>
      <w:r>
        <w:rPr>
          <w:rtl/>
        </w:rPr>
        <w:t>عائشه نے كہا _ اگرہم اس وقت دس ہزار درہم كے مالك ہوتے تو تمھي</w:t>
      </w:r>
      <w:r w:rsidR="00B365A1">
        <w:rPr>
          <w:rtl/>
        </w:rPr>
        <w:t xml:space="preserve">ں </w:t>
      </w:r>
      <w:r>
        <w:rPr>
          <w:rtl/>
        </w:rPr>
        <w:t>دے ديتى تاكہ اس سے كنيز خريد ليتے اور اس سے صاحب اولاد ہوتے ، يہ ملاقات تمام ہو گئي اتفاق سے اسى روز غروب كے وقت معاويہ كى طرف سے كافى مقدار مي</w:t>
      </w:r>
      <w:r w:rsidR="00B365A1">
        <w:rPr>
          <w:rtl/>
        </w:rPr>
        <w:t xml:space="preserve">ں </w:t>
      </w:r>
      <w:r>
        <w:rPr>
          <w:rtl/>
        </w:rPr>
        <w:t xml:space="preserve">رقم اگئي _ </w:t>
      </w:r>
    </w:p>
    <w:p w:rsidR="00376422" w:rsidRDefault="00376422" w:rsidP="00E67399">
      <w:pPr>
        <w:pStyle w:val="libNormal"/>
        <w:rPr>
          <w:rtl/>
        </w:rPr>
      </w:pPr>
      <w:r>
        <w:rPr>
          <w:rtl/>
        </w:rPr>
        <w:t xml:space="preserve">عائشه نے كہا _ كتنى جلدى اپنى مراد تك پہونچ گئي </w:t>
      </w:r>
    </w:p>
    <w:p w:rsidR="00376422" w:rsidRDefault="00376422" w:rsidP="00E67399">
      <w:pPr>
        <w:pStyle w:val="libNormal"/>
        <w:rPr>
          <w:rtl/>
        </w:rPr>
      </w:pPr>
      <w:r>
        <w:rPr>
          <w:rtl/>
        </w:rPr>
        <w:t>پھر ہمي</w:t>
      </w:r>
      <w:r w:rsidR="00B365A1">
        <w:rPr>
          <w:rtl/>
        </w:rPr>
        <w:t xml:space="preserve">ں </w:t>
      </w:r>
      <w:r>
        <w:rPr>
          <w:rtl/>
        </w:rPr>
        <w:t>ا پنے يہا</w:t>
      </w:r>
      <w:r w:rsidR="00B365A1">
        <w:rPr>
          <w:rtl/>
        </w:rPr>
        <w:t xml:space="preserve">ں </w:t>
      </w:r>
      <w:r>
        <w:rPr>
          <w:rtl/>
        </w:rPr>
        <w:t>بلايا اور دس ہزار درہم ديئے مي</w:t>
      </w:r>
      <w:r w:rsidR="00B365A1">
        <w:rPr>
          <w:rtl/>
        </w:rPr>
        <w:t xml:space="preserve">ں </w:t>
      </w:r>
      <w:r>
        <w:rPr>
          <w:rtl/>
        </w:rPr>
        <w:t xml:space="preserve">نے اس رقم سے ايك كنيز خريد لى </w:t>
      </w:r>
      <w:r w:rsidRPr="00C00E6D">
        <w:rPr>
          <w:rStyle w:val="libFootnotenumChar"/>
          <w:rtl/>
        </w:rPr>
        <w:t>(44)</w:t>
      </w:r>
      <w:r>
        <w:rPr>
          <w:rtl/>
        </w:rPr>
        <w:t xml:space="preserve"> </w:t>
      </w:r>
    </w:p>
    <w:p w:rsidR="00376422" w:rsidRDefault="00376422" w:rsidP="00E67399">
      <w:pPr>
        <w:pStyle w:val="libNormal"/>
        <w:rPr>
          <w:rtl/>
        </w:rPr>
      </w:pPr>
      <w:r>
        <w:rPr>
          <w:rtl/>
        </w:rPr>
        <w:t>ايك دوسرا واقعہ ابن كثير سعد بن عزيز سے نقل كرتے ہي</w:t>
      </w:r>
      <w:r w:rsidR="00B365A1">
        <w:rPr>
          <w:rtl/>
        </w:rPr>
        <w:t xml:space="preserve">ں </w:t>
      </w:r>
      <w:r>
        <w:rPr>
          <w:rtl/>
        </w:rPr>
        <w:t xml:space="preserve">: </w:t>
      </w:r>
    </w:p>
    <w:p w:rsidR="00376422" w:rsidRDefault="00376422" w:rsidP="00E67399">
      <w:pPr>
        <w:pStyle w:val="libNormal"/>
        <w:rPr>
          <w:rtl/>
        </w:rPr>
      </w:pPr>
      <w:r>
        <w:rPr>
          <w:rtl/>
        </w:rPr>
        <w:t>معاويہ نے ايك بار عائشه كا اٹھارہ ہزار دينار قرض چكايا جو انھو</w:t>
      </w:r>
      <w:r w:rsidR="00B365A1">
        <w:rPr>
          <w:rtl/>
        </w:rPr>
        <w:t xml:space="preserve">ں </w:t>
      </w:r>
      <w:r>
        <w:rPr>
          <w:rtl/>
        </w:rPr>
        <w:t>نے لوگو</w:t>
      </w:r>
      <w:r w:rsidR="00B365A1">
        <w:rPr>
          <w:rtl/>
        </w:rPr>
        <w:t xml:space="preserve">ں </w:t>
      </w:r>
      <w:r>
        <w:rPr>
          <w:rtl/>
        </w:rPr>
        <w:t xml:space="preserve">سے لے ركھا تھا </w:t>
      </w:r>
      <w:r w:rsidRPr="00C00E6D">
        <w:rPr>
          <w:rStyle w:val="libFootnotenumChar"/>
          <w:rtl/>
        </w:rPr>
        <w:t>(45)</w:t>
      </w:r>
      <w:r>
        <w:rPr>
          <w:rtl/>
        </w:rPr>
        <w:t xml:space="preserve"> </w:t>
      </w:r>
    </w:p>
    <w:p w:rsidR="00376422" w:rsidRDefault="00376422" w:rsidP="00E67399">
      <w:pPr>
        <w:pStyle w:val="libNormal"/>
        <w:rPr>
          <w:rtl/>
        </w:rPr>
      </w:pPr>
      <w:r>
        <w:rPr>
          <w:rtl/>
        </w:rPr>
        <w:t>اپ حضرات نے يہا</w:t>
      </w:r>
      <w:r w:rsidR="00B365A1">
        <w:rPr>
          <w:rtl/>
        </w:rPr>
        <w:t xml:space="preserve">ں </w:t>
      </w:r>
      <w:r>
        <w:rPr>
          <w:rtl/>
        </w:rPr>
        <w:t>تك معاويہ كى عائشه كى نسبت مراعات مالى كا نمونہ ملاحظہ فرمايا _ يہ صرف معاويہ نے ايسا نہي</w:t>
      </w:r>
      <w:r w:rsidR="00B365A1">
        <w:rPr>
          <w:rtl/>
        </w:rPr>
        <w:t xml:space="preserve">ں </w:t>
      </w:r>
      <w:r>
        <w:rPr>
          <w:rtl/>
        </w:rPr>
        <w:t>كيا بلكہ اموى روساء بھى اسى راہ پر گامزن رہے اور كبھى كبھار انكى خدمت مي</w:t>
      </w:r>
      <w:r w:rsidR="00B365A1">
        <w:rPr>
          <w:rtl/>
        </w:rPr>
        <w:t xml:space="preserve">ں </w:t>
      </w:r>
      <w:r>
        <w:rPr>
          <w:rtl/>
        </w:rPr>
        <w:t>تحائف بھيجتے رہتے تھے ، جن مي</w:t>
      </w:r>
      <w:r w:rsidR="00B365A1">
        <w:rPr>
          <w:rtl/>
        </w:rPr>
        <w:t xml:space="preserve">ں </w:t>
      </w:r>
      <w:r>
        <w:rPr>
          <w:rtl/>
        </w:rPr>
        <w:t>ايك حاكم بصرہ عبد اللہ بن عامر ہے كہ جس نے ايك مرتبہ عائشه كے پاس پيسے اور لباس كى شكل مي</w:t>
      </w:r>
      <w:r w:rsidR="00B365A1">
        <w:rPr>
          <w:rtl/>
        </w:rPr>
        <w:t xml:space="preserve">ں </w:t>
      </w:r>
      <w:r>
        <w:rPr>
          <w:rtl/>
        </w:rPr>
        <w:t>تحفے بھيجے _</w:t>
      </w:r>
      <w:r w:rsidRPr="00C00E6D">
        <w:rPr>
          <w:rStyle w:val="libFootnotenumChar"/>
          <w:rtl/>
        </w:rPr>
        <w:t>(46)</w:t>
      </w:r>
      <w:r>
        <w:rPr>
          <w:rtl/>
        </w:rPr>
        <w:t xml:space="preserve"> </w:t>
      </w:r>
    </w:p>
    <w:p w:rsidR="004731AF" w:rsidRDefault="00376422" w:rsidP="00E67399">
      <w:pPr>
        <w:pStyle w:val="libNormal"/>
        <w:rPr>
          <w:rtl/>
        </w:rPr>
      </w:pPr>
      <w:r>
        <w:rPr>
          <w:rtl/>
        </w:rPr>
        <w:t>صديا</w:t>
      </w:r>
      <w:r w:rsidR="00B365A1">
        <w:rPr>
          <w:rtl/>
        </w:rPr>
        <w:t xml:space="preserve">ں </w:t>
      </w:r>
      <w:r>
        <w:rPr>
          <w:rtl/>
        </w:rPr>
        <w:t>گذرنے كے بعد جب مورخين نے حكومت اموى كى طرف سے عائشه كى مالى مدد كا اس مقدار مي</w:t>
      </w:r>
      <w:r w:rsidR="00B365A1">
        <w:rPr>
          <w:rtl/>
        </w:rPr>
        <w:t xml:space="preserve">ں </w:t>
      </w:r>
      <w:r>
        <w:rPr>
          <w:rtl/>
        </w:rPr>
        <w:t>تذكرہ كيا ہے تو يقينا اسكى مقدار اس سے كہي</w:t>
      </w:r>
      <w:r w:rsidR="00B365A1">
        <w:rPr>
          <w:rtl/>
        </w:rPr>
        <w:t xml:space="preserve">ں </w:t>
      </w:r>
      <w:r>
        <w:rPr>
          <w:rtl/>
        </w:rPr>
        <w:t xml:space="preserve">زيادہ رہى ہو گى اور حكومت جو عائشه كا احترام كرتى تھى وہ صرف دنيا وى مصالح اور </w:t>
      </w:r>
    </w:p>
    <w:p w:rsidR="0099407E" w:rsidRDefault="0099407E" w:rsidP="00E67399">
      <w:pPr>
        <w:pStyle w:val="libLine"/>
        <w:rPr>
          <w:rtl/>
        </w:rPr>
      </w:pPr>
      <w:r>
        <w:rPr>
          <w:rFonts w:hint="cs"/>
          <w:rtl/>
        </w:rPr>
        <w:t>____________________</w:t>
      </w:r>
    </w:p>
    <w:p w:rsidR="00B654FF" w:rsidRDefault="00B654FF" w:rsidP="00E67399">
      <w:pPr>
        <w:pStyle w:val="libFootnote"/>
        <w:rPr>
          <w:rtl/>
        </w:rPr>
      </w:pPr>
      <w:r>
        <w:rPr>
          <w:rtl/>
        </w:rPr>
        <w:t xml:space="preserve">43_ ابن كثير ج7 ص 137 ، سير اعلام النبلاء ج2 ص 131 </w:t>
      </w:r>
    </w:p>
    <w:p w:rsidR="00B654FF" w:rsidRDefault="00B654FF" w:rsidP="00E67399">
      <w:pPr>
        <w:pStyle w:val="libFootnote"/>
        <w:rPr>
          <w:rtl/>
        </w:rPr>
      </w:pPr>
      <w:r>
        <w:rPr>
          <w:rtl/>
        </w:rPr>
        <w:t xml:space="preserve">44_ طبقات الكبرى ج5 ص 18 </w:t>
      </w:r>
    </w:p>
    <w:p w:rsidR="00B654FF" w:rsidRDefault="00B654FF" w:rsidP="00E67399">
      <w:pPr>
        <w:pStyle w:val="libFootnote"/>
        <w:rPr>
          <w:rtl/>
        </w:rPr>
      </w:pPr>
      <w:r>
        <w:rPr>
          <w:rtl/>
        </w:rPr>
        <w:t xml:space="preserve">45_ ابن كثير ج8 ص 136 </w:t>
      </w:r>
    </w:p>
    <w:p w:rsidR="00B654FF" w:rsidRDefault="00B654FF" w:rsidP="00E67399">
      <w:pPr>
        <w:pStyle w:val="libFootnote"/>
        <w:rPr>
          <w:rtl/>
        </w:rPr>
      </w:pPr>
      <w:r>
        <w:rPr>
          <w:rtl/>
        </w:rPr>
        <w:t xml:space="preserve">46_ مسند احمد ج6 ص 77 </w:t>
      </w: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مفاد پرستى كيو جہ سے تھا اور وہ بھى جو كچھ احترام كرتى تھي</w:t>
      </w:r>
      <w:r w:rsidR="00B365A1">
        <w:rPr>
          <w:rtl/>
        </w:rPr>
        <w:t xml:space="preserve">ں </w:t>
      </w:r>
      <w:r>
        <w:rPr>
          <w:rtl/>
        </w:rPr>
        <w:t xml:space="preserve">وہ اپنے مفاد كى خاطر تھا _ </w:t>
      </w:r>
    </w:p>
    <w:p w:rsidR="00376422" w:rsidRDefault="00376422" w:rsidP="00E67399">
      <w:pPr>
        <w:pStyle w:val="libNormal"/>
        <w:rPr>
          <w:rtl/>
        </w:rPr>
      </w:pPr>
      <w:r>
        <w:rPr>
          <w:rtl/>
        </w:rPr>
        <w:t>ان مفاد پرستى كيوجہ سے اسلام و مسلمين كو جو نقصانات پہونچے ہي</w:t>
      </w:r>
      <w:r w:rsidR="00B365A1">
        <w:rPr>
          <w:rtl/>
        </w:rPr>
        <w:t xml:space="preserve">ں </w:t>
      </w:r>
      <w:r>
        <w:rPr>
          <w:rtl/>
        </w:rPr>
        <w:t>انھي</w:t>
      </w:r>
      <w:r w:rsidR="00B365A1">
        <w:rPr>
          <w:rtl/>
        </w:rPr>
        <w:t xml:space="preserve">ں </w:t>
      </w:r>
      <w:r>
        <w:rPr>
          <w:rtl/>
        </w:rPr>
        <w:t>ائندہ بيان كرو</w:t>
      </w:r>
      <w:r w:rsidR="00B365A1">
        <w:rPr>
          <w:rtl/>
        </w:rPr>
        <w:t xml:space="preserve">ں </w:t>
      </w:r>
      <w:r>
        <w:rPr>
          <w:rtl/>
        </w:rPr>
        <w:t xml:space="preserve">گا _ </w:t>
      </w:r>
    </w:p>
    <w:p w:rsidR="00376422" w:rsidRDefault="00376422" w:rsidP="00E67399">
      <w:pPr>
        <w:pStyle w:val="libNormal"/>
        <w:rPr>
          <w:rtl/>
        </w:rPr>
      </w:pPr>
      <w:r>
        <w:rPr>
          <w:rtl/>
        </w:rPr>
        <w:t xml:space="preserve">* * * </w:t>
      </w:r>
    </w:p>
    <w:p w:rsidR="00376422" w:rsidRDefault="00376422" w:rsidP="00E67399">
      <w:pPr>
        <w:pStyle w:val="libNormal"/>
        <w:rPr>
          <w:rtl/>
        </w:rPr>
      </w:pPr>
    </w:p>
    <w:p w:rsidR="00376422" w:rsidRDefault="00376422" w:rsidP="00E67399">
      <w:pPr>
        <w:pStyle w:val="Heading2Center"/>
        <w:rPr>
          <w:rtl/>
        </w:rPr>
      </w:pPr>
      <w:bookmarkStart w:id="56" w:name="_Toc531605684"/>
      <w:r>
        <w:rPr>
          <w:rtl/>
        </w:rPr>
        <w:t>اموى حكومت مي</w:t>
      </w:r>
      <w:r w:rsidR="00B365A1">
        <w:rPr>
          <w:rtl/>
        </w:rPr>
        <w:t xml:space="preserve">ں </w:t>
      </w:r>
      <w:r>
        <w:rPr>
          <w:rtl/>
        </w:rPr>
        <w:t>، عائشه كا رسوخ</w:t>
      </w:r>
      <w:bookmarkEnd w:id="56"/>
    </w:p>
    <w:p w:rsidR="00376422" w:rsidRDefault="00376422" w:rsidP="00E67399">
      <w:pPr>
        <w:pStyle w:val="libNormal"/>
        <w:rPr>
          <w:rtl/>
        </w:rPr>
      </w:pPr>
      <w:r>
        <w:rPr>
          <w:rtl/>
        </w:rPr>
        <w:t>قارئين كرام جو كچھ ہم نے عائشه كى زندگى اور انكى سياسى و اجتماعى كارنامے كو بيان كيا ہے اگر اپ حضرات اس پر غور كري</w:t>
      </w:r>
      <w:r w:rsidR="00B365A1">
        <w:rPr>
          <w:rtl/>
        </w:rPr>
        <w:t xml:space="preserve">ں </w:t>
      </w:r>
      <w:r>
        <w:rPr>
          <w:rtl/>
        </w:rPr>
        <w:t>گے تو ان كى سياسى سوجھ بوجھ پہچاننے مي</w:t>
      </w:r>
      <w:r w:rsidR="00B365A1">
        <w:rPr>
          <w:rtl/>
        </w:rPr>
        <w:t xml:space="preserve">ں </w:t>
      </w:r>
      <w:r>
        <w:rPr>
          <w:rtl/>
        </w:rPr>
        <w:t>كوئي دشوارى نہي</w:t>
      </w:r>
      <w:r w:rsidR="00B365A1">
        <w:rPr>
          <w:rtl/>
        </w:rPr>
        <w:t xml:space="preserve">ں </w:t>
      </w:r>
      <w:r>
        <w:rPr>
          <w:rtl/>
        </w:rPr>
        <w:t>ہو گى عائشه سياست اور معاشراتى نفوذ كے لحاظ سے ان صفات كى حامل تھي</w:t>
      </w:r>
      <w:r w:rsidR="00B365A1">
        <w:rPr>
          <w:rtl/>
        </w:rPr>
        <w:t xml:space="preserve">ں </w:t>
      </w:r>
      <w:r>
        <w:rPr>
          <w:rtl/>
        </w:rPr>
        <w:t>جو ايك سياستدان كے لئے بہت ضرورى ہے وہ اپنے زمانے مي</w:t>
      </w:r>
      <w:r w:rsidR="00B365A1">
        <w:rPr>
          <w:rtl/>
        </w:rPr>
        <w:t xml:space="preserve">ں </w:t>
      </w:r>
      <w:r>
        <w:rPr>
          <w:rtl/>
        </w:rPr>
        <w:t>سب پر حاوى تھي</w:t>
      </w:r>
      <w:r w:rsidR="00B365A1">
        <w:rPr>
          <w:rtl/>
        </w:rPr>
        <w:t xml:space="preserve">ں </w:t>
      </w:r>
      <w:r>
        <w:rPr>
          <w:rtl/>
        </w:rPr>
        <w:t>_ اس بات كو ہم بعد كے صفحات مي</w:t>
      </w:r>
      <w:r w:rsidR="00B365A1">
        <w:rPr>
          <w:rtl/>
        </w:rPr>
        <w:t xml:space="preserve">ں </w:t>
      </w:r>
      <w:r>
        <w:rPr>
          <w:rtl/>
        </w:rPr>
        <w:t>بھى مختلف طريقو</w:t>
      </w:r>
      <w:r w:rsidR="00B365A1">
        <w:rPr>
          <w:rtl/>
        </w:rPr>
        <w:t xml:space="preserve">ں </w:t>
      </w:r>
      <w:r>
        <w:rPr>
          <w:rtl/>
        </w:rPr>
        <w:t xml:space="preserve">سے پيش كرينگے _ </w:t>
      </w:r>
    </w:p>
    <w:p w:rsidR="00376422" w:rsidRDefault="00376422" w:rsidP="00E67399">
      <w:pPr>
        <w:pStyle w:val="libNormal"/>
        <w:rPr>
          <w:rtl/>
        </w:rPr>
      </w:pPr>
      <w:r>
        <w:rPr>
          <w:rtl/>
        </w:rPr>
        <w:t>ان كى پہلى خاصيت يہ تھى كہ انكى بات سب كے دل مي</w:t>
      </w:r>
      <w:r w:rsidR="00B365A1">
        <w:rPr>
          <w:rtl/>
        </w:rPr>
        <w:t xml:space="preserve">ں </w:t>
      </w:r>
      <w:r>
        <w:rPr>
          <w:rtl/>
        </w:rPr>
        <w:t xml:space="preserve">اتر جاتى تھي </w:t>
      </w:r>
    </w:p>
    <w:p w:rsidR="00376422" w:rsidRDefault="00376422" w:rsidP="00E67399">
      <w:pPr>
        <w:pStyle w:val="libNormal"/>
        <w:rPr>
          <w:rtl/>
        </w:rPr>
      </w:pPr>
      <w:r>
        <w:rPr>
          <w:rtl/>
        </w:rPr>
        <w:t>صاحب طبقات كبرى لكھتے ہي</w:t>
      </w:r>
      <w:r w:rsidR="00B365A1">
        <w:rPr>
          <w:rtl/>
        </w:rPr>
        <w:t xml:space="preserve">ں </w:t>
      </w:r>
      <w:r>
        <w:rPr>
          <w:rtl/>
        </w:rPr>
        <w:t>_مرہ بن ابى عثمان جو عبد الرحمن بن ابو بكر كا ازاد كردہ تھا ، ايك روز عبد الرحمن كے پاس</w:t>
      </w:r>
      <w:r w:rsidR="00831D2C">
        <w:rPr>
          <w:rtl/>
        </w:rPr>
        <w:t xml:space="preserve"> آيا </w:t>
      </w:r>
      <w:r>
        <w:rPr>
          <w:rtl/>
        </w:rPr>
        <w:t xml:space="preserve"> اور ان سے درخواست كى كہ ايك خط زياد كو لكھدي</w:t>
      </w:r>
      <w:r w:rsidR="00B365A1">
        <w:rPr>
          <w:rtl/>
        </w:rPr>
        <w:t xml:space="preserve">ں </w:t>
      </w:r>
      <w:r>
        <w:rPr>
          <w:rtl/>
        </w:rPr>
        <w:t xml:space="preserve">تاكہ حاجت پورى ہو جائے _ </w:t>
      </w:r>
    </w:p>
    <w:p w:rsidR="00376422" w:rsidRDefault="00376422" w:rsidP="00E67399">
      <w:pPr>
        <w:pStyle w:val="libNormal"/>
        <w:rPr>
          <w:rtl/>
        </w:rPr>
      </w:pPr>
      <w:r>
        <w:rPr>
          <w:rtl/>
        </w:rPr>
        <w:t>عبد الرحمن نے خط يو</w:t>
      </w:r>
      <w:r w:rsidR="00B365A1">
        <w:rPr>
          <w:rtl/>
        </w:rPr>
        <w:t xml:space="preserve">ں </w:t>
      </w:r>
      <w:r>
        <w:rPr>
          <w:rtl/>
        </w:rPr>
        <w:t>لكھا كہ زياد كو بجائے ابو سفيان كا بيٹا قرار دينے كہ اسكو عبيد كا فرزند لكھ ديا _ جب مروہ بن عثمان نے خط كو ديكھا تو عبد الرحمن سے كہا كہ ہم اس خط كو زياد كے پاس لے كر نہي</w:t>
      </w:r>
      <w:r w:rsidR="00B365A1">
        <w:rPr>
          <w:rtl/>
        </w:rPr>
        <w:t xml:space="preserve">ں </w:t>
      </w:r>
      <w:r>
        <w:rPr>
          <w:rtl/>
        </w:rPr>
        <w:t>جائي</w:t>
      </w:r>
      <w:r w:rsidR="00B365A1">
        <w:rPr>
          <w:rtl/>
        </w:rPr>
        <w:t xml:space="preserve">ں </w:t>
      </w:r>
      <w:r>
        <w:rPr>
          <w:rtl/>
        </w:rPr>
        <w:t>گے كيونكہ ہمارى حاجت اس خط سے پورى نہي</w:t>
      </w:r>
      <w:r w:rsidR="00B365A1">
        <w:rPr>
          <w:rtl/>
        </w:rPr>
        <w:t xml:space="preserve">ں </w:t>
      </w:r>
      <w:r>
        <w:rPr>
          <w:rtl/>
        </w:rPr>
        <w:t>ہو سكتى پھر وہ عائشه كے پاس</w:t>
      </w:r>
      <w:r w:rsidR="00831D2C">
        <w:rPr>
          <w:rtl/>
        </w:rPr>
        <w:t xml:space="preserve"> آيا </w:t>
      </w:r>
      <w:r>
        <w:rPr>
          <w:rtl/>
        </w:rPr>
        <w:t xml:space="preserve"> اور ان سے وہى درخواست كى _ ام المومنين عائشه نے اس طرح زياد كو خط لكھا _ </w:t>
      </w:r>
    </w:p>
    <w:p w:rsidR="00376422" w:rsidRDefault="00376422" w:rsidP="00E67399">
      <w:pPr>
        <w:pStyle w:val="libNormal"/>
        <w:rPr>
          <w:rtl/>
        </w:rPr>
      </w:pPr>
      <w:r>
        <w:rPr>
          <w:rtl/>
        </w:rPr>
        <w:t>يہ خط ام المومنين عائشه كى طرف سے ہے زياد بن ابو سفيان _ مرہ خط ليكر زياد كے يہا</w:t>
      </w:r>
      <w:r w:rsidR="00B365A1">
        <w:rPr>
          <w:rtl/>
        </w:rPr>
        <w:t xml:space="preserve">ں </w:t>
      </w:r>
      <w:r>
        <w:rPr>
          <w:rtl/>
        </w:rPr>
        <w:t xml:space="preserve">گيا ، اس نے خط پڑھنے كے بعد كہا ، تم ابھى چلے جائو اور كل صبح سويرے ميرے پاس انا تو ہم تمہارى حاجت كو پورا كر دينگے _ </w:t>
      </w:r>
    </w:p>
    <w:p w:rsidR="00376422" w:rsidRDefault="00376422" w:rsidP="00E67399">
      <w:pPr>
        <w:pStyle w:val="libNormal"/>
        <w:rPr>
          <w:rtl/>
        </w:rPr>
      </w:pPr>
      <w:r>
        <w:rPr>
          <w:rtl/>
        </w:rPr>
        <w:t>مرہ بن ابى عثمان دوسرے روز زياد كے يہا</w:t>
      </w:r>
      <w:r w:rsidR="00B365A1">
        <w:rPr>
          <w:rtl/>
        </w:rPr>
        <w:t xml:space="preserve">ں </w:t>
      </w:r>
      <w:r>
        <w:rPr>
          <w:rtl/>
        </w:rPr>
        <w:t xml:space="preserve">گيا تو كيا ديكھا كہ حاضرين كى ايك بڑى تعداد ہے زياد نے اپنے غلام سے خط پڑھنے كو كہا ، اس نے عائشه كے خط كو پڑھا يہ خط ہے ام المومنين كى طرف سے زياد بن ابو سفيان كو _ خط كے تمام </w:t>
      </w:r>
    </w:p>
    <w:p w:rsidR="0099407E" w:rsidRDefault="0099407E" w:rsidP="00E67399">
      <w:pPr>
        <w:pStyle w:val="libPoemTini"/>
        <w:rPr>
          <w:rtl/>
        </w:rPr>
      </w:pPr>
      <w:r>
        <w:rPr>
          <w:rtl/>
        </w:rPr>
        <w:br w:type="page"/>
      </w:r>
    </w:p>
    <w:p w:rsidR="00376422" w:rsidRDefault="00376422" w:rsidP="00E67399">
      <w:pPr>
        <w:pStyle w:val="libNormal"/>
        <w:rPr>
          <w:rtl/>
        </w:rPr>
      </w:pPr>
      <w:r>
        <w:rPr>
          <w:rtl/>
        </w:rPr>
        <w:lastRenderedPageBreak/>
        <w:t xml:space="preserve">ہونے كے بعد زياد نے مرہ بن عثمان كى حاجت پورى كر ديا </w:t>
      </w:r>
      <w:r w:rsidRPr="00C00E6D">
        <w:rPr>
          <w:rStyle w:val="libFootnotenumChar"/>
          <w:rtl/>
        </w:rPr>
        <w:t>(47)</w:t>
      </w:r>
      <w:r>
        <w:rPr>
          <w:rtl/>
        </w:rPr>
        <w:t xml:space="preserve"> </w:t>
      </w:r>
    </w:p>
    <w:p w:rsidR="00376422" w:rsidRDefault="00376422" w:rsidP="00E67399">
      <w:pPr>
        <w:pStyle w:val="libNormal"/>
        <w:rPr>
          <w:rtl/>
        </w:rPr>
      </w:pPr>
      <w:r>
        <w:rPr>
          <w:rtl/>
        </w:rPr>
        <w:t>ياقوت حموى اسى داستان كو ( نہر مرّہ ) كے مادہ مي</w:t>
      </w:r>
      <w:r w:rsidR="00B365A1">
        <w:rPr>
          <w:rtl/>
        </w:rPr>
        <w:t xml:space="preserve">ں </w:t>
      </w:r>
      <w:r>
        <w:rPr>
          <w:rtl/>
        </w:rPr>
        <w:t>اپنى جغرافيائي انسائيكلوپيڈيا مي</w:t>
      </w:r>
      <w:r w:rsidR="00B365A1">
        <w:rPr>
          <w:rtl/>
        </w:rPr>
        <w:t xml:space="preserve">ں </w:t>
      </w:r>
      <w:r>
        <w:rPr>
          <w:rtl/>
        </w:rPr>
        <w:t>لكھتے ہي</w:t>
      </w:r>
      <w:r w:rsidR="00B365A1">
        <w:rPr>
          <w:rtl/>
        </w:rPr>
        <w:t xml:space="preserve">ں </w:t>
      </w:r>
      <w:r>
        <w:rPr>
          <w:rtl/>
        </w:rPr>
        <w:t xml:space="preserve">_ </w:t>
      </w:r>
    </w:p>
    <w:p w:rsidR="00376422" w:rsidRDefault="00376422" w:rsidP="00E67399">
      <w:pPr>
        <w:pStyle w:val="libNormal"/>
        <w:rPr>
          <w:rtl/>
        </w:rPr>
      </w:pPr>
      <w:r>
        <w:rPr>
          <w:rtl/>
        </w:rPr>
        <w:t>زياد عائشه كے خط سے اتنا خوش ہوا كہ اس نے مرہ كا خوب اكرام كيا اور خط تمام ہونے كے بعد اس نے لوگو</w:t>
      </w:r>
      <w:r w:rsidR="00B365A1">
        <w:rPr>
          <w:rtl/>
        </w:rPr>
        <w:t xml:space="preserve">ں </w:t>
      </w:r>
      <w:r>
        <w:rPr>
          <w:rtl/>
        </w:rPr>
        <w:t>سے كہا : يہ خط ام المومنين عائشه نے ميرے نام لكھا ہے ، پھر حكم ديا كہ مرّہ بن عثمان كو سو (100)ايكڑ زمين نہر ابلہ كے كنارے ديديا جائے اور اس مي</w:t>
      </w:r>
      <w:r w:rsidR="00B365A1">
        <w:rPr>
          <w:rtl/>
        </w:rPr>
        <w:t xml:space="preserve">ں </w:t>
      </w:r>
      <w:r>
        <w:rPr>
          <w:rtl/>
        </w:rPr>
        <w:t>زمين كى ابيارى كرنے كے لئے ايك كنوا</w:t>
      </w:r>
      <w:r w:rsidR="00B365A1">
        <w:rPr>
          <w:rtl/>
        </w:rPr>
        <w:t xml:space="preserve">ں </w:t>
      </w:r>
      <w:r>
        <w:rPr>
          <w:rtl/>
        </w:rPr>
        <w:t xml:space="preserve">كھودا جائے ، يہى وہ نہر ہے جو ( مرّہ ) كے نام سے مشہور ہوئي _ </w:t>
      </w:r>
    </w:p>
    <w:p w:rsidR="00376422" w:rsidRDefault="00376422" w:rsidP="00E67399">
      <w:pPr>
        <w:pStyle w:val="libNormal"/>
        <w:rPr>
          <w:rtl/>
        </w:rPr>
      </w:pPr>
      <w:r>
        <w:rPr>
          <w:rtl/>
        </w:rPr>
        <w:t>اس واقعہ سے جو نتيجہ نكلتا ہے وہ يہ ہے كہ زياد نے نوشتہ عائشه اور رسوخ كلام سے اپنا فائدہ اٹھايا ، كيونكہ ام المومنين نے اسكو ابو سفيان كا بيٹا تسليم كيا ، اور اپنے خط مي</w:t>
      </w:r>
      <w:r w:rsidR="00B365A1">
        <w:rPr>
          <w:rtl/>
        </w:rPr>
        <w:t xml:space="preserve">ں </w:t>
      </w:r>
      <w:r>
        <w:rPr>
          <w:rtl/>
        </w:rPr>
        <w:t>اسى عنوان سے مخاطب كيا ، يہى وجہ تھى كہ بہت خوش ہوا اور حكم ديا كہ انكے خط كو مجمع عام مي</w:t>
      </w:r>
      <w:r w:rsidR="00B365A1">
        <w:rPr>
          <w:rtl/>
        </w:rPr>
        <w:t xml:space="preserve">ں </w:t>
      </w:r>
      <w:r>
        <w:rPr>
          <w:rtl/>
        </w:rPr>
        <w:t>پڑھا جائے تاكہ دوسرے لوگ بھى اس بات كو جان لي</w:t>
      </w:r>
      <w:r w:rsidR="00B365A1">
        <w:rPr>
          <w:rtl/>
        </w:rPr>
        <w:t xml:space="preserve">ں </w:t>
      </w:r>
      <w:r>
        <w:rPr>
          <w:rtl/>
        </w:rPr>
        <w:t>كہ دور حاضر كى بزرگ شخصيت عائشه بھى اسكے نسب اعلى كو پہچانتى ہي</w:t>
      </w:r>
      <w:r w:rsidR="00B365A1">
        <w:rPr>
          <w:rtl/>
        </w:rPr>
        <w:t xml:space="preserve">ں </w:t>
      </w:r>
      <w:r>
        <w:rPr>
          <w:rtl/>
        </w:rPr>
        <w:t>، اور سابق رئيس قريش ابو سفيان كا بيٹا اور خليفہ وقت كابھائي جانتى ہي</w:t>
      </w:r>
      <w:r w:rsidR="00B365A1">
        <w:rPr>
          <w:rtl/>
        </w:rPr>
        <w:t xml:space="preserve">ں </w:t>
      </w:r>
      <w:r>
        <w:rPr>
          <w:rtl/>
        </w:rPr>
        <w:t xml:space="preserve">_ </w:t>
      </w:r>
    </w:p>
    <w:p w:rsidR="00376422" w:rsidRDefault="00376422" w:rsidP="00E67399">
      <w:pPr>
        <w:pStyle w:val="libNormal"/>
        <w:rPr>
          <w:rtl/>
        </w:rPr>
      </w:pPr>
      <w:r>
        <w:rPr>
          <w:rtl/>
        </w:rPr>
        <w:t>عائشه نے ديگر مواقع پر بھى زياد كو خط لكھا اور اس مي</w:t>
      </w:r>
      <w:r w:rsidR="00B365A1">
        <w:rPr>
          <w:rtl/>
        </w:rPr>
        <w:t xml:space="preserve">ں </w:t>
      </w:r>
      <w:r>
        <w:rPr>
          <w:rtl/>
        </w:rPr>
        <w:t>لوگو</w:t>
      </w:r>
      <w:r w:rsidR="00B365A1">
        <w:rPr>
          <w:rtl/>
        </w:rPr>
        <w:t xml:space="preserve">ں </w:t>
      </w:r>
      <w:r>
        <w:rPr>
          <w:rtl/>
        </w:rPr>
        <w:t>كى رعايت مالى كا خيال ركھنے كى تاكيد كى جسكے جواب مي</w:t>
      </w:r>
      <w:r w:rsidR="00B365A1">
        <w:rPr>
          <w:rtl/>
        </w:rPr>
        <w:t xml:space="preserve">ں </w:t>
      </w:r>
      <w:r>
        <w:rPr>
          <w:rtl/>
        </w:rPr>
        <w:t>زياد نے خط بھيجا كہ مجھے ايسا محسوس ہوتا ہے كہ جيسے ہم اپنے ما</w:t>
      </w:r>
      <w:r w:rsidR="00B365A1">
        <w:rPr>
          <w:rtl/>
        </w:rPr>
        <w:t xml:space="preserve">ں </w:t>
      </w:r>
      <w:r>
        <w:rPr>
          <w:rtl/>
        </w:rPr>
        <w:t>باپ كے سايہ عاطفت مي</w:t>
      </w:r>
      <w:r w:rsidR="00B365A1">
        <w:rPr>
          <w:rtl/>
        </w:rPr>
        <w:t xml:space="preserve">ں </w:t>
      </w:r>
      <w:r>
        <w:rPr>
          <w:rtl/>
        </w:rPr>
        <w:t>زندگى بسر كر رہے ہي</w:t>
      </w:r>
      <w:r w:rsidR="00B365A1">
        <w:rPr>
          <w:rtl/>
        </w:rPr>
        <w:t xml:space="preserve">ں </w:t>
      </w:r>
      <w:r w:rsidRPr="00C00E6D">
        <w:rPr>
          <w:rStyle w:val="libFootnotenumChar"/>
          <w:rtl/>
        </w:rPr>
        <w:t>(48)</w:t>
      </w:r>
      <w:r>
        <w:rPr>
          <w:rtl/>
        </w:rPr>
        <w:t xml:space="preserve">_ </w:t>
      </w:r>
    </w:p>
    <w:p w:rsidR="00376422" w:rsidRDefault="00376422" w:rsidP="00E67399">
      <w:pPr>
        <w:pStyle w:val="libNormal"/>
        <w:rPr>
          <w:rtl/>
        </w:rPr>
      </w:pPr>
    </w:p>
    <w:p w:rsidR="00376422" w:rsidRDefault="00376422" w:rsidP="00E67399">
      <w:pPr>
        <w:pStyle w:val="Heading2Center"/>
        <w:rPr>
          <w:rtl/>
        </w:rPr>
      </w:pPr>
      <w:bookmarkStart w:id="57" w:name="_Toc531605685"/>
      <w:r>
        <w:rPr>
          <w:rtl/>
        </w:rPr>
        <w:t>عائشه اور معاويہ كا ايك دوسرے پر چوٹ</w:t>
      </w:r>
      <w:bookmarkEnd w:id="57"/>
    </w:p>
    <w:p w:rsidR="00376422" w:rsidRDefault="00376422" w:rsidP="00E67399">
      <w:pPr>
        <w:pStyle w:val="libNormal"/>
        <w:rPr>
          <w:rtl/>
        </w:rPr>
      </w:pPr>
      <w:r>
        <w:rPr>
          <w:rtl/>
        </w:rPr>
        <w:t>عداوت على مي</w:t>
      </w:r>
      <w:r w:rsidR="00B365A1">
        <w:rPr>
          <w:rtl/>
        </w:rPr>
        <w:t xml:space="preserve">ں </w:t>
      </w:r>
      <w:r>
        <w:rPr>
          <w:rtl/>
        </w:rPr>
        <w:t>اگر چہ عائشه كى معاويہ سے ايك دانت كاٹى دوستى ہو گئي تھى _ ليكن بعد مي</w:t>
      </w:r>
      <w:r w:rsidR="00B365A1">
        <w:rPr>
          <w:rtl/>
        </w:rPr>
        <w:t xml:space="preserve">ں </w:t>
      </w:r>
      <w:r>
        <w:rPr>
          <w:rtl/>
        </w:rPr>
        <w:t>ايسے اسباب پيدا ہو گئے جنكى وجہ سے ان دونو</w:t>
      </w:r>
      <w:r w:rsidR="00B365A1">
        <w:rPr>
          <w:rtl/>
        </w:rPr>
        <w:t xml:space="preserve">ں </w:t>
      </w:r>
      <w:r>
        <w:rPr>
          <w:rtl/>
        </w:rPr>
        <w:t>مي</w:t>
      </w:r>
      <w:r w:rsidR="00B365A1">
        <w:rPr>
          <w:rtl/>
        </w:rPr>
        <w:t xml:space="preserve">ں </w:t>
      </w:r>
      <w:r>
        <w:rPr>
          <w:rtl/>
        </w:rPr>
        <w:t>دورى ہو گئي _ اور رفتہ رفتہ ايك جنگ سرد مي</w:t>
      </w:r>
      <w:r w:rsidR="00B365A1">
        <w:rPr>
          <w:rtl/>
        </w:rPr>
        <w:t xml:space="preserve">ں </w:t>
      </w:r>
      <w:r>
        <w:rPr>
          <w:rtl/>
        </w:rPr>
        <w:t xml:space="preserve">تبديل ہو گئي تھى _ </w:t>
      </w:r>
    </w:p>
    <w:p w:rsidR="00376422" w:rsidRDefault="00376422" w:rsidP="00E67399">
      <w:pPr>
        <w:pStyle w:val="libNormal"/>
        <w:rPr>
          <w:rtl/>
        </w:rPr>
      </w:pPr>
      <w:r>
        <w:rPr>
          <w:rtl/>
        </w:rPr>
        <w:t>معاويہ نے شب و روز كى تگ و دو كے بعد زمام حكومت كو ہاتھ مي</w:t>
      </w:r>
      <w:r w:rsidR="00B365A1">
        <w:rPr>
          <w:rtl/>
        </w:rPr>
        <w:t xml:space="preserve">ں </w:t>
      </w:r>
      <w:r>
        <w:rPr>
          <w:rtl/>
        </w:rPr>
        <w:t>لے ليا مگر وہ اس پر بھى خوش نہي</w:t>
      </w:r>
      <w:r w:rsidR="00B365A1">
        <w:rPr>
          <w:rtl/>
        </w:rPr>
        <w:t xml:space="preserve">ں </w:t>
      </w:r>
      <w:r>
        <w:rPr>
          <w:rtl/>
        </w:rPr>
        <w:t>تھا بلكہ اسكى خواہش يہ تھى كہ اپنى حكومت و سلطنت كو مورو ثى بنا ڈالے يہ مسئلہ اسوقت اور بھيانك ہو گيا جب اسكے قديم دوست جو مختلف گروہو</w:t>
      </w:r>
      <w:r w:rsidR="00B365A1">
        <w:rPr>
          <w:rtl/>
        </w:rPr>
        <w:t xml:space="preserve">ں </w:t>
      </w:r>
      <w:r>
        <w:rPr>
          <w:rtl/>
        </w:rPr>
        <w:t>مي</w:t>
      </w:r>
      <w:r w:rsidR="00B365A1">
        <w:rPr>
          <w:rtl/>
        </w:rPr>
        <w:t xml:space="preserve">ں </w:t>
      </w:r>
      <w:r>
        <w:rPr>
          <w:rtl/>
        </w:rPr>
        <w:t>بٹے تھے حكومت كو خاندانى بنانے مي</w:t>
      </w:r>
      <w:r w:rsidR="00B365A1">
        <w:rPr>
          <w:rtl/>
        </w:rPr>
        <w:t xml:space="preserve">ں </w:t>
      </w:r>
      <w:r>
        <w:rPr>
          <w:rtl/>
        </w:rPr>
        <w:t>كسى طرح راضى نہي</w:t>
      </w:r>
      <w:r w:rsidR="00B365A1">
        <w:rPr>
          <w:rtl/>
        </w:rPr>
        <w:t xml:space="preserve">ں </w:t>
      </w:r>
      <w:r>
        <w:rPr>
          <w:rtl/>
        </w:rPr>
        <w:t xml:space="preserve">ہوئے لہذا معاويہ نے اپنے بھيانك </w:t>
      </w:r>
    </w:p>
    <w:p w:rsidR="0099407E" w:rsidRDefault="0099407E" w:rsidP="00E67399">
      <w:pPr>
        <w:pStyle w:val="libLine"/>
        <w:rPr>
          <w:rtl/>
        </w:rPr>
      </w:pPr>
      <w:r>
        <w:rPr>
          <w:rFonts w:hint="cs"/>
          <w:rtl/>
        </w:rPr>
        <w:t>____________________</w:t>
      </w:r>
    </w:p>
    <w:p w:rsidR="00B654FF" w:rsidRDefault="00B654FF" w:rsidP="00E67399">
      <w:pPr>
        <w:pStyle w:val="libFootnote"/>
        <w:rPr>
          <w:rtl/>
        </w:rPr>
      </w:pPr>
      <w:r>
        <w:rPr>
          <w:rtl/>
        </w:rPr>
        <w:t xml:space="preserve">47_ طبقات ج7 ص 99 </w:t>
      </w:r>
    </w:p>
    <w:p w:rsidR="00B654FF" w:rsidRDefault="00B654FF" w:rsidP="00E67399">
      <w:pPr>
        <w:pStyle w:val="libFootnote"/>
        <w:rPr>
          <w:rtl/>
        </w:rPr>
      </w:pPr>
      <w:r>
        <w:rPr>
          <w:rtl/>
        </w:rPr>
        <w:t xml:space="preserve">48_ عقد الفريد ج4 ص 217 </w:t>
      </w:r>
    </w:p>
    <w:p w:rsidR="0099407E" w:rsidRDefault="0099407E" w:rsidP="00E67399">
      <w:pPr>
        <w:pStyle w:val="libPoemTini"/>
        <w:rPr>
          <w:rtl/>
        </w:rPr>
      </w:pPr>
      <w:r>
        <w:rPr>
          <w:rtl/>
        </w:rPr>
        <w:br w:type="page"/>
      </w:r>
    </w:p>
    <w:p w:rsidR="00376422" w:rsidRDefault="00376422" w:rsidP="00E67399">
      <w:pPr>
        <w:pStyle w:val="libNormal"/>
        <w:rPr>
          <w:rtl/>
        </w:rPr>
      </w:pPr>
      <w:r>
        <w:rPr>
          <w:rtl/>
        </w:rPr>
        <w:lastRenderedPageBreak/>
        <w:t xml:space="preserve">چہرے كو ظاہر كر ديا _ </w:t>
      </w:r>
    </w:p>
    <w:p w:rsidR="00376422" w:rsidRDefault="00376422" w:rsidP="00E67399">
      <w:pPr>
        <w:pStyle w:val="libNormal"/>
        <w:rPr>
          <w:rtl/>
        </w:rPr>
      </w:pPr>
      <w:r>
        <w:rPr>
          <w:rtl/>
        </w:rPr>
        <w:t>ام المومنين عائشه ان حالات مي</w:t>
      </w:r>
      <w:r w:rsidR="00B365A1">
        <w:rPr>
          <w:rtl/>
        </w:rPr>
        <w:t xml:space="preserve">ں </w:t>
      </w:r>
      <w:r>
        <w:rPr>
          <w:rtl/>
        </w:rPr>
        <w:t>معاويہ كے مخالف گروہ سے جا ملي</w:t>
      </w:r>
      <w:r w:rsidR="00B365A1">
        <w:rPr>
          <w:rtl/>
        </w:rPr>
        <w:t xml:space="preserve">ں </w:t>
      </w:r>
      <w:r>
        <w:rPr>
          <w:rtl/>
        </w:rPr>
        <w:t xml:space="preserve">اور معاويہ سے اپنى دوستى تو ڑ ڈالى _ </w:t>
      </w:r>
    </w:p>
    <w:p w:rsidR="00376422" w:rsidRDefault="00376422" w:rsidP="00E67399">
      <w:pPr>
        <w:pStyle w:val="libNormal"/>
        <w:rPr>
          <w:rtl/>
        </w:rPr>
      </w:pPr>
      <w:r>
        <w:rPr>
          <w:rtl/>
        </w:rPr>
        <w:t xml:space="preserve">عائشه اور معاويہ كے درميان پہلا اختلاف اس بات پر ہوا كہ اس نے شير كو فہ محب على حجر بن عدى كو قتل كر ديا _ </w:t>
      </w:r>
    </w:p>
    <w:p w:rsidR="00376422" w:rsidRDefault="00376422" w:rsidP="00E67399">
      <w:pPr>
        <w:pStyle w:val="libNormal"/>
        <w:rPr>
          <w:rtl/>
        </w:rPr>
      </w:pPr>
      <w:r>
        <w:rPr>
          <w:rtl/>
        </w:rPr>
        <w:t>ابو الفرج اصفہانى لكھتے ہي</w:t>
      </w:r>
      <w:r w:rsidR="00B365A1">
        <w:rPr>
          <w:rtl/>
        </w:rPr>
        <w:t xml:space="preserve">ں </w:t>
      </w:r>
      <w:r>
        <w:rPr>
          <w:rtl/>
        </w:rPr>
        <w:t xml:space="preserve">: </w:t>
      </w:r>
    </w:p>
    <w:p w:rsidR="00376422" w:rsidRDefault="00376422" w:rsidP="00E67399">
      <w:pPr>
        <w:pStyle w:val="libNormal"/>
        <w:rPr>
          <w:rtl/>
        </w:rPr>
      </w:pPr>
      <w:r>
        <w:rPr>
          <w:rtl/>
        </w:rPr>
        <w:t>عائشه نے اپنا نمائندہ عبد الرحمن بن حرث كو شام بھيجا تاكہ معاويہ سے حجر اور ان كے ساتھيو</w:t>
      </w:r>
      <w:r w:rsidR="00B365A1">
        <w:rPr>
          <w:rtl/>
        </w:rPr>
        <w:t xml:space="preserve">ں </w:t>
      </w:r>
      <w:r>
        <w:rPr>
          <w:rtl/>
        </w:rPr>
        <w:t>كے لئے سفارش كرے مگر عبد الرحمن اسوقت دمشق پہونچا كہ معاويہ نے ان لوگو</w:t>
      </w:r>
      <w:r w:rsidR="00B365A1">
        <w:rPr>
          <w:rtl/>
        </w:rPr>
        <w:t xml:space="preserve">ں </w:t>
      </w:r>
      <w:r>
        <w:rPr>
          <w:rtl/>
        </w:rPr>
        <w:t>كو شھيد كر ڈالا تھا _ فرستادہ عائشه مايوس و نا اميد ہو كر واپس چلا</w:t>
      </w:r>
      <w:r w:rsidR="00831D2C">
        <w:rPr>
          <w:rtl/>
        </w:rPr>
        <w:t xml:space="preserve"> آيا </w:t>
      </w:r>
      <w:r>
        <w:rPr>
          <w:rtl/>
        </w:rPr>
        <w:t xml:space="preserve"> اور اس نے پورى داستان بيان كى ، جب عائشه نے ان باتو</w:t>
      </w:r>
      <w:r w:rsidR="00B365A1">
        <w:rPr>
          <w:rtl/>
        </w:rPr>
        <w:t xml:space="preserve">ں </w:t>
      </w:r>
      <w:r>
        <w:rPr>
          <w:rtl/>
        </w:rPr>
        <w:t>كو سنا تو بہت ناراض ہوئي</w:t>
      </w:r>
      <w:r w:rsidR="00B365A1">
        <w:rPr>
          <w:rtl/>
        </w:rPr>
        <w:t xml:space="preserve">ں </w:t>
      </w:r>
      <w:r>
        <w:rPr>
          <w:rtl/>
        </w:rPr>
        <w:t>اور كہنے لگي</w:t>
      </w:r>
      <w:r w:rsidR="00B365A1">
        <w:rPr>
          <w:rtl/>
        </w:rPr>
        <w:t xml:space="preserve">ں </w:t>
      </w:r>
      <w:r>
        <w:rPr>
          <w:rtl/>
        </w:rPr>
        <w:t>كہ ،اگر ہم كو اس كا خوف لاحق نہ ہوتا كہ ہم ہى ہر بار اوضاع كو خراب كرتے ہي</w:t>
      </w:r>
      <w:r w:rsidR="00B365A1">
        <w:rPr>
          <w:rtl/>
        </w:rPr>
        <w:t xml:space="preserve">ں </w:t>
      </w:r>
      <w:r>
        <w:rPr>
          <w:rtl/>
        </w:rPr>
        <w:t>تو اسكو بتا ديتى اور يہ نا گوار حادثہ پيش نہ اتا ، ليكن اس بار مي</w:t>
      </w:r>
      <w:r w:rsidR="00B365A1">
        <w:rPr>
          <w:rtl/>
        </w:rPr>
        <w:t xml:space="preserve">ں </w:t>
      </w:r>
      <w:r>
        <w:rPr>
          <w:rtl/>
        </w:rPr>
        <w:t>اس كو نہي</w:t>
      </w:r>
      <w:r w:rsidR="00B365A1">
        <w:rPr>
          <w:rtl/>
        </w:rPr>
        <w:t xml:space="preserve">ں </w:t>
      </w:r>
      <w:r>
        <w:rPr>
          <w:rtl/>
        </w:rPr>
        <w:t xml:space="preserve">چھوڑ </w:t>
      </w:r>
      <w:r w:rsidR="00B365A1">
        <w:rPr>
          <w:rtl/>
        </w:rPr>
        <w:t xml:space="preserve">ں </w:t>
      </w:r>
      <w:r>
        <w:rPr>
          <w:rtl/>
        </w:rPr>
        <w:t xml:space="preserve">گى اور حجر كا انتقام ضرور لونگى ، خدا كى قسم ، حجر مومن اور مجاہد فى سبيل اللہ تھا </w:t>
      </w:r>
      <w:r w:rsidRPr="00C00E6D">
        <w:rPr>
          <w:rStyle w:val="libFootnotenumChar"/>
          <w:rtl/>
        </w:rPr>
        <w:t>(49)</w:t>
      </w:r>
      <w:r>
        <w:rPr>
          <w:rtl/>
        </w:rPr>
        <w:t xml:space="preserve"> </w:t>
      </w:r>
    </w:p>
    <w:p w:rsidR="00376422" w:rsidRDefault="00376422" w:rsidP="00E67399">
      <w:pPr>
        <w:pStyle w:val="libNormal"/>
        <w:rPr>
          <w:rtl/>
        </w:rPr>
      </w:pPr>
      <w:r>
        <w:rPr>
          <w:rtl/>
        </w:rPr>
        <w:t>عائشه كا يہ كہنا كہ اگر ہم كو اس بات كا خوف نہ ہوتا كہ ہر بار ہمي</w:t>
      </w:r>
      <w:r w:rsidR="00B365A1">
        <w:rPr>
          <w:rtl/>
        </w:rPr>
        <w:t xml:space="preserve">ں </w:t>
      </w:r>
      <w:r>
        <w:rPr>
          <w:rtl/>
        </w:rPr>
        <w:t>انقلاب بر پا كرتے ہي</w:t>
      </w:r>
      <w:r w:rsidR="00B365A1">
        <w:rPr>
          <w:rtl/>
        </w:rPr>
        <w:t xml:space="preserve">ں </w:t>
      </w:r>
      <w:r>
        <w:rPr>
          <w:rtl/>
        </w:rPr>
        <w:t>اور حالات كو دگر گو</w:t>
      </w:r>
      <w:r w:rsidR="00B365A1">
        <w:rPr>
          <w:rtl/>
        </w:rPr>
        <w:t xml:space="preserve">ں </w:t>
      </w:r>
      <w:r>
        <w:rPr>
          <w:rtl/>
        </w:rPr>
        <w:t>بناتے ہي</w:t>
      </w:r>
      <w:r w:rsidR="00B365A1">
        <w:rPr>
          <w:rtl/>
        </w:rPr>
        <w:t xml:space="preserve">ں </w:t>
      </w:r>
      <w:r>
        <w:rPr>
          <w:rtl/>
        </w:rPr>
        <w:t>تو اسكے امور كٹھنائي مي</w:t>
      </w:r>
      <w:r w:rsidR="00B365A1">
        <w:rPr>
          <w:rtl/>
        </w:rPr>
        <w:t xml:space="preserve">ں </w:t>
      </w:r>
      <w:r>
        <w:rPr>
          <w:rtl/>
        </w:rPr>
        <w:t>پڑ جاتے ، وہ يہ ہے كہ _ عثمان كے خلاف لوگو</w:t>
      </w:r>
      <w:r w:rsidR="00B365A1">
        <w:rPr>
          <w:rtl/>
        </w:rPr>
        <w:t xml:space="preserve">ں </w:t>
      </w:r>
      <w:r>
        <w:rPr>
          <w:rtl/>
        </w:rPr>
        <w:t>كو ورغلانے كى باگ ڈور اپ ہى كے ہاتھو</w:t>
      </w:r>
      <w:r w:rsidR="00B365A1">
        <w:rPr>
          <w:rtl/>
        </w:rPr>
        <w:t xml:space="preserve">ں </w:t>
      </w:r>
      <w:r>
        <w:rPr>
          <w:rtl/>
        </w:rPr>
        <w:t>مي</w:t>
      </w:r>
      <w:r w:rsidR="00B365A1">
        <w:rPr>
          <w:rtl/>
        </w:rPr>
        <w:t xml:space="preserve">ں </w:t>
      </w:r>
      <w:r>
        <w:rPr>
          <w:rtl/>
        </w:rPr>
        <w:t>تھى ، اور جو انكى نظر مي</w:t>
      </w:r>
      <w:r w:rsidR="00B365A1">
        <w:rPr>
          <w:rtl/>
        </w:rPr>
        <w:t xml:space="preserve">ں </w:t>
      </w:r>
      <w:r>
        <w:rPr>
          <w:rtl/>
        </w:rPr>
        <w:t>امور سخت ہو گئے اسكى وجہ يہ ہے كہ حضرت امير المومنين (ع) تخت خلافت پر بيٹھ گئے ، يہ مسئلہ ام المومنين عائشه پر اسقدر گرا</w:t>
      </w:r>
      <w:r w:rsidR="00B365A1">
        <w:rPr>
          <w:rtl/>
        </w:rPr>
        <w:t xml:space="preserve">ں </w:t>
      </w:r>
      <w:r>
        <w:rPr>
          <w:rtl/>
        </w:rPr>
        <w:t>گذرا تھا كہ اپ دعا مانگتى تھي</w:t>
      </w:r>
      <w:r w:rsidR="00B365A1">
        <w:rPr>
          <w:rtl/>
        </w:rPr>
        <w:t xml:space="preserve">ں </w:t>
      </w:r>
      <w:r>
        <w:rPr>
          <w:rtl/>
        </w:rPr>
        <w:t>كہ اسمان زمين پر پھٹ پڑے تاكہ سب نابود ہو جائي</w:t>
      </w:r>
      <w:r w:rsidR="00B365A1">
        <w:rPr>
          <w:rtl/>
        </w:rPr>
        <w:t xml:space="preserve">ں </w:t>
      </w:r>
      <w:r>
        <w:rPr>
          <w:rtl/>
        </w:rPr>
        <w:t xml:space="preserve">_ </w:t>
      </w:r>
    </w:p>
    <w:p w:rsidR="00376422" w:rsidRDefault="00376422" w:rsidP="00E67399">
      <w:pPr>
        <w:pStyle w:val="libNormal"/>
        <w:rPr>
          <w:rtl/>
        </w:rPr>
      </w:pPr>
      <w:r>
        <w:rPr>
          <w:rtl/>
        </w:rPr>
        <w:t>ليكن خوش نصيبى يہ رہى كہ انكى ارزو نقش بر اب ہو كر رہ گئي اور امام عليہ السلام نے مسند خلافت كو زينت بخشى ،_ لہذا كمر ہمت باندھى تاكہ انقلاب بر پا كر كے خلافت كو امام (ع) كے چنگل سے چھيڑا لي</w:t>
      </w:r>
      <w:r w:rsidR="00B365A1">
        <w:rPr>
          <w:rtl/>
        </w:rPr>
        <w:t xml:space="preserve">ں </w:t>
      </w:r>
      <w:r>
        <w:rPr>
          <w:rtl/>
        </w:rPr>
        <w:t>اسى بناء پر خونين جنگ جمل برپا كر دى اوراس مي</w:t>
      </w:r>
      <w:r w:rsidR="00B365A1">
        <w:rPr>
          <w:rtl/>
        </w:rPr>
        <w:t xml:space="preserve">ں </w:t>
      </w:r>
      <w:r>
        <w:rPr>
          <w:rtl/>
        </w:rPr>
        <w:t>بھى كامياب نہ ہو پائي</w:t>
      </w:r>
      <w:r w:rsidR="00B365A1">
        <w:rPr>
          <w:rtl/>
        </w:rPr>
        <w:t xml:space="preserve">ں </w:t>
      </w:r>
      <w:r>
        <w:rPr>
          <w:rtl/>
        </w:rPr>
        <w:t>اور نتيجہ مي</w:t>
      </w:r>
      <w:r w:rsidR="00B365A1">
        <w:rPr>
          <w:rtl/>
        </w:rPr>
        <w:t xml:space="preserve">ں </w:t>
      </w:r>
      <w:r>
        <w:rPr>
          <w:rtl/>
        </w:rPr>
        <w:t>اپنے چچا زاد بھائي طلحہ اور انكے فرزند نيز بہنوئي زبير كو ہاتھو</w:t>
      </w:r>
      <w:r w:rsidR="00B365A1">
        <w:rPr>
          <w:rtl/>
        </w:rPr>
        <w:t xml:space="preserve">ں </w:t>
      </w:r>
      <w:r>
        <w:rPr>
          <w:rtl/>
        </w:rPr>
        <w:t>سے كھو ڈالا اس حادثہ نے انكو رنج و غم كا تحفہ پيش كيا لہذا انكو ڈر تھا كہ كہي</w:t>
      </w:r>
      <w:r w:rsidR="00B365A1">
        <w:rPr>
          <w:rtl/>
        </w:rPr>
        <w:t xml:space="preserve">ں </w:t>
      </w:r>
      <w:r>
        <w:rPr>
          <w:rtl/>
        </w:rPr>
        <w:t>معاويہ كے خلاف محاذ ارائي كى توشايد نا گوار حادثات پيش ائي</w:t>
      </w:r>
      <w:r w:rsidR="00B365A1">
        <w:rPr>
          <w:rtl/>
        </w:rPr>
        <w:t xml:space="preserve">ں </w:t>
      </w:r>
      <w:r>
        <w:rPr>
          <w:rtl/>
        </w:rPr>
        <w:t xml:space="preserve">اور پہلے كى طرح پھر محنت پر پانى پھر جائے _ </w:t>
      </w:r>
    </w:p>
    <w:p w:rsidR="00376422" w:rsidRDefault="00376422" w:rsidP="00E67399">
      <w:pPr>
        <w:pStyle w:val="libNormal"/>
        <w:rPr>
          <w:rtl/>
        </w:rPr>
      </w:pPr>
      <w:r>
        <w:rPr>
          <w:rtl/>
        </w:rPr>
        <w:t>يہى وجہ تھى جو اپنے غصے كو پى گئي</w:t>
      </w:r>
      <w:r w:rsidR="00B365A1">
        <w:rPr>
          <w:rtl/>
        </w:rPr>
        <w:t xml:space="preserve">ں </w:t>
      </w:r>
      <w:r>
        <w:rPr>
          <w:rtl/>
        </w:rPr>
        <w:t>اور معاويہ كے مقابلہ مي</w:t>
      </w:r>
      <w:r w:rsidR="00B365A1">
        <w:rPr>
          <w:rtl/>
        </w:rPr>
        <w:t xml:space="preserve">ں </w:t>
      </w:r>
      <w:r>
        <w:rPr>
          <w:rtl/>
        </w:rPr>
        <w:t xml:space="preserve">سكوت اختيار كر ليا _ </w:t>
      </w:r>
    </w:p>
    <w:p w:rsidR="00B654FF" w:rsidRDefault="00B654FF" w:rsidP="00E67399">
      <w:pPr>
        <w:pStyle w:val="libLine"/>
        <w:rPr>
          <w:rtl/>
        </w:rPr>
      </w:pPr>
      <w:r>
        <w:rPr>
          <w:rFonts w:hint="cs"/>
          <w:rtl/>
        </w:rPr>
        <w:t>____________________</w:t>
      </w:r>
    </w:p>
    <w:p w:rsidR="00B654FF" w:rsidRDefault="00B654FF" w:rsidP="00E67399">
      <w:pPr>
        <w:pStyle w:val="libFootnote"/>
        <w:rPr>
          <w:rtl/>
        </w:rPr>
      </w:pPr>
      <w:r>
        <w:rPr>
          <w:rtl/>
        </w:rPr>
        <w:t xml:space="preserve">49_ طبرى ج4 ص 192 ، اغانى ج 16 ص 10 </w:t>
      </w:r>
    </w:p>
    <w:p w:rsidR="00B654FF" w:rsidRDefault="00B654FF" w:rsidP="00E67399">
      <w:pPr>
        <w:pStyle w:val="libPoemTini"/>
        <w:rPr>
          <w:rtl/>
        </w:rPr>
      </w:pPr>
      <w:r>
        <w:rPr>
          <w:rtl/>
        </w:rPr>
        <w:br w:type="page"/>
      </w:r>
    </w:p>
    <w:p w:rsidR="00376422" w:rsidRDefault="00376422" w:rsidP="00E67399">
      <w:pPr>
        <w:pStyle w:val="libNormal"/>
        <w:rPr>
          <w:rtl/>
        </w:rPr>
      </w:pPr>
      <w:r>
        <w:rPr>
          <w:rtl/>
        </w:rPr>
        <w:lastRenderedPageBreak/>
        <w:t>قتل حجر كے سلسلے مي</w:t>
      </w:r>
      <w:r w:rsidR="00B365A1">
        <w:rPr>
          <w:rtl/>
        </w:rPr>
        <w:t xml:space="preserve">ں </w:t>
      </w:r>
      <w:r>
        <w:rPr>
          <w:rtl/>
        </w:rPr>
        <w:t>عائشه كى دوسرى باتي</w:t>
      </w:r>
      <w:r w:rsidR="00B365A1">
        <w:rPr>
          <w:rtl/>
        </w:rPr>
        <w:t xml:space="preserve">ں </w:t>
      </w:r>
      <w:r>
        <w:rPr>
          <w:rtl/>
        </w:rPr>
        <w:t>تاريخ كى كتابو</w:t>
      </w:r>
      <w:r w:rsidR="00B365A1">
        <w:rPr>
          <w:rtl/>
        </w:rPr>
        <w:t xml:space="preserve">ں </w:t>
      </w:r>
      <w:r>
        <w:rPr>
          <w:rtl/>
        </w:rPr>
        <w:t>مي</w:t>
      </w:r>
      <w:r w:rsidR="00B365A1">
        <w:rPr>
          <w:rtl/>
        </w:rPr>
        <w:t xml:space="preserve">ں </w:t>
      </w:r>
      <w:r>
        <w:rPr>
          <w:rtl/>
        </w:rPr>
        <w:t>ياد گارى حيثيت سے موجود ہي</w:t>
      </w:r>
      <w:r w:rsidR="00B365A1">
        <w:rPr>
          <w:rtl/>
        </w:rPr>
        <w:t xml:space="preserve">ں </w:t>
      </w:r>
      <w:r>
        <w:rPr>
          <w:rtl/>
        </w:rPr>
        <w:t>جو انكى سياسى گہرائي كى نشاندہى كرتى ہي</w:t>
      </w:r>
      <w:r w:rsidR="00B365A1">
        <w:rPr>
          <w:rtl/>
        </w:rPr>
        <w:t xml:space="preserve">ں </w:t>
      </w:r>
      <w:r>
        <w:rPr>
          <w:rtl/>
        </w:rPr>
        <w:t xml:space="preserve">_ </w:t>
      </w:r>
    </w:p>
    <w:p w:rsidR="00376422" w:rsidRDefault="00376422" w:rsidP="00E67399">
      <w:pPr>
        <w:pStyle w:val="libNormal"/>
        <w:rPr>
          <w:rtl/>
        </w:rPr>
      </w:pPr>
      <w:r>
        <w:rPr>
          <w:rtl/>
        </w:rPr>
        <w:t>عائشه نے كہا _ خدا كى قسم _ اگر معاويہ نے اہل كو فہ كى بزدلى كا احساس نہ كيا ہوتا تو ہرگز جرا،ت و جسارت نہ كرتا كہ حجر اور انكے ساتھيو</w:t>
      </w:r>
      <w:r w:rsidR="00B365A1">
        <w:rPr>
          <w:rtl/>
        </w:rPr>
        <w:t xml:space="preserve">ں </w:t>
      </w:r>
      <w:r>
        <w:rPr>
          <w:rtl/>
        </w:rPr>
        <w:t>كو قيد كر كے قتل كرتا _، ليكن فرزند جگر خوار نے عرب كى غيرت و حميت كو بھانپ ليا ہے كہ يہ لوگ اپنى غيرت و حميت كو كھو بيٹھے ہي</w:t>
      </w:r>
      <w:r w:rsidR="00B365A1">
        <w:rPr>
          <w:rtl/>
        </w:rPr>
        <w:t xml:space="preserve">ں </w:t>
      </w:r>
      <w:r>
        <w:rPr>
          <w:rtl/>
        </w:rPr>
        <w:t xml:space="preserve">_ </w:t>
      </w:r>
    </w:p>
    <w:p w:rsidR="00376422" w:rsidRDefault="00376422" w:rsidP="00E67399">
      <w:pPr>
        <w:pStyle w:val="libNormal"/>
        <w:rPr>
          <w:rtl/>
        </w:rPr>
      </w:pPr>
      <w:r>
        <w:rPr>
          <w:rtl/>
        </w:rPr>
        <w:t>خدا كى قسم _ حجر اور انكے ساتھى شجاعت و حميت مي</w:t>
      </w:r>
      <w:r w:rsidR="00B365A1">
        <w:rPr>
          <w:rtl/>
        </w:rPr>
        <w:t xml:space="preserve">ں </w:t>
      </w:r>
      <w:r>
        <w:rPr>
          <w:rtl/>
        </w:rPr>
        <w:t xml:space="preserve">بہت بلند تھے _ </w:t>
      </w:r>
    </w:p>
    <w:p w:rsidR="00376422" w:rsidRDefault="00376422" w:rsidP="00E67399">
      <w:pPr>
        <w:pStyle w:val="libNormal"/>
        <w:rPr>
          <w:rtl/>
        </w:rPr>
      </w:pPr>
      <w:r>
        <w:rPr>
          <w:rtl/>
        </w:rPr>
        <w:t xml:space="preserve">لبيد شاعر نے كتنا اچھا شعر كہا ہے : </w:t>
      </w:r>
    </w:p>
    <w:p w:rsidR="00376422" w:rsidRDefault="00376422" w:rsidP="00E67399">
      <w:pPr>
        <w:pStyle w:val="libArabic"/>
        <w:rPr>
          <w:rtl/>
        </w:rPr>
      </w:pPr>
      <w:r>
        <w:rPr>
          <w:rtl/>
        </w:rPr>
        <w:t>ذ</w:t>
      </w:r>
      <w:r w:rsidR="00D96149" w:rsidRPr="00E67399">
        <w:rPr>
          <w:rFonts w:hint="cs"/>
          <w:rtl/>
        </w:rPr>
        <w:t>ه</w:t>
      </w:r>
      <w:r>
        <w:rPr>
          <w:rFonts w:hint="cs"/>
          <w:rtl/>
        </w:rPr>
        <w:t>ب</w:t>
      </w:r>
      <w:r>
        <w:rPr>
          <w:rtl/>
        </w:rPr>
        <w:t xml:space="preserve"> </w:t>
      </w:r>
      <w:r>
        <w:rPr>
          <w:rFonts w:hint="cs"/>
          <w:rtl/>
        </w:rPr>
        <w:t>الذ</w:t>
      </w:r>
      <w:r>
        <w:rPr>
          <w:rtl/>
        </w:rPr>
        <w:t xml:space="preserve"> </w:t>
      </w:r>
      <w:r>
        <w:rPr>
          <w:rFonts w:hint="cs"/>
          <w:rtl/>
        </w:rPr>
        <w:t>ين</w:t>
      </w:r>
      <w:r>
        <w:rPr>
          <w:rtl/>
        </w:rPr>
        <w:t xml:space="preserve"> </w:t>
      </w:r>
      <w:r>
        <w:rPr>
          <w:rFonts w:hint="cs"/>
          <w:rtl/>
        </w:rPr>
        <w:t>يعاش</w:t>
      </w:r>
      <w:r>
        <w:rPr>
          <w:rtl/>
        </w:rPr>
        <w:t xml:space="preserve"> </w:t>
      </w:r>
      <w:r>
        <w:rPr>
          <w:rFonts w:hint="cs"/>
          <w:rtl/>
        </w:rPr>
        <w:t>فى</w:t>
      </w:r>
      <w:r>
        <w:rPr>
          <w:rtl/>
        </w:rPr>
        <w:t xml:space="preserve"> </w:t>
      </w:r>
      <w:r>
        <w:rPr>
          <w:rFonts w:hint="cs"/>
          <w:rtl/>
        </w:rPr>
        <w:t>اكناف</w:t>
      </w:r>
      <w:r w:rsidR="00D96149" w:rsidRPr="00E67399">
        <w:rPr>
          <w:rFonts w:hint="cs"/>
          <w:rtl/>
        </w:rPr>
        <w:t>ه</w:t>
      </w:r>
      <w:r>
        <w:rPr>
          <w:rFonts w:hint="cs"/>
          <w:rtl/>
        </w:rPr>
        <w:t>م</w:t>
      </w:r>
      <w:r>
        <w:rPr>
          <w:rtl/>
        </w:rPr>
        <w:t xml:space="preserve"> </w:t>
      </w:r>
    </w:p>
    <w:p w:rsidR="00376422" w:rsidRDefault="00376422" w:rsidP="00E67399">
      <w:pPr>
        <w:pStyle w:val="libArabic"/>
        <w:rPr>
          <w:rtl/>
        </w:rPr>
      </w:pPr>
      <w:r>
        <w:rPr>
          <w:rtl/>
        </w:rPr>
        <w:t xml:space="preserve">و بقيت فى خلف كجلد الاجرب </w:t>
      </w:r>
    </w:p>
    <w:p w:rsidR="00376422" w:rsidRDefault="00376422" w:rsidP="00E67399">
      <w:pPr>
        <w:pStyle w:val="libArabic"/>
        <w:rPr>
          <w:rtl/>
        </w:rPr>
      </w:pPr>
      <w:r>
        <w:rPr>
          <w:rtl/>
        </w:rPr>
        <w:t>لا ينفعون ولا يرجى خير</w:t>
      </w:r>
      <w:r w:rsidR="00D96149" w:rsidRPr="00E67399">
        <w:rPr>
          <w:rFonts w:hint="cs"/>
          <w:rtl/>
        </w:rPr>
        <w:t>ه</w:t>
      </w:r>
      <w:r>
        <w:rPr>
          <w:rFonts w:hint="cs"/>
          <w:rtl/>
        </w:rPr>
        <w:t>م</w:t>
      </w:r>
      <w:r>
        <w:rPr>
          <w:rtl/>
        </w:rPr>
        <w:t xml:space="preserve"> </w:t>
      </w:r>
    </w:p>
    <w:p w:rsidR="00376422" w:rsidRDefault="00376422" w:rsidP="00E67399">
      <w:pPr>
        <w:pStyle w:val="libArabic"/>
        <w:rPr>
          <w:rtl/>
        </w:rPr>
      </w:pPr>
      <w:r>
        <w:rPr>
          <w:rtl/>
        </w:rPr>
        <w:t>ويعاب قائل</w:t>
      </w:r>
      <w:r w:rsidR="00D96149" w:rsidRPr="00E67399">
        <w:rPr>
          <w:rFonts w:hint="cs"/>
          <w:rtl/>
        </w:rPr>
        <w:t>ه</w:t>
      </w:r>
      <w:r>
        <w:rPr>
          <w:rFonts w:hint="cs"/>
          <w:rtl/>
        </w:rPr>
        <w:t>م</w:t>
      </w:r>
      <w:r>
        <w:rPr>
          <w:rtl/>
        </w:rPr>
        <w:t xml:space="preserve"> </w:t>
      </w:r>
      <w:r>
        <w:rPr>
          <w:rFonts w:hint="cs"/>
          <w:rtl/>
        </w:rPr>
        <w:t>و</w:t>
      </w:r>
      <w:r>
        <w:rPr>
          <w:rtl/>
        </w:rPr>
        <w:t xml:space="preserve"> </w:t>
      </w:r>
      <w:r>
        <w:rPr>
          <w:rFonts w:hint="cs"/>
          <w:rtl/>
        </w:rPr>
        <w:t>ان</w:t>
      </w:r>
      <w:r>
        <w:rPr>
          <w:rtl/>
        </w:rPr>
        <w:t xml:space="preserve"> </w:t>
      </w:r>
      <w:r>
        <w:rPr>
          <w:rFonts w:hint="cs"/>
          <w:rtl/>
        </w:rPr>
        <w:t>لم</w:t>
      </w:r>
      <w:r>
        <w:rPr>
          <w:rtl/>
        </w:rPr>
        <w:t xml:space="preserve"> </w:t>
      </w:r>
      <w:r>
        <w:rPr>
          <w:rFonts w:hint="cs"/>
          <w:rtl/>
        </w:rPr>
        <w:t>يشعب</w:t>
      </w:r>
      <w:r>
        <w:rPr>
          <w:rtl/>
        </w:rPr>
        <w:t xml:space="preserve"> </w:t>
      </w:r>
    </w:p>
    <w:p w:rsidR="00376422" w:rsidRDefault="00376422" w:rsidP="00E67399">
      <w:pPr>
        <w:pStyle w:val="libNormal"/>
        <w:rPr>
          <w:rtl/>
        </w:rPr>
      </w:pPr>
      <w:r>
        <w:rPr>
          <w:rtl/>
        </w:rPr>
        <w:t>ترجمہ : وہ لوگ چلے گئے جنكے بل بوتے پر زندگى گزارتے تھے اور ہم انكے بعد اسى طرح ہي</w:t>
      </w:r>
      <w:r w:rsidR="00B365A1">
        <w:rPr>
          <w:rtl/>
        </w:rPr>
        <w:t xml:space="preserve">ں </w:t>
      </w:r>
      <w:r>
        <w:rPr>
          <w:rtl/>
        </w:rPr>
        <w:t>جيسے جذام شخص كى كھال كہ جو نہ نفع بخش ہے اور نہ ہى خير كى اميد ہے ، انكے بارے مي</w:t>
      </w:r>
      <w:r w:rsidR="00B365A1">
        <w:rPr>
          <w:rtl/>
        </w:rPr>
        <w:t xml:space="preserve">ں </w:t>
      </w:r>
      <w:r>
        <w:rPr>
          <w:rtl/>
        </w:rPr>
        <w:t>كچھ كہنا گويا عيب ہے جبكہ ان لوگو</w:t>
      </w:r>
      <w:r w:rsidR="00B365A1">
        <w:rPr>
          <w:rtl/>
        </w:rPr>
        <w:t xml:space="preserve">ں </w:t>
      </w:r>
      <w:r>
        <w:rPr>
          <w:rtl/>
        </w:rPr>
        <w:t>نے كوئي برائي بھى نہي</w:t>
      </w:r>
      <w:r w:rsidR="00B365A1">
        <w:rPr>
          <w:rtl/>
        </w:rPr>
        <w:t xml:space="preserve">ں </w:t>
      </w:r>
      <w:r>
        <w:rPr>
          <w:rtl/>
        </w:rPr>
        <w:t xml:space="preserve">پھيلائي ہے </w:t>
      </w:r>
      <w:r w:rsidRPr="00C00E6D">
        <w:rPr>
          <w:rStyle w:val="libFootnotenumChar"/>
          <w:rtl/>
        </w:rPr>
        <w:t>(50)</w:t>
      </w:r>
      <w:r>
        <w:rPr>
          <w:rtl/>
        </w:rPr>
        <w:t xml:space="preserve"> _ </w:t>
      </w:r>
    </w:p>
    <w:p w:rsidR="00376422" w:rsidRDefault="00376422" w:rsidP="00E67399">
      <w:pPr>
        <w:pStyle w:val="Heading2Center"/>
        <w:rPr>
          <w:rtl/>
        </w:rPr>
      </w:pPr>
      <w:bookmarkStart w:id="58" w:name="_Toc531605686"/>
      <w:r>
        <w:rPr>
          <w:rtl/>
        </w:rPr>
        <w:t>قتل محمد بن ابى بكر</w:t>
      </w:r>
      <w:bookmarkEnd w:id="58"/>
    </w:p>
    <w:p w:rsidR="00376422" w:rsidRDefault="00376422" w:rsidP="00E67399">
      <w:pPr>
        <w:pStyle w:val="libNormal"/>
        <w:rPr>
          <w:rtl/>
        </w:rPr>
      </w:pPr>
      <w:r>
        <w:rPr>
          <w:rtl/>
        </w:rPr>
        <w:t>عائشه اور معاويہ كے درميان اختلاف كا دوسرا سبب جو بنا،وہ ان كے بھائي محمد بن بكر كا قتل ہے ابن عبد البر اور ابن اثير نقل كرتے ہي</w:t>
      </w:r>
      <w:r w:rsidR="00B365A1">
        <w:rPr>
          <w:rtl/>
        </w:rPr>
        <w:t xml:space="preserve">ں </w:t>
      </w:r>
      <w:r>
        <w:rPr>
          <w:rtl/>
        </w:rPr>
        <w:t xml:space="preserve">_ </w:t>
      </w:r>
    </w:p>
    <w:p w:rsidR="00376422" w:rsidRDefault="00376422" w:rsidP="00E67399">
      <w:pPr>
        <w:pStyle w:val="libNormal"/>
        <w:rPr>
          <w:rtl/>
        </w:rPr>
      </w:pPr>
      <w:r>
        <w:rPr>
          <w:rtl/>
        </w:rPr>
        <w:t>جس سال معاويہ حج كرنے گيا تو زيارت قبر رسول (ص) كے نام پر مدينہ</w:t>
      </w:r>
      <w:r w:rsidR="00831D2C">
        <w:rPr>
          <w:rtl/>
        </w:rPr>
        <w:t xml:space="preserve"> آيا </w:t>
      </w:r>
      <w:r>
        <w:rPr>
          <w:rtl/>
        </w:rPr>
        <w:t xml:space="preserve"> _ قيام كے دوران ايك دن عائشه سے ملاقات كرنے گيا تو اپ نے سب سے پہلے جس بات كو چھيڑا وہ حجر بن عدى كا قتل تھا _ </w:t>
      </w:r>
    </w:p>
    <w:p w:rsidR="00376422" w:rsidRDefault="00376422" w:rsidP="00E67399">
      <w:pPr>
        <w:pStyle w:val="libNormal"/>
        <w:rPr>
          <w:rtl/>
        </w:rPr>
      </w:pPr>
      <w:r>
        <w:rPr>
          <w:rtl/>
        </w:rPr>
        <w:t>اس سلسلے مي</w:t>
      </w:r>
      <w:r w:rsidR="00B365A1">
        <w:rPr>
          <w:rtl/>
        </w:rPr>
        <w:t xml:space="preserve">ں </w:t>
      </w:r>
      <w:r>
        <w:rPr>
          <w:rtl/>
        </w:rPr>
        <w:t xml:space="preserve">عائشه نے معاويہ كو بہت كچھ سنايا اس پر معاويہ نے كہا : </w:t>
      </w:r>
    </w:p>
    <w:p w:rsidR="00376422" w:rsidRDefault="00376422" w:rsidP="00E67399">
      <w:pPr>
        <w:pStyle w:val="libNormal"/>
        <w:rPr>
          <w:rtl/>
        </w:rPr>
      </w:pPr>
      <w:r>
        <w:rPr>
          <w:rtl/>
        </w:rPr>
        <w:t xml:space="preserve">اے ام المومنين مجھے اور حجر كو ھنگام حشر تك چھوڑ ديجئے </w:t>
      </w:r>
      <w:r w:rsidRPr="00C00E6D">
        <w:rPr>
          <w:rStyle w:val="libFootnotenumChar"/>
          <w:rtl/>
        </w:rPr>
        <w:t>(51)</w:t>
      </w:r>
      <w:r>
        <w:rPr>
          <w:rtl/>
        </w:rPr>
        <w:t xml:space="preserve"> </w:t>
      </w:r>
    </w:p>
    <w:p w:rsidR="00376422" w:rsidRDefault="00122D8B" w:rsidP="00E67399">
      <w:pPr>
        <w:pStyle w:val="libLine"/>
        <w:rPr>
          <w:rtl/>
        </w:rPr>
      </w:pPr>
      <w:r>
        <w:rPr>
          <w:rFonts w:hint="cs"/>
          <w:rtl/>
        </w:rPr>
        <w:t>____________________</w:t>
      </w:r>
      <w:r w:rsidR="00376422">
        <w:rPr>
          <w:rtl/>
        </w:rPr>
        <w:t xml:space="preserve"> </w:t>
      </w:r>
    </w:p>
    <w:p w:rsidR="00B654FF" w:rsidRDefault="00B654FF" w:rsidP="00E67399">
      <w:pPr>
        <w:pStyle w:val="libFootnote"/>
        <w:rPr>
          <w:rtl/>
        </w:rPr>
      </w:pPr>
      <w:r>
        <w:rPr>
          <w:rtl/>
        </w:rPr>
        <w:t>50_ اسد الغابہ ج4 ص 261 ، اغانى ج 14 ص 211</w:t>
      </w:r>
    </w:p>
    <w:p w:rsidR="00376422" w:rsidRDefault="00B654FF" w:rsidP="00E67399">
      <w:pPr>
        <w:pStyle w:val="libFootnote"/>
        <w:rPr>
          <w:rtl/>
        </w:rPr>
      </w:pPr>
      <w:r>
        <w:rPr>
          <w:rtl/>
        </w:rPr>
        <w:t>51</w:t>
      </w:r>
      <w:r w:rsidR="00376422">
        <w:rPr>
          <w:rtl/>
        </w:rPr>
        <w:t>_اسد الغابة ، استيعاب حجر كے شرح حال مي</w:t>
      </w:r>
      <w:r w:rsidR="00B365A1">
        <w:rPr>
          <w:rtl/>
        </w:rPr>
        <w:t xml:space="preserve">ں </w:t>
      </w:r>
    </w:p>
    <w:p w:rsidR="00122D8B" w:rsidRDefault="00122D8B" w:rsidP="00E67399">
      <w:pPr>
        <w:pStyle w:val="libPoemTini"/>
        <w:rPr>
          <w:rtl/>
        </w:rPr>
      </w:pPr>
      <w:r>
        <w:rPr>
          <w:rtl/>
        </w:rPr>
        <w:br w:type="page"/>
      </w:r>
    </w:p>
    <w:p w:rsidR="00376422" w:rsidRDefault="00376422" w:rsidP="00E67399">
      <w:pPr>
        <w:pStyle w:val="libNormal"/>
        <w:rPr>
          <w:rtl/>
        </w:rPr>
      </w:pPr>
      <w:r>
        <w:rPr>
          <w:rtl/>
        </w:rPr>
        <w:lastRenderedPageBreak/>
        <w:t>بعض مورخو</w:t>
      </w:r>
      <w:r w:rsidR="00B365A1">
        <w:rPr>
          <w:rtl/>
        </w:rPr>
        <w:t xml:space="preserve">ں </w:t>
      </w:r>
      <w:r>
        <w:rPr>
          <w:rtl/>
        </w:rPr>
        <w:t>نے اس ملاقات كى داستان كو تفصيل سے لكھا ہے كہ معاويہ جيسے ہى بيٹھا تو عائشه نے كہا _ اے معاويہ تم كيسے اطمينان كے ساتھ ميرے گھر مي</w:t>
      </w:r>
      <w:r w:rsidR="00B365A1">
        <w:rPr>
          <w:rtl/>
        </w:rPr>
        <w:t xml:space="preserve">ں </w:t>
      </w:r>
      <w:r>
        <w:rPr>
          <w:rtl/>
        </w:rPr>
        <w:t>اگئے ، تم نے خوف نہي</w:t>
      </w:r>
      <w:r w:rsidR="00B365A1">
        <w:rPr>
          <w:rtl/>
        </w:rPr>
        <w:t xml:space="preserve">ں </w:t>
      </w:r>
      <w:r>
        <w:rPr>
          <w:rtl/>
        </w:rPr>
        <w:t>كھايا كہ كہي</w:t>
      </w:r>
      <w:r w:rsidR="00B365A1">
        <w:rPr>
          <w:rtl/>
        </w:rPr>
        <w:t xml:space="preserve">ں </w:t>
      </w:r>
      <w:r>
        <w:rPr>
          <w:rtl/>
        </w:rPr>
        <w:t>ہم تم سے اپنے بھائي ( محمد بن بكر ) كے قتل كا بدلہ نہ لے لي</w:t>
      </w:r>
      <w:r w:rsidR="00B365A1">
        <w:rPr>
          <w:rtl/>
        </w:rPr>
        <w:t xml:space="preserve">ں </w:t>
      </w:r>
      <w:r>
        <w:rPr>
          <w:rtl/>
        </w:rPr>
        <w:t xml:space="preserve">_ </w:t>
      </w:r>
    </w:p>
    <w:p w:rsidR="00376422" w:rsidRDefault="00376422" w:rsidP="00E67399">
      <w:pPr>
        <w:pStyle w:val="libNormal"/>
        <w:rPr>
          <w:rtl/>
        </w:rPr>
      </w:pPr>
      <w:r>
        <w:rPr>
          <w:rtl/>
        </w:rPr>
        <w:t>معاويہ نے جواب ديا ، مي</w:t>
      </w:r>
      <w:r w:rsidR="00B365A1">
        <w:rPr>
          <w:rtl/>
        </w:rPr>
        <w:t xml:space="preserve">ں </w:t>
      </w:r>
      <w:r>
        <w:rPr>
          <w:rtl/>
        </w:rPr>
        <w:t>اپكے گھر مي</w:t>
      </w:r>
      <w:r w:rsidR="00B365A1">
        <w:rPr>
          <w:rtl/>
        </w:rPr>
        <w:t xml:space="preserve">ں </w:t>
      </w:r>
      <w:r>
        <w:rPr>
          <w:rtl/>
        </w:rPr>
        <w:t>امان كے ساتھ وارد ہوا ہو</w:t>
      </w:r>
      <w:r w:rsidR="00B365A1">
        <w:rPr>
          <w:rtl/>
        </w:rPr>
        <w:t xml:space="preserve">ں </w:t>
      </w:r>
      <w:r>
        <w:rPr>
          <w:rtl/>
        </w:rPr>
        <w:t xml:space="preserve">_ </w:t>
      </w:r>
    </w:p>
    <w:p w:rsidR="00376422" w:rsidRDefault="00376422" w:rsidP="00E67399">
      <w:pPr>
        <w:pStyle w:val="libNormal"/>
        <w:rPr>
          <w:rtl/>
        </w:rPr>
      </w:pPr>
      <w:r>
        <w:rPr>
          <w:rtl/>
        </w:rPr>
        <w:t>عائشه نے كہا ، اے معاويہ</w:t>
      </w:r>
      <w:r w:rsidR="00831D2C">
        <w:rPr>
          <w:rtl/>
        </w:rPr>
        <w:t xml:space="preserve"> آيا </w:t>
      </w:r>
      <w:r>
        <w:rPr>
          <w:rtl/>
        </w:rPr>
        <w:t xml:space="preserve"> حجر اور انكے ساتھيو</w:t>
      </w:r>
      <w:r w:rsidR="00B365A1">
        <w:rPr>
          <w:rtl/>
        </w:rPr>
        <w:t xml:space="preserve">ں </w:t>
      </w:r>
      <w:r>
        <w:rPr>
          <w:rtl/>
        </w:rPr>
        <w:t>كو قتل كرنے مي</w:t>
      </w:r>
      <w:r w:rsidR="00B365A1">
        <w:rPr>
          <w:rtl/>
        </w:rPr>
        <w:t xml:space="preserve">ں </w:t>
      </w:r>
      <w:r>
        <w:rPr>
          <w:rtl/>
        </w:rPr>
        <w:t>خدا سے خوف نہ كھايا معاويہ نے كہا ، حققيقت تو يہ ہے كہ جن لوگو</w:t>
      </w:r>
      <w:r w:rsidR="00B365A1">
        <w:rPr>
          <w:rtl/>
        </w:rPr>
        <w:t xml:space="preserve">ں </w:t>
      </w:r>
      <w:r>
        <w:rPr>
          <w:rtl/>
        </w:rPr>
        <w:t>نے ان لوگو</w:t>
      </w:r>
      <w:r w:rsidR="00B365A1">
        <w:rPr>
          <w:rtl/>
        </w:rPr>
        <w:t xml:space="preserve">ں </w:t>
      </w:r>
      <w:r>
        <w:rPr>
          <w:rtl/>
        </w:rPr>
        <w:t>كے خلاف شہادت دى تھى ان ہى نے انھي</w:t>
      </w:r>
      <w:r w:rsidR="00B365A1">
        <w:rPr>
          <w:rtl/>
        </w:rPr>
        <w:t xml:space="preserve">ں </w:t>
      </w:r>
      <w:r>
        <w:rPr>
          <w:rtl/>
        </w:rPr>
        <w:t xml:space="preserve">مارا ہے </w:t>
      </w:r>
      <w:r w:rsidRPr="00DB1D0D">
        <w:rPr>
          <w:rStyle w:val="libFootnotenumChar"/>
          <w:rtl/>
        </w:rPr>
        <w:t>(1)</w:t>
      </w:r>
      <w:r>
        <w:rPr>
          <w:rtl/>
        </w:rPr>
        <w:t xml:space="preserve"> </w:t>
      </w:r>
    </w:p>
    <w:p w:rsidR="00376422" w:rsidRDefault="00376422" w:rsidP="00E67399">
      <w:pPr>
        <w:pStyle w:val="libNormal"/>
        <w:rPr>
          <w:rtl/>
        </w:rPr>
      </w:pPr>
      <w:r>
        <w:rPr>
          <w:rtl/>
        </w:rPr>
        <w:t>احمد بن حنبل اپنى مسند مي</w:t>
      </w:r>
      <w:r w:rsidR="00B365A1">
        <w:rPr>
          <w:rtl/>
        </w:rPr>
        <w:t xml:space="preserve">ں </w:t>
      </w:r>
      <w:r>
        <w:rPr>
          <w:rtl/>
        </w:rPr>
        <w:t>لكھتے ہي</w:t>
      </w:r>
      <w:r w:rsidR="00B365A1">
        <w:rPr>
          <w:rtl/>
        </w:rPr>
        <w:t xml:space="preserve">ں </w:t>
      </w:r>
      <w:r>
        <w:rPr>
          <w:rtl/>
        </w:rPr>
        <w:t xml:space="preserve">: </w:t>
      </w:r>
    </w:p>
    <w:p w:rsidR="00376422" w:rsidRDefault="00376422" w:rsidP="00E67399">
      <w:pPr>
        <w:pStyle w:val="libNormal"/>
        <w:rPr>
          <w:rtl/>
        </w:rPr>
      </w:pPr>
      <w:r>
        <w:rPr>
          <w:rtl/>
        </w:rPr>
        <w:t>عائشه نے جب يہ كہا كہ اے معاويہ تم كيسے ہمارے گھر مي</w:t>
      </w:r>
      <w:r w:rsidR="00B365A1">
        <w:rPr>
          <w:rtl/>
        </w:rPr>
        <w:t xml:space="preserve">ں </w:t>
      </w:r>
      <w:r>
        <w:rPr>
          <w:rtl/>
        </w:rPr>
        <w:t>اگئے تو معاويہ نے جواب ديا اپ ہرگز ہم كو قتل نہي</w:t>
      </w:r>
      <w:r w:rsidR="00B365A1">
        <w:rPr>
          <w:rtl/>
        </w:rPr>
        <w:t xml:space="preserve">ں </w:t>
      </w:r>
      <w:r>
        <w:rPr>
          <w:rtl/>
        </w:rPr>
        <w:t>كر سكتى ہي</w:t>
      </w:r>
      <w:r w:rsidR="00B365A1">
        <w:rPr>
          <w:rtl/>
        </w:rPr>
        <w:t xml:space="preserve">ں </w:t>
      </w:r>
      <w:r>
        <w:rPr>
          <w:rtl/>
        </w:rPr>
        <w:t>كيونكہ گھر خانہ امن ہے اور ہم نے پيغمبر اسلام (ص) سے سنا ہے كہ خدا پر ايمان ركھنے والا ہرگز گھر مي</w:t>
      </w:r>
      <w:r w:rsidR="00B365A1">
        <w:rPr>
          <w:rtl/>
        </w:rPr>
        <w:t xml:space="preserve">ں </w:t>
      </w:r>
      <w:r>
        <w:rPr>
          <w:rtl/>
        </w:rPr>
        <w:t>قتل نہي</w:t>
      </w:r>
      <w:r w:rsidR="00B365A1">
        <w:rPr>
          <w:rtl/>
        </w:rPr>
        <w:t xml:space="preserve">ں </w:t>
      </w:r>
      <w:r>
        <w:rPr>
          <w:rtl/>
        </w:rPr>
        <w:t xml:space="preserve">كر سكتا _ </w:t>
      </w:r>
    </w:p>
    <w:p w:rsidR="00376422" w:rsidRDefault="00376422" w:rsidP="00E67399">
      <w:pPr>
        <w:pStyle w:val="libNormal"/>
        <w:rPr>
          <w:rtl/>
        </w:rPr>
      </w:pPr>
      <w:r>
        <w:rPr>
          <w:rtl/>
        </w:rPr>
        <w:t>معاويہ نے عائشه سے كہا _ اچھا يہ بتايئے كہ ہمارا برتائو اپ كے ساتھ كيسا ہے اور اپكى حاجت ابھى تك پورى ہوئي يا نہي</w:t>
      </w:r>
      <w:r w:rsidR="00B365A1">
        <w:rPr>
          <w:rtl/>
        </w:rPr>
        <w:t xml:space="preserve">ں </w:t>
      </w:r>
      <w:r>
        <w:rPr>
          <w:rtl/>
        </w:rPr>
        <w:t xml:space="preserve">؟ </w:t>
      </w:r>
    </w:p>
    <w:p w:rsidR="00376422" w:rsidRDefault="00376422" w:rsidP="00E67399">
      <w:pPr>
        <w:pStyle w:val="libNormal"/>
        <w:rPr>
          <w:rtl/>
        </w:rPr>
      </w:pPr>
      <w:r>
        <w:rPr>
          <w:rtl/>
        </w:rPr>
        <w:t xml:space="preserve">عائشه نے كہا _ بہت اچھا ہے </w:t>
      </w:r>
    </w:p>
    <w:p w:rsidR="00376422" w:rsidRDefault="00376422" w:rsidP="00E67399">
      <w:pPr>
        <w:pStyle w:val="libNormal"/>
        <w:rPr>
          <w:rtl/>
        </w:rPr>
      </w:pPr>
      <w:r>
        <w:rPr>
          <w:rtl/>
        </w:rPr>
        <w:t>معاويہ نے كہا _ پھر مجھكو چھوڑ ديجئے اب ہم دونو</w:t>
      </w:r>
      <w:r w:rsidR="00B365A1">
        <w:rPr>
          <w:rtl/>
        </w:rPr>
        <w:t xml:space="preserve">ں </w:t>
      </w:r>
      <w:r>
        <w:rPr>
          <w:rtl/>
        </w:rPr>
        <w:t>ايك دوسرے سے بارگاہ خدا وندى مي</w:t>
      </w:r>
      <w:r w:rsidR="00B365A1">
        <w:rPr>
          <w:rtl/>
        </w:rPr>
        <w:t xml:space="preserve">ں </w:t>
      </w:r>
      <w:r>
        <w:rPr>
          <w:rtl/>
        </w:rPr>
        <w:t xml:space="preserve">ملاقات كرلينگے </w:t>
      </w:r>
      <w:r w:rsidRPr="00DB1D0D">
        <w:rPr>
          <w:rStyle w:val="libFootnotenumChar"/>
          <w:rtl/>
        </w:rPr>
        <w:t>(2)</w:t>
      </w:r>
      <w:r>
        <w:rPr>
          <w:rtl/>
        </w:rPr>
        <w:t xml:space="preserve"> </w:t>
      </w:r>
    </w:p>
    <w:p w:rsidR="00376422" w:rsidRDefault="00376422" w:rsidP="00E67399">
      <w:pPr>
        <w:pStyle w:val="libNormal"/>
        <w:rPr>
          <w:rtl/>
        </w:rPr>
      </w:pPr>
      <w:r>
        <w:rPr>
          <w:rtl/>
        </w:rPr>
        <w:t>جيساكہ كتب تاريخ مي</w:t>
      </w:r>
      <w:r w:rsidR="00B365A1">
        <w:rPr>
          <w:rtl/>
        </w:rPr>
        <w:t xml:space="preserve">ں </w:t>
      </w:r>
      <w:r>
        <w:rPr>
          <w:rtl/>
        </w:rPr>
        <w:t>ہے كہ عائشه كے بھائي محمد بن ابى بكر 37ھ مي</w:t>
      </w:r>
      <w:r w:rsidR="00B365A1">
        <w:rPr>
          <w:rtl/>
        </w:rPr>
        <w:t xml:space="preserve">ں </w:t>
      </w:r>
      <w:r>
        <w:rPr>
          <w:rtl/>
        </w:rPr>
        <w:t>اور حجر بن عدى 50ھ مي</w:t>
      </w:r>
      <w:r w:rsidR="00B365A1">
        <w:rPr>
          <w:rtl/>
        </w:rPr>
        <w:t xml:space="preserve">ں </w:t>
      </w:r>
      <w:r>
        <w:rPr>
          <w:rtl/>
        </w:rPr>
        <w:t>قتل كئے گئے ، مگر سوال يہ پيدا ہوتا ہے كہ ام المومنين عائشه كيو</w:t>
      </w:r>
      <w:r w:rsidR="00B365A1">
        <w:rPr>
          <w:rtl/>
        </w:rPr>
        <w:t xml:space="preserve">ں </w:t>
      </w:r>
      <w:r>
        <w:rPr>
          <w:rtl/>
        </w:rPr>
        <w:t>اور كيسے تيرہ برس تك خاموش بيٹھى رہي</w:t>
      </w:r>
      <w:r w:rsidR="00B365A1">
        <w:rPr>
          <w:rtl/>
        </w:rPr>
        <w:t xml:space="preserve">ں </w:t>
      </w:r>
      <w:r>
        <w:rPr>
          <w:rtl/>
        </w:rPr>
        <w:t>، اور اپنے بھائي كے خون كا بدلہ لينے كے لئے ايك كلمہ بھى زبان پر نہ لائي</w:t>
      </w:r>
      <w:r w:rsidR="00B365A1">
        <w:rPr>
          <w:rtl/>
        </w:rPr>
        <w:t xml:space="preserve">ں </w:t>
      </w:r>
      <w:r>
        <w:rPr>
          <w:rtl/>
        </w:rPr>
        <w:t>، اور جب حجر اور انكے ساتھى مارے گئے تب اپنے بھائي كا درد ناك قتل ياد</w:t>
      </w:r>
      <w:r w:rsidR="00831D2C">
        <w:rPr>
          <w:rtl/>
        </w:rPr>
        <w:t xml:space="preserve"> آيا </w:t>
      </w:r>
      <w:r>
        <w:rPr>
          <w:rtl/>
        </w:rPr>
        <w:t xml:space="preserve"> ، ہم تو يہى سمجھتے ہي</w:t>
      </w:r>
      <w:r w:rsidR="00B365A1">
        <w:rPr>
          <w:rtl/>
        </w:rPr>
        <w:t xml:space="preserve">ں </w:t>
      </w:r>
      <w:r>
        <w:rPr>
          <w:rtl/>
        </w:rPr>
        <w:t>كہ يہ مسئلہ اسوقت پيش</w:t>
      </w:r>
      <w:r w:rsidR="00831D2C">
        <w:rPr>
          <w:rtl/>
        </w:rPr>
        <w:t xml:space="preserve"> آيا </w:t>
      </w:r>
      <w:r>
        <w:rPr>
          <w:rtl/>
        </w:rPr>
        <w:t xml:space="preserve"> ہو گا جب ان دونو</w:t>
      </w:r>
      <w:r w:rsidR="00B365A1">
        <w:rPr>
          <w:rtl/>
        </w:rPr>
        <w:t xml:space="preserve">ں </w:t>
      </w:r>
      <w:r>
        <w:rPr>
          <w:rtl/>
        </w:rPr>
        <w:t xml:space="preserve">كے روابط خراب ہو گئے ہو نگے ، اور جيسا كہ اپ نے </w:t>
      </w:r>
    </w:p>
    <w:p w:rsidR="00EF0DF1" w:rsidRDefault="00EF0DF1" w:rsidP="00E67399">
      <w:pPr>
        <w:pStyle w:val="libLine"/>
        <w:rPr>
          <w:rtl/>
        </w:rPr>
      </w:pPr>
      <w:r>
        <w:rPr>
          <w:rFonts w:hint="cs"/>
          <w:rtl/>
        </w:rPr>
        <w:t>____________________</w:t>
      </w:r>
    </w:p>
    <w:p w:rsidR="006F0ADE" w:rsidRDefault="006F0ADE" w:rsidP="00E67399">
      <w:pPr>
        <w:pStyle w:val="libFootnote"/>
        <w:rPr>
          <w:rtl/>
        </w:rPr>
      </w:pPr>
      <w:r>
        <w:rPr>
          <w:rtl/>
        </w:rPr>
        <w:t xml:space="preserve">1_استيعاب حجر كے شرح حال ميں </w:t>
      </w:r>
    </w:p>
    <w:p w:rsidR="006F0ADE" w:rsidRDefault="006F0ADE" w:rsidP="00E67399">
      <w:pPr>
        <w:pStyle w:val="libFootnote"/>
        <w:rPr>
          <w:rtl/>
        </w:rPr>
      </w:pPr>
      <w:r>
        <w:rPr>
          <w:rtl/>
        </w:rPr>
        <w:t xml:space="preserve">2_مسند احمد ج4 ص 92 </w:t>
      </w:r>
    </w:p>
    <w:p w:rsidR="00EF0DF1" w:rsidRDefault="00EF0DF1" w:rsidP="00E67399">
      <w:pPr>
        <w:pStyle w:val="libFootnote"/>
        <w:rPr>
          <w:rtl/>
        </w:rPr>
      </w:pPr>
    </w:p>
    <w:p w:rsidR="00EF0DF1" w:rsidRDefault="00EF0DF1" w:rsidP="00E67399">
      <w:pPr>
        <w:pStyle w:val="libPoemTini"/>
        <w:rPr>
          <w:rtl/>
        </w:rPr>
      </w:pPr>
      <w:r>
        <w:rPr>
          <w:rtl/>
        </w:rPr>
        <w:br w:type="page"/>
      </w:r>
    </w:p>
    <w:p w:rsidR="00376422" w:rsidRDefault="00376422" w:rsidP="00E67399">
      <w:pPr>
        <w:pStyle w:val="libNormal"/>
        <w:rPr>
          <w:rtl/>
        </w:rPr>
      </w:pPr>
      <w:r>
        <w:rPr>
          <w:rtl/>
        </w:rPr>
        <w:lastRenderedPageBreak/>
        <w:t>ملاحظہ فرمايا كہ عائشه نے عبد الرحمن بن حرث كو مدينہ سے شام بھيجا تاكہ حجر اور انكے ساتھيو</w:t>
      </w:r>
      <w:r w:rsidR="00B365A1">
        <w:rPr>
          <w:rtl/>
        </w:rPr>
        <w:t xml:space="preserve">ں </w:t>
      </w:r>
      <w:r>
        <w:rPr>
          <w:rtl/>
        </w:rPr>
        <w:t>كو معاويہ كے ہاتھو</w:t>
      </w:r>
      <w:r w:rsidR="00B365A1">
        <w:rPr>
          <w:rtl/>
        </w:rPr>
        <w:t xml:space="preserve">ں </w:t>
      </w:r>
      <w:r>
        <w:rPr>
          <w:rtl/>
        </w:rPr>
        <w:t>چھوڑا لائي</w:t>
      </w:r>
      <w:r w:rsidR="00B365A1">
        <w:rPr>
          <w:rtl/>
        </w:rPr>
        <w:t xml:space="preserve">ں </w:t>
      </w:r>
      <w:r>
        <w:rPr>
          <w:rtl/>
        </w:rPr>
        <w:t>اور اسكى خبر تمام بلاد اسلامى كے گوشہ و كنار تك پھيل گئي تھى ، اور اموى حكومت مي</w:t>
      </w:r>
      <w:r w:rsidR="00B365A1">
        <w:rPr>
          <w:rtl/>
        </w:rPr>
        <w:t xml:space="preserve">ں </w:t>
      </w:r>
      <w:r>
        <w:rPr>
          <w:rtl/>
        </w:rPr>
        <w:t>عائشه كے نفوذ و رسوخ كا پہلے ہى سے لوگو</w:t>
      </w:r>
      <w:r w:rsidR="00B365A1">
        <w:rPr>
          <w:rtl/>
        </w:rPr>
        <w:t xml:space="preserve">ں </w:t>
      </w:r>
      <w:r>
        <w:rPr>
          <w:rtl/>
        </w:rPr>
        <w:t>مي</w:t>
      </w:r>
      <w:r w:rsidR="00B365A1">
        <w:rPr>
          <w:rtl/>
        </w:rPr>
        <w:t xml:space="preserve">ں </w:t>
      </w:r>
      <w:r>
        <w:rPr>
          <w:rtl/>
        </w:rPr>
        <w:t>ڈھونڈھورا پٹا ہوا تھا _، اور لوگ كافى اميد لگائے بيٹھے تھے كہ انكى سفارش حكومت اموى رد نہ كرے گى ، معاويہ انكو مايوس نہي</w:t>
      </w:r>
      <w:r w:rsidR="00B365A1">
        <w:rPr>
          <w:rtl/>
        </w:rPr>
        <w:t xml:space="preserve">ں </w:t>
      </w:r>
      <w:r>
        <w:rPr>
          <w:rtl/>
        </w:rPr>
        <w:t>كرے گا چند دن نہي</w:t>
      </w:r>
      <w:r w:rsidR="00B365A1">
        <w:rPr>
          <w:rtl/>
        </w:rPr>
        <w:t xml:space="preserve">ں </w:t>
      </w:r>
      <w:r>
        <w:rPr>
          <w:rtl/>
        </w:rPr>
        <w:t>گذرے تھے كہ اچانك نمايندہ نا اميد ہو كر واپس چلا</w:t>
      </w:r>
      <w:r w:rsidR="00831D2C">
        <w:rPr>
          <w:rtl/>
        </w:rPr>
        <w:t xml:space="preserve"> آيا </w:t>
      </w:r>
      <w:r>
        <w:rPr>
          <w:rtl/>
        </w:rPr>
        <w:t xml:space="preserve"> اور پہلى مرتبہ عائشه كو اپنے منھ كى كھانى پڑى _ </w:t>
      </w:r>
    </w:p>
    <w:p w:rsidR="00376422" w:rsidRDefault="00376422" w:rsidP="00E67399">
      <w:pPr>
        <w:pStyle w:val="libNormal"/>
        <w:rPr>
          <w:rtl/>
        </w:rPr>
      </w:pPr>
      <w:r>
        <w:rPr>
          <w:rtl/>
        </w:rPr>
        <w:t>اس واقعے نے تمام بلاد اسلامى مي</w:t>
      </w:r>
      <w:r w:rsidR="00B365A1">
        <w:rPr>
          <w:rtl/>
        </w:rPr>
        <w:t xml:space="preserve">ں </w:t>
      </w:r>
      <w:r>
        <w:rPr>
          <w:rtl/>
        </w:rPr>
        <w:t>عائشه كى شخصيت كو كافى مجروح كيا كيونكہ خلفاء ثلاثہ كے زمانہ مي</w:t>
      </w:r>
      <w:r w:rsidR="00B365A1">
        <w:rPr>
          <w:rtl/>
        </w:rPr>
        <w:t xml:space="preserve">ں </w:t>
      </w:r>
      <w:r>
        <w:rPr>
          <w:rtl/>
        </w:rPr>
        <w:t>بھى اپ كافى با رسوخ تھي</w:t>
      </w:r>
      <w:r w:rsidR="00B365A1">
        <w:rPr>
          <w:rtl/>
        </w:rPr>
        <w:t xml:space="preserve">ں </w:t>
      </w:r>
      <w:r>
        <w:rPr>
          <w:rtl/>
        </w:rPr>
        <w:t>اور خلافت كى مشينريا</w:t>
      </w:r>
      <w:r w:rsidR="00B365A1">
        <w:rPr>
          <w:rtl/>
        </w:rPr>
        <w:t xml:space="preserve">ں </w:t>
      </w:r>
      <w:r>
        <w:rPr>
          <w:rtl/>
        </w:rPr>
        <w:t>( سوائے حكومت علوى كے ) ہميشہ انكى رائے كو احترام كى نگاہ سے ديكھتى تھي</w:t>
      </w:r>
      <w:r w:rsidR="00B365A1">
        <w:rPr>
          <w:rtl/>
        </w:rPr>
        <w:t xml:space="preserve">ں </w:t>
      </w:r>
      <w:r>
        <w:rPr>
          <w:rtl/>
        </w:rPr>
        <w:t xml:space="preserve">_ </w:t>
      </w:r>
    </w:p>
    <w:p w:rsidR="00376422" w:rsidRDefault="00376422" w:rsidP="00E67399">
      <w:pPr>
        <w:pStyle w:val="libNormal"/>
        <w:rPr>
          <w:rtl/>
        </w:rPr>
      </w:pPr>
      <w:r>
        <w:rPr>
          <w:rtl/>
        </w:rPr>
        <w:t>مگر يہ پہلا موقع تھا كہ انكى سفارش ردّى كى ٹوكرى مي</w:t>
      </w:r>
      <w:r w:rsidR="00B365A1">
        <w:rPr>
          <w:rtl/>
        </w:rPr>
        <w:t xml:space="preserve">ں </w:t>
      </w:r>
      <w:r>
        <w:rPr>
          <w:rtl/>
        </w:rPr>
        <w:t xml:space="preserve">ڈال دى گئي </w:t>
      </w:r>
    </w:p>
    <w:p w:rsidR="00376422" w:rsidRDefault="00376422" w:rsidP="00E67399">
      <w:pPr>
        <w:pStyle w:val="libNormal"/>
        <w:rPr>
          <w:rtl/>
        </w:rPr>
      </w:pPr>
      <w:r>
        <w:rPr>
          <w:rtl/>
        </w:rPr>
        <w:t>جب اپ نے انكى تمام مقام و منزلت كو پہچان ليا تو اس واقعہ نے ضرور انكے اوپركوہ گرا</w:t>
      </w:r>
      <w:r w:rsidR="00B365A1">
        <w:rPr>
          <w:rtl/>
        </w:rPr>
        <w:t xml:space="preserve">ں </w:t>
      </w:r>
      <w:r>
        <w:rPr>
          <w:rtl/>
        </w:rPr>
        <w:t>كا كام كيا ہو گا اور خشم و كينہ نے انكو اتش فشا</w:t>
      </w:r>
      <w:r w:rsidR="00B365A1">
        <w:rPr>
          <w:rtl/>
        </w:rPr>
        <w:t xml:space="preserve">ں </w:t>
      </w:r>
      <w:r>
        <w:rPr>
          <w:rtl/>
        </w:rPr>
        <w:t>پہاڑ بنا ڈالا ہو گا ،</w:t>
      </w:r>
      <w:r w:rsidR="00831D2C">
        <w:rPr>
          <w:rtl/>
        </w:rPr>
        <w:t xml:space="preserve"> آيا </w:t>
      </w:r>
      <w:r>
        <w:rPr>
          <w:rtl/>
        </w:rPr>
        <w:t xml:space="preserve"> يہى اسباب و عوامل باعث نہي</w:t>
      </w:r>
      <w:r w:rsidR="00B365A1">
        <w:rPr>
          <w:rtl/>
        </w:rPr>
        <w:t xml:space="preserve">ں </w:t>
      </w:r>
      <w:r>
        <w:rPr>
          <w:rtl/>
        </w:rPr>
        <w:t>تھے كہ سالہا سال معاويہ سے گہرى دوستى اور ان تمام مراعات مالى كے باوجود معاويہ سے جھگڑنے لگي</w:t>
      </w:r>
      <w:r w:rsidR="00B365A1">
        <w:rPr>
          <w:rtl/>
        </w:rPr>
        <w:t xml:space="preserve">ں </w:t>
      </w:r>
      <w:r>
        <w:rPr>
          <w:rtl/>
        </w:rPr>
        <w:t>، اور اسكے برے افعال سے نقاب كشائي كرنے لگي</w:t>
      </w:r>
      <w:r w:rsidR="00B365A1">
        <w:rPr>
          <w:rtl/>
        </w:rPr>
        <w:t xml:space="preserve">ں </w:t>
      </w:r>
      <w:r>
        <w:rPr>
          <w:rtl/>
        </w:rPr>
        <w:t xml:space="preserve">_ </w:t>
      </w:r>
    </w:p>
    <w:p w:rsidR="00376422" w:rsidRDefault="00376422" w:rsidP="00E67399">
      <w:pPr>
        <w:pStyle w:val="libNormal"/>
        <w:rPr>
          <w:rtl/>
        </w:rPr>
      </w:pPr>
      <w:r>
        <w:rPr>
          <w:rtl/>
        </w:rPr>
        <w:t>نيز اپنے بھائي كے خون ناحق كو باوجوديكہ تيرہ برس گذر چكا تھا ياد كرنے لگي</w:t>
      </w:r>
      <w:r w:rsidR="00B365A1">
        <w:rPr>
          <w:rtl/>
        </w:rPr>
        <w:t xml:space="preserve">ں </w:t>
      </w:r>
      <w:r>
        <w:rPr>
          <w:rtl/>
        </w:rPr>
        <w:t xml:space="preserve">_ </w:t>
      </w:r>
    </w:p>
    <w:p w:rsidR="00376422" w:rsidRDefault="00376422" w:rsidP="00E67399">
      <w:pPr>
        <w:pStyle w:val="libNormal"/>
        <w:rPr>
          <w:rtl/>
        </w:rPr>
      </w:pPr>
      <w:r>
        <w:rPr>
          <w:rtl/>
        </w:rPr>
        <w:t>مكار سياستدا</w:t>
      </w:r>
      <w:r w:rsidR="00B365A1">
        <w:rPr>
          <w:rtl/>
        </w:rPr>
        <w:t xml:space="preserve">ں </w:t>
      </w:r>
      <w:r>
        <w:rPr>
          <w:rtl/>
        </w:rPr>
        <w:t>معاويہ نے بھى بھترى اسى مي</w:t>
      </w:r>
      <w:r w:rsidR="00B365A1">
        <w:rPr>
          <w:rtl/>
        </w:rPr>
        <w:t xml:space="preserve">ں </w:t>
      </w:r>
      <w:r>
        <w:rPr>
          <w:rtl/>
        </w:rPr>
        <w:t>ديكھى كہ عائشه كے غصے كے سامنے ٹھنڈا رہے اور اپنى قديم دوستى كو ياد دلائے نيز جو محبت اور تحفے انكى خدمت مي</w:t>
      </w:r>
      <w:r w:rsidR="00B365A1">
        <w:rPr>
          <w:rtl/>
        </w:rPr>
        <w:t xml:space="preserve">ں </w:t>
      </w:r>
      <w:r>
        <w:rPr>
          <w:rtl/>
        </w:rPr>
        <w:t xml:space="preserve">بھيجے تھے ان كو گوش گذار كرے _ </w:t>
      </w:r>
    </w:p>
    <w:p w:rsidR="00376422" w:rsidRDefault="00376422" w:rsidP="00E67399">
      <w:pPr>
        <w:pStyle w:val="libNormal"/>
        <w:rPr>
          <w:rtl/>
        </w:rPr>
      </w:pPr>
      <w:r>
        <w:rPr>
          <w:rtl/>
        </w:rPr>
        <w:t>ليكن جيسا كہ اس سے قبل اپ نے ملاحظہ فرمايا كہ _ عائشه كوئي معمولى عورت نہ تھي</w:t>
      </w:r>
      <w:r w:rsidR="00B365A1">
        <w:rPr>
          <w:rtl/>
        </w:rPr>
        <w:t xml:space="preserve">ں </w:t>
      </w:r>
      <w:r>
        <w:rPr>
          <w:rtl/>
        </w:rPr>
        <w:t>بلكہ ايك طاقتور ذہين عورت تھي</w:t>
      </w:r>
      <w:r w:rsidR="00B365A1">
        <w:rPr>
          <w:rtl/>
        </w:rPr>
        <w:t xml:space="preserve">ں </w:t>
      </w:r>
      <w:r>
        <w:rPr>
          <w:rtl/>
        </w:rPr>
        <w:t>ابھى غصے سے ٹھنڈى بھى نہي</w:t>
      </w:r>
      <w:r w:rsidR="00B365A1">
        <w:rPr>
          <w:rtl/>
        </w:rPr>
        <w:t xml:space="preserve">ں </w:t>
      </w:r>
      <w:r>
        <w:rPr>
          <w:rtl/>
        </w:rPr>
        <w:t>ہوئي</w:t>
      </w:r>
      <w:r w:rsidR="00B365A1">
        <w:rPr>
          <w:rtl/>
        </w:rPr>
        <w:t xml:space="preserve">ں </w:t>
      </w:r>
      <w:r>
        <w:rPr>
          <w:rtl/>
        </w:rPr>
        <w:t>تھي</w:t>
      </w:r>
      <w:r w:rsidR="00B365A1">
        <w:rPr>
          <w:rtl/>
        </w:rPr>
        <w:t xml:space="preserve">ں </w:t>
      </w:r>
      <w:r>
        <w:rPr>
          <w:rtl/>
        </w:rPr>
        <w:t xml:space="preserve">كہ معاويہ نے اسى وقت بجائے زخم پر مرہم كے انكے دل پر نمك چھڑك ديا كہ ، بيعت يزيد كى خاطر اس نے انكے بھائي كو مروايا ہے ، اچانك عبد الرحمن بن ابى بكر كى خبر مرگ كى وجہ سے عائشه اور معاويہ كے درميان پھر سے غيظ و غضب كے تازے شعلے بھڑ كنے لگے _ </w:t>
      </w:r>
    </w:p>
    <w:p w:rsidR="00EF0DF1" w:rsidRDefault="00EF0DF1"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59" w:name="_Toc531605687"/>
      <w:r>
        <w:rPr>
          <w:rtl/>
        </w:rPr>
        <w:t>عبد الرحمن بن ابى بكر كو زہر ديا گيا</w:t>
      </w:r>
      <w:bookmarkEnd w:id="59"/>
    </w:p>
    <w:p w:rsidR="00376422" w:rsidRDefault="00376422" w:rsidP="00E67399">
      <w:pPr>
        <w:pStyle w:val="libNormal"/>
        <w:rPr>
          <w:rtl/>
        </w:rPr>
      </w:pPr>
      <w:r>
        <w:rPr>
          <w:rtl/>
        </w:rPr>
        <w:t>عائشه اور معاويہ كے درميان تيسرا سبب جو اختلاف كا سمجھ مي</w:t>
      </w:r>
      <w:r w:rsidR="00B365A1">
        <w:rPr>
          <w:rtl/>
        </w:rPr>
        <w:t xml:space="preserve">ں </w:t>
      </w:r>
      <w:r>
        <w:rPr>
          <w:rtl/>
        </w:rPr>
        <w:t xml:space="preserve">اتا ہے وہ انكے بھائي عبد الرحمن بن بكر كى ناگہانى موت ہے _ </w:t>
      </w:r>
    </w:p>
    <w:p w:rsidR="00376422" w:rsidRDefault="00376422" w:rsidP="00E67399">
      <w:pPr>
        <w:pStyle w:val="libNormal"/>
        <w:rPr>
          <w:rtl/>
        </w:rPr>
      </w:pPr>
      <w:r>
        <w:rPr>
          <w:rtl/>
        </w:rPr>
        <w:t>اپ نے اس سے پہلے ديكھا كہ جب معاويہ مسلمانو</w:t>
      </w:r>
      <w:r w:rsidR="00B365A1">
        <w:rPr>
          <w:rtl/>
        </w:rPr>
        <w:t xml:space="preserve">ں </w:t>
      </w:r>
      <w:r>
        <w:rPr>
          <w:rtl/>
        </w:rPr>
        <w:t>كو بيعت يزيد كے لئے امادہ كر رہا تھا تو ايك دن حاكم مدينہ مروان بن حكم نے خطبے مي</w:t>
      </w:r>
      <w:r w:rsidR="00B365A1">
        <w:rPr>
          <w:rtl/>
        </w:rPr>
        <w:t xml:space="preserve">ں </w:t>
      </w:r>
      <w:r>
        <w:rPr>
          <w:rtl/>
        </w:rPr>
        <w:t xml:space="preserve">يزيد كا نام لے ليا اور اسكو وليعہد بتانے لگا اس وقت عبد الرحمن كھڑے ہو گئے اور مروان كو خوب بر ا بھلا كہا : </w:t>
      </w:r>
    </w:p>
    <w:p w:rsidR="00376422" w:rsidRDefault="00376422" w:rsidP="00E67399">
      <w:pPr>
        <w:pStyle w:val="libNormal"/>
        <w:rPr>
          <w:rtl/>
        </w:rPr>
      </w:pPr>
      <w:r>
        <w:rPr>
          <w:rtl/>
        </w:rPr>
        <w:t>مروان نے عبد الرحمن كو برا بھلا كہتے ہوئے ان جملو</w:t>
      </w:r>
      <w:r w:rsidR="00B365A1">
        <w:rPr>
          <w:rtl/>
        </w:rPr>
        <w:t xml:space="preserve">ں </w:t>
      </w:r>
      <w:r>
        <w:rPr>
          <w:rtl/>
        </w:rPr>
        <w:t>كو استعمال كيا تھا كہ _ يہ وہى ادمى تو ہے جس كے بارے مي</w:t>
      </w:r>
      <w:r w:rsidR="00B365A1">
        <w:rPr>
          <w:rtl/>
        </w:rPr>
        <w:t xml:space="preserve">ں </w:t>
      </w:r>
      <w:r>
        <w:rPr>
          <w:rtl/>
        </w:rPr>
        <w:t>قران مي</w:t>
      </w:r>
      <w:r w:rsidR="00B365A1">
        <w:rPr>
          <w:rtl/>
        </w:rPr>
        <w:t xml:space="preserve">ں </w:t>
      </w:r>
      <w:r>
        <w:rPr>
          <w:rtl/>
        </w:rPr>
        <w:t>اس طرح</w:t>
      </w:r>
      <w:r w:rsidR="00831D2C">
        <w:rPr>
          <w:rtl/>
        </w:rPr>
        <w:t xml:space="preserve"> آيا </w:t>
      </w:r>
      <w:r>
        <w:rPr>
          <w:rtl/>
        </w:rPr>
        <w:t xml:space="preserve"> ہے كہ جس نے اپنے ما</w:t>
      </w:r>
      <w:r w:rsidR="00B365A1">
        <w:rPr>
          <w:rtl/>
        </w:rPr>
        <w:t xml:space="preserve">ں </w:t>
      </w:r>
      <w:r>
        <w:rPr>
          <w:rtl/>
        </w:rPr>
        <w:t xml:space="preserve">باپ سے يہ كہا تھا كہ تمہارے لئے حيف ہے كہ تم مجھے اس بات سے ڈراتے ہو '' وَالَّذى قَالَ لولد َيہ اُف لّكُمَا أتعد أنني ........ ''_ سورہ احقاف اية 17 </w:t>
      </w:r>
    </w:p>
    <w:p w:rsidR="00376422" w:rsidRDefault="00376422" w:rsidP="00E67399">
      <w:pPr>
        <w:pStyle w:val="libNormal"/>
        <w:rPr>
          <w:rtl/>
        </w:rPr>
      </w:pPr>
      <w:r>
        <w:rPr>
          <w:rtl/>
        </w:rPr>
        <w:t>عائشه گھر ہى كے اندر سے چيخنے لگي</w:t>
      </w:r>
      <w:r w:rsidR="00B365A1">
        <w:rPr>
          <w:rtl/>
        </w:rPr>
        <w:t xml:space="preserve">ں </w:t>
      </w:r>
      <w:r>
        <w:rPr>
          <w:rtl/>
        </w:rPr>
        <w:t>كہ خدا وند عالم نے ہمارے خاندان كے سلسلے مي</w:t>
      </w:r>
      <w:r w:rsidR="00B365A1">
        <w:rPr>
          <w:rtl/>
        </w:rPr>
        <w:t xml:space="preserve">ں </w:t>
      </w:r>
      <w:r>
        <w:rPr>
          <w:rtl/>
        </w:rPr>
        <w:t>كوئي چيز نازل نہي</w:t>
      </w:r>
      <w:r w:rsidR="00B365A1">
        <w:rPr>
          <w:rtl/>
        </w:rPr>
        <w:t xml:space="preserve">ں </w:t>
      </w:r>
      <w:r>
        <w:rPr>
          <w:rtl/>
        </w:rPr>
        <w:t>كى ہے _ ہا</w:t>
      </w:r>
      <w:r w:rsidR="00B365A1">
        <w:rPr>
          <w:rtl/>
        </w:rPr>
        <w:t xml:space="preserve">ں </w:t>
      </w:r>
      <w:r>
        <w:rPr>
          <w:rtl/>
        </w:rPr>
        <w:t>_ اگر نازل كيا ہے تو ہمارى بے گناہى كو واقعہ افك مي</w:t>
      </w:r>
      <w:r w:rsidR="00B365A1">
        <w:rPr>
          <w:rtl/>
        </w:rPr>
        <w:t xml:space="preserve">ں </w:t>
      </w:r>
      <w:r>
        <w:rPr>
          <w:rtl/>
        </w:rPr>
        <w:t xml:space="preserve">بيان كيا ہے </w:t>
      </w:r>
      <w:r w:rsidRPr="00DB1D0D">
        <w:rPr>
          <w:rStyle w:val="libFootnotenumChar"/>
          <w:rtl/>
        </w:rPr>
        <w:t>(3)</w:t>
      </w:r>
      <w:r>
        <w:rPr>
          <w:rtl/>
        </w:rPr>
        <w:t xml:space="preserve"> </w:t>
      </w:r>
    </w:p>
    <w:p w:rsidR="00376422" w:rsidRDefault="00376422" w:rsidP="00E67399">
      <w:pPr>
        <w:pStyle w:val="libNormal"/>
        <w:rPr>
          <w:rtl/>
        </w:rPr>
      </w:pPr>
      <w:r>
        <w:rPr>
          <w:rtl/>
        </w:rPr>
        <w:t>مشہور مورخ ابن اثير اس واقعہ كو يو</w:t>
      </w:r>
      <w:r w:rsidR="00B365A1">
        <w:rPr>
          <w:rtl/>
        </w:rPr>
        <w:t xml:space="preserve">ں </w:t>
      </w:r>
      <w:r>
        <w:rPr>
          <w:rtl/>
        </w:rPr>
        <w:t>نقل كرتے ہي</w:t>
      </w:r>
      <w:r w:rsidR="00B365A1">
        <w:rPr>
          <w:rtl/>
        </w:rPr>
        <w:t xml:space="preserve">ں </w:t>
      </w:r>
      <w:r>
        <w:rPr>
          <w:rtl/>
        </w:rPr>
        <w:t xml:space="preserve">: </w:t>
      </w:r>
    </w:p>
    <w:p w:rsidR="00376422" w:rsidRDefault="00376422" w:rsidP="00E67399">
      <w:pPr>
        <w:pStyle w:val="libNormal"/>
        <w:rPr>
          <w:rtl/>
        </w:rPr>
      </w:pPr>
      <w:r>
        <w:rPr>
          <w:rtl/>
        </w:rPr>
        <w:t>معاويہ نے يزيد كى بيعت لينے كے لئے اپنے والى و حاكم مروان كو خط بھيجا ، اس نے حسب دستور اپنے خطبے مي</w:t>
      </w:r>
      <w:r w:rsidR="00B365A1">
        <w:rPr>
          <w:rtl/>
        </w:rPr>
        <w:t xml:space="preserve">ں </w:t>
      </w:r>
      <w:r>
        <w:rPr>
          <w:rtl/>
        </w:rPr>
        <w:t>كہا كہ _ امير المومنين معاويہ نے اپنا ايك وليعہد معين كر كے تم لوگو</w:t>
      </w:r>
      <w:r w:rsidR="00B365A1">
        <w:rPr>
          <w:rtl/>
        </w:rPr>
        <w:t xml:space="preserve">ں </w:t>
      </w:r>
      <w:r>
        <w:rPr>
          <w:rtl/>
        </w:rPr>
        <w:t>پر احسان كيا ہے اور اس نيك كام مي</w:t>
      </w:r>
      <w:r w:rsidR="00B365A1">
        <w:rPr>
          <w:rtl/>
        </w:rPr>
        <w:t xml:space="preserve">ں </w:t>
      </w:r>
      <w:r>
        <w:rPr>
          <w:rtl/>
        </w:rPr>
        <w:t>كوتا ہى نہي</w:t>
      </w:r>
      <w:r w:rsidR="00B365A1">
        <w:rPr>
          <w:rtl/>
        </w:rPr>
        <w:t xml:space="preserve">ں </w:t>
      </w:r>
      <w:r>
        <w:rPr>
          <w:rtl/>
        </w:rPr>
        <w:t xml:space="preserve">كى اس عہدے پر اپنے فرزند يزيد كو نامزد كياہے عبد الرحمن نے جيسے ہى سنا فورا كھڑے ہو گئے اور كہنے لگے _ </w:t>
      </w:r>
    </w:p>
    <w:p w:rsidR="00376422" w:rsidRDefault="00376422" w:rsidP="00E67399">
      <w:pPr>
        <w:pStyle w:val="libNormal"/>
        <w:rPr>
          <w:rtl/>
        </w:rPr>
      </w:pPr>
      <w:r>
        <w:rPr>
          <w:rtl/>
        </w:rPr>
        <w:t>اے مروان _ معاويہ بھى جھوٹ كہتا ہے اور تم بھى جھوٹ بولتے ہو ، تم لوگو</w:t>
      </w:r>
      <w:r w:rsidR="00B365A1">
        <w:rPr>
          <w:rtl/>
        </w:rPr>
        <w:t xml:space="preserve">ں </w:t>
      </w:r>
      <w:r>
        <w:rPr>
          <w:rtl/>
        </w:rPr>
        <w:t>نے عوام كى خير و صلاح كو مد نظر نہي</w:t>
      </w:r>
      <w:r w:rsidR="00B365A1">
        <w:rPr>
          <w:rtl/>
        </w:rPr>
        <w:t xml:space="preserve">ں </w:t>
      </w:r>
      <w:r>
        <w:rPr>
          <w:rtl/>
        </w:rPr>
        <w:t>ركھا ہے بلكہ تم لوگ خلافت كو بادشاہت مي</w:t>
      </w:r>
      <w:r w:rsidR="00B365A1">
        <w:rPr>
          <w:rtl/>
        </w:rPr>
        <w:t xml:space="preserve">ں </w:t>
      </w:r>
      <w:r>
        <w:rPr>
          <w:rtl/>
        </w:rPr>
        <w:t>تبديل كرنا چاہتے ہو _ جس طرح قيصر و كسرى كے بادشاہو</w:t>
      </w:r>
      <w:r w:rsidR="00B365A1">
        <w:rPr>
          <w:rtl/>
        </w:rPr>
        <w:t xml:space="preserve">ں </w:t>
      </w:r>
      <w:r>
        <w:rPr>
          <w:rtl/>
        </w:rPr>
        <w:t xml:space="preserve">نے كيا كہ ايك مرا تو دوسرا بادشاہ اسكا جا نشين ہو گيا اور تم لوگ بھى ايسا ہى كرنا چاہتے ہو _ </w:t>
      </w:r>
    </w:p>
    <w:p w:rsidR="00376422" w:rsidRDefault="00376422" w:rsidP="00E67399">
      <w:pPr>
        <w:pStyle w:val="libNormal"/>
        <w:rPr>
          <w:rtl/>
        </w:rPr>
      </w:pPr>
      <w:r>
        <w:rPr>
          <w:rtl/>
        </w:rPr>
        <w:t>مروان نے كہا _ اے لوگو _ يہ وہى شخص ہے جس كے بارے مي</w:t>
      </w:r>
      <w:r w:rsidR="00B365A1">
        <w:rPr>
          <w:rtl/>
        </w:rPr>
        <w:t xml:space="preserve">ں </w:t>
      </w:r>
      <w:r>
        <w:rPr>
          <w:rtl/>
        </w:rPr>
        <w:t xml:space="preserve">قران نے كہا كہ جس نے اپنے والدين سے يہ كہا كہ تمھارے لئے حيف ہے كہ تم مجھے اس بات سے ڈراتے ہو _ </w:t>
      </w:r>
    </w:p>
    <w:p w:rsidR="00EF0DF1" w:rsidRDefault="00EF0DF1" w:rsidP="00E67399">
      <w:pPr>
        <w:pStyle w:val="libLine"/>
        <w:rPr>
          <w:rtl/>
        </w:rPr>
      </w:pPr>
      <w:r>
        <w:rPr>
          <w:rFonts w:hint="cs"/>
          <w:rtl/>
        </w:rPr>
        <w:t>____________________</w:t>
      </w:r>
    </w:p>
    <w:p w:rsidR="006F0ADE" w:rsidRDefault="006F0ADE" w:rsidP="00E67399">
      <w:pPr>
        <w:pStyle w:val="libFootnote"/>
        <w:rPr>
          <w:rtl/>
        </w:rPr>
      </w:pPr>
      <w:r>
        <w:rPr>
          <w:rtl/>
        </w:rPr>
        <w:t xml:space="preserve">3_ صحيح بخارى ج3 ص 126 </w:t>
      </w:r>
    </w:p>
    <w:p w:rsidR="00EF0DF1" w:rsidRDefault="00EF0DF1" w:rsidP="00E67399">
      <w:pPr>
        <w:pStyle w:val="libFootnote"/>
        <w:rPr>
          <w:rtl/>
        </w:rPr>
      </w:pPr>
    </w:p>
    <w:p w:rsidR="00EF0DF1" w:rsidRDefault="00EF0DF1" w:rsidP="00E67399">
      <w:pPr>
        <w:pStyle w:val="libPoemTini"/>
        <w:rPr>
          <w:rtl/>
        </w:rPr>
      </w:pPr>
      <w:r>
        <w:rPr>
          <w:rtl/>
        </w:rPr>
        <w:br w:type="page"/>
      </w:r>
    </w:p>
    <w:p w:rsidR="00376422" w:rsidRDefault="00376422" w:rsidP="00E67399">
      <w:pPr>
        <w:pStyle w:val="libNormal"/>
        <w:rPr>
          <w:rtl/>
        </w:rPr>
      </w:pPr>
      <w:r>
        <w:rPr>
          <w:rtl/>
        </w:rPr>
        <w:lastRenderedPageBreak/>
        <w:t>اس بات كو عائشه نے پس پردہ سن ليا تو اسى مقام سے فرياد بلند كرنے لگي</w:t>
      </w:r>
      <w:r w:rsidR="00B365A1">
        <w:rPr>
          <w:rtl/>
        </w:rPr>
        <w:t xml:space="preserve">ں </w:t>
      </w:r>
      <w:r>
        <w:rPr>
          <w:rtl/>
        </w:rPr>
        <w:t xml:space="preserve">_ </w:t>
      </w:r>
    </w:p>
    <w:p w:rsidR="00376422" w:rsidRDefault="00376422" w:rsidP="00E67399">
      <w:pPr>
        <w:pStyle w:val="libNormal"/>
        <w:rPr>
          <w:rtl/>
        </w:rPr>
      </w:pPr>
      <w:r>
        <w:rPr>
          <w:rtl/>
        </w:rPr>
        <w:t xml:space="preserve">اے مروان _ اے مروان _ تمام لوگ خاموش ہو گئے مروان نے بحالت مجبورى انكى طرف رخ كيا _ </w:t>
      </w:r>
    </w:p>
    <w:p w:rsidR="00376422" w:rsidRDefault="00376422" w:rsidP="00E67399">
      <w:pPr>
        <w:pStyle w:val="libNormal"/>
        <w:rPr>
          <w:rtl/>
        </w:rPr>
      </w:pPr>
      <w:r>
        <w:rPr>
          <w:rtl/>
        </w:rPr>
        <w:t>عائشه نے كہا ،</w:t>
      </w:r>
      <w:r w:rsidR="00831D2C">
        <w:rPr>
          <w:rtl/>
        </w:rPr>
        <w:t xml:space="preserve"> آيا </w:t>
      </w:r>
      <w:r>
        <w:rPr>
          <w:rtl/>
        </w:rPr>
        <w:t xml:space="preserve"> تم وہى ہو كہ جس نے عبد الرحمن كے بارے مي</w:t>
      </w:r>
      <w:r w:rsidR="00B365A1">
        <w:rPr>
          <w:rtl/>
        </w:rPr>
        <w:t xml:space="preserve">ں </w:t>
      </w:r>
      <w:r>
        <w:rPr>
          <w:rtl/>
        </w:rPr>
        <w:t>يہ كہا كہ اسكى قر ان مي</w:t>
      </w:r>
      <w:r w:rsidR="00B365A1">
        <w:rPr>
          <w:rtl/>
        </w:rPr>
        <w:t xml:space="preserve">ں </w:t>
      </w:r>
      <w:r>
        <w:rPr>
          <w:rtl/>
        </w:rPr>
        <w:t xml:space="preserve">مذمت ائي ہے ، تم ايك نمبر كے جھوٹے ہو _ </w:t>
      </w:r>
    </w:p>
    <w:p w:rsidR="00376422" w:rsidRDefault="00376422" w:rsidP="00E67399">
      <w:pPr>
        <w:pStyle w:val="libNormal"/>
        <w:rPr>
          <w:rtl/>
        </w:rPr>
      </w:pPr>
      <w:r>
        <w:rPr>
          <w:rtl/>
        </w:rPr>
        <w:t>خدا كى قسم _ وہ اس</w:t>
      </w:r>
      <w:r w:rsidR="0097280A">
        <w:rPr>
          <w:rtl/>
        </w:rPr>
        <w:t xml:space="preserve"> آيت</w:t>
      </w:r>
      <w:r>
        <w:rPr>
          <w:rtl/>
        </w:rPr>
        <w:t xml:space="preserve"> كا مخاطب نہي</w:t>
      </w:r>
      <w:r w:rsidR="00B365A1">
        <w:rPr>
          <w:rtl/>
        </w:rPr>
        <w:t xml:space="preserve">ں </w:t>
      </w:r>
      <w:r>
        <w:rPr>
          <w:rtl/>
        </w:rPr>
        <w:t xml:space="preserve">ہے بلكہ كوئي دوسرا شخص ہے ، ليكن تم تو پہلے ہى سے ملعون خدا ہو </w:t>
      </w:r>
      <w:r w:rsidRPr="00DB1D0D">
        <w:rPr>
          <w:rStyle w:val="libFootnotenumChar"/>
          <w:rtl/>
        </w:rPr>
        <w:t>(4)</w:t>
      </w:r>
      <w:r>
        <w:rPr>
          <w:rtl/>
        </w:rPr>
        <w:t xml:space="preserve"> </w:t>
      </w:r>
    </w:p>
    <w:p w:rsidR="00376422" w:rsidRDefault="00376422" w:rsidP="00E67399">
      <w:pPr>
        <w:pStyle w:val="libNormal"/>
        <w:rPr>
          <w:rtl/>
        </w:rPr>
      </w:pPr>
      <w:r>
        <w:rPr>
          <w:rtl/>
        </w:rPr>
        <w:t>دوسرى روايت مي</w:t>
      </w:r>
      <w:r w:rsidR="00B365A1">
        <w:rPr>
          <w:rtl/>
        </w:rPr>
        <w:t xml:space="preserve">ں </w:t>
      </w:r>
      <w:r>
        <w:rPr>
          <w:rtl/>
        </w:rPr>
        <w:t>يو</w:t>
      </w:r>
      <w:r w:rsidR="00B365A1">
        <w:rPr>
          <w:rtl/>
        </w:rPr>
        <w:t>ں</w:t>
      </w:r>
      <w:r w:rsidR="00831D2C">
        <w:rPr>
          <w:rtl/>
        </w:rPr>
        <w:t xml:space="preserve"> آيا </w:t>
      </w:r>
      <w:r>
        <w:rPr>
          <w:rtl/>
        </w:rPr>
        <w:t xml:space="preserve"> ہے كہ تم جھوٹ بولتے ہو ، خدا كى قسم ، جو كچھ تم نے عبد الرحمن كى نسبت كہا ہے ان مي</w:t>
      </w:r>
      <w:r w:rsidR="00B365A1">
        <w:rPr>
          <w:rtl/>
        </w:rPr>
        <w:t xml:space="preserve">ں </w:t>
      </w:r>
      <w:r>
        <w:rPr>
          <w:rtl/>
        </w:rPr>
        <w:t>سے وہ نہي</w:t>
      </w:r>
      <w:r w:rsidR="00B365A1">
        <w:rPr>
          <w:rtl/>
        </w:rPr>
        <w:t xml:space="preserve">ں </w:t>
      </w:r>
      <w:r>
        <w:rPr>
          <w:rtl/>
        </w:rPr>
        <w:t>ہے البتہ رسول اكرم (ص) نے تمہارے باپ پر اس وقت نفرين كى جب تم اس كے صلب مي</w:t>
      </w:r>
      <w:r w:rsidR="00B365A1">
        <w:rPr>
          <w:rtl/>
        </w:rPr>
        <w:t xml:space="preserve">ں </w:t>
      </w:r>
      <w:r>
        <w:rPr>
          <w:rtl/>
        </w:rPr>
        <w:t xml:space="preserve">تھے ، اور اس طرح تم پر پہلے ہى سے خدا كى پھٹكا ر ہے _ </w:t>
      </w:r>
    </w:p>
    <w:p w:rsidR="00376422" w:rsidRDefault="00376422" w:rsidP="00E67399">
      <w:pPr>
        <w:pStyle w:val="libNormal"/>
        <w:rPr>
          <w:rtl/>
        </w:rPr>
      </w:pPr>
      <w:r>
        <w:rPr>
          <w:rtl/>
        </w:rPr>
        <w:t>يہى وجہ تھى كہ مروان بن حكم نے بار ديگر بيعت يزيد كا بيڑا نہي</w:t>
      </w:r>
      <w:r w:rsidR="00B365A1">
        <w:rPr>
          <w:rtl/>
        </w:rPr>
        <w:t xml:space="preserve">ں </w:t>
      </w:r>
      <w:r>
        <w:rPr>
          <w:rtl/>
        </w:rPr>
        <w:t xml:space="preserve">اٹھايا اور اس سے كنارہ كشى اختيار كر لي_ </w:t>
      </w:r>
    </w:p>
    <w:p w:rsidR="00376422" w:rsidRDefault="00376422" w:rsidP="00E67399">
      <w:pPr>
        <w:pStyle w:val="libNormal"/>
        <w:rPr>
          <w:rtl/>
        </w:rPr>
      </w:pPr>
      <w:r>
        <w:rPr>
          <w:rtl/>
        </w:rPr>
        <w:t>معاويہ نے ايك مدت كے بعد لوگو</w:t>
      </w:r>
      <w:r w:rsidR="00B365A1">
        <w:rPr>
          <w:rtl/>
        </w:rPr>
        <w:t xml:space="preserve">ں </w:t>
      </w:r>
      <w:r>
        <w:rPr>
          <w:rtl/>
        </w:rPr>
        <w:t>كو دكھانے كے لئے حج كا سفر كيا پھر مدينہ</w:t>
      </w:r>
      <w:r w:rsidR="00831D2C">
        <w:rPr>
          <w:rtl/>
        </w:rPr>
        <w:t xml:space="preserve"> آيا </w:t>
      </w:r>
      <w:r>
        <w:rPr>
          <w:rtl/>
        </w:rPr>
        <w:t xml:space="preserve"> جس كو ہم نے مدينہ مي</w:t>
      </w:r>
      <w:r w:rsidR="00B365A1">
        <w:rPr>
          <w:rtl/>
        </w:rPr>
        <w:t xml:space="preserve">ں </w:t>
      </w:r>
      <w:r>
        <w:rPr>
          <w:rtl/>
        </w:rPr>
        <w:t>وارد ہونے كے بعد جو واقعات پيش</w:t>
      </w:r>
      <w:r w:rsidR="00137FAB">
        <w:rPr>
          <w:rtl/>
        </w:rPr>
        <w:t xml:space="preserve"> آئے</w:t>
      </w:r>
      <w:r>
        <w:rPr>
          <w:rtl/>
        </w:rPr>
        <w:t xml:space="preserve"> ا س كو مختصر طور پر بيان كيا ہے </w:t>
      </w:r>
    </w:p>
    <w:p w:rsidR="00376422" w:rsidRDefault="00376422" w:rsidP="00E67399">
      <w:pPr>
        <w:pStyle w:val="libNormal"/>
        <w:rPr>
          <w:rtl/>
        </w:rPr>
      </w:pPr>
      <w:r>
        <w:rPr>
          <w:rtl/>
        </w:rPr>
        <w:t xml:space="preserve">ليكن اس وقت دوسرے نكتے كى طرف توجہ مبذول كرانى ہے _ </w:t>
      </w:r>
    </w:p>
    <w:p w:rsidR="00376422" w:rsidRDefault="00376422" w:rsidP="00E67399">
      <w:pPr>
        <w:pStyle w:val="libNormal"/>
        <w:rPr>
          <w:rtl/>
        </w:rPr>
      </w:pPr>
      <w:r>
        <w:rPr>
          <w:rtl/>
        </w:rPr>
        <w:t>صاحب استيعاب ابن عبد البر لكھتے ہي</w:t>
      </w:r>
      <w:r w:rsidR="00B365A1">
        <w:rPr>
          <w:rtl/>
        </w:rPr>
        <w:t xml:space="preserve">ں </w:t>
      </w:r>
      <w:r>
        <w:rPr>
          <w:rtl/>
        </w:rPr>
        <w:t xml:space="preserve">: </w:t>
      </w:r>
    </w:p>
    <w:p w:rsidR="00376422" w:rsidRDefault="00376422" w:rsidP="00E67399">
      <w:pPr>
        <w:pStyle w:val="libNormal"/>
        <w:rPr>
          <w:rtl/>
        </w:rPr>
      </w:pPr>
      <w:r>
        <w:rPr>
          <w:rtl/>
        </w:rPr>
        <w:t>معاويہ مسجد نبوى كے منبر پر بيٹھا رہا اور لوگو</w:t>
      </w:r>
      <w:r w:rsidR="00B365A1">
        <w:rPr>
          <w:rtl/>
        </w:rPr>
        <w:t xml:space="preserve">ں </w:t>
      </w:r>
      <w:r>
        <w:rPr>
          <w:rtl/>
        </w:rPr>
        <w:t>كو بيعت يزيد كى دعوت دى جس پر حضرت امام حسين، (ع) عبد اللہ بن زبير ، اور عبد الرحمن بن ابى بكر نے اس پر اعتراض كيا _ اور ان لوگو</w:t>
      </w:r>
      <w:r w:rsidR="00B365A1">
        <w:rPr>
          <w:rtl/>
        </w:rPr>
        <w:t xml:space="preserve">ں </w:t>
      </w:r>
      <w:r>
        <w:rPr>
          <w:rtl/>
        </w:rPr>
        <w:t>كے درميان كافى تو تو مي</w:t>
      </w:r>
      <w:r w:rsidR="00B365A1">
        <w:rPr>
          <w:rtl/>
        </w:rPr>
        <w:t xml:space="preserve">ں </w:t>
      </w:r>
      <w:r>
        <w:rPr>
          <w:rtl/>
        </w:rPr>
        <w:t>مي</w:t>
      </w:r>
      <w:r w:rsidR="00B365A1">
        <w:rPr>
          <w:rtl/>
        </w:rPr>
        <w:t xml:space="preserve">ں </w:t>
      </w:r>
      <w:r>
        <w:rPr>
          <w:rtl/>
        </w:rPr>
        <w:t xml:space="preserve">ہوئي _ </w:t>
      </w:r>
    </w:p>
    <w:p w:rsidR="00376422" w:rsidRDefault="00376422" w:rsidP="00E67399">
      <w:pPr>
        <w:pStyle w:val="libNormal"/>
        <w:rPr>
          <w:rtl/>
        </w:rPr>
      </w:pPr>
      <w:r>
        <w:rPr>
          <w:rtl/>
        </w:rPr>
        <w:t>عبد الرحمن نے كہا _ اے معاويہ _</w:t>
      </w:r>
      <w:r w:rsidR="00831D2C">
        <w:rPr>
          <w:rtl/>
        </w:rPr>
        <w:t xml:space="preserve"> آيا </w:t>
      </w:r>
      <w:r>
        <w:rPr>
          <w:rtl/>
        </w:rPr>
        <w:t xml:space="preserve"> خلافت بادشاہت مي</w:t>
      </w:r>
      <w:r w:rsidR="00B365A1">
        <w:rPr>
          <w:rtl/>
        </w:rPr>
        <w:t xml:space="preserve">ں </w:t>
      </w:r>
      <w:r>
        <w:rPr>
          <w:rtl/>
        </w:rPr>
        <w:t xml:space="preserve">تبديل ہو گئي ہے كہ ايك بادشاہ دنيا سے گيا كہ اسكى جگہ دوسرا بادشاہ اگيا _ </w:t>
      </w:r>
    </w:p>
    <w:p w:rsidR="00376422" w:rsidRDefault="00376422" w:rsidP="00E67399">
      <w:pPr>
        <w:pStyle w:val="libNormal"/>
        <w:rPr>
          <w:rtl/>
        </w:rPr>
      </w:pPr>
      <w:r>
        <w:rPr>
          <w:rtl/>
        </w:rPr>
        <w:t>كسى طرح لوگو</w:t>
      </w:r>
      <w:r w:rsidR="00B365A1">
        <w:rPr>
          <w:rtl/>
        </w:rPr>
        <w:t xml:space="preserve">ں </w:t>
      </w:r>
      <w:r>
        <w:rPr>
          <w:rtl/>
        </w:rPr>
        <w:t>كى رضايت كا خيال نہي</w:t>
      </w:r>
      <w:r w:rsidR="00B365A1">
        <w:rPr>
          <w:rtl/>
        </w:rPr>
        <w:t xml:space="preserve">ں </w:t>
      </w:r>
      <w:r>
        <w:rPr>
          <w:rtl/>
        </w:rPr>
        <w:t>ہے ہم ہرگز بيعت نہي</w:t>
      </w:r>
      <w:r w:rsidR="00B365A1">
        <w:rPr>
          <w:rtl/>
        </w:rPr>
        <w:t xml:space="preserve">ں </w:t>
      </w:r>
      <w:r>
        <w:rPr>
          <w:rtl/>
        </w:rPr>
        <w:t>كري</w:t>
      </w:r>
      <w:r w:rsidR="00B365A1">
        <w:rPr>
          <w:rtl/>
        </w:rPr>
        <w:t xml:space="preserve">ں </w:t>
      </w:r>
      <w:r>
        <w:rPr>
          <w:rtl/>
        </w:rPr>
        <w:t xml:space="preserve">گے _ </w:t>
      </w:r>
    </w:p>
    <w:p w:rsidR="004731AF" w:rsidRDefault="00376422" w:rsidP="00E67399">
      <w:pPr>
        <w:pStyle w:val="libNormal"/>
        <w:rPr>
          <w:rtl/>
        </w:rPr>
      </w:pPr>
      <w:r>
        <w:rPr>
          <w:rtl/>
        </w:rPr>
        <w:t>اسى رات معاويہ نے عبد الرحمن كے پاس ايك لاكھ درہم بھيجو</w:t>
      </w:r>
      <w:r w:rsidR="00831D2C">
        <w:rPr>
          <w:rtl/>
        </w:rPr>
        <w:t xml:space="preserve"> آيا </w:t>
      </w:r>
      <w:r>
        <w:rPr>
          <w:rtl/>
        </w:rPr>
        <w:t xml:space="preserve"> تاكہ بيعت يزيد پر راضى ہو جائي</w:t>
      </w:r>
      <w:r w:rsidR="00B365A1">
        <w:rPr>
          <w:rtl/>
        </w:rPr>
        <w:t xml:space="preserve">ں </w:t>
      </w:r>
      <w:r>
        <w:rPr>
          <w:rtl/>
        </w:rPr>
        <w:t>_ ليكن انھو</w:t>
      </w:r>
      <w:r w:rsidR="00B365A1">
        <w:rPr>
          <w:rtl/>
        </w:rPr>
        <w:t xml:space="preserve">ں </w:t>
      </w:r>
      <w:r>
        <w:rPr>
          <w:rtl/>
        </w:rPr>
        <w:t xml:space="preserve">نے اس رقم كو </w:t>
      </w:r>
    </w:p>
    <w:p w:rsidR="00EF0DF1" w:rsidRDefault="00EF0DF1" w:rsidP="00E67399">
      <w:pPr>
        <w:pStyle w:val="libLine"/>
        <w:rPr>
          <w:rtl/>
        </w:rPr>
      </w:pPr>
      <w:r>
        <w:rPr>
          <w:rFonts w:hint="cs"/>
          <w:rtl/>
        </w:rPr>
        <w:t>____________________</w:t>
      </w:r>
    </w:p>
    <w:p w:rsidR="006F0ADE" w:rsidRDefault="006F0ADE" w:rsidP="00E67399">
      <w:pPr>
        <w:pStyle w:val="libFootnote"/>
        <w:rPr>
          <w:rtl/>
        </w:rPr>
      </w:pPr>
      <w:r>
        <w:rPr>
          <w:rtl/>
        </w:rPr>
        <w:t xml:space="preserve">4_ ابن اثير ج3 ص 199 </w:t>
      </w:r>
    </w:p>
    <w:p w:rsidR="00EF0DF1" w:rsidRPr="00EF0DF1" w:rsidRDefault="00EF0DF1" w:rsidP="00E67399">
      <w:pPr>
        <w:pStyle w:val="libFootnote"/>
        <w:rPr>
          <w:rtl/>
        </w:rPr>
      </w:pP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قبول نہي</w:t>
      </w:r>
      <w:r w:rsidR="00B365A1">
        <w:rPr>
          <w:rtl/>
        </w:rPr>
        <w:t xml:space="preserve">ں </w:t>
      </w:r>
      <w:r>
        <w:rPr>
          <w:rtl/>
        </w:rPr>
        <w:t>كيا اور كہا _ ہم ہرگز اپنے دين كو دُنيا سے نہي</w:t>
      </w:r>
      <w:r w:rsidR="00B365A1">
        <w:rPr>
          <w:rtl/>
        </w:rPr>
        <w:t xml:space="preserve">ں </w:t>
      </w:r>
      <w:r>
        <w:rPr>
          <w:rtl/>
        </w:rPr>
        <w:t>بيچي</w:t>
      </w:r>
      <w:r w:rsidR="00B365A1">
        <w:rPr>
          <w:rtl/>
        </w:rPr>
        <w:t xml:space="preserve">ں </w:t>
      </w:r>
      <w:r>
        <w:rPr>
          <w:rtl/>
        </w:rPr>
        <w:t xml:space="preserve">گے ، اس كے بعد مدينہ سے مكہ كى طرف چل ديئے ، ليكن قبل اس كے كہ يزيد كى بيعت مرحلہ اختتام تك پہونچے دنيا سے چل بسے </w:t>
      </w:r>
      <w:r w:rsidRPr="00DB1D0D">
        <w:rPr>
          <w:rStyle w:val="libFootnotenumChar"/>
          <w:rtl/>
        </w:rPr>
        <w:t>(5)</w:t>
      </w:r>
      <w:r>
        <w:rPr>
          <w:rtl/>
        </w:rPr>
        <w:t xml:space="preserve"> </w:t>
      </w:r>
    </w:p>
    <w:p w:rsidR="00376422" w:rsidRDefault="00376422" w:rsidP="00E67399">
      <w:pPr>
        <w:pStyle w:val="libNormal"/>
        <w:rPr>
          <w:rtl/>
        </w:rPr>
      </w:pPr>
      <w:r>
        <w:rPr>
          <w:rtl/>
        </w:rPr>
        <w:t xml:space="preserve">ابن عبد البر مزيد لكھتا ہے : </w:t>
      </w:r>
    </w:p>
    <w:p w:rsidR="00376422" w:rsidRDefault="00376422" w:rsidP="00E67399">
      <w:pPr>
        <w:pStyle w:val="libNormal"/>
        <w:rPr>
          <w:rtl/>
        </w:rPr>
      </w:pPr>
      <w:r>
        <w:rPr>
          <w:rtl/>
        </w:rPr>
        <w:t>عبد الرحمن مكہ كے اطراف مي</w:t>
      </w:r>
      <w:r w:rsidR="00B365A1">
        <w:rPr>
          <w:rtl/>
        </w:rPr>
        <w:t xml:space="preserve">ں </w:t>
      </w:r>
      <w:r>
        <w:rPr>
          <w:rtl/>
        </w:rPr>
        <w:t xml:space="preserve">مقام ( حبشى ) پر نا گہانى موت سے مرے جو مكہ سے دس ميل كے فاصلہ پر ہے اور اسى جگہ دفن بھى ہوئے _ </w:t>
      </w:r>
    </w:p>
    <w:p w:rsidR="00376422" w:rsidRDefault="00376422" w:rsidP="00E67399">
      <w:pPr>
        <w:pStyle w:val="libNormal"/>
        <w:rPr>
          <w:rtl/>
        </w:rPr>
      </w:pPr>
      <w:r>
        <w:rPr>
          <w:rtl/>
        </w:rPr>
        <w:t>نيز كہتے ہي</w:t>
      </w:r>
      <w:r w:rsidR="00B365A1">
        <w:rPr>
          <w:rtl/>
        </w:rPr>
        <w:t xml:space="preserve">ں </w:t>
      </w:r>
      <w:r>
        <w:rPr>
          <w:rtl/>
        </w:rPr>
        <w:t>كہ _ انھو</w:t>
      </w:r>
      <w:r w:rsidR="00B365A1">
        <w:rPr>
          <w:rtl/>
        </w:rPr>
        <w:t xml:space="preserve">ں </w:t>
      </w:r>
      <w:r>
        <w:rPr>
          <w:rtl/>
        </w:rPr>
        <w:t>نے حالت خواب مي</w:t>
      </w:r>
      <w:r w:rsidR="00B365A1">
        <w:rPr>
          <w:rtl/>
        </w:rPr>
        <w:t xml:space="preserve">ں </w:t>
      </w:r>
      <w:r>
        <w:rPr>
          <w:rtl/>
        </w:rPr>
        <w:t>جان دى ، ليكن جس وقت عائشه انكى خبر مرگ سے مطلع ہوئي</w:t>
      </w:r>
      <w:r w:rsidR="00B365A1">
        <w:rPr>
          <w:rtl/>
        </w:rPr>
        <w:t xml:space="preserve">ں </w:t>
      </w:r>
      <w:r>
        <w:rPr>
          <w:rtl/>
        </w:rPr>
        <w:t>تو انھو</w:t>
      </w:r>
      <w:r w:rsidR="00B365A1">
        <w:rPr>
          <w:rtl/>
        </w:rPr>
        <w:t xml:space="preserve">ں </w:t>
      </w:r>
      <w:r>
        <w:rPr>
          <w:rtl/>
        </w:rPr>
        <w:t>نے مكہ كا سفر كيا ، جب مقام حبشہ پر پہونچي</w:t>
      </w:r>
      <w:r w:rsidR="00B365A1">
        <w:rPr>
          <w:rtl/>
        </w:rPr>
        <w:t xml:space="preserve">ں </w:t>
      </w:r>
      <w:r>
        <w:rPr>
          <w:rtl/>
        </w:rPr>
        <w:t>تو قبر برادر پر گئي</w:t>
      </w:r>
      <w:r w:rsidR="00B365A1">
        <w:rPr>
          <w:rtl/>
        </w:rPr>
        <w:t xml:space="preserve">ں </w:t>
      </w:r>
      <w:r>
        <w:rPr>
          <w:rtl/>
        </w:rPr>
        <w:t>اور خوب گريہ كيا ، اور ان اشعار مي</w:t>
      </w:r>
      <w:r w:rsidR="00B365A1">
        <w:rPr>
          <w:rtl/>
        </w:rPr>
        <w:t xml:space="preserve">ں </w:t>
      </w:r>
      <w:r>
        <w:rPr>
          <w:rtl/>
        </w:rPr>
        <w:t xml:space="preserve">بين و نوحہ كيا _ جس كا ترجمہ يہ ہے كہ : </w:t>
      </w:r>
    </w:p>
    <w:p w:rsidR="00376422" w:rsidRDefault="00376422" w:rsidP="00E67399">
      <w:pPr>
        <w:pStyle w:val="libNormal"/>
        <w:rPr>
          <w:rtl/>
        </w:rPr>
      </w:pPr>
      <w:r>
        <w:rPr>
          <w:rtl/>
        </w:rPr>
        <w:t>ہم دونو</w:t>
      </w:r>
      <w:r w:rsidR="00B365A1">
        <w:rPr>
          <w:rtl/>
        </w:rPr>
        <w:t xml:space="preserve">ں </w:t>
      </w:r>
      <w:r>
        <w:rPr>
          <w:rtl/>
        </w:rPr>
        <w:t>ايك طويل مدت تك بادشاہ حيرہ ( جذيمہ ) كے دو نديم كى طرح تھے جو دونو</w:t>
      </w:r>
      <w:r w:rsidR="00B365A1">
        <w:rPr>
          <w:rtl/>
        </w:rPr>
        <w:t xml:space="preserve">ں </w:t>
      </w:r>
      <w:r>
        <w:rPr>
          <w:rtl/>
        </w:rPr>
        <w:t>ايك دوسرے سے بہت محبت كرتے تھے اور ہميشہ ساتھ رہتے تھے ، يہا</w:t>
      </w:r>
      <w:r w:rsidR="00B365A1">
        <w:rPr>
          <w:rtl/>
        </w:rPr>
        <w:t xml:space="preserve">ں </w:t>
      </w:r>
      <w:r>
        <w:rPr>
          <w:rtl/>
        </w:rPr>
        <w:t>تك كہ لوگو</w:t>
      </w:r>
      <w:r w:rsidR="00B365A1">
        <w:rPr>
          <w:rtl/>
        </w:rPr>
        <w:t xml:space="preserve">ں </w:t>
      </w:r>
      <w:r>
        <w:rPr>
          <w:rtl/>
        </w:rPr>
        <w:t>نے كہنا شروع كر ديا كہ ان دونو</w:t>
      </w:r>
      <w:r w:rsidR="00B365A1">
        <w:rPr>
          <w:rtl/>
        </w:rPr>
        <w:t xml:space="preserve">ں </w:t>
      </w:r>
      <w:r>
        <w:rPr>
          <w:rtl/>
        </w:rPr>
        <w:t>مي</w:t>
      </w:r>
      <w:r w:rsidR="00B365A1">
        <w:rPr>
          <w:rtl/>
        </w:rPr>
        <w:t xml:space="preserve">ں </w:t>
      </w:r>
      <w:r>
        <w:rPr>
          <w:rtl/>
        </w:rPr>
        <w:t>كبھى جدائي نہي</w:t>
      </w:r>
      <w:r w:rsidR="00B365A1">
        <w:rPr>
          <w:rtl/>
        </w:rPr>
        <w:t xml:space="preserve">ں </w:t>
      </w:r>
      <w:r>
        <w:rPr>
          <w:rtl/>
        </w:rPr>
        <w:t>ہو سكتى ہے ، ليكن ميرے بھائي كى موت نے اسوقت ہم دونو</w:t>
      </w:r>
      <w:r w:rsidR="00B365A1">
        <w:rPr>
          <w:rtl/>
        </w:rPr>
        <w:t xml:space="preserve">ں </w:t>
      </w:r>
      <w:r>
        <w:rPr>
          <w:rtl/>
        </w:rPr>
        <w:t>كو ايك دوسرے سے عليحدہ كر ديا ہے ، ان تمام الفتو</w:t>
      </w:r>
      <w:r w:rsidR="00B365A1">
        <w:rPr>
          <w:rtl/>
        </w:rPr>
        <w:t xml:space="preserve">ں </w:t>
      </w:r>
      <w:r>
        <w:rPr>
          <w:rtl/>
        </w:rPr>
        <w:t>و محبتو</w:t>
      </w:r>
      <w:r w:rsidR="00B365A1">
        <w:rPr>
          <w:rtl/>
        </w:rPr>
        <w:t xml:space="preserve">ں </w:t>
      </w:r>
      <w:r>
        <w:rPr>
          <w:rtl/>
        </w:rPr>
        <w:t>كے باوجود ايسا لگتا ہے كہ گويا ايك رات بھى ساتھ مي</w:t>
      </w:r>
      <w:r w:rsidR="00B365A1">
        <w:rPr>
          <w:rtl/>
        </w:rPr>
        <w:t xml:space="preserve">ں </w:t>
      </w:r>
      <w:r>
        <w:rPr>
          <w:rtl/>
        </w:rPr>
        <w:t>نہي</w:t>
      </w:r>
      <w:r w:rsidR="00B365A1">
        <w:rPr>
          <w:rtl/>
        </w:rPr>
        <w:t xml:space="preserve">ں </w:t>
      </w:r>
      <w:r>
        <w:rPr>
          <w:rtl/>
        </w:rPr>
        <w:t xml:space="preserve">تھے </w:t>
      </w:r>
      <w:r w:rsidRPr="00DB1D0D">
        <w:rPr>
          <w:rStyle w:val="libFootnotenumChar"/>
          <w:rtl/>
        </w:rPr>
        <w:t>(6)</w:t>
      </w:r>
      <w:r>
        <w:rPr>
          <w:rtl/>
        </w:rPr>
        <w:t xml:space="preserve"> </w:t>
      </w:r>
    </w:p>
    <w:p w:rsidR="00376422" w:rsidRDefault="00376422" w:rsidP="00E67399">
      <w:pPr>
        <w:pStyle w:val="libNormal"/>
        <w:rPr>
          <w:rtl/>
        </w:rPr>
      </w:pPr>
      <w:r>
        <w:rPr>
          <w:rtl/>
        </w:rPr>
        <w:t>پھر روتے ہوئے كہا _ خدا كى قسم _ اگر تمھارے دفن كے وقت موجود ہوتى تو تمھارے ساتھ دفن ہو جاتى تاكہ تمھارے حال پر گريہ كنا</w:t>
      </w:r>
      <w:r w:rsidR="00B365A1">
        <w:rPr>
          <w:rtl/>
        </w:rPr>
        <w:t xml:space="preserve">ں </w:t>
      </w:r>
      <w:r>
        <w:rPr>
          <w:rtl/>
        </w:rPr>
        <w:t xml:space="preserve">نہ رہتى _ </w:t>
      </w:r>
    </w:p>
    <w:p w:rsidR="00376422" w:rsidRDefault="00376422" w:rsidP="00E67399">
      <w:pPr>
        <w:pStyle w:val="libNormal"/>
        <w:rPr>
          <w:rtl/>
        </w:rPr>
      </w:pPr>
      <w:r>
        <w:rPr>
          <w:rtl/>
        </w:rPr>
        <w:t>ہا</w:t>
      </w:r>
      <w:r w:rsidR="00B365A1">
        <w:rPr>
          <w:rtl/>
        </w:rPr>
        <w:t xml:space="preserve">ں </w:t>
      </w:r>
      <w:r>
        <w:rPr>
          <w:rtl/>
        </w:rPr>
        <w:t>_ اس طرح عائشه اور بنى اميہ كے درميان اختلاف كو نئي قوت مل گئي اور جنگ كے شعلے مزيد بھڑكنے لگے ، ليكن عائشه نے ايسے حالات مي</w:t>
      </w:r>
      <w:r w:rsidR="00B365A1">
        <w:rPr>
          <w:rtl/>
        </w:rPr>
        <w:t xml:space="preserve">ں </w:t>
      </w:r>
      <w:r>
        <w:rPr>
          <w:rtl/>
        </w:rPr>
        <w:t xml:space="preserve">اپنے بھائي كو كھو ديا _ </w:t>
      </w:r>
    </w:p>
    <w:p w:rsidR="00376422" w:rsidRDefault="00376422" w:rsidP="00E67399">
      <w:pPr>
        <w:pStyle w:val="libNormal"/>
        <w:rPr>
          <w:rtl/>
        </w:rPr>
      </w:pPr>
      <w:r>
        <w:rPr>
          <w:rtl/>
        </w:rPr>
        <w:t>عبد الرحمن كو نا گہانى موت نہي</w:t>
      </w:r>
      <w:r w:rsidR="00B365A1">
        <w:rPr>
          <w:rtl/>
        </w:rPr>
        <w:t xml:space="preserve">ں </w:t>
      </w:r>
      <w:r>
        <w:rPr>
          <w:rtl/>
        </w:rPr>
        <w:t>ائي تھى بلكہ اسكے اسباب و علل غور طلب ہي</w:t>
      </w:r>
      <w:r w:rsidR="00B365A1">
        <w:rPr>
          <w:rtl/>
        </w:rPr>
        <w:t xml:space="preserve">ں </w:t>
      </w:r>
      <w:r>
        <w:rPr>
          <w:rtl/>
        </w:rPr>
        <w:t xml:space="preserve">_ </w:t>
      </w:r>
    </w:p>
    <w:p w:rsidR="00376422" w:rsidRDefault="00376422" w:rsidP="00E67399">
      <w:pPr>
        <w:pStyle w:val="libNormal"/>
        <w:rPr>
          <w:rtl/>
        </w:rPr>
      </w:pPr>
      <w:r>
        <w:rPr>
          <w:rtl/>
        </w:rPr>
        <w:t>اس كى شناخت اسى طرح ہو گى جس طرح مالك اشتر مصر كے راستے مي</w:t>
      </w:r>
      <w:r w:rsidR="00B365A1">
        <w:rPr>
          <w:rtl/>
        </w:rPr>
        <w:t xml:space="preserve">ں </w:t>
      </w:r>
      <w:r>
        <w:rPr>
          <w:rtl/>
        </w:rPr>
        <w:t xml:space="preserve">مار ڈالے گئے </w:t>
      </w:r>
    </w:p>
    <w:p w:rsidR="004731AF" w:rsidRDefault="00376422" w:rsidP="00E67399">
      <w:pPr>
        <w:pStyle w:val="libNormal"/>
        <w:rPr>
          <w:rtl/>
        </w:rPr>
      </w:pPr>
      <w:r>
        <w:rPr>
          <w:rtl/>
        </w:rPr>
        <w:t>عبد الرحمن بن ابى بكر اور سعد بن وقاص كى موت بھى اسى طرح ہوئي ، يہ تمام مشہور شخصيتي</w:t>
      </w:r>
      <w:r w:rsidR="00B365A1">
        <w:rPr>
          <w:rtl/>
        </w:rPr>
        <w:t xml:space="preserve">ں </w:t>
      </w:r>
      <w:r>
        <w:rPr>
          <w:rtl/>
        </w:rPr>
        <w:t xml:space="preserve">يزيد كى بيعت نہ كرنے كى وجہ </w:t>
      </w:r>
    </w:p>
    <w:p w:rsidR="00EF0DF1" w:rsidRDefault="00EF0DF1" w:rsidP="00E67399">
      <w:pPr>
        <w:pStyle w:val="libLine"/>
        <w:rPr>
          <w:rtl/>
        </w:rPr>
      </w:pPr>
      <w:r>
        <w:rPr>
          <w:rFonts w:hint="cs"/>
          <w:rtl/>
        </w:rPr>
        <w:t>____________________</w:t>
      </w:r>
    </w:p>
    <w:p w:rsidR="006F0ADE" w:rsidRDefault="006F0ADE" w:rsidP="00E67399">
      <w:pPr>
        <w:pStyle w:val="libFootnote"/>
        <w:rPr>
          <w:rtl/>
        </w:rPr>
      </w:pPr>
      <w:r>
        <w:rPr>
          <w:rtl/>
        </w:rPr>
        <w:t xml:space="preserve">5_استيعاب ج2 ص 373 ، اسد الغابة ج3 ص 306 ، اصابة ج2 ص 400 </w:t>
      </w:r>
    </w:p>
    <w:p w:rsidR="006F0ADE" w:rsidRDefault="006F0ADE" w:rsidP="00E67399">
      <w:pPr>
        <w:pStyle w:val="libFootnote"/>
        <w:rPr>
          <w:rtl/>
        </w:rPr>
      </w:pPr>
      <w:r>
        <w:rPr>
          <w:rtl/>
        </w:rPr>
        <w:t xml:space="preserve">6_ استيعاب ج2 ص 373 </w:t>
      </w:r>
    </w:p>
    <w:p w:rsidR="00EF0DF1" w:rsidRPr="00EF0DF1" w:rsidRDefault="00EF0DF1" w:rsidP="00E67399">
      <w:pPr>
        <w:pStyle w:val="libFootnote"/>
        <w:rPr>
          <w:rtl/>
        </w:rPr>
      </w:pP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سے مارى گئي</w:t>
      </w:r>
      <w:r w:rsidR="00B365A1">
        <w:rPr>
          <w:rtl/>
        </w:rPr>
        <w:t xml:space="preserve">ں </w:t>
      </w:r>
      <w:r>
        <w:rPr>
          <w:rtl/>
        </w:rPr>
        <w:t xml:space="preserve">_ </w:t>
      </w:r>
    </w:p>
    <w:p w:rsidR="00376422" w:rsidRDefault="00376422" w:rsidP="00E67399">
      <w:pPr>
        <w:pStyle w:val="libNormal"/>
        <w:rPr>
          <w:rtl/>
        </w:rPr>
      </w:pPr>
      <w:r>
        <w:rPr>
          <w:rtl/>
        </w:rPr>
        <w:t>يہى وہ مقامات ہي</w:t>
      </w:r>
      <w:r w:rsidR="00B365A1">
        <w:rPr>
          <w:rtl/>
        </w:rPr>
        <w:t xml:space="preserve">ں </w:t>
      </w:r>
      <w:r>
        <w:rPr>
          <w:rtl/>
        </w:rPr>
        <w:t>جہا</w:t>
      </w:r>
      <w:r w:rsidR="00B365A1">
        <w:rPr>
          <w:rtl/>
        </w:rPr>
        <w:t xml:space="preserve">ں </w:t>
      </w:r>
      <w:r>
        <w:rPr>
          <w:rtl/>
        </w:rPr>
        <w:t>سے عائشه اور حكومت اموى كے درميان اختلاف كى اگ بھڑكى كيونكہ انھو</w:t>
      </w:r>
      <w:r w:rsidR="00B365A1">
        <w:rPr>
          <w:rtl/>
        </w:rPr>
        <w:t xml:space="preserve">ں </w:t>
      </w:r>
      <w:r>
        <w:rPr>
          <w:rtl/>
        </w:rPr>
        <w:t>نے اس راہ مي</w:t>
      </w:r>
      <w:r w:rsidR="00B365A1">
        <w:rPr>
          <w:rtl/>
        </w:rPr>
        <w:t xml:space="preserve">ں </w:t>
      </w:r>
      <w:r>
        <w:rPr>
          <w:rtl/>
        </w:rPr>
        <w:t>اپنے عزيز بھائيو</w:t>
      </w:r>
      <w:r w:rsidR="00B365A1">
        <w:rPr>
          <w:rtl/>
        </w:rPr>
        <w:t xml:space="preserve">ں </w:t>
      </w:r>
      <w:r>
        <w:rPr>
          <w:rtl/>
        </w:rPr>
        <w:t>كو كھو ديا تھا ، اس پر ظلم يہ ہوا كہ كس كے بل بوتے پر بنى اميہ سے جنگ كرتي</w:t>
      </w:r>
      <w:r w:rsidR="00B365A1">
        <w:rPr>
          <w:rtl/>
        </w:rPr>
        <w:t xml:space="preserve">ں </w:t>
      </w:r>
      <w:r>
        <w:rPr>
          <w:rtl/>
        </w:rPr>
        <w:t xml:space="preserve">كيونكہ اب نہ طلحہ نہ زبير و عبد الرحمن اور نہ ہى دوسرے مددگار ، </w:t>
      </w:r>
    </w:p>
    <w:p w:rsidR="00376422" w:rsidRDefault="00376422" w:rsidP="00E67399">
      <w:pPr>
        <w:pStyle w:val="libNormal"/>
        <w:rPr>
          <w:rtl/>
        </w:rPr>
      </w:pPr>
      <w:r>
        <w:rPr>
          <w:rtl/>
        </w:rPr>
        <w:t>عائشه نے ان دو بيتو</w:t>
      </w:r>
      <w:r w:rsidR="00B365A1">
        <w:rPr>
          <w:rtl/>
        </w:rPr>
        <w:t xml:space="preserve">ں </w:t>
      </w:r>
      <w:r>
        <w:rPr>
          <w:rtl/>
        </w:rPr>
        <w:t>كے سہارے اپنے دلى كوائف كو يو</w:t>
      </w:r>
      <w:r w:rsidR="00B365A1">
        <w:rPr>
          <w:rtl/>
        </w:rPr>
        <w:t xml:space="preserve">ں </w:t>
      </w:r>
      <w:r>
        <w:rPr>
          <w:rtl/>
        </w:rPr>
        <w:t xml:space="preserve">بيان كيا ہے </w:t>
      </w:r>
    </w:p>
    <w:p w:rsidR="00376422" w:rsidRDefault="00376422" w:rsidP="00E67399">
      <w:pPr>
        <w:pStyle w:val="libArabic"/>
        <w:rPr>
          <w:rtl/>
        </w:rPr>
      </w:pPr>
      <w:r>
        <w:rPr>
          <w:rtl/>
        </w:rPr>
        <w:t>ذ</w:t>
      </w:r>
      <w:r w:rsidR="00D96149" w:rsidRPr="00E67399">
        <w:rPr>
          <w:rFonts w:hint="cs"/>
          <w:rtl/>
        </w:rPr>
        <w:t>ه</w:t>
      </w:r>
      <w:r>
        <w:rPr>
          <w:rFonts w:hint="cs"/>
          <w:rtl/>
        </w:rPr>
        <w:t>ب</w:t>
      </w:r>
      <w:r>
        <w:rPr>
          <w:rtl/>
        </w:rPr>
        <w:t xml:space="preserve"> </w:t>
      </w:r>
      <w:r>
        <w:rPr>
          <w:rFonts w:hint="cs"/>
          <w:rtl/>
        </w:rPr>
        <w:t>الذ</w:t>
      </w:r>
      <w:r>
        <w:rPr>
          <w:rtl/>
        </w:rPr>
        <w:t xml:space="preserve"> </w:t>
      </w:r>
      <w:r>
        <w:rPr>
          <w:rFonts w:hint="cs"/>
          <w:rtl/>
        </w:rPr>
        <w:t>ين</w:t>
      </w:r>
      <w:r>
        <w:rPr>
          <w:rtl/>
        </w:rPr>
        <w:t xml:space="preserve"> </w:t>
      </w:r>
      <w:r>
        <w:rPr>
          <w:rFonts w:hint="cs"/>
          <w:rtl/>
        </w:rPr>
        <w:t>يعاش</w:t>
      </w:r>
      <w:r>
        <w:rPr>
          <w:rtl/>
        </w:rPr>
        <w:t xml:space="preserve"> </w:t>
      </w:r>
      <w:r>
        <w:rPr>
          <w:rFonts w:hint="cs"/>
          <w:rtl/>
        </w:rPr>
        <w:t>اكناف</w:t>
      </w:r>
      <w:r w:rsidR="00D96149" w:rsidRPr="00E67399">
        <w:rPr>
          <w:rFonts w:hint="cs"/>
          <w:rtl/>
        </w:rPr>
        <w:t>ه</w:t>
      </w:r>
      <w:r>
        <w:rPr>
          <w:rFonts w:hint="cs"/>
          <w:rtl/>
        </w:rPr>
        <w:t>م</w:t>
      </w:r>
      <w:r>
        <w:rPr>
          <w:rtl/>
        </w:rPr>
        <w:t xml:space="preserve"> </w:t>
      </w:r>
    </w:p>
    <w:p w:rsidR="00376422" w:rsidRDefault="00376422" w:rsidP="00E67399">
      <w:pPr>
        <w:pStyle w:val="libArabic"/>
        <w:rPr>
          <w:rtl/>
        </w:rPr>
      </w:pPr>
      <w:r>
        <w:rPr>
          <w:rtl/>
        </w:rPr>
        <w:t xml:space="preserve">و بقيت فى خلف كجلد الاجرب </w:t>
      </w:r>
    </w:p>
    <w:p w:rsidR="00376422" w:rsidRDefault="00376422" w:rsidP="00E67399">
      <w:pPr>
        <w:pStyle w:val="libArabic"/>
        <w:rPr>
          <w:rtl/>
        </w:rPr>
      </w:pPr>
      <w:r>
        <w:rPr>
          <w:rtl/>
        </w:rPr>
        <w:t>لا ينفعون ولا يرجى خير</w:t>
      </w:r>
      <w:r w:rsidR="00D96149" w:rsidRPr="00E67399">
        <w:rPr>
          <w:rFonts w:hint="cs"/>
          <w:rtl/>
        </w:rPr>
        <w:t>ه</w:t>
      </w:r>
      <w:r>
        <w:rPr>
          <w:rFonts w:hint="cs"/>
          <w:rtl/>
        </w:rPr>
        <w:t>م</w:t>
      </w:r>
      <w:r>
        <w:rPr>
          <w:rtl/>
        </w:rPr>
        <w:t xml:space="preserve"> </w:t>
      </w:r>
    </w:p>
    <w:p w:rsidR="00376422" w:rsidRDefault="00376422" w:rsidP="00E67399">
      <w:pPr>
        <w:pStyle w:val="libArabic"/>
        <w:rPr>
          <w:rtl/>
        </w:rPr>
      </w:pPr>
      <w:r>
        <w:rPr>
          <w:rtl/>
        </w:rPr>
        <w:t xml:space="preserve">و يعاب قائلم و ان لم يشعب </w:t>
      </w:r>
    </w:p>
    <w:p w:rsidR="00376422" w:rsidRDefault="00376422" w:rsidP="00E67399">
      <w:pPr>
        <w:pStyle w:val="libNormal"/>
        <w:rPr>
          <w:rtl/>
        </w:rPr>
      </w:pPr>
      <w:r>
        <w:rPr>
          <w:rtl/>
        </w:rPr>
        <w:t>ترجمہ _ وہ لوگ چلے گئے جن كے سايہ رحمت مي</w:t>
      </w:r>
      <w:r w:rsidR="00B365A1">
        <w:rPr>
          <w:rtl/>
        </w:rPr>
        <w:t xml:space="preserve">ں </w:t>
      </w:r>
      <w:r>
        <w:rPr>
          <w:rtl/>
        </w:rPr>
        <w:t>زندگى گزارتے تھے اور ہم انكے بعد اسى طرح ہي</w:t>
      </w:r>
      <w:r w:rsidR="00B365A1">
        <w:rPr>
          <w:rtl/>
        </w:rPr>
        <w:t xml:space="preserve">ں </w:t>
      </w:r>
      <w:r>
        <w:rPr>
          <w:rtl/>
        </w:rPr>
        <w:t>جيسے جذام شخص كى كھال كہ نہ نفع بخش ہے اور نہ ہى خيركى اميد ہے _ ان كے بارے مي</w:t>
      </w:r>
      <w:r w:rsidR="00B365A1">
        <w:rPr>
          <w:rtl/>
        </w:rPr>
        <w:t xml:space="preserve">ں </w:t>
      </w:r>
      <w:r>
        <w:rPr>
          <w:rtl/>
        </w:rPr>
        <w:t>كچھ كہنا گويا عيب ہے جبكہ ان لوگو</w:t>
      </w:r>
      <w:r w:rsidR="00B365A1">
        <w:rPr>
          <w:rtl/>
        </w:rPr>
        <w:t xml:space="preserve">ں </w:t>
      </w:r>
      <w:r>
        <w:rPr>
          <w:rtl/>
        </w:rPr>
        <w:t>نے كوئي برائي بھى نہي</w:t>
      </w:r>
      <w:r w:rsidR="00B365A1">
        <w:rPr>
          <w:rtl/>
        </w:rPr>
        <w:t xml:space="preserve">ں </w:t>
      </w:r>
      <w:r>
        <w:rPr>
          <w:rtl/>
        </w:rPr>
        <w:t xml:space="preserve">پھيلائي ہے _ </w:t>
      </w:r>
    </w:p>
    <w:p w:rsidR="00376422" w:rsidRDefault="00376422" w:rsidP="00E67399">
      <w:pPr>
        <w:pStyle w:val="libNormal"/>
        <w:rPr>
          <w:rtl/>
        </w:rPr>
      </w:pPr>
      <w:r>
        <w:rPr>
          <w:rtl/>
        </w:rPr>
        <w:t>دوسرى بات يہ تھى كہ عائشه كا پہلے كى طرح وہ سن بھى نہي</w:t>
      </w:r>
      <w:r w:rsidR="00B365A1">
        <w:rPr>
          <w:rtl/>
        </w:rPr>
        <w:t xml:space="preserve">ں </w:t>
      </w:r>
      <w:r>
        <w:rPr>
          <w:rtl/>
        </w:rPr>
        <w:t>رہا كہ مركب پر سوار ہو كر جنگل و بيابان كى خاك چھاني</w:t>
      </w:r>
      <w:r w:rsidR="00B365A1">
        <w:rPr>
          <w:rtl/>
        </w:rPr>
        <w:t xml:space="preserve">ں </w:t>
      </w:r>
      <w:r>
        <w:rPr>
          <w:rtl/>
        </w:rPr>
        <w:t>، اور بنى اميہ كے خلاف اتش جنگ كو بھڑكائي</w:t>
      </w:r>
      <w:r w:rsidR="00B365A1">
        <w:rPr>
          <w:rtl/>
        </w:rPr>
        <w:t xml:space="preserve">ں </w:t>
      </w:r>
      <w:r>
        <w:rPr>
          <w:rtl/>
        </w:rPr>
        <w:t>يہى وجہ تھى كہ انھو</w:t>
      </w:r>
      <w:r w:rsidR="00B365A1">
        <w:rPr>
          <w:rtl/>
        </w:rPr>
        <w:t xml:space="preserve">ں </w:t>
      </w:r>
      <w:r>
        <w:rPr>
          <w:rtl/>
        </w:rPr>
        <w:t>نے اپنے كينے اور دشمنى كو دوسرى شكل مي</w:t>
      </w:r>
      <w:r w:rsidR="00B365A1">
        <w:rPr>
          <w:rtl/>
        </w:rPr>
        <w:t xml:space="preserve">ں </w:t>
      </w:r>
      <w:r>
        <w:rPr>
          <w:rtl/>
        </w:rPr>
        <w:t xml:space="preserve">ظاہر كيا _ </w:t>
      </w:r>
    </w:p>
    <w:p w:rsidR="00376422" w:rsidRDefault="00376422" w:rsidP="00E67399">
      <w:pPr>
        <w:pStyle w:val="libNormal"/>
        <w:rPr>
          <w:rtl/>
        </w:rPr>
      </w:pPr>
      <w:r>
        <w:rPr>
          <w:rtl/>
        </w:rPr>
        <w:t>اور اپ نے پہلے ديكھا كہ حاكم مدينہ ( مروان ) جيسے ہى ان ( عائشه ) كى چنگل مي</w:t>
      </w:r>
      <w:r w:rsidR="00B365A1">
        <w:rPr>
          <w:rtl/>
        </w:rPr>
        <w:t>ں</w:t>
      </w:r>
      <w:r w:rsidR="00831D2C">
        <w:rPr>
          <w:rtl/>
        </w:rPr>
        <w:t xml:space="preserve"> آيا </w:t>
      </w:r>
      <w:r>
        <w:rPr>
          <w:rtl/>
        </w:rPr>
        <w:t xml:space="preserve"> تو انھو</w:t>
      </w:r>
      <w:r w:rsidR="00B365A1">
        <w:rPr>
          <w:rtl/>
        </w:rPr>
        <w:t xml:space="preserve">ں </w:t>
      </w:r>
      <w:r>
        <w:rPr>
          <w:rtl/>
        </w:rPr>
        <w:t>نے قول رسول (ص) كو جو كہ اسكے باپ كے سلسلے مي</w:t>
      </w:r>
      <w:r w:rsidR="00B365A1">
        <w:rPr>
          <w:rtl/>
        </w:rPr>
        <w:t xml:space="preserve">ں </w:t>
      </w:r>
      <w:r>
        <w:rPr>
          <w:rtl/>
        </w:rPr>
        <w:t>تھا كہ تم تو پہلے ہى سے ملعون خدا ہو اسكو بيان كر ڈالا ، اور مدتو</w:t>
      </w:r>
      <w:r w:rsidR="00B365A1">
        <w:rPr>
          <w:rtl/>
        </w:rPr>
        <w:t xml:space="preserve">ں </w:t>
      </w:r>
      <w:r>
        <w:rPr>
          <w:rtl/>
        </w:rPr>
        <w:t>اسى ڈگر پر چلتى رہي</w:t>
      </w:r>
      <w:r w:rsidR="00B365A1">
        <w:rPr>
          <w:rtl/>
        </w:rPr>
        <w:t xml:space="preserve">ں </w:t>
      </w:r>
      <w:r>
        <w:rPr>
          <w:rtl/>
        </w:rPr>
        <w:t xml:space="preserve">_ </w:t>
      </w:r>
    </w:p>
    <w:p w:rsidR="00376422" w:rsidRDefault="00376422" w:rsidP="00E67399">
      <w:pPr>
        <w:pStyle w:val="libNormal"/>
        <w:rPr>
          <w:rtl/>
        </w:rPr>
      </w:pPr>
      <w:r>
        <w:rPr>
          <w:rtl/>
        </w:rPr>
        <w:t>مي</w:t>
      </w:r>
      <w:r w:rsidR="00B365A1">
        <w:rPr>
          <w:rtl/>
        </w:rPr>
        <w:t xml:space="preserve">ں </w:t>
      </w:r>
      <w:r>
        <w:rPr>
          <w:rtl/>
        </w:rPr>
        <w:t xml:space="preserve">سمجھتا ہو </w:t>
      </w:r>
      <w:r w:rsidR="00B365A1">
        <w:rPr>
          <w:rtl/>
        </w:rPr>
        <w:t xml:space="preserve">ں </w:t>
      </w:r>
      <w:r>
        <w:rPr>
          <w:rtl/>
        </w:rPr>
        <w:t>كہ عائشه نے بنى اميہ كى مذمت مي</w:t>
      </w:r>
      <w:r w:rsidR="00B365A1">
        <w:rPr>
          <w:rtl/>
        </w:rPr>
        <w:t xml:space="preserve">ں </w:t>
      </w:r>
      <w:r>
        <w:rPr>
          <w:rtl/>
        </w:rPr>
        <w:t>جو احاديث رسول (ص) بيان كى ہے يہ سب اسى دور كى ہي</w:t>
      </w:r>
      <w:r w:rsidR="00B365A1">
        <w:rPr>
          <w:rtl/>
        </w:rPr>
        <w:t xml:space="preserve">ں </w:t>
      </w:r>
      <w:r>
        <w:rPr>
          <w:rtl/>
        </w:rPr>
        <w:t>_ اور اسى پر اكتفا نہي</w:t>
      </w:r>
      <w:r w:rsidR="00B365A1">
        <w:rPr>
          <w:rtl/>
        </w:rPr>
        <w:t xml:space="preserve">ں </w:t>
      </w:r>
      <w:r>
        <w:rPr>
          <w:rtl/>
        </w:rPr>
        <w:t>كيا بلكہ جو كچھ اہلبيت رسول (ص) اور انكے اصحاب كے فضائل و احاديث سني</w:t>
      </w:r>
      <w:r w:rsidR="00B365A1">
        <w:rPr>
          <w:rtl/>
        </w:rPr>
        <w:t xml:space="preserve">ں </w:t>
      </w:r>
      <w:r>
        <w:rPr>
          <w:rtl/>
        </w:rPr>
        <w:t>تھى اسكو بيان كيا ، كيونكہ معاويہ و بنى اميہ كو اس دور مي</w:t>
      </w:r>
      <w:r w:rsidR="00B365A1">
        <w:rPr>
          <w:rtl/>
        </w:rPr>
        <w:t xml:space="preserve">ں </w:t>
      </w:r>
      <w:r>
        <w:rPr>
          <w:rtl/>
        </w:rPr>
        <w:t>چڑھانے كے لئے سوائے فضائل اہلبيت عليھم السلام كو بيان كرنے كے كوئي چارہ نہ تھا ، اس عمل نے ان لوگو</w:t>
      </w:r>
      <w:r w:rsidR="00B365A1">
        <w:rPr>
          <w:rtl/>
        </w:rPr>
        <w:t xml:space="preserve">ں </w:t>
      </w:r>
      <w:r>
        <w:rPr>
          <w:rtl/>
        </w:rPr>
        <w:t xml:space="preserve">كو سخت متحير اور انكے دماغ كو چكرا ڈالا تھا _ </w:t>
      </w:r>
    </w:p>
    <w:p w:rsidR="004731AF" w:rsidRDefault="00376422" w:rsidP="00E67399">
      <w:pPr>
        <w:pStyle w:val="libNormal"/>
        <w:rPr>
          <w:rtl/>
        </w:rPr>
      </w:pPr>
      <w:r>
        <w:rPr>
          <w:rtl/>
        </w:rPr>
        <w:t>اس دور مي</w:t>
      </w:r>
      <w:r w:rsidR="00B365A1">
        <w:rPr>
          <w:rtl/>
        </w:rPr>
        <w:t xml:space="preserve">ں </w:t>
      </w:r>
      <w:r>
        <w:rPr>
          <w:rtl/>
        </w:rPr>
        <w:t>حضرت امام حسين (ع) سے كافى محبت سے پيش انے لگي</w:t>
      </w:r>
      <w:r w:rsidR="00B365A1">
        <w:rPr>
          <w:rtl/>
        </w:rPr>
        <w:t xml:space="preserve">ں </w:t>
      </w:r>
      <w:r>
        <w:rPr>
          <w:rtl/>
        </w:rPr>
        <w:t>لہذا جو بھى حديثي</w:t>
      </w:r>
      <w:r w:rsidR="00B365A1">
        <w:rPr>
          <w:rtl/>
        </w:rPr>
        <w:t xml:space="preserve">ں </w:t>
      </w:r>
      <w:r>
        <w:rPr>
          <w:rtl/>
        </w:rPr>
        <w:t>ان لوگو</w:t>
      </w:r>
      <w:r w:rsidR="00B365A1">
        <w:rPr>
          <w:rtl/>
        </w:rPr>
        <w:t xml:space="preserve">ں </w:t>
      </w:r>
      <w:r>
        <w:rPr>
          <w:rtl/>
        </w:rPr>
        <w:t>كے سلسلہ مي</w:t>
      </w:r>
      <w:r w:rsidR="00B365A1">
        <w:rPr>
          <w:rtl/>
        </w:rPr>
        <w:t xml:space="preserve">ں </w:t>
      </w:r>
      <w:r>
        <w:rPr>
          <w:rtl/>
        </w:rPr>
        <w:t>عائشه سے نقل ہوئي ہي</w:t>
      </w:r>
      <w:r w:rsidR="00B365A1">
        <w:rPr>
          <w:rtl/>
        </w:rPr>
        <w:t xml:space="preserve">ں </w:t>
      </w:r>
      <w:r>
        <w:rPr>
          <w:rtl/>
        </w:rPr>
        <w:t>اور كتب احاديث مي</w:t>
      </w:r>
      <w:r w:rsidR="00B365A1">
        <w:rPr>
          <w:rtl/>
        </w:rPr>
        <w:t xml:space="preserve">ں </w:t>
      </w:r>
      <w:r>
        <w:rPr>
          <w:rtl/>
        </w:rPr>
        <w:t xml:space="preserve">جو فضائل امير المومنين (ع) اور صديقہ طاہرہ نيز انكى والدہ گرامى خديجہ كبرى (ع) كے </w:t>
      </w: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سلسلہ مي</w:t>
      </w:r>
      <w:r w:rsidR="00B365A1">
        <w:rPr>
          <w:rtl/>
        </w:rPr>
        <w:t xml:space="preserve">ں </w:t>
      </w:r>
      <w:r>
        <w:rPr>
          <w:rtl/>
        </w:rPr>
        <w:t>بيان ہوئي ہي</w:t>
      </w:r>
      <w:r w:rsidR="00B365A1">
        <w:rPr>
          <w:rtl/>
        </w:rPr>
        <w:t xml:space="preserve">ں </w:t>
      </w:r>
      <w:r>
        <w:rPr>
          <w:rtl/>
        </w:rPr>
        <w:t>ضرور بالضرور اسى دور كے ہي</w:t>
      </w:r>
      <w:r w:rsidR="00B365A1">
        <w:rPr>
          <w:rtl/>
        </w:rPr>
        <w:t xml:space="preserve">ں </w:t>
      </w:r>
      <w:r>
        <w:rPr>
          <w:rtl/>
        </w:rPr>
        <w:t xml:space="preserve">_ </w:t>
      </w:r>
    </w:p>
    <w:p w:rsidR="00376422" w:rsidRDefault="00376422" w:rsidP="00E67399">
      <w:pPr>
        <w:pStyle w:val="libNormal"/>
        <w:rPr>
          <w:rtl/>
        </w:rPr>
      </w:pPr>
      <w:r>
        <w:rPr>
          <w:rtl/>
        </w:rPr>
        <w:t>مي</w:t>
      </w:r>
      <w:r w:rsidR="00B365A1">
        <w:rPr>
          <w:rtl/>
        </w:rPr>
        <w:t xml:space="preserve">ں </w:t>
      </w:r>
      <w:r>
        <w:rPr>
          <w:rtl/>
        </w:rPr>
        <w:t>سمجھتا ہو</w:t>
      </w:r>
      <w:r w:rsidR="00B365A1">
        <w:rPr>
          <w:rtl/>
        </w:rPr>
        <w:t xml:space="preserve">ں </w:t>
      </w:r>
      <w:r>
        <w:rPr>
          <w:rtl/>
        </w:rPr>
        <w:t>كہ جو كلمات ندامت و شرمندگى كے عائشه نے جنگ جمل كے بارے مي</w:t>
      </w:r>
      <w:r w:rsidR="00B365A1">
        <w:rPr>
          <w:rtl/>
        </w:rPr>
        <w:t xml:space="preserve">ں </w:t>
      </w:r>
      <w:r>
        <w:rPr>
          <w:rtl/>
        </w:rPr>
        <w:t>كہے ہي</w:t>
      </w:r>
      <w:r w:rsidR="00B365A1">
        <w:rPr>
          <w:rtl/>
        </w:rPr>
        <w:t xml:space="preserve">ں </w:t>
      </w:r>
      <w:r>
        <w:rPr>
          <w:rtl/>
        </w:rPr>
        <w:t>اسى زمانہ كے ابتدائي دور كے ہي</w:t>
      </w:r>
      <w:r w:rsidR="00B365A1">
        <w:rPr>
          <w:rtl/>
        </w:rPr>
        <w:t xml:space="preserve">ں </w:t>
      </w:r>
      <w:r>
        <w:rPr>
          <w:rtl/>
        </w:rPr>
        <w:t>اور مرتے دم تك اسى كا رونا روتى رہي</w:t>
      </w:r>
      <w:r w:rsidR="00B365A1">
        <w:rPr>
          <w:rtl/>
        </w:rPr>
        <w:t xml:space="preserve">ں </w:t>
      </w:r>
      <w:r>
        <w:rPr>
          <w:rtl/>
        </w:rPr>
        <w:t>جسكى تفصيل ائندہ</w:t>
      </w:r>
      <w:r w:rsidR="00137FAB">
        <w:rPr>
          <w:rtl/>
        </w:rPr>
        <w:t xml:space="preserve"> آئے</w:t>
      </w:r>
      <w:r>
        <w:rPr>
          <w:rtl/>
        </w:rPr>
        <w:t xml:space="preserve"> گى _ </w:t>
      </w:r>
    </w:p>
    <w:p w:rsidR="00376422" w:rsidRDefault="00376422" w:rsidP="00E67399">
      <w:pPr>
        <w:pStyle w:val="libNormal"/>
        <w:rPr>
          <w:rtl/>
        </w:rPr>
      </w:pPr>
    </w:p>
    <w:p w:rsidR="00376422" w:rsidRDefault="00376422" w:rsidP="00E67399">
      <w:pPr>
        <w:pStyle w:val="Heading2Center"/>
        <w:rPr>
          <w:rtl/>
        </w:rPr>
      </w:pPr>
      <w:bookmarkStart w:id="60" w:name="_Toc531605688"/>
      <w:r>
        <w:rPr>
          <w:rtl/>
        </w:rPr>
        <w:t>جنگ جمل سے عائشه كى شرمندگي</w:t>
      </w:r>
      <w:bookmarkEnd w:id="60"/>
    </w:p>
    <w:p w:rsidR="00376422" w:rsidRDefault="00376422" w:rsidP="00E67399">
      <w:pPr>
        <w:pStyle w:val="libNormal"/>
        <w:rPr>
          <w:rtl/>
        </w:rPr>
      </w:pPr>
      <w:r>
        <w:rPr>
          <w:rtl/>
        </w:rPr>
        <w:t>ابو جندب كوفى نے عائشه سے اپنى ملاقات كى داستان يو</w:t>
      </w:r>
      <w:r w:rsidR="00B365A1">
        <w:rPr>
          <w:rtl/>
        </w:rPr>
        <w:t xml:space="preserve">ں </w:t>
      </w:r>
      <w:r>
        <w:rPr>
          <w:rtl/>
        </w:rPr>
        <w:t xml:space="preserve">بيان كيا ہے </w:t>
      </w:r>
    </w:p>
    <w:p w:rsidR="00376422" w:rsidRDefault="00376422" w:rsidP="00E67399">
      <w:pPr>
        <w:pStyle w:val="libNormal"/>
        <w:rPr>
          <w:rtl/>
        </w:rPr>
      </w:pPr>
      <w:r>
        <w:rPr>
          <w:rtl/>
        </w:rPr>
        <w:t>جب ہم عائشه كے گھر گئے تو انھو</w:t>
      </w:r>
      <w:r w:rsidR="00B365A1">
        <w:rPr>
          <w:rtl/>
        </w:rPr>
        <w:t xml:space="preserve">ں </w:t>
      </w:r>
      <w:r>
        <w:rPr>
          <w:rtl/>
        </w:rPr>
        <w:t>نے پوچھا ، تم كون ہو ؟ مي</w:t>
      </w:r>
      <w:r w:rsidR="00B365A1">
        <w:rPr>
          <w:rtl/>
        </w:rPr>
        <w:t xml:space="preserve">ں </w:t>
      </w:r>
      <w:r>
        <w:rPr>
          <w:rtl/>
        </w:rPr>
        <w:t>نے كہا ،مي</w:t>
      </w:r>
      <w:r w:rsidR="00B365A1">
        <w:rPr>
          <w:rtl/>
        </w:rPr>
        <w:t xml:space="preserve">ں </w:t>
      </w:r>
      <w:r>
        <w:rPr>
          <w:rtl/>
        </w:rPr>
        <w:t>قبيلہ ازد سے جو كہ كوفہ مي</w:t>
      </w:r>
      <w:r w:rsidR="00B365A1">
        <w:rPr>
          <w:rtl/>
        </w:rPr>
        <w:t xml:space="preserve">ں </w:t>
      </w:r>
      <w:r>
        <w:rPr>
          <w:rtl/>
        </w:rPr>
        <w:t>رہتا ہو</w:t>
      </w:r>
      <w:r w:rsidR="00B365A1">
        <w:rPr>
          <w:rtl/>
        </w:rPr>
        <w:t xml:space="preserve">ں </w:t>
      </w:r>
      <w:r>
        <w:rPr>
          <w:rtl/>
        </w:rPr>
        <w:t xml:space="preserve">_ </w:t>
      </w:r>
    </w:p>
    <w:p w:rsidR="00376422" w:rsidRDefault="00376422" w:rsidP="00E67399">
      <w:pPr>
        <w:pStyle w:val="libNormal"/>
        <w:rPr>
          <w:rtl/>
        </w:rPr>
      </w:pPr>
      <w:r>
        <w:rPr>
          <w:rtl/>
        </w:rPr>
        <w:t>عائشه نے پوچھا ،</w:t>
      </w:r>
      <w:r w:rsidR="00831D2C">
        <w:rPr>
          <w:rtl/>
        </w:rPr>
        <w:t xml:space="preserve"> آيا </w:t>
      </w:r>
      <w:r>
        <w:rPr>
          <w:rtl/>
        </w:rPr>
        <w:t xml:space="preserve"> تم نے جنگ جمل مي</w:t>
      </w:r>
      <w:r w:rsidR="00B365A1">
        <w:rPr>
          <w:rtl/>
        </w:rPr>
        <w:t xml:space="preserve">ں </w:t>
      </w:r>
      <w:r>
        <w:rPr>
          <w:rtl/>
        </w:rPr>
        <w:t xml:space="preserve">شركت كى تھى ؟ </w:t>
      </w:r>
    </w:p>
    <w:p w:rsidR="00376422" w:rsidRDefault="00376422" w:rsidP="00E67399">
      <w:pPr>
        <w:pStyle w:val="libNormal"/>
        <w:rPr>
          <w:rtl/>
        </w:rPr>
      </w:pPr>
      <w:r>
        <w:rPr>
          <w:rtl/>
        </w:rPr>
        <w:t>جندب كوفى نے كہا جى ہا</w:t>
      </w:r>
      <w:r w:rsidR="00B365A1">
        <w:rPr>
          <w:rtl/>
        </w:rPr>
        <w:t xml:space="preserve">ں </w:t>
      </w:r>
    </w:p>
    <w:p w:rsidR="00376422" w:rsidRDefault="00376422" w:rsidP="00E67399">
      <w:pPr>
        <w:pStyle w:val="libNormal"/>
        <w:rPr>
          <w:rtl/>
        </w:rPr>
      </w:pPr>
      <w:r>
        <w:rPr>
          <w:rtl/>
        </w:rPr>
        <w:t xml:space="preserve">عائشه نے كہا ،ايا ہمارے مخالف تھے يا موافق ؟ </w:t>
      </w:r>
    </w:p>
    <w:p w:rsidR="00376422" w:rsidRDefault="00376422" w:rsidP="00E67399">
      <w:pPr>
        <w:pStyle w:val="libNormal"/>
        <w:rPr>
          <w:rtl/>
        </w:rPr>
      </w:pPr>
      <w:r>
        <w:rPr>
          <w:rtl/>
        </w:rPr>
        <w:t>جندب نے جواب ديا _ ہم اپكے مخالف لشكر مي</w:t>
      </w:r>
      <w:r w:rsidR="00B365A1">
        <w:rPr>
          <w:rtl/>
        </w:rPr>
        <w:t xml:space="preserve">ں </w:t>
      </w:r>
      <w:r>
        <w:rPr>
          <w:rtl/>
        </w:rPr>
        <w:t xml:space="preserve">تھے _ </w:t>
      </w:r>
    </w:p>
    <w:p w:rsidR="00915F45" w:rsidRDefault="00376422" w:rsidP="00E67399">
      <w:pPr>
        <w:pStyle w:val="libNormal"/>
        <w:rPr>
          <w:rtl/>
        </w:rPr>
      </w:pPr>
      <w:r>
        <w:rPr>
          <w:rtl/>
        </w:rPr>
        <w:t>عائشه نے كہا _</w:t>
      </w:r>
      <w:r w:rsidR="00831D2C">
        <w:rPr>
          <w:rtl/>
        </w:rPr>
        <w:t xml:space="preserve"> آيا </w:t>
      </w:r>
      <w:r>
        <w:rPr>
          <w:rtl/>
        </w:rPr>
        <w:t xml:space="preserve"> وہ كون شخص تھا كہ جس نے اپنے رجز مي</w:t>
      </w:r>
      <w:r w:rsidR="00B365A1">
        <w:rPr>
          <w:rtl/>
        </w:rPr>
        <w:t xml:space="preserve">ں </w:t>
      </w:r>
      <w:r>
        <w:rPr>
          <w:rtl/>
        </w:rPr>
        <w:t>يہ كہا تھا كہ اے ام المومنين ہم اپكو جانتے ہي</w:t>
      </w:r>
      <w:r w:rsidR="00B365A1">
        <w:rPr>
          <w:rtl/>
        </w:rPr>
        <w:t xml:space="preserve">ں </w:t>
      </w:r>
      <w:r>
        <w:rPr>
          <w:rtl/>
        </w:rPr>
        <w:t>ليكن اپ ہم كو نہي</w:t>
      </w:r>
      <w:r w:rsidR="00B365A1">
        <w:rPr>
          <w:rtl/>
        </w:rPr>
        <w:t xml:space="preserve">ں </w:t>
      </w:r>
      <w:r>
        <w:rPr>
          <w:rtl/>
        </w:rPr>
        <w:t>پہچانتى ہي</w:t>
      </w:r>
      <w:r w:rsidR="00B365A1">
        <w:rPr>
          <w:rtl/>
        </w:rPr>
        <w:t xml:space="preserve">ں </w:t>
      </w:r>
      <w:r>
        <w:rPr>
          <w:rtl/>
        </w:rPr>
        <w:t xml:space="preserve">؟ </w:t>
      </w:r>
    </w:p>
    <w:p w:rsidR="00915F45" w:rsidRDefault="00915F45"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جندب نے كہا _ہا</w:t>
      </w:r>
      <w:r w:rsidR="00B365A1">
        <w:rPr>
          <w:rtl/>
        </w:rPr>
        <w:t xml:space="preserve">ں </w:t>
      </w:r>
      <w:r>
        <w:rPr>
          <w:rtl/>
        </w:rPr>
        <w:t xml:space="preserve">_ وہ ميرا چچا زاد بھائي تھا _ </w:t>
      </w:r>
    </w:p>
    <w:p w:rsidR="00376422" w:rsidRDefault="00376422" w:rsidP="00E67399">
      <w:pPr>
        <w:pStyle w:val="libNormal"/>
        <w:rPr>
          <w:rtl/>
        </w:rPr>
      </w:pPr>
      <w:r>
        <w:rPr>
          <w:rtl/>
        </w:rPr>
        <w:t>اسكے بعد اتنا روئي</w:t>
      </w:r>
      <w:r w:rsidR="00B365A1">
        <w:rPr>
          <w:rtl/>
        </w:rPr>
        <w:t xml:space="preserve">ں </w:t>
      </w:r>
      <w:r>
        <w:rPr>
          <w:rtl/>
        </w:rPr>
        <w:t>كہ مي</w:t>
      </w:r>
      <w:r w:rsidR="00B365A1">
        <w:rPr>
          <w:rtl/>
        </w:rPr>
        <w:t xml:space="preserve">ں </w:t>
      </w:r>
      <w:r>
        <w:rPr>
          <w:rtl/>
        </w:rPr>
        <w:t>سمجھا كہ انكو گريہ سے ہرگز افاقہ نہي</w:t>
      </w:r>
      <w:r w:rsidR="00B365A1">
        <w:rPr>
          <w:rtl/>
        </w:rPr>
        <w:t xml:space="preserve">ں </w:t>
      </w:r>
      <w:r>
        <w:rPr>
          <w:rtl/>
        </w:rPr>
        <w:t xml:space="preserve">ہو گا </w:t>
      </w:r>
      <w:r w:rsidRPr="00DB1D0D">
        <w:rPr>
          <w:rStyle w:val="libFootnotenumChar"/>
          <w:rtl/>
        </w:rPr>
        <w:t>(7)</w:t>
      </w:r>
      <w:r>
        <w:rPr>
          <w:rtl/>
        </w:rPr>
        <w:t xml:space="preserve"> </w:t>
      </w:r>
    </w:p>
    <w:p w:rsidR="00376422" w:rsidRDefault="00376422" w:rsidP="00E67399">
      <w:pPr>
        <w:pStyle w:val="libNormal"/>
        <w:rPr>
          <w:rtl/>
        </w:rPr>
      </w:pPr>
      <w:r>
        <w:rPr>
          <w:rtl/>
        </w:rPr>
        <w:t>ابن اثير لكھتے ہي</w:t>
      </w:r>
      <w:r w:rsidR="00B365A1">
        <w:rPr>
          <w:rtl/>
        </w:rPr>
        <w:t xml:space="preserve">ں </w:t>
      </w:r>
      <w:r>
        <w:rPr>
          <w:rtl/>
        </w:rPr>
        <w:t xml:space="preserve">: </w:t>
      </w:r>
    </w:p>
    <w:p w:rsidR="00376422" w:rsidRDefault="00376422" w:rsidP="00E67399">
      <w:pPr>
        <w:pStyle w:val="libNormal"/>
        <w:rPr>
          <w:rtl/>
        </w:rPr>
      </w:pPr>
      <w:r>
        <w:rPr>
          <w:rtl/>
        </w:rPr>
        <w:t>ايك روز عائشه كے يہا</w:t>
      </w:r>
      <w:r w:rsidR="00B365A1">
        <w:rPr>
          <w:rtl/>
        </w:rPr>
        <w:t xml:space="preserve">ں </w:t>
      </w:r>
      <w:r>
        <w:rPr>
          <w:rtl/>
        </w:rPr>
        <w:t>گفتگو كے درميان جنگ جمل كا تذكرہ اگيا تو عائشه نے پوچھا لوگ ابھى تك اس جنگ كو ياد كئے ہوئے ہي</w:t>
      </w:r>
      <w:r w:rsidR="00B365A1">
        <w:rPr>
          <w:rtl/>
        </w:rPr>
        <w:t xml:space="preserve">ں </w:t>
      </w:r>
      <w:r>
        <w:rPr>
          <w:rtl/>
        </w:rPr>
        <w:t xml:space="preserve">؟ </w:t>
      </w:r>
    </w:p>
    <w:p w:rsidR="00376422" w:rsidRDefault="00376422" w:rsidP="00E67399">
      <w:pPr>
        <w:pStyle w:val="libNormal"/>
        <w:rPr>
          <w:rtl/>
        </w:rPr>
      </w:pPr>
      <w:r>
        <w:rPr>
          <w:rtl/>
        </w:rPr>
        <w:t>حاضرين نے كہا _ ہا</w:t>
      </w:r>
      <w:r w:rsidR="00B365A1">
        <w:rPr>
          <w:rtl/>
        </w:rPr>
        <w:t xml:space="preserve">ں </w:t>
      </w:r>
      <w:r>
        <w:rPr>
          <w:rtl/>
        </w:rPr>
        <w:t xml:space="preserve">_ </w:t>
      </w:r>
    </w:p>
    <w:p w:rsidR="00376422" w:rsidRDefault="00376422" w:rsidP="00E67399">
      <w:pPr>
        <w:pStyle w:val="libNormal"/>
        <w:rPr>
          <w:rtl/>
        </w:rPr>
      </w:pPr>
      <w:r>
        <w:rPr>
          <w:rtl/>
        </w:rPr>
        <w:t>عائشه نے كہا _ اے كاش اس جنگ مي</w:t>
      </w:r>
      <w:r w:rsidR="00B365A1">
        <w:rPr>
          <w:rtl/>
        </w:rPr>
        <w:t xml:space="preserve">ں </w:t>
      </w:r>
      <w:r>
        <w:rPr>
          <w:rtl/>
        </w:rPr>
        <w:t>شركت نہ كئے ہوتى اور ديگر ازواج رسول (ص) كى طرح اپنے گھر مي</w:t>
      </w:r>
      <w:r w:rsidR="00B365A1">
        <w:rPr>
          <w:rtl/>
        </w:rPr>
        <w:t xml:space="preserve">ں </w:t>
      </w:r>
      <w:r>
        <w:rPr>
          <w:rtl/>
        </w:rPr>
        <w:t xml:space="preserve">رہتى ہمارے دس قيمتى فرزند رسول (ص) عبد اللہ بن زبير، عبد الرحمن ، بن حارث جيسے افراد نہ مارے جاتے </w:t>
      </w:r>
      <w:r w:rsidRPr="00DB1D0D">
        <w:rPr>
          <w:rStyle w:val="libFootnotenumChar"/>
          <w:rtl/>
        </w:rPr>
        <w:t>(8)</w:t>
      </w:r>
      <w:r>
        <w:rPr>
          <w:rtl/>
        </w:rPr>
        <w:t xml:space="preserve"> </w:t>
      </w:r>
    </w:p>
    <w:p w:rsidR="00376422" w:rsidRDefault="00376422" w:rsidP="00E67399">
      <w:pPr>
        <w:pStyle w:val="libNormal"/>
        <w:rPr>
          <w:rtl/>
        </w:rPr>
      </w:pPr>
      <w:r>
        <w:rPr>
          <w:rtl/>
        </w:rPr>
        <w:t xml:space="preserve">مورخين و مفسرين نے مسروق نامى شخص سے نقل كيا ہے _ </w:t>
      </w:r>
    </w:p>
    <w:p w:rsidR="00376422" w:rsidRDefault="00376422" w:rsidP="00E67399">
      <w:pPr>
        <w:pStyle w:val="libNormal"/>
        <w:rPr>
          <w:rtl/>
        </w:rPr>
      </w:pPr>
      <w:r>
        <w:rPr>
          <w:rtl/>
        </w:rPr>
        <w:t>عائشه جس گھڑى سورہ احزاب كى اس</w:t>
      </w:r>
      <w:r w:rsidR="0097280A">
        <w:rPr>
          <w:rtl/>
        </w:rPr>
        <w:t xml:space="preserve"> آيت</w:t>
      </w:r>
      <w:r>
        <w:rPr>
          <w:rtl/>
        </w:rPr>
        <w:t xml:space="preserve"> كو پڑھتى تھي</w:t>
      </w:r>
      <w:r w:rsidR="00B365A1">
        <w:rPr>
          <w:rtl/>
        </w:rPr>
        <w:t xml:space="preserve">ں </w:t>
      </w:r>
      <w:r>
        <w:rPr>
          <w:rtl/>
        </w:rPr>
        <w:t>جسمي</w:t>
      </w:r>
      <w:r w:rsidR="00B365A1">
        <w:rPr>
          <w:rtl/>
        </w:rPr>
        <w:t xml:space="preserve">ں </w:t>
      </w:r>
      <w:r>
        <w:rPr>
          <w:rtl/>
        </w:rPr>
        <w:t>ازواج رسول (ص) كو گھر مي</w:t>
      </w:r>
      <w:r w:rsidR="00B365A1">
        <w:rPr>
          <w:rtl/>
        </w:rPr>
        <w:t xml:space="preserve">ں </w:t>
      </w:r>
      <w:r>
        <w:rPr>
          <w:rtl/>
        </w:rPr>
        <w:t>رہنے كا حكم ديا گيا تھا تو اپ اتنا روتى تھي</w:t>
      </w:r>
      <w:r w:rsidR="00B365A1">
        <w:rPr>
          <w:rtl/>
        </w:rPr>
        <w:t xml:space="preserve">ں </w:t>
      </w:r>
      <w:r>
        <w:rPr>
          <w:rtl/>
        </w:rPr>
        <w:t xml:space="preserve">كہ اوڑھنى انسو سے تر ہو جاتى تھى </w:t>
      </w:r>
      <w:r w:rsidRPr="00DB1D0D">
        <w:rPr>
          <w:rStyle w:val="libFootnotenumChar"/>
          <w:rtl/>
        </w:rPr>
        <w:t>(9)</w:t>
      </w:r>
      <w:r>
        <w:rPr>
          <w:rtl/>
        </w:rPr>
        <w:t xml:space="preserve"> </w:t>
      </w:r>
    </w:p>
    <w:p w:rsidR="00376422" w:rsidRDefault="00376422" w:rsidP="00E67399">
      <w:pPr>
        <w:pStyle w:val="libNormal"/>
        <w:rPr>
          <w:rtl/>
        </w:rPr>
      </w:pPr>
    </w:p>
    <w:p w:rsidR="00376422" w:rsidRDefault="00376422" w:rsidP="00E67399">
      <w:pPr>
        <w:pStyle w:val="Heading2Center"/>
        <w:rPr>
          <w:rtl/>
        </w:rPr>
      </w:pPr>
      <w:bookmarkStart w:id="61" w:name="_Toc531605689"/>
      <w:r>
        <w:rPr>
          <w:rtl/>
        </w:rPr>
        <w:t>''عائشه مرنے سے پہلے ''</w:t>
      </w:r>
      <w:bookmarkEnd w:id="61"/>
    </w:p>
    <w:p w:rsidR="00376422" w:rsidRDefault="00376422" w:rsidP="00E67399">
      <w:pPr>
        <w:pStyle w:val="libNormal"/>
        <w:rPr>
          <w:rtl/>
        </w:rPr>
      </w:pPr>
      <w:r>
        <w:rPr>
          <w:rtl/>
        </w:rPr>
        <w:t>صاحب كتاب طبقات الكبرى محمد بن سعد نقل كرتے ہي</w:t>
      </w:r>
      <w:r w:rsidR="00B365A1">
        <w:rPr>
          <w:rtl/>
        </w:rPr>
        <w:t xml:space="preserve">ں </w:t>
      </w:r>
      <w:r>
        <w:rPr>
          <w:rtl/>
        </w:rPr>
        <w:t xml:space="preserve">: </w:t>
      </w:r>
    </w:p>
    <w:p w:rsidR="00915F45" w:rsidRDefault="00376422" w:rsidP="00E67399">
      <w:pPr>
        <w:pStyle w:val="libNormal"/>
        <w:rPr>
          <w:rtl/>
        </w:rPr>
      </w:pPr>
      <w:r>
        <w:rPr>
          <w:rtl/>
        </w:rPr>
        <w:t>ايك روز ابن عباس عائشه كے مرنے سے پہلے انكو ديكھنے گئے ، تو انھو</w:t>
      </w:r>
      <w:r w:rsidR="00B365A1">
        <w:rPr>
          <w:rtl/>
        </w:rPr>
        <w:t xml:space="preserve">ں </w:t>
      </w:r>
      <w:r>
        <w:rPr>
          <w:rtl/>
        </w:rPr>
        <w:t>نے انكى خوب تعريف و تحسين كى _ جب ابن عباس چلے گئے تو عائشه نے عبد اللہ بن زبير سے كہا ، ابن عباس نے ميرى تعريف كى ہے _ اب مجھے ذرہ برابر اچھا نہي</w:t>
      </w:r>
      <w:r w:rsidR="00B365A1">
        <w:rPr>
          <w:rtl/>
        </w:rPr>
        <w:t xml:space="preserve">ں </w:t>
      </w:r>
      <w:r>
        <w:rPr>
          <w:rtl/>
        </w:rPr>
        <w:t>لگتا ہے كہ كوئي ہم كو اچھے نام سے ياد كرے _، مي</w:t>
      </w:r>
      <w:r w:rsidR="00B365A1">
        <w:rPr>
          <w:rtl/>
        </w:rPr>
        <w:t xml:space="preserve">ں </w:t>
      </w:r>
      <w:r>
        <w:rPr>
          <w:rtl/>
        </w:rPr>
        <w:t>چاہتى ہو</w:t>
      </w:r>
      <w:r w:rsidR="00B365A1">
        <w:rPr>
          <w:rtl/>
        </w:rPr>
        <w:t xml:space="preserve">ں </w:t>
      </w:r>
      <w:r>
        <w:rPr>
          <w:rtl/>
        </w:rPr>
        <w:t>كہ لوگ ہمي</w:t>
      </w:r>
      <w:r w:rsidR="00B365A1">
        <w:rPr>
          <w:rtl/>
        </w:rPr>
        <w:t xml:space="preserve">ں </w:t>
      </w:r>
      <w:r>
        <w:rPr>
          <w:rtl/>
        </w:rPr>
        <w:t>اس طرح سے بھلا دي</w:t>
      </w:r>
      <w:r w:rsidR="00B365A1">
        <w:rPr>
          <w:rtl/>
        </w:rPr>
        <w:t xml:space="preserve">ں </w:t>
      </w:r>
      <w:r>
        <w:rPr>
          <w:rtl/>
        </w:rPr>
        <w:t>گويا دنيا مي</w:t>
      </w:r>
      <w:r w:rsidR="00B365A1">
        <w:rPr>
          <w:rtl/>
        </w:rPr>
        <w:t xml:space="preserve">ں </w:t>
      </w:r>
      <w:r>
        <w:rPr>
          <w:rtl/>
        </w:rPr>
        <w:t>قدم ہى نہي</w:t>
      </w:r>
      <w:r w:rsidR="00B365A1">
        <w:rPr>
          <w:rtl/>
        </w:rPr>
        <w:t xml:space="preserve">ں </w:t>
      </w:r>
      <w:r>
        <w:rPr>
          <w:rtl/>
        </w:rPr>
        <w:t xml:space="preserve">ركھا تھا </w:t>
      </w:r>
      <w:r w:rsidRPr="00C00E6D">
        <w:rPr>
          <w:rStyle w:val="libFootnotenumChar"/>
          <w:rtl/>
        </w:rPr>
        <w:t>(10)</w:t>
      </w:r>
      <w:r>
        <w:rPr>
          <w:rtl/>
        </w:rPr>
        <w:t xml:space="preserve">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7_ طبرى ج5 ص 11 حوادث جنگ جمل </w:t>
      </w:r>
    </w:p>
    <w:p w:rsidR="006F0ADE" w:rsidRDefault="006F0ADE" w:rsidP="00E67399">
      <w:pPr>
        <w:pStyle w:val="libFootnote"/>
        <w:rPr>
          <w:rtl/>
        </w:rPr>
      </w:pPr>
      <w:r>
        <w:rPr>
          <w:rtl/>
        </w:rPr>
        <w:t xml:space="preserve">8_اسد الغابة ج3 ص 284 ، طبقات ابن سعد ج5 ص 1 </w:t>
      </w:r>
    </w:p>
    <w:p w:rsidR="006F0ADE" w:rsidRDefault="006F0ADE" w:rsidP="00E67399">
      <w:pPr>
        <w:pStyle w:val="libFootnote"/>
        <w:rPr>
          <w:rtl/>
        </w:rPr>
      </w:pPr>
      <w:r>
        <w:rPr>
          <w:rtl/>
        </w:rPr>
        <w:t xml:space="preserve">9_ طبقات ج8 ص 56 </w:t>
      </w:r>
    </w:p>
    <w:p w:rsidR="00915F45" w:rsidRDefault="00915F45"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كتاب بلاغات النساء مي</w:t>
      </w:r>
      <w:r w:rsidR="00B365A1">
        <w:rPr>
          <w:rtl/>
        </w:rPr>
        <w:t>ں</w:t>
      </w:r>
      <w:r w:rsidR="00831D2C">
        <w:rPr>
          <w:rtl/>
        </w:rPr>
        <w:t xml:space="preserve"> آيا </w:t>
      </w:r>
      <w:r>
        <w:rPr>
          <w:rtl/>
        </w:rPr>
        <w:t xml:space="preserve"> ہے كہ _ جس وقت عائشه پر حالت احتضار كى كيفيت طارى ہوئي تو اپ بہت مضطرب و پريشان تھي</w:t>
      </w:r>
      <w:r w:rsidR="00B365A1">
        <w:rPr>
          <w:rtl/>
        </w:rPr>
        <w:t xml:space="preserve">ں </w:t>
      </w:r>
      <w:r>
        <w:rPr>
          <w:rtl/>
        </w:rPr>
        <w:t>، حاضرين نے ان سے كہا اپ اتنا پريشان كيو</w:t>
      </w:r>
      <w:r w:rsidR="00B365A1">
        <w:rPr>
          <w:rtl/>
        </w:rPr>
        <w:t xml:space="preserve">ں </w:t>
      </w:r>
      <w:r>
        <w:rPr>
          <w:rtl/>
        </w:rPr>
        <w:t>ہي</w:t>
      </w:r>
      <w:r w:rsidR="00B365A1">
        <w:rPr>
          <w:rtl/>
        </w:rPr>
        <w:t xml:space="preserve">ں </w:t>
      </w:r>
      <w:r>
        <w:rPr>
          <w:rtl/>
        </w:rPr>
        <w:t>اپ تو ابو بكر صديق كى بيٹى اور ام المومنين ہي</w:t>
      </w:r>
      <w:r w:rsidR="00B365A1">
        <w:rPr>
          <w:rtl/>
        </w:rPr>
        <w:t xml:space="preserve">ں </w:t>
      </w:r>
      <w:r>
        <w:rPr>
          <w:rtl/>
        </w:rPr>
        <w:t xml:space="preserve">؟ </w:t>
      </w:r>
    </w:p>
    <w:p w:rsidR="00376422" w:rsidRDefault="00376422" w:rsidP="00E67399">
      <w:pPr>
        <w:pStyle w:val="libNormal"/>
        <w:rPr>
          <w:rtl/>
        </w:rPr>
      </w:pPr>
      <w:r>
        <w:rPr>
          <w:rtl/>
        </w:rPr>
        <w:t>عائشه نے جواب ديا _ مي</w:t>
      </w:r>
      <w:r w:rsidR="00B365A1">
        <w:rPr>
          <w:rtl/>
        </w:rPr>
        <w:t xml:space="preserve">ں </w:t>
      </w:r>
      <w:r>
        <w:rPr>
          <w:rtl/>
        </w:rPr>
        <w:t>سچ كہتى ہو</w:t>
      </w:r>
      <w:r w:rsidR="00B365A1">
        <w:rPr>
          <w:rtl/>
        </w:rPr>
        <w:t xml:space="preserve">ں </w:t>
      </w:r>
      <w:r>
        <w:rPr>
          <w:rtl/>
        </w:rPr>
        <w:t xml:space="preserve">كہ جنگ جمل ميرے گلے كى ہڈى بن گئي ہے _ </w:t>
      </w:r>
    </w:p>
    <w:p w:rsidR="00376422" w:rsidRDefault="00376422" w:rsidP="00E67399">
      <w:pPr>
        <w:pStyle w:val="libNormal"/>
        <w:rPr>
          <w:rtl/>
        </w:rPr>
      </w:pPr>
      <w:r>
        <w:rPr>
          <w:rtl/>
        </w:rPr>
        <w:t xml:space="preserve">اے كاش اس دن سے پہلے مر كھپ گئي ہوتى يافعان ہو جاتى </w:t>
      </w:r>
      <w:r w:rsidRPr="00C00E6D">
        <w:rPr>
          <w:rStyle w:val="libFootnotenumChar"/>
          <w:rtl/>
        </w:rPr>
        <w:t>(11)</w:t>
      </w:r>
      <w:r>
        <w:rPr>
          <w:rtl/>
        </w:rPr>
        <w:t xml:space="preserve"> </w:t>
      </w:r>
    </w:p>
    <w:p w:rsidR="00376422" w:rsidRDefault="00376422" w:rsidP="00E67399">
      <w:pPr>
        <w:pStyle w:val="libNormal"/>
        <w:rPr>
          <w:rtl/>
        </w:rPr>
      </w:pPr>
      <w:r>
        <w:rPr>
          <w:rtl/>
        </w:rPr>
        <w:t>ايك مرتبہ كہا تھا كہ _خدا كى قسم _ اچھا ہوتا كہ مي</w:t>
      </w:r>
      <w:r w:rsidR="00B365A1">
        <w:rPr>
          <w:rtl/>
        </w:rPr>
        <w:t xml:space="preserve">ں </w:t>
      </w:r>
      <w:r>
        <w:rPr>
          <w:rtl/>
        </w:rPr>
        <w:t>درخت ہوتى _ قسم خدا كى _ بھتر تھا كہ اينٹ پتھر ہوتى _ خدا كى قسم _ اچھا ہوتا كہ خدا ہمي</w:t>
      </w:r>
      <w:r w:rsidR="00B365A1">
        <w:rPr>
          <w:rtl/>
        </w:rPr>
        <w:t xml:space="preserve">ں </w:t>
      </w:r>
      <w:r>
        <w:rPr>
          <w:rtl/>
        </w:rPr>
        <w:t xml:space="preserve">پيدا ہى نہ كرتا _ </w:t>
      </w:r>
    </w:p>
    <w:p w:rsidR="00376422" w:rsidRDefault="00376422" w:rsidP="00E67399">
      <w:pPr>
        <w:pStyle w:val="libNormal"/>
        <w:rPr>
          <w:rtl/>
        </w:rPr>
      </w:pPr>
      <w:r>
        <w:rPr>
          <w:rtl/>
        </w:rPr>
        <w:t>كہتے ہي</w:t>
      </w:r>
      <w:r w:rsidR="00B365A1">
        <w:rPr>
          <w:rtl/>
        </w:rPr>
        <w:t xml:space="preserve">ں </w:t>
      </w:r>
      <w:r>
        <w:rPr>
          <w:rtl/>
        </w:rPr>
        <w:t>كہ _ عائشه مرتے وقت بہت حسرت و ياس سے كہتى تھي</w:t>
      </w:r>
      <w:r w:rsidR="00B365A1">
        <w:rPr>
          <w:rtl/>
        </w:rPr>
        <w:t xml:space="preserve">ں </w:t>
      </w:r>
      <w:r>
        <w:rPr>
          <w:rtl/>
        </w:rPr>
        <w:t>كہ ہم نے بعد رسول(ص) حوادث ناگوار پيدا كئے ليكن اب اس دنيا سے جا رہى ہو</w:t>
      </w:r>
      <w:r w:rsidR="00B365A1">
        <w:rPr>
          <w:rtl/>
        </w:rPr>
        <w:t xml:space="preserve">ں </w:t>
      </w:r>
      <w:r>
        <w:rPr>
          <w:rtl/>
        </w:rPr>
        <w:t>لہذا ہمي</w:t>
      </w:r>
      <w:r w:rsidR="00B365A1">
        <w:rPr>
          <w:rtl/>
        </w:rPr>
        <w:t xml:space="preserve">ں </w:t>
      </w:r>
      <w:r>
        <w:rPr>
          <w:rtl/>
        </w:rPr>
        <w:t>ازواج رسول (ص) كے پہلو مي</w:t>
      </w:r>
      <w:r w:rsidR="00B365A1">
        <w:rPr>
          <w:rtl/>
        </w:rPr>
        <w:t xml:space="preserve">ں </w:t>
      </w:r>
      <w:r>
        <w:rPr>
          <w:rtl/>
        </w:rPr>
        <w:t xml:space="preserve">دفن كرنا _ </w:t>
      </w:r>
    </w:p>
    <w:p w:rsidR="00376422" w:rsidRDefault="00376422" w:rsidP="00E67399">
      <w:pPr>
        <w:pStyle w:val="libNormal"/>
        <w:rPr>
          <w:rtl/>
        </w:rPr>
      </w:pPr>
      <w:r>
        <w:rPr>
          <w:rtl/>
        </w:rPr>
        <w:t xml:space="preserve">عالم اہلسنت ذہبى لكھتا ہے : </w:t>
      </w:r>
    </w:p>
    <w:p w:rsidR="00376422" w:rsidRDefault="00376422" w:rsidP="00E67399">
      <w:pPr>
        <w:pStyle w:val="libNormal"/>
        <w:rPr>
          <w:rtl/>
        </w:rPr>
      </w:pPr>
      <w:r>
        <w:rPr>
          <w:rtl/>
        </w:rPr>
        <w:t>حادثہ سے عائشه كى مراد جنگ جمل ہو سكتى ہے جسكو بھڑكا نے مي</w:t>
      </w:r>
      <w:r w:rsidR="00B365A1">
        <w:rPr>
          <w:rtl/>
        </w:rPr>
        <w:t xml:space="preserve">ں </w:t>
      </w:r>
      <w:r>
        <w:rPr>
          <w:rtl/>
        </w:rPr>
        <w:t>انہو</w:t>
      </w:r>
      <w:r w:rsidR="00B365A1">
        <w:rPr>
          <w:rtl/>
        </w:rPr>
        <w:t xml:space="preserve">ں </w:t>
      </w:r>
      <w:r>
        <w:rPr>
          <w:rtl/>
        </w:rPr>
        <w:t xml:space="preserve">نے اہم كردار ادا كيا تھا _ </w:t>
      </w:r>
    </w:p>
    <w:p w:rsidR="00376422" w:rsidRDefault="00376422" w:rsidP="00E67399">
      <w:pPr>
        <w:pStyle w:val="libNormal"/>
        <w:rPr>
          <w:rtl/>
        </w:rPr>
      </w:pPr>
      <w:r>
        <w:rPr>
          <w:rtl/>
        </w:rPr>
        <w:t>يہى ذہبى لكھتا ہے كہ: عائشه نے 17 رمضان المبارك 58ھ مي</w:t>
      </w:r>
      <w:r w:rsidR="00B365A1">
        <w:rPr>
          <w:rtl/>
        </w:rPr>
        <w:t xml:space="preserve">ں </w:t>
      </w:r>
      <w:r>
        <w:rPr>
          <w:rtl/>
        </w:rPr>
        <w:t>نماز صبح كے بعد وفات پائي اور چونكہ انھو</w:t>
      </w:r>
      <w:r w:rsidR="00B365A1">
        <w:rPr>
          <w:rtl/>
        </w:rPr>
        <w:t xml:space="preserve">ں </w:t>
      </w:r>
      <w:r>
        <w:rPr>
          <w:rtl/>
        </w:rPr>
        <w:t>نے وصيت كى تھى كہ مجھے رات مي</w:t>
      </w:r>
      <w:r w:rsidR="00B365A1">
        <w:rPr>
          <w:rtl/>
        </w:rPr>
        <w:t xml:space="preserve">ں </w:t>
      </w:r>
      <w:r>
        <w:rPr>
          <w:rtl/>
        </w:rPr>
        <w:t>دفن كرنا لہذا مہاجرين و انصار كى اچھى خاصى جمعيت جنازے مي</w:t>
      </w:r>
      <w:r w:rsidR="00B365A1">
        <w:rPr>
          <w:rtl/>
        </w:rPr>
        <w:t xml:space="preserve">ں </w:t>
      </w:r>
      <w:r>
        <w:rPr>
          <w:rtl/>
        </w:rPr>
        <w:t>شريك ہوئي لوگ خرما كى لكڑى كو روشن كئے ہوئے جنازہ كے ساتھ تھے تاكہ راستہ چلنے مي</w:t>
      </w:r>
      <w:r w:rsidR="00B365A1">
        <w:rPr>
          <w:rtl/>
        </w:rPr>
        <w:t xml:space="preserve">ں </w:t>
      </w:r>
      <w:r>
        <w:rPr>
          <w:rtl/>
        </w:rPr>
        <w:t>كوئي پريشانى نہ ہو ، راوى كہتا ہے كہ _ مدينہ كى عورتي</w:t>
      </w:r>
      <w:r w:rsidR="00B365A1">
        <w:rPr>
          <w:rtl/>
        </w:rPr>
        <w:t xml:space="preserve">ں </w:t>
      </w:r>
      <w:r>
        <w:rPr>
          <w:rtl/>
        </w:rPr>
        <w:t>قبرستان بقيع مي</w:t>
      </w:r>
      <w:r w:rsidR="00B365A1">
        <w:rPr>
          <w:rtl/>
        </w:rPr>
        <w:t xml:space="preserve">ں </w:t>
      </w:r>
      <w:r>
        <w:rPr>
          <w:rtl/>
        </w:rPr>
        <w:t>اس طرح تھي</w:t>
      </w:r>
      <w:r w:rsidR="00B365A1">
        <w:rPr>
          <w:rtl/>
        </w:rPr>
        <w:t xml:space="preserve">ں </w:t>
      </w:r>
      <w:r>
        <w:rPr>
          <w:rtl/>
        </w:rPr>
        <w:t xml:space="preserve">جيسے معلوم ہو رہا تھا كہ عيد كا دن ہے _ </w:t>
      </w:r>
    </w:p>
    <w:p w:rsidR="00376422" w:rsidRDefault="00376422" w:rsidP="00E67399">
      <w:pPr>
        <w:pStyle w:val="libNormal"/>
        <w:rPr>
          <w:rtl/>
        </w:rPr>
      </w:pPr>
      <w:r>
        <w:rPr>
          <w:rtl/>
        </w:rPr>
        <w:t>ابوہريرہ نے نماز جنازہ پڑھائي كيونكہ مروان كى نمائندگى مي</w:t>
      </w:r>
      <w:r w:rsidR="00B365A1">
        <w:rPr>
          <w:rtl/>
        </w:rPr>
        <w:t xml:space="preserve">ں </w:t>
      </w:r>
      <w:r>
        <w:rPr>
          <w:rtl/>
        </w:rPr>
        <w:t xml:space="preserve">شہر مدينہ پر حكومت كر رہے تھے _ </w:t>
      </w:r>
    </w:p>
    <w:p w:rsidR="00376422" w:rsidRDefault="00376422" w:rsidP="00E67399">
      <w:pPr>
        <w:pStyle w:val="libNormal"/>
        <w:rPr>
          <w:rtl/>
        </w:rPr>
      </w:pPr>
      <w:r>
        <w:rPr>
          <w:rtl/>
        </w:rPr>
        <w:t xml:space="preserve">جس وقت عائشه كا انتقال ہوا تو انكى عمر 63 سال كچھ مہينے كى تھى </w:t>
      </w:r>
      <w:r w:rsidRPr="00C00E6D">
        <w:rPr>
          <w:rStyle w:val="libFootnotenumChar"/>
          <w:rtl/>
        </w:rPr>
        <w:t>(12)</w:t>
      </w:r>
      <w:r>
        <w:rPr>
          <w:rtl/>
        </w:rPr>
        <w:t xml:space="preserve"> </w:t>
      </w:r>
    </w:p>
    <w:p w:rsidR="00376422" w:rsidRDefault="00376422" w:rsidP="00E67399">
      <w:pPr>
        <w:pStyle w:val="libNormal"/>
        <w:rPr>
          <w:rtl/>
        </w:rPr>
      </w:pPr>
      <w:r>
        <w:rPr>
          <w:rtl/>
        </w:rPr>
        <w:t>ہم نے عائشه كى زندگى كو زوجيت رسول (ص) سے ليكر انكے مرتے دم تك ، پيش كيا تاكہ انكى شخصيت اور وہ تمام گوشے جو سياسى و اجتماعى لحاظ سے تھے اجاگر ہو جائي</w:t>
      </w:r>
      <w:r w:rsidR="00B365A1">
        <w:rPr>
          <w:rtl/>
        </w:rPr>
        <w:t xml:space="preserve">ں </w:t>
      </w:r>
      <w:r>
        <w:rPr>
          <w:rtl/>
        </w:rPr>
        <w:t>، ليكن ائندہ كے صفحات مي</w:t>
      </w:r>
      <w:r w:rsidR="00B365A1">
        <w:rPr>
          <w:rtl/>
        </w:rPr>
        <w:t xml:space="preserve">ں </w:t>
      </w:r>
      <w:r>
        <w:rPr>
          <w:rtl/>
        </w:rPr>
        <w:t>مزيد انكى زندگى كے بارے مي</w:t>
      </w:r>
      <w:r w:rsidR="00B365A1">
        <w:rPr>
          <w:rtl/>
        </w:rPr>
        <w:t xml:space="preserve">ں </w:t>
      </w:r>
      <w:r>
        <w:rPr>
          <w:rtl/>
        </w:rPr>
        <w:t xml:space="preserve">ہم بيان كرينگے _ </w:t>
      </w:r>
    </w:p>
    <w:p w:rsidR="00EF0DF1" w:rsidRDefault="00EF0DF1" w:rsidP="00E67399">
      <w:pPr>
        <w:pStyle w:val="libLine"/>
        <w:rPr>
          <w:rtl/>
        </w:rPr>
      </w:pPr>
      <w:r>
        <w:rPr>
          <w:rFonts w:hint="cs"/>
          <w:rtl/>
        </w:rPr>
        <w:t>____________________</w:t>
      </w:r>
    </w:p>
    <w:p w:rsidR="006F0ADE" w:rsidRDefault="006F0ADE" w:rsidP="00E67399">
      <w:pPr>
        <w:pStyle w:val="libFootnote"/>
        <w:rPr>
          <w:rtl/>
        </w:rPr>
      </w:pPr>
      <w:r>
        <w:rPr>
          <w:rtl/>
        </w:rPr>
        <w:t xml:space="preserve">10_ طبقات ج8 ص462 </w:t>
      </w:r>
    </w:p>
    <w:p w:rsidR="006F0ADE" w:rsidRDefault="006F0ADE" w:rsidP="00E67399">
      <w:pPr>
        <w:pStyle w:val="libFootnote"/>
        <w:rPr>
          <w:rtl/>
        </w:rPr>
      </w:pPr>
      <w:r>
        <w:rPr>
          <w:rtl/>
        </w:rPr>
        <w:t xml:space="preserve">11_ شرح نووى ج4 ص 170 </w:t>
      </w:r>
    </w:p>
    <w:p w:rsidR="006F0ADE" w:rsidRDefault="006F0ADE" w:rsidP="00E67399">
      <w:pPr>
        <w:pStyle w:val="libFootnote"/>
        <w:rPr>
          <w:rtl/>
        </w:rPr>
      </w:pPr>
      <w:r>
        <w:rPr>
          <w:rtl/>
        </w:rPr>
        <w:t xml:space="preserve">12_عقد الفريد ج4 ص 15 شرح نہج البلاغہ ج3 ص 7 </w:t>
      </w:r>
    </w:p>
    <w:p w:rsidR="00122D8B" w:rsidRDefault="00122D8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62" w:name="_Toc531605690"/>
      <w:r>
        <w:rPr>
          <w:rtl/>
        </w:rPr>
        <w:t>فصل پنجم</w:t>
      </w:r>
      <w:bookmarkEnd w:id="62"/>
    </w:p>
    <w:p w:rsidR="00376422" w:rsidRDefault="00376422" w:rsidP="00E67399">
      <w:pPr>
        <w:pStyle w:val="Heading2Center"/>
        <w:rPr>
          <w:rtl/>
        </w:rPr>
      </w:pPr>
      <w:bookmarkStart w:id="63" w:name="_Toc531605691"/>
      <w:r>
        <w:rPr>
          <w:rtl/>
        </w:rPr>
        <w:t>عائشه كى سخاوت</w:t>
      </w:r>
      <w:bookmarkEnd w:id="63"/>
    </w:p>
    <w:p w:rsidR="00376422" w:rsidRDefault="00376422" w:rsidP="00E67399">
      <w:pPr>
        <w:pStyle w:val="libNormal"/>
        <w:rPr>
          <w:rtl/>
        </w:rPr>
      </w:pPr>
      <w:r>
        <w:rPr>
          <w:rtl/>
        </w:rPr>
        <w:t>سخاوت اگر چہ اچھى چيز ہے مگر شرط يہ ھيكہ راہ خدا مي</w:t>
      </w:r>
      <w:r w:rsidR="00B365A1">
        <w:rPr>
          <w:rtl/>
        </w:rPr>
        <w:t xml:space="preserve">ں </w:t>
      </w:r>
      <w:r>
        <w:rPr>
          <w:rtl/>
        </w:rPr>
        <w:t>كى جائے ، يعنى انسان خدا و خوشنودى خدا كى خاطر اپنى محبوب چيزو</w:t>
      </w:r>
      <w:r w:rsidR="00B365A1">
        <w:rPr>
          <w:rtl/>
        </w:rPr>
        <w:t xml:space="preserve">ں </w:t>
      </w:r>
      <w:r>
        <w:rPr>
          <w:rtl/>
        </w:rPr>
        <w:t>كو ، چاہے مال كى صورت مي</w:t>
      </w:r>
      <w:r w:rsidR="00B365A1">
        <w:rPr>
          <w:rtl/>
        </w:rPr>
        <w:t xml:space="preserve">ں </w:t>
      </w:r>
      <w:r>
        <w:rPr>
          <w:rtl/>
        </w:rPr>
        <w:t>ہو يا كسى دوسرى صورت مي</w:t>
      </w:r>
      <w:r w:rsidR="00B365A1">
        <w:rPr>
          <w:rtl/>
        </w:rPr>
        <w:t xml:space="preserve">ں </w:t>
      </w:r>
      <w:r>
        <w:rPr>
          <w:rtl/>
        </w:rPr>
        <w:t xml:space="preserve">، خدا سے اجر و ثواب لينے كے لئے انفاق كرے _ </w:t>
      </w:r>
    </w:p>
    <w:p w:rsidR="00376422" w:rsidRDefault="00376422" w:rsidP="00E67399">
      <w:pPr>
        <w:pStyle w:val="libNormal"/>
        <w:rPr>
          <w:rtl/>
        </w:rPr>
      </w:pPr>
      <w:r>
        <w:rPr>
          <w:rtl/>
        </w:rPr>
        <w:t>حقيقت مي</w:t>
      </w:r>
      <w:r w:rsidR="00B365A1">
        <w:rPr>
          <w:rtl/>
        </w:rPr>
        <w:t xml:space="preserve">ں </w:t>
      </w:r>
      <w:r>
        <w:rPr>
          <w:rtl/>
        </w:rPr>
        <w:t>ايسے افراد خداوند عالم كے نزديك عظيم اجر و ثواب كے مستحق ہي</w:t>
      </w:r>
      <w:r w:rsidR="00B365A1">
        <w:rPr>
          <w:rtl/>
        </w:rPr>
        <w:t xml:space="preserve">ں </w:t>
      </w:r>
      <w:r>
        <w:rPr>
          <w:rtl/>
        </w:rPr>
        <w:t>اور اخرت مي</w:t>
      </w:r>
      <w:r w:rsidR="00B365A1">
        <w:rPr>
          <w:rtl/>
        </w:rPr>
        <w:t xml:space="preserve">ں </w:t>
      </w:r>
      <w:r>
        <w:rPr>
          <w:rtl/>
        </w:rPr>
        <w:t>رضاء الہى سے بہرہ مند ہو</w:t>
      </w:r>
      <w:r w:rsidR="00B365A1">
        <w:rPr>
          <w:rtl/>
        </w:rPr>
        <w:t xml:space="preserve">ں </w:t>
      </w:r>
      <w:r>
        <w:rPr>
          <w:rtl/>
        </w:rPr>
        <w:t xml:space="preserve">گے _ </w:t>
      </w:r>
    </w:p>
    <w:p w:rsidR="00376422" w:rsidRDefault="00376422" w:rsidP="00E67399">
      <w:pPr>
        <w:pStyle w:val="libNormal"/>
        <w:rPr>
          <w:rtl/>
        </w:rPr>
      </w:pPr>
      <w:r>
        <w:rPr>
          <w:rtl/>
        </w:rPr>
        <w:t>ليكن ايك انسان جو صرف دكھاوے اور شہرت كى خاطر اپنے مال و اسباب كو لٹائے اگر چہ اس نے ايك اچھا كا م انجام ديا ہے ، مگر اخرت مي</w:t>
      </w:r>
      <w:r w:rsidR="00B365A1">
        <w:rPr>
          <w:rtl/>
        </w:rPr>
        <w:t xml:space="preserve">ں </w:t>
      </w:r>
      <w:r>
        <w:rPr>
          <w:rtl/>
        </w:rPr>
        <w:t>اسكو كوئي ثواب نہي</w:t>
      </w:r>
      <w:r w:rsidR="00B365A1">
        <w:rPr>
          <w:rtl/>
        </w:rPr>
        <w:t xml:space="preserve">ں </w:t>
      </w:r>
      <w:r>
        <w:rPr>
          <w:rtl/>
        </w:rPr>
        <w:t>ملے گا ، كيونكہ اس نے فقط مسائل دنيا كو نظر مي</w:t>
      </w:r>
      <w:r w:rsidR="00B365A1">
        <w:rPr>
          <w:rtl/>
        </w:rPr>
        <w:t xml:space="preserve">ں </w:t>
      </w:r>
      <w:r>
        <w:rPr>
          <w:rtl/>
        </w:rPr>
        <w:t xml:space="preserve">ركھتے ہوئے مال كو خرچ كيا ہے _ </w:t>
      </w:r>
    </w:p>
    <w:p w:rsidR="00376422" w:rsidRDefault="00376422" w:rsidP="00E67399">
      <w:pPr>
        <w:pStyle w:val="libNormal"/>
        <w:rPr>
          <w:rtl/>
        </w:rPr>
      </w:pPr>
      <w:r>
        <w:rPr>
          <w:rtl/>
        </w:rPr>
        <w:t>عرب كے درميان يہ قديم رسم چلى ارہى تھى كہ جو لوگ ثروتمند اور رئيس قبيلہ ہوتے تھے وہ ان امور كو انجام دينے مي</w:t>
      </w:r>
      <w:r w:rsidR="00B365A1">
        <w:rPr>
          <w:rtl/>
        </w:rPr>
        <w:t xml:space="preserve">ں </w:t>
      </w:r>
      <w:r>
        <w:rPr>
          <w:rtl/>
        </w:rPr>
        <w:t>مجبور تھے اور كبھى كھبار اپنے ہاتھو</w:t>
      </w:r>
      <w:r w:rsidR="00B365A1">
        <w:rPr>
          <w:rtl/>
        </w:rPr>
        <w:t xml:space="preserve">ں </w:t>
      </w:r>
      <w:r>
        <w:rPr>
          <w:rtl/>
        </w:rPr>
        <w:t xml:space="preserve">سے مال و اسباب كو تقسيم كرتے تھے ، كيونكہ اگر كوئي شخص ان كے دروازے پر اكر خالى ہاتھ واپس چلا گيا تو يہ چيز انكے لئے باعث ذلت و ننگ شمار ہوتى تھى _ </w:t>
      </w:r>
    </w:p>
    <w:p w:rsidR="00376422" w:rsidRDefault="00376422" w:rsidP="00E67399">
      <w:pPr>
        <w:pStyle w:val="libNormal"/>
        <w:rPr>
          <w:rtl/>
        </w:rPr>
      </w:pPr>
      <w:r>
        <w:rPr>
          <w:rtl/>
        </w:rPr>
        <w:t>ظہور اسلام كے بعد بھى لوگو</w:t>
      </w:r>
      <w:r w:rsidR="00B365A1">
        <w:rPr>
          <w:rtl/>
        </w:rPr>
        <w:t xml:space="preserve">ں </w:t>
      </w:r>
      <w:r>
        <w:rPr>
          <w:rtl/>
        </w:rPr>
        <w:t>نے بذل و بخشش سے ہاتھ نہي</w:t>
      </w:r>
      <w:r w:rsidR="00B365A1">
        <w:rPr>
          <w:rtl/>
        </w:rPr>
        <w:t xml:space="preserve">ں </w:t>
      </w:r>
      <w:r>
        <w:rPr>
          <w:rtl/>
        </w:rPr>
        <w:t>كھينچا بلكہ يہ لوگ دو گروہ مي</w:t>
      </w:r>
      <w:r w:rsidR="00B365A1">
        <w:rPr>
          <w:rtl/>
        </w:rPr>
        <w:t xml:space="preserve">ں </w:t>
      </w:r>
      <w:r>
        <w:rPr>
          <w:rtl/>
        </w:rPr>
        <w:t xml:space="preserve">بٹ گئے _ </w:t>
      </w:r>
    </w:p>
    <w:p w:rsidR="00376422" w:rsidRDefault="00376422" w:rsidP="00E67399">
      <w:pPr>
        <w:pStyle w:val="libNormal"/>
        <w:rPr>
          <w:rtl/>
        </w:rPr>
      </w:pPr>
      <w:r>
        <w:rPr>
          <w:rtl/>
        </w:rPr>
        <w:t>1_ ايك گروہ اسلامى فكر كى بنياد پر راہ خدا مي</w:t>
      </w:r>
      <w:r w:rsidR="00B365A1">
        <w:rPr>
          <w:rtl/>
        </w:rPr>
        <w:t xml:space="preserve">ں </w:t>
      </w:r>
      <w:r>
        <w:rPr>
          <w:rtl/>
        </w:rPr>
        <w:t xml:space="preserve">مال كو انفاق كرتا تھا _ </w:t>
      </w:r>
    </w:p>
    <w:p w:rsidR="00376422" w:rsidRDefault="00376422" w:rsidP="00E67399">
      <w:pPr>
        <w:pStyle w:val="libNormal"/>
        <w:rPr>
          <w:rtl/>
        </w:rPr>
      </w:pPr>
      <w:r>
        <w:rPr>
          <w:rtl/>
        </w:rPr>
        <w:t xml:space="preserve">2_ دوسرا گروہ رسم جاہليت و عادت عرب كى پيروى كرتے ہوئے انفاق كرتا تھا _ </w:t>
      </w:r>
    </w:p>
    <w:p w:rsidR="00376422" w:rsidRDefault="00376422" w:rsidP="00E67399">
      <w:pPr>
        <w:pStyle w:val="libNormal"/>
        <w:rPr>
          <w:rtl/>
        </w:rPr>
      </w:pPr>
      <w:r>
        <w:rPr>
          <w:rtl/>
        </w:rPr>
        <w:t>اس قسم كى بذل و بخشش قبيلہ بنى تميم كے دو قدرتمند سردارو</w:t>
      </w:r>
      <w:r w:rsidR="00B365A1">
        <w:rPr>
          <w:rtl/>
        </w:rPr>
        <w:t xml:space="preserve">ں </w:t>
      </w:r>
      <w:r>
        <w:rPr>
          <w:rtl/>
        </w:rPr>
        <w:t>نے حكومت على (ع) كے زمانے مي</w:t>
      </w:r>
      <w:r w:rsidR="00B365A1">
        <w:rPr>
          <w:rtl/>
        </w:rPr>
        <w:t xml:space="preserve">ں </w:t>
      </w:r>
      <w:r>
        <w:rPr>
          <w:rtl/>
        </w:rPr>
        <w:t>كوفہ كے اطراف مي</w:t>
      </w:r>
      <w:r w:rsidR="00B365A1">
        <w:rPr>
          <w:rtl/>
        </w:rPr>
        <w:t xml:space="preserve">ں </w:t>
      </w:r>
      <w:r>
        <w:rPr>
          <w:rtl/>
        </w:rPr>
        <w:t>كى تھى ، ان مي</w:t>
      </w:r>
      <w:r w:rsidR="00B365A1">
        <w:rPr>
          <w:rtl/>
        </w:rPr>
        <w:t xml:space="preserve">ں </w:t>
      </w:r>
      <w:r>
        <w:rPr>
          <w:rtl/>
        </w:rPr>
        <w:t xml:space="preserve">ايك صعصہ دارمى اور دوسرا سحيم بن وثيل رياحى تھے </w:t>
      </w:r>
    </w:p>
    <w:p w:rsidR="004731AF" w:rsidRDefault="00376422" w:rsidP="00E67399">
      <w:pPr>
        <w:pStyle w:val="libNormal"/>
        <w:rPr>
          <w:rtl/>
        </w:rPr>
      </w:pPr>
      <w:r>
        <w:rPr>
          <w:rtl/>
        </w:rPr>
        <w:t>ان دونو</w:t>
      </w:r>
      <w:r w:rsidR="00B365A1">
        <w:rPr>
          <w:rtl/>
        </w:rPr>
        <w:t xml:space="preserve">ں </w:t>
      </w:r>
      <w:r>
        <w:rPr>
          <w:rtl/>
        </w:rPr>
        <w:t>نے اپنے كو ثروتمند دكھانے كے لئے اپس مي</w:t>
      </w:r>
      <w:r w:rsidR="00B365A1">
        <w:rPr>
          <w:rtl/>
        </w:rPr>
        <w:t xml:space="preserve">ں </w:t>
      </w:r>
      <w:r>
        <w:rPr>
          <w:rtl/>
        </w:rPr>
        <w:t>مقابلہ ارائي كى اور رسم جاہليت كے مطابق اونٹ ذبح كرنے كى شرط ركھى ، ہر ادمى ايك دوسرے پر سبقت ليجانے كے لئے كوشش كر رہا تھا ، اور نام و نمود كى دوڑ مي</w:t>
      </w:r>
      <w:r w:rsidR="00B365A1">
        <w:rPr>
          <w:rtl/>
        </w:rPr>
        <w:t xml:space="preserve">ں </w:t>
      </w:r>
      <w:r>
        <w:rPr>
          <w:rtl/>
        </w:rPr>
        <w:t>تھا ، مقابلہ ايك اونٹ سے شروع ہوا يہا</w:t>
      </w:r>
      <w:r w:rsidR="00B365A1">
        <w:rPr>
          <w:rtl/>
        </w:rPr>
        <w:t xml:space="preserve">ں </w:t>
      </w:r>
      <w:r>
        <w:rPr>
          <w:rtl/>
        </w:rPr>
        <w:t>تك كہ سو اونٹ سے زيادہ بڑھ گيا ، يہ اخرى مرتبہ حكومت علوى (ع) كے زمانہ مي</w:t>
      </w:r>
      <w:r w:rsidR="00B365A1">
        <w:rPr>
          <w:rtl/>
        </w:rPr>
        <w:t xml:space="preserve">ں </w:t>
      </w:r>
      <w:r>
        <w:rPr>
          <w:rtl/>
        </w:rPr>
        <w:t>ہوا جس مي</w:t>
      </w:r>
      <w:r w:rsidR="00B365A1">
        <w:rPr>
          <w:rtl/>
        </w:rPr>
        <w:t xml:space="preserve">ں </w:t>
      </w:r>
      <w:r>
        <w:rPr>
          <w:rtl/>
        </w:rPr>
        <w:t>كئي سو اونٹ ذبح ہوئے ، جب اہل كوفہ كو اسكى خبر پہونچى تو برتنو</w:t>
      </w:r>
      <w:r w:rsidR="00B365A1">
        <w:rPr>
          <w:rtl/>
        </w:rPr>
        <w:t xml:space="preserve">ں </w:t>
      </w:r>
      <w:r>
        <w:rPr>
          <w:rtl/>
        </w:rPr>
        <w:t xml:space="preserve">كو ليكر گوشت لينے كے لئے دوڑے جب امام عليہ السلام كو </w:t>
      </w: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اسكى خبر معلوم ہوئي تو اپ نے فرمايا ، ان اونٹو</w:t>
      </w:r>
      <w:r w:rsidR="00B365A1">
        <w:rPr>
          <w:rtl/>
        </w:rPr>
        <w:t xml:space="preserve">ں </w:t>
      </w:r>
      <w:r>
        <w:rPr>
          <w:rtl/>
        </w:rPr>
        <w:t>كے گوشت كو نہ كھانا كيونكہ غير خدا كے نام پر ذبح ہوئے ہي</w:t>
      </w:r>
      <w:r w:rsidR="00B365A1">
        <w:rPr>
          <w:rtl/>
        </w:rPr>
        <w:t xml:space="preserve">ں </w:t>
      </w:r>
      <w:r>
        <w:rPr>
          <w:rtl/>
        </w:rPr>
        <w:t xml:space="preserve">_'' لا تاكلوا منہ اھل الغير اللہ'' </w:t>
      </w:r>
    </w:p>
    <w:p w:rsidR="00376422" w:rsidRDefault="00376422" w:rsidP="00E67399">
      <w:pPr>
        <w:pStyle w:val="libNormal"/>
        <w:rPr>
          <w:rtl/>
        </w:rPr>
      </w:pPr>
      <w:r>
        <w:rPr>
          <w:rtl/>
        </w:rPr>
        <w:t>يعنى فخر و مباہات و رسوم جاہليت كے طور طريقہ پر قتل كئے گئے ہي</w:t>
      </w:r>
      <w:r w:rsidR="00B365A1">
        <w:rPr>
          <w:rtl/>
        </w:rPr>
        <w:t xml:space="preserve">ں </w:t>
      </w:r>
      <w:r>
        <w:rPr>
          <w:rtl/>
        </w:rPr>
        <w:t xml:space="preserve">_ </w:t>
      </w:r>
    </w:p>
    <w:p w:rsidR="00376422" w:rsidRDefault="00376422" w:rsidP="00E67399">
      <w:pPr>
        <w:pStyle w:val="libNormal"/>
        <w:rPr>
          <w:rtl/>
        </w:rPr>
      </w:pPr>
      <w:r>
        <w:rPr>
          <w:rtl/>
        </w:rPr>
        <w:t>امام عليہ السلام كا اشار ہ قران كريم كى اس</w:t>
      </w:r>
      <w:r w:rsidR="0097280A">
        <w:rPr>
          <w:rtl/>
        </w:rPr>
        <w:t xml:space="preserve"> آيت</w:t>
      </w:r>
      <w:r>
        <w:rPr>
          <w:rtl/>
        </w:rPr>
        <w:t xml:space="preserve"> كى طرف ہے كہ ،'' انما حرّم عليكم الميتة والدم لحم الخنزير وما اھل بہ لغير اللہ '' </w:t>
      </w:r>
    </w:p>
    <w:p w:rsidR="00376422" w:rsidRDefault="00376422" w:rsidP="00E67399">
      <w:pPr>
        <w:pStyle w:val="libNormal"/>
        <w:rPr>
          <w:rtl/>
        </w:rPr>
      </w:pPr>
      <w:r>
        <w:rPr>
          <w:rtl/>
        </w:rPr>
        <w:t>اہل كوفہ امام كے كہنے پر رك گئے ، سارا گوشت ويسا ہى پڑا رہا اخر كار ان تمام گوشتو</w:t>
      </w:r>
      <w:r w:rsidR="00B365A1">
        <w:rPr>
          <w:rtl/>
        </w:rPr>
        <w:t xml:space="preserve">ں </w:t>
      </w:r>
      <w:r>
        <w:rPr>
          <w:rtl/>
        </w:rPr>
        <w:t>كو مزبلہ پر ڈال ديا گيا تاكہ جانور وغيرہ كھا ڈالي</w:t>
      </w:r>
      <w:r w:rsidR="00B365A1">
        <w:rPr>
          <w:rtl/>
        </w:rPr>
        <w:t xml:space="preserve">ں </w:t>
      </w:r>
      <w:r w:rsidRPr="00C00E6D">
        <w:rPr>
          <w:rStyle w:val="libFootnotenumChar"/>
          <w:rtl/>
        </w:rPr>
        <w:t>(13)</w:t>
      </w:r>
      <w:r>
        <w:rPr>
          <w:rtl/>
        </w:rPr>
        <w:t xml:space="preserve"> </w:t>
      </w:r>
    </w:p>
    <w:p w:rsidR="00376422" w:rsidRDefault="00376422" w:rsidP="00E67399">
      <w:pPr>
        <w:pStyle w:val="libNormal"/>
        <w:rPr>
          <w:rtl/>
        </w:rPr>
      </w:pPr>
      <w:r>
        <w:rPr>
          <w:rtl/>
        </w:rPr>
        <w:t>ہمارى نظر مي</w:t>
      </w:r>
      <w:r w:rsidR="00B365A1">
        <w:rPr>
          <w:rtl/>
        </w:rPr>
        <w:t xml:space="preserve">ں </w:t>
      </w:r>
      <w:r>
        <w:rPr>
          <w:rtl/>
        </w:rPr>
        <w:t>ام المومنين عائشه كاا سى گروہ مي</w:t>
      </w:r>
      <w:r w:rsidR="00B365A1">
        <w:rPr>
          <w:rtl/>
        </w:rPr>
        <w:t xml:space="preserve">ں </w:t>
      </w:r>
      <w:r>
        <w:rPr>
          <w:rtl/>
        </w:rPr>
        <w:t>شمار ہونا چاہيئےيونكہ اپ نام و نمود اور شہرت كى بہت بھوكى تھي</w:t>
      </w:r>
      <w:r w:rsidR="00B365A1">
        <w:rPr>
          <w:rtl/>
        </w:rPr>
        <w:t xml:space="preserve">ں </w:t>
      </w:r>
      <w:r>
        <w:rPr>
          <w:rtl/>
        </w:rPr>
        <w:t>، اور جو شہرت خلفاء ثلاثہ كے زمانے مي</w:t>
      </w:r>
      <w:r w:rsidR="00B365A1">
        <w:rPr>
          <w:rtl/>
        </w:rPr>
        <w:t xml:space="preserve">ں </w:t>
      </w:r>
      <w:r>
        <w:rPr>
          <w:rtl/>
        </w:rPr>
        <w:t>كمائي تھى اسكو اسانى سے كھونا نہي</w:t>
      </w:r>
      <w:r w:rsidR="00B365A1">
        <w:rPr>
          <w:rtl/>
        </w:rPr>
        <w:t xml:space="preserve">ں </w:t>
      </w:r>
      <w:r>
        <w:rPr>
          <w:rtl/>
        </w:rPr>
        <w:t>چاہتى تھي</w:t>
      </w:r>
      <w:r w:rsidR="00B365A1">
        <w:rPr>
          <w:rtl/>
        </w:rPr>
        <w:t xml:space="preserve">ں </w:t>
      </w:r>
      <w:r>
        <w:rPr>
          <w:rtl/>
        </w:rPr>
        <w:t xml:space="preserve">، لہذا اس كو بچانے كے لئے سب سے بہترين راستہ سخاوت و بذل و بخشش تھا _ </w:t>
      </w:r>
    </w:p>
    <w:p w:rsidR="00376422" w:rsidRDefault="00376422" w:rsidP="00E67399">
      <w:pPr>
        <w:pStyle w:val="libNormal"/>
        <w:rPr>
          <w:rtl/>
        </w:rPr>
      </w:pPr>
      <w:r>
        <w:rPr>
          <w:rtl/>
        </w:rPr>
        <w:t>اپ ملاحظہ فرمائي</w:t>
      </w:r>
      <w:r w:rsidR="00B365A1">
        <w:rPr>
          <w:rtl/>
        </w:rPr>
        <w:t xml:space="preserve">ں </w:t>
      </w:r>
      <w:r>
        <w:rPr>
          <w:rtl/>
        </w:rPr>
        <w:t>گے ، كہ سختيو</w:t>
      </w:r>
      <w:r w:rsidR="00B365A1">
        <w:rPr>
          <w:rtl/>
        </w:rPr>
        <w:t xml:space="preserve">ں </w:t>
      </w:r>
      <w:r>
        <w:rPr>
          <w:rtl/>
        </w:rPr>
        <w:t>اور تكليفو</w:t>
      </w:r>
      <w:r w:rsidR="00B365A1">
        <w:rPr>
          <w:rtl/>
        </w:rPr>
        <w:t xml:space="preserve">ں </w:t>
      </w:r>
      <w:r>
        <w:rPr>
          <w:rtl/>
        </w:rPr>
        <w:t>كے باوجود انھو</w:t>
      </w:r>
      <w:r w:rsidR="00B365A1">
        <w:rPr>
          <w:rtl/>
        </w:rPr>
        <w:t xml:space="preserve">ں </w:t>
      </w:r>
      <w:r>
        <w:rPr>
          <w:rtl/>
        </w:rPr>
        <w:t>نے حتى الامكان مال خرچ كيا ، دوسرى طرف سخاوت كرنے كے لئے معاويہ جيسے جبار كے پاس رقم لينے كے لئے گئي</w:t>
      </w:r>
      <w:r w:rsidR="00B365A1">
        <w:rPr>
          <w:rtl/>
        </w:rPr>
        <w:t xml:space="preserve">ں </w:t>
      </w:r>
      <w:r>
        <w:rPr>
          <w:rtl/>
        </w:rPr>
        <w:t>، ہمارا دعوا بغير دليل كے نہي</w:t>
      </w:r>
      <w:r w:rsidR="00B365A1">
        <w:rPr>
          <w:rtl/>
        </w:rPr>
        <w:t xml:space="preserve">ں </w:t>
      </w:r>
      <w:r>
        <w:rPr>
          <w:rtl/>
        </w:rPr>
        <w:t>ہے _ بلكہ اپ ديكھي</w:t>
      </w:r>
      <w:r w:rsidR="00B365A1">
        <w:rPr>
          <w:rtl/>
        </w:rPr>
        <w:t xml:space="preserve">ں </w:t>
      </w:r>
      <w:r>
        <w:rPr>
          <w:rtl/>
        </w:rPr>
        <w:t>گے كہ عائشه نے ان اموال كو خرچ كيا جو معاويہ اور اسكے حكمرانو</w:t>
      </w:r>
      <w:r w:rsidR="00B365A1">
        <w:rPr>
          <w:rtl/>
        </w:rPr>
        <w:t xml:space="preserve">ں </w:t>
      </w:r>
      <w:r>
        <w:rPr>
          <w:rtl/>
        </w:rPr>
        <w:t>نے بيت المال سے لوٹ كے انكے پاس مال و اسباب بھيجے تاكہ اپ جو دوسخاوت كا مظاہرہ كري</w:t>
      </w:r>
      <w:r w:rsidR="00B365A1">
        <w:rPr>
          <w:rtl/>
        </w:rPr>
        <w:t xml:space="preserve">ں </w:t>
      </w:r>
      <w:r>
        <w:rPr>
          <w:rtl/>
        </w:rPr>
        <w:t xml:space="preserve">_ </w:t>
      </w:r>
    </w:p>
    <w:p w:rsidR="00376422" w:rsidRDefault="00376422" w:rsidP="00E67399">
      <w:pPr>
        <w:pStyle w:val="libNormal"/>
        <w:rPr>
          <w:rtl/>
        </w:rPr>
      </w:pPr>
      <w:r>
        <w:rPr>
          <w:rtl/>
        </w:rPr>
        <w:t>ايا ايسے اموال جو ظلم و ستم كر كے لوٹے گئے ہو</w:t>
      </w:r>
      <w:r w:rsidR="00B365A1">
        <w:rPr>
          <w:rtl/>
        </w:rPr>
        <w:t xml:space="preserve">ں </w:t>
      </w:r>
      <w:r>
        <w:rPr>
          <w:rtl/>
        </w:rPr>
        <w:t>اس سے سخاوت كر كے خشنودى خدا نصيب ہو سكتى ہے ، در انحاليكہ ام المومنين كا ايسى صورت مي</w:t>
      </w:r>
      <w:r w:rsidR="00B365A1">
        <w:rPr>
          <w:rtl/>
        </w:rPr>
        <w:t xml:space="preserve">ں </w:t>
      </w:r>
      <w:r>
        <w:rPr>
          <w:rtl/>
        </w:rPr>
        <w:t>سب سے پہلے شرعى فريضہ يہ تھاكہ معاويہ كى تمام چيزو</w:t>
      </w:r>
      <w:r w:rsidR="00B365A1">
        <w:rPr>
          <w:rtl/>
        </w:rPr>
        <w:t xml:space="preserve">ں </w:t>
      </w:r>
      <w:r>
        <w:rPr>
          <w:rtl/>
        </w:rPr>
        <w:t>سے دور رہتي</w:t>
      </w:r>
      <w:r w:rsidR="00B365A1">
        <w:rPr>
          <w:rtl/>
        </w:rPr>
        <w:t xml:space="preserve">ں </w:t>
      </w:r>
      <w:r>
        <w:rPr>
          <w:rtl/>
        </w:rPr>
        <w:t xml:space="preserve">_ </w:t>
      </w:r>
    </w:p>
    <w:p w:rsidR="00376422" w:rsidRDefault="00376422" w:rsidP="00E67399">
      <w:pPr>
        <w:pStyle w:val="libNormal"/>
        <w:rPr>
          <w:rtl/>
        </w:rPr>
      </w:pPr>
      <w:r>
        <w:rPr>
          <w:rtl/>
        </w:rPr>
        <w:t>ام ذرّہ نقل كرتى ہي</w:t>
      </w:r>
      <w:r w:rsidR="00B365A1">
        <w:rPr>
          <w:rtl/>
        </w:rPr>
        <w:t xml:space="preserve">ں </w:t>
      </w:r>
      <w:r>
        <w:rPr>
          <w:rtl/>
        </w:rPr>
        <w:t>كہ _ مي</w:t>
      </w:r>
      <w:r w:rsidR="00B365A1">
        <w:rPr>
          <w:rtl/>
        </w:rPr>
        <w:t xml:space="preserve">ں </w:t>
      </w:r>
      <w:r>
        <w:rPr>
          <w:rtl/>
        </w:rPr>
        <w:t>كبھى كھبى عائشه كے گھر</w:t>
      </w:r>
      <w:r w:rsidR="00831D2C">
        <w:rPr>
          <w:rtl/>
        </w:rPr>
        <w:t xml:space="preserve"> آيا </w:t>
      </w:r>
      <w:r>
        <w:rPr>
          <w:rtl/>
        </w:rPr>
        <w:t xml:space="preserve"> جايا كرتى تھى ايك روز عائشه كے يہا</w:t>
      </w:r>
      <w:r w:rsidR="00B365A1">
        <w:rPr>
          <w:rtl/>
        </w:rPr>
        <w:t xml:space="preserve">ں </w:t>
      </w:r>
      <w:r>
        <w:rPr>
          <w:rtl/>
        </w:rPr>
        <w:t xml:space="preserve">دو كيسہ سامان ديكھا _ </w:t>
      </w:r>
    </w:p>
    <w:p w:rsidR="004731AF" w:rsidRDefault="00376422" w:rsidP="00E67399">
      <w:pPr>
        <w:pStyle w:val="libNormal"/>
        <w:rPr>
          <w:rtl/>
        </w:rPr>
      </w:pPr>
      <w:r>
        <w:rPr>
          <w:rtl/>
        </w:rPr>
        <w:t>ام المومنين نے مجھ سے كہا كہ ، مي</w:t>
      </w:r>
      <w:r w:rsidR="00B365A1">
        <w:rPr>
          <w:rtl/>
        </w:rPr>
        <w:t xml:space="preserve">ں </w:t>
      </w:r>
      <w:r>
        <w:rPr>
          <w:rtl/>
        </w:rPr>
        <w:t>سمجھتى ہو</w:t>
      </w:r>
      <w:r w:rsidR="00B365A1">
        <w:rPr>
          <w:rtl/>
        </w:rPr>
        <w:t xml:space="preserve">ں </w:t>
      </w:r>
      <w:r>
        <w:rPr>
          <w:rtl/>
        </w:rPr>
        <w:t>كہ اس كيسہ مي</w:t>
      </w:r>
      <w:r w:rsidR="00B365A1">
        <w:rPr>
          <w:rtl/>
        </w:rPr>
        <w:t xml:space="preserve">ں </w:t>
      </w:r>
      <w:r>
        <w:rPr>
          <w:rtl/>
        </w:rPr>
        <w:t>تقريبا اسى ہزار يا ايك لاكھ درہم ضرور ہوگا ، پھر ايك طشت ہم سے مانگا مي</w:t>
      </w:r>
      <w:r w:rsidR="00B365A1">
        <w:rPr>
          <w:rtl/>
        </w:rPr>
        <w:t xml:space="preserve">ں </w:t>
      </w:r>
      <w:r>
        <w:rPr>
          <w:rtl/>
        </w:rPr>
        <w:t>نے انكو ديديا جبكہ مي</w:t>
      </w:r>
      <w:r w:rsidR="00B365A1">
        <w:rPr>
          <w:rtl/>
        </w:rPr>
        <w:t xml:space="preserve">ں </w:t>
      </w:r>
      <w:r>
        <w:rPr>
          <w:rtl/>
        </w:rPr>
        <w:t>اس دن روزے سے تھى ، مي</w:t>
      </w:r>
      <w:r w:rsidR="00B365A1">
        <w:rPr>
          <w:rtl/>
        </w:rPr>
        <w:t xml:space="preserve">ں </w:t>
      </w:r>
      <w:r>
        <w:rPr>
          <w:rtl/>
        </w:rPr>
        <w:t>نے تمام درہمو</w:t>
      </w:r>
      <w:r w:rsidR="00B365A1">
        <w:rPr>
          <w:rtl/>
        </w:rPr>
        <w:t xml:space="preserve">ں </w:t>
      </w:r>
      <w:r>
        <w:rPr>
          <w:rtl/>
        </w:rPr>
        <w:t xml:space="preserve">كو گھر گھر تقسيم كر ديا اور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13_ اصابہ ج2 ص 109 ، اغانى ج 19 ص 6 ، الكنى و القاب ج3 ص 18 </w:t>
      </w: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ايك درہم بھى ام المومنين عائشه نے اپنے گھر مي</w:t>
      </w:r>
      <w:r w:rsidR="00B365A1">
        <w:rPr>
          <w:rtl/>
        </w:rPr>
        <w:t xml:space="preserve">ں </w:t>
      </w:r>
      <w:r>
        <w:rPr>
          <w:rtl/>
        </w:rPr>
        <w:t>نہي</w:t>
      </w:r>
      <w:r w:rsidR="00B365A1">
        <w:rPr>
          <w:rtl/>
        </w:rPr>
        <w:t xml:space="preserve">ں </w:t>
      </w:r>
      <w:r>
        <w:rPr>
          <w:rtl/>
        </w:rPr>
        <w:t xml:space="preserve">ركھا تھا_ </w:t>
      </w:r>
    </w:p>
    <w:p w:rsidR="00376422" w:rsidRDefault="00376422" w:rsidP="00E67399">
      <w:pPr>
        <w:pStyle w:val="libNormal"/>
        <w:rPr>
          <w:rtl/>
        </w:rPr>
      </w:pPr>
      <w:r>
        <w:rPr>
          <w:rtl/>
        </w:rPr>
        <w:t xml:space="preserve">جب غروب كا وقت ہو گيا تو عائشه نے اپنى كنيز سے ميرے لئے افطار لانے كو كہا ، كنيز نے ايك روٹى كا ٹكڑا اور زيتون كا تيل ميرے سامنے لاكر ركھا _ </w:t>
      </w:r>
    </w:p>
    <w:p w:rsidR="00376422" w:rsidRDefault="00376422" w:rsidP="00E67399">
      <w:pPr>
        <w:pStyle w:val="libNormal"/>
        <w:rPr>
          <w:rtl/>
        </w:rPr>
      </w:pPr>
      <w:r>
        <w:rPr>
          <w:rtl/>
        </w:rPr>
        <w:t>مي</w:t>
      </w:r>
      <w:r w:rsidR="00B365A1">
        <w:rPr>
          <w:rtl/>
        </w:rPr>
        <w:t xml:space="preserve">ں </w:t>
      </w:r>
      <w:r>
        <w:rPr>
          <w:rtl/>
        </w:rPr>
        <w:t>نے كہا _ اے ام المومنين اپ نے تو سارى رقم لوگو</w:t>
      </w:r>
      <w:r w:rsidR="00B365A1">
        <w:rPr>
          <w:rtl/>
        </w:rPr>
        <w:t xml:space="preserve">ں </w:t>
      </w:r>
      <w:r>
        <w:rPr>
          <w:rtl/>
        </w:rPr>
        <w:t>مي</w:t>
      </w:r>
      <w:r w:rsidR="00B365A1">
        <w:rPr>
          <w:rtl/>
        </w:rPr>
        <w:t xml:space="preserve">ں </w:t>
      </w:r>
      <w:r>
        <w:rPr>
          <w:rtl/>
        </w:rPr>
        <w:t>تقسيم كردى اگر تھوڑى سى ہوتى تو ميرے لئے اس سے گوشت منگوا ديتي</w:t>
      </w:r>
      <w:r w:rsidR="00B365A1">
        <w:rPr>
          <w:rtl/>
        </w:rPr>
        <w:t xml:space="preserve">ں </w:t>
      </w:r>
      <w:r>
        <w:rPr>
          <w:rtl/>
        </w:rPr>
        <w:t>تاكہ اس سے مي</w:t>
      </w:r>
      <w:r w:rsidR="00B365A1">
        <w:rPr>
          <w:rtl/>
        </w:rPr>
        <w:t xml:space="preserve">ں </w:t>
      </w:r>
      <w:r>
        <w:rPr>
          <w:rtl/>
        </w:rPr>
        <w:t xml:space="preserve">افطار كرتى _ </w:t>
      </w:r>
    </w:p>
    <w:p w:rsidR="00376422" w:rsidRDefault="00376422" w:rsidP="00E67399">
      <w:pPr>
        <w:pStyle w:val="libNormal"/>
        <w:rPr>
          <w:rtl/>
        </w:rPr>
      </w:pPr>
      <w:r>
        <w:rPr>
          <w:rtl/>
        </w:rPr>
        <w:t xml:space="preserve">عائشه نے كہا _ اگر پہلے كہتى تو ہم ضرور اس كا انتظام كر ديتے ليكن اب كہہ رہى ہو مجھے تمھارى خواہش پورى نہ كرنے كا رنج ہے </w:t>
      </w:r>
      <w:r w:rsidRPr="00C00E6D">
        <w:rPr>
          <w:rStyle w:val="libFootnotenumChar"/>
          <w:rtl/>
        </w:rPr>
        <w:t>(14)</w:t>
      </w:r>
      <w:r>
        <w:rPr>
          <w:rtl/>
        </w:rPr>
        <w:t xml:space="preserve"> </w:t>
      </w:r>
    </w:p>
    <w:p w:rsidR="00376422" w:rsidRDefault="00376422" w:rsidP="00E67399">
      <w:pPr>
        <w:pStyle w:val="libNormal"/>
        <w:rPr>
          <w:rtl/>
        </w:rPr>
      </w:pPr>
      <w:r>
        <w:rPr>
          <w:rtl/>
        </w:rPr>
        <w:t xml:space="preserve">عائشه كا بھانجا عروہ بن زبير كہتا ہے : </w:t>
      </w:r>
    </w:p>
    <w:p w:rsidR="00376422" w:rsidRDefault="00376422" w:rsidP="00E67399">
      <w:pPr>
        <w:pStyle w:val="libNormal"/>
        <w:rPr>
          <w:rtl/>
        </w:rPr>
      </w:pPr>
      <w:r>
        <w:rPr>
          <w:rtl/>
        </w:rPr>
        <w:t>ہم نے ايك روز اپنى خالہ عائشه كو پھٹے لباس مي</w:t>
      </w:r>
      <w:r w:rsidR="00B365A1">
        <w:rPr>
          <w:rtl/>
        </w:rPr>
        <w:t xml:space="preserve">ں </w:t>
      </w:r>
      <w:r>
        <w:rPr>
          <w:rtl/>
        </w:rPr>
        <w:t>ستر ہزار درہم تقسيم كرتے ہوئے ديكھا يہ بخشش مجھ پر بہت گرا</w:t>
      </w:r>
      <w:r w:rsidR="00B365A1">
        <w:rPr>
          <w:rtl/>
        </w:rPr>
        <w:t xml:space="preserve">ں </w:t>
      </w:r>
      <w:r>
        <w:rPr>
          <w:rtl/>
        </w:rPr>
        <w:t>گذرى كيونكہ مي</w:t>
      </w:r>
      <w:r w:rsidR="00B365A1">
        <w:rPr>
          <w:rtl/>
        </w:rPr>
        <w:t xml:space="preserve">ں </w:t>
      </w:r>
      <w:r>
        <w:rPr>
          <w:rtl/>
        </w:rPr>
        <w:t>نہي</w:t>
      </w:r>
      <w:r w:rsidR="00B365A1">
        <w:rPr>
          <w:rtl/>
        </w:rPr>
        <w:t xml:space="preserve">ں </w:t>
      </w:r>
      <w:r>
        <w:rPr>
          <w:rtl/>
        </w:rPr>
        <w:t>چاہتا تھا كہ ميرى خالہ اس مقدار مي</w:t>
      </w:r>
      <w:r w:rsidR="00B365A1">
        <w:rPr>
          <w:rtl/>
        </w:rPr>
        <w:t xml:space="preserve">ں </w:t>
      </w:r>
      <w:r>
        <w:rPr>
          <w:rtl/>
        </w:rPr>
        <w:t>اپنے مال سے سخاوت كا مظاہرہ كري</w:t>
      </w:r>
      <w:r w:rsidR="00B365A1">
        <w:rPr>
          <w:rtl/>
        </w:rPr>
        <w:t xml:space="preserve">ں </w:t>
      </w:r>
      <w:r>
        <w:rPr>
          <w:rtl/>
        </w:rPr>
        <w:t xml:space="preserve">_ </w:t>
      </w:r>
    </w:p>
    <w:p w:rsidR="00376422" w:rsidRDefault="00376422" w:rsidP="00E67399">
      <w:pPr>
        <w:pStyle w:val="libNormal"/>
        <w:rPr>
          <w:rtl/>
        </w:rPr>
      </w:pPr>
      <w:r>
        <w:rPr>
          <w:rtl/>
        </w:rPr>
        <w:t>ابو نعيم لكھتے ہي</w:t>
      </w:r>
      <w:r w:rsidR="00B365A1">
        <w:rPr>
          <w:rtl/>
        </w:rPr>
        <w:t xml:space="preserve">ں </w:t>
      </w:r>
      <w:r>
        <w:rPr>
          <w:rtl/>
        </w:rPr>
        <w:t xml:space="preserve">: </w:t>
      </w:r>
    </w:p>
    <w:p w:rsidR="00376422" w:rsidRDefault="00376422" w:rsidP="00E67399">
      <w:pPr>
        <w:pStyle w:val="libNormal"/>
        <w:rPr>
          <w:rtl/>
        </w:rPr>
      </w:pPr>
      <w:r>
        <w:rPr>
          <w:rtl/>
        </w:rPr>
        <w:t>جب عائشه نے اپنے اونٹو</w:t>
      </w:r>
      <w:r w:rsidR="00B365A1">
        <w:rPr>
          <w:rtl/>
        </w:rPr>
        <w:t xml:space="preserve">ں </w:t>
      </w:r>
      <w:r>
        <w:rPr>
          <w:rtl/>
        </w:rPr>
        <w:t>كو بيچنے كى خاطر بازار مي</w:t>
      </w:r>
      <w:r w:rsidR="00B365A1">
        <w:rPr>
          <w:rtl/>
        </w:rPr>
        <w:t xml:space="preserve">ں </w:t>
      </w:r>
      <w:r>
        <w:rPr>
          <w:rtl/>
        </w:rPr>
        <w:t>بھيجوايا تو عبد اللہ بن زبير نے كہا ، ہم سب سے كہہ دينگے كہ عائشه اپنا ذہنى تو ازن كھو بيٹھى ہي</w:t>
      </w:r>
      <w:r w:rsidR="00B365A1">
        <w:rPr>
          <w:rtl/>
        </w:rPr>
        <w:t xml:space="preserve">ں </w:t>
      </w:r>
      <w:r>
        <w:rPr>
          <w:rtl/>
        </w:rPr>
        <w:t>تاكہ كوئي انكے اونٹو</w:t>
      </w:r>
      <w:r w:rsidR="00B365A1">
        <w:rPr>
          <w:rtl/>
        </w:rPr>
        <w:t xml:space="preserve">ں </w:t>
      </w:r>
      <w:r>
        <w:rPr>
          <w:rtl/>
        </w:rPr>
        <w:t>كو نہ خريدے ، جب عائشه نے ان باتو</w:t>
      </w:r>
      <w:r w:rsidR="00B365A1">
        <w:rPr>
          <w:rtl/>
        </w:rPr>
        <w:t xml:space="preserve">ں </w:t>
      </w:r>
      <w:r>
        <w:rPr>
          <w:rtl/>
        </w:rPr>
        <w:t>كو سنا تو كہا ، مي</w:t>
      </w:r>
      <w:r w:rsidR="00B365A1">
        <w:rPr>
          <w:rtl/>
        </w:rPr>
        <w:t xml:space="preserve">ں </w:t>
      </w:r>
      <w:r>
        <w:rPr>
          <w:rtl/>
        </w:rPr>
        <w:t>قسم كھاتى ہو</w:t>
      </w:r>
      <w:r w:rsidR="00B365A1">
        <w:rPr>
          <w:rtl/>
        </w:rPr>
        <w:t xml:space="preserve">ں </w:t>
      </w:r>
      <w:r>
        <w:rPr>
          <w:rtl/>
        </w:rPr>
        <w:t>كہ جب تك زندہ رہونگى اس سے كلام نہي</w:t>
      </w:r>
      <w:r w:rsidR="00B365A1">
        <w:rPr>
          <w:rtl/>
        </w:rPr>
        <w:t xml:space="preserve">ں </w:t>
      </w:r>
      <w:r>
        <w:rPr>
          <w:rtl/>
        </w:rPr>
        <w:t>كرونگى _ چنانچہ عبد اللہ بن زبير سے پردہ بھى كر ليا ، بات چيت كافى دنو</w:t>
      </w:r>
      <w:r w:rsidR="00B365A1">
        <w:rPr>
          <w:rtl/>
        </w:rPr>
        <w:t xml:space="preserve">ں </w:t>
      </w:r>
      <w:r>
        <w:rPr>
          <w:rtl/>
        </w:rPr>
        <w:t xml:space="preserve">تك بند رہى _ </w:t>
      </w:r>
    </w:p>
    <w:p w:rsidR="00376422" w:rsidRDefault="00376422" w:rsidP="00E67399">
      <w:pPr>
        <w:pStyle w:val="libNormal"/>
        <w:rPr>
          <w:rtl/>
        </w:rPr>
      </w:pPr>
      <w:r>
        <w:rPr>
          <w:rtl/>
        </w:rPr>
        <w:t>ايك روز مسور بن محترمہ اور عبد الرحمن بن اسود كے ساتھ عبد اللہ بن زبير چادر اوڑھ كر عائشه كے گھر گئے ، اذن دخول كے بعد تينو</w:t>
      </w:r>
      <w:r w:rsidR="00B365A1">
        <w:rPr>
          <w:rtl/>
        </w:rPr>
        <w:t xml:space="preserve">ں </w:t>
      </w:r>
      <w:r>
        <w:rPr>
          <w:rtl/>
        </w:rPr>
        <w:t>گھر مي</w:t>
      </w:r>
      <w:r w:rsidR="00B365A1">
        <w:rPr>
          <w:rtl/>
        </w:rPr>
        <w:t xml:space="preserve">ں </w:t>
      </w:r>
      <w:r>
        <w:rPr>
          <w:rtl/>
        </w:rPr>
        <w:t>داخل ہوئے جيسے ہى عبد اللہ بن زبير نے عائشه كو ديكھا فورا انكى گردن مي</w:t>
      </w:r>
      <w:r w:rsidR="00B365A1">
        <w:rPr>
          <w:rtl/>
        </w:rPr>
        <w:t xml:space="preserve">ں </w:t>
      </w:r>
      <w:r>
        <w:rPr>
          <w:rtl/>
        </w:rPr>
        <w:t>اپنى باہي</w:t>
      </w:r>
      <w:r w:rsidR="00B365A1">
        <w:rPr>
          <w:rtl/>
        </w:rPr>
        <w:t xml:space="preserve">ں </w:t>
      </w:r>
      <w:r>
        <w:rPr>
          <w:rtl/>
        </w:rPr>
        <w:t>ڈالدي</w:t>
      </w:r>
      <w:r w:rsidR="00B365A1">
        <w:rPr>
          <w:rtl/>
        </w:rPr>
        <w:t xml:space="preserve">ں </w:t>
      </w:r>
      <w:r>
        <w:rPr>
          <w:rtl/>
        </w:rPr>
        <w:t>اور خوب گريہ كيا ، يہا</w:t>
      </w:r>
      <w:r w:rsidR="00B365A1">
        <w:rPr>
          <w:rtl/>
        </w:rPr>
        <w:t xml:space="preserve">ں </w:t>
      </w:r>
      <w:r>
        <w:rPr>
          <w:rtl/>
        </w:rPr>
        <w:t>تك كہ عبد اللہ بن زبير نے اپنى رشتہ دارى وغيرہ كى دہائي دى ، تب جا كر ام المومنين نے اس سے باتي</w:t>
      </w:r>
      <w:r w:rsidR="00B365A1">
        <w:rPr>
          <w:rtl/>
        </w:rPr>
        <w:t xml:space="preserve">ں </w:t>
      </w:r>
      <w:r>
        <w:rPr>
          <w:rtl/>
        </w:rPr>
        <w:t>كي</w:t>
      </w:r>
      <w:r w:rsidR="00B365A1">
        <w:rPr>
          <w:rtl/>
        </w:rPr>
        <w:t xml:space="preserve">ں </w:t>
      </w:r>
      <w:r w:rsidRPr="00C00E6D">
        <w:rPr>
          <w:rStyle w:val="libFootnotenumChar"/>
          <w:rtl/>
        </w:rPr>
        <w:t>(15)</w:t>
      </w:r>
      <w:r>
        <w:rPr>
          <w:rtl/>
        </w:rPr>
        <w:t xml:space="preserve">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14_سير اعلام النبلاء ج2 ص 131 </w:t>
      </w:r>
    </w:p>
    <w:p w:rsidR="006F0ADE" w:rsidRDefault="006F0ADE" w:rsidP="00E67399">
      <w:pPr>
        <w:pStyle w:val="libFootnote"/>
        <w:rPr>
          <w:rtl/>
        </w:rPr>
      </w:pPr>
      <w:r>
        <w:rPr>
          <w:rtl/>
        </w:rPr>
        <w:t xml:space="preserve">15_حلية اولياء ج2 ص 49 ، سير اعلام النبلاء ج2 ص 129 </w:t>
      </w:r>
    </w:p>
    <w:p w:rsidR="00915F45" w:rsidRDefault="00915F45" w:rsidP="00E67399">
      <w:pPr>
        <w:pStyle w:val="libPoemTini"/>
        <w:rPr>
          <w:rtl/>
        </w:rPr>
      </w:pPr>
      <w:r>
        <w:rPr>
          <w:rtl/>
        </w:rPr>
        <w:br w:type="page"/>
      </w:r>
    </w:p>
    <w:p w:rsidR="00376422" w:rsidRDefault="00376422" w:rsidP="00E67399">
      <w:pPr>
        <w:pStyle w:val="libNormal"/>
        <w:rPr>
          <w:rtl/>
        </w:rPr>
      </w:pPr>
      <w:r>
        <w:rPr>
          <w:rtl/>
        </w:rPr>
        <w:lastRenderedPageBreak/>
        <w:t>ہم نے معاويہ كى مراعات مالى كو عائشه كى نسبت بيان كيا ان مي</w:t>
      </w:r>
      <w:r w:rsidR="00B365A1">
        <w:rPr>
          <w:rtl/>
        </w:rPr>
        <w:t xml:space="preserve">ں </w:t>
      </w:r>
      <w:r>
        <w:rPr>
          <w:rtl/>
        </w:rPr>
        <w:t>سے بعض واقعات انشاء اللہ ائندہ بيان كرو</w:t>
      </w:r>
      <w:r w:rsidR="00B365A1">
        <w:rPr>
          <w:rtl/>
        </w:rPr>
        <w:t xml:space="preserve">ں </w:t>
      </w:r>
      <w:r>
        <w:rPr>
          <w:rtl/>
        </w:rPr>
        <w:t xml:space="preserve">گا _ </w:t>
      </w:r>
    </w:p>
    <w:p w:rsidR="00376422" w:rsidRDefault="00376422" w:rsidP="00E67399">
      <w:pPr>
        <w:pStyle w:val="libNormal"/>
        <w:rPr>
          <w:rtl/>
        </w:rPr>
      </w:pPr>
      <w:r>
        <w:rPr>
          <w:rtl/>
        </w:rPr>
        <w:t>اخر مي</w:t>
      </w:r>
      <w:r w:rsidR="00B365A1">
        <w:rPr>
          <w:rtl/>
        </w:rPr>
        <w:t xml:space="preserve">ں </w:t>
      </w:r>
      <w:r>
        <w:rPr>
          <w:rtl/>
        </w:rPr>
        <w:t>پھر كہتا ہو</w:t>
      </w:r>
      <w:r w:rsidR="00B365A1">
        <w:rPr>
          <w:rtl/>
        </w:rPr>
        <w:t xml:space="preserve">ں </w:t>
      </w:r>
      <w:r>
        <w:rPr>
          <w:rtl/>
        </w:rPr>
        <w:t>كہ ہر سخاوت و بخشش رضاء الہى كے لئے نہي</w:t>
      </w:r>
      <w:r w:rsidR="00B365A1">
        <w:rPr>
          <w:rtl/>
        </w:rPr>
        <w:t xml:space="preserve">ں </w:t>
      </w:r>
      <w:r>
        <w:rPr>
          <w:rtl/>
        </w:rPr>
        <w:t>ہوتى ہے ، كيونكہ خشنودى خدا اسى وقت محقق ہو سكتى ہے جب خلوص نيت سے انفاق كيا جائے ، اور انفاق ہونے والا مال راہ حلال سے كسب ہوا ہو نہ كہ معاويہ جيسے ظالم و جابر كا مال جس نے مسلمانو</w:t>
      </w:r>
      <w:r w:rsidR="00B365A1">
        <w:rPr>
          <w:rtl/>
        </w:rPr>
        <w:t xml:space="preserve">ں </w:t>
      </w:r>
      <w:r>
        <w:rPr>
          <w:rtl/>
        </w:rPr>
        <w:t xml:space="preserve">كے بيت المال سے لوٹ كھسوٹ كر كے عائشه ، ابو ھريرہ ، مغيرہ بن شعبہ ، اور عمرو بن عاص جيسے انسان كو سستى شہرت كمانے كے لئے ديا ہو _ </w:t>
      </w:r>
    </w:p>
    <w:p w:rsidR="00376422" w:rsidRDefault="00376422" w:rsidP="00E67399">
      <w:pPr>
        <w:pStyle w:val="libNormal"/>
        <w:rPr>
          <w:rtl/>
        </w:rPr>
      </w:pPr>
      <w:r>
        <w:rPr>
          <w:rtl/>
        </w:rPr>
        <w:t>تاكہ اسلام اور حضرت على (ع) سے مقابلہ كري</w:t>
      </w:r>
      <w:r w:rsidR="00B365A1">
        <w:rPr>
          <w:rtl/>
        </w:rPr>
        <w:t xml:space="preserve">ں </w:t>
      </w:r>
      <w:r>
        <w:rPr>
          <w:rtl/>
        </w:rPr>
        <w:t>اور اپنى سياست كامياب ہو اور گڑھى ہوئي حديثي</w:t>
      </w:r>
      <w:r w:rsidR="00B365A1">
        <w:rPr>
          <w:rtl/>
        </w:rPr>
        <w:t xml:space="preserve">ں </w:t>
      </w:r>
      <w:r>
        <w:rPr>
          <w:rtl/>
        </w:rPr>
        <w:t>منظر عام پر ائي</w:t>
      </w:r>
      <w:r w:rsidR="00B365A1">
        <w:rPr>
          <w:rtl/>
        </w:rPr>
        <w:t xml:space="preserve">ں </w:t>
      </w:r>
      <w:r>
        <w:rPr>
          <w:rtl/>
        </w:rPr>
        <w:t xml:space="preserve">_ </w:t>
      </w:r>
    </w:p>
    <w:p w:rsidR="00376422" w:rsidRDefault="00376422" w:rsidP="00E67399">
      <w:pPr>
        <w:pStyle w:val="libNormal"/>
        <w:rPr>
          <w:rtl/>
        </w:rPr>
      </w:pPr>
    </w:p>
    <w:p w:rsidR="00376422" w:rsidRDefault="00376422" w:rsidP="00E67399">
      <w:pPr>
        <w:pStyle w:val="Heading2Center"/>
        <w:rPr>
          <w:rtl/>
        </w:rPr>
      </w:pPr>
      <w:bookmarkStart w:id="64" w:name="_Toc531605692"/>
      <w:r>
        <w:rPr>
          <w:rtl/>
        </w:rPr>
        <w:t>خاندانى تعصب</w:t>
      </w:r>
      <w:bookmarkEnd w:id="64"/>
    </w:p>
    <w:p w:rsidR="00376422" w:rsidRDefault="00376422" w:rsidP="00E67399">
      <w:pPr>
        <w:pStyle w:val="libNormal"/>
        <w:rPr>
          <w:rtl/>
        </w:rPr>
      </w:pPr>
      <w:r>
        <w:rPr>
          <w:rtl/>
        </w:rPr>
        <w:t>ام المومنين عائشه اپنے خاندان كے سلسلے مي</w:t>
      </w:r>
      <w:r w:rsidR="00B365A1">
        <w:rPr>
          <w:rtl/>
        </w:rPr>
        <w:t xml:space="preserve">ں </w:t>
      </w:r>
      <w:r>
        <w:rPr>
          <w:rtl/>
        </w:rPr>
        <w:t>بہت متعصب تھي</w:t>
      </w:r>
      <w:r w:rsidR="00B365A1">
        <w:rPr>
          <w:rtl/>
        </w:rPr>
        <w:t xml:space="preserve">ں </w:t>
      </w:r>
      <w:r>
        <w:rPr>
          <w:rtl/>
        </w:rPr>
        <w:t>، اور اس چيز كو عبادت كى حد تك مانتى تھي</w:t>
      </w:r>
      <w:r w:rsidR="00B365A1">
        <w:rPr>
          <w:rtl/>
        </w:rPr>
        <w:t xml:space="preserve">ں </w:t>
      </w:r>
      <w:r>
        <w:rPr>
          <w:rtl/>
        </w:rPr>
        <w:t>،وہ اس راہ مي</w:t>
      </w:r>
      <w:r w:rsidR="00B365A1">
        <w:rPr>
          <w:rtl/>
        </w:rPr>
        <w:t xml:space="preserve">ں </w:t>
      </w:r>
      <w:r>
        <w:rPr>
          <w:rtl/>
        </w:rPr>
        <w:t>اتنى اگے بڑھ گئي تھي</w:t>
      </w:r>
      <w:r w:rsidR="00B365A1">
        <w:rPr>
          <w:rtl/>
        </w:rPr>
        <w:t xml:space="preserve">ں </w:t>
      </w:r>
      <w:r>
        <w:rPr>
          <w:rtl/>
        </w:rPr>
        <w:t>كہ تمام حدود اسلامى و مقررات شرعى كو كچل كر ركھ ديا تھا ، جب كہ تاريخى حقائق سے ظاہر ہے كہ دشمنى كے باوجود تمام تلخيا</w:t>
      </w:r>
      <w:r w:rsidR="00B365A1">
        <w:rPr>
          <w:rtl/>
        </w:rPr>
        <w:t xml:space="preserve">ں </w:t>
      </w:r>
      <w:r>
        <w:rPr>
          <w:rtl/>
        </w:rPr>
        <w:t>انكى گہرى دوستى مي</w:t>
      </w:r>
      <w:r w:rsidR="00B365A1">
        <w:rPr>
          <w:rtl/>
        </w:rPr>
        <w:t xml:space="preserve">ں </w:t>
      </w:r>
      <w:r>
        <w:rPr>
          <w:rtl/>
        </w:rPr>
        <w:t>بدل گئي</w:t>
      </w:r>
      <w:r w:rsidR="00B365A1">
        <w:rPr>
          <w:rtl/>
        </w:rPr>
        <w:t xml:space="preserve">ں </w:t>
      </w:r>
      <w:r>
        <w:rPr>
          <w:rtl/>
        </w:rPr>
        <w:t xml:space="preserve">_ </w:t>
      </w:r>
    </w:p>
    <w:p w:rsidR="00376422" w:rsidRDefault="00376422" w:rsidP="00E67399">
      <w:pPr>
        <w:pStyle w:val="libNormal"/>
        <w:rPr>
          <w:rtl/>
        </w:rPr>
      </w:pPr>
      <w:r>
        <w:rPr>
          <w:rtl/>
        </w:rPr>
        <w:t>ہم نے اس سے پہلے بہت سارے واقعات زندگاني عائشه كے بيان كئے اور اس ادعى پر بہت سارى دليلي</w:t>
      </w:r>
      <w:r w:rsidR="00B365A1">
        <w:rPr>
          <w:rtl/>
        </w:rPr>
        <w:t xml:space="preserve">ں </w:t>
      </w:r>
      <w:r>
        <w:rPr>
          <w:rtl/>
        </w:rPr>
        <w:t>بھى دى تھي</w:t>
      </w:r>
      <w:r w:rsidR="00B365A1">
        <w:rPr>
          <w:rtl/>
        </w:rPr>
        <w:t xml:space="preserve">ں </w:t>
      </w:r>
      <w:r>
        <w:rPr>
          <w:rtl/>
        </w:rPr>
        <w:t>جسكو قارئين كرام نے بغير شك و ترديد كے قبول بھى كيا ہو گا ; ليكن اس مقام پر صرف ايك واقعہ جو انكى خاندانى تعصب كو ثابت كرتا ہے اور وہ انكے بھائي محمد بن ابى بكر كے ساتھ پيش</w:t>
      </w:r>
      <w:r w:rsidR="00831D2C">
        <w:rPr>
          <w:rtl/>
        </w:rPr>
        <w:t xml:space="preserve"> آيا </w:t>
      </w:r>
      <w:r>
        <w:rPr>
          <w:rtl/>
        </w:rPr>
        <w:t xml:space="preserve"> تھا _ </w:t>
      </w:r>
    </w:p>
    <w:p w:rsidR="00376422" w:rsidRDefault="00376422" w:rsidP="00E67399">
      <w:pPr>
        <w:pStyle w:val="libNormal"/>
        <w:rPr>
          <w:rtl/>
        </w:rPr>
      </w:pPr>
      <w:r>
        <w:rPr>
          <w:rtl/>
        </w:rPr>
        <w:t>يہ دونو</w:t>
      </w:r>
      <w:r w:rsidR="00B365A1">
        <w:rPr>
          <w:rtl/>
        </w:rPr>
        <w:t xml:space="preserve">ں </w:t>
      </w:r>
      <w:r>
        <w:rPr>
          <w:rtl/>
        </w:rPr>
        <w:t>بھائي بہن ابتداء مي</w:t>
      </w:r>
      <w:r w:rsidR="00B365A1">
        <w:rPr>
          <w:rtl/>
        </w:rPr>
        <w:t xml:space="preserve">ں </w:t>
      </w:r>
      <w:r>
        <w:rPr>
          <w:rtl/>
        </w:rPr>
        <w:t>جب عثمان كے خلاف مسلمانو</w:t>
      </w:r>
      <w:r w:rsidR="00B365A1">
        <w:rPr>
          <w:rtl/>
        </w:rPr>
        <w:t xml:space="preserve">ں </w:t>
      </w:r>
      <w:r>
        <w:rPr>
          <w:rtl/>
        </w:rPr>
        <w:t>نے ہنگامہ كھڑا كيا تھا شانہ بشانہ تھے ، اور ان دونو</w:t>
      </w:r>
      <w:r w:rsidR="00B365A1">
        <w:rPr>
          <w:rtl/>
        </w:rPr>
        <w:t xml:space="preserve">ں </w:t>
      </w:r>
      <w:r>
        <w:rPr>
          <w:rtl/>
        </w:rPr>
        <w:t>نے اہم كردار ادا كيا تھا ، ليكن قتل عثمان كے بعد اپنے اپ پانسہ پلٹ گيا اور دونو</w:t>
      </w:r>
      <w:r w:rsidR="00B365A1">
        <w:rPr>
          <w:rtl/>
        </w:rPr>
        <w:t xml:space="preserve">ں </w:t>
      </w:r>
      <w:r>
        <w:rPr>
          <w:rtl/>
        </w:rPr>
        <w:t xml:space="preserve">ايك دوسرے كے دشمن بن گئے _ </w:t>
      </w:r>
    </w:p>
    <w:p w:rsidR="00376422" w:rsidRDefault="00376422" w:rsidP="00E67399">
      <w:pPr>
        <w:pStyle w:val="libNormal"/>
        <w:rPr>
          <w:rtl/>
        </w:rPr>
      </w:pPr>
      <w:r>
        <w:rPr>
          <w:rtl/>
        </w:rPr>
        <w:t>محمد بن ابى بكر نے لشكر علوى (ع) مي</w:t>
      </w:r>
      <w:r w:rsidR="00B365A1">
        <w:rPr>
          <w:rtl/>
        </w:rPr>
        <w:t xml:space="preserve">ں </w:t>
      </w:r>
      <w:r>
        <w:rPr>
          <w:rtl/>
        </w:rPr>
        <w:t>اكر عائشه كے خلاف تلوار اٹھا لى اور جنگ كے تمام ہونے تك ان كے مقابلہ مي</w:t>
      </w:r>
      <w:r w:rsidR="00B365A1">
        <w:rPr>
          <w:rtl/>
        </w:rPr>
        <w:t xml:space="preserve">ں </w:t>
      </w:r>
      <w:r>
        <w:rPr>
          <w:rtl/>
        </w:rPr>
        <w:t xml:space="preserve">ڈٹے رہے_ </w:t>
      </w:r>
    </w:p>
    <w:p w:rsidR="00376422" w:rsidRDefault="00376422" w:rsidP="00E67399">
      <w:pPr>
        <w:pStyle w:val="libNormal"/>
        <w:rPr>
          <w:rtl/>
        </w:rPr>
      </w:pPr>
      <w:r>
        <w:rPr>
          <w:rtl/>
        </w:rPr>
        <w:t>جب كہ مي</w:t>
      </w:r>
      <w:r w:rsidR="00B365A1">
        <w:rPr>
          <w:rtl/>
        </w:rPr>
        <w:t xml:space="preserve">ں </w:t>
      </w:r>
      <w:r>
        <w:rPr>
          <w:rtl/>
        </w:rPr>
        <w:t>سمجھتا ہو</w:t>
      </w:r>
      <w:r w:rsidR="00B365A1">
        <w:rPr>
          <w:rtl/>
        </w:rPr>
        <w:t xml:space="preserve">ں </w:t>
      </w:r>
      <w:r>
        <w:rPr>
          <w:rtl/>
        </w:rPr>
        <w:t>كہ بصرہ يا جنگ جمل مي</w:t>
      </w:r>
      <w:r w:rsidR="00B365A1">
        <w:rPr>
          <w:rtl/>
        </w:rPr>
        <w:t xml:space="preserve">ں </w:t>
      </w:r>
      <w:r>
        <w:rPr>
          <w:rtl/>
        </w:rPr>
        <w:t>جب عائشه كے سردار لشكركو مار ڈالا گيا اور انكى شكست فاش ہو گئي تو اسوقت امام عليہ السلام نے محمد بن ابى بكر كو بہن كے پاس بھيجا تاكہ انكى احوال پرسى كر لي</w:t>
      </w:r>
      <w:r w:rsidR="00B365A1">
        <w:rPr>
          <w:rtl/>
        </w:rPr>
        <w:t xml:space="preserve">ں </w:t>
      </w:r>
      <w:r>
        <w:rPr>
          <w:rtl/>
        </w:rPr>
        <w:t>اور جانے كے سلسلے مي</w:t>
      </w:r>
      <w:r w:rsidR="00B365A1">
        <w:rPr>
          <w:rtl/>
        </w:rPr>
        <w:t xml:space="preserve">ں </w:t>
      </w:r>
      <w:r>
        <w:rPr>
          <w:rtl/>
        </w:rPr>
        <w:t>ان سے پوچھي</w:t>
      </w:r>
      <w:r w:rsidR="00B365A1">
        <w:rPr>
          <w:rtl/>
        </w:rPr>
        <w:t xml:space="preserve">ں </w:t>
      </w:r>
      <w:r>
        <w:rPr>
          <w:rtl/>
        </w:rPr>
        <w:t xml:space="preserve">_ </w:t>
      </w:r>
    </w:p>
    <w:p w:rsidR="00915F45" w:rsidRDefault="00376422" w:rsidP="00E67399">
      <w:pPr>
        <w:pStyle w:val="libNormal"/>
        <w:rPr>
          <w:rtl/>
        </w:rPr>
      </w:pPr>
      <w:r>
        <w:rPr>
          <w:rtl/>
        </w:rPr>
        <w:t>جب محمد نے اپنى بہن كے محمل مي</w:t>
      </w:r>
      <w:r w:rsidR="00B365A1">
        <w:rPr>
          <w:rtl/>
        </w:rPr>
        <w:t xml:space="preserve">ں </w:t>
      </w:r>
      <w:r>
        <w:rPr>
          <w:rtl/>
        </w:rPr>
        <w:t>سر ڈالا تو عائشه چيخنے لگي</w:t>
      </w:r>
      <w:r w:rsidR="00B365A1">
        <w:rPr>
          <w:rtl/>
        </w:rPr>
        <w:t xml:space="preserve">ں </w:t>
      </w:r>
      <w:r>
        <w:rPr>
          <w:rtl/>
        </w:rPr>
        <w:t xml:space="preserve">، وائے ہو تم پرتم كون ہو ؟ </w:t>
      </w:r>
    </w:p>
    <w:p w:rsidR="00915F45" w:rsidRDefault="00915F45"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محمد بن ابى بكر نے كہا ، مي</w:t>
      </w:r>
      <w:r w:rsidR="00B365A1">
        <w:rPr>
          <w:rtl/>
        </w:rPr>
        <w:t xml:space="preserve">ں </w:t>
      </w:r>
      <w:r>
        <w:rPr>
          <w:rtl/>
        </w:rPr>
        <w:t>ہو</w:t>
      </w:r>
      <w:r w:rsidR="00B365A1">
        <w:rPr>
          <w:rtl/>
        </w:rPr>
        <w:t xml:space="preserve">ں </w:t>
      </w:r>
      <w:r>
        <w:rPr>
          <w:rtl/>
        </w:rPr>
        <w:t>جس كو اپ اپنے خاندان مي</w:t>
      </w:r>
      <w:r w:rsidR="00B365A1">
        <w:rPr>
          <w:rtl/>
        </w:rPr>
        <w:t xml:space="preserve">ں </w:t>
      </w:r>
      <w:r>
        <w:rPr>
          <w:rtl/>
        </w:rPr>
        <w:t>زيادہ دشمن ركھتى ہي</w:t>
      </w:r>
      <w:r w:rsidR="00B365A1">
        <w:rPr>
          <w:rtl/>
        </w:rPr>
        <w:t xml:space="preserve">ں </w:t>
      </w:r>
      <w:r>
        <w:rPr>
          <w:rtl/>
        </w:rPr>
        <w:t xml:space="preserve">_ </w:t>
      </w:r>
    </w:p>
    <w:p w:rsidR="00376422" w:rsidRDefault="00376422" w:rsidP="00E67399">
      <w:pPr>
        <w:pStyle w:val="libNormal"/>
        <w:rPr>
          <w:rtl/>
        </w:rPr>
      </w:pPr>
      <w:r>
        <w:rPr>
          <w:rtl/>
        </w:rPr>
        <w:t xml:space="preserve">عائشه نے كہا _ اچھا تم زن خثعمى كے بيٹے ہو _ </w:t>
      </w:r>
    </w:p>
    <w:p w:rsidR="00376422" w:rsidRDefault="00376422" w:rsidP="00E67399">
      <w:pPr>
        <w:pStyle w:val="libNormal"/>
        <w:rPr>
          <w:rtl/>
        </w:rPr>
      </w:pPr>
      <w:r>
        <w:rPr>
          <w:rtl/>
        </w:rPr>
        <w:t>محمد نے جواب ديا _ جى ہا</w:t>
      </w:r>
      <w:r w:rsidR="00B365A1">
        <w:rPr>
          <w:rtl/>
        </w:rPr>
        <w:t xml:space="preserve">ں </w:t>
      </w:r>
    </w:p>
    <w:p w:rsidR="00376422" w:rsidRDefault="00376422" w:rsidP="00E67399">
      <w:pPr>
        <w:pStyle w:val="libNormal"/>
        <w:rPr>
          <w:rtl/>
        </w:rPr>
      </w:pPr>
      <w:r>
        <w:rPr>
          <w:rtl/>
        </w:rPr>
        <w:t>عائشه نے كہا _ خدا كا شكر ہے كہ تم كو صحيح وسالم ديكھ رہى ہو</w:t>
      </w:r>
      <w:r w:rsidR="00B365A1">
        <w:rPr>
          <w:rtl/>
        </w:rPr>
        <w:t xml:space="preserve">ں </w:t>
      </w:r>
      <w:r w:rsidRPr="00C00E6D">
        <w:rPr>
          <w:rStyle w:val="libFootnotenumChar"/>
          <w:rtl/>
        </w:rPr>
        <w:t>(16)</w:t>
      </w:r>
      <w:r>
        <w:rPr>
          <w:rtl/>
        </w:rPr>
        <w:t xml:space="preserve"> </w:t>
      </w:r>
    </w:p>
    <w:p w:rsidR="00376422" w:rsidRDefault="00376422" w:rsidP="00E67399">
      <w:pPr>
        <w:pStyle w:val="libNormal"/>
        <w:rPr>
          <w:rtl/>
        </w:rPr>
      </w:pPr>
      <w:r>
        <w:rPr>
          <w:rtl/>
        </w:rPr>
        <w:t>زيادہ دن نہي</w:t>
      </w:r>
      <w:r w:rsidR="00B365A1">
        <w:rPr>
          <w:rtl/>
        </w:rPr>
        <w:t xml:space="preserve">ں </w:t>
      </w:r>
      <w:r>
        <w:rPr>
          <w:rtl/>
        </w:rPr>
        <w:t>گذرا تھا كہ محمد بن ابى بكر مصر مي</w:t>
      </w:r>
      <w:r w:rsidR="00B365A1">
        <w:rPr>
          <w:rtl/>
        </w:rPr>
        <w:t xml:space="preserve">ں </w:t>
      </w:r>
      <w:r>
        <w:rPr>
          <w:rtl/>
        </w:rPr>
        <w:t>مار ڈالے گئے اور انكے سر كو تن سے جدا كر كے گدھے كى كھال مي</w:t>
      </w:r>
      <w:r w:rsidR="00B365A1">
        <w:rPr>
          <w:rtl/>
        </w:rPr>
        <w:t xml:space="preserve">ں </w:t>
      </w:r>
      <w:r>
        <w:rPr>
          <w:rtl/>
        </w:rPr>
        <w:t xml:space="preserve">بھر كر جلا ديا گيا _ </w:t>
      </w:r>
    </w:p>
    <w:p w:rsidR="00376422" w:rsidRDefault="00376422" w:rsidP="00E67399">
      <w:pPr>
        <w:pStyle w:val="libNormal"/>
        <w:rPr>
          <w:rtl/>
        </w:rPr>
      </w:pPr>
      <w:r>
        <w:rPr>
          <w:rtl/>
        </w:rPr>
        <w:t xml:space="preserve">اس ناگوار حادثے كے خبر جب عائشه كو معلوم ہوئي تو تمام خلش كے با وجود بھائي كى موت پر خوب گريہ كيا _ </w:t>
      </w:r>
    </w:p>
    <w:p w:rsidR="00376422" w:rsidRDefault="00376422" w:rsidP="00E67399">
      <w:pPr>
        <w:pStyle w:val="libNormal"/>
        <w:rPr>
          <w:rtl/>
        </w:rPr>
      </w:pPr>
      <w:r>
        <w:rPr>
          <w:rtl/>
        </w:rPr>
        <w:t>ليكن جس وقت خواہر معاويہ اور رسول كى زوجہ ( ام حبيبہ ) كو اسكى اطلاع ملى تو انھو</w:t>
      </w:r>
      <w:r w:rsidR="00B365A1">
        <w:rPr>
          <w:rtl/>
        </w:rPr>
        <w:t xml:space="preserve">ں </w:t>
      </w:r>
      <w:r>
        <w:rPr>
          <w:rtl/>
        </w:rPr>
        <w:t>نے ايك بھنا ہوا بكرا عائشه كے دل كو جلانے كے لئے بھيج ديا _ اس سے اشارہ يہ تھا كہ ديكھو جس طرح تم دونو</w:t>
      </w:r>
      <w:r w:rsidR="00B365A1">
        <w:rPr>
          <w:rtl/>
        </w:rPr>
        <w:t xml:space="preserve">ں </w:t>
      </w:r>
      <w:r>
        <w:rPr>
          <w:rtl/>
        </w:rPr>
        <w:t xml:space="preserve">نے عثمان كو مارا تھا اسى طرح ہم نے تمہارے بھائي محمد سے بدلہ لے ليا ہے _ </w:t>
      </w:r>
    </w:p>
    <w:p w:rsidR="00376422" w:rsidRDefault="00376422" w:rsidP="00E67399">
      <w:pPr>
        <w:pStyle w:val="libNormal"/>
        <w:rPr>
          <w:rtl/>
        </w:rPr>
      </w:pPr>
      <w:r>
        <w:rPr>
          <w:rtl/>
        </w:rPr>
        <w:t>جيسے ہى عائشه نے اس بھنے بكرے كو ديكھا تو چيخنے لگي</w:t>
      </w:r>
      <w:r w:rsidR="00B365A1">
        <w:rPr>
          <w:rtl/>
        </w:rPr>
        <w:t xml:space="preserve">ں </w:t>
      </w:r>
      <w:r>
        <w:rPr>
          <w:rtl/>
        </w:rPr>
        <w:t xml:space="preserve">اور كہا _ خدا، زانى عورت (ھند ) كى بيٹى كو مار ڈالے _ </w:t>
      </w:r>
    </w:p>
    <w:p w:rsidR="00376422" w:rsidRDefault="00376422" w:rsidP="00E67399">
      <w:pPr>
        <w:pStyle w:val="libNormal"/>
        <w:rPr>
          <w:rtl/>
        </w:rPr>
      </w:pPr>
      <w:r>
        <w:rPr>
          <w:rtl/>
        </w:rPr>
        <w:t>خدا كى قسم _ ہم ہرگز بھنا ہوا بكرا نہي</w:t>
      </w:r>
      <w:r w:rsidR="00B365A1">
        <w:rPr>
          <w:rtl/>
        </w:rPr>
        <w:t xml:space="preserve">ں </w:t>
      </w:r>
      <w:r>
        <w:rPr>
          <w:rtl/>
        </w:rPr>
        <w:t xml:space="preserve">كھائينگے _ </w:t>
      </w:r>
    </w:p>
    <w:p w:rsidR="00376422" w:rsidRDefault="00376422" w:rsidP="00E67399">
      <w:pPr>
        <w:pStyle w:val="libNormal"/>
        <w:rPr>
          <w:rtl/>
        </w:rPr>
      </w:pPr>
      <w:r>
        <w:rPr>
          <w:rtl/>
        </w:rPr>
        <w:t>پھر اپنے بھائي كے اہل و عيال كو اپنے يہا</w:t>
      </w:r>
      <w:r w:rsidR="00B365A1">
        <w:rPr>
          <w:rtl/>
        </w:rPr>
        <w:t xml:space="preserve">ں </w:t>
      </w:r>
      <w:r>
        <w:rPr>
          <w:rtl/>
        </w:rPr>
        <w:t>لے ائي</w:t>
      </w:r>
      <w:r w:rsidR="00B365A1">
        <w:rPr>
          <w:rtl/>
        </w:rPr>
        <w:t xml:space="preserve">ں </w:t>
      </w:r>
      <w:r w:rsidRPr="00C00E6D">
        <w:rPr>
          <w:rStyle w:val="libFootnotenumChar"/>
          <w:rtl/>
        </w:rPr>
        <w:t>(17)</w:t>
      </w:r>
      <w:r>
        <w:rPr>
          <w:rtl/>
        </w:rPr>
        <w:t xml:space="preserve"> </w:t>
      </w:r>
    </w:p>
    <w:p w:rsidR="00376422" w:rsidRDefault="00376422" w:rsidP="00E67399">
      <w:pPr>
        <w:pStyle w:val="libNormal"/>
        <w:rPr>
          <w:rtl/>
        </w:rPr>
      </w:pPr>
      <w:r>
        <w:rPr>
          <w:rtl/>
        </w:rPr>
        <w:t xml:space="preserve">قاسم بن محمد بن ابى بكر كا بيان ہے : </w:t>
      </w:r>
    </w:p>
    <w:p w:rsidR="004731AF" w:rsidRDefault="00376422" w:rsidP="00E67399">
      <w:pPr>
        <w:pStyle w:val="libNormal"/>
        <w:rPr>
          <w:rtl/>
        </w:rPr>
      </w:pPr>
      <w:r>
        <w:rPr>
          <w:rtl/>
        </w:rPr>
        <w:t>جب حكومت اموى كے مامورين معاويہ بن خديج كندى اور عمرو بن عاص نے ميرے باپ كو مصر مي</w:t>
      </w:r>
      <w:r w:rsidR="00B365A1">
        <w:rPr>
          <w:rtl/>
        </w:rPr>
        <w:t xml:space="preserve">ں </w:t>
      </w:r>
      <w:r>
        <w:rPr>
          <w:rtl/>
        </w:rPr>
        <w:t>مار ڈالا تو ہمارے چچا عبد الرحمن بن ابى بكر گھر</w:t>
      </w:r>
      <w:r w:rsidR="00137FAB">
        <w:rPr>
          <w:rtl/>
        </w:rPr>
        <w:t xml:space="preserve"> آئے</w:t>
      </w:r>
      <w:r>
        <w:rPr>
          <w:rtl/>
        </w:rPr>
        <w:t xml:space="preserve"> اور ہم بھائي بہنو</w:t>
      </w:r>
      <w:r w:rsidR="00B365A1">
        <w:rPr>
          <w:rtl/>
        </w:rPr>
        <w:t xml:space="preserve">ں </w:t>
      </w:r>
      <w:r>
        <w:rPr>
          <w:rtl/>
        </w:rPr>
        <w:t>كو مدينہ لے جانے لگے ، مدينہ پہونچنے سے پہلے عائشه نے اپنا ايك نمائندہ بھيجديا تھا تاكہ عبد الرحمن اپنے گھر نہ لے جا سكي</w:t>
      </w:r>
      <w:r w:rsidR="00B365A1">
        <w:rPr>
          <w:rtl/>
        </w:rPr>
        <w:t xml:space="preserve">ں </w:t>
      </w:r>
      <w:r>
        <w:rPr>
          <w:rtl/>
        </w:rPr>
        <w:t>، ہم لوگ اپنى پھوپھى ( عائشه ) كے گھر اگئے انھو</w:t>
      </w:r>
      <w:r w:rsidR="00B365A1">
        <w:rPr>
          <w:rtl/>
        </w:rPr>
        <w:t xml:space="preserve">ں </w:t>
      </w:r>
      <w:r>
        <w:rPr>
          <w:rtl/>
        </w:rPr>
        <w:t>نے ہمارے ساتھ وہى سلوك كيا جو اولاد كے ساتھ والدين كيا كرتے ہي</w:t>
      </w:r>
      <w:r w:rsidR="00B365A1">
        <w:rPr>
          <w:rtl/>
        </w:rPr>
        <w:t xml:space="preserve">ں </w:t>
      </w:r>
      <w:r>
        <w:rPr>
          <w:rtl/>
        </w:rPr>
        <w:t xml:space="preserve">اور ہميشہ اپنے زانو پر بيٹھا كر شفقت و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16_طبرى ج5 ص 204 ، عقد الفريد ج4 ص 328 ، يعقوبى ج2 </w:t>
      </w:r>
    </w:p>
    <w:p w:rsidR="006F0ADE" w:rsidRDefault="006F0ADE" w:rsidP="00E67399">
      <w:pPr>
        <w:pStyle w:val="libFootnote"/>
        <w:rPr>
          <w:rtl/>
        </w:rPr>
      </w:pPr>
      <w:r>
        <w:rPr>
          <w:rtl/>
        </w:rPr>
        <w:t xml:space="preserve">17_تذكرة الخواص ص 114 ، تمہيد و البيان ص 209 </w:t>
      </w:r>
    </w:p>
    <w:p w:rsidR="004731AF" w:rsidRDefault="004731AF"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محبت كيا كرتى تھي</w:t>
      </w:r>
      <w:r w:rsidR="00B365A1">
        <w:rPr>
          <w:rtl/>
        </w:rPr>
        <w:t xml:space="preserve">ں </w:t>
      </w:r>
      <w:r>
        <w:rPr>
          <w:rtl/>
        </w:rPr>
        <w:t>، كافى دنو</w:t>
      </w:r>
      <w:r w:rsidR="00B365A1">
        <w:rPr>
          <w:rtl/>
        </w:rPr>
        <w:t xml:space="preserve">ں </w:t>
      </w:r>
      <w:r>
        <w:rPr>
          <w:rtl/>
        </w:rPr>
        <w:t xml:space="preserve">تك ايسا ہى چلتا رہا _ </w:t>
      </w:r>
    </w:p>
    <w:p w:rsidR="00376422" w:rsidRDefault="00376422" w:rsidP="00E67399">
      <w:pPr>
        <w:pStyle w:val="libNormal"/>
        <w:rPr>
          <w:rtl/>
        </w:rPr>
      </w:pPr>
      <w:r>
        <w:rPr>
          <w:rtl/>
        </w:rPr>
        <w:t>ايك دن عائشه نے اپنے بھائي عبد الرحمن كى رفتار كو بدلا ديكھا تو انہو</w:t>
      </w:r>
      <w:r w:rsidR="00B365A1">
        <w:rPr>
          <w:rtl/>
        </w:rPr>
        <w:t xml:space="preserve">ں </w:t>
      </w:r>
      <w:r>
        <w:rPr>
          <w:rtl/>
        </w:rPr>
        <w:t>نے احساس كيا كہ كہي</w:t>
      </w:r>
      <w:r w:rsidR="00B365A1">
        <w:rPr>
          <w:rtl/>
        </w:rPr>
        <w:t xml:space="preserve">ں </w:t>
      </w:r>
      <w:r>
        <w:rPr>
          <w:rtl/>
        </w:rPr>
        <w:t>ا ن كو برا تو نہي</w:t>
      </w:r>
      <w:r w:rsidR="00B365A1">
        <w:rPr>
          <w:rtl/>
        </w:rPr>
        <w:t xml:space="preserve">ں </w:t>
      </w:r>
      <w:r>
        <w:rPr>
          <w:rtl/>
        </w:rPr>
        <w:t>لگ گيا ہے كہ ہم اپنے گھر مي</w:t>
      </w:r>
      <w:r w:rsidR="00B365A1">
        <w:rPr>
          <w:rtl/>
        </w:rPr>
        <w:t xml:space="preserve">ں </w:t>
      </w:r>
      <w:r>
        <w:rPr>
          <w:rtl/>
        </w:rPr>
        <w:t>لے ائي</w:t>
      </w:r>
      <w:r w:rsidR="00B365A1">
        <w:rPr>
          <w:rtl/>
        </w:rPr>
        <w:t xml:space="preserve">ں </w:t>
      </w:r>
      <w:r>
        <w:rPr>
          <w:rtl/>
        </w:rPr>
        <w:t xml:space="preserve">، </w:t>
      </w:r>
    </w:p>
    <w:p w:rsidR="00915F45" w:rsidRDefault="00376422" w:rsidP="00E67399">
      <w:pPr>
        <w:pStyle w:val="libNormal"/>
        <w:rPr>
          <w:rtl/>
        </w:rPr>
      </w:pPr>
      <w:r>
        <w:rPr>
          <w:rtl/>
        </w:rPr>
        <w:t>لہذا ايك شخص كو عبد الرحمن كے پاس بھيجا ، جب وہ</w:t>
      </w:r>
      <w:r w:rsidR="00137FAB">
        <w:rPr>
          <w:rtl/>
        </w:rPr>
        <w:t xml:space="preserve"> آئے</w:t>
      </w:r>
      <w:r>
        <w:rPr>
          <w:rtl/>
        </w:rPr>
        <w:t xml:space="preserve"> تو عائشه نے كہا اے عبد الرحمن ، جب سے محمد كے فرزندو</w:t>
      </w:r>
      <w:r w:rsidR="00B365A1">
        <w:rPr>
          <w:rtl/>
        </w:rPr>
        <w:t xml:space="preserve">ں </w:t>
      </w:r>
      <w:r>
        <w:rPr>
          <w:rtl/>
        </w:rPr>
        <w:t>كو اپنے يہا</w:t>
      </w:r>
      <w:r w:rsidR="00B365A1">
        <w:rPr>
          <w:rtl/>
        </w:rPr>
        <w:t xml:space="preserve">ں </w:t>
      </w:r>
      <w:r>
        <w:rPr>
          <w:rtl/>
        </w:rPr>
        <w:t>ليكر اگئي ہو</w:t>
      </w:r>
      <w:r w:rsidR="00B365A1">
        <w:rPr>
          <w:rtl/>
        </w:rPr>
        <w:t xml:space="preserve">ں </w:t>
      </w:r>
      <w:r>
        <w:rPr>
          <w:rtl/>
        </w:rPr>
        <w:t>ہم كو احساس ہوتا ہے كہ تم مجھ سے ناراض ہو گئے ہو ، ليكن خدا كى قسم ، ہم نے ان دونو</w:t>
      </w:r>
      <w:r w:rsidR="00B365A1">
        <w:rPr>
          <w:rtl/>
        </w:rPr>
        <w:t xml:space="preserve">ں </w:t>
      </w:r>
      <w:r>
        <w:rPr>
          <w:rtl/>
        </w:rPr>
        <w:t>كو تم سے نہي</w:t>
      </w:r>
      <w:r w:rsidR="00B365A1">
        <w:rPr>
          <w:rtl/>
        </w:rPr>
        <w:t xml:space="preserve">ں </w:t>
      </w:r>
      <w:r>
        <w:rPr>
          <w:rtl/>
        </w:rPr>
        <w:t>چھڑايا ہے اور نہ ہى تم سے كوئي بد گمانى ہے ، بلكہ اسكى وجہ صرف يہ ہے كہ تمھارى كئي بيويا</w:t>
      </w:r>
      <w:r w:rsidR="00B365A1">
        <w:rPr>
          <w:rtl/>
        </w:rPr>
        <w:t xml:space="preserve">ں </w:t>
      </w:r>
      <w:r>
        <w:rPr>
          <w:rtl/>
        </w:rPr>
        <w:t>ہي</w:t>
      </w:r>
      <w:r w:rsidR="00B365A1">
        <w:rPr>
          <w:rtl/>
        </w:rPr>
        <w:t xml:space="preserve">ں </w:t>
      </w:r>
      <w:r>
        <w:rPr>
          <w:rtl/>
        </w:rPr>
        <w:t>اور يہ ابھى كمسن ہي</w:t>
      </w:r>
      <w:r w:rsidR="00B365A1">
        <w:rPr>
          <w:rtl/>
        </w:rPr>
        <w:t xml:space="preserve">ں </w:t>
      </w:r>
      <w:r>
        <w:rPr>
          <w:rtl/>
        </w:rPr>
        <w:t>، لہذا مي</w:t>
      </w:r>
      <w:r w:rsidR="00B365A1">
        <w:rPr>
          <w:rtl/>
        </w:rPr>
        <w:t xml:space="preserve">ں </w:t>
      </w:r>
      <w:r>
        <w:rPr>
          <w:rtl/>
        </w:rPr>
        <w:t>ڈرتى ہو</w:t>
      </w:r>
      <w:r w:rsidR="00B365A1">
        <w:rPr>
          <w:rtl/>
        </w:rPr>
        <w:t xml:space="preserve">ں </w:t>
      </w:r>
      <w:r>
        <w:rPr>
          <w:rtl/>
        </w:rPr>
        <w:t>كہ كہي</w:t>
      </w:r>
      <w:r w:rsidR="00B365A1">
        <w:rPr>
          <w:rtl/>
        </w:rPr>
        <w:t xml:space="preserve">ں </w:t>
      </w:r>
      <w:r>
        <w:rPr>
          <w:rtl/>
        </w:rPr>
        <w:t>يہ شرارت كردي</w:t>
      </w:r>
      <w:r w:rsidR="00B365A1">
        <w:rPr>
          <w:rtl/>
        </w:rPr>
        <w:t xml:space="preserve">ں </w:t>
      </w:r>
      <w:r>
        <w:rPr>
          <w:rtl/>
        </w:rPr>
        <w:t>تو تمھارى بيويا</w:t>
      </w:r>
      <w:r w:rsidR="00B365A1">
        <w:rPr>
          <w:rtl/>
        </w:rPr>
        <w:t xml:space="preserve">ں </w:t>
      </w:r>
      <w:r>
        <w:rPr>
          <w:rtl/>
        </w:rPr>
        <w:t>ان سے نفرت كرنے لگي</w:t>
      </w:r>
      <w:r w:rsidR="00B365A1">
        <w:rPr>
          <w:rtl/>
        </w:rPr>
        <w:t xml:space="preserve">ں </w:t>
      </w:r>
      <w:r>
        <w:rPr>
          <w:rtl/>
        </w:rPr>
        <w:t>، اور مي</w:t>
      </w:r>
      <w:r w:rsidR="00B365A1">
        <w:rPr>
          <w:rtl/>
        </w:rPr>
        <w:t xml:space="preserve">ں </w:t>
      </w:r>
      <w:r>
        <w:rPr>
          <w:rtl/>
        </w:rPr>
        <w:t>ان لوگو</w:t>
      </w:r>
      <w:r w:rsidR="00B365A1">
        <w:rPr>
          <w:rtl/>
        </w:rPr>
        <w:t xml:space="preserve">ں </w:t>
      </w:r>
      <w:r>
        <w:rPr>
          <w:rtl/>
        </w:rPr>
        <w:t>سے زيادہ مہربان ہو سكتى ہو</w:t>
      </w:r>
      <w:r w:rsidR="00B365A1">
        <w:rPr>
          <w:rtl/>
        </w:rPr>
        <w:t xml:space="preserve">ں </w:t>
      </w:r>
      <w:r>
        <w:rPr>
          <w:rtl/>
        </w:rPr>
        <w:t>اور ايسے بہت واقعات پيش</w:t>
      </w:r>
      <w:r w:rsidR="00137FAB">
        <w:rPr>
          <w:rtl/>
        </w:rPr>
        <w:t xml:space="preserve"> آئے</w:t>
      </w:r>
      <w:r>
        <w:rPr>
          <w:rtl/>
        </w:rPr>
        <w:t xml:space="preserve"> ہي</w:t>
      </w:r>
      <w:r w:rsidR="00B365A1">
        <w:rPr>
          <w:rtl/>
        </w:rPr>
        <w:t xml:space="preserve">ں </w:t>
      </w:r>
      <w:r>
        <w:rPr>
          <w:rtl/>
        </w:rPr>
        <w:t>، مجھ سے بہتر كون ان كى سر پرستى كر سكتا ہے _ ہا</w:t>
      </w:r>
      <w:r w:rsidR="00B365A1">
        <w:rPr>
          <w:rtl/>
        </w:rPr>
        <w:t xml:space="preserve">ں </w:t>
      </w:r>
      <w:r>
        <w:rPr>
          <w:rtl/>
        </w:rPr>
        <w:t>_ جب يہ دونو</w:t>
      </w:r>
      <w:r w:rsidR="00B365A1">
        <w:rPr>
          <w:rtl/>
        </w:rPr>
        <w:t xml:space="preserve">ں </w:t>
      </w:r>
      <w:r>
        <w:rPr>
          <w:rtl/>
        </w:rPr>
        <w:t>بڑے ہو جائي</w:t>
      </w:r>
      <w:r w:rsidR="00B365A1">
        <w:rPr>
          <w:rtl/>
        </w:rPr>
        <w:t xml:space="preserve">ں </w:t>
      </w:r>
      <w:r>
        <w:rPr>
          <w:rtl/>
        </w:rPr>
        <w:t>اور اپنا پورا خيال كرنے لگي</w:t>
      </w:r>
      <w:r w:rsidR="00B365A1">
        <w:rPr>
          <w:rtl/>
        </w:rPr>
        <w:t xml:space="preserve">ں </w:t>
      </w:r>
      <w:r>
        <w:rPr>
          <w:rtl/>
        </w:rPr>
        <w:t>تو مي</w:t>
      </w:r>
      <w:r w:rsidR="00B365A1">
        <w:rPr>
          <w:rtl/>
        </w:rPr>
        <w:t xml:space="preserve">ں </w:t>
      </w:r>
      <w:r>
        <w:rPr>
          <w:rtl/>
        </w:rPr>
        <w:t>ان دونو</w:t>
      </w:r>
      <w:r w:rsidR="00B365A1">
        <w:rPr>
          <w:rtl/>
        </w:rPr>
        <w:t xml:space="preserve">ں </w:t>
      </w:r>
      <w:r>
        <w:rPr>
          <w:rtl/>
        </w:rPr>
        <w:t>كو تمھارى كفالت مي</w:t>
      </w:r>
      <w:r w:rsidR="00B365A1">
        <w:rPr>
          <w:rtl/>
        </w:rPr>
        <w:t xml:space="preserve">ں </w:t>
      </w:r>
      <w:r>
        <w:rPr>
          <w:rtl/>
        </w:rPr>
        <w:t>ديدونگى _ تم ا ن كى محافظت حجية بن مضروب كے بھائي كى طرح كرنا ، اسكے بعد پورى داستان بيان كى كہ قبيلہ كندہ كا ايك ادمى تھا جب اسكا بھائي مر گيا تو اسكے چھوٹے بچو</w:t>
      </w:r>
      <w:r w:rsidR="00B365A1">
        <w:rPr>
          <w:rtl/>
        </w:rPr>
        <w:t xml:space="preserve">ں </w:t>
      </w:r>
      <w:r>
        <w:rPr>
          <w:rtl/>
        </w:rPr>
        <w:t>كو اسكا بھائي اپنے گھر لے</w:t>
      </w:r>
      <w:r w:rsidR="00831D2C">
        <w:rPr>
          <w:rtl/>
        </w:rPr>
        <w:t xml:space="preserve"> آيا </w:t>
      </w:r>
      <w:r>
        <w:rPr>
          <w:rtl/>
        </w:rPr>
        <w:t xml:space="preserve"> اور اپنے بچو</w:t>
      </w:r>
      <w:r w:rsidR="00B365A1">
        <w:rPr>
          <w:rtl/>
        </w:rPr>
        <w:t xml:space="preserve">ں </w:t>
      </w:r>
      <w:r>
        <w:rPr>
          <w:rtl/>
        </w:rPr>
        <w:t>سے زيادہ ان سے محبت كرتا تھا ، ايك مرتبہ اسكے بھائي كو اچانك سفر در پيش ہوا تو جاتے وقت اپنى بيوى سے كہا كہ بھائي كے يتيم بچو</w:t>
      </w:r>
      <w:r w:rsidR="00B365A1">
        <w:rPr>
          <w:rtl/>
        </w:rPr>
        <w:t xml:space="preserve">ں </w:t>
      </w:r>
      <w:r>
        <w:rPr>
          <w:rtl/>
        </w:rPr>
        <w:t xml:space="preserve">پر كافى دھيان دينا, </w:t>
      </w:r>
    </w:p>
    <w:p w:rsidR="00915F45" w:rsidRDefault="00915F45" w:rsidP="00E67399">
      <w:pPr>
        <w:pStyle w:val="libPoemTini"/>
        <w:rPr>
          <w:rtl/>
        </w:rPr>
      </w:pPr>
      <w:r>
        <w:rPr>
          <w:rtl/>
        </w:rPr>
        <w:br w:type="page"/>
      </w:r>
    </w:p>
    <w:p w:rsidR="00376422" w:rsidRDefault="00376422" w:rsidP="00E67399">
      <w:pPr>
        <w:pStyle w:val="libNormal"/>
        <w:rPr>
          <w:rtl/>
        </w:rPr>
      </w:pPr>
      <w:r>
        <w:rPr>
          <w:rtl/>
        </w:rPr>
        <w:lastRenderedPageBreak/>
        <w:t>ليكن جب سفر سے واپس</w:t>
      </w:r>
      <w:r w:rsidR="00831D2C">
        <w:rPr>
          <w:rtl/>
        </w:rPr>
        <w:t xml:space="preserve"> آيا </w:t>
      </w:r>
      <w:r>
        <w:rPr>
          <w:rtl/>
        </w:rPr>
        <w:t xml:space="preserve"> تو كيا ديكھا كہ بھائي كے بچے كافى نحيف و لاغر ہو گئے ہي</w:t>
      </w:r>
      <w:r w:rsidR="00B365A1">
        <w:rPr>
          <w:rtl/>
        </w:rPr>
        <w:t xml:space="preserve">ں </w:t>
      </w:r>
      <w:r>
        <w:rPr>
          <w:rtl/>
        </w:rPr>
        <w:t>، اپنى زوجہ سے كہا كہ لگتا ہے تم نے ان بچو</w:t>
      </w:r>
      <w:r w:rsidR="00B365A1">
        <w:rPr>
          <w:rtl/>
        </w:rPr>
        <w:t xml:space="preserve">ں </w:t>
      </w:r>
      <w:r>
        <w:rPr>
          <w:rtl/>
        </w:rPr>
        <w:t>كى ديكھ بھال صحيح سے نہي</w:t>
      </w:r>
      <w:r w:rsidR="00B365A1">
        <w:rPr>
          <w:rtl/>
        </w:rPr>
        <w:t xml:space="preserve">ں </w:t>
      </w:r>
      <w:r>
        <w:rPr>
          <w:rtl/>
        </w:rPr>
        <w:t>كى تھى اخر وجہ كيا ہے كہ ہمارے بچے صحت مند ہي</w:t>
      </w:r>
      <w:r w:rsidR="00B365A1">
        <w:rPr>
          <w:rtl/>
        </w:rPr>
        <w:t xml:space="preserve">ں </w:t>
      </w:r>
      <w:r>
        <w:rPr>
          <w:rtl/>
        </w:rPr>
        <w:t>اور بھائي كے بچے كمزور و لاغر _ بيوى نے كہا _ ہم نے بچو</w:t>
      </w:r>
      <w:r w:rsidR="00B365A1">
        <w:rPr>
          <w:rtl/>
        </w:rPr>
        <w:t xml:space="preserve">ں </w:t>
      </w:r>
      <w:r>
        <w:rPr>
          <w:rtl/>
        </w:rPr>
        <w:t>كے درميان كوئي فرق نہي</w:t>
      </w:r>
      <w:r w:rsidR="00B365A1">
        <w:rPr>
          <w:rtl/>
        </w:rPr>
        <w:t xml:space="preserve">ں </w:t>
      </w:r>
      <w:r>
        <w:rPr>
          <w:rtl/>
        </w:rPr>
        <w:t>ركھا تھا ان بچو</w:t>
      </w:r>
      <w:r w:rsidR="00B365A1">
        <w:rPr>
          <w:rtl/>
        </w:rPr>
        <w:t xml:space="preserve">ں </w:t>
      </w:r>
      <w:r>
        <w:rPr>
          <w:rtl/>
        </w:rPr>
        <w:t>نے كھيل و شرارت كى بناء پر اپنى حالت ايسى كر ركھى ہے ، حجية بن مضروب اتنا ناراض ہوا كہ جيسے ہى اسكے اونٹ چرانے والے صحراء سے لوٹے تو اس نے ان لوگو</w:t>
      </w:r>
      <w:r w:rsidR="00B365A1">
        <w:rPr>
          <w:rtl/>
        </w:rPr>
        <w:t xml:space="preserve">ں </w:t>
      </w:r>
      <w:r>
        <w:rPr>
          <w:rtl/>
        </w:rPr>
        <w:t>سے كہا يہ تمام اونٹ اور تم لوگ ہمارے بھائي كے بچو</w:t>
      </w:r>
      <w:r w:rsidR="00B365A1">
        <w:rPr>
          <w:rtl/>
        </w:rPr>
        <w:t xml:space="preserve">ں </w:t>
      </w:r>
      <w:r>
        <w:rPr>
          <w:rtl/>
        </w:rPr>
        <w:t>كى ملكيت مي</w:t>
      </w:r>
      <w:r w:rsidR="00B365A1">
        <w:rPr>
          <w:rtl/>
        </w:rPr>
        <w:t xml:space="preserve">ں </w:t>
      </w:r>
      <w:r>
        <w:rPr>
          <w:rtl/>
        </w:rPr>
        <w:t xml:space="preserve">چلے گئے ہو </w:t>
      </w:r>
      <w:r w:rsidRPr="00C00E6D">
        <w:rPr>
          <w:rStyle w:val="libFootnotenumChar"/>
          <w:rtl/>
        </w:rPr>
        <w:t>(18)</w:t>
      </w:r>
      <w:r>
        <w:rPr>
          <w:rtl/>
        </w:rPr>
        <w:t xml:space="preserve"> </w:t>
      </w:r>
    </w:p>
    <w:p w:rsidR="00376422" w:rsidRDefault="00376422" w:rsidP="00E67399">
      <w:pPr>
        <w:pStyle w:val="libNormal"/>
        <w:rPr>
          <w:rtl/>
        </w:rPr>
      </w:pPr>
      <w:r>
        <w:rPr>
          <w:rtl/>
        </w:rPr>
        <w:t>جب ام المومنين عائشه نے محمد بن بكر كے بچو</w:t>
      </w:r>
      <w:r w:rsidR="00B365A1">
        <w:rPr>
          <w:rtl/>
        </w:rPr>
        <w:t xml:space="preserve">ں </w:t>
      </w:r>
      <w:r>
        <w:rPr>
          <w:rtl/>
        </w:rPr>
        <w:t xml:space="preserve">كو عبد الرحمن كے حوالے كيا تھا تو ان سے سفارش كى تھى كہ ان كا خيال حجية بن مضروب كى طرح ركھنا اور ان سے اچھا برتائو كرنا نيز ايك لمحے كے لئے بھى ان سے غافل نہ رہنا _ </w:t>
      </w:r>
    </w:p>
    <w:p w:rsidR="00376422" w:rsidRDefault="00376422" w:rsidP="00E67399">
      <w:pPr>
        <w:pStyle w:val="libNormal"/>
        <w:rPr>
          <w:rtl/>
        </w:rPr>
      </w:pPr>
      <w:r>
        <w:rPr>
          <w:rtl/>
        </w:rPr>
        <w:t>دوسرى علامت عائشه كى خاندانى تعصب كى يہ ہے كہ ، جب عبد اللہ بن زبير مالك اشتر كے چنگل سے جنگ جمل مي</w:t>
      </w:r>
      <w:r w:rsidR="00B365A1">
        <w:rPr>
          <w:rtl/>
        </w:rPr>
        <w:t xml:space="preserve">ں </w:t>
      </w:r>
      <w:r>
        <w:rPr>
          <w:rtl/>
        </w:rPr>
        <w:t>فرار كر گئے تھے تو عائشه كو ايك نے جا كر اسكى خبر دى تو انھو</w:t>
      </w:r>
      <w:r w:rsidR="00B365A1">
        <w:rPr>
          <w:rtl/>
        </w:rPr>
        <w:t xml:space="preserve">ں </w:t>
      </w:r>
      <w:r>
        <w:rPr>
          <w:rtl/>
        </w:rPr>
        <w:t xml:space="preserve">نے اسكو دس ہزار درہم ديئے </w:t>
      </w:r>
      <w:r w:rsidRPr="00C00E6D">
        <w:rPr>
          <w:rStyle w:val="libFootnotenumChar"/>
          <w:rtl/>
        </w:rPr>
        <w:t>(19)</w:t>
      </w:r>
      <w:r>
        <w:rPr>
          <w:rtl/>
        </w:rPr>
        <w:t xml:space="preserve"> </w:t>
      </w:r>
    </w:p>
    <w:p w:rsidR="00376422" w:rsidRDefault="00376422" w:rsidP="00E67399">
      <w:pPr>
        <w:pStyle w:val="libNormal"/>
        <w:rPr>
          <w:rtl/>
        </w:rPr>
      </w:pPr>
      <w:r>
        <w:rPr>
          <w:rtl/>
        </w:rPr>
        <w:t>اس طرح كے نہ جانے كتنے واقعات عائشه كى زندگى مي</w:t>
      </w:r>
      <w:r w:rsidR="00B365A1">
        <w:rPr>
          <w:rtl/>
        </w:rPr>
        <w:t xml:space="preserve">ں </w:t>
      </w:r>
      <w:r>
        <w:rPr>
          <w:rtl/>
        </w:rPr>
        <w:t>پيش</w:t>
      </w:r>
      <w:r w:rsidR="00137FAB">
        <w:rPr>
          <w:rtl/>
        </w:rPr>
        <w:t xml:space="preserve"> آئے</w:t>
      </w:r>
      <w:r>
        <w:rPr>
          <w:rtl/>
        </w:rPr>
        <w:t xml:space="preserve"> جو سارے كے سارے انكى خاندانى تعصب كى بووخو كو ظاہر كرتے ہي</w:t>
      </w:r>
      <w:r w:rsidR="00B365A1">
        <w:rPr>
          <w:rtl/>
        </w:rPr>
        <w:t xml:space="preserve">ں </w:t>
      </w:r>
      <w:r>
        <w:rPr>
          <w:rtl/>
        </w:rPr>
        <w:t>، اور انھو</w:t>
      </w:r>
      <w:r w:rsidR="00B365A1">
        <w:rPr>
          <w:rtl/>
        </w:rPr>
        <w:t xml:space="preserve">ں </w:t>
      </w:r>
      <w:r>
        <w:rPr>
          <w:rtl/>
        </w:rPr>
        <w:t>نے اس راہ مي</w:t>
      </w:r>
      <w:r w:rsidR="00B365A1">
        <w:rPr>
          <w:rtl/>
        </w:rPr>
        <w:t xml:space="preserve">ں </w:t>
      </w:r>
      <w:r>
        <w:rPr>
          <w:rtl/>
        </w:rPr>
        <w:t>كافى مصيبتو</w:t>
      </w:r>
      <w:r w:rsidR="00B365A1">
        <w:rPr>
          <w:rtl/>
        </w:rPr>
        <w:t xml:space="preserve">ں </w:t>
      </w:r>
      <w:r>
        <w:rPr>
          <w:rtl/>
        </w:rPr>
        <w:t>كا سامنا بھى كيا ہے _ عائشه كے خطبے جو باپ كى مدح مي</w:t>
      </w:r>
      <w:r w:rsidR="00B365A1">
        <w:rPr>
          <w:rtl/>
        </w:rPr>
        <w:t xml:space="preserve">ں </w:t>
      </w:r>
      <w:r>
        <w:rPr>
          <w:rtl/>
        </w:rPr>
        <w:t>ہي</w:t>
      </w:r>
      <w:r w:rsidR="00B365A1">
        <w:rPr>
          <w:rtl/>
        </w:rPr>
        <w:t xml:space="preserve">ں </w:t>
      </w:r>
      <w:r>
        <w:rPr>
          <w:rtl/>
        </w:rPr>
        <w:t>پھر چچا زاد بھائي ( طلحہ ) كو تخت خلافت پر لانے كى كوشش جسكو ہم نے پہلے تفصيل سے بيان كيا ہے پھر رسول اكرم (ص) سے حديثي</w:t>
      </w:r>
      <w:r w:rsidR="00B365A1">
        <w:rPr>
          <w:rtl/>
        </w:rPr>
        <w:t xml:space="preserve">ں </w:t>
      </w:r>
      <w:r>
        <w:rPr>
          <w:rtl/>
        </w:rPr>
        <w:t>منسوب كر كے اپنے باپ اور انكے جگرى دوست عمر نيز ديگر ارباب سقيفہ جيسے ابو عبيد ہ جراح كے متعلق بيان كي</w:t>
      </w:r>
      <w:r w:rsidR="00B365A1">
        <w:rPr>
          <w:rtl/>
        </w:rPr>
        <w:t xml:space="preserve">ں </w:t>
      </w:r>
      <w:r>
        <w:rPr>
          <w:rtl/>
        </w:rPr>
        <w:t>ہي</w:t>
      </w:r>
      <w:r w:rsidR="00B365A1">
        <w:rPr>
          <w:rtl/>
        </w:rPr>
        <w:t xml:space="preserve">ں </w:t>
      </w:r>
      <w:r>
        <w:rPr>
          <w:rtl/>
        </w:rPr>
        <w:t>يہ سارى كى سارى ام المومنين عائشه كى اس خصلت كى نا خواستہ پذير دليل ہے جو ہم نے ان روايتو</w:t>
      </w:r>
      <w:r w:rsidR="00B365A1">
        <w:rPr>
          <w:rtl/>
        </w:rPr>
        <w:t xml:space="preserve">ں </w:t>
      </w:r>
      <w:r>
        <w:rPr>
          <w:rtl/>
        </w:rPr>
        <w:t>كو اس كتاب كے باب روايت مي</w:t>
      </w:r>
      <w:r w:rsidR="00B365A1">
        <w:rPr>
          <w:rtl/>
        </w:rPr>
        <w:t xml:space="preserve">ں </w:t>
      </w:r>
      <w:r>
        <w:rPr>
          <w:rtl/>
        </w:rPr>
        <w:t xml:space="preserve">خوب جانچ پڑتال كى ہے _ </w:t>
      </w:r>
    </w:p>
    <w:p w:rsidR="00376422" w:rsidRDefault="00376422" w:rsidP="00E67399">
      <w:pPr>
        <w:pStyle w:val="Heading2Center"/>
        <w:rPr>
          <w:rtl/>
        </w:rPr>
      </w:pPr>
      <w:bookmarkStart w:id="65" w:name="_Toc531605693"/>
      <w:r>
        <w:rPr>
          <w:rtl/>
        </w:rPr>
        <w:t>عائشه كى خطابت</w:t>
      </w:r>
      <w:bookmarkEnd w:id="65"/>
    </w:p>
    <w:p w:rsidR="00915F45" w:rsidRDefault="00376422" w:rsidP="00E67399">
      <w:pPr>
        <w:pStyle w:val="libNormal"/>
        <w:rPr>
          <w:rtl/>
        </w:rPr>
      </w:pPr>
      <w:r>
        <w:rPr>
          <w:rtl/>
        </w:rPr>
        <w:t>ايك رہبر و ليڈر كے لئے سب سے اہم چيز يہ ھيكہ معاشرے مي</w:t>
      </w:r>
      <w:r w:rsidR="00B365A1">
        <w:rPr>
          <w:rtl/>
        </w:rPr>
        <w:t xml:space="preserve">ں </w:t>
      </w:r>
      <w:r>
        <w:rPr>
          <w:rtl/>
        </w:rPr>
        <w:t>كس طرح بات كى جائے تاكہ انكے دلو</w:t>
      </w:r>
      <w:r w:rsidR="00B365A1">
        <w:rPr>
          <w:rtl/>
        </w:rPr>
        <w:t xml:space="preserve">ں </w:t>
      </w:r>
      <w:r>
        <w:rPr>
          <w:rtl/>
        </w:rPr>
        <w:t>مي</w:t>
      </w:r>
      <w:r w:rsidR="00B365A1">
        <w:rPr>
          <w:rtl/>
        </w:rPr>
        <w:t xml:space="preserve">ں </w:t>
      </w:r>
      <w:r>
        <w:rPr>
          <w:rtl/>
        </w:rPr>
        <w:t>بيٹھ جائے ، اس طرح كے افراد اگر كلام كى نزاكت كو جان جائي</w:t>
      </w:r>
      <w:r w:rsidR="00B365A1">
        <w:rPr>
          <w:rtl/>
        </w:rPr>
        <w:t xml:space="preserve">ں </w:t>
      </w:r>
      <w:r>
        <w:rPr>
          <w:rtl/>
        </w:rPr>
        <w:t>تو معاشرہ مي</w:t>
      </w:r>
      <w:r w:rsidR="00B365A1">
        <w:rPr>
          <w:rtl/>
        </w:rPr>
        <w:t xml:space="preserve">ں </w:t>
      </w:r>
      <w:r>
        <w:rPr>
          <w:rtl/>
        </w:rPr>
        <w:t>كافى اچھا اثر ڈال سكتا ہے ، اور ساتھ مي</w:t>
      </w:r>
      <w:r w:rsidR="00B365A1">
        <w:rPr>
          <w:rtl/>
        </w:rPr>
        <w:t xml:space="preserve">ں </w:t>
      </w:r>
      <w:r>
        <w:rPr>
          <w:rtl/>
        </w:rPr>
        <w:t>يہ بھى بتا دو</w:t>
      </w:r>
      <w:r w:rsidR="00B365A1">
        <w:rPr>
          <w:rtl/>
        </w:rPr>
        <w:t xml:space="preserve">ں </w:t>
      </w:r>
      <w:r>
        <w:rPr>
          <w:rtl/>
        </w:rPr>
        <w:t>كہ اس مي</w:t>
      </w:r>
      <w:r w:rsidR="00B365A1">
        <w:rPr>
          <w:rtl/>
        </w:rPr>
        <w:t xml:space="preserve">ں </w:t>
      </w:r>
      <w:r>
        <w:rPr>
          <w:rtl/>
        </w:rPr>
        <w:t>مومن ہونا شرط نہي</w:t>
      </w:r>
      <w:r w:rsidR="00B365A1">
        <w:rPr>
          <w:rtl/>
        </w:rPr>
        <w:t xml:space="preserve">ں </w:t>
      </w:r>
      <w:r>
        <w:rPr>
          <w:rtl/>
        </w:rPr>
        <w:t>ہے بلكہ اگر ايك كافر و منافق شخص فن خطابت سے واقف ہے تو معاشرے مي</w:t>
      </w:r>
      <w:r w:rsidR="00B365A1">
        <w:rPr>
          <w:rtl/>
        </w:rPr>
        <w:t xml:space="preserve">ں </w:t>
      </w:r>
      <w:r>
        <w:rPr>
          <w:rtl/>
        </w:rPr>
        <w:t xml:space="preserve">اپنا اچھا اثر ڈال سكتا ہے _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18_اغانہ ج 21 ص 10 ، اشتقاق ص 371 </w:t>
      </w:r>
    </w:p>
    <w:p w:rsidR="006F0ADE" w:rsidRDefault="006F0ADE" w:rsidP="00E67399">
      <w:pPr>
        <w:pStyle w:val="libFootnote"/>
        <w:rPr>
          <w:rtl/>
        </w:rPr>
      </w:pPr>
      <w:r>
        <w:rPr>
          <w:rtl/>
        </w:rPr>
        <w:t xml:space="preserve">19_ عقد الفريد ج3 ص 102 </w:t>
      </w:r>
    </w:p>
    <w:p w:rsidR="00915F45" w:rsidRDefault="00915F45" w:rsidP="00E67399">
      <w:pPr>
        <w:pStyle w:val="libPoemTini"/>
        <w:rPr>
          <w:rtl/>
        </w:rPr>
      </w:pPr>
      <w:r>
        <w:rPr>
          <w:rtl/>
        </w:rPr>
        <w:br w:type="page"/>
      </w:r>
    </w:p>
    <w:p w:rsidR="00376422" w:rsidRDefault="00376422" w:rsidP="00E67399">
      <w:pPr>
        <w:pStyle w:val="libNormal"/>
        <w:rPr>
          <w:rtl/>
        </w:rPr>
      </w:pPr>
      <w:r>
        <w:rPr>
          <w:rtl/>
        </w:rPr>
        <w:lastRenderedPageBreak/>
        <w:t>عائشه اجتماعى اور سياسى شخصيت كے علاوہ فن خطابت مي</w:t>
      </w:r>
      <w:r w:rsidR="00B365A1">
        <w:rPr>
          <w:rtl/>
        </w:rPr>
        <w:t xml:space="preserve">ں </w:t>
      </w:r>
      <w:r>
        <w:rPr>
          <w:rtl/>
        </w:rPr>
        <w:t>بھى كافى مہارت ركھتى تھي</w:t>
      </w:r>
      <w:r w:rsidR="00B365A1">
        <w:rPr>
          <w:rtl/>
        </w:rPr>
        <w:t xml:space="preserve">ں </w:t>
      </w:r>
      <w:r>
        <w:rPr>
          <w:rtl/>
        </w:rPr>
        <w:t>_ جب معاويہ اپنے غلام ذكوان كے ساتھ عائشه كے گھر جا رہا تھا تو اس نے كہا : خدا كى قسم _ مي</w:t>
      </w:r>
      <w:r w:rsidR="00B365A1">
        <w:rPr>
          <w:rtl/>
        </w:rPr>
        <w:t xml:space="preserve">ں </w:t>
      </w:r>
      <w:r>
        <w:rPr>
          <w:rtl/>
        </w:rPr>
        <w:t>نے رسول(ص) اسلام كے بعد عائشه سے زيادہ كسى كو فصيح و بليغ نہي</w:t>
      </w:r>
      <w:r w:rsidR="00B365A1">
        <w:rPr>
          <w:rtl/>
        </w:rPr>
        <w:t xml:space="preserve">ں </w:t>
      </w:r>
      <w:r>
        <w:rPr>
          <w:rtl/>
        </w:rPr>
        <w:t xml:space="preserve">پايا </w:t>
      </w:r>
      <w:r w:rsidRPr="00C00E6D">
        <w:rPr>
          <w:rStyle w:val="libFootnotenumChar"/>
          <w:rtl/>
        </w:rPr>
        <w:t>(20)</w:t>
      </w:r>
      <w:r>
        <w:rPr>
          <w:rtl/>
        </w:rPr>
        <w:t xml:space="preserve"> اخنف بن قيس كہتا ہے : مي</w:t>
      </w:r>
      <w:r w:rsidR="00B365A1">
        <w:rPr>
          <w:rtl/>
        </w:rPr>
        <w:t xml:space="preserve">ں </w:t>
      </w:r>
      <w:r>
        <w:rPr>
          <w:rtl/>
        </w:rPr>
        <w:t>نے ابو بكر اور ديگر خلفاء كى تقريري</w:t>
      </w:r>
      <w:r w:rsidR="00B365A1">
        <w:rPr>
          <w:rtl/>
        </w:rPr>
        <w:t xml:space="preserve">ں </w:t>
      </w:r>
      <w:r>
        <w:rPr>
          <w:rtl/>
        </w:rPr>
        <w:t>سني</w:t>
      </w:r>
      <w:r w:rsidR="00B365A1">
        <w:rPr>
          <w:rtl/>
        </w:rPr>
        <w:t xml:space="preserve">ں </w:t>
      </w:r>
      <w:r>
        <w:rPr>
          <w:rtl/>
        </w:rPr>
        <w:t>مگر عائشه سے اچھى كسى كى تقرير نہي</w:t>
      </w:r>
      <w:r w:rsidR="00B365A1">
        <w:rPr>
          <w:rtl/>
        </w:rPr>
        <w:t xml:space="preserve">ں </w:t>
      </w:r>
      <w:r>
        <w:rPr>
          <w:rtl/>
        </w:rPr>
        <w:t xml:space="preserve">لگى </w:t>
      </w:r>
      <w:r w:rsidRPr="00C00E6D">
        <w:rPr>
          <w:rStyle w:val="libFootnotenumChar"/>
          <w:rtl/>
        </w:rPr>
        <w:t>(21)</w:t>
      </w:r>
      <w:r>
        <w:rPr>
          <w:rtl/>
        </w:rPr>
        <w:t xml:space="preserve"> </w:t>
      </w:r>
    </w:p>
    <w:p w:rsidR="00376422" w:rsidRDefault="00376422" w:rsidP="00E67399">
      <w:pPr>
        <w:pStyle w:val="libNormal"/>
        <w:rPr>
          <w:rtl/>
        </w:rPr>
      </w:pPr>
      <w:r>
        <w:rPr>
          <w:rtl/>
        </w:rPr>
        <w:t>ايك دن معاويہ نے زياد سے پوچھا كہ يہ بتائو كہ لوگو</w:t>
      </w:r>
      <w:r w:rsidR="00B365A1">
        <w:rPr>
          <w:rtl/>
        </w:rPr>
        <w:t xml:space="preserve">ں </w:t>
      </w:r>
      <w:r>
        <w:rPr>
          <w:rtl/>
        </w:rPr>
        <w:t>مي</w:t>
      </w:r>
      <w:r w:rsidR="00B365A1">
        <w:rPr>
          <w:rtl/>
        </w:rPr>
        <w:t xml:space="preserve">ں </w:t>
      </w:r>
      <w:r>
        <w:rPr>
          <w:rtl/>
        </w:rPr>
        <w:t xml:space="preserve">سب سے اچھا مقرر كون ہے _ </w:t>
      </w:r>
    </w:p>
    <w:p w:rsidR="00376422" w:rsidRDefault="00376422" w:rsidP="00E67399">
      <w:pPr>
        <w:pStyle w:val="libNormal"/>
        <w:rPr>
          <w:rtl/>
        </w:rPr>
      </w:pPr>
      <w:r>
        <w:rPr>
          <w:rtl/>
        </w:rPr>
        <w:t>زياد نے كہا _ امير المومنين اپ ہي</w:t>
      </w:r>
      <w:r w:rsidR="00B365A1">
        <w:rPr>
          <w:rtl/>
        </w:rPr>
        <w:t xml:space="preserve">ں </w:t>
      </w:r>
      <w:r>
        <w:rPr>
          <w:rtl/>
        </w:rPr>
        <w:t xml:space="preserve">_ </w:t>
      </w:r>
    </w:p>
    <w:p w:rsidR="00376422" w:rsidRDefault="00376422" w:rsidP="00E67399">
      <w:pPr>
        <w:pStyle w:val="libNormal"/>
        <w:rPr>
          <w:rtl/>
        </w:rPr>
      </w:pPr>
      <w:r>
        <w:rPr>
          <w:rtl/>
        </w:rPr>
        <w:t xml:space="preserve">معاويہ نے كہا _ پھر قسم كھائو </w:t>
      </w:r>
    </w:p>
    <w:p w:rsidR="00376422" w:rsidRDefault="00376422" w:rsidP="00E67399">
      <w:pPr>
        <w:pStyle w:val="libNormal"/>
        <w:rPr>
          <w:rtl/>
        </w:rPr>
      </w:pPr>
      <w:r>
        <w:rPr>
          <w:rtl/>
        </w:rPr>
        <w:t>زياد نے جواب ديا _ چونكہ بات قسم پر اگئي ہے لہذا مجبور ہو</w:t>
      </w:r>
      <w:r w:rsidR="00B365A1">
        <w:rPr>
          <w:rtl/>
        </w:rPr>
        <w:t xml:space="preserve">ں </w:t>
      </w:r>
      <w:r>
        <w:rPr>
          <w:rtl/>
        </w:rPr>
        <w:t>كہ يہ كہو</w:t>
      </w:r>
      <w:r w:rsidR="00B365A1">
        <w:rPr>
          <w:rtl/>
        </w:rPr>
        <w:t xml:space="preserve">ں </w:t>
      </w:r>
      <w:r>
        <w:rPr>
          <w:rtl/>
        </w:rPr>
        <w:t>كہ عائشه سب سے اچھى خطيب ہي</w:t>
      </w:r>
      <w:r w:rsidR="00B365A1">
        <w:rPr>
          <w:rtl/>
        </w:rPr>
        <w:t xml:space="preserve">ں </w:t>
      </w:r>
      <w:r>
        <w:rPr>
          <w:rtl/>
        </w:rPr>
        <w:t xml:space="preserve">_ </w:t>
      </w:r>
    </w:p>
    <w:p w:rsidR="00376422" w:rsidRDefault="00376422" w:rsidP="00E67399">
      <w:pPr>
        <w:pStyle w:val="libNormal"/>
        <w:rPr>
          <w:rtl/>
        </w:rPr>
      </w:pPr>
      <w:r>
        <w:rPr>
          <w:rtl/>
        </w:rPr>
        <w:t xml:space="preserve">معاويہ نے كہا _ عائشه نے جس دروازے كو بند كر ديا اس كو كوئي كھول نہ سكا اور جس كوكھول ديا اس كو كوئي بند نہ كر سكا _ </w:t>
      </w:r>
    </w:p>
    <w:p w:rsidR="00376422" w:rsidRDefault="00376422" w:rsidP="00E67399">
      <w:pPr>
        <w:pStyle w:val="libNormal"/>
        <w:rPr>
          <w:rtl/>
        </w:rPr>
      </w:pPr>
      <w:r>
        <w:rPr>
          <w:rtl/>
        </w:rPr>
        <w:t>جو كچھ معاويہ اور اخنف بن قيس اور ديگر حضرات نے عائشه كے فن خطابت كے سلسلہ مي</w:t>
      </w:r>
      <w:r w:rsidR="00B365A1">
        <w:rPr>
          <w:rtl/>
        </w:rPr>
        <w:t xml:space="preserve">ں </w:t>
      </w:r>
      <w:r>
        <w:rPr>
          <w:rtl/>
        </w:rPr>
        <w:t>كہا ہے _ ہم اس سے اتفاق نہي</w:t>
      </w:r>
      <w:r w:rsidR="00B365A1">
        <w:rPr>
          <w:rtl/>
        </w:rPr>
        <w:t xml:space="preserve">ں </w:t>
      </w:r>
      <w:r>
        <w:rPr>
          <w:rtl/>
        </w:rPr>
        <w:t>كرتے ہي</w:t>
      </w:r>
      <w:r w:rsidR="00B365A1">
        <w:rPr>
          <w:rtl/>
        </w:rPr>
        <w:t xml:space="preserve">ں </w:t>
      </w:r>
      <w:r>
        <w:rPr>
          <w:rtl/>
        </w:rPr>
        <w:t>ان لوگو</w:t>
      </w:r>
      <w:r w:rsidR="00B365A1">
        <w:rPr>
          <w:rtl/>
        </w:rPr>
        <w:t xml:space="preserve">ں </w:t>
      </w:r>
      <w:r>
        <w:rPr>
          <w:rtl/>
        </w:rPr>
        <w:t>نے مبالغہ سے كام ليا ہے ، كيونكہ ايك طرف يہ لوگ اپس مي</w:t>
      </w:r>
      <w:r w:rsidR="00B365A1">
        <w:rPr>
          <w:rtl/>
        </w:rPr>
        <w:t xml:space="preserve">ں </w:t>
      </w:r>
      <w:r>
        <w:rPr>
          <w:rtl/>
        </w:rPr>
        <w:t>ايك دوسرے كے دوست اور ہم نوالہ و ہم پيالہ تھے ، دوسرى طرف ان لوگو</w:t>
      </w:r>
      <w:r w:rsidR="00B365A1">
        <w:rPr>
          <w:rtl/>
        </w:rPr>
        <w:t xml:space="preserve">ں </w:t>
      </w:r>
      <w:r>
        <w:rPr>
          <w:rtl/>
        </w:rPr>
        <w:t xml:space="preserve">نے ہميشہ فضائل اہلبيت (ع) كو چھپانے كى كوشش كى ہے_ </w:t>
      </w:r>
    </w:p>
    <w:p w:rsidR="00376422" w:rsidRDefault="00376422" w:rsidP="00E67399">
      <w:pPr>
        <w:pStyle w:val="libNormal"/>
        <w:rPr>
          <w:rtl/>
        </w:rPr>
      </w:pPr>
      <w:r>
        <w:rPr>
          <w:rtl/>
        </w:rPr>
        <w:t>ليكن جو كچھ اوپر كى عبارتو</w:t>
      </w:r>
      <w:r w:rsidR="00B365A1">
        <w:rPr>
          <w:rtl/>
        </w:rPr>
        <w:t xml:space="preserve">ں </w:t>
      </w:r>
      <w:r>
        <w:rPr>
          <w:rtl/>
        </w:rPr>
        <w:t>سے نتيجہ نكلتا ہے وہ يہ ہے كہ عائشه ايك اچھى خطيب تھي</w:t>
      </w:r>
      <w:r w:rsidR="00B365A1">
        <w:rPr>
          <w:rtl/>
        </w:rPr>
        <w:t xml:space="preserve">ں </w:t>
      </w:r>
      <w:r>
        <w:rPr>
          <w:rtl/>
        </w:rPr>
        <w:t>اور كلام عرب نيز اشعار سے واقفيت ركھتى تھى ، اور اكثر مقامات پر اپنى تقريرو</w:t>
      </w:r>
      <w:r w:rsidR="00B365A1">
        <w:rPr>
          <w:rtl/>
        </w:rPr>
        <w:t xml:space="preserve">ں </w:t>
      </w:r>
      <w:r>
        <w:rPr>
          <w:rtl/>
        </w:rPr>
        <w:t>مي</w:t>
      </w:r>
      <w:r w:rsidR="00B365A1">
        <w:rPr>
          <w:rtl/>
        </w:rPr>
        <w:t xml:space="preserve">ں </w:t>
      </w:r>
      <w:r>
        <w:rPr>
          <w:rtl/>
        </w:rPr>
        <w:t>دور جاہليت كا مشہور و معروف لبيد كے اشعار سے استدلال كرتى تھي</w:t>
      </w:r>
      <w:r w:rsidR="00B365A1">
        <w:rPr>
          <w:rtl/>
        </w:rPr>
        <w:t xml:space="preserve">ں </w:t>
      </w:r>
      <w:r>
        <w:rPr>
          <w:rtl/>
        </w:rPr>
        <w:t xml:space="preserve">_ </w:t>
      </w:r>
    </w:p>
    <w:p w:rsidR="00376422" w:rsidRDefault="00376422" w:rsidP="00E67399">
      <w:pPr>
        <w:pStyle w:val="libNormal"/>
        <w:rPr>
          <w:rtl/>
        </w:rPr>
      </w:pPr>
      <w:r>
        <w:rPr>
          <w:rtl/>
        </w:rPr>
        <w:t>عائشه خود كہتى ہي</w:t>
      </w:r>
      <w:r w:rsidR="00B365A1">
        <w:rPr>
          <w:rtl/>
        </w:rPr>
        <w:t xml:space="preserve">ں </w:t>
      </w:r>
      <w:r>
        <w:rPr>
          <w:rtl/>
        </w:rPr>
        <w:t>كہ ، مي</w:t>
      </w:r>
      <w:r w:rsidR="00B365A1">
        <w:rPr>
          <w:rtl/>
        </w:rPr>
        <w:t xml:space="preserve">ں </w:t>
      </w:r>
      <w:r>
        <w:rPr>
          <w:rtl/>
        </w:rPr>
        <w:t xml:space="preserve">نے لبيد كے ايك ھزار بيت ياد كئے تھے جسكو پڑھا كرتى تھى </w:t>
      </w:r>
      <w:r w:rsidRPr="00C00E6D">
        <w:rPr>
          <w:rStyle w:val="libFootnotenumChar"/>
          <w:rtl/>
        </w:rPr>
        <w:t>(22)</w:t>
      </w:r>
      <w:r>
        <w:rPr>
          <w:rtl/>
        </w:rPr>
        <w:t xml:space="preserve"> مورخين كہتے ہي</w:t>
      </w:r>
      <w:r w:rsidR="00B365A1">
        <w:rPr>
          <w:rtl/>
        </w:rPr>
        <w:t xml:space="preserve">ں </w:t>
      </w:r>
      <w:r>
        <w:rPr>
          <w:rtl/>
        </w:rPr>
        <w:t>: ايك مرتبہ عائشه نے ايك قصيدہ زبانى پڑھا جو ساٹھ يا ستر بيتو</w:t>
      </w:r>
      <w:r w:rsidR="00B365A1">
        <w:rPr>
          <w:rtl/>
        </w:rPr>
        <w:t xml:space="preserve">ں </w:t>
      </w:r>
      <w:r>
        <w:rPr>
          <w:rtl/>
        </w:rPr>
        <w:t xml:space="preserve">پر مشتمل تھا </w:t>
      </w:r>
      <w:r w:rsidRPr="00C00E6D">
        <w:rPr>
          <w:rStyle w:val="libFootnotenumChar"/>
          <w:rtl/>
        </w:rPr>
        <w:t>(23)</w:t>
      </w:r>
      <w:r>
        <w:rPr>
          <w:rtl/>
        </w:rPr>
        <w:t xml:space="preserve"> ،يہ خود انكى قوت حافظہ كى بہترين دليل ہے _ وہ اس زمانہ مي</w:t>
      </w:r>
      <w:r w:rsidR="00B365A1">
        <w:rPr>
          <w:rtl/>
        </w:rPr>
        <w:t xml:space="preserve">ں </w:t>
      </w:r>
      <w:r>
        <w:rPr>
          <w:rtl/>
        </w:rPr>
        <w:t>جبكہ علم محدود تھا علم طب سے اشنا تھي</w:t>
      </w:r>
      <w:r w:rsidR="00B365A1">
        <w:rPr>
          <w:rtl/>
        </w:rPr>
        <w:t xml:space="preserve">ں </w:t>
      </w:r>
      <w:r>
        <w:rPr>
          <w:rtl/>
        </w:rPr>
        <w:t>، عروہ بن زبير جو عائشه كا بھانجا ہے اس نے اپنى خالہ كى تعريف كرتے ہوئے كہا ، اگر چہ يہ مبالغہ ارائي ہے مگر عائشه كى استعداد ذہنى كو ضرور ثابت كرتا ہے ، وہ كہتا ہے مي</w:t>
      </w:r>
      <w:r w:rsidR="00B365A1">
        <w:rPr>
          <w:rtl/>
        </w:rPr>
        <w:t xml:space="preserve">ں </w:t>
      </w:r>
      <w:r>
        <w:rPr>
          <w:rtl/>
        </w:rPr>
        <w:t>نے علم طب مي</w:t>
      </w:r>
      <w:r w:rsidR="00B365A1">
        <w:rPr>
          <w:rtl/>
        </w:rPr>
        <w:t xml:space="preserve">ں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20_ سير اعلام النبلاء ج2 ص 229 </w:t>
      </w:r>
    </w:p>
    <w:p w:rsidR="006F0ADE" w:rsidRDefault="006F0ADE" w:rsidP="00E67399">
      <w:pPr>
        <w:pStyle w:val="libFootnote"/>
        <w:rPr>
          <w:rtl/>
        </w:rPr>
      </w:pPr>
      <w:r>
        <w:rPr>
          <w:rtl/>
        </w:rPr>
        <w:t xml:space="preserve">21_ سير اعلام النبلاء ج2 ص 134 </w:t>
      </w:r>
    </w:p>
    <w:p w:rsidR="006F0ADE" w:rsidRDefault="006F0ADE" w:rsidP="00E67399">
      <w:pPr>
        <w:pStyle w:val="libFootnote"/>
        <w:rPr>
          <w:rtl/>
        </w:rPr>
      </w:pPr>
      <w:r>
        <w:rPr>
          <w:rtl/>
        </w:rPr>
        <w:t xml:space="preserve">22_سير اعلام النبلاء ج2 ص 138 </w:t>
      </w:r>
    </w:p>
    <w:p w:rsidR="006F0ADE" w:rsidRDefault="006F0ADE" w:rsidP="00E67399">
      <w:pPr>
        <w:pStyle w:val="libFootnote"/>
        <w:rPr>
          <w:rtl/>
        </w:rPr>
      </w:pPr>
      <w:r>
        <w:rPr>
          <w:rtl/>
        </w:rPr>
        <w:t xml:space="preserve">23_ سير اعلام النبلاء ج2 ص 136 </w:t>
      </w:r>
    </w:p>
    <w:p w:rsidR="00915F45" w:rsidRDefault="00915F45" w:rsidP="00E67399">
      <w:pPr>
        <w:pStyle w:val="libPoemTini"/>
        <w:rPr>
          <w:rtl/>
        </w:rPr>
      </w:pPr>
      <w:r>
        <w:rPr>
          <w:rtl/>
        </w:rPr>
        <w:br w:type="page"/>
      </w:r>
    </w:p>
    <w:p w:rsidR="00376422" w:rsidRDefault="00376422" w:rsidP="00E67399">
      <w:pPr>
        <w:pStyle w:val="libNormal"/>
        <w:rPr>
          <w:rtl/>
        </w:rPr>
      </w:pPr>
      <w:r>
        <w:rPr>
          <w:rtl/>
        </w:rPr>
        <w:lastRenderedPageBreak/>
        <w:t>اپنى خالہ ( عائشه ) سے زيادہ كسى كو ماہر نہي</w:t>
      </w:r>
      <w:r w:rsidR="00B365A1">
        <w:rPr>
          <w:rtl/>
        </w:rPr>
        <w:t xml:space="preserve">ں </w:t>
      </w:r>
      <w:r>
        <w:rPr>
          <w:rtl/>
        </w:rPr>
        <w:t>ديكھا ، ايك دن مي</w:t>
      </w:r>
      <w:r w:rsidR="00B365A1">
        <w:rPr>
          <w:rtl/>
        </w:rPr>
        <w:t xml:space="preserve">ں </w:t>
      </w:r>
      <w:r>
        <w:rPr>
          <w:rtl/>
        </w:rPr>
        <w:t xml:space="preserve">نے سوال كيا </w:t>
      </w:r>
    </w:p>
    <w:p w:rsidR="00376422" w:rsidRDefault="00376422" w:rsidP="00E67399">
      <w:pPr>
        <w:pStyle w:val="libNormal"/>
        <w:rPr>
          <w:rtl/>
        </w:rPr>
      </w:pPr>
      <w:r>
        <w:rPr>
          <w:rtl/>
        </w:rPr>
        <w:t xml:space="preserve">اے خالہ _ اپ نے كس سے حكمت سيكھى ہے_ </w:t>
      </w:r>
    </w:p>
    <w:p w:rsidR="00376422" w:rsidRDefault="00376422" w:rsidP="00E67399">
      <w:pPr>
        <w:pStyle w:val="libNormal"/>
        <w:rPr>
          <w:rtl/>
        </w:rPr>
      </w:pPr>
      <w:r>
        <w:rPr>
          <w:rtl/>
        </w:rPr>
        <w:t>انھو</w:t>
      </w:r>
      <w:r w:rsidR="00B365A1">
        <w:rPr>
          <w:rtl/>
        </w:rPr>
        <w:t xml:space="preserve">ں </w:t>
      </w:r>
      <w:r>
        <w:rPr>
          <w:rtl/>
        </w:rPr>
        <w:t>نے كہا _ مي</w:t>
      </w:r>
      <w:r w:rsidR="00B365A1">
        <w:rPr>
          <w:rtl/>
        </w:rPr>
        <w:t xml:space="preserve">ں </w:t>
      </w:r>
      <w:r>
        <w:rPr>
          <w:rtl/>
        </w:rPr>
        <w:t>نے ہميشہ لوگو</w:t>
      </w:r>
      <w:r w:rsidR="00B365A1">
        <w:rPr>
          <w:rtl/>
        </w:rPr>
        <w:t xml:space="preserve">ں </w:t>
      </w:r>
      <w:r>
        <w:rPr>
          <w:rtl/>
        </w:rPr>
        <w:t>كى باتو</w:t>
      </w:r>
      <w:r w:rsidR="00B365A1">
        <w:rPr>
          <w:rtl/>
        </w:rPr>
        <w:t xml:space="preserve">ں </w:t>
      </w:r>
      <w:r>
        <w:rPr>
          <w:rtl/>
        </w:rPr>
        <w:t>كو غور سے سنا اور جو كچھ ان لوگو</w:t>
      </w:r>
      <w:r w:rsidR="00B365A1">
        <w:rPr>
          <w:rtl/>
        </w:rPr>
        <w:t xml:space="preserve">ں </w:t>
      </w:r>
      <w:r>
        <w:rPr>
          <w:rtl/>
        </w:rPr>
        <w:t>نے كہا اسكو اپنے دماغ مي</w:t>
      </w:r>
      <w:r w:rsidR="00B365A1">
        <w:rPr>
          <w:rtl/>
        </w:rPr>
        <w:t xml:space="preserve">ں </w:t>
      </w:r>
      <w:r>
        <w:rPr>
          <w:rtl/>
        </w:rPr>
        <w:t xml:space="preserve">محفوظ كر ليا </w:t>
      </w:r>
      <w:r w:rsidRPr="00C00E6D">
        <w:rPr>
          <w:rStyle w:val="libFootnotenumChar"/>
          <w:rtl/>
        </w:rPr>
        <w:t>(24)</w:t>
      </w:r>
      <w:r>
        <w:rPr>
          <w:rtl/>
        </w:rPr>
        <w:t xml:space="preserve"> </w:t>
      </w:r>
    </w:p>
    <w:p w:rsidR="00376422" w:rsidRDefault="00376422" w:rsidP="00E67399">
      <w:pPr>
        <w:pStyle w:val="libNormal"/>
        <w:rPr>
          <w:rtl/>
        </w:rPr>
      </w:pPr>
      <w:r>
        <w:rPr>
          <w:rtl/>
        </w:rPr>
        <w:t>مورخين لكھتے ہي</w:t>
      </w:r>
      <w:r w:rsidR="00B365A1">
        <w:rPr>
          <w:rtl/>
        </w:rPr>
        <w:t xml:space="preserve">ں </w:t>
      </w:r>
    </w:p>
    <w:p w:rsidR="00376422" w:rsidRDefault="00376422" w:rsidP="00E67399">
      <w:pPr>
        <w:pStyle w:val="libNormal"/>
        <w:rPr>
          <w:rtl/>
        </w:rPr>
      </w:pPr>
      <w:r>
        <w:rPr>
          <w:rtl/>
        </w:rPr>
        <w:t>عائشه پڑھ تو ليتى تھي</w:t>
      </w:r>
      <w:r w:rsidR="00B365A1">
        <w:rPr>
          <w:rtl/>
        </w:rPr>
        <w:t xml:space="preserve">ں </w:t>
      </w:r>
      <w:r>
        <w:rPr>
          <w:rtl/>
        </w:rPr>
        <w:t>ليكن لكھنے سے كوئي واسطہ نہ تھا _</w:t>
      </w:r>
      <w:r w:rsidRPr="00C00E6D">
        <w:rPr>
          <w:rStyle w:val="libFootnotenumChar"/>
          <w:rtl/>
        </w:rPr>
        <w:t>(25)</w:t>
      </w:r>
      <w:r>
        <w:rPr>
          <w:rtl/>
        </w:rPr>
        <w:t xml:space="preserve"> </w:t>
      </w:r>
    </w:p>
    <w:p w:rsidR="00376422" w:rsidRDefault="00376422" w:rsidP="00E67399">
      <w:pPr>
        <w:pStyle w:val="libNormal"/>
        <w:rPr>
          <w:rtl/>
        </w:rPr>
      </w:pPr>
      <w:r>
        <w:rPr>
          <w:rtl/>
        </w:rPr>
        <w:t>اخر مي</w:t>
      </w:r>
      <w:r w:rsidR="00B365A1">
        <w:rPr>
          <w:rtl/>
        </w:rPr>
        <w:t xml:space="preserve">ں </w:t>
      </w:r>
      <w:r>
        <w:rPr>
          <w:rtl/>
        </w:rPr>
        <w:t>بڑے افسوس كے ساتھ كہنا پڑ رہا ہے كہ ام المومنين عائشه نے ان تمام خداد اد صلاحيتو</w:t>
      </w:r>
      <w:r w:rsidR="00B365A1">
        <w:rPr>
          <w:rtl/>
        </w:rPr>
        <w:t xml:space="preserve">ں </w:t>
      </w:r>
      <w:r>
        <w:rPr>
          <w:rtl/>
        </w:rPr>
        <w:t>كو حديث گڑھنے اور حضرت على (ع) اور انكے اصحاب كو شكست دينے نيز اپنے باپ كى پارٹى ( سقيفہ ) كو فروغ اور حكومت معاويہ كى مشيزيو</w:t>
      </w:r>
      <w:r w:rsidR="00B365A1">
        <w:rPr>
          <w:rtl/>
        </w:rPr>
        <w:t xml:space="preserve">ں </w:t>
      </w:r>
      <w:r>
        <w:rPr>
          <w:rtl/>
        </w:rPr>
        <w:t>كى طرفدارى مي</w:t>
      </w:r>
      <w:r w:rsidR="00B365A1">
        <w:rPr>
          <w:rtl/>
        </w:rPr>
        <w:t xml:space="preserve">ں </w:t>
      </w:r>
      <w:r>
        <w:rPr>
          <w:rtl/>
        </w:rPr>
        <w:t>خرچ كيا ، وہ اس فن مي</w:t>
      </w:r>
      <w:r w:rsidR="00B365A1">
        <w:rPr>
          <w:rtl/>
        </w:rPr>
        <w:t xml:space="preserve">ں </w:t>
      </w:r>
      <w:r>
        <w:rPr>
          <w:rtl/>
        </w:rPr>
        <w:t>اتنى ماہر تھي</w:t>
      </w:r>
      <w:r w:rsidR="00B365A1">
        <w:rPr>
          <w:rtl/>
        </w:rPr>
        <w:t xml:space="preserve">ں </w:t>
      </w:r>
      <w:r>
        <w:rPr>
          <w:rtl/>
        </w:rPr>
        <w:t>كہ جو حديثي</w:t>
      </w:r>
      <w:r w:rsidR="00B365A1">
        <w:rPr>
          <w:rtl/>
        </w:rPr>
        <w:t xml:space="preserve">ں </w:t>
      </w:r>
      <w:r>
        <w:rPr>
          <w:rtl/>
        </w:rPr>
        <w:t>جذبات اور احساسات كى خاطر انھو</w:t>
      </w:r>
      <w:r w:rsidR="00B365A1">
        <w:rPr>
          <w:rtl/>
        </w:rPr>
        <w:t xml:space="preserve">ں </w:t>
      </w:r>
      <w:r>
        <w:rPr>
          <w:rtl/>
        </w:rPr>
        <w:t>نے پيغمبر(ص) اسلام سے منسوب كر كے يادگارى چھوڑى ہي</w:t>
      </w:r>
      <w:r w:rsidR="00B365A1">
        <w:rPr>
          <w:rtl/>
        </w:rPr>
        <w:t xml:space="preserve">ں </w:t>
      </w:r>
      <w:r>
        <w:rPr>
          <w:rtl/>
        </w:rPr>
        <w:t>وہ ابوہريرہ اور ديگر حديث پردازو</w:t>
      </w:r>
      <w:r w:rsidR="00B365A1">
        <w:rPr>
          <w:rtl/>
        </w:rPr>
        <w:t xml:space="preserve">ں </w:t>
      </w:r>
      <w:r>
        <w:rPr>
          <w:rtl/>
        </w:rPr>
        <w:t>كى طرح بد ذائقہ نہي</w:t>
      </w:r>
      <w:r w:rsidR="00B365A1">
        <w:rPr>
          <w:rtl/>
        </w:rPr>
        <w:t xml:space="preserve">ں </w:t>
      </w:r>
      <w:r>
        <w:rPr>
          <w:rtl/>
        </w:rPr>
        <w:t>ہي</w:t>
      </w:r>
      <w:r w:rsidR="00B365A1">
        <w:rPr>
          <w:rtl/>
        </w:rPr>
        <w:t xml:space="preserve">ں </w:t>
      </w:r>
      <w:r>
        <w:rPr>
          <w:rtl/>
        </w:rPr>
        <w:t>، بلكہ الفاظ فصيح و بليغ اور چٹ پٹے ہي</w:t>
      </w:r>
      <w:r w:rsidR="00B365A1">
        <w:rPr>
          <w:rtl/>
        </w:rPr>
        <w:t xml:space="preserve">ں </w:t>
      </w:r>
      <w:r>
        <w:rPr>
          <w:rtl/>
        </w:rPr>
        <w:t>، لہذا انكى گڑھى ہوئي حديثو</w:t>
      </w:r>
      <w:r w:rsidR="00B365A1">
        <w:rPr>
          <w:rtl/>
        </w:rPr>
        <w:t xml:space="preserve">ں </w:t>
      </w:r>
      <w:r>
        <w:rPr>
          <w:rtl/>
        </w:rPr>
        <w:t xml:space="preserve">كى شناخت كرنا بہت مشكل ہے _ </w:t>
      </w:r>
    </w:p>
    <w:p w:rsidR="00376422" w:rsidRDefault="00376422" w:rsidP="00E67399">
      <w:pPr>
        <w:pStyle w:val="libNormal"/>
        <w:rPr>
          <w:rtl/>
        </w:rPr>
      </w:pPr>
      <w:r>
        <w:rPr>
          <w:rtl/>
        </w:rPr>
        <w:t>برادران اہلسنت پيامبر(ص) اكرم كى سيرت كو عائشه كى ہى روايتو</w:t>
      </w:r>
      <w:r w:rsidR="00B365A1">
        <w:rPr>
          <w:rtl/>
        </w:rPr>
        <w:t xml:space="preserve">ں </w:t>
      </w:r>
      <w:r>
        <w:rPr>
          <w:rtl/>
        </w:rPr>
        <w:t>سے ليتے ہي</w:t>
      </w:r>
      <w:r w:rsidR="00B365A1">
        <w:rPr>
          <w:rtl/>
        </w:rPr>
        <w:t xml:space="preserve">ں </w:t>
      </w:r>
      <w:r>
        <w:rPr>
          <w:rtl/>
        </w:rPr>
        <w:t>جو پا پڑ بيلنے كے مترادف ہے ، كيونكہ جھوٹ اور سچ اور خرافات اپس مي</w:t>
      </w:r>
      <w:r w:rsidR="00B365A1">
        <w:rPr>
          <w:rtl/>
        </w:rPr>
        <w:t xml:space="preserve">ں </w:t>
      </w:r>
      <w:r>
        <w:rPr>
          <w:rtl/>
        </w:rPr>
        <w:t>اسقدر مل گئے ہي</w:t>
      </w:r>
      <w:r w:rsidR="00B365A1">
        <w:rPr>
          <w:rtl/>
        </w:rPr>
        <w:t xml:space="preserve">ں </w:t>
      </w:r>
      <w:r>
        <w:rPr>
          <w:rtl/>
        </w:rPr>
        <w:t>كہ اس مي</w:t>
      </w:r>
      <w:r w:rsidR="00B365A1">
        <w:rPr>
          <w:rtl/>
        </w:rPr>
        <w:t xml:space="preserve">ں </w:t>
      </w:r>
      <w:r>
        <w:rPr>
          <w:rtl/>
        </w:rPr>
        <w:t>طويل مدت تك چھان بين كرنے كے بعد انسان حقيقت تك نہي</w:t>
      </w:r>
      <w:r w:rsidR="00B365A1">
        <w:rPr>
          <w:rtl/>
        </w:rPr>
        <w:t xml:space="preserve">ں </w:t>
      </w:r>
      <w:r>
        <w:rPr>
          <w:rtl/>
        </w:rPr>
        <w:t xml:space="preserve">پہونچ سكتا ہے _ </w:t>
      </w:r>
    </w:p>
    <w:p w:rsidR="00376422" w:rsidRDefault="00376422" w:rsidP="00E67399">
      <w:pPr>
        <w:pStyle w:val="Heading2Center"/>
        <w:rPr>
          <w:rtl/>
        </w:rPr>
      </w:pPr>
      <w:bookmarkStart w:id="66" w:name="_Toc531605694"/>
      <w:r>
        <w:rPr>
          <w:rtl/>
        </w:rPr>
        <w:t>عائشه كى زندگى مي</w:t>
      </w:r>
      <w:r w:rsidR="00B365A1">
        <w:rPr>
          <w:rtl/>
        </w:rPr>
        <w:t xml:space="preserve">ں </w:t>
      </w:r>
      <w:r>
        <w:rPr>
          <w:rtl/>
        </w:rPr>
        <w:t>فاخرہ لباسي</w:t>
      </w:r>
      <w:bookmarkEnd w:id="66"/>
    </w:p>
    <w:p w:rsidR="00376422" w:rsidRDefault="00376422" w:rsidP="00E67399">
      <w:pPr>
        <w:pStyle w:val="libNormal"/>
        <w:rPr>
          <w:rtl/>
        </w:rPr>
      </w:pPr>
      <w:r>
        <w:rPr>
          <w:rtl/>
        </w:rPr>
        <w:t xml:space="preserve">ظہور اسلام سے پہلے عرب كا سارا معاشرہ مفلوك الحال تھا شہر مكہ ، مدينہ ، اور طائف كے چند بڑے تاجر تھے جو شان و شوكت اور رفاہ و اسائشے كے مالك تھے _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24_سير اعلام النبلاء ج2 ص 132 </w:t>
      </w:r>
    </w:p>
    <w:p w:rsidR="006F0ADE" w:rsidRDefault="006F0ADE" w:rsidP="00E67399">
      <w:pPr>
        <w:pStyle w:val="libFootnote"/>
        <w:rPr>
          <w:rtl/>
        </w:rPr>
      </w:pPr>
      <w:r>
        <w:rPr>
          <w:rtl/>
        </w:rPr>
        <w:t xml:space="preserve">25_ سير اعلام النبلاء ج2 ص 132 ، طبقات </w:t>
      </w:r>
    </w:p>
    <w:p w:rsidR="004D7C7D" w:rsidRDefault="004D7C7D" w:rsidP="00E67399">
      <w:pPr>
        <w:pStyle w:val="libPoemTini"/>
        <w:rPr>
          <w:rtl/>
        </w:rPr>
      </w:pPr>
      <w:r>
        <w:rPr>
          <w:rtl/>
        </w:rPr>
        <w:br w:type="page"/>
      </w:r>
    </w:p>
    <w:p w:rsidR="004D7C7D" w:rsidRDefault="004D7C7D" w:rsidP="00E67399">
      <w:pPr>
        <w:pStyle w:val="libNormal"/>
        <w:rPr>
          <w:rtl/>
        </w:rPr>
      </w:pPr>
      <w:r>
        <w:rPr>
          <w:rtl/>
        </w:rPr>
        <w:lastRenderedPageBreak/>
        <w:t xml:space="preserve">جب اسلام كا سورج اپنى تمام جلالت و عظمت كے ساتھ طلوع ہوا تو اس نے سب سے پہلے اپنى كرنوں كو مردہ و بے حس عربوں پر ڈالا تاكہ انكى روح اور حس بيدار ہو جائے پھر انكے رہن سہن كو بدلے ، نہ كہ ايك معاشرے كو زرق و برق اور اسرافى بنائے _ </w:t>
      </w:r>
    </w:p>
    <w:p w:rsidR="004D7C7D" w:rsidRDefault="004D7C7D" w:rsidP="00E67399">
      <w:pPr>
        <w:pStyle w:val="libNormal"/>
        <w:rPr>
          <w:rtl/>
        </w:rPr>
      </w:pPr>
    </w:p>
    <w:p w:rsidR="00376422" w:rsidRDefault="00376422" w:rsidP="00E67399">
      <w:pPr>
        <w:pStyle w:val="libNormal"/>
        <w:rPr>
          <w:rtl/>
        </w:rPr>
      </w:pPr>
      <w:r>
        <w:rPr>
          <w:rtl/>
        </w:rPr>
        <w:t>اس مي</w:t>
      </w:r>
      <w:r w:rsidR="00B365A1">
        <w:rPr>
          <w:rtl/>
        </w:rPr>
        <w:t xml:space="preserve">ں </w:t>
      </w:r>
      <w:r>
        <w:rPr>
          <w:rtl/>
        </w:rPr>
        <w:t>كہا جا سكتا ہے كہ ايك بے دين طبقہ تھا جو اسلام سے مقابلہ كر رہا تھا تاكہ ان لوگو</w:t>
      </w:r>
      <w:r w:rsidR="00B365A1">
        <w:rPr>
          <w:rtl/>
        </w:rPr>
        <w:t xml:space="preserve">ں </w:t>
      </w:r>
      <w:r>
        <w:rPr>
          <w:rtl/>
        </w:rPr>
        <w:t xml:space="preserve">كو خراب كر دے _ </w:t>
      </w:r>
    </w:p>
    <w:p w:rsidR="00376422" w:rsidRDefault="00376422" w:rsidP="00E67399">
      <w:pPr>
        <w:pStyle w:val="libNormal"/>
        <w:rPr>
          <w:rtl/>
        </w:rPr>
      </w:pPr>
      <w:r>
        <w:rPr>
          <w:rtl/>
        </w:rPr>
        <w:t>ادھر پيغمبر(ص) اسلام كى انكھ بند ہوئي اور كچھ لوگو</w:t>
      </w:r>
      <w:r w:rsidR="00B365A1">
        <w:rPr>
          <w:rtl/>
        </w:rPr>
        <w:t xml:space="preserve">ں </w:t>
      </w:r>
      <w:r>
        <w:rPr>
          <w:rtl/>
        </w:rPr>
        <w:t>نے تخت خلافت پر قبضہ كر ليا جس كا نتيجہ يہ ہوا كہ لوگو</w:t>
      </w:r>
      <w:r w:rsidR="00B365A1">
        <w:rPr>
          <w:rtl/>
        </w:rPr>
        <w:t xml:space="preserve">ں </w:t>
      </w:r>
      <w:r>
        <w:rPr>
          <w:rtl/>
        </w:rPr>
        <w:t xml:space="preserve">نے خود كو بدل ڈالا _ </w:t>
      </w:r>
    </w:p>
    <w:p w:rsidR="00376422" w:rsidRDefault="00376422" w:rsidP="00E67399">
      <w:pPr>
        <w:pStyle w:val="libNormal"/>
        <w:rPr>
          <w:rtl/>
        </w:rPr>
      </w:pPr>
      <w:r>
        <w:rPr>
          <w:rtl/>
        </w:rPr>
        <w:t>جب عثمان كا زمانہ</w:t>
      </w:r>
      <w:r w:rsidR="00831D2C">
        <w:rPr>
          <w:rtl/>
        </w:rPr>
        <w:t xml:space="preserve"> آيا </w:t>
      </w:r>
      <w:r>
        <w:rPr>
          <w:rtl/>
        </w:rPr>
        <w:t xml:space="preserve"> تو تمام مسائل فراموش ہو گئے اور روم كى پرانى تہذيب اسلامى معاشرے مي</w:t>
      </w:r>
      <w:r w:rsidR="00B365A1">
        <w:rPr>
          <w:rtl/>
        </w:rPr>
        <w:t xml:space="preserve">ں </w:t>
      </w:r>
      <w:r>
        <w:rPr>
          <w:rtl/>
        </w:rPr>
        <w:t xml:space="preserve">پروان چڑھنے لگى ، اور بزرگان قوم كے گھر مزين نيز لباس فاخرہ كا رواج اور دولت كى جمع اورى ہونے لگى _ </w:t>
      </w:r>
    </w:p>
    <w:p w:rsidR="004D7C7D" w:rsidRDefault="00376422" w:rsidP="00E67399">
      <w:pPr>
        <w:pStyle w:val="libNormal"/>
        <w:rPr>
          <w:rtl/>
        </w:rPr>
      </w:pPr>
      <w:r>
        <w:rPr>
          <w:rtl/>
        </w:rPr>
        <w:t>اسلام نے جو معاشرے كو مساوات كا درس ديا تھا اور خدائے وحدہ لا شريك نے جو قانون بتايا تھا وہ سارى ناپيد ہو گئي اور خواہشات نفسانى كا رواج عام ہونے لگا ، اس كتاب مي</w:t>
      </w:r>
      <w:r w:rsidR="00B365A1">
        <w:rPr>
          <w:rtl/>
        </w:rPr>
        <w:t xml:space="preserve">ں </w:t>
      </w:r>
      <w:r>
        <w:rPr>
          <w:rtl/>
        </w:rPr>
        <w:t>بحث كى محور عائشه كى شخصيت ہے جو بعد وفات رسول (ص) اس راہ پر چلي</w:t>
      </w:r>
      <w:r w:rsidR="00B365A1">
        <w:rPr>
          <w:rtl/>
        </w:rPr>
        <w:t xml:space="preserve">ں </w:t>
      </w:r>
      <w:r>
        <w:rPr>
          <w:rtl/>
        </w:rPr>
        <w:t>، اور جس طرح ممكن ہوا جاہ طلبى كے لئے پيش پيش رہي</w:t>
      </w:r>
      <w:r w:rsidR="00B365A1">
        <w:rPr>
          <w:rtl/>
        </w:rPr>
        <w:t xml:space="preserve">ں </w:t>
      </w:r>
      <w:r>
        <w:rPr>
          <w:rtl/>
        </w:rPr>
        <w:t>تاكہ لوگ انكو ثروتمند سمجھي</w:t>
      </w:r>
      <w:r w:rsidR="00B365A1">
        <w:rPr>
          <w:rtl/>
        </w:rPr>
        <w:t xml:space="preserve">ں </w:t>
      </w:r>
      <w:r>
        <w:rPr>
          <w:rtl/>
        </w:rPr>
        <w:t>، اور ہم نے جو كچھ انكى گڑ ھى ہوئي حديثي</w:t>
      </w:r>
      <w:r w:rsidR="00B365A1">
        <w:rPr>
          <w:rtl/>
        </w:rPr>
        <w:t xml:space="preserve">ں </w:t>
      </w:r>
      <w:r>
        <w:rPr>
          <w:rtl/>
        </w:rPr>
        <w:t>نقل كي</w:t>
      </w:r>
      <w:r w:rsidR="00B365A1">
        <w:rPr>
          <w:rtl/>
        </w:rPr>
        <w:t xml:space="preserve">ں </w:t>
      </w:r>
      <w:r>
        <w:rPr>
          <w:rtl/>
        </w:rPr>
        <w:t>ہي</w:t>
      </w:r>
      <w:r w:rsidR="00B365A1">
        <w:rPr>
          <w:rtl/>
        </w:rPr>
        <w:t xml:space="preserve">ں </w:t>
      </w:r>
      <w:r>
        <w:rPr>
          <w:rtl/>
        </w:rPr>
        <w:t>نيز اركان خلافت سے جو رابطہ تھا يہ تمام كے تمام عائشه كى اسى صفت كى جلوہ نمائي كرتى ہي</w:t>
      </w:r>
      <w:r w:rsidR="00B365A1">
        <w:rPr>
          <w:rtl/>
        </w:rPr>
        <w:t xml:space="preserve">ں </w:t>
      </w:r>
      <w:r>
        <w:rPr>
          <w:rtl/>
        </w:rPr>
        <w:t>، اب دوسرے نمونے جو انكى دولت كے ہي</w:t>
      </w:r>
      <w:r w:rsidR="00B365A1">
        <w:rPr>
          <w:rtl/>
        </w:rPr>
        <w:t xml:space="preserve">ں </w:t>
      </w:r>
      <w:r>
        <w:rPr>
          <w:rtl/>
        </w:rPr>
        <w:t>اسكو بيان كرتا ہو</w:t>
      </w:r>
      <w:r w:rsidR="00B365A1">
        <w:rPr>
          <w:rtl/>
        </w:rPr>
        <w:t xml:space="preserve">ں </w:t>
      </w:r>
      <w:r>
        <w:rPr>
          <w:rtl/>
        </w:rPr>
        <w:t xml:space="preserve">_ </w:t>
      </w:r>
    </w:p>
    <w:p w:rsidR="004D7C7D" w:rsidRDefault="004D7C7D" w:rsidP="00E67399">
      <w:pPr>
        <w:pStyle w:val="libPoemTini"/>
        <w:rPr>
          <w:rtl/>
        </w:rPr>
      </w:pPr>
      <w:r>
        <w:rPr>
          <w:rtl/>
        </w:rPr>
        <w:br w:type="page"/>
      </w:r>
    </w:p>
    <w:p w:rsidR="00376422" w:rsidRDefault="00376422" w:rsidP="00E67399">
      <w:pPr>
        <w:pStyle w:val="libNormal"/>
        <w:rPr>
          <w:rtl/>
        </w:rPr>
      </w:pPr>
      <w:r>
        <w:rPr>
          <w:rtl/>
        </w:rPr>
        <w:lastRenderedPageBreak/>
        <w:t>عائشه اس زمانے مي</w:t>
      </w:r>
      <w:r w:rsidR="00B365A1">
        <w:rPr>
          <w:rtl/>
        </w:rPr>
        <w:t xml:space="preserve">ں </w:t>
      </w:r>
      <w:r>
        <w:rPr>
          <w:rtl/>
        </w:rPr>
        <w:t>بھى جب مسلمانو</w:t>
      </w:r>
      <w:r w:rsidR="00B365A1">
        <w:rPr>
          <w:rtl/>
        </w:rPr>
        <w:t xml:space="preserve">ں </w:t>
      </w:r>
      <w:r>
        <w:rPr>
          <w:rtl/>
        </w:rPr>
        <w:t>كى عورتي</w:t>
      </w:r>
      <w:r w:rsidR="00B365A1">
        <w:rPr>
          <w:rtl/>
        </w:rPr>
        <w:t xml:space="preserve">ں </w:t>
      </w:r>
      <w:r>
        <w:rPr>
          <w:rtl/>
        </w:rPr>
        <w:t>نيز ازواج رسول (ص) سادگى كے ساتھ رہتى تھي</w:t>
      </w:r>
      <w:r w:rsidR="00B365A1">
        <w:rPr>
          <w:rtl/>
        </w:rPr>
        <w:t xml:space="preserve">ں </w:t>
      </w:r>
      <w:r>
        <w:rPr>
          <w:rtl/>
        </w:rPr>
        <w:t>، زرق و برق لباس پہنا كرتى تھي</w:t>
      </w:r>
      <w:r w:rsidR="00B365A1">
        <w:rPr>
          <w:rtl/>
        </w:rPr>
        <w:t xml:space="preserve">ں </w:t>
      </w:r>
      <w:r>
        <w:rPr>
          <w:rtl/>
        </w:rPr>
        <w:t>، اور رنگ برنگ كے زيور ات پہنتى تھي</w:t>
      </w:r>
      <w:r w:rsidR="00B365A1">
        <w:rPr>
          <w:rtl/>
        </w:rPr>
        <w:t xml:space="preserve">ں </w:t>
      </w:r>
      <w:r>
        <w:rPr>
          <w:rtl/>
        </w:rPr>
        <w:t>، حتى اپ نے</w:t>
      </w:r>
      <w:r w:rsidR="00831D2C">
        <w:rPr>
          <w:rtl/>
        </w:rPr>
        <w:t xml:space="preserve"> آيا </w:t>
      </w:r>
      <w:r>
        <w:rPr>
          <w:rtl/>
        </w:rPr>
        <w:t>م حج مي</w:t>
      </w:r>
      <w:r w:rsidR="00B365A1">
        <w:rPr>
          <w:rtl/>
        </w:rPr>
        <w:t xml:space="preserve">ں </w:t>
      </w:r>
      <w:r>
        <w:rPr>
          <w:rtl/>
        </w:rPr>
        <w:t>بھى قيمتى زيورات كو نہي</w:t>
      </w:r>
      <w:r w:rsidR="00B365A1">
        <w:rPr>
          <w:rtl/>
        </w:rPr>
        <w:t xml:space="preserve">ں </w:t>
      </w:r>
      <w:r>
        <w:rPr>
          <w:rtl/>
        </w:rPr>
        <w:t>اتارا كہ جہا</w:t>
      </w:r>
      <w:r w:rsidR="00B365A1">
        <w:rPr>
          <w:rtl/>
        </w:rPr>
        <w:t xml:space="preserve">ں </w:t>
      </w:r>
      <w:r>
        <w:rPr>
          <w:rtl/>
        </w:rPr>
        <w:t>پر انسان اس عبادت كو انجام دينے مي</w:t>
      </w:r>
      <w:r w:rsidR="00B365A1">
        <w:rPr>
          <w:rtl/>
        </w:rPr>
        <w:t xml:space="preserve">ں </w:t>
      </w:r>
      <w:r>
        <w:rPr>
          <w:rtl/>
        </w:rPr>
        <w:t>تمام مادى چيزو</w:t>
      </w:r>
      <w:r w:rsidR="00B365A1">
        <w:rPr>
          <w:rtl/>
        </w:rPr>
        <w:t xml:space="preserve">ں </w:t>
      </w:r>
      <w:r>
        <w:rPr>
          <w:rtl/>
        </w:rPr>
        <w:t>كو بھلا بيٹھتا ہے _ ام المومنين عائشه كے قيمتى اور رنگ برنگ لباس پہننے كے سلسلے مي</w:t>
      </w:r>
      <w:r w:rsidR="00B365A1">
        <w:rPr>
          <w:rtl/>
        </w:rPr>
        <w:t xml:space="preserve">ں </w:t>
      </w:r>
      <w:r>
        <w:rPr>
          <w:rtl/>
        </w:rPr>
        <w:t>اپنے دعوے پر دليلي</w:t>
      </w:r>
      <w:r w:rsidR="00B365A1">
        <w:rPr>
          <w:rtl/>
        </w:rPr>
        <w:t xml:space="preserve">ں </w:t>
      </w:r>
      <w:r>
        <w:rPr>
          <w:rtl/>
        </w:rPr>
        <w:t>پيش كرو</w:t>
      </w:r>
      <w:r w:rsidR="00B365A1">
        <w:rPr>
          <w:rtl/>
        </w:rPr>
        <w:t xml:space="preserve">ں </w:t>
      </w:r>
      <w:r>
        <w:rPr>
          <w:rtl/>
        </w:rPr>
        <w:t>گا _ صاحب طبقات عائشه كے بھتيجے قاسم سے نقل كرتے ہي</w:t>
      </w:r>
      <w:r w:rsidR="00B365A1">
        <w:rPr>
          <w:rtl/>
        </w:rPr>
        <w:t xml:space="preserve">ں </w:t>
      </w:r>
      <w:r>
        <w:rPr>
          <w:rtl/>
        </w:rPr>
        <w:t>_ ميرى پھوپھى ( عائشه ) زرد رنگ كا لباس نيز سونے كى انگوٹھيا</w:t>
      </w:r>
      <w:r w:rsidR="00B365A1">
        <w:rPr>
          <w:rtl/>
        </w:rPr>
        <w:t xml:space="preserve">ں </w:t>
      </w:r>
      <w:r>
        <w:rPr>
          <w:rtl/>
        </w:rPr>
        <w:t>پہنتى تھي</w:t>
      </w:r>
      <w:r w:rsidR="00B365A1">
        <w:rPr>
          <w:rtl/>
        </w:rPr>
        <w:t xml:space="preserve">ں </w:t>
      </w:r>
      <w:r>
        <w:rPr>
          <w:rtl/>
        </w:rPr>
        <w:t xml:space="preserve">_ عائشه كا بھانجا عروہ كہتا ہے : </w:t>
      </w:r>
    </w:p>
    <w:p w:rsidR="00B7245B" w:rsidRDefault="00376422" w:rsidP="00E67399">
      <w:pPr>
        <w:pStyle w:val="libNormal"/>
        <w:rPr>
          <w:rtl/>
        </w:rPr>
      </w:pPr>
      <w:r>
        <w:rPr>
          <w:rtl/>
        </w:rPr>
        <w:t>ميرى خالہ ( عائشه ) كے پاس ايك ريشمى اوڑھنى تھى جسكو كبھى كھبار اوڑھا كرتى تھي</w:t>
      </w:r>
      <w:r w:rsidR="00B365A1">
        <w:rPr>
          <w:rtl/>
        </w:rPr>
        <w:t xml:space="preserve">ں </w:t>
      </w:r>
      <w:r>
        <w:rPr>
          <w:rtl/>
        </w:rPr>
        <w:t>يہ اوڑھنى عبد اللہ بن زبير نے دى تھى _</w:t>
      </w:r>
      <w:r w:rsidRPr="00C00E6D">
        <w:rPr>
          <w:rStyle w:val="libFootnotenumChar"/>
          <w:rtl/>
        </w:rPr>
        <w:t>(26)</w:t>
      </w:r>
      <w:r>
        <w:rPr>
          <w:rtl/>
        </w:rPr>
        <w:t xml:space="preserve"> ايك مسلمان عورت شمسيہ نام سے روايت كرتى ہے كہ ، ايك روز عائشه كے يہا</w:t>
      </w:r>
      <w:r w:rsidR="00B365A1">
        <w:rPr>
          <w:rtl/>
        </w:rPr>
        <w:t xml:space="preserve">ں </w:t>
      </w:r>
      <w:r>
        <w:rPr>
          <w:rtl/>
        </w:rPr>
        <w:t>مي</w:t>
      </w:r>
      <w:r w:rsidR="00B365A1">
        <w:rPr>
          <w:rtl/>
        </w:rPr>
        <w:t xml:space="preserve">ں </w:t>
      </w:r>
      <w:r>
        <w:rPr>
          <w:rtl/>
        </w:rPr>
        <w:t>گئي تو كيا ديكھا كہ اپ زرد رنگ كا پيراہن نيز اسى رنگ كى اوڑھنى زيب تن كئے ہوئي ہي</w:t>
      </w:r>
      <w:r w:rsidR="00B365A1">
        <w:rPr>
          <w:rtl/>
        </w:rPr>
        <w:t xml:space="preserve">ں </w:t>
      </w:r>
      <w:r>
        <w:rPr>
          <w:rtl/>
        </w:rPr>
        <w:t>_</w:t>
      </w:r>
      <w:r w:rsidRPr="00C00E6D">
        <w:rPr>
          <w:rStyle w:val="libFootnotenumChar"/>
          <w:rtl/>
        </w:rPr>
        <w:t>(27)</w:t>
      </w:r>
      <w:r>
        <w:rPr>
          <w:rtl/>
        </w:rPr>
        <w:t>_ محمد بن اشعث جو قبيلہ كندہ كا سردار تھا اس نے عائشه كے پاس ايك شال تحفے مي</w:t>
      </w:r>
      <w:r w:rsidR="00B365A1">
        <w:rPr>
          <w:rtl/>
        </w:rPr>
        <w:t xml:space="preserve">ں </w:t>
      </w:r>
      <w:r>
        <w:rPr>
          <w:rtl/>
        </w:rPr>
        <w:t>بھيجى جس كوسردى مي</w:t>
      </w:r>
      <w:r w:rsidR="00B365A1">
        <w:rPr>
          <w:rtl/>
        </w:rPr>
        <w:t xml:space="preserve">ں </w:t>
      </w:r>
      <w:r>
        <w:rPr>
          <w:rtl/>
        </w:rPr>
        <w:t>اوڑھا كرتى تھي</w:t>
      </w:r>
      <w:r w:rsidR="00B365A1">
        <w:rPr>
          <w:rtl/>
        </w:rPr>
        <w:t xml:space="preserve">ں </w:t>
      </w:r>
      <w:r>
        <w:rPr>
          <w:rtl/>
        </w:rPr>
        <w:t>_ امينہ كا بيان ہے كہ ايك روز مي</w:t>
      </w:r>
      <w:r w:rsidR="00B365A1">
        <w:rPr>
          <w:rtl/>
        </w:rPr>
        <w:t xml:space="preserve">ں </w:t>
      </w:r>
      <w:r>
        <w:rPr>
          <w:rtl/>
        </w:rPr>
        <w:t>نے عائشه كو سرخ رنگ كى چادر اور سياہ رنگ كا مقنعہ پہنے ہوئے ديكھا تھا _</w:t>
      </w:r>
      <w:r w:rsidRPr="00C00E6D">
        <w:rPr>
          <w:rStyle w:val="libFootnotenumChar"/>
          <w:rtl/>
        </w:rPr>
        <w:t>(28)</w:t>
      </w:r>
      <w:r>
        <w:rPr>
          <w:rtl/>
        </w:rPr>
        <w:t xml:space="preserve"> معاذ قبيلہ عدى كى عورت نقل كرتى ہے كہ _ مي</w:t>
      </w:r>
      <w:r w:rsidR="00B365A1">
        <w:rPr>
          <w:rtl/>
        </w:rPr>
        <w:t xml:space="preserve">ں </w:t>
      </w:r>
      <w:r>
        <w:rPr>
          <w:rtl/>
        </w:rPr>
        <w:t xml:space="preserve">نے عائشه كو ايك روز پيلے رنگ كا برقع اوڑھے ديكھا تھا </w:t>
      </w:r>
      <w:r w:rsidRPr="00C00E6D">
        <w:rPr>
          <w:rStyle w:val="libFootnotenumChar"/>
          <w:rtl/>
        </w:rPr>
        <w:t>(29)</w:t>
      </w:r>
      <w:r>
        <w:rPr>
          <w:rtl/>
        </w:rPr>
        <w:t xml:space="preserve"> بكرہ بنت عقبہ كہتى ہے ، ايك دن عائشه كو مضرج رنگ كا جمپر پہنے ديكھا ، لوگو</w:t>
      </w:r>
      <w:r w:rsidR="00B365A1">
        <w:rPr>
          <w:rtl/>
        </w:rPr>
        <w:t xml:space="preserve">ں </w:t>
      </w:r>
      <w:r>
        <w:rPr>
          <w:rtl/>
        </w:rPr>
        <w:t xml:space="preserve">نے پوچھا مضرج كيا ہے اس نے جواب ديا ، ارے وہى تو ہے جس كو تم لوگ پھول كا رنگ كہتے ہو </w:t>
      </w:r>
      <w:r w:rsidRPr="00C00E6D">
        <w:rPr>
          <w:rStyle w:val="libFootnotenumChar"/>
          <w:rtl/>
        </w:rPr>
        <w:t>(30)</w:t>
      </w:r>
      <w:r>
        <w:rPr>
          <w:rtl/>
        </w:rPr>
        <w:t xml:space="preserve"> قاسم بن محمد بن ابى بكر نقل كرتا ہے : عائشه نے زرد رنگ كے لباس سے احرام باندھا نيز سونے اور رنگين كپڑے پہن كر اعمال حج كو انجام ديا تھا </w:t>
      </w:r>
      <w:r w:rsidRPr="00C00E6D">
        <w:rPr>
          <w:rStyle w:val="libFootnotenumChar"/>
          <w:rtl/>
        </w:rPr>
        <w:t>(31)</w:t>
      </w:r>
      <w:r>
        <w:rPr>
          <w:rtl/>
        </w:rPr>
        <w:t xml:space="preserve"> عبد الرحمن بن قاسم اپنى والدہ سے نقل كرتا ہے كہ ميرى ما</w:t>
      </w:r>
      <w:r w:rsidR="00B365A1">
        <w:rPr>
          <w:rtl/>
        </w:rPr>
        <w:t xml:space="preserve">ں </w:t>
      </w:r>
      <w:r>
        <w:rPr>
          <w:rtl/>
        </w:rPr>
        <w:t>نے عائشه كو شوخ سرخ رنگ كے لباس مي</w:t>
      </w:r>
      <w:r w:rsidR="00B365A1">
        <w:rPr>
          <w:rtl/>
        </w:rPr>
        <w:t xml:space="preserve">ں </w:t>
      </w:r>
      <w:r>
        <w:rPr>
          <w:rtl/>
        </w:rPr>
        <w:t>ديكھا در انحاليكہ وہ حالت احرام مي</w:t>
      </w:r>
      <w:r w:rsidR="00B365A1">
        <w:rPr>
          <w:rtl/>
        </w:rPr>
        <w:t xml:space="preserve">ں </w:t>
      </w:r>
      <w:r>
        <w:rPr>
          <w:rtl/>
        </w:rPr>
        <w:t>تھي</w:t>
      </w:r>
      <w:r w:rsidR="00B365A1">
        <w:rPr>
          <w:rtl/>
        </w:rPr>
        <w:t xml:space="preserve">ں </w:t>
      </w:r>
      <w:r w:rsidRPr="00C00E6D">
        <w:rPr>
          <w:rStyle w:val="libFootnotenumChar"/>
          <w:rtl/>
        </w:rPr>
        <w:t>(32)</w:t>
      </w:r>
      <w:r>
        <w:rPr>
          <w:rtl/>
        </w:rPr>
        <w:t xml:space="preserve"> عطا ء كہتا ہے كہ ہم عبيد ہ بن عمير كے ہمراہ عائشه كے يہا</w:t>
      </w:r>
      <w:r w:rsidR="00B365A1">
        <w:rPr>
          <w:rtl/>
        </w:rPr>
        <w:t xml:space="preserve">ں </w:t>
      </w:r>
      <w:r>
        <w:rPr>
          <w:rtl/>
        </w:rPr>
        <w:t>گئے ، يہ كوہ ثبير كے مسجد كى اس وقت مجاورى كرتى تھي</w:t>
      </w:r>
      <w:r w:rsidR="00B365A1">
        <w:rPr>
          <w:rtl/>
        </w:rPr>
        <w:t xml:space="preserve">ں </w:t>
      </w:r>
      <w:r>
        <w:rPr>
          <w:rtl/>
        </w:rPr>
        <w:t xml:space="preserve">، لہذا </w:t>
      </w:r>
    </w:p>
    <w:p w:rsidR="00915F45" w:rsidRDefault="00915F45" w:rsidP="00E67399">
      <w:pPr>
        <w:pStyle w:val="libLine"/>
        <w:rPr>
          <w:rtl/>
        </w:rPr>
      </w:pPr>
      <w:r>
        <w:rPr>
          <w:rFonts w:hint="cs"/>
          <w:rtl/>
        </w:rPr>
        <w:t>____________________</w:t>
      </w:r>
    </w:p>
    <w:p w:rsidR="006F0ADE" w:rsidRDefault="006F0ADE" w:rsidP="00E67399">
      <w:pPr>
        <w:pStyle w:val="libFootnote"/>
        <w:rPr>
          <w:rtl/>
        </w:rPr>
      </w:pPr>
      <w:r>
        <w:rPr>
          <w:rtl/>
        </w:rPr>
        <w:t xml:space="preserve">26_ طبقات ج2 ص 73 </w:t>
      </w:r>
    </w:p>
    <w:p w:rsidR="006F0ADE" w:rsidRDefault="006F0ADE" w:rsidP="00E67399">
      <w:pPr>
        <w:pStyle w:val="libFootnote"/>
        <w:rPr>
          <w:rtl/>
        </w:rPr>
      </w:pPr>
      <w:r>
        <w:rPr>
          <w:rtl/>
        </w:rPr>
        <w:t xml:space="preserve">27_ طبقات ج2 ص 69 </w:t>
      </w:r>
    </w:p>
    <w:p w:rsidR="006F0ADE" w:rsidRDefault="006F0ADE" w:rsidP="00E67399">
      <w:pPr>
        <w:pStyle w:val="libFootnote"/>
        <w:rPr>
          <w:rtl/>
        </w:rPr>
      </w:pPr>
      <w:r>
        <w:rPr>
          <w:rtl/>
        </w:rPr>
        <w:t xml:space="preserve">28_طبقات الكبرى ج8 ص 73_69 </w:t>
      </w:r>
    </w:p>
    <w:p w:rsidR="006F0ADE" w:rsidRDefault="006F0ADE" w:rsidP="00E67399">
      <w:pPr>
        <w:pStyle w:val="libFootnote"/>
        <w:rPr>
          <w:rtl/>
        </w:rPr>
      </w:pPr>
      <w:r>
        <w:rPr>
          <w:rtl/>
        </w:rPr>
        <w:t xml:space="preserve">29_ سير اعلام النبلاء ج2 ص132 </w:t>
      </w:r>
    </w:p>
    <w:p w:rsidR="006F0ADE" w:rsidRDefault="006F0ADE" w:rsidP="00E67399">
      <w:pPr>
        <w:pStyle w:val="libFootnote"/>
        <w:rPr>
          <w:rtl/>
        </w:rPr>
      </w:pPr>
      <w:r>
        <w:rPr>
          <w:rtl/>
        </w:rPr>
        <w:t xml:space="preserve">30_طبقات ، سير اعلام النبلائ </w:t>
      </w:r>
    </w:p>
    <w:p w:rsidR="006F0ADE" w:rsidRDefault="006F0ADE" w:rsidP="00E67399">
      <w:pPr>
        <w:pStyle w:val="libFootnote"/>
        <w:rPr>
          <w:rtl/>
        </w:rPr>
      </w:pPr>
      <w:r>
        <w:rPr>
          <w:rtl/>
        </w:rPr>
        <w:t xml:space="preserve">31_طبقات ، سير اعلام النبلاء </w:t>
      </w:r>
    </w:p>
    <w:p w:rsidR="006F0ADE" w:rsidRDefault="006F0ADE" w:rsidP="00E67399">
      <w:pPr>
        <w:pStyle w:val="libFootnote"/>
        <w:rPr>
          <w:rtl/>
        </w:rPr>
      </w:pPr>
      <w:r>
        <w:rPr>
          <w:rtl/>
        </w:rPr>
        <w:t xml:space="preserve">32_طبقات الكبرى عائشےہ كے شرح حال ميں </w:t>
      </w:r>
    </w:p>
    <w:p w:rsidR="00B7245B" w:rsidRDefault="00B7245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ان كے لئے ايك خيمہ نصب كر ديا گيا تھا ، چونكہ مي</w:t>
      </w:r>
      <w:r w:rsidR="00B365A1">
        <w:rPr>
          <w:rtl/>
        </w:rPr>
        <w:t xml:space="preserve">ں </w:t>
      </w:r>
      <w:r>
        <w:rPr>
          <w:rtl/>
        </w:rPr>
        <w:t xml:space="preserve">اس وقت بہت چھوٹا تھا لہذا ام المومنين عائشه نے صرف ايك چادر اوپر سے اوڑھ لى تھى ، ہم نے انكو سرخ رنگ كے لباس پہنے ہوئے ديكھا تھا </w:t>
      </w:r>
      <w:r w:rsidRPr="00C00E6D">
        <w:rPr>
          <w:rStyle w:val="libFootnotenumChar"/>
          <w:rtl/>
        </w:rPr>
        <w:t>(33)</w:t>
      </w:r>
      <w:r>
        <w:rPr>
          <w:rtl/>
        </w:rPr>
        <w:t xml:space="preserve"> </w:t>
      </w:r>
    </w:p>
    <w:p w:rsidR="00376422" w:rsidRDefault="00376422" w:rsidP="00E67399">
      <w:pPr>
        <w:pStyle w:val="libNormal"/>
        <w:rPr>
          <w:rtl/>
        </w:rPr>
      </w:pPr>
      <w:r>
        <w:rPr>
          <w:rtl/>
        </w:rPr>
        <w:t>بخارى تھوڑے سے اختلاف كے ساتھ مزيد بيان كرتے ہي</w:t>
      </w:r>
      <w:r w:rsidR="00B365A1">
        <w:rPr>
          <w:rtl/>
        </w:rPr>
        <w:t xml:space="preserve">ں </w:t>
      </w:r>
      <w:r>
        <w:rPr>
          <w:rtl/>
        </w:rPr>
        <w:t xml:space="preserve">: </w:t>
      </w:r>
    </w:p>
    <w:p w:rsidR="00376422" w:rsidRDefault="00376422" w:rsidP="00E67399">
      <w:pPr>
        <w:pStyle w:val="libNormal"/>
        <w:rPr>
          <w:rtl/>
        </w:rPr>
      </w:pPr>
      <w:r>
        <w:rPr>
          <w:rtl/>
        </w:rPr>
        <w:t>لوگو</w:t>
      </w:r>
      <w:r w:rsidR="00B365A1">
        <w:rPr>
          <w:rtl/>
        </w:rPr>
        <w:t xml:space="preserve">ں </w:t>
      </w:r>
      <w:r>
        <w:rPr>
          <w:rtl/>
        </w:rPr>
        <w:t>نے عطاء سے پوچھا كہ عائشه كيا پہنے ہوئے تھي</w:t>
      </w:r>
      <w:r w:rsidR="00B365A1">
        <w:rPr>
          <w:rtl/>
        </w:rPr>
        <w:t xml:space="preserve">ں </w:t>
      </w:r>
      <w:r>
        <w:rPr>
          <w:rtl/>
        </w:rPr>
        <w:t>، اس نے كہا ، وہ تركى خيمہ مي</w:t>
      </w:r>
      <w:r w:rsidR="00B365A1">
        <w:rPr>
          <w:rtl/>
        </w:rPr>
        <w:t xml:space="preserve">ں </w:t>
      </w:r>
      <w:r>
        <w:rPr>
          <w:rtl/>
        </w:rPr>
        <w:t>تھي</w:t>
      </w:r>
      <w:r w:rsidR="00B365A1">
        <w:rPr>
          <w:rtl/>
        </w:rPr>
        <w:t xml:space="preserve">ں </w:t>
      </w:r>
      <w:r>
        <w:rPr>
          <w:rtl/>
        </w:rPr>
        <w:t>اور صرف چادر اوڑھ ركھى تھى ہمارے اور انكے درميان صرف چادر كا فاصلہ تھا مي</w:t>
      </w:r>
      <w:r w:rsidR="00B365A1">
        <w:rPr>
          <w:rtl/>
        </w:rPr>
        <w:t xml:space="preserve">ں </w:t>
      </w:r>
      <w:r>
        <w:rPr>
          <w:rtl/>
        </w:rPr>
        <w:t>نے عائشه كو سرخ رنگ كے لباس مي</w:t>
      </w:r>
      <w:r w:rsidR="00B365A1">
        <w:rPr>
          <w:rtl/>
        </w:rPr>
        <w:t xml:space="preserve">ں </w:t>
      </w:r>
      <w:r>
        <w:rPr>
          <w:rtl/>
        </w:rPr>
        <w:t xml:space="preserve">ديكھا تھا </w:t>
      </w:r>
      <w:r w:rsidRPr="00C00E6D">
        <w:rPr>
          <w:rStyle w:val="libFootnotenumChar"/>
          <w:rtl/>
        </w:rPr>
        <w:t>(34)</w:t>
      </w:r>
      <w:r>
        <w:rPr>
          <w:rtl/>
        </w:rPr>
        <w:t xml:space="preserve">_ </w:t>
      </w:r>
    </w:p>
    <w:p w:rsidR="00376422" w:rsidRDefault="00376422" w:rsidP="00E67399">
      <w:pPr>
        <w:pStyle w:val="libNormal"/>
        <w:rPr>
          <w:rtl/>
        </w:rPr>
      </w:pPr>
    </w:p>
    <w:p w:rsidR="00376422" w:rsidRDefault="00376422" w:rsidP="00E67399">
      <w:pPr>
        <w:pStyle w:val="Heading2Center"/>
        <w:rPr>
          <w:rtl/>
        </w:rPr>
      </w:pPr>
      <w:bookmarkStart w:id="67" w:name="_Toc531605695"/>
      <w:r>
        <w:rPr>
          <w:rtl/>
        </w:rPr>
        <w:t>مسئلہ رضاعت مي</w:t>
      </w:r>
      <w:r w:rsidR="00B365A1">
        <w:rPr>
          <w:rtl/>
        </w:rPr>
        <w:t xml:space="preserve">ں </w:t>
      </w:r>
      <w:r>
        <w:rPr>
          <w:rtl/>
        </w:rPr>
        <w:t>، عائشه كا نرالا فتوا</w:t>
      </w:r>
      <w:bookmarkEnd w:id="67"/>
    </w:p>
    <w:p w:rsidR="00376422" w:rsidRDefault="00376422" w:rsidP="00E67399">
      <w:pPr>
        <w:pStyle w:val="libNormal"/>
        <w:rPr>
          <w:rtl/>
        </w:rPr>
      </w:pPr>
      <w:r>
        <w:rPr>
          <w:rtl/>
        </w:rPr>
        <w:t>عائشه اپنے باپ كے زمانے سے ليكر عصرمعاويہ تك سوائے حكومت علوى (ع) كے مذہبى مسائل مي</w:t>
      </w:r>
      <w:r w:rsidR="00B365A1">
        <w:rPr>
          <w:rtl/>
        </w:rPr>
        <w:t xml:space="preserve">ں </w:t>
      </w:r>
      <w:r>
        <w:rPr>
          <w:rtl/>
        </w:rPr>
        <w:t>مرجع وقت تھي</w:t>
      </w:r>
      <w:r w:rsidR="00B365A1">
        <w:rPr>
          <w:rtl/>
        </w:rPr>
        <w:t xml:space="preserve">ں </w:t>
      </w:r>
      <w:r>
        <w:rPr>
          <w:rtl/>
        </w:rPr>
        <w:t>_ اور خلفاء ان سے مختلف مسائل مي</w:t>
      </w:r>
      <w:r w:rsidR="00B365A1">
        <w:rPr>
          <w:rtl/>
        </w:rPr>
        <w:t xml:space="preserve">ں </w:t>
      </w:r>
      <w:r>
        <w:rPr>
          <w:rtl/>
        </w:rPr>
        <w:t>انكى رائے كو معلوم كرتے تھے جس كى وجہ سے وہ ديگر ازواج رسول (ص) سے زيادہ مورد توجہ تھي</w:t>
      </w:r>
      <w:r w:rsidR="00B365A1">
        <w:rPr>
          <w:rtl/>
        </w:rPr>
        <w:t xml:space="preserve">ں </w:t>
      </w:r>
      <w:r>
        <w:rPr>
          <w:rtl/>
        </w:rPr>
        <w:t>، اور انكے گھر مي</w:t>
      </w:r>
      <w:r w:rsidR="00B365A1">
        <w:rPr>
          <w:rtl/>
        </w:rPr>
        <w:t xml:space="preserve">ں </w:t>
      </w:r>
      <w:r>
        <w:rPr>
          <w:rtl/>
        </w:rPr>
        <w:t>سوال كرنے والو</w:t>
      </w:r>
      <w:r w:rsidR="00B365A1">
        <w:rPr>
          <w:rtl/>
        </w:rPr>
        <w:t xml:space="preserve">ں </w:t>
      </w:r>
      <w:r>
        <w:rPr>
          <w:rtl/>
        </w:rPr>
        <w:t>كا تانتا بندھا رہتا تھا ، پھر اپ نے پہلے يہ بھى ملاحظہ فرمايا كہ ديگر ازواج مطہرات مي</w:t>
      </w:r>
      <w:r w:rsidR="00B365A1">
        <w:rPr>
          <w:rtl/>
        </w:rPr>
        <w:t xml:space="preserve">ں </w:t>
      </w:r>
      <w:r>
        <w:rPr>
          <w:rtl/>
        </w:rPr>
        <w:t>وہ تنھا تھي</w:t>
      </w:r>
      <w:r w:rsidR="00B365A1">
        <w:rPr>
          <w:rtl/>
        </w:rPr>
        <w:t xml:space="preserve">ں </w:t>
      </w:r>
      <w:r>
        <w:rPr>
          <w:rtl/>
        </w:rPr>
        <w:t>جنھو</w:t>
      </w:r>
      <w:r w:rsidR="00B365A1">
        <w:rPr>
          <w:rtl/>
        </w:rPr>
        <w:t xml:space="preserve">ں </w:t>
      </w:r>
      <w:r>
        <w:rPr>
          <w:rtl/>
        </w:rPr>
        <w:t>نے اپنى سارى زندگى كو زمانے كى سياست مي</w:t>
      </w:r>
      <w:r w:rsidR="00B365A1">
        <w:rPr>
          <w:rtl/>
        </w:rPr>
        <w:t xml:space="preserve">ں </w:t>
      </w:r>
      <w:r>
        <w:rPr>
          <w:rtl/>
        </w:rPr>
        <w:t>گذارا تھا ، اور وہ تمام خونريزيا</w:t>
      </w:r>
      <w:r w:rsidR="00B365A1">
        <w:rPr>
          <w:rtl/>
        </w:rPr>
        <w:t xml:space="preserve">ں </w:t>
      </w:r>
      <w:r>
        <w:rPr>
          <w:rtl/>
        </w:rPr>
        <w:t>جو اپ نے ملاحظہ فرمائي</w:t>
      </w:r>
      <w:r w:rsidR="00B365A1">
        <w:rPr>
          <w:rtl/>
        </w:rPr>
        <w:t xml:space="preserve">ں </w:t>
      </w:r>
      <w:r>
        <w:rPr>
          <w:rtl/>
        </w:rPr>
        <w:t>وہ ديگر ازواج رسول (ص) نے نہي</w:t>
      </w:r>
      <w:r w:rsidR="00B365A1">
        <w:rPr>
          <w:rtl/>
        </w:rPr>
        <w:t xml:space="preserve">ں </w:t>
      </w:r>
      <w:r>
        <w:rPr>
          <w:rtl/>
        </w:rPr>
        <w:t>كى تھي</w:t>
      </w:r>
      <w:r w:rsidR="00B365A1">
        <w:rPr>
          <w:rtl/>
        </w:rPr>
        <w:t xml:space="preserve">ں </w:t>
      </w:r>
      <w:r>
        <w:rPr>
          <w:rtl/>
        </w:rPr>
        <w:t xml:space="preserve">_ </w:t>
      </w:r>
    </w:p>
    <w:p w:rsidR="00376422" w:rsidRDefault="00376422" w:rsidP="00E67399">
      <w:pPr>
        <w:pStyle w:val="libNormal"/>
        <w:rPr>
          <w:rtl/>
        </w:rPr>
      </w:pPr>
      <w:r>
        <w:rPr>
          <w:rtl/>
        </w:rPr>
        <w:t>شايد يہى وہ باتي</w:t>
      </w:r>
      <w:r w:rsidR="00B365A1">
        <w:rPr>
          <w:rtl/>
        </w:rPr>
        <w:t xml:space="preserve">ں </w:t>
      </w:r>
      <w:r>
        <w:rPr>
          <w:rtl/>
        </w:rPr>
        <w:t>تھي</w:t>
      </w:r>
      <w:r w:rsidR="00B365A1">
        <w:rPr>
          <w:rtl/>
        </w:rPr>
        <w:t xml:space="preserve">ں </w:t>
      </w:r>
      <w:r>
        <w:rPr>
          <w:rtl/>
        </w:rPr>
        <w:t xml:space="preserve">جنكى وجہ سے اپ نے حديث رسول (ص) كى تاويل كرتے ہوئے ايك فتوا ٹھونك ديا جس پر ديگر ازواج رسول (ص) نے اعتراض كيا _ </w:t>
      </w:r>
    </w:p>
    <w:p w:rsidR="00376422" w:rsidRDefault="00376422" w:rsidP="00E67399">
      <w:pPr>
        <w:pStyle w:val="libNormal"/>
        <w:rPr>
          <w:rtl/>
        </w:rPr>
      </w:pPr>
      <w:r>
        <w:rPr>
          <w:rtl/>
        </w:rPr>
        <w:t>مسند احمد مي</w:t>
      </w:r>
      <w:r w:rsidR="00B365A1">
        <w:rPr>
          <w:rtl/>
        </w:rPr>
        <w:t xml:space="preserve">ں </w:t>
      </w:r>
      <w:r>
        <w:rPr>
          <w:rtl/>
        </w:rPr>
        <w:t>حديث يو</w:t>
      </w:r>
      <w:r w:rsidR="00B365A1">
        <w:rPr>
          <w:rtl/>
        </w:rPr>
        <w:t xml:space="preserve">ں </w:t>
      </w:r>
      <w:r>
        <w:rPr>
          <w:rtl/>
        </w:rPr>
        <w:t xml:space="preserve">بيان ہوئي ہے </w:t>
      </w:r>
    </w:p>
    <w:p w:rsidR="00B7245B" w:rsidRDefault="00376422" w:rsidP="00E67399">
      <w:pPr>
        <w:pStyle w:val="libNormal"/>
        <w:rPr>
          <w:rtl/>
        </w:rPr>
      </w:pPr>
      <w:r>
        <w:rPr>
          <w:rtl/>
        </w:rPr>
        <w:t>عائشه فرماتى ہي</w:t>
      </w:r>
      <w:r w:rsidR="00B365A1">
        <w:rPr>
          <w:rtl/>
        </w:rPr>
        <w:t xml:space="preserve">ں </w:t>
      </w:r>
      <w:r>
        <w:rPr>
          <w:rtl/>
        </w:rPr>
        <w:t>كہ سہيلہ بنت سہيل بن عمر نے جو ابو حذيفہ كى بيوى تھى رسول (ص) اكرم سے سوال كيا كہ ابو حذيفہ كا ازاد كردہ غلام سالم ہمارے گھر مي</w:t>
      </w:r>
      <w:r w:rsidR="00B365A1">
        <w:rPr>
          <w:rtl/>
        </w:rPr>
        <w:t xml:space="preserve">ں </w:t>
      </w:r>
      <w:r>
        <w:rPr>
          <w:rtl/>
        </w:rPr>
        <w:t>اتا ہے اور مي</w:t>
      </w:r>
      <w:r w:rsidR="00B365A1">
        <w:rPr>
          <w:rtl/>
        </w:rPr>
        <w:t xml:space="preserve">ں </w:t>
      </w:r>
      <w:r>
        <w:rPr>
          <w:rtl/>
        </w:rPr>
        <w:t>اس سے پردہ نہي</w:t>
      </w:r>
      <w:r w:rsidR="00B365A1">
        <w:rPr>
          <w:rtl/>
        </w:rPr>
        <w:t xml:space="preserve">ں </w:t>
      </w:r>
      <w:r>
        <w:rPr>
          <w:rtl/>
        </w:rPr>
        <w:t>كرتى ہو</w:t>
      </w:r>
      <w:r w:rsidR="00B365A1">
        <w:rPr>
          <w:rtl/>
        </w:rPr>
        <w:t xml:space="preserve">ں </w:t>
      </w:r>
      <w:r>
        <w:rPr>
          <w:rtl/>
        </w:rPr>
        <w:t>، كيونكہ ابو حذيفہ نے اسكو اپنا منھ بولا فرزند بنا ليا ہے ، جس طرح رسول (ص) نے زيد كو اپنا فرزند بنا ليا تھا ، جس پر يہ</w:t>
      </w:r>
      <w:r w:rsidR="0097280A">
        <w:rPr>
          <w:rtl/>
        </w:rPr>
        <w:t xml:space="preserve"> آيت</w:t>
      </w:r>
      <w:r>
        <w:rPr>
          <w:rtl/>
        </w:rPr>
        <w:t xml:space="preserve"> نازل ہوئي تھى </w:t>
      </w:r>
      <w:r w:rsidRPr="00B7245B">
        <w:rPr>
          <w:rStyle w:val="libAieChar"/>
          <w:rtl/>
        </w:rPr>
        <w:t>'' ادعو</w:t>
      </w:r>
      <w:r w:rsidR="00D96149" w:rsidRPr="00E67399">
        <w:rPr>
          <w:rStyle w:val="libAieChar"/>
          <w:rFonts w:hint="cs"/>
          <w:rtl/>
        </w:rPr>
        <w:t>ه</w:t>
      </w:r>
      <w:r w:rsidRPr="00B7245B">
        <w:rPr>
          <w:rStyle w:val="libAieChar"/>
          <w:rFonts w:hint="cs"/>
          <w:rtl/>
        </w:rPr>
        <w:t>م</w:t>
      </w:r>
      <w:r w:rsidRPr="00B7245B">
        <w:rPr>
          <w:rStyle w:val="libAieChar"/>
          <w:rtl/>
        </w:rPr>
        <w:t xml:space="preserve"> </w:t>
      </w:r>
      <w:r w:rsidRPr="00B7245B">
        <w:rPr>
          <w:rStyle w:val="libAieChar"/>
          <w:rFonts w:hint="cs"/>
          <w:rtl/>
        </w:rPr>
        <w:t>لابائ</w:t>
      </w:r>
      <w:r w:rsidR="00D96149" w:rsidRPr="00E67399">
        <w:rPr>
          <w:rStyle w:val="libAieChar"/>
          <w:rFonts w:hint="cs"/>
          <w:rtl/>
        </w:rPr>
        <w:t>ه</w:t>
      </w:r>
      <w:r w:rsidRPr="00B7245B">
        <w:rPr>
          <w:rStyle w:val="libAieChar"/>
          <w:rFonts w:hint="cs"/>
          <w:rtl/>
        </w:rPr>
        <w:t>م</w:t>
      </w:r>
      <w:r w:rsidRPr="00B7245B">
        <w:rPr>
          <w:rStyle w:val="libAieChar"/>
          <w:rtl/>
        </w:rPr>
        <w:t xml:space="preserve"> </w:t>
      </w:r>
      <w:r w:rsidR="00D96149" w:rsidRPr="00E67399">
        <w:rPr>
          <w:rStyle w:val="libAieChar"/>
          <w:rFonts w:hint="cs"/>
          <w:rtl/>
        </w:rPr>
        <w:t>ه</w:t>
      </w:r>
      <w:r w:rsidRPr="00B7245B">
        <w:rPr>
          <w:rStyle w:val="libAieChar"/>
          <w:rFonts w:hint="cs"/>
          <w:rtl/>
        </w:rPr>
        <w:t>وا</w:t>
      </w:r>
      <w:r w:rsidRPr="00B7245B">
        <w:rPr>
          <w:rStyle w:val="libAieChar"/>
          <w:rtl/>
        </w:rPr>
        <w:t xml:space="preserve"> </w:t>
      </w:r>
      <w:r w:rsidRPr="00B7245B">
        <w:rPr>
          <w:rStyle w:val="libAieChar"/>
          <w:rFonts w:hint="cs"/>
          <w:rtl/>
        </w:rPr>
        <w:t>قسط</w:t>
      </w:r>
      <w:r w:rsidRPr="00B7245B">
        <w:rPr>
          <w:rStyle w:val="libAieChar"/>
          <w:rtl/>
        </w:rPr>
        <w:t xml:space="preserve"> </w:t>
      </w:r>
      <w:r w:rsidRPr="00B7245B">
        <w:rPr>
          <w:rStyle w:val="libAieChar"/>
          <w:rFonts w:hint="cs"/>
          <w:rtl/>
        </w:rPr>
        <w:t>عند</w:t>
      </w:r>
      <w:r w:rsidRPr="00B7245B">
        <w:rPr>
          <w:rStyle w:val="libAieChar"/>
          <w:rtl/>
        </w:rPr>
        <w:t xml:space="preserve"> </w:t>
      </w:r>
      <w:r w:rsidRPr="00B7245B">
        <w:rPr>
          <w:rStyle w:val="libAieChar"/>
          <w:rFonts w:hint="cs"/>
          <w:rtl/>
        </w:rPr>
        <w:t>الل</w:t>
      </w:r>
      <w:r w:rsidR="00D96149" w:rsidRPr="00E67399">
        <w:rPr>
          <w:rStyle w:val="libAieChar"/>
          <w:rFonts w:hint="cs"/>
          <w:rtl/>
        </w:rPr>
        <w:t>ه</w:t>
      </w:r>
      <w:r w:rsidRPr="00B7245B">
        <w:rPr>
          <w:rStyle w:val="libAieChar"/>
          <w:rtl/>
        </w:rPr>
        <w:t xml:space="preserve"> ''</w:t>
      </w:r>
      <w:r>
        <w:rPr>
          <w:rtl/>
        </w:rPr>
        <w:t xml:space="preserve"> سورہ احزاب ايہ 5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33_طبقات الكبرى عائشےہ كے شرح حال ميں </w:t>
      </w:r>
    </w:p>
    <w:p w:rsidR="006F0ADE" w:rsidRDefault="006F0ADE" w:rsidP="00E67399">
      <w:pPr>
        <w:pStyle w:val="libFootnote"/>
        <w:rPr>
          <w:rtl/>
        </w:rPr>
      </w:pPr>
      <w:r>
        <w:rPr>
          <w:rtl/>
        </w:rPr>
        <w:t xml:space="preserve">34_ بخارى باب طواف النساء ميں باب حج ج1 ص 180 </w:t>
      </w:r>
    </w:p>
    <w:p w:rsidR="00B7245B" w:rsidRDefault="00B7245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ترجمہ</w:t>
      </w:r>
      <w:r w:rsidR="0097280A">
        <w:rPr>
          <w:rtl/>
        </w:rPr>
        <w:t xml:space="preserve"> آيت</w:t>
      </w:r>
      <w:r>
        <w:rPr>
          <w:rtl/>
        </w:rPr>
        <w:t xml:space="preserve"> : ( ان بچو</w:t>
      </w:r>
      <w:r w:rsidR="00B365A1">
        <w:rPr>
          <w:rtl/>
        </w:rPr>
        <w:t xml:space="preserve">ں </w:t>
      </w:r>
      <w:r>
        <w:rPr>
          <w:rtl/>
        </w:rPr>
        <w:t>كو انكے باپ كے نام سے پكارو كہ يہى خدا كى نظر مي</w:t>
      </w:r>
      <w:r w:rsidR="00B365A1">
        <w:rPr>
          <w:rtl/>
        </w:rPr>
        <w:t xml:space="preserve">ں </w:t>
      </w:r>
      <w:r>
        <w:rPr>
          <w:rtl/>
        </w:rPr>
        <w:t xml:space="preserve">انصاف سے قريب تر ہے ) </w:t>
      </w:r>
    </w:p>
    <w:p w:rsidR="00376422" w:rsidRDefault="00376422" w:rsidP="00E67399">
      <w:pPr>
        <w:pStyle w:val="libNormal"/>
        <w:rPr>
          <w:rtl/>
        </w:rPr>
      </w:pPr>
      <w:r>
        <w:rPr>
          <w:rtl/>
        </w:rPr>
        <w:t xml:space="preserve">پيغمبر اسلام (ص) نے سہيلہ سے فرمايا : </w:t>
      </w:r>
    </w:p>
    <w:p w:rsidR="00376422" w:rsidRDefault="00376422" w:rsidP="00E67399">
      <w:pPr>
        <w:pStyle w:val="libNormal"/>
        <w:rPr>
          <w:rtl/>
        </w:rPr>
      </w:pPr>
      <w:r>
        <w:rPr>
          <w:rtl/>
        </w:rPr>
        <w:t xml:space="preserve">تم ازاد كردہ غلام اور منھ بولے فرزند كو پانچ مرتبہ شير ديدو تاكہ وہ تمھارا فرزند رضاعى اور تمھارا محرم ہو جائے _ </w:t>
      </w:r>
    </w:p>
    <w:p w:rsidR="00376422" w:rsidRDefault="00376422" w:rsidP="00E67399">
      <w:pPr>
        <w:pStyle w:val="libNormal"/>
        <w:rPr>
          <w:rtl/>
        </w:rPr>
      </w:pPr>
      <w:r>
        <w:rPr>
          <w:rtl/>
        </w:rPr>
        <w:t>عائشه نے اس روايت سے ( جسكى راوى بھى خود ہي</w:t>
      </w:r>
      <w:r w:rsidR="00B365A1">
        <w:rPr>
          <w:rtl/>
        </w:rPr>
        <w:t xml:space="preserve">ں </w:t>
      </w:r>
      <w:r>
        <w:rPr>
          <w:rtl/>
        </w:rPr>
        <w:t>) استدلال كيا اور اپنى بہنو</w:t>
      </w:r>
      <w:r w:rsidR="00B365A1">
        <w:rPr>
          <w:rtl/>
        </w:rPr>
        <w:t xml:space="preserve">ں </w:t>
      </w:r>
      <w:r>
        <w:rPr>
          <w:rtl/>
        </w:rPr>
        <w:t>اور بھانجيو</w:t>
      </w:r>
      <w:r w:rsidR="00B365A1">
        <w:rPr>
          <w:rtl/>
        </w:rPr>
        <w:t xml:space="preserve">ں </w:t>
      </w:r>
      <w:r>
        <w:rPr>
          <w:rtl/>
        </w:rPr>
        <w:t>كو حكم ديا كہ تم لوگ اپنا دودھ پلائو چاہے جوان ہى كيو</w:t>
      </w:r>
      <w:r w:rsidR="00B365A1">
        <w:rPr>
          <w:rtl/>
        </w:rPr>
        <w:t xml:space="preserve">ں </w:t>
      </w:r>
      <w:r>
        <w:rPr>
          <w:rtl/>
        </w:rPr>
        <w:t>نہ ہو ، تاكہ جو لوگ ( عائشه ) سے ملنے كے مشتاق ہو</w:t>
      </w:r>
      <w:r w:rsidR="00B365A1">
        <w:rPr>
          <w:rtl/>
        </w:rPr>
        <w:t xml:space="preserve">ں </w:t>
      </w:r>
      <w:r>
        <w:rPr>
          <w:rtl/>
        </w:rPr>
        <w:t>دودھ پلانے كى وجہ سے محرم ہو جائي</w:t>
      </w:r>
      <w:r w:rsidR="00B365A1">
        <w:rPr>
          <w:rtl/>
        </w:rPr>
        <w:t xml:space="preserve">ں </w:t>
      </w:r>
      <w:r>
        <w:rPr>
          <w:rtl/>
        </w:rPr>
        <w:t>، اور اطمينان كے ساتھ انكے گھر مي</w:t>
      </w:r>
      <w:r w:rsidR="00B365A1">
        <w:rPr>
          <w:rtl/>
        </w:rPr>
        <w:t xml:space="preserve">ں </w:t>
      </w:r>
      <w:r>
        <w:rPr>
          <w:rtl/>
        </w:rPr>
        <w:t>امد و رفت كري</w:t>
      </w:r>
      <w:r w:rsidR="00B365A1">
        <w:rPr>
          <w:rtl/>
        </w:rPr>
        <w:t xml:space="preserve">ں </w:t>
      </w:r>
      <w:r>
        <w:rPr>
          <w:rtl/>
        </w:rPr>
        <w:t>، مگر ام سلمى اور ديگر ازواج رسول (ص) نے اپنى بہنو</w:t>
      </w:r>
      <w:r w:rsidR="00B365A1">
        <w:rPr>
          <w:rtl/>
        </w:rPr>
        <w:t xml:space="preserve">ں </w:t>
      </w:r>
      <w:r>
        <w:rPr>
          <w:rtl/>
        </w:rPr>
        <w:t>كو اس كام سے منع كيا اور ان لوگو</w:t>
      </w:r>
      <w:r w:rsidR="00B365A1">
        <w:rPr>
          <w:rtl/>
        </w:rPr>
        <w:t xml:space="preserve">ں </w:t>
      </w:r>
      <w:r>
        <w:rPr>
          <w:rtl/>
        </w:rPr>
        <w:t>نے كہا كہ ، مسئلہ رضاعت كا تعلق كمسنى سے ہے اور عائشه نے اپنى طرف سے فتوا گڑھا ہے ، اور رسول خدا (ص) نے جو حكم ديا تھا شايد وہ صرف ابو حذيفہ كے غلام كے لئے ہوگا نہ كہ تمام لوگو</w:t>
      </w:r>
      <w:r w:rsidR="00B365A1">
        <w:rPr>
          <w:rtl/>
        </w:rPr>
        <w:t xml:space="preserve">ں </w:t>
      </w:r>
      <w:r>
        <w:rPr>
          <w:rtl/>
        </w:rPr>
        <w:t xml:space="preserve">كے لئے </w:t>
      </w:r>
      <w:r w:rsidRPr="00C00E6D">
        <w:rPr>
          <w:rStyle w:val="libFootnotenumChar"/>
          <w:rtl/>
        </w:rPr>
        <w:t>(35)</w:t>
      </w:r>
      <w:r>
        <w:rPr>
          <w:rtl/>
        </w:rPr>
        <w:t xml:space="preserve"> _ </w:t>
      </w:r>
    </w:p>
    <w:p w:rsidR="00376422" w:rsidRDefault="00376422" w:rsidP="00E67399">
      <w:pPr>
        <w:pStyle w:val="libNormal"/>
        <w:rPr>
          <w:rtl/>
        </w:rPr>
      </w:pPr>
      <w:r>
        <w:rPr>
          <w:rtl/>
        </w:rPr>
        <w:t>صحيح مسلم مي</w:t>
      </w:r>
      <w:r w:rsidR="00B365A1">
        <w:rPr>
          <w:rtl/>
        </w:rPr>
        <w:t xml:space="preserve">ں </w:t>
      </w:r>
      <w:r>
        <w:rPr>
          <w:rtl/>
        </w:rPr>
        <w:t>اس واقعے كى چھہ طريقو</w:t>
      </w:r>
      <w:r w:rsidR="00B365A1">
        <w:rPr>
          <w:rtl/>
        </w:rPr>
        <w:t xml:space="preserve">ں </w:t>
      </w:r>
      <w:r>
        <w:rPr>
          <w:rtl/>
        </w:rPr>
        <w:t>سے روايت ہوئي ہے اخرى روايت كے الفاظ يو</w:t>
      </w:r>
      <w:r w:rsidR="00B365A1">
        <w:rPr>
          <w:rtl/>
        </w:rPr>
        <w:t xml:space="preserve">ں </w:t>
      </w:r>
      <w:r>
        <w:rPr>
          <w:rtl/>
        </w:rPr>
        <w:t>ہي</w:t>
      </w:r>
      <w:r w:rsidR="00B365A1">
        <w:rPr>
          <w:rtl/>
        </w:rPr>
        <w:t xml:space="preserve">ں </w:t>
      </w:r>
      <w:r>
        <w:rPr>
          <w:rtl/>
        </w:rPr>
        <w:t>، ازواج رسول نے عائشه سے كہا ، خدا كى قسم ، رسول(ص) خدا نے جو سالم كو اجازت دى تھى اسكے سلسلے مي</w:t>
      </w:r>
      <w:r w:rsidR="00B365A1">
        <w:rPr>
          <w:rtl/>
        </w:rPr>
        <w:t xml:space="preserve">ں </w:t>
      </w:r>
      <w:r>
        <w:rPr>
          <w:rtl/>
        </w:rPr>
        <w:t>ہم لوگ جانتے ہي</w:t>
      </w:r>
      <w:r w:rsidR="00B365A1">
        <w:rPr>
          <w:rtl/>
        </w:rPr>
        <w:t xml:space="preserve">ں </w:t>
      </w:r>
      <w:r>
        <w:rPr>
          <w:rtl/>
        </w:rPr>
        <w:t>اور يہ حكم صرف اسى سے مخصوص تھا لہذا ہم لوگ دودھ پلا كر كسى كو اپنا محرم نہي</w:t>
      </w:r>
      <w:r w:rsidR="00B365A1">
        <w:rPr>
          <w:rtl/>
        </w:rPr>
        <w:t xml:space="preserve">ں </w:t>
      </w:r>
      <w:r>
        <w:rPr>
          <w:rtl/>
        </w:rPr>
        <w:t>بنائي</w:t>
      </w:r>
      <w:r w:rsidR="00B365A1">
        <w:rPr>
          <w:rtl/>
        </w:rPr>
        <w:t xml:space="preserve">ں </w:t>
      </w:r>
      <w:r>
        <w:rPr>
          <w:rtl/>
        </w:rPr>
        <w:t xml:space="preserve">گے </w:t>
      </w:r>
      <w:r w:rsidRPr="00C00E6D">
        <w:rPr>
          <w:rStyle w:val="libFootnotenumChar"/>
          <w:rtl/>
        </w:rPr>
        <w:t>(36)</w:t>
      </w:r>
      <w:r>
        <w:rPr>
          <w:rtl/>
        </w:rPr>
        <w:t xml:space="preserve"> </w:t>
      </w:r>
    </w:p>
    <w:p w:rsidR="00376422" w:rsidRDefault="00376422" w:rsidP="00E67399">
      <w:pPr>
        <w:pStyle w:val="libNormal"/>
        <w:rPr>
          <w:rtl/>
        </w:rPr>
      </w:pPr>
      <w:r>
        <w:rPr>
          <w:rtl/>
        </w:rPr>
        <w:t>سالم بن عبد اللہ بن عمر ، ان مي</w:t>
      </w:r>
      <w:r w:rsidR="00B365A1">
        <w:rPr>
          <w:rtl/>
        </w:rPr>
        <w:t xml:space="preserve">ں </w:t>
      </w:r>
      <w:r>
        <w:rPr>
          <w:rtl/>
        </w:rPr>
        <w:t>سے ہے جس نے عالم جوانى مي</w:t>
      </w:r>
      <w:r w:rsidR="00B365A1">
        <w:rPr>
          <w:rtl/>
        </w:rPr>
        <w:t xml:space="preserve">ں </w:t>
      </w:r>
      <w:r>
        <w:rPr>
          <w:rtl/>
        </w:rPr>
        <w:t>كئي مرتبہ دودھ پيا عائشه كے يہا</w:t>
      </w:r>
      <w:r w:rsidR="00B365A1">
        <w:rPr>
          <w:rtl/>
        </w:rPr>
        <w:t xml:space="preserve">ں </w:t>
      </w:r>
      <w:r>
        <w:rPr>
          <w:rtl/>
        </w:rPr>
        <w:t xml:space="preserve">امد و رفت كرنے لگا _ </w:t>
      </w:r>
    </w:p>
    <w:p w:rsidR="00376422" w:rsidRDefault="00376422" w:rsidP="00E67399">
      <w:pPr>
        <w:pStyle w:val="libNormal"/>
        <w:rPr>
          <w:rtl/>
        </w:rPr>
      </w:pPr>
      <w:r>
        <w:rPr>
          <w:rtl/>
        </w:rPr>
        <w:t>صاحب طبقات لكھتے ہي</w:t>
      </w:r>
      <w:r w:rsidR="00B365A1">
        <w:rPr>
          <w:rtl/>
        </w:rPr>
        <w:t xml:space="preserve">ں </w:t>
      </w:r>
      <w:r>
        <w:rPr>
          <w:rtl/>
        </w:rPr>
        <w:t xml:space="preserve">: </w:t>
      </w:r>
    </w:p>
    <w:p w:rsidR="00376422" w:rsidRDefault="00376422" w:rsidP="00E67399">
      <w:pPr>
        <w:pStyle w:val="libNormal"/>
        <w:rPr>
          <w:rtl/>
        </w:rPr>
      </w:pPr>
      <w:r>
        <w:rPr>
          <w:rtl/>
        </w:rPr>
        <w:t xml:space="preserve">ام المومنين عائشه نے سالم كو اپنى بہن ام كلثوم جو عبد اللہ بن ربيعہ كى بيوى تھى كے پاس بھيجا تاكہ پہلے ان كا دودھ پئے پھر عائشه كے پاس اكر حديث سنے </w:t>
      </w:r>
      <w:r w:rsidRPr="00C00E6D">
        <w:rPr>
          <w:rStyle w:val="libFootnotenumChar"/>
          <w:rtl/>
        </w:rPr>
        <w:t>(37)</w:t>
      </w:r>
      <w:r>
        <w:rPr>
          <w:rtl/>
        </w:rPr>
        <w:t xml:space="preserve"> </w:t>
      </w:r>
    </w:p>
    <w:p w:rsidR="00376422" w:rsidRDefault="00376422" w:rsidP="00E67399">
      <w:pPr>
        <w:pStyle w:val="libNormal"/>
        <w:rPr>
          <w:rtl/>
        </w:rPr>
      </w:pPr>
      <w:r>
        <w:rPr>
          <w:rtl/>
        </w:rPr>
        <w:t>صحيح مسلم نے جو حديث بيان كى ہے وہ تمام ديگر ازواج رسول (ص) اور ام سلمى كى مسئلہ رضاعت مي</w:t>
      </w:r>
      <w:r w:rsidR="00B365A1">
        <w:rPr>
          <w:rtl/>
        </w:rPr>
        <w:t xml:space="preserve">ں </w:t>
      </w:r>
      <w:r>
        <w:rPr>
          <w:rtl/>
        </w:rPr>
        <w:t xml:space="preserve">تائيد كرتى ہے _ </w:t>
      </w:r>
    </w:p>
    <w:p w:rsidR="00B7245B" w:rsidRDefault="00376422" w:rsidP="00E67399">
      <w:pPr>
        <w:pStyle w:val="libNormal"/>
        <w:rPr>
          <w:rtl/>
        </w:rPr>
      </w:pPr>
      <w:r>
        <w:rPr>
          <w:rtl/>
        </w:rPr>
        <w:t>عائشه كہتى ہي</w:t>
      </w:r>
      <w:r w:rsidR="00B365A1">
        <w:rPr>
          <w:rtl/>
        </w:rPr>
        <w:t xml:space="preserve">ں </w:t>
      </w:r>
      <w:r>
        <w:rPr>
          <w:rtl/>
        </w:rPr>
        <w:t>كہ ، ايك دن رسول(ص) اسلام گھر مي</w:t>
      </w:r>
      <w:r w:rsidR="00B365A1">
        <w:rPr>
          <w:rtl/>
        </w:rPr>
        <w:t>ں</w:t>
      </w:r>
      <w:r w:rsidR="00137FAB">
        <w:rPr>
          <w:rtl/>
        </w:rPr>
        <w:t xml:space="preserve"> آئے</w:t>
      </w:r>
      <w:r>
        <w:rPr>
          <w:rtl/>
        </w:rPr>
        <w:t xml:space="preserve"> تو ميرے پاس ايك شخص كو بيٹھا ديكھا رسول اكرم (ص) بہت ناراض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35_مسند احمد ج1 ص 195 </w:t>
      </w:r>
    </w:p>
    <w:p w:rsidR="006F0ADE" w:rsidRDefault="006F0ADE" w:rsidP="00E67399">
      <w:pPr>
        <w:pStyle w:val="libFootnote"/>
        <w:rPr>
          <w:rtl/>
        </w:rPr>
      </w:pPr>
      <w:r>
        <w:rPr>
          <w:rtl/>
        </w:rPr>
        <w:t xml:space="preserve">36_ مسند احمد ج6 ص 271 </w:t>
      </w:r>
    </w:p>
    <w:p w:rsidR="006F0ADE" w:rsidRDefault="006F0ADE" w:rsidP="00E67399">
      <w:pPr>
        <w:pStyle w:val="libFootnote"/>
        <w:rPr>
          <w:rtl/>
        </w:rPr>
      </w:pPr>
      <w:r>
        <w:rPr>
          <w:rtl/>
        </w:rPr>
        <w:t xml:space="preserve">37_صحيح مسلم ج4 ص 170 ، سنن ابن ماجہ حديث نمبر 1957 </w:t>
      </w:r>
    </w:p>
    <w:p w:rsidR="00B7245B" w:rsidRDefault="00B7245B" w:rsidP="00E67399">
      <w:pPr>
        <w:pStyle w:val="libPoemTini"/>
        <w:rPr>
          <w:rtl/>
        </w:rPr>
      </w:pPr>
      <w:r>
        <w:rPr>
          <w:rtl/>
        </w:rPr>
        <w:br w:type="page"/>
      </w:r>
    </w:p>
    <w:p w:rsidR="00376422" w:rsidRDefault="00376422" w:rsidP="00E67399">
      <w:pPr>
        <w:pStyle w:val="libNormal"/>
        <w:rPr>
          <w:rtl/>
        </w:rPr>
      </w:pPr>
      <w:r>
        <w:rPr>
          <w:rtl/>
        </w:rPr>
        <w:lastRenderedPageBreak/>
        <w:t>ہوئے اور اپكا چہرہ غصے سے سرخ ہو گيا ، مي</w:t>
      </w:r>
      <w:r w:rsidR="00B365A1">
        <w:rPr>
          <w:rtl/>
        </w:rPr>
        <w:t xml:space="preserve">ں </w:t>
      </w:r>
      <w:r>
        <w:rPr>
          <w:rtl/>
        </w:rPr>
        <w:t xml:space="preserve">نے عرض كى يا رسول اللہ يہ ميرا رضاعى بھائي ہے ، رسول خدا نے كہا ،'' </w:t>
      </w:r>
      <w:r w:rsidRPr="00B7245B">
        <w:rPr>
          <w:rStyle w:val="libArabicChar"/>
          <w:rtl/>
        </w:rPr>
        <w:t xml:space="preserve">انظر اخوتكن من الرضاعة ، فانما الرضاعة من المجاعة </w:t>
      </w:r>
      <w:r>
        <w:rPr>
          <w:rtl/>
        </w:rPr>
        <w:t xml:space="preserve">'' </w:t>
      </w:r>
      <w:r w:rsidRPr="00C00E6D">
        <w:rPr>
          <w:rStyle w:val="libFootnotenumChar"/>
          <w:rtl/>
        </w:rPr>
        <w:t>(38)</w:t>
      </w:r>
      <w:r>
        <w:rPr>
          <w:rtl/>
        </w:rPr>
        <w:t xml:space="preserve"> </w:t>
      </w:r>
    </w:p>
    <w:p w:rsidR="00376422" w:rsidRDefault="00376422" w:rsidP="00E67399">
      <w:pPr>
        <w:pStyle w:val="libNormal"/>
        <w:rPr>
          <w:rtl/>
        </w:rPr>
      </w:pPr>
      <w:r>
        <w:rPr>
          <w:rtl/>
        </w:rPr>
        <w:t>صحيح مسلم كے شارح نووى اس حديث كى شرح مي</w:t>
      </w:r>
      <w:r w:rsidR="00B365A1">
        <w:rPr>
          <w:rtl/>
        </w:rPr>
        <w:t xml:space="preserve">ں </w:t>
      </w:r>
      <w:r>
        <w:rPr>
          <w:rtl/>
        </w:rPr>
        <w:t>لكھتے ہي</w:t>
      </w:r>
      <w:r w:rsidR="00B365A1">
        <w:rPr>
          <w:rtl/>
        </w:rPr>
        <w:t xml:space="preserve">ں </w:t>
      </w:r>
      <w:r>
        <w:rPr>
          <w:rtl/>
        </w:rPr>
        <w:t xml:space="preserve">: </w:t>
      </w:r>
    </w:p>
    <w:p w:rsidR="00376422" w:rsidRDefault="00376422" w:rsidP="00E67399">
      <w:pPr>
        <w:pStyle w:val="libNormal"/>
        <w:rPr>
          <w:rtl/>
        </w:rPr>
      </w:pPr>
      <w:r w:rsidRPr="00B7245B">
        <w:rPr>
          <w:rStyle w:val="libArabicChar"/>
          <w:rtl/>
        </w:rPr>
        <w:t>''انظر اخوتكن''</w:t>
      </w:r>
      <w:r>
        <w:rPr>
          <w:rtl/>
        </w:rPr>
        <w:t xml:space="preserve"> اس سلسلے مي</w:t>
      </w:r>
      <w:r w:rsidR="00B365A1">
        <w:rPr>
          <w:rtl/>
        </w:rPr>
        <w:t xml:space="preserve">ں </w:t>
      </w:r>
      <w:r>
        <w:rPr>
          <w:rtl/>
        </w:rPr>
        <w:t>تمھي</w:t>
      </w:r>
      <w:r w:rsidR="00B365A1">
        <w:rPr>
          <w:rtl/>
        </w:rPr>
        <w:t xml:space="preserve">ں </w:t>
      </w:r>
      <w:r>
        <w:rPr>
          <w:rtl/>
        </w:rPr>
        <w:t>غور كرنا چاہيئے كہ يہ رضاعت قانون اسلام كے تحت انجام دى گئي ہے يا نہي</w:t>
      </w:r>
      <w:r w:rsidR="00B365A1">
        <w:rPr>
          <w:rtl/>
        </w:rPr>
        <w:t xml:space="preserve">ں </w:t>
      </w:r>
      <w:r>
        <w:rPr>
          <w:rtl/>
        </w:rPr>
        <w:t xml:space="preserve">؟ </w:t>
      </w:r>
    </w:p>
    <w:p w:rsidR="00376422" w:rsidRDefault="00376422" w:rsidP="00E67399">
      <w:pPr>
        <w:pStyle w:val="libNormal"/>
        <w:rPr>
          <w:rtl/>
        </w:rPr>
      </w:pPr>
      <w:r>
        <w:rPr>
          <w:rtl/>
        </w:rPr>
        <w:t>كيونكہ شير خوارگى كا تعلق كمسنى سے ہے ، اور اسى طرح ضرورى ہے كہ المجاعة ، كے معنى بھوك كے لئے جائي</w:t>
      </w:r>
      <w:r w:rsidR="00B365A1">
        <w:rPr>
          <w:rtl/>
        </w:rPr>
        <w:t xml:space="preserve">ں </w:t>
      </w:r>
      <w:r>
        <w:rPr>
          <w:rtl/>
        </w:rPr>
        <w:t>، يعنى ، يہ رضاعت باعث حرمت ازدواج اس صورت مي</w:t>
      </w:r>
      <w:r w:rsidR="00B365A1">
        <w:rPr>
          <w:rtl/>
        </w:rPr>
        <w:t xml:space="preserve">ں </w:t>
      </w:r>
      <w:r>
        <w:rPr>
          <w:rtl/>
        </w:rPr>
        <w:t>ہو گا كہ بچہ اتنا كمسن ہو كہ اس دودھ كے ذريعہ اسكى بھوك ختم ہو گئي ہو اور ديگر غذائو</w:t>
      </w:r>
      <w:r w:rsidR="00B365A1">
        <w:rPr>
          <w:rtl/>
        </w:rPr>
        <w:t xml:space="preserve">ں </w:t>
      </w:r>
      <w:r>
        <w:rPr>
          <w:rtl/>
        </w:rPr>
        <w:t>كى احتياج نہ ہو ، درانحاليكہ ايك جوان خالى دودھ سے سير نہي</w:t>
      </w:r>
      <w:r w:rsidR="00B365A1">
        <w:rPr>
          <w:rtl/>
        </w:rPr>
        <w:t xml:space="preserve">ں </w:t>
      </w:r>
      <w:r>
        <w:rPr>
          <w:rtl/>
        </w:rPr>
        <w:t>ہو سكتا ہے اور نہ اسكى بھوك ختم ہو سكتى ہے بلكہ اسكو روٹى وغيرہ كى ضرورت ہوتى ہے _ لہذا اگر ايك جوان ايك عورت كا دودھ پى لے تو اسكا فرزند رضاعى اور برادر رضاعى نہي</w:t>
      </w:r>
      <w:r w:rsidR="00B365A1">
        <w:rPr>
          <w:rtl/>
        </w:rPr>
        <w:t xml:space="preserve">ں </w:t>
      </w:r>
      <w:r>
        <w:rPr>
          <w:rtl/>
        </w:rPr>
        <w:t>ہو سكتا ہے ، بلكہ صرف كمسنى ( دو سال ) مي</w:t>
      </w:r>
      <w:r w:rsidR="00B365A1">
        <w:rPr>
          <w:rtl/>
        </w:rPr>
        <w:t xml:space="preserve">ں </w:t>
      </w:r>
      <w:r>
        <w:rPr>
          <w:rtl/>
        </w:rPr>
        <w:t xml:space="preserve">دودھ پينے سے محرميت پيدا ہوتى ہے _ </w:t>
      </w:r>
    </w:p>
    <w:p w:rsidR="00376422" w:rsidRDefault="00376422" w:rsidP="00E67399">
      <w:pPr>
        <w:pStyle w:val="libNormal"/>
        <w:rPr>
          <w:rtl/>
        </w:rPr>
      </w:pPr>
      <w:r>
        <w:rPr>
          <w:rtl/>
        </w:rPr>
        <w:t>سنن ترمذى مي</w:t>
      </w:r>
      <w:r w:rsidR="00B365A1">
        <w:rPr>
          <w:rtl/>
        </w:rPr>
        <w:t xml:space="preserve">ں </w:t>
      </w:r>
      <w:r>
        <w:rPr>
          <w:rtl/>
        </w:rPr>
        <w:t>يہ عبارت نقل ہوئي ہے كہ '' لا يحرم من الرضاع الّا ما فتق الامعاء '' يعنى رضاعت اسوقت موجب حرمت ازدواج ہو گى جب بچپنے مي</w:t>
      </w:r>
      <w:r w:rsidR="00B365A1">
        <w:rPr>
          <w:rtl/>
        </w:rPr>
        <w:t xml:space="preserve">ں </w:t>
      </w:r>
      <w:r>
        <w:rPr>
          <w:rtl/>
        </w:rPr>
        <w:t>عورت كا دودھ غذا كى جگہ ہو ، يا دوسرے لفظو</w:t>
      </w:r>
      <w:r w:rsidR="00B365A1">
        <w:rPr>
          <w:rtl/>
        </w:rPr>
        <w:t xml:space="preserve">ں </w:t>
      </w:r>
      <w:r>
        <w:rPr>
          <w:rtl/>
        </w:rPr>
        <w:t>مي</w:t>
      </w:r>
      <w:r w:rsidR="00B365A1">
        <w:rPr>
          <w:rtl/>
        </w:rPr>
        <w:t xml:space="preserve">ں </w:t>
      </w:r>
      <w:r>
        <w:rPr>
          <w:rtl/>
        </w:rPr>
        <w:t>شير خوار گى اس وقت حرمت كى باعث بنے گى جب طبق معمول دودھ پلايا جائے ، پھر نووى مزيد لكھتے ہي</w:t>
      </w:r>
      <w:r w:rsidR="00B365A1">
        <w:rPr>
          <w:rtl/>
        </w:rPr>
        <w:t xml:space="preserve">ں </w:t>
      </w:r>
      <w:r>
        <w:rPr>
          <w:rtl/>
        </w:rPr>
        <w:t>، يہ مسئلہ فقہى كتابو</w:t>
      </w:r>
      <w:r w:rsidR="00B365A1">
        <w:rPr>
          <w:rtl/>
        </w:rPr>
        <w:t xml:space="preserve">ں </w:t>
      </w:r>
      <w:r>
        <w:rPr>
          <w:rtl/>
        </w:rPr>
        <w:t>مي</w:t>
      </w:r>
      <w:r w:rsidR="00B365A1">
        <w:rPr>
          <w:rtl/>
        </w:rPr>
        <w:t xml:space="preserve">ں </w:t>
      </w:r>
      <w:r>
        <w:rPr>
          <w:rtl/>
        </w:rPr>
        <w:t>بہت مشہور ہے البتہ اس مي</w:t>
      </w:r>
      <w:r w:rsidR="00B365A1">
        <w:rPr>
          <w:rtl/>
        </w:rPr>
        <w:t xml:space="preserve">ں </w:t>
      </w:r>
      <w:r>
        <w:rPr>
          <w:rtl/>
        </w:rPr>
        <w:t>اختلافات بہت پائے جاتے ہي</w:t>
      </w:r>
      <w:r w:rsidR="00B365A1">
        <w:rPr>
          <w:rtl/>
        </w:rPr>
        <w:t xml:space="preserve">ں </w:t>
      </w:r>
      <w:r w:rsidRPr="00C00E6D">
        <w:rPr>
          <w:rStyle w:val="libFootnotenumChar"/>
          <w:rtl/>
        </w:rPr>
        <w:t>(39)</w:t>
      </w:r>
      <w:r>
        <w:rPr>
          <w:rtl/>
        </w:rPr>
        <w:t xml:space="preserve"> </w:t>
      </w:r>
    </w:p>
    <w:p w:rsidR="00376422" w:rsidRDefault="00376422" w:rsidP="00E67399">
      <w:pPr>
        <w:pStyle w:val="libNormal"/>
        <w:rPr>
          <w:rtl/>
        </w:rPr>
      </w:pPr>
      <w:r>
        <w:rPr>
          <w:rtl/>
        </w:rPr>
        <w:t>ہم نے اخرى روايت كو جو نووى نے شرح صحيح مسلم مي</w:t>
      </w:r>
      <w:r w:rsidR="00B365A1">
        <w:rPr>
          <w:rtl/>
        </w:rPr>
        <w:t xml:space="preserve">ں </w:t>
      </w:r>
      <w:r>
        <w:rPr>
          <w:rtl/>
        </w:rPr>
        <w:t xml:space="preserve">اور سنن ترمذى نے ام سلمى سے نقل كيا ہے اسكا تتمہ يہ ہے </w:t>
      </w:r>
      <w:r w:rsidRPr="00B7245B">
        <w:rPr>
          <w:rStyle w:val="libArabicChar"/>
          <w:rtl/>
        </w:rPr>
        <w:t xml:space="preserve">'' الّا ما فتق الامعاء فى الثدى و كان قبل العظام </w:t>
      </w:r>
      <w:r>
        <w:rPr>
          <w:rtl/>
        </w:rPr>
        <w:t xml:space="preserve">'' </w:t>
      </w:r>
      <w:r w:rsidRPr="00C00E6D">
        <w:rPr>
          <w:rStyle w:val="libFootnotenumChar"/>
          <w:rtl/>
        </w:rPr>
        <w:t>(40)</w:t>
      </w:r>
      <w:r>
        <w:rPr>
          <w:rtl/>
        </w:rPr>
        <w:t xml:space="preserve"> </w:t>
      </w:r>
    </w:p>
    <w:p w:rsidR="00376422" w:rsidRDefault="00376422" w:rsidP="00E67399">
      <w:pPr>
        <w:pStyle w:val="libNormal"/>
        <w:rPr>
          <w:rtl/>
        </w:rPr>
      </w:pPr>
      <w:r>
        <w:rPr>
          <w:rtl/>
        </w:rPr>
        <w:t>ترمذى مزيد لكھتے ہي</w:t>
      </w:r>
      <w:r w:rsidR="00B365A1">
        <w:rPr>
          <w:rtl/>
        </w:rPr>
        <w:t xml:space="preserve">ں </w:t>
      </w:r>
      <w:r>
        <w:rPr>
          <w:rtl/>
        </w:rPr>
        <w:t xml:space="preserve">: </w:t>
      </w:r>
    </w:p>
    <w:p w:rsidR="00B7245B" w:rsidRDefault="00376422" w:rsidP="00E67399">
      <w:pPr>
        <w:pStyle w:val="libNormal"/>
        <w:rPr>
          <w:rtl/>
        </w:rPr>
      </w:pPr>
      <w:r>
        <w:rPr>
          <w:rtl/>
        </w:rPr>
        <w:t>يہ حديث صحيح ہے اور اكثر اصحاب كرام اور علمائے عظام اور ديگر حضرات نے اسى قول رسول(ص) كى روشنى مي</w:t>
      </w:r>
      <w:r w:rsidR="00B365A1">
        <w:rPr>
          <w:rtl/>
        </w:rPr>
        <w:t xml:space="preserve">ں </w:t>
      </w:r>
      <w:r>
        <w:rPr>
          <w:rtl/>
        </w:rPr>
        <w:t xml:space="preserve">عمل كيا ہے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38_ طبقات ابن سعد ج 8 ص 462 ، بخارى ج3 ص 162 ، الموطا ء ج3 ص 114 </w:t>
      </w:r>
    </w:p>
    <w:p w:rsidR="006F0ADE" w:rsidRDefault="006F0ADE" w:rsidP="00E67399">
      <w:pPr>
        <w:pStyle w:val="libFootnote"/>
        <w:rPr>
          <w:rtl/>
        </w:rPr>
      </w:pPr>
      <w:r>
        <w:rPr>
          <w:rtl/>
        </w:rPr>
        <w:t xml:space="preserve">39_صحيح مسلم ج4 ص 170 ، مسند احمد ج6 ص 176 ، ابن ماجہ حديث نمبر 1945 </w:t>
      </w:r>
    </w:p>
    <w:p w:rsidR="006F0ADE" w:rsidRDefault="006F0ADE" w:rsidP="00E67399">
      <w:pPr>
        <w:pStyle w:val="libFootnote"/>
        <w:rPr>
          <w:rtl/>
        </w:rPr>
      </w:pPr>
      <w:r>
        <w:rPr>
          <w:rtl/>
        </w:rPr>
        <w:t xml:space="preserve">40_صحيح مسلم ج4 ص 170 </w:t>
      </w:r>
    </w:p>
    <w:p w:rsidR="00B7245B" w:rsidRDefault="00B7245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اور ان لوگو</w:t>
      </w:r>
      <w:r w:rsidR="00B365A1">
        <w:rPr>
          <w:rtl/>
        </w:rPr>
        <w:t xml:space="preserve">ں </w:t>
      </w:r>
      <w:r>
        <w:rPr>
          <w:rtl/>
        </w:rPr>
        <w:t>كا حكم رسول (ص) كے مطابق نظريہ يہ ہے كہ ، اگر بچے كے ابتدائي دو سال مي</w:t>
      </w:r>
      <w:r w:rsidR="00B365A1">
        <w:rPr>
          <w:rtl/>
        </w:rPr>
        <w:t xml:space="preserve">ں </w:t>
      </w:r>
      <w:r>
        <w:rPr>
          <w:rtl/>
        </w:rPr>
        <w:t>كوئي دودھ پلائے تو وہ بچہ محرم ہو جائے گا ، ليكن اگر دو سال كے بعد كوئي دودھ پلائے تو حرمت پيدا نہ ہو گى ، يہ حديثي</w:t>
      </w:r>
      <w:r w:rsidR="00B365A1">
        <w:rPr>
          <w:rtl/>
        </w:rPr>
        <w:t xml:space="preserve">ں </w:t>
      </w:r>
      <w:r>
        <w:rPr>
          <w:rtl/>
        </w:rPr>
        <w:t>عائشه كے نظريہ كو رد كرتى ہي</w:t>
      </w:r>
      <w:r w:rsidR="00B365A1">
        <w:rPr>
          <w:rtl/>
        </w:rPr>
        <w:t xml:space="preserve">ں </w:t>
      </w:r>
      <w:r>
        <w:rPr>
          <w:rtl/>
        </w:rPr>
        <w:t>، يہى وجہ ہے كہ انھو</w:t>
      </w:r>
      <w:r w:rsidR="00B365A1">
        <w:rPr>
          <w:rtl/>
        </w:rPr>
        <w:t xml:space="preserve">ں </w:t>
      </w:r>
      <w:r>
        <w:rPr>
          <w:rtl/>
        </w:rPr>
        <w:t>نے ديگر ازواج رسول (ص) نيز دوسرى حديثو</w:t>
      </w:r>
      <w:r w:rsidR="00B365A1">
        <w:rPr>
          <w:rtl/>
        </w:rPr>
        <w:t xml:space="preserve">ں </w:t>
      </w:r>
      <w:r>
        <w:rPr>
          <w:rtl/>
        </w:rPr>
        <w:t>سے ٹكر لينے كے بجائے اپنى مشكلات كى عقدہ كشائي كے لئے قران سے ايك</w:t>
      </w:r>
      <w:r w:rsidR="0097280A">
        <w:rPr>
          <w:rtl/>
        </w:rPr>
        <w:t xml:space="preserve"> آيت</w:t>
      </w:r>
      <w:r>
        <w:rPr>
          <w:rtl/>
        </w:rPr>
        <w:t xml:space="preserve"> ڈھو نڈھ نكالى اور اسكے ذريعہ اپنے اكلوتے فتوے كو پروان چڑہاتى رہي</w:t>
      </w:r>
      <w:r w:rsidR="00B365A1">
        <w:rPr>
          <w:rtl/>
        </w:rPr>
        <w:t xml:space="preserve">ں </w:t>
      </w:r>
      <w:r>
        <w:rPr>
          <w:rtl/>
        </w:rPr>
        <w:t xml:space="preserve">_ </w:t>
      </w:r>
    </w:p>
    <w:p w:rsidR="00376422" w:rsidRDefault="00376422" w:rsidP="00E67399">
      <w:pPr>
        <w:pStyle w:val="libNormal"/>
        <w:rPr>
          <w:rtl/>
        </w:rPr>
      </w:pPr>
      <w:r>
        <w:rPr>
          <w:rtl/>
        </w:rPr>
        <w:t>عائشه كہتى ہي</w:t>
      </w:r>
      <w:r w:rsidR="00B365A1">
        <w:rPr>
          <w:rtl/>
        </w:rPr>
        <w:t xml:space="preserve">ں </w:t>
      </w:r>
      <w:r>
        <w:rPr>
          <w:rtl/>
        </w:rPr>
        <w:t>، ايك</w:t>
      </w:r>
      <w:r w:rsidR="0097280A">
        <w:rPr>
          <w:rtl/>
        </w:rPr>
        <w:t xml:space="preserve"> آيت</w:t>
      </w:r>
      <w:r>
        <w:rPr>
          <w:rtl/>
        </w:rPr>
        <w:t xml:space="preserve"> رضاعت كے سلسلے مي</w:t>
      </w:r>
      <w:r w:rsidR="00B365A1">
        <w:rPr>
          <w:rtl/>
        </w:rPr>
        <w:t xml:space="preserve">ں </w:t>
      </w:r>
      <w:r>
        <w:rPr>
          <w:rtl/>
        </w:rPr>
        <w:t>نازل ہوئي تھى ، جس مي</w:t>
      </w:r>
      <w:r w:rsidR="00B365A1">
        <w:rPr>
          <w:rtl/>
        </w:rPr>
        <w:t xml:space="preserve">ں </w:t>
      </w:r>
      <w:r>
        <w:rPr>
          <w:rtl/>
        </w:rPr>
        <w:t>محرميت كے لئے دس مرتبہ دودھ پينے كو كافى جانا ہے اور يہ</w:t>
      </w:r>
      <w:r w:rsidR="0097280A">
        <w:rPr>
          <w:rtl/>
        </w:rPr>
        <w:t xml:space="preserve"> آيت</w:t>
      </w:r>
      <w:r>
        <w:rPr>
          <w:rtl/>
        </w:rPr>
        <w:t xml:space="preserve"> حيات رسول(ص) مي</w:t>
      </w:r>
      <w:r w:rsidR="00B365A1">
        <w:rPr>
          <w:rtl/>
        </w:rPr>
        <w:t xml:space="preserve">ں </w:t>
      </w:r>
      <w:r>
        <w:rPr>
          <w:rtl/>
        </w:rPr>
        <w:t>ايك پتّہ پر لكھ كر تخت كے نيچے ڈالدى تھى ،جب رسول(ص) اسلام بيمار ہو گئے اور ہم لوگ انكى تيمار دارى مي</w:t>
      </w:r>
      <w:r w:rsidR="00B365A1">
        <w:rPr>
          <w:rtl/>
        </w:rPr>
        <w:t xml:space="preserve">ں </w:t>
      </w:r>
      <w:r>
        <w:rPr>
          <w:rtl/>
        </w:rPr>
        <w:t>مشغول تھے تو اچانك ايك بكرى گھر مي</w:t>
      </w:r>
      <w:r w:rsidR="00B365A1">
        <w:rPr>
          <w:rtl/>
        </w:rPr>
        <w:t xml:space="preserve">ں </w:t>
      </w:r>
      <w:r>
        <w:rPr>
          <w:rtl/>
        </w:rPr>
        <w:t>گھس گئي اور لكھے ہوئے پتے كو جس پر يہ</w:t>
      </w:r>
      <w:r w:rsidR="0097280A">
        <w:rPr>
          <w:rtl/>
        </w:rPr>
        <w:t xml:space="preserve"> آيت</w:t>
      </w:r>
      <w:r>
        <w:rPr>
          <w:rtl/>
        </w:rPr>
        <w:t xml:space="preserve"> لكھى تھى كھا گئي </w:t>
      </w:r>
      <w:r w:rsidRPr="00C00E6D">
        <w:rPr>
          <w:rStyle w:val="libFootnotenumChar"/>
          <w:rtl/>
        </w:rPr>
        <w:t>(41)</w:t>
      </w:r>
      <w:r>
        <w:rPr>
          <w:rtl/>
        </w:rPr>
        <w:t xml:space="preserve"> </w:t>
      </w:r>
    </w:p>
    <w:p w:rsidR="00376422" w:rsidRDefault="00376422" w:rsidP="00E67399">
      <w:pPr>
        <w:pStyle w:val="libNormal"/>
        <w:rPr>
          <w:rtl/>
        </w:rPr>
      </w:pPr>
      <w:r>
        <w:rPr>
          <w:rtl/>
        </w:rPr>
        <w:t xml:space="preserve">دوسرى روايت جو عائشه سے مسلم نے نقل كى ہے : </w:t>
      </w:r>
    </w:p>
    <w:p w:rsidR="00376422" w:rsidRDefault="00376422" w:rsidP="00E67399">
      <w:pPr>
        <w:pStyle w:val="libNormal"/>
        <w:rPr>
          <w:rtl/>
        </w:rPr>
      </w:pPr>
      <w:r>
        <w:rPr>
          <w:rtl/>
        </w:rPr>
        <w:t>عائشه فرماتى ہي</w:t>
      </w:r>
      <w:r w:rsidR="00B365A1">
        <w:rPr>
          <w:rtl/>
        </w:rPr>
        <w:t xml:space="preserve">ں </w:t>
      </w:r>
      <w:r>
        <w:rPr>
          <w:rtl/>
        </w:rPr>
        <w:t>، قران مي</w:t>
      </w:r>
      <w:r w:rsidR="00B365A1">
        <w:rPr>
          <w:rtl/>
        </w:rPr>
        <w:t xml:space="preserve">ں </w:t>
      </w:r>
      <w:r>
        <w:rPr>
          <w:rtl/>
        </w:rPr>
        <w:t>يہ</w:t>
      </w:r>
      <w:r w:rsidR="0097280A">
        <w:rPr>
          <w:rtl/>
        </w:rPr>
        <w:t xml:space="preserve"> آيت</w:t>
      </w:r>
      <w:r>
        <w:rPr>
          <w:rtl/>
        </w:rPr>
        <w:t xml:space="preserve"> ( عشر رضعات معلومات يحرمن ) موجود تھى ، پھر يہ</w:t>
      </w:r>
      <w:r w:rsidR="0097280A">
        <w:rPr>
          <w:rtl/>
        </w:rPr>
        <w:t xml:space="preserve"> آيت</w:t>
      </w:r>
      <w:r>
        <w:rPr>
          <w:rtl/>
        </w:rPr>
        <w:t xml:space="preserve"> ( خمس معلومات ) سے منسوخ ہو گئي ، پھر بھى اس</w:t>
      </w:r>
      <w:r w:rsidR="0097280A">
        <w:rPr>
          <w:rtl/>
        </w:rPr>
        <w:t xml:space="preserve"> آيت</w:t>
      </w:r>
      <w:r>
        <w:rPr>
          <w:rtl/>
        </w:rPr>
        <w:t xml:space="preserve"> كى بعد وفات رسول (ص) تلاوت ہوتى رہى _ </w:t>
      </w:r>
    </w:p>
    <w:p w:rsidR="00376422" w:rsidRDefault="00376422" w:rsidP="00E67399">
      <w:pPr>
        <w:pStyle w:val="libNormal"/>
        <w:rPr>
          <w:rtl/>
        </w:rPr>
      </w:pPr>
      <w:r>
        <w:rPr>
          <w:rtl/>
        </w:rPr>
        <w:t>عالم اہلسنت اور صحيح مسلم كے شارح نووى كہتے ہي</w:t>
      </w:r>
      <w:r w:rsidR="00B365A1">
        <w:rPr>
          <w:rtl/>
        </w:rPr>
        <w:t xml:space="preserve">ں </w:t>
      </w:r>
      <w:r>
        <w:rPr>
          <w:rtl/>
        </w:rPr>
        <w:t xml:space="preserve">: </w:t>
      </w:r>
    </w:p>
    <w:p w:rsidR="00376422" w:rsidRDefault="00376422" w:rsidP="00E67399">
      <w:pPr>
        <w:pStyle w:val="libNormal"/>
        <w:rPr>
          <w:rtl/>
        </w:rPr>
      </w:pPr>
      <w:r>
        <w:rPr>
          <w:rtl/>
        </w:rPr>
        <w:t>اس روايت كا مطلب يہ ہے كہ عشر رضعات خمس معلومات سے منسوخ ہوئي ، جو رسول اكرم (ص) كى اخرى زندگى مي</w:t>
      </w:r>
      <w:r w:rsidR="00B365A1">
        <w:rPr>
          <w:rtl/>
        </w:rPr>
        <w:t xml:space="preserve">ں </w:t>
      </w:r>
      <w:r>
        <w:rPr>
          <w:rtl/>
        </w:rPr>
        <w:t>نازل ہوئي تھى ، اور بعض لوگ ( عشر رضعات كو ) قران كى</w:t>
      </w:r>
      <w:r w:rsidR="0097280A">
        <w:rPr>
          <w:rtl/>
        </w:rPr>
        <w:t xml:space="preserve"> آيت</w:t>
      </w:r>
      <w:r>
        <w:rPr>
          <w:rtl/>
        </w:rPr>
        <w:t xml:space="preserve"> سمجھ كر تلاوت كرتے رہے اور انكو معلوم نہ ہو سكا كہ يہ</w:t>
      </w:r>
      <w:r w:rsidR="0097280A">
        <w:rPr>
          <w:rtl/>
        </w:rPr>
        <w:t xml:space="preserve"> آيت</w:t>
      </w:r>
      <w:r>
        <w:rPr>
          <w:rtl/>
        </w:rPr>
        <w:t xml:space="preserve"> منسوخ ہو گئي ہے _ </w:t>
      </w:r>
    </w:p>
    <w:p w:rsidR="00376422" w:rsidRDefault="00376422" w:rsidP="00E67399">
      <w:pPr>
        <w:pStyle w:val="libNormal"/>
        <w:rPr>
          <w:rtl/>
        </w:rPr>
      </w:pPr>
      <w:r>
        <w:rPr>
          <w:rtl/>
        </w:rPr>
        <w:t>اس كے بعد نووى ،شافعى اور مالكى فقہى نظريہ كے اختلاف كو بيان كرنے كے بعد قول مالكى كو بيان كرتے ہي</w:t>
      </w:r>
      <w:r w:rsidR="00B365A1">
        <w:rPr>
          <w:rtl/>
        </w:rPr>
        <w:t xml:space="preserve">ں </w:t>
      </w:r>
      <w:r>
        <w:rPr>
          <w:rtl/>
        </w:rPr>
        <w:t>كہ ايك ادمى كے كہنے سے الفاظ و</w:t>
      </w:r>
      <w:r w:rsidR="00831D2C">
        <w:rPr>
          <w:rtl/>
        </w:rPr>
        <w:t xml:space="preserve"> آيا </w:t>
      </w:r>
      <w:r>
        <w:rPr>
          <w:rtl/>
        </w:rPr>
        <w:t xml:space="preserve">ت قرانى ثابت ہو جائے گى _ </w:t>
      </w:r>
    </w:p>
    <w:p w:rsidR="00376422" w:rsidRDefault="00376422" w:rsidP="00E67399">
      <w:pPr>
        <w:pStyle w:val="libNormal"/>
        <w:rPr>
          <w:rtl/>
        </w:rPr>
      </w:pPr>
      <w:r>
        <w:rPr>
          <w:rtl/>
        </w:rPr>
        <w:t>پھر قاضى عياض كى بات كو نقل كيا ہے كہ ،جوانو</w:t>
      </w:r>
      <w:r w:rsidR="00B365A1">
        <w:rPr>
          <w:rtl/>
        </w:rPr>
        <w:t xml:space="preserve">ں </w:t>
      </w:r>
      <w:r>
        <w:rPr>
          <w:rtl/>
        </w:rPr>
        <w:t>نے جو دودھ پيا ہوگا وہ اس طريقے سے كہ عورتو</w:t>
      </w:r>
      <w:r w:rsidR="00B365A1">
        <w:rPr>
          <w:rtl/>
        </w:rPr>
        <w:t xml:space="preserve">ں </w:t>
      </w:r>
      <w:r>
        <w:rPr>
          <w:rtl/>
        </w:rPr>
        <w:t>نے اپنے شير كو پيالے مي</w:t>
      </w:r>
      <w:r w:rsidR="00B365A1">
        <w:rPr>
          <w:rtl/>
        </w:rPr>
        <w:t xml:space="preserve">ں </w:t>
      </w:r>
      <w:r>
        <w:rPr>
          <w:rtl/>
        </w:rPr>
        <w:t>نچوڑ كر انكو پلايا ہوگا نہ كہ پستان مي</w:t>
      </w:r>
      <w:r w:rsidR="00B365A1">
        <w:rPr>
          <w:rtl/>
        </w:rPr>
        <w:t xml:space="preserve">ں </w:t>
      </w:r>
      <w:r>
        <w:rPr>
          <w:rtl/>
        </w:rPr>
        <w:t xml:space="preserve">منھ لگا كر </w:t>
      </w:r>
      <w:r w:rsidRPr="00C00E6D">
        <w:rPr>
          <w:rStyle w:val="libFootnotenumChar"/>
          <w:rtl/>
        </w:rPr>
        <w:t>(42)</w:t>
      </w:r>
      <w:r>
        <w:rPr>
          <w:rtl/>
        </w:rPr>
        <w:t xml:space="preserve">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41_صحيح مسلم ج10 ص 30 _ 29 </w:t>
      </w:r>
    </w:p>
    <w:p w:rsidR="006F0ADE" w:rsidRDefault="006F0ADE" w:rsidP="00E67399">
      <w:pPr>
        <w:pStyle w:val="libFootnote"/>
        <w:rPr>
          <w:rtl/>
        </w:rPr>
      </w:pPr>
      <w:r>
        <w:rPr>
          <w:rtl/>
        </w:rPr>
        <w:t xml:space="preserve">42_عقد الفريد ج4 ص 15 ، شرح نہج البلاغہ ج3 ص 7 </w:t>
      </w:r>
    </w:p>
    <w:p w:rsidR="004D7C7D" w:rsidRDefault="004D7C7D" w:rsidP="00E67399">
      <w:pPr>
        <w:pStyle w:val="libPoemTini"/>
        <w:rPr>
          <w:rtl/>
        </w:rPr>
      </w:pPr>
      <w:r>
        <w:rPr>
          <w:rtl/>
        </w:rPr>
        <w:br w:type="page"/>
      </w:r>
    </w:p>
    <w:p w:rsidR="00376422" w:rsidRDefault="00376422" w:rsidP="00E67399">
      <w:pPr>
        <w:pStyle w:val="libNormal"/>
        <w:rPr>
          <w:rtl/>
        </w:rPr>
      </w:pPr>
      <w:r>
        <w:rPr>
          <w:rtl/>
        </w:rPr>
        <w:lastRenderedPageBreak/>
        <w:t>ام المومنين عائشه مسئلہ رضاعت مي</w:t>
      </w:r>
      <w:r w:rsidR="00B365A1">
        <w:rPr>
          <w:rtl/>
        </w:rPr>
        <w:t xml:space="preserve">ں </w:t>
      </w:r>
      <w:r>
        <w:rPr>
          <w:rtl/>
        </w:rPr>
        <w:t>تمام ازواج رسول(ص) كى مورد انتقاد بنى رہي</w:t>
      </w:r>
      <w:r w:rsidR="00B365A1">
        <w:rPr>
          <w:rtl/>
        </w:rPr>
        <w:t xml:space="preserve">ں </w:t>
      </w:r>
      <w:r>
        <w:rPr>
          <w:rtl/>
        </w:rPr>
        <w:t>پھربھى اپنے نرالے فتوے پر عمل كرتى رہي</w:t>
      </w:r>
      <w:r w:rsidR="00B365A1">
        <w:rPr>
          <w:rtl/>
        </w:rPr>
        <w:t xml:space="preserve">ں </w:t>
      </w:r>
      <w:r>
        <w:rPr>
          <w:rtl/>
        </w:rPr>
        <w:t xml:space="preserve">_ </w:t>
      </w:r>
    </w:p>
    <w:p w:rsidR="00376422" w:rsidRDefault="00376422" w:rsidP="00E67399">
      <w:pPr>
        <w:pStyle w:val="libNormal"/>
        <w:rPr>
          <w:rtl/>
        </w:rPr>
      </w:pPr>
    </w:p>
    <w:p w:rsidR="00376422" w:rsidRDefault="00376422" w:rsidP="00E67399">
      <w:pPr>
        <w:pStyle w:val="Heading2Center"/>
        <w:rPr>
          <w:rtl/>
        </w:rPr>
      </w:pPr>
      <w:bookmarkStart w:id="68" w:name="_Toc531605696"/>
      <w:r>
        <w:rPr>
          <w:rtl/>
        </w:rPr>
        <w:t>عائشه كى زندگى كے چند گوشے</w:t>
      </w:r>
      <w:bookmarkEnd w:id="68"/>
    </w:p>
    <w:p w:rsidR="00376422" w:rsidRDefault="00376422" w:rsidP="00E67399">
      <w:pPr>
        <w:pStyle w:val="libNormal"/>
        <w:rPr>
          <w:rtl/>
        </w:rPr>
      </w:pPr>
      <w:r>
        <w:rPr>
          <w:rtl/>
        </w:rPr>
        <w:t>عائشه اپنى سارى زندگى تاريك و بھيانك ماحول اور مشكلات مي</w:t>
      </w:r>
      <w:r w:rsidR="00B365A1">
        <w:rPr>
          <w:rtl/>
        </w:rPr>
        <w:t xml:space="preserve">ں </w:t>
      </w:r>
      <w:r>
        <w:rPr>
          <w:rtl/>
        </w:rPr>
        <w:t>گذارنے كے باوجود اپنى ذہانت و فطانت سے مزاج كلام اور طنز كو خوب سمجھتى تھي</w:t>
      </w:r>
      <w:r w:rsidR="00B365A1">
        <w:rPr>
          <w:rtl/>
        </w:rPr>
        <w:t xml:space="preserve">ں </w:t>
      </w:r>
      <w:r>
        <w:rPr>
          <w:rtl/>
        </w:rPr>
        <w:t>، اس سلسلہ مي</w:t>
      </w:r>
      <w:r w:rsidR="00B365A1">
        <w:rPr>
          <w:rtl/>
        </w:rPr>
        <w:t xml:space="preserve">ں </w:t>
      </w:r>
      <w:r>
        <w:rPr>
          <w:rtl/>
        </w:rPr>
        <w:t>تاريخ كے دامن مي</w:t>
      </w:r>
      <w:r w:rsidR="00B365A1">
        <w:rPr>
          <w:rtl/>
        </w:rPr>
        <w:t xml:space="preserve">ں </w:t>
      </w:r>
      <w:r>
        <w:rPr>
          <w:rtl/>
        </w:rPr>
        <w:t>ان كے واقعات يادگارى حيثيت سے اج بھى موجود ہي</w:t>
      </w:r>
      <w:r w:rsidR="00B365A1">
        <w:rPr>
          <w:rtl/>
        </w:rPr>
        <w:t xml:space="preserve">ں </w:t>
      </w:r>
      <w:r>
        <w:rPr>
          <w:rtl/>
        </w:rPr>
        <w:t xml:space="preserve">_ </w:t>
      </w:r>
    </w:p>
    <w:p w:rsidR="00376422" w:rsidRDefault="00376422" w:rsidP="00E67399">
      <w:pPr>
        <w:pStyle w:val="libNormal"/>
        <w:rPr>
          <w:rtl/>
        </w:rPr>
      </w:pPr>
      <w:r>
        <w:rPr>
          <w:rtl/>
        </w:rPr>
        <w:t>ابن عبد ربہ اپنى مشہور كتاب عقد الفريد مي</w:t>
      </w:r>
      <w:r w:rsidR="00B365A1">
        <w:rPr>
          <w:rtl/>
        </w:rPr>
        <w:t xml:space="preserve">ں </w:t>
      </w:r>
      <w:r>
        <w:rPr>
          <w:rtl/>
        </w:rPr>
        <w:t>لكھتے ہي</w:t>
      </w:r>
      <w:r w:rsidR="00B365A1">
        <w:rPr>
          <w:rtl/>
        </w:rPr>
        <w:t xml:space="preserve">ں </w:t>
      </w:r>
      <w:r>
        <w:rPr>
          <w:rtl/>
        </w:rPr>
        <w:t xml:space="preserve">: </w:t>
      </w:r>
    </w:p>
    <w:p w:rsidR="00376422" w:rsidRDefault="00376422" w:rsidP="00E67399">
      <w:pPr>
        <w:pStyle w:val="libNormal"/>
        <w:rPr>
          <w:rtl/>
        </w:rPr>
      </w:pPr>
      <w:r>
        <w:rPr>
          <w:rtl/>
        </w:rPr>
        <w:t>ايك روز حسن (ع) بن على (ع) معاويہ كے پاس گئے عبد اللہ بن زبير اور ابو سعيد بن عقيل پہلے ہى سے وہا</w:t>
      </w:r>
      <w:r w:rsidR="00B365A1">
        <w:rPr>
          <w:rtl/>
        </w:rPr>
        <w:t xml:space="preserve">ں </w:t>
      </w:r>
      <w:r>
        <w:rPr>
          <w:rtl/>
        </w:rPr>
        <w:t>بيٹھے ہوئے تھے ، جيسے ہى امام حسن (ع) تشريف فرما ہوئے معاويہ نے پوچھا ، اے ابا محمد (ص) على (ع) و زبير مي</w:t>
      </w:r>
      <w:r w:rsidR="00B365A1">
        <w:rPr>
          <w:rtl/>
        </w:rPr>
        <w:t xml:space="preserve">ں </w:t>
      </w:r>
      <w:r>
        <w:rPr>
          <w:rtl/>
        </w:rPr>
        <w:t xml:space="preserve">كون بڑا تھا _ </w:t>
      </w:r>
    </w:p>
    <w:p w:rsidR="00376422" w:rsidRDefault="00376422" w:rsidP="00E67399">
      <w:pPr>
        <w:pStyle w:val="libNormal"/>
        <w:rPr>
          <w:rtl/>
        </w:rPr>
      </w:pPr>
      <w:r>
        <w:rPr>
          <w:rtl/>
        </w:rPr>
        <w:t>امام (ع) نے جواب ديا ، سن كے اعتبار سے دونو</w:t>
      </w:r>
      <w:r w:rsidR="00B365A1">
        <w:rPr>
          <w:rtl/>
        </w:rPr>
        <w:t xml:space="preserve">ں </w:t>
      </w:r>
      <w:r>
        <w:rPr>
          <w:rtl/>
        </w:rPr>
        <w:t xml:space="preserve">برابر تھے ليكن عظمت و منزلت كے اعتبار سے على (ع) بڑے تھے _ </w:t>
      </w:r>
    </w:p>
    <w:p w:rsidR="00376422" w:rsidRDefault="00376422" w:rsidP="00E67399">
      <w:pPr>
        <w:pStyle w:val="libNormal"/>
        <w:rPr>
          <w:rtl/>
        </w:rPr>
      </w:pPr>
      <w:r>
        <w:rPr>
          <w:rtl/>
        </w:rPr>
        <w:t>عبد اللہ بن زبير نے كہا ، خدا زبير پر اپنى رحمت نازل كرے_، امام عليہ السلام اس بات پر مسكرائے اور اس كے پس منظر مي</w:t>
      </w:r>
      <w:r w:rsidR="00B365A1">
        <w:rPr>
          <w:rtl/>
        </w:rPr>
        <w:t xml:space="preserve">ں </w:t>
      </w:r>
      <w:r>
        <w:rPr>
          <w:rtl/>
        </w:rPr>
        <w:t>معاويہ كى سياست كو بھانپ ليا ، ليكن ابو سعيد بن عقيل غصے مي</w:t>
      </w:r>
      <w:r w:rsidR="00B365A1">
        <w:rPr>
          <w:rtl/>
        </w:rPr>
        <w:t xml:space="preserve">ں </w:t>
      </w:r>
      <w:r>
        <w:rPr>
          <w:rtl/>
        </w:rPr>
        <w:t>اكر كہنے لگے كہ ، على (ع) و زبير كى باتو</w:t>
      </w:r>
      <w:r w:rsidR="00B365A1">
        <w:rPr>
          <w:rtl/>
        </w:rPr>
        <w:t xml:space="preserve">ں </w:t>
      </w:r>
      <w:r>
        <w:rPr>
          <w:rtl/>
        </w:rPr>
        <w:t>كو چھوڑو ، على (ع) نے لوگو</w:t>
      </w:r>
      <w:r w:rsidR="00B365A1">
        <w:rPr>
          <w:rtl/>
        </w:rPr>
        <w:t xml:space="preserve">ں </w:t>
      </w:r>
      <w:r>
        <w:rPr>
          <w:rtl/>
        </w:rPr>
        <w:t>كو اس امر كى طرف دعوت دى جسكے خود امام و پيشوا تھے ليكن زبير نے لوگو</w:t>
      </w:r>
      <w:r w:rsidR="00B365A1">
        <w:rPr>
          <w:rtl/>
        </w:rPr>
        <w:t xml:space="preserve">ں </w:t>
      </w:r>
      <w:r>
        <w:rPr>
          <w:rtl/>
        </w:rPr>
        <w:t xml:space="preserve">كو اس طرف بلايا جس كى رياست و پيشوائي كا عہدہ ايك عورت كى گردن پر تھا ؟ </w:t>
      </w:r>
    </w:p>
    <w:p w:rsidR="00376422" w:rsidRDefault="00376422" w:rsidP="00E67399">
      <w:pPr>
        <w:pStyle w:val="libNormal"/>
        <w:rPr>
          <w:rtl/>
        </w:rPr>
      </w:pPr>
      <w:r>
        <w:rPr>
          <w:rtl/>
        </w:rPr>
        <w:t>جس گھڑى دونو</w:t>
      </w:r>
      <w:r w:rsidR="00B365A1">
        <w:rPr>
          <w:rtl/>
        </w:rPr>
        <w:t xml:space="preserve">ں </w:t>
      </w:r>
      <w:r>
        <w:rPr>
          <w:rtl/>
        </w:rPr>
        <w:t>لشكرو</w:t>
      </w:r>
      <w:r w:rsidR="00B365A1">
        <w:rPr>
          <w:rtl/>
        </w:rPr>
        <w:t xml:space="preserve">ں </w:t>
      </w:r>
      <w:r>
        <w:rPr>
          <w:rtl/>
        </w:rPr>
        <w:t>مي</w:t>
      </w:r>
      <w:r w:rsidR="00B365A1">
        <w:rPr>
          <w:rtl/>
        </w:rPr>
        <w:t xml:space="preserve">ں </w:t>
      </w:r>
      <w:r>
        <w:rPr>
          <w:rtl/>
        </w:rPr>
        <w:t>گھمسان كى جنگ ہوئي تو زبير نے جنگ سے فرار اختيار كيا اور قبل اسكے كہ حق كى پيروى كرتے ايك شخص نے ان كو مار ڈالا اگر زبير كا مقابلہ ان كے قاتل سے كيا جائے تو بھى وہ اس سے ايك بالشت چھوٹے ہى نظر ائي</w:t>
      </w:r>
      <w:r w:rsidR="00B365A1">
        <w:rPr>
          <w:rtl/>
        </w:rPr>
        <w:t xml:space="preserve">ں </w:t>
      </w:r>
      <w:r>
        <w:rPr>
          <w:rtl/>
        </w:rPr>
        <w:t>گے ، قاتل نے ان كے سر كو تن سے جدا كيا پھر امام (ع) ( على (ع) ) كى خدمت مي</w:t>
      </w:r>
      <w:r w:rsidR="00B365A1">
        <w:rPr>
          <w:rtl/>
        </w:rPr>
        <w:t xml:space="preserve">ں </w:t>
      </w:r>
      <w:r>
        <w:rPr>
          <w:rtl/>
        </w:rPr>
        <w:t>تحفةََ پيش كيا ، مگر امام (ع) كا كردار جس طرح لشكر رسول (ص) مي</w:t>
      </w:r>
      <w:r w:rsidR="00B365A1">
        <w:rPr>
          <w:rtl/>
        </w:rPr>
        <w:t xml:space="preserve">ں </w:t>
      </w:r>
      <w:r>
        <w:rPr>
          <w:rtl/>
        </w:rPr>
        <w:t xml:space="preserve">تھا اسى طرح اس دن بھى تھا پس خدا على (ع) پر رحمت نازل كرے نہ كہ زبير پر ؟ </w:t>
      </w:r>
    </w:p>
    <w:p w:rsidR="004D7C7D" w:rsidRDefault="00376422" w:rsidP="00E67399">
      <w:pPr>
        <w:pStyle w:val="libNormal"/>
        <w:rPr>
          <w:rtl/>
        </w:rPr>
      </w:pPr>
      <w:r>
        <w:rPr>
          <w:rtl/>
        </w:rPr>
        <w:t>عبد اللہ بن زبير نے كہا ، خدا كى قسم ، اگر تمھارے علاوہ كوئي اور ہوتا تو مي</w:t>
      </w:r>
      <w:r w:rsidR="00B365A1">
        <w:rPr>
          <w:rtl/>
        </w:rPr>
        <w:t xml:space="preserve">ں </w:t>
      </w:r>
      <w:r>
        <w:rPr>
          <w:rtl/>
        </w:rPr>
        <w:t>اس كو بتا ديتا ، ابو سعيد نے كہا ، امام حسن نے تمھارا خيال صرف اس لئے كيا كيونكہ تم سن مي</w:t>
      </w:r>
      <w:r w:rsidR="00B365A1">
        <w:rPr>
          <w:rtl/>
        </w:rPr>
        <w:t xml:space="preserve">ں </w:t>
      </w:r>
      <w:r>
        <w:rPr>
          <w:rtl/>
        </w:rPr>
        <w:t>بڑے ہو اور يہى وجہ ہے كہ انھو</w:t>
      </w:r>
      <w:r w:rsidR="00B365A1">
        <w:rPr>
          <w:rtl/>
        </w:rPr>
        <w:t xml:space="preserve">ں </w:t>
      </w:r>
      <w:r>
        <w:rPr>
          <w:rtl/>
        </w:rPr>
        <w:t>نے تم كو جواب نہي</w:t>
      </w:r>
      <w:r w:rsidR="00B365A1">
        <w:rPr>
          <w:rtl/>
        </w:rPr>
        <w:t xml:space="preserve">ں </w:t>
      </w:r>
      <w:r>
        <w:rPr>
          <w:rtl/>
        </w:rPr>
        <w:t>ديا لہذا مي</w:t>
      </w:r>
      <w:r w:rsidR="00B365A1">
        <w:rPr>
          <w:rtl/>
        </w:rPr>
        <w:t xml:space="preserve">ں </w:t>
      </w:r>
      <w:r>
        <w:rPr>
          <w:rtl/>
        </w:rPr>
        <w:t>مجبور ہوا كہ تمھارا جواب دو</w:t>
      </w:r>
      <w:r w:rsidR="00B365A1">
        <w:rPr>
          <w:rtl/>
        </w:rPr>
        <w:t xml:space="preserve">ں </w:t>
      </w:r>
      <w:r>
        <w:rPr>
          <w:rtl/>
        </w:rPr>
        <w:t xml:space="preserve">_ </w:t>
      </w:r>
    </w:p>
    <w:p w:rsidR="004D7C7D" w:rsidRDefault="004D7C7D"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اس قضيہ كى خبر عائشه تك پہونچى ، ايك روز ابو سعيد كا گذر ان كے گھر كى طرف سے ہوا ، انھو</w:t>
      </w:r>
      <w:r w:rsidR="00B365A1">
        <w:rPr>
          <w:rtl/>
        </w:rPr>
        <w:t xml:space="preserve">ں </w:t>
      </w:r>
      <w:r>
        <w:rPr>
          <w:rtl/>
        </w:rPr>
        <w:t>نے ہانك لگائي ، اے احول _ اے خبيث _</w:t>
      </w:r>
      <w:r w:rsidR="00831D2C">
        <w:rPr>
          <w:rtl/>
        </w:rPr>
        <w:t xml:space="preserve"> آيا </w:t>
      </w:r>
      <w:r>
        <w:rPr>
          <w:rtl/>
        </w:rPr>
        <w:t xml:space="preserve"> تم وہى ہو جس نے ميرے بھانجے كو برا بھلا كہا ہے _ </w:t>
      </w:r>
    </w:p>
    <w:p w:rsidR="00376422" w:rsidRDefault="00376422" w:rsidP="00E67399">
      <w:pPr>
        <w:pStyle w:val="libNormal"/>
        <w:rPr>
          <w:rtl/>
        </w:rPr>
      </w:pPr>
      <w:r>
        <w:rPr>
          <w:rtl/>
        </w:rPr>
        <w:t xml:space="preserve">ابو سعيد نے اس </w:t>
      </w:r>
      <w:r w:rsidR="00FF45BE">
        <w:rPr>
          <w:rtl/>
        </w:rPr>
        <w:t xml:space="preserve">آواز </w:t>
      </w:r>
      <w:r>
        <w:rPr>
          <w:rtl/>
        </w:rPr>
        <w:t xml:space="preserve"> پر چارو</w:t>
      </w:r>
      <w:r w:rsidR="00B365A1">
        <w:rPr>
          <w:rtl/>
        </w:rPr>
        <w:t xml:space="preserve">ں </w:t>
      </w:r>
      <w:r>
        <w:rPr>
          <w:rtl/>
        </w:rPr>
        <w:t>طرف نگاہ دوڑائي مگر جب كسى كو نہي</w:t>
      </w:r>
      <w:r w:rsidR="00B365A1">
        <w:rPr>
          <w:rtl/>
        </w:rPr>
        <w:t xml:space="preserve">ں </w:t>
      </w:r>
      <w:r>
        <w:rPr>
          <w:rtl/>
        </w:rPr>
        <w:t>پايا ، تو انہو</w:t>
      </w:r>
      <w:r w:rsidR="00B365A1">
        <w:rPr>
          <w:rtl/>
        </w:rPr>
        <w:t xml:space="preserve">ں </w:t>
      </w:r>
      <w:r>
        <w:rPr>
          <w:rtl/>
        </w:rPr>
        <w:t>نے ب</w:t>
      </w:r>
      <w:r w:rsidR="00FF45BE">
        <w:rPr>
          <w:rtl/>
        </w:rPr>
        <w:t xml:space="preserve">آواز </w:t>
      </w:r>
      <w:r>
        <w:rPr>
          <w:rtl/>
        </w:rPr>
        <w:t xml:space="preserve"> بلند كہا كہ ، شيطان تمھي</w:t>
      </w:r>
      <w:r w:rsidR="00B365A1">
        <w:rPr>
          <w:rtl/>
        </w:rPr>
        <w:t xml:space="preserve">ں </w:t>
      </w:r>
      <w:r>
        <w:rPr>
          <w:rtl/>
        </w:rPr>
        <w:t>ديكھ رہا ہے مگر تم اسكو ديكھنے كى قدرت نہي</w:t>
      </w:r>
      <w:r w:rsidR="00B365A1">
        <w:rPr>
          <w:rtl/>
        </w:rPr>
        <w:t xml:space="preserve">ں </w:t>
      </w:r>
      <w:r>
        <w:rPr>
          <w:rtl/>
        </w:rPr>
        <w:t xml:space="preserve">ركھتے ہو _ </w:t>
      </w:r>
    </w:p>
    <w:p w:rsidR="00376422" w:rsidRDefault="00376422" w:rsidP="00E67399">
      <w:pPr>
        <w:pStyle w:val="libNormal"/>
        <w:rPr>
          <w:rtl/>
        </w:rPr>
      </w:pPr>
      <w:r>
        <w:rPr>
          <w:rtl/>
        </w:rPr>
        <w:t xml:space="preserve">چونكہ </w:t>
      </w:r>
      <w:r w:rsidR="00FF45BE">
        <w:rPr>
          <w:rtl/>
        </w:rPr>
        <w:t xml:space="preserve">آواز </w:t>
      </w:r>
      <w:r>
        <w:rPr>
          <w:rtl/>
        </w:rPr>
        <w:t xml:space="preserve"> عائشه نے دى تھى لہذا اس جواب پر خوب ہنسي</w:t>
      </w:r>
      <w:r w:rsidR="00B365A1">
        <w:rPr>
          <w:rtl/>
        </w:rPr>
        <w:t xml:space="preserve">ں </w:t>
      </w:r>
      <w:r>
        <w:rPr>
          <w:rtl/>
        </w:rPr>
        <w:t>اور كہنے لگي</w:t>
      </w:r>
      <w:r w:rsidR="00B365A1">
        <w:rPr>
          <w:rtl/>
        </w:rPr>
        <w:t xml:space="preserve">ں </w:t>
      </w:r>
      <w:r>
        <w:rPr>
          <w:rtl/>
        </w:rPr>
        <w:t xml:space="preserve">، خدا تمہارى مغفرت كرے ، تيرى زبان كتنى تيز و تند ہے </w:t>
      </w:r>
      <w:r w:rsidRPr="00C00E6D">
        <w:rPr>
          <w:rStyle w:val="libFootnotenumChar"/>
          <w:rtl/>
        </w:rPr>
        <w:t>(43)</w:t>
      </w:r>
      <w:r>
        <w:rPr>
          <w:rtl/>
        </w:rPr>
        <w:t xml:space="preserve"> </w:t>
      </w:r>
    </w:p>
    <w:p w:rsidR="00376422" w:rsidRDefault="00376422" w:rsidP="00E67399">
      <w:pPr>
        <w:pStyle w:val="libNormal"/>
        <w:rPr>
          <w:rtl/>
        </w:rPr>
      </w:pPr>
      <w:r>
        <w:rPr>
          <w:rtl/>
        </w:rPr>
        <w:t>اگر اپ نے مذكورہ واقعہ پر غور كيا ہوگا تو معلوم ہوا ہوگا كہ معاويہ كى چال يہ تھى كہ امام حسن (ع) كو زبير كے بيٹے سے ٹكرا كر بغض و كينہ كى اگ لگا دے ، اور اسكى ہميشہ يہى سياست رہى كہ ايك سردار كو دوسرے كے خلاف بھڑكا دے ، اور ايسا ہى اس واقعہ مي</w:t>
      </w:r>
      <w:r w:rsidR="00B365A1">
        <w:rPr>
          <w:rtl/>
        </w:rPr>
        <w:t xml:space="preserve">ں </w:t>
      </w:r>
      <w:r>
        <w:rPr>
          <w:rtl/>
        </w:rPr>
        <w:t>ہوا كہ عبد اللہ بن زبير معاويہ كے دام فريب مي</w:t>
      </w:r>
      <w:r w:rsidR="00B365A1">
        <w:rPr>
          <w:rtl/>
        </w:rPr>
        <w:t xml:space="preserve">ں </w:t>
      </w:r>
      <w:r>
        <w:rPr>
          <w:rtl/>
        </w:rPr>
        <w:t>اگئے تھے ، ليكن امام (ع) معاويہ كى كامل شناخت ركھتے تھے ، لہذا اسكے جال مي</w:t>
      </w:r>
      <w:r w:rsidR="00B365A1">
        <w:rPr>
          <w:rtl/>
        </w:rPr>
        <w:t xml:space="preserve">ں </w:t>
      </w:r>
      <w:r>
        <w:rPr>
          <w:rtl/>
        </w:rPr>
        <w:t>نہي</w:t>
      </w:r>
      <w:r w:rsidR="00B365A1">
        <w:rPr>
          <w:rtl/>
        </w:rPr>
        <w:t>ں</w:t>
      </w:r>
      <w:r w:rsidR="00137FAB">
        <w:rPr>
          <w:rtl/>
        </w:rPr>
        <w:t xml:space="preserve"> آئے</w:t>
      </w:r>
      <w:r>
        <w:rPr>
          <w:rtl/>
        </w:rPr>
        <w:t xml:space="preserve"> ، اور اسى واقعہ مي</w:t>
      </w:r>
      <w:r w:rsidR="00B365A1">
        <w:rPr>
          <w:rtl/>
        </w:rPr>
        <w:t xml:space="preserve">ں </w:t>
      </w:r>
      <w:r>
        <w:rPr>
          <w:rtl/>
        </w:rPr>
        <w:t>اپ نے عائشه كا كردار بھى ملاحظہ فرمايا اگر عائشه كى سارى زندگى كے واقعات كو ايك جملہ مي</w:t>
      </w:r>
      <w:r w:rsidR="00B365A1">
        <w:rPr>
          <w:rtl/>
        </w:rPr>
        <w:t xml:space="preserve">ں </w:t>
      </w:r>
      <w:r>
        <w:rPr>
          <w:rtl/>
        </w:rPr>
        <w:t>سميٹا جائے تو يہ ہوگا كہ ، اپنو</w:t>
      </w:r>
      <w:r w:rsidR="00B365A1">
        <w:rPr>
          <w:rtl/>
        </w:rPr>
        <w:t xml:space="preserve">ں </w:t>
      </w:r>
      <w:r>
        <w:rPr>
          <w:rtl/>
        </w:rPr>
        <w:t>سے دوستى اور دشمن كے مقابلہ مي</w:t>
      </w:r>
      <w:r w:rsidR="00B365A1">
        <w:rPr>
          <w:rtl/>
        </w:rPr>
        <w:t xml:space="preserve">ں </w:t>
      </w:r>
      <w:r>
        <w:rPr>
          <w:rtl/>
        </w:rPr>
        <w:t>دشمنى ، عائشه كى زندگى مي</w:t>
      </w:r>
      <w:r w:rsidR="00B365A1">
        <w:rPr>
          <w:rtl/>
        </w:rPr>
        <w:t xml:space="preserve">ں </w:t>
      </w:r>
      <w:r>
        <w:rPr>
          <w:rtl/>
        </w:rPr>
        <w:t>ايسے واقعات نہ جانے كتنى مرتبہ پيش</w:t>
      </w:r>
      <w:r w:rsidR="00137FAB">
        <w:rPr>
          <w:rtl/>
        </w:rPr>
        <w:t xml:space="preserve"> آئے</w:t>
      </w:r>
      <w:r>
        <w:rPr>
          <w:rtl/>
        </w:rPr>
        <w:t xml:space="preserve"> ہي</w:t>
      </w:r>
      <w:r w:rsidR="00B365A1">
        <w:rPr>
          <w:rtl/>
        </w:rPr>
        <w:t xml:space="preserve">ں </w:t>
      </w:r>
      <w:r>
        <w:rPr>
          <w:rtl/>
        </w:rPr>
        <w:t>، جنھي</w:t>
      </w:r>
      <w:r w:rsidR="00B365A1">
        <w:rPr>
          <w:rtl/>
        </w:rPr>
        <w:t xml:space="preserve">ں </w:t>
      </w:r>
      <w:r>
        <w:rPr>
          <w:rtl/>
        </w:rPr>
        <w:t>خود احمد بن حنبل نے اپنى مسند مي</w:t>
      </w:r>
      <w:r w:rsidR="00B365A1">
        <w:rPr>
          <w:rtl/>
        </w:rPr>
        <w:t xml:space="preserve">ں </w:t>
      </w:r>
      <w:r>
        <w:rPr>
          <w:rtl/>
        </w:rPr>
        <w:t>نقل كيا ہے وہ لكھتے ہي</w:t>
      </w:r>
      <w:r w:rsidR="00B365A1">
        <w:rPr>
          <w:rtl/>
        </w:rPr>
        <w:t xml:space="preserve">ں </w:t>
      </w:r>
      <w:r>
        <w:rPr>
          <w:rtl/>
        </w:rPr>
        <w:t xml:space="preserve">: </w:t>
      </w:r>
    </w:p>
    <w:p w:rsidR="00376422" w:rsidRDefault="00376422" w:rsidP="00E67399">
      <w:pPr>
        <w:pStyle w:val="libNormal"/>
        <w:rPr>
          <w:rtl/>
        </w:rPr>
      </w:pPr>
      <w:r>
        <w:rPr>
          <w:rtl/>
        </w:rPr>
        <w:t>عمار ياسر كے ساتھ مالك اشتر عائشه كے گھر گئے ، جب گھر مي</w:t>
      </w:r>
      <w:r w:rsidR="00B365A1">
        <w:rPr>
          <w:rtl/>
        </w:rPr>
        <w:t xml:space="preserve">ں </w:t>
      </w:r>
      <w:r>
        <w:rPr>
          <w:rtl/>
        </w:rPr>
        <w:t>داخل ہوئے تو عمار ياسر نے ام المومنين كہہ كر خطاب كيا ، عائشه نے كہا ، مي</w:t>
      </w:r>
      <w:r w:rsidR="00B365A1">
        <w:rPr>
          <w:rtl/>
        </w:rPr>
        <w:t xml:space="preserve">ں </w:t>
      </w:r>
      <w:r>
        <w:rPr>
          <w:rtl/>
        </w:rPr>
        <w:t>تمہارى ما</w:t>
      </w:r>
      <w:r w:rsidR="00B365A1">
        <w:rPr>
          <w:rtl/>
        </w:rPr>
        <w:t xml:space="preserve">ں </w:t>
      </w:r>
      <w:r>
        <w:rPr>
          <w:rtl/>
        </w:rPr>
        <w:t>نہي</w:t>
      </w:r>
      <w:r w:rsidR="00B365A1">
        <w:rPr>
          <w:rtl/>
        </w:rPr>
        <w:t xml:space="preserve">ں </w:t>
      </w:r>
      <w:r>
        <w:rPr>
          <w:rtl/>
        </w:rPr>
        <w:t>ہو</w:t>
      </w:r>
      <w:r w:rsidR="00B365A1">
        <w:rPr>
          <w:rtl/>
        </w:rPr>
        <w:t xml:space="preserve">ں </w:t>
      </w:r>
      <w:r>
        <w:rPr>
          <w:rtl/>
        </w:rPr>
        <w:t>، عمار نے پوچھا ، اپ ہمارى ما</w:t>
      </w:r>
      <w:r w:rsidR="00B365A1">
        <w:rPr>
          <w:rtl/>
        </w:rPr>
        <w:t xml:space="preserve">ں </w:t>
      </w:r>
      <w:r>
        <w:rPr>
          <w:rtl/>
        </w:rPr>
        <w:t>كيو</w:t>
      </w:r>
      <w:r w:rsidR="00B365A1">
        <w:rPr>
          <w:rtl/>
        </w:rPr>
        <w:t xml:space="preserve">ں </w:t>
      </w:r>
      <w:r>
        <w:rPr>
          <w:rtl/>
        </w:rPr>
        <w:t>نہي</w:t>
      </w:r>
      <w:r w:rsidR="00B365A1">
        <w:rPr>
          <w:rtl/>
        </w:rPr>
        <w:t xml:space="preserve">ں </w:t>
      </w:r>
      <w:r>
        <w:rPr>
          <w:rtl/>
        </w:rPr>
        <w:t>ہي</w:t>
      </w:r>
      <w:r w:rsidR="00B365A1">
        <w:rPr>
          <w:rtl/>
        </w:rPr>
        <w:t xml:space="preserve">ں </w:t>
      </w:r>
      <w:r>
        <w:rPr>
          <w:rtl/>
        </w:rPr>
        <w:t>اور اس سے كڑا ہتى كيو</w:t>
      </w:r>
      <w:r w:rsidR="00B365A1">
        <w:rPr>
          <w:rtl/>
        </w:rPr>
        <w:t xml:space="preserve">ں </w:t>
      </w:r>
      <w:r>
        <w:rPr>
          <w:rtl/>
        </w:rPr>
        <w:t>ہي</w:t>
      </w:r>
      <w:r w:rsidR="00B365A1">
        <w:rPr>
          <w:rtl/>
        </w:rPr>
        <w:t xml:space="preserve">ں </w:t>
      </w:r>
      <w:r>
        <w:rPr>
          <w:rtl/>
        </w:rPr>
        <w:t xml:space="preserve">_ </w:t>
      </w:r>
    </w:p>
    <w:p w:rsidR="00376422" w:rsidRDefault="00376422" w:rsidP="00E67399">
      <w:pPr>
        <w:pStyle w:val="libNormal"/>
        <w:rPr>
          <w:rtl/>
        </w:rPr>
      </w:pPr>
      <w:r>
        <w:rPr>
          <w:rtl/>
        </w:rPr>
        <w:t>عائشه نے سوال كيا كہ يہ تمہارے ساتھ كون ہے ، عمار نے كہا ، مالك اشتر ہي</w:t>
      </w:r>
      <w:r w:rsidR="00B365A1">
        <w:rPr>
          <w:rtl/>
        </w:rPr>
        <w:t xml:space="preserve">ں </w:t>
      </w:r>
    </w:p>
    <w:p w:rsidR="00376422" w:rsidRDefault="00376422" w:rsidP="00E67399">
      <w:pPr>
        <w:pStyle w:val="libNormal"/>
        <w:rPr>
          <w:rtl/>
        </w:rPr>
      </w:pPr>
      <w:r>
        <w:rPr>
          <w:rtl/>
        </w:rPr>
        <w:t xml:space="preserve">عائشه نے مالك اشتر سے كہا كہ ، تم وہى مالك اشتر ہو جو ميرے بھانجے كو قتل كرنا چاہتے تھے _ </w:t>
      </w:r>
    </w:p>
    <w:p w:rsidR="00376422" w:rsidRDefault="00376422" w:rsidP="00E67399">
      <w:pPr>
        <w:pStyle w:val="libNormal"/>
        <w:rPr>
          <w:rtl/>
        </w:rPr>
      </w:pPr>
      <w:r>
        <w:rPr>
          <w:rtl/>
        </w:rPr>
        <w:t>مالك اشتر نے كہا _ جى ہا</w:t>
      </w:r>
      <w:r w:rsidR="00B365A1">
        <w:rPr>
          <w:rtl/>
        </w:rPr>
        <w:t xml:space="preserve">ں </w:t>
      </w:r>
      <w:r>
        <w:rPr>
          <w:rtl/>
        </w:rPr>
        <w:t>_ وہ مجھے قتل كرنا چاہتا تھا لہذا مي</w:t>
      </w:r>
      <w:r w:rsidR="00B365A1">
        <w:rPr>
          <w:rtl/>
        </w:rPr>
        <w:t xml:space="preserve">ں </w:t>
      </w:r>
      <w:r>
        <w:rPr>
          <w:rtl/>
        </w:rPr>
        <w:t xml:space="preserve">بھى ايسا ہى كرنا چاہتا تھا _ </w:t>
      </w:r>
    </w:p>
    <w:p w:rsidR="00376422" w:rsidRDefault="00376422" w:rsidP="00E67399">
      <w:pPr>
        <w:pStyle w:val="libNormal"/>
        <w:rPr>
          <w:rtl/>
        </w:rPr>
      </w:pPr>
      <w:r>
        <w:rPr>
          <w:rtl/>
        </w:rPr>
        <w:t>عائشه نے كہا _ اگر تم اسكو مار ڈالتے تو ہر گز نيك و صالح نہ ہوتے كيونكہ مي</w:t>
      </w:r>
      <w:r w:rsidR="00B365A1">
        <w:rPr>
          <w:rtl/>
        </w:rPr>
        <w:t xml:space="preserve">ں </w:t>
      </w:r>
      <w:r>
        <w:rPr>
          <w:rtl/>
        </w:rPr>
        <w:t xml:space="preserve">نے پيغمبر(ص) اسلام سے سنا ہے كہ اپ (ص) نے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43_مسند احمد ج6 ص 205 </w:t>
      </w:r>
    </w:p>
    <w:p w:rsidR="004D7C7D" w:rsidRDefault="004D7C7D" w:rsidP="00E67399">
      <w:pPr>
        <w:pStyle w:val="libPoemTini"/>
        <w:rPr>
          <w:rtl/>
        </w:rPr>
      </w:pPr>
      <w:r>
        <w:rPr>
          <w:rtl/>
        </w:rPr>
        <w:br w:type="page"/>
      </w:r>
    </w:p>
    <w:p w:rsidR="004D7C7D" w:rsidRDefault="004D7C7D" w:rsidP="00E67399">
      <w:pPr>
        <w:pStyle w:val="libNormal"/>
        <w:rPr>
          <w:rtl/>
        </w:rPr>
      </w:pPr>
    </w:p>
    <w:p w:rsidR="00376422" w:rsidRDefault="00376422" w:rsidP="00E67399">
      <w:pPr>
        <w:pStyle w:val="libNormal"/>
        <w:rPr>
          <w:rtl/>
        </w:rPr>
      </w:pPr>
      <w:r>
        <w:rPr>
          <w:rtl/>
        </w:rPr>
        <w:t>فرمايا: تين صورتو</w:t>
      </w:r>
      <w:r w:rsidR="00B365A1">
        <w:rPr>
          <w:rtl/>
        </w:rPr>
        <w:t xml:space="preserve">ں </w:t>
      </w:r>
      <w:r>
        <w:rPr>
          <w:rtl/>
        </w:rPr>
        <w:t>مي</w:t>
      </w:r>
      <w:r w:rsidR="00B365A1">
        <w:rPr>
          <w:rtl/>
        </w:rPr>
        <w:t xml:space="preserve">ں </w:t>
      </w:r>
      <w:r>
        <w:rPr>
          <w:rtl/>
        </w:rPr>
        <w:t xml:space="preserve">مسلمان كو قتل كرنا جائز ہے ، اگر كوئي قتل كرے تو ا س كو قتل كرنا جائز ہے يا كوئي شخص بيوى ركھنے كے باوجود زنا كرے تو خون بہانا جائز ہے يا مسلمان ہونے كے بعد مرتد ہو جائے تو اسكو مار دينا چاہيئے </w:t>
      </w:r>
      <w:r w:rsidRPr="00C00E6D">
        <w:rPr>
          <w:rStyle w:val="libFootnotenumChar"/>
          <w:rtl/>
        </w:rPr>
        <w:t>(44)</w:t>
      </w:r>
      <w:r>
        <w:rPr>
          <w:rtl/>
        </w:rPr>
        <w:t xml:space="preserve"> </w:t>
      </w:r>
    </w:p>
    <w:p w:rsidR="00376422" w:rsidRDefault="00376422" w:rsidP="00E67399">
      <w:pPr>
        <w:pStyle w:val="libNormal"/>
        <w:rPr>
          <w:rtl/>
        </w:rPr>
      </w:pPr>
      <w:r>
        <w:rPr>
          <w:rtl/>
        </w:rPr>
        <w:t>يہا</w:t>
      </w:r>
      <w:r w:rsidR="00B365A1">
        <w:rPr>
          <w:rtl/>
        </w:rPr>
        <w:t xml:space="preserve">ں </w:t>
      </w:r>
      <w:r>
        <w:rPr>
          <w:rtl/>
        </w:rPr>
        <w:t>پر بہتر ہے كہ ہم عائشه سے سوال كري</w:t>
      </w:r>
      <w:r w:rsidR="00B365A1">
        <w:rPr>
          <w:rtl/>
        </w:rPr>
        <w:t xml:space="preserve">ں </w:t>
      </w:r>
      <w:r>
        <w:rPr>
          <w:rtl/>
        </w:rPr>
        <w:t>كہ ، اے ام المومنين ، اپ نے اس قول رسول(ص) كو اپنے بھانجے كے سلسلہ مي</w:t>
      </w:r>
      <w:r w:rsidR="00B365A1">
        <w:rPr>
          <w:rtl/>
        </w:rPr>
        <w:t xml:space="preserve">ں </w:t>
      </w:r>
      <w:r>
        <w:rPr>
          <w:rtl/>
        </w:rPr>
        <w:t>كيو</w:t>
      </w:r>
      <w:r w:rsidR="00B365A1">
        <w:rPr>
          <w:rtl/>
        </w:rPr>
        <w:t xml:space="preserve">ں </w:t>
      </w:r>
      <w:r>
        <w:rPr>
          <w:rtl/>
        </w:rPr>
        <w:t>نہي</w:t>
      </w:r>
      <w:r w:rsidR="00B365A1">
        <w:rPr>
          <w:rtl/>
        </w:rPr>
        <w:t xml:space="preserve">ں </w:t>
      </w:r>
      <w:r>
        <w:rPr>
          <w:rtl/>
        </w:rPr>
        <w:t xml:space="preserve">ياد ركھا كہ جس نے مالك اشتر جيسے نيك انسان كو قتل كرنا چاہا ؟ </w:t>
      </w:r>
    </w:p>
    <w:p w:rsidR="00376422" w:rsidRDefault="00376422" w:rsidP="00E67399">
      <w:pPr>
        <w:pStyle w:val="libNormal"/>
        <w:rPr>
          <w:rtl/>
        </w:rPr>
      </w:pPr>
      <w:r>
        <w:rPr>
          <w:rtl/>
        </w:rPr>
        <w:t>كيا مسلمان كے قتل كى حرمت صرف عبد اللہ بن زبير سے مخصوص تھى ، اور جو ہزارو</w:t>
      </w:r>
      <w:r w:rsidR="00B365A1">
        <w:rPr>
          <w:rtl/>
        </w:rPr>
        <w:t xml:space="preserve">ں </w:t>
      </w:r>
      <w:r>
        <w:rPr>
          <w:rtl/>
        </w:rPr>
        <w:t>بے گناہ مسلمان خواہشات نفسانى كے تحت جنگ مي</w:t>
      </w:r>
      <w:r w:rsidR="00B365A1">
        <w:rPr>
          <w:rtl/>
        </w:rPr>
        <w:t xml:space="preserve">ں </w:t>
      </w:r>
      <w:r>
        <w:rPr>
          <w:rtl/>
        </w:rPr>
        <w:t>مارے گئے كيا اس حكم مي</w:t>
      </w:r>
      <w:r w:rsidR="00B365A1">
        <w:rPr>
          <w:rtl/>
        </w:rPr>
        <w:t xml:space="preserve">ں </w:t>
      </w:r>
      <w:r>
        <w:rPr>
          <w:rtl/>
        </w:rPr>
        <w:t>شامل نہي</w:t>
      </w:r>
      <w:r w:rsidR="00B365A1">
        <w:rPr>
          <w:rtl/>
        </w:rPr>
        <w:t xml:space="preserve">ں </w:t>
      </w:r>
      <w:r>
        <w:rPr>
          <w:rtl/>
        </w:rPr>
        <w:t>تھے ، يا انكے خون خدا و اسلام كى نظر مي</w:t>
      </w:r>
      <w:r w:rsidR="00B365A1">
        <w:rPr>
          <w:rtl/>
        </w:rPr>
        <w:t xml:space="preserve">ں </w:t>
      </w:r>
      <w:r>
        <w:rPr>
          <w:rtl/>
        </w:rPr>
        <w:t xml:space="preserve">بے وقعت تھے _ </w:t>
      </w:r>
    </w:p>
    <w:p w:rsidR="00376422" w:rsidRDefault="00376422" w:rsidP="00E67399">
      <w:pPr>
        <w:pStyle w:val="libNormal"/>
        <w:rPr>
          <w:rtl/>
        </w:rPr>
      </w:pPr>
      <w:r>
        <w:rPr>
          <w:rtl/>
        </w:rPr>
        <w:t>عائشه كى زندگى كا ايك اور واقعہ جو ابھى تك تاريخ مي</w:t>
      </w:r>
      <w:r w:rsidR="00B365A1">
        <w:rPr>
          <w:rtl/>
        </w:rPr>
        <w:t xml:space="preserve">ں </w:t>
      </w:r>
      <w:r>
        <w:rPr>
          <w:rtl/>
        </w:rPr>
        <w:t>موجود ہے جس كو ابن عبد ربہ نے عقد الفريد مي</w:t>
      </w:r>
      <w:r w:rsidR="00B365A1">
        <w:rPr>
          <w:rtl/>
        </w:rPr>
        <w:t xml:space="preserve">ں </w:t>
      </w:r>
      <w:r>
        <w:rPr>
          <w:rtl/>
        </w:rPr>
        <w:t>يو</w:t>
      </w:r>
      <w:r w:rsidR="00B365A1">
        <w:rPr>
          <w:rtl/>
        </w:rPr>
        <w:t xml:space="preserve">ں </w:t>
      </w:r>
      <w:r>
        <w:rPr>
          <w:rtl/>
        </w:rPr>
        <w:t xml:space="preserve">نقل كيا ہے_ </w:t>
      </w:r>
    </w:p>
    <w:p w:rsidR="00376422" w:rsidRDefault="00376422" w:rsidP="00E67399">
      <w:pPr>
        <w:pStyle w:val="libNormal"/>
        <w:rPr>
          <w:rtl/>
        </w:rPr>
      </w:pPr>
      <w:r>
        <w:rPr>
          <w:rtl/>
        </w:rPr>
        <w:t>جنگ جمل كے بعد ايك دن عبد القيس كے قبيلے كى عورت ام اوفى عبديہ جسكے قبيلہ كے ہزارو</w:t>
      </w:r>
      <w:r w:rsidR="00B365A1">
        <w:rPr>
          <w:rtl/>
        </w:rPr>
        <w:t xml:space="preserve">ں </w:t>
      </w:r>
      <w:r>
        <w:rPr>
          <w:rtl/>
        </w:rPr>
        <w:t>مشہور افراد جيسے حكيم بن جبلہ اسى جنگ مي</w:t>
      </w:r>
      <w:r w:rsidR="00B365A1">
        <w:rPr>
          <w:rtl/>
        </w:rPr>
        <w:t xml:space="preserve">ں </w:t>
      </w:r>
      <w:r>
        <w:rPr>
          <w:rtl/>
        </w:rPr>
        <w:t>مارے گئے تھے ، عائشه كے پاس گئي اور ان سے كہا ، اے ام المومنين اس ما</w:t>
      </w:r>
      <w:r w:rsidR="00B365A1">
        <w:rPr>
          <w:rtl/>
        </w:rPr>
        <w:t xml:space="preserve">ں </w:t>
      </w:r>
      <w:r>
        <w:rPr>
          <w:rtl/>
        </w:rPr>
        <w:t>كے بارے مي</w:t>
      </w:r>
      <w:r w:rsidR="00B365A1">
        <w:rPr>
          <w:rtl/>
        </w:rPr>
        <w:t xml:space="preserve">ں </w:t>
      </w:r>
      <w:r>
        <w:rPr>
          <w:rtl/>
        </w:rPr>
        <w:t>اپكا كيا خيال ہے جس نے اپنے چھوٹے بچو</w:t>
      </w:r>
      <w:r w:rsidR="00B365A1">
        <w:rPr>
          <w:rtl/>
        </w:rPr>
        <w:t xml:space="preserve">ں </w:t>
      </w:r>
      <w:r>
        <w:rPr>
          <w:rtl/>
        </w:rPr>
        <w:t xml:space="preserve">كو قتل كر ديا ہو _ </w:t>
      </w:r>
    </w:p>
    <w:p w:rsidR="00376422" w:rsidRDefault="00376422" w:rsidP="00E67399">
      <w:pPr>
        <w:pStyle w:val="libNormal"/>
        <w:rPr>
          <w:rtl/>
        </w:rPr>
      </w:pPr>
      <w:r>
        <w:rPr>
          <w:rtl/>
        </w:rPr>
        <w:t xml:space="preserve">عائشه نے كہا ، اس پر جہنم كى اگ واجب ہے </w:t>
      </w:r>
    </w:p>
    <w:p w:rsidR="00376422" w:rsidRDefault="00376422" w:rsidP="00E67399">
      <w:pPr>
        <w:pStyle w:val="libNormal"/>
        <w:rPr>
          <w:rtl/>
        </w:rPr>
      </w:pPr>
      <w:r>
        <w:rPr>
          <w:rtl/>
        </w:rPr>
        <w:t>ام اوفى نے كہا ، اپ اس ما</w:t>
      </w:r>
      <w:r w:rsidR="00B365A1">
        <w:rPr>
          <w:rtl/>
        </w:rPr>
        <w:t xml:space="preserve">ں </w:t>
      </w:r>
      <w:r>
        <w:rPr>
          <w:rtl/>
        </w:rPr>
        <w:t>كے سلسلے مي</w:t>
      </w:r>
      <w:r w:rsidR="00B365A1">
        <w:rPr>
          <w:rtl/>
        </w:rPr>
        <w:t xml:space="preserve">ں </w:t>
      </w:r>
      <w:r>
        <w:rPr>
          <w:rtl/>
        </w:rPr>
        <w:t>كيا فرماتى ہي</w:t>
      </w:r>
      <w:r w:rsidR="00B365A1">
        <w:rPr>
          <w:rtl/>
        </w:rPr>
        <w:t xml:space="preserve">ں </w:t>
      </w:r>
      <w:r>
        <w:rPr>
          <w:rtl/>
        </w:rPr>
        <w:t>جس نے اپنے بيسو</w:t>
      </w:r>
      <w:r w:rsidR="00B365A1">
        <w:rPr>
          <w:rtl/>
        </w:rPr>
        <w:t xml:space="preserve">ں </w:t>
      </w:r>
      <w:r>
        <w:rPr>
          <w:rtl/>
        </w:rPr>
        <w:t>ھزار چھوٹے بڑے لوگو</w:t>
      </w:r>
      <w:r w:rsidR="00B365A1">
        <w:rPr>
          <w:rtl/>
        </w:rPr>
        <w:t xml:space="preserve">ں </w:t>
      </w:r>
      <w:r>
        <w:rPr>
          <w:rtl/>
        </w:rPr>
        <w:t>كو خاك و خون مي</w:t>
      </w:r>
      <w:r w:rsidR="00B365A1">
        <w:rPr>
          <w:rtl/>
        </w:rPr>
        <w:t xml:space="preserve">ں </w:t>
      </w:r>
      <w:r>
        <w:rPr>
          <w:rtl/>
        </w:rPr>
        <w:t>غلطا</w:t>
      </w:r>
      <w:r w:rsidR="00B365A1">
        <w:rPr>
          <w:rtl/>
        </w:rPr>
        <w:t xml:space="preserve">ں </w:t>
      </w:r>
      <w:r>
        <w:rPr>
          <w:rtl/>
        </w:rPr>
        <w:t xml:space="preserve">كر ديا ہو_ </w:t>
      </w:r>
    </w:p>
    <w:p w:rsidR="00376422" w:rsidRDefault="00376422" w:rsidP="00E67399">
      <w:pPr>
        <w:pStyle w:val="libNormal"/>
        <w:rPr>
          <w:rtl/>
        </w:rPr>
      </w:pPr>
      <w:r>
        <w:rPr>
          <w:rtl/>
        </w:rPr>
        <w:t>عائشه يہ سنكر چيخنے لگي</w:t>
      </w:r>
      <w:r w:rsidR="00B365A1">
        <w:rPr>
          <w:rtl/>
        </w:rPr>
        <w:t xml:space="preserve">ں </w:t>
      </w:r>
      <w:r>
        <w:rPr>
          <w:rtl/>
        </w:rPr>
        <w:t>اور كہا ، اس دشمن خدا كو گھر سے نكالو _</w:t>
      </w:r>
      <w:r w:rsidRPr="00C00E6D">
        <w:rPr>
          <w:rStyle w:val="libFootnotenumChar"/>
          <w:rtl/>
        </w:rPr>
        <w:t>(45)</w:t>
      </w:r>
      <w:r>
        <w:rPr>
          <w:rtl/>
        </w:rPr>
        <w:t xml:space="preserve"> </w:t>
      </w:r>
    </w:p>
    <w:p w:rsidR="00376422" w:rsidRDefault="00376422" w:rsidP="00E67399">
      <w:pPr>
        <w:pStyle w:val="libNormal"/>
        <w:rPr>
          <w:rtl/>
        </w:rPr>
      </w:pPr>
      <w:r>
        <w:rPr>
          <w:rtl/>
        </w:rPr>
        <w:t>جيسا كہ ہم نے بيان كيا كہ جنگ جمل كے تمام ہولناك واقعات عائشه كے دل و دماغ پر مثل پہاڑ كے بوجھ بنے ہوئے تھے اور وہ انكى زندگى مي</w:t>
      </w:r>
      <w:r w:rsidR="00B365A1">
        <w:rPr>
          <w:rtl/>
        </w:rPr>
        <w:t xml:space="preserve">ں </w:t>
      </w:r>
      <w:r>
        <w:rPr>
          <w:rtl/>
        </w:rPr>
        <w:t>كبھى ختم نہي</w:t>
      </w:r>
      <w:r w:rsidR="00B365A1">
        <w:rPr>
          <w:rtl/>
        </w:rPr>
        <w:t xml:space="preserve">ں </w:t>
      </w:r>
      <w:r>
        <w:rPr>
          <w:rtl/>
        </w:rPr>
        <w:t>ہوئے جو انكى ندامت و پشيمانى كى علامت ہے ، نيز اسكے بعد جو باتي</w:t>
      </w:r>
      <w:r w:rsidR="00B365A1">
        <w:rPr>
          <w:rtl/>
        </w:rPr>
        <w:t xml:space="preserve">ں </w:t>
      </w:r>
      <w:r>
        <w:rPr>
          <w:rtl/>
        </w:rPr>
        <w:t>پيش كرو</w:t>
      </w:r>
      <w:r w:rsidR="00B365A1">
        <w:rPr>
          <w:rtl/>
        </w:rPr>
        <w:t xml:space="preserve">ں </w:t>
      </w:r>
      <w:r>
        <w:rPr>
          <w:rtl/>
        </w:rPr>
        <w:t>گا شايد اسى سے مربوط ہو</w:t>
      </w:r>
      <w:r w:rsidR="00B365A1">
        <w:rPr>
          <w:rtl/>
        </w:rPr>
        <w:t xml:space="preserve">ں </w:t>
      </w:r>
      <w:r>
        <w:rPr>
          <w:rtl/>
        </w:rPr>
        <w:t xml:space="preserve">گى _ </w:t>
      </w:r>
    </w:p>
    <w:p w:rsidR="00B7245B" w:rsidRDefault="00376422" w:rsidP="00E67399">
      <w:pPr>
        <w:pStyle w:val="libNormal"/>
        <w:rPr>
          <w:rtl/>
        </w:rPr>
      </w:pPr>
      <w:r>
        <w:rPr>
          <w:rtl/>
        </w:rPr>
        <w:t>جنگ جمل كے واقعات ايك طرف عائشه كے لئے كبيدہ خاطر ہو رہے تھے تو دوسرى طرف امويو</w:t>
      </w:r>
      <w:r w:rsidR="00B365A1">
        <w:rPr>
          <w:rtl/>
        </w:rPr>
        <w:t xml:space="preserve">ں </w:t>
      </w:r>
      <w:r>
        <w:rPr>
          <w:rtl/>
        </w:rPr>
        <w:t xml:space="preserve">كے لئے مسرت و خوشحالى كے باعث بن رہے تھے اور يہ لوگ ہر دن كسى نہ كسى بہانے سے ضرور ياد كرتے تھے نيز جنگ جمل كے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44_عقد الفريد ، عيون اخبار ج1 ص 202 </w:t>
      </w:r>
    </w:p>
    <w:p w:rsidR="006F0ADE" w:rsidRDefault="006F0ADE" w:rsidP="00E67399">
      <w:pPr>
        <w:pStyle w:val="libFootnote"/>
        <w:rPr>
          <w:rtl/>
        </w:rPr>
      </w:pPr>
      <w:r>
        <w:rPr>
          <w:rtl/>
        </w:rPr>
        <w:t xml:space="preserve">45_عقد الفريد ج2 ص 455 </w:t>
      </w:r>
    </w:p>
    <w:p w:rsidR="00B7245B" w:rsidRDefault="00B7245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 xml:space="preserve">واقعات كو ہوا دينے كے لئے مدد بھى كرتے تھے _ </w:t>
      </w:r>
    </w:p>
    <w:p w:rsidR="00376422" w:rsidRDefault="00376422" w:rsidP="00E67399">
      <w:pPr>
        <w:pStyle w:val="libNormal"/>
        <w:rPr>
          <w:rtl/>
        </w:rPr>
      </w:pPr>
      <w:r>
        <w:rPr>
          <w:rtl/>
        </w:rPr>
        <w:t>ابن عبد ربہ كا بيان ہے كہ بصرہ سے يزيد بن منيہ معاويہ كے پاس گيا ، يہ يعلى بن منيہ كا بھائي اور رئيس بصرہ نيز جنگ جمل كا ايك سردار تھا اور جس اونٹ پر عائشه بيٹھ كر جنگ كى سربراہى كر رہى تھي</w:t>
      </w:r>
      <w:r w:rsidR="00B365A1">
        <w:rPr>
          <w:rtl/>
        </w:rPr>
        <w:t xml:space="preserve">ں </w:t>
      </w:r>
      <w:r>
        <w:rPr>
          <w:rtl/>
        </w:rPr>
        <w:t>اسكى مہار اسى نے پكڑى تھى ، پھر يعلى كى معاويہ سے رشتہ دارى يو</w:t>
      </w:r>
      <w:r w:rsidR="00B365A1">
        <w:rPr>
          <w:rtl/>
        </w:rPr>
        <w:t xml:space="preserve">ں </w:t>
      </w:r>
      <w:r>
        <w:rPr>
          <w:rtl/>
        </w:rPr>
        <w:t xml:space="preserve">تھى كہ اسكى بيٹى معاويہ كے بھائي عتبہ بن ابو سفيان سے بياہى تھى _ </w:t>
      </w:r>
    </w:p>
    <w:p w:rsidR="00376422" w:rsidRDefault="00376422" w:rsidP="00E67399">
      <w:pPr>
        <w:pStyle w:val="libNormal"/>
        <w:rPr>
          <w:rtl/>
        </w:rPr>
      </w:pPr>
      <w:r>
        <w:rPr>
          <w:rtl/>
        </w:rPr>
        <w:t>جب يزيد بن منيہ نے اپنى مشكلات كو معاويہ سے بيان كيا تو اس نے كعب سے كہا كہ اسكو بيس ہزار دينار ديدو ، جب وہ رقم ليكر جانے لگا تو معاويہ نے پھر دستور ديا كہ چونكہ جنگ جمل مي</w:t>
      </w:r>
      <w:r w:rsidR="00B365A1">
        <w:rPr>
          <w:rtl/>
        </w:rPr>
        <w:t xml:space="preserve">ں </w:t>
      </w:r>
      <w:r>
        <w:rPr>
          <w:rtl/>
        </w:rPr>
        <w:t xml:space="preserve">شريك ہوا تھا لہذا تيس ہزار دينار اور ديدو </w:t>
      </w:r>
      <w:r w:rsidRPr="00C00E6D">
        <w:rPr>
          <w:rStyle w:val="libFootnotenumChar"/>
          <w:rtl/>
        </w:rPr>
        <w:t>(46)</w:t>
      </w:r>
      <w:r>
        <w:rPr>
          <w:rtl/>
        </w:rPr>
        <w:t xml:space="preserve"> </w:t>
      </w:r>
    </w:p>
    <w:p w:rsidR="00376422" w:rsidRDefault="00376422" w:rsidP="00E67399">
      <w:pPr>
        <w:pStyle w:val="libNormal"/>
        <w:rPr>
          <w:rtl/>
        </w:rPr>
      </w:pPr>
      <w:r>
        <w:rPr>
          <w:rtl/>
        </w:rPr>
        <w:t>ايك روز عمر و عاص نے عائشه سے كہا كہ ، كتنا اچھا ہوتا كہ اپ جنگ جمل مي</w:t>
      </w:r>
      <w:r w:rsidR="00B365A1">
        <w:rPr>
          <w:rtl/>
        </w:rPr>
        <w:t xml:space="preserve">ں </w:t>
      </w:r>
      <w:r>
        <w:rPr>
          <w:rtl/>
        </w:rPr>
        <w:t>مارڈالى گئي ہوتي</w:t>
      </w:r>
      <w:r w:rsidR="00B365A1">
        <w:rPr>
          <w:rtl/>
        </w:rPr>
        <w:t xml:space="preserve">ں </w:t>
      </w:r>
      <w:r>
        <w:rPr>
          <w:rtl/>
        </w:rPr>
        <w:t>، عائشه نے كہا _ اے يتم كيو</w:t>
      </w:r>
      <w:r w:rsidR="00B365A1">
        <w:rPr>
          <w:rtl/>
        </w:rPr>
        <w:t xml:space="preserve">ں </w:t>
      </w:r>
      <w:r>
        <w:rPr>
          <w:rtl/>
        </w:rPr>
        <w:t xml:space="preserve">؟ </w:t>
      </w:r>
    </w:p>
    <w:p w:rsidR="00376422" w:rsidRDefault="00376422" w:rsidP="00E67399">
      <w:pPr>
        <w:pStyle w:val="libNormal"/>
        <w:rPr>
          <w:rtl/>
        </w:rPr>
      </w:pPr>
      <w:r>
        <w:rPr>
          <w:rtl/>
        </w:rPr>
        <w:t>عمرو عاص نے جواب ديا ، اگر اپ مر گئي ہوتي</w:t>
      </w:r>
      <w:r w:rsidR="00B365A1">
        <w:rPr>
          <w:rtl/>
        </w:rPr>
        <w:t xml:space="preserve">ں </w:t>
      </w:r>
      <w:r>
        <w:rPr>
          <w:rtl/>
        </w:rPr>
        <w:t>تو ہم لوگو</w:t>
      </w:r>
      <w:r w:rsidR="00B365A1">
        <w:rPr>
          <w:rtl/>
        </w:rPr>
        <w:t xml:space="preserve">ں </w:t>
      </w:r>
      <w:r>
        <w:rPr>
          <w:rtl/>
        </w:rPr>
        <w:t xml:space="preserve">كو لشكر علوى (ع) سے ٹكڑانے كا اچھا بہانہ مل جاتا </w:t>
      </w:r>
      <w:r w:rsidRPr="00C00E6D">
        <w:rPr>
          <w:rStyle w:val="libFootnotenumChar"/>
          <w:rtl/>
        </w:rPr>
        <w:t>(47)</w:t>
      </w:r>
      <w:r>
        <w:rPr>
          <w:rtl/>
        </w:rPr>
        <w:t xml:space="preserve"> </w:t>
      </w:r>
    </w:p>
    <w:p w:rsidR="00376422" w:rsidRDefault="00376422" w:rsidP="00E67399">
      <w:pPr>
        <w:pStyle w:val="libNormal"/>
        <w:rPr>
          <w:rtl/>
        </w:rPr>
      </w:pPr>
      <w:r>
        <w:rPr>
          <w:rtl/>
        </w:rPr>
        <w:t>عائشه اور عمر و عاص كے ما بين دوسرى جھڑپ كو تاريخ يو</w:t>
      </w:r>
      <w:r w:rsidR="00B365A1">
        <w:rPr>
          <w:rtl/>
        </w:rPr>
        <w:t xml:space="preserve">ں </w:t>
      </w:r>
      <w:r>
        <w:rPr>
          <w:rtl/>
        </w:rPr>
        <w:t xml:space="preserve">بيان كرتى ہے _ </w:t>
      </w:r>
    </w:p>
    <w:p w:rsidR="00376422" w:rsidRDefault="00376422" w:rsidP="00E67399">
      <w:pPr>
        <w:pStyle w:val="libNormal"/>
        <w:rPr>
          <w:rtl/>
        </w:rPr>
      </w:pPr>
      <w:r>
        <w:rPr>
          <w:rtl/>
        </w:rPr>
        <w:t>ايك روز عائشه كے گھر امير المومنين (ع) كے ہاتھو</w:t>
      </w:r>
      <w:r w:rsidR="00B365A1">
        <w:rPr>
          <w:rtl/>
        </w:rPr>
        <w:t xml:space="preserve">ں </w:t>
      </w:r>
      <w:r>
        <w:rPr>
          <w:rtl/>
        </w:rPr>
        <w:t>ذوالثديہ كے مارے جانے كا تذكرہ چھڑا ، راوى كہتا ہے كہ ام المومنين نے مجھ سے كہا كہ اگر تم كوفے جانا تو ہمارے لئے ان گواہو</w:t>
      </w:r>
      <w:r w:rsidR="00B365A1">
        <w:rPr>
          <w:rtl/>
        </w:rPr>
        <w:t xml:space="preserve">ں </w:t>
      </w:r>
      <w:r>
        <w:rPr>
          <w:rtl/>
        </w:rPr>
        <w:t>كو ليتے انا جنھو</w:t>
      </w:r>
      <w:r w:rsidR="00B365A1">
        <w:rPr>
          <w:rtl/>
        </w:rPr>
        <w:t xml:space="preserve">ں </w:t>
      </w:r>
      <w:r>
        <w:rPr>
          <w:rtl/>
        </w:rPr>
        <w:t>نے اسكو مارتے ہوئے ديكھا تھا ، مي</w:t>
      </w:r>
      <w:r w:rsidR="00B365A1">
        <w:rPr>
          <w:rtl/>
        </w:rPr>
        <w:t xml:space="preserve">ں </w:t>
      </w:r>
      <w:r>
        <w:rPr>
          <w:rtl/>
        </w:rPr>
        <w:t>كوفہ پہونچا اور شہر كے ہر گروہ سے دس افراد كو ليا اور عائشه كى خدمت مي</w:t>
      </w:r>
      <w:r w:rsidR="00B365A1">
        <w:rPr>
          <w:rtl/>
        </w:rPr>
        <w:t xml:space="preserve">ں </w:t>
      </w:r>
      <w:r>
        <w:rPr>
          <w:rtl/>
        </w:rPr>
        <w:t>پہونچا ديا ، جب انھو</w:t>
      </w:r>
      <w:r w:rsidR="00B365A1">
        <w:rPr>
          <w:rtl/>
        </w:rPr>
        <w:t xml:space="preserve">ں </w:t>
      </w:r>
      <w:r>
        <w:rPr>
          <w:rtl/>
        </w:rPr>
        <w:t>نے ان گواہو</w:t>
      </w:r>
      <w:r w:rsidR="00B365A1">
        <w:rPr>
          <w:rtl/>
        </w:rPr>
        <w:t xml:space="preserve">ں </w:t>
      </w:r>
      <w:r>
        <w:rPr>
          <w:rtl/>
        </w:rPr>
        <w:t>كو ديكھا تو كہا ، عمر و عاص پر خدا كى لعنت ہو ، اس نے يہ كہا تھا كہ مي</w:t>
      </w:r>
      <w:r w:rsidR="00B365A1">
        <w:rPr>
          <w:rtl/>
        </w:rPr>
        <w:t xml:space="preserve">ں </w:t>
      </w:r>
      <w:r>
        <w:rPr>
          <w:rtl/>
        </w:rPr>
        <w:t>نے چھاتى والے انسان كو مصر مي</w:t>
      </w:r>
      <w:r w:rsidR="00B365A1">
        <w:rPr>
          <w:rtl/>
        </w:rPr>
        <w:t xml:space="preserve">ں </w:t>
      </w:r>
      <w:r>
        <w:rPr>
          <w:rtl/>
        </w:rPr>
        <w:t xml:space="preserve">مارا ہے </w:t>
      </w:r>
      <w:r w:rsidRPr="00C00E6D">
        <w:rPr>
          <w:rStyle w:val="libFootnotenumChar"/>
          <w:rtl/>
        </w:rPr>
        <w:t>(48)</w:t>
      </w:r>
      <w:r>
        <w:rPr>
          <w:rtl/>
        </w:rPr>
        <w:t xml:space="preserve"> </w:t>
      </w:r>
    </w:p>
    <w:p w:rsidR="004D7C7D" w:rsidRDefault="004D7C7D" w:rsidP="00E67399">
      <w:pPr>
        <w:pStyle w:val="libLine"/>
        <w:rPr>
          <w:rtl/>
        </w:rPr>
      </w:pPr>
      <w:r>
        <w:rPr>
          <w:rFonts w:hint="cs"/>
          <w:rtl/>
        </w:rPr>
        <w:t>____________________</w:t>
      </w:r>
    </w:p>
    <w:p w:rsidR="006F0ADE" w:rsidRDefault="006F0ADE" w:rsidP="00E67399">
      <w:pPr>
        <w:pStyle w:val="libFootnote"/>
        <w:rPr>
          <w:rtl/>
        </w:rPr>
      </w:pPr>
      <w:r>
        <w:rPr>
          <w:rtl/>
        </w:rPr>
        <w:t xml:space="preserve">46_ تاريخ كامل ج1 ص 151 </w:t>
      </w:r>
    </w:p>
    <w:p w:rsidR="006F0ADE" w:rsidRDefault="006F0ADE" w:rsidP="00E67399">
      <w:pPr>
        <w:pStyle w:val="libFootnote"/>
        <w:rPr>
          <w:rtl/>
        </w:rPr>
      </w:pPr>
      <w:r>
        <w:rPr>
          <w:rtl/>
        </w:rPr>
        <w:t xml:space="preserve">47_ مستدرك ج4 ص 13، سير اعلام ج2 ص 141 </w:t>
      </w:r>
    </w:p>
    <w:p w:rsidR="006F0ADE" w:rsidRDefault="006F0ADE" w:rsidP="00E67399">
      <w:pPr>
        <w:pStyle w:val="libFootnote"/>
        <w:rPr>
          <w:rtl/>
        </w:rPr>
      </w:pPr>
      <w:r>
        <w:rPr>
          <w:rtl/>
        </w:rPr>
        <w:t xml:space="preserve">48_ابن كثير ج8 ص 303 </w:t>
      </w:r>
    </w:p>
    <w:p w:rsidR="004D7C7D" w:rsidRDefault="004D7C7D" w:rsidP="00E67399">
      <w:pPr>
        <w:pStyle w:val="libFootnote"/>
        <w:rPr>
          <w:rtl/>
        </w:rPr>
      </w:pPr>
    </w:p>
    <w:p w:rsidR="004D7C7D" w:rsidRDefault="004D7C7D" w:rsidP="00E67399">
      <w:pPr>
        <w:pStyle w:val="libPoemTini"/>
        <w:rPr>
          <w:rtl/>
        </w:rPr>
      </w:pPr>
      <w:r>
        <w:rPr>
          <w:rtl/>
        </w:rPr>
        <w:br w:type="page"/>
      </w:r>
    </w:p>
    <w:p w:rsidR="004D7C7D" w:rsidRDefault="004D7C7D" w:rsidP="00E67399">
      <w:pPr>
        <w:pStyle w:val="libNormal"/>
        <w:rPr>
          <w:rtl/>
        </w:rPr>
      </w:pPr>
    </w:p>
    <w:p w:rsidR="00376422" w:rsidRDefault="00376422" w:rsidP="00E67399">
      <w:pPr>
        <w:pStyle w:val="libNormal"/>
        <w:rPr>
          <w:rtl/>
        </w:rPr>
      </w:pPr>
      <w:r>
        <w:rPr>
          <w:rtl/>
        </w:rPr>
        <w:t>ابن كثير اس واقعہ كو نقل كرنے كے بعد لكھتا ہے كہ عائشه نے سر جھكا كر خوب گريہ كيا ، جب گريہ ختم ہوا تو كہنے لگي</w:t>
      </w:r>
      <w:r w:rsidR="00B365A1">
        <w:rPr>
          <w:rtl/>
        </w:rPr>
        <w:t xml:space="preserve">ں </w:t>
      </w:r>
      <w:r>
        <w:rPr>
          <w:rtl/>
        </w:rPr>
        <w:t>، خدا على (ع) پر رحمت نازل كرے كيونكہ وہ ايك لمحہ بھى حق سے جدا نہي</w:t>
      </w:r>
      <w:r w:rsidR="00B365A1">
        <w:rPr>
          <w:rtl/>
        </w:rPr>
        <w:t xml:space="preserve">ں </w:t>
      </w:r>
      <w:r>
        <w:rPr>
          <w:rtl/>
        </w:rPr>
        <w:t>ہوا ہمارے اور ان كے درميان جو چپقلش اور درارپڑى تھى وہ ايسى ہى تھى جيسے ايك بياہى عورت كى سسرال والو</w:t>
      </w:r>
      <w:r w:rsidR="00B365A1">
        <w:rPr>
          <w:rtl/>
        </w:rPr>
        <w:t xml:space="preserve">ں </w:t>
      </w:r>
      <w:r>
        <w:rPr>
          <w:rtl/>
        </w:rPr>
        <w:t xml:space="preserve">سے ہوتى ہے _ </w:t>
      </w:r>
    </w:p>
    <w:p w:rsidR="00376422" w:rsidRDefault="00376422" w:rsidP="00E67399">
      <w:pPr>
        <w:pStyle w:val="libNormal"/>
        <w:rPr>
          <w:rtl/>
        </w:rPr>
      </w:pPr>
      <w:r>
        <w:rPr>
          <w:rtl/>
        </w:rPr>
        <w:t>سوچنے كى بات يہ ہيكہ اخر عمر و عاص نے ايسا جھوٹا دعوا كيو</w:t>
      </w:r>
      <w:r w:rsidR="00B365A1">
        <w:rPr>
          <w:rtl/>
        </w:rPr>
        <w:t xml:space="preserve">ں </w:t>
      </w:r>
      <w:r>
        <w:rPr>
          <w:rtl/>
        </w:rPr>
        <w:t>كيا اور اپنے كو ذو الثديہ كا قاتل كيو</w:t>
      </w:r>
      <w:r w:rsidR="00B365A1">
        <w:rPr>
          <w:rtl/>
        </w:rPr>
        <w:t xml:space="preserve">ں </w:t>
      </w:r>
      <w:r>
        <w:rPr>
          <w:rtl/>
        </w:rPr>
        <w:t xml:space="preserve">بتايا _ </w:t>
      </w:r>
    </w:p>
    <w:p w:rsidR="00376422" w:rsidRDefault="00376422" w:rsidP="00E67399">
      <w:pPr>
        <w:pStyle w:val="libNormal"/>
        <w:rPr>
          <w:rtl/>
        </w:rPr>
      </w:pPr>
      <w:r>
        <w:rPr>
          <w:rtl/>
        </w:rPr>
        <w:t>يہ بات اس وقت واضح ہوگى جب رسول(ص) كى حديثو</w:t>
      </w:r>
      <w:r w:rsidR="00B365A1">
        <w:rPr>
          <w:rtl/>
        </w:rPr>
        <w:t xml:space="preserve">ں </w:t>
      </w:r>
      <w:r>
        <w:rPr>
          <w:rtl/>
        </w:rPr>
        <w:t>كو ملاحظہ كيا جائے جن كو محدثين اور مورخين نے ذوالثديہ كى مذمت اور اسكے قاتل كى مدح و ستائشے مي</w:t>
      </w:r>
      <w:r w:rsidR="00B365A1">
        <w:rPr>
          <w:rtl/>
        </w:rPr>
        <w:t xml:space="preserve">ں </w:t>
      </w:r>
      <w:r>
        <w:rPr>
          <w:rtl/>
        </w:rPr>
        <w:t>نقل كى ہي</w:t>
      </w:r>
      <w:r w:rsidR="00B365A1">
        <w:rPr>
          <w:rtl/>
        </w:rPr>
        <w:t xml:space="preserve">ں </w:t>
      </w:r>
      <w:r>
        <w:rPr>
          <w:rtl/>
        </w:rPr>
        <w:t>، ان حديثو</w:t>
      </w:r>
      <w:r w:rsidR="00B365A1">
        <w:rPr>
          <w:rtl/>
        </w:rPr>
        <w:t xml:space="preserve">ں </w:t>
      </w:r>
      <w:r>
        <w:rPr>
          <w:rtl/>
        </w:rPr>
        <w:t xml:space="preserve">كى وجہ سے عمر و عاص ذوالثديہ كے قتل كا سہرا اپنے سرپر باندھنا چاہتا تھا _ </w:t>
      </w:r>
    </w:p>
    <w:p w:rsidR="00376422" w:rsidRDefault="00376422" w:rsidP="00E67399">
      <w:pPr>
        <w:pStyle w:val="libNormal"/>
        <w:rPr>
          <w:rtl/>
        </w:rPr>
      </w:pPr>
      <w:r>
        <w:rPr>
          <w:rtl/>
        </w:rPr>
        <w:t>عائشه كى زندگى كے واقعات كى جانچ پڑتال ختم كرنے كے بعد مي</w:t>
      </w:r>
      <w:r w:rsidR="00B365A1">
        <w:rPr>
          <w:rtl/>
        </w:rPr>
        <w:t xml:space="preserve">ں </w:t>
      </w:r>
      <w:r>
        <w:rPr>
          <w:rtl/>
        </w:rPr>
        <w:t>چاہتا ہو</w:t>
      </w:r>
      <w:r w:rsidR="00B365A1">
        <w:rPr>
          <w:rtl/>
        </w:rPr>
        <w:t xml:space="preserve">ں </w:t>
      </w:r>
      <w:r>
        <w:rPr>
          <w:rtl/>
        </w:rPr>
        <w:t>كہ معاويہ كے حالات زندگى كى كريد كى جائے تاكہ جعل حديث كے اسباب سامنے ائي</w:t>
      </w:r>
      <w:r w:rsidR="00B365A1">
        <w:rPr>
          <w:rtl/>
        </w:rPr>
        <w:t xml:space="preserve">ں </w:t>
      </w:r>
      <w:r>
        <w:rPr>
          <w:rtl/>
        </w:rPr>
        <w:t>نيز اس بحث مي</w:t>
      </w:r>
      <w:r w:rsidR="00B365A1">
        <w:rPr>
          <w:rtl/>
        </w:rPr>
        <w:t xml:space="preserve">ں </w:t>
      </w:r>
      <w:r>
        <w:rPr>
          <w:rtl/>
        </w:rPr>
        <w:t>عائشه كا اہم كردار بھى سامنے</w:t>
      </w:r>
      <w:r w:rsidR="00137FAB">
        <w:rPr>
          <w:rtl/>
        </w:rPr>
        <w:t xml:space="preserve"> آئے</w:t>
      </w:r>
      <w:r>
        <w:rPr>
          <w:rtl/>
        </w:rPr>
        <w:t xml:space="preserve"> گا _ </w:t>
      </w:r>
    </w:p>
    <w:p w:rsidR="00376422" w:rsidRDefault="00376422" w:rsidP="00E67399">
      <w:pPr>
        <w:pStyle w:val="libNormal"/>
        <w:rPr>
          <w:rtl/>
        </w:rPr>
      </w:pPr>
      <w:r>
        <w:rPr>
          <w:rtl/>
        </w:rPr>
        <w:t>ہمارى يہى كوشش ہے كہ وہ تمام جھوٹى حديثي</w:t>
      </w:r>
      <w:r w:rsidR="00B365A1">
        <w:rPr>
          <w:rtl/>
        </w:rPr>
        <w:t xml:space="preserve">ں </w:t>
      </w:r>
      <w:r>
        <w:rPr>
          <w:rtl/>
        </w:rPr>
        <w:t>جو اسلام كى سر نگونى كى علامت بن گئي</w:t>
      </w:r>
      <w:r w:rsidR="00B365A1">
        <w:rPr>
          <w:rtl/>
        </w:rPr>
        <w:t xml:space="preserve">ں </w:t>
      </w:r>
      <w:r>
        <w:rPr>
          <w:rtl/>
        </w:rPr>
        <w:t>ہي</w:t>
      </w:r>
      <w:r w:rsidR="00B365A1">
        <w:rPr>
          <w:rtl/>
        </w:rPr>
        <w:t xml:space="preserve">ں </w:t>
      </w:r>
      <w:r>
        <w:rPr>
          <w:rtl/>
        </w:rPr>
        <w:t xml:space="preserve">ان پر تنقيد كى جائے تاكہ اسلام كا اصل چہرہ سامنے اجائے _ </w:t>
      </w:r>
    </w:p>
    <w:p w:rsidR="00B7245B" w:rsidRDefault="00B7245B" w:rsidP="00E67399">
      <w:pPr>
        <w:pStyle w:val="libPoemTini"/>
        <w:rPr>
          <w:rtl/>
        </w:rPr>
      </w:pPr>
      <w:r>
        <w:rPr>
          <w:rtl/>
        </w:rPr>
        <w:br w:type="page"/>
      </w:r>
    </w:p>
    <w:p w:rsidR="00376422" w:rsidRDefault="00376422" w:rsidP="00E67399">
      <w:pPr>
        <w:pStyle w:val="Heading2Center"/>
        <w:rPr>
          <w:rtl/>
        </w:rPr>
      </w:pPr>
      <w:bookmarkStart w:id="69" w:name="_Toc531605697"/>
      <w:r>
        <w:rPr>
          <w:rtl/>
        </w:rPr>
        <w:lastRenderedPageBreak/>
        <w:t>فصل ششم</w:t>
      </w:r>
      <w:bookmarkEnd w:id="69"/>
    </w:p>
    <w:p w:rsidR="00376422" w:rsidRDefault="00376422" w:rsidP="00E67399">
      <w:pPr>
        <w:pStyle w:val="Heading2Center"/>
        <w:rPr>
          <w:rtl/>
        </w:rPr>
      </w:pPr>
      <w:bookmarkStart w:id="70" w:name="_Toc531605698"/>
      <w:r>
        <w:rPr>
          <w:rtl/>
        </w:rPr>
        <w:t>معاويہ كى زندگى پر ايك طائرانہ نظر</w:t>
      </w:r>
      <w:bookmarkEnd w:id="70"/>
    </w:p>
    <w:p w:rsidR="00376422" w:rsidRDefault="00376422" w:rsidP="00E67399">
      <w:pPr>
        <w:pStyle w:val="libNormal"/>
        <w:rPr>
          <w:rtl/>
        </w:rPr>
      </w:pPr>
      <w:r>
        <w:rPr>
          <w:rtl/>
        </w:rPr>
        <w:t>دور جاہليت مي</w:t>
      </w:r>
      <w:r w:rsidR="00B365A1">
        <w:rPr>
          <w:rtl/>
        </w:rPr>
        <w:t xml:space="preserve">ں </w:t>
      </w:r>
      <w:r>
        <w:rPr>
          <w:rtl/>
        </w:rPr>
        <w:t>اميہ اور بنى اميہ، ہاشم اور بنى ہاشم كى رياست و بزرگى پر بہت حسد كرتے تھے اس حسد سے نہ جانے كتنے نا خوشگوار واقعات رونما ہوئے ليكن اسلام سے پہلے امويو</w:t>
      </w:r>
      <w:r w:rsidR="00B365A1">
        <w:rPr>
          <w:rtl/>
        </w:rPr>
        <w:t xml:space="preserve">ں </w:t>
      </w:r>
      <w:r>
        <w:rPr>
          <w:rtl/>
        </w:rPr>
        <w:t>كى بنى ہاشم سے اتنى سخت گہماگہمى نہي</w:t>
      </w:r>
      <w:r w:rsidR="00B365A1">
        <w:rPr>
          <w:rtl/>
        </w:rPr>
        <w:t xml:space="preserve">ں </w:t>
      </w:r>
      <w:r>
        <w:rPr>
          <w:rtl/>
        </w:rPr>
        <w:t>تھى ، جيسے ہى زمانے نے كروٹ ليا اور عبد المطلب بن ہاشم كے پوتے نے دنيا ئے انسانيت كو اسلام كے نام سے ايك دين تحفہ مي</w:t>
      </w:r>
      <w:r w:rsidR="00B365A1">
        <w:rPr>
          <w:rtl/>
        </w:rPr>
        <w:t xml:space="preserve">ں </w:t>
      </w:r>
      <w:r>
        <w:rPr>
          <w:rtl/>
        </w:rPr>
        <w:t>ديا ، اسى وقت سے اميہ كا پوتا ابو سفيان نے قريش و اسلام كے خلاف جنگ كرنے كا بيڑا اٹھا ليا ، اكثر مقامات پر اسلام كے خلاف مشركين مكہ كى رياست و سربراہى كرتے ہوئے ابو سفيان نے اپنى تمامتر قوتو</w:t>
      </w:r>
      <w:r w:rsidR="00B365A1">
        <w:rPr>
          <w:rtl/>
        </w:rPr>
        <w:t xml:space="preserve">ں </w:t>
      </w:r>
      <w:r>
        <w:rPr>
          <w:rtl/>
        </w:rPr>
        <w:t>كے ساتھ كمزور و ضعيف مسلمانو</w:t>
      </w:r>
      <w:r w:rsidR="00B365A1">
        <w:rPr>
          <w:rtl/>
        </w:rPr>
        <w:t xml:space="preserve">ں </w:t>
      </w:r>
      <w:r>
        <w:rPr>
          <w:rtl/>
        </w:rPr>
        <w:t>كو اذيتو</w:t>
      </w:r>
      <w:r w:rsidR="00B365A1">
        <w:rPr>
          <w:rtl/>
        </w:rPr>
        <w:t xml:space="preserve">ں </w:t>
      </w:r>
      <w:r>
        <w:rPr>
          <w:rtl/>
        </w:rPr>
        <w:t>اور شكنجو</w:t>
      </w:r>
      <w:r w:rsidR="00B365A1">
        <w:rPr>
          <w:rtl/>
        </w:rPr>
        <w:t xml:space="preserve">ں </w:t>
      </w:r>
      <w:r>
        <w:rPr>
          <w:rtl/>
        </w:rPr>
        <w:t>مي</w:t>
      </w:r>
      <w:r w:rsidR="00B365A1">
        <w:rPr>
          <w:rtl/>
        </w:rPr>
        <w:t xml:space="preserve">ں </w:t>
      </w:r>
      <w:r>
        <w:rPr>
          <w:rtl/>
        </w:rPr>
        <w:t>مبتلا كيا ، اور جہا</w:t>
      </w:r>
      <w:r w:rsidR="00B365A1">
        <w:rPr>
          <w:rtl/>
        </w:rPr>
        <w:t xml:space="preserve">ں </w:t>
      </w:r>
      <w:r>
        <w:rPr>
          <w:rtl/>
        </w:rPr>
        <w:t>تك ممكن تھا ان لوگو</w:t>
      </w:r>
      <w:r w:rsidR="00B365A1">
        <w:rPr>
          <w:rtl/>
        </w:rPr>
        <w:t xml:space="preserve">ں </w:t>
      </w:r>
      <w:r>
        <w:rPr>
          <w:rtl/>
        </w:rPr>
        <w:t xml:space="preserve">كو ايذا ء پہيونچائي _ </w:t>
      </w:r>
    </w:p>
    <w:p w:rsidR="00376422" w:rsidRDefault="00376422" w:rsidP="00E67399">
      <w:pPr>
        <w:pStyle w:val="libNormal"/>
        <w:rPr>
          <w:rtl/>
        </w:rPr>
      </w:pPr>
      <w:r>
        <w:rPr>
          <w:rtl/>
        </w:rPr>
        <w:t>ليكن حالات ہميشہ يكسا</w:t>
      </w:r>
      <w:r w:rsidR="00B365A1">
        <w:rPr>
          <w:rtl/>
        </w:rPr>
        <w:t xml:space="preserve">ں </w:t>
      </w:r>
      <w:r>
        <w:rPr>
          <w:rtl/>
        </w:rPr>
        <w:t>نہي</w:t>
      </w:r>
      <w:r w:rsidR="00B365A1">
        <w:rPr>
          <w:rtl/>
        </w:rPr>
        <w:t xml:space="preserve">ں </w:t>
      </w:r>
      <w:r>
        <w:rPr>
          <w:rtl/>
        </w:rPr>
        <w:t>رہتے اخر خدا وند عالم نے اپنے رسول (ص) كى مدد و نصرت كر كے مكہ كو فتح كرو</w:t>
      </w:r>
      <w:r w:rsidR="00831D2C">
        <w:rPr>
          <w:rtl/>
        </w:rPr>
        <w:t xml:space="preserve"> آيا </w:t>
      </w:r>
      <w:r>
        <w:rPr>
          <w:rtl/>
        </w:rPr>
        <w:t xml:space="preserve"> اور رسول اسلام (ص) نيز مجاہدين اسلام كے لئے مكہ مي</w:t>
      </w:r>
      <w:r w:rsidR="00B365A1">
        <w:rPr>
          <w:rtl/>
        </w:rPr>
        <w:t xml:space="preserve">ں </w:t>
      </w:r>
      <w:r>
        <w:rPr>
          <w:rtl/>
        </w:rPr>
        <w:t xml:space="preserve">انے جانے كا راستہ ہميشہ كے لئے كھول ديا _ </w:t>
      </w:r>
    </w:p>
    <w:p w:rsidR="00376422" w:rsidRDefault="00376422" w:rsidP="00E67399">
      <w:pPr>
        <w:pStyle w:val="libNormal"/>
        <w:rPr>
          <w:rtl/>
        </w:rPr>
      </w:pPr>
      <w:r>
        <w:rPr>
          <w:rtl/>
        </w:rPr>
        <w:t>فتح مكہ كے بعد قريش كے علاوہ كوئي دوسرا قبيلہ نہ تھا جس نے اپنے دامن پر تا ابد ازاد شدگان كا ذليل و حقير كا ٹائيٹل ليا ہو ، ابو سفيان كى رياست بت عرب كى طرح چور چور ہوگئي اور عصر جاہليت كے ضعيف و ناتوا</w:t>
      </w:r>
      <w:r w:rsidR="00B365A1">
        <w:rPr>
          <w:rtl/>
        </w:rPr>
        <w:t xml:space="preserve">ں </w:t>
      </w:r>
      <w:r>
        <w:rPr>
          <w:rtl/>
        </w:rPr>
        <w:t>، عمار ، ابوذر ، بلال ، جيسے افراد سياسى و معاشرتى حقوق كے علمبردار بن گئے ، ايك روز ابو سفيان كا ان لوگو</w:t>
      </w:r>
      <w:r w:rsidR="00B365A1">
        <w:rPr>
          <w:rtl/>
        </w:rPr>
        <w:t xml:space="preserve">ں </w:t>
      </w:r>
      <w:r>
        <w:rPr>
          <w:rtl/>
        </w:rPr>
        <w:t>كى طرف سے گذر ہوا انھو</w:t>
      </w:r>
      <w:r w:rsidR="00B365A1">
        <w:rPr>
          <w:rtl/>
        </w:rPr>
        <w:t xml:space="preserve">ں </w:t>
      </w:r>
      <w:r>
        <w:rPr>
          <w:rtl/>
        </w:rPr>
        <w:t xml:space="preserve">نے اس كو ديكھ كر كہا كہ خدا كى تلوار اس دشمن خدا پر نہ پڑ سكى _ </w:t>
      </w:r>
    </w:p>
    <w:p w:rsidR="00376422" w:rsidRDefault="00376422" w:rsidP="00E67399">
      <w:pPr>
        <w:pStyle w:val="libNormal"/>
        <w:rPr>
          <w:rtl/>
        </w:rPr>
      </w:pPr>
      <w:r>
        <w:rPr>
          <w:rtl/>
        </w:rPr>
        <w:t>ابو سفيان نے اتنى عمر پائي كہ خلافت ابو بكر كا زمانہ ديكھا اس دور مي</w:t>
      </w:r>
      <w:r w:rsidR="00B365A1">
        <w:rPr>
          <w:rtl/>
        </w:rPr>
        <w:t xml:space="preserve">ں </w:t>
      </w:r>
      <w:r>
        <w:rPr>
          <w:rtl/>
        </w:rPr>
        <w:t>اسكى خليفہ وقت سے مڈ بھيڑ ہو گئي تو خليفہ كے باپ ( قحافہ ) تعجب مي</w:t>
      </w:r>
      <w:r w:rsidR="00B365A1">
        <w:rPr>
          <w:rtl/>
        </w:rPr>
        <w:t xml:space="preserve">ں </w:t>
      </w:r>
      <w:r>
        <w:rPr>
          <w:rtl/>
        </w:rPr>
        <w:t>پڑ گئے ، خليفہ نے اپنے باپ سے يو</w:t>
      </w:r>
      <w:r w:rsidR="00B365A1">
        <w:rPr>
          <w:rtl/>
        </w:rPr>
        <w:t xml:space="preserve">ں </w:t>
      </w:r>
      <w:r>
        <w:rPr>
          <w:rtl/>
        </w:rPr>
        <w:t>استدلال كيا ، اے پدر بزرگوار ، خدا نے ہمارے خاندان كو اسلام كى خاطر سر بلند فرمايا ہے اور اسكے خاندان كو پستى مي</w:t>
      </w:r>
      <w:r w:rsidR="00B365A1">
        <w:rPr>
          <w:rtl/>
        </w:rPr>
        <w:t xml:space="preserve">ں </w:t>
      </w:r>
      <w:r>
        <w:rPr>
          <w:rtl/>
        </w:rPr>
        <w:t xml:space="preserve">ڈالديا ہے _ </w:t>
      </w:r>
    </w:p>
    <w:p w:rsidR="00376422" w:rsidRDefault="00376422" w:rsidP="00E67399">
      <w:pPr>
        <w:pStyle w:val="libNormal"/>
        <w:rPr>
          <w:rtl/>
        </w:rPr>
      </w:pPr>
      <w:r>
        <w:rPr>
          <w:rtl/>
        </w:rPr>
        <w:t>ابو سفيان نے عمر بن خطاب كا دور ديكھا اس زمانہ مي</w:t>
      </w:r>
      <w:r w:rsidR="00B365A1">
        <w:rPr>
          <w:rtl/>
        </w:rPr>
        <w:t xml:space="preserve">ں </w:t>
      </w:r>
      <w:r>
        <w:rPr>
          <w:rtl/>
        </w:rPr>
        <w:t>ايك روز خليفہ وقت عمر نے شہر مكہ مي</w:t>
      </w:r>
      <w:r w:rsidR="00B365A1">
        <w:rPr>
          <w:rtl/>
        </w:rPr>
        <w:t xml:space="preserve">ں </w:t>
      </w:r>
      <w:r>
        <w:rPr>
          <w:rtl/>
        </w:rPr>
        <w:t>اسكو اس بات پر مجبور كر ديا كہ وہ اپنے كاندھو</w:t>
      </w:r>
      <w:r w:rsidR="00B365A1">
        <w:rPr>
          <w:rtl/>
        </w:rPr>
        <w:t xml:space="preserve">ں </w:t>
      </w:r>
      <w:r>
        <w:rPr>
          <w:rtl/>
        </w:rPr>
        <w:t>پر اٹھا كر اينٹو</w:t>
      </w:r>
      <w:r w:rsidR="00B365A1">
        <w:rPr>
          <w:rtl/>
        </w:rPr>
        <w:t xml:space="preserve">ں </w:t>
      </w:r>
      <w:r>
        <w:rPr>
          <w:rtl/>
        </w:rPr>
        <w:t xml:space="preserve">كو ركھے _ </w:t>
      </w:r>
    </w:p>
    <w:p w:rsidR="00B7245B" w:rsidRDefault="00376422" w:rsidP="00E67399">
      <w:pPr>
        <w:pStyle w:val="libNormal"/>
        <w:rPr>
          <w:rtl/>
        </w:rPr>
      </w:pPr>
      <w:r>
        <w:rPr>
          <w:rtl/>
        </w:rPr>
        <w:t xml:space="preserve">دوسرى مرتبہ خليفہ وقت نے ابو سفيان كے سر پر تازيانہ مارا ، جب اسكى خبر بيوى تك پہونچى تو بہت ناراض ہوئي اور </w:t>
      </w:r>
    </w:p>
    <w:p w:rsidR="00B7245B" w:rsidRDefault="00B7245B"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خليفہ سے غصے مي</w:t>
      </w:r>
      <w:r w:rsidR="00B365A1">
        <w:rPr>
          <w:rtl/>
        </w:rPr>
        <w:t xml:space="preserve">ں </w:t>
      </w:r>
      <w:r>
        <w:rPr>
          <w:rtl/>
        </w:rPr>
        <w:t>كہا ، خدا كى قسم ، اگر دور جاہليت مي</w:t>
      </w:r>
      <w:r w:rsidR="00B365A1">
        <w:rPr>
          <w:rtl/>
        </w:rPr>
        <w:t xml:space="preserve">ں </w:t>
      </w:r>
      <w:r>
        <w:rPr>
          <w:rtl/>
        </w:rPr>
        <w:t>اسكو چھڑ ى مارتے تو تمھارے پائو</w:t>
      </w:r>
      <w:r w:rsidR="00B365A1">
        <w:rPr>
          <w:rtl/>
        </w:rPr>
        <w:t xml:space="preserve">ں </w:t>
      </w:r>
      <w:r>
        <w:rPr>
          <w:rtl/>
        </w:rPr>
        <w:t xml:space="preserve">سے زمين نكل جاتى _ خليفہ نے جواب ديا ، تم سچ كہتى ہو ، مگر كيا كيا جائے خدا وند عالم نے ايك گروہ كو اسلام كى وجہ سے عزيز و بلند اور دوسرے گروہ كو اسلام نے ذليل و پست كر ديا _ </w:t>
      </w:r>
    </w:p>
    <w:p w:rsidR="00376422" w:rsidRDefault="00376422" w:rsidP="00E67399">
      <w:pPr>
        <w:pStyle w:val="libNormal"/>
        <w:rPr>
          <w:rtl/>
        </w:rPr>
      </w:pPr>
      <w:r>
        <w:rPr>
          <w:rtl/>
        </w:rPr>
        <w:t>زمانہ گذرتا رہا ، يہا</w:t>
      </w:r>
      <w:r w:rsidR="00B365A1">
        <w:rPr>
          <w:rtl/>
        </w:rPr>
        <w:t xml:space="preserve">ں </w:t>
      </w:r>
      <w:r>
        <w:rPr>
          <w:rtl/>
        </w:rPr>
        <w:t>تك كہ خليفہ عثمان بن گئے ، اس دور مي</w:t>
      </w:r>
      <w:r w:rsidR="00B365A1">
        <w:rPr>
          <w:rtl/>
        </w:rPr>
        <w:t xml:space="preserve">ں </w:t>
      </w:r>
      <w:r>
        <w:rPr>
          <w:rtl/>
        </w:rPr>
        <w:t>بار ديگر اموى اقتدار مي</w:t>
      </w:r>
      <w:r w:rsidR="00B365A1">
        <w:rPr>
          <w:rtl/>
        </w:rPr>
        <w:t xml:space="preserve">ں </w:t>
      </w:r>
      <w:r>
        <w:rPr>
          <w:rtl/>
        </w:rPr>
        <w:t>اگئے اور بچو</w:t>
      </w:r>
      <w:r w:rsidR="00B365A1">
        <w:rPr>
          <w:rtl/>
        </w:rPr>
        <w:t xml:space="preserve">ں </w:t>
      </w:r>
      <w:r>
        <w:rPr>
          <w:rtl/>
        </w:rPr>
        <w:t>كى طرح حكومت سے كھيلنے لگے ، اور تمام شہرو</w:t>
      </w:r>
      <w:r w:rsidR="00B365A1">
        <w:rPr>
          <w:rtl/>
        </w:rPr>
        <w:t xml:space="preserve">ں </w:t>
      </w:r>
      <w:r>
        <w:rPr>
          <w:rtl/>
        </w:rPr>
        <w:t>پر بنى اميہ كى ايك ايك فرد حكومت كرنے لگى ، اور وہ اپنے تاج و تخت پر بہت ناز كرنے لگے ، يہى وہ زمانہ ہے جس مي</w:t>
      </w:r>
      <w:r w:rsidR="00B365A1">
        <w:rPr>
          <w:rtl/>
        </w:rPr>
        <w:t xml:space="preserve">ں </w:t>
      </w:r>
      <w:r>
        <w:rPr>
          <w:rtl/>
        </w:rPr>
        <w:t>متقى و صالح اصحاب رسول (ص) بار ديگر كمزور اور اذيتو</w:t>
      </w:r>
      <w:r w:rsidR="00B365A1">
        <w:rPr>
          <w:rtl/>
        </w:rPr>
        <w:t xml:space="preserve">ں </w:t>
      </w:r>
      <w:r>
        <w:rPr>
          <w:rtl/>
        </w:rPr>
        <w:t>مي</w:t>
      </w:r>
      <w:r w:rsidR="00B365A1">
        <w:rPr>
          <w:rtl/>
        </w:rPr>
        <w:t xml:space="preserve">ں </w:t>
      </w:r>
      <w:r>
        <w:rPr>
          <w:rtl/>
        </w:rPr>
        <w:t>مبتلا ہوگئے ، اور عمار جيسے نيك و صالح پر ظلم و ستم كا پہاڑ توڑ ا جانے لگا اور ابو ذر و مالك اشتر جيسو</w:t>
      </w:r>
      <w:r w:rsidR="00B365A1">
        <w:rPr>
          <w:rtl/>
        </w:rPr>
        <w:t xml:space="preserve">ں </w:t>
      </w:r>
      <w:r>
        <w:rPr>
          <w:rtl/>
        </w:rPr>
        <w:t>كو چٹيل ميدان مي</w:t>
      </w:r>
      <w:r w:rsidR="00B365A1">
        <w:rPr>
          <w:rtl/>
        </w:rPr>
        <w:t xml:space="preserve">ں </w:t>
      </w:r>
      <w:r>
        <w:rPr>
          <w:rtl/>
        </w:rPr>
        <w:t xml:space="preserve">جلا وطن كيا جانے لگا _ </w:t>
      </w:r>
    </w:p>
    <w:p w:rsidR="00376422" w:rsidRDefault="00376422" w:rsidP="00E67399">
      <w:pPr>
        <w:pStyle w:val="libNormal"/>
        <w:rPr>
          <w:rtl/>
        </w:rPr>
      </w:pPr>
      <w:r>
        <w:rPr>
          <w:rtl/>
        </w:rPr>
        <w:t>امويو</w:t>
      </w:r>
      <w:r w:rsidR="00B365A1">
        <w:rPr>
          <w:rtl/>
        </w:rPr>
        <w:t xml:space="preserve">ں </w:t>
      </w:r>
      <w:r>
        <w:rPr>
          <w:rtl/>
        </w:rPr>
        <w:t>كے دل و دماغ غرور و نخوت سے اتنے بھر گئے تھے كہ ايك اموى نے كہا كہ عراق كى سر سبز و شاداب زمين قريش كے باغو</w:t>
      </w:r>
      <w:r w:rsidR="00B365A1">
        <w:rPr>
          <w:rtl/>
        </w:rPr>
        <w:t xml:space="preserve">ں </w:t>
      </w:r>
      <w:r>
        <w:rPr>
          <w:rtl/>
        </w:rPr>
        <w:t>مي</w:t>
      </w:r>
      <w:r w:rsidR="00B365A1">
        <w:rPr>
          <w:rtl/>
        </w:rPr>
        <w:t xml:space="preserve">ں </w:t>
      </w:r>
      <w:r>
        <w:rPr>
          <w:rtl/>
        </w:rPr>
        <w:t>سے ايك باغ ہے ، ان تمام ظلم و ستم اور غرور و تكبر نے بلاد اسلامى كو ايسا گھيرا اور فتنہ و اشوب كے طوفان نے ايسا چكر مي</w:t>
      </w:r>
      <w:r w:rsidR="00B365A1">
        <w:rPr>
          <w:rtl/>
        </w:rPr>
        <w:t xml:space="preserve">ں </w:t>
      </w:r>
      <w:r>
        <w:rPr>
          <w:rtl/>
        </w:rPr>
        <w:t>ليا كہ اموى خليفہ اپنے گھر ہى مي</w:t>
      </w:r>
      <w:r w:rsidR="00B365A1">
        <w:rPr>
          <w:rtl/>
        </w:rPr>
        <w:t xml:space="preserve">ں </w:t>
      </w:r>
      <w:r>
        <w:rPr>
          <w:rtl/>
        </w:rPr>
        <w:t>مار ڈالے گئے ، اس سخت تجربے اور پئے در پئے نا كاميو</w:t>
      </w:r>
      <w:r w:rsidR="00B365A1">
        <w:rPr>
          <w:rtl/>
        </w:rPr>
        <w:t xml:space="preserve">ں </w:t>
      </w:r>
      <w:r>
        <w:rPr>
          <w:rtl/>
        </w:rPr>
        <w:t>كے بعد مسلمانو</w:t>
      </w:r>
      <w:r w:rsidR="00B365A1">
        <w:rPr>
          <w:rtl/>
        </w:rPr>
        <w:t xml:space="preserve">ں </w:t>
      </w:r>
      <w:r>
        <w:rPr>
          <w:rtl/>
        </w:rPr>
        <w:t>نے مہار خلافت كو امويو</w:t>
      </w:r>
      <w:r w:rsidR="00B365A1">
        <w:rPr>
          <w:rtl/>
        </w:rPr>
        <w:t xml:space="preserve">ں </w:t>
      </w:r>
      <w:r>
        <w:rPr>
          <w:rtl/>
        </w:rPr>
        <w:t>سے چھين كر بنى ہاشم كے ہاتھو</w:t>
      </w:r>
      <w:r w:rsidR="00B365A1">
        <w:rPr>
          <w:rtl/>
        </w:rPr>
        <w:t xml:space="preserve">ں </w:t>
      </w:r>
      <w:r>
        <w:rPr>
          <w:rtl/>
        </w:rPr>
        <w:t>مي</w:t>
      </w:r>
      <w:r w:rsidR="00B365A1">
        <w:rPr>
          <w:rtl/>
        </w:rPr>
        <w:t xml:space="preserve">ں </w:t>
      </w:r>
      <w:r>
        <w:rPr>
          <w:rtl/>
        </w:rPr>
        <w:t>ديديا تاكہ عدالت علوى كى حكومت قائم ہو جائے ، جيسے ہى مسلمانو</w:t>
      </w:r>
      <w:r w:rsidR="00B365A1">
        <w:rPr>
          <w:rtl/>
        </w:rPr>
        <w:t xml:space="preserve">ں </w:t>
      </w:r>
      <w:r>
        <w:rPr>
          <w:rtl/>
        </w:rPr>
        <w:t>نے اس كام كو انجام ديا دوبارہ مدينہ كے اندر امويو</w:t>
      </w:r>
      <w:r w:rsidR="00B365A1">
        <w:rPr>
          <w:rtl/>
        </w:rPr>
        <w:t xml:space="preserve">ں </w:t>
      </w:r>
      <w:r>
        <w:rPr>
          <w:rtl/>
        </w:rPr>
        <w:t>نے طوق ذلت اور قريش كے سامنے سر تسليم خم كر ديا _ ليكن سر تسليم خم كرنے كے بعد بھى سكون سے نہي</w:t>
      </w:r>
      <w:r w:rsidR="00B365A1">
        <w:rPr>
          <w:rtl/>
        </w:rPr>
        <w:t xml:space="preserve">ں </w:t>
      </w:r>
      <w:r>
        <w:rPr>
          <w:rtl/>
        </w:rPr>
        <w:t>بيٹھے بلكہ ہر روز كسى نہ كسى بہانے سے حكومت علوى (ع) كے خلاف محاذ ارائي كرتے رہے تاكہ خلافت عثمان كے زمانے مي</w:t>
      </w:r>
      <w:r w:rsidR="00B365A1">
        <w:rPr>
          <w:rtl/>
        </w:rPr>
        <w:t xml:space="preserve">ں </w:t>
      </w:r>
      <w:r>
        <w:rPr>
          <w:rtl/>
        </w:rPr>
        <w:t>دل حكومت كرنے كى جو چٹكيا</w:t>
      </w:r>
      <w:r w:rsidR="00B365A1">
        <w:rPr>
          <w:rtl/>
        </w:rPr>
        <w:t xml:space="preserve">ں </w:t>
      </w:r>
      <w:r>
        <w:rPr>
          <w:rtl/>
        </w:rPr>
        <w:t>لے رہا تھا اس كى اميد بندھ جائے امام(ع) كى حكومت كے خلاف رفتہ رفتہ اتش جنگ اتنى بھڑك اٹھى كہ بصرہ خون مي</w:t>
      </w:r>
      <w:r w:rsidR="00B365A1">
        <w:rPr>
          <w:rtl/>
        </w:rPr>
        <w:t xml:space="preserve">ں </w:t>
      </w:r>
      <w:r>
        <w:rPr>
          <w:rtl/>
        </w:rPr>
        <w:t xml:space="preserve">ڈوب گيا پھر بھى انكو كوئي فائدہ نہ ہو سكا _ </w:t>
      </w:r>
    </w:p>
    <w:p w:rsidR="00376422" w:rsidRDefault="00376422" w:rsidP="00E67399">
      <w:pPr>
        <w:pStyle w:val="libNormal"/>
        <w:rPr>
          <w:rtl/>
        </w:rPr>
      </w:pPr>
      <w:r>
        <w:rPr>
          <w:rtl/>
        </w:rPr>
        <w:t>ان تمام ادوار مي</w:t>
      </w:r>
      <w:r w:rsidR="00B365A1">
        <w:rPr>
          <w:rtl/>
        </w:rPr>
        <w:t xml:space="preserve">ں </w:t>
      </w:r>
      <w:r>
        <w:rPr>
          <w:rtl/>
        </w:rPr>
        <w:t>معاويہ جو عمر كے زمانے سے شام كى امارت كو سنبھالے ہوئے تھا ہر دن اپنى حكومت كو وسيع و عريض كرنے كى تاك مي</w:t>
      </w:r>
      <w:r w:rsidR="00B365A1">
        <w:rPr>
          <w:rtl/>
        </w:rPr>
        <w:t xml:space="preserve">ں </w:t>
      </w:r>
      <w:r>
        <w:rPr>
          <w:rtl/>
        </w:rPr>
        <w:t xml:space="preserve">لگا رہتا تھا _ </w:t>
      </w:r>
    </w:p>
    <w:p w:rsidR="0097280A" w:rsidRDefault="00376422" w:rsidP="00E67399">
      <w:pPr>
        <w:pStyle w:val="libNormal"/>
        <w:rPr>
          <w:rtl/>
        </w:rPr>
      </w:pPr>
      <w:r>
        <w:rPr>
          <w:rtl/>
        </w:rPr>
        <w:t>اسى لئے معاويہ نے امام (ع) كو خط لكھ بھيجا اور اس مي</w:t>
      </w:r>
      <w:r w:rsidR="00B365A1">
        <w:rPr>
          <w:rtl/>
        </w:rPr>
        <w:t xml:space="preserve">ں </w:t>
      </w:r>
      <w:r>
        <w:rPr>
          <w:rtl/>
        </w:rPr>
        <w:t>حكومت مصر و شام كا مطالبہ كيا ، جب انحضرت (ع) نے نا مساعد جواب ديا تو خون عثمان كے نام پر ہزارو</w:t>
      </w:r>
      <w:r w:rsidR="00B365A1">
        <w:rPr>
          <w:rtl/>
        </w:rPr>
        <w:t xml:space="preserve">ں </w:t>
      </w:r>
      <w:r>
        <w:rPr>
          <w:rtl/>
        </w:rPr>
        <w:t>لوگو</w:t>
      </w:r>
      <w:r w:rsidR="00B365A1">
        <w:rPr>
          <w:rtl/>
        </w:rPr>
        <w:t xml:space="preserve">ں </w:t>
      </w:r>
      <w:r>
        <w:rPr>
          <w:rtl/>
        </w:rPr>
        <w:t>كو اكٹھا كر كے امام عليہ السلام سے جنگ كرلى جب جنگ سے كاميابى نہي</w:t>
      </w:r>
      <w:r w:rsidR="00B365A1">
        <w:rPr>
          <w:rtl/>
        </w:rPr>
        <w:t xml:space="preserve">ں </w:t>
      </w:r>
      <w:r>
        <w:rPr>
          <w:rtl/>
        </w:rPr>
        <w:t>ملى تو معاملہ حكميت پر جا كر روكا حكميت كے بعد شام واپس</w:t>
      </w:r>
      <w:r w:rsidR="00831D2C">
        <w:rPr>
          <w:rtl/>
        </w:rPr>
        <w:t xml:space="preserve"> آيا </w:t>
      </w:r>
      <w:r>
        <w:rPr>
          <w:rtl/>
        </w:rPr>
        <w:t xml:space="preserve"> تو لٹيرو</w:t>
      </w:r>
      <w:r w:rsidR="00B365A1">
        <w:rPr>
          <w:rtl/>
        </w:rPr>
        <w:t xml:space="preserve">ں </w:t>
      </w:r>
      <w:r>
        <w:rPr>
          <w:rtl/>
        </w:rPr>
        <w:t>كو مسلسل بلاد اسلامى مي</w:t>
      </w:r>
      <w:r w:rsidR="00B365A1">
        <w:rPr>
          <w:rtl/>
        </w:rPr>
        <w:t xml:space="preserve">ں </w:t>
      </w:r>
      <w:r>
        <w:rPr>
          <w:rtl/>
        </w:rPr>
        <w:t>بھيجتا رہا تاكہ بے گناہ مسلمانو</w:t>
      </w:r>
      <w:r w:rsidR="00B365A1">
        <w:rPr>
          <w:rtl/>
        </w:rPr>
        <w:t xml:space="preserve">ں </w:t>
      </w:r>
      <w:r>
        <w:rPr>
          <w:rtl/>
        </w:rPr>
        <w:t xml:space="preserve">كى </w:t>
      </w:r>
    </w:p>
    <w:p w:rsidR="0097280A" w:rsidRDefault="0097280A"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عورتو</w:t>
      </w:r>
      <w:r w:rsidR="00B365A1">
        <w:rPr>
          <w:rtl/>
        </w:rPr>
        <w:t xml:space="preserve">ں </w:t>
      </w:r>
      <w:r>
        <w:rPr>
          <w:rtl/>
        </w:rPr>
        <w:t>كو اسير بنائي</w:t>
      </w:r>
      <w:r w:rsidR="00B365A1">
        <w:rPr>
          <w:rtl/>
        </w:rPr>
        <w:t xml:space="preserve">ں </w:t>
      </w:r>
      <w:r>
        <w:rPr>
          <w:rtl/>
        </w:rPr>
        <w:t>اور چھوٹے بڑے كو قتل كر كے گھرو</w:t>
      </w:r>
      <w:r w:rsidR="00B365A1">
        <w:rPr>
          <w:rtl/>
        </w:rPr>
        <w:t xml:space="preserve">ں </w:t>
      </w:r>
      <w:r>
        <w:rPr>
          <w:rtl/>
        </w:rPr>
        <w:t>مي</w:t>
      </w:r>
      <w:r w:rsidR="00B365A1">
        <w:rPr>
          <w:rtl/>
        </w:rPr>
        <w:t xml:space="preserve">ں </w:t>
      </w:r>
      <w:r>
        <w:rPr>
          <w:rtl/>
        </w:rPr>
        <w:t>اگ لگا دي</w:t>
      </w:r>
      <w:r w:rsidR="00B365A1">
        <w:rPr>
          <w:rtl/>
        </w:rPr>
        <w:t xml:space="preserve">ں </w:t>
      </w:r>
      <w:r>
        <w:rPr>
          <w:rtl/>
        </w:rPr>
        <w:t>، ان لٹيرو</w:t>
      </w:r>
      <w:r w:rsidR="00B365A1">
        <w:rPr>
          <w:rtl/>
        </w:rPr>
        <w:t xml:space="preserve">ں </w:t>
      </w:r>
      <w:r>
        <w:rPr>
          <w:rtl/>
        </w:rPr>
        <w:t>نے تقريباً تيس ہزار مسلمانو</w:t>
      </w:r>
      <w:r w:rsidR="00B365A1">
        <w:rPr>
          <w:rtl/>
        </w:rPr>
        <w:t xml:space="preserve">ں </w:t>
      </w:r>
      <w:r>
        <w:rPr>
          <w:rtl/>
        </w:rPr>
        <w:t>كو تہ تيغ كيا اور ديگر مامورين نے بھى اپنے ہاتھو</w:t>
      </w:r>
      <w:r w:rsidR="00B365A1">
        <w:rPr>
          <w:rtl/>
        </w:rPr>
        <w:t xml:space="preserve">ں </w:t>
      </w:r>
      <w:r>
        <w:rPr>
          <w:rtl/>
        </w:rPr>
        <w:t>سے بے گناہو</w:t>
      </w:r>
      <w:r w:rsidR="00B365A1">
        <w:rPr>
          <w:rtl/>
        </w:rPr>
        <w:t xml:space="preserve">ں </w:t>
      </w:r>
      <w:r>
        <w:rPr>
          <w:rtl/>
        </w:rPr>
        <w:t xml:space="preserve">كو موت كے گھاٹ اتارا _ </w:t>
      </w:r>
    </w:p>
    <w:p w:rsidR="00376422" w:rsidRDefault="00376422" w:rsidP="00E67399">
      <w:pPr>
        <w:pStyle w:val="libNormal"/>
        <w:rPr>
          <w:rtl/>
        </w:rPr>
      </w:pPr>
      <w:r>
        <w:rPr>
          <w:rtl/>
        </w:rPr>
        <w:t>حضرت على (ع) كى شہادت كے بعد معاويہ نے امام حسن (ع) كى بيعت نہي</w:t>
      </w:r>
      <w:r w:rsidR="00B365A1">
        <w:rPr>
          <w:rtl/>
        </w:rPr>
        <w:t xml:space="preserve">ں </w:t>
      </w:r>
      <w:r>
        <w:rPr>
          <w:rtl/>
        </w:rPr>
        <w:t>كى اور ايك بڑے لشكر كے ساتھ عراق اگيا اور امام (ع) كے محافظ و اصحاب كو سكّو</w:t>
      </w:r>
      <w:r w:rsidR="00B365A1">
        <w:rPr>
          <w:rtl/>
        </w:rPr>
        <w:t xml:space="preserve">ں </w:t>
      </w:r>
      <w:r>
        <w:rPr>
          <w:rtl/>
        </w:rPr>
        <w:t xml:space="preserve">كى لالچ ديكر خريد نا شروع كر ديا اور انكو خريد كر امام (ع) پر حملہ كروايا _ </w:t>
      </w:r>
    </w:p>
    <w:p w:rsidR="00376422" w:rsidRDefault="00376422" w:rsidP="00E67399">
      <w:pPr>
        <w:pStyle w:val="libNormal"/>
        <w:rPr>
          <w:rtl/>
        </w:rPr>
      </w:pPr>
      <w:r>
        <w:rPr>
          <w:rtl/>
        </w:rPr>
        <w:t>جب امام (ع) نے اپنے سپاہيو</w:t>
      </w:r>
      <w:r w:rsidR="00B365A1">
        <w:rPr>
          <w:rtl/>
        </w:rPr>
        <w:t xml:space="preserve">ں </w:t>
      </w:r>
      <w:r>
        <w:rPr>
          <w:rtl/>
        </w:rPr>
        <w:t>كى جنگ سے كنارہ كشى كو ديكھا اور خود اپنے كو بھى بہت زخمى پايا تو معاويہ سے صلح كر لى اور اس صلحنامہ مي</w:t>
      </w:r>
      <w:r w:rsidR="00B365A1">
        <w:rPr>
          <w:rtl/>
        </w:rPr>
        <w:t xml:space="preserve">ں </w:t>
      </w:r>
      <w:r>
        <w:rPr>
          <w:rtl/>
        </w:rPr>
        <w:t>بہت سارى شرطي</w:t>
      </w:r>
      <w:r w:rsidR="00B365A1">
        <w:rPr>
          <w:rtl/>
        </w:rPr>
        <w:t xml:space="preserve">ں </w:t>
      </w:r>
      <w:r>
        <w:rPr>
          <w:rtl/>
        </w:rPr>
        <w:t>ركھي</w:t>
      </w:r>
      <w:r w:rsidR="00B365A1">
        <w:rPr>
          <w:rtl/>
        </w:rPr>
        <w:t xml:space="preserve">ں </w:t>
      </w:r>
      <w:r>
        <w:rPr>
          <w:rtl/>
        </w:rPr>
        <w:t>مگر اس نے ايك شرط پر بھى عمل نہ كيا ، جب كوفہ</w:t>
      </w:r>
      <w:r w:rsidR="00831D2C">
        <w:rPr>
          <w:rtl/>
        </w:rPr>
        <w:t xml:space="preserve"> آيا </w:t>
      </w:r>
      <w:r>
        <w:rPr>
          <w:rtl/>
        </w:rPr>
        <w:t xml:space="preserve"> تو اپنى تقرير مي</w:t>
      </w:r>
      <w:r w:rsidR="00B365A1">
        <w:rPr>
          <w:rtl/>
        </w:rPr>
        <w:t xml:space="preserve">ں </w:t>
      </w:r>
      <w:r>
        <w:rPr>
          <w:rtl/>
        </w:rPr>
        <w:t>ان باتو</w:t>
      </w:r>
      <w:r w:rsidR="00B365A1">
        <w:rPr>
          <w:rtl/>
        </w:rPr>
        <w:t xml:space="preserve">ں </w:t>
      </w:r>
      <w:r>
        <w:rPr>
          <w:rtl/>
        </w:rPr>
        <w:t>كو پيش كيا كہ خدا كى قسم ، اے لوگو ، ہم نے تم لوگو</w:t>
      </w:r>
      <w:r w:rsidR="00B365A1">
        <w:rPr>
          <w:rtl/>
        </w:rPr>
        <w:t xml:space="preserve">ں </w:t>
      </w:r>
      <w:r>
        <w:rPr>
          <w:rtl/>
        </w:rPr>
        <w:t>سے نہ نماز كى خاطر جنگ كى تھى اور نہ ہى روزہ كيوجہ سے، ان امور كو تو تم لوگ انجام ديتے ہى ہو ، ہم نے صرف اس لئے تم لوگو</w:t>
      </w:r>
      <w:r w:rsidR="00B365A1">
        <w:rPr>
          <w:rtl/>
        </w:rPr>
        <w:t xml:space="preserve">ں </w:t>
      </w:r>
      <w:r>
        <w:rPr>
          <w:rtl/>
        </w:rPr>
        <w:t>سے جنگ كى تاكہ تمھارے اوپر حكومت كرو</w:t>
      </w:r>
      <w:r w:rsidR="00B365A1">
        <w:rPr>
          <w:rtl/>
        </w:rPr>
        <w:t xml:space="preserve">ں </w:t>
      </w:r>
      <w:r>
        <w:rPr>
          <w:rtl/>
        </w:rPr>
        <w:t>، اور جن شرائط پر حسن (ع) سے صلح ہوئي تھى ان سبكو اپنے قدمو</w:t>
      </w:r>
      <w:r w:rsidR="00B365A1">
        <w:rPr>
          <w:rtl/>
        </w:rPr>
        <w:t xml:space="preserve">ں </w:t>
      </w:r>
      <w:r>
        <w:rPr>
          <w:rtl/>
        </w:rPr>
        <w:t>تلے ركھتا ہو</w:t>
      </w:r>
      <w:r w:rsidR="00B365A1">
        <w:rPr>
          <w:rtl/>
        </w:rPr>
        <w:t xml:space="preserve">ں </w:t>
      </w:r>
      <w:r>
        <w:rPr>
          <w:rtl/>
        </w:rPr>
        <w:t xml:space="preserve">_ </w:t>
      </w:r>
    </w:p>
    <w:p w:rsidR="00376422" w:rsidRDefault="00376422" w:rsidP="00E67399">
      <w:pPr>
        <w:pStyle w:val="libNormal"/>
        <w:rPr>
          <w:rtl/>
        </w:rPr>
      </w:pPr>
      <w:r>
        <w:rPr>
          <w:rtl/>
        </w:rPr>
        <w:t>معاويہ مجبور تھا كہ اپنى حكومت كى سياسى بنياد چاپلوسى پر ركھے اور اس نے اپنى حكومت كے پہلے ہى سال امپراطور روم سے مصالحت كر كے خراج ديا ، اور دمشق كے اطراف و اكناف مي</w:t>
      </w:r>
      <w:r w:rsidR="00B365A1">
        <w:rPr>
          <w:rtl/>
        </w:rPr>
        <w:t xml:space="preserve">ں </w:t>
      </w:r>
      <w:r>
        <w:rPr>
          <w:rtl/>
        </w:rPr>
        <w:t>سكو</w:t>
      </w:r>
      <w:r w:rsidR="00B365A1">
        <w:rPr>
          <w:rtl/>
        </w:rPr>
        <w:t xml:space="preserve">ں </w:t>
      </w:r>
      <w:r>
        <w:rPr>
          <w:rtl/>
        </w:rPr>
        <w:t>كى تھيليا</w:t>
      </w:r>
      <w:r w:rsidR="00B365A1">
        <w:rPr>
          <w:rtl/>
        </w:rPr>
        <w:t xml:space="preserve">ں </w:t>
      </w:r>
      <w:r>
        <w:rPr>
          <w:rtl/>
        </w:rPr>
        <w:t>بھيجنے لگا ، سردار قبائل اور عرب كے مكارو</w:t>
      </w:r>
      <w:r w:rsidR="00B365A1">
        <w:rPr>
          <w:rtl/>
        </w:rPr>
        <w:t xml:space="preserve">ں </w:t>
      </w:r>
      <w:r>
        <w:rPr>
          <w:rtl/>
        </w:rPr>
        <w:t>كو دولت و مقام نيز رشتہ دارى كے ذريعہ دھوكہ ديا تاكہ ان لوگو</w:t>
      </w:r>
      <w:r w:rsidR="00B365A1">
        <w:rPr>
          <w:rtl/>
        </w:rPr>
        <w:t xml:space="preserve">ں </w:t>
      </w:r>
      <w:r>
        <w:rPr>
          <w:rtl/>
        </w:rPr>
        <w:t>كى مدد سے اپنى حكومت كو ٹھوس اور ظلم و ستم كے ذريعے دولت كى جمع اورى كر سكے ، يہى وہ زمانہ ہے جس مي</w:t>
      </w:r>
      <w:r w:rsidR="00B365A1">
        <w:rPr>
          <w:rtl/>
        </w:rPr>
        <w:t xml:space="preserve">ں </w:t>
      </w:r>
      <w:r>
        <w:rPr>
          <w:rtl/>
        </w:rPr>
        <w:t xml:space="preserve">معاويہ نے اپنى سياست كو بدلا ، اور ايك ظالم و جابر بادشاہ كى ياد تازہ كر دى _ </w:t>
      </w:r>
    </w:p>
    <w:p w:rsidR="00376422" w:rsidRDefault="00376422" w:rsidP="00E67399">
      <w:pPr>
        <w:pStyle w:val="libNormal"/>
        <w:rPr>
          <w:rtl/>
        </w:rPr>
      </w:pPr>
      <w:r>
        <w:rPr>
          <w:rtl/>
        </w:rPr>
        <w:t>ايك طرف سونے اور چاندى كى بوچھار ہونے لگى تو دوسرى طرف تمام بلاد اسلامى كى پيداوار كو اپنے خونين پنجے مي</w:t>
      </w:r>
      <w:r w:rsidR="00B365A1">
        <w:rPr>
          <w:rtl/>
        </w:rPr>
        <w:t xml:space="preserve">ں </w:t>
      </w:r>
      <w:r>
        <w:rPr>
          <w:rtl/>
        </w:rPr>
        <w:t>كر ليا اور تمام باشندو</w:t>
      </w:r>
      <w:r w:rsidR="00B365A1">
        <w:rPr>
          <w:rtl/>
        </w:rPr>
        <w:t xml:space="preserve">ں </w:t>
      </w:r>
      <w:r>
        <w:rPr>
          <w:rtl/>
        </w:rPr>
        <w:t>كو حكم ديا كہ جس طرح عجم كے بادشاہو</w:t>
      </w:r>
      <w:r w:rsidR="00B365A1">
        <w:rPr>
          <w:rtl/>
        </w:rPr>
        <w:t xml:space="preserve">ں </w:t>
      </w:r>
      <w:r>
        <w:rPr>
          <w:rtl/>
        </w:rPr>
        <w:t xml:space="preserve">كو عيد نوروز كے موقع پر تحفہ ديتے تھے اب مجھے بھى دو ، اس طرح بالكل روم و ايران كا امپرا طور بن گيا تھا_ </w:t>
      </w:r>
    </w:p>
    <w:p w:rsidR="00376422" w:rsidRDefault="00376422" w:rsidP="00E67399">
      <w:pPr>
        <w:pStyle w:val="libNormal"/>
        <w:rPr>
          <w:rtl/>
        </w:rPr>
      </w:pPr>
    </w:p>
    <w:p w:rsidR="00376422" w:rsidRDefault="00376422" w:rsidP="00E67399">
      <w:pPr>
        <w:pStyle w:val="Heading2Center"/>
        <w:rPr>
          <w:rtl/>
        </w:rPr>
      </w:pPr>
      <w:bookmarkStart w:id="71" w:name="_Toc531605699"/>
      <w:r>
        <w:rPr>
          <w:rtl/>
        </w:rPr>
        <w:t>زمانہ معاويہ مي</w:t>
      </w:r>
      <w:r w:rsidR="00B365A1">
        <w:rPr>
          <w:rtl/>
        </w:rPr>
        <w:t xml:space="preserve">ں </w:t>
      </w:r>
      <w:r>
        <w:rPr>
          <w:rtl/>
        </w:rPr>
        <w:t>حديث سازيا</w:t>
      </w:r>
      <w:r w:rsidR="00B365A1">
        <w:rPr>
          <w:rtl/>
        </w:rPr>
        <w:t>ں</w:t>
      </w:r>
      <w:bookmarkEnd w:id="71"/>
      <w:r w:rsidR="00B365A1">
        <w:rPr>
          <w:rtl/>
        </w:rPr>
        <w:t xml:space="preserve"> </w:t>
      </w:r>
    </w:p>
    <w:p w:rsidR="0097280A" w:rsidRDefault="00376422" w:rsidP="00E67399">
      <w:pPr>
        <w:pStyle w:val="libNormal"/>
        <w:rPr>
          <w:rtl/>
        </w:rPr>
      </w:pPr>
      <w:r>
        <w:rPr>
          <w:rtl/>
        </w:rPr>
        <w:t>حكومت معاويہ كے اتے ہى اصحاب رسول (ص) نے جو حكومت علوى (ع) كے زمانے مي</w:t>
      </w:r>
      <w:r w:rsidR="00B365A1">
        <w:rPr>
          <w:rtl/>
        </w:rPr>
        <w:t xml:space="preserve">ں </w:t>
      </w:r>
      <w:r>
        <w:rPr>
          <w:rtl/>
        </w:rPr>
        <w:t xml:space="preserve">امير المومنين (ع) كے ساتھ تھے ، بلاد </w:t>
      </w:r>
    </w:p>
    <w:p w:rsidR="0097280A" w:rsidRDefault="0097280A" w:rsidP="00E67399">
      <w:pPr>
        <w:pStyle w:val="libPoemTini"/>
        <w:rPr>
          <w:rtl/>
        </w:rPr>
      </w:pPr>
      <w:r>
        <w:rPr>
          <w:rtl/>
        </w:rPr>
        <w:br w:type="page"/>
      </w:r>
    </w:p>
    <w:p w:rsidR="00376422" w:rsidRDefault="00376422" w:rsidP="00E67399">
      <w:pPr>
        <w:pStyle w:val="libNormal"/>
        <w:rPr>
          <w:rtl/>
        </w:rPr>
      </w:pPr>
      <w:r>
        <w:rPr>
          <w:rtl/>
        </w:rPr>
        <w:lastRenderedPageBreak/>
        <w:t>اسلامى مي</w:t>
      </w:r>
      <w:r w:rsidR="00B365A1">
        <w:rPr>
          <w:rtl/>
        </w:rPr>
        <w:t xml:space="preserve">ں </w:t>
      </w:r>
      <w:r>
        <w:rPr>
          <w:rtl/>
        </w:rPr>
        <w:t>گوشہ نشينى اختيار كر لى ، كيونكہ امام حسن (ع) كى صلح كے بعد عوام نے ساتھ چھوڑ ديا تھا لہذا بار ديگر كمزور ہو گئے اسى وجہ سے ممالك اسلامى كے مختلف شہرو</w:t>
      </w:r>
      <w:r w:rsidR="00B365A1">
        <w:rPr>
          <w:rtl/>
        </w:rPr>
        <w:t xml:space="preserve">ں </w:t>
      </w:r>
      <w:r>
        <w:rPr>
          <w:rtl/>
        </w:rPr>
        <w:t>مي</w:t>
      </w:r>
      <w:r w:rsidR="00B365A1">
        <w:rPr>
          <w:rtl/>
        </w:rPr>
        <w:t xml:space="preserve">ں </w:t>
      </w:r>
      <w:r>
        <w:rPr>
          <w:rtl/>
        </w:rPr>
        <w:t>پھيل گئے اور جو مي</w:t>
      </w:r>
      <w:r w:rsidR="00B365A1">
        <w:rPr>
          <w:rtl/>
        </w:rPr>
        <w:t xml:space="preserve">ں </w:t>
      </w:r>
      <w:r>
        <w:rPr>
          <w:rtl/>
        </w:rPr>
        <w:t>نے يہ كہا كہ اصحاب رسول (ع) اچھى خاصى تعداد مي</w:t>
      </w:r>
      <w:r w:rsidR="00B365A1">
        <w:rPr>
          <w:rtl/>
        </w:rPr>
        <w:t xml:space="preserve">ں </w:t>
      </w:r>
      <w:r>
        <w:rPr>
          <w:rtl/>
        </w:rPr>
        <w:t>حضرت على (ع) كے ساتھ اور جنگ جمل وصفين مي</w:t>
      </w:r>
      <w:r w:rsidR="00B365A1">
        <w:rPr>
          <w:rtl/>
        </w:rPr>
        <w:t xml:space="preserve">ں </w:t>
      </w:r>
      <w:r>
        <w:rPr>
          <w:rtl/>
        </w:rPr>
        <w:t>شريك ہوئے تھے ، اسكو خود معتبر مورخو</w:t>
      </w:r>
      <w:r w:rsidR="00B365A1">
        <w:rPr>
          <w:rtl/>
        </w:rPr>
        <w:t xml:space="preserve">ں </w:t>
      </w:r>
      <w:r>
        <w:rPr>
          <w:rtl/>
        </w:rPr>
        <w:t xml:space="preserve">نے بيان كيا ہے اور معاويہ كے ساتھ صرف تين افراد كا نام تحرير كيا ہے _ </w:t>
      </w:r>
    </w:p>
    <w:p w:rsidR="00376422" w:rsidRDefault="00376422" w:rsidP="00E67399">
      <w:pPr>
        <w:pStyle w:val="libNormal"/>
        <w:rPr>
          <w:rtl/>
        </w:rPr>
      </w:pPr>
      <w:r>
        <w:rPr>
          <w:rtl/>
        </w:rPr>
        <w:t>تاريخ اسلام مي</w:t>
      </w:r>
      <w:r w:rsidR="00B365A1">
        <w:rPr>
          <w:rtl/>
        </w:rPr>
        <w:t xml:space="preserve">ں </w:t>
      </w:r>
      <w:r>
        <w:rPr>
          <w:rtl/>
        </w:rPr>
        <w:t>ذہبى لكھتے ہي</w:t>
      </w:r>
      <w:r w:rsidR="00B365A1">
        <w:rPr>
          <w:rtl/>
        </w:rPr>
        <w:t xml:space="preserve">ں </w:t>
      </w:r>
      <w:r>
        <w:rPr>
          <w:rtl/>
        </w:rPr>
        <w:t xml:space="preserve">: </w:t>
      </w:r>
    </w:p>
    <w:p w:rsidR="00376422" w:rsidRDefault="00376422" w:rsidP="00E67399">
      <w:pPr>
        <w:pStyle w:val="libNormal"/>
        <w:rPr>
          <w:rtl/>
        </w:rPr>
      </w:pPr>
      <w:r>
        <w:rPr>
          <w:rtl/>
        </w:rPr>
        <w:t>جنگ جمل مي</w:t>
      </w:r>
      <w:r w:rsidR="00B365A1">
        <w:rPr>
          <w:rtl/>
        </w:rPr>
        <w:t xml:space="preserve">ں </w:t>
      </w:r>
      <w:r>
        <w:rPr>
          <w:rtl/>
        </w:rPr>
        <w:t>انصار سے اٹھ سو افراد على (ع) كے ہمراہ تھے اور سات سو وہ لوگ تھے جنھو</w:t>
      </w:r>
      <w:r w:rsidR="00B365A1">
        <w:rPr>
          <w:rtl/>
        </w:rPr>
        <w:t xml:space="preserve">ں </w:t>
      </w:r>
      <w:r>
        <w:rPr>
          <w:rtl/>
        </w:rPr>
        <w:t>نے بيعت رضوان مي</w:t>
      </w:r>
      <w:r w:rsidR="00B365A1">
        <w:rPr>
          <w:rtl/>
        </w:rPr>
        <w:t xml:space="preserve">ں </w:t>
      </w:r>
      <w:r>
        <w:rPr>
          <w:rtl/>
        </w:rPr>
        <w:t>شركت كى تھى نيز ايك سو بيس افراد وہ تھے جو پيامبر اكرم (ص) كے ساتھ جنگ بدر مي</w:t>
      </w:r>
      <w:r w:rsidR="00B365A1">
        <w:rPr>
          <w:rtl/>
        </w:rPr>
        <w:t xml:space="preserve">ں </w:t>
      </w:r>
      <w:r>
        <w:rPr>
          <w:rtl/>
        </w:rPr>
        <w:t xml:space="preserve">شريك ہوئے تھے </w:t>
      </w:r>
      <w:r w:rsidRPr="00C00E6D">
        <w:rPr>
          <w:rStyle w:val="libFootnotenumChar"/>
          <w:rtl/>
        </w:rPr>
        <w:t>(49)</w:t>
      </w:r>
      <w:r>
        <w:rPr>
          <w:rtl/>
        </w:rPr>
        <w:t xml:space="preserve"> </w:t>
      </w:r>
    </w:p>
    <w:p w:rsidR="00376422" w:rsidRDefault="00376422" w:rsidP="00E67399">
      <w:pPr>
        <w:pStyle w:val="libNormal"/>
        <w:rPr>
          <w:rtl/>
        </w:rPr>
      </w:pPr>
      <w:r>
        <w:rPr>
          <w:rtl/>
        </w:rPr>
        <w:t>ابن خياط اپنى كتاب مي</w:t>
      </w:r>
      <w:r w:rsidR="00B365A1">
        <w:rPr>
          <w:rtl/>
        </w:rPr>
        <w:t xml:space="preserve">ں </w:t>
      </w:r>
      <w:r>
        <w:rPr>
          <w:rtl/>
        </w:rPr>
        <w:t xml:space="preserve">لكھتا ہے : </w:t>
      </w:r>
    </w:p>
    <w:p w:rsidR="00376422" w:rsidRDefault="00376422" w:rsidP="00E67399">
      <w:pPr>
        <w:pStyle w:val="libNormal"/>
        <w:rPr>
          <w:rtl/>
        </w:rPr>
      </w:pPr>
      <w:r>
        <w:rPr>
          <w:rtl/>
        </w:rPr>
        <w:t>'' اٹھ سو وہ افراد جنھو</w:t>
      </w:r>
      <w:r w:rsidR="00B365A1">
        <w:rPr>
          <w:rtl/>
        </w:rPr>
        <w:t xml:space="preserve">ں </w:t>
      </w:r>
      <w:r>
        <w:rPr>
          <w:rtl/>
        </w:rPr>
        <w:t>نے رسول(ص) اسلام كے ہاتھو</w:t>
      </w:r>
      <w:r w:rsidR="00B365A1">
        <w:rPr>
          <w:rtl/>
        </w:rPr>
        <w:t xml:space="preserve">ں </w:t>
      </w:r>
      <w:r>
        <w:rPr>
          <w:rtl/>
        </w:rPr>
        <w:t>پر مقام رضوان مي</w:t>
      </w:r>
      <w:r w:rsidR="00B365A1">
        <w:rPr>
          <w:rtl/>
        </w:rPr>
        <w:t xml:space="preserve">ں </w:t>
      </w:r>
      <w:r>
        <w:rPr>
          <w:rtl/>
        </w:rPr>
        <w:t>زير درخت عہد و پيمان كيا تھا ، حضرت على (ع) كے ساتھ جنگ صفين مي</w:t>
      </w:r>
      <w:r w:rsidR="00B365A1">
        <w:rPr>
          <w:rtl/>
        </w:rPr>
        <w:t xml:space="preserve">ں </w:t>
      </w:r>
      <w:r>
        <w:rPr>
          <w:rtl/>
        </w:rPr>
        <w:t xml:space="preserve">شريك ہوئے تھے </w:t>
      </w:r>
      <w:r w:rsidRPr="00C00E6D">
        <w:rPr>
          <w:rStyle w:val="libFootnotenumChar"/>
          <w:rtl/>
        </w:rPr>
        <w:t>(50)</w:t>
      </w:r>
      <w:r>
        <w:rPr>
          <w:rtl/>
        </w:rPr>
        <w:t xml:space="preserve"> </w:t>
      </w:r>
    </w:p>
    <w:p w:rsidR="00376422" w:rsidRDefault="00376422" w:rsidP="00E67399">
      <w:pPr>
        <w:pStyle w:val="libNormal"/>
        <w:rPr>
          <w:rtl/>
        </w:rPr>
      </w:pPr>
      <w:r>
        <w:rPr>
          <w:rtl/>
        </w:rPr>
        <w:t>وقعة صفين مي</w:t>
      </w:r>
      <w:r w:rsidR="00B365A1">
        <w:rPr>
          <w:rtl/>
        </w:rPr>
        <w:t xml:space="preserve">ں </w:t>
      </w:r>
      <w:r>
        <w:rPr>
          <w:rtl/>
        </w:rPr>
        <w:t>نصر بن مزاحم لكھتے ہي</w:t>
      </w:r>
      <w:r w:rsidR="00B365A1">
        <w:rPr>
          <w:rtl/>
        </w:rPr>
        <w:t xml:space="preserve">ں </w:t>
      </w:r>
      <w:r>
        <w:rPr>
          <w:rtl/>
        </w:rPr>
        <w:t xml:space="preserve">: </w:t>
      </w:r>
    </w:p>
    <w:p w:rsidR="00376422" w:rsidRDefault="00376422" w:rsidP="00E67399">
      <w:pPr>
        <w:pStyle w:val="libNormal"/>
        <w:rPr>
          <w:rtl/>
        </w:rPr>
      </w:pPr>
      <w:r>
        <w:rPr>
          <w:rtl/>
        </w:rPr>
        <w:t>جنگ صفين مي</w:t>
      </w:r>
      <w:r w:rsidR="00B365A1">
        <w:rPr>
          <w:rtl/>
        </w:rPr>
        <w:t xml:space="preserve">ں </w:t>
      </w:r>
      <w:r>
        <w:rPr>
          <w:rtl/>
        </w:rPr>
        <w:t>قيس بن سعد بن عبادہ نے ايك روز نعمان بن بشير سے كہا _ اے نعمان ذرا اس بات پر غور كرنا كہ معاويہ كے ساتھ غلام اور بيوقوف عربو</w:t>
      </w:r>
      <w:r w:rsidR="00B365A1">
        <w:rPr>
          <w:rtl/>
        </w:rPr>
        <w:t xml:space="preserve">ں </w:t>
      </w:r>
      <w:r>
        <w:rPr>
          <w:rtl/>
        </w:rPr>
        <w:t xml:space="preserve">يا جنگل يمنيو </w:t>
      </w:r>
      <w:r w:rsidR="00B365A1">
        <w:rPr>
          <w:rtl/>
        </w:rPr>
        <w:t xml:space="preserve">ں </w:t>
      </w:r>
      <w:r>
        <w:rPr>
          <w:rtl/>
        </w:rPr>
        <w:t xml:space="preserve">كے علاوہ كوئي اور ہے ؟ </w:t>
      </w:r>
    </w:p>
    <w:p w:rsidR="00376422" w:rsidRDefault="00376422" w:rsidP="00E67399">
      <w:pPr>
        <w:pStyle w:val="libNormal"/>
        <w:rPr>
          <w:rtl/>
        </w:rPr>
      </w:pPr>
      <w:r>
        <w:rPr>
          <w:rtl/>
        </w:rPr>
        <w:t>ذرا اس پر بھى سوچ بچار كر ناكہ وہ متقى مہاجر و انصار اور تابعين كس كے لشكر مي</w:t>
      </w:r>
      <w:r w:rsidR="00B365A1">
        <w:rPr>
          <w:rtl/>
        </w:rPr>
        <w:t xml:space="preserve">ں </w:t>
      </w:r>
      <w:r>
        <w:rPr>
          <w:rtl/>
        </w:rPr>
        <w:t>ہي</w:t>
      </w:r>
      <w:r w:rsidR="00B365A1">
        <w:rPr>
          <w:rtl/>
        </w:rPr>
        <w:t xml:space="preserve">ں </w:t>
      </w:r>
      <w:r>
        <w:rPr>
          <w:rtl/>
        </w:rPr>
        <w:t xml:space="preserve">جن سے خدا راضى ہے ؟ </w:t>
      </w:r>
    </w:p>
    <w:p w:rsidR="00376422" w:rsidRDefault="00376422" w:rsidP="00E67399">
      <w:pPr>
        <w:pStyle w:val="libNormal"/>
        <w:rPr>
          <w:rtl/>
        </w:rPr>
      </w:pPr>
      <w:r>
        <w:rPr>
          <w:rtl/>
        </w:rPr>
        <w:t>پھر اس پر بھى غور كرنا كہ</w:t>
      </w:r>
      <w:r w:rsidR="00831D2C">
        <w:rPr>
          <w:rtl/>
        </w:rPr>
        <w:t xml:space="preserve"> آيا </w:t>
      </w:r>
      <w:r>
        <w:rPr>
          <w:rtl/>
        </w:rPr>
        <w:t xml:space="preserve"> تمھارے اور تمہارے دوست كے علاوہ كوئي اور معاويہ كے لشكر مي</w:t>
      </w:r>
      <w:r w:rsidR="00B365A1">
        <w:rPr>
          <w:rtl/>
        </w:rPr>
        <w:t xml:space="preserve">ں </w:t>
      </w:r>
      <w:r>
        <w:rPr>
          <w:rtl/>
        </w:rPr>
        <w:t>ہے ؟ درانحاليكہ تمہارا نہ بدر كے مجاہدو</w:t>
      </w:r>
      <w:r w:rsidR="00B365A1">
        <w:rPr>
          <w:rtl/>
        </w:rPr>
        <w:t xml:space="preserve">ں </w:t>
      </w:r>
      <w:r>
        <w:rPr>
          <w:rtl/>
        </w:rPr>
        <w:t>مي</w:t>
      </w:r>
      <w:r w:rsidR="00B365A1">
        <w:rPr>
          <w:rtl/>
        </w:rPr>
        <w:t xml:space="preserve">ں </w:t>
      </w:r>
      <w:r>
        <w:rPr>
          <w:rtl/>
        </w:rPr>
        <w:t>شمار ہوتا ہے اور نہ ہى تم بيعت عقبہ مي</w:t>
      </w:r>
      <w:r w:rsidR="00B365A1">
        <w:rPr>
          <w:rtl/>
        </w:rPr>
        <w:t xml:space="preserve">ں </w:t>
      </w:r>
      <w:r>
        <w:rPr>
          <w:rtl/>
        </w:rPr>
        <w:t>شريك ہوئے اور نہ كوئي</w:t>
      </w:r>
      <w:r w:rsidR="0097280A">
        <w:rPr>
          <w:rtl/>
        </w:rPr>
        <w:t xml:space="preserve"> آيت</w:t>
      </w:r>
      <w:r>
        <w:rPr>
          <w:rtl/>
        </w:rPr>
        <w:t xml:space="preserve"> تمھارى مدح مي</w:t>
      </w:r>
      <w:r w:rsidR="00B365A1">
        <w:rPr>
          <w:rtl/>
        </w:rPr>
        <w:t xml:space="preserve">ں </w:t>
      </w:r>
      <w:r>
        <w:rPr>
          <w:rtl/>
        </w:rPr>
        <w:t>نازل ہوئي ہے اور نہ ہى تم نے اسلام قبول كرنے مي</w:t>
      </w:r>
      <w:r w:rsidR="00B365A1">
        <w:rPr>
          <w:rtl/>
        </w:rPr>
        <w:t xml:space="preserve">ں </w:t>
      </w:r>
      <w:r>
        <w:rPr>
          <w:rtl/>
        </w:rPr>
        <w:t>سبقت كى ہے _ اپنى جان كى قسم _ اگر ا ج كے دن تم ہم سے اور ہمارے لشكر سے ٹكرائے تو كوئي نئي بات نہي</w:t>
      </w:r>
      <w:r w:rsidR="00B365A1">
        <w:rPr>
          <w:rtl/>
        </w:rPr>
        <w:t xml:space="preserve">ں </w:t>
      </w:r>
      <w:r>
        <w:rPr>
          <w:rtl/>
        </w:rPr>
        <w:t xml:space="preserve">ہے كيونكہ تمھارا باپ اس سے پہلے ٹكرا چكا ہے </w:t>
      </w:r>
      <w:r w:rsidRPr="00C00E6D">
        <w:rPr>
          <w:rStyle w:val="libFootnotenumChar"/>
          <w:rtl/>
        </w:rPr>
        <w:t>(51)</w:t>
      </w:r>
      <w:r>
        <w:rPr>
          <w:rtl/>
        </w:rPr>
        <w:t xml:space="preserve"> </w:t>
      </w:r>
    </w:p>
    <w:p w:rsidR="0097280A" w:rsidRDefault="0097280A" w:rsidP="00E67399">
      <w:pPr>
        <w:pStyle w:val="libLine"/>
        <w:rPr>
          <w:rtl/>
        </w:rPr>
      </w:pPr>
      <w:r>
        <w:rPr>
          <w:rFonts w:hint="cs"/>
          <w:rtl/>
        </w:rPr>
        <w:t>____________________</w:t>
      </w:r>
    </w:p>
    <w:p w:rsidR="006F0ADE" w:rsidRDefault="006F0ADE" w:rsidP="00E67399">
      <w:pPr>
        <w:pStyle w:val="libFootnote"/>
        <w:rPr>
          <w:rtl/>
        </w:rPr>
      </w:pPr>
      <w:r>
        <w:rPr>
          <w:rtl/>
        </w:rPr>
        <w:t xml:space="preserve">49_تاريخ ذہبى ج2 ص 149 </w:t>
      </w:r>
    </w:p>
    <w:p w:rsidR="006F0ADE" w:rsidRDefault="006F0ADE" w:rsidP="00E67399">
      <w:pPr>
        <w:pStyle w:val="libFootnote"/>
        <w:rPr>
          <w:rtl/>
        </w:rPr>
      </w:pPr>
      <w:r>
        <w:rPr>
          <w:rtl/>
        </w:rPr>
        <w:t xml:space="preserve">50_ابن خياط ج1 ص 180 مطبوعہ نجف </w:t>
      </w:r>
    </w:p>
    <w:p w:rsidR="006F0ADE" w:rsidRDefault="006F0ADE" w:rsidP="00E67399">
      <w:pPr>
        <w:pStyle w:val="libFootnote"/>
        <w:rPr>
          <w:rtl/>
        </w:rPr>
      </w:pPr>
      <w:r>
        <w:rPr>
          <w:rtl/>
        </w:rPr>
        <w:t xml:space="preserve">51_وقعة صفين ص 449 </w:t>
      </w:r>
    </w:p>
    <w:p w:rsidR="0097280A" w:rsidRDefault="0097280A" w:rsidP="00E67399">
      <w:pPr>
        <w:pStyle w:val="libPoemTini"/>
        <w:rPr>
          <w:rtl/>
        </w:rPr>
      </w:pPr>
      <w:r>
        <w:rPr>
          <w:rtl/>
        </w:rPr>
        <w:br w:type="page"/>
      </w:r>
    </w:p>
    <w:p w:rsidR="00376422" w:rsidRDefault="00376422" w:rsidP="00E67399">
      <w:pPr>
        <w:pStyle w:val="libNormal"/>
        <w:rPr>
          <w:rtl/>
        </w:rPr>
      </w:pPr>
      <w:r>
        <w:rPr>
          <w:rtl/>
        </w:rPr>
        <w:lastRenderedPageBreak/>
        <w:t xml:space="preserve">قيس كى مراد بيعت عقبہ سے يہ تھى كہ انصار كے كچھ افراد نے ہجرت سے پہلے رسول(ص) اكرم كے دست مبارك پر عہد و پيمان كر كے اسلام كو قبول كيا تھا _ </w:t>
      </w:r>
    </w:p>
    <w:p w:rsidR="00376422" w:rsidRDefault="00376422" w:rsidP="00E67399">
      <w:pPr>
        <w:pStyle w:val="libNormal"/>
        <w:rPr>
          <w:rtl/>
        </w:rPr>
      </w:pPr>
      <w:r>
        <w:rPr>
          <w:rtl/>
        </w:rPr>
        <w:t>پدر نعمان كے مخالفت سے قيس كى مراد يہ تھى كہ اسكا باپ سقيفہ مي</w:t>
      </w:r>
      <w:r w:rsidR="00B365A1">
        <w:rPr>
          <w:rtl/>
        </w:rPr>
        <w:t xml:space="preserve">ں </w:t>
      </w:r>
      <w:r>
        <w:rPr>
          <w:rtl/>
        </w:rPr>
        <w:t>ابو بكر كى بيعت لينے مي</w:t>
      </w:r>
      <w:r w:rsidR="00B365A1">
        <w:rPr>
          <w:rtl/>
        </w:rPr>
        <w:t xml:space="preserve">ں </w:t>
      </w:r>
      <w:r>
        <w:rPr>
          <w:rtl/>
        </w:rPr>
        <w:t>بہت اگے اگے تھا ، اور نعمان كے باپ ہى كى بدولت ابو بكر تخت خلافت پر</w:t>
      </w:r>
      <w:r w:rsidR="00137FAB">
        <w:rPr>
          <w:rtl/>
        </w:rPr>
        <w:t xml:space="preserve"> آئے</w:t>
      </w:r>
      <w:r>
        <w:rPr>
          <w:rtl/>
        </w:rPr>
        <w:t xml:space="preserve"> تھے ، ہم نے اپكى خدمت مي</w:t>
      </w:r>
      <w:r w:rsidR="00B365A1">
        <w:rPr>
          <w:rtl/>
        </w:rPr>
        <w:t xml:space="preserve">ں </w:t>
      </w:r>
      <w:r>
        <w:rPr>
          <w:rtl/>
        </w:rPr>
        <w:t>قديم و معتبر مورخو</w:t>
      </w:r>
      <w:r w:rsidR="00B365A1">
        <w:rPr>
          <w:rtl/>
        </w:rPr>
        <w:t xml:space="preserve">ں </w:t>
      </w:r>
      <w:r>
        <w:rPr>
          <w:rtl/>
        </w:rPr>
        <w:t>كى عبارتو</w:t>
      </w:r>
      <w:r w:rsidR="00B365A1">
        <w:rPr>
          <w:rtl/>
        </w:rPr>
        <w:t xml:space="preserve">ں </w:t>
      </w:r>
      <w:r>
        <w:rPr>
          <w:rtl/>
        </w:rPr>
        <w:t>كو پيش كيا جن سے اپ نے اس بات كو ملاحظہ فرمايا ہو گا كہ اصحاب رسول اور مجاہدين سارے كے سارے حكومت علوى (ع) كے زمانے مي</w:t>
      </w:r>
      <w:r w:rsidR="00B365A1">
        <w:rPr>
          <w:rtl/>
        </w:rPr>
        <w:t xml:space="preserve">ں </w:t>
      </w:r>
      <w:r>
        <w:rPr>
          <w:rtl/>
        </w:rPr>
        <w:t>لشكر على (ع) مي</w:t>
      </w:r>
      <w:r w:rsidR="00B365A1">
        <w:rPr>
          <w:rtl/>
        </w:rPr>
        <w:t xml:space="preserve">ں </w:t>
      </w:r>
      <w:r>
        <w:rPr>
          <w:rtl/>
        </w:rPr>
        <w:t>تھے ،ليكن معاويہ كے لشكر مي</w:t>
      </w:r>
      <w:r w:rsidR="00B365A1">
        <w:rPr>
          <w:rtl/>
        </w:rPr>
        <w:t xml:space="preserve">ں </w:t>
      </w:r>
      <w:r>
        <w:rPr>
          <w:rtl/>
        </w:rPr>
        <w:t>سوائے دو صحابيو</w:t>
      </w:r>
      <w:r w:rsidR="00B365A1">
        <w:rPr>
          <w:rtl/>
        </w:rPr>
        <w:t xml:space="preserve">ں </w:t>
      </w:r>
      <w:r>
        <w:rPr>
          <w:rtl/>
        </w:rPr>
        <w:t>كے كوئي اور نہي</w:t>
      </w:r>
      <w:r w:rsidR="00B365A1">
        <w:rPr>
          <w:rtl/>
        </w:rPr>
        <w:t xml:space="preserve">ں </w:t>
      </w:r>
      <w:r>
        <w:rPr>
          <w:rtl/>
        </w:rPr>
        <w:t xml:space="preserve">تھا _ </w:t>
      </w:r>
    </w:p>
    <w:p w:rsidR="00376422" w:rsidRDefault="00376422" w:rsidP="00E67399">
      <w:pPr>
        <w:pStyle w:val="libNormal"/>
        <w:rPr>
          <w:rtl/>
        </w:rPr>
      </w:pPr>
      <w:r>
        <w:rPr>
          <w:rtl/>
        </w:rPr>
        <w:t>وہ بھى ايسے تھے جو نہ اسلام مي</w:t>
      </w:r>
      <w:r w:rsidR="00B365A1">
        <w:rPr>
          <w:rtl/>
        </w:rPr>
        <w:t xml:space="preserve">ں </w:t>
      </w:r>
      <w:r>
        <w:rPr>
          <w:rtl/>
        </w:rPr>
        <w:t xml:space="preserve">سبقت ركھتے تھے اور نہ ہى كوئي كارنامہ دكھايا تھا اور نہ ان كا كو ئي خاص مقام تھا _ </w:t>
      </w:r>
    </w:p>
    <w:p w:rsidR="00376422" w:rsidRDefault="00376422" w:rsidP="00E67399">
      <w:pPr>
        <w:pStyle w:val="libNormal"/>
        <w:rPr>
          <w:rtl/>
        </w:rPr>
      </w:pPr>
      <w:r>
        <w:rPr>
          <w:rtl/>
        </w:rPr>
        <w:t>جب حضرت امير المومنين (ع) كى شہادت ہو گئي تو ان تما م اصحاب نے اسلامى سر زمين كے مختلف شہرو</w:t>
      </w:r>
      <w:r w:rsidR="00B365A1">
        <w:rPr>
          <w:rtl/>
        </w:rPr>
        <w:t xml:space="preserve">ں </w:t>
      </w:r>
      <w:r>
        <w:rPr>
          <w:rtl/>
        </w:rPr>
        <w:t>مي</w:t>
      </w:r>
      <w:r w:rsidR="00B365A1">
        <w:rPr>
          <w:rtl/>
        </w:rPr>
        <w:t xml:space="preserve">ں </w:t>
      </w:r>
      <w:r>
        <w:rPr>
          <w:rtl/>
        </w:rPr>
        <w:t>گوشہ نشينى اختيار كر لى اور جہا</w:t>
      </w:r>
      <w:r w:rsidR="00B365A1">
        <w:rPr>
          <w:rtl/>
        </w:rPr>
        <w:t xml:space="preserve">ں </w:t>
      </w:r>
      <w:r>
        <w:rPr>
          <w:rtl/>
        </w:rPr>
        <w:t>بھى رہے ہو</w:t>
      </w:r>
      <w:r w:rsidR="00B365A1">
        <w:rPr>
          <w:rtl/>
        </w:rPr>
        <w:t xml:space="preserve">ں </w:t>
      </w:r>
      <w:r>
        <w:rPr>
          <w:rtl/>
        </w:rPr>
        <w:t>گے عقيدتمند مسلمان ان كے ارد گرد ضرور اٹھتے بيٹھتے رہے ہو</w:t>
      </w:r>
      <w:r w:rsidR="00B365A1">
        <w:rPr>
          <w:rtl/>
        </w:rPr>
        <w:t xml:space="preserve">ں </w:t>
      </w:r>
      <w:r>
        <w:rPr>
          <w:rtl/>
        </w:rPr>
        <w:t>گے پھر ان لوگو</w:t>
      </w:r>
      <w:r w:rsidR="00B365A1">
        <w:rPr>
          <w:rtl/>
        </w:rPr>
        <w:t xml:space="preserve">ں </w:t>
      </w:r>
      <w:r>
        <w:rPr>
          <w:rtl/>
        </w:rPr>
        <w:t>نے حديث رسول (ص) كو بيان كيا ہوگا تو مومنين نے ضرور سنا ہوگا يا لكھ كر لئے گئے ہونگے تاكہ ان حديثو</w:t>
      </w:r>
      <w:r w:rsidR="00B365A1">
        <w:rPr>
          <w:rtl/>
        </w:rPr>
        <w:t xml:space="preserve">ں </w:t>
      </w:r>
      <w:r>
        <w:rPr>
          <w:rtl/>
        </w:rPr>
        <w:t>سے احكام الہى كى شناخت كر سكي</w:t>
      </w:r>
      <w:r w:rsidR="00B365A1">
        <w:rPr>
          <w:rtl/>
        </w:rPr>
        <w:t xml:space="preserve">ں </w:t>
      </w:r>
      <w:r>
        <w:rPr>
          <w:rtl/>
        </w:rPr>
        <w:t xml:space="preserve">_ </w:t>
      </w:r>
    </w:p>
    <w:p w:rsidR="00376422" w:rsidRDefault="00376422" w:rsidP="00E67399">
      <w:pPr>
        <w:pStyle w:val="libNormal"/>
        <w:rPr>
          <w:rtl/>
        </w:rPr>
      </w:pPr>
      <w:r>
        <w:rPr>
          <w:rtl/>
        </w:rPr>
        <w:t>البتہ يہ بھى تصور كيا جا سكتا ہے كہ جب صفين و جمل اور عثمان كے زمانے كا تذكرہ ہوا ہوگا تو اس زمانے كى گرما گرم باتي</w:t>
      </w:r>
      <w:r w:rsidR="00B365A1">
        <w:rPr>
          <w:rtl/>
        </w:rPr>
        <w:t xml:space="preserve">ں </w:t>
      </w:r>
      <w:r>
        <w:rPr>
          <w:rtl/>
        </w:rPr>
        <w:t>ضرور بيان كى ہونگى ، پھر اس مي</w:t>
      </w:r>
      <w:r w:rsidR="00B365A1">
        <w:rPr>
          <w:rtl/>
        </w:rPr>
        <w:t xml:space="preserve">ں </w:t>
      </w:r>
      <w:r>
        <w:rPr>
          <w:rtl/>
        </w:rPr>
        <w:t>امويو</w:t>
      </w:r>
      <w:r w:rsidR="00B365A1">
        <w:rPr>
          <w:rtl/>
        </w:rPr>
        <w:t xml:space="preserve">ں </w:t>
      </w:r>
      <w:r>
        <w:rPr>
          <w:rtl/>
        </w:rPr>
        <w:t>كے عيوب و نقائص اور سياہكارى و جنايتكارى كا ضرور تذكرہ كيا ہو گا ،_ كبھى خليفہ اول و دوم كے دور كى باتي</w:t>
      </w:r>
      <w:r w:rsidR="00B365A1">
        <w:rPr>
          <w:rtl/>
        </w:rPr>
        <w:t xml:space="preserve">ں </w:t>
      </w:r>
      <w:r>
        <w:rPr>
          <w:rtl/>
        </w:rPr>
        <w:t>چھيڑى ہو</w:t>
      </w:r>
      <w:r w:rsidR="00B365A1">
        <w:rPr>
          <w:rtl/>
        </w:rPr>
        <w:t xml:space="preserve">ں </w:t>
      </w:r>
      <w:r>
        <w:rPr>
          <w:rtl/>
        </w:rPr>
        <w:t>گى اور زمانے كى فتوحات كا ذكر كيا ہو گا تو اس مي</w:t>
      </w:r>
      <w:r w:rsidR="00B365A1">
        <w:rPr>
          <w:rtl/>
        </w:rPr>
        <w:t xml:space="preserve">ں </w:t>
      </w:r>
      <w:r>
        <w:rPr>
          <w:rtl/>
        </w:rPr>
        <w:t>بھى بنى اميہ كا كوئي اہم كردار نظر نہي</w:t>
      </w:r>
      <w:r w:rsidR="00B365A1">
        <w:rPr>
          <w:rtl/>
        </w:rPr>
        <w:t>ں</w:t>
      </w:r>
      <w:r w:rsidR="00831D2C">
        <w:rPr>
          <w:rtl/>
        </w:rPr>
        <w:t xml:space="preserve"> آيا </w:t>
      </w:r>
      <w:r>
        <w:rPr>
          <w:rtl/>
        </w:rPr>
        <w:t xml:space="preserve"> ہوگا _ </w:t>
      </w:r>
    </w:p>
    <w:p w:rsidR="00376422" w:rsidRDefault="00376422" w:rsidP="00E67399">
      <w:pPr>
        <w:pStyle w:val="libNormal"/>
        <w:rPr>
          <w:rtl/>
        </w:rPr>
      </w:pPr>
      <w:r>
        <w:rPr>
          <w:rtl/>
        </w:rPr>
        <w:t>كبھى عصر رسول (ص) كى جنگو</w:t>
      </w:r>
      <w:r w:rsidR="00B365A1">
        <w:rPr>
          <w:rtl/>
        </w:rPr>
        <w:t xml:space="preserve">ں </w:t>
      </w:r>
      <w:r>
        <w:rPr>
          <w:rtl/>
        </w:rPr>
        <w:t>اور كفار قريش نے جو مسلمانو</w:t>
      </w:r>
      <w:r w:rsidR="00B365A1">
        <w:rPr>
          <w:rtl/>
        </w:rPr>
        <w:t xml:space="preserve">ں </w:t>
      </w:r>
      <w:r>
        <w:rPr>
          <w:rtl/>
        </w:rPr>
        <w:t>كو اذيتي</w:t>
      </w:r>
      <w:r w:rsidR="00B365A1">
        <w:rPr>
          <w:rtl/>
        </w:rPr>
        <w:t xml:space="preserve">ں </w:t>
      </w:r>
      <w:r>
        <w:rPr>
          <w:rtl/>
        </w:rPr>
        <w:t>پہونچائي تھي</w:t>
      </w:r>
      <w:r w:rsidR="00B365A1">
        <w:rPr>
          <w:rtl/>
        </w:rPr>
        <w:t xml:space="preserve">ں </w:t>
      </w:r>
      <w:r>
        <w:rPr>
          <w:rtl/>
        </w:rPr>
        <w:t>ان كو بيان كيا ہوگا تو ان تذكرو</w:t>
      </w:r>
      <w:r w:rsidR="00B365A1">
        <w:rPr>
          <w:rtl/>
        </w:rPr>
        <w:t xml:space="preserve">ں </w:t>
      </w:r>
      <w:r>
        <w:rPr>
          <w:rtl/>
        </w:rPr>
        <w:t>نے سامعين كے قلوب كو ان سے متنفر كر ديا ہو گا اور بنى ہاشم كے كارنامے اور فضائل كو سنكر ان كے قلوب ان سے كھنچ گئے ہو</w:t>
      </w:r>
      <w:r w:rsidR="00B365A1">
        <w:rPr>
          <w:rtl/>
        </w:rPr>
        <w:t xml:space="preserve">ں </w:t>
      </w:r>
      <w:r>
        <w:rPr>
          <w:rtl/>
        </w:rPr>
        <w:t xml:space="preserve">گے _ </w:t>
      </w:r>
    </w:p>
    <w:p w:rsidR="00376422" w:rsidRDefault="00376422" w:rsidP="00E67399">
      <w:pPr>
        <w:pStyle w:val="libNormal"/>
        <w:rPr>
          <w:rtl/>
        </w:rPr>
      </w:pPr>
      <w:r>
        <w:rPr>
          <w:rtl/>
        </w:rPr>
        <w:t>ان تمام باتو</w:t>
      </w:r>
      <w:r w:rsidR="00B365A1">
        <w:rPr>
          <w:rtl/>
        </w:rPr>
        <w:t xml:space="preserve">ں </w:t>
      </w:r>
      <w:r>
        <w:rPr>
          <w:rtl/>
        </w:rPr>
        <w:t>مي</w:t>
      </w:r>
      <w:r w:rsidR="00B365A1">
        <w:rPr>
          <w:rtl/>
        </w:rPr>
        <w:t xml:space="preserve">ں </w:t>
      </w:r>
      <w:r>
        <w:rPr>
          <w:rtl/>
        </w:rPr>
        <w:t>اكثر بنى اميہ كے اخلاق و كردار كى مذمت كے علاوہ كوئي دوسرى بات نہي</w:t>
      </w:r>
      <w:r w:rsidR="00B365A1">
        <w:rPr>
          <w:rtl/>
        </w:rPr>
        <w:t xml:space="preserve">ں </w:t>
      </w:r>
      <w:r>
        <w:rPr>
          <w:rtl/>
        </w:rPr>
        <w:t xml:space="preserve">رہى ہو گى _ </w:t>
      </w:r>
    </w:p>
    <w:p w:rsidR="00376422" w:rsidRDefault="00376422" w:rsidP="00E67399">
      <w:pPr>
        <w:pStyle w:val="libNormal"/>
        <w:rPr>
          <w:rtl/>
        </w:rPr>
      </w:pPr>
      <w:r>
        <w:rPr>
          <w:rtl/>
        </w:rPr>
        <w:t>ان اصحاب كرام نے جب بدر كى داستان كو بيان كيا ہوگا تو ضرور كہا ہو گا كہ معاويہ كا دادا اور مامو</w:t>
      </w:r>
      <w:r w:rsidR="00B365A1">
        <w:rPr>
          <w:rtl/>
        </w:rPr>
        <w:t xml:space="preserve">ں </w:t>
      </w:r>
      <w:r>
        <w:rPr>
          <w:rtl/>
        </w:rPr>
        <w:t>نيز بھائي اور خاندان والے اسى جنگ مي</w:t>
      </w:r>
      <w:r w:rsidR="00B365A1">
        <w:rPr>
          <w:rtl/>
        </w:rPr>
        <w:t xml:space="preserve">ں </w:t>
      </w:r>
      <w:r>
        <w:rPr>
          <w:rtl/>
        </w:rPr>
        <w:t xml:space="preserve">مارے گئے اور ستر افراد قريش كے اور معاويہ كے خاندان كے اسير بنائے گئے تھے _ </w:t>
      </w:r>
    </w:p>
    <w:p w:rsidR="0097280A" w:rsidRDefault="00376422" w:rsidP="00E67399">
      <w:pPr>
        <w:pStyle w:val="libNormal"/>
        <w:rPr>
          <w:rtl/>
        </w:rPr>
      </w:pPr>
      <w:r>
        <w:rPr>
          <w:rtl/>
        </w:rPr>
        <w:t>جب جنگ احد كا تذكرہ چھڑا ہوگا تو ان لوگو</w:t>
      </w:r>
      <w:r w:rsidR="00B365A1">
        <w:rPr>
          <w:rtl/>
        </w:rPr>
        <w:t xml:space="preserve">ں </w:t>
      </w:r>
      <w:r>
        <w:rPr>
          <w:rtl/>
        </w:rPr>
        <w:t xml:space="preserve">نے ضرور بتايا ہوگا كہ معاويہ كا باپ ابو سفيان نے اس جنگ كا بيڑا اٹھا ركھا تھا _ </w:t>
      </w:r>
    </w:p>
    <w:p w:rsidR="0097280A" w:rsidRDefault="0097280A"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اور معاويہ كى ما</w:t>
      </w:r>
      <w:r w:rsidR="00B365A1">
        <w:rPr>
          <w:rtl/>
        </w:rPr>
        <w:t xml:space="preserve">ں </w:t>
      </w:r>
      <w:r>
        <w:rPr>
          <w:rtl/>
        </w:rPr>
        <w:t>ہندہ نے رسول كے دلير چچا حمزہ كے سينے كو چاك كر كے انكے جگر كو چبايا تھا پھر يہ بھى بيان كيا ہو گا كہ ايك دن ابو سفيان نے چيخ ماركر كہا تھا كہ ، شاباش ہبل ، جس وقت حسان كا شعر جو ہندہ كى مذمت مي</w:t>
      </w:r>
      <w:r w:rsidR="00B365A1">
        <w:rPr>
          <w:rtl/>
        </w:rPr>
        <w:t xml:space="preserve">ں </w:t>
      </w:r>
      <w:r>
        <w:rPr>
          <w:rtl/>
        </w:rPr>
        <w:t xml:space="preserve">كہا تھا اسكو پڑھا ہو گا تو معاويہ كى نا پاك ولادت كى تشريح كى ہو گى _ </w:t>
      </w:r>
    </w:p>
    <w:p w:rsidR="00376422" w:rsidRDefault="00376422" w:rsidP="00E67399">
      <w:pPr>
        <w:pStyle w:val="libNormal"/>
        <w:rPr>
          <w:rtl/>
        </w:rPr>
      </w:pPr>
      <w:r>
        <w:rPr>
          <w:rtl/>
        </w:rPr>
        <w:t>ايك روز فتح مكہ كا چرچا كيا ہوگا تو اس مي</w:t>
      </w:r>
      <w:r w:rsidR="00B365A1">
        <w:rPr>
          <w:rtl/>
        </w:rPr>
        <w:t xml:space="preserve">ں </w:t>
      </w:r>
      <w:r>
        <w:rPr>
          <w:rtl/>
        </w:rPr>
        <w:t>ابو سفيان و معاويہ كے ظاہرى اسلام كى دليل يہ دى ہو گى كہ رسول اكرم (ص) نے ان دونو</w:t>
      </w:r>
      <w:r w:rsidR="00B365A1">
        <w:rPr>
          <w:rtl/>
        </w:rPr>
        <w:t xml:space="preserve">ں </w:t>
      </w:r>
      <w:r>
        <w:rPr>
          <w:rtl/>
        </w:rPr>
        <w:t>كو جنگ حنين كے مال غنيمت سے مولفة القلوب مي</w:t>
      </w:r>
      <w:r w:rsidR="00B365A1">
        <w:rPr>
          <w:rtl/>
        </w:rPr>
        <w:t xml:space="preserve">ں </w:t>
      </w:r>
      <w:r>
        <w:rPr>
          <w:rtl/>
        </w:rPr>
        <w:t xml:space="preserve">شمار كرتے ہوئے بہت سارے اموال ديئے تھے _ </w:t>
      </w:r>
    </w:p>
    <w:p w:rsidR="00376422" w:rsidRDefault="00376422" w:rsidP="00E67399">
      <w:pPr>
        <w:pStyle w:val="libNormal"/>
        <w:rPr>
          <w:rtl/>
        </w:rPr>
      </w:pPr>
      <w:r>
        <w:rPr>
          <w:rtl/>
        </w:rPr>
        <w:t>ليكن رسول (ص) اسلام كى نظر عنايت ان دونو</w:t>
      </w:r>
      <w:r w:rsidR="00B365A1">
        <w:rPr>
          <w:rtl/>
        </w:rPr>
        <w:t xml:space="preserve">ں </w:t>
      </w:r>
      <w:r>
        <w:rPr>
          <w:rtl/>
        </w:rPr>
        <w:t>پر كار فرمانہ ہو سكى اور ابو سفيان نے مسلمان ہونے كے بعد كہا ، كاش مي</w:t>
      </w:r>
      <w:r w:rsidR="00B365A1">
        <w:rPr>
          <w:rtl/>
        </w:rPr>
        <w:t xml:space="preserve">ں </w:t>
      </w:r>
      <w:r>
        <w:rPr>
          <w:rtl/>
        </w:rPr>
        <w:t>قدرت ركھتا تو لوگو</w:t>
      </w:r>
      <w:r w:rsidR="00B365A1">
        <w:rPr>
          <w:rtl/>
        </w:rPr>
        <w:t xml:space="preserve">ں </w:t>
      </w:r>
      <w:r>
        <w:rPr>
          <w:rtl/>
        </w:rPr>
        <w:t xml:space="preserve">كو اس شخص ( محمد ) كے خلاف بھڑ كا ديتا_ </w:t>
      </w:r>
    </w:p>
    <w:p w:rsidR="00376422" w:rsidRDefault="00376422" w:rsidP="00E67399">
      <w:pPr>
        <w:pStyle w:val="libNormal"/>
        <w:rPr>
          <w:rtl/>
        </w:rPr>
      </w:pPr>
      <w:r>
        <w:rPr>
          <w:rtl/>
        </w:rPr>
        <w:t>جنگ صفين مي</w:t>
      </w:r>
      <w:r w:rsidR="00B365A1">
        <w:rPr>
          <w:rtl/>
        </w:rPr>
        <w:t xml:space="preserve">ں </w:t>
      </w:r>
      <w:r>
        <w:rPr>
          <w:rtl/>
        </w:rPr>
        <w:t>مسلمانو</w:t>
      </w:r>
      <w:r w:rsidR="00B365A1">
        <w:rPr>
          <w:rtl/>
        </w:rPr>
        <w:t xml:space="preserve">ں </w:t>
      </w:r>
      <w:r>
        <w:rPr>
          <w:rtl/>
        </w:rPr>
        <w:t>نے ناگہانى حملے كى تاب نہ لا كر جب پيٹھ دكھائي تو اس ( ابو سفيان ) نے اپنے دوستو</w:t>
      </w:r>
      <w:r w:rsidR="00B365A1">
        <w:rPr>
          <w:rtl/>
        </w:rPr>
        <w:t xml:space="preserve">ں </w:t>
      </w:r>
      <w:r>
        <w:rPr>
          <w:rtl/>
        </w:rPr>
        <w:t>سے كہا كہ ابھى كيا ہے يہ لوگ شكست كھا كر دريا ئے سرخ تك بھاگي</w:t>
      </w:r>
      <w:r w:rsidR="00B365A1">
        <w:rPr>
          <w:rtl/>
        </w:rPr>
        <w:t xml:space="preserve">ں </w:t>
      </w:r>
      <w:r>
        <w:rPr>
          <w:rtl/>
        </w:rPr>
        <w:t>گے وفات رسول(ص) كے بعد جنگ ير موك مي</w:t>
      </w:r>
      <w:r w:rsidR="00B365A1">
        <w:rPr>
          <w:rtl/>
        </w:rPr>
        <w:t xml:space="preserve">ں </w:t>
      </w:r>
      <w:r>
        <w:rPr>
          <w:rtl/>
        </w:rPr>
        <w:t>جب مسلمان شكست كے قريب تھے تو اس ( ابو سفيان) نے ہانك لگائي تھى ، روميو</w:t>
      </w:r>
      <w:r w:rsidR="00B365A1">
        <w:rPr>
          <w:rtl/>
        </w:rPr>
        <w:t xml:space="preserve">ں </w:t>
      </w:r>
      <w:r>
        <w:rPr>
          <w:rtl/>
        </w:rPr>
        <w:t>زندہ باد ، پھر تھوڑى دير بعد نہايت افسوس كے ساتھ اس شعر كو پڑھا ، كيا روم كے بادشاہو</w:t>
      </w:r>
      <w:r w:rsidR="00B365A1">
        <w:rPr>
          <w:rtl/>
        </w:rPr>
        <w:t xml:space="preserve">ں </w:t>
      </w:r>
      <w:r>
        <w:rPr>
          <w:rtl/>
        </w:rPr>
        <w:t>مي</w:t>
      </w:r>
      <w:r w:rsidR="00B365A1">
        <w:rPr>
          <w:rtl/>
        </w:rPr>
        <w:t xml:space="preserve">ں </w:t>
      </w:r>
      <w:r>
        <w:rPr>
          <w:rtl/>
        </w:rPr>
        <w:t>سے كوئي بھى اس مقام پر نہي</w:t>
      </w:r>
      <w:r w:rsidR="00B365A1">
        <w:rPr>
          <w:rtl/>
        </w:rPr>
        <w:t xml:space="preserve">ں </w:t>
      </w:r>
      <w:r>
        <w:rPr>
          <w:rtl/>
        </w:rPr>
        <w:t xml:space="preserve">ہے ؟ </w:t>
      </w:r>
    </w:p>
    <w:p w:rsidR="00376422" w:rsidRDefault="00376422" w:rsidP="00E67399">
      <w:pPr>
        <w:pStyle w:val="libNormal"/>
        <w:rPr>
          <w:rtl/>
        </w:rPr>
      </w:pPr>
      <w:r>
        <w:rPr>
          <w:rtl/>
        </w:rPr>
        <w:t>يہ تمام باتي</w:t>
      </w:r>
      <w:r w:rsidR="00B365A1">
        <w:rPr>
          <w:rtl/>
        </w:rPr>
        <w:t xml:space="preserve">ں </w:t>
      </w:r>
      <w:r>
        <w:rPr>
          <w:rtl/>
        </w:rPr>
        <w:t>معاويہ جيسے ظالم و جابر كى حكومت كے زمانے مي</w:t>
      </w:r>
      <w:r w:rsidR="00B365A1">
        <w:rPr>
          <w:rtl/>
        </w:rPr>
        <w:t xml:space="preserve">ں </w:t>
      </w:r>
      <w:r>
        <w:rPr>
          <w:rtl/>
        </w:rPr>
        <w:t>ہوتى رہى ہونگى تو معاويہ نے بھى اپنے دادا اور باپ كى شجاعتو</w:t>
      </w:r>
      <w:r w:rsidR="00B365A1">
        <w:rPr>
          <w:rtl/>
        </w:rPr>
        <w:t xml:space="preserve">ں </w:t>
      </w:r>
      <w:r>
        <w:rPr>
          <w:rtl/>
        </w:rPr>
        <w:t>كا تذكرہ كيا ہو گا _ كيونكہ عرب ان تذكرو</w:t>
      </w:r>
      <w:r w:rsidR="00B365A1">
        <w:rPr>
          <w:rtl/>
        </w:rPr>
        <w:t xml:space="preserve">ں </w:t>
      </w:r>
      <w:r>
        <w:rPr>
          <w:rtl/>
        </w:rPr>
        <w:t>كو سننا بہت پسند كرتے تھے لہذا اس راہ مي</w:t>
      </w:r>
      <w:r w:rsidR="00B365A1">
        <w:rPr>
          <w:rtl/>
        </w:rPr>
        <w:t xml:space="preserve">ں </w:t>
      </w:r>
      <w:r>
        <w:rPr>
          <w:rtl/>
        </w:rPr>
        <w:t>جو ہاتھ</w:t>
      </w:r>
      <w:r w:rsidR="00831D2C">
        <w:rPr>
          <w:rtl/>
        </w:rPr>
        <w:t xml:space="preserve"> آيا </w:t>
      </w:r>
      <w:r>
        <w:rPr>
          <w:rtl/>
        </w:rPr>
        <w:t xml:space="preserve"> اس كو انجام ديا اور جو كچھ معاويہ نے اسلام كے خلاف محاذ ارائي كى تھى اس سے دستبردار نہي</w:t>
      </w:r>
      <w:r w:rsidR="00B365A1">
        <w:rPr>
          <w:rtl/>
        </w:rPr>
        <w:t xml:space="preserve">ں </w:t>
      </w:r>
      <w:r>
        <w:rPr>
          <w:rtl/>
        </w:rPr>
        <w:t>ہوا ، ليكن اسكے افكار جاہلى كو ان ہى چند اصحاب نے چكنا چور كر ديا تھا ، ان باتو</w:t>
      </w:r>
      <w:r w:rsidR="00B365A1">
        <w:rPr>
          <w:rtl/>
        </w:rPr>
        <w:t xml:space="preserve">ں </w:t>
      </w:r>
      <w:r>
        <w:rPr>
          <w:rtl/>
        </w:rPr>
        <w:t>سے صاف واضح ہو جاتا ہے كہ معاويہ ان اصحاب رسول(ص) كى طرح نہي</w:t>
      </w:r>
      <w:r w:rsidR="00B365A1">
        <w:rPr>
          <w:rtl/>
        </w:rPr>
        <w:t xml:space="preserve">ں </w:t>
      </w:r>
      <w:r>
        <w:rPr>
          <w:rtl/>
        </w:rPr>
        <w:t>تھا اور جو كچھ اس نے مدينہ مي</w:t>
      </w:r>
      <w:r w:rsidR="00B365A1">
        <w:rPr>
          <w:rtl/>
        </w:rPr>
        <w:t xml:space="preserve">ں </w:t>
      </w:r>
      <w:r>
        <w:rPr>
          <w:rtl/>
        </w:rPr>
        <w:t>تھوڑى بہت زندگى گذارى تھى ان لوگو</w:t>
      </w:r>
      <w:r w:rsidR="00B365A1">
        <w:rPr>
          <w:rtl/>
        </w:rPr>
        <w:t xml:space="preserve">ں </w:t>
      </w:r>
      <w:r>
        <w:rPr>
          <w:rtl/>
        </w:rPr>
        <w:t>كے عادات و اطوار كو نہ سكيھ سكا _ مي</w:t>
      </w:r>
      <w:r w:rsidR="00B365A1">
        <w:rPr>
          <w:rtl/>
        </w:rPr>
        <w:t xml:space="preserve">ں </w:t>
      </w:r>
      <w:r>
        <w:rPr>
          <w:rtl/>
        </w:rPr>
        <w:t>ان چيزو</w:t>
      </w:r>
      <w:r w:rsidR="00B365A1">
        <w:rPr>
          <w:rtl/>
        </w:rPr>
        <w:t xml:space="preserve">ں </w:t>
      </w:r>
      <w:r>
        <w:rPr>
          <w:rtl/>
        </w:rPr>
        <w:t>كو پيش كرو</w:t>
      </w:r>
      <w:r w:rsidR="00B365A1">
        <w:rPr>
          <w:rtl/>
        </w:rPr>
        <w:t xml:space="preserve">ں </w:t>
      </w:r>
      <w:r>
        <w:rPr>
          <w:rtl/>
        </w:rPr>
        <w:t>گا جو معاويہ كى حكومت كے زمانے مي</w:t>
      </w:r>
      <w:r w:rsidR="00B365A1">
        <w:rPr>
          <w:rtl/>
        </w:rPr>
        <w:t xml:space="preserve">ں </w:t>
      </w:r>
      <w:r>
        <w:rPr>
          <w:rtl/>
        </w:rPr>
        <w:t>رائج ہوئي</w:t>
      </w:r>
      <w:r w:rsidR="00B365A1">
        <w:rPr>
          <w:rtl/>
        </w:rPr>
        <w:t xml:space="preserve">ں </w:t>
      </w:r>
      <w:r>
        <w:rPr>
          <w:rtl/>
        </w:rPr>
        <w:t xml:space="preserve">_ </w:t>
      </w:r>
    </w:p>
    <w:p w:rsidR="00B82F43" w:rsidRDefault="00376422" w:rsidP="00E67399">
      <w:pPr>
        <w:pStyle w:val="libNormal"/>
        <w:rPr>
          <w:rtl/>
        </w:rPr>
      </w:pPr>
      <w:r>
        <w:rPr>
          <w:rtl/>
        </w:rPr>
        <w:t>معاويہ نے اپنى حكومت مي</w:t>
      </w:r>
      <w:r w:rsidR="00B365A1">
        <w:rPr>
          <w:rtl/>
        </w:rPr>
        <w:t xml:space="preserve">ں </w:t>
      </w:r>
      <w:r>
        <w:rPr>
          <w:rtl/>
        </w:rPr>
        <w:t>ربا خوارى كو عام كيا شراب كے مشكيزے اسكے گھر مي</w:t>
      </w:r>
      <w:r w:rsidR="00B365A1">
        <w:rPr>
          <w:rtl/>
        </w:rPr>
        <w:t xml:space="preserve">ں </w:t>
      </w:r>
      <w:r>
        <w:rPr>
          <w:rtl/>
        </w:rPr>
        <w:t>لائے گئے نيز مسلمانو</w:t>
      </w:r>
      <w:r w:rsidR="00B365A1">
        <w:rPr>
          <w:rtl/>
        </w:rPr>
        <w:t xml:space="preserve">ں </w:t>
      </w:r>
      <w:r>
        <w:rPr>
          <w:rtl/>
        </w:rPr>
        <w:t>كے بيت المال سے خواہشات نفسانى كى اگ بجھائي شہر كے خطيبو</w:t>
      </w:r>
      <w:r w:rsidR="00B365A1">
        <w:rPr>
          <w:rtl/>
        </w:rPr>
        <w:t xml:space="preserve">ں </w:t>
      </w:r>
      <w:r>
        <w:rPr>
          <w:rtl/>
        </w:rPr>
        <w:t xml:space="preserve">نے اسى كے سامنے تعريف كى اور عصر جاہليت كے طور </w:t>
      </w:r>
    </w:p>
    <w:p w:rsidR="00B82F43" w:rsidRDefault="00B82F43"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طريقے پر فخر و مباہات كى محفلي</w:t>
      </w:r>
      <w:r w:rsidR="00B365A1">
        <w:rPr>
          <w:rtl/>
        </w:rPr>
        <w:t xml:space="preserve">ں </w:t>
      </w:r>
      <w:r>
        <w:rPr>
          <w:rtl/>
        </w:rPr>
        <w:t>قائم كى پھر اپنے حاشيہ نشينو</w:t>
      </w:r>
      <w:r w:rsidR="00B365A1">
        <w:rPr>
          <w:rtl/>
        </w:rPr>
        <w:t xml:space="preserve">ں </w:t>
      </w:r>
      <w:r>
        <w:rPr>
          <w:rtl/>
        </w:rPr>
        <w:t>سے تكبرانہ لہجے مي</w:t>
      </w:r>
      <w:r w:rsidR="00B365A1">
        <w:rPr>
          <w:rtl/>
        </w:rPr>
        <w:t xml:space="preserve">ں </w:t>
      </w:r>
      <w:r>
        <w:rPr>
          <w:rtl/>
        </w:rPr>
        <w:t>كہا ، قريش كو يہ معلوم ہونا چاہيئے كہ ان مي</w:t>
      </w:r>
      <w:r w:rsidR="00B365A1">
        <w:rPr>
          <w:rtl/>
        </w:rPr>
        <w:t xml:space="preserve">ں </w:t>
      </w:r>
      <w:r>
        <w:rPr>
          <w:rtl/>
        </w:rPr>
        <w:t>سب سے بافضيلت ابو سفيان و معاويہ ہي</w:t>
      </w:r>
      <w:r w:rsidR="00B365A1">
        <w:rPr>
          <w:rtl/>
        </w:rPr>
        <w:t xml:space="preserve">ں </w:t>
      </w:r>
      <w:r>
        <w:rPr>
          <w:rtl/>
        </w:rPr>
        <w:t>اگرچہ رسول(ص) خدا كو خدا وند عالم نے نبوت ديكر با عظمت بنا ديا تھا ، مي</w:t>
      </w:r>
      <w:r w:rsidR="00B365A1">
        <w:rPr>
          <w:rtl/>
        </w:rPr>
        <w:t xml:space="preserve">ں </w:t>
      </w:r>
      <w:r>
        <w:rPr>
          <w:rtl/>
        </w:rPr>
        <w:t>سمجھتا ہو</w:t>
      </w:r>
      <w:r w:rsidR="00B365A1">
        <w:rPr>
          <w:rtl/>
        </w:rPr>
        <w:t xml:space="preserve">ں </w:t>
      </w:r>
      <w:r>
        <w:rPr>
          <w:rtl/>
        </w:rPr>
        <w:t>كہ اگر تمام لوگ فرزند ابو سفيان ہوتے تو سب كے سب صاحب عقل و تدبر ہوتے _</w:t>
      </w:r>
      <w:r w:rsidRPr="00C00E6D">
        <w:rPr>
          <w:rStyle w:val="libFootnotenumChar"/>
          <w:rtl/>
        </w:rPr>
        <w:t>(52)</w:t>
      </w:r>
      <w:r>
        <w:rPr>
          <w:rtl/>
        </w:rPr>
        <w:t xml:space="preserve"> </w:t>
      </w:r>
    </w:p>
    <w:p w:rsidR="00376422" w:rsidRDefault="00376422" w:rsidP="00E67399">
      <w:pPr>
        <w:pStyle w:val="libNormal"/>
        <w:rPr>
          <w:rtl/>
        </w:rPr>
      </w:pPr>
      <w:r>
        <w:rPr>
          <w:rtl/>
        </w:rPr>
        <w:t>اس سے بڑھ كر فخر اور كيا ہو سكتا ہے كہ اگر ابو سفيان تمام لوگو</w:t>
      </w:r>
      <w:r w:rsidR="00B365A1">
        <w:rPr>
          <w:rtl/>
        </w:rPr>
        <w:t xml:space="preserve">ں </w:t>
      </w:r>
      <w:r>
        <w:rPr>
          <w:rtl/>
        </w:rPr>
        <w:t xml:space="preserve">كا باپ ہوتا تو سارے كے سارے صاحب علم و دانش ہوتے _ </w:t>
      </w:r>
    </w:p>
    <w:p w:rsidR="00376422" w:rsidRDefault="00376422" w:rsidP="00E67399">
      <w:pPr>
        <w:pStyle w:val="libNormal"/>
        <w:rPr>
          <w:rtl/>
        </w:rPr>
      </w:pPr>
      <w:r>
        <w:rPr>
          <w:rtl/>
        </w:rPr>
        <w:t>معاويہ اپنے زعم ناقص مي</w:t>
      </w:r>
      <w:r w:rsidR="00B365A1">
        <w:rPr>
          <w:rtl/>
        </w:rPr>
        <w:t xml:space="preserve">ں </w:t>
      </w:r>
      <w:r>
        <w:rPr>
          <w:rtl/>
        </w:rPr>
        <w:t>يہ سمجھا كہ اسكا باپ بلند ترين فرد ہے اور قريش مي</w:t>
      </w:r>
      <w:r w:rsidR="00B365A1">
        <w:rPr>
          <w:rtl/>
        </w:rPr>
        <w:t xml:space="preserve">ں </w:t>
      </w:r>
      <w:r>
        <w:rPr>
          <w:rtl/>
        </w:rPr>
        <w:t>سب سے بڑا خود ہے ، اور رسول(ص) كے علاوہ سبھى اس سے پست ہي</w:t>
      </w:r>
      <w:r w:rsidR="00B365A1">
        <w:rPr>
          <w:rtl/>
        </w:rPr>
        <w:t xml:space="preserve">ں </w:t>
      </w:r>
      <w:r>
        <w:rPr>
          <w:rtl/>
        </w:rPr>
        <w:t>، اگر كوئي شخص اس زمانہ مي</w:t>
      </w:r>
      <w:r w:rsidR="00B365A1">
        <w:rPr>
          <w:rtl/>
        </w:rPr>
        <w:t xml:space="preserve">ں </w:t>
      </w:r>
      <w:r>
        <w:rPr>
          <w:rtl/>
        </w:rPr>
        <w:t>چاہتا تو اسكے فخر و مباہات كے مقابلے مي</w:t>
      </w:r>
      <w:r w:rsidR="00B365A1">
        <w:rPr>
          <w:rtl/>
        </w:rPr>
        <w:t xml:space="preserve">ں </w:t>
      </w:r>
      <w:r>
        <w:rPr>
          <w:rtl/>
        </w:rPr>
        <w:t>صرف اتنا كہہ ديتا كہ_ جى ہا</w:t>
      </w:r>
      <w:r w:rsidR="00B365A1">
        <w:rPr>
          <w:rtl/>
        </w:rPr>
        <w:t xml:space="preserve">ں </w:t>
      </w:r>
      <w:r>
        <w:rPr>
          <w:rtl/>
        </w:rPr>
        <w:t>_ معاويہ اپنى حكومت كے بل بوتے پر دوسرو</w:t>
      </w:r>
      <w:r w:rsidR="00B365A1">
        <w:rPr>
          <w:rtl/>
        </w:rPr>
        <w:t xml:space="preserve">ں </w:t>
      </w:r>
      <w:r>
        <w:rPr>
          <w:rtl/>
        </w:rPr>
        <w:t xml:space="preserve">پر اپنى فوقيت جتا رہا ہے نہ كہ اپنے ذاتى كمالات پر _ </w:t>
      </w:r>
    </w:p>
    <w:p w:rsidR="00376422" w:rsidRDefault="00376422" w:rsidP="00E67399">
      <w:pPr>
        <w:pStyle w:val="libNormal"/>
        <w:rPr>
          <w:rtl/>
        </w:rPr>
      </w:pPr>
    </w:p>
    <w:p w:rsidR="00376422" w:rsidRDefault="00376422" w:rsidP="00E67399">
      <w:pPr>
        <w:pStyle w:val="Heading2Center"/>
        <w:rPr>
          <w:rtl/>
        </w:rPr>
      </w:pPr>
      <w:bookmarkStart w:id="72" w:name="_Toc531605700"/>
      <w:r>
        <w:rPr>
          <w:rtl/>
        </w:rPr>
        <w:t>معاويہ اور بنى اميہ كے بارے مي</w:t>
      </w:r>
      <w:r w:rsidR="00B365A1">
        <w:rPr>
          <w:rtl/>
        </w:rPr>
        <w:t xml:space="preserve">ں </w:t>
      </w:r>
      <w:r>
        <w:rPr>
          <w:rtl/>
        </w:rPr>
        <w:t>بزرگو</w:t>
      </w:r>
      <w:r w:rsidR="00B365A1">
        <w:rPr>
          <w:rtl/>
        </w:rPr>
        <w:t xml:space="preserve">ں </w:t>
      </w:r>
      <w:r>
        <w:rPr>
          <w:rtl/>
        </w:rPr>
        <w:t>كا فيصلہ</w:t>
      </w:r>
      <w:bookmarkEnd w:id="72"/>
    </w:p>
    <w:p w:rsidR="00B82F43" w:rsidRDefault="00376422" w:rsidP="00E67399">
      <w:pPr>
        <w:pStyle w:val="libNormal"/>
        <w:rPr>
          <w:rtl/>
        </w:rPr>
      </w:pPr>
      <w:r>
        <w:rPr>
          <w:rtl/>
        </w:rPr>
        <w:t>معاويہ اپنى حكومت كے زمانے مي</w:t>
      </w:r>
      <w:r w:rsidR="00B365A1">
        <w:rPr>
          <w:rtl/>
        </w:rPr>
        <w:t xml:space="preserve">ں </w:t>
      </w:r>
      <w:r>
        <w:rPr>
          <w:rtl/>
        </w:rPr>
        <w:t>حد سے زيادہ بڑھ گيا تھا اور غرور و تكبر اس مي</w:t>
      </w:r>
      <w:r w:rsidR="00B365A1">
        <w:rPr>
          <w:rtl/>
        </w:rPr>
        <w:t xml:space="preserve">ں </w:t>
      </w:r>
      <w:r>
        <w:rPr>
          <w:rtl/>
        </w:rPr>
        <w:t>اتنا اگيا تھا كہ اس نے اپنى حكومت مي</w:t>
      </w:r>
      <w:r w:rsidR="00B365A1">
        <w:rPr>
          <w:rtl/>
        </w:rPr>
        <w:t xml:space="preserve">ں </w:t>
      </w:r>
      <w:r>
        <w:rPr>
          <w:rtl/>
        </w:rPr>
        <w:t>سوائے اپنے قوم و قبيلہ كو بڑھانے كے كچھ نہ سوچا ، وہ اس كے پس منظر مي</w:t>
      </w:r>
      <w:r w:rsidR="00B365A1">
        <w:rPr>
          <w:rtl/>
        </w:rPr>
        <w:t xml:space="preserve">ں </w:t>
      </w:r>
      <w:r>
        <w:rPr>
          <w:rtl/>
        </w:rPr>
        <w:t>اپنى حكومت كو بادشاہت مي</w:t>
      </w:r>
      <w:r w:rsidR="00B365A1">
        <w:rPr>
          <w:rtl/>
        </w:rPr>
        <w:t xml:space="preserve">ں </w:t>
      </w:r>
      <w:r>
        <w:rPr>
          <w:rtl/>
        </w:rPr>
        <w:t>تبديل كرنا چاہتا تھا ، مگر اپنى خواہشات كو كس طرح عملى جامہ پہنائے ، كيونكہ مسلمانو</w:t>
      </w:r>
      <w:r w:rsidR="00B365A1">
        <w:rPr>
          <w:rtl/>
        </w:rPr>
        <w:t xml:space="preserve">ں </w:t>
      </w:r>
      <w:r>
        <w:rPr>
          <w:rtl/>
        </w:rPr>
        <w:t>كے درميان صحابي امام اور دلير شخص صعصہ بن صوحان موجود ہي</w:t>
      </w:r>
      <w:r w:rsidR="00B365A1">
        <w:rPr>
          <w:rtl/>
        </w:rPr>
        <w:t xml:space="preserve">ں </w:t>
      </w:r>
      <w:r>
        <w:rPr>
          <w:rtl/>
        </w:rPr>
        <w:t>، جو يہ كہہ دينگے كہ تم اور تمہارا باپ اسى گروہ مي</w:t>
      </w:r>
      <w:r w:rsidR="00B365A1">
        <w:rPr>
          <w:rtl/>
        </w:rPr>
        <w:t xml:space="preserve">ں </w:t>
      </w:r>
      <w:r>
        <w:rPr>
          <w:rtl/>
        </w:rPr>
        <w:t>تھا جو پيغمبر اكرم (ص) سے لڑنے</w:t>
      </w:r>
      <w:r w:rsidR="00831D2C">
        <w:rPr>
          <w:rtl/>
        </w:rPr>
        <w:t xml:space="preserve"> آيا </w:t>
      </w:r>
      <w:r>
        <w:rPr>
          <w:rtl/>
        </w:rPr>
        <w:t xml:space="preserve"> تھا ، اور تو ايك ازاد كردہ كا ازاد كيا ہوا بيٹا ہے جن پر رسول (ص) خدا نے احسان كر كے ازاد كيا ہے پھر كس طرح ممكن ہے كہ خلافت كى باگ ڈور ايك ازاد كردہ كے ہاتھو</w:t>
      </w:r>
      <w:r w:rsidR="00B365A1">
        <w:rPr>
          <w:rtl/>
        </w:rPr>
        <w:t xml:space="preserve">ں </w:t>
      </w:r>
      <w:r>
        <w:rPr>
          <w:rtl/>
        </w:rPr>
        <w:t>مي</w:t>
      </w:r>
      <w:r w:rsidR="00B365A1">
        <w:rPr>
          <w:rtl/>
        </w:rPr>
        <w:t xml:space="preserve">ں </w:t>
      </w:r>
      <w:r>
        <w:rPr>
          <w:rtl/>
        </w:rPr>
        <w:t xml:space="preserve">رہے </w:t>
      </w:r>
      <w:r w:rsidRPr="00C00E6D">
        <w:rPr>
          <w:rStyle w:val="libFootnotenumChar"/>
          <w:rtl/>
        </w:rPr>
        <w:t>(53)</w:t>
      </w:r>
      <w:r>
        <w:rPr>
          <w:rtl/>
        </w:rPr>
        <w:t xml:space="preserve"> يا يہ كہ جب ابو ہريرہ اور ابو دردا معاويہ كے نمائندے بنكر امام (ع) كے پاس</w:t>
      </w:r>
      <w:r w:rsidR="00137FAB">
        <w:rPr>
          <w:rtl/>
        </w:rPr>
        <w:t xml:space="preserve"> آئے</w:t>
      </w:r>
      <w:r>
        <w:rPr>
          <w:rtl/>
        </w:rPr>
        <w:t xml:space="preserve"> تھے تو اس وقت عبد الرحمن بن غنم اشعرى نے يہ كہا تھا كہ ، اخر معاويہ كيسے خليفہ بننا چاہ رہا ہے جبكہ وہ ان لوگو</w:t>
      </w:r>
      <w:r w:rsidR="00B365A1">
        <w:rPr>
          <w:rtl/>
        </w:rPr>
        <w:t xml:space="preserve">ں </w:t>
      </w:r>
      <w:r>
        <w:rPr>
          <w:rtl/>
        </w:rPr>
        <w:t>مي</w:t>
      </w:r>
      <w:r w:rsidR="00B365A1">
        <w:rPr>
          <w:rtl/>
        </w:rPr>
        <w:t xml:space="preserve">ں </w:t>
      </w:r>
      <w:r>
        <w:rPr>
          <w:rtl/>
        </w:rPr>
        <w:t>ہے جن كے لئے خلافت كرنا با الكل جائز نہي</w:t>
      </w:r>
      <w:r w:rsidR="00B365A1">
        <w:rPr>
          <w:rtl/>
        </w:rPr>
        <w:t xml:space="preserve">ں </w:t>
      </w:r>
      <w:r>
        <w:rPr>
          <w:rtl/>
        </w:rPr>
        <w:t xml:space="preserve">ہے اور معاويہ كا باپ ( ابو سفيان ) اس گروہ كا سردار تھا جو </w:t>
      </w:r>
    </w:p>
    <w:p w:rsidR="0097280A" w:rsidRDefault="0097280A" w:rsidP="00E67399">
      <w:pPr>
        <w:pStyle w:val="libLine"/>
        <w:rPr>
          <w:rtl/>
        </w:rPr>
      </w:pPr>
      <w:r>
        <w:rPr>
          <w:rFonts w:hint="cs"/>
          <w:rtl/>
        </w:rPr>
        <w:t>____________________</w:t>
      </w:r>
    </w:p>
    <w:p w:rsidR="006F0ADE" w:rsidRDefault="006F0ADE" w:rsidP="00E67399">
      <w:pPr>
        <w:pStyle w:val="libFootnote"/>
        <w:rPr>
          <w:rtl/>
        </w:rPr>
      </w:pPr>
      <w:r>
        <w:rPr>
          <w:rtl/>
        </w:rPr>
        <w:t xml:space="preserve">52_تاريخ طبرى ج5 ص 89 ، كامل ابن اثير ج3 ص 59 </w:t>
      </w:r>
    </w:p>
    <w:p w:rsidR="0097280A" w:rsidRPr="0097280A" w:rsidRDefault="0097280A" w:rsidP="00E67399">
      <w:pPr>
        <w:pStyle w:val="libFootnote"/>
        <w:rPr>
          <w:rtl/>
        </w:rPr>
      </w:pPr>
    </w:p>
    <w:p w:rsidR="00B82F43" w:rsidRDefault="00B82F43"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اسلام كے خلاف جنگ كرنے</w:t>
      </w:r>
      <w:r w:rsidR="00831D2C">
        <w:rPr>
          <w:rtl/>
        </w:rPr>
        <w:t xml:space="preserve"> آيا </w:t>
      </w:r>
      <w:r>
        <w:rPr>
          <w:rtl/>
        </w:rPr>
        <w:t xml:space="preserve"> تھا </w:t>
      </w:r>
      <w:r w:rsidRPr="00C00E6D">
        <w:rPr>
          <w:rStyle w:val="libFootnotenumChar"/>
          <w:rtl/>
        </w:rPr>
        <w:t>(54)</w:t>
      </w:r>
      <w:r>
        <w:rPr>
          <w:rtl/>
        </w:rPr>
        <w:t xml:space="preserve"> </w:t>
      </w:r>
    </w:p>
    <w:p w:rsidR="00376422" w:rsidRDefault="00376422" w:rsidP="00E67399">
      <w:pPr>
        <w:pStyle w:val="libNormal"/>
        <w:rPr>
          <w:rtl/>
        </w:rPr>
      </w:pPr>
      <w:r>
        <w:rPr>
          <w:rtl/>
        </w:rPr>
        <w:t>پھر معاويہ كيسے خليفہ ہو سكتا ہے جبكہ عمر نے اپنى حكومت كے زمانے مي</w:t>
      </w:r>
      <w:r w:rsidR="00B365A1">
        <w:rPr>
          <w:rtl/>
        </w:rPr>
        <w:t xml:space="preserve">ں </w:t>
      </w:r>
      <w:r>
        <w:rPr>
          <w:rtl/>
        </w:rPr>
        <w:t>يہ كہا تھا كہ خلافت ازاد كردہ يا انكے فرزندو</w:t>
      </w:r>
      <w:r w:rsidR="00B365A1">
        <w:rPr>
          <w:rtl/>
        </w:rPr>
        <w:t xml:space="preserve">ں </w:t>
      </w:r>
      <w:r>
        <w:rPr>
          <w:rtl/>
        </w:rPr>
        <w:t>نيز فتح مكہ كے بعد مسلمان ہونے والو</w:t>
      </w:r>
      <w:r w:rsidR="00B365A1">
        <w:rPr>
          <w:rtl/>
        </w:rPr>
        <w:t xml:space="preserve">ں </w:t>
      </w:r>
      <w:r>
        <w:rPr>
          <w:rtl/>
        </w:rPr>
        <w:t>كا حق نہي</w:t>
      </w:r>
      <w:r w:rsidR="00B365A1">
        <w:rPr>
          <w:rtl/>
        </w:rPr>
        <w:t xml:space="preserve">ں </w:t>
      </w:r>
      <w:r>
        <w:rPr>
          <w:rtl/>
        </w:rPr>
        <w:t>ہے اور يہ لوگ اس مقام تك پہونچنے كے لئے ايڑى چوٹى كا زور نہ لگائي</w:t>
      </w:r>
      <w:r w:rsidR="00B365A1">
        <w:rPr>
          <w:rtl/>
        </w:rPr>
        <w:t xml:space="preserve">ں </w:t>
      </w:r>
      <w:r w:rsidRPr="00C00E6D">
        <w:rPr>
          <w:rStyle w:val="libFootnotenumChar"/>
          <w:rtl/>
        </w:rPr>
        <w:t>(55)</w:t>
      </w:r>
      <w:r>
        <w:rPr>
          <w:rtl/>
        </w:rPr>
        <w:t xml:space="preserve"> </w:t>
      </w:r>
    </w:p>
    <w:p w:rsidR="00376422" w:rsidRDefault="00376422" w:rsidP="00E67399">
      <w:pPr>
        <w:pStyle w:val="libNormal"/>
        <w:rPr>
          <w:rtl/>
        </w:rPr>
      </w:pPr>
      <w:r>
        <w:rPr>
          <w:rtl/>
        </w:rPr>
        <w:t>جب حضرت على (ع) نے خطبہ ديا تو لوگو</w:t>
      </w:r>
      <w:r w:rsidR="00B365A1">
        <w:rPr>
          <w:rtl/>
        </w:rPr>
        <w:t xml:space="preserve">ں </w:t>
      </w:r>
      <w:r>
        <w:rPr>
          <w:rtl/>
        </w:rPr>
        <w:t>كو يا دہانى كراتے ہوئے فرمايا كہ ، معاويہ ان مي</w:t>
      </w:r>
      <w:r w:rsidR="00B365A1">
        <w:rPr>
          <w:rtl/>
        </w:rPr>
        <w:t xml:space="preserve">ں </w:t>
      </w:r>
      <w:r>
        <w:rPr>
          <w:rtl/>
        </w:rPr>
        <w:t>سے ہے جسكو خداوند عالم نے نہ دين مي</w:t>
      </w:r>
      <w:r w:rsidR="00B365A1">
        <w:rPr>
          <w:rtl/>
        </w:rPr>
        <w:t xml:space="preserve">ں </w:t>
      </w:r>
      <w:r>
        <w:rPr>
          <w:rtl/>
        </w:rPr>
        <w:t>سبقت عطا كى اور نہ ہى كوئي فضيلت ركھتا ہے وہ ايك ازاد كردہ كا فرزند ہے كہ جس نے اسلام كے خلاف تمام جنگو</w:t>
      </w:r>
      <w:r w:rsidR="00B365A1">
        <w:rPr>
          <w:rtl/>
        </w:rPr>
        <w:t xml:space="preserve">ں </w:t>
      </w:r>
      <w:r>
        <w:rPr>
          <w:rtl/>
        </w:rPr>
        <w:t>مي</w:t>
      </w:r>
      <w:r w:rsidR="00B365A1">
        <w:rPr>
          <w:rtl/>
        </w:rPr>
        <w:t xml:space="preserve">ں </w:t>
      </w:r>
      <w:r>
        <w:rPr>
          <w:rtl/>
        </w:rPr>
        <w:t xml:space="preserve">شركت كى تھى اور اسكا باپ ( ابو سفيان ) ہميشہ دشمن خدا و رسول (ص) رہا ہے اور جب ظاہرى طور پر اسلام كو قبول كر ليا تب بھى اس سے كڑھتا رہا </w:t>
      </w:r>
      <w:r w:rsidRPr="00C00E6D">
        <w:rPr>
          <w:rStyle w:val="libFootnotenumChar"/>
          <w:rtl/>
        </w:rPr>
        <w:t>(56)</w:t>
      </w:r>
      <w:r>
        <w:rPr>
          <w:rtl/>
        </w:rPr>
        <w:t xml:space="preserve"> ايك مرتبہ حضرت على عليہ السلام نے فرمايا كہ ، اے معاويہ تجھے معلوم ہونا چاہيئے كہ تو ايك ازاد شدگان مي</w:t>
      </w:r>
      <w:r w:rsidR="00B365A1">
        <w:rPr>
          <w:rtl/>
        </w:rPr>
        <w:t xml:space="preserve">ں </w:t>
      </w:r>
      <w:r>
        <w:rPr>
          <w:rtl/>
        </w:rPr>
        <w:t>سے ہے جن كے لئے خلافت كرنا جائز نہي</w:t>
      </w:r>
      <w:r w:rsidR="00B365A1">
        <w:rPr>
          <w:rtl/>
        </w:rPr>
        <w:t xml:space="preserve">ں </w:t>
      </w:r>
      <w:r>
        <w:rPr>
          <w:rtl/>
        </w:rPr>
        <w:t>ہے اور تجھے تو مسلمانو</w:t>
      </w:r>
      <w:r w:rsidR="00B365A1">
        <w:rPr>
          <w:rtl/>
        </w:rPr>
        <w:t xml:space="preserve">ں </w:t>
      </w:r>
      <w:r>
        <w:rPr>
          <w:rtl/>
        </w:rPr>
        <w:t>كے امورمي</w:t>
      </w:r>
      <w:r w:rsidR="00B365A1">
        <w:rPr>
          <w:rtl/>
        </w:rPr>
        <w:t xml:space="preserve">ں </w:t>
      </w:r>
      <w:r>
        <w:rPr>
          <w:rtl/>
        </w:rPr>
        <w:t>ٹانگ لڑانے كا حق بھى نہي</w:t>
      </w:r>
      <w:r w:rsidR="00B365A1">
        <w:rPr>
          <w:rtl/>
        </w:rPr>
        <w:t xml:space="preserve">ں </w:t>
      </w:r>
      <w:r>
        <w:rPr>
          <w:rtl/>
        </w:rPr>
        <w:t xml:space="preserve">ہے </w:t>
      </w:r>
      <w:r w:rsidRPr="00C00E6D">
        <w:rPr>
          <w:rStyle w:val="libFootnotenumChar"/>
          <w:rtl/>
        </w:rPr>
        <w:t>(57)</w:t>
      </w:r>
      <w:r>
        <w:rPr>
          <w:rtl/>
        </w:rPr>
        <w:t xml:space="preserve"> </w:t>
      </w:r>
    </w:p>
    <w:p w:rsidR="00376422" w:rsidRDefault="00376422" w:rsidP="00E67399">
      <w:pPr>
        <w:pStyle w:val="libNormal"/>
        <w:rPr>
          <w:rtl/>
        </w:rPr>
      </w:pPr>
      <w:r>
        <w:rPr>
          <w:rtl/>
        </w:rPr>
        <w:t>جنگ صفين مي</w:t>
      </w:r>
      <w:r w:rsidR="00B365A1">
        <w:rPr>
          <w:rtl/>
        </w:rPr>
        <w:t xml:space="preserve">ں </w:t>
      </w:r>
      <w:r>
        <w:rPr>
          <w:rtl/>
        </w:rPr>
        <w:t>علوى (ع) لشكر كے ايك سردار عبد اللہ بن بديل نے معاويہ كے بارے مي</w:t>
      </w:r>
      <w:r w:rsidR="00B365A1">
        <w:rPr>
          <w:rtl/>
        </w:rPr>
        <w:t xml:space="preserve">ں </w:t>
      </w:r>
      <w:r>
        <w:rPr>
          <w:rtl/>
        </w:rPr>
        <w:t>كہا تھا كہ ، وہ اس چيز كا دعوا كر رہا ہے جو خود اسكى نہي</w:t>
      </w:r>
      <w:r w:rsidR="00B365A1">
        <w:rPr>
          <w:rtl/>
        </w:rPr>
        <w:t xml:space="preserve">ں </w:t>
      </w:r>
      <w:r>
        <w:rPr>
          <w:rtl/>
        </w:rPr>
        <w:t>ہے اور اس شخص (على (ع) ) سے جھگڑا كر رہا ہے جسكو خلافت كرنے كا حق ہے ، پس اس گروہ سے جنگ كرو جو خلافت كو ہتھيانے مي</w:t>
      </w:r>
      <w:r w:rsidR="00B365A1">
        <w:rPr>
          <w:rtl/>
        </w:rPr>
        <w:t xml:space="preserve">ں </w:t>
      </w:r>
      <w:r>
        <w:rPr>
          <w:rtl/>
        </w:rPr>
        <w:t>لگا ہے اور ہم نے پيامبر اكرم (ص) كے ساتھ ان لوگو</w:t>
      </w:r>
      <w:r w:rsidR="00B365A1">
        <w:rPr>
          <w:rtl/>
        </w:rPr>
        <w:t xml:space="preserve">ں </w:t>
      </w:r>
      <w:r>
        <w:rPr>
          <w:rtl/>
        </w:rPr>
        <w:t>سے جنگ كى تھى پس خدا كے واسطے اپنے اور دشمن خدا سے لڑنے كے لئے امادہ ہو جائو خدا تم لوگو</w:t>
      </w:r>
      <w:r w:rsidR="00B365A1">
        <w:rPr>
          <w:rtl/>
        </w:rPr>
        <w:t xml:space="preserve">ں </w:t>
      </w:r>
      <w:r>
        <w:rPr>
          <w:rtl/>
        </w:rPr>
        <w:t xml:space="preserve">پر اپنى رحمت نازل كرے گا </w:t>
      </w:r>
      <w:r w:rsidRPr="00C00E6D">
        <w:rPr>
          <w:rStyle w:val="libFootnotenumChar"/>
          <w:rtl/>
        </w:rPr>
        <w:t>(58)</w:t>
      </w:r>
      <w:r>
        <w:rPr>
          <w:rtl/>
        </w:rPr>
        <w:t xml:space="preserve"> </w:t>
      </w:r>
    </w:p>
    <w:p w:rsidR="00B82F43" w:rsidRDefault="00376422" w:rsidP="00E67399">
      <w:pPr>
        <w:pStyle w:val="libNormal"/>
        <w:rPr>
          <w:rtl/>
        </w:rPr>
      </w:pPr>
      <w:r>
        <w:rPr>
          <w:rtl/>
        </w:rPr>
        <w:t>امام عليہ السلام كے وفادار صحابى عمار ياسر نے جنگ صفين مي</w:t>
      </w:r>
      <w:r w:rsidR="00B365A1">
        <w:rPr>
          <w:rtl/>
        </w:rPr>
        <w:t xml:space="preserve">ں </w:t>
      </w:r>
      <w:r>
        <w:rPr>
          <w:rtl/>
        </w:rPr>
        <w:t>معاويہ كے سلسلے مي</w:t>
      </w:r>
      <w:r w:rsidR="00B365A1">
        <w:rPr>
          <w:rtl/>
        </w:rPr>
        <w:t xml:space="preserve">ں </w:t>
      </w:r>
      <w:r>
        <w:rPr>
          <w:rtl/>
        </w:rPr>
        <w:t>ب</w:t>
      </w:r>
      <w:r w:rsidR="00FF45BE">
        <w:rPr>
          <w:rtl/>
        </w:rPr>
        <w:t xml:space="preserve">آواز </w:t>
      </w:r>
      <w:r>
        <w:rPr>
          <w:rtl/>
        </w:rPr>
        <w:t xml:space="preserve"> بلند يو</w:t>
      </w:r>
      <w:r w:rsidR="00B365A1">
        <w:rPr>
          <w:rtl/>
        </w:rPr>
        <w:t xml:space="preserve">ں </w:t>
      </w:r>
      <w:r>
        <w:rPr>
          <w:rtl/>
        </w:rPr>
        <w:t>كہا كہ ، اے مسلمانو ، كيا تم لوگ اس شخص ( معاويہ ) كو ديكھنا چاہتے ہو جس نے خدا و رسول (ص) سے دشمنى و عداوت مي</w:t>
      </w:r>
      <w:r w:rsidR="00B365A1">
        <w:rPr>
          <w:rtl/>
        </w:rPr>
        <w:t xml:space="preserve">ں </w:t>
      </w:r>
      <w:r>
        <w:rPr>
          <w:rtl/>
        </w:rPr>
        <w:t>ان سے جنگي</w:t>
      </w:r>
      <w:r w:rsidR="00B365A1">
        <w:rPr>
          <w:rtl/>
        </w:rPr>
        <w:t xml:space="preserve">ں </w:t>
      </w:r>
      <w:r>
        <w:rPr>
          <w:rtl/>
        </w:rPr>
        <w:t>لڑي</w:t>
      </w:r>
      <w:r w:rsidR="00B365A1">
        <w:rPr>
          <w:rtl/>
        </w:rPr>
        <w:t xml:space="preserve">ں </w:t>
      </w:r>
      <w:r>
        <w:rPr>
          <w:rtl/>
        </w:rPr>
        <w:t>، مسلمانو</w:t>
      </w:r>
      <w:r w:rsidR="00B365A1">
        <w:rPr>
          <w:rtl/>
        </w:rPr>
        <w:t xml:space="preserve">ں </w:t>
      </w:r>
      <w:r>
        <w:rPr>
          <w:rtl/>
        </w:rPr>
        <w:t xml:space="preserve">كے خلاف بغاوت و سر كشى كو ہوا دى اور مشركين كى پشت پناہى كى ، جب اس نے ديكھا كہ اللہ نے اپنے دين </w:t>
      </w:r>
    </w:p>
    <w:p w:rsidR="0097280A" w:rsidRDefault="0097280A" w:rsidP="00E67399">
      <w:pPr>
        <w:pStyle w:val="libLine"/>
        <w:rPr>
          <w:rtl/>
        </w:rPr>
      </w:pPr>
      <w:r>
        <w:rPr>
          <w:rFonts w:hint="cs"/>
          <w:rtl/>
        </w:rPr>
        <w:t>____________________</w:t>
      </w:r>
    </w:p>
    <w:p w:rsidR="006F0ADE" w:rsidRDefault="006F0ADE" w:rsidP="00E67399">
      <w:pPr>
        <w:pStyle w:val="libFootnote"/>
        <w:rPr>
          <w:rtl/>
        </w:rPr>
      </w:pPr>
      <w:r>
        <w:rPr>
          <w:rtl/>
        </w:rPr>
        <w:t xml:space="preserve">53_مروج الذھب ج3 ص 50 </w:t>
      </w:r>
    </w:p>
    <w:p w:rsidR="006F0ADE" w:rsidRDefault="006F0ADE" w:rsidP="00E67399">
      <w:pPr>
        <w:pStyle w:val="libFootnote"/>
        <w:rPr>
          <w:rtl/>
        </w:rPr>
      </w:pPr>
      <w:r>
        <w:rPr>
          <w:rtl/>
        </w:rPr>
        <w:t xml:space="preserve">54_استيعاب ج2 ص 417، اسد الغابہ ج3 ص 318 </w:t>
      </w:r>
    </w:p>
    <w:p w:rsidR="006F0ADE" w:rsidRDefault="006F0ADE" w:rsidP="00E67399">
      <w:pPr>
        <w:pStyle w:val="libFootnote"/>
        <w:rPr>
          <w:rtl/>
        </w:rPr>
      </w:pPr>
      <w:r>
        <w:rPr>
          <w:rtl/>
        </w:rPr>
        <w:t xml:space="preserve">55_ اسد الغابہ ج4 ص 387 ، طبقات الكبرى ج3 ص 248 مطبوعہ ليدن </w:t>
      </w:r>
    </w:p>
    <w:p w:rsidR="006F0ADE" w:rsidRDefault="006F0ADE" w:rsidP="00E67399">
      <w:pPr>
        <w:pStyle w:val="libFootnote"/>
        <w:rPr>
          <w:rtl/>
        </w:rPr>
      </w:pPr>
      <w:r>
        <w:rPr>
          <w:rtl/>
        </w:rPr>
        <w:t xml:space="preserve">56_وقعة صفين ص 227 ، طبرى ج6 ص 4 ، ابن اثير ج3 ص 125 </w:t>
      </w:r>
    </w:p>
    <w:p w:rsidR="006F0ADE" w:rsidRDefault="006F0ADE" w:rsidP="00E67399">
      <w:pPr>
        <w:pStyle w:val="libFootnote"/>
        <w:rPr>
          <w:rtl/>
        </w:rPr>
      </w:pPr>
      <w:r>
        <w:rPr>
          <w:rtl/>
        </w:rPr>
        <w:t xml:space="preserve">57_عقد الفريد ج2 ص 284 ،شرح نہج البلاغہ ج2 ص 5 </w:t>
      </w:r>
    </w:p>
    <w:p w:rsidR="006F0ADE" w:rsidRDefault="006F0ADE" w:rsidP="00E67399">
      <w:pPr>
        <w:pStyle w:val="libFootnote"/>
        <w:rPr>
          <w:rtl/>
        </w:rPr>
      </w:pPr>
      <w:r>
        <w:rPr>
          <w:rtl/>
        </w:rPr>
        <w:t xml:space="preserve">58_ وقعة صفين ص 263 ، طبرى ج6 ص 9 ، ابن اثير ج3 ص 128 ، استيعاب ج1 ص 340 </w:t>
      </w:r>
    </w:p>
    <w:p w:rsidR="00B82F43" w:rsidRDefault="00B82F43"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كو مستحكم كر كے اپنے رسول (ص) كو غلبہ حاصل كرا ديا تو پيامبر اكرم (ص) كے پاس</w:t>
      </w:r>
      <w:r w:rsidR="00831D2C">
        <w:rPr>
          <w:rtl/>
        </w:rPr>
        <w:t xml:space="preserve"> آيا </w:t>
      </w:r>
      <w:r>
        <w:rPr>
          <w:rtl/>
        </w:rPr>
        <w:t xml:space="preserve"> پھر مسلمان ہوا جبكہ خدا اسكے دل كو خوب جانتا تھا كہ اس نے صدق دل سے اسلام كو قبول نہي</w:t>
      </w:r>
      <w:r w:rsidR="00B365A1">
        <w:rPr>
          <w:rtl/>
        </w:rPr>
        <w:t xml:space="preserve">ں </w:t>
      </w:r>
      <w:r>
        <w:rPr>
          <w:rtl/>
        </w:rPr>
        <w:t>كيا ہے بلكہ خوف جان اور طمع مال كى وجہ سے مسلمان ہوا ہے ، اور جب رسول اكرم (ص) اس دنيا سے چلے گئے تو خدا كى قسم يہ ( معاويہ ) مسلمانو</w:t>
      </w:r>
      <w:r w:rsidR="00B365A1">
        <w:rPr>
          <w:rtl/>
        </w:rPr>
        <w:t xml:space="preserve">ں </w:t>
      </w:r>
      <w:r>
        <w:rPr>
          <w:rtl/>
        </w:rPr>
        <w:t>كا دشمن اور كافرو</w:t>
      </w:r>
      <w:r w:rsidR="00B365A1">
        <w:rPr>
          <w:rtl/>
        </w:rPr>
        <w:t xml:space="preserve">ں </w:t>
      </w:r>
      <w:r>
        <w:rPr>
          <w:rtl/>
        </w:rPr>
        <w:t xml:space="preserve">كا دوست بن گيا ، اگاہ ہو جائو يہ شخص معاويہ بن ابو سفيان ہے اس پر لعنت بھيجو كيونكہ خدا اس پر لعنت بھيجتا ہے اور اس سے جنگ و قتال كرو اس لئے كہ يہ چاہتا ہے كہ نور خدا كو گل كر كے ظلمت و تار يكى پھيلائے </w:t>
      </w:r>
      <w:r w:rsidRPr="00C00E6D">
        <w:rPr>
          <w:rStyle w:val="libFootnotenumChar"/>
          <w:rtl/>
        </w:rPr>
        <w:t>(59)</w:t>
      </w:r>
      <w:r>
        <w:rPr>
          <w:rtl/>
        </w:rPr>
        <w:t xml:space="preserve"> </w:t>
      </w:r>
    </w:p>
    <w:p w:rsidR="00376422" w:rsidRDefault="00376422" w:rsidP="00E67399">
      <w:pPr>
        <w:pStyle w:val="libNormal"/>
        <w:rPr>
          <w:rtl/>
        </w:rPr>
      </w:pPr>
      <w:r>
        <w:rPr>
          <w:rtl/>
        </w:rPr>
        <w:t>اسود بن يزيد نے معاويہ كے سلسلے مي</w:t>
      </w:r>
      <w:r w:rsidR="00B365A1">
        <w:rPr>
          <w:rtl/>
        </w:rPr>
        <w:t xml:space="preserve">ں </w:t>
      </w:r>
      <w:r>
        <w:rPr>
          <w:rtl/>
        </w:rPr>
        <w:t xml:space="preserve">ام المومنين عائشه سے كہا : </w:t>
      </w:r>
    </w:p>
    <w:p w:rsidR="00376422" w:rsidRDefault="00376422" w:rsidP="00E67399">
      <w:pPr>
        <w:pStyle w:val="libNormal"/>
        <w:rPr>
          <w:rtl/>
        </w:rPr>
      </w:pPr>
      <w:r>
        <w:rPr>
          <w:rtl/>
        </w:rPr>
        <w:t>اے ام المومنين</w:t>
      </w:r>
      <w:r w:rsidR="00831D2C">
        <w:rPr>
          <w:rtl/>
        </w:rPr>
        <w:t xml:space="preserve"> آيا </w:t>
      </w:r>
      <w:r>
        <w:rPr>
          <w:rtl/>
        </w:rPr>
        <w:t xml:space="preserve"> اپ كو اس بات پر حيرت نہي</w:t>
      </w:r>
      <w:r w:rsidR="00B365A1">
        <w:rPr>
          <w:rtl/>
        </w:rPr>
        <w:t xml:space="preserve">ں </w:t>
      </w:r>
      <w:r>
        <w:rPr>
          <w:rtl/>
        </w:rPr>
        <w:t>ہوتى ہے كہ وہ شخص جو ازاد كردہ ہے اور صحابى رسول(ص) سے خلافت كے سلسلے مي</w:t>
      </w:r>
      <w:r w:rsidR="00B365A1">
        <w:rPr>
          <w:rtl/>
        </w:rPr>
        <w:t xml:space="preserve">ں </w:t>
      </w:r>
      <w:r>
        <w:rPr>
          <w:rtl/>
        </w:rPr>
        <w:t xml:space="preserve">جھگڑا كر رہا ہے _ </w:t>
      </w:r>
    </w:p>
    <w:p w:rsidR="00376422" w:rsidRDefault="00376422" w:rsidP="00E67399">
      <w:pPr>
        <w:pStyle w:val="libNormal"/>
        <w:rPr>
          <w:rtl/>
        </w:rPr>
      </w:pPr>
      <w:r>
        <w:rPr>
          <w:rtl/>
        </w:rPr>
        <w:t>عائشه نے جواب ديا ، اس مي</w:t>
      </w:r>
      <w:r w:rsidR="00B365A1">
        <w:rPr>
          <w:rtl/>
        </w:rPr>
        <w:t xml:space="preserve">ں </w:t>
      </w:r>
      <w:r>
        <w:rPr>
          <w:rtl/>
        </w:rPr>
        <w:t>تعجب كى كيا بات ہے يہ حكومت ہے خدا جسے چاہے عطا كر دے اس مي</w:t>
      </w:r>
      <w:r w:rsidR="00B365A1">
        <w:rPr>
          <w:rtl/>
        </w:rPr>
        <w:t xml:space="preserve">ں </w:t>
      </w:r>
      <w:r>
        <w:rPr>
          <w:rtl/>
        </w:rPr>
        <w:t>نيك و بد كى قيد نہي</w:t>
      </w:r>
      <w:r w:rsidR="00B365A1">
        <w:rPr>
          <w:rtl/>
        </w:rPr>
        <w:t xml:space="preserve">ں </w:t>
      </w:r>
      <w:r>
        <w:rPr>
          <w:rtl/>
        </w:rPr>
        <w:t>ہے جس طرح فرعون الوہيت كا دعوا كرنے كے با وجود سالہا سال مصر مي</w:t>
      </w:r>
      <w:r w:rsidR="00B365A1">
        <w:rPr>
          <w:rtl/>
        </w:rPr>
        <w:t xml:space="preserve">ں </w:t>
      </w:r>
      <w:r>
        <w:rPr>
          <w:rtl/>
        </w:rPr>
        <w:t>حكومت كى اور اسكے علاوہ دوسرے بھى اس عہدے پر پہونچے ہي</w:t>
      </w:r>
      <w:r w:rsidR="00B365A1">
        <w:rPr>
          <w:rtl/>
        </w:rPr>
        <w:t xml:space="preserve">ں </w:t>
      </w:r>
      <w:r w:rsidRPr="00C00E6D">
        <w:rPr>
          <w:rStyle w:val="libFootnotenumChar"/>
          <w:rtl/>
        </w:rPr>
        <w:t>(60)</w:t>
      </w:r>
      <w:r>
        <w:rPr>
          <w:rtl/>
        </w:rPr>
        <w:t xml:space="preserve"> </w:t>
      </w:r>
    </w:p>
    <w:p w:rsidR="00376422" w:rsidRDefault="00376422" w:rsidP="00E67399">
      <w:pPr>
        <w:pStyle w:val="libNormal"/>
        <w:rPr>
          <w:rtl/>
        </w:rPr>
      </w:pPr>
      <w:r>
        <w:rPr>
          <w:rtl/>
        </w:rPr>
        <w:t>امام حسن (ع) نے معاويہ كو خط لكھا كہ ، اے معاويہ بڑى حيرت كى بات ہے كہ تم اج اس عہدے پر برا جمان ہو گئے جس پر كسى صورت مي</w:t>
      </w:r>
      <w:r w:rsidR="00B365A1">
        <w:rPr>
          <w:rtl/>
        </w:rPr>
        <w:t xml:space="preserve">ں </w:t>
      </w:r>
      <w:r>
        <w:rPr>
          <w:rtl/>
        </w:rPr>
        <w:t>برا جمان ہونے كے لائق نہ تھے كيونكہ تم نہ دين مي</w:t>
      </w:r>
      <w:r w:rsidR="00B365A1">
        <w:rPr>
          <w:rtl/>
        </w:rPr>
        <w:t xml:space="preserve">ں </w:t>
      </w:r>
      <w:r>
        <w:rPr>
          <w:rtl/>
        </w:rPr>
        <w:t>كوئي منزلت ركھتے ہو اور نہ ہى اسلام لانے مي</w:t>
      </w:r>
      <w:r w:rsidR="00B365A1">
        <w:rPr>
          <w:rtl/>
        </w:rPr>
        <w:t xml:space="preserve">ں </w:t>
      </w:r>
      <w:r>
        <w:rPr>
          <w:rtl/>
        </w:rPr>
        <w:t>سبقت كى پھر تم اسكے فرزند ہو جس نے اسلام كے خلاف محاذ ارائو</w:t>
      </w:r>
      <w:r w:rsidR="00B365A1">
        <w:rPr>
          <w:rtl/>
        </w:rPr>
        <w:t xml:space="preserve">ں </w:t>
      </w:r>
      <w:r>
        <w:rPr>
          <w:rtl/>
        </w:rPr>
        <w:t xml:space="preserve">كى سر براہى كى تھى اور وہ اسلام و قران اور رسول (ص) كا سخت ترين دشمن تھا </w:t>
      </w:r>
      <w:r w:rsidRPr="00C00E6D">
        <w:rPr>
          <w:rStyle w:val="libFootnotenumChar"/>
          <w:rtl/>
        </w:rPr>
        <w:t>(61)</w:t>
      </w:r>
      <w:r>
        <w:rPr>
          <w:rtl/>
        </w:rPr>
        <w:t xml:space="preserve"> </w:t>
      </w:r>
    </w:p>
    <w:p w:rsidR="00B82F43" w:rsidRDefault="00376422" w:rsidP="00E67399">
      <w:pPr>
        <w:pStyle w:val="libNormal"/>
        <w:rPr>
          <w:rtl/>
        </w:rPr>
      </w:pPr>
      <w:r>
        <w:rPr>
          <w:rtl/>
        </w:rPr>
        <w:t>شعبہ بن عريض نے معاويہ سے كہا تھا كہ ، تم نے دور جاہليت مي</w:t>
      </w:r>
      <w:r w:rsidR="00B365A1">
        <w:rPr>
          <w:rtl/>
        </w:rPr>
        <w:t xml:space="preserve">ں </w:t>
      </w:r>
      <w:r>
        <w:rPr>
          <w:rtl/>
        </w:rPr>
        <w:t>بھى اور اسلام لانے كے بعد بھى حق كو كچلا ، دور جاہليت مي</w:t>
      </w:r>
      <w:r w:rsidR="00B365A1">
        <w:rPr>
          <w:rtl/>
        </w:rPr>
        <w:t xml:space="preserve">ں </w:t>
      </w:r>
      <w:r>
        <w:rPr>
          <w:rtl/>
        </w:rPr>
        <w:t xml:space="preserve">رسول (ص) و وحى الہى كے خلاف اتنى جنگ كى كہ خدا وند عالم نے اسلام ہى كو پيروز وكامياب بنا كر تمھارے برے نقشے كو مليا ميٹ كر ديا تھا اور مسلمان ہونے كے بعد تم نے يہ كيا كہ جب فرزند رسول (ص) تخت خلافت پر پہونچا تو تم </w:t>
      </w:r>
    </w:p>
    <w:p w:rsidR="0097280A" w:rsidRDefault="0097280A" w:rsidP="00E67399">
      <w:pPr>
        <w:pStyle w:val="libLine"/>
        <w:rPr>
          <w:rtl/>
        </w:rPr>
      </w:pPr>
      <w:r>
        <w:rPr>
          <w:rFonts w:hint="cs"/>
          <w:rtl/>
        </w:rPr>
        <w:t>____________________</w:t>
      </w:r>
    </w:p>
    <w:p w:rsidR="006F0ADE" w:rsidRDefault="006F0ADE" w:rsidP="00E67399">
      <w:pPr>
        <w:pStyle w:val="libFootnote"/>
        <w:rPr>
          <w:rtl/>
        </w:rPr>
      </w:pPr>
      <w:r>
        <w:rPr>
          <w:rtl/>
        </w:rPr>
        <w:t xml:space="preserve">59_ صفين ص 240 ، طبرى ج6 ص 7 ، ابن اثير ج3 ص 126 </w:t>
      </w:r>
    </w:p>
    <w:p w:rsidR="006F0ADE" w:rsidRDefault="006F0ADE" w:rsidP="00E67399">
      <w:pPr>
        <w:pStyle w:val="libFootnote"/>
        <w:rPr>
          <w:rtl/>
        </w:rPr>
      </w:pPr>
      <w:r>
        <w:rPr>
          <w:rtl/>
        </w:rPr>
        <w:t xml:space="preserve">60_ در منثور ج6 ص 9 ابدايہ و النہايہ ج8 ص 131 </w:t>
      </w:r>
    </w:p>
    <w:p w:rsidR="006F0ADE" w:rsidRDefault="006F0ADE" w:rsidP="00E67399">
      <w:pPr>
        <w:pStyle w:val="libFootnote"/>
        <w:rPr>
          <w:rtl/>
        </w:rPr>
      </w:pPr>
      <w:r>
        <w:rPr>
          <w:rtl/>
        </w:rPr>
        <w:t xml:space="preserve">61_ مقاتل الطالبين ص 22 شرح نہج البلاغہ ج4 ص 12 </w:t>
      </w:r>
    </w:p>
    <w:p w:rsidR="00B82F43" w:rsidRDefault="00B82F43"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اسكى حكومت كو گرانے كے چكر مي</w:t>
      </w:r>
      <w:r w:rsidR="00B365A1">
        <w:rPr>
          <w:rtl/>
        </w:rPr>
        <w:t xml:space="preserve">ں </w:t>
      </w:r>
      <w:r>
        <w:rPr>
          <w:rtl/>
        </w:rPr>
        <w:t>لگ گئے ، اے معاويہ تمہي</w:t>
      </w:r>
      <w:r w:rsidR="00B365A1">
        <w:rPr>
          <w:rtl/>
        </w:rPr>
        <w:t xml:space="preserve">ں </w:t>
      </w:r>
      <w:r>
        <w:rPr>
          <w:rtl/>
        </w:rPr>
        <w:t xml:space="preserve">خلافت سے كيا سروكار ہے تم تو ازاد كردہ كے ازاد كئے ہوئے فرزند ہو </w:t>
      </w:r>
      <w:r w:rsidRPr="00C00E6D">
        <w:rPr>
          <w:rStyle w:val="libFootnotenumChar"/>
          <w:rtl/>
        </w:rPr>
        <w:t>(62)</w:t>
      </w:r>
      <w:r>
        <w:rPr>
          <w:rtl/>
        </w:rPr>
        <w:t xml:space="preserve"> </w:t>
      </w:r>
    </w:p>
    <w:p w:rsidR="00376422" w:rsidRDefault="00376422" w:rsidP="00E67399">
      <w:pPr>
        <w:pStyle w:val="libNormal"/>
        <w:rPr>
          <w:rtl/>
        </w:rPr>
      </w:pPr>
      <w:r>
        <w:rPr>
          <w:rtl/>
        </w:rPr>
        <w:t>ان تمام ذلتو</w:t>
      </w:r>
      <w:r w:rsidR="00B365A1">
        <w:rPr>
          <w:rtl/>
        </w:rPr>
        <w:t xml:space="preserve">ں </w:t>
      </w:r>
      <w:r>
        <w:rPr>
          <w:rtl/>
        </w:rPr>
        <w:t>اور رسوا ئيو</w:t>
      </w:r>
      <w:r w:rsidR="00B365A1">
        <w:rPr>
          <w:rtl/>
        </w:rPr>
        <w:t xml:space="preserve">ں </w:t>
      </w:r>
      <w:r>
        <w:rPr>
          <w:rtl/>
        </w:rPr>
        <w:t>كا حامل اور فضيلت و منزلت سے كوسو</w:t>
      </w:r>
      <w:r w:rsidR="00B365A1">
        <w:rPr>
          <w:rtl/>
        </w:rPr>
        <w:t xml:space="preserve">ں </w:t>
      </w:r>
      <w:r>
        <w:rPr>
          <w:rtl/>
        </w:rPr>
        <w:t>دور رہنے والا معاويہ كيسے حكومت كو خاندانى بنائے اور يہ تمام باتي</w:t>
      </w:r>
      <w:r w:rsidR="00B365A1">
        <w:rPr>
          <w:rtl/>
        </w:rPr>
        <w:t xml:space="preserve">ں </w:t>
      </w:r>
      <w:r>
        <w:rPr>
          <w:rtl/>
        </w:rPr>
        <w:t>جو اسلام كى مشھور شخصيتو</w:t>
      </w:r>
      <w:r w:rsidR="00B365A1">
        <w:rPr>
          <w:rtl/>
        </w:rPr>
        <w:t xml:space="preserve">ں </w:t>
      </w:r>
      <w:r>
        <w:rPr>
          <w:rtl/>
        </w:rPr>
        <w:t>نيز معاويہ كے ہم عصرو</w:t>
      </w:r>
      <w:r w:rsidR="00B365A1">
        <w:rPr>
          <w:rtl/>
        </w:rPr>
        <w:t xml:space="preserve">ں </w:t>
      </w:r>
      <w:r>
        <w:rPr>
          <w:rtl/>
        </w:rPr>
        <w:t>نے كہى ہي</w:t>
      </w:r>
      <w:r w:rsidR="00B365A1">
        <w:rPr>
          <w:rtl/>
        </w:rPr>
        <w:t xml:space="preserve">ں </w:t>
      </w:r>
      <w:r>
        <w:rPr>
          <w:rtl/>
        </w:rPr>
        <w:t>اور اسكى سياہكارى اس حد تك پہونچى ہوئي تھى تو كيسے عائشه معاويہ كى صفائي پيش كر رہى ہي</w:t>
      </w:r>
      <w:r w:rsidR="00B365A1">
        <w:rPr>
          <w:rtl/>
        </w:rPr>
        <w:t xml:space="preserve">ں </w:t>
      </w:r>
      <w:r>
        <w:rPr>
          <w:rtl/>
        </w:rPr>
        <w:t>كہ يہ حكومت ہے خدا جسے چاہے ديدے اگر چہ براہى كيو</w:t>
      </w:r>
      <w:r w:rsidR="00B365A1">
        <w:rPr>
          <w:rtl/>
        </w:rPr>
        <w:t xml:space="preserve">ں </w:t>
      </w:r>
      <w:r>
        <w:rPr>
          <w:rtl/>
        </w:rPr>
        <w:t>نہ ہو ، جى ہا</w:t>
      </w:r>
      <w:r w:rsidR="00B365A1">
        <w:rPr>
          <w:rtl/>
        </w:rPr>
        <w:t xml:space="preserve">ں </w:t>
      </w:r>
      <w:r>
        <w:rPr>
          <w:rtl/>
        </w:rPr>
        <w:t>، اگر اس طرح كا بيان نہ ديتي</w:t>
      </w:r>
      <w:r w:rsidR="00B365A1">
        <w:rPr>
          <w:rtl/>
        </w:rPr>
        <w:t xml:space="preserve">ں </w:t>
      </w:r>
      <w:r>
        <w:rPr>
          <w:rtl/>
        </w:rPr>
        <w:t>تو پھر اسلامى حكومت كا لباس معاويہ كے نا موزو</w:t>
      </w:r>
      <w:r w:rsidR="00B365A1">
        <w:rPr>
          <w:rtl/>
        </w:rPr>
        <w:t xml:space="preserve">ں </w:t>
      </w:r>
      <w:r>
        <w:rPr>
          <w:rtl/>
        </w:rPr>
        <w:t xml:space="preserve">جسم پر كيسے اتا _ </w:t>
      </w:r>
    </w:p>
    <w:p w:rsidR="00376422" w:rsidRDefault="00376422" w:rsidP="00E67399">
      <w:pPr>
        <w:pStyle w:val="libNormal"/>
        <w:rPr>
          <w:rtl/>
        </w:rPr>
      </w:pPr>
      <w:r>
        <w:rPr>
          <w:rtl/>
        </w:rPr>
        <w:t>پھر اس حكومت كو معاويہ كيسے خاندانى بنائے كيونكہ اسلام معاشرے مي</w:t>
      </w:r>
      <w:r w:rsidR="00B365A1">
        <w:rPr>
          <w:rtl/>
        </w:rPr>
        <w:t xml:space="preserve">ں </w:t>
      </w:r>
      <w:r>
        <w:rPr>
          <w:rtl/>
        </w:rPr>
        <w:t>صاحب عظمت و فضيلت افراد موجود ہي</w:t>
      </w:r>
      <w:r w:rsidR="00B365A1">
        <w:rPr>
          <w:rtl/>
        </w:rPr>
        <w:t xml:space="preserve">ں </w:t>
      </w:r>
      <w:r>
        <w:rPr>
          <w:rtl/>
        </w:rPr>
        <w:t>اور ہم نے بيان بھى كيا ہے كہ اما حسن (ع) و حسين (ع) عليھما السلام جيسى شخصيتي</w:t>
      </w:r>
      <w:r w:rsidR="00B365A1">
        <w:rPr>
          <w:rtl/>
        </w:rPr>
        <w:t xml:space="preserve">ں </w:t>
      </w:r>
      <w:r>
        <w:rPr>
          <w:rtl/>
        </w:rPr>
        <w:t>جو خاندان بنى ہاشم كى تمام بزرگيو</w:t>
      </w:r>
      <w:r w:rsidR="00B365A1">
        <w:rPr>
          <w:rtl/>
        </w:rPr>
        <w:t xml:space="preserve">ں </w:t>
      </w:r>
      <w:r>
        <w:rPr>
          <w:rtl/>
        </w:rPr>
        <w:t>اور فضيلتو</w:t>
      </w:r>
      <w:r w:rsidR="00B365A1">
        <w:rPr>
          <w:rtl/>
        </w:rPr>
        <w:t xml:space="preserve">ں </w:t>
      </w:r>
      <w:r>
        <w:rPr>
          <w:rtl/>
        </w:rPr>
        <w:t>كے وارث اور نواسئہ رسول (ص) نيز لوگو</w:t>
      </w:r>
      <w:r w:rsidR="00B365A1">
        <w:rPr>
          <w:rtl/>
        </w:rPr>
        <w:t xml:space="preserve">ں </w:t>
      </w:r>
      <w:r>
        <w:rPr>
          <w:rtl/>
        </w:rPr>
        <w:t>مي</w:t>
      </w:r>
      <w:r w:rsidR="00B365A1">
        <w:rPr>
          <w:rtl/>
        </w:rPr>
        <w:t xml:space="preserve">ں </w:t>
      </w:r>
      <w:r>
        <w:rPr>
          <w:rtl/>
        </w:rPr>
        <w:t xml:space="preserve">كافى محبوب تھے _ </w:t>
      </w:r>
    </w:p>
    <w:p w:rsidR="00376422" w:rsidRDefault="00376422" w:rsidP="00E67399">
      <w:pPr>
        <w:pStyle w:val="libNormal"/>
        <w:rPr>
          <w:rtl/>
        </w:rPr>
      </w:pPr>
      <w:r>
        <w:rPr>
          <w:rtl/>
        </w:rPr>
        <w:t>لہذا معاويہ نے يہ كام كيا كہ ايك طرف اپنى حكومت كے ستون كو مستحكم كيا ، دوسرى طرف اس حكومت كو موروثى بنانے كے لئے لوگو</w:t>
      </w:r>
      <w:r w:rsidR="00B365A1">
        <w:rPr>
          <w:rtl/>
        </w:rPr>
        <w:t xml:space="preserve">ں </w:t>
      </w:r>
      <w:r>
        <w:rPr>
          <w:rtl/>
        </w:rPr>
        <w:t>كو خاندان رسول (ص) و ال على (ع) سے دور ركھا تاكہ لوگ اس سے اور اسكے خاندان كى طرف مائل ہونے لگي</w:t>
      </w:r>
      <w:r w:rsidR="00B365A1">
        <w:rPr>
          <w:rtl/>
        </w:rPr>
        <w:t xml:space="preserve">ں </w:t>
      </w:r>
      <w:r>
        <w:rPr>
          <w:rtl/>
        </w:rPr>
        <w:t>، اسى بناء پر معاويہ نے خاندان على (ع) و اصحاب رسول (ص) سے اتنى ہولناك جنگ لڑى جس كے خوف سے بچے بوڑھے ہو گئے اور مسلمانو</w:t>
      </w:r>
      <w:r w:rsidR="00B365A1">
        <w:rPr>
          <w:rtl/>
        </w:rPr>
        <w:t xml:space="preserve">ں </w:t>
      </w:r>
      <w:r>
        <w:rPr>
          <w:rtl/>
        </w:rPr>
        <w:t>كے خون سے زميني</w:t>
      </w:r>
      <w:r w:rsidR="00B365A1">
        <w:rPr>
          <w:rtl/>
        </w:rPr>
        <w:t xml:space="preserve">ں </w:t>
      </w:r>
      <w:r>
        <w:rPr>
          <w:rtl/>
        </w:rPr>
        <w:t>رنگين ہو گئي</w:t>
      </w:r>
      <w:r w:rsidR="00B365A1">
        <w:rPr>
          <w:rtl/>
        </w:rPr>
        <w:t xml:space="preserve">ں </w:t>
      </w:r>
      <w:r>
        <w:rPr>
          <w:rtl/>
        </w:rPr>
        <w:t>پھر انكى عورتو</w:t>
      </w:r>
      <w:r w:rsidR="00B365A1">
        <w:rPr>
          <w:rtl/>
        </w:rPr>
        <w:t xml:space="preserve">ں </w:t>
      </w:r>
      <w:r>
        <w:rPr>
          <w:rtl/>
        </w:rPr>
        <w:t>كو اسير كر كے بازارو</w:t>
      </w:r>
      <w:r w:rsidR="00B365A1">
        <w:rPr>
          <w:rtl/>
        </w:rPr>
        <w:t xml:space="preserve">ں </w:t>
      </w:r>
      <w:r>
        <w:rPr>
          <w:rtl/>
        </w:rPr>
        <w:t>مي</w:t>
      </w:r>
      <w:r w:rsidR="00B365A1">
        <w:rPr>
          <w:rtl/>
        </w:rPr>
        <w:t xml:space="preserve">ں </w:t>
      </w:r>
      <w:r>
        <w:rPr>
          <w:rtl/>
        </w:rPr>
        <w:t xml:space="preserve">بيچا گيا _ </w:t>
      </w:r>
    </w:p>
    <w:p w:rsidR="00376422" w:rsidRDefault="00376422" w:rsidP="00E67399">
      <w:pPr>
        <w:pStyle w:val="libNormal"/>
        <w:rPr>
          <w:rtl/>
        </w:rPr>
      </w:pPr>
      <w:r>
        <w:rPr>
          <w:rtl/>
        </w:rPr>
        <w:t>معاويہ نے اس ہدف تك پہونچنے مي</w:t>
      </w:r>
      <w:r w:rsidR="00B365A1">
        <w:rPr>
          <w:rtl/>
        </w:rPr>
        <w:t xml:space="preserve">ں </w:t>
      </w:r>
      <w:r>
        <w:rPr>
          <w:rtl/>
        </w:rPr>
        <w:t>كسى چيز سے دريغ نہي</w:t>
      </w:r>
      <w:r w:rsidR="00B365A1">
        <w:rPr>
          <w:rtl/>
        </w:rPr>
        <w:t xml:space="preserve">ں </w:t>
      </w:r>
      <w:r>
        <w:rPr>
          <w:rtl/>
        </w:rPr>
        <w:t>كيا دولت ، ثروت، حيلہ سب كو اسى طرح استعمال كيا جس طرح اپنى حكومت كے سلسلہ مي</w:t>
      </w:r>
      <w:r w:rsidR="00B365A1">
        <w:rPr>
          <w:rtl/>
        </w:rPr>
        <w:t xml:space="preserve">ں </w:t>
      </w:r>
      <w:r>
        <w:rPr>
          <w:rtl/>
        </w:rPr>
        <w:t xml:space="preserve">استعمال كيا تھا ، اور جسكے ذريعہ سادہ لوح افراد كو اپنى طرف كھينچا تھا وہ حيلہ قصاص خون عثمان كا تھا ، جس سے اس نے خوب فائدہ اٹھايا تھا _ </w:t>
      </w:r>
    </w:p>
    <w:p w:rsidR="00376422" w:rsidRDefault="0097280A" w:rsidP="00E67399">
      <w:pPr>
        <w:pStyle w:val="libLine"/>
        <w:rPr>
          <w:rtl/>
        </w:rPr>
      </w:pPr>
      <w:r>
        <w:rPr>
          <w:rFonts w:hint="cs"/>
          <w:rtl/>
        </w:rPr>
        <w:t>____________________</w:t>
      </w:r>
    </w:p>
    <w:p w:rsidR="006F0ADE" w:rsidRDefault="006F0ADE" w:rsidP="00E67399">
      <w:pPr>
        <w:pStyle w:val="libFootnote"/>
        <w:rPr>
          <w:rtl/>
        </w:rPr>
      </w:pPr>
      <w:r>
        <w:rPr>
          <w:rtl/>
        </w:rPr>
        <w:t xml:space="preserve">62_ اغانى ج3 ص 25 ، اصابہ ج2 ص 41 </w:t>
      </w:r>
    </w:p>
    <w:p w:rsidR="0097280A" w:rsidRDefault="0097280A" w:rsidP="00E67399">
      <w:pPr>
        <w:pStyle w:val="libPoemTini"/>
        <w:rPr>
          <w:rtl/>
        </w:rPr>
      </w:pPr>
      <w:r>
        <w:rPr>
          <w:rtl/>
        </w:rPr>
        <w:br w:type="page"/>
      </w:r>
    </w:p>
    <w:p w:rsidR="00376422" w:rsidRDefault="00376422" w:rsidP="00E67399">
      <w:pPr>
        <w:pStyle w:val="Heading2Center"/>
        <w:rPr>
          <w:rtl/>
        </w:rPr>
      </w:pPr>
      <w:bookmarkStart w:id="73" w:name="_Toc531605701"/>
      <w:r>
        <w:rPr>
          <w:rtl/>
        </w:rPr>
        <w:lastRenderedPageBreak/>
        <w:t>اپنے كرتوت پر جعلى حديثو</w:t>
      </w:r>
      <w:r w:rsidR="00B365A1">
        <w:rPr>
          <w:rtl/>
        </w:rPr>
        <w:t xml:space="preserve">ں </w:t>
      </w:r>
      <w:r>
        <w:rPr>
          <w:rtl/>
        </w:rPr>
        <w:t>كا غلاف</w:t>
      </w:r>
      <w:bookmarkEnd w:id="73"/>
    </w:p>
    <w:p w:rsidR="00376422" w:rsidRDefault="00376422" w:rsidP="00E67399">
      <w:pPr>
        <w:pStyle w:val="libNormal"/>
        <w:rPr>
          <w:rtl/>
        </w:rPr>
      </w:pPr>
      <w:r>
        <w:rPr>
          <w:rtl/>
        </w:rPr>
        <w:t>معاويہ كے اس پرو پيگنڈے كے پيچھے دو اہداف پوشيدہ تھے _1_ اس پروپيگنڈہ سے لوگو</w:t>
      </w:r>
      <w:r w:rsidR="00B365A1">
        <w:rPr>
          <w:rtl/>
        </w:rPr>
        <w:t xml:space="preserve">ں </w:t>
      </w:r>
      <w:r>
        <w:rPr>
          <w:rtl/>
        </w:rPr>
        <w:t>كے ذہن و دماغ كو حقائق سے دور كر كے مسلمانو</w:t>
      </w:r>
      <w:r w:rsidR="00B365A1">
        <w:rPr>
          <w:rtl/>
        </w:rPr>
        <w:t xml:space="preserve">ں </w:t>
      </w:r>
      <w:r>
        <w:rPr>
          <w:rtl/>
        </w:rPr>
        <w:t>كى تہذيب و تمدن كو چھين لے _2_اپنى فكر كو جو عرب كى جہالت اور شام كے عيسائي تہذيب سے بھرى ہوئي تھى بيوقوف اور سادہ لوح مسلمانو</w:t>
      </w:r>
      <w:r w:rsidR="00B365A1">
        <w:rPr>
          <w:rtl/>
        </w:rPr>
        <w:t xml:space="preserve">ں </w:t>
      </w:r>
      <w:r>
        <w:rPr>
          <w:rtl/>
        </w:rPr>
        <w:t>كے ذہن مي</w:t>
      </w:r>
      <w:r w:rsidR="00B365A1">
        <w:rPr>
          <w:rtl/>
        </w:rPr>
        <w:t xml:space="preserve">ں </w:t>
      </w:r>
      <w:r>
        <w:rPr>
          <w:rtl/>
        </w:rPr>
        <w:t xml:space="preserve">بھر دے _ </w:t>
      </w:r>
    </w:p>
    <w:p w:rsidR="00376422" w:rsidRDefault="00376422" w:rsidP="00E67399">
      <w:pPr>
        <w:pStyle w:val="libNormal"/>
        <w:rPr>
          <w:rtl/>
        </w:rPr>
      </w:pPr>
      <w:r>
        <w:rPr>
          <w:rtl/>
        </w:rPr>
        <w:t>اس بحث مي</w:t>
      </w:r>
      <w:r w:rsidR="00B365A1">
        <w:rPr>
          <w:rtl/>
        </w:rPr>
        <w:t xml:space="preserve">ں </w:t>
      </w:r>
      <w:r>
        <w:rPr>
          <w:rtl/>
        </w:rPr>
        <w:t>اپ ديكھي</w:t>
      </w:r>
      <w:r w:rsidR="00B365A1">
        <w:rPr>
          <w:rtl/>
        </w:rPr>
        <w:t xml:space="preserve">ں </w:t>
      </w:r>
      <w:r>
        <w:rPr>
          <w:rtl/>
        </w:rPr>
        <w:t>گے كہ اس نے اپنى سياست كو كامياب بنانے كے لئے كن كن وسائل كا سہارا ليا تھا ، اور خاندان رسول (ص) محافظ اسلام و قران خاص طور سے حضرت على (ع) جو بے نظير فضائل و كمالات كے مالك تھے اور ان فضائل و كمالات كى وجہ سے لوگو</w:t>
      </w:r>
      <w:r w:rsidR="00B365A1">
        <w:rPr>
          <w:rtl/>
        </w:rPr>
        <w:t xml:space="preserve">ں </w:t>
      </w:r>
      <w:r>
        <w:rPr>
          <w:rtl/>
        </w:rPr>
        <w:t>كے قلوب كو محو كئے تھے كس طرح داغدار كيا تھا اور جہا</w:t>
      </w:r>
      <w:r w:rsidR="00B365A1">
        <w:rPr>
          <w:rtl/>
        </w:rPr>
        <w:t xml:space="preserve">ں </w:t>
      </w:r>
      <w:r>
        <w:rPr>
          <w:rtl/>
        </w:rPr>
        <w:t>تك ممكن ہوا ان كے فضائل و كمالات كو تحريف كيا ، پھر ان تحريف كئے ہوئے مطالب و مفاہيم كو مسلسل پروپيگنڈہ كے ذريعہ لوگو</w:t>
      </w:r>
      <w:r w:rsidR="00B365A1">
        <w:rPr>
          <w:rtl/>
        </w:rPr>
        <w:t xml:space="preserve">ں </w:t>
      </w:r>
      <w:r>
        <w:rPr>
          <w:rtl/>
        </w:rPr>
        <w:t>كے دلو</w:t>
      </w:r>
      <w:r w:rsidR="00B365A1">
        <w:rPr>
          <w:rtl/>
        </w:rPr>
        <w:t xml:space="preserve">ں </w:t>
      </w:r>
      <w:r>
        <w:rPr>
          <w:rtl/>
        </w:rPr>
        <w:t>مي</w:t>
      </w:r>
      <w:r w:rsidR="00B365A1">
        <w:rPr>
          <w:rtl/>
        </w:rPr>
        <w:t xml:space="preserve">ں </w:t>
      </w:r>
      <w:r>
        <w:rPr>
          <w:rtl/>
        </w:rPr>
        <w:t>بٹھايا ، تاكہ سادہ لوح افراد اسلام و قران كے چشمہ زلال جو بعد رسول (ص) اہلبيت عليھم السلام تھے سے متنفر ہو جائي</w:t>
      </w:r>
      <w:r w:rsidR="00B365A1">
        <w:rPr>
          <w:rtl/>
        </w:rPr>
        <w:t xml:space="preserve">ں </w:t>
      </w:r>
      <w:r>
        <w:rPr>
          <w:rtl/>
        </w:rPr>
        <w:t xml:space="preserve">_ </w:t>
      </w:r>
    </w:p>
    <w:p w:rsidR="00376422" w:rsidRDefault="00376422" w:rsidP="00E67399">
      <w:pPr>
        <w:pStyle w:val="libNormal"/>
        <w:rPr>
          <w:rtl/>
        </w:rPr>
      </w:pPr>
      <w:r>
        <w:rPr>
          <w:rtl/>
        </w:rPr>
        <w:t>طبر ى لكھتے ہي</w:t>
      </w:r>
      <w:r w:rsidR="00B365A1">
        <w:rPr>
          <w:rtl/>
        </w:rPr>
        <w:t xml:space="preserve">ں </w:t>
      </w:r>
      <w:r>
        <w:rPr>
          <w:rtl/>
        </w:rPr>
        <w:t xml:space="preserve">: </w:t>
      </w:r>
    </w:p>
    <w:p w:rsidR="00376422" w:rsidRDefault="00376422" w:rsidP="00E67399">
      <w:pPr>
        <w:pStyle w:val="libNormal"/>
        <w:rPr>
          <w:rtl/>
        </w:rPr>
      </w:pPr>
      <w:r>
        <w:rPr>
          <w:rtl/>
        </w:rPr>
        <w:t>معاويہ نے مغيرہ بن شعبہ كو كوفہ جانے سے پہلے اپنى خدمت مي</w:t>
      </w:r>
      <w:r w:rsidR="00B365A1">
        <w:rPr>
          <w:rtl/>
        </w:rPr>
        <w:t xml:space="preserve">ں </w:t>
      </w:r>
      <w:r>
        <w:rPr>
          <w:rtl/>
        </w:rPr>
        <w:t>بلوايا اور اس سے كہا ، مي</w:t>
      </w:r>
      <w:r w:rsidR="00B365A1">
        <w:rPr>
          <w:rtl/>
        </w:rPr>
        <w:t xml:space="preserve">ں </w:t>
      </w:r>
      <w:r>
        <w:rPr>
          <w:rtl/>
        </w:rPr>
        <w:t>چاہتا ہو</w:t>
      </w:r>
      <w:r w:rsidR="00B365A1">
        <w:rPr>
          <w:rtl/>
        </w:rPr>
        <w:t xml:space="preserve">ں </w:t>
      </w:r>
      <w:r>
        <w:rPr>
          <w:rtl/>
        </w:rPr>
        <w:t>كہ تم سے كچھ باتي</w:t>
      </w:r>
      <w:r w:rsidR="00B365A1">
        <w:rPr>
          <w:rtl/>
        </w:rPr>
        <w:t xml:space="preserve">ں </w:t>
      </w:r>
      <w:r>
        <w:rPr>
          <w:rtl/>
        </w:rPr>
        <w:t>كرو</w:t>
      </w:r>
      <w:r w:rsidR="00B365A1">
        <w:rPr>
          <w:rtl/>
        </w:rPr>
        <w:t xml:space="preserve">ں </w:t>
      </w:r>
      <w:r>
        <w:rPr>
          <w:rtl/>
        </w:rPr>
        <w:t>ليكن چونكہ تم كافى ذہين ہو لہذا اس بات كو چھوڑ ديتا ہو</w:t>
      </w:r>
      <w:r w:rsidR="00B365A1">
        <w:rPr>
          <w:rtl/>
        </w:rPr>
        <w:t xml:space="preserve">ں </w:t>
      </w:r>
      <w:r>
        <w:rPr>
          <w:rtl/>
        </w:rPr>
        <w:t>، مگر ايك بات جو تم سے كہنا بہت ضرورى ہے وہ يہ ہے كہ على (ع) كو برا بھلا كہنے سے كبھى نہ چوكنا اور ہميشہ عثمان كى اچھائيو</w:t>
      </w:r>
      <w:r w:rsidR="00B365A1">
        <w:rPr>
          <w:rtl/>
        </w:rPr>
        <w:t xml:space="preserve">ں </w:t>
      </w:r>
      <w:r>
        <w:rPr>
          <w:rtl/>
        </w:rPr>
        <w:t>كو بيان كرنا ، دوسرى بات يہ ہے كہ شيعيان على (ع) كى عيب جوئي نيز ان لوگو</w:t>
      </w:r>
      <w:r w:rsidR="00B365A1">
        <w:rPr>
          <w:rtl/>
        </w:rPr>
        <w:t xml:space="preserve">ں </w:t>
      </w:r>
      <w:r>
        <w:rPr>
          <w:rtl/>
        </w:rPr>
        <w:t>كو اذيت و تكليف دينے مي</w:t>
      </w:r>
      <w:r w:rsidR="00B365A1">
        <w:rPr>
          <w:rtl/>
        </w:rPr>
        <w:t xml:space="preserve">ں </w:t>
      </w:r>
      <w:r>
        <w:rPr>
          <w:rtl/>
        </w:rPr>
        <w:t>كسى قسم كى رعايت نہ كرنا ، اور عثمان كے چاہنے والو</w:t>
      </w:r>
      <w:r w:rsidR="00B365A1">
        <w:rPr>
          <w:rtl/>
        </w:rPr>
        <w:t xml:space="preserve">ں </w:t>
      </w:r>
      <w:r>
        <w:rPr>
          <w:rtl/>
        </w:rPr>
        <w:t xml:space="preserve">كے ساتھ اچھا سلوك كرنا _ </w:t>
      </w:r>
    </w:p>
    <w:p w:rsidR="0097280A" w:rsidRDefault="00376422" w:rsidP="00E67399">
      <w:pPr>
        <w:pStyle w:val="libNormal"/>
        <w:rPr>
          <w:rtl/>
        </w:rPr>
      </w:pPr>
      <w:r>
        <w:rPr>
          <w:rtl/>
        </w:rPr>
        <w:t>مغيرہ نے كہا ، ہم اپنى ذات سے غافل نہي</w:t>
      </w:r>
      <w:r w:rsidR="00B365A1">
        <w:rPr>
          <w:rtl/>
        </w:rPr>
        <w:t xml:space="preserve">ں </w:t>
      </w:r>
      <w:r>
        <w:rPr>
          <w:rtl/>
        </w:rPr>
        <w:t>ہي</w:t>
      </w:r>
      <w:r w:rsidR="00B365A1">
        <w:rPr>
          <w:rtl/>
        </w:rPr>
        <w:t xml:space="preserve">ں </w:t>
      </w:r>
      <w:r>
        <w:rPr>
          <w:rtl/>
        </w:rPr>
        <w:t>اور اس سلسلہ مي</w:t>
      </w:r>
      <w:r w:rsidR="00B365A1">
        <w:rPr>
          <w:rtl/>
        </w:rPr>
        <w:t xml:space="preserve">ں </w:t>
      </w:r>
      <w:r>
        <w:rPr>
          <w:rtl/>
        </w:rPr>
        <w:t>ميرا كافى تجربہ ہے اور بہت سارے امور كو انجام دے چكا ہو</w:t>
      </w:r>
      <w:r w:rsidR="00B365A1">
        <w:rPr>
          <w:rtl/>
        </w:rPr>
        <w:t xml:space="preserve">ں </w:t>
      </w:r>
      <w:r>
        <w:rPr>
          <w:rtl/>
        </w:rPr>
        <w:t>، اب تم ( معاويہ ) بھى مجھے ازما لو اگر ميرا كام پسند</w:t>
      </w:r>
      <w:r w:rsidR="00831D2C">
        <w:rPr>
          <w:rtl/>
        </w:rPr>
        <w:t xml:space="preserve"> آيا </w:t>
      </w:r>
      <w:r>
        <w:rPr>
          <w:rtl/>
        </w:rPr>
        <w:t xml:space="preserve"> تو ميرى تعريف كرنا ورنہ اس كام سے معزول كر دينا _ </w:t>
      </w:r>
    </w:p>
    <w:p w:rsidR="0097280A" w:rsidRDefault="0097280A" w:rsidP="00E67399">
      <w:pPr>
        <w:pStyle w:val="libNormal"/>
        <w:rPr>
          <w:rtl/>
        </w:rPr>
      </w:pPr>
      <w:r>
        <w:rPr>
          <w:rtl/>
        </w:rPr>
        <w:t xml:space="preserve">معاويہ نے كہا ، نہيں انشاء اللہ تمہارى تعريف ہى كروں گا </w:t>
      </w:r>
      <w:r w:rsidRPr="00C00E6D">
        <w:rPr>
          <w:rStyle w:val="libFootnotenumChar"/>
          <w:rtl/>
        </w:rPr>
        <w:t>(63)</w:t>
      </w:r>
      <w:r>
        <w:rPr>
          <w:rtl/>
        </w:rPr>
        <w:t xml:space="preserve"> </w:t>
      </w:r>
    </w:p>
    <w:p w:rsidR="0097280A" w:rsidRDefault="0097280A" w:rsidP="00E67399">
      <w:pPr>
        <w:pStyle w:val="libNormal"/>
        <w:rPr>
          <w:rtl/>
        </w:rPr>
      </w:pPr>
      <w:r>
        <w:rPr>
          <w:rtl/>
        </w:rPr>
        <w:t xml:space="preserve">كتاب احداث ميں مدائنى نقل كرتے ہيں : </w:t>
      </w:r>
    </w:p>
    <w:p w:rsidR="0097280A" w:rsidRDefault="0097280A" w:rsidP="00E67399">
      <w:pPr>
        <w:pStyle w:val="libNormal"/>
        <w:rPr>
          <w:rtl/>
        </w:rPr>
      </w:pPr>
      <w:r>
        <w:rPr>
          <w:rtl/>
        </w:rPr>
        <w:t xml:space="preserve">جب معاويہ تخت خلافت پر اگيا تو اپنے تمام حكمرانوں كو لكھا كہ جو بھى ابو تراب(ع) اور خاندان على (ع) كے فضائل كو بيان كرتا نظر آئے اسكو جان سے مار ڈالو اور اسكے مال و اسباب كو لوٹ لو _ </w:t>
      </w:r>
    </w:p>
    <w:p w:rsidR="0097280A" w:rsidRDefault="0097280A" w:rsidP="00E67399">
      <w:pPr>
        <w:pStyle w:val="libLine"/>
        <w:rPr>
          <w:rtl/>
        </w:rPr>
      </w:pPr>
      <w:r>
        <w:rPr>
          <w:rFonts w:hint="cs"/>
          <w:rtl/>
        </w:rPr>
        <w:t>____________________</w:t>
      </w:r>
    </w:p>
    <w:p w:rsidR="006F0ADE" w:rsidRDefault="006F0ADE" w:rsidP="00E67399">
      <w:pPr>
        <w:pStyle w:val="libFootnote"/>
        <w:rPr>
          <w:rtl/>
        </w:rPr>
      </w:pPr>
      <w:r>
        <w:rPr>
          <w:rtl/>
        </w:rPr>
        <w:t xml:space="preserve">63_ طبرى ج6 ص 108 ، ابن اثير ج3 ص 202 </w:t>
      </w:r>
    </w:p>
    <w:p w:rsidR="0097280A" w:rsidRDefault="0097280A" w:rsidP="00E67399">
      <w:pPr>
        <w:pStyle w:val="libPoemTini"/>
        <w:rPr>
          <w:rtl/>
        </w:rPr>
      </w:pPr>
      <w:r>
        <w:rPr>
          <w:rtl/>
        </w:rPr>
        <w:br w:type="page"/>
      </w:r>
    </w:p>
    <w:p w:rsidR="00376422" w:rsidRDefault="00376422" w:rsidP="00E67399">
      <w:pPr>
        <w:pStyle w:val="libNormal"/>
        <w:rPr>
          <w:rtl/>
        </w:rPr>
      </w:pPr>
      <w:r>
        <w:rPr>
          <w:rtl/>
        </w:rPr>
        <w:lastRenderedPageBreak/>
        <w:t>اس دور مي</w:t>
      </w:r>
      <w:r w:rsidR="00B365A1">
        <w:rPr>
          <w:rtl/>
        </w:rPr>
        <w:t xml:space="preserve">ں </w:t>
      </w:r>
      <w:r>
        <w:rPr>
          <w:rtl/>
        </w:rPr>
        <w:t>اہل كوفہ نيز شيعيان على (ع) زيادہ اذيت و تكليف مي</w:t>
      </w:r>
      <w:r w:rsidR="00B365A1">
        <w:rPr>
          <w:rtl/>
        </w:rPr>
        <w:t xml:space="preserve">ں </w:t>
      </w:r>
      <w:r>
        <w:rPr>
          <w:rtl/>
        </w:rPr>
        <w:t xml:space="preserve">گرفتار ہوئے _ </w:t>
      </w:r>
    </w:p>
    <w:p w:rsidR="00376422" w:rsidRDefault="00376422" w:rsidP="00E67399">
      <w:pPr>
        <w:pStyle w:val="libNormal"/>
        <w:rPr>
          <w:rtl/>
        </w:rPr>
      </w:pPr>
      <w:r>
        <w:rPr>
          <w:rtl/>
        </w:rPr>
        <w:t>دوسرى مرتبہ امير شام معاويہ نے تمام شہر كے واليو</w:t>
      </w:r>
      <w:r w:rsidR="00B365A1">
        <w:rPr>
          <w:rtl/>
        </w:rPr>
        <w:t xml:space="preserve">ں </w:t>
      </w:r>
      <w:r>
        <w:rPr>
          <w:rtl/>
        </w:rPr>
        <w:t>كو حكم ديا كہ ، محبان على (ع) اور انكے خاندان والو</w:t>
      </w:r>
      <w:r w:rsidR="00B365A1">
        <w:rPr>
          <w:rtl/>
        </w:rPr>
        <w:t xml:space="preserve">ں </w:t>
      </w:r>
      <w:r>
        <w:rPr>
          <w:rtl/>
        </w:rPr>
        <w:t xml:space="preserve">كى كوئي گواہى قبول نہ كى جائے _ </w:t>
      </w:r>
    </w:p>
    <w:p w:rsidR="00376422" w:rsidRDefault="00376422" w:rsidP="00E67399">
      <w:pPr>
        <w:pStyle w:val="libNormal"/>
        <w:rPr>
          <w:rtl/>
        </w:rPr>
      </w:pPr>
      <w:r>
        <w:rPr>
          <w:rtl/>
        </w:rPr>
        <w:t>اور جو لوگ عثمان كے فضائل كو بيان كر رہے ہو</w:t>
      </w:r>
      <w:r w:rsidR="00B365A1">
        <w:rPr>
          <w:rtl/>
        </w:rPr>
        <w:t xml:space="preserve">ں </w:t>
      </w:r>
      <w:r>
        <w:rPr>
          <w:rtl/>
        </w:rPr>
        <w:t>اور وہ لوگ تم لوگو</w:t>
      </w:r>
      <w:r w:rsidR="00B365A1">
        <w:rPr>
          <w:rtl/>
        </w:rPr>
        <w:t xml:space="preserve">ں </w:t>
      </w:r>
      <w:r>
        <w:rPr>
          <w:rtl/>
        </w:rPr>
        <w:t>كى حكمرانى مي</w:t>
      </w:r>
      <w:r w:rsidR="00B365A1">
        <w:rPr>
          <w:rtl/>
        </w:rPr>
        <w:t xml:space="preserve">ں </w:t>
      </w:r>
      <w:r>
        <w:rPr>
          <w:rtl/>
        </w:rPr>
        <w:t>زندگى گذار رہے ہو</w:t>
      </w:r>
      <w:r w:rsidR="00B365A1">
        <w:rPr>
          <w:rtl/>
        </w:rPr>
        <w:t xml:space="preserve">ں </w:t>
      </w:r>
      <w:r>
        <w:rPr>
          <w:rtl/>
        </w:rPr>
        <w:t>انكو خوب اچھى طرح پہچان لو اور انكے ساتھ احترام و اكرام سے پيش ائو اور ان لوگو</w:t>
      </w:r>
      <w:r w:rsidR="00B365A1">
        <w:rPr>
          <w:rtl/>
        </w:rPr>
        <w:t xml:space="preserve">ں </w:t>
      </w:r>
      <w:r>
        <w:rPr>
          <w:rtl/>
        </w:rPr>
        <w:t>كو اپنے نزديك جگہ دو نيز ان كے باپ اور خاندان كا نام لكھ كر ہمارے پاس روانہ كرو ، جيسے ہى يہ فرمان جارى ہوا تو ضمير فروش اور دنيا پرست لوگ حديثي</w:t>
      </w:r>
      <w:r w:rsidR="00B365A1">
        <w:rPr>
          <w:rtl/>
        </w:rPr>
        <w:t xml:space="preserve">ں </w:t>
      </w:r>
      <w:r>
        <w:rPr>
          <w:rtl/>
        </w:rPr>
        <w:t>گڑھنے لگے اور عثمان كے فضائل اتنے گڑھے كہ ايك حديث كا انبار ہو گيا ، كيونكہ معاويہ نے دولت و ثروت اور فاخرہ لباس نيز جو كچھ ہاتھ مي</w:t>
      </w:r>
      <w:r w:rsidR="00B365A1">
        <w:rPr>
          <w:rtl/>
        </w:rPr>
        <w:t xml:space="preserve">ں </w:t>
      </w:r>
      <w:r>
        <w:rPr>
          <w:rtl/>
        </w:rPr>
        <w:t>تھا ان سب كو اس راہ مي</w:t>
      </w:r>
      <w:r w:rsidR="00B365A1">
        <w:rPr>
          <w:rtl/>
        </w:rPr>
        <w:t xml:space="preserve">ں </w:t>
      </w:r>
      <w:r>
        <w:rPr>
          <w:rtl/>
        </w:rPr>
        <w:t xml:space="preserve">بے دريغ خرچ كيا تھا _ </w:t>
      </w:r>
    </w:p>
    <w:p w:rsidR="00376422" w:rsidRDefault="00376422" w:rsidP="00E67399">
      <w:pPr>
        <w:pStyle w:val="libNormal"/>
        <w:rPr>
          <w:rtl/>
        </w:rPr>
      </w:pPr>
      <w:r>
        <w:rPr>
          <w:rtl/>
        </w:rPr>
        <w:t>نتيجہ يہ ہوا كہ جو بھى ضمير فروش معاويہ كے حكمرانو</w:t>
      </w:r>
      <w:r w:rsidR="00B365A1">
        <w:rPr>
          <w:rtl/>
        </w:rPr>
        <w:t xml:space="preserve">ں </w:t>
      </w:r>
      <w:r>
        <w:rPr>
          <w:rtl/>
        </w:rPr>
        <w:t>كے پاس گيا عثمان كى مدح مي</w:t>
      </w:r>
      <w:r w:rsidR="00B365A1">
        <w:rPr>
          <w:rtl/>
        </w:rPr>
        <w:t xml:space="preserve">ں </w:t>
      </w:r>
      <w:r>
        <w:rPr>
          <w:rtl/>
        </w:rPr>
        <w:t>ايك حديث بيان كردى تو ان كا مورد توجہ بن گيا اور اسكا نام لكھ ليا اسكے بعد حكومت كے كسى عہدے پر فائز كر ديا گيا ، معاويہ نے ايك مدت كے بعد اپنے حكمرانو</w:t>
      </w:r>
      <w:r w:rsidR="00B365A1">
        <w:rPr>
          <w:rtl/>
        </w:rPr>
        <w:t xml:space="preserve">ں </w:t>
      </w:r>
      <w:r>
        <w:rPr>
          <w:rtl/>
        </w:rPr>
        <w:t>كو دوسرا دستور ديا كہ ، اب عثمان كے فضائل بہت زيادہ ہو گئے ہي</w:t>
      </w:r>
      <w:r w:rsidR="00B365A1">
        <w:rPr>
          <w:rtl/>
        </w:rPr>
        <w:t xml:space="preserve">ں </w:t>
      </w:r>
      <w:r>
        <w:rPr>
          <w:rtl/>
        </w:rPr>
        <w:t>اور ان فضائل كا تمام شہرو</w:t>
      </w:r>
      <w:r w:rsidR="00B365A1">
        <w:rPr>
          <w:rtl/>
        </w:rPr>
        <w:t xml:space="preserve">ں </w:t>
      </w:r>
      <w:r>
        <w:rPr>
          <w:rtl/>
        </w:rPr>
        <w:t>مي</w:t>
      </w:r>
      <w:r w:rsidR="00B365A1">
        <w:rPr>
          <w:rtl/>
        </w:rPr>
        <w:t xml:space="preserve">ں </w:t>
      </w:r>
      <w:r>
        <w:rPr>
          <w:rtl/>
        </w:rPr>
        <w:t>كافى پرچار بھى ہو گيا ہے ، لہذا تم لوگ خلفاء ثلاثہ اور فضائل صحابہ كے بارے مي</w:t>
      </w:r>
      <w:r w:rsidR="00B365A1">
        <w:rPr>
          <w:rtl/>
        </w:rPr>
        <w:t xml:space="preserve">ں </w:t>
      </w:r>
      <w:r>
        <w:rPr>
          <w:rtl/>
        </w:rPr>
        <w:t>لوگو</w:t>
      </w:r>
      <w:r w:rsidR="00B365A1">
        <w:rPr>
          <w:rtl/>
        </w:rPr>
        <w:t xml:space="preserve">ں </w:t>
      </w:r>
      <w:r>
        <w:rPr>
          <w:rtl/>
        </w:rPr>
        <w:t>سے اسى طرح حديثي</w:t>
      </w:r>
      <w:r w:rsidR="00B365A1">
        <w:rPr>
          <w:rtl/>
        </w:rPr>
        <w:t xml:space="preserve">ں </w:t>
      </w:r>
      <w:r>
        <w:rPr>
          <w:rtl/>
        </w:rPr>
        <w:t>گڑھو ائو جس طرح ابو تراب كى فضيلت كے سلسلے مي</w:t>
      </w:r>
      <w:r w:rsidR="00B365A1">
        <w:rPr>
          <w:rtl/>
        </w:rPr>
        <w:t xml:space="preserve">ں </w:t>
      </w:r>
      <w:r>
        <w:rPr>
          <w:rtl/>
        </w:rPr>
        <w:t>حديثي</w:t>
      </w:r>
      <w:r w:rsidR="00B365A1">
        <w:rPr>
          <w:rtl/>
        </w:rPr>
        <w:t xml:space="preserve">ں </w:t>
      </w:r>
      <w:r>
        <w:rPr>
          <w:rtl/>
        </w:rPr>
        <w:t>ہي</w:t>
      </w:r>
      <w:r w:rsidR="00B365A1">
        <w:rPr>
          <w:rtl/>
        </w:rPr>
        <w:t xml:space="preserve">ں </w:t>
      </w:r>
      <w:r>
        <w:rPr>
          <w:rtl/>
        </w:rPr>
        <w:t xml:space="preserve">_ </w:t>
      </w:r>
    </w:p>
    <w:p w:rsidR="00376422" w:rsidRDefault="00376422" w:rsidP="00E67399">
      <w:pPr>
        <w:pStyle w:val="libNormal"/>
        <w:rPr>
          <w:rtl/>
        </w:rPr>
      </w:pPr>
      <w:r>
        <w:rPr>
          <w:rtl/>
        </w:rPr>
        <w:t>ميرى نظر مي</w:t>
      </w:r>
      <w:r w:rsidR="00B365A1">
        <w:rPr>
          <w:rtl/>
        </w:rPr>
        <w:t xml:space="preserve">ں </w:t>
      </w:r>
      <w:r>
        <w:rPr>
          <w:rtl/>
        </w:rPr>
        <w:t>يہ كام بہت اچھا رہے گا اور مجھے اس كام سے بہت تقويت ملے گى ، كيونكہ ابو تراب(ع) اور ان كے چاہنے والو</w:t>
      </w:r>
      <w:r w:rsidR="00B365A1">
        <w:rPr>
          <w:rtl/>
        </w:rPr>
        <w:t xml:space="preserve">ں </w:t>
      </w:r>
      <w:r>
        <w:rPr>
          <w:rtl/>
        </w:rPr>
        <w:t>كے دلائل و براہين كى كاٹ كرنے كے لئے اس سے زيادہ بہتر كوئي اسلحہ نہي</w:t>
      </w:r>
      <w:r w:rsidR="00B365A1">
        <w:rPr>
          <w:rtl/>
        </w:rPr>
        <w:t xml:space="preserve">ں </w:t>
      </w:r>
      <w:r>
        <w:rPr>
          <w:rtl/>
        </w:rPr>
        <w:t>رہے گا ، اور ان كے چاہنے والو</w:t>
      </w:r>
      <w:r w:rsidR="00B365A1">
        <w:rPr>
          <w:rtl/>
        </w:rPr>
        <w:t xml:space="preserve">ں </w:t>
      </w:r>
      <w:r>
        <w:rPr>
          <w:rtl/>
        </w:rPr>
        <w:t>كو چڑہانے كے لئے فضائل عثمان مي</w:t>
      </w:r>
      <w:r w:rsidR="00B365A1">
        <w:rPr>
          <w:rtl/>
        </w:rPr>
        <w:t xml:space="preserve">ں </w:t>
      </w:r>
      <w:r>
        <w:rPr>
          <w:rtl/>
        </w:rPr>
        <w:t>نقل كى گئي</w:t>
      </w:r>
      <w:r w:rsidR="00B365A1">
        <w:rPr>
          <w:rtl/>
        </w:rPr>
        <w:t xml:space="preserve">ں </w:t>
      </w:r>
      <w:r>
        <w:rPr>
          <w:rtl/>
        </w:rPr>
        <w:t>حديثي</w:t>
      </w:r>
      <w:r w:rsidR="00B365A1">
        <w:rPr>
          <w:rtl/>
        </w:rPr>
        <w:t xml:space="preserve">ں </w:t>
      </w:r>
      <w:r>
        <w:rPr>
          <w:rtl/>
        </w:rPr>
        <w:t>زيادہ مناسب رہي</w:t>
      </w:r>
      <w:r w:rsidR="00B365A1">
        <w:rPr>
          <w:rtl/>
        </w:rPr>
        <w:t xml:space="preserve">ں </w:t>
      </w:r>
      <w:r>
        <w:rPr>
          <w:rtl/>
        </w:rPr>
        <w:t xml:space="preserve">گى _ </w:t>
      </w:r>
    </w:p>
    <w:p w:rsidR="00376422" w:rsidRDefault="00376422" w:rsidP="00E67399">
      <w:pPr>
        <w:pStyle w:val="libNormal"/>
        <w:rPr>
          <w:rtl/>
        </w:rPr>
      </w:pPr>
      <w:r>
        <w:rPr>
          <w:rtl/>
        </w:rPr>
        <w:t>معاويہ كا حكم لوگو</w:t>
      </w:r>
      <w:r w:rsidR="00B365A1">
        <w:rPr>
          <w:rtl/>
        </w:rPr>
        <w:t xml:space="preserve">ں </w:t>
      </w:r>
      <w:r>
        <w:rPr>
          <w:rtl/>
        </w:rPr>
        <w:t>كو سنايا گيا جسكے نتيجہ مي</w:t>
      </w:r>
      <w:r w:rsidR="00B365A1">
        <w:rPr>
          <w:rtl/>
        </w:rPr>
        <w:t xml:space="preserve">ں </w:t>
      </w:r>
      <w:r>
        <w:rPr>
          <w:rtl/>
        </w:rPr>
        <w:t>بہت سارى جھوٹى حديثي</w:t>
      </w:r>
      <w:r w:rsidR="00B365A1">
        <w:rPr>
          <w:rtl/>
        </w:rPr>
        <w:t xml:space="preserve">ں </w:t>
      </w:r>
      <w:r>
        <w:rPr>
          <w:rtl/>
        </w:rPr>
        <w:t>معرض وجود مي</w:t>
      </w:r>
      <w:r w:rsidR="00B365A1">
        <w:rPr>
          <w:rtl/>
        </w:rPr>
        <w:t xml:space="preserve">ں </w:t>
      </w:r>
      <w:r>
        <w:rPr>
          <w:rtl/>
        </w:rPr>
        <w:t>ائي</w:t>
      </w:r>
      <w:r w:rsidR="00B365A1">
        <w:rPr>
          <w:rtl/>
        </w:rPr>
        <w:t xml:space="preserve">ں </w:t>
      </w:r>
      <w:r>
        <w:rPr>
          <w:rtl/>
        </w:rPr>
        <w:t>جس كا حقيقت سے كوئي واسطہ نہي</w:t>
      </w:r>
      <w:r w:rsidR="00B365A1">
        <w:rPr>
          <w:rtl/>
        </w:rPr>
        <w:t xml:space="preserve">ں </w:t>
      </w:r>
      <w:r>
        <w:rPr>
          <w:rtl/>
        </w:rPr>
        <w:t xml:space="preserve">ہے _ </w:t>
      </w:r>
    </w:p>
    <w:p w:rsidR="00B82F43" w:rsidRDefault="00376422" w:rsidP="00E67399">
      <w:pPr>
        <w:pStyle w:val="libNormal"/>
        <w:rPr>
          <w:rtl/>
        </w:rPr>
      </w:pPr>
      <w:r>
        <w:rPr>
          <w:rtl/>
        </w:rPr>
        <w:t>اہستہ اہستہ ان احاديث كو بيوقوفو</w:t>
      </w:r>
      <w:r w:rsidR="00B365A1">
        <w:rPr>
          <w:rtl/>
        </w:rPr>
        <w:t xml:space="preserve">ں </w:t>
      </w:r>
      <w:r>
        <w:rPr>
          <w:rtl/>
        </w:rPr>
        <w:t>نے منبرو</w:t>
      </w:r>
      <w:r w:rsidR="00B365A1">
        <w:rPr>
          <w:rtl/>
        </w:rPr>
        <w:t xml:space="preserve">ں </w:t>
      </w:r>
      <w:r>
        <w:rPr>
          <w:rtl/>
        </w:rPr>
        <w:t>سے بيان كرنا شروع كر ديا پھرمعلم مكتب نے بچو</w:t>
      </w:r>
      <w:r w:rsidR="00B365A1">
        <w:rPr>
          <w:rtl/>
        </w:rPr>
        <w:t xml:space="preserve">ں </w:t>
      </w:r>
      <w:r>
        <w:rPr>
          <w:rtl/>
        </w:rPr>
        <w:t xml:space="preserve">كے حوالے كيا </w:t>
      </w:r>
    </w:p>
    <w:p w:rsidR="00B82F43" w:rsidRDefault="00B82F43"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انھو</w:t>
      </w:r>
      <w:r w:rsidR="00B365A1">
        <w:rPr>
          <w:rtl/>
        </w:rPr>
        <w:t xml:space="preserve">ں </w:t>
      </w:r>
      <w:r>
        <w:rPr>
          <w:rtl/>
        </w:rPr>
        <w:t>نے ان حديثو</w:t>
      </w:r>
      <w:r w:rsidR="00B365A1">
        <w:rPr>
          <w:rtl/>
        </w:rPr>
        <w:t xml:space="preserve">ں </w:t>
      </w:r>
      <w:r>
        <w:rPr>
          <w:rtl/>
        </w:rPr>
        <w:t>كو يا د كيا پھر ان بچو</w:t>
      </w:r>
      <w:r w:rsidR="00B365A1">
        <w:rPr>
          <w:rtl/>
        </w:rPr>
        <w:t xml:space="preserve">ں </w:t>
      </w:r>
      <w:r>
        <w:rPr>
          <w:rtl/>
        </w:rPr>
        <w:t>سے نوجوانو</w:t>
      </w:r>
      <w:r w:rsidR="00B365A1">
        <w:rPr>
          <w:rtl/>
        </w:rPr>
        <w:t xml:space="preserve">ں </w:t>
      </w:r>
      <w:r>
        <w:rPr>
          <w:rtl/>
        </w:rPr>
        <w:t>نے ليا اور اس طرح قران كريم كى طرح ان جھوٹى حديثو</w:t>
      </w:r>
      <w:r w:rsidR="00B365A1">
        <w:rPr>
          <w:rtl/>
        </w:rPr>
        <w:t xml:space="preserve">ں </w:t>
      </w:r>
      <w:r>
        <w:rPr>
          <w:rtl/>
        </w:rPr>
        <w:t>كى تلاوت اور حفظ كيا جانے لگا ، پھر مردو</w:t>
      </w:r>
      <w:r w:rsidR="00B365A1">
        <w:rPr>
          <w:rtl/>
        </w:rPr>
        <w:t xml:space="preserve">ں </w:t>
      </w:r>
      <w:r>
        <w:rPr>
          <w:rtl/>
        </w:rPr>
        <w:t>كى بزم سے ہوتى ہوئي عورتو</w:t>
      </w:r>
      <w:r w:rsidR="00B365A1">
        <w:rPr>
          <w:rtl/>
        </w:rPr>
        <w:t xml:space="preserve">ں </w:t>
      </w:r>
      <w:r>
        <w:rPr>
          <w:rtl/>
        </w:rPr>
        <w:t>كے مكاتب و معاشرے مي</w:t>
      </w:r>
      <w:r w:rsidR="00B365A1">
        <w:rPr>
          <w:rtl/>
        </w:rPr>
        <w:t xml:space="preserve">ں </w:t>
      </w:r>
      <w:r>
        <w:rPr>
          <w:rtl/>
        </w:rPr>
        <w:t>پہونچي</w:t>
      </w:r>
      <w:r w:rsidR="00B365A1">
        <w:rPr>
          <w:rtl/>
        </w:rPr>
        <w:t xml:space="preserve">ں </w:t>
      </w:r>
      <w:r>
        <w:rPr>
          <w:rtl/>
        </w:rPr>
        <w:t>، انھو</w:t>
      </w:r>
      <w:r w:rsidR="00B365A1">
        <w:rPr>
          <w:rtl/>
        </w:rPr>
        <w:t xml:space="preserve">ں </w:t>
      </w:r>
      <w:r>
        <w:rPr>
          <w:rtl/>
        </w:rPr>
        <w:t>نے ان احاديث كو مسلمان لڑكيو</w:t>
      </w:r>
      <w:r w:rsidR="00B365A1">
        <w:rPr>
          <w:rtl/>
        </w:rPr>
        <w:t xml:space="preserve">ں </w:t>
      </w:r>
      <w:r>
        <w:rPr>
          <w:rtl/>
        </w:rPr>
        <w:t>مي</w:t>
      </w:r>
      <w:r w:rsidR="00B365A1">
        <w:rPr>
          <w:rtl/>
        </w:rPr>
        <w:t xml:space="preserve">ں </w:t>
      </w:r>
      <w:r>
        <w:rPr>
          <w:rtl/>
        </w:rPr>
        <w:t>پہونچايا اور ان لوگو</w:t>
      </w:r>
      <w:r w:rsidR="00B365A1">
        <w:rPr>
          <w:rtl/>
        </w:rPr>
        <w:t xml:space="preserve">ں </w:t>
      </w:r>
      <w:r>
        <w:rPr>
          <w:rtl/>
        </w:rPr>
        <w:t>نے اپنے غلام و خادم كى خدمت مي</w:t>
      </w:r>
      <w:r w:rsidR="00B365A1">
        <w:rPr>
          <w:rtl/>
        </w:rPr>
        <w:t xml:space="preserve">ں </w:t>
      </w:r>
      <w:r>
        <w:rPr>
          <w:rtl/>
        </w:rPr>
        <w:t>بيان كيا اسى طرح ايك مدت تك يہ حديثي</w:t>
      </w:r>
      <w:r w:rsidR="00B365A1">
        <w:rPr>
          <w:rtl/>
        </w:rPr>
        <w:t xml:space="preserve">ں </w:t>
      </w:r>
      <w:r>
        <w:rPr>
          <w:rtl/>
        </w:rPr>
        <w:t>اسلامى معاشرے مي</w:t>
      </w:r>
      <w:r w:rsidR="00B365A1">
        <w:rPr>
          <w:rtl/>
        </w:rPr>
        <w:t xml:space="preserve">ں </w:t>
      </w:r>
      <w:r>
        <w:rPr>
          <w:rtl/>
        </w:rPr>
        <w:t>گھومتى رہي</w:t>
      </w:r>
      <w:r w:rsidR="00B365A1">
        <w:rPr>
          <w:rtl/>
        </w:rPr>
        <w:t xml:space="preserve">ں </w:t>
      </w:r>
      <w:r>
        <w:rPr>
          <w:rtl/>
        </w:rPr>
        <w:t xml:space="preserve">_ </w:t>
      </w:r>
    </w:p>
    <w:p w:rsidR="00376422" w:rsidRDefault="00376422" w:rsidP="00E67399">
      <w:pPr>
        <w:pStyle w:val="libNormal"/>
        <w:rPr>
          <w:rtl/>
        </w:rPr>
      </w:pPr>
      <w:r>
        <w:rPr>
          <w:rtl/>
        </w:rPr>
        <w:t>جس كا نتيجہ يہ ہوا كہ يہ جھوٹى حديثي</w:t>
      </w:r>
      <w:r w:rsidR="00B365A1">
        <w:rPr>
          <w:rtl/>
        </w:rPr>
        <w:t xml:space="preserve">ں </w:t>
      </w:r>
      <w:r>
        <w:rPr>
          <w:rtl/>
        </w:rPr>
        <w:t>انے والى نسلو</w:t>
      </w:r>
      <w:r w:rsidR="00B365A1">
        <w:rPr>
          <w:rtl/>
        </w:rPr>
        <w:t xml:space="preserve">ں </w:t>
      </w:r>
      <w:r>
        <w:rPr>
          <w:rtl/>
        </w:rPr>
        <w:t>كے لئے درد سر بن گئي</w:t>
      </w:r>
      <w:r w:rsidR="00B365A1">
        <w:rPr>
          <w:rtl/>
        </w:rPr>
        <w:t xml:space="preserve">ں </w:t>
      </w:r>
      <w:r>
        <w:rPr>
          <w:rtl/>
        </w:rPr>
        <w:t>اور جس عالم و مفتى اور قاضى و حاكم نے ان جھوٹى حديثو</w:t>
      </w:r>
      <w:r w:rsidR="00B365A1">
        <w:rPr>
          <w:rtl/>
        </w:rPr>
        <w:t xml:space="preserve">ں </w:t>
      </w:r>
      <w:r>
        <w:rPr>
          <w:rtl/>
        </w:rPr>
        <w:t xml:space="preserve">كو ديكھا اس پر يقين كر ليا </w:t>
      </w:r>
      <w:r w:rsidRPr="00C00E6D">
        <w:rPr>
          <w:rStyle w:val="libFootnotenumChar"/>
          <w:rtl/>
        </w:rPr>
        <w:t>(64)</w:t>
      </w:r>
      <w:r>
        <w:rPr>
          <w:rtl/>
        </w:rPr>
        <w:t xml:space="preserve"> </w:t>
      </w:r>
    </w:p>
    <w:p w:rsidR="00376422" w:rsidRDefault="00376422" w:rsidP="00E67399">
      <w:pPr>
        <w:pStyle w:val="libNormal"/>
        <w:rPr>
          <w:rtl/>
        </w:rPr>
      </w:pPr>
      <w:r>
        <w:rPr>
          <w:rtl/>
        </w:rPr>
        <w:t>محدث بزرگ و مشہور عالم حديث ابن عرفہ نے اپنى تاريخ مي</w:t>
      </w:r>
      <w:r w:rsidR="00B365A1">
        <w:rPr>
          <w:rtl/>
        </w:rPr>
        <w:t xml:space="preserve">ں </w:t>
      </w:r>
      <w:r>
        <w:rPr>
          <w:rtl/>
        </w:rPr>
        <w:t>ان مطالب كو ذكر كيا ہے جو مدائنى كے قول كى تصديق كرتى ہے ،يہ لكھتے ہي</w:t>
      </w:r>
      <w:r w:rsidR="00B365A1">
        <w:rPr>
          <w:rtl/>
        </w:rPr>
        <w:t xml:space="preserve">ں </w:t>
      </w:r>
      <w:r>
        <w:rPr>
          <w:rtl/>
        </w:rPr>
        <w:t xml:space="preserve">: </w:t>
      </w:r>
    </w:p>
    <w:p w:rsidR="00376422" w:rsidRDefault="00376422" w:rsidP="00E67399">
      <w:pPr>
        <w:pStyle w:val="libNormal"/>
        <w:rPr>
          <w:rtl/>
        </w:rPr>
      </w:pPr>
      <w:r>
        <w:rPr>
          <w:rtl/>
        </w:rPr>
        <w:t>اكثر جھوٹى حديثي</w:t>
      </w:r>
      <w:r w:rsidR="00B365A1">
        <w:rPr>
          <w:rtl/>
        </w:rPr>
        <w:t xml:space="preserve">ں </w:t>
      </w:r>
      <w:r>
        <w:rPr>
          <w:rtl/>
        </w:rPr>
        <w:t>جو فضائل صحابہ كو بيان كرتى ہي</w:t>
      </w:r>
      <w:r w:rsidR="00B365A1">
        <w:rPr>
          <w:rtl/>
        </w:rPr>
        <w:t xml:space="preserve">ں </w:t>
      </w:r>
      <w:r>
        <w:rPr>
          <w:rtl/>
        </w:rPr>
        <w:t>بنى اميہ كے زمانے مي</w:t>
      </w:r>
      <w:r w:rsidR="00B365A1">
        <w:rPr>
          <w:rtl/>
        </w:rPr>
        <w:t xml:space="preserve">ں </w:t>
      </w:r>
      <w:r>
        <w:rPr>
          <w:rtl/>
        </w:rPr>
        <w:t>گڑھى گئي ہي</w:t>
      </w:r>
      <w:r w:rsidR="00B365A1">
        <w:rPr>
          <w:rtl/>
        </w:rPr>
        <w:t xml:space="preserve">ں </w:t>
      </w:r>
      <w:r>
        <w:rPr>
          <w:rtl/>
        </w:rPr>
        <w:t>كيونكہ حديث سازو</w:t>
      </w:r>
      <w:r w:rsidR="00B365A1">
        <w:rPr>
          <w:rtl/>
        </w:rPr>
        <w:t xml:space="preserve">ں </w:t>
      </w:r>
      <w:r>
        <w:rPr>
          <w:rtl/>
        </w:rPr>
        <w:t>نے اسكے ذريعہ خلافت كى مشينرو</w:t>
      </w:r>
      <w:r w:rsidR="00B365A1">
        <w:rPr>
          <w:rtl/>
        </w:rPr>
        <w:t xml:space="preserve">ں </w:t>
      </w:r>
      <w:r>
        <w:rPr>
          <w:rtl/>
        </w:rPr>
        <w:t>سے تقرب حاصل كرنے كے لئے ايسا كيا تھا اور امويو</w:t>
      </w:r>
      <w:r w:rsidR="00B365A1">
        <w:rPr>
          <w:rtl/>
        </w:rPr>
        <w:t xml:space="preserve">ں </w:t>
      </w:r>
      <w:r>
        <w:rPr>
          <w:rtl/>
        </w:rPr>
        <w:t>نے ان جھوٹى حديثو</w:t>
      </w:r>
      <w:r w:rsidR="00B365A1">
        <w:rPr>
          <w:rtl/>
        </w:rPr>
        <w:t xml:space="preserve">ں </w:t>
      </w:r>
      <w:r>
        <w:rPr>
          <w:rtl/>
        </w:rPr>
        <w:t>سے فائدہ اٹھاتے ہوئے اس بات كى كوشش كى تھى كہ بنى ہاشم كے سر كو عالم اسلام مي</w:t>
      </w:r>
      <w:r w:rsidR="00B365A1">
        <w:rPr>
          <w:rtl/>
        </w:rPr>
        <w:t xml:space="preserve">ں </w:t>
      </w:r>
      <w:r>
        <w:rPr>
          <w:rtl/>
        </w:rPr>
        <w:t>جھكا كر ركھ دي</w:t>
      </w:r>
      <w:r w:rsidR="00B365A1">
        <w:rPr>
          <w:rtl/>
        </w:rPr>
        <w:t xml:space="preserve">ں </w:t>
      </w:r>
      <w:r w:rsidRPr="00C00E6D">
        <w:rPr>
          <w:rStyle w:val="libFootnotenumChar"/>
          <w:rtl/>
        </w:rPr>
        <w:t>(65)</w:t>
      </w:r>
      <w:r>
        <w:rPr>
          <w:rtl/>
        </w:rPr>
        <w:t xml:space="preserve"> </w:t>
      </w:r>
    </w:p>
    <w:p w:rsidR="00376422" w:rsidRDefault="00376422" w:rsidP="00E67399">
      <w:pPr>
        <w:pStyle w:val="libNormal"/>
        <w:rPr>
          <w:rtl/>
        </w:rPr>
      </w:pPr>
      <w:r>
        <w:rPr>
          <w:rtl/>
        </w:rPr>
        <w:t>البتہ معاويہ نے صرف اپنى حكومت كے زمانے مي</w:t>
      </w:r>
      <w:r w:rsidR="00B365A1">
        <w:rPr>
          <w:rtl/>
        </w:rPr>
        <w:t xml:space="preserve">ں </w:t>
      </w:r>
      <w:r>
        <w:rPr>
          <w:rtl/>
        </w:rPr>
        <w:t>حديث گڑھنے كا كارخانہ نہي</w:t>
      </w:r>
      <w:r w:rsidR="00B365A1">
        <w:rPr>
          <w:rtl/>
        </w:rPr>
        <w:t xml:space="preserve">ں </w:t>
      </w:r>
      <w:r>
        <w:rPr>
          <w:rtl/>
        </w:rPr>
        <w:t xml:space="preserve">كھولا تھا ، بلكہ اس سے پہلے بھى اس كام كو انجام دے چكا تھا _ </w:t>
      </w:r>
    </w:p>
    <w:p w:rsidR="00376422" w:rsidRDefault="00376422" w:rsidP="00E67399">
      <w:pPr>
        <w:pStyle w:val="libNormal"/>
        <w:rPr>
          <w:rtl/>
        </w:rPr>
      </w:pPr>
      <w:r>
        <w:rPr>
          <w:rtl/>
        </w:rPr>
        <w:t>طبرى بيان كرتے ہي</w:t>
      </w:r>
      <w:r w:rsidR="00B365A1">
        <w:rPr>
          <w:rtl/>
        </w:rPr>
        <w:t xml:space="preserve">ں </w:t>
      </w:r>
      <w:r>
        <w:rPr>
          <w:rtl/>
        </w:rPr>
        <w:t xml:space="preserve">: </w:t>
      </w:r>
    </w:p>
    <w:p w:rsidR="00376422" w:rsidRDefault="00376422" w:rsidP="00E67399">
      <w:pPr>
        <w:pStyle w:val="libNormal"/>
        <w:rPr>
          <w:rtl/>
        </w:rPr>
      </w:pPr>
      <w:r>
        <w:rPr>
          <w:rtl/>
        </w:rPr>
        <w:t>جب امام (ع) كے صحابى اور حاكم مصر قيس بن سعد نے معاويہ كى پيشكش كو ٹھكرا ديا اور انكى طرف سے با لكل مايوس ہو گيا تو بہت پريشان ہوا لہذا معاويہ نے ايك حيلہ تيار كر كے اہل شام كو بلايا اور ان لوگو</w:t>
      </w:r>
      <w:r w:rsidR="00B365A1">
        <w:rPr>
          <w:rtl/>
        </w:rPr>
        <w:t xml:space="preserve">ں </w:t>
      </w:r>
      <w:r>
        <w:rPr>
          <w:rtl/>
        </w:rPr>
        <w:t>سے كہا كہ قيس بن سعد نے ہمارى پيشنہادو</w:t>
      </w:r>
      <w:r w:rsidR="00B365A1">
        <w:rPr>
          <w:rtl/>
        </w:rPr>
        <w:t xml:space="preserve">ں </w:t>
      </w:r>
      <w:r>
        <w:rPr>
          <w:rtl/>
        </w:rPr>
        <w:t>كو مان ليا ہے اور انھو</w:t>
      </w:r>
      <w:r w:rsidR="00B365A1">
        <w:rPr>
          <w:rtl/>
        </w:rPr>
        <w:t xml:space="preserve">ں </w:t>
      </w:r>
      <w:r>
        <w:rPr>
          <w:rtl/>
        </w:rPr>
        <w:t>نے ہمارى مدد كرنے پر اپنى كمر باندھ لى ہے لہذا تم لوگ انكو دعائے خير دو ، پھر اپنى جيب سے ايك جھوٹا خط ا ن كى طرف سے نكالا اور اسكو لوگو</w:t>
      </w:r>
      <w:r w:rsidR="00B365A1">
        <w:rPr>
          <w:rtl/>
        </w:rPr>
        <w:t xml:space="preserve">ں </w:t>
      </w:r>
      <w:r>
        <w:rPr>
          <w:rtl/>
        </w:rPr>
        <w:t>كے سامنے پڑھا جس مي</w:t>
      </w:r>
      <w:r w:rsidR="00B365A1">
        <w:rPr>
          <w:rtl/>
        </w:rPr>
        <w:t xml:space="preserve">ں </w:t>
      </w:r>
      <w:r>
        <w:rPr>
          <w:rtl/>
        </w:rPr>
        <w:t xml:space="preserve">يہ تھا كہ _ </w:t>
      </w:r>
    </w:p>
    <w:p w:rsidR="00E05E91" w:rsidRDefault="00E05E91" w:rsidP="00E67399">
      <w:pPr>
        <w:pStyle w:val="libNormal"/>
        <w:rPr>
          <w:rtl/>
        </w:rPr>
      </w:pPr>
      <w:r>
        <w:rPr>
          <w:rtl/>
        </w:rPr>
        <w:t xml:space="preserve">بسم اللہ الرحمن الرحيم _ يہ خط ہے امير شام معاويہ بن ابو سفيان كے نام قيس بن سعد كى طرف سے ، اپ پر سلامتى ہو ، </w:t>
      </w:r>
    </w:p>
    <w:p w:rsidR="006F0ADE" w:rsidRDefault="006F0ADE" w:rsidP="00E67399">
      <w:pPr>
        <w:pStyle w:val="libLine"/>
        <w:rPr>
          <w:rtl/>
        </w:rPr>
      </w:pPr>
      <w:r>
        <w:rPr>
          <w:rFonts w:hint="cs"/>
          <w:rtl/>
        </w:rPr>
        <w:t>____________________</w:t>
      </w:r>
    </w:p>
    <w:p w:rsidR="00E05E91" w:rsidRDefault="00E05E91" w:rsidP="00E67399">
      <w:pPr>
        <w:pStyle w:val="libFootnote"/>
        <w:rPr>
          <w:rtl/>
        </w:rPr>
      </w:pPr>
      <w:r>
        <w:rPr>
          <w:rtl/>
        </w:rPr>
        <w:t xml:space="preserve">64_ شرح نہج البلاغہ ج3 ص 16 </w:t>
      </w:r>
    </w:p>
    <w:p w:rsidR="00E05E91" w:rsidRDefault="00E05E91" w:rsidP="00E67399">
      <w:pPr>
        <w:pStyle w:val="libFootnote"/>
        <w:rPr>
          <w:rtl/>
        </w:rPr>
      </w:pPr>
      <w:r>
        <w:rPr>
          <w:rtl/>
        </w:rPr>
        <w:t xml:space="preserve">65_ شرح نہج البلاغہ ص 15 ، فجر الاسلام ص 213 </w:t>
      </w:r>
    </w:p>
    <w:p w:rsidR="006F0ADE" w:rsidRDefault="006F0ADE" w:rsidP="00E67399">
      <w:pPr>
        <w:pStyle w:val="libPoemTini"/>
        <w:rPr>
          <w:rtl/>
        </w:rPr>
      </w:pPr>
      <w:r>
        <w:rPr>
          <w:rtl/>
        </w:rPr>
        <w:br w:type="page"/>
      </w:r>
    </w:p>
    <w:p w:rsidR="00376422" w:rsidRDefault="00376422" w:rsidP="00E67399">
      <w:pPr>
        <w:pStyle w:val="libNormal"/>
        <w:rPr>
          <w:rtl/>
        </w:rPr>
      </w:pPr>
      <w:r>
        <w:rPr>
          <w:rtl/>
        </w:rPr>
        <w:lastRenderedPageBreak/>
        <w:t>عثمان كا قتل عالم اسلام مي</w:t>
      </w:r>
      <w:r w:rsidR="00B365A1">
        <w:rPr>
          <w:rtl/>
        </w:rPr>
        <w:t xml:space="preserve">ں </w:t>
      </w:r>
      <w:r>
        <w:rPr>
          <w:rtl/>
        </w:rPr>
        <w:t>بہت بڑا حادثہ ہے مي</w:t>
      </w:r>
      <w:r w:rsidR="00B365A1">
        <w:rPr>
          <w:rtl/>
        </w:rPr>
        <w:t xml:space="preserve">ں </w:t>
      </w:r>
      <w:r>
        <w:rPr>
          <w:rtl/>
        </w:rPr>
        <w:t>نے بہت غور و فكر كيا تو اس نتيجے تك پہونچا كہ امام (ع) ( على (ع) ) كے متقى و پرہيز گار گروہ كے ساتھ جنھو</w:t>
      </w:r>
      <w:r w:rsidR="00B365A1">
        <w:rPr>
          <w:rtl/>
        </w:rPr>
        <w:t xml:space="preserve">ں </w:t>
      </w:r>
      <w:r>
        <w:rPr>
          <w:rtl/>
        </w:rPr>
        <w:t>نے عثمان كو قتل كيا ہے نہي</w:t>
      </w:r>
      <w:r w:rsidR="00B365A1">
        <w:rPr>
          <w:rtl/>
        </w:rPr>
        <w:t xml:space="preserve">ں </w:t>
      </w:r>
      <w:r>
        <w:rPr>
          <w:rtl/>
        </w:rPr>
        <w:t>رہونگا ، اور اپنے گذشتہ گناہ كى معافى و تلافى اپنے خدا كى بارگاہ مي</w:t>
      </w:r>
      <w:r w:rsidR="00B365A1">
        <w:rPr>
          <w:rtl/>
        </w:rPr>
        <w:t xml:space="preserve">ں </w:t>
      </w:r>
      <w:r>
        <w:rPr>
          <w:rtl/>
        </w:rPr>
        <w:t>كرونگا ، خدا سے ميرى بس يہ دعا ہے كہ ميرے دين و ايمان كو سالم ركھے اگاہ ہو جائو كہ ہم ( قيس ) اج كے بعد تمھارے ( معاويہ ) كے ساتھ ہي</w:t>
      </w:r>
      <w:r w:rsidR="00B365A1">
        <w:rPr>
          <w:rtl/>
        </w:rPr>
        <w:t xml:space="preserve">ں </w:t>
      </w:r>
      <w:r>
        <w:rPr>
          <w:rtl/>
        </w:rPr>
        <w:t>اور قتل عثمان كے سلسلہ مي</w:t>
      </w:r>
      <w:r w:rsidR="00B365A1">
        <w:rPr>
          <w:rtl/>
        </w:rPr>
        <w:t xml:space="preserve">ں </w:t>
      </w:r>
      <w:r>
        <w:rPr>
          <w:rtl/>
        </w:rPr>
        <w:t>جنگ كرنے كے لئے تيار ہي</w:t>
      </w:r>
      <w:r w:rsidR="00B365A1">
        <w:rPr>
          <w:rtl/>
        </w:rPr>
        <w:t xml:space="preserve">ں </w:t>
      </w:r>
      <w:r>
        <w:rPr>
          <w:rtl/>
        </w:rPr>
        <w:t xml:space="preserve">كيونكہ وہ خليفہ امت تھا جسكو موت كے گھاٹ اتار ديا گيا _ </w:t>
      </w:r>
    </w:p>
    <w:p w:rsidR="00376422" w:rsidRDefault="00376422" w:rsidP="00E67399">
      <w:pPr>
        <w:pStyle w:val="libNormal"/>
        <w:rPr>
          <w:rtl/>
        </w:rPr>
      </w:pPr>
      <w:r>
        <w:rPr>
          <w:rtl/>
        </w:rPr>
        <w:t>پس جتنا تمھي</w:t>
      </w:r>
      <w:r w:rsidR="00B365A1">
        <w:rPr>
          <w:rtl/>
        </w:rPr>
        <w:t xml:space="preserve">ں </w:t>
      </w:r>
      <w:r>
        <w:rPr>
          <w:rtl/>
        </w:rPr>
        <w:t>دولت و ثروت نيز سپاہيو</w:t>
      </w:r>
      <w:r w:rsidR="00B365A1">
        <w:rPr>
          <w:rtl/>
        </w:rPr>
        <w:t xml:space="preserve">ں </w:t>
      </w:r>
      <w:r>
        <w:rPr>
          <w:rtl/>
        </w:rPr>
        <w:t>كى ضرورت ہے اسكو ميرے پاس لكھ كر بھيجو ہم تمھارى ہر طريقے سے مدد و نصرت كرنے كے لئے امادہ ہي</w:t>
      </w:r>
      <w:r w:rsidR="00B365A1">
        <w:rPr>
          <w:rtl/>
        </w:rPr>
        <w:t xml:space="preserve">ں </w:t>
      </w:r>
      <w:r>
        <w:rPr>
          <w:rtl/>
        </w:rPr>
        <w:t xml:space="preserve">، امير ( معاويہ ) پر ہميشہ خدا كى نظر و كرم رہے </w:t>
      </w:r>
      <w:r w:rsidRPr="00C00E6D">
        <w:rPr>
          <w:rStyle w:val="libFootnotenumChar"/>
          <w:rtl/>
        </w:rPr>
        <w:t>(66)</w:t>
      </w:r>
      <w:r>
        <w:rPr>
          <w:rtl/>
        </w:rPr>
        <w:t xml:space="preserve"> </w:t>
      </w:r>
    </w:p>
    <w:p w:rsidR="00376422" w:rsidRDefault="00376422" w:rsidP="00E67399">
      <w:pPr>
        <w:pStyle w:val="libNormal"/>
        <w:rPr>
          <w:rtl/>
        </w:rPr>
      </w:pPr>
      <w:r>
        <w:rPr>
          <w:rtl/>
        </w:rPr>
        <w:t>جى ہا</w:t>
      </w:r>
      <w:r w:rsidR="00B365A1">
        <w:rPr>
          <w:rtl/>
        </w:rPr>
        <w:t xml:space="preserve">ں </w:t>
      </w:r>
      <w:r>
        <w:rPr>
          <w:rtl/>
        </w:rPr>
        <w:t>_ معاويہ ذرہ برابر جھوٹ بولنے سے خوف نہي</w:t>
      </w:r>
      <w:r w:rsidR="00B365A1">
        <w:rPr>
          <w:rtl/>
        </w:rPr>
        <w:t xml:space="preserve">ں </w:t>
      </w:r>
      <w:r>
        <w:rPr>
          <w:rtl/>
        </w:rPr>
        <w:t>كھاتا تھا اور اپنى سياست كو كامياب بنانے كے لئے اس نے ان ہى چيزو</w:t>
      </w:r>
      <w:r w:rsidR="00B365A1">
        <w:rPr>
          <w:rtl/>
        </w:rPr>
        <w:t xml:space="preserve">ں </w:t>
      </w:r>
      <w:r>
        <w:rPr>
          <w:rtl/>
        </w:rPr>
        <w:t>كا سہارا ليا ليكن جسوقت حكومت پر قبضہ كر ليا اور تمام سر زمين اسلامى كا حاكم بن گيا تو جعلى حديثو</w:t>
      </w:r>
      <w:r w:rsidR="00B365A1">
        <w:rPr>
          <w:rtl/>
        </w:rPr>
        <w:t xml:space="preserve">ں </w:t>
      </w:r>
      <w:r>
        <w:rPr>
          <w:rtl/>
        </w:rPr>
        <w:t>كى زيادہ ضرورت محسوس ہوئي لہذا مجبور ہوا كہ ان ضمير فروشو</w:t>
      </w:r>
      <w:r w:rsidR="00B365A1">
        <w:rPr>
          <w:rtl/>
        </w:rPr>
        <w:t xml:space="preserve">ں </w:t>
      </w:r>
      <w:r>
        <w:rPr>
          <w:rtl/>
        </w:rPr>
        <w:t>سے حديث بنوائے ، يہ جنگ سرد تھى مگر پروپيگنڈے كى جنگ تھى ، اسى لئے ہر ادمى بازى لے جانے كى فكر مي</w:t>
      </w:r>
      <w:r w:rsidR="00B365A1">
        <w:rPr>
          <w:rtl/>
        </w:rPr>
        <w:t xml:space="preserve">ں </w:t>
      </w:r>
      <w:r>
        <w:rPr>
          <w:rtl/>
        </w:rPr>
        <w:t>تھا اگر چہ ايك گروہ كا جہا</w:t>
      </w:r>
      <w:r w:rsidR="00B365A1">
        <w:rPr>
          <w:rtl/>
        </w:rPr>
        <w:t xml:space="preserve">ں </w:t>
      </w:r>
      <w:r>
        <w:rPr>
          <w:rtl/>
        </w:rPr>
        <w:t xml:space="preserve">فائدہ ہو رہا تھا اسى جگہ دوسرے گروہ كا بڑا نقصان ہو رہا تھا _ </w:t>
      </w:r>
    </w:p>
    <w:p w:rsidR="00376422" w:rsidRDefault="00376422" w:rsidP="00E67399">
      <w:pPr>
        <w:pStyle w:val="libNormal"/>
        <w:rPr>
          <w:rtl/>
        </w:rPr>
      </w:pPr>
      <w:r>
        <w:rPr>
          <w:rtl/>
        </w:rPr>
        <w:t>اس دور مي</w:t>
      </w:r>
      <w:r w:rsidR="00B365A1">
        <w:rPr>
          <w:rtl/>
        </w:rPr>
        <w:t xml:space="preserve">ں </w:t>
      </w:r>
      <w:r>
        <w:rPr>
          <w:rtl/>
        </w:rPr>
        <w:t>كچھ ضمير فروش صحابہ كا گروہ جن مي</w:t>
      </w:r>
      <w:r w:rsidR="00B365A1">
        <w:rPr>
          <w:rtl/>
        </w:rPr>
        <w:t xml:space="preserve">ں </w:t>
      </w:r>
      <w:r>
        <w:rPr>
          <w:rtl/>
        </w:rPr>
        <w:t xml:space="preserve">مغيرہ بن شعبہ ، عمر وعاص ، سمرة بن جندب ، اور ابو ہريرہ جيسے افراد جو ہميشہ مقام ودولت كے بھوكے تھے مگر دين و منزلت كے اعتبار سے كوئي خاص اہميت كے حامل نہ تھے ، معايہ سے جا ملے _ </w:t>
      </w:r>
    </w:p>
    <w:p w:rsidR="00376422" w:rsidRDefault="00376422" w:rsidP="00E67399">
      <w:pPr>
        <w:pStyle w:val="libNormal"/>
        <w:rPr>
          <w:rtl/>
        </w:rPr>
      </w:pPr>
      <w:r>
        <w:rPr>
          <w:rtl/>
        </w:rPr>
        <w:t>مشہور عالم اہلسنت ابن ابى الحديد معتزلى اپنے استاد ابو جعفر اسكافى سے نقل كرتا ہے معاويہ نے بعض صحابہ و تابعين كو خريدا تاكہ وہ على (ع) كو برا بھلا كہہ كر انكے دامن كو داغدار كري</w:t>
      </w:r>
      <w:r w:rsidR="00B365A1">
        <w:rPr>
          <w:rtl/>
        </w:rPr>
        <w:t xml:space="preserve">ں </w:t>
      </w:r>
      <w:r>
        <w:rPr>
          <w:rtl/>
        </w:rPr>
        <w:t>، اور لوگ ان سے متنفر ہو جائي</w:t>
      </w:r>
      <w:r w:rsidR="00B365A1">
        <w:rPr>
          <w:rtl/>
        </w:rPr>
        <w:t xml:space="preserve">ں </w:t>
      </w:r>
      <w:r>
        <w:rPr>
          <w:rtl/>
        </w:rPr>
        <w:t>، ان لوگو</w:t>
      </w:r>
      <w:r w:rsidR="00B365A1">
        <w:rPr>
          <w:rtl/>
        </w:rPr>
        <w:t xml:space="preserve">ں </w:t>
      </w:r>
      <w:r>
        <w:rPr>
          <w:rtl/>
        </w:rPr>
        <w:t>كو معاويہ اچھى خاصى تنخواہي</w:t>
      </w:r>
      <w:r w:rsidR="00B365A1">
        <w:rPr>
          <w:rtl/>
        </w:rPr>
        <w:t xml:space="preserve">ں </w:t>
      </w:r>
      <w:r>
        <w:rPr>
          <w:rtl/>
        </w:rPr>
        <w:t>ديتا تھا تاكہ يہ لوگ اپنے كامو</w:t>
      </w:r>
      <w:r w:rsidR="00B365A1">
        <w:rPr>
          <w:rtl/>
        </w:rPr>
        <w:t xml:space="preserve">ں </w:t>
      </w:r>
      <w:r>
        <w:rPr>
          <w:rtl/>
        </w:rPr>
        <w:t>مي</w:t>
      </w:r>
      <w:r w:rsidR="00B365A1">
        <w:rPr>
          <w:rtl/>
        </w:rPr>
        <w:t xml:space="preserve">ں </w:t>
      </w:r>
      <w:r>
        <w:rPr>
          <w:rtl/>
        </w:rPr>
        <w:t>تساہلى نہ برتي</w:t>
      </w:r>
      <w:r w:rsidR="00B365A1">
        <w:rPr>
          <w:rtl/>
        </w:rPr>
        <w:t xml:space="preserve">ں </w:t>
      </w:r>
      <w:r>
        <w:rPr>
          <w:rtl/>
        </w:rPr>
        <w:t>، ان لوگو</w:t>
      </w:r>
      <w:r w:rsidR="00B365A1">
        <w:rPr>
          <w:rtl/>
        </w:rPr>
        <w:t xml:space="preserve">ں </w:t>
      </w:r>
      <w:r>
        <w:rPr>
          <w:rtl/>
        </w:rPr>
        <w:t>نے معاويہ كے كہنے پر حديثي</w:t>
      </w:r>
      <w:r w:rsidR="00B365A1">
        <w:rPr>
          <w:rtl/>
        </w:rPr>
        <w:t xml:space="preserve">ں </w:t>
      </w:r>
      <w:r>
        <w:rPr>
          <w:rtl/>
        </w:rPr>
        <w:t>گڑھي</w:t>
      </w:r>
      <w:r w:rsidR="00B365A1">
        <w:rPr>
          <w:rtl/>
        </w:rPr>
        <w:t xml:space="preserve">ں </w:t>
      </w:r>
      <w:r>
        <w:rPr>
          <w:rtl/>
        </w:rPr>
        <w:t>، جن مي</w:t>
      </w:r>
      <w:r w:rsidR="00B365A1">
        <w:rPr>
          <w:rtl/>
        </w:rPr>
        <w:t xml:space="preserve">ں </w:t>
      </w:r>
      <w:r>
        <w:rPr>
          <w:rtl/>
        </w:rPr>
        <w:t xml:space="preserve">صحابہ سے ابو ھريرہ ، عمر و عاص ، اور مغيرہ بن شعبہ جيسے افراد تھے اور تابعين سے عروہ بن زبير تھا _ </w:t>
      </w:r>
    </w:p>
    <w:p w:rsidR="00E05E91" w:rsidRDefault="00E05E91" w:rsidP="00E67399">
      <w:pPr>
        <w:pStyle w:val="libNormal"/>
        <w:rPr>
          <w:rtl/>
        </w:rPr>
      </w:pPr>
      <w:r>
        <w:rPr>
          <w:rtl/>
        </w:rPr>
        <w:t xml:space="preserve">زھرى بيان كرتے ہيں : </w:t>
      </w:r>
    </w:p>
    <w:p w:rsidR="00E05E91" w:rsidRDefault="00E05E91" w:rsidP="00E67399">
      <w:pPr>
        <w:pStyle w:val="libNormal"/>
        <w:rPr>
          <w:rtl/>
        </w:rPr>
      </w:pPr>
      <w:r>
        <w:rPr>
          <w:rtl/>
        </w:rPr>
        <w:t xml:space="preserve">عروہ بن زبير نے معاويہ كے كہنے پر عائشه سے ايك حديث نقل كى كہ اپ ( عائشه ) نے كہا كہ ميں رسول (ص) كے ساتھ بيٹھى ہوئي تھى كہ _ عباس و على (ع) اتے ہوئے نظر آئے رسول(ص) خدا نے فرمايا اے عا ئشےہ يہ دونوں كافر مريں گے _ </w:t>
      </w:r>
    </w:p>
    <w:p w:rsidR="00E05E91" w:rsidRDefault="00E05E91" w:rsidP="00E67399">
      <w:pPr>
        <w:pStyle w:val="libNormal"/>
        <w:rPr>
          <w:rtl/>
        </w:rPr>
      </w:pPr>
      <w:r>
        <w:rPr>
          <w:rtl/>
        </w:rPr>
        <w:t xml:space="preserve">عبد الرزاق، معمر سے نقل كرتا ہے كہ زہرى كے پاس دو حديثيں تھيں جو عروہ نے عائشه سے بيان كى تھيں يہ دونوں حديثيں على (ع) كے بارے ميں ہيں _ </w:t>
      </w:r>
    </w:p>
    <w:p w:rsidR="00E05E91" w:rsidRDefault="00E05E91" w:rsidP="00E67399">
      <w:pPr>
        <w:pStyle w:val="libLine"/>
        <w:rPr>
          <w:rtl/>
        </w:rPr>
      </w:pPr>
      <w:r>
        <w:rPr>
          <w:rFonts w:hint="cs"/>
          <w:rtl/>
        </w:rPr>
        <w:t>____________________</w:t>
      </w:r>
    </w:p>
    <w:p w:rsidR="00E05E91" w:rsidRDefault="00E05E91" w:rsidP="00E67399">
      <w:pPr>
        <w:pStyle w:val="libFootnote"/>
        <w:rPr>
          <w:rtl/>
        </w:rPr>
      </w:pPr>
      <w:r>
        <w:rPr>
          <w:rtl/>
        </w:rPr>
        <w:t xml:space="preserve">66_طبرى ج5 ص 230 ، نجوم الزاہرة ج1 ص 101 </w:t>
      </w:r>
    </w:p>
    <w:p w:rsidR="00E05E91" w:rsidRDefault="00E05E91" w:rsidP="00E67399">
      <w:pPr>
        <w:pStyle w:val="libPoemTini"/>
        <w:rPr>
          <w:rtl/>
        </w:rPr>
      </w:pPr>
      <w:r>
        <w:rPr>
          <w:rtl/>
        </w:rPr>
        <w:br w:type="page"/>
      </w:r>
    </w:p>
    <w:p w:rsidR="00376422" w:rsidRDefault="00376422" w:rsidP="00E67399">
      <w:pPr>
        <w:pStyle w:val="libNormal"/>
        <w:rPr>
          <w:rtl/>
        </w:rPr>
      </w:pPr>
      <w:r>
        <w:rPr>
          <w:rtl/>
        </w:rPr>
        <w:lastRenderedPageBreak/>
        <w:t>معمر كہتا ہے كہ مي</w:t>
      </w:r>
      <w:r w:rsidR="00B365A1">
        <w:rPr>
          <w:rtl/>
        </w:rPr>
        <w:t xml:space="preserve">ں </w:t>
      </w:r>
      <w:r>
        <w:rPr>
          <w:rtl/>
        </w:rPr>
        <w:t>نے ايك روز زہرى سے ان حديثو</w:t>
      </w:r>
      <w:r w:rsidR="00B365A1">
        <w:rPr>
          <w:rtl/>
        </w:rPr>
        <w:t xml:space="preserve">ں </w:t>
      </w:r>
      <w:r>
        <w:rPr>
          <w:rtl/>
        </w:rPr>
        <w:t>كے بارے مي</w:t>
      </w:r>
      <w:r w:rsidR="00B365A1">
        <w:rPr>
          <w:rtl/>
        </w:rPr>
        <w:t xml:space="preserve">ں </w:t>
      </w:r>
      <w:r>
        <w:rPr>
          <w:rtl/>
        </w:rPr>
        <w:t>معلوم كيا تو اس نے جواب ديا كہ تمھي</w:t>
      </w:r>
      <w:r w:rsidR="00B365A1">
        <w:rPr>
          <w:rtl/>
        </w:rPr>
        <w:t xml:space="preserve">ں </w:t>
      </w:r>
      <w:r>
        <w:rPr>
          <w:rtl/>
        </w:rPr>
        <w:t>ان حديثو</w:t>
      </w:r>
      <w:r w:rsidR="00B365A1">
        <w:rPr>
          <w:rtl/>
        </w:rPr>
        <w:t xml:space="preserve">ں </w:t>
      </w:r>
      <w:r>
        <w:rPr>
          <w:rtl/>
        </w:rPr>
        <w:t>سے كيا كام ہے ، خدا بہتر جانتا ہے يہ دونو</w:t>
      </w:r>
      <w:r w:rsidR="00B365A1">
        <w:rPr>
          <w:rtl/>
        </w:rPr>
        <w:t xml:space="preserve">ں </w:t>
      </w:r>
      <w:r>
        <w:rPr>
          <w:rtl/>
        </w:rPr>
        <w:t>حديثي</w:t>
      </w:r>
      <w:r w:rsidR="00B365A1">
        <w:rPr>
          <w:rtl/>
        </w:rPr>
        <w:t xml:space="preserve">ں </w:t>
      </w:r>
      <w:r>
        <w:rPr>
          <w:rtl/>
        </w:rPr>
        <w:t>ہي</w:t>
      </w:r>
      <w:r w:rsidR="00B365A1">
        <w:rPr>
          <w:rtl/>
        </w:rPr>
        <w:t xml:space="preserve">ں </w:t>
      </w:r>
      <w:r>
        <w:rPr>
          <w:rtl/>
        </w:rPr>
        <w:t xml:space="preserve">يا بنى ہاشم پر بہتان و الزام ہے _ </w:t>
      </w:r>
    </w:p>
    <w:p w:rsidR="00376422" w:rsidRDefault="00376422" w:rsidP="00E67399">
      <w:pPr>
        <w:pStyle w:val="libNormal"/>
        <w:rPr>
          <w:rtl/>
        </w:rPr>
      </w:pPr>
      <w:r>
        <w:rPr>
          <w:rtl/>
        </w:rPr>
        <w:t>مي</w:t>
      </w:r>
      <w:r w:rsidR="00B365A1">
        <w:rPr>
          <w:rtl/>
        </w:rPr>
        <w:t xml:space="preserve">ں </w:t>
      </w:r>
      <w:r>
        <w:rPr>
          <w:rtl/>
        </w:rPr>
        <w:t xml:space="preserve">نے پہلى حديث عروہ سے اوپر بيان كى تھى اب دوسرى حديث ملاحظہ فرمايئے _ </w:t>
      </w:r>
    </w:p>
    <w:p w:rsidR="00376422" w:rsidRDefault="00376422" w:rsidP="00E67399">
      <w:pPr>
        <w:pStyle w:val="libNormal"/>
        <w:rPr>
          <w:rtl/>
        </w:rPr>
      </w:pPr>
      <w:r>
        <w:rPr>
          <w:rtl/>
        </w:rPr>
        <w:t>عروہ عائشه سے نقل كرتا ہے كہ ، مي</w:t>
      </w:r>
      <w:r w:rsidR="00B365A1">
        <w:rPr>
          <w:rtl/>
        </w:rPr>
        <w:t xml:space="preserve">ں </w:t>
      </w:r>
      <w:r>
        <w:rPr>
          <w:rtl/>
        </w:rPr>
        <w:t>رسول (ص) كے پاس بيٹھى ہوئي تھى تو على (ع) و عباس اتے ہوئے نظر</w:t>
      </w:r>
      <w:r w:rsidR="00137FAB">
        <w:rPr>
          <w:rtl/>
        </w:rPr>
        <w:t xml:space="preserve"> آئے</w:t>
      </w:r>
      <w:r>
        <w:rPr>
          <w:rtl/>
        </w:rPr>
        <w:t xml:space="preserve"> رسول خدا (ص) نے فرمايا : اے عائشه _ اگر دو جھنمى كو ديكھنا چاہتى ہو تو ديكھ لو ، مي</w:t>
      </w:r>
      <w:r w:rsidR="00B365A1">
        <w:rPr>
          <w:rtl/>
        </w:rPr>
        <w:t xml:space="preserve">ں </w:t>
      </w:r>
      <w:r>
        <w:rPr>
          <w:rtl/>
        </w:rPr>
        <w:t>نے كيا ديكھا كہ على (ع) و عباس ہي</w:t>
      </w:r>
      <w:r w:rsidR="00B365A1">
        <w:rPr>
          <w:rtl/>
        </w:rPr>
        <w:t xml:space="preserve">ں </w:t>
      </w:r>
      <w:r w:rsidRPr="00C00E6D">
        <w:rPr>
          <w:rStyle w:val="libFootnotenumChar"/>
          <w:rtl/>
        </w:rPr>
        <w:t>(67)</w:t>
      </w:r>
      <w:r>
        <w:rPr>
          <w:rtl/>
        </w:rPr>
        <w:t xml:space="preserve"> </w:t>
      </w:r>
    </w:p>
    <w:p w:rsidR="00376422" w:rsidRDefault="00376422" w:rsidP="00E67399">
      <w:pPr>
        <w:pStyle w:val="libNormal"/>
        <w:rPr>
          <w:rtl/>
        </w:rPr>
      </w:pPr>
      <w:r>
        <w:rPr>
          <w:rtl/>
        </w:rPr>
        <w:t>اسى قسم كى حديثي</w:t>
      </w:r>
      <w:r w:rsidR="00B365A1">
        <w:rPr>
          <w:rtl/>
        </w:rPr>
        <w:t xml:space="preserve">ں </w:t>
      </w:r>
      <w:r>
        <w:rPr>
          <w:rtl/>
        </w:rPr>
        <w:t>جو عمر و عاص نے گڑھي</w:t>
      </w:r>
      <w:r w:rsidR="00B365A1">
        <w:rPr>
          <w:rtl/>
        </w:rPr>
        <w:t xml:space="preserve">ں </w:t>
      </w:r>
      <w:r>
        <w:rPr>
          <w:rtl/>
        </w:rPr>
        <w:t>ہي</w:t>
      </w:r>
      <w:r w:rsidR="00B365A1">
        <w:rPr>
          <w:rtl/>
        </w:rPr>
        <w:t xml:space="preserve">ں </w:t>
      </w:r>
      <w:r>
        <w:rPr>
          <w:rtl/>
        </w:rPr>
        <w:t>، اسكو بخارى و مسلم نے اپنى كتابو</w:t>
      </w:r>
      <w:r w:rsidR="00B365A1">
        <w:rPr>
          <w:rtl/>
        </w:rPr>
        <w:t xml:space="preserve">ں </w:t>
      </w:r>
      <w:r>
        <w:rPr>
          <w:rtl/>
        </w:rPr>
        <w:t>مي</w:t>
      </w:r>
      <w:r w:rsidR="00B365A1">
        <w:rPr>
          <w:rtl/>
        </w:rPr>
        <w:t xml:space="preserve">ں </w:t>
      </w:r>
      <w:r>
        <w:rPr>
          <w:rtl/>
        </w:rPr>
        <w:t xml:space="preserve">نقل كيا ہے _ </w:t>
      </w:r>
    </w:p>
    <w:p w:rsidR="00376422" w:rsidRDefault="00376422" w:rsidP="00E67399">
      <w:pPr>
        <w:pStyle w:val="libNormal"/>
        <w:rPr>
          <w:rtl/>
        </w:rPr>
      </w:pPr>
      <w:r>
        <w:rPr>
          <w:rtl/>
        </w:rPr>
        <w:t>عمر و عاص كہتا ہے كہ مي</w:t>
      </w:r>
      <w:r w:rsidR="00B365A1">
        <w:rPr>
          <w:rtl/>
        </w:rPr>
        <w:t xml:space="preserve">ں </w:t>
      </w:r>
      <w:r>
        <w:rPr>
          <w:rtl/>
        </w:rPr>
        <w:t>نے پيغمبر اكرم (ص) كو ب</w:t>
      </w:r>
      <w:r w:rsidR="00FF45BE">
        <w:rPr>
          <w:rtl/>
        </w:rPr>
        <w:t xml:space="preserve">آواز </w:t>
      </w:r>
      <w:r>
        <w:rPr>
          <w:rtl/>
        </w:rPr>
        <w:t xml:space="preserve"> كہتے ہوئے سنا كہ ، ال ابو طالب ہمارے محبو</w:t>
      </w:r>
      <w:r w:rsidR="00B365A1">
        <w:rPr>
          <w:rtl/>
        </w:rPr>
        <w:t xml:space="preserve">ں </w:t>
      </w:r>
      <w:r>
        <w:rPr>
          <w:rtl/>
        </w:rPr>
        <w:t>مي</w:t>
      </w:r>
      <w:r w:rsidR="00B365A1">
        <w:rPr>
          <w:rtl/>
        </w:rPr>
        <w:t xml:space="preserve">ں </w:t>
      </w:r>
      <w:r>
        <w:rPr>
          <w:rtl/>
        </w:rPr>
        <w:t>نھي</w:t>
      </w:r>
      <w:r w:rsidR="00B365A1">
        <w:rPr>
          <w:rtl/>
        </w:rPr>
        <w:t xml:space="preserve">ں </w:t>
      </w:r>
      <w:r>
        <w:rPr>
          <w:rtl/>
        </w:rPr>
        <w:t>ہي</w:t>
      </w:r>
      <w:r w:rsidR="00B365A1">
        <w:rPr>
          <w:rtl/>
        </w:rPr>
        <w:t xml:space="preserve">ں </w:t>
      </w:r>
      <w:r>
        <w:rPr>
          <w:rtl/>
        </w:rPr>
        <w:t>، بلكہ ہمارے اور خدا كے محب مومن و متقى لوگ ہي</w:t>
      </w:r>
      <w:r w:rsidR="00B365A1">
        <w:rPr>
          <w:rtl/>
        </w:rPr>
        <w:t xml:space="preserve">ں </w:t>
      </w:r>
      <w:r w:rsidRPr="00C00E6D">
        <w:rPr>
          <w:rStyle w:val="libFootnotenumChar"/>
          <w:rtl/>
        </w:rPr>
        <w:t>(68)</w:t>
      </w:r>
      <w:r>
        <w:rPr>
          <w:rtl/>
        </w:rPr>
        <w:t xml:space="preserve"> </w:t>
      </w:r>
    </w:p>
    <w:p w:rsidR="00376422" w:rsidRDefault="00376422" w:rsidP="00E67399">
      <w:pPr>
        <w:pStyle w:val="libNormal"/>
        <w:rPr>
          <w:rtl/>
        </w:rPr>
      </w:pPr>
      <w:r>
        <w:rPr>
          <w:rtl/>
        </w:rPr>
        <w:t>بخارى نے دوسرى روايت مي</w:t>
      </w:r>
      <w:r w:rsidR="00B365A1">
        <w:rPr>
          <w:rtl/>
        </w:rPr>
        <w:t xml:space="preserve">ں </w:t>
      </w:r>
      <w:r>
        <w:rPr>
          <w:rtl/>
        </w:rPr>
        <w:t>مزيد يو</w:t>
      </w:r>
      <w:r w:rsidR="00B365A1">
        <w:rPr>
          <w:rtl/>
        </w:rPr>
        <w:t xml:space="preserve">ں </w:t>
      </w:r>
      <w:r>
        <w:rPr>
          <w:rtl/>
        </w:rPr>
        <w:t>بيان كيا ہے: پيغمبر اكرم (ص) نے فرمايا _ ال ابو طالب ہمارے رشتہ دارو</w:t>
      </w:r>
      <w:r w:rsidR="00B365A1">
        <w:rPr>
          <w:rtl/>
        </w:rPr>
        <w:t xml:space="preserve">ں </w:t>
      </w:r>
      <w:r>
        <w:rPr>
          <w:rtl/>
        </w:rPr>
        <w:t>مي</w:t>
      </w:r>
      <w:r w:rsidR="00B365A1">
        <w:rPr>
          <w:rtl/>
        </w:rPr>
        <w:t xml:space="preserve">ں </w:t>
      </w:r>
      <w:r>
        <w:rPr>
          <w:rtl/>
        </w:rPr>
        <w:t>سے ہي</w:t>
      </w:r>
      <w:r w:rsidR="00B365A1">
        <w:rPr>
          <w:rtl/>
        </w:rPr>
        <w:t xml:space="preserve">ں </w:t>
      </w:r>
      <w:r>
        <w:rPr>
          <w:rtl/>
        </w:rPr>
        <w:t>اسى بناء پر ان سے صلہ رحم كرتا ہو</w:t>
      </w:r>
      <w:r w:rsidR="00B365A1">
        <w:rPr>
          <w:rtl/>
        </w:rPr>
        <w:t xml:space="preserve">ں </w:t>
      </w:r>
      <w:r>
        <w:rPr>
          <w:rtl/>
        </w:rPr>
        <w:t>، ليكن جو حديثي</w:t>
      </w:r>
      <w:r w:rsidR="00B365A1">
        <w:rPr>
          <w:rtl/>
        </w:rPr>
        <w:t xml:space="preserve">ں </w:t>
      </w:r>
      <w:r>
        <w:rPr>
          <w:rtl/>
        </w:rPr>
        <w:t>ابوہريرہ نے معاويہ كے كہنے پر گڑھى ہي</w:t>
      </w:r>
      <w:r w:rsidR="00B365A1">
        <w:rPr>
          <w:rtl/>
        </w:rPr>
        <w:t xml:space="preserve">ں </w:t>
      </w:r>
      <w:r>
        <w:rPr>
          <w:rtl/>
        </w:rPr>
        <w:t xml:space="preserve">اسكو اعمش نقل كرتا ہے _ </w:t>
      </w:r>
    </w:p>
    <w:p w:rsidR="00376422" w:rsidRDefault="00376422" w:rsidP="00E67399">
      <w:pPr>
        <w:pStyle w:val="libNormal"/>
        <w:rPr>
          <w:rtl/>
        </w:rPr>
      </w:pPr>
      <w:r>
        <w:rPr>
          <w:rtl/>
        </w:rPr>
        <w:t>جب صلح امام حسن (ع) كے بعد ابو ہريرہ معاويہ كے ہمراہ عراق</w:t>
      </w:r>
      <w:r w:rsidR="00831D2C">
        <w:rPr>
          <w:rtl/>
        </w:rPr>
        <w:t xml:space="preserve"> آيا </w:t>
      </w:r>
      <w:r>
        <w:rPr>
          <w:rtl/>
        </w:rPr>
        <w:t xml:space="preserve"> تو استقبال كرنے والو</w:t>
      </w:r>
      <w:r w:rsidR="00B365A1">
        <w:rPr>
          <w:rtl/>
        </w:rPr>
        <w:t xml:space="preserve">ں </w:t>
      </w:r>
      <w:r>
        <w:rPr>
          <w:rtl/>
        </w:rPr>
        <w:t>كى بھيڑ ديكھى تو جا كر مسجد كوفہ مي</w:t>
      </w:r>
      <w:r w:rsidR="00B365A1">
        <w:rPr>
          <w:rtl/>
        </w:rPr>
        <w:t xml:space="preserve">ں </w:t>
      </w:r>
      <w:r>
        <w:rPr>
          <w:rtl/>
        </w:rPr>
        <w:t>دو زانو ہو كر بيٹھ گيا ، پھر كئي مرتبہ اپنے چند ياپر ہاتھ پھيرا اور عرض كيا ، اے كوفے والو ،</w:t>
      </w:r>
      <w:r w:rsidR="00831D2C">
        <w:rPr>
          <w:rtl/>
        </w:rPr>
        <w:t xml:space="preserve"> آيا </w:t>
      </w:r>
      <w:r>
        <w:rPr>
          <w:rtl/>
        </w:rPr>
        <w:t xml:space="preserve"> تم لوگ چاہتے ہو كہ خدا و رسول پر بہتان لگا كر جھنم كا ايندھن بنو</w:t>
      </w:r>
      <w:r w:rsidR="00B365A1">
        <w:rPr>
          <w:rtl/>
        </w:rPr>
        <w:t xml:space="preserve">ں </w:t>
      </w:r>
      <w:r>
        <w:rPr>
          <w:rtl/>
        </w:rPr>
        <w:t xml:space="preserve">_ </w:t>
      </w:r>
    </w:p>
    <w:p w:rsidR="00376422" w:rsidRDefault="00376422" w:rsidP="00E67399">
      <w:pPr>
        <w:pStyle w:val="libNormal"/>
        <w:rPr>
          <w:rtl/>
        </w:rPr>
      </w:pPr>
      <w:r>
        <w:rPr>
          <w:rtl/>
        </w:rPr>
        <w:t>خدا كى قسم ، ہم نے رسول(ص) خدا كو فرماتے ہوئے سنا ہے كہ ، ہر رسول (ص) كا ايك حرم ہے اور ميرا حرم مدينہ مي</w:t>
      </w:r>
      <w:r w:rsidR="00B365A1">
        <w:rPr>
          <w:rtl/>
        </w:rPr>
        <w:t xml:space="preserve">ں </w:t>
      </w:r>
      <w:r>
        <w:rPr>
          <w:rtl/>
        </w:rPr>
        <w:t>كوہ عير اور كوہ ثور كے درميان مي</w:t>
      </w:r>
      <w:r w:rsidR="00B365A1">
        <w:rPr>
          <w:rtl/>
        </w:rPr>
        <w:t xml:space="preserve">ں </w:t>
      </w:r>
      <w:r>
        <w:rPr>
          <w:rtl/>
        </w:rPr>
        <w:t>ہے _ جو بھى اس حرم مي</w:t>
      </w:r>
      <w:r w:rsidR="00B365A1">
        <w:rPr>
          <w:rtl/>
        </w:rPr>
        <w:t xml:space="preserve">ں </w:t>
      </w:r>
      <w:r>
        <w:rPr>
          <w:rtl/>
        </w:rPr>
        <w:t>نا گوار واقعات پيدا كرے گا تو خدا اور ملائكہ اور تمام انسانو</w:t>
      </w:r>
      <w:r w:rsidR="00B365A1">
        <w:rPr>
          <w:rtl/>
        </w:rPr>
        <w:t xml:space="preserve">ں </w:t>
      </w:r>
      <w:r>
        <w:rPr>
          <w:rtl/>
        </w:rPr>
        <w:t>كى اس شخص پر لعنت ہو گى _ پھر اضافہ كرتا ہے كہ _ مي</w:t>
      </w:r>
      <w:r w:rsidR="00B365A1">
        <w:rPr>
          <w:rtl/>
        </w:rPr>
        <w:t xml:space="preserve">ں </w:t>
      </w:r>
      <w:r>
        <w:rPr>
          <w:rtl/>
        </w:rPr>
        <w:t>قسم كھاتا ہو</w:t>
      </w:r>
      <w:r w:rsidR="00B365A1">
        <w:rPr>
          <w:rtl/>
        </w:rPr>
        <w:t xml:space="preserve">ں </w:t>
      </w:r>
      <w:r>
        <w:rPr>
          <w:rtl/>
        </w:rPr>
        <w:t>كہ اس سر زمين مقدس پر على (ع) نے فتنہ و اشوب بر پا كيا ، اس حديث كى خبر معاويہ تك پہونچى اس نے اس حديث كے گڑھنے كے اوپر مغيرہ كا خوب احترام كيا اور اسكے نتيجہ مي</w:t>
      </w:r>
      <w:r w:rsidR="00B365A1">
        <w:rPr>
          <w:rtl/>
        </w:rPr>
        <w:t xml:space="preserve">ں </w:t>
      </w:r>
      <w:r>
        <w:rPr>
          <w:rtl/>
        </w:rPr>
        <w:t xml:space="preserve">اسكو واليء مدينہ بنا ديا _ </w:t>
      </w:r>
    </w:p>
    <w:p w:rsidR="00376422" w:rsidRDefault="00376422" w:rsidP="00E67399">
      <w:pPr>
        <w:pStyle w:val="libNormal"/>
        <w:rPr>
          <w:rtl/>
        </w:rPr>
      </w:pPr>
      <w:r>
        <w:rPr>
          <w:rtl/>
        </w:rPr>
        <w:t>مگر سمرہ بن جندب كے واقعے كو ابن ابى الحديد نے اپنے استاد ابو جعفر اسكافى سے يو</w:t>
      </w:r>
      <w:r w:rsidR="00B365A1">
        <w:rPr>
          <w:rtl/>
        </w:rPr>
        <w:t xml:space="preserve">ں </w:t>
      </w:r>
      <w:r>
        <w:rPr>
          <w:rtl/>
        </w:rPr>
        <w:t xml:space="preserve">نقل كيا ہے : </w:t>
      </w:r>
    </w:p>
    <w:p w:rsidR="00376422" w:rsidRDefault="00376422" w:rsidP="00E67399">
      <w:pPr>
        <w:pStyle w:val="libNormal"/>
        <w:rPr>
          <w:rtl/>
        </w:rPr>
      </w:pPr>
      <w:r>
        <w:rPr>
          <w:rtl/>
        </w:rPr>
        <w:t>معاويہ نے سمرہ بن جندب كے پاس ايك لاكھ درہم بھيجوايا تاكہ</w:t>
      </w:r>
      <w:r w:rsidR="0097280A">
        <w:rPr>
          <w:rtl/>
        </w:rPr>
        <w:t xml:space="preserve"> آيت</w:t>
      </w:r>
      <w:r>
        <w:rPr>
          <w:rtl/>
        </w:rPr>
        <w:t>'</w:t>
      </w:r>
      <w:r w:rsidRPr="0097280A">
        <w:rPr>
          <w:rStyle w:val="libAieChar"/>
          <w:rtl/>
        </w:rPr>
        <w:t>' و من الناس من يعجبك قول</w:t>
      </w:r>
      <w:r w:rsidR="00D96149" w:rsidRPr="00E67399">
        <w:rPr>
          <w:rStyle w:val="libAieChar"/>
          <w:rFonts w:hint="cs"/>
          <w:rtl/>
        </w:rPr>
        <w:t>ه</w:t>
      </w:r>
      <w:r w:rsidRPr="0097280A">
        <w:rPr>
          <w:rStyle w:val="libAieChar"/>
          <w:rtl/>
        </w:rPr>
        <w:t xml:space="preserve"> </w:t>
      </w:r>
      <w:r w:rsidRPr="0097280A">
        <w:rPr>
          <w:rStyle w:val="libAieChar"/>
          <w:rFonts w:hint="cs"/>
          <w:rtl/>
        </w:rPr>
        <w:t>من</w:t>
      </w:r>
      <w:r w:rsidRPr="0097280A">
        <w:rPr>
          <w:rStyle w:val="libAieChar"/>
          <w:rtl/>
        </w:rPr>
        <w:t xml:space="preserve"> </w:t>
      </w:r>
      <w:r w:rsidRPr="0097280A">
        <w:rPr>
          <w:rStyle w:val="libAieChar"/>
          <w:rFonts w:hint="cs"/>
          <w:rtl/>
        </w:rPr>
        <w:t>الحياة</w:t>
      </w:r>
      <w:r w:rsidRPr="0097280A">
        <w:rPr>
          <w:rStyle w:val="libAieChar"/>
          <w:rtl/>
        </w:rPr>
        <w:t xml:space="preserve"> </w:t>
      </w:r>
      <w:r w:rsidRPr="0097280A">
        <w:rPr>
          <w:rStyle w:val="libAieChar"/>
          <w:rFonts w:hint="cs"/>
          <w:rtl/>
        </w:rPr>
        <w:t>الد</w:t>
      </w:r>
      <w:r w:rsidRPr="0097280A">
        <w:rPr>
          <w:rStyle w:val="libAieChar"/>
          <w:rtl/>
        </w:rPr>
        <w:t xml:space="preserve"> </w:t>
      </w:r>
      <w:r w:rsidRPr="0097280A">
        <w:rPr>
          <w:rStyle w:val="libAieChar"/>
          <w:rFonts w:hint="cs"/>
          <w:rtl/>
        </w:rPr>
        <w:t>نيا</w:t>
      </w:r>
      <w:r w:rsidRPr="0097280A">
        <w:rPr>
          <w:rStyle w:val="libAieChar"/>
          <w:rtl/>
        </w:rPr>
        <w:t xml:space="preserve"> </w:t>
      </w:r>
      <w:r w:rsidRPr="0097280A">
        <w:rPr>
          <w:rStyle w:val="libAieChar"/>
          <w:rFonts w:hint="cs"/>
          <w:rtl/>
        </w:rPr>
        <w:t>و</w:t>
      </w:r>
      <w:r w:rsidRPr="0097280A">
        <w:rPr>
          <w:rStyle w:val="libAieChar"/>
          <w:rtl/>
        </w:rPr>
        <w:t xml:space="preserve"> </w:t>
      </w:r>
      <w:r w:rsidRPr="0097280A">
        <w:rPr>
          <w:rStyle w:val="libAieChar"/>
          <w:rFonts w:hint="cs"/>
          <w:rtl/>
        </w:rPr>
        <w:t>يش</w:t>
      </w:r>
      <w:r w:rsidR="00D96149" w:rsidRPr="00E67399">
        <w:rPr>
          <w:rStyle w:val="libAieChar"/>
          <w:rFonts w:hint="cs"/>
          <w:rtl/>
        </w:rPr>
        <w:t>ه</w:t>
      </w:r>
      <w:r w:rsidRPr="0097280A">
        <w:rPr>
          <w:rStyle w:val="libAieChar"/>
          <w:rFonts w:hint="cs"/>
          <w:rtl/>
        </w:rPr>
        <w:t>د</w:t>
      </w:r>
      <w:r w:rsidRPr="0097280A">
        <w:rPr>
          <w:rStyle w:val="libAieChar"/>
          <w:rtl/>
        </w:rPr>
        <w:t xml:space="preserve"> </w:t>
      </w:r>
      <w:r w:rsidRPr="0097280A">
        <w:rPr>
          <w:rStyle w:val="libAieChar"/>
          <w:rFonts w:hint="cs"/>
          <w:rtl/>
        </w:rPr>
        <w:t>على</w:t>
      </w:r>
      <w:r w:rsidRPr="0097280A">
        <w:rPr>
          <w:rStyle w:val="libAieChar"/>
          <w:rtl/>
        </w:rPr>
        <w:t xml:space="preserve"> </w:t>
      </w:r>
      <w:r w:rsidRPr="0097280A">
        <w:rPr>
          <w:rStyle w:val="libAieChar"/>
          <w:rFonts w:hint="cs"/>
          <w:rtl/>
        </w:rPr>
        <w:t>ما</w:t>
      </w:r>
      <w:r w:rsidRPr="0097280A">
        <w:rPr>
          <w:rStyle w:val="libAieChar"/>
          <w:rtl/>
        </w:rPr>
        <w:t xml:space="preserve"> </w:t>
      </w:r>
      <w:r w:rsidRPr="0097280A">
        <w:rPr>
          <w:rStyle w:val="libAieChar"/>
          <w:rFonts w:hint="cs"/>
          <w:rtl/>
        </w:rPr>
        <w:t>قلب</w:t>
      </w:r>
      <w:r w:rsidR="00D96149" w:rsidRPr="00E67399">
        <w:rPr>
          <w:rStyle w:val="libAieChar"/>
          <w:rFonts w:hint="cs"/>
          <w:rtl/>
        </w:rPr>
        <w:t>ه</w:t>
      </w:r>
      <w:r w:rsidRPr="0097280A">
        <w:rPr>
          <w:rStyle w:val="libAieChar"/>
          <w:rtl/>
        </w:rPr>
        <w:t xml:space="preserve"> </w:t>
      </w:r>
      <w:r w:rsidRPr="0097280A">
        <w:rPr>
          <w:rStyle w:val="libAieChar"/>
          <w:rFonts w:hint="cs"/>
          <w:rtl/>
        </w:rPr>
        <w:t>و</w:t>
      </w:r>
      <w:r w:rsidR="00D96149" w:rsidRPr="00E67399">
        <w:rPr>
          <w:rStyle w:val="libAieChar"/>
          <w:rFonts w:hint="cs"/>
          <w:rtl/>
        </w:rPr>
        <w:t>ه</w:t>
      </w:r>
      <w:r w:rsidRPr="0097280A">
        <w:rPr>
          <w:rStyle w:val="libAieChar"/>
          <w:rFonts w:hint="cs"/>
          <w:rtl/>
        </w:rPr>
        <w:t>و</w:t>
      </w:r>
      <w:r w:rsidRPr="0097280A">
        <w:rPr>
          <w:rStyle w:val="libAieChar"/>
          <w:rtl/>
        </w:rPr>
        <w:t xml:space="preserve"> </w:t>
      </w:r>
      <w:r w:rsidRPr="0097280A">
        <w:rPr>
          <w:rStyle w:val="libAieChar"/>
          <w:rFonts w:hint="cs"/>
          <w:rtl/>
        </w:rPr>
        <w:t>الد</w:t>
      </w:r>
      <w:r w:rsidRPr="0097280A">
        <w:rPr>
          <w:rStyle w:val="libAieChar"/>
          <w:rtl/>
        </w:rPr>
        <w:t xml:space="preserve"> </w:t>
      </w:r>
      <w:r w:rsidRPr="0097280A">
        <w:rPr>
          <w:rStyle w:val="libAieChar"/>
          <w:rFonts w:hint="cs"/>
          <w:rtl/>
        </w:rPr>
        <w:t>الخصام</w:t>
      </w:r>
      <w:r w:rsidRPr="0097280A">
        <w:rPr>
          <w:rStyle w:val="libAieChar"/>
          <w:rtl/>
        </w:rPr>
        <w:t xml:space="preserve"> </w:t>
      </w:r>
      <w:r>
        <w:rPr>
          <w:rtl/>
        </w:rPr>
        <w:t>''سورہ بقرہ</w:t>
      </w:r>
      <w:r w:rsidR="0097280A">
        <w:rPr>
          <w:rtl/>
        </w:rPr>
        <w:t xml:space="preserve"> آيت</w:t>
      </w:r>
      <w:r>
        <w:rPr>
          <w:rtl/>
        </w:rPr>
        <w:t xml:space="preserve"> 204 </w:t>
      </w:r>
    </w:p>
    <w:p w:rsidR="00376422" w:rsidRDefault="00122D8B" w:rsidP="00E67399">
      <w:pPr>
        <w:pStyle w:val="libLine"/>
        <w:rPr>
          <w:rtl/>
        </w:rPr>
      </w:pPr>
      <w:r>
        <w:rPr>
          <w:rFonts w:hint="cs"/>
          <w:rtl/>
        </w:rPr>
        <w:t>____________________</w:t>
      </w:r>
      <w:r w:rsidR="00376422">
        <w:rPr>
          <w:rtl/>
        </w:rPr>
        <w:t xml:space="preserve"> </w:t>
      </w:r>
    </w:p>
    <w:p w:rsidR="00E05E91" w:rsidRDefault="00E05E91" w:rsidP="00E67399">
      <w:pPr>
        <w:pStyle w:val="libFootnote"/>
        <w:rPr>
          <w:rtl/>
        </w:rPr>
      </w:pPr>
      <w:r>
        <w:rPr>
          <w:rtl/>
        </w:rPr>
        <w:t xml:space="preserve">67_ شرح نہج البلاغہ ج1 ص 258 </w:t>
      </w:r>
    </w:p>
    <w:p w:rsidR="006F0ADE" w:rsidRDefault="006F0ADE" w:rsidP="00E67399">
      <w:pPr>
        <w:pStyle w:val="libFootnote"/>
        <w:rPr>
          <w:rtl/>
        </w:rPr>
      </w:pPr>
      <w:r>
        <w:rPr>
          <w:rtl/>
        </w:rPr>
        <w:t xml:space="preserve">68_ صحيح بخارى ج3 ص 34 </w:t>
      </w:r>
    </w:p>
    <w:p w:rsidR="00122D8B" w:rsidRDefault="00122D8B" w:rsidP="00E67399">
      <w:pPr>
        <w:pStyle w:val="libPoemTini"/>
        <w:rPr>
          <w:rtl/>
        </w:rPr>
      </w:pPr>
      <w:r>
        <w:rPr>
          <w:rtl/>
        </w:rPr>
        <w:br w:type="page"/>
      </w:r>
    </w:p>
    <w:p w:rsidR="00376422" w:rsidRDefault="00376422" w:rsidP="00E67399">
      <w:pPr>
        <w:pStyle w:val="libNormal"/>
        <w:rPr>
          <w:rtl/>
        </w:rPr>
      </w:pPr>
      <w:r>
        <w:rPr>
          <w:rtl/>
        </w:rPr>
        <w:lastRenderedPageBreak/>
        <w:t>ترجمہ : انسانو</w:t>
      </w:r>
      <w:r w:rsidR="00B365A1">
        <w:rPr>
          <w:rtl/>
        </w:rPr>
        <w:t xml:space="preserve">ں </w:t>
      </w:r>
      <w:r>
        <w:rPr>
          <w:rtl/>
        </w:rPr>
        <w:t>مي</w:t>
      </w:r>
      <w:r w:rsidR="00B365A1">
        <w:rPr>
          <w:rtl/>
        </w:rPr>
        <w:t xml:space="preserve">ں </w:t>
      </w:r>
      <w:r>
        <w:rPr>
          <w:rtl/>
        </w:rPr>
        <w:t>ايسے لوگ بھى ہي</w:t>
      </w:r>
      <w:r w:rsidR="00B365A1">
        <w:rPr>
          <w:rtl/>
        </w:rPr>
        <w:t xml:space="preserve">ں </w:t>
      </w:r>
      <w:r>
        <w:rPr>
          <w:rtl/>
        </w:rPr>
        <w:t>جنكى باتي</w:t>
      </w:r>
      <w:r w:rsidR="00B365A1">
        <w:rPr>
          <w:rtl/>
        </w:rPr>
        <w:t xml:space="preserve">ں </w:t>
      </w:r>
      <w:r>
        <w:rPr>
          <w:rtl/>
        </w:rPr>
        <w:t>زندگانى دنيا مي</w:t>
      </w:r>
      <w:r w:rsidR="00B365A1">
        <w:rPr>
          <w:rtl/>
        </w:rPr>
        <w:t xml:space="preserve">ں </w:t>
      </w:r>
      <w:r>
        <w:rPr>
          <w:rtl/>
        </w:rPr>
        <w:t>بھلى لگتى ہي</w:t>
      </w:r>
      <w:r w:rsidR="00B365A1">
        <w:rPr>
          <w:rtl/>
        </w:rPr>
        <w:t xml:space="preserve">ں </w:t>
      </w:r>
      <w:r>
        <w:rPr>
          <w:rtl/>
        </w:rPr>
        <w:t>اور وہ اپنے دل كى باتو</w:t>
      </w:r>
      <w:r w:rsidR="00B365A1">
        <w:rPr>
          <w:rtl/>
        </w:rPr>
        <w:t xml:space="preserve">ں </w:t>
      </w:r>
      <w:r>
        <w:rPr>
          <w:rtl/>
        </w:rPr>
        <w:t>پر خدا كو گواہ بناتے ہي</w:t>
      </w:r>
      <w:r w:rsidR="00B365A1">
        <w:rPr>
          <w:rtl/>
        </w:rPr>
        <w:t xml:space="preserve">ں </w:t>
      </w:r>
      <w:r>
        <w:rPr>
          <w:rtl/>
        </w:rPr>
        <w:t>حالانكہ وہ بد ترين دشمن ہي</w:t>
      </w:r>
      <w:r w:rsidR="00B365A1">
        <w:rPr>
          <w:rtl/>
        </w:rPr>
        <w:t xml:space="preserve">ں </w:t>
      </w:r>
      <w:r>
        <w:rPr>
          <w:rtl/>
        </w:rPr>
        <w:t>، كو حضرت على (ع) سے منسوب كر دے اور'' و من الناس من يشرى نفسہ بتغاء مرضات اللہ واللّہ رئوف با العباد '' سورہ بقرہ</w:t>
      </w:r>
      <w:r w:rsidR="0097280A">
        <w:rPr>
          <w:rtl/>
        </w:rPr>
        <w:t xml:space="preserve"> آيت</w:t>
      </w:r>
      <w:r>
        <w:rPr>
          <w:rtl/>
        </w:rPr>
        <w:t xml:space="preserve"> 207كو جو حضرت على (ع) كى شان مي</w:t>
      </w:r>
      <w:r w:rsidR="00B365A1">
        <w:rPr>
          <w:rtl/>
        </w:rPr>
        <w:t xml:space="preserve">ں </w:t>
      </w:r>
      <w:r>
        <w:rPr>
          <w:rtl/>
        </w:rPr>
        <w:t>نازل ہوئي تھى اسكے متعلق ايك حديث رسول (ص) سے منسوب كر كے امير المومنين كے قاتل ابن ملجم كے نام كر دے ، سمرہ بن جندب نے قبول نہي</w:t>
      </w:r>
      <w:r w:rsidR="00B365A1">
        <w:rPr>
          <w:rtl/>
        </w:rPr>
        <w:t xml:space="preserve">ں </w:t>
      </w:r>
      <w:r>
        <w:rPr>
          <w:rtl/>
        </w:rPr>
        <w:t xml:space="preserve">كيا _ </w:t>
      </w:r>
    </w:p>
    <w:p w:rsidR="00376422" w:rsidRDefault="00376422" w:rsidP="00E67399">
      <w:pPr>
        <w:pStyle w:val="libNormal"/>
        <w:rPr>
          <w:rtl/>
        </w:rPr>
      </w:pPr>
      <w:r>
        <w:rPr>
          <w:rtl/>
        </w:rPr>
        <w:t>معاويہ نے مزيد دو لاكھ درہم بھجوائے پھر بھى قبول نہي</w:t>
      </w:r>
      <w:r w:rsidR="00B365A1">
        <w:rPr>
          <w:rtl/>
        </w:rPr>
        <w:t xml:space="preserve">ں </w:t>
      </w:r>
      <w:r>
        <w:rPr>
          <w:rtl/>
        </w:rPr>
        <w:t>كيا ليكن جب معاملہ چار لاكھ درہم تك پہونچ گيا تب جا كر سمرہ بن جندب نے رسول اكرم (ص) سے جھوٹى حديث ان</w:t>
      </w:r>
      <w:r w:rsidR="0097280A">
        <w:rPr>
          <w:rtl/>
        </w:rPr>
        <w:t xml:space="preserve"> آيت</w:t>
      </w:r>
      <w:r>
        <w:rPr>
          <w:rtl/>
        </w:rPr>
        <w:t>و</w:t>
      </w:r>
      <w:r w:rsidR="00B365A1">
        <w:rPr>
          <w:rtl/>
        </w:rPr>
        <w:t xml:space="preserve">ں </w:t>
      </w:r>
      <w:r>
        <w:rPr>
          <w:rtl/>
        </w:rPr>
        <w:t>كے سلسلے مي</w:t>
      </w:r>
      <w:r w:rsidR="00B365A1">
        <w:rPr>
          <w:rtl/>
        </w:rPr>
        <w:t xml:space="preserve">ں </w:t>
      </w:r>
      <w:r>
        <w:rPr>
          <w:rtl/>
        </w:rPr>
        <w:t>گڑھى اور لوگو</w:t>
      </w:r>
      <w:r w:rsidR="00B365A1">
        <w:rPr>
          <w:rtl/>
        </w:rPr>
        <w:t xml:space="preserve">ں </w:t>
      </w:r>
      <w:r>
        <w:rPr>
          <w:rtl/>
        </w:rPr>
        <w:t xml:space="preserve">سے بيان كيا </w:t>
      </w:r>
      <w:r w:rsidRPr="00DB1D0D">
        <w:rPr>
          <w:rStyle w:val="libFootnotenumChar"/>
          <w:rtl/>
        </w:rPr>
        <w:t>(1)</w:t>
      </w:r>
      <w:r>
        <w:rPr>
          <w:rtl/>
        </w:rPr>
        <w:t xml:space="preserve"> </w:t>
      </w:r>
    </w:p>
    <w:p w:rsidR="00376422" w:rsidRDefault="00376422" w:rsidP="00E67399">
      <w:pPr>
        <w:pStyle w:val="Heading2Center"/>
        <w:rPr>
          <w:rtl/>
        </w:rPr>
      </w:pPr>
      <w:bookmarkStart w:id="74" w:name="_Toc531605702"/>
      <w:r>
        <w:rPr>
          <w:rtl/>
        </w:rPr>
        <w:t>معاويہ كے مقابلے مي</w:t>
      </w:r>
      <w:r w:rsidR="00B365A1">
        <w:rPr>
          <w:rtl/>
        </w:rPr>
        <w:t xml:space="preserve">ں </w:t>
      </w:r>
      <w:r>
        <w:rPr>
          <w:rtl/>
        </w:rPr>
        <w:t>بعض دليرو</w:t>
      </w:r>
      <w:r w:rsidR="00B365A1">
        <w:rPr>
          <w:rtl/>
        </w:rPr>
        <w:t xml:space="preserve">ں </w:t>
      </w:r>
      <w:r>
        <w:rPr>
          <w:rtl/>
        </w:rPr>
        <w:t>كا كردار</w:t>
      </w:r>
      <w:bookmarkEnd w:id="74"/>
    </w:p>
    <w:p w:rsidR="00376422" w:rsidRDefault="00376422" w:rsidP="00E67399">
      <w:pPr>
        <w:pStyle w:val="libNormal"/>
        <w:rPr>
          <w:rtl/>
        </w:rPr>
      </w:pPr>
      <w:r>
        <w:rPr>
          <w:rtl/>
        </w:rPr>
        <w:t xml:space="preserve">پرو پيگنڈے كى جنگ اتنى خطرناك تھى كہ ايمان كى اساس طوفان كے زد پر اكر فنا ہو رہى تھى ، اور بعض صحابہ و تابعين نے معاويہ كى </w:t>
      </w:r>
      <w:r w:rsidR="00FF45BE">
        <w:rPr>
          <w:rtl/>
        </w:rPr>
        <w:t xml:space="preserve">آواز </w:t>
      </w:r>
      <w:r>
        <w:rPr>
          <w:rtl/>
        </w:rPr>
        <w:t xml:space="preserve">پر لبيك كہہ كر اپنا خوب پيٹ بھرا_ </w:t>
      </w:r>
    </w:p>
    <w:p w:rsidR="00376422" w:rsidRDefault="00376422" w:rsidP="00E67399">
      <w:pPr>
        <w:pStyle w:val="libNormal"/>
        <w:rPr>
          <w:rtl/>
        </w:rPr>
      </w:pPr>
      <w:r>
        <w:rPr>
          <w:rtl/>
        </w:rPr>
        <w:t>مملكت اسلامى كے با رسوخ افراد مسلمانو</w:t>
      </w:r>
      <w:r w:rsidR="00B365A1">
        <w:rPr>
          <w:rtl/>
        </w:rPr>
        <w:t xml:space="preserve">ں </w:t>
      </w:r>
      <w:r>
        <w:rPr>
          <w:rtl/>
        </w:rPr>
        <w:t>كے بيت المال سے خريدے جانے لگے اور ان لوگو</w:t>
      </w:r>
      <w:r w:rsidR="00B365A1">
        <w:rPr>
          <w:rtl/>
        </w:rPr>
        <w:t xml:space="preserve">ں </w:t>
      </w:r>
      <w:r>
        <w:rPr>
          <w:rtl/>
        </w:rPr>
        <w:t>كو خوب سونے اور چاندى كى تھيليا</w:t>
      </w:r>
      <w:r w:rsidR="00B365A1">
        <w:rPr>
          <w:rtl/>
        </w:rPr>
        <w:t xml:space="preserve">ں </w:t>
      </w:r>
      <w:r>
        <w:rPr>
          <w:rtl/>
        </w:rPr>
        <w:t>دى جانے لگي</w:t>
      </w:r>
      <w:r w:rsidR="00B365A1">
        <w:rPr>
          <w:rtl/>
        </w:rPr>
        <w:t xml:space="preserve">ں </w:t>
      </w:r>
      <w:r>
        <w:rPr>
          <w:rtl/>
        </w:rPr>
        <w:t>يا كسى حكومتى عہدے پر فائز كر ديا گيا ، مگر ايك چھوٹا سا گروہ تھا جس نے دين و شرافت كو مد نظر ركھتے ہوئے معاويہ كى ہونكارى نہي</w:t>
      </w:r>
      <w:r w:rsidR="00B365A1">
        <w:rPr>
          <w:rtl/>
        </w:rPr>
        <w:t xml:space="preserve">ں </w:t>
      </w:r>
      <w:r>
        <w:rPr>
          <w:rtl/>
        </w:rPr>
        <w:t>بھرى تھى ، ان لوگو</w:t>
      </w:r>
      <w:r w:rsidR="00B365A1">
        <w:rPr>
          <w:rtl/>
        </w:rPr>
        <w:t xml:space="preserve">ں </w:t>
      </w:r>
      <w:r>
        <w:rPr>
          <w:rtl/>
        </w:rPr>
        <w:t>كو اتنا ستايا گيا كہ انھو</w:t>
      </w:r>
      <w:r w:rsidR="00B365A1">
        <w:rPr>
          <w:rtl/>
        </w:rPr>
        <w:t xml:space="preserve">ں </w:t>
      </w:r>
      <w:r>
        <w:rPr>
          <w:rtl/>
        </w:rPr>
        <w:t>نے اپنى جان و مال سب كچھ راہ خدا مي</w:t>
      </w:r>
      <w:r w:rsidR="00B365A1">
        <w:rPr>
          <w:rtl/>
        </w:rPr>
        <w:t xml:space="preserve">ں </w:t>
      </w:r>
      <w:r>
        <w:rPr>
          <w:rtl/>
        </w:rPr>
        <w:t xml:space="preserve">قربان كر ديا _ </w:t>
      </w:r>
    </w:p>
    <w:p w:rsidR="00376422" w:rsidRDefault="00376422" w:rsidP="00E67399">
      <w:pPr>
        <w:pStyle w:val="libNormal"/>
        <w:rPr>
          <w:rtl/>
        </w:rPr>
      </w:pPr>
      <w:r>
        <w:rPr>
          <w:rtl/>
        </w:rPr>
        <w:t>جس كا نتيجہ يہ ہوا كہ ہزارو</w:t>
      </w:r>
      <w:r w:rsidR="00B365A1">
        <w:rPr>
          <w:rtl/>
        </w:rPr>
        <w:t xml:space="preserve">ں </w:t>
      </w:r>
      <w:r>
        <w:rPr>
          <w:rtl/>
        </w:rPr>
        <w:t>جھوٹى حديثي</w:t>
      </w:r>
      <w:r w:rsidR="00B365A1">
        <w:rPr>
          <w:rtl/>
        </w:rPr>
        <w:t xml:space="preserve">ں </w:t>
      </w:r>
      <w:r>
        <w:rPr>
          <w:rtl/>
        </w:rPr>
        <w:t>منظر عام پر اگئي</w:t>
      </w:r>
      <w:r w:rsidR="00B365A1">
        <w:rPr>
          <w:rtl/>
        </w:rPr>
        <w:t xml:space="preserve">ں </w:t>
      </w:r>
      <w:r>
        <w:rPr>
          <w:rtl/>
        </w:rPr>
        <w:t>اور اسلامى معاشرہ تاريك ماحول مي</w:t>
      </w:r>
      <w:r w:rsidR="00B365A1">
        <w:rPr>
          <w:rtl/>
        </w:rPr>
        <w:t xml:space="preserve">ں </w:t>
      </w:r>
      <w:r>
        <w:rPr>
          <w:rtl/>
        </w:rPr>
        <w:t>چلا گيا ، ان گڑھى ہوئي حديثو</w:t>
      </w:r>
      <w:r w:rsidR="00B365A1">
        <w:rPr>
          <w:rtl/>
        </w:rPr>
        <w:t xml:space="preserve">ں </w:t>
      </w:r>
      <w:r>
        <w:rPr>
          <w:rtl/>
        </w:rPr>
        <w:t>كے ہوتے ہوئے كون انسان اسلام حقيقى كو پہچان سكتا تھا اور دوسرے يہ كہ وہ ہزارو</w:t>
      </w:r>
      <w:r w:rsidR="00B365A1">
        <w:rPr>
          <w:rtl/>
        </w:rPr>
        <w:t xml:space="preserve">ں </w:t>
      </w:r>
      <w:r>
        <w:rPr>
          <w:rtl/>
        </w:rPr>
        <w:t>افراد جو متقى و پرہيزگار تھے وہ سختيو</w:t>
      </w:r>
      <w:r w:rsidR="00B365A1">
        <w:rPr>
          <w:rtl/>
        </w:rPr>
        <w:t xml:space="preserve">ں </w:t>
      </w:r>
      <w:r>
        <w:rPr>
          <w:rtl/>
        </w:rPr>
        <w:t>كو جھيل كر موت كے دامن مي</w:t>
      </w:r>
      <w:r w:rsidR="00B365A1">
        <w:rPr>
          <w:rtl/>
        </w:rPr>
        <w:t xml:space="preserve">ں </w:t>
      </w:r>
      <w:r>
        <w:rPr>
          <w:rtl/>
        </w:rPr>
        <w:t xml:space="preserve">سو چكے تھے _ </w:t>
      </w:r>
    </w:p>
    <w:p w:rsidR="00376422" w:rsidRDefault="00376422" w:rsidP="00E67399">
      <w:pPr>
        <w:pStyle w:val="libNormal"/>
        <w:rPr>
          <w:rtl/>
        </w:rPr>
      </w:pPr>
      <w:r>
        <w:rPr>
          <w:rtl/>
        </w:rPr>
        <w:t>ہم نے اس سے پہلے ان لوگو</w:t>
      </w:r>
      <w:r w:rsidR="00B365A1">
        <w:rPr>
          <w:rtl/>
        </w:rPr>
        <w:t xml:space="preserve">ں </w:t>
      </w:r>
      <w:r>
        <w:rPr>
          <w:rtl/>
        </w:rPr>
        <w:t>كا تذكرہ كيا ہے جنھو</w:t>
      </w:r>
      <w:r w:rsidR="00B365A1">
        <w:rPr>
          <w:rtl/>
        </w:rPr>
        <w:t xml:space="preserve">ں </w:t>
      </w:r>
      <w:r>
        <w:rPr>
          <w:rtl/>
        </w:rPr>
        <w:t>نے معاويہ كے دام فريب مي</w:t>
      </w:r>
      <w:r w:rsidR="00B365A1">
        <w:rPr>
          <w:rtl/>
        </w:rPr>
        <w:t xml:space="preserve">ں </w:t>
      </w:r>
      <w:r>
        <w:rPr>
          <w:rtl/>
        </w:rPr>
        <w:t>اكر جھوٹى حديثي</w:t>
      </w:r>
      <w:r w:rsidR="00B365A1">
        <w:rPr>
          <w:rtl/>
        </w:rPr>
        <w:t xml:space="preserve">ں </w:t>
      </w:r>
      <w:r>
        <w:rPr>
          <w:rtl/>
        </w:rPr>
        <w:t>گڑھي</w:t>
      </w:r>
      <w:r w:rsidR="00B365A1">
        <w:rPr>
          <w:rtl/>
        </w:rPr>
        <w:t xml:space="preserve">ں </w:t>
      </w:r>
      <w:r>
        <w:rPr>
          <w:rtl/>
        </w:rPr>
        <w:t>كہ انہى مي</w:t>
      </w:r>
      <w:r w:rsidR="00B365A1">
        <w:rPr>
          <w:rtl/>
        </w:rPr>
        <w:t xml:space="preserve">ں </w:t>
      </w:r>
      <w:r>
        <w:rPr>
          <w:rtl/>
        </w:rPr>
        <w:t xml:space="preserve">ايك سمرہ بن جندب ہے ، يہ وہ شخص ہے جو معاويہ كے اشارے پر ناچتا رہا جسكى وجہ سے اسكو بصرہ كى حكومت ملى تھى _ </w:t>
      </w:r>
    </w:p>
    <w:p w:rsidR="00376422" w:rsidRDefault="00376422" w:rsidP="00E67399">
      <w:pPr>
        <w:pStyle w:val="libNormal"/>
        <w:rPr>
          <w:rtl/>
        </w:rPr>
      </w:pPr>
      <w:r>
        <w:rPr>
          <w:rtl/>
        </w:rPr>
        <w:t>سمرہ كى اور سياہكاريو</w:t>
      </w:r>
      <w:r w:rsidR="00B365A1">
        <w:rPr>
          <w:rtl/>
        </w:rPr>
        <w:t xml:space="preserve">ں </w:t>
      </w:r>
      <w:r>
        <w:rPr>
          <w:rtl/>
        </w:rPr>
        <w:t>كو چھوڑ كر صرف جو كوفہ مي</w:t>
      </w:r>
      <w:r w:rsidR="00B365A1">
        <w:rPr>
          <w:rtl/>
        </w:rPr>
        <w:t xml:space="preserve">ں </w:t>
      </w:r>
      <w:r>
        <w:rPr>
          <w:rtl/>
        </w:rPr>
        <w:t>تباہيا</w:t>
      </w:r>
      <w:r w:rsidR="00B365A1">
        <w:rPr>
          <w:rtl/>
        </w:rPr>
        <w:t xml:space="preserve">ں </w:t>
      </w:r>
      <w:r>
        <w:rPr>
          <w:rtl/>
        </w:rPr>
        <w:t>اور قتل و غارتگرى كا اس نے بازار گرم كيا تھا ، اسكو طبرى يو</w:t>
      </w:r>
      <w:r w:rsidR="00B365A1">
        <w:rPr>
          <w:rtl/>
        </w:rPr>
        <w:t xml:space="preserve">ں </w:t>
      </w:r>
      <w:r>
        <w:rPr>
          <w:rtl/>
        </w:rPr>
        <w:t xml:space="preserve">بيان كرتا ہے _ </w:t>
      </w:r>
    </w:p>
    <w:p w:rsidR="006D3EC9" w:rsidRDefault="006D3EC9" w:rsidP="00E67399">
      <w:pPr>
        <w:pStyle w:val="libLine"/>
        <w:rPr>
          <w:rtl/>
        </w:rPr>
      </w:pPr>
      <w:r>
        <w:rPr>
          <w:rFonts w:hint="cs"/>
          <w:rtl/>
        </w:rPr>
        <w:t>____________________</w:t>
      </w:r>
    </w:p>
    <w:p w:rsidR="00693D7D" w:rsidRDefault="00693D7D" w:rsidP="00E67399">
      <w:pPr>
        <w:pStyle w:val="libFootnote"/>
        <w:rPr>
          <w:rtl/>
        </w:rPr>
      </w:pPr>
      <w:r>
        <w:rPr>
          <w:rtl/>
        </w:rPr>
        <w:t xml:space="preserve">1_شرح نہج البلاغہ ج1 ص 361 </w:t>
      </w:r>
    </w:p>
    <w:p w:rsidR="006D3EC9" w:rsidRDefault="006D3EC9" w:rsidP="00E67399">
      <w:pPr>
        <w:pStyle w:val="libPoemTini"/>
        <w:rPr>
          <w:rtl/>
        </w:rPr>
      </w:pPr>
      <w:r>
        <w:rPr>
          <w:rtl/>
        </w:rPr>
        <w:br w:type="page"/>
      </w:r>
    </w:p>
    <w:p w:rsidR="00376422" w:rsidRDefault="00376422" w:rsidP="00E67399">
      <w:pPr>
        <w:pStyle w:val="libNormal"/>
        <w:rPr>
          <w:rtl/>
        </w:rPr>
      </w:pPr>
      <w:r>
        <w:rPr>
          <w:rtl/>
        </w:rPr>
        <w:lastRenderedPageBreak/>
        <w:t>مشہور عالم ابن سيري</w:t>
      </w:r>
      <w:r w:rsidR="00B365A1">
        <w:rPr>
          <w:rtl/>
        </w:rPr>
        <w:t xml:space="preserve">ں </w:t>
      </w:r>
      <w:r>
        <w:rPr>
          <w:rtl/>
        </w:rPr>
        <w:t>سے پوچھا گيا كہ سمرہ بن جندب نے كسى كو قتل كيا ہے يا نہي</w:t>
      </w:r>
      <w:r w:rsidR="00B365A1">
        <w:rPr>
          <w:rtl/>
        </w:rPr>
        <w:t xml:space="preserve">ں </w:t>
      </w:r>
      <w:r>
        <w:rPr>
          <w:rtl/>
        </w:rPr>
        <w:t xml:space="preserve">سيرين نے جواب ديا ، تم لوگ سمرہ كے قتل كو شمار كر لو گے ؟ </w:t>
      </w:r>
    </w:p>
    <w:p w:rsidR="00376422" w:rsidRDefault="00376422" w:rsidP="00E67399">
      <w:pPr>
        <w:pStyle w:val="libNormal"/>
        <w:rPr>
          <w:rtl/>
        </w:rPr>
      </w:pPr>
      <w:r>
        <w:rPr>
          <w:rtl/>
        </w:rPr>
        <w:t>ايك مرتبہ زياد نے بصرہ مي</w:t>
      </w:r>
      <w:r w:rsidR="00B365A1">
        <w:rPr>
          <w:rtl/>
        </w:rPr>
        <w:t xml:space="preserve">ں </w:t>
      </w:r>
      <w:r>
        <w:rPr>
          <w:rtl/>
        </w:rPr>
        <w:t>اپنا جا نشين بنا ديا تو چھہ مہينے كے اندر اس نے اٹھ ہزار بے گناہ مسلمانو</w:t>
      </w:r>
      <w:r w:rsidR="00B365A1">
        <w:rPr>
          <w:rtl/>
        </w:rPr>
        <w:t xml:space="preserve">ں </w:t>
      </w:r>
      <w:r>
        <w:rPr>
          <w:rtl/>
        </w:rPr>
        <w:t>كو قتل كيا جن مي</w:t>
      </w:r>
      <w:r w:rsidR="00B365A1">
        <w:rPr>
          <w:rtl/>
        </w:rPr>
        <w:t xml:space="preserve">ں </w:t>
      </w:r>
      <w:r>
        <w:rPr>
          <w:rtl/>
        </w:rPr>
        <w:t xml:space="preserve">پينتاليس افراد وہ تھے جو حافظان قران تھے </w:t>
      </w:r>
      <w:r w:rsidRPr="00DB1D0D">
        <w:rPr>
          <w:rStyle w:val="libFootnotenumChar"/>
          <w:rtl/>
        </w:rPr>
        <w:t>(2)</w:t>
      </w:r>
      <w:r>
        <w:rPr>
          <w:rtl/>
        </w:rPr>
        <w:t xml:space="preserve"> </w:t>
      </w:r>
    </w:p>
    <w:p w:rsidR="00376422" w:rsidRDefault="00376422" w:rsidP="00E67399">
      <w:pPr>
        <w:pStyle w:val="libNormal"/>
        <w:rPr>
          <w:rtl/>
        </w:rPr>
      </w:pPr>
      <w:r>
        <w:rPr>
          <w:rtl/>
        </w:rPr>
        <w:t>طبرى مزيد كہتا ہے ، جب معاويہ نے زياد كى جگہ سمرہ بن جندب كو چند مہينے تك حاكم بصرہ بنا كر معزول كر ديا تو اس نے كہا ، خدا معاويہ كو غارت كرے ، خدا كى قسم ، مي</w:t>
      </w:r>
      <w:r w:rsidR="00B365A1">
        <w:rPr>
          <w:rtl/>
        </w:rPr>
        <w:t xml:space="preserve">ں </w:t>
      </w:r>
      <w:r>
        <w:rPr>
          <w:rtl/>
        </w:rPr>
        <w:t xml:space="preserve">نے جس طرح معاويہ كے حكم كو مانا تھا اگر اسى طرح اپنے پروردگار كى اطاعت كرتا تو ہرگز مستحق عذاب نہ ہوتا </w:t>
      </w:r>
      <w:r w:rsidRPr="00DB1D0D">
        <w:rPr>
          <w:rStyle w:val="libFootnotenumChar"/>
          <w:rtl/>
        </w:rPr>
        <w:t>(3)</w:t>
      </w:r>
      <w:r>
        <w:rPr>
          <w:rtl/>
        </w:rPr>
        <w:t xml:space="preserve"> </w:t>
      </w:r>
    </w:p>
    <w:p w:rsidR="00376422" w:rsidRDefault="00376422" w:rsidP="00E67399">
      <w:pPr>
        <w:pStyle w:val="libNormal"/>
        <w:rPr>
          <w:rtl/>
        </w:rPr>
      </w:pPr>
      <w:r>
        <w:rPr>
          <w:rtl/>
        </w:rPr>
        <w:t>انھي</w:t>
      </w:r>
      <w:r w:rsidR="00B365A1">
        <w:rPr>
          <w:rtl/>
        </w:rPr>
        <w:t xml:space="preserve">ں </w:t>
      </w:r>
      <w:r>
        <w:rPr>
          <w:rtl/>
        </w:rPr>
        <w:t>مي</w:t>
      </w:r>
      <w:r w:rsidR="00B365A1">
        <w:rPr>
          <w:rtl/>
        </w:rPr>
        <w:t xml:space="preserve">ں </w:t>
      </w:r>
      <w:r>
        <w:rPr>
          <w:rtl/>
        </w:rPr>
        <w:t>دوسرا ضمير فروش مغيرہ بن شعبہ تھا ، جس نے سات سال كچھ مہينے كوفہ پر حكومت كى اور ايك لمحہ بھى حضرت على (ع) اور قاتلان عثمان پر نفري</w:t>
      </w:r>
      <w:r w:rsidR="00B365A1">
        <w:rPr>
          <w:rtl/>
        </w:rPr>
        <w:t xml:space="preserve">ں </w:t>
      </w:r>
      <w:r>
        <w:rPr>
          <w:rtl/>
        </w:rPr>
        <w:t>كئے بغير اور عثمان كے حق مي</w:t>
      </w:r>
      <w:r w:rsidR="00B365A1">
        <w:rPr>
          <w:rtl/>
        </w:rPr>
        <w:t xml:space="preserve">ں </w:t>
      </w:r>
      <w:r>
        <w:rPr>
          <w:rtl/>
        </w:rPr>
        <w:t>دعا كئے بغير چين و سكون سے نہي</w:t>
      </w:r>
      <w:r w:rsidR="00B365A1">
        <w:rPr>
          <w:rtl/>
        </w:rPr>
        <w:t xml:space="preserve">ں </w:t>
      </w:r>
      <w:r>
        <w:rPr>
          <w:rtl/>
        </w:rPr>
        <w:t xml:space="preserve">بيٹھا _ </w:t>
      </w:r>
    </w:p>
    <w:p w:rsidR="00376422" w:rsidRDefault="00376422" w:rsidP="00E67399">
      <w:pPr>
        <w:pStyle w:val="libNormal"/>
        <w:rPr>
          <w:rtl/>
        </w:rPr>
      </w:pPr>
      <w:r>
        <w:rPr>
          <w:rtl/>
        </w:rPr>
        <w:t xml:space="preserve">البتہ مغيرہ اپنى چالاكى و ذہانت كيوجہ سے حكومتى امور كو كبھى نرميت اور خاطر مدارات كے ذريعے تو كبھى سختى سے انجا م ديتا تھا _ </w:t>
      </w:r>
    </w:p>
    <w:p w:rsidR="00376422" w:rsidRDefault="00376422" w:rsidP="00E67399">
      <w:pPr>
        <w:pStyle w:val="libNormal"/>
        <w:rPr>
          <w:rtl/>
        </w:rPr>
      </w:pPr>
      <w:r>
        <w:rPr>
          <w:rtl/>
        </w:rPr>
        <w:t>طبرى لكھتے ہي</w:t>
      </w:r>
      <w:r w:rsidR="00B365A1">
        <w:rPr>
          <w:rtl/>
        </w:rPr>
        <w:t xml:space="preserve">ں </w:t>
      </w:r>
      <w:r>
        <w:rPr>
          <w:rtl/>
        </w:rPr>
        <w:t xml:space="preserve">: </w:t>
      </w:r>
    </w:p>
    <w:p w:rsidR="00376422" w:rsidRDefault="00376422" w:rsidP="00E67399">
      <w:pPr>
        <w:pStyle w:val="libNormal"/>
        <w:rPr>
          <w:rtl/>
        </w:rPr>
      </w:pPr>
      <w:r>
        <w:rPr>
          <w:rtl/>
        </w:rPr>
        <w:t>ايك روز مغيرہ بن شعبہ نے صحابى امام (ع) صعصہ بن صوحان سے كہا ، ذرا كان كھول كر سن لو ، ايسا نہ ہو كہ ايك دن تمھارى خبر عثمان كى بد گوئي كرتے ہوئے ميرے كانو</w:t>
      </w:r>
      <w:r w:rsidR="00B365A1">
        <w:rPr>
          <w:rtl/>
        </w:rPr>
        <w:t xml:space="preserve">ں </w:t>
      </w:r>
      <w:r>
        <w:rPr>
          <w:rtl/>
        </w:rPr>
        <w:t>تك پہونچے ، اگر على (ع) كے فضائل كو بيان كرنا ہے تو علنى طور پر بيان نہ كرنا بلكہ مخفى مقام پر بيان كرنا جس طرح على (ع) كے فضائل تم جانتے ہو اسى طرح مي</w:t>
      </w:r>
      <w:r w:rsidR="00B365A1">
        <w:rPr>
          <w:rtl/>
        </w:rPr>
        <w:t xml:space="preserve">ں </w:t>
      </w:r>
      <w:r>
        <w:rPr>
          <w:rtl/>
        </w:rPr>
        <w:t>بھى واقف ہو</w:t>
      </w:r>
      <w:r w:rsidR="00B365A1">
        <w:rPr>
          <w:rtl/>
        </w:rPr>
        <w:t xml:space="preserve">ں </w:t>
      </w:r>
      <w:r>
        <w:rPr>
          <w:rtl/>
        </w:rPr>
        <w:t>ليكن كيا كرو</w:t>
      </w:r>
      <w:r w:rsidR="00B365A1">
        <w:rPr>
          <w:rtl/>
        </w:rPr>
        <w:t xml:space="preserve">ں </w:t>
      </w:r>
      <w:r>
        <w:rPr>
          <w:rtl/>
        </w:rPr>
        <w:t>حكومت اموى كى طرف سے ڈنڈا ہے كہ على (ع) كو برا بھلا كہو ، البتہ مي</w:t>
      </w:r>
      <w:r w:rsidR="00B365A1">
        <w:rPr>
          <w:rtl/>
        </w:rPr>
        <w:t xml:space="preserve">ں </w:t>
      </w:r>
      <w:r>
        <w:rPr>
          <w:rtl/>
        </w:rPr>
        <w:t>نے اكثر مقامات پر ان امور مي</w:t>
      </w:r>
      <w:r w:rsidR="00B365A1">
        <w:rPr>
          <w:rtl/>
        </w:rPr>
        <w:t xml:space="preserve">ں </w:t>
      </w:r>
      <w:r>
        <w:rPr>
          <w:rtl/>
        </w:rPr>
        <w:t>رو گردانى كى ہے مگر جہا</w:t>
      </w:r>
      <w:r w:rsidR="00B365A1">
        <w:rPr>
          <w:rtl/>
        </w:rPr>
        <w:t xml:space="preserve">ں </w:t>
      </w:r>
      <w:r>
        <w:rPr>
          <w:rtl/>
        </w:rPr>
        <w:t>پر مجبور ہو جاتا ہو</w:t>
      </w:r>
      <w:r w:rsidR="00B365A1">
        <w:rPr>
          <w:rtl/>
        </w:rPr>
        <w:t xml:space="preserve">ں </w:t>
      </w:r>
      <w:r>
        <w:rPr>
          <w:rtl/>
        </w:rPr>
        <w:t>تو اپنى محافظت كے لئے بعض جملے برائي كے كہہ ڈالتا ہو</w:t>
      </w:r>
      <w:r w:rsidR="00B365A1">
        <w:rPr>
          <w:rtl/>
        </w:rPr>
        <w:t xml:space="preserve">ں </w:t>
      </w:r>
      <w:r>
        <w:rPr>
          <w:rtl/>
        </w:rPr>
        <w:t>، اگر زياد ہ فضائل على (ع) كے بيان كرنے كا شوق ركھتے ہو تو اپنے قريبى رشتہ دارو</w:t>
      </w:r>
      <w:r w:rsidR="00B365A1">
        <w:rPr>
          <w:rtl/>
        </w:rPr>
        <w:t xml:space="preserve">ں </w:t>
      </w:r>
      <w:r>
        <w:rPr>
          <w:rtl/>
        </w:rPr>
        <w:t>كے گھرو</w:t>
      </w:r>
      <w:r w:rsidR="00B365A1">
        <w:rPr>
          <w:rtl/>
        </w:rPr>
        <w:t xml:space="preserve">ں </w:t>
      </w:r>
      <w:r>
        <w:rPr>
          <w:rtl/>
        </w:rPr>
        <w:t>مي</w:t>
      </w:r>
      <w:r w:rsidR="00B365A1">
        <w:rPr>
          <w:rtl/>
        </w:rPr>
        <w:t xml:space="preserve">ں </w:t>
      </w:r>
      <w:r>
        <w:rPr>
          <w:rtl/>
        </w:rPr>
        <w:t>بيان كرنا مگر مسجد اور شاہراہ پر بيان كرنا ايك ايسا مسئلہ ہے جسكو خليفہ ( معاويہ ) برداشت نہي</w:t>
      </w:r>
      <w:r w:rsidR="00B365A1">
        <w:rPr>
          <w:rtl/>
        </w:rPr>
        <w:t xml:space="preserve">ں </w:t>
      </w:r>
      <w:r>
        <w:rPr>
          <w:rtl/>
        </w:rPr>
        <w:t>كر سكتا ، اور نہ ہى اس سلسلے مي</w:t>
      </w:r>
      <w:r w:rsidR="00B365A1">
        <w:rPr>
          <w:rtl/>
        </w:rPr>
        <w:t xml:space="preserve">ں </w:t>
      </w:r>
      <w:r w:rsidR="00693D7D">
        <w:rPr>
          <w:rtl/>
        </w:rPr>
        <w:t xml:space="preserve">ميرے عذر كو قبول كر سكتا ہے </w:t>
      </w:r>
      <w:r w:rsidR="00693D7D" w:rsidRPr="00DB1D0D">
        <w:rPr>
          <w:rStyle w:val="libFootnotenumChar"/>
          <w:rtl/>
        </w:rPr>
        <w:t>(</w:t>
      </w:r>
      <w:r w:rsidR="00693D7D" w:rsidRPr="00DB1D0D">
        <w:rPr>
          <w:rStyle w:val="libFootnotenumChar"/>
          <w:rFonts w:hint="cs"/>
          <w:rtl/>
        </w:rPr>
        <w:t>4</w:t>
      </w:r>
      <w:r w:rsidRPr="00DB1D0D">
        <w:rPr>
          <w:rStyle w:val="libFootnotenumChar"/>
          <w:rtl/>
        </w:rPr>
        <w:t>)</w:t>
      </w:r>
      <w:r>
        <w:rPr>
          <w:rtl/>
        </w:rPr>
        <w:t xml:space="preserve"> </w:t>
      </w:r>
    </w:p>
    <w:p w:rsidR="006D3EC9" w:rsidRDefault="006D3EC9" w:rsidP="00E67399">
      <w:pPr>
        <w:pStyle w:val="libLine"/>
        <w:rPr>
          <w:rtl/>
        </w:rPr>
      </w:pPr>
      <w:r>
        <w:rPr>
          <w:rFonts w:hint="cs"/>
          <w:rtl/>
        </w:rPr>
        <w:t>____________________</w:t>
      </w:r>
    </w:p>
    <w:p w:rsidR="00693D7D" w:rsidRDefault="00693D7D" w:rsidP="00E67399">
      <w:pPr>
        <w:pStyle w:val="libFootnote"/>
        <w:rPr>
          <w:rtl/>
        </w:rPr>
      </w:pPr>
      <w:r>
        <w:rPr>
          <w:rtl/>
        </w:rPr>
        <w:t xml:space="preserve">2_ طبرى ج6 ص 132 ، ابن اثير ج3 ص 189 </w:t>
      </w:r>
    </w:p>
    <w:p w:rsidR="00693D7D" w:rsidRDefault="00693D7D" w:rsidP="00E67399">
      <w:pPr>
        <w:pStyle w:val="libFootnote"/>
        <w:rPr>
          <w:rtl/>
        </w:rPr>
      </w:pPr>
      <w:r>
        <w:rPr>
          <w:rtl/>
        </w:rPr>
        <w:t xml:space="preserve">3_طبرى ج6 ص 164 ، ابن اثير ج3 ص 212 </w:t>
      </w:r>
    </w:p>
    <w:p w:rsidR="00693D7D" w:rsidRDefault="00693D7D" w:rsidP="00E67399">
      <w:pPr>
        <w:pStyle w:val="libFootnote"/>
        <w:rPr>
          <w:rtl/>
        </w:rPr>
      </w:pPr>
      <w:r>
        <w:rPr>
          <w:rtl/>
        </w:rPr>
        <w:t xml:space="preserve">4_طبرى ج6 ص 108 </w:t>
      </w:r>
    </w:p>
    <w:p w:rsidR="006D3EC9" w:rsidRDefault="006D3EC9" w:rsidP="00E67399">
      <w:pPr>
        <w:pStyle w:val="libPoemTini"/>
        <w:rPr>
          <w:rtl/>
        </w:rPr>
      </w:pPr>
      <w:r>
        <w:rPr>
          <w:rtl/>
        </w:rPr>
        <w:br w:type="page"/>
      </w:r>
    </w:p>
    <w:p w:rsidR="006D3EC9" w:rsidRDefault="006D3EC9" w:rsidP="00E67399">
      <w:pPr>
        <w:pStyle w:val="libNormal"/>
        <w:rPr>
          <w:rtl/>
        </w:rPr>
      </w:pPr>
      <w:r>
        <w:rPr>
          <w:rtl/>
        </w:rPr>
        <w:lastRenderedPageBreak/>
        <w:t xml:space="preserve">اخر ى فرد زياد بن ابيہ كى ہے جس نے معاويہ كے حكم كو نافذ كرنے ميں بہت مشكلات كا سامنا كيا ہے ، حجر اور انكے ساتھيوں كے ساتھ جو اس نے سلوك كيا تھا اسكو اپ نے ملاحظہ فرمايا ليكن اس وقت اسى واقعہ كى ايك كڑى جو زياد اور صيفى بن فسيل كے درميان آيا  تھا اسكو بيان كر رہا ہوں _ </w:t>
      </w:r>
    </w:p>
    <w:p w:rsidR="006D3EC9" w:rsidRDefault="006D3EC9" w:rsidP="00E67399">
      <w:pPr>
        <w:pStyle w:val="libNormal"/>
        <w:rPr>
          <w:rtl/>
        </w:rPr>
      </w:pPr>
      <w:r>
        <w:rPr>
          <w:rtl/>
        </w:rPr>
        <w:t xml:space="preserve">ايك روز زياد نے صيفى كو بلوايا اور اس سے كہا ، اے دشمن خدا تم ابو تراب كے بارے ميں كيا كہتے ہو ، صيفى نے كہا ، ابو تراب كس كا نام ہے _ </w:t>
      </w:r>
    </w:p>
    <w:p w:rsidR="00376422" w:rsidRDefault="00376422" w:rsidP="00E67399">
      <w:pPr>
        <w:pStyle w:val="libNormal"/>
        <w:rPr>
          <w:rtl/>
        </w:rPr>
      </w:pPr>
      <w:r>
        <w:rPr>
          <w:rtl/>
        </w:rPr>
        <w:t>زياد نے كہا _ تمھي</w:t>
      </w:r>
      <w:r w:rsidR="00B365A1">
        <w:rPr>
          <w:rtl/>
        </w:rPr>
        <w:t xml:space="preserve">ں </w:t>
      </w:r>
      <w:r>
        <w:rPr>
          <w:rtl/>
        </w:rPr>
        <w:t>نہي</w:t>
      </w:r>
      <w:r w:rsidR="00B365A1">
        <w:rPr>
          <w:rtl/>
        </w:rPr>
        <w:t xml:space="preserve">ں </w:t>
      </w:r>
      <w:r>
        <w:rPr>
          <w:rtl/>
        </w:rPr>
        <w:t xml:space="preserve">معلوم ہے ارے تم اچھى طرح سے ان كو پہچانتے ہو _ </w:t>
      </w:r>
    </w:p>
    <w:p w:rsidR="00376422" w:rsidRDefault="00376422" w:rsidP="00E67399">
      <w:pPr>
        <w:pStyle w:val="libNormal"/>
        <w:rPr>
          <w:rtl/>
        </w:rPr>
      </w:pPr>
      <w:r>
        <w:rPr>
          <w:rtl/>
        </w:rPr>
        <w:t>صيفى نے كہا _ مجھے نہي</w:t>
      </w:r>
      <w:r w:rsidR="00B365A1">
        <w:rPr>
          <w:rtl/>
        </w:rPr>
        <w:t xml:space="preserve">ں </w:t>
      </w:r>
      <w:r>
        <w:rPr>
          <w:rtl/>
        </w:rPr>
        <w:t xml:space="preserve">معلوم ہے _ </w:t>
      </w:r>
    </w:p>
    <w:p w:rsidR="00376422" w:rsidRDefault="00376422" w:rsidP="00E67399">
      <w:pPr>
        <w:pStyle w:val="libNormal"/>
        <w:rPr>
          <w:rtl/>
        </w:rPr>
      </w:pPr>
      <w:r>
        <w:rPr>
          <w:rtl/>
        </w:rPr>
        <w:t xml:space="preserve">زياد نے كہا _ على بن ابيطالب كا لقب ہے _ </w:t>
      </w:r>
    </w:p>
    <w:p w:rsidR="00376422" w:rsidRDefault="00376422" w:rsidP="00E67399">
      <w:pPr>
        <w:pStyle w:val="libNormal"/>
        <w:rPr>
          <w:rtl/>
        </w:rPr>
      </w:pPr>
      <w:r>
        <w:rPr>
          <w:rtl/>
        </w:rPr>
        <w:t>صيفى نے كہا _ اچھا وہ ہي</w:t>
      </w:r>
      <w:r w:rsidR="00B365A1">
        <w:rPr>
          <w:rtl/>
        </w:rPr>
        <w:t xml:space="preserve">ں </w:t>
      </w:r>
      <w:r>
        <w:rPr>
          <w:rtl/>
        </w:rPr>
        <w:t xml:space="preserve">_ </w:t>
      </w:r>
    </w:p>
    <w:p w:rsidR="00376422" w:rsidRDefault="00376422" w:rsidP="00E67399">
      <w:pPr>
        <w:pStyle w:val="libNormal"/>
        <w:rPr>
          <w:rtl/>
        </w:rPr>
      </w:pPr>
      <w:r>
        <w:rPr>
          <w:rtl/>
        </w:rPr>
        <w:t>ايك طويل مدت تك ايسے ہى مكالمہ ہوتا رہا ، اخر زياد نے چھڑى منگوائي اور صيفى سے كہا كہ اب بتائو تمھارا على (ع) كے بارے مي</w:t>
      </w:r>
      <w:r w:rsidR="00B365A1">
        <w:rPr>
          <w:rtl/>
        </w:rPr>
        <w:t xml:space="preserve">ں </w:t>
      </w:r>
      <w:r>
        <w:rPr>
          <w:rtl/>
        </w:rPr>
        <w:t xml:space="preserve">كيا خيال ہے _ </w:t>
      </w:r>
    </w:p>
    <w:p w:rsidR="00376422" w:rsidRDefault="00376422" w:rsidP="00E67399">
      <w:pPr>
        <w:pStyle w:val="libNormal"/>
        <w:rPr>
          <w:rtl/>
        </w:rPr>
      </w:pPr>
      <w:r>
        <w:rPr>
          <w:rtl/>
        </w:rPr>
        <w:t>صيفى نے كہا ، اس بندئہ خدا مي</w:t>
      </w:r>
      <w:r w:rsidR="00B365A1">
        <w:rPr>
          <w:rtl/>
        </w:rPr>
        <w:t xml:space="preserve">ں </w:t>
      </w:r>
      <w:r>
        <w:rPr>
          <w:rtl/>
        </w:rPr>
        <w:t xml:space="preserve">جو خوبى ہو گى اسى كو بيان كرونگا _ </w:t>
      </w:r>
    </w:p>
    <w:p w:rsidR="00376422" w:rsidRDefault="00376422" w:rsidP="00E67399">
      <w:pPr>
        <w:pStyle w:val="libNormal"/>
        <w:rPr>
          <w:rtl/>
        </w:rPr>
      </w:pPr>
      <w:r>
        <w:rPr>
          <w:rtl/>
        </w:rPr>
        <w:t>زياد نے اپنے جلادو</w:t>
      </w:r>
      <w:r w:rsidR="00B365A1">
        <w:rPr>
          <w:rtl/>
        </w:rPr>
        <w:t xml:space="preserve">ں </w:t>
      </w:r>
      <w:r>
        <w:rPr>
          <w:rtl/>
        </w:rPr>
        <w:t>سے كہا كہ اسكو اتنا مارو كہ انكى گردن ٹوٹ جائے ، ان لوگو</w:t>
      </w:r>
      <w:r w:rsidR="00B365A1">
        <w:rPr>
          <w:rtl/>
        </w:rPr>
        <w:t xml:space="preserve">ں </w:t>
      </w:r>
      <w:r>
        <w:rPr>
          <w:rtl/>
        </w:rPr>
        <w:t xml:space="preserve">نے صيفى كى خوب پٹائي كى _ </w:t>
      </w:r>
    </w:p>
    <w:p w:rsidR="00376422" w:rsidRDefault="00376422" w:rsidP="00E67399">
      <w:pPr>
        <w:pStyle w:val="libNormal"/>
        <w:rPr>
          <w:rtl/>
        </w:rPr>
      </w:pPr>
      <w:r>
        <w:rPr>
          <w:rtl/>
        </w:rPr>
        <w:t>زياد نے پھر پوچھا ، اب على (ع) كے بارے مي</w:t>
      </w:r>
      <w:r w:rsidR="00B365A1">
        <w:rPr>
          <w:rtl/>
        </w:rPr>
        <w:t xml:space="preserve">ں </w:t>
      </w:r>
      <w:r>
        <w:rPr>
          <w:rtl/>
        </w:rPr>
        <w:t xml:space="preserve">كيا كہتے ہو _ </w:t>
      </w:r>
    </w:p>
    <w:p w:rsidR="00376422" w:rsidRDefault="00376422" w:rsidP="00E67399">
      <w:pPr>
        <w:pStyle w:val="libNormal"/>
        <w:rPr>
          <w:rtl/>
        </w:rPr>
      </w:pPr>
      <w:r>
        <w:rPr>
          <w:rtl/>
        </w:rPr>
        <w:t>صيفى نے كہا خدا كى قسم ، اگر تم لوگ مجھے تلوار سے ٹكڑے ٹكڑے بھى كر دو گے تو وہى كہو</w:t>
      </w:r>
      <w:r w:rsidR="00B365A1">
        <w:rPr>
          <w:rtl/>
        </w:rPr>
        <w:t xml:space="preserve">ں </w:t>
      </w:r>
      <w:r>
        <w:rPr>
          <w:rtl/>
        </w:rPr>
        <w:t xml:space="preserve">گا جو انكى خوبى كى علامت ہے _ </w:t>
      </w:r>
    </w:p>
    <w:p w:rsidR="00376422" w:rsidRDefault="00376422" w:rsidP="00E67399">
      <w:pPr>
        <w:pStyle w:val="libNormal"/>
        <w:rPr>
          <w:rtl/>
        </w:rPr>
      </w:pPr>
      <w:r>
        <w:rPr>
          <w:rtl/>
        </w:rPr>
        <w:t>زياد نے كہا _ اگر على (ع) پر نفرين نہي</w:t>
      </w:r>
      <w:r w:rsidR="00B365A1">
        <w:rPr>
          <w:rtl/>
        </w:rPr>
        <w:t xml:space="preserve">ں </w:t>
      </w:r>
      <w:r>
        <w:rPr>
          <w:rtl/>
        </w:rPr>
        <w:t xml:space="preserve">كرو گے تو تمہارى گردن اڑا دو نگا _ </w:t>
      </w:r>
    </w:p>
    <w:p w:rsidR="00376422" w:rsidRDefault="00376422" w:rsidP="00E67399">
      <w:pPr>
        <w:pStyle w:val="libNormal"/>
        <w:rPr>
          <w:rtl/>
        </w:rPr>
      </w:pPr>
      <w:r>
        <w:rPr>
          <w:rtl/>
        </w:rPr>
        <w:t>صيفى نے جواب ديا _ تم ميرى گردن كو تن سے جدا كر سكتے ہو مگر جس چيز كو سننا چاہتے ہو اسكو ميرى زبان سے نہي</w:t>
      </w:r>
      <w:r w:rsidR="00B365A1">
        <w:rPr>
          <w:rtl/>
        </w:rPr>
        <w:t xml:space="preserve">ں </w:t>
      </w:r>
      <w:r>
        <w:rPr>
          <w:rtl/>
        </w:rPr>
        <w:t>سن سكتے ہو ، مي</w:t>
      </w:r>
      <w:r w:rsidR="00B365A1">
        <w:rPr>
          <w:rtl/>
        </w:rPr>
        <w:t xml:space="preserve">ں </w:t>
      </w:r>
      <w:r>
        <w:rPr>
          <w:rtl/>
        </w:rPr>
        <w:t xml:space="preserve">قتل ہو كر خوش نصيب بن جائو نگا اور تم قتل كر كے بدبخت ہو جائو گے _ </w:t>
      </w:r>
    </w:p>
    <w:p w:rsidR="00376422" w:rsidRDefault="00376422" w:rsidP="00E67399">
      <w:pPr>
        <w:pStyle w:val="libNormal"/>
        <w:rPr>
          <w:rtl/>
        </w:rPr>
      </w:pPr>
      <w:r>
        <w:rPr>
          <w:rtl/>
        </w:rPr>
        <w:t>يہ سننا تھا كہ زياد نے حكم ديا كہ اسكو زنجيرو</w:t>
      </w:r>
      <w:r w:rsidR="00B365A1">
        <w:rPr>
          <w:rtl/>
        </w:rPr>
        <w:t xml:space="preserve">ں </w:t>
      </w:r>
      <w:r>
        <w:rPr>
          <w:rtl/>
        </w:rPr>
        <w:t>مي</w:t>
      </w:r>
      <w:r w:rsidR="00B365A1">
        <w:rPr>
          <w:rtl/>
        </w:rPr>
        <w:t xml:space="preserve">ں </w:t>
      </w:r>
      <w:r>
        <w:rPr>
          <w:rtl/>
        </w:rPr>
        <w:t>جكڑ كر قيد خانہ مي</w:t>
      </w:r>
      <w:r w:rsidR="00B365A1">
        <w:rPr>
          <w:rtl/>
        </w:rPr>
        <w:t xml:space="preserve">ں </w:t>
      </w:r>
      <w:r>
        <w:rPr>
          <w:rtl/>
        </w:rPr>
        <w:t>ڈال ديا جائے اخر اس شخص ( صيفى ) كو بھى حجر اور انكے ساتھيو</w:t>
      </w:r>
      <w:r w:rsidR="00B365A1">
        <w:rPr>
          <w:rtl/>
        </w:rPr>
        <w:t xml:space="preserve">ں </w:t>
      </w:r>
      <w:r>
        <w:rPr>
          <w:rtl/>
        </w:rPr>
        <w:t xml:space="preserve">كے ساتھ شھيد كر ديا گيا </w:t>
      </w:r>
      <w:r w:rsidRPr="00DB1D0D">
        <w:rPr>
          <w:rStyle w:val="libFootnotenumChar"/>
          <w:rtl/>
        </w:rPr>
        <w:t>(5)</w:t>
      </w:r>
      <w:r>
        <w:rPr>
          <w:rtl/>
        </w:rPr>
        <w:t xml:space="preserve"> </w:t>
      </w:r>
    </w:p>
    <w:p w:rsidR="006D3EC9" w:rsidRDefault="006D3EC9" w:rsidP="00E67399">
      <w:pPr>
        <w:pStyle w:val="libLine"/>
        <w:rPr>
          <w:rtl/>
        </w:rPr>
      </w:pPr>
      <w:r>
        <w:rPr>
          <w:rFonts w:hint="cs"/>
          <w:rtl/>
        </w:rPr>
        <w:t>____________________</w:t>
      </w:r>
    </w:p>
    <w:p w:rsidR="00E01710" w:rsidRDefault="00693D7D" w:rsidP="00E67399">
      <w:pPr>
        <w:pStyle w:val="libFootnote"/>
        <w:rPr>
          <w:rtl/>
        </w:rPr>
      </w:pPr>
      <w:r>
        <w:rPr>
          <w:rtl/>
        </w:rPr>
        <w:t xml:space="preserve">5_ طبرى ج6 ص 149 ، ابن اثير ج3 ص 204 ، اغانى ج 16 ص 7 ، ابن عساكر ج 6 ص 459 </w:t>
      </w:r>
    </w:p>
    <w:p w:rsidR="00E67399" w:rsidRDefault="00E67399" w:rsidP="00E67399">
      <w:pPr>
        <w:pStyle w:val="libNormal"/>
        <w:rPr>
          <w:rtl/>
        </w:rPr>
      </w:pPr>
    </w:p>
    <w:p w:rsidR="00E67399" w:rsidRDefault="00E67399" w:rsidP="00E67399">
      <w:pPr>
        <w:pStyle w:val="libPoemTini"/>
        <w:rPr>
          <w:rtl/>
          <w:lang w:bidi="fa-IR"/>
        </w:rPr>
      </w:pPr>
      <w:r>
        <w:rPr>
          <w:rtl/>
        </w:rPr>
        <w:br w:type="page"/>
      </w:r>
    </w:p>
    <w:p w:rsidR="00693D7D" w:rsidRDefault="00693D7D" w:rsidP="00E67399">
      <w:pPr>
        <w:pStyle w:val="libFootnote"/>
        <w:rPr>
          <w:rtl/>
        </w:rPr>
      </w:pPr>
    </w:p>
    <w:p w:rsidR="006D3EC9" w:rsidRDefault="00E01710" w:rsidP="00E67399">
      <w:pPr>
        <w:pStyle w:val="libNormal"/>
        <w:rPr>
          <w:rtl/>
        </w:rPr>
      </w:pPr>
      <w:r>
        <w:rPr>
          <w:rFonts w:hint="cs"/>
          <w:rtl/>
        </w:rPr>
        <w:t>،وا</w:t>
      </w:r>
      <w:r w:rsidR="006D3EC9">
        <w:rPr>
          <w:rtl/>
        </w:rPr>
        <w:t xml:space="preserve">قعہ يہ ہے كہ زياد نے حضر موت كے اطراف سے دو ادميوں كو معاويہ كے پاس بھيجا اور اس نے خط ميں يہ لكھا كہ يہ لوگ دين على (ع) اور انكے چاہنے والے ہيں _ </w:t>
      </w:r>
    </w:p>
    <w:p w:rsidR="006D3EC9" w:rsidRDefault="006D3EC9" w:rsidP="00E67399">
      <w:pPr>
        <w:pStyle w:val="libNormal"/>
        <w:rPr>
          <w:rtl/>
        </w:rPr>
      </w:pPr>
      <w:r>
        <w:rPr>
          <w:rtl/>
        </w:rPr>
        <w:t xml:space="preserve">معاويہ نے جواب ديا _ جو بھى دين على (ع) اور انكى اطاعت ميں ہے انكو قتل كر كے ان كى لاشوں كو پا ئمال كر دو _ </w:t>
      </w:r>
    </w:p>
    <w:p w:rsidR="006D3EC9" w:rsidRDefault="006D3EC9" w:rsidP="00E67399">
      <w:pPr>
        <w:pStyle w:val="libNormal"/>
        <w:rPr>
          <w:rtl/>
        </w:rPr>
      </w:pPr>
      <w:r>
        <w:rPr>
          <w:rtl/>
        </w:rPr>
        <w:t xml:space="preserve">زياد نے ان دونوں محبان على (ع) كو كوفے كے دار الامارہ پر سولى ديدى </w:t>
      </w:r>
      <w:r w:rsidRPr="00DB1D0D">
        <w:rPr>
          <w:rStyle w:val="libFootnotenumChar"/>
          <w:rtl/>
        </w:rPr>
        <w:t>(6)</w:t>
      </w:r>
      <w:r>
        <w:rPr>
          <w:rtl/>
        </w:rPr>
        <w:t xml:space="preserve"> </w:t>
      </w:r>
    </w:p>
    <w:p w:rsidR="006D3EC9" w:rsidRDefault="006D3EC9" w:rsidP="00E67399">
      <w:pPr>
        <w:pStyle w:val="libNormal"/>
        <w:rPr>
          <w:rtl/>
        </w:rPr>
      </w:pPr>
      <w:r>
        <w:rPr>
          <w:rtl/>
        </w:rPr>
        <w:t xml:space="preserve">ايك دوسرا خط معاويہ كے پاس يہ لكھا كہ ايك قبيلہ خثعمى كے فرد نے ميرے سامنے على (ع) كى مدح سرائي كى ہے اور عثمان كو </w:t>
      </w:r>
    </w:p>
    <w:p w:rsidR="00376422" w:rsidRDefault="00376422" w:rsidP="00E67399">
      <w:pPr>
        <w:pStyle w:val="libNormal"/>
        <w:rPr>
          <w:rtl/>
        </w:rPr>
      </w:pPr>
      <w:r>
        <w:rPr>
          <w:rtl/>
        </w:rPr>
        <w:t>برے الفاظ سے ياد كيا ہے ، اس سلسلہ مي</w:t>
      </w:r>
      <w:r w:rsidR="00B365A1">
        <w:rPr>
          <w:rtl/>
        </w:rPr>
        <w:t xml:space="preserve">ں </w:t>
      </w:r>
      <w:r>
        <w:rPr>
          <w:rtl/>
        </w:rPr>
        <w:t xml:space="preserve">تمھارا حتمى فيصلہ كيا ہے _ </w:t>
      </w:r>
    </w:p>
    <w:p w:rsidR="00376422" w:rsidRDefault="00376422" w:rsidP="00E67399">
      <w:pPr>
        <w:pStyle w:val="libNormal"/>
        <w:rPr>
          <w:rtl/>
        </w:rPr>
      </w:pPr>
      <w:r>
        <w:rPr>
          <w:rtl/>
        </w:rPr>
        <w:t>معاويہ نے جواب ديا _ اس شخص كو زندہ در گور كر دو ، زياد نے يہ كام معاويہ كے كہنے پر انجام ديا كہ لوگ خوف و دہشت كے مارے فضائل على (ع) كو بيان نہ كر سكي</w:t>
      </w:r>
      <w:r w:rsidR="00B365A1">
        <w:rPr>
          <w:rtl/>
        </w:rPr>
        <w:t xml:space="preserve">ں </w:t>
      </w:r>
      <w:r w:rsidRPr="00DB1D0D">
        <w:rPr>
          <w:rStyle w:val="libFootnotenumChar"/>
          <w:rtl/>
        </w:rPr>
        <w:t>(7)</w:t>
      </w:r>
      <w:r>
        <w:rPr>
          <w:rtl/>
        </w:rPr>
        <w:t xml:space="preserve">_ </w:t>
      </w:r>
    </w:p>
    <w:p w:rsidR="00376422" w:rsidRDefault="00376422" w:rsidP="00E67399">
      <w:pPr>
        <w:pStyle w:val="libNormal"/>
        <w:rPr>
          <w:rtl/>
        </w:rPr>
      </w:pPr>
      <w:r>
        <w:rPr>
          <w:rtl/>
        </w:rPr>
        <w:t>مورخين نے زياد كى تباہكاريو</w:t>
      </w:r>
      <w:r w:rsidR="00B365A1">
        <w:rPr>
          <w:rtl/>
        </w:rPr>
        <w:t xml:space="preserve">ں </w:t>
      </w:r>
      <w:r>
        <w:rPr>
          <w:rtl/>
        </w:rPr>
        <w:t>كے سلسلے مي</w:t>
      </w:r>
      <w:r w:rsidR="00B365A1">
        <w:rPr>
          <w:rtl/>
        </w:rPr>
        <w:t xml:space="preserve">ں </w:t>
      </w:r>
      <w:r>
        <w:rPr>
          <w:rtl/>
        </w:rPr>
        <w:t>بہت كچھ تحرير كيا ہے خود ابن عساكر لكھتا ہے ، ايك روز زياد نے تمام اہل كوفہ كو دعوت دى جب مسجد كوفہ لوگو</w:t>
      </w:r>
      <w:r w:rsidR="00B365A1">
        <w:rPr>
          <w:rtl/>
        </w:rPr>
        <w:t xml:space="preserve">ں </w:t>
      </w:r>
      <w:r>
        <w:rPr>
          <w:rtl/>
        </w:rPr>
        <w:t>سے بھر گئي تو زياد نے اس جم غفير كو حكم ديا كہ تم لوگ على (ع) پر نفري</w:t>
      </w:r>
      <w:r w:rsidR="00B365A1">
        <w:rPr>
          <w:rtl/>
        </w:rPr>
        <w:t xml:space="preserve">ں </w:t>
      </w:r>
      <w:r>
        <w:rPr>
          <w:rtl/>
        </w:rPr>
        <w:t xml:space="preserve">كرو </w:t>
      </w:r>
      <w:r w:rsidRPr="00DB1D0D">
        <w:rPr>
          <w:rStyle w:val="libFootnotenumChar"/>
          <w:rtl/>
        </w:rPr>
        <w:t>(8)</w:t>
      </w:r>
      <w:r>
        <w:rPr>
          <w:rtl/>
        </w:rPr>
        <w:t xml:space="preserve"> _ </w:t>
      </w:r>
    </w:p>
    <w:p w:rsidR="00376422" w:rsidRDefault="00376422" w:rsidP="00E67399">
      <w:pPr>
        <w:pStyle w:val="libNormal"/>
        <w:rPr>
          <w:rtl/>
        </w:rPr>
      </w:pPr>
      <w:r>
        <w:rPr>
          <w:rtl/>
        </w:rPr>
        <w:t>مسعودى لكھتے ہي</w:t>
      </w:r>
      <w:r w:rsidR="00B365A1">
        <w:rPr>
          <w:rtl/>
        </w:rPr>
        <w:t xml:space="preserve">ں </w:t>
      </w:r>
      <w:r>
        <w:rPr>
          <w:rtl/>
        </w:rPr>
        <w:t xml:space="preserve">: </w:t>
      </w:r>
    </w:p>
    <w:p w:rsidR="00376422" w:rsidRDefault="00376422" w:rsidP="00E67399">
      <w:pPr>
        <w:pStyle w:val="libNormal"/>
        <w:rPr>
          <w:rtl/>
        </w:rPr>
      </w:pPr>
      <w:r>
        <w:rPr>
          <w:rtl/>
        </w:rPr>
        <w:t>زياد نے اہل كوفہ كو اپنے قصر مي</w:t>
      </w:r>
      <w:r w:rsidR="00B365A1">
        <w:rPr>
          <w:rtl/>
        </w:rPr>
        <w:t xml:space="preserve">ں </w:t>
      </w:r>
      <w:r>
        <w:rPr>
          <w:rtl/>
        </w:rPr>
        <w:t>بلايا اور ان لوگو</w:t>
      </w:r>
      <w:r w:rsidR="00B365A1">
        <w:rPr>
          <w:rtl/>
        </w:rPr>
        <w:t xml:space="preserve">ں </w:t>
      </w:r>
      <w:r>
        <w:rPr>
          <w:rtl/>
        </w:rPr>
        <w:t>سے كہا كہ تم لوگ على (ع) كو برا بھلا كہو اور اپنے مامورين سے جتا ديا كہ اگر كوئي شخص على (ع) پر نفرين كرنے سے كترائے تو اسكى گردن فوراً اڑا دو مگر خوش قسمتى يہ رہى كہ اسى وقت مرض طاعون مي</w:t>
      </w:r>
      <w:r w:rsidR="00B365A1">
        <w:rPr>
          <w:rtl/>
        </w:rPr>
        <w:t xml:space="preserve">ں </w:t>
      </w:r>
      <w:r>
        <w:rPr>
          <w:rtl/>
        </w:rPr>
        <w:t xml:space="preserve">مبتلا ہو گيا اور اس دنيا سے مر كھپ گيا اس طرح اہل كوفہ نے چين و سكون كى سانس لى </w:t>
      </w:r>
      <w:r w:rsidRPr="00DB1D0D">
        <w:rPr>
          <w:rStyle w:val="libFootnotenumChar"/>
          <w:rtl/>
        </w:rPr>
        <w:t>(9)</w:t>
      </w:r>
      <w:r>
        <w:rPr>
          <w:rtl/>
        </w:rPr>
        <w:t xml:space="preserve"> </w:t>
      </w:r>
    </w:p>
    <w:p w:rsidR="006D3EC9" w:rsidRDefault="006D3EC9" w:rsidP="00E67399">
      <w:pPr>
        <w:pStyle w:val="libLine"/>
        <w:rPr>
          <w:rtl/>
        </w:rPr>
      </w:pPr>
      <w:r>
        <w:rPr>
          <w:rFonts w:hint="cs"/>
          <w:rtl/>
        </w:rPr>
        <w:t>____________________</w:t>
      </w:r>
    </w:p>
    <w:p w:rsidR="00693D7D" w:rsidRDefault="00693D7D" w:rsidP="00E67399">
      <w:pPr>
        <w:pStyle w:val="libFootnote"/>
        <w:rPr>
          <w:rtl/>
        </w:rPr>
      </w:pPr>
      <w:r>
        <w:rPr>
          <w:rtl/>
        </w:rPr>
        <w:t xml:space="preserve">6_ المحبر ص 479 </w:t>
      </w:r>
    </w:p>
    <w:p w:rsidR="00693D7D" w:rsidRDefault="00693D7D" w:rsidP="00E67399">
      <w:pPr>
        <w:pStyle w:val="libFootnote"/>
        <w:rPr>
          <w:rtl/>
        </w:rPr>
      </w:pPr>
      <w:r>
        <w:rPr>
          <w:rtl/>
        </w:rPr>
        <w:t xml:space="preserve">7_طبرى ج6 ص 160 ، ابن اثير ج3 ص 209 ، ا غانى ج 16 ص 10 ، ابن عساكر ج2 ص 379 </w:t>
      </w:r>
    </w:p>
    <w:p w:rsidR="00693D7D" w:rsidRDefault="00693D7D" w:rsidP="00E67399">
      <w:pPr>
        <w:pStyle w:val="libFootnote"/>
        <w:rPr>
          <w:rtl/>
        </w:rPr>
      </w:pPr>
      <w:r>
        <w:rPr>
          <w:rtl/>
        </w:rPr>
        <w:t xml:space="preserve">8_ ابن عساكر ج2 ص 517 </w:t>
      </w:r>
    </w:p>
    <w:p w:rsidR="00693D7D" w:rsidRDefault="00693D7D" w:rsidP="00E67399">
      <w:pPr>
        <w:pStyle w:val="libFootnote"/>
        <w:rPr>
          <w:rtl/>
        </w:rPr>
      </w:pPr>
      <w:r>
        <w:rPr>
          <w:rtl/>
        </w:rPr>
        <w:t xml:space="preserve">9_ مروج الذھب ج3 ص 30 </w:t>
      </w:r>
    </w:p>
    <w:p w:rsidR="006D3EC9" w:rsidRDefault="006D3EC9" w:rsidP="00E67399">
      <w:pPr>
        <w:pStyle w:val="libPoemTini"/>
        <w:rPr>
          <w:rtl/>
        </w:rPr>
      </w:pPr>
      <w:r>
        <w:rPr>
          <w:rtl/>
        </w:rPr>
        <w:br w:type="page"/>
      </w:r>
    </w:p>
    <w:p w:rsidR="00376422" w:rsidRDefault="00376422" w:rsidP="00E67399">
      <w:pPr>
        <w:pStyle w:val="libNormal"/>
        <w:rPr>
          <w:rtl/>
        </w:rPr>
      </w:pPr>
      <w:r>
        <w:rPr>
          <w:rtl/>
        </w:rPr>
        <w:lastRenderedPageBreak/>
        <w:t>عمرو بن حمق خزاعى كى ذات وہ تھى جن كا شماربہادرو</w:t>
      </w:r>
      <w:r w:rsidR="00B365A1">
        <w:rPr>
          <w:rtl/>
        </w:rPr>
        <w:t xml:space="preserve">ں </w:t>
      </w:r>
      <w:r>
        <w:rPr>
          <w:rtl/>
        </w:rPr>
        <w:t>مي</w:t>
      </w:r>
      <w:r w:rsidR="00B365A1">
        <w:rPr>
          <w:rtl/>
        </w:rPr>
        <w:t xml:space="preserve">ں </w:t>
      </w:r>
      <w:r>
        <w:rPr>
          <w:rtl/>
        </w:rPr>
        <w:t>ہوتا تھا ، مگر حاكم كوفہ زياد نے انكے قتل كا فرمان جارى كر ديا تھا ، يہ امام عليہ السلام پر تبرا نہ بھيجنے كے ڈر سے جنگل مي</w:t>
      </w:r>
      <w:r w:rsidR="00B365A1">
        <w:rPr>
          <w:rtl/>
        </w:rPr>
        <w:t xml:space="preserve">ں </w:t>
      </w:r>
      <w:r>
        <w:rPr>
          <w:rtl/>
        </w:rPr>
        <w:t>جا كر چھپ گئے ، ليكن حاكم كوفہ ( زياد ) كے ظالم سپاہيو</w:t>
      </w:r>
      <w:r w:rsidR="00B365A1">
        <w:rPr>
          <w:rtl/>
        </w:rPr>
        <w:t xml:space="preserve">ں </w:t>
      </w:r>
      <w:r>
        <w:rPr>
          <w:rtl/>
        </w:rPr>
        <w:t>نے انكو چراغ كے ذريعہ ڈھونڈھنا شروع كيا اخر كار عراق كے تپتا صحراء كے ايك غار مي</w:t>
      </w:r>
      <w:r w:rsidR="00B365A1">
        <w:rPr>
          <w:rtl/>
        </w:rPr>
        <w:t xml:space="preserve">ں </w:t>
      </w:r>
      <w:r>
        <w:rPr>
          <w:rtl/>
        </w:rPr>
        <w:t>انكو گرفتار كر ليا گيا اور حاكم كوفہ كى خدمت مي</w:t>
      </w:r>
      <w:r w:rsidR="00B365A1">
        <w:rPr>
          <w:rtl/>
        </w:rPr>
        <w:t xml:space="preserve">ں </w:t>
      </w:r>
      <w:r>
        <w:rPr>
          <w:rtl/>
        </w:rPr>
        <w:t>پيش كيا گيا ، مگر عمر و بن حمق خزاعى نے امام (ع) كو كچھ نہ كہا جسكے بدلے مي</w:t>
      </w:r>
      <w:r w:rsidR="00B365A1">
        <w:rPr>
          <w:rtl/>
        </w:rPr>
        <w:t xml:space="preserve">ں </w:t>
      </w:r>
      <w:r>
        <w:rPr>
          <w:rtl/>
        </w:rPr>
        <w:t>انكو زياد نے قتل كر ديا پھر انكے سر كو معاويہ كے پاس بھيجا اس نے حكم ديا كہ اس سر كو بازار مي</w:t>
      </w:r>
      <w:r w:rsidR="00B365A1">
        <w:rPr>
          <w:rtl/>
        </w:rPr>
        <w:t xml:space="preserve">ں </w:t>
      </w:r>
      <w:r>
        <w:rPr>
          <w:rtl/>
        </w:rPr>
        <w:t>لٹكا ديا جائے تاكہ لوگ اس سر سے عبرت لي</w:t>
      </w:r>
      <w:r w:rsidR="00B365A1">
        <w:rPr>
          <w:rtl/>
        </w:rPr>
        <w:t xml:space="preserve">ں </w:t>
      </w:r>
      <w:r>
        <w:rPr>
          <w:rtl/>
        </w:rPr>
        <w:t xml:space="preserve">_ </w:t>
      </w:r>
    </w:p>
    <w:p w:rsidR="00376422" w:rsidRDefault="00376422" w:rsidP="00E67399">
      <w:pPr>
        <w:pStyle w:val="libNormal"/>
        <w:rPr>
          <w:rtl/>
        </w:rPr>
      </w:pPr>
      <w:r>
        <w:rPr>
          <w:rtl/>
        </w:rPr>
        <w:t>چند دنو</w:t>
      </w:r>
      <w:r w:rsidR="00B365A1">
        <w:rPr>
          <w:rtl/>
        </w:rPr>
        <w:t xml:space="preserve">ں </w:t>
      </w:r>
      <w:r>
        <w:rPr>
          <w:rtl/>
        </w:rPr>
        <w:t>بعد اس سر كو عمرو بن حمق كى بيوى كے پاس بھيجا گيا جو خود اسى محبت على (ع) كيوجہ سے قيد خانہ كى صعوبتو</w:t>
      </w:r>
      <w:r w:rsidR="00B365A1">
        <w:rPr>
          <w:rtl/>
        </w:rPr>
        <w:t xml:space="preserve">ں </w:t>
      </w:r>
      <w:r>
        <w:rPr>
          <w:rtl/>
        </w:rPr>
        <w:t>كو برداشت كر رہى تھي</w:t>
      </w:r>
      <w:r w:rsidR="00B365A1">
        <w:rPr>
          <w:rtl/>
        </w:rPr>
        <w:t xml:space="preserve">ں </w:t>
      </w:r>
      <w:r>
        <w:rPr>
          <w:rtl/>
        </w:rPr>
        <w:t>، جب انھو</w:t>
      </w:r>
      <w:r w:rsidR="00B365A1">
        <w:rPr>
          <w:rtl/>
        </w:rPr>
        <w:t xml:space="preserve">ں </w:t>
      </w:r>
      <w:r>
        <w:rPr>
          <w:rtl/>
        </w:rPr>
        <w:t>نے اپنے شوہر كے كٹے ہوئے سر كو ديكھا تو حسرت و ياس كے مارے يہ كہا ، كتنا زمانہ ہو گيا كہ تم لوگو</w:t>
      </w:r>
      <w:r w:rsidR="00B365A1">
        <w:rPr>
          <w:rtl/>
        </w:rPr>
        <w:t xml:space="preserve">ں </w:t>
      </w:r>
      <w:r>
        <w:rPr>
          <w:rtl/>
        </w:rPr>
        <w:t>نے ميرے شوہر كو مجھ سے چھڑا ديا تھا ، ليكن اب اسكے سر كو ميرى خدمت مي</w:t>
      </w:r>
      <w:r w:rsidR="00B365A1">
        <w:rPr>
          <w:rtl/>
        </w:rPr>
        <w:t xml:space="preserve">ں </w:t>
      </w:r>
      <w:r>
        <w:rPr>
          <w:rtl/>
        </w:rPr>
        <w:t>تحفہ بنا كر پيش كرتے ہو ارے يہ تحفہ بڑا قيمتى _</w:t>
      </w:r>
      <w:r w:rsidRPr="00C00E6D">
        <w:rPr>
          <w:rStyle w:val="libFootnotenumChar"/>
          <w:rtl/>
        </w:rPr>
        <w:t>(10)</w:t>
      </w:r>
      <w:r>
        <w:rPr>
          <w:rtl/>
        </w:rPr>
        <w:t xml:space="preserve">_ </w:t>
      </w:r>
    </w:p>
    <w:p w:rsidR="00376422" w:rsidRDefault="00376422" w:rsidP="00E67399">
      <w:pPr>
        <w:pStyle w:val="Heading2Center"/>
        <w:rPr>
          <w:rtl/>
        </w:rPr>
      </w:pPr>
      <w:bookmarkStart w:id="75" w:name="_Toc531605703"/>
      <w:r>
        <w:rPr>
          <w:rtl/>
        </w:rPr>
        <w:t>بلاد اسلامى كے منبرو</w:t>
      </w:r>
      <w:r w:rsidR="00B365A1">
        <w:rPr>
          <w:rtl/>
        </w:rPr>
        <w:t xml:space="preserve">ں </w:t>
      </w:r>
      <w:r>
        <w:rPr>
          <w:rtl/>
        </w:rPr>
        <w:t>سے امير المومنين پر نفرين</w:t>
      </w:r>
      <w:bookmarkEnd w:id="75"/>
    </w:p>
    <w:p w:rsidR="00376422" w:rsidRDefault="00376422" w:rsidP="00E67399">
      <w:pPr>
        <w:pStyle w:val="libNormal"/>
        <w:rPr>
          <w:rtl/>
        </w:rPr>
      </w:pPr>
      <w:r>
        <w:rPr>
          <w:rtl/>
        </w:rPr>
        <w:t>امام عليہ السلام كے اصحاب كو صفحہ ہستى سے مٹانے كى كوشش اور جھوٹى حديثو</w:t>
      </w:r>
      <w:r w:rsidR="00B365A1">
        <w:rPr>
          <w:rtl/>
        </w:rPr>
        <w:t xml:space="preserve">ں </w:t>
      </w:r>
      <w:r>
        <w:rPr>
          <w:rtl/>
        </w:rPr>
        <w:t>كے ذريعہ نيك كردار كو بد نام كرنا نيز بد كردار كو نيك كردار كرنے كى سازش يہ سارى كى سارى معاويہ كى سياست تھى جو تمام بلاد اسلامى مي</w:t>
      </w:r>
      <w:r w:rsidR="00B365A1">
        <w:rPr>
          <w:rtl/>
        </w:rPr>
        <w:t xml:space="preserve">ں </w:t>
      </w:r>
      <w:r>
        <w:rPr>
          <w:rtl/>
        </w:rPr>
        <w:t>اگ كى طرح پھيل چكى تھى ، زياد بن ابيہ اور معاويہ كے ديگر حكمرانو</w:t>
      </w:r>
      <w:r w:rsidR="00B365A1">
        <w:rPr>
          <w:rtl/>
        </w:rPr>
        <w:t xml:space="preserve">ں </w:t>
      </w:r>
      <w:r>
        <w:rPr>
          <w:rtl/>
        </w:rPr>
        <w:t>نے اس سياست كو تر ويج دينے مي</w:t>
      </w:r>
      <w:r w:rsidR="00B365A1">
        <w:rPr>
          <w:rtl/>
        </w:rPr>
        <w:t xml:space="preserve">ں </w:t>
      </w:r>
      <w:r>
        <w:rPr>
          <w:rtl/>
        </w:rPr>
        <w:t>بہت مشكلات كا سامنا كيا تھا اور اس سلسلہ مي</w:t>
      </w:r>
      <w:r w:rsidR="00B365A1">
        <w:rPr>
          <w:rtl/>
        </w:rPr>
        <w:t xml:space="preserve">ں </w:t>
      </w:r>
      <w:r>
        <w:rPr>
          <w:rtl/>
        </w:rPr>
        <w:t>مورخين نے ان حكمرانو</w:t>
      </w:r>
      <w:r w:rsidR="00B365A1">
        <w:rPr>
          <w:rtl/>
        </w:rPr>
        <w:t xml:space="preserve">ں </w:t>
      </w:r>
      <w:r>
        <w:rPr>
          <w:rtl/>
        </w:rPr>
        <w:t>كى زيادتيو</w:t>
      </w:r>
      <w:r w:rsidR="00B365A1">
        <w:rPr>
          <w:rtl/>
        </w:rPr>
        <w:t xml:space="preserve">ں </w:t>
      </w:r>
      <w:r>
        <w:rPr>
          <w:rtl/>
        </w:rPr>
        <w:t>اور تباہكاريو</w:t>
      </w:r>
      <w:r w:rsidR="00B365A1">
        <w:rPr>
          <w:rtl/>
        </w:rPr>
        <w:t xml:space="preserve">ں </w:t>
      </w:r>
      <w:r>
        <w:rPr>
          <w:rtl/>
        </w:rPr>
        <w:t xml:space="preserve">كو بيان بھى كيا ہے _ </w:t>
      </w:r>
    </w:p>
    <w:p w:rsidR="00376422" w:rsidRDefault="00376422" w:rsidP="00E67399">
      <w:pPr>
        <w:pStyle w:val="libNormal"/>
        <w:rPr>
          <w:rtl/>
        </w:rPr>
      </w:pPr>
      <w:r>
        <w:rPr>
          <w:rtl/>
        </w:rPr>
        <w:t>يہ تمام تباہكاريا</w:t>
      </w:r>
      <w:r w:rsidR="00B365A1">
        <w:rPr>
          <w:rtl/>
        </w:rPr>
        <w:t xml:space="preserve">ں </w:t>
      </w:r>
      <w:r>
        <w:rPr>
          <w:rtl/>
        </w:rPr>
        <w:t>اور گندى سياست بنى اميہ كے دور مي</w:t>
      </w:r>
      <w:r w:rsidR="00B365A1">
        <w:rPr>
          <w:rtl/>
        </w:rPr>
        <w:t xml:space="preserve">ں </w:t>
      </w:r>
      <w:r>
        <w:rPr>
          <w:rtl/>
        </w:rPr>
        <w:t>ديكھنے مي</w:t>
      </w:r>
      <w:r w:rsidR="00B365A1">
        <w:rPr>
          <w:rtl/>
        </w:rPr>
        <w:t xml:space="preserve">ں </w:t>
      </w:r>
      <w:r>
        <w:rPr>
          <w:rtl/>
        </w:rPr>
        <w:t>اتى ہے ، كيونكہ ان لوگو</w:t>
      </w:r>
      <w:r w:rsidR="00B365A1">
        <w:rPr>
          <w:rtl/>
        </w:rPr>
        <w:t xml:space="preserve">ں </w:t>
      </w:r>
      <w:r>
        <w:rPr>
          <w:rtl/>
        </w:rPr>
        <w:t>نے مسلمانو</w:t>
      </w:r>
      <w:r w:rsidR="00B365A1">
        <w:rPr>
          <w:rtl/>
        </w:rPr>
        <w:t xml:space="preserve">ں </w:t>
      </w:r>
      <w:r>
        <w:rPr>
          <w:rtl/>
        </w:rPr>
        <w:t>كے ذہن و دماغ كو اسى لئے حقائق سے دور ركھا تھا تاكہ تمام بلاد اسلامى كے منبرو</w:t>
      </w:r>
      <w:r w:rsidR="00B365A1">
        <w:rPr>
          <w:rtl/>
        </w:rPr>
        <w:t xml:space="preserve">ں </w:t>
      </w:r>
      <w:r>
        <w:rPr>
          <w:rtl/>
        </w:rPr>
        <w:t>سے حضرت على (ع) كو برا بھلا كہا جائے اور صرف ايك سيستان كا صوبہ تھا جو معاويہ كے حكم كو نہي</w:t>
      </w:r>
      <w:r w:rsidR="00B365A1">
        <w:rPr>
          <w:rtl/>
        </w:rPr>
        <w:t xml:space="preserve">ں </w:t>
      </w:r>
      <w:r>
        <w:rPr>
          <w:rtl/>
        </w:rPr>
        <w:t>مان رہا تھا اور ايك مرتبہ كے علاوہ اہل سيستان نے منبرو</w:t>
      </w:r>
      <w:r w:rsidR="00B365A1">
        <w:rPr>
          <w:rtl/>
        </w:rPr>
        <w:t xml:space="preserve">ں </w:t>
      </w:r>
      <w:r>
        <w:rPr>
          <w:rtl/>
        </w:rPr>
        <w:t>سے حضرت على (ع) كو برا بھلا نہي</w:t>
      </w:r>
      <w:r w:rsidR="00B365A1">
        <w:rPr>
          <w:rtl/>
        </w:rPr>
        <w:t xml:space="preserve">ں </w:t>
      </w:r>
      <w:r>
        <w:rPr>
          <w:rtl/>
        </w:rPr>
        <w:t xml:space="preserve">كہا : </w:t>
      </w:r>
    </w:p>
    <w:p w:rsidR="00B951B3" w:rsidRDefault="00B951B3" w:rsidP="00E67399">
      <w:pPr>
        <w:pStyle w:val="libLine"/>
        <w:rPr>
          <w:rFonts w:hint="cs"/>
          <w:rtl/>
        </w:rPr>
      </w:pPr>
      <w:r>
        <w:rPr>
          <w:rFonts w:hint="cs"/>
          <w:rtl/>
        </w:rPr>
        <w:t>____________________</w:t>
      </w:r>
    </w:p>
    <w:p w:rsidR="00B951B3" w:rsidRDefault="00B951B3" w:rsidP="00E67399">
      <w:pPr>
        <w:pStyle w:val="libFootnote"/>
        <w:rPr>
          <w:rtl/>
        </w:rPr>
      </w:pPr>
      <w:r>
        <w:rPr>
          <w:rtl/>
        </w:rPr>
        <w:t xml:space="preserve">10_ابن قتيبہ كى المعارف ص 127 ، استيعاب ج2 ص 517 ، اصابہ ج2 ص 526 ، ابن كثير ج8 ص 48 ، المعبر ص 490 </w:t>
      </w:r>
    </w:p>
    <w:p w:rsidR="00B951B3" w:rsidRDefault="00B951B3" w:rsidP="00E67399">
      <w:pPr>
        <w:pStyle w:val="libPoemTini"/>
        <w:rPr>
          <w:rtl/>
        </w:rPr>
      </w:pPr>
      <w:r>
        <w:rPr>
          <w:rtl/>
        </w:rPr>
        <w:br w:type="page"/>
      </w:r>
    </w:p>
    <w:p w:rsidR="00376422" w:rsidRDefault="00376422" w:rsidP="00E67399">
      <w:pPr>
        <w:pStyle w:val="libNormal"/>
        <w:rPr>
          <w:rtl/>
        </w:rPr>
      </w:pPr>
      <w:r>
        <w:rPr>
          <w:rtl/>
        </w:rPr>
        <w:lastRenderedPageBreak/>
        <w:t>اس ايك مرتبہ كے بعد سيستانيو</w:t>
      </w:r>
      <w:r w:rsidR="00B365A1">
        <w:rPr>
          <w:rtl/>
        </w:rPr>
        <w:t xml:space="preserve">ں </w:t>
      </w:r>
      <w:r>
        <w:rPr>
          <w:rtl/>
        </w:rPr>
        <w:t>نے اموى اركان خلافت سے عہد و پيمان كيا كہ ہم كو حضرت امير المومنين (ع) پر نفرين كرنے سے باز ركھا جائے ، درانحاليكہ اسى زمانے مي</w:t>
      </w:r>
      <w:r w:rsidR="00B365A1">
        <w:rPr>
          <w:rtl/>
        </w:rPr>
        <w:t xml:space="preserve">ں </w:t>
      </w:r>
      <w:r>
        <w:rPr>
          <w:rtl/>
        </w:rPr>
        <w:t>شہر اسلامى كے دو مقدس ترين شھرو</w:t>
      </w:r>
      <w:r w:rsidR="00B365A1">
        <w:rPr>
          <w:rtl/>
        </w:rPr>
        <w:t xml:space="preserve">ں </w:t>
      </w:r>
      <w:r>
        <w:rPr>
          <w:rtl/>
        </w:rPr>
        <w:t>( مكہ و مدينہ ) مي</w:t>
      </w:r>
      <w:r w:rsidR="00B365A1">
        <w:rPr>
          <w:rtl/>
        </w:rPr>
        <w:t xml:space="preserve">ں </w:t>
      </w:r>
      <w:r>
        <w:rPr>
          <w:rtl/>
        </w:rPr>
        <w:t>منبرو</w:t>
      </w:r>
      <w:r w:rsidR="00B365A1">
        <w:rPr>
          <w:rtl/>
        </w:rPr>
        <w:t xml:space="preserve">ں </w:t>
      </w:r>
      <w:r>
        <w:rPr>
          <w:rtl/>
        </w:rPr>
        <w:t xml:space="preserve">سے امام (ع) پر لعنت بھيجى جا رہى تھى </w:t>
      </w:r>
      <w:r w:rsidRPr="00C00E6D">
        <w:rPr>
          <w:rStyle w:val="libFootnotenumChar"/>
          <w:rtl/>
        </w:rPr>
        <w:t>(11)</w:t>
      </w:r>
      <w:r>
        <w:rPr>
          <w:rtl/>
        </w:rPr>
        <w:t xml:space="preserve"> </w:t>
      </w:r>
    </w:p>
    <w:p w:rsidR="00376422" w:rsidRDefault="00376422" w:rsidP="00E67399">
      <w:pPr>
        <w:pStyle w:val="libNormal"/>
        <w:rPr>
          <w:rtl/>
        </w:rPr>
      </w:pPr>
      <w:r>
        <w:rPr>
          <w:rtl/>
        </w:rPr>
        <w:t>ضمير فروش خطيبو</w:t>
      </w:r>
      <w:r w:rsidR="00B365A1">
        <w:rPr>
          <w:rtl/>
        </w:rPr>
        <w:t xml:space="preserve">ں </w:t>
      </w:r>
      <w:r>
        <w:rPr>
          <w:rtl/>
        </w:rPr>
        <w:t>نے خاندان علوى (ع) كے سامنے امام (ع) بزرگوار پر لعن و طعن كى تھى جنھي</w:t>
      </w:r>
      <w:r w:rsidR="00B365A1">
        <w:rPr>
          <w:rtl/>
        </w:rPr>
        <w:t xml:space="preserve">ں </w:t>
      </w:r>
      <w:r>
        <w:rPr>
          <w:rtl/>
        </w:rPr>
        <w:t>مورخين نے نقل كئے ہي</w:t>
      </w:r>
      <w:r w:rsidR="00B365A1">
        <w:rPr>
          <w:rtl/>
        </w:rPr>
        <w:t xml:space="preserve">ں </w:t>
      </w:r>
      <w:r>
        <w:rPr>
          <w:rtl/>
        </w:rPr>
        <w:t>،ليكن مي</w:t>
      </w:r>
      <w:r w:rsidR="00B365A1">
        <w:rPr>
          <w:rtl/>
        </w:rPr>
        <w:t xml:space="preserve">ں </w:t>
      </w:r>
      <w:r>
        <w:rPr>
          <w:rtl/>
        </w:rPr>
        <w:t>ان تمام واقعات كو چھوڑتے ہوئے صرف ايك واقعہ پيش كر رہا ہو</w:t>
      </w:r>
      <w:r w:rsidR="00B365A1">
        <w:rPr>
          <w:rtl/>
        </w:rPr>
        <w:t xml:space="preserve">ں </w:t>
      </w:r>
      <w:r>
        <w:rPr>
          <w:rtl/>
        </w:rPr>
        <w:t xml:space="preserve">_ </w:t>
      </w:r>
    </w:p>
    <w:p w:rsidR="00376422" w:rsidRDefault="00376422" w:rsidP="00E67399">
      <w:pPr>
        <w:pStyle w:val="libNormal"/>
        <w:rPr>
          <w:rtl/>
        </w:rPr>
      </w:pPr>
      <w:r>
        <w:rPr>
          <w:rtl/>
        </w:rPr>
        <w:t>ايك مرتبہ عمر و بن عاص نے منبر سے حضرت على (ع) كو خوب برا بھلا كہا ، جب يہ اترگيا تو اسكے بعد مغيرہ بن شعبہ منبر پر اگيا اور اس نے بھى امام (ع) كے حق مي</w:t>
      </w:r>
      <w:r w:rsidR="00B365A1">
        <w:rPr>
          <w:rtl/>
        </w:rPr>
        <w:t xml:space="preserve">ں </w:t>
      </w:r>
      <w:r>
        <w:rPr>
          <w:rtl/>
        </w:rPr>
        <w:t>نا زيبا كلمات زبان پر جارى كئے ، درانحاليكہ اس مجلس مي</w:t>
      </w:r>
      <w:r w:rsidR="00B365A1">
        <w:rPr>
          <w:rtl/>
        </w:rPr>
        <w:t xml:space="preserve">ں </w:t>
      </w:r>
      <w:r>
        <w:rPr>
          <w:rtl/>
        </w:rPr>
        <w:t>حضرت امام حسن مجتبى (ع) موجود تھے ، حاضرين نے امام (ع) سے ان دونو</w:t>
      </w:r>
      <w:r w:rsidR="00B365A1">
        <w:rPr>
          <w:rtl/>
        </w:rPr>
        <w:t xml:space="preserve">ں </w:t>
      </w:r>
      <w:r>
        <w:rPr>
          <w:rtl/>
        </w:rPr>
        <w:t xml:space="preserve">( عمر و عاص، مغيرہ ) كا جواب دينے كے لئے كہا : </w:t>
      </w:r>
    </w:p>
    <w:p w:rsidR="00376422" w:rsidRDefault="00376422" w:rsidP="00E67399">
      <w:pPr>
        <w:pStyle w:val="libNormal"/>
        <w:rPr>
          <w:rtl/>
        </w:rPr>
      </w:pPr>
      <w:r>
        <w:rPr>
          <w:rtl/>
        </w:rPr>
        <w:t>انحضرت (ص) نے ايك صورت مي</w:t>
      </w:r>
      <w:r w:rsidR="00B365A1">
        <w:rPr>
          <w:rtl/>
        </w:rPr>
        <w:t xml:space="preserve">ں </w:t>
      </w:r>
      <w:r>
        <w:rPr>
          <w:rtl/>
        </w:rPr>
        <w:t>جواب دينے كى پيشكش كو قبول كيا كہ اگر مي</w:t>
      </w:r>
      <w:r w:rsidR="00B365A1">
        <w:rPr>
          <w:rtl/>
        </w:rPr>
        <w:t xml:space="preserve">ں </w:t>
      </w:r>
      <w:r>
        <w:rPr>
          <w:rtl/>
        </w:rPr>
        <w:t>حق بات كہو</w:t>
      </w:r>
      <w:r w:rsidR="00B365A1">
        <w:rPr>
          <w:rtl/>
        </w:rPr>
        <w:t xml:space="preserve">ں </w:t>
      </w:r>
      <w:r>
        <w:rPr>
          <w:rtl/>
        </w:rPr>
        <w:t>تو تم سب ميرى تصديق كرنا اور اگر نا حق بات كہو</w:t>
      </w:r>
      <w:r w:rsidR="00B365A1">
        <w:rPr>
          <w:rtl/>
        </w:rPr>
        <w:t xml:space="preserve">ں </w:t>
      </w:r>
      <w:r>
        <w:rPr>
          <w:rtl/>
        </w:rPr>
        <w:t>تو ( العياذ باللہ ) ميرى تكذيب كرنا ، امام عليہ السلام اس عہد و پيمان كے بعد منبر پر گئے اور حمدالہى كے بعد عمر واور مغيرہ سے خطاب كرتے ہوئے كہا كہ ، تم دونو</w:t>
      </w:r>
      <w:r w:rsidR="00B365A1">
        <w:rPr>
          <w:rtl/>
        </w:rPr>
        <w:t xml:space="preserve">ں </w:t>
      </w:r>
      <w:r>
        <w:rPr>
          <w:rtl/>
        </w:rPr>
        <w:t>سے خدا كى قسم ديكر پوچھتا ہو</w:t>
      </w:r>
      <w:r w:rsidR="00B365A1">
        <w:rPr>
          <w:rtl/>
        </w:rPr>
        <w:t xml:space="preserve">ں </w:t>
      </w:r>
      <w:r>
        <w:rPr>
          <w:rtl/>
        </w:rPr>
        <w:t>كہ</w:t>
      </w:r>
      <w:r w:rsidR="00831D2C">
        <w:rPr>
          <w:rtl/>
        </w:rPr>
        <w:t xml:space="preserve"> آيا </w:t>
      </w:r>
      <w:r>
        <w:rPr>
          <w:rtl/>
        </w:rPr>
        <w:t xml:space="preserve"> تم دونو</w:t>
      </w:r>
      <w:r w:rsidR="00B365A1">
        <w:rPr>
          <w:rtl/>
        </w:rPr>
        <w:t xml:space="preserve">ں </w:t>
      </w:r>
      <w:r>
        <w:rPr>
          <w:rtl/>
        </w:rPr>
        <w:t>بھول گئے ہو جو رسول (ص) نے مہار پكڑنے والے كو اور مركب ہنكانے والے كو نيز سوار پر لعنت بھيجى تھى جن مي</w:t>
      </w:r>
      <w:r w:rsidR="00B365A1">
        <w:rPr>
          <w:rtl/>
        </w:rPr>
        <w:t xml:space="preserve">ں </w:t>
      </w:r>
      <w:r>
        <w:rPr>
          <w:rtl/>
        </w:rPr>
        <w:t>ايك فلا</w:t>
      </w:r>
      <w:r w:rsidR="00B365A1">
        <w:rPr>
          <w:rtl/>
        </w:rPr>
        <w:t xml:space="preserve">ں </w:t>
      </w:r>
      <w:r>
        <w:rPr>
          <w:rtl/>
        </w:rPr>
        <w:t xml:space="preserve">شخص ( معاويہ ) تھا </w:t>
      </w:r>
      <w:r w:rsidRPr="00C00E6D">
        <w:rPr>
          <w:rStyle w:val="libFootnotenumChar"/>
          <w:rtl/>
        </w:rPr>
        <w:t>(12)</w:t>
      </w:r>
      <w:r>
        <w:rPr>
          <w:rtl/>
        </w:rPr>
        <w:t xml:space="preserve"> _ </w:t>
      </w:r>
    </w:p>
    <w:p w:rsidR="00376422" w:rsidRDefault="00376422" w:rsidP="00E67399">
      <w:pPr>
        <w:pStyle w:val="libNormal"/>
        <w:rPr>
          <w:rtl/>
        </w:rPr>
      </w:pPr>
      <w:r>
        <w:rPr>
          <w:rtl/>
        </w:rPr>
        <w:t>حاضرين نے كہا اپ سچ كہتے ہي</w:t>
      </w:r>
      <w:r w:rsidR="00B365A1">
        <w:rPr>
          <w:rtl/>
        </w:rPr>
        <w:t xml:space="preserve">ں </w:t>
      </w:r>
      <w:r>
        <w:rPr>
          <w:rtl/>
        </w:rPr>
        <w:t xml:space="preserve">: </w:t>
      </w:r>
    </w:p>
    <w:p w:rsidR="00376422" w:rsidRDefault="00376422" w:rsidP="00E67399">
      <w:pPr>
        <w:pStyle w:val="libNormal"/>
        <w:rPr>
          <w:rtl/>
        </w:rPr>
      </w:pPr>
      <w:r>
        <w:rPr>
          <w:rtl/>
        </w:rPr>
        <w:t xml:space="preserve">دوسرى مرتبہ پھر عمر و عاص و مغيرہ كو مخاطب كرتے ہوئے كہا : </w:t>
      </w:r>
    </w:p>
    <w:p w:rsidR="00376422" w:rsidRDefault="00376422" w:rsidP="00E67399">
      <w:pPr>
        <w:pStyle w:val="libNormal"/>
        <w:rPr>
          <w:rtl/>
        </w:rPr>
      </w:pPr>
      <w:r>
        <w:rPr>
          <w:rtl/>
        </w:rPr>
        <w:t>ايا تم دونو</w:t>
      </w:r>
      <w:r w:rsidR="00B365A1">
        <w:rPr>
          <w:rtl/>
        </w:rPr>
        <w:t xml:space="preserve">ں </w:t>
      </w:r>
      <w:r>
        <w:rPr>
          <w:rtl/>
        </w:rPr>
        <w:t>كو معلوم نہي</w:t>
      </w:r>
      <w:r w:rsidR="00B365A1">
        <w:rPr>
          <w:rtl/>
        </w:rPr>
        <w:t xml:space="preserve">ں </w:t>
      </w:r>
      <w:r>
        <w:rPr>
          <w:rtl/>
        </w:rPr>
        <w:t xml:space="preserve">ہے جو پيغمبر اسلام (ص) نے عمر و عاص كے ہر شعركے بيت پر لعنت بھيجى تھى </w:t>
      </w:r>
      <w:r w:rsidRPr="00C00E6D">
        <w:rPr>
          <w:rStyle w:val="libFootnotenumChar"/>
          <w:rtl/>
        </w:rPr>
        <w:t>(13)</w:t>
      </w:r>
      <w:r>
        <w:rPr>
          <w:rtl/>
        </w:rPr>
        <w:t xml:space="preserve"> ، تمام لوگو</w:t>
      </w:r>
      <w:r w:rsidR="00B365A1">
        <w:rPr>
          <w:rtl/>
        </w:rPr>
        <w:t xml:space="preserve">ں </w:t>
      </w:r>
      <w:r>
        <w:rPr>
          <w:rtl/>
        </w:rPr>
        <w:t>نے كہا خدا كى قسم اپ سچ كہتے ہي</w:t>
      </w:r>
      <w:r w:rsidR="00B365A1">
        <w:rPr>
          <w:rtl/>
        </w:rPr>
        <w:t xml:space="preserve">ں </w:t>
      </w:r>
      <w:r w:rsidRPr="00C00E6D">
        <w:rPr>
          <w:rStyle w:val="libFootnotenumChar"/>
          <w:rtl/>
        </w:rPr>
        <w:t>(14)</w:t>
      </w:r>
      <w:r>
        <w:rPr>
          <w:rtl/>
        </w:rPr>
        <w:t xml:space="preserve"> _ </w:t>
      </w:r>
    </w:p>
    <w:p w:rsidR="00B951B3" w:rsidRDefault="00B951B3" w:rsidP="00E67399">
      <w:pPr>
        <w:pStyle w:val="libLine"/>
        <w:rPr>
          <w:rFonts w:hint="cs"/>
          <w:rtl/>
        </w:rPr>
      </w:pPr>
      <w:r>
        <w:rPr>
          <w:rFonts w:hint="cs"/>
          <w:rtl/>
        </w:rPr>
        <w:t>____________________</w:t>
      </w:r>
    </w:p>
    <w:p w:rsidR="00B951B3" w:rsidRDefault="00B951B3" w:rsidP="00E67399">
      <w:pPr>
        <w:pStyle w:val="libFootnote"/>
        <w:rPr>
          <w:rtl/>
        </w:rPr>
      </w:pPr>
      <w:r>
        <w:rPr>
          <w:rtl/>
        </w:rPr>
        <w:t xml:space="preserve">11_ياقوت حموى ج5 ص 38 مطبوعہ مصر </w:t>
      </w:r>
    </w:p>
    <w:p w:rsidR="00B951B3" w:rsidRDefault="00B951B3" w:rsidP="00E67399">
      <w:pPr>
        <w:pStyle w:val="libFootnote"/>
        <w:rPr>
          <w:rtl/>
        </w:rPr>
      </w:pPr>
      <w:r>
        <w:rPr>
          <w:rtl/>
        </w:rPr>
        <w:t xml:space="preserve">12_ سوار ابو سفيان، مہار تھامنے والا يزيد بن ابو سفيان نيز ہنكانے والا معاويہ تھا اور پيغمبر اسلام (ص) نے ان تينوں پر لعنت بھيجى تھي </w:t>
      </w:r>
    </w:p>
    <w:p w:rsidR="00B951B3" w:rsidRDefault="00B951B3" w:rsidP="00E67399">
      <w:pPr>
        <w:pStyle w:val="libFootnote"/>
        <w:rPr>
          <w:rtl/>
        </w:rPr>
      </w:pPr>
      <w:r>
        <w:rPr>
          <w:rtl/>
        </w:rPr>
        <w:t xml:space="preserve">13_ عمر و عاص نے عصر جاہليت ميں ايك قصيدہ رسول (ص) كى مذمت ميں كہا تھا انحضرت نے بد دعا كر كے خدا وند عالم سے درخواست كى كہ اسكے ہر بيت پر ايك لعنت بھيجے </w:t>
      </w:r>
    </w:p>
    <w:p w:rsidR="00B951B3" w:rsidRDefault="00B951B3" w:rsidP="00E67399">
      <w:pPr>
        <w:pStyle w:val="libFootnote"/>
        <w:rPr>
          <w:rtl/>
        </w:rPr>
      </w:pPr>
      <w:r>
        <w:rPr>
          <w:rtl/>
        </w:rPr>
        <w:t xml:space="preserve">14_ تطہير اللسان ص55 </w:t>
      </w:r>
    </w:p>
    <w:p w:rsidR="00B951B3" w:rsidRDefault="00B951B3" w:rsidP="00E67399">
      <w:pPr>
        <w:pStyle w:val="libPoemTini"/>
        <w:rPr>
          <w:rtl/>
        </w:rPr>
      </w:pPr>
      <w:r>
        <w:rPr>
          <w:rtl/>
        </w:rPr>
        <w:br w:type="page"/>
      </w:r>
    </w:p>
    <w:p w:rsidR="00B951B3" w:rsidRDefault="00B951B3" w:rsidP="00E67399">
      <w:pPr>
        <w:pStyle w:val="libNormal"/>
        <w:rPr>
          <w:rtl/>
        </w:rPr>
      </w:pPr>
    </w:p>
    <w:p w:rsidR="00376422" w:rsidRDefault="00376422" w:rsidP="00E67399">
      <w:pPr>
        <w:pStyle w:val="libNormal"/>
        <w:rPr>
          <w:rtl/>
        </w:rPr>
      </w:pPr>
      <w:r>
        <w:rPr>
          <w:rtl/>
        </w:rPr>
        <w:t>ليكن جو مومن اور اہلبيت عليہم السلام كے چاہنے والے تھے كبھى بھى خطبو</w:t>
      </w:r>
      <w:r w:rsidR="00B365A1">
        <w:rPr>
          <w:rtl/>
        </w:rPr>
        <w:t xml:space="preserve">ں </w:t>
      </w:r>
      <w:r>
        <w:rPr>
          <w:rtl/>
        </w:rPr>
        <w:t>مي</w:t>
      </w:r>
      <w:r w:rsidR="00B365A1">
        <w:rPr>
          <w:rtl/>
        </w:rPr>
        <w:t xml:space="preserve">ں </w:t>
      </w:r>
      <w:r>
        <w:rPr>
          <w:rtl/>
        </w:rPr>
        <w:t>نيز جس نشست مي</w:t>
      </w:r>
      <w:r w:rsidR="00B365A1">
        <w:rPr>
          <w:rtl/>
        </w:rPr>
        <w:t xml:space="preserve">ں </w:t>
      </w:r>
      <w:r>
        <w:rPr>
          <w:rtl/>
        </w:rPr>
        <w:t>على (ع) كو برا بھلا كہا جاتا تھا اس مي</w:t>
      </w:r>
      <w:r w:rsidR="00B365A1">
        <w:rPr>
          <w:rtl/>
        </w:rPr>
        <w:t xml:space="preserve">ں </w:t>
      </w:r>
      <w:r>
        <w:rPr>
          <w:rtl/>
        </w:rPr>
        <w:t>شريك نہي</w:t>
      </w:r>
      <w:r w:rsidR="00B365A1">
        <w:rPr>
          <w:rtl/>
        </w:rPr>
        <w:t xml:space="preserve">ں </w:t>
      </w:r>
      <w:r>
        <w:rPr>
          <w:rtl/>
        </w:rPr>
        <w:t xml:space="preserve">ہوتے تھے ، اور قبل اسكے كہ خطبہ ديا جائے مسجد كو چھوڑ ديتے تھے _ </w:t>
      </w:r>
    </w:p>
    <w:p w:rsidR="00376422" w:rsidRDefault="00376422" w:rsidP="00E67399">
      <w:pPr>
        <w:pStyle w:val="libNormal"/>
        <w:rPr>
          <w:rtl/>
        </w:rPr>
      </w:pPr>
      <w:r>
        <w:rPr>
          <w:rtl/>
        </w:rPr>
        <w:t>يہى وجہ تھى جو معاويہ كے حكمرانو</w:t>
      </w:r>
      <w:r w:rsidR="00B365A1">
        <w:rPr>
          <w:rtl/>
        </w:rPr>
        <w:t xml:space="preserve">ں </w:t>
      </w:r>
      <w:r>
        <w:rPr>
          <w:rtl/>
        </w:rPr>
        <w:t>نے حكم خدا و رسو ل(ص) كو بدل ديا تھا ، اور جس نماز مي</w:t>
      </w:r>
      <w:r w:rsidR="00B365A1">
        <w:rPr>
          <w:rtl/>
        </w:rPr>
        <w:t xml:space="preserve">ں </w:t>
      </w:r>
      <w:r>
        <w:rPr>
          <w:rtl/>
        </w:rPr>
        <w:t>پہلے خطبہ تھا اسكو بعد مي</w:t>
      </w:r>
      <w:r w:rsidR="00B365A1">
        <w:rPr>
          <w:rtl/>
        </w:rPr>
        <w:t xml:space="preserve">ں </w:t>
      </w:r>
      <w:r>
        <w:rPr>
          <w:rtl/>
        </w:rPr>
        <w:t xml:space="preserve">پڑھا گيا _ </w:t>
      </w:r>
    </w:p>
    <w:p w:rsidR="00376422" w:rsidRDefault="00376422" w:rsidP="00E67399">
      <w:pPr>
        <w:pStyle w:val="libNormal"/>
        <w:rPr>
          <w:rtl/>
        </w:rPr>
      </w:pPr>
      <w:r>
        <w:rPr>
          <w:rtl/>
        </w:rPr>
        <w:t>كتاب محلى مي</w:t>
      </w:r>
      <w:r w:rsidR="00B365A1">
        <w:rPr>
          <w:rtl/>
        </w:rPr>
        <w:t xml:space="preserve">ں </w:t>
      </w:r>
      <w:r>
        <w:rPr>
          <w:rtl/>
        </w:rPr>
        <w:t>ابن حزم رقمطراز ہي</w:t>
      </w:r>
      <w:r w:rsidR="00B365A1">
        <w:rPr>
          <w:rtl/>
        </w:rPr>
        <w:t xml:space="preserve">ں </w:t>
      </w:r>
      <w:r>
        <w:rPr>
          <w:rtl/>
        </w:rPr>
        <w:t xml:space="preserve">: </w:t>
      </w:r>
    </w:p>
    <w:p w:rsidR="00376422" w:rsidRDefault="00376422" w:rsidP="00E67399">
      <w:pPr>
        <w:pStyle w:val="libNormal"/>
        <w:rPr>
          <w:rtl/>
        </w:rPr>
      </w:pPr>
      <w:r>
        <w:rPr>
          <w:rtl/>
        </w:rPr>
        <w:t>بنى اميہ كى حكومت مي</w:t>
      </w:r>
      <w:r w:rsidR="00B365A1">
        <w:rPr>
          <w:rtl/>
        </w:rPr>
        <w:t xml:space="preserve">ں </w:t>
      </w:r>
      <w:r>
        <w:rPr>
          <w:rtl/>
        </w:rPr>
        <w:t>سب سے پہلے جو كام انجام ديا گيا وہ يہ تھا كہ خطبہ نماز كو نماز پر مقدم كر ديا گيا ، ان لوگو</w:t>
      </w:r>
      <w:r w:rsidR="00B365A1">
        <w:rPr>
          <w:rtl/>
        </w:rPr>
        <w:t xml:space="preserve">ں </w:t>
      </w:r>
      <w:r>
        <w:rPr>
          <w:rtl/>
        </w:rPr>
        <w:t>نے اپنے نا مشروع فعل كى توجيہ و تاويل اس طرح كى كہ لوگ نماز ختم ہونے كے بعد چلے جاتے ہي</w:t>
      </w:r>
      <w:r w:rsidR="00B365A1">
        <w:rPr>
          <w:rtl/>
        </w:rPr>
        <w:t xml:space="preserve">ں </w:t>
      </w:r>
      <w:r>
        <w:rPr>
          <w:rtl/>
        </w:rPr>
        <w:t>اور خطبہ كو نہي</w:t>
      </w:r>
      <w:r w:rsidR="00B365A1">
        <w:rPr>
          <w:rtl/>
        </w:rPr>
        <w:t xml:space="preserve">ں </w:t>
      </w:r>
      <w:r>
        <w:rPr>
          <w:rtl/>
        </w:rPr>
        <w:t>سنتے ہي</w:t>
      </w:r>
      <w:r w:rsidR="00B365A1">
        <w:rPr>
          <w:rtl/>
        </w:rPr>
        <w:t xml:space="preserve">ں </w:t>
      </w:r>
      <w:r>
        <w:rPr>
          <w:rtl/>
        </w:rPr>
        <w:t xml:space="preserve">_ </w:t>
      </w:r>
    </w:p>
    <w:p w:rsidR="00376422" w:rsidRDefault="00376422" w:rsidP="00E67399">
      <w:pPr>
        <w:pStyle w:val="libNormal"/>
        <w:rPr>
          <w:rtl/>
        </w:rPr>
      </w:pPr>
      <w:r>
        <w:rPr>
          <w:rtl/>
        </w:rPr>
        <w:t>ليكن حقيقت تو يہ ہے كہ ان لوگو</w:t>
      </w:r>
      <w:r w:rsidR="00B365A1">
        <w:rPr>
          <w:rtl/>
        </w:rPr>
        <w:t xml:space="preserve">ں </w:t>
      </w:r>
      <w:r>
        <w:rPr>
          <w:rtl/>
        </w:rPr>
        <w:t>نے اتنا على (ع) كو برا بھلا كہا كہ نمازى اپنى نماز تمام كر كے مسجد سے بھاگ جاتے تھے اور مسلمان كا يہ فعل صحيح معنو</w:t>
      </w:r>
      <w:r w:rsidR="00B365A1">
        <w:rPr>
          <w:rtl/>
        </w:rPr>
        <w:t xml:space="preserve">ں </w:t>
      </w:r>
      <w:r>
        <w:rPr>
          <w:rtl/>
        </w:rPr>
        <w:t>مي</w:t>
      </w:r>
      <w:r w:rsidR="00B365A1">
        <w:rPr>
          <w:rtl/>
        </w:rPr>
        <w:t xml:space="preserve">ں </w:t>
      </w:r>
      <w:r>
        <w:rPr>
          <w:rtl/>
        </w:rPr>
        <w:t xml:space="preserve">درست و حق تھا </w:t>
      </w:r>
      <w:r w:rsidRPr="00C00E6D">
        <w:rPr>
          <w:rStyle w:val="libFootnotenumChar"/>
          <w:rtl/>
        </w:rPr>
        <w:t>(15)</w:t>
      </w:r>
      <w:r>
        <w:rPr>
          <w:rtl/>
        </w:rPr>
        <w:t xml:space="preserve"> </w:t>
      </w:r>
    </w:p>
    <w:p w:rsidR="00376422" w:rsidRDefault="00376422" w:rsidP="00E67399">
      <w:pPr>
        <w:pStyle w:val="libNormal"/>
        <w:rPr>
          <w:rtl/>
        </w:rPr>
      </w:pPr>
      <w:r>
        <w:rPr>
          <w:rtl/>
        </w:rPr>
        <w:t>صحيح بخارى اور صحيح مسلم نيز حديث كى دوسرى معتبر كتابو</w:t>
      </w:r>
      <w:r w:rsidR="00B365A1">
        <w:rPr>
          <w:rtl/>
        </w:rPr>
        <w:t xml:space="preserve">ں </w:t>
      </w:r>
      <w:r>
        <w:rPr>
          <w:rtl/>
        </w:rPr>
        <w:t>مي</w:t>
      </w:r>
      <w:r w:rsidR="00B365A1">
        <w:rPr>
          <w:rtl/>
        </w:rPr>
        <w:t xml:space="preserve">ں </w:t>
      </w:r>
      <w:r>
        <w:rPr>
          <w:rtl/>
        </w:rPr>
        <w:t>ابو سعيد خدرى سے يو</w:t>
      </w:r>
      <w:r w:rsidR="00B365A1">
        <w:rPr>
          <w:rtl/>
        </w:rPr>
        <w:t xml:space="preserve">ں </w:t>
      </w:r>
      <w:r>
        <w:rPr>
          <w:rtl/>
        </w:rPr>
        <w:t xml:space="preserve">نقل ہوا ہے _ </w:t>
      </w:r>
    </w:p>
    <w:p w:rsidR="00376422" w:rsidRDefault="00376422" w:rsidP="00E67399">
      <w:pPr>
        <w:pStyle w:val="libNormal"/>
        <w:rPr>
          <w:rtl/>
        </w:rPr>
      </w:pPr>
      <w:r>
        <w:rPr>
          <w:rtl/>
        </w:rPr>
        <w:t>مي</w:t>
      </w:r>
      <w:r w:rsidR="00B365A1">
        <w:rPr>
          <w:rtl/>
        </w:rPr>
        <w:t xml:space="preserve">ں </w:t>
      </w:r>
      <w:r>
        <w:rPr>
          <w:rtl/>
        </w:rPr>
        <w:t>( سعيد ) حاكم مدينہ مروان كے ساتھ عيد الاضحى يا عيد الفطر كى نماز عيد گاہ مي</w:t>
      </w:r>
      <w:r w:rsidR="00B365A1">
        <w:rPr>
          <w:rtl/>
        </w:rPr>
        <w:t xml:space="preserve">ں </w:t>
      </w:r>
      <w:r>
        <w:rPr>
          <w:rtl/>
        </w:rPr>
        <w:t>پڑھنے گيا ، كثير بن صلت كے بنائے ہوئے منبر كے قريب جيسے ہى مروان پہونچا تو اس پر چڑھ گيا اور نماز سے پہلے خطبہ دے ڈالا ، مي</w:t>
      </w:r>
      <w:r w:rsidR="00B365A1">
        <w:rPr>
          <w:rtl/>
        </w:rPr>
        <w:t xml:space="preserve">ں </w:t>
      </w:r>
      <w:r>
        <w:rPr>
          <w:rtl/>
        </w:rPr>
        <w:t>نے اسكو لاكھ روكا مگر وہ نہ مانا ، جب خطبہ ديكر مروان نيچے اترا تو مي</w:t>
      </w:r>
      <w:r w:rsidR="00B365A1">
        <w:rPr>
          <w:rtl/>
        </w:rPr>
        <w:t xml:space="preserve">ں </w:t>
      </w:r>
      <w:r>
        <w:rPr>
          <w:rtl/>
        </w:rPr>
        <w:t xml:space="preserve">نے اس سے كہا كہ خدا كى قسم ، تم نے تو دين و شريعت كو بدل ڈالا ہے </w:t>
      </w:r>
    </w:p>
    <w:p w:rsidR="00376422" w:rsidRDefault="00376422" w:rsidP="00E67399">
      <w:pPr>
        <w:pStyle w:val="libNormal"/>
        <w:rPr>
          <w:rtl/>
        </w:rPr>
      </w:pPr>
      <w:r>
        <w:rPr>
          <w:rtl/>
        </w:rPr>
        <w:t>مروان نے كہا ، اے ابو سعيد جن چيزو</w:t>
      </w:r>
      <w:r w:rsidR="00B365A1">
        <w:rPr>
          <w:rtl/>
        </w:rPr>
        <w:t xml:space="preserve">ں </w:t>
      </w:r>
      <w:r>
        <w:rPr>
          <w:rtl/>
        </w:rPr>
        <w:t>كو تم بنام دين سمجھتے ہو وہ تمام كى تمام دنيا سے اٹھ گئي ہي</w:t>
      </w:r>
      <w:r w:rsidR="00B365A1">
        <w:rPr>
          <w:rtl/>
        </w:rPr>
        <w:t xml:space="preserve">ں </w:t>
      </w:r>
      <w:r>
        <w:rPr>
          <w:rtl/>
        </w:rPr>
        <w:t xml:space="preserve">_ </w:t>
      </w:r>
    </w:p>
    <w:p w:rsidR="00376422" w:rsidRDefault="00376422" w:rsidP="00E67399">
      <w:pPr>
        <w:pStyle w:val="libNormal"/>
        <w:rPr>
          <w:rtl/>
        </w:rPr>
      </w:pPr>
      <w:r>
        <w:rPr>
          <w:rtl/>
        </w:rPr>
        <w:t>ابو سعيد نے كہا ، خدا كى قسم ، ان بدعتو</w:t>
      </w:r>
      <w:r w:rsidR="00B365A1">
        <w:rPr>
          <w:rtl/>
        </w:rPr>
        <w:t xml:space="preserve">ں </w:t>
      </w:r>
      <w:r>
        <w:rPr>
          <w:rtl/>
        </w:rPr>
        <w:t>سے بھتر يہ تھا كہ كچھ جانتے ہى نہي</w:t>
      </w:r>
      <w:r w:rsidR="00B365A1">
        <w:rPr>
          <w:rtl/>
        </w:rPr>
        <w:t xml:space="preserve">ں </w:t>
      </w:r>
      <w:r>
        <w:rPr>
          <w:rtl/>
        </w:rPr>
        <w:t>، مروان نے كہا ، اگر نماز سے پہلے خطبہ نہ ديتے تو لوگ ميرے خطبے كو ہرگز نہي</w:t>
      </w:r>
      <w:r w:rsidR="00B365A1">
        <w:rPr>
          <w:rtl/>
        </w:rPr>
        <w:t xml:space="preserve">ں </w:t>
      </w:r>
      <w:r>
        <w:rPr>
          <w:rtl/>
        </w:rPr>
        <w:t>سنتے اسى وجہ سے مي</w:t>
      </w:r>
      <w:r w:rsidR="00B365A1">
        <w:rPr>
          <w:rtl/>
        </w:rPr>
        <w:t xml:space="preserve">ں </w:t>
      </w:r>
      <w:r>
        <w:rPr>
          <w:rtl/>
        </w:rPr>
        <w:t xml:space="preserve">نے نماز سے پہلے خطبہ ديديا ہے </w:t>
      </w:r>
      <w:r w:rsidRPr="00C00E6D">
        <w:rPr>
          <w:rStyle w:val="libFootnotenumChar"/>
          <w:rtl/>
        </w:rPr>
        <w:t>(16)</w:t>
      </w:r>
      <w:r>
        <w:rPr>
          <w:rtl/>
        </w:rPr>
        <w:t xml:space="preserve"> </w:t>
      </w:r>
    </w:p>
    <w:p w:rsidR="00376422" w:rsidRDefault="00B951B3" w:rsidP="00E67399">
      <w:pPr>
        <w:pStyle w:val="libLine"/>
        <w:rPr>
          <w:rFonts w:hint="cs"/>
          <w:rtl/>
        </w:rPr>
      </w:pPr>
      <w:r>
        <w:rPr>
          <w:rFonts w:hint="cs"/>
          <w:rtl/>
        </w:rPr>
        <w:t>____________________</w:t>
      </w:r>
    </w:p>
    <w:p w:rsidR="00B951B3" w:rsidRDefault="00B951B3" w:rsidP="00E67399">
      <w:pPr>
        <w:pStyle w:val="libFootnote"/>
        <w:rPr>
          <w:rtl/>
        </w:rPr>
      </w:pPr>
      <w:r>
        <w:rPr>
          <w:rtl/>
        </w:rPr>
        <w:t xml:space="preserve">15_ محلى ج5 ص 186 ، امام شافعى ج1 ص 208 </w:t>
      </w:r>
    </w:p>
    <w:p w:rsidR="00B951B3" w:rsidRDefault="00B951B3" w:rsidP="00E67399">
      <w:pPr>
        <w:pStyle w:val="libFootnote"/>
        <w:rPr>
          <w:rtl/>
        </w:rPr>
      </w:pPr>
      <w:r>
        <w:rPr>
          <w:rtl/>
        </w:rPr>
        <w:t xml:space="preserve">16_بخارى ج2 ص 111 ، مسلم ج3 ص 20 ، سنن ابى داو د ج1 ص 178 ، ابن ماجہ ج1 ص 386 ، بيہقى ج3 ص 297 ، مسند احمد ج3 ص 20 </w:t>
      </w:r>
    </w:p>
    <w:p w:rsidR="00B951B3" w:rsidRDefault="00B951B3" w:rsidP="00E67399">
      <w:pPr>
        <w:pStyle w:val="libPoemTini"/>
        <w:rPr>
          <w:rtl/>
        </w:rPr>
      </w:pPr>
      <w:r>
        <w:rPr>
          <w:rtl/>
        </w:rPr>
        <w:br w:type="page"/>
      </w:r>
    </w:p>
    <w:p w:rsidR="00376422" w:rsidRDefault="00376422" w:rsidP="00E67399">
      <w:pPr>
        <w:pStyle w:val="libNormal"/>
        <w:rPr>
          <w:rtl/>
        </w:rPr>
      </w:pPr>
      <w:r>
        <w:rPr>
          <w:rtl/>
        </w:rPr>
        <w:lastRenderedPageBreak/>
        <w:t>بعض لوگو</w:t>
      </w:r>
      <w:r w:rsidR="00B365A1">
        <w:rPr>
          <w:rtl/>
        </w:rPr>
        <w:t xml:space="preserve">ں </w:t>
      </w:r>
      <w:r>
        <w:rPr>
          <w:rtl/>
        </w:rPr>
        <w:t>كا لعنت سے گريز خلافت اموى كے حكام و مامورين نے صرف عام لوگو</w:t>
      </w:r>
      <w:r w:rsidR="00B365A1">
        <w:rPr>
          <w:rtl/>
        </w:rPr>
        <w:t xml:space="preserve">ں </w:t>
      </w:r>
      <w:r>
        <w:rPr>
          <w:rtl/>
        </w:rPr>
        <w:t>سے حضرت على (ع) پر لعنت نہي</w:t>
      </w:r>
      <w:r w:rsidR="00B365A1">
        <w:rPr>
          <w:rtl/>
        </w:rPr>
        <w:t xml:space="preserve">ں </w:t>
      </w:r>
      <w:r>
        <w:rPr>
          <w:rtl/>
        </w:rPr>
        <w:t>بھجوائي ، بلكہ اصحاب رسول (ص) جو اسلام كى معرفت ركھنے كيوجہ سے زيادہ مستحق پيروى تھے ان سے بھى كہا كہ ميرے حكم كو ماني</w:t>
      </w:r>
      <w:r w:rsidR="00B365A1">
        <w:rPr>
          <w:rtl/>
        </w:rPr>
        <w:t xml:space="preserve">ں </w:t>
      </w:r>
      <w:r>
        <w:rPr>
          <w:rtl/>
        </w:rPr>
        <w:t>اور على (ع) پر لعنت بھيجي</w:t>
      </w:r>
      <w:r w:rsidR="00B365A1">
        <w:rPr>
          <w:rtl/>
        </w:rPr>
        <w:t xml:space="preserve">ں </w:t>
      </w:r>
      <w:r>
        <w:rPr>
          <w:rtl/>
        </w:rPr>
        <w:t xml:space="preserve">_ </w:t>
      </w:r>
    </w:p>
    <w:p w:rsidR="00376422" w:rsidRDefault="00376422" w:rsidP="00E67399">
      <w:pPr>
        <w:pStyle w:val="libNormal"/>
        <w:rPr>
          <w:rtl/>
        </w:rPr>
      </w:pPr>
      <w:r>
        <w:rPr>
          <w:rtl/>
        </w:rPr>
        <w:t>سہل بن سعد كہتے ہي</w:t>
      </w:r>
      <w:r w:rsidR="00B365A1">
        <w:rPr>
          <w:rtl/>
        </w:rPr>
        <w:t xml:space="preserve">ں </w:t>
      </w:r>
      <w:r>
        <w:rPr>
          <w:rtl/>
        </w:rPr>
        <w:t xml:space="preserve">: </w:t>
      </w:r>
    </w:p>
    <w:p w:rsidR="00376422" w:rsidRDefault="00376422" w:rsidP="00E67399">
      <w:pPr>
        <w:pStyle w:val="libNormal"/>
        <w:rPr>
          <w:rtl/>
        </w:rPr>
      </w:pPr>
      <w:r>
        <w:rPr>
          <w:rtl/>
        </w:rPr>
        <w:t xml:space="preserve">ايك روز ال مروان </w:t>
      </w:r>
      <w:r w:rsidRPr="00C00E6D">
        <w:rPr>
          <w:rStyle w:val="libFootnotenumChar"/>
          <w:rtl/>
        </w:rPr>
        <w:t>(17)</w:t>
      </w:r>
      <w:r>
        <w:rPr>
          <w:rtl/>
        </w:rPr>
        <w:t xml:space="preserve"> كے ايك حاكم نے مدينہ مي</w:t>
      </w:r>
      <w:r w:rsidR="00B365A1">
        <w:rPr>
          <w:rtl/>
        </w:rPr>
        <w:t xml:space="preserve">ں </w:t>
      </w:r>
      <w:r>
        <w:rPr>
          <w:rtl/>
        </w:rPr>
        <w:t>مجھے طلب كيا اور ہم سے كہا كہ تم على (ع) پر لعنت بھيجو ، مي</w:t>
      </w:r>
      <w:r w:rsidR="00B365A1">
        <w:rPr>
          <w:rtl/>
        </w:rPr>
        <w:t xml:space="preserve">ں </w:t>
      </w:r>
      <w:r>
        <w:rPr>
          <w:rtl/>
        </w:rPr>
        <w:t xml:space="preserve">نے حاكم مدينہ كى بات كو ٹھكرا ديا _ </w:t>
      </w:r>
    </w:p>
    <w:p w:rsidR="00376422" w:rsidRDefault="00376422" w:rsidP="00E67399">
      <w:pPr>
        <w:pStyle w:val="libNormal"/>
        <w:rPr>
          <w:rtl/>
        </w:rPr>
      </w:pPr>
      <w:r>
        <w:rPr>
          <w:rtl/>
        </w:rPr>
        <w:t xml:space="preserve">حاكم نے كہا اچھا ابو تراب(ع) پر لعنت بھيج دو _ </w:t>
      </w:r>
    </w:p>
    <w:p w:rsidR="00376422" w:rsidRDefault="00376422" w:rsidP="00E67399">
      <w:pPr>
        <w:pStyle w:val="libNormal"/>
        <w:rPr>
          <w:rtl/>
        </w:rPr>
      </w:pPr>
      <w:r>
        <w:rPr>
          <w:rtl/>
        </w:rPr>
        <w:t>سہل نے كہا ، حضرت على (ع) كو سارے نامو</w:t>
      </w:r>
      <w:r w:rsidR="00B365A1">
        <w:rPr>
          <w:rtl/>
        </w:rPr>
        <w:t xml:space="preserve">ں </w:t>
      </w:r>
      <w:r>
        <w:rPr>
          <w:rtl/>
        </w:rPr>
        <w:t>مي</w:t>
      </w:r>
      <w:r w:rsidR="00B365A1">
        <w:rPr>
          <w:rtl/>
        </w:rPr>
        <w:t xml:space="preserve">ں </w:t>
      </w:r>
      <w:r>
        <w:rPr>
          <w:rtl/>
        </w:rPr>
        <w:t>سب سے زيادہ محبوب نام ابو تراب(ع) تھا اور جب لوگو</w:t>
      </w:r>
      <w:r w:rsidR="00B365A1">
        <w:rPr>
          <w:rtl/>
        </w:rPr>
        <w:t xml:space="preserve">ں </w:t>
      </w:r>
      <w:r>
        <w:rPr>
          <w:rtl/>
        </w:rPr>
        <w:t xml:space="preserve">نے اس نام سے ياد كيا تو اپ بہت خوش ہوئے _ </w:t>
      </w:r>
    </w:p>
    <w:p w:rsidR="00376422" w:rsidRDefault="00376422" w:rsidP="00E67399">
      <w:pPr>
        <w:pStyle w:val="libNormal"/>
        <w:rPr>
          <w:rtl/>
        </w:rPr>
      </w:pPr>
      <w:r>
        <w:rPr>
          <w:rtl/>
        </w:rPr>
        <w:t>حاكم مدينہ نے كہا _ مجھے اس نام كى داستان سے مطلع كرو اور خوش ہونے كا سبب بتائو ، مي</w:t>
      </w:r>
      <w:r w:rsidR="00B365A1">
        <w:rPr>
          <w:rtl/>
        </w:rPr>
        <w:t xml:space="preserve">ں </w:t>
      </w:r>
      <w:r>
        <w:rPr>
          <w:rtl/>
        </w:rPr>
        <w:t xml:space="preserve">نے كہا ايك مرتبہ پيغمبر(ص) </w:t>
      </w:r>
    </w:p>
    <w:p w:rsidR="00376422" w:rsidRDefault="00376422" w:rsidP="00E67399">
      <w:pPr>
        <w:pStyle w:val="libNormal"/>
        <w:rPr>
          <w:rtl/>
        </w:rPr>
      </w:pPr>
      <w:r>
        <w:rPr>
          <w:rtl/>
        </w:rPr>
        <w:t>اسلام جناب سيدہ(ع) كے گھر تشريف لائے اور على (ع) كو وہا</w:t>
      </w:r>
      <w:r w:rsidR="00B365A1">
        <w:rPr>
          <w:rtl/>
        </w:rPr>
        <w:t xml:space="preserve">ں </w:t>
      </w:r>
      <w:r>
        <w:rPr>
          <w:rtl/>
        </w:rPr>
        <w:t xml:space="preserve">موجود نہ پاكر اپنى بيٹى سے پوچھا كہ تمھارے چچا زاد بھائي كہا </w:t>
      </w:r>
      <w:r w:rsidR="00B365A1">
        <w:rPr>
          <w:rtl/>
        </w:rPr>
        <w:t xml:space="preserve">ں </w:t>
      </w:r>
      <w:r>
        <w:rPr>
          <w:rtl/>
        </w:rPr>
        <w:t>ہي</w:t>
      </w:r>
      <w:r w:rsidR="00B365A1">
        <w:rPr>
          <w:rtl/>
        </w:rPr>
        <w:t xml:space="preserve">ں </w:t>
      </w:r>
      <w:r>
        <w:rPr>
          <w:rtl/>
        </w:rPr>
        <w:t xml:space="preserve">_ </w:t>
      </w:r>
    </w:p>
    <w:p w:rsidR="00376422" w:rsidRDefault="00376422" w:rsidP="00E67399">
      <w:pPr>
        <w:pStyle w:val="libNormal"/>
        <w:rPr>
          <w:rtl/>
        </w:rPr>
      </w:pPr>
      <w:r>
        <w:rPr>
          <w:rtl/>
        </w:rPr>
        <w:t>فاطمہ(ع) نے كہا كہ ميرے اور ان كے درميان تھوڑا سا سخت كلامى ہو گئي ہے اور اسكے بعد انھو</w:t>
      </w:r>
      <w:r w:rsidR="00B365A1">
        <w:rPr>
          <w:rtl/>
        </w:rPr>
        <w:t xml:space="preserve">ں </w:t>
      </w:r>
      <w:r>
        <w:rPr>
          <w:rtl/>
        </w:rPr>
        <w:t>نے گھر مي</w:t>
      </w:r>
      <w:r w:rsidR="00B365A1">
        <w:rPr>
          <w:rtl/>
        </w:rPr>
        <w:t xml:space="preserve">ں </w:t>
      </w:r>
      <w:r>
        <w:rPr>
          <w:rtl/>
        </w:rPr>
        <w:t>ارام نہي</w:t>
      </w:r>
      <w:r w:rsidR="00B365A1">
        <w:rPr>
          <w:rtl/>
        </w:rPr>
        <w:t xml:space="preserve">ں </w:t>
      </w:r>
      <w:r>
        <w:rPr>
          <w:rtl/>
        </w:rPr>
        <w:t xml:space="preserve">كيا اور باہر چلے گئے _ </w:t>
      </w:r>
    </w:p>
    <w:p w:rsidR="00376422" w:rsidRDefault="00376422" w:rsidP="00E67399">
      <w:pPr>
        <w:pStyle w:val="libNormal"/>
        <w:rPr>
          <w:rtl/>
        </w:rPr>
      </w:pPr>
      <w:r>
        <w:rPr>
          <w:rtl/>
        </w:rPr>
        <w:t xml:space="preserve">انحضرت (ص) نے ايك شخص سے كہا كہ جا كر ديكھوكہ على (ع) كہا </w:t>
      </w:r>
      <w:r w:rsidR="00B365A1">
        <w:rPr>
          <w:rtl/>
        </w:rPr>
        <w:t xml:space="preserve">ں </w:t>
      </w:r>
      <w:r>
        <w:rPr>
          <w:rtl/>
        </w:rPr>
        <w:t>ہي</w:t>
      </w:r>
      <w:r w:rsidR="00B365A1">
        <w:rPr>
          <w:rtl/>
        </w:rPr>
        <w:t xml:space="preserve">ں </w:t>
      </w:r>
      <w:r>
        <w:rPr>
          <w:rtl/>
        </w:rPr>
        <w:t>اس نے جب مسجد مي</w:t>
      </w:r>
      <w:r w:rsidR="00B365A1">
        <w:rPr>
          <w:rtl/>
        </w:rPr>
        <w:t xml:space="preserve">ں </w:t>
      </w:r>
      <w:r>
        <w:rPr>
          <w:rtl/>
        </w:rPr>
        <w:t>حضرت على (ع) كو ليٹے ہوئے ديكھا تو رسول اكرم (ص) سے جا كر كہا كہ وہ مسجد مي</w:t>
      </w:r>
      <w:r w:rsidR="00B365A1">
        <w:rPr>
          <w:rtl/>
        </w:rPr>
        <w:t xml:space="preserve">ں </w:t>
      </w:r>
      <w:r>
        <w:rPr>
          <w:rtl/>
        </w:rPr>
        <w:t>سو رہے ہي</w:t>
      </w:r>
      <w:r w:rsidR="00B365A1">
        <w:rPr>
          <w:rtl/>
        </w:rPr>
        <w:t xml:space="preserve">ں </w:t>
      </w:r>
      <w:r>
        <w:rPr>
          <w:rtl/>
        </w:rPr>
        <w:t>، جب رسول اكرم (ص) نے على (ع) كو خاك مي</w:t>
      </w:r>
      <w:r w:rsidR="00B365A1">
        <w:rPr>
          <w:rtl/>
        </w:rPr>
        <w:t xml:space="preserve">ں </w:t>
      </w:r>
      <w:r>
        <w:rPr>
          <w:rtl/>
        </w:rPr>
        <w:t xml:space="preserve">اٹے ہوئے ديكھا تو بڑى مہر بانى سے انكے جسم سے خاك كو جھاڑا اور كہا ، اٹھو ابو تراب ، اٹھو ابو تراب </w:t>
      </w:r>
      <w:r w:rsidRPr="00C00E6D">
        <w:rPr>
          <w:rStyle w:val="libFootnotenumChar"/>
          <w:rtl/>
        </w:rPr>
        <w:t>(18)</w:t>
      </w:r>
      <w:r>
        <w:rPr>
          <w:rtl/>
        </w:rPr>
        <w:t xml:space="preserve"> </w:t>
      </w:r>
    </w:p>
    <w:p w:rsidR="00B951B3" w:rsidRDefault="00B951B3" w:rsidP="00E67399">
      <w:pPr>
        <w:pStyle w:val="libLine"/>
        <w:rPr>
          <w:rFonts w:hint="cs"/>
          <w:rtl/>
        </w:rPr>
      </w:pPr>
      <w:r>
        <w:rPr>
          <w:rFonts w:hint="cs"/>
          <w:rtl/>
        </w:rPr>
        <w:t>____________________</w:t>
      </w:r>
    </w:p>
    <w:p w:rsidR="00B951B3" w:rsidRDefault="00B951B3" w:rsidP="00E67399">
      <w:pPr>
        <w:pStyle w:val="libFootnote"/>
        <w:rPr>
          <w:rtl/>
        </w:rPr>
      </w:pPr>
      <w:r>
        <w:rPr>
          <w:rtl/>
        </w:rPr>
        <w:t xml:space="preserve">17_مقصود مروان بن حكم ہو گا </w:t>
      </w:r>
    </w:p>
    <w:p w:rsidR="00B951B3" w:rsidRDefault="00B951B3" w:rsidP="00E67399">
      <w:pPr>
        <w:pStyle w:val="libFootnote"/>
        <w:rPr>
          <w:rtl/>
        </w:rPr>
      </w:pPr>
      <w:r>
        <w:rPr>
          <w:rtl/>
        </w:rPr>
        <w:t xml:space="preserve">18_صحيح مسلم ج 7 ص 124 </w:t>
      </w:r>
    </w:p>
    <w:p w:rsidR="00B951B3" w:rsidRDefault="00B951B3" w:rsidP="00E67399">
      <w:pPr>
        <w:pStyle w:val="libPoemTini"/>
        <w:rPr>
          <w:rtl/>
        </w:rPr>
      </w:pPr>
      <w:r>
        <w:rPr>
          <w:rtl/>
        </w:rPr>
        <w:br w:type="page"/>
      </w:r>
    </w:p>
    <w:p w:rsidR="00376422" w:rsidRDefault="00376422" w:rsidP="00E67399">
      <w:pPr>
        <w:pStyle w:val="libNormal"/>
        <w:rPr>
          <w:rtl/>
        </w:rPr>
      </w:pPr>
      <w:r>
        <w:rPr>
          <w:rtl/>
        </w:rPr>
        <w:lastRenderedPageBreak/>
        <w:t>ابو تراب كے معنى مٹى كو دوست ركھنے والا ہے بنى اميہ نے يہ گمان كر ليا تھا كہ على (ع) كى يہ كيفييت ذليل و حقير ہے درانحاليكہ انكو يہ بھى نہ معلوم ہو سكا كہ يہ لقب خود على (ع) كے كمال كى دليل ہے جو اس طرح رسول (ص) اپ سے لطف و مہربانى سے پيش ارہے تھے ، ورنہ بنى اميہ لوگو</w:t>
      </w:r>
      <w:r w:rsidR="00B365A1">
        <w:rPr>
          <w:rtl/>
        </w:rPr>
        <w:t xml:space="preserve">ں </w:t>
      </w:r>
      <w:r>
        <w:rPr>
          <w:rtl/>
        </w:rPr>
        <w:t xml:space="preserve">سے يہ نہ كہتے كہ ابو تراب(ع) پر لعنت بھيجو _ </w:t>
      </w:r>
    </w:p>
    <w:p w:rsidR="00376422" w:rsidRDefault="00376422" w:rsidP="00E67399">
      <w:pPr>
        <w:pStyle w:val="libNormal"/>
        <w:rPr>
          <w:rtl/>
        </w:rPr>
      </w:pPr>
      <w:r>
        <w:rPr>
          <w:rtl/>
        </w:rPr>
        <w:t xml:space="preserve">عامر بن سعد جو خود اس واقعہ كا چشم ديد گواہ ہے كہتا ہے : </w:t>
      </w:r>
    </w:p>
    <w:p w:rsidR="00376422" w:rsidRDefault="00376422" w:rsidP="00E67399">
      <w:pPr>
        <w:pStyle w:val="libNormal"/>
        <w:rPr>
          <w:rtl/>
        </w:rPr>
      </w:pPr>
      <w:r>
        <w:rPr>
          <w:rtl/>
        </w:rPr>
        <w:t>ايك مرتبہ معاويہ نے ميرے باپ ( سعد ) كو اپنى خدمت مي</w:t>
      </w:r>
      <w:r w:rsidR="00B365A1">
        <w:rPr>
          <w:rtl/>
        </w:rPr>
        <w:t xml:space="preserve">ں </w:t>
      </w:r>
      <w:r>
        <w:rPr>
          <w:rtl/>
        </w:rPr>
        <w:t>بلايا اور ان سے كہنے لگا كہ تم على (ع) كو برا بھلا كيو</w:t>
      </w:r>
      <w:r w:rsidR="00B365A1">
        <w:rPr>
          <w:rtl/>
        </w:rPr>
        <w:t xml:space="preserve">ں </w:t>
      </w:r>
      <w:r>
        <w:rPr>
          <w:rtl/>
        </w:rPr>
        <w:t>نہي</w:t>
      </w:r>
      <w:r w:rsidR="00B365A1">
        <w:rPr>
          <w:rtl/>
        </w:rPr>
        <w:t xml:space="preserve">ں </w:t>
      </w:r>
      <w:r>
        <w:rPr>
          <w:rtl/>
        </w:rPr>
        <w:t xml:space="preserve">كہتے ہو ؟ </w:t>
      </w:r>
    </w:p>
    <w:p w:rsidR="00376422" w:rsidRDefault="00376422" w:rsidP="00E67399">
      <w:pPr>
        <w:pStyle w:val="libNormal"/>
        <w:rPr>
          <w:rtl/>
        </w:rPr>
      </w:pPr>
      <w:r>
        <w:rPr>
          <w:rtl/>
        </w:rPr>
        <w:t>ميرے باپ نے جواب ديا كہ _ اے معاويہ جب تك مجھے يہ تين حديثي</w:t>
      </w:r>
      <w:r w:rsidR="00B365A1">
        <w:rPr>
          <w:rtl/>
        </w:rPr>
        <w:t xml:space="preserve">ں </w:t>
      </w:r>
      <w:r>
        <w:rPr>
          <w:rtl/>
        </w:rPr>
        <w:t>ياد رہي</w:t>
      </w:r>
      <w:r w:rsidR="00B365A1">
        <w:rPr>
          <w:rtl/>
        </w:rPr>
        <w:t xml:space="preserve">ں </w:t>
      </w:r>
      <w:r>
        <w:rPr>
          <w:rtl/>
        </w:rPr>
        <w:t>گى كبھى على (ع) كو برا بھلا نہي</w:t>
      </w:r>
      <w:r w:rsidR="00B365A1">
        <w:rPr>
          <w:rtl/>
        </w:rPr>
        <w:t xml:space="preserve">ں </w:t>
      </w:r>
      <w:r>
        <w:rPr>
          <w:rtl/>
        </w:rPr>
        <w:t>كہہ سكتا ، اور رسول (ص) كى يہ حديثي</w:t>
      </w:r>
      <w:r w:rsidR="00B365A1">
        <w:rPr>
          <w:rtl/>
        </w:rPr>
        <w:t xml:space="preserve">ں </w:t>
      </w:r>
      <w:r>
        <w:rPr>
          <w:rtl/>
        </w:rPr>
        <w:t>ميرى نظر مي</w:t>
      </w:r>
      <w:r w:rsidR="00B365A1">
        <w:rPr>
          <w:rtl/>
        </w:rPr>
        <w:t xml:space="preserve">ں </w:t>
      </w:r>
      <w:r>
        <w:rPr>
          <w:rtl/>
        </w:rPr>
        <w:t>عرب كے سرخ رنگ كے اونٹو</w:t>
      </w:r>
      <w:r w:rsidR="00B365A1">
        <w:rPr>
          <w:rtl/>
        </w:rPr>
        <w:t xml:space="preserve">ں </w:t>
      </w:r>
      <w:r>
        <w:rPr>
          <w:rtl/>
        </w:rPr>
        <w:t>سے زيادہ قيمتى ہي</w:t>
      </w:r>
      <w:r w:rsidR="00B365A1">
        <w:rPr>
          <w:rtl/>
        </w:rPr>
        <w:t xml:space="preserve">ں </w:t>
      </w:r>
      <w:r>
        <w:rPr>
          <w:rtl/>
        </w:rPr>
        <w:t xml:space="preserve">_ </w:t>
      </w:r>
    </w:p>
    <w:p w:rsidR="00376422" w:rsidRDefault="00376422" w:rsidP="00E67399">
      <w:pPr>
        <w:pStyle w:val="libNormal"/>
        <w:rPr>
          <w:rtl/>
        </w:rPr>
      </w:pPr>
      <w:r>
        <w:rPr>
          <w:rtl/>
        </w:rPr>
        <w:t>1_ جب رسول (ص) ايك جنگ ( تبوك ) مي</w:t>
      </w:r>
      <w:r w:rsidR="00B365A1">
        <w:rPr>
          <w:rtl/>
        </w:rPr>
        <w:t xml:space="preserve">ں </w:t>
      </w:r>
      <w:r>
        <w:rPr>
          <w:rtl/>
        </w:rPr>
        <w:t>جا رہے تھے اور على (ع) كو ساتھ نہ لے گئے اور انكو شہر مدينہ كے منافقو</w:t>
      </w:r>
      <w:r w:rsidR="00B365A1">
        <w:rPr>
          <w:rtl/>
        </w:rPr>
        <w:t xml:space="preserve">ں </w:t>
      </w:r>
      <w:r>
        <w:rPr>
          <w:rtl/>
        </w:rPr>
        <w:t>سے نپٹنے كے لئے چھوڑ ديا تھا تو اس وقت على (ع) نے بہت گريہ كيا اور انحضرت (ص) سے فرمايا : اے رسول(ص) خدا مجھے عورتو</w:t>
      </w:r>
      <w:r w:rsidR="00B365A1">
        <w:rPr>
          <w:rtl/>
        </w:rPr>
        <w:t xml:space="preserve">ں </w:t>
      </w:r>
      <w:r>
        <w:rPr>
          <w:rtl/>
        </w:rPr>
        <w:t>اور بچو</w:t>
      </w:r>
      <w:r w:rsidR="00B365A1">
        <w:rPr>
          <w:rtl/>
        </w:rPr>
        <w:t xml:space="preserve">ں </w:t>
      </w:r>
      <w:r>
        <w:rPr>
          <w:rtl/>
        </w:rPr>
        <w:t>كے درميان چھوڑ كر جاتے ہي</w:t>
      </w:r>
      <w:r w:rsidR="00B365A1">
        <w:rPr>
          <w:rtl/>
        </w:rPr>
        <w:t xml:space="preserve">ں </w:t>
      </w:r>
      <w:r>
        <w:rPr>
          <w:rtl/>
        </w:rPr>
        <w:t>تو مي</w:t>
      </w:r>
      <w:r w:rsidR="00B365A1">
        <w:rPr>
          <w:rtl/>
        </w:rPr>
        <w:t xml:space="preserve">ں </w:t>
      </w:r>
      <w:r>
        <w:rPr>
          <w:rtl/>
        </w:rPr>
        <w:t>نے اپنے كانو</w:t>
      </w:r>
      <w:r w:rsidR="00B365A1">
        <w:rPr>
          <w:rtl/>
        </w:rPr>
        <w:t xml:space="preserve">ں </w:t>
      </w:r>
      <w:r>
        <w:rPr>
          <w:rtl/>
        </w:rPr>
        <w:t xml:space="preserve">سے رسول(ص) اكرم كو يہ فرماتے ہوئے سنا تھا '' </w:t>
      </w:r>
      <w:r w:rsidRPr="00B951B3">
        <w:rPr>
          <w:rStyle w:val="libArabicChar"/>
          <w:rtl/>
        </w:rPr>
        <w:t xml:space="preserve">اما ترضى ان تكون منى بمنزلة </w:t>
      </w:r>
      <w:r w:rsidR="00D96149" w:rsidRPr="00E67399">
        <w:rPr>
          <w:rStyle w:val="libArabicChar"/>
          <w:rFonts w:hint="cs"/>
          <w:rtl/>
        </w:rPr>
        <w:t>ه</w:t>
      </w:r>
      <w:r w:rsidRPr="00B951B3">
        <w:rPr>
          <w:rStyle w:val="libArabicChar"/>
          <w:rFonts w:hint="cs"/>
          <w:rtl/>
        </w:rPr>
        <w:t>ارون</w:t>
      </w:r>
      <w:r w:rsidRPr="00B951B3">
        <w:rPr>
          <w:rStyle w:val="libArabicChar"/>
          <w:rtl/>
        </w:rPr>
        <w:t xml:space="preserve"> </w:t>
      </w:r>
      <w:r w:rsidRPr="00B951B3">
        <w:rPr>
          <w:rStyle w:val="libArabicChar"/>
          <w:rFonts w:hint="cs"/>
          <w:rtl/>
        </w:rPr>
        <w:t>من</w:t>
      </w:r>
      <w:r w:rsidRPr="00B951B3">
        <w:rPr>
          <w:rStyle w:val="libArabicChar"/>
          <w:rtl/>
        </w:rPr>
        <w:t xml:space="preserve"> </w:t>
      </w:r>
      <w:r w:rsidRPr="00B951B3">
        <w:rPr>
          <w:rStyle w:val="libArabicChar"/>
          <w:rFonts w:hint="cs"/>
          <w:rtl/>
        </w:rPr>
        <w:t>موسى</w:t>
      </w:r>
      <w:r w:rsidRPr="00B951B3">
        <w:rPr>
          <w:rStyle w:val="libArabicChar"/>
          <w:rtl/>
        </w:rPr>
        <w:t xml:space="preserve"> </w:t>
      </w:r>
      <w:r w:rsidRPr="00B951B3">
        <w:rPr>
          <w:rStyle w:val="libArabicChar"/>
          <w:rFonts w:hint="cs"/>
          <w:rtl/>
        </w:rPr>
        <w:t>الّا</w:t>
      </w:r>
      <w:r w:rsidRPr="00B951B3">
        <w:rPr>
          <w:rStyle w:val="libArabicChar"/>
          <w:rtl/>
        </w:rPr>
        <w:t xml:space="preserve"> </w:t>
      </w:r>
      <w:r w:rsidRPr="00B951B3">
        <w:rPr>
          <w:rStyle w:val="libArabicChar"/>
          <w:rFonts w:hint="cs"/>
          <w:rtl/>
        </w:rPr>
        <w:t>ان</w:t>
      </w:r>
      <w:r w:rsidR="00D96149" w:rsidRPr="00E67399">
        <w:rPr>
          <w:rStyle w:val="libArabicChar"/>
          <w:rFonts w:hint="cs"/>
          <w:rtl/>
        </w:rPr>
        <w:t>ه</w:t>
      </w:r>
      <w:r w:rsidRPr="00B951B3">
        <w:rPr>
          <w:rStyle w:val="libArabicChar"/>
          <w:rtl/>
        </w:rPr>
        <w:t xml:space="preserve"> </w:t>
      </w:r>
      <w:r w:rsidRPr="00B951B3">
        <w:rPr>
          <w:rStyle w:val="libArabicChar"/>
          <w:rFonts w:hint="cs"/>
          <w:rtl/>
        </w:rPr>
        <w:t>لا</w:t>
      </w:r>
      <w:r w:rsidRPr="00B951B3">
        <w:rPr>
          <w:rStyle w:val="libArabicChar"/>
          <w:rtl/>
        </w:rPr>
        <w:t xml:space="preserve"> </w:t>
      </w:r>
      <w:r w:rsidRPr="00B951B3">
        <w:rPr>
          <w:rStyle w:val="libArabicChar"/>
          <w:rFonts w:hint="cs"/>
          <w:rtl/>
        </w:rPr>
        <w:t>نبى</w:t>
      </w:r>
      <w:r w:rsidRPr="00B951B3">
        <w:rPr>
          <w:rStyle w:val="libArabicChar"/>
          <w:rtl/>
        </w:rPr>
        <w:t xml:space="preserve"> </w:t>
      </w:r>
      <w:r w:rsidRPr="00B951B3">
        <w:rPr>
          <w:rStyle w:val="libArabicChar"/>
          <w:rFonts w:hint="cs"/>
          <w:rtl/>
        </w:rPr>
        <w:t>بعدى</w:t>
      </w:r>
      <w:r w:rsidRPr="00B951B3">
        <w:rPr>
          <w:rStyle w:val="libArabicChar"/>
          <w:rtl/>
        </w:rPr>
        <w:t xml:space="preserve"> </w:t>
      </w:r>
      <w:r>
        <w:rPr>
          <w:rtl/>
        </w:rPr>
        <w:t xml:space="preserve">'' </w:t>
      </w:r>
    </w:p>
    <w:p w:rsidR="00376422" w:rsidRDefault="00376422" w:rsidP="00E67399">
      <w:pPr>
        <w:pStyle w:val="libNormal"/>
        <w:rPr>
          <w:rtl/>
        </w:rPr>
      </w:pPr>
      <w:r>
        <w:rPr>
          <w:rtl/>
        </w:rPr>
        <w:t>ترجمہ :</w:t>
      </w:r>
      <w:r w:rsidR="00831D2C">
        <w:rPr>
          <w:rtl/>
        </w:rPr>
        <w:t xml:space="preserve"> آيا </w:t>
      </w:r>
      <w:r>
        <w:rPr>
          <w:rtl/>
        </w:rPr>
        <w:t xml:space="preserve"> تم راضى نہي</w:t>
      </w:r>
      <w:r w:rsidR="00B365A1">
        <w:rPr>
          <w:rtl/>
        </w:rPr>
        <w:t xml:space="preserve">ں </w:t>
      </w:r>
      <w:r>
        <w:rPr>
          <w:rtl/>
        </w:rPr>
        <w:t>ہو كہ تمھارا وہى مرتبہ ہے جو موسى كے لئے ہارون كا تھا فرق اتنا ہے كہ ميرے بعد كوئي نبى ہونے والا نہي</w:t>
      </w:r>
      <w:r w:rsidR="00B365A1">
        <w:rPr>
          <w:rtl/>
        </w:rPr>
        <w:t xml:space="preserve">ں </w:t>
      </w:r>
      <w:r>
        <w:rPr>
          <w:rtl/>
        </w:rPr>
        <w:t xml:space="preserve">ہے _ </w:t>
      </w:r>
    </w:p>
    <w:p w:rsidR="00376422" w:rsidRDefault="00376422" w:rsidP="00E67399">
      <w:pPr>
        <w:pStyle w:val="libNormal"/>
        <w:rPr>
          <w:rtl/>
        </w:rPr>
      </w:pPr>
      <w:r>
        <w:rPr>
          <w:rtl/>
        </w:rPr>
        <w:t>2_ دوسرى مرتبہ جنگ خيبر مي</w:t>
      </w:r>
      <w:r w:rsidR="00B365A1">
        <w:rPr>
          <w:rtl/>
        </w:rPr>
        <w:t xml:space="preserve">ں </w:t>
      </w:r>
      <w:r>
        <w:rPr>
          <w:rtl/>
        </w:rPr>
        <w:t>كہتے ہوئے سنا تھا''</w:t>
      </w:r>
      <w:r w:rsidRPr="00FC5297">
        <w:rPr>
          <w:rStyle w:val="libArabicChar"/>
          <w:rtl/>
        </w:rPr>
        <w:t>لاعطينّ الراية غدا رجلا ً يحب الل</w:t>
      </w:r>
      <w:r w:rsidR="00D96149" w:rsidRPr="00E67399">
        <w:rPr>
          <w:rStyle w:val="libArabicChar"/>
          <w:rFonts w:hint="cs"/>
          <w:rtl/>
        </w:rPr>
        <w:t>ه</w:t>
      </w:r>
      <w:r w:rsidRPr="00FC5297">
        <w:rPr>
          <w:rStyle w:val="libArabicChar"/>
          <w:rtl/>
        </w:rPr>
        <w:t xml:space="preserve"> </w:t>
      </w:r>
      <w:r w:rsidRPr="00FC5297">
        <w:rPr>
          <w:rStyle w:val="libArabicChar"/>
          <w:rFonts w:hint="cs"/>
          <w:rtl/>
        </w:rPr>
        <w:t>و</w:t>
      </w:r>
      <w:r w:rsidRPr="00FC5297">
        <w:rPr>
          <w:rStyle w:val="libArabicChar"/>
          <w:rtl/>
        </w:rPr>
        <w:t xml:space="preserve"> </w:t>
      </w:r>
      <w:r w:rsidRPr="00FC5297">
        <w:rPr>
          <w:rStyle w:val="libArabicChar"/>
          <w:rFonts w:hint="cs"/>
          <w:rtl/>
        </w:rPr>
        <w:t>رسول</w:t>
      </w:r>
      <w:r w:rsidR="00D96149" w:rsidRPr="00E67399">
        <w:rPr>
          <w:rStyle w:val="libArabicChar"/>
          <w:rFonts w:hint="cs"/>
          <w:rtl/>
        </w:rPr>
        <w:t>ه</w:t>
      </w:r>
      <w:r w:rsidRPr="00FC5297">
        <w:rPr>
          <w:rStyle w:val="libArabicChar"/>
          <w:rtl/>
        </w:rPr>
        <w:t xml:space="preserve"> </w:t>
      </w:r>
      <w:r w:rsidRPr="00FC5297">
        <w:rPr>
          <w:rStyle w:val="libArabicChar"/>
          <w:rFonts w:hint="cs"/>
          <w:rtl/>
        </w:rPr>
        <w:t>و</w:t>
      </w:r>
      <w:r w:rsidRPr="00FC5297">
        <w:rPr>
          <w:rStyle w:val="libArabicChar"/>
          <w:rtl/>
        </w:rPr>
        <w:t xml:space="preserve"> </w:t>
      </w:r>
      <w:r w:rsidRPr="00FC5297">
        <w:rPr>
          <w:rStyle w:val="libArabicChar"/>
          <w:rFonts w:hint="cs"/>
          <w:rtl/>
        </w:rPr>
        <w:t>يحب</w:t>
      </w:r>
      <w:r w:rsidR="00D96149" w:rsidRPr="00E67399">
        <w:rPr>
          <w:rStyle w:val="libArabicChar"/>
          <w:rFonts w:hint="cs"/>
          <w:rtl/>
        </w:rPr>
        <w:t>ه</w:t>
      </w:r>
      <w:r w:rsidRPr="00FC5297">
        <w:rPr>
          <w:rStyle w:val="libArabicChar"/>
          <w:rtl/>
        </w:rPr>
        <w:t xml:space="preserve"> </w:t>
      </w:r>
      <w:r w:rsidRPr="00FC5297">
        <w:rPr>
          <w:rStyle w:val="libArabicChar"/>
          <w:rFonts w:hint="cs"/>
          <w:rtl/>
        </w:rPr>
        <w:t>الل</w:t>
      </w:r>
      <w:r w:rsidR="00D96149" w:rsidRPr="00E67399">
        <w:rPr>
          <w:rStyle w:val="libArabicChar"/>
          <w:rFonts w:hint="cs"/>
          <w:rtl/>
        </w:rPr>
        <w:t>ه</w:t>
      </w:r>
      <w:r w:rsidRPr="00FC5297">
        <w:rPr>
          <w:rStyle w:val="libArabicChar"/>
          <w:rtl/>
        </w:rPr>
        <w:t xml:space="preserve"> </w:t>
      </w:r>
      <w:r w:rsidRPr="00FC5297">
        <w:rPr>
          <w:rStyle w:val="libArabicChar"/>
          <w:rFonts w:hint="cs"/>
          <w:rtl/>
        </w:rPr>
        <w:t>و</w:t>
      </w:r>
      <w:r w:rsidRPr="00FC5297">
        <w:rPr>
          <w:rStyle w:val="libArabicChar"/>
          <w:rtl/>
        </w:rPr>
        <w:t xml:space="preserve"> </w:t>
      </w:r>
      <w:r w:rsidRPr="00FC5297">
        <w:rPr>
          <w:rStyle w:val="libArabicChar"/>
          <w:rFonts w:hint="cs"/>
          <w:rtl/>
        </w:rPr>
        <w:t>رسول</w:t>
      </w:r>
      <w:r w:rsidR="00D96149" w:rsidRPr="00E67399">
        <w:rPr>
          <w:rStyle w:val="libArabicChar"/>
          <w:rFonts w:hint="cs"/>
          <w:rtl/>
        </w:rPr>
        <w:t>ه</w:t>
      </w:r>
      <w:r w:rsidRPr="00FC5297">
        <w:rPr>
          <w:rStyle w:val="libArabicChar"/>
          <w:rtl/>
        </w:rPr>
        <w:t xml:space="preserve"> '' </w:t>
      </w:r>
    </w:p>
    <w:p w:rsidR="00FB7857" w:rsidRDefault="00376422" w:rsidP="00E67399">
      <w:pPr>
        <w:pStyle w:val="libNormal"/>
        <w:rPr>
          <w:rtl/>
        </w:rPr>
      </w:pPr>
      <w:r>
        <w:rPr>
          <w:rtl/>
        </w:rPr>
        <w:t>ترجمہ : كل مي</w:t>
      </w:r>
      <w:r w:rsidR="00B365A1">
        <w:rPr>
          <w:rtl/>
        </w:rPr>
        <w:t xml:space="preserve">ں </w:t>
      </w:r>
      <w:r>
        <w:rPr>
          <w:rtl/>
        </w:rPr>
        <w:t>اس مرد كو علم دو</w:t>
      </w:r>
      <w:r w:rsidR="00B365A1">
        <w:rPr>
          <w:rtl/>
        </w:rPr>
        <w:t xml:space="preserve">ں </w:t>
      </w:r>
      <w:r>
        <w:rPr>
          <w:rtl/>
        </w:rPr>
        <w:t>گا جو خدا و رسول كو دوست ركھتا ہے اور خدا و رسول (ص) اسے دوست ركھتے ہي</w:t>
      </w:r>
      <w:r w:rsidR="00B365A1">
        <w:rPr>
          <w:rtl/>
        </w:rPr>
        <w:t xml:space="preserve">ں </w:t>
      </w:r>
      <w:r>
        <w:rPr>
          <w:rtl/>
        </w:rPr>
        <w:t>،ہم تمام لوگ گردنو</w:t>
      </w:r>
      <w:r w:rsidR="00B365A1">
        <w:rPr>
          <w:rtl/>
        </w:rPr>
        <w:t xml:space="preserve">ں </w:t>
      </w:r>
      <w:r>
        <w:rPr>
          <w:rtl/>
        </w:rPr>
        <w:t>كو بلند كر كے رسول (ص) خدا كو ديكھنے لگے اپ (ص) نے فرمايا : على (ع) كہا</w:t>
      </w:r>
      <w:r w:rsidR="00B365A1">
        <w:rPr>
          <w:rtl/>
        </w:rPr>
        <w:t xml:space="preserve">ں </w:t>
      </w:r>
      <w:r>
        <w:rPr>
          <w:rtl/>
        </w:rPr>
        <w:t>ہي</w:t>
      </w:r>
      <w:r w:rsidR="00B365A1">
        <w:rPr>
          <w:rtl/>
        </w:rPr>
        <w:t xml:space="preserve">ں </w:t>
      </w:r>
      <w:r>
        <w:rPr>
          <w:rtl/>
        </w:rPr>
        <w:t xml:space="preserve">؟ </w:t>
      </w:r>
    </w:p>
    <w:p w:rsidR="00FB7857" w:rsidRDefault="00FB785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حاضرين ان كو بلانے كے لئے دوڑے جبكہ على (ع) كے انكھو</w:t>
      </w:r>
      <w:r w:rsidR="00B365A1">
        <w:rPr>
          <w:rtl/>
        </w:rPr>
        <w:t xml:space="preserve">ں </w:t>
      </w:r>
      <w:r>
        <w:rPr>
          <w:rtl/>
        </w:rPr>
        <w:t>مي</w:t>
      </w:r>
      <w:r w:rsidR="00B365A1">
        <w:rPr>
          <w:rtl/>
        </w:rPr>
        <w:t xml:space="preserve">ں </w:t>
      </w:r>
      <w:r>
        <w:rPr>
          <w:rtl/>
        </w:rPr>
        <w:t>شديد درد تھا وہ اسى حالت مي</w:t>
      </w:r>
      <w:r w:rsidR="00B365A1">
        <w:rPr>
          <w:rtl/>
        </w:rPr>
        <w:t xml:space="preserve">ں </w:t>
      </w:r>
      <w:r>
        <w:rPr>
          <w:rtl/>
        </w:rPr>
        <w:t>پيغمبر اكرم (ص) كى خدمت مي</w:t>
      </w:r>
      <w:r w:rsidR="00B365A1">
        <w:rPr>
          <w:rtl/>
        </w:rPr>
        <w:t xml:space="preserve">ں </w:t>
      </w:r>
      <w:r>
        <w:rPr>
          <w:rtl/>
        </w:rPr>
        <w:t>لائے گئے ، انحضرت (ص) نے ان كى انكھو</w:t>
      </w:r>
      <w:r w:rsidR="00B365A1">
        <w:rPr>
          <w:rtl/>
        </w:rPr>
        <w:t xml:space="preserve">ں </w:t>
      </w:r>
      <w:r>
        <w:rPr>
          <w:rtl/>
        </w:rPr>
        <w:t>مي</w:t>
      </w:r>
      <w:r w:rsidR="00B365A1">
        <w:rPr>
          <w:rtl/>
        </w:rPr>
        <w:t xml:space="preserve">ں </w:t>
      </w:r>
      <w:r>
        <w:rPr>
          <w:rtl/>
        </w:rPr>
        <w:t>اپنا لعاب دہن لگايا پھر علم جنگ انكے ہاتھو</w:t>
      </w:r>
      <w:r w:rsidR="00B365A1">
        <w:rPr>
          <w:rtl/>
        </w:rPr>
        <w:t xml:space="preserve">ں </w:t>
      </w:r>
      <w:r>
        <w:rPr>
          <w:rtl/>
        </w:rPr>
        <w:t>مي</w:t>
      </w:r>
      <w:r w:rsidR="00B365A1">
        <w:rPr>
          <w:rtl/>
        </w:rPr>
        <w:t xml:space="preserve">ں </w:t>
      </w:r>
      <w:r>
        <w:rPr>
          <w:rtl/>
        </w:rPr>
        <w:t xml:space="preserve">ديا جسكے بعد خدا وند عالم نے انكو فتحيابى سے ہمكنار كيا _ </w:t>
      </w:r>
    </w:p>
    <w:p w:rsidR="00376422" w:rsidRDefault="00376422" w:rsidP="00E67399">
      <w:pPr>
        <w:pStyle w:val="libNormal"/>
        <w:rPr>
          <w:rtl/>
        </w:rPr>
      </w:pPr>
      <w:r>
        <w:rPr>
          <w:rtl/>
        </w:rPr>
        <w:t>مجھے وہ بھى وقت ياد ہے جب يہ</w:t>
      </w:r>
      <w:r w:rsidR="0097280A">
        <w:rPr>
          <w:rtl/>
        </w:rPr>
        <w:t xml:space="preserve"> آيت</w:t>
      </w:r>
      <w:r>
        <w:rPr>
          <w:rtl/>
        </w:rPr>
        <w:t xml:space="preserve"> نازل ہوئي تھى ،كہ'' </w:t>
      </w:r>
      <w:r w:rsidRPr="00FB7857">
        <w:rPr>
          <w:rStyle w:val="libAieChar"/>
          <w:rtl/>
        </w:rPr>
        <w:t>فقل تعالوا ندع ابنا ئنا</w:t>
      </w:r>
      <w:r>
        <w:rPr>
          <w:rtl/>
        </w:rPr>
        <w:t xml:space="preserve"> الخ_ </w:t>
      </w:r>
    </w:p>
    <w:p w:rsidR="00376422" w:rsidRDefault="00376422" w:rsidP="00E67399">
      <w:pPr>
        <w:pStyle w:val="libNormal"/>
        <w:rPr>
          <w:rtl/>
        </w:rPr>
      </w:pPr>
      <w:r>
        <w:rPr>
          <w:rtl/>
        </w:rPr>
        <w:t>ترجمہ : پس ان سے كہو كہ ائو اس طرح فيصلہ كر لي</w:t>
      </w:r>
      <w:r w:rsidR="00B365A1">
        <w:rPr>
          <w:rtl/>
        </w:rPr>
        <w:t xml:space="preserve">ں </w:t>
      </w:r>
      <w:r>
        <w:rPr>
          <w:rtl/>
        </w:rPr>
        <w:t>كہ ہم اپنے بيٹو</w:t>
      </w:r>
      <w:r w:rsidR="00B365A1">
        <w:rPr>
          <w:rtl/>
        </w:rPr>
        <w:t xml:space="preserve">ں </w:t>
      </w:r>
      <w:r>
        <w:rPr>
          <w:rtl/>
        </w:rPr>
        <w:t>كو لاتے ہي</w:t>
      </w:r>
      <w:r w:rsidR="00B365A1">
        <w:rPr>
          <w:rtl/>
        </w:rPr>
        <w:t xml:space="preserve">ں </w:t>
      </w:r>
      <w:r>
        <w:rPr>
          <w:rtl/>
        </w:rPr>
        <w:t>تم اپنے بيٹو</w:t>
      </w:r>
      <w:r w:rsidR="00B365A1">
        <w:rPr>
          <w:rtl/>
        </w:rPr>
        <w:t xml:space="preserve">ں </w:t>
      </w:r>
      <w:r>
        <w:rPr>
          <w:rtl/>
        </w:rPr>
        <w:t>كو لائو ، پيغمبر(ص) اسلام نے على (ع) ، فاطمہ(ع) ، حسن(ع) ، حسين(ع) كو بلايا اور كہا ، اے ميرے مالك يہى ہمارے اہلبيت(ع) ہي</w:t>
      </w:r>
      <w:r w:rsidR="00B365A1">
        <w:rPr>
          <w:rtl/>
        </w:rPr>
        <w:t xml:space="preserve">ں </w:t>
      </w:r>
      <w:r>
        <w:rPr>
          <w:rtl/>
        </w:rPr>
        <w:t xml:space="preserve">_ </w:t>
      </w:r>
    </w:p>
    <w:p w:rsidR="00376422" w:rsidRDefault="00376422" w:rsidP="00E67399">
      <w:pPr>
        <w:pStyle w:val="libNormal"/>
        <w:rPr>
          <w:rtl/>
        </w:rPr>
      </w:pPr>
      <w:r>
        <w:rPr>
          <w:rtl/>
        </w:rPr>
        <w:t>مسعودى سعد بن وقاص اور معاويہ كى ملاقات كو طبرى سے يو</w:t>
      </w:r>
      <w:r w:rsidR="00B365A1">
        <w:rPr>
          <w:rtl/>
        </w:rPr>
        <w:t xml:space="preserve">ں </w:t>
      </w:r>
      <w:r>
        <w:rPr>
          <w:rtl/>
        </w:rPr>
        <w:t xml:space="preserve">نقل كرتا ہے _ </w:t>
      </w:r>
    </w:p>
    <w:p w:rsidR="00376422" w:rsidRDefault="00376422" w:rsidP="00E67399">
      <w:pPr>
        <w:pStyle w:val="libNormal"/>
        <w:rPr>
          <w:rtl/>
        </w:rPr>
      </w:pPr>
      <w:r>
        <w:rPr>
          <w:rtl/>
        </w:rPr>
        <w:t>جب معاويہ حج كرنے كے لئے مكہ</w:t>
      </w:r>
      <w:r w:rsidR="00831D2C">
        <w:rPr>
          <w:rtl/>
        </w:rPr>
        <w:t xml:space="preserve"> آيا </w:t>
      </w:r>
      <w:r>
        <w:rPr>
          <w:rtl/>
        </w:rPr>
        <w:t xml:space="preserve"> تو سعد بن وقاص سے طواف كعبہ كے وقت ملاقات ہوئي ، جب طواف كر چكا تو سعد كو ليكر دار الندوہ ( جو عصر جاہليت مي</w:t>
      </w:r>
      <w:r w:rsidR="00B365A1">
        <w:rPr>
          <w:rtl/>
        </w:rPr>
        <w:t xml:space="preserve">ں </w:t>
      </w:r>
      <w:r>
        <w:rPr>
          <w:rtl/>
        </w:rPr>
        <w:t>بزرگان قريش كے اجتماع كى جگہ تھى )</w:t>
      </w:r>
      <w:r w:rsidR="00831D2C">
        <w:rPr>
          <w:rtl/>
        </w:rPr>
        <w:t xml:space="preserve"> آيا </w:t>
      </w:r>
      <w:r>
        <w:rPr>
          <w:rtl/>
        </w:rPr>
        <w:t xml:space="preserve"> اور سعد سے كہا كہ تم على (ع) پر لعنت بھيجو ، معاويہ كى اس بات پر سعد كو اتنا غصہ</w:t>
      </w:r>
      <w:r w:rsidR="00831D2C">
        <w:rPr>
          <w:rtl/>
        </w:rPr>
        <w:t xml:space="preserve"> آيا </w:t>
      </w:r>
      <w:r>
        <w:rPr>
          <w:rtl/>
        </w:rPr>
        <w:t xml:space="preserve"> كہ اپنى جگہ سے كھڑے ہو گئے اور كہا : </w:t>
      </w:r>
    </w:p>
    <w:p w:rsidR="00376422" w:rsidRDefault="00376422" w:rsidP="00E67399">
      <w:pPr>
        <w:pStyle w:val="libNormal"/>
        <w:rPr>
          <w:rtl/>
        </w:rPr>
      </w:pPr>
      <w:r>
        <w:rPr>
          <w:rtl/>
        </w:rPr>
        <w:t>اے معاويہ ، تو مجھے اسى لئے ليكر</w:t>
      </w:r>
      <w:r w:rsidR="00831D2C">
        <w:rPr>
          <w:rtl/>
        </w:rPr>
        <w:t xml:space="preserve"> آيا </w:t>
      </w:r>
      <w:r>
        <w:rPr>
          <w:rtl/>
        </w:rPr>
        <w:t xml:space="preserve"> ہے تاكہ على (ع) جيسے شخص پر لعن و طعن كرو</w:t>
      </w:r>
      <w:r w:rsidR="00B365A1">
        <w:rPr>
          <w:rtl/>
        </w:rPr>
        <w:t xml:space="preserve">ں </w:t>
      </w:r>
      <w:r>
        <w:rPr>
          <w:rtl/>
        </w:rPr>
        <w:t>خدا كى قسم ، اگر على كے فضائل و كمالات مي</w:t>
      </w:r>
      <w:r w:rsidR="00B365A1">
        <w:rPr>
          <w:rtl/>
        </w:rPr>
        <w:t xml:space="preserve">ں </w:t>
      </w:r>
      <w:r>
        <w:rPr>
          <w:rtl/>
        </w:rPr>
        <w:t>سے ايك فضيلت ميرے اندر ہوتى تو دنيا كى تمام چيزو</w:t>
      </w:r>
      <w:r w:rsidR="00B365A1">
        <w:rPr>
          <w:rtl/>
        </w:rPr>
        <w:t xml:space="preserve">ں </w:t>
      </w:r>
      <w:r>
        <w:rPr>
          <w:rtl/>
        </w:rPr>
        <w:t xml:space="preserve">سے زيادہ محبوب و قيمتى ہوتى </w:t>
      </w:r>
      <w:r w:rsidRPr="00C00E6D">
        <w:rPr>
          <w:rStyle w:val="libFootnotenumChar"/>
          <w:rtl/>
        </w:rPr>
        <w:t>(19)</w:t>
      </w:r>
      <w:r>
        <w:rPr>
          <w:rtl/>
        </w:rPr>
        <w:t xml:space="preserve"> </w:t>
      </w:r>
    </w:p>
    <w:p w:rsidR="00376422" w:rsidRDefault="00376422" w:rsidP="00E67399">
      <w:pPr>
        <w:pStyle w:val="libNormal"/>
        <w:rPr>
          <w:rtl/>
        </w:rPr>
      </w:pPr>
      <w:r>
        <w:rPr>
          <w:rtl/>
        </w:rPr>
        <w:t xml:space="preserve">مسعودى نے اس واقعہ كو لكھنے كے بعد ايك عبارت پيش كى ہے جو اس واقعہ سے تھوڑا سا فرق ركھتى ہے_ </w:t>
      </w:r>
    </w:p>
    <w:p w:rsidR="00376422" w:rsidRDefault="00376422" w:rsidP="00E67399">
      <w:pPr>
        <w:pStyle w:val="libNormal"/>
        <w:rPr>
          <w:rtl/>
        </w:rPr>
      </w:pPr>
      <w:r>
        <w:rPr>
          <w:rtl/>
        </w:rPr>
        <w:t>سعد نے معاويہ سے كہا كہ ، خدا كى قسم ، جب تك زندہ رہو نگا تيرے گھر مي</w:t>
      </w:r>
      <w:r w:rsidR="00B365A1">
        <w:rPr>
          <w:rtl/>
        </w:rPr>
        <w:t xml:space="preserve">ں </w:t>
      </w:r>
      <w:r>
        <w:rPr>
          <w:rtl/>
        </w:rPr>
        <w:t>قدم نہي</w:t>
      </w:r>
      <w:r w:rsidR="00B365A1">
        <w:rPr>
          <w:rtl/>
        </w:rPr>
        <w:t xml:space="preserve">ں </w:t>
      </w:r>
      <w:r>
        <w:rPr>
          <w:rtl/>
        </w:rPr>
        <w:t>ركھو</w:t>
      </w:r>
      <w:r w:rsidR="00B365A1">
        <w:rPr>
          <w:rtl/>
        </w:rPr>
        <w:t xml:space="preserve">ں </w:t>
      </w:r>
      <w:r>
        <w:rPr>
          <w:rtl/>
        </w:rPr>
        <w:t xml:space="preserve">گا يہ كہا اور اٹھ كھڑے ہوئے </w:t>
      </w:r>
      <w:r w:rsidRPr="00C00E6D">
        <w:rPr>
          <w:rStyle w:val="libFootnotenumChar"/>
          <w:rtl/>
        </w:rPr>
        <w:t>(20)</w:t>
      </w:r>
      <w:r>
        <w:rPr>
          <w:rtl/>
        </w:rPr>
        <w:t xml:space="preserve"> </w:t>
      </w:r>
    </w:p>
    <w:p w:rsidR="00376422" w:rsidRDefault="00376422" w:rsidP="00E67399">
      <w:pPr>
        <w:pStyle w:val="libNormal"/>
        <w:rPr>
          <w:rtl/>
        </w:rPr>
      </w:pPr>
      <w:r>
        <w:rPr>
          <w:rtl/>
        </w:rPr>
        <w:t>ابن عبد ربہ اندلسى اپنى كتاب مي</w:t>
      </w:r>
      <w:r w:rsidR="00B365A1">
        <w:rPr>
          <w:rtl/>
        </w:rPr>
        <w:t xml:space="preserve">ں </w:t>
      </w:r>
      <w:r>
        <w:rPr>
          <w:rtl/>
        </w:rPr>
        <w:t>لكھتے ہي</w:t>
      </w:r>
      <w:r w:rsidR="00B365A1">
        <w:rPr>
          <w:rtl/>
        </w:rPr>
        <w:t xml:space="preserve">ں </w:t>
      </w:r>
      <w:r>
        <w:rPr>
          <w:rtl/>
        </w:rPr>
        <w:t xml:space="preserve">: </w:t>
      </w:r>
    </w:p>
    <w:p w:rsidR="00376422" w:rsidRDefault="00376422" w:rsidP="00E67399">
      <w:pPr>
        <w:pStyle w:val="libNormal"/>
        <w:rPr>
          <w:rtl/>
        </w:rPr>
      </w:pPr>
      <w:r>
        <w:rPr>
          <w:rtl/>
        </w:rPr>
        <w:t>امام حسن (ع) مجتبى كى شہادت كے بعد معاويہ خليفہ بن كر مكہ حج كرنے گيا پھر مدينہ كى طرف رخ كيا اسكى اس سفر مي</w:t>
      </w:r>
      <w:r w:rsidR="00B365A1">
        <w:rPr>
          <w:rtl/>
        </w:rPr>
        <w:t xml:space="preserve">ں </w:t>
      </w:r>
      <w:r>
        <w:rPr>
          <w:rtl/>
        </w:rPr>
        <w:t xml:space="preserve">يہ خواہش تھى كہ مسجد النبوى (ص) كے منبر سے على (ع) كو برا بھلا كہے_ </w:t>
      </w:r>
    </w:p>
    <w:p w:rsidR="00FB7857" w:rsidRDefault="00FB7857" w:rsidP="00E67399">
      <w:pPr>
        <w:pStyle w:val="libLine"/>
        <w:rPr>
          <w:rFonts w:hint="cs"/>
          <w:rtl/>
        </w:rPr>
      </w:pPr>
      <w:r>
        <w:rPr>
          <w:rFonts w:hint="cs"/>
          <w:rtl/>
        </w:rPr>
        <w:t>____________________</w:t>
      </w:r>
    </w:p>
    <w:p w:rsidR="00FB7857" w:rsidRDefault="00FB7857" w:rsidP="00E67399">
      <w:pPr>
        <w:pStyle w:val="libFootnote"/>
        <w:rPr>
          <w:rtl/>
        </w:rPr>
      </w:pPr>
      <w:r>
        <w:rPr>
          <w:rtl/>
        </w:rPr>
        <w:t xml:space="preserve">19_صحيح مسلم ج7 ص 120 ، ترمذى ج 13 ص 171 ، مستدرك ج3 ص 109 ، اصابہ ج2 ص 502 </w:t>
      </w:r>
    </w:p>
    <w:p w:rsidR="00FB7857" w:rsidRDefault="00FB7857" w:rsidP="00E67399">
      <w:pPr>
        <w:pStyle w:val="libFootnote"/>
        <w:rPr>
          <w:rtl/>
        </w:rPr>
      </w:pPr>
      <w:r>
        <w:rPr>
          <w:rtl/>
        </w:rPr>
        <w:t xml:space="preserve">20_مروج الذھب ج3 ص 24 </w:t>
      </w:r>
    </w:p>
    <w:p w:rsidR="00FB7857" w:rsidRDefault="00FB7857" w:rsidP="00E67399">
      <w:pPr>
        <w:pStyle w:val="libPoemTini"/>
        <w:rPr>
          <w:rtl/>
        </w:rPr>
      </w:pPr>
      <w:r>
        <w:rPr>
          <w:rtl/>
        </w:rPr>
        <w:br w:type="page"/>
      </w:r>
    </w:p>
    <w:p w:rsidR="00376422" w:rsidRDefault="00376422" w:rsidP="00E67399">
      <w:pPr>
        <w:pStyle w:val="libNormal"/>
        <w:rPr>
          <w:rtl/>
        </w:rPr>
      </w:pPr>
      <w:r>
        <w:rPr>
          <w:rtl/>
        </w:rPr>
        <w:lastRenderedPageBreak/>
        <w:t>معاويہ كے اطرافيو</w:t>
      </w:r>
      <w:r w:rsidR="00B365A1">
        <w:rPr>
          <w:rtl/>
        </w:rPr>
        <w:t xml:space="preserve">ں </w:t>
      </w:r>
      <w:r>
        <w:rPr>
          <w:rtl/>
        </w:rPr>
        <w:t>نے اس سے كہا ، اس شہر ( مدينہ ) مي</w:t>
      </w:r>
      <w:r w:rsidR="00B365A1">
        <w:rPr>
          <w:rtl/>
        </w:rPr>
        <w:t xml:space="preserve">ں </w:t>
      </w:r>
      <w:r>
        <w:rPr>
          <w:rtl/>
        </w:rPr>
        <w:t>فاتح ايران اور با عظمت صحابى سعد بن وقاص رہتے ہي</w:t>
      </w:r>
      <w:r w:rsidR="00B365A1">
        <w:rPr>
          <w:rtl/>
        </w:rPr>
        <w:t xml:space="preserve">ں </w:t>
      </w:r>
      <w:r>
        <w:rPr>
          <w:rtl/>
        </w:rPr>
        <w:t>، وہ اس كام كو ہرگز ہونے نہي</w:t>
      </w:r>
      <w:r w:rsidR="00B365A1">
        <w:rPr>
          <w:rtl/>
        </w:rPr>
        <w:t xml:space="preserve">ں </w:t>
      </w:r>
      <w:r>
        <w:rPr>
          <w:rtl/>
        </w:rPr>
        <w:t>دي</w:t>
      </w:r>
      <w:r w:rsidR="00B365A1">
        <w:rPr>
          <w:rtl/>
        </w:rPr>
        <w:t xml:space="preserve">ں </w:t>
      </w:r>
      <w:r>
        <w:rPr>
          <w:rtl/>
        </w:rPr>
        <w:t xml:space="preserve">گے لہذا بہتر يہى ہے كہ انكے پاس جا كر ان سے پوچھ ليا جائے _ </w:t>
      </w:r>
    </w:p>
    <w:p w:rsidR="00376422" w:rsidRDefault="00376422" w:rsidP="00E67399">
      <w:pPr>
        <w:pStyle w:val="libNormal"/>
        <w:rPr>
          <w:rtl/>
        </w:rPr>
      </w:pPr>
      <w:r>
        <w:rPr>
          <w:rtl/>
        </w:rPr>
        <w:t>مامورين معاويہ، سعد كے پاس گئے جيسے ہى انھو</w:t>
      </w:r>
      <w:r w:rsidR="00B365A1">
        <w:rPr>
          <w:rtl/>
        </w:rPr>
        <w:t xml:space="preserve">ں </w:t>
      </w:r>
      <w:r>
        <w:rPr>
          <w:rtl/>
        </w:rPr>
        <w:t>نے سنا تو ان لوگو</w:t>
      </w:r>
      <w:r w:rsidR="00B365A1">
        <w:rPr>
          <w:rtl/>
        </w:rPr>
        <w:t xml:space="preserve">ں </w:t>
      </w:r>
      <w:r>
        <w:rPr>
          <w:rtl/>
        </w:rPr>
        <w:t>سے كہا _ اگر اس كام كو انجام ديا گيا تو ياد ركھو جس مسجد كے در سے على (ع) كو برا بھلا كہا گيا اس در مي</w:t>
      </w:r>
      <w:r w:rsidR="00B365A1">
        <w:rPr>
          <w:rtl/>
        </w:rPr>
        <w:t xml:space="preserve">ں </w:t>
      </w:r>
      <w:r>
        <w:rPr>
          <w:rtl/>
        </w:rPr>
        <w:t>ہرگز قدم نہي</w:t>
      </w:r>
      <w:r w:rsidR="00B365A1">
        <w:rPr>
          <w:rtl/>
        </w:rPr>
        <w:t xml:space="preserve">ں </w:t>
      </w:r>
      <w:r>
        <w:rPr>
          <w:rtl/>
        </w:rPr>
        <w:t>ركھے</w:t>
      </w:r>
      <w:r w:rsidR="00B365A1">
        <w:rPr>
          <w:rtl/>
        </w:rPr>
        <w:t xml:space="preserve">ں </w:t>
      </w:r>
      <w:r>
        <w:rPr>
          <w:rtl/>
        </w:rPr>
        <w:t xml:space="preserve">گے_ </w:t>
      </w:r>
    </w:p>
    <w:p w:rsidR="00376422" w:rsidRDefault="00376422" w:rsidP="00E67399">
      <w:pPr>
        <w:pStyle w:val="libNormal"/>
        <w:rPr>
          <w:rtl/>
        </w:rPr>
      </w:pPr>
      <w:r>
        <w:rPr>
          <w:rtl/>
        </w:rPr>
        <w:t>يہ بات اس وقت واضح ہوگى جب ہمي</w:t>
      </w:r>
      <w:r w:rsidR="00B365A1">
        <w:rPr>
          <w:rtl/>
        </w:rPr>
        <w:t xml:space="preserve">ں </w:t>
      </w:r>
      <w:r>
        <w:rPr>
          <w:rtl/>
        </w:rPr>
        <w:t>يہ معلوم ہو جائے كہ مدينہ مي</w:t>
      </w:r>
      <w:r w:rsidR="00B365A1">
        <w:rPr>
          <w:rtl/>
        </w:rPr>
        <w:t xml:space="preserve">ں </w:t>
      </w:r>
      <w:r>
        <w:rPr>
          <w:rtl/>
        </w:rPr>
        <w:t>مسجد نبوى (ص) كے بارے مي</w:t>
      </w:r>
      <w:r w:rsidR="00B365A1">
        <w:rPr>
          <w:rtl/>
        </w:rPr>
        <w:t xml:space="preserve">ں </w:t>
      </w:r>
      <w:r>
        <w:rPr>
          <w:rtl/>
        </w:rPr>
        <w:t xml:space="preserve">گفتگو ہوئي تھى يا كوئي اور مسجد تھى _ </w:t>
      </w:r>
    </w:p>
    <w:p w:rsidR="00376422" w:rsidRDefault="00376422" w:rsidP="00E67399">
      <w:pPr>
        <w:pStyle w:val="libNormal"/>
        <w:rPr>
          <w:rtl/>
        </w:rPr>
      </w:pPr>
      <w:r>
        <w:rPr>
          <w:rtl/>
        </w:rPr>
        <w:t xml:space="preserve">معاويہ سعد كے نفوذ كے سامنے مات كھا گيا اورجب تك وہ زندہ رہے معاويہ اس كام كو انجام نہ دے سكا _ </w:t>
      </w:r>
    </w:p>
    <w:p w:rsidR="00376422" w:rsidRDefault="00376422" w:rsidP="00E67399">
      <w:pPr>
        <w:pStyle w:val="libNormal"/>
        <w:rPr>
          <w:rtl/>
        </w:rPr>
      </w:pPr>
      <w:r>
        <w:rPr>
          <w:rtl/>
        </w:rPr>
        <w:t xml:space="preserve">ليكن جب سعد بن وقاص اس دنيا سے چلے گئے تو معاويہ نے مدينہ كے اندر بار ديگر سعى و كوشش كى اور امام على (ع) كو مسجد نبوى (ص) كے منبر سے گالى دي_ </w:t>
      </w:r>
    </w:p>
    <w:p w:rsidR="00376422" w:rsidRDefault="00376422" w:rsidP="00E67399">
      <w:pPr>
        <w:pStyle w:val="libNormal"/>
        <w:rPr>
          <w:rtl/>
        </w:rPr>
      </w:pPr>
      <w:r>
        <w:rPr>
          <w:rtl/>
        </w:rPr>
        <w:t>يہى وہ دور تھا جس مي</w:t>
      </w:r>
      <w:r w:rsidR="00B365A1">
        <w:rPr>
          <w:rtl/>
        </w:rPr>
        <w:t xml:space="preserve">ں </w:t>
      </w:r>
      <w:r>
        <w:rPr>
          <w:rtl/>
        </w:rPr>
        <w:t>معاويہ نے اپنے تمام كارندو</w:t>
      </w:r>
      <w:r w:rsidR="00B365A1">
        <w:rPr>
          <w:rtl/>
        </w:rPr>
        <w:t xml:space="preserve">ں </w:t>
      </w:r>
      <w:r>
        <w:rPr>
          <w:rtl/>
        </w:rPr>
        <w:t>كو خط لكھا اور حضرت على (ع) پر تمام بلاد اسلامى كے منبرو</w:t>
      </w:r>
      <w:r w:rsidR="00B365A1">
        <w:rPr>
          <w:rtl/>
        </w:rPr>
        <w:t xml:space="preserve">ں </w:t>
      </w:r>
      <w:r>
        <w:rPr>
          <w:rtl/>
        </w:rPr>
        <w:t xml:space="preserve">سے لعن و طعن كروائي _ </w:t>
      </w:r>
    </w:p>
    <w:p w:rsidR="00376422" w:rsidRDefault="00376422" w:rsidP="00E67399">
      <w:pPr>
        <w:pStyle w:val="libNormal"/>
        <w:rPr>
          <w:rtl/>
        </w:rPr>
      </w:pPr>
      <w:r>
        <w:rPr>
          <w:rtl/>
        </w:rPr>
        <w:t>زوجہ رسول (ص) ام سلمى نے كئي خطوط معاويہ كے پاس بھيجے جن مي</w:t>
      </w:r>
      <w:r w:rsidR="00B365A1">
        <w:rPr>
          <w:rtl/>
        </w:rPr>
        <w:t xml:space="preserve">ں </w:t>
      </w:r>
      <w:r>
        <w:rPr>
          <w:rtl/>
        </w:rPr>
        <w:t>ان باتو</w:t>
      </w:r>
      <w:r w:rsidR="00B365A1">
        <w:rPr>
          <w:rtl/>
        </w:rPr>
        <w:t xml:space="preserve">ں </w:t>
      </w:r>
      <w:r>
        <w:rPr>
          <w:rtl/>
        </w:rPr>
        <w:t>كو لكھا اے معاويہ ، تو تمام منبرو</w:t>
      </w:r>
      <w:r w:rsidR="00B365A1">
        <w:rPr>
          <w:rtl/>
        </w:rPr>
        <w:t xml:space="preserve">ں </w:t>
      </w:r>
      <w:r>
        <w:rPr>
          <w:rtl/>
        </w:rPr>
        <w:t>سے على (ع) اور انكے ساتھيو</w:t>
      </w:r>
      <w:r w:rsidR="00B365A1">
        <w:rPr>
          <w:rtl/>
        </w:rPr>
        <w:t xml:space="preserve">ں </w:t>
      </w:r>
      <w:r>
        <w:rPr>
          <w:rtl/>
        </w:rPr>
        <w:t xml:space="preserve">پر نفرين كروا رہا ہے جبكہ يہ نفرين خدا و رسول (ص) پر ہو رہى ہے _ </w:t>
      </w:r>
    </w:p>
    <w:p w:rsidR="00FC5297" w:rsidRDefault="00376422" w:rsidP="00E67399">
      <w:pPr>
        <w:pStyle w:val="libNormal"/>
        <w:rPr>
          <w:rtl/>
        </w:rPr>
      </w:pPr>
      <w:r>
        <w:rPr>
          <w:rtl/>
        </w:rPr>
        <w:t>مي</w:t>
      </w:r>
      <w:r w:rsidR="00B365A1">
        <w:rPr>
          <w:rtl/>
        </w:rPr>
        <w:t xml:space="preserve">ں </w:t>
      </w:r>
      <w:r>
        <w:rPr>
          <w:rtl/>
        </w:rPr>
        <w:t>قسم كھاتى ہو</w:t>
      </w:r>
      <w:r w:rsidR="00B365A1">
        <w:rPr>
          <w:rtl/>
        </w:rPr>
        <w:t xml:space="preserve">ں </w:t>
      </w:r>
      <w:r>
        <w:rPr>
          <w:rtl/>
        </w:rPr>
        <w:t>كہ خدا اور پيغمبر(ص) اسلام اسكو دوست ركھتے تھے ، مگر ام سلمى كے خط نے كوئي خاص اثر معاويہ پر نہي</w:t>
      </w:r>
      <w:r w:rsidR="00B365A1">
        <w:rPr>
          <w:rtl/>
        </w:rPr>
        <w:t xml:space="preserve">ں </w:t>
      </w:r>
      <w:r>
        <w:rPr>
          <w:rtl/>
        </w:rPr>
        <w:t xml:space="preserve">ڈالا </w:t>
      </w:r>
    </w:p>
    <w:p w:rsidR="00FC5297" w:rsidRDefault="00FC529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بلكہ اس نے ان خطوط كو ردى كى ٹوكرى مي</w:t>
      </w:r>
      <w:r w:rsidR="00B365A1">
        <w:rPr>
          <w:rtl/>
        </w:rPr>
        <w:t xml:space="preserve">ں </w:t>
      </w:r>
      <w:r>
        <w:rPr>
          <w:rtl/>
        </w:rPr>
        <w:t xml:space="preserve">ڈال ديا تھا _ </w:t>
      </w:r>
      <w:r w:rsidRPr="00C00E6D">
        <w:rPr>
          <w:rStyle w:val="libFootnotenumChar"/>
          <w:rtl/>
        </w:rPr>
        <w:t>(21)</w:t>
      </w:r>
      <w:r>
        <w:rPr>
          <w:rtl/>
        </w:rPr>
        <w:t xml:space="preserve"> _ </w:t>
      </w:r>
    </w:p>
    <w:p w:rsidR="00376422" w:rsidRDefault="00376422" w:rsidP="00E67399">
      <w:pPr>
        <w:pStyle w:val="libNormal"/>
        <w:rPr>
          <w:rtl/>
        </w:rPr>
      </w:pPr>
    </w:p>
    <w:p w:rsidR="00376422" w:rsidRDefault="00376422" w:rsidP="00E67399">
      <w:pPr>
        <w:pStyle w:val="Heading2Center"/>
        <w:rPr>
          <w:rtl/>
        </w:rPr>
      </w:pPr>
      <w:bookmarkStart w:id="76" w:name="_Toc531605704"/>
      <w:r>
        <w:rPr>
          <w:rtl/>
        </w:rPr>
        <w:t>معاويہ كا اخرى ہدف</w:t>
      </w:r>
      <w:bookmarkEnd w:id="76"/>
    </w:p>
    <w:p w:rsidR="00376422" w:rsidRDefault="00376422" w:rsidP="00E67399">
      <w:pPr>
        <w:pStyle w:val="libNormal"/>
        <w:rPr>
          <w:rtl/>
        </w:rPr>
      </w:pPr>
      <w:r>
        <w:rPr>
          <w:rtl/>
        </w:rPr>
        <w:t>جب بھى معاويہ اپنے حسب و نسب اور اپنے خاندان كے كرتوت پر (جو اسلام كے مقابلے مي</w:t>
      </w:r>
      <w:r w:rsidR="00B365A1">
        <w:rPr>
          <w:rtl/>
        </w:rPr>
        <w:t xml:space="preserve">ں </w:t>
      </w:r>
      <w:r>
        <w:rPr>
          <w:rtl/>
        </w:rPr>
        <w:t>جنگ كى تھى )نظر دوڑاتا تھا تو شرم و حياء كے مارے اسكا سر جھك جاتا تھا اور يہ تمام چيزي</w:t>
      </w:r>
      <w:r w:rsidR="00B365A1">
        <w:rPr>
          <w:rtl/>
        </w:rPr>
        <w:t xml:space="preserve">ں </w:t>
      </w:r>
      <w:r>
        <w:rPr>
          <w:rtl/>
        </w:rPr>
        <w:t>اسكى حيرانى و پريشانى كى باعث بن جاتى تھي</w:t>
      </w:r>
      <w:r w:rsidR="00B365A1">
        <w:rPr>
          <w:rtl/>
        </w:rPr>
        <w:t xml:space="preserve">ں </w:t>
      </w:r>
      <w:r>
        <w:rPr>
          <w:rtl/>
        </w:rPr>
        <w:t>، كيونكہ ايك طرف اسلام نے اس كو اور اسكے خاندان كو ضرب كارى لگا كر ذلت و رسوائي كے كھنڈر مي</w:t>
      </w:r>
      <w:r w:rsidR="00B365A1">
        <w:rPr>
          <w:rtl/>
        </w:rPr>
        <w:t xml:space="preserve">ں </w:t>
      </w:r>
      <w:r>
        <w:rPr>
          <w:rtl/>
        </w:rPr>
        <w:t xml:space="preserve">ڈال ديا تھا _ </w:t>
      </w:r>
    </w:p>
    <w:p w:rsidR="00376422" w:rsidRDefault="00376422" w:rsidP="00E67399">
      <w:pPr>
        <w:pStyle w:val="libNormal"/>
        <w:rPr>
          <w:rtl/>
        </w:rPr>
      </w:pPr>
      <w:r>
        <w:rPr>
          <w:rtl/>
        </w:rPr>
        <w:t xml:space="preserve">دوسرى طرف اس كے ديرينہ رقيب بنى ہاشم شہرت كے فلك چہارم پر جا رہے تھے ، يہ تمام مشكلات اسكے ذہن و دماغ پر پہاڑ كى طرح بوجھ بنى ہوئي تھى ، جنكو ہلكا كرنے كے لئے اس نے اصحاب پيغمبر (ص) سے جنگ كى تھى _ </w:t>
      </w:r>
    </w:p>
    <w:p w:rsidR="00376422" w:rsidRDefault="00376422" w:rsidP="00E67399">
      <w:pPr>
        <w:pStyle w:val="libNormal"/>
        <w:rPr>
          <w:rtl/>
        </w:rPr>
      </w:pPr>
      <w:r>
        <w:rPr>
          <w:rtl/>
        </w:rPr>
        <w:t>ليكن ان تمام جنگو</w:t>
      </w:r>
      <w:r w:rsidR="00B365A1">
        <w:rPr>
          <w:rtl/>
        </w:rPr>
        <w:t xml:space="preserve">ں </w:t>
      </w:r>
      <w:r>
        <w:rPr>
          <w:rtl/>
        </w:rPr>
        <w:t>مي</w:t>
      </w:r>
      <w:r w:rsidR="00B365A1">
        <w:rPr>
          <w:rtl/>
        </w:rPr>
        <w:t xml:space="preserve">ں </w:t>
      </w:r>
      <w:r>
        <w:rPr>
          <w:rtl/>
        </w:rPr>
        <w:t>امير شام معاويہ كى يہى كوشش رہى كہ كہي</w:t>
      </w:r>
      <w:r w:rsidR="00B365A1">
        <w:rPr>
          <w:rtl/>
        </w:rPr>
        <w:t xml:space="preserve">ں </w:t>
      </w:r>
      <w:r>
        <w:rPr>
          <w:rtl/>
        </w:rPr>
        <w:t>سے اپنے كينے كا اظہار نہ ہو كيونكہ ابھى حكومت نئي ہے ورنہ جان و مال خطرے مي</w:t>
      </w:r>
      <w:r w:rsidR="00B365A1">
        <w:rPr>
          <w:rtl/>
        </w:rPr>
        <w:t xml:space="preserve">ں </w:t>
      </w:r>
      <w:r>
        <w:rPr>
          <w:rtl/>
        </w:rPr>
        <w:t>پڑ جائے گا ، ليكن جب ايك دن مغيرہ بن شعبہ كے ساتھ تنہائي مي</w:t>
      </w:r>
      <w:r w:rsidR="00B365A1">
        <w:rPr>
          <w:rtl/>
        </w:rPr>
        <w:t xml:space="preserve">ں </w:t>
      </w:r>
      <w:r>
        <w:rPr>
          <w:rtl/>
        </w:rPr>
        <w:t>بيٹھا، چونكہ دونو</w:t>
      </w:r>
      <w:r w:rsidR="00B365A1">
        <w:rPr>
          <w:rtl/>
        </w:rPr>
        <w:t xml:space="preserve">ں </w:t>
      </w:r>
      <w:r>
        <w:rPr>
          <w:rtl/>
        </w:rPr>
        <w:t>عصر جاہليت سے اپس مي</w:t>
      </w:r>
      <w:r w:rsidR="00B365A1">
        <w:rPr>
          <w:rtl/>
        </w:rPr>
        <w:t xml:space="preserve">ں </w:t>
      </w:r>
      <w:r>
        <w:rPr>
          <w:rtl/>
        </w:rPr>
        <w:t>دوست تھے نيز سالہا سال دونو</w:t>
      </w:r>
      <w:r w:rsidR="00B365A1">
        <w:rPr>
          <w:rtl/>
        </w:rPr>
        <w:t xml:space="preserve">ں </w:t>
      </w:r>
      <w:r>
        <w:rPr>
          <w:rtl/>
        </w:rPr>
        <w:t>سياہكاريو</w:t>
      </w:r>
      <w:r w:rsidR="00B365A1">
        <w:rPr>
          <w:rtl/>
        </w:rPr>
        <w:t xml:space="preserve">ں </w:t>
      </w:r>
      <w:r>
        <w:rPr>
          <w:rtl/>
        </w:rPr>
        <w:t>و تباہكاريو</w:t>
      </w:r>
      <w:r w:rsidR="00B365A1">
        <w:rPr>
          <w:rtl/>
        </w:rPr>
        <w:t xml:space="preserve">ں </w:t>
      </w:r>
      <w:r>
        <w:rPr>
          <w:rtl/>
        </w:rPr>
        <w:t>مي</w:t>
      </w:r>
      <w:r w:rsidR="00B365A1">
        <w:rPr>
          <w:rtl/>
        </w:rPr>
        <w:t xml:space="preserve">ں </w:t>
      </w:r>
      <w:r>
        <w:rPr>
          <w:rtl/>
        </w:rPr>
        <w:t xml:space="preserve">ايك دوسرے كا ہاتھ بٹا رہے تھے تو معاويہ نے اپنى سياست كو فاش كر ديا _ </w:t>
      </w:r>
    </w:p>
    <w:p w:rsidR="00376422" w:rsidRDefault="00376422" w:rsidP="00E67399">
      <w:pPr>
        <w:pStyle w:val="libNormal"/>
        <w:rPr>
          <w:rtl/>
        </w:rPr>
      </w:pPr>
      <w:r>
        <w:rPr>
          <w:rtl/>
        </w:rPr>
        <w:t>كتاب الموفقيات مي</w:t>
      </w:r>
      <w:r w:rsidR="00B365A1">
        <w:rPr>
          <w:rtl/>
        </w:rPr>
        <w:t xml:space="preserve">ں </w:t>
      </w:r>
      <w:r>
        <w:rPr>
          <w:rtl/>
        </w:rPr>
        <w:t>زبير بن بكار ، مطرف بن مغيرہ ، سے نقل كرتے ہي</w:t>
      </w:r>
      <w:r w:rsidR="00B365A1">
        <w:rPr>
          <w:rtl/>
        </w:rPr>
        <w:t xml:space="preserve">ں </w:t>
      </w:r>
      <w:r>
        <w:rPr>
          <w:rtl/>
        </w:rPr>
        <w:t>، مي</w:t>
      </w:r>
      <w:r w:rsidR="00B365A1">
        <w:rPr>
          <w:rtl/>
        </w:rPr>
        <w:t xml:space="preserve">ں </w:t>
      </w:r>
      <w:r>
        <w:rPr>
          <w:rtl/>
        </w:rPr>
        <w:t>اپنے والد (مغيرہ ) كے ساتھ شام گيا ہم دونو</w:t>
      </w:r>
      <w:r w:rsidR="00B365A1">
        <w:rPr>
          <w:rtl/>
        </w:rPr>
        <w:t xml:space="preserve">ں </w:t>
      </w:r>
      <w:r>
        <w:rPr>
          <w:rtl/>
        </w:rPr>
        <w:t>كا قيام معاويہ كے يہا</w:t>
      </w:r>
      <w:r w:rsidR="00B365A1">
        <w:rPr>
          <w:rtl/>
        </w:rPr>
        <w:t xml:space="preserve">ں </w:t>
      </w:r>
      <w:r>
        <w:rPr>
          <w:rtl/>
        </w:rPr>
        <w:t>تھا ميرے والد ہر روز امير شام معاويہ كے پاس جا يا كرتے تھے اور جا كر گھنٹو</w:t>
      </w:r>
      <w:r w:rsidR="00B365A1">
        <w:rPr>
          <w:rtl/>
        </w:rPr>
        <w:t xml:space="preserve">ں </w:t>
      </w:r>
      <w:r>
        <w:rPr>
          <w:rtl/>
        </w:rPr>
        <w:t>باتي</w:t>
      </w:r>
      <w:r w:rsidR="00B365A1">
        <w:rPr>
          <w:rtl/>
        </w:rPr>
        <w:t xml:space="preserve">ں </w:t>
      </w:r>
      <w:r>
        <w:rPr>
          <w:rtl/>
        </w:rPr>
        <w:t>كيا كرتے تھے اور جب معاويہ كے پاس سے اتے تھے تو سارى باتو</w:t>
      </w:r>
      <w:r w:rsidR="00B365A1">
        <w:rPr>
          <w:rtl/>
        </w:rPr>
        <w:t xml:space="preserve">ں </w:t>
      </w:r>
      <w:r>
        <w:rPr>
          <w:rtl/>
        </w:rPr>
        <w:t>كو بيان كرتے تھے _ايك دن معاويہ كے پاس سے</w:t>
      </w:r>
      <w:r w:rsidR="00137FAB">
        <w:rPr>
          <w:rtl/>
        </w:rPr>
        <w:t xml:space="preserve"> آئے</w:t>
      </w:r>
      <w:r>
        <w:rPr>
          <w:rtl/>
        </w:rPr>
        <w:t xml:space="preserve"> تو مي</w:t>
      </w:r>
      <w:r w:rsidR="00B365A1">
        <w:rPr>
          <w:rtl/>
        </w:rPr>
        <w:t xml:space="preserve">ں </w:t>
      </w:r>
      <w:r>
        <w:rPr>
          <w:rtl/>
        </w:rPr>
        <w:t>نے كھانا حاضر كيا ، ليكن انھو</w:t>
      </w:r>
      <w:r w:rsidR="00B365A1">
        <w:rPr>
          <w:rtl/>
        </w:rPr>
        <w:t xml:space="preserve">ں </w:t>
      </w:r>
      <w:r>
        <w:rPr>
          <w:rtl/>
        </w:rPr>
        <w:t>نے نہي</w:t>
      </w:r>
      <w:r w:rsidR="00B365A1">
        <w:rPr>
          <w:rtl/>
        </w:rPr>
        <w:t xml:space="preserve">ں </w:t>
      </w:r>
      <w:r>
        <w:rPr>
          <w:rtl/>
        </w:rPr>
        <w:t>كھايا ، مي</w:t>
      </w:r>
      <w:r w:rsidR="00B365A1">
        <w:rPr>
          <w:rtl/>
        </w:rPr>
        <w:t xml:space="preserve">ں </w:t>
      </w:r>
      <w:r>
        <w:rPr>
          <w:rtl/>
        </w:rPr>
        <w:t>اپنے دل مي</w:t>
      </w:r>
      <w:r w:rsidR="00B365A1">
        <w:rPr>
          <w:rtl/>
        </w:rPr>
        <w:t xml:space="preserve">ں </w:t>
      </w:r>
      <w:r>
        <w:rPr>
          <w:rtl/>
        </w:rPr>
        <w:t>سوچنے لگا كہ كہي</w:t>
      </w:r>
      <w:r w:rsidR="00B365A1">
        <w:rPr>
          <w:rtl/>
        </w:rPr>
        <w:t xml:space="preserve">ں </w:t>
      </w:r>
      <w:r>
        <w:rPr>
          <w:rtl/>
        </w:rPr>
        <w:t>ہم سے كوئي خطا تو سرزد نہي</w:t>
      </w:r>
      <w:r w:rsidR="00B365A1">
        <w:rPr>
          <w:rtl/>
        </w:rPr>
        <w:t xml:space="preserve">ں </w:t>
      </w:r>
      <w:r>
        <w:rPr>
          <w:rtl/>
        </w:rPr>
        <w:t xml:space="preserve">ہو گئي ہے _ </w:t>
      </w:r>
    </w:p>
    <w:p w:rsidR="00376422" w:rsidRDefault="00376422" w:rsidP="00E67399">
      <w:pPr>
        <w:pStyle w:val="libNormal"/>
        <w:rPr>
          <w:rtl/>
        </w:rPr>
      </w:pPr>
      <w:r>
        <w:rPr>
          <w:rtl/>
        </w:rPr>
        <w:t>لہذا مي</w:t>
      </w:r>
      <w:r w:rsidR="00B365A1">
        <w:rPr>
          <w:rtl/>
        </w:rPr>
        <w:t xml:space="preserve">ں </w:t>
      </w:r>
      <w:r>
        <w:rPr>
          <w:rtl/>
        </w:rPr>
        <w:t>نے اپنے باپ ( مغيرہ ) سے سوال كيا كہ اج كى شب اپ كيو</w:t>
      </w:r>
      <w:r w:rsidR="00B365A1">
        <w:rPr>
          <w:rtl/>
        </w:rPr>
        <w:t xml:space="preserve">ں </w:t>
      </w:r>
      <w:r>
        <w:rPr>
          <w:rtl/>
        </w:rPr>
        <w:t>اتنا كبيدہ خاطر ہي</w:t>
      </w:r>
      <w:r w:rsidR="00B365A1">
        <w:rPr>
          <w:rtl/>
        </w:rPr>
        <w:t xml:space="preserve">ں </w:t>
      </w:r>
      <w:r>
        <w:rPr>
          <w:rtl/>
        </w:rPr>
        <w:t xml:space="preserve">_ </w:t>
      </w:r>
    </w:p>
    <w:p w:rsidR="00FB7857" w:rsidRDefault="00FB7857" w:rsidP="00E67399">
      <w:pPr>
        <w:pStyle w:val="libLine"/>
        <w:rPr>
          <w:rFonts w:hint="cs"/>
          <w:rtl/>
        </w:rPr>
      </w:pPr>
      <w:r>
        <w:rPr>
          <w:rFonts w:hint="cs"/>
          <w:rtl/>
        </w:rPr>
        <w:t>____________________</w:t>
      </w:r>
    </w:p>
    <w:p w:rsidR="00FB7857" w:rsidRDefault="00FB7857" w:rsidP="00E67399">
      <w:pPr>
        <w:pStyle w:val="libFootnote"/>
        <w:rPr>
          <w:rtl/>
        </w:rPr>
      </w:pPr>
      <w:r>
        <w:rPr>
          <w:rtl/>
        </w:rPr>
        <w:t xml:space="preserve">21_عقد الفريد ج3 ص 127 </w:t>
      </w:r>
    </w:p>
    <w:p w:rsidR="00FB7857" w:rsidRDefault="00FB7857" w:rsidP="00E67399">
      <w:pPr>
        <w:pStyle w:val="libPoemTini"/>
        <w:rPr>
          <w:rtl/>
        </w:rPr>
      </w:pPr>
      <w:r>
        <w:rPr>
          <w:rtl/>
        </w:rPr>
        <w:br w:type="page"/>
      </w:r>
    </w:p>
    <w:p w:rsidR="00376422" w:rsidRDefault="00376422" w:rsidP="00E67399">
      <w:pPr>
        <w:pStyle w:val="libNormal"/>
        <w:rPr>
          <w:rtl/>
        </w:rPr>
      </w:pPr>
      <w:r>
        <w:rPr>
          <w:rtl/>
        </w:rPr>
        <w:lastRenderedPageBreak/>
        <w:t>ميرے باپ نے جواب ديا كہ ، اے ميرے لال ، اج ہم خبيث ترين و كافر ترين شخص كے پاس سے ارہے ہي</w:t>
      </w:r>
      <w:r w:rsidR="00B365A1">
        <w:rPr>
          <w:rtl/>
        </w:rPr>
        <w:t xml:space="preserve">ں </w:t>
      </w:r>
      <w:r>
        <w:rPr>
          <w:rtl/>
        </w:rPr>
        <w:t xml:space="preserve">_ </w:t>
      </w:r>
    </w:p>
    <w:p w:rsidR="00376422" w:rsidRDefault="00376422" w:rsidP="00E67399">
      <w:pPr>
        <w:pStyle w:val="libNormal"/>
        <w:rPr>
          <w:rtl/>
        </w:rPr>
      </w:pPr>
      <w:r>
        <w:rPr>
          <w:rtl/>
        </w:rPr>
        <w:t>مي</w:t>
      </w:r>
      <w:r w:rsidR="00B365A1">
        <w:rPr>
          <w:rtl/>
        </w:rPr>
        <w:t xml:space="preserve">ں </w:t>
      </w:r>
      <w:r>
        <w:rPr>
          <w:rtl/>
        </w:rPr>
        <w:t xml:space="preserve">نے پوچھا وہ كون ہے ؟ </w:t>
      </w:r>
    </w:p>
    <w:p w:rsidR="00376422" w:rsidRDefault="00376422" w:rsidP="00E67399">
      <w:pPr>
        <w:pStyle w:val="libNormal"/>
        <w:rPr>
          <w:rtl/>
        </w:rPr>
      </w:pPr>
      <w:r>
        <w:rPr>
          <w:rtl/>
        </w:rPr>
        <w:t>ميرے باپ نے كہا ارے وہى معاويہ ہے اج اسكى مجلس اغيار سے خالى تھى ، تو مي</w:t>
      </w:r>
      <w:r w:rsidR="00B365A1">
        <w:rPr>
          <w:rtl/>
        </w:rPr>
        <w:t xml:space="preserve">ں </w:t>
      </w:r>
      <w:r>
        <w:rPr>
          <w:rtl/>
        </w:rPr>
        <w:t>نے اس سے كہا كہ اے امير المومنين اپ تو اپنے ہدف تك پہونچ گئے ہي</w:t>
      </w:r>
      <w:r w:rsidR="00B365A1">
        <w:rPr>
          <w:rtl/>
        </w:rPr>
        <w:t xml:space="preserve">ں </w:t>
      </w:r>
      <w:r>
        <w:rPr>
          <w:rtl/>
        </w:rPr>
        <w:t xml:space="preserve">_ </w:t>
      </w:r>
    </w:p>
    <w:p w:rsidR="00376422" w:rsidRDefault="00376422" w:rsidP="00E67399">
      <w:pPr>
        <w:pStyle w:val="libNormal"/>
        <w:rPr>
          <w:rtl/>
        </w:rPr>
      </w:pPr>
      <w:r>
        <w:rPr>
          <w:rtl/>
        </w:rPr>
        <w:t>لہذا اس بوڑھاپے مي</w:t>
      </w:r>
      <w:r w:rsidR="00B365A1">
        <w:rPr>
          <w:rtl/>
        </w:rPr>
        <w:t xml:space="preserve">ں </w:t>
      </w:r>
      <w:r>
        <w:rPr>
          <w:rtl/>
        </w:rPr>
        <w:t>عدل و انصاف سے كام ليجئے اور اپنے رشتہ دارو</w:t>
      </w:r>
      <w:r w:rsidR="00B365A1">
        <w:rPr>
          <w:rtl/>
        </w:rPr>
        <w:t xml:space="preserve">ں </w:t>
      </w:r>
      <w:r>
        <w:rPr>
          <w:rtl/>
        </w:rPr>
        <w:t>( بنى ہاشم ) پر رحم و كرم كيجئے تاكہ لوگ اپكى تعريف و تمجيد كري</w:t>
      </w:r>
      <w:r w:rsidR="00B365A1">
        <w:rPr>
          <w:rtl/>
        </w:rPr>
        <w:t xml:space="preserve">ں </w:t>
      </w:r>
      <w:r>
        <w:rPr>
          <w:rtl/>
        </w:rPr>
        <w:t xml:space="preserve">_ </w:t>
      </w:r>
    </w:p>
    <w:p w:rsidR="00376422" w:rsidRDefault="00376422" w:rsidP="00E67399">
      <w:pPr>
        <w:pStyle w:val="libNormal"/>
        <w:rPr>
          <w:rtl/>
        </w:rPr>
      </w:pPr>
      <w:r>
        <w:rPr>
          <w:rtl/>
        </w:rPr>
        <w:t>خدا كى قسم ، اب ان لوگو</w:t>
      </w:r>
      <w:r w:rsidR="00B365A1">
        <w:rPr>
          <w:rtl/>
        </w:rPr>
        <w:t xml:space="preserve">ں </w:t>
      </w:r>
      <w:r>
        <w:rPr>
          <w:rtl/>
        </w:rPr>
        <w:t>سے كسى چيز كا خوف نہي</w:t>
      </w:r>
      <w:r w:rsidR="00B365A1">
        <w:rPr>
          <w:rtl/>
        </w:rPr>
        <w:t xml:space="preserve">ں </w:t>
      </w:r>
      <w:r>
        <w:rPr>
          <w:rtl/>
        </w:rPr>
        <w:t xml:space="preserve">ہے _ </w:t>
      </w:r>
    </w:p>
    <w:p w:rsidR="00376422" w:rsidRDefault="00376422" w:rsidP="00E67399">
      <w:pPr>
        <w:pStyle w:val="libNormal"/>
        <w:rPr>
          <w:rtl/>
        </w:rPr>
      </w:pPr>
      <w:r>
        <w:rPr>
          <w:rtl/>
        </w:rPr>
        <w:t>اس پر معاويہ نے كہا ، جو كچھ تم نے كہا ہے بہت مشكل ہے ، ابو بكر تخت خلافت پر</w:t>
      </w:r>
      <w:r w:rsidR="00137FAB">
        <w:rPr>
          <w:rtl/>
        </w:rPr>
        <w:t xml:space="preserve"> آئے</w:t>
      </w:r>
      <w:r>
        <w:rPr>
          <w:rtl/>
        </w:rPr>
        <w:t xml:space="preserve"> عدل و انصاف كيا تمام زحمتو</w:t>
      </w:r>
      <w:r w:rsidR="00B365A1">
        <w:rPr>
          <w:rtl/>
        </w:rPr>
        <w:t xml:space="preserve">ں </w:t>
      </w:r>
      <w:r>
        <w:rPr>
          <w:rtl/>
        </w:rPr>
        <w:t>كو برداشت كيا مگر خدا كى قسم ، ايك موذن بھى ان كا نام اذان مي</w:t>
      </w:r>
      <w:r w:rsidR="00B365A1">
        <w:rPr>
          <w:rtl/>
        </w:rPr>
        <w:t xml:space="preserve">ں </w:t>
      </w:r>
      <w:r>
        <w:rPr>
          <w:rtl/>
        </w:rPr>
        <w:t>نہي</w:t>
      </w:r>
      <w:r w:rsidR="00B365A1">
        <w:rPr>
          <w:rtl/>
        </w:rPr>
        <w:t xml:space="preserve">ں </w:t>
      </w:r>
      <w:r>
        <w:rPr>
          <w:rtl/>
        </w:rPr>
        <w:t xml:space="preserve">ليتا ہے _ </w:t>
      </w:r>
    </w:p>
    <w:p w:rsidR="00376422" w:rsidRDefault="00376422" w:rsidP="00E67399">
      <w:pPr>
        <w:pStyle w:val="libNormal"/>
        <w:rPr>
          <w:rtl/>
        </w:rPr>
      </w:pPr>
      <w:r>
        <w:rPr>
          <w:rtl/>
        </w:rPr>
        <w:t>عمر خليفہ بنے دس سال كى طويل مدت تك سختيو</w:t>
      </w:r>
      <w:r w:rsidR="00B365A1">
        <w:rPr>
          <w:rtl/>
        </w:rPr>
        <w:t xml:space="preserve">ں </w:t>
      </w:r>
      <w:r>
        <w:rPr>
          <w:rtl/>
        </w:rPr>
        <w:t>كو جھيلا مرنے كے بعد كوئي بھى ان كا نام ليوا نہي</w:t>
      </w:r>
      <w:r w:rsidR="00B365A1">
        <w:rPr>
          <w:rtl/>
        </w:rPr>
        <w:t xml:space="preserve">ں </w:t>
      </w:r>
      <w:r>
        <w:rPr>
          <w:rtl/>
        </w:rPr>
        <w:t xml:space="preserve">ہے _ </w:t>
      </w:r>
    </w:p>
    <w:p w:rsidR="00376422" w:rsidRDefault="00376422" w:rsidP="00E67399">
      <w:pPr>
        <w:pStyle w:val="libNormal"/>
        <w:rPr>
          <w:rtl/>
        </w:rPr>
      </w:pPr>
      <w:r>
        <w:rPr>
          <w:rtl/>
        </w:rPr>
        <w:t>اخر مي</w:t>
      </w:r>
      <w:r w:rsidR="00B365A1">
        <w:rPr>
          <w:rtl/>
        </w:rPr>
        <w:t xml:space="preserve">ں </w:t>
      </w:r>
      <w:r>
        <w:rPr>
          <w:rtl/>
        </w:rPr>
        <w:t>ہمارے بھائي عثمان تخت خلافت پربرا جمان ہوئے جو نسب كے اعتبار سے كوئي بھى ان كا ہم پلہ نہي</w:t>
      </w:r>
      <w:r w:rsidR="00B365A1">
        <w:rPr>
          <w:rtl/>
        </w:rPr>
        <w:t xml:space="preserve">ں </w:t>
      </w:r>
      <w:r>
        <w:rPr>
          <w:rtl/>
        </w:rPr>
        <w:t>ہے اور جو كچھ كرنا تھا انھو</w:t>
      </w:r>
      <w:r w:rsidR="00B365A1">
        <w:rPr>
          <w:rtl/>
        </w:rPr>
        <w:t xml:space="preserve">ں </w:t>
      </w:r>
      <w:r>
        <w:rPr>
          <w:rtl/>
        </w:rPr>
        <w:t>نے انجام ديا ليكن ان كے ساتھ كيسا حادثہ پيش</w:t>
      </w:r>
      <w:r w:rsidR="00831D2C">
        <w:rPr>
          <w:rtl/>
        </w:rPr>
        <w:t xml:space="preserve"> آيا </w:t>
      </w:r>
      <w:r>
        <w:rPr>
          <w:rtl/>
        </w:rPr>
        <w:t xml:space="preserve"> جسكى وجہ سے مار ڈالے گئے ، مگر ان كا بھى كوئي نام نہي</w:t>
      </w:r>
      <w:r w:rsidR="00B365A1">
        <w:rPr>
          <w:rtl/>
        </w:rPr>
        <w:t xml:space="preserve">ں </w:t>
      </w:r>
      <w:r>
        <w:rPr>
          <w:rtl/>
        </w:rPr>
        <w:t>ليتا ہے ، اور لوگو</w:t>
      </w:r>
      <w:r w:rsidR="00B365A1">
        <w:rPr>
          <w:rtl/>
        </w:rPr>
        <w:t xml:space="preserve">ں </w:t>
      </w:r>
      <w:r>
        <w:rPr>
          <w:rtl/>
        </w:rPr>
        <w:t xml:space="preserve">نے انكى كار كردگى كو بالائے طاق ركھ ديا ہے درانحاليكہ اس مرد ہاشمى ( محمد(ص) ) كا نام موذن ہر روز پانچ مرتبہ تمام بلاد اسلامى كے گلدستہ اذان سے ليتا ہے كہ </w:t>
      </w:r>
    </w:p>
    <w:p w:rsidR="00376422" w:rsidRDefault="00376422" w:rsidP="00E67399">
      <w:pPr>
        <w:pStyle w:val="libNormal"/>
        <w:rPr>
          <w:rtl/>
        </w:rPr>
      </w:pPr>
      <w:r>
        <w:rPr>
          <w:rtl/>
        </w:rPr>
        <w:t xml:space="preserve">اشھد ان محمد رسول(ص) اللہ_ </w:t>
      </w:r>
    </w:p>
    <w:p w:rsidR="00376422" w:rsidRDefault="00376422" w:rsidP="00E67399">
      <w:pPr>
        <w:pStyle w:val="libNormal"/>
        <w:rPr>
          <w:rtl/>
        </w:rPr>
      </w:pPr>
      <w:r>
        <w:rPr>
          <w:rtl/>
        </w:rPr>
        <w:t>اے مغيرہ تم ہى فيصلہ كرو كہ ايسى صورت مي</w:t>
      </w:r>
      <w:r w:rsidR="00B365A1">
        <w:rPr>
          <w:rtl/>
        </w:rPr>
        <w:t xml:space="preserve">ں </w:t>
      </w:r>
      <w:r>
        <w:rPr>
          <w:rtl/>
        </w:rPr>
        <w:t xml:space="preserve">كون سا اچھا كام اور كس كا نام باقى رہ سكتا ہے _ </w:t>
      </w:r>
    </w:p>
    <w:p w:rsidR="00376422" w:rsidRDefault="00376422" w:rsidP="00E67399">
      <w:pPr>
        <w:pStyle w:val="libNormal"/>
        <w:rPr>
          <w:rtl/>
        </w:rPr>
      </w:pPr>
      <w:r>
        <w:rPr>
          <w:rtl/>
        </w:rPr>
        <w:t>خدا كى قسم ، جب تك اس نام كو نہ مٹادونگا اس وقت تك چين و سكون سے نہي</w:t>
      </w:r>
      <w:r w:rsidR="00B365A1">
        <w:rPr>
          <w:rtl/>
        </w:rPr>
        <w:t xml:space="preserve">ں </w:t>
      </w:r>
      <w:r>
        <w:rPr>
          <w:rtl/>
        </w:rPr>
        <w:t>بيٹھو</w:t>
      </w:r>
      <w:r w:rsidR="00B365A1">
        <w:rPr>
          <w:rtl/>
        </w:rPr>
        <w:t xml:space="preserve">ں </w:t>
      </w:r>
      <w:r>
        <w:rPr>
          <w:rtl/>
        </w:rPr>
        <w:t xml:space="preserve">گا </w:t>
      </w:r>
      <w:r w:rsidRPr="00C00E6D">
        <w:rPr>
          <w:rStyle w:val="libFootnotenumChar"/>
          <w:rtl/>
        </w:rPr>
        <w:t>(22)</w:t>
      </w:r>
      <w:r>
        <w:rPr>
          <w:rtl/>
        </w:rPr>
        <w:t xml:space="preserve"> رسول خدا (ص) كى شہرت </w:t>
      </w:r>
    </w:p>
    <w:p w:rsidR="00376422" w:rsidRDefault="00376422" w:rsidP="00E67399">
      <w:pPr>
        <w:pStyle w:val="libNormal"/>
        <w:rPr>
          <w:rtl/>
        </w:rPr>
      </w:pPr>
      <w:r>
        <w:rPr>
          <w:rtl/>
        </w:rPr>
        <w:t>عامہ سے معاويہ كا سينہ اگ كى بھٹى ہو رہا تھا ( كيونكہ معاويہ كے بھائي ، مامو</w:t>
      </w:r>
      <w:r w:rsidR="00B365A1">
        <w:rPr>
          <w:rtl/>
        </w:rPr>
        <w:t xml:space="preserve">ں </w:t>
      </w:r>
      <w:r>
        <w:rPr>
          <w:rtl/>
        </w:rPr>
        <w:t>اور دوسرے رشتہ دارو</w:t>
      </w:r>
      <w:r w:rsidR="00B365A1">
        <w:rPr>
          <w:rtl/>
        </w:rPr>
        <w:t xml:space="preserve">ں </w:t>
      </w:r>
      <w:r>
        <w:rPr>
          <w:rtl/>
        </w:rPr>
        <w:t>كو جنگ بدر مي</w:t>
      </w:r>
      <w:r w:rsidR="00B365A1">
        <w:rPr>
          <w:rtl/>
        </w:rPr>
        <w:t xml:space="preserve">ں </w:t>
      </w:r>
      <w:r>
        <w:rPr>
          <w:rtl/>
        </w:rPr>
        <w:t>مارا تھا ) لہذا اس نام كو مٹانے كے لئے اس نے ان دو سياستو</w:t>
      </w:r>
      <w:r w:rsidR="00B365A1">
        <w:rPr>
          <w:rtl/>
        </w:rPr>
        <w:t xml:space="preserve">ں </w:t>
      </w:r>
      <w:r>
        <w:rPr>
          <w:rtl/>
        </w:rPr>
        <w:t>انتخاب كيا ، اسكى پہلى سياست يہ تھى جس كا خلاصہ يہ ہے ، كہ بنى ہاشم كى ايك فرد بھى زمين پر زندہ نہ رہے يہ بات صرف مي</w:t>
      </w:r>
      <w:r w:rsidR="00B365A1">
        <w:rPr>
          <w:rtl/>
        </w:rPr>
        <w:t xml:space="preserve">ں </w:t>
      </w:r>
      <w:r>
        <w:rPr>
          <w:rtl/>
        </w:rPr>
        <w:t>نہي</w:t>
      </w:r>
      <w:r w:rsidR="00B365A1">
        <w:rPr>
          <w:rtl/>
        </w:rPr>
        <w:t xml:space="preserve">ں </w:t>
      </w:r>
      <w:r>
        <w:rPr>
          <w:rtl/>
        </w:rPr>
        <w:t>كہہ رہا ہو</w:t>
      </w:r>
      <w:r w:rsidR="00B365A1">
        <w:rPr>
          <w:rtl/>
        </w:rPr>
        <w:t xml:space="preserve">ں </w:t>
      </w:r>
      <w:r>
        <w:rPr>
          <w:rtl/>
        </w:rPr>
        <w:t xml:space="preserve">، بلكہ اسكى وضاحت خود مولائے </w:t>
      </w:r>
    </w:p>
    <w:p w:rsidR="00FB7857" w:rsidRDefault="00FB7857" w:rsidP="00E67399">
      <w:pPr>
        <w:pStyle w:val="libLine"/>
        <w:rPr>
          <w:rFonts w:hint="cs"/>
          <w:rtl/>
        </w:rPr>
      </w:pPr>
      <w:r>
        <w:rPr>
          <w:rFonts w:hint="cs"/>
          <w:rtl/>
        </w:rPr>
        <w:t>____________________</w:t>
      </w:r>
    </w:p>
    <w:p w:rsidR="00FB7857" w:rsidRDefault="00FB7857" w:rsidP="00E67399">
      <w:pPr>
        <w:pStyle w:val="libFootnote"/>
        <w:rPr>
          <w:rtl/>
        </w:rPr>
      </w:pPr>
      <w:r>
        <w:rPr>
          <w:rtl/>
        </w:rPr>
        <w:t xml:space="preserve">22_مروج الذھب ج 9 ص 49 ، شرح نہج البلاغہ ج1 ص 463 </w:t>
      </w:r>
    </w:p>
    <w:p w:rsidR="00FB7857" w:rsidRDefault="00FB7857" w:rsidP="00E67399">
      <w:pPr>
        <w:pStyle w:val="libPoemTini"/>
        <w:rPr>
          <w:rtl/>
        </w:rPr>
      </w:pPr>
      <w:r>
        <w:rPr>
          <w:rtl/>
        </w:rPr>
        <w:br w:type="page"/>
      </w:r>
    </w:p>
    <w:p w:rsidR="00376422" w:rsidRDefault="00376422" w:rsidP="00E67399">
      <w:pPr>
        <w:pStyle w:val="libNormal"/>
        <w:rPr>
          <w:rtl/>
        </w:rPr>
      </w:pPr>
      <w:r>
        <w:rPr>
          <w:rtl/>
        </w:rPr>
        <w:lastRenderedPageBreak/>
        <w:t>كائنات امير المومنين (ع) نے بھى كى ہے كہ خدا كى قسم معاويہ چاہتا ہے كہ بنى ہاشم كى ايك فرد بھى روئے زمين پر باقى نہ رہے اور خدا كا نور بجھ جائے درانحاليكہ خدا وند عالم اپنے نور كو تمام عالم مي</w:t>
      </w:r>
      <w:r w:rsidR="00B365A1">
        <w:rPr>
          <w:rtl/>
        </w:rPr>
        <w:t xml:space="preserve">ں </w:t>
      </w:r>
      <w:r>
        <w:rPr>
          <w:rtl/>
        </w:rPr>
        <w:t>پھيلا كر رہے گا چاہے كافرو</w:t>
      </w:r>
      <w:r w:rsidR="00B365A1">
        <w:rPr>
          <w:rtl/>
        </w:rPr>
        <w:t xml:space="preserve">ں </w:t>
      </w:r>
      <w:r>
        <w:rPr>
          <w:rtl/>
        </w:rPr>
        <w:t>كو برا ہى كيو</w:t>
      </w:r>
      <w:r w:rsidR="00B365A1">
        <w:rPr>
          <w:rtl/>
        </w:rPr>
        <w:t xml:space="preserve">ں </w:t>
      </w:r>
      <w:r>
        <w:rPr>
          <w:rtl/>
        </w:rPr>
        <w:t xml:space="preserve">نہ لگے </w:t>
      </w:r>
      <w:r w:rsidRPr="00C00E6D">
        <w:rPr>
          <w:rStyle w:val="libFootnotenumChar"/>
          <w:rtl/>
        </w:rPr>
        <w:t>(23)</w:t>
      </w:r>
      <w:r>
        <w:rPr>
          <w:rtl/>
        </w:rPr>
        <w:t xml:space="preserve"> </w:t>
      </w:r>
    </w:p>
    <w:p w:rsidR="00376422" w:rsidRDefault="00376422" w:rsidP="00E67399">
      <w:pPr>
        <w:pStyle w:val="libNormal"/>
        <w:rPr>
          <w:rtl/>
        </w:rPr>
      </w:pPr>
      <w:r>
        <w:rPr>
          <w:rtl/>
        </w:rPr>
        <w:t>معاويہ كى دوسرى سياست يہ تھى كہ بنى ہاشم كے نام و نشان كو صفحہ ہستى سے مٹا ديا جائے اسى لئے جھوٹى حديثو</w:t>
      </w:r>
      <w:r w:rsidR="00B365A1">
        <w:rPr>
          <w:rtl/>
        </w:rPr>
        <w:t xml:space="preserve">ں </w:t>
      </w:r>
      <w:r>
        <w:rPr>
          <w:rtl/>
        </w:rPr>
        <w:t>اور سيرت و تاريخ كا ايك بڑا كارخانہ كھولا تاكہ ان كى منقصت كر كے كردار كو بد نام كر ديا جائے اور بنى اميہ كى فضيلت و منزلت كا پر چار كيا جائے ، يہى وجہ تھى كہ اس نے رسول (ص) كى لعنت والى حديث جو خود اسكے اور ابو سفيان يا خاندان اموى كى كسى ايك فرد جسيے عمر و بن عاص كے سلسلے مي</w:t>
      </w:r>
      <w:r w:rsidR="00B365A1">
        <w:rPr>
          <w:rtl/>
        </w:rPr>
        <w:t xml:space="preserve">ں </w:t>
      </w:r>
      <w:r>
        <w:rPr>
          <w:rtl/>
        </w:rPr>
        <w:t>تھى كے مقابلے مي</w:t>
      </w:r>
      <w:r w:rsidR="00B365A1">
        <w:rPr>
          <w:rtl/>
        </w:rPr>
        <w:t xml:space="preserve">ں </w:t>
      </w:r>
      <w:r>
        <w:rPr>
          <w:rtl/>
        </w:rPr>
        <w:t>رسول اسلام (ص) سے جھوٹى حديث منسوب كر كے لوگو</w:t>
      </w:r>
      <w:r w:rsidR="00B365A1">
        <w:rPr>
          <w:rtl/>
        </w:rPr>
        <w:t xml:space="preserve">ں </w:t>
      </w:r>
      <w:r>
        <w:rPr>
          <w:rtl/>
        </w:rPr>
        <w:t>كے درميان پر چار كرائي كہ ، بارالہا مي</w:t>
      </w:r>
      <w:r w:rsidR="00B365A1">
        <w:rPr>
          <w:rtl/>
        </w:rPr>
        <w:t xml:space="preserve">ں </w:t>
      </w:r>
      <w:r>
        <w:rPr>
          <w:rtl/>
        </w:rPr>
        <w:t>انسان ہو</w:t>
      </w:r>
      <w:r w:rsidR="00B365A1">
        <w:rPr>
          <w:rtl/>
        </w:rPr>
        <w:t xml:space="preserve">ں </w:t>
      </w:r>
      <w:r>
        <w:rPr>
          <w:rtl/>
        </w:rPr>
        <w:t xml:space="preserve">_ </w:t>
      </w:r>
    </w:p>
    <w:p w:rsidR="00376422" w:rsidRDefault="00376422" w:rsidP="00E67399">
      <w:pPr>
        <w:pStyle w:val="libNormal"/>
        <w:rPr>
          <w:rtl/>
        </w:rPr>
      </w:pPr>
      <w:r>
        <w:rPr>
          <w:rtl/>
        </w:rPr>
        <w:t>اگر غصے كى حالت مي</w:t>
      </w:r>
      <w:r w:rsidR="00B365A1">
        <w:rPr>
          <w:rtl/>
        </w:rPr>
        <w:t xml:space="preserve">ں </w:t>
      </w:r>
      <w:r>
        <w:rPr>
          <w:rtl/>
        </w:rPr>
        <w:t>كسى پر غلطى سے لعنت بھيجدى ہے يا اسكى مذمت كر دى ہے تو اس لعن و تشنيع كے بدلہ مي</w:t>
      </w:r>
      <w:r w:rsidR="00B365A1">
        <w:rPr>
          <w:rtl/>
        </w:rPr>
        <w:t xml:space="preserve">ں </w:t>
      </w:r>
      <w:r>
        <w:rPr>
          <w:rtl/>
        </w:rPr>
        <w:t>اسكے گناہو</w:t>
      </w:r>
      <w:r w:rsidR="00B365A1">
        <w:rPr>
          <w:rtl/>
        </w:rPr>
        <w:t xml:space="preserve">ں </w:t>
      </w:r>
      <w:r>
        <w:rPr>
          <w:rtl/>
        </w:rPr>
        <w:t xml:space="preserve">كو معاف كر دے تاكہ پاك و پاكيزہ ہو جائے _ </w:t>
      </w:r>
    </w:p>
    <w:p w:rsidR="00376422" w:rsidRDefault="00376422" w:rsidP="00E67399">
      <w:pPr>
        <w:pStyle w:val="libNormal"/>
        <w:rPr>
          <w:rtl/>
        </w:rPr>
      </w:pPr>
      <w:r>
        <w:rPr>
          <w:rtl/>
        </w:rPr>
        <w:t>ان جعلى حديثو</w:t>
      </w:r>
      <w:r w:rsidR="00B365A1">
        <w:rPr>
          <w:rtl/>
        </w:rPr>
        <w:t xml:space="preserve">ں </w:t>
      </w:r>
      <w:r>
        <w:rPr>
          <w:rtl/>
        </w:rPr>
        <w:t>نے معاويہ كے حق مي</w:t>
      </w:r>
      <w:r w:rsidR="00B365A1">
        <w:rPr>
          <w:rtl/>
        </w:rPr>
        <w:t xml:space="preserve">ں </w:t>
      </w:r>
      <w:r>
        <w:rPr>
          <w:rtl/>
        </w:rPr>
        <w:t>شمشير برّان كا كام كيا ، ايك طرف رسول اكرم (ص) نے جو كچھ ا س كے يا اس كے خاندان والو</w:t>
      </w:r>
      <w:r w:rsidR="00B365A1">
        <w:rPr>
          <w:rtl/>
        </w:rPr>
        <w:t xml:space="preserve">ں </w:t>
      </w:r>
      <w:r>
        <w:rPr>
          <w:rtl/>
        </w:rPr>
        <w:t>كے سلسلے مي</w:t>
      </w:r>
      <w:r w:rsidR="00B365A1">
        <w:rPr>
          <w:rtl/>
        </w:rPr>
        <w:t xml:space="preserve">ں </w:t>
      </w:r>
      <w:r>
        <w:rPr>
          <w:rtl/>
        </w:rPr>
        <w:t>كہا تھا جو حقيقت مي</w:t>
      </w:r>
      <w:r w:rsidR="00B365A1">
        <w:rPr>
          <w:rtl/>
        </w:rPr>
        <w:t xml:space="preserve">ں </w:t>
      </w:r>
      <w:r>
        <w:rPr>
          <w:rtl/>
        </w:rPr>
        <w:t>سچ تھا ان حديثو</w:t>
      </w:r>
      <w:r w:rsidR="00B365A1">
        <w:rPr>
          <w:rtl/>
        </w:rPr>
        <w:t xml:space="preserve">ں </w:t>
      </w:r>
      <w:r>
        <w:rPr>
          <w:rtl/>
        </w:rPr>
        <w:t xml:space="preserve">سے اس نے داغدار دامن كو پاك و صاف كر ليا _ </w:t>
      </w:r>
    </w:p>
    <w:p w:rsidR="00376422" w:rsidRDefault="00376422" w:rsidP="00E67399">
      <w:pPr>
        <w:pStyle w:val="libNormal"/>
        <w:rPr>
          <w:rtl/>
        </w:rPr>
      </w:pPr>
      <w:r>
        <w:rPr>
          <w:rtl/>
        </w:rPr>
        <w:t>دوسرى طرف پيغمبرو</w:t>
      </w:r>
      <w:r w:rsidR="00B365A1">
        <w:rPr>
          <w:rtl/>
        </w:rPr>
        <w:t xml:space="preserve">ں </w:t>
      </w:r>
      <w:r>
        <w:rPr>
          <w:rtl/>
        </w:rPr>
        <w:t>(ص) كو ايك معمولى انسان دكھايا كہ انھو</w:t>
      </w:r>
      <w:r w:rsidR="00B365A1">
        <w:rPr>
          <w:rtl/>
        </w:rPr>
        <w:t xml:space="preserve">ں </w:t>
      </w:r>
      <w:r>
        <w:rPr>
          <w:rtl/>
        </w:rPr>
        <w:t>نے جو كچھ كہا تھا وہ سب غصے مي</w:t>
      </w:r>
      <w:r w:rsidR="00B365A1">
        <w:rPr>
          <w:rtl/>
        </w:rPr>
        <w:t xml:space="preserve">ں </w:t>
      </w:r>
      <w:r>
        <w:rPr>
          <w:rtl/>
        </w:rPr>
        <w:t>كہا ، جبكہ اپ لوگ اچھى طرح سے جانتے ہي</w:t>
      </w:r>
      <w:r w:rsidR="00B365A1">
        <w:rPr>
          <w:rtl/>
        </w:rPr>
        <w:t xml:space="preserve">ں </w:t>
      </w:r>
      <w:r>
        <w:rPr>
          <w:rtl/>
        </w:rPr>
        <w:t>كہ خدا وند عالم نے اپنے رسول(ص) كے اخلاق و كردار كى كتنى تعريف و تمجيد كى ہے ، اور انكو انك لعلى خلق عظيم سے ياد كيا ہے ، اور اپكے متعلق سورہ ال عمران مي</w:t>
      </w:r>
      <w:r w:rsidR="00B365A1">
        <w:rPr>
          <w:rtl/>
        </w:rPr>
        <w:t xml:space="preserve">ں </w:t>
      </w:r>
      <w:r>
        <w:rPr>
          <w:rtl/>
        </w:rPr>
        <w:t>ارشاد فرمايا ہے ، ''فبما رحمة من اللہ لنت لھم ولو كنت فظا غليط القلب لا نفضوا من حولك ''نيز دوسرى جگہ كہا كہ ، انكى تمام باتي</w:t>
      </w:r>
      <w:r w:rsidR="00B365A1">
        <w:rPr>
          <w:rtl/>
        </w:rPr>
        <w:t xml:space="preserve">ں </w:t>
      </w:r>
      <w:r>
        <w:rPr>
          <w:rtl/>
        </w:rPr>
        <w:t>وحى الہى كا سر چشمہ ہي</w:t>
      </w:r>
      <w:r w:rsidR="00B365A1">
        <w:rPr>
          <w:rtl/>
        </w:rPr>
        <w:t xml:space="preserve">ں </w:t>
      </w:r>
      <w:r>
        <w:rPr>
          <w:rtl/>
        </w:rPr>
        <w:t>'' وما ينطق عن الھوى ان ھو الّا وحى يوحى '' سورہ نجم</w:t>
      </w:r>
      <w:r w:rsidR="0097280A">
        <w:rPr>
          <w:rtl/>
        </w:rPr>
        <w:t xml:space="preserve"> آيت</w:t>
      </w:r>
      <w:r>
        <w:rPr>
          <w:rtl/>
        </w:rPr>
        <w:t xml:space="preserve">3_3 </w:t>
      </w:r>
    </w:p>
    <w:p w:rsidR="00376422" w:rsidRDefault="00376422" w:rsidP="00E67399">
      <w:pPr>
        <w:pStyle w:val="libNormal"/>
        <w:rPr>
          <w:rtl/>
        </w:rPr>
      </w:pPr>
      <w:r>
        <w:rPr>
          <w:rtl/>
        </w:rPr>
        <w:t>معاويہ كى اس برى سياست كو ہر كس و نا كس نہي</w:t>
      </w:r>
      <w:r w:rsidR="00B365A1">
        <w:rPr>
          <w:rtl/>
        </w:rPr>
        <w:t xml:space="preserve">ں </w:t>
      </w:r>
      <w:r>
        <w:rPr>
          <w:rtl/>
        </w:rPr>
        <w:t xml:space="preserve">سمجھ پايا تھا يہى وجہ تھى جو سادہ لوح افراد تھے اور وہ اپنى ذات سے بے بہرہ تھے اسكى </w:t>
      </w:r>
      <w:r w:rsidR="00FF45BE">
        <w:rPr>
          <w:rtl/>
        </w:rPr>
        <w:t xml:space="preserve">آواز </w:t>
      </w:r>
      <w:r>
        <w:rPr>
          <w:rtl/>
        </w:rPr>
        <w:t xml:space="preserve"> پر دوڑنے لگے ، اور معاويہ كى ہا</w:t>
      </w:r>
      <w:r w:rsidR="00B365A1">
        <w:rPr>
          <w:rtl/>
        </w:rPr>
        <w:t xml:space="preserve">ں </w:t>
      </w:r>
      <w:r>
        <w:rPr>
          <w:rtl/>
        </w:rPr>
        <w:t>مي</w:t>
      </w:r>
      <w:r w:rsidR="00B365A1">
        <w:rPr>
          <w:rtl/>
        </w:rPr>
        <w:t xml:space="preserve">ں </w:t>
      </w:r>
      <w:r>
        <w:rPr>
          <w:rtl/>
        </w:rPr>
        <w:t>ہا</w:t>
      </w:r>
      <w:r w:rsidR="00B365A1">
        <w:rPr>
          <w:rtl/>
        </w:rPr>
        <w:t xml:space="preserve">ں </w:t>
      </w:r>
      <w:r>
        <w:rPr>
          <w:rtl/>
        </w:rPr>
        <w:t>ملانے لگے ، اور جو ضمير فروشو</w:t>
      </w:r>
      <w:r w:rsidR="00B365A1">
        <w:rPr>
          <w:rtl/>
        </w:rPr>
        <w:t xml:space="preserve">ں </w:t>
      </w:r>
      <w:r>
        <w:rPr>
          <w:rtl/>
        </w:rPr>
        <w:t>نے اسكے حكم سے بناوٹى حديثي</w:t>
      </w:r>
      <w:r w:rsidR="00B365A1">
        <w:rPr>
          <w:rtl/>
        </w:rPr>
        <w:t xml:space="preserve">ں </w:t>
      </w:r>
      <w:r>
        <w:rPr>
          <w:rtl/>
        </w:rPr>
        <w:t>تيار كى تھي</w:t>
      </w:r>
      <w:r w:rsidR="00B365A1">
        <w:rPr>
          <w:rtl/>
        </w:rPr>
        <w:t xml:space="preserve">ں </w:t>
      </w:r>
      <w:r>
        <w:rPr>
          <w:rtl/>
        </w:rPr>
        <w:t>انھي</w:t>
      </w:r>
      <w:r w:rsidR="00B365A1">
        <w:rPr>
          <w:rtl/>
        </w:rPr>
        <w:t xml:space="preserve">ں </w:t>
      </w:r>
      <w:r>
        <w:rPr>
          <w:rtl/>
        </w:rPr>
        <w:t>ہر جگہ بيان كرنے لگے اگر چہ معاويہ نے اپنے اندر ونى كينے كو لوگو</w:t>
      </w:r>
      <w:r w:rsidR="00B365A1">
        <w:rPr>
          <w:rtl/>
        </w:rPr>
        <w:t xml:space="preserve">ں </w:t>
      </w:r>
      <w:r>
        <w:rPr>
          <w:rtl/>
        </w:rPr>
        <w:t>كے سامنے ظاہر نہي</w:t>
      </w:r>
      <w:r w:rsidR="00B365A1">
        <w:rPr>
          <w:rtl/>
        </w:rPr>
        <w:t xml:space="preserve">ں </w:t>
      </w:r>
      <w:r>
        <w:rPr>
          <w:rtl/>
        </w:rPr>
        <w:t xml:space="preserve">كيا </w:t>
      </w:r>
    </w:p>
    <w:p w:rsidR="00BA24F8" w:rsidRDefault="00BA24F8" w:rsidP="00E67399">
      <w:pPr>
        <w:pStyle w:val="libLine"/>
        <w:rPr>
          <w:rtl/>
        </w:rPr>
      </w:pPr>
      <w:r>
        <w:rPr>
          <w:rFonts w:hint="cs"/>
          <w:rtl/>
        </w:rPr>
        <w:t>____________________</w:t>
      </w:r>
    </w:p>
    <w:p w:rsidR="00FB7857" w:rsidRPr="00FB7857" w:rsidRDefault="00FB7857" w:rsidP="00E67399">
      <w:pPr>
        <w:pStyle w:val="libFootnote"/>
        <w:rPr>
          <w:rtl/>
        </w:rPr>
      </w:pPr>
      <w:r>
        <w:rPr>
          <w:rtl/>
        </w:rPr>
        <w:t xml:space="preserve">23_ مروج الذھب ج3 ص 28 </w:t>
      </w:r>
    </w:p>
    <w:p w:rsidR="00BA24F8" w:rsidRDefault="00BA24F8" w:rsidP="00E67399">
      <w:pPr>
        <w:pStyle w:val="libPoemTini"/>
        <w:rPr>
          <w:rtl/>
        </w:rPr>
      </w:pPr>
      <w:r>
        <w:rPr>
          <w:rtl/>
        </w:rPr>
        <w:br w:type="page"/>
      </w:r>
    </w:p>
    <w:p w:rsidR="00376422" w:rsidRDefault="00376422" w:rsidP="00E67399">
      <w:pPr>
        <w:pStyle w:val="libNormal"/>
        <w:rPr>
          <w:rtl/>
        </w:rPr>
      </w:pPr>
      <w:r>
        <w:rPr>
          <w:rtl/>
        </w:rPr>
        <w:lastRenderedPageBreak/>
        <w:t>ليكن اپنى نا پاك تمنائو</w:t>
      </w:r>
      <w:r w:rsidR="00B365A1">
        <w:rPr>
          <w:rtl/>
        </w:rPr>
        <w:t xml:space="preserve">ں </w:t>
      </w:r>
      <w:r>
        <w:rPr>
          <w:rtl/>
        </w:rPr>
        <w:t>كو كھلے عام انجام ديا ہا</w:t>
      </w:r>
      <w:r w:rsidR="00B365A1">
        <w:rPr>
          <w:rtl/>
        </w:rPr>
        <w:t xml:space="preserve">ں </w:t>
      </w:r>
      <w:r>
        <w:rPr>
          <w:rtl/>
        </w:rPr>
        <w:t>،اس نے ايك طرف عثمان اور ان كے ہمراہيو</w:t>
      </w:r>
      <w:r w:rsidR="00B365A1">
        <w:rPr>
          <w:rtl/>
        </w:rPr>
        <w:t xml:space="preserve">ں </w:t>
      </w:r>
      <w:r>
        <w:rPr>
          <w:rtl/>
        </w:rPr>
        <w:t>كا كھل كر ساتھ ديا_ اور دوسرى طرف على (ع) اور ان كے خاندان والو</w:t>
      </w:r>
      <w:r w:rsidR="00B365A1">
        <w:rPr>
          <w:rtl/>
        </w:rPr>
        <w:t xml:space="preserve">ں </w:t>
      </w:r>
      <w:r>
        <w:rPr>
          <w:rtl/>
        </w:rPr>
        <w:t>نيز ان كے چاہنے والو</w:t>
      </w:r>
      <w:r w:rsidR="00B365A1">
        <w:rPr>
          <w:rtl/>
        </w:rPr>
        <w:t xml:space="preserve">ں </w:t>
      </w:r>
      <w:r>
        <w:rPr>
          <w:rtl/>
        </w:rPr>
        <w:t>پر كہ جنھو</w:t>
      </w:r>
      <w:r w:rsidR="00B365A1">
        <w:rPr>
          <w:rtl/>
        </w:rPr>
        <w:t xml:space="preserve">ں </w:t>
      </w:r>
      <w:r>
        <w:rPr>
          <w:rtl/>
        </w:rPr>
        <w:t>نے اس كى سياہكاريو</w:t>
      </w:r>
      <w:r w:rsidR="00B365A1">
        <w:rPr>
          <w:rtl/>
        </w:rPr>
        <w:t xml:space="preserve">ں </w:t>
      </w:r>
      <w:r>
        <w:rPr>
          <w:rtl/>
        </w:rPr>
        <w:t>مي</w:t>
      </w:r>
      <w:r w:rsidR="00B365A1">
        <w:rPr>
          <w:rtl/>
        </w:rPr>
        <w:t xml:space="preserve">ں </w:t>
      </w:r>
      <w:r>
        <w:rPr>
          <w:rtl/>
        </w:rPr>
        <w:t>ہاتھ نہي</w:t>
      </w:r>
      <w:r w:rsidR="00B365A1">
        <w:rPr>
          <w:rtl/>
        </w:rPr>
        <w:t xml:space="preserve">ں </w:t>
      </w:r>
      <w:r>
        <w:rPr>
          <w:rtl/>
        </w:rPr>
        <w:t>بٹايا تھا ظلم و ستم كا پہاڑ ڈھايا ، اور كسى كو اذيت دى تو كسى كو قيد خانے مي</w:t>
      </w:r>
      <w:r w:rsidR="00B365A1">
        <w:rPr>
          <w:rtl/>
        </w:rPr>
        <w:t xml:space="preserve">ں </w:t>
      </w:r>
      <w:r>
        <w:rPr>
          <w:rtl/>
        </w:rPr>
        <w:t>ڈلوايا تو كسى كو زندہ در گور كيا گيا ، ہمارى بحث كى محور ام المومنين عائشه كى ذات ہے كہ جس وقت انسانيت سولى پر چڑھائي جا رہى تھى اور شيعيان على (ع) كو شكنجو</w:t>
      </w:r>
      <w:r w:rsidR="00B365A1">
        <w:rPr>
          <w:rtl/>
        </w:rPr>
        <w:t xml:space="preserve">ں </w:t>
      </w:r>
      <w:r>
        <w:rPr>
          <w:rtl/>
        </w:rPr>
        <w:t>اور قيد خانو</w:t>
      </w:r>
      <w:r w:rsidR="00B365A1">
        <w:rPr>
          <w:rtl/>
        </w:rPr>
        <w:t xml:space="preserve">ں </w:t>
      </w:r>
      <w:r>
        <w:rPr>
          <w:rtl/>
        </w:rPr>
        <w:t>كى اذيتو</w:t>
      </w:r>
      <w:r w:rsidR="00B365A1">
        <w:rPr>
          <w:rtl/>
        </w:rPr>
        <w:t xml:space="preserve">ں </w:t>
      </w:r>
      <w:r>
        <w:rPr>
          <w:rtl/>
        </w:rPr>
        <w:t>مي</w:t>
      </w:r>
      <w:r w:rsidR="00B365A1">
        <w:rPr>
          <w:rtl/>
        </w:rPr>
        <w:t xml:space="preserve">ں </w:t>
      </w:r>
      <w:r>
        <w:rPr>
          <w:rtl/>
        </w:rPr>
        <w:t>مبتلا كيا جا رہا تھا اپ اسوقت بھى اركان حكومت اموى كى نظر مي</w:t>
      </w:r>
      <w:r w:rsidR="00B365A1">
        <w:rPr>
          <w:rtl/>
        </w:rPr>
        <w:t xml:space="preserve">ں </w:t>
      </w:r>
      <w:r>
        <w:rPr>
          <w:rtl/>
        </w:rPr>
        <w:t>باعث صد احترام تھي</w:t>
      </w:r>
      <w:r w:rsidR="00B365A1">
        <w:rPr>
          <w:rtl/>
        </w:rPr>
        <w:t xml:space="preserve">ں </w:t>
      </w:r>
      <w:r>
        <w:rPr>
          <w:rtl/>
        </w:rPr>
        <w:t>اور معاويہ نے جو امير المومنين (ع) سے جنگ كى تھى تو اس مي</w:t>
      </w:r>
      <w:r w:rsidR="00B365A1">
        <w:rPr>
          <w:rtl/>
        </w:rPr>
        <w:t xml:space="preserve">ں </w:t>
      </w:r>
      <w:r>
        <w:rPr>
          <w:rtl/>
        </w:rPr>
        <w:t>بھى اپ نے معاويہ ہى كا ساتھ ديا تھا ،جب اپ حضرات نے يہا</w:t>
      </w:r>
      <w:r w:rsidR="00B365A1">
        <w:rPr>
          <w:rtl/>
        </w:rPr>
        <w:t xml:space="preserve">ں </w:t>
      </w:r>
      <w:r>
        <w:rPr>
          <w:rtl/>
        </w:rPr>
        <w:t>تك ان كى كاركردگى كو ملاحظہ فرما ليا تو اس بات كو بھى ذہن نشين كر ليجئے كہ انھو</w:t>
      </w:r>
      <w:r w:rsidR="00B365A1">
        <w:rPr>
          <w:rtl/>
        </w:rPr>
        <w:t xml:space="preserve">ں </w:t>
      </w:r>
      <w:r>
        <w:rPr>
          <w:rtl/>
        </w:rPr>
        <w:t>نے معاويہ كى جعلى حديثو</w:t>
      </w:r>
      <w:r w:rsidR="00B365A1">
        <w:rPr>
          <w:rtl/>
        </w:rPr>
        <w:t xml:space="preserve">ں </w:t>
      </w:r>
      <w:r>
        <w:rPr>
          <w:rtl/>
        </w:rPr>
        <w:t>كے كار خانے مي</w:t>
      </w:r>
      <w:r w:rsidR="00B365A1">
        <w:rPr>
          <w:rtl/>
        </w:rPr>
        <w:t xml:space="preserve">ں </w:t>
      </w:r>
      <w:r>
        <w:rPr>
          <w:rtl/>
        </w:rPr>
        <w:t xml:space="preserve">كتنا حصہ ليا ہے_ </w:t>
      </w:r>
    </w:p>
    <w:p w:rsidR="00376422" w:rsidRDefault="00376422" w:rsidP="00E67399">
      <w:pPr>
        <w:pStyle w:val="libNormal"/>
        <w:rPr>
          <w:rtl/>
        </w:rPr>
      </w:pPr>
      <w:r>
        <w:rPr>
          <w:rtl/>
        </w:rPr>
        <w:t>سعد بن ہشام نے حكيم بن افلح سے عائشه كے گھر جانے كو كہا ، اس نے كہا كہ ہم ان كے يہا</w:t>
      </w:r>
      <w:r w:rsidR="00B365A1">
        <w:rPr>
          <w:rtl/>
        </w:rPr>
        <w:t xml:space="preserve">ں </w:t>
      </w:r>
      <w:r>
        <w:rPr>
          <w:rtl/>
        </w:rPr>
        <w:t>ہر گز نہي</w:t>
      </w:r>
      <w:r w:rsidR="00B365A1">
        <w:rPr>
          <w:rtl/>
        </w:rPr>
        <w:t xml:space="preserve">ں </w:t>
      </w:r>
      <w:r>
        <w:rPr>
          <w:rtl/>
        </w:rPr>
        <w:t>جائي</w:t>
      </w:r>
      <w:r w:rsidR="00B365A1">
        <w:rPr>
          <w:rtl/>
        </w:rPr>
        <w:t xml:space="preserve">ں </w:t>
      </w:r>
      <w:r>
        <w:rPr>
          <w:rtl/>
        </w:rPr>
        <w:t>گے ، مي</w:t>
      </w:r>
      <w:r w:rsidR="00B365A1">
        <w:rPr>
          <w:rtl/>
        </w:rPr>
        <w:t xml:space="preserve">ں </w:t>
      </w:r>
      <w:r>
        <w:rPr>
          <w:rtl/>
        </w:rPr>
        <w:t>نے عائشه كو جب دو گروہو</w:t>
      </w:r>
      <w:r w:rsidR="00B365A1">
        <w:rPr>
          <w:rtl/>
        </w:rPr>
        <w:t xml:space="preserve">ں </w:t>
      </w:r>
      <w:r>
        <w:rPr>
          <w:rtl/>
        </w:rPr>
        <w:t>(حزب علوى اور حزب عثمان ) مي</w:t>
      </w:r>
      <w:r w:rsidR="00B365A1">
        <w:rPr>
          <w:rtl/>
        </w:rPr>
        <w:t xml:space="preserve">ں </w:t>
      </w:r>
      <w:r>
        <w:rPr>
          <w:rtl/>
        </w:rPr>
        <w:t>اختلاف چل رہا تھا تو ان كو مداخلت كرنے سے منع كيا ليكن انھو</w:t>
      </w:r>
      <w:r w:rsidR="00B365A1">
        <w:rPr>
          <w:rtl/>
        </w:rPr>
        <w:t xml:space="preserve">ں </w:t>
      </w:r>
      <w:r>
        <w:rPr>
          <w:rtl/>
        </w:rPr>
        <w:t>نے ميرى بات نہي</w:t>
      </w:r>
      <w:r w:rsidR="00B365A1">
        <w:rPr>
          <w:rtl/>
        </w:rPr>
        <w:t xml:space="preserve">ں </w:t>
      </w:r>
      <w:r>
        <w:rPr>
          <w:rtl/>
        </w:rPr>
        <w:t>مانى اور اپنى ڈگر پر چلتى رہي</w:t>
      </w:r>
      <w:r w:rsidR="00B365A1">
        <w:rPr>
          <w:rtl/>
        </w:rPr>
        <w:t xml:space="preserve">ں </w:t>
      </w:r>
      <w:r w:rsidRPr="00C00E6D">
        <w:rPr>
          <w:rStyle w:val="libFootnotenumChar"/>
          <w:rtl/>
        </w:rPr>
        <w:t>(24)</w:t>
      </w:r>
      <w:r>
        <w:rPr>
          <w:rtl/>
        </w:rPr>
        <w:t xml:space="preserve"> يہ جو افلح نے عائشه كے بارے مي</w:t>
      </w:r>
      <w:r w:rsidR="00B365A1">
        <w:rPr>
          <w:rtl/>
        </w:rPr>
        <w:t xml:space="preserve">ں </w:t>
      </w:r>
      <w:r>
        <w:rPr>
          <w:rtl/>
        </w:rPr>
        <w:t>كہا كہ حزب علوى (ع) اور حزب عثمان كے اختلاف مي</w:t>
      </w:r>
      <w:r w:rsidR="00B365A1">
        <w:rPr>
          <w:rtl/>
        </w:rPr>
        <w:t xml:space="preserve">ں </w:t>
      </w:r>
      <w:r>
        <w:rPr>
          <w:rtl/>
        </w:rPr>
        <w:t xml:space="preserve">مداخلت كي، اس كا مطلب كيا ہے ؟ </w:t>
      </w:r>
    </w:p>
    <w:p w:rsidR="00376422" w:rsidRDefault="00376422" w:rsidP="00E67399">
      <w:pPr>
        <w:pStyle w:val="libNormal"/>
        <w:rPr>
          <w:rtl/>
        </w:rPr>
      </w:pPr>
      <w:r>
        <w:rPr>
          <w:rtl/>
        </w:rPr>
        <w:t>اپ نے پہلے ديكھا نيز ائندہ ملاحظہ فرمائي</w:t>
      </w:r>
      <w:r w:rsidR="00B365A1">
        <w:rPr>
          <w:rtl/>
        </w:rPr>
        <w:t xml:space="preserve">ں </w:t>
      </w:r>
      <w:r>
        <w:rPr>
          <w:rtl/>
        </w:rPr>
        <w:t>گے كہ عائشه نے ان حالات مي</w:t>
      </w:r>
      <w:r w:rsidR="00B365A1">
        <w:rPr>
          <w:rtl/>
        </w:rPr>
        <w:t xml:space="preserve">ں </w:t>
      </w:r>
      <w:r>
        <w:rPr>
          <w:rtl/>
        </w:rPr>
        <w:t>عثمان كے پارٹى كى خوب تعريف و تمجيد كى اور ان كے حق مي</w:t>
      </w:r>
      <w:r w:rsidR="00B365A1">
        <w:rPr>
          <w:rtl/>
        </w:rPr>
        <w:t xml:space="preserve">ں </w:t>
      </w:r>
      <w:r>
        <w:rPr>
          <w:rtl/>
        </w:rPr>
        <w:t>رسول اسلام(ص) سے جھوٹى حديثو</w:t>
      </w:r>
      <w:r w:rsidR="00B365A1">
        <w:rPr>
          <w:rtl/>
        </w:rPr>
        <w:t xml:space="preserve">ں </w:t>
      </w:r>
      <w:r>
        <w:rPr>
          <w:rtl/>
        </w:rPr>
        <w:t xml:space="preserve">كو منسوب كر كے بيان كيا تھا _ </w:t>
      </w:r>
    </w:p>
    <w:p w:rsidR="00376422" w:rsidRDefault="00376422" w:rsidP="00E67399">
      <w:pPr>
        <w:pStyle w:val="libNormal"/>
        <w:rPr>
          <w:rtl/>
        </w:rPr>
      </w:pPr>
      <w:r>
        <w:rPr>
          <w:rtl/>
        </w:rPr>
        <w:t>انھو</w:t>
      </w:r>
      <w:r w:rsidR="00B365A1">
        <w:rPr>
          <w:rtl/>
        </w:rPr>
        <w:t xml:space="preserve">ں </w:t>
      </w:r>
      <w:r>
        <w:rPr>
          <w:rtl/>
        </w:rPr>
        <w:t>نے حزب علوى (ع) كى خدمت مي</w:t>
      </w:r>
      <w:r w:rsidR="00B365A1">
        <w:rPr>
          <w:rtl/>
        </w:rPr>
        <w:t xml:space="preserve">ں </w:t>
      </w:r>
      <w:r>
        <w:rPr>
          <w:rtl/>
        </w:rPr>
        <w:t>يقيناً حديثي</w:t>
      </w:r>
      <w:r w:rsidR="00B365A1">
        <w:rPr>
          <w:rtl/>
        </w:rPr>
        <w:t xml:space="preserve">ں </w:t>
      </w:r>
      <w:r>
        <w:rPr>
          <w:rtl/>
        </w:rPr>
        <w:t>گڑھى ہو نگى ، ان ہى باتو</w:t>
      </w:r>
      <w:r w:rsidR="00B365A1">
        <w:rPr>
          <w:rtl/>
        </w:rPr>
        <w:t xml:space="preserve">ں </w:t>
      </w:r>
      <w:r>
        <w:rPr>
          <w:rtl/>
        </w:rPr>
        <w:t>كى وجہ سے حكيم افلح نے انكو منع كيا ليكن انھو</w:t>
      </w:r>
      <w:r w:rsidR="00B365A1">
        <w:rPr>
          <w:rtl/>
        </w:rPr>
        <w:t xml:space="preserve">ں </w:t>
      </w:r>
      <w:r>
        <w:rPr>
          <w:rtl/>
        </w:rPr>
        <w:t>نے اسكى بات پر كان نہي</w:t>
      </w:r>
      <w:r w:rsidR="00B365A1">
        <w:rPr>
          <w:rtl/>
        </w:rPr>
        <w:t xml:space="preserve">ں </w:t>
      </w:r>
      <w:r>
        <w:rPr>
          <w:rtl/>
        </w:rPr>
        <w:t xml:space="preserve">دھرا _ </w:t>
      </w:r>
    </w:p>
    <w:p w:rsidR="00376422" w:rsidRDefault="00376422" w:rsidP="00E67399">
      <w:pPr>
        <w:pStyle w:val="Heading2Center"/>
        <w:rPr>
          <w:rtl/>
        </w:rPr>
      </w:pPr>
      <w:bookmarkStart w:id="77" w:name="_Toc531605705"/>
      <w:r>
        <w:rPr>
          <w:rtl/>
        </w:rPr>
        <w:t>عائشه كى ايك حديث</w:t>
      </w:r>
      <w:bookmarkEnd w:id="77"/>
    </w:p>
    <w:p w:rsidR="00376422" w:rsidRDefault="00376422" w:rsidP="00E67399">
      <w:pPr>
        <w:pStyle w:val="libNormal"/>
        <w:rPr>
          <w:rtl/>
        </w:rPr>
      </w:pPr>
      <w:r>
        <w:rPr>
          <w:rtl/>
        </w:rPr>
        <w:t>احمد بن حنبل اپنى مسند مي</w:t>
      </w:r>
      <w:r w:rsidR="00B365A1">
        <w:rPr>
          <w:rtl/>
        </w:rPr>
        <w:t xml:space="preserve">ں </w:t>
      </w:r>
      <w:r>
        <w:rPr>
          <w:rtl/>
        </w:rPr>
        <w:t>نعمان بن بشير سے نقل كرتے ہي</w:t>
      </w:r>
      <w:r w:rsidR="00B365A1">
        <w:rPr>
          <w:rtl/>
        </w:rPr>
        <w:t xml:space="preserve">ں </w:t>
      </w:r>
      <w:r>
        <w:rPr>
          <w:rtl/>
        </w:rPr>
        <w:t xml:space="preserve">: </w:t>
      </w:r>
    </w:p>
    <w:p w:rsidR="00376422" w:rsidRDefault="00376422" w:rsidP="00E67399">
      <w:pPr>
        <w:pStyle w:val="libNormal"/>
        <w:rPr>
          <w:rtl/>
        </w:rPr>
      </w:pPr>
      <w:r>
        <w:rPr>
          <w:rtl/>
        </w:rPr>
        <w:t>معاويہ نے مجھے ايك خط ديكر عائشه كے يہا</w:t>
      </w:r>
      <w:r w:rsidR="00B365A1">
        <w:rPr>
          <w:rtl/>
        </w:rPr>
        <w:t xml:space="preserve">ں </w:t>
      </w:r>
      <w:r>
        <w:rPr>
          <w:rtl/>
        </w:rPr>
        <w:t>بھيجا ، مي</w:t>
      </w:r>
      <w:r w:rsidR="00B365A1">
        <w:rPr>
          <w:rtl/>
        </w:rPr>
        <w:t xml:space="preserve">ں </w:t>
      </w:r>
      <w:r>
        <w:rPr>
          <w:rtl/>
        </w:rPr>
        <w:t>نے اس خط كو عائشه كى خدمت مي</w:t>
      </w:r>
      <w:r w:rsidR="00B365A1">
        <w:rPr>
          <w:rtl/>
        </w:rPr>
        <w:t xml:space="preserve">ں </w:t>
      </w:r>
      <w:r>
        <w:rPr>
          <w:rtl/>
        </w:rPr>
        <w:t>پيش كيا تو اپ نے فرمايا ، اے ميرے لال ، مي</w:t>
      </w:r>
      <w:r w:rsidR="00B365A1">
        <w:rPr>
          <w:rtl/>
        </w:rPr>
        <w:t xml:space="preserve">ں </w:t>
      </w:r>
      <w:r>
        <w:rPr>
          <w:rtl/>
        </w:rPr>
        <w:t>نے جو كچھ پيغمبر(ص) اسلام سے سنا ہے اس كو تم سے بيان نہ كرو</w:t>
      </w:r>
      <w:r w:rsidR="00B365A1">
        <w:rPr>
          <w:rtl/>
        </w:rPr>
        <w:t xml:space="preserve">ں </w:t>
      </w:r>
      <w:r>
        <w:rPr>
          <w:rtl/>
        </w:rPr>
        <w:t xml:space="preserve">؟ </w:t>
      </w:r>
    </w:p>
    <w:p w:rsidR="00FB7857" w:rsidRDefault="00FB7857" w:rsidP="00E67399">
      <w:pPr>
        <w:pStyle w:val="libLine"/>
        <w:rPr>
          <w:rFonts w:hint="cs"/>
          <w:rtl/>
        </w:rPr>
      </w:pPr>
      <w:r>
        <w:rPr>
          <w:rFonts w:hint="cs"/>
          <w:rtl/>
        </w:rPr>
        <w:t>___________________</w:t>
      </w:r>
    </w:p>
    <w:p w:rsidR="00FB7857" w:rsidRDefault="00FB7857" w:rsidP="00E67399">
      <w:pPr>
        <w:pStyle w:val="libFootnote"/>
        <w:rPr>
          <w:rtl/>
        </w:rPr>
      </w:pPr>
      <w:r>
        <w:rPr>
          <w:rtl/>
        </w:rPr>
        <w:t xml:space="preserve">24_مسند احمد ج6 ص 56 ، تہذيب التہذيب ج2 ص 444 </w:t>
      </w:r>
    </w:p>
    <w:p w:rsidR="00FB7857" w:rsidRDefault="00FB7857" w:rsidP="00E67399">
      <w:pPr>
        <w:pStyle w:val="libPoemTini"/>
        <w:rPr>
          <w:rtl/>
        </w:rPr>
      </w:pPr>
      <w:r>
        <w:rPr>
          <w:rtl/>
        </w:rPr>
        <w:br w:type="page"/>
      </w:r>
    </w:p>
    <w:p w:rsidR="00376422" w:rsidRDefault="00376422" w:rsidP="00E67399">
      <w:pPr>
        <w:pStyle w:val="libNormal"/>
        <w:rPr>
          <w:rtl/>
        </w:rPr>
      </w:pPr>
      <w:r>
        <w:rPr>
          <w:rtl/>
        </w:rPr>
        <w:lastRenderedPageBreak/>
        <w:t xml:space="preserve">نعمان نے كہا ، ضرور بيان كيجئے : </w:t>
      </w:r>
    </w:p>
    <w:p w:rsidR="00376422" w:rsidRDefault="00376422" w:rsidP="00E67399">
      <w:pPr>
        <w:pStyle w:val="libNormal"/>
        <w:rPr>
          <w:rtl/>
        </w:rPr>
      </w:pPr>
      <w:r>
        <w:rPr>
          <w:rtl/>
        </w:rPr>
        <w:t>عائشه نے كہا ، ايك روز ہم اور حفصہ رسول (ص) كى خدمت مي</w:t>
      </w:r>
      <w:r w:rsidR="00B365A1">
        <w:rPr>
          <w:rtl/>
        </w:rPr>
        <w:t xml:space="preserve">ں </w:t>
      </w:r>
      <w:r>
        <w:rPr>
          <w:rtl/>
        </w:rPr>
        <w:t xml:space="preserve">بيٹھى ہوئي تھى كہ اپ(ص) نے فرمايا كہ كتنا اچھا ہوتا كہ كوئي بات كرنے والا اجاتا _ </w:t>
      </w:r>
    </w:p>
    <w:p w:rsidR="00376422" w:rsidRDefault="00376422" w:rsidP="00E67399">
      <w:pPr>
        <w:pStyle w:val="libNormal"/>
        <w:rPr>
          <w:rtl/>
        </w:rPr>
      </w:pPr>
      <w:r>
        <w:rPr>
          <w:rtl/>
        </w:rPr>
        <w:t>عائشه نے كہا اے رسول خدا (ص) ہم اپنے باپ ( ابو بكر ) كو بلا دي</w:t>
      </w:r>
      <w:r w:rsidR="00B365A1">
        <w:rPr>
          <w:rtl/>
        </w:rPr>
        <w:t xml:space="preserve">ں </w:t>
      </w:r>
    </w:p>
    <w:p w:rsidR="00376422" w:rsidRDefault="00376422" w:rsidP="00E67399">
      <w:pPr>
        <w:pStyle w:val="libNormal"/>
        <w:rPr>
          <w:rtl/>
        </w:rPr>
      </w:pPr>
      <w:r>
        <w:rPr>
          <w:rtl/>
        </w:rPr>
        <w:t>انحضرت (ص) نے كچھ جواب نہي</w:t>
      </w:r>
      <w:r w:rsidR="00B365A1">
        <w:rPr>
          <w:rtl/>
        </w:rPr>
        <w:t xml:space="preserve">ں </w:t>
      </w:r>
      <w:r>
        <w:rPr>
          <w:rtl/>
        </w:rPr>
        <w:t xml:space="preserve">ديا </w:t>
      </w:r>
    </w:p>
    <w:p w:rsidR="00376422" w:rsidRDefault="00376422" w:rsidP="00E67399">
      <w:pPr>
        <w:pStyle w:val="libNormal"/>
        <w:rPr>
          <w:rtl/>
        </w:rPr>
      </w:pPr>
      <w:r>
        <w:rPr>
          <w:rtl/>
        </w:rPr>
        <w:t>رسول (ص) نے بار ديگر اپنى خواہش بيان كى حفصہ نے كہا ہم اپنے باپ ( عمر )كو بلادي</w:t>
      </w:r>
      <w:r w:rsidR="00B365A1">
        <w:rPr>
          <w:rtl/>
        </w:rPr>
        <w:t xml:space="preserve">ں </w:t>
      </w:r>
      <w:r>
        <w:rPr>
          <w:rtl/>
        </w:rPr>
        <w:t xml:space="preserve">حضور (ص) خاموش رہے _ </w:t>
      </w:r>
    </w:p>
    <w:p w:rsidR="00376422" w:rsidRDefault="00376422" w:rsidP="00E67399">
      <w:pPr>
        <w:pStyle w:val="libNormal"/>
        <w:rPr>
          <w:rtl/>
        </w:rPr>
      </w:pPr>
      <w:r>
        <w:rPr>
          <w:rtl/>
        </w:rPr>
        <w:t>اس كے بعد رسول اسلام (ص) نے ايك شخص كو بلايا اور چپكے سے اسكے كان مي</w:t>
      </w:r>
      <w:r w:rsidR="00B365A1">
        <w:rPr>
          <w:rtl/>
        </w:rPr>
        <w:t xml:space="preserve">ں </w:t>
      </w:r>
      <w:r>
        <w:rPr>
          <w:rtl/>
        </w:rPr>
        <w:t>كچھ كہا وہ ادمى چلا گيا ، تھوڑى دير بعد عثمان اگئے ، انحضرت(ص) نے ان سے خوب باتي</w:t>
      </w:r>
      <w:r w:rsidR="00B365A1">
        <w:rPr>
          <w:rtl/>
        </w:rPr>
        <w:t xml:space="preserve">ں </w:t>
      </w:r>
      <w:r>
        <w:rPr>
          <w:rtl/>
        </w:rPr>
        <w:t>كي</w:t>
      </w:r>
      <w:r w:rsidR="00B365A1">
        <w:rPr>
          <w:rtl/>
        </w:rPr>
        <w:t xml:space="preserve">ں </w:t>
      </w:r>
      <w:r>
        <w:rPr>
          <w:rtl/>
        </w:rPr>
        <w:t>، گفتگو كے درميان مي</w:t>
      </w:r>
      <w:r w:rsidR="00B365A1">
        <w:rPr>
          <w:rtl/>
        </w:rPr>
        <w:t xml:space="preserve">ں </w:t>
      </w:r>
      <w:r>
        <w:rPr>
          <w:rtl/>
        </w:rPr>
        <w:t>نے سنا كہ حضور(ص) يہ فرما رہے ہي</w:t>
      </w:r>
      <w:r w:rsidR="00B365A1">
        <w:rPr>
          <w:rtl/>
        </w:rPr>
        <w:t xml:space="preserve">ں </w:t>
      </w:r>
      <w:r>
        <w:rPr>
          <w:rtl/>
        </w:rPr>
        <w:t xml:space="preserve">_ </w:t>
      </w:r>
    </w:p>
    <w:p w:rsidR="00376422" w:rsidRDefault="00376422" w:rsidP="00E67399">
      <w:pPr>
        <w:pStyle w:val="libNormal"/>
        <w:rPr>
          <w:rtl/>
        </w:rPr>
      </w:pPr>
      <w:r>
        <w:rPr>
          <w:rtl/>
        </w:rPr>
        <w:t>اے عثمان ، عنقريب خدا وند متعال تمہارے جسم پر ايك لباس ( خلافت ) پہنانے والا ہے اگر لوگو</w:t>
      </w:r>
      <w:r w:rsidR="00B365A1">
        <w:rPr>
          <w:rtl/>
        </w:rPr>
        <w:t xml:space="preserve">ں </w:t>
      </w:r>
      <w:r>
        <w:rPr>
          <w:rtl/>
        </w:rPr>
        <w:t xml:space="preserve">نے اس لباس كو تم سے چھيننے كى كوشش كى تو تم اسكو ہر گز نہ اتارنا _ </w:t>
      </w:r>
    </w:p>
    <w:p w:rsidR="00376422" w:rsidRDefault="00376422" w:rsidP="00E67399">
      <w:pPr>
        <w:pStyle w:val="libNormal"/>
        <w:rPr>
          <w:rtl/>
        </w:rPr>
      </w:pPr>
      <w:r>
        <w:rPr>
          <w:rtl/>
        </w:rPr>
        <w:t xml:space="preserve">رسول(ص) خدا نے اس فقرے كو تين بار دہرايا </w:t>
      </w:r>
    </w:p>
    <w:p w:rsidR="00376422" w:rsidRDefault="00376422" w:rsidP="00E67399">
      <w:pPr>
        <w:pStyle w:val="libNormal"/>
        <w:rPr>
          <w:rtl/>
        </w:rPr>
      </w:pPr>
      <w:r>
        <w:rPr>
          <w:rtl/>
        </w:rPr>
        <w:t>نعمان بن بشير كہتا ہے كہ مي</w:t>
      </w:r>
      <w:r w:rsidR="00B365A1">
        <w:rPr>
          <w:rtl/>
        </w:rPr>
        <w:t xml:space="preserve">ں </w:t>
      </w:r>
      <w:r>
        <w:rPr>
          <w:rtl/>
        </w:rPr>
        <w:t xml:space="preserve">نے كہا : </w:t>
      </w:r>
    </w:p>
    <w:p w:rsidR="00376422" w:rsidRDefault="00376422" w:rsidP="00E67399">
      <w:pPr>
        <w:pStyle w:val="libNormal"/>
        <w:rPr>
          <w:rtl/>
        </w:rPr>
      </w:pPr>
      <w:r>
        <w:rPr>
          <w:rtl/>
        </w:rPr>
        <w:t>اے ام المومنين يہ حديث عثمان كى مخالفت كرتے وقت اور لوگو</w:t>
      </w:r>
      <w:r w:rsidR="00B365A1">
        <w:rPr>
          <w:rtl/>
        </w:rPr>
        <w:t xml:space="preserve">ں </w:t>
      </w:r>
      <w:r>
        <w:rPr>
          <w:rtl/>
        </w:rPr>
        <w:t>كو انكے خلاف بھڑكاتے وقت ياد نہي</w:t>
      </w:r>
      <w:r w:rsidR="00B365A1">
        <w:rPr>
          <w:rtl/>
        </w:rPr>
        <w:t xml:space="preserve">ں </w:t>
      </w:r>
      <w:r>
        <w:rPr>
          <w:rtl/>
        </w:rPr>
        <w:t xml:space="preserve">رہى تھى _ </w:t>
      </w:r>
    </w:p>
    <w:p w:rsidR="00376422" w:rsidRDefault="00376422" w:rsidP="00E67399">
      <w:pPr>
        <w:pStyle w:val="libNormal"/>
        <w:rPr>
          <w:rtl/>
        </w:rPr>
      </w:pPr>
      <w:r>
        <w:rPr>
          <w:rtl/>
        </w:rPr>
        <w:t>عائشه نے كہا اے نعمان مي</w:t>
      </w:r>
      <w:r w:rsidR="00B365A1">
        <w:rPr>
          <w:rtl/>
        </w:rPr>
        <w:t xml:space="preserve">ں </w:t>
      </w:r>
      <w:r>
        <w:rPr>
          <w:rtl/>
        </w:rPr>
        <w:t>اسكو ايسا بھول گئي تھى گويا كبھى سنا ہى نہي</w:t>
      </w:r>
      <w:r w:rsidR="00B365A1">
        <w:rPr>
          <w:rtl/>
        </w:rPr>
        <w:t xml:space="preserve">ں </w:t>
      </w:r>
      <w:r>
        <w:rPr>
          <w:rtl/>
        </w:rPr>
        <w:t xml:space="preserve">تھا </w:t>
      </w:r>
      <w:r w:rsidRPr="00C00E6D">
        <w:rPr>
          <w:rStyle w:val="libFootnotenumChar"/>
          <w:rtl/>
        </w:rPr>
        <w:t>(25)</w:t>
      </w:r>
      <w:r>
        <w:rPr>
          <w:rtl/>
        </w:rPr>
        <w:t xml:space="preserve"> </w:t>
      </w:r>
    </w:p>
    <w:p w:rsidR="00376422" w:rsidRDefault="00376422" w:rsidP="00E67399">
      <w:pPr>
        <w:pStyle w:val="libNormal"/>
        <w:rPr>
          <w:rtl/>
        </w:rPr>
      </w:pPr>
      <w:r>
        <w:rPr>
          <w:rtl/>
        </w:rPr>
        <w:t>يہ واقعہ اس زمانہ مي</w:t>
      </w:r>
      <w:r w:rsidR="00B365A1">
        <w:rPr>
          <w:rtl/>
        </w:rPr>
        <w:t xml:space="preserve">ں </w:t>
      </w:r>
      <w:r>
        <w:rPr>
          <w:rtl/>
        </w:rPr>
        <w:t>پيش</w:t>
      </w:r>
      <w:r w:rsidR="00831D2C">
        <w:rPr>
          <w:rtl/>
        </w:rPr>
        <w:t xml:space="preserve"> آيا </w:t>
      </w:r>
      <w:r>
        <w:rPr>
          <w:rtl/>
        </w:rPr>
        <w:t xml:space="preserve"> كہ خليفہ وقت معاويہ نے عائشه كو خط لكھا اور نعمان اس كو ليكر گيا اور يہ اس كا منتظر ہے كہ يہ </w:t>
      </w:r>
    </w:p>
    <w:p w:rsidR="00376422" w:rsidRDefault="00376422" w:rsidP="00E67399">
      <w:pPr>
        <w:pStyle w:val="libNormal"/>
        <w:rPr>
          <w:rtl/>
        </w:rPr>
      </w:pPr>
      <w:r>
        <w:rPr>
          <w:rtl/>
        </w:rPr>
        <w:t>جواب دي</w:t>
      </w:r>
      <w:r w:rsidR="00B365A1">
        <w:rPr>
          <w:rtl/>
        </w:rPr>
        <w:t xml:space="preserve">ں </w:t>
      </w:r>
      <w:r>
        <w:rPr>
          <w:rtl/>
        </w:rPr>
        <w:t>ايسے وقت مي</w:t>
      </w:r>
      <w:r w:rsidR="00B365A1">
        <w:rPr>
          <w:rtl/>
        </w:rPr>
        <w:t xml:space="preserve">ں </w:t>
      </w:r>
      <w:r>
        <w:rPr>
          <w:rtl/>
        </w:rPr>
        <w:t>رسول (ص) كى ايك حديث عائشه كو ياد ائي ہے اور قاصد سے بيان فرمائي كہ رسول (ص) نے عثمان كے بارے مي</w:t>
      </w:r>
      <w:r w:rsidR="00B365A1">
        <w:rPr>
          <w:rtl/>
        </w:rPr>
        <w:t xml:space="preserve">ں </w:t>
      </w:r>
      <w:r>
        <w:rPr>
          <w:rtl/>
        </w:rPr>
        <w:t xml:space="preserve">وصيت كى تھى كہ ائندہ كا خليفہ عثمان ہے پھر لباس خلافت كو ہرگز جسم سے نہ اتارنا _ </w:t>
      </w:r>
    </w:p>
    <w:p w:rsidR="00376422" w:rsidRDefault="00376422" w:rsidP="00E67399">
      <w:pPr>
        <w:pStyle w:val="libNormal"/>
        <w:rPr>
          <w:rtl/>
        </w:rPr>
      </w:pPr>
      <w:r>
        <w:rPr>
          <w:rtl/>
        </w:rPr>
        <w:t xml:space="preserve">غور طلب بات يہ ہے كہ اس خط سے حديث كا كيا ربط ہے ؟ </w:t>
      </w:r>
    </w:p>
    <w:p w:rsidR="00376422" w:rsidRDefault="00376422" w:rsidP="00E67399">
      <w:pPr>
        <w:pStyle w:val="libNormal"/>
        <w:rPr>
          <w:rtl/>
        </w:rPr>
      </w:pPr>
      <w:r>
        <w:rPr>
          <w:rtl/>
        </w:rPr>
        <w:t>ايا معاويہ نے اپنے خط مي</w:t>
      </w:r>
      <w:r w:rsidR="00B365A1">
        <w:rPr>
          <w:rtl/>
        </w:rPr>
        <w:t xml:space="preserve">ں </w:t>
      </w:r>
      <w:r>
        <w:rPr>
          <w:rtl/>
        </w:rPr>
        <w:t>ان سے سفارش كى تھى كہ عثمان كا دفاع كري</w:t>
      </w:r>
      <w:r w:rsidR="00B365A1">
        <w:rPr>
          <w:rtl/>
        </w:rPr>
        <w:t xml:space="preserve">ں </w:t>
      </w:r>
      <w:r>
        <w:rPr>
          <w:rtl/>
        </w:rPr>
        <w:t xml:space="preserve">؟ </w:t>
      </w:r>
    </w:p>
    <w:p w:rsidR="00FB7857" w:rsidRDefault="00FB7857" w:rsidP="00E67399">
      <w:pPr>
        <w:pStyle w:val="libLine"/>
        <w:rPr>
          <w:rFonts w:hint="cs"/>
          <w:rtl/>
        </w:rPr>
      </w:pPr>
      <w:r>
        <w:rPr>
          <w:rFonts w:hint="cs"/>
          <w:rtl/>
        </w:rPr>
        <w:t>__________________</w:t>
      </w:r>
    </w:p>
    <w:p w:rsidR="00FB7857" w:rsidRDefault="00FB7857" w:rsidP="00E67399">
      <w:pPr>
        <w:pStyle w:val="libFootnote"/>
        <w:rPr>
          <w:rtl/>
        </w:rPr>
      </w:pPr>
      <w:r>
        <w:rPr>
          <w:rtl/>
        </w:rPr>
        <w:t xml:space="preserve">25_مسند احمد ج6 ص 149 </w:t>
      </w:r>
    </w:p>
    <w:p w:rsidR="00FB7857" w:rsidRDefault="00FB7857" w:rsidP="00E67399">
      <w:pPr>
        <w:pStyle w:val="libPoemTini"/>
        <w:rPr>
          <w:rtl/>
        </w:rPr>
      </w:pPr>
      <w:r>
        <w:rPr>
          <w:rtl/>
        </w:rPr>
        <w:br w:type="page"/>
      </w:r>
    </w:p>
    <w:p w:rsidR="00376422" w:rsidRDefault="00376422" w:rsidP="00E67399">
      <w:pPr>
        <w:pStyle w:val="libNormal"/>
        <w:rPr>
          <w:rtl/>
        </w:rPr>
      </w:pPr>
      <w:r>
        <w:rPr>
          <w:rtl/>
        </w:rPr>
        <w:lastRenderedPageBreak/>
        <w:t>يا يہ كہ جب قاصد امير شام معاويہ كے يہا</w:t>
      </w:r>
      <w:r w:rsidR="00B365A1">
        <w:rPr>
          <w:rtl/>
        </w:rPr>
        <w:t xml:space="preserve">ں </w:t>
      </w:r>
      <w:r>
        <w:rPr>
          <w:rtl/>
        </w:rPr>
        <w:t xml:space="preserve">پلٹ كر جائے تو انكى حديث كو معاويہ سے بيان كرے ؟ </w:t>
      </w:r>
    </w:p>
    <w:p w:rsidR="00376422" w:rsidRDefault="00376422" w:rsidP="00E67399">
      <w:pPr>
        <w:pStyle w:val="libNormal"/>
        <w:rPr>
          <w:rtl/>
        </w:rPr>
      </w:pPr>
      <w:r>
        <w:rPr>
          <w:rtl/>
        </w:rPr>
        <w:t xml:space="preserve">يا كوئي دوسرى بات تھى ؟ </w:t>
      </w:r>
    </w:p>
    <w:p w:rsidR="00376422" w:rsidRDefault="00376422" w:rsidP="00E67399">
      <w:pPr>
        <w:pStyle w:val="libNormal"/>
        <w:rPr>
          <w:rtl/>
        </w:rPr>
      </w:pPr>
      <w:r>
        <w:rPr>
          <w:rtl/>
        </w:rPr>
        <w:t>ايا ممكن ہے كہ جو عائشه ايك طويل مدت تك عثمان سے جھگڑا كرتى رہي</w:t>
      </w:r>
      <w:r w:rsidR="00B365A1">
        <w:rPr>
          <w:rtl/>
        </w:rPr>
        <w:t xml:space="preserve">ں </w:t>
      </w:r>
      <w:r>
        <w:rPr>
          <w:rtl/>
        </w:rPr>
        <w:t>اور لوگو</w:t>
      </w:r>
      <w:r w:rsidR="00B365A1">
        <w:rPr>
          <w:rtl/>
        </w:rPr>
        <w:t xml:space="preserve">ں </w:t>
      </w:r>
      <w:r>
        <w:rPr>
          <w:rtl/>
        </w:rPr>
        <w:t>كو ان كے خلاف بھڑكاتى رہي</w:t>
      </w:r>
      <w:r w:rsidR="00B365A1">
        <w:rPr>
          <w:rtl/>
        </w:rPr>
        <w:t xml:space="preserve">ں </w:t>
      </w:r>
      <w:r>
        <w:rPr>
          <w:rtl/>
        </w:rPr>
        <w:t>يا اسى قسم كى دوسرى باتي</w:t>
      </w:r>
      <w:r w:rsidR="00B365A1">
        <w:rPr>
          <w:rtl/>
        </w:rPr>
        <w:t xml:space="preserve">ں </w:t>
      </w:r>
      <w:r>
        <w:rPr>
          <w:rtl/>
        </w:rPr>
        <w:t>جو معاويہ كے زمانے مي</w:t>
      </w:r>
      <w:r w:rsidR="00B365A1">
        <w:rPr>
          <w:rtl/>
        </w:rPr>
        <w:t xml:space="preserve">ں </w:t>
      </w:r>
      <w:r>
        <w:rPr>
          <w:rtl/>
        </w:rPr>
        <w:t>پيش ائي</w:t>
      </w:r>
      <w:r w:rsidR="00B365A1">
        <w:rPr>
          <w:rtl/>
        </w:rPr>
        <w:t xml:space="preserve">ں </w:t>
      </w:r>
      <w:r>
        <w:rPr>
          <w:rtl/>
        </w:rPr>
        <w:t>، اور لوگو</w:t>
      </w:r>
      <w:r w:rsidR="00B365A1">
        <w:rPr>
          <w:rtl/>
        </w:rPr>
        <w:t xml:space="preserve">ں </w:t>
      </w:r>
      <w:r>
        <w:rPr>
          <w:rtl/>
        </w:rPr>
        <w:t>سے بيان كيا تھا اسكى وجہ صرف اتنى ہے كہ معاويہ كے زمانے مي</w:t>
      </w:r>
      <w:r w:rsidR="00B365A1">
        <w:rPr>
          <w:rtl/>
        </w:rPr>
        <w:t xml:space="preserve">ں </w:t>
      </w:r>
      <w:r>
        <w:rPr>
          <w:rtl/>
        </w:rPr>
        <w:t>عائشه ايك كنيز كى طرح زندگى گذار رہى تھي</w:t>
      </w:r>
      <w:r w:rsidR="00B365A1">
        <w:rPr>
          <w:rtl/>
        </w:rPr>
        <w:t xml:space="preserve">ں </w:t>
      </w:r>
      <w:r>
        <w:rPr>
          <w:rtl/>
        </w:rPr>
        <w:t xml:space="preserve">_ </w:t>
      </w:r>
    </w:p>
    <w:p w:rsidR="00376422" w:rsidRDefault="00376422" w:rsidP="00E67399">
      <w:pPr>
        <w:pStyle w:val="libNormal"/>
        <w:rPr>
          <w:rtl/>
        </w:rPr>
      </w:pPr>
      <w:r>
        <w:rPr>
          <w:rtl/>
        </w:rPr>
        <w:t>اور جو كچھ جھوٹى حديثي</w:t>
      </w:r>
      <w:r w:rsidR="00B365A1">
        <w:rPr>
          <w:rtl/>
        </w:rPr>
        <w:t xml:space="preserve">ں </w:t>
      </w:r>
      <w:r>
        <w:rPr>
          <w:rtl/>
        </w:rPr>
        <w:t>اپنے باپ يا عمر و طلحہ نيز خاندان كى فضيلت مي</w:t>
      </w:r>
      <w:r w:rsidR="00B365A1">
        <w:rPr>
          <w:rtl/>
        </w:rPr>
        <w:t xml:space="preserve">ں </w:t>
      </w:r>
      <w:r>
        <w:rPr>
          <w:rtl/>
        </w:rPr>
        <w:t>بيان كى تھى اسكى وجہ يہ تھى كہ معاويہ كى حديث گڑھنے والى سياست كو كامياب بنا كر اس كو خوش كرنا تھا اور اس سلسلہ مي</w:t>
      </w:r>
      <w:r w:rsidR="00B365A1">
        <w:rPr>
          <w:rtl/>
        </w:rPr>
        <w:t xml:space="preserve">ں </w:t>
      </w:r>
      <w:r>
        <w:rPr>
          <w:rtl/>
        </w:rPr>
        <w:t>انھو</w:t>
      </w:r>
      <w:r w:rsidR="00B365A1">
        <w:rPr>
          <w:rtl/>
        </w:rPr>
        <w:t xml:space="preserve">ں </w:t>
      </w:r>
      <w:r>
        <w:rPr>
          <w:rtl/>
        </w:rPr>
        <w:t>نے اپنے رشتہ دار اور چاہنے والو</w:t>
      </w:r>
      <w:r w:rsidR="00B365A1">
        <w:rPr>
          <w:rtl/>
        </w:rPr>
        <w:t xml:space="preserve">ں </w:t>
      </w:r>
      <w:r>
        <w:rPr>
          <w:rtl/>
        </w:rPr>
        <w:t>كے فضائل كو نشر كرنے مي</w:t>
      </w:r>
      <w:r w:rsidR="00B365A1">
        <w:rPr>
          <w:rtl/>
        </w:rPr>
        <w:t xml:space="preserve">ں </w:t>
      </w:r>
      <w:r>
        <w:rPr>
          <w:rtl/>
        </w:rPr>
        <w:t xml:space="preserve">ايڑى چوٹى كا زور بھى لگايا تھا اسى لئے محاورہ بھى ہے كہ جسكو چوٹ لگتى ہے اسى كو درد ہوتا ہے '' ليست الثكلى المستاجرہ '' </w:t>
      </w:r>
    </w:p>
    <w:p w:rsidR="00376422" w:rsidRDefault="00376422" w:rsidP="00E67399">
      <w:pPr>
        <w:pStyle w:val="libNormal"/>
        <w:rPr>
          <w:rtl/>
        </w:rPr>
      </w:pPr>
      <w:r>
        <w:rPr>
          <w:rtl/>
        </w:rPr>
        <w:t>ہم نے ان بحثو</w:t>
      </w:r>
      <w:r w:rsidR="00B365A1">
        <w:rPr>
          <w:rtl/>
        </w:rPr>
        <w:t xml:space="preserve">ں </w:t>
      </w:r>
      <w:r>
        <w:rPr>
          <w:rtl/>
        </w:rPr>
        <w:t>مي</w:t>
      </w:r>
      <w:r w:rsidR="00B365A1">
        <w:rPr>
          <w:rtl/>
        </w:rPr>
        <w:t xml:space="preserve">ں </w:t>
      </w:r>
      <w:r>
        <w:rPr>
          <w:rtl/>
        </w:rPr>
        <w:t>نہ كسى كے فضائل كو بڑھا چڑھا كر بيان كيا ہے اور نہ ہى ميرا مقصد كسى كى عيب جوئي كرنا تھا ، بلكہ ہمارا واحد ہدف يہ تھا كہ ان حديثو</w:t>
      </w:r>
      <w:r w:rsidR="00B365A1">
        <w:rPr>
          <w:rtl/>
        </w:rPr>
        <w:t xml:space="preserve">ں </w:t>
      </w:r>
      <w:r>
        <w:rPr>
          <w:rtl/>
        </w:rPr>
        <w:t>كى جانچ پڑتال كى جائے جو رسول اسلام (ص) سے جھوٹ منسوب كر كے بيان كى گئي ہي</w:t>
      </w:r>
      <w:r w:rsidR="00B365A1">
        <w:rPr>
          <w:rtl/>
        </w:rPr>
        <w:t xml:space="preserve">ں </w:t>
      </w:r>
      <w:r>
        <w:rPr>
          <w:rtl/>
        </w:rPr>
        <w:t>جسكو انشاء اللہ اس كتاب كى اخرى بحث مي</w:t>
      </w:r>
      <w:r w:rsidR="00B365A1">
        <w:rPr>
          <w:rtl/>
        </w:rPr>
        <w:t xml:space="preserve">ں </w:t>
      </w:r>
      <w:r>
        <w:rPr>
          <w:rtl/>
        </w:rPr>
        <w:t>ملاحظہ فرمائي</w:t>
      </w:r>
      <w:r w:rsidR="00B365A1">
        <w:rPr>
          <w:rtl/>
        </w:rPr>
        <w:t xml:space="preserve">ں </w:t>
      </w:r>
      <w:r>
        <w:rPr>
          <w:rtl/>
        </w:rPr>
        <w:t xml:space="preserve">گے _ </w:t>
      </w:r>
    </w:p>
    <w:p w:rsidR="00376422" w:rsidRDefault="00376422" w:rsidP="00E67399">
      <w:pPr>
        <w:pStyle w:val="Heading2Center"/>
        <w:rPr>
          <w:rtl/>
        </w:rPr>
      </w:pPr>
      <w:bookmarkStart w:id="78" w:name="_Toc531605706"/>
      <w:r>
        <w:rPr>
          <w:rtl/>
        </w:rPr>
        <w:t>تحقيق اور نتيجہ</w:t>
      </w:r>
      <w:bookmarkEnd w:id="78"/>
    </w:p>
    <w:p w:rsidR="00376422" w:rsidRDefault="00376422" w:rsidP="00E67399">
      <w:pPr>
        <w:pStyle w:val="libNormal"/>
        <w:rPr>
          <w:rtl/>
        </w:rPr>
      </w:pPr>
      <w:r>
        <w:rPr>
          <w:rtl/>
        </w:rPr>
        <w:t>ہم نے اس سے پہلے زندگانى عائشه كى اچھى طرح تحقيق كى تاكہ ان كى سياسى و اجتماعى اور معاشراتى كارنامو</w:t>
      </w:r>
      <w:r w:rsidR="00B365A1">
        <w:rPr>
          <w:rtl/>
        </w:rPr>
        <w:t xml:space="preserve">ں </w:t>
      </w:r>
      <w:r>
        <w:rPr>
          <w:rtl/>
        </w:rPr>
        <w:t>كے ساتھ انكے اغراض و مقاصد سامنے اجائي</w:t>
      </w:r>
      <w:r w:rsidR="00B365A1">
        <w:rPr>
          <w:rtl/>
        </w:rPr>
        <w:t xml:space="preserve">ں </w:t>
      </w:r>
      <w:r>
        <w:rPr>
          <w:rtl/>
        </w:rPr>
        <w:t>، اب اس كے پس منظر مي</w:t>
      </w:r>
      <w:r w:rsidR="00B365A1">
        <w:rPr>
          <w:rtl/>
        </w:rPr>
        <w:t xml:space="preserve">ں </w:t>
      </w:r>
      <w:r>
        <w:rPr>
          <w:rtl/>
        </w:rPr>
        <w:t>ان چيزو</w:t>
      </w:r>
      <w:r w:rsidR="00B365A1">
        <w:rPr>
          <w:rtl/>
        </w:rPr>
        <w:t xml:space="preserve">ں </w:t>
      </w:r>
      <w:r>
        <w:rPr>
          <w:rtl/>
        </w:rPr>
        <w:t>كو پيش كرو</w:t>
      </w:r>
      <w:r w:rsidR="00B365A1">
        <w:rPr>
          <w:rtl/>
        </w:rPr>
        <w:t xml:space="preserve">ں </w:t>
      </w:r>
      <w:r>
        <w:rPr>
          <w:rtl/>
        </w:rPr>
        <w:t>گا كہ وہ كون سى چيز باعث بنى جنھو</w:t>
      </w:r>
      <w:r w:rsidR="00B365A1">
        <w:rPr>
          <w:rtl/>
        </w:rPr>
        <w:t xml:space="preserve">ں </w:t>
      </w:r>
      <w:r>
        <w:rPr>
          <w:rtl/>
        </w:rPr>
        <w:t xml:space="preserve">نے حديث نقل كرنے پر بر انگيختہ كيا تھا _ </w:t>
      </w:r>
    </w:p>
    <w:p w:rsidR="00FB7857" w:rsidRDefault="00376422" w:rsidP="00E67399">
      <w:pPr>
        <w:pStyle w:val="libNormal"/>
        <w:rPr>
          <w:rtl/>
        </w:rPr>
      </w:pPr>
      <w:r>
        <w:rPr>
          <w:rtl/>
        </w:rPr>
        <w:t>اگر اس كا خلاصہ كيا جائے تو يہ ہو گا كہ ، عائشه ايك تيز طرار عورت كے ساتھ ساتھ ايك بہترين خطيبہ تھي</w:t>
      </w:r>
      <w:r w:rsidR="00B365A1">
        <w:rPr>
          <w:rtl/>
        </w:rPr>
        <w:t xml:space="preserve">ں </w:t>
      </w:r>
      <w:r>
        <w:rPr>
          <w:rtl/>
        </w:rPr>
        <w:t>جس كے ذريعہ عالم و جاہل سب كے افكار و قلوب كو جذب كر ليتى تھي</w:t>
      </w:r>
      <w:r w:rsidR="00B365A1">
        <w:rPr>
          <w:rtl/>
        </w:rPr>
        <w:t xml:space="preserve">ں </w:t>
      </w:r>
      <w:r>
        <w:rPr>
          <w:rtl/>
        </w:rPr>
        <w:t>، ايك بہترين سياستدان تھي</w:t>
      </w:r>
      <w:r w:rsidR="00B365A1">
        <w:rPr>
          <w:rtl/>
        </w:rPr>
        <w:t xml:space="preserve">ں </w:t>
      </w:r>
      <w:r>
        <w:rPr>
          <w:rtl/>
        </w:rPr>
        <w:t>جس كى وجہ سے لشكر عظيم كو كنٹرول كر ليتى تھي</w:t>
      </w:r>
      <w:r w:rsidR="00B365A1">
        <w:rPr>
          <w:rtl/>
        </w:rPr>
        <w:t xml:space="preserve">ں </w:t>
      </w:r>
      <w:r>
        <w:rPr>
          <w:rtl/>
        </w:rPr>
        <w:t>، ان كا عوام مي</w:t>
      </w:r>
      <w:r w:rsidR="00B365A1">
        <w:rPr>
          <w:rtl/>
        </w:rPr>
        <w:t xml:space="preserve">ں </w:t>
      </w:r>
      <w:r>
        <w:rPr>
          <w:rtl/>
        </w:rPr>
        <w:t>اتنا اثر و رسوخ تھا كہ ايك اشارے پر لوگو</w:t>
      </w:r>
      <w:r w:rsidR="00B365A1">
        <w:rPr>
          <w:rtl/>
        </w:rPr>
        <w:t xml:space="preserve">ں </w:t>
      </w:r>
      <w:r>
        <w:rPr>
          <w:rtl/>
        </w:rPr>
        <w:t>كو خليفہ وقت كے خلاف ايسا بھڑكا ديا كہ انھو</w:t>
      </w:r>
      <w:r w:rsidR="00B365A1">
        <w:rPr>
          <w:rtl/>
        </w:rPr>
        <w:t xml:space="preserve">ں </w:t>
      </w:r>
      <w:r>
        <w:rPr>
          <w:rtl/>
        </w:rPr>
        <w:t xml:space="preserve">نے اسكى بساط حكومت كو پلٹ ديا _ </w:t>
      </w:r>
    </w:p>
    <w:p w:rsidR="00FB7857" w:rsidRDefault="00FB785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عائشه جاہ و حشم كى بھوكى عورت كا نام ہے جس كو حاصل كرنے مي</w:t>
      </w:r>
      <w:r w:rsidR="00B365A1">
        <w:rPr>
          <w:rtl/>
        </w:rPr>
        <w:t xml:space="preserve">ں </w:t>
      </w:r>
      <w:r>
        <w:rPr>
          <w:rtl/>
        </w:rPr>
        <w:t>كسى چيز سے خوف نہي</w:t>
      </w:r>
      <w:r w:rsidR="00B365A1">
        <w:rPr>
          <w:rtl/>
        </w:rPr>
        <w:t xml:space="preserve">ں </w:t>
      </w:r>
      <w:r>
        <w:rPr>
          <w:rtl/>
        </w:rPr>
        <w:t>كھايا تھا ، بلكہ كسى نہ كسى طرح اس كو حاصل كر كے رہي</w:t>
      </w:r>
      <w:r w:rsidR="00B365A1">
        <w:rPr>
          <w:rtl/>
        </w:rPr>
        <w:t xml:space="preserve">ں </w:t>
      </w:r>
      <w:r>
        <w:rPr>
          <w:rtl/>
        </w:rPr>
        <w:t>، انھو</w:t>
      </w:r>
      <w:r w:rsidR="00B365A1">
        <w:rPr>
          <w:rtl/>
        </w:rPr>
        <w:t xml:space="preserve">ں </w:t>
      </w:r>
      <w:r>
        <w:rPr>
          <w:rtl/>
        </w:rPr>
        <w:t>نے اپنے چاہنے والو</w:t>
      </w:r>
      <w:r w:rsidR="00B365A1">
        <w:rPr>
          <w:rtl/>
        </w:rPr>
        <w:t xml:space="preserve">ں </w:t>
      </w:r>
      <w:r>
        <w:rPr>
          <w:rtl/>
        </w:rPr>
        <w:t>كے ساتھ اتنا مہربانى كى كہ حد سے اگے بڑھ گئي</w:t>
      </w:r>
      <w:r w:rsidR="00B365A1">
        <w:rPr>
          <w:rtl/>
        </w:rPr>
        <w:t xml:space="preserve">ں </w:t>
      </w:r>
      <w:r>
        <w:rPr>
          <w:rtl/>
        </w:rPr>
        <w:t xml:space="preserve">_ </w:t>
      </w:r>
    </w:p>
    <w:p w:rsidR="00376422" w:rsidRDefault="00376422" w:rsidP="00E67399">
      <w:pPr>
        <w:pStyle w:val="libNormal"/>
        <w:rPr>
          <w:rtl/>
        </w:rPr>
      </w:pPr>
      <w:r>
        <w:rPr>
          <w:rtl/>
        </w:rPr>
        <w:t>اپنے خاندان اور اپنے مخالفو</w:t>
      </w:r>
      <w:r w:rsidR="00B365A1">
        <w:rPr>
          <w:rtl/>
        </w:rPr>
        <w:t xml:space="preserve">ں </w:t>
      </w:r>
      <w:r>
        <w:rPr>
          <w:rtl/>
        </w:rPr>
        <w:t>كى نسبت اتنى كينہ توز تھي</w:t>
      </w:r>
      <w:r w:rsidR="00B365A1">
        <w:rPr>
          <w:rtl/>
        </w:rPr>
        <w:t xml:space="preserve">ں </w:t>
      </w:r>
      <w:r>
        <w:rPr>
          <w:rtl/>
        </w:rPr>
        <w:t>كہ ان كے دشمنو</w:t>
      </w:r>
      <w:r w:rsidR="00B365A1">
        <w:rPr>
          <w:rtl/>
        </w:rPr>
        <w:t xml:space="preserve">ں </w:t>
      </w:r>
      <w:r>
        <w:rPr>
          <w:rtl/>
        </w:rPr>
        <w:t>سے مرنے مارنے پر اجاتى تھي</w:t>
      </w:r>
      <w:r w:rsidR="00B365A1">
        <w:rPr>
          <w:rtl/>
        </w:rPr>
        <w:t xml:space="preserve">ں </w:t>
      </w:r>
      <w:r>
        <w:rPr>
          <w:rtl/>
        </w:rPr>
        <w:t>، المختصر يہ كہ ايسى عورت تاريخ مي</w:t>
      </w:r>
      <w:r w:rsidR="00B365A1">
        <w:rPr>
          <w:rtl/>
        </w:rPr>
        <w:t xml:space="preserve">ں </w:t>
      </w:r>
      <w:r>
        <w:rPr>
          <w:rtl/>
        </w:rPr>
        <w:t>ڈھونڈھنے سے بھى نہ ملے گى ، اگر كوئي بات اپنے خاندان يا چاہنے والو</w:t>
      </w:r>
      <w:r w:rsidR="00B365A1">
        <w:rPr>
          <w:rtl/>
        </w:rPr>
        <w:t xml:space="preserve">ں </w:t>
      </w:r>
      <w:r>
        <w:rPr>
          <w:rtl/>
        </w:rPr>
        <w:t>كے حق مي</w:t>
      </w:r>
      <w:r w:rsidR="00B365A1">
        <w:rPr>
          <w:rtl/>
        </w:rPr>
        <w:t xml:space="preserve">ں </w:t>
      </w:r>
      <w:r>
        <w:rPr>
          <w:rtl/>
        </w:rPr>
        <w:t>كہہ دى تو وہ سب كے زبان پر چڑھ جاتى تھى ، اور تاريخ كے صفحات مي</w:t>
      </w:r>
      <w:r w:rsidR="00B365A1">
        <w:rPr>
          <w:rtl/>
        </w:rPr>
        <w:t xml:space="preserve">ں </w:t>
      </w:r>
      <w:r>
        <w:rPr>
          <w:rtl/>
        </w:rPr>
        <w:t>زندہ جاويد ہو جاتى تھى تاكہ لوگو</w:t>
      </w:r>
      <w:r w:rsidR="00B365A1">
        <w:rPr>
          <w:rtl/>
        </w:rPr>
        <w:t xml:space="preserve">ں </w:t>
      </w:r>
      <w:r>
        <w:rPr>
          <w:rtl/>
        </w:rPr>
        <w:t>كے لئے مشعل راہ بن جائے اور انے والى پيڑيا</w:t>
      </w:r>
      <w:r w:rsidR="00B365A1">
        <w:rPr>
          <w:rtl/>
        </w:rPr>
        <w:t xml:space="preserve">ں </w:t>
      </w:r>
      <w:r>
        <w:rPr>
          <w:rtl/>
        </w:rPr>
        <w:t>انكى معرفت و شہرت سے پہچان لي</w:t>
      </w:r>
      <w:r w:rsidR="00B365A1">
        <w:rPr>
          <w:rtl/>
        </w:rPr>
        <w:t xml:space="preserve">ں </w:t>
      </w:r>
      <w:r>
        <w:rPr>
          <w:rtl/>
        </w:rPr>
        <w:t xml:space="preserve">_ </w:t>
      </w:r>
    </w:p>
    <w:p w:rsidR="00376422" w:rsidRDefault="00376422" w:rsidP="00E67399">
      <w:pPr>
        <w:pStyle w:val="libNormal"/>
        <w:rPr>
          <w:rtl/>
        </w:rPr>
      </w:pPr>
      <w:r>
        <w:rPr>
          <w:rtl/>
        </w:rPr>
        <w:t>اگر كوئي بات اپنے دشمنو</w:t>
      </w:r>
      <w:r w:rsidR="00B365A1">
        <w:rPr>
          <w:rtl/>
        </w:rPr>
        <w:t xml:space="preserve">ں </w:t>
      </w:r>
      <w:r>
        <w:rPr>
          <w:rtl/>
        </w:rPr>
        <w:t>كو شكست دينے كے لئے بيان كر دى تو تاريخ نے ہميشہ كےلئے اپنے دامن مي</w:t>
      </w:r>
      <w:r w:rsidR="00B365A1">
        <w:rPr>
          <w:rtl/>
        </w:rPr>
        <w:t xml:space="preserve">ں </w:t>
      </w:r>
      <w:r>
        <w:rPr>
          <w:rtl/>
        </w:rPr>
        <w:t>جگہ ديدى ، يا يو</w:t>
      </w:r>
      <w:r w:rsidR="00B365A1">
        <w:rPr>
          <w:rtl/>
        </w:rPr>
        <w:t xml:space="preserve">ں </w:t>
      </w:r>
      <w:r>
        <w:rPr>
          <w:rtl/>
        </w:rPr>
        <w:t>كہو</w:t>
      </w:r>
      <w:r w:rsidR="00B365A1">
        <w:rPr>
          <w:rtl/>
        </w:rPr>
        <w:t xml:space="preserve">ں </w:t>
      </w:r>
      <w:r>
        <w:rPr>
          <w:rtl/>
        </w:rPr>
        <w:t>كہ اگر اس نے كسى كى حمايت يا مخالفت مي</w:t>
      </w:r>
      <w:r w:rsidR="00B365A1">
        <w:rPr>
          <w:rtl/>
        </w:rPr>
        <w:t xml:space="preserve">ں </w:t>
      </w:r>
      <w:r>
        <w:rPr>
          <w:rtl/>
        </w:rPr>
        <w:t>كوئي بات كسى سے كہہ ڈالى تو يہ بات مسافرو</w:t>
      </w:r>
      <w:r w:rsidR="00B365A1">
        <w:rPr>
          <w:rtl/>
        </w:rPr>
        <w:t xml:space="preserve">ں </w:t>
      </w:r>
      <w:r>
        <w:rPr>
          <w:rtl/>
        </w:rPr>
        <w:t>و كاردانو</w:t>
      </w:r>
      <w:r w:rsidR="00B365A1">
        <w:rPr>
          <w:rtl/>
        </w:rPr>
        <w:t xml:space="preserve">ں </w:t>
      </w:r>
      <w:r>
        <w:rPr>
          <w:rtl/>
        </w:rPr>
        <w:t>كے ذريعہ ايك دوسرے تك پہونچ جاتى تھى اور لوگ اس كو حديث سمجھ كر ايك شہر سے دوسرے شہر تحفہ سمجھ كرلے جاتے تھے اخر مي</w:t>
      </w:r>
      <w:r w:rsidR="00B365A1">
        <w:rPr>
          <w:rtl/>
        </w:rPr>
        <w:t xml:space="preserve">ں </w:t>
      </w:r>
      <w:r>
        <w:rPr>
          <w:rtl/>
        </w:rPr>
        <w:t>يہ باتي</w:t>
      </w:r>
      <w:r w:rsidR="00B365A1">
        <w:rPr>
          <w:rtl/>
        </w:rPr>
        <w:t xml:space="preserve">ں </w:t>
      </w:r>
      <w:r>
        <w:rPr>
          <w:rtl/>
        </w:rPr>
        <w:t>كتابو</w:t>
      </w:r>
      <w:r w:rsidR="00B365A1">
        <w:rPr>
          <w:rtl/>
        </w:rPr>
        <w:t xml:space="preserve">ں </w:t>
      </w:r>
      <w:r>
        <w:rPr>
          <w:rtl/>
        </w:rPr>
        <w:t>مي</w:t>
      </w:r>
      <w:r w:rsidR="00B365A1">
        <w:rPr>
          <w:rtl/>
        </w:rPr>
        <w:t xml:space="preserve">ں </w:t>
      </w:r>
      <w:r>
        <w:rPr>
          <w:rtl/>
        </w:rPr>
        <w:t>منتقل ہو گئي</w:t>
      </w:r>
      <w:r w:rsidR="00B365A1">
        <w:rPr>
          <w:rtl/>
        </w:rPr>
        <w:t xml:space="preserve">ں </w:t>
      </w:r>
      <w:r>
        <w:rPr>
          <w:rtl/>
        </w:rPr>
        <w:t>اور انے والى نسلو</w:t>
      </w:r>
      <w:r w:rsidR="00B365A1">
        <w:rPr>
          <w:rtl/>
        </w:rPr>
        <w:t xml:space="preserve">ں </w:t>
      </w:r>
      <w:r>
        <w:rPr>
          <w:rtl/>
        </w:rPr>
        <w:t>نے ان باتو</w:t>
      </w:r>
      <w:r w:rsidR="00B365A1">
        <w:rPr>
          <w:rtl/>
        </w:rPr>
        <w:t xml:space="preserve">ں </w:t>
      </w:r>
      <w:r>
        <w:rPr>
          <w:rtl/>
        </w:rPr>
        <w:t xml:space="preserve">كو حديث كا نام دے ديا _ </w:t>
      </w:r>
    </w:p>
    <w:p w:rsidR="00FC5297" w:rsidRDefault="00376422" w:rsidP="00E67399">
      <w:pPr>
        <w:pStyle w:val="libNormal"/>
        <w:rPr>
          <w:rtl/>
        </w:rPr>
      </w:pPr>
      <w:r>
        <w:rPr>
          <w:rtl/>
        </w:rPr>
        <w:t>يہ تمام باتي</w:t>
      </w:r>
      <w:r w:rsidR="00B365A1">
        <w:rPr>
          <w:rtl/>
        </w:rPr>
        <w:t xml:space="preserve">ں </w:t>
      </w:r>
      <w:r>
        <w:rPr>
          <w:rtl/>
        </w:rPr>
        <w:t>خود ام المومنين عائشه كى عظمت و منزلت كى بڑى دليلي</w:t>
      </w:r>
      <w:r w:rsidR="00B365A1">
        <w:rPr>
          <w:rtl/>
        </w:rPr>
        <w:t xml:space="preserve">ں </w:t>
      </w:r>
      <w:r>
        <w:rPr>
          <w:rtl/>
        </w:rPr>
        <w:t>ہي</w:t>
      </w:r>
      <w:r w:rsidR="00B365A1">
        <w:rPr>
          <w:rtl/>
        </w:rPr>
        <w:t xml:space="preserve">ں </w:t>
      </w:r>
      <w:r>
        <w:rPr>
          <w:rtl/>
        </w:rPr>
        <w:t>، ہم نے جب عائشه كے چہرے كو تاريخ كى حقيقت مي</w:t>
      </w:r>
      <w:r w:rsidR="00B365A1">
        <w:rPr>
          <w:rtl/>
        </w:rPr>
        <w:t xml:space="preserve">ں </w:t>
      </w:r>
      <w:r>
        <w:rPr>
          <w:rtl/>
        </w:rPr>
        <w:t>ديكھا اور جن لوگو</w:t>
      </w:r>
      <w:r w:rsidR="00B365A1">
        <w:rPr>
          <w:rtl/>
        </w:rPr>
        <w:t xml:space="preserve">ں </w:t>
      </w:r>
      <w:r>
        <w:rPr>
          <w:rtl/>
        </w:rPr>
        <w:t>نے ان كى ذات كو عظمت كے سانچے مي</w:t>
      </w:r>
      <w:r w:rsidR="00B365A1">
        <w:rPr>
          <w:rtl/>
        </w:rPr>
        <w:t xml:space="preserve">ں </w:t>
      </w:r>
      <w:r>
        <w:rPr>
          <w:rtl/>
        </w:rPr>
        <w:t>ڈھال كے پيش كيا تو ان دونو</w:t>
      </w:r>
      <w:r w:rsidR="00B365A1">
        <w:rPr>
          <w:rtl/>
        </w:rPr>
        <w:t xml:space="preserve">ں </w:t>
      </w:r>
      <w:r>
        <w:rPr>
          <w:rtl/>
        </w:rPr>
        <w:t>مي</w:t>
      </w:r>
      <w:r w:rsidR="00B365A1">
        <w:rPr>
          <w:rtl/>
        </w:rPr>
        <w:t xml:space="preserve">ں </w:t>
      </w:r>
      <w:r>
        <w:rPr>
          <w:rtl/>
        </w:rPr>
        <w:t xml:space="preserve">بہت </w:t>
      </w:r>
    </w:p>
    <w:p w:rsidR="00FC5297" w:rsidRDefault="00FC529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فرق پايا ، ليكن جن لوگو</w:t>
      </w:r>
      <w:r w:rsidR="00B365A1">
        <w:rPr>
          <w:rtl/>
        </w:rPr>
        <w:t xml:space="preserve">ں </w:t>
      </w:r>
      <w:r>
        <w:rPr>
          <w:rtl/>
        </w:rPr>
        <w:t>نے ان كى عظمتو</w:t>
      </w:r>
      <w:r w:rsidR="00B365A1">
        <w:rPr>
          <w:rtl/>
        </w:rPr>
        <w:t xml:space="preserve">ں </w:t>
      </w:r>
      <w:r>
        <w:rPr>
          <w:rtl/>
        </w:rPr>
        <w:t>كا گيت گايا ہے ان سے ميرى ايك درخواست ہے كہ عائشه كے بطن سے ايك رسول (ص) كا بيٹا دكھا ديجئے ، البتہ يہ دونو</w:t>
      </w:r>
      <w:r w:rsidR="00B365A1">
        <w:rPr>
          <w:rtl/>
        </w:rPr>
        <w:t xml:space="preserve">ں </w:t>
      </w:r>
      <w:r>
        <w:rPr>
          <w:rtl/>
        </w:rPr>
        <w:t>فضيلتي</w:t>
      </w:r>
      <w:r w:rsidR="00B365A1">
        <w:rPr>
          <w:rtl/>
        </w:rPr>
        <w:t xml:space="preserve">ں </w:t>
      </w:r>
      <w:r>
        <w:rPr>
          <w:rtl/>
        </w:rPr>
        <w:t>حقيقت سے كوسو</w:t>
      </w:r>
      <w:r w:rsidR="00B365A1">
        <w:rPr>
          <w:rtl/>
        </w:rPr>
        <w:t xml:space="preserve">ں </w:t>
      </w:r>
      <w:r>
        <w:rPr>
          <w:rtl/>
        </w:rPr>
        <w:t>دور ہي</w:t>
      </w:r>
      <w:r w:rsidR="00B365A1">
        <w:rPr>
          <w:rtl/>
        </w:rPr>
        <w:t xml:space="preserve">ں </w:t>
      </w:r>
      <w:r>
        <w:rPr>
          <w:rtl/>
        </w:rPr>
        <w:t xml:space="preserve">_ </w:t>
      </w:r>
    </w:p>
    <w:p w:rsidR="00376422" w:rsidRDefault="00376422" w:rsidP="00E67399">
      <w:pPr>
        <w:pStyle w:val="libNormal"/>
        <w:rPr>
          <w:rtl/>
        </w:rPr>
      </w:pPr>
      <w:r>
        <w:rPr>
          <w:rtl/>
        </w:rPr>
        <w:t>ہمي</w:t>
      </w:r>
      <w:r w:rsidR="00B365A1">
        <w:rPr>
          <w:rtl/>
        </w:rPr>
        <w:t xml:space="preserve">ں </w:t>
      </w:r>
      <w:r>
        <w:rPr>
          <w:rtl/>
        </w:rPr>
        <w:t>صدر اسلام كى شخصيتو</w:t>
      </w:r>
      <w:r w:rsidR="00B365A1">
        <w:rPr>
          <w:rtl/>
        </w:rPr>
        <w:t xml:space="preserve">ں </w:t>
      </w:r>
      <w:r>
        <w:rPr>
          <w:rtl/>
        </w:rPr>
        <w:t>كى اپنى طرف سے تعريف نہي</w:t>
      </w:r>
      <w:r w:rsidR="00B365A1">
        <w:rPr>
          <w:rtl/>
        </w:rPr>
        <w:t xml:space="preserve">ں </w:t>
      </w:r>
      <w:r>
        <w:rPr>
          <w:rtl/>
        </w:rPr>
        <w:t>كرنى چاہيئے ، كيونكہ ايسى صورت مي</w:t>
      </w:r>
      <w:r w:rsidR="00B365A1">
        <w:rPr>
          <w:rtl/>
        </w:rPr>
        <w:t xml:space="preserve">ں </w:t>
      </w:r>
      <w:r>
        <w:rPr>
          <w:rtl/>
        </w:rPr>
        <w:t>مدح و ثنا ء ايك خيالى ہو كر رہ جائيگى جسكى كوئي حيثيت نہي</w:t>
      </w:r>
      <w:r w:rsidR="00B365A1">
        <w:rPr>
          <w:rtl/>
        </w:rPr>
        <w:t xml:space="preserve">ں </w:t>
      </w:r>
      <w:r>
        <w:rPr>
          <w:rtl/>
        </w:rPr>
        <w:t>ہے ، ہمارى پيش كى ہوئي سارى باتي</w:t>
      </w:r>
      <w:r w:rsidR="00B365A1">
        <w:rPr>
          <w:rtl/>
        </w:rPr>
        <w:t xml:space="preserve">ں </w:t>
      </w:r>
      <w:r>
        <w:rPr>
          <w:rtl/>
        </w:rPr>
        <w:t>حقيقت سے تعلق ركھتى ہي</w:t>
      </w:r>
      <w:r w:rsidR="00B365A1">
        <w:rPr>
          <w:rtl/>
        </w:rPr>
        <w:t xml:space="preserve">ں </w:t>
      </w:r>
      <w:r>
        <w:rPr>
          <w:rtl/>
        </w:rPr>
        <w:t xml:space="preserve">_ </w:t>
      </w:r>
    </w:p>
    <w:p w:rsidR="00376422" w:rsidRDefault="00376422" w:rsidP="00E67399">
      <w:pPr>
        <w:pStyle w:val="libNormal"/>
        <w:rPr>
          <w:rtl/>
        </w:rPr>
      </w:pPr>
      <w:r>
        <w:rPr>
          <w:rtl/>
        </w:rPr>
        <w:t>زندگانى عائشه كى تحقيق كا مقصد ہم نے بارہا كہا اور اخر مي</w:t>
      </w:r>
      <w:r w:rsidR="00B365A1">
        <w:rPr>
          <w:rtl/>
        </w:rPr>
        <w:t xml:space="preserve">ں </w:t>
      </w:r>
      <w:r>
        <w:rPr>
          <w:rtl/>
        </w:rPr>
        <w:t>پھر كہتا ہو</w:t>
      </w:r>
      <w:r w:rsidR="00B365A1">
        <w:rPr>
          <w:rtl/>
        </w:rPr>
        <w:t xml:space="preserve">ں </w:t>
      </w:r>
      <w:r>
        <w:rPr>
          <w:rtl/>
        </w:rPr>
        <w:t>كہ ام المومنين عائشه نے اپنے مقاصد تك پہونچنے كے لئے دو زبردست چيزو</w:t>
      </w:r>
      <w:r w:rsidR="00B365A1">
        <w:rPr>
          <w:rtl/>
        </w:rPr>
        <w:t xml:space="preserve">ں </w:t>
      </w:r>
      <w:r>
        <w:rPr>
          <w:rtl/>
        </w:rPr>
        <w:t xml:space="preserve">كا سہارا ليا تھا _ </w:t>
      </w:r>
    </w:p>
    <w:p w:rsidR="00376422" w:rsidRDefault="00376422" w:rsidP="00E67399">
      <w:pPr>
        <w:pStyle w:val="libNormal"/>
        <w:rPr>
          <w:rtl/>
        </w:rPr>
      </w:pPr>
      <w:r>
        <w:rPr>
          <w:rtl/>
        </w:rPr>
        <w:t>1_ عائشه نے اپنى پورى زندگى مي</w:t>
      </w:r>
      <w:r w:rsidR="00B365A1">
        <w:rPr>
          <w:rtl/>
        </w:rPr>
        <w:t xml:space="preserve">ں </w:t>
      </w:r>
      <w:r>
        <w:rPr>
          <w:rtl/>
        </w:rPr>
        <w:t>زوجہء رسول (ص) نيز ام المومنين كے لقب كا سہارا ليا اور اس سے اپنى طرف لوگو</w:t>
      </w:r>
      <w:r w:rsidR="00B365A1">
        <w:rPr>
          <w:rtl/>
        </w:rPr>
        <w:t xml:space="preserve">ں </w:t>
      </w:r>
      <w:r>
        <w:rPr>
          <w:rtl/>
        </w:rPr>
        <w:t>كى توجہ مبذول كروائي ، اور اس موثر حربے كو استعمال كر كے اپنے مخالفو</w:t>
      </w:r>
      <w:r w:rsidR="00B365A1">
        <w:rPr>
          <w:rtl/>
        </w:rPr>
        <w:t xml:space="preserve">ں </w:t>
      </w:r>
      <w:r>
        <w:rPr>
          <w:rtl/>
        </w:rPr>
        <w:t>كى زد و كوب كى اور اپنے چاہنے والو</w:t>
      </w:r>
      <w:r w:rsidR="00B365A1">
        <w:rPr>
          <w:rtl/>
        </w:rPr>
        <w:t xml:space="preserve">ں </w:t>
      </w:r>
      <w:r>
        <w:rPr>
          <w:rtl/>
        </w:rPr>
        <w:t xml:space="preserve">كى ہمت افزائي كى _ </w:t>
      </w:r>
    </w:p>
    <w:p w:rsidR="00376422" w:rsidRDefault="00376422" w:rsidP="00E67399">
      <w:pPr>
        <w:pStyle w:val="libNormal"/>
        <w:rPr>
          <w:rtl/>
        </w:rPr>
      </w:pPr>
      <w:r>
        <w:rPr>
          <w:rtl/>
        </w:rPr>
        <w:t>2_ وقت كى نزاكت كو ديكھتے ہوئے پيغمبر(ص) اسلام سے ان كى حديث نقل كى ، يا اپنى قابليت جھاڑنے كے لئے زوجيت كا فائدہ اٹھا كر جھوٹى حديثي</w:t>
      </w:r>
      <w:r w:rsidR="00B365A1">
        <w:rPr>
          <w:rtl/>
        </w:rPr>
        <w:t xml:space="preserve">ں </w:t>
      </w:r>
      <w:r>
        <w:rPr>
          <w:rtl/>
        </w:rPr>
        <w:t>گڑھي</w:t>
      </w:r>
      <w:r w:rsidR="00B365A1">
        <w:rPr>
          <w:rtl/>
        </w:rPr>
        <w:t xml:space="preserve">ں </w:t>
      </w:r>
      <w:r>
        <w:rPr>
          <w:rtl/>
        </w:rPr>
        <w:t>، عائشه نے جن جگہو</w:t>
      </w:r>
      <w:r w:rsidR="00B365A1">
        <w:rPr>
          <w:rtl/>
        </w:rPr>
        <w:t xml:space="preserve">ں </w:t>
      </w:r>
      <w:r>
        <w:rPr>
          <w:rtl/>
        </w:rPr>
        <w:t>پر رسول (ص) كى بيوى ہونے كے ناطے فائدہ اٹھايا ہے اس كو اس مختصر بحث مي</w:t>
      </w:r>
      <w:r w:rsidR="00B365A1">
        <w:rPr>
          <w:rtl/>
        </w:rPr>
        <w:t xml:space="preserve">ں </w:t>
      </w:r>
      <w:r>
        <w:rPr>
          <w:rtl/>
        </w:rPr>
        <w:t>بيان كرنا بہت مشكل ہے ، ليكن نمونے كے طور پر دو تين حديثي</w:t>
      </w:r>
      <w:r w:rsidR="00B365A1">
        <w:rPr>
          <w:rtl/>
        </w:rPr>
        <w:t xml:space="preserve">ں </w:t>
      </w:r>
      <w:r>
        <w:rPr>
          <w:rtl/>
        </w:rPr>
        <w:t>پيش كر رہا ہو</w:t>
      </w:r>
      <w:r w:rsidR="00B365A1">
        <w:rPr>
          <w:rtl/>
        </w:rPr>
        <w:t xml:space="preserve">ں </w:t>
      </w:r>
      <w:r>
        <w:rPr>
          <w:rtl/>
        </w:rPr>
        <w:t xml:space="preserve">_ </w:t>
      </w:r>
    </w:p>
    <w:p w:rsidR="00376422" w:rsidRDefault="00376422" w:rsidP="00E67399">
      <w:pPr>
        <w:pStyle w:val="libNormal"/>
        <w:rPr>
          <w:rtl/>
        </w:rPr>
      </w:pPr>
      <w:r>
        <w:rPr>
          <w:rtl/>
        </w:rPr>
        <w:t>1_ مسلم اپنى صحيح مي</w:t>
      </w:r>
      <w:r w:rsidR="00B365A1">
        <w:rPr>
          <w:rtl/>
        </w:rPr>
        <w:t xml:space="preserve">ں </w:t>
      </w:r>
      <w:r>
        <w:rPr>
          <w:rtl/>
        </w:rPr>
        <w:t>نقل كرتے ہي</w:t>
      </w:r>
      <w:r w:rsidR="00B365A1">
        <w:rPr>
          <w:rtl/>
        </w:rPr>
        <w:t xml:space="preserve">ں </w:t>
      </w:r>
      <w:r>
        <w:rPr>
          <w:rtl/>
        </w:rPr>
        <w:t xml:space="preserve">: </w:t>
      </w:r>
    </w:p>
    <w:p w:rsidR="00376422" w:rsidRDefault="00376422" w:rsidP="00E67399">
      <w:pPr>
        <w:pStyle w:val="libNormal"/>
        <w:rPr>
          <w:rtl/>
        </w:rPr>
      </w:pPr>
      <w:r>
        <w:rPr>
          <w:rtl/>
        </w:rPr>
        <w:t>عائشه فرماتى ہي</w:t>
      </w:r>
      <w:r w:rsidR="00B365A1">
        <w:rPr>
          <w:rtl/>
        </w:rPr>
        <w:t xml:space="preserve">ں </w:t>
      </w:r>
      <w:r>
        <w:rPr>
          <w:rtl/>
        </w:rPr>
        <w:t>: جب رسول خدا (ص) بستر مرگ پر تھے تو انھو</w:t>
      </w:r>
      <w:r w:rsidR="00B365A1">
        <w:rPr>
          <w:rtl/>
        </w:rPr>
        <w:t xml:space="preserve">ں </w:t>
      </w:r>
      <w:r>
        <w:rPr>
          <w:rtl/>
        </w:rPr>
        <w:t xml:space="preserve">نے ہم سے فرمايا: </w:t>
      </w:r>
    </w:p>
    <w:p w:rsidR="00376422" w:rsidRDefault="00376422" w:rsidP="00E67399">
      <w:pPr>
        <w:pStyle w:val="libNormal"/>
        <w:rPr>
          <w:rtl/>
        </w:rPr>
      </w:pPr>
      <w:r>
        <w:rPr>
          <w:rtl/>
        </w:rPr>
        <w:t>اے عائشه _ اپنے باپ ( ابو بكر )اور بھائي كو بلا لائو تاكہ ايك وصيت لكھدو</w:t>
      </w:r>
      <w:r w:rsidR="00B365A1">
        <w:rPr>
          <w:rtl/>
        </w:rPr>
        <w:t xml:space="preserve">ں </w:t>
      </w:r>
      <w:r>
        <w:rPr>
          <w:rtl/>
        </w:rPr>
        <w:t>كيونكہ مجھے ڈر ہے كہ كہي</w:t>
      </w:r>
      <w:r w:rsidR="00B365A1">
        <w:rPr>
          <w:rtl/>
        </w:rPr>
        <w:t xml:space="preserve">ں </w:t>
      </w:r>
      <w:r>
        <w:rPr>
          <w:rtl/>
        </w:rPr>
        <w:t>لوگ ارزو نہ كرنے لگي</w:t>
      </w:r>
      <w:r w:rsidR="00B365A1">
        <w:rPr>
          <w:rtl/>
        </w:rPr>
        <w:t xml:space="preserve">ں </w:t>
      </w:r>
      <w:r>
        <w:rPr>
          <w:rtl/>
        </w:rPr>
        <w:t>اور كہنے والے يہ نہ كہنے لگي</w:t>
      </w:r>
      <w:r w:rsidR="00B365A1">
        <w:rPr>
          <w:rtl/>
        </w:rPr>
        <w:t xml:space="preserve">ں </w:t>
      </w:r>
      <w:r>
        <w:rPr>
          <w:rtl/>
        </w:rPr>
        <w:t>كہ مي</w:t>
      </w:r>
      <w:r w:rsidR="00B365A1">
        <w:rPr>
          <w:rtl/>
        </w:rPr>
        <w:t xml:space="preserve">ں </w:t>
      </w:r>
      <w:r>
        <w:rPr>
          <w:rtl/>
        </w:rPr>
        <w:t>خلافت كا زيادہ مستحق تھا ، درانحاليكہ ، خدا اور مومنين ابو بكر ہى كو چاہتے ہي</w:t>
      </w:r>
      <w:r w:rsidR="00B365A1">
        <w:rPr>
          <w:rtl/>
        </w:rPr>
        <w:t xml:space="preserve">ں </w:t>
      </w:r>
      <w:r>
        <w:rPr>
          <w:rtl/>
        </w:rPr>
        <w:t xml:space="preserve">_ </w:t>
      </w:r>
    </w:p>
    <w:p w:rsidR="00FC5297" w:rsidRDefault="00376422" w:rsidP="00E67399">
      <w:pPr>
        <w:pStyle w:val="libNormal"/>
        <w:rPr>
          <w:rtl/>
        </w:rPr>
      </w:pPr>
      <w:r>
        <w:rPr>
          <w:rtl/>
        </w:rPr>
        <w:t>2_ صحيح بخارى مي</w:t>
      </w:r>
      <w:r w:rsidR="00B365A1">
        <w:rPr>
          <w:rtl/>
        </w:rPr>
        <w:t xml:space="preserve">ں </w:t>
      </w:r>
      <w:r>
        <w:rPr>
          <w:rtl/>
        </w:rPr>
        <w:t>ہے كہ : عائشه فرماتى ہي</w:t>
      </w:r>
      <w:r w:rsidR="00B365A1">
        <w:rPr>
          <w:rtl/>
        </w:rPr>
        <w:t xml:space="preserve">ں </w:t>
      </w:r>
      <w:r>
        <w:rPr>
          <w:rtl/>
        </w:rPr>
        <w:t>، جب رسول خدا (ص) پر مرض نے شدت پكڑلى تو عبد الرحمن بن ابو بكر سے فرمايا : ہڈى يا كوئي تختى لے ائو تاكہ مي</w:t>
      </w:r>
      <w:r w:rsidR="00B365A1">
        <w:rPr>
          <w:rtl/>
        </w:rPr>
        <w:t xml:space="preserve">ں </w:t>
      </w:r>
      <w:r>
        <w:rPr>
          <w:rtl/>
        </w:rPr>
        <w:t>ابو بكر كے حق مي</w:t>
      </w:r>
      <w:r w:rsidR="00B365A1">
        <w:rPr>
          <w:rtl/>
        </w:rPr>
        <w:t xml:space="preserve">ں </w:t>
      </w:r>
      <w:r>
        <w:rPr>
          <w:rtl/>
        </w:rPr>
        <w:t>نوشتہ لكھدو</w:t>
      </w:r>
      <w:r w:rsidR="00B365A1">
        <w:rPr>
          <w:rtl/>
        </w:rPr>
        <w:t xml:space="preserve">ں </w:t>
      </w:r>
      <w:r>
        <w:rPr>
          <w:rtl/>
        </w:rPr>
        <w:t xml:space="preserve">تاكہ ميرے بعد كوئي اس ( ابوبكر ) سے خلافت كے </w:t>
      </w:r>
    </w:p>
    <w:p w:rsidR="00FC5297" w:rsidRDefault="00FC529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سلسلے مي</w:t>
      </w:r>
      <w:r w:rsidR="00B365A1">
        <w:rPr>
          <w:rtl/>
        </w:rPr>
        <w:t xml:space="preserve">ں </w:t>
      </w:r>
      <w:r>
        <w:rPr>
          <w:rtl/>
        </w:rPr>
        <w:t>جھگڑا كرنے نہ لگے ، عبد الرحمن ادھر تختى وغيرہ لينے گئے تو پيغمبر اسلام (ص) نے فرمايا :اے ابو بكر خدا اور مومنين تمھارے سلسلہ مي</w:t>
      </w:r>
      <w:r w:rsidR="00B365A1">
        <w:rPr>
          <w:rtl/>
        </w:rPr>
        <w:t xml:space="preserve">ں </w:t>
      </w:r>
      <w:r>
        <w:rPr>
          <w:rtl/>
        </w:rPr>
        <w:t>تھوڑا سا بھى اختلاف نہي</w:t>
      </w:r>
      <w:r w:rsidR="00B365A1">
        <w:rPr>
          <w:rtl/>
        </w:rPr>
        <w:t xml:space="preserve">ں </w:t>
      </w:r>
      <w:r>
        <w:rPr>
          <w:rtl/>
        </w:rPr>
        <w:t>ركھتے ہي</w:t>
      </w:r>
      <w:r w:rsidR="00B365A1">
        <w:rPr>
          <w:rtl/>
        </w:rPr>
        <w:t xml:space="preserve">ں </w:t>
      </w:r>
      <w:r>
        <w:rPr>
          <w:rtl/>
        </w:rPr>
        <w:t xml:space="preserve">_ </w:t>
      </w:r>
    </w:p>
    <w:p w:rsidR="00376422" w:rsidRDefault="00376422" w:rsidP="00E67399">
      <w:pPr>
        <w:pStyle w:val="libNormal"/>
        <w:rPr>
          <w:rtl/>
        </w:rPr>
      </w:pPr>
      <w:r>
        <w:rPr>
          <w:rtl/>
        </w:rPr>
        <w:t>اپ نے ديكھا كہ عائشه نے ان دو حديثو</w:t>
      </w:r>
      <w:r w:rsidR="00B365A1">
        <w:rPr>
          <w:rtl/>
        </w:rPr>
        <w:t xml:space="preserve">ں </w:t>
      </w:r>
      <w:r>
        <w:rPr>
          <w:rtl/>
        </w:rPr>
        <w:t>سے اپنے باپ كى حكومت و خلافت كو رسول (ص) كى بيمارى سے ملتے جلتے واقعات سے كس طرح ثابت كر ديا اور اپنے باپ كى خلافت كے لئے دو دليلي</w:t>
      </w:r>
      <w:r w:rsidR="00B365A1">
        <w:rPr>
          <w:rtl/>
        </w:rPr>
        <w:t xml:space="preserve">ں </w:t>
      </w:r>
      <w:r>
        <w:rPr>
          <w:rtl/>
        </w:rPr>
        <w:t>پيش كر دي</w:t>
      </w:r>
      <w:r w:rsidR="00B365A1">
        <w:rPr>
          <w:rtl/>
        </w:rPr>
        <w:t xml:space="preserve">ں </w:t>
      </w:r>
      <w:r>
        <w:rPr>
          <w:rtl/>
        </w:rPr>
        <w:t xml:space="preserve">_ </w:t>
      </w:r>
    </w:p>
    <w:p w:rsidR="00376422" w:rsidRDefault="00376422" w:rsidP="00E67399">
      <w:pPr>
        <w:pStyle w:val="libNormal"/>
        <w:rPr>
          <w:rtl/>
        </w:rPr>
      </w:pPr>
      <w:r>
        <w:rPr>
          <w:rtl/>
        </w:rPr>
        <w:t>3_ جب عائشه كے روابط عثمان سے مسالمت اميز تھے تو ان كى خوب مدد كى اور ان كى حكومت كى حمايت مي</w:t>
      </w:r>
      <w:r w:rsidR="00B365A1">
        <w:rPr>
          <w:rtl/>
        </w:rPr>
        <w:t xml:space="preserve">ں </w:t>
      </w:r>
      <w:r>
        <w:rPr>
          <w:rtl/>
        </w:rPr>
        <w:t>بولتى رہي</w:t>
      </w:r>
      <w:r w:rsidR="00B365A1">
        <w:rPr>
          <w:rtl/>
        </w:rPr>
        <w:t xml:space="preserve">ں </w:t>
      </w:r>
      <w:r>
        <w:rPr>
          <w:rtl/>
        </w:rPr>
        <w:t>، اور زوجيت رسول (ص) سے فائدہ اٹھا تے ہوئے عثمان كے حق مي</w:t>
      </w:r>
      <w:r w:rsidR="00B365A1">
        <w:rPr>
          <w:rtl/>
        </w:rPr>
        <w:t xml:space="preserve">ں </w:t>
      </w:r>
      <w:r>
        <w:rPr>
          <w:rtl/>
        </w:rPr>
        <w:t xml:space="preserve">ايك حديث بھى گڑھ ڈالى تھى ، جس كو صحيح مسلم نے عائشه سے نقل كيا ہے كہ : </w:t>
      </w:r>
    </w:p>
    <w:p w:rsidR="00376422" w:rsidRDefault="00376422" w:rsidP="00E67399">
      <w:pPr>
        <w:pStyle w:val="libNormal"/>
        <w:rPr>
          <w:rtl/>
        </w:rPr>
      </w:pPr>
      <w:r>
        <w:rPr>
          <w:rtl/>
        </w:rPr>
        <w:t>مي</w:t>
      </w:r>
      <w:r w:rsidR="00B365A1">
        <w:rPr>
          <w:rtl/>
        </w:rPr>
        <w:t xml:space="preserve">ں </w:t>
      </w:r>
      <w:r>
        <w:rPr>
          <w:rtl/>
        </w:rPr>
        <w:t>رسول (ص) كے ساتھ ايك چادر مي</w:t>
      </w:r>
      <w:r w:rsidR="00B365A1">
        <w:rPr>
          <w:rtl/>
        </w:rPr>
        <w:t xml:space="preserve">ں </w:t>
      </w:r>
      <w:r>
        <w:rPr>
          <w:rtl/>
        </w:rPr>
        <w:t>ارام كر رہى تھى كہ ابو بكر اگئے ، پيغمبر(ص) اسلام نے انكو اندر بلا ليا ، پھر تھوڑى دير بعد عمر بن خطاب چلے</w:t>
      </w:r>
      <w:r w:rsidR="00137FAB">
        <w:rPr>
          <w:rtl/>
        </w:rPr>
        <w:t xml:space="preserve"> آئے</w:t>
      </w:r>
      <w:r>
        <w:rPr>
          <w:rtl/>
        </w:rPr>
        <w:t xml:space="preserve"> رسول(ص) اسلام نے انكو بھى اسى حالت مي</w:t>
      </w:r>
      <w:r w:rsidR="00B365A1">
        <w:rPr>
          <w:rtl/>
        </w:rPr>
        <w:t xml:space="preserve">ں </w:t>
      </w:r>
      <w:r>
        <w:rPr>
          <w:rtl/>
        </w:rPr>
        <w:t>بلاليا ; ليكن جب حضرت عثمان</w:t>
      </w:r>
      <w:r w:rsidR="00137FAB">
        <w:rPr>
          <w:rtl/>
        </w:rPr>
        <w:t xml:space="preserve"> آئے</w:t>
      </w:r>
      <w:r>
        <w:rPr>
          <w:rtl/>
        </w:rPr>
        <w:t xml:space="preserve"> تو رسول خدا (ص) چادر سے باہر اگئے پھر عثمان كو گھر مي</w:t>
      </w:r>
      <w:r w:rsidR="00B365A1">
        <w:rPr>
          <w:rtl/>
        </w:rPr>
        <w:t xml:space="preserve">ں </w:t>
      </w:r>
      <w:r>
        <w:rPr>
          <w:rtl/>
        </w:rPr>
        <w:t>بلايا ، جب عثمان چلے گئے تو مي</w:t>
      </w:r>
      <w:r w:rsidR="00B365A1">
        <w:rPr>
          <w:rtl/>
        </w:rPr>
        <w:t xml:space="preserve">ں </w:t>
      </w:r>
      <w:r>
        <w:rPr>
          <w:rtl/>
        </w:rPr>
        <w:t>نے رسول(ص) اسلام سے سوال كيا كہ يا رسول(ص) اللہ جب ابو بكر اور عمر</w:t>
      </w:r>
      <w:r w:rsidR="00137FAB">
        <w:rPr>
          <w:rtl/>
        </w:rPr>
        <w:t xml:space="preserve"> آئے</w:t>
      </w:r>
      <w:r>
        <w:rPr>
          <w:rtl/>
        </w:rPr>
        <w:t xml:space="preserve"> تو اپ چادر كے اندر ليٹے رہے ليكن جب عثمان</w:t>
      </w:r>
      <w:r w:rsidR="00137FAB">
        <w:rPr>
          <w:rtl/>
        </w:rPr>
        <w:t xml:space="preserve"> آئے</w:t>
      </w:r>
      <w:r>
        <w:rPr>
          <w:rtl/>
        </w:rPr>
        <w:t xml:space="preserve"> تو اپنے كو چادر سے باہر كر ليا ، اس مي</w:t>
      </w:r>
      <w:r w:rsidR="00B365A1">
        <w:rPr>
          <w:rtl/>
        </w:rPr>
        <w:t xml:space="preserve">ں </w:t>
      </w:r>
      <w:r>
        <w:rPr>
          <w:rtl/>
        </w:rPr>
        <w:t>كيا راز ہے ، پيغمبر(ص) اسلام نے فرمايا : چونكہ عثمان ايك شرم و حيا كا پيكر ہے لہذا مي</w:t>
      </w:r>
      <w:r w:rsidR="00B365A1">
        <w:rPr>
          <w:rtl/>
        </w:rPr>
        <w:t xml:space="preserve">ں </w:t>
      </w:r>
      <w:r>
        <w:rPr>
          <w:rtl/>
        </w:rPr>
        <w:t>ڈرا كہ اگر اسى حالت مي</w:t>
      </w:r>
      <w:r w:rsidR="00B365A1">
        <w:rPr>
          <w:rtl/>
        </w:rPr>
        <w:t xml:space="preserve">ں </w:t>
      </w:r>
      <w:r>
        <w:rPr>
          <w:rtl/>
        </w:rPr>
        <w:t xml:space="preserve">عثمان سے ملاقات كر ليتا تو وہ شدت شرم سے مجھ سے بات نہ كر پاتا _ </w:t>
      </w:r>
    </w:p>
    <w:p w:rsidR="00376422" w:rsidRDefault="00376422" w:rsidP="00E67399">
      <w:pPr>
        <w:pStyle w:val="libNormal"/>
        <w:rPr>
          <w:rtl/>
        </w:rPr>
      </w:pPr>
      <w:r>
        <w:rPr>
          <w:rtl/>
        </w:rPr>
        <w:t>4_ صحيح مسلم نے اسى حديث كو دوسرى طرح سے عائشه كا يو</w:t>
      </w:r>
      <w:r w:rsidR="00B365A1">
        <w:rPr>
          <w:rtl/>
        </w:rPr>
        <w:t xml:space="preserve">ں </w:t>
      </w:r>
      <w:r>
        <w:rPr>
          <w:rtl/>
        </w:rPr>
        <w:t xml:space="preserve">بيان نقل كيا ہے: </w:t>
      </w:r>
    </w:p>
    <w:p w:rsidR="00FB7857" w:rsidRDefault="00376422" w:rsidP="00E67399">
      <w:pPr>
        <w:pStyle w:val="libNormal"/>
        <w:rPr>
          <w:rtl/>
        </w:rPr>
      </w:pPr>
      <w:r>
        <w:rPr>
          <w:rtl/>
        </w:rPr>
        <w:t>ايك دن پيغمبر(ص) اسلام ميرے ساتھ چادر اوڑھے ليٹے ہوئے تھے ، جيسے ہى عثمان</w:t>
      </w:r>
      <w:r w:rsidR="00137FAB">
        <w:rPr>
          <w:rtl/>
        </w:rPr>
        <w:t xml:space="preserve"> آئے</w:t>
      </w:r>
      <w:r>
        <w:rPr>
          <w:rtl/>
        </w:rPr>
        <w:t xml:space="preserve"> تو رسول (ص) نے مجھ سے كہا اے عائشه تم اپنا لباس وغيرہ ٹھيك كر لو ، مي</w:t>
      </w:r>
      <w:r w:rsidR="00B365A1">
        <w:rPr>
          <w:rtl/>
        </w:rPr>
        <w:t xml:space="preserve">ں </w:t>
      </w:r>
      <w:r>
        <w:rPr>
          <w:rtl/>
        </w:rPr>
        <w:t>نے كہا ، يا رسول(ص) اللہ ، ابو بكر اور عمر كے انے پر اپ نے مجھ سے لباس ٹھيك كرنے كو نہي</w:t>
      </w:r>
      <w:r w:rsidR="00B365A1">
        <w:rPr>
          <w:rtl/>
        </w:rPr>
        <w:t xml:space="preserve">ں </w:t>
      </w:r>
      <w:r>
        <w:rPr>
          <w:rtl/>
        </w:rPr>
        <w:t>كہا ليكن جب عثمان</w:t>
      </w:r>
      <w:r w:rsidR="00137FAB">
        <w:rPr>
          <w:rtl/>
        </w:rPr>
        <w:t xml:space="preserve"> آئے</w:t>
      </w:r>
      <w:r>
        <w:rPr>
          <w:rtl/>
        </w:rPr>
        <w:t xml:space="preserve"> تو اپنے ہوش و حواس كو كھو ديا نيز ان سے ملاقات كرنے كے لئے اپنے جسم پر لباس بھى پہن ليا _ </w:t>
      </w:r>
    </w:p>
    <w:p w:rsidR="00FB7857" w:rsidRDefault="00FB785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5_ صحيح مسلم مي</w:t>
      </w:r>
      <w:r w:rsidR="00B365A1">
        <w:rPr>
          <w:rtl/>
        </w:rPr>
        <w:t xml:space="preserve">ں </w:t>
      </w:r>
      <w:r>
        <w:rPr>
          <w:rtl/>
        </w:rPr>
        <w:t>دوسرى روايت يو</w:t>
      </w:r>
      <w:r w:rsidR="00B365A1">
        <w:rPr>
          <w:rtl/>
        </w:rPr>
        <w:t xml:space="preserve">ں </w:t>
      </w:r>
      <w:r>
        <w:rPr>
          <w:rtl/>
        </w:rPr>
        <w:t xml:space="preserve">نقل ہوئي ہے _ </w:t>
      </w:r>
    </w:p>
    <w:p w:rsidR="00376422" w:rsidRDefault="00376422" w:rsidP="00E67399">
      <w:pPr>
        <w:pStyle w:val="libNormal"/>
        <w:rPr>
          <w:rtl/>
        </w:rPr>
      </w:pPr>
      <w:r>
        <w:rPr>
          <w:rtl/>
        </w:rPr>
        <w:t>عائشه كہتى ہي</w:t>
      </w:r>
      <w:r w:rsidR="00B365A1">
        <w:rPr>
          <w:rtl/>
        </w:rPr>
        <w:t xml:space="preserve">ں </w:t>
      </w:r>
      <w:r>
        <w:rPr>
          <w:rtl/>
        </w:rPr>
        <w:t>، جيسے ہى مي</w:t>
      </w:r>
      <w:r w:rsidR="00B365A1">
        <w:rPr>
          <w:rtl/>
        </w:rPr>
        <w:t xml:space="preserve">ں </w:t>
      </w:r>
      <w:r>
        <w:rPr>
          <w:rtl/>
        </w:rPr>
        <w:t>نے رسول خدا (ص) سے پوچھا تو اپ (ص) نے فرمايا : اے عائشه ، مي</w:t>
      </w:r>
      <w:r w:rsidR="00B365A1">
        <w:rPr>
          <w:rtl/>
        </w:rPr>
        <w:t xml:space="preserve">ں </w:t>
      </w:r>
      <w:r>
        <w:rPr>
          <w:rtl/>
        </w:rPr>
        <w:t>عثمان سے حيا كيو</w:t>
      </w:r>
      <w:r w:rsidR="00B365A1">
        <w:rPr>
          <w:rtl/>
        </w:rPr>
        <w:t xml:space="preserve">ں </w:t>
      </w:r>
      <w:r>
        <w:rPr>
          <w:rtl/>
        </w:rPr>
        <w:t>نہ كرو</w:t>
      </w:r>
      <w:r w:rsidR="00B365A1">
        <w:rPr>
          <w:rtl/>
        </w:rPr>
        <w:t xml:space="preserve">ں </w:t>
      </w:r>
      <w:r>
        <w:rPr>
          <w:rtl/>
        </w:rPr>
        <w:t>اور اسكا احترام كيو</w:t>
      </w:r>
      <w:r w:rsidR="00B365A1">
        <w:rPr>
          <w:rtl/>
        </w:rPr>
        <w:t xml:space="preserve">ں </w:t>
      </w:r>
      <w:r>
        <w:rPr>
          <w:rtl/>
        </w:rPr>
        <w:t>نہ بجالائو</w:t>
      </w:r>
      <w:r w:rsidR="00B365A1">
        <w:rPr>
          <w:rtl/>
        </w:rPr>
        <w:t xml:space="preserve">ں </w:t>
      </w:r>
      <w:r>
        <w:rPr>
          <w:rtl/>
        </w:rPr>
        <w:t>، خدا كى قسم _ عثمان كے شرم كے اگے فرشتو</w:t>
      </w:r>
      <w:r w:rsidR="00B365A1">
        <w:rPr>
          <w:rtl/>
        </w:rPr>
        <w:t xml:space="preserve">ں </w:t>
      </w:r>
      <w:r>
        <w:rPr>
          <w:rtl/>
        </w:rPr>
        <w:t>كے سر جھك جاتے ہي</w:t>
      </w:r>
      <w:r w:rsidR="00B365A1">
        <w:rPr>
          <w:rtl/>
        </w:rPr>
        <w:t xml:space="preserve">ں </w:t>
      </w:r>
      <w:r>
        <w:rPr>
          <w:rtl/>
        </w:rPr>
        <w:t xml:space="preserve">_ </w:t>
      </w:r>
    </w:p>
    <w:p w:rsidR="00376422" w:rsidRDefault="00376422" w:rsidP="00E67399">
      <w:pPr>
        <w:pStyle w:val="libNormal"/>
        <w:rPr>
          <w:rtl/>
        </w:rPr>
      </w:pPr>
      <w:r>
        <w:rPr>
          <w:rtl/>
        </w:rPr>
        <w:t>عائشه نے رسول (ص) كى بيوى ہونے كے ناطے حكومت عثمان كى خوب حمايت كى ليكن زيادہ دن نہي</w:t>
      </w:r>
      <w:r w:rsidR="00B365A1">
        <w:rPr>
          <w:rtl/>
        </w:rPr>
        <w:t xml:space="preserve">ں </w:t>
      </w:r>
      <w:r>
        <w:rPr>
          <w:rtl/>
        </w:rPr>
        <w:t>گذرا كہ اسى زوجيت رسول كے ذريعہ انكو شكست دينے كى ٹھان لى تھى ، اور حكومت عثمان كا تختہ الٹنے كے لئے رسول(ص) كا كرتہ ليكر مسجد مي</w:t>
      </w:r>
      <w:r w:rsidR="00B365A1">
        <w:rPr>
          <w:rtl/>
        </w:rPr>
        <w:t xml:space="preserve">ں </w:t>
      </w:r>
      <w:r>
        <w:rPr>
          <w:rtl/>
        </w:rPr>
        <w:t>چلى ائي</w:t>
      </w:r>
      <w:r w:rsidR="00B365A1">
        <w:rPr>
          <w:rtl/>
        </w:rPr>
        <w:t xml:space="preserve">ں </w:t>
      </w:r>
      <w:r>
        <w:rPr>
          <w:rtl/>
        </w:rPr>
        <w:t xml:space="preserve">اور انكے خلاف تقرير كى _ </w:t>
      </w:r>
    </w:p>
    <w:p w:rsidR="00376422" w:rsidRDefault="00376422" w:rsidP="00E67399">
      <w:pPr>
        <w:pStyle w:val="libNormal"/>
        <w:rPr>
          <w:rtl/>
        </w:rPr>
      </w:pPr>
      <w:r>
        <w:rPr>
          <w:rtl/>
        </w:rPr>
        <w:t>اے مسلمانو يہ پيراہن رسول (ص) ہے ابھى كہنہ نہي</w:t>
      </w:r>
      <w:r w:rsidR="00B365A1">
        <w:rPr>
          <w:rtl/>
        </w:rPr>
        <w:t xml:space="preserve">ں </w:t>
      </w:r>
      <w:r>
        <w:rPr>
          <w:rtl/>
        </w:rPr>
        <w:t xml:space="preserve">ہوا ہے ليكن عثمان نے انكى سنت كو بدل كرفرسودہ بنا ڈالا ہے _ </w:t>
      </w:r>
    </w:p>
    <w:p w:rsidR="00FB7857" w:rsidRDefault="00376422" w:rsidP="00E67399">
      <w:pPr>
        <w:pStyle w:val="libNormal"/>
        <w:rPr>
          <w:rtl/>
        </w:rPr>
      </w:pPr>
      <w:r>
        <w:rPr>
          <w:rtl/>
        </w:rPr>
        <w:t>ايك مرتبہ حكومت عثمان كو الٹنے كے لئے پيغمبر(ص) اسلام كى نعلين مبارك ليكر مسجد مي</w:t>
      </w:r>
      <w:r w:rsidR="00B365A1">
        <w:rPr>
          <w:rtl/>
        </w:rPr>
        <w:t xml:space="preserve">ں </w:t>
      </w:r>
      <w:r>
        <w:rPr>
          <w:rtl/>
        </w:rPr>
        <w:t>اگئي</w:t>
      </w:r>
      <w:r w:rsidR="00B365A1">
        <w:rPr>
          <w:rtl/>
        </w:rPr>
        <w:t xml:space="preserve">ں </w:t>
      </w:r>
      <w:r>
        <w:rPr>
          <w:rtl/>
        </w:rPr>
        <w:t>_ اور تيسرى مرتبہ رسول (ص) كي داڑھى كے بال كو لوگو</w:t>
      </w:r>
      <w:r w:rsidR="00B365A1">
        <w:rPr>
          <w:rtl/>
        </w:rPr>
        <w:t xml:space="preserve">ں </w:t>
      </w:r>
      <w:r>
        <w:rPr>
          <w:rtl/>
        </w:rPr>
        <w:t>كى خدمت مي</w:t>
      </w:r>
      <w:r w:rsidR="00B365A1">
        <w:rPr>
          <w:rtl/>
        </w:rPr>
        <w:t xml:space="preserve">ں </w:t>
      </w:r>
      <w:r>
        <w:rPr>
          <w:rtl/>
        </w:rPr>
        <w:t>پيش كيا ، ان واقعات سے اپ نے ملاحظہ فرمايا كہ عائشه نے عثمان كے خلاف كبھى رسول(ص) كى نعلين مبارك تو كبھى داڑھى كے بال تو كبھى پيراہن رسول (ص) كے ذريعہ انكى حكومت كو گرانے كى كوشش كى تھى ، اور ان تمام چيزو</w:t>
      </w:r>
      <w:r w:rsidR="00B365A1">
        <w:rPr>
          <w:rtl/>
        </w:rPr>
        <w:t xml:space="preserve">ں </w:t>
      </w:r>
      <w:r>
        <w:rPr>
          <w:rtl/>
        </w:rPr>
        <w:t>سے لوگو</w:t>
      </w:r>
      <w:r w:rsidR="00B365A1">
        <w:rPr>
          <w:rtl/>
        </w:rPr>
        <w:t xml:space="preserve">ں </w:t>
      </w:r>
      <w:r>
        <w:rPr>
          <w:rtl/>
        </w:rPr>
        <w:t>كے جذبات و احساسات سے كھيلنا چاہا ، كيونكہ روابط خراب ہونے كے بعد عائشه كے اغراض و مقاصد دوسرے تھے جو زوجيت رسول (ص) سے فائدہ اٹھاتے ہوئے اپنى چال چل رہى تھي</w:t>
      </w:r>
      <w:r w:rsidR="00B365A1">
        <w:rPr>
          <w:rtl/>
        </w:rPr>
        <w:t xml:space="preserve">ں </w:t>
      </w:r>
      <w:r>
        <w:rPr>
          <w:rtl/>
        </w:rPr>
        <w:t xml:space="preserve">_ </w:t>
      </w:r>
    </w:p>
    <w:p w:rsidR="00FB7857" w:rsidRDefault="00FB785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قتل عثمان كے بعد تاريخ كے صفحات پلٹے تو ان پرانى باتو</w:t>
      </w:r>
      <w:r w:rsidR="00B365A1">
        <w:rPr>
          <w:rtl/>
        </w:rPr>
        <w:t xml:space="preserve">ں </w:t>
      </w:r>
      <w:r>
        <w:rPr>
          <w:rtl/>
        </w:rPr>
        <w:t>كو بالكل بھول گئي</w:t>
      </w:r>
      <w:r w:rsidR="00B365A1">
        <w:rPr>
          <w:rtl/>
        </w:rPr>
        <w:t xml:space="preserve">ں </w:t>
      </w:r>
      <w:r>
        <w:rPr>
          <w:rtl/>
        </w:rPr>
        <w:t>اور بار ديگر انكے فضائل كو بيان كرنے مي</w:t>
      </w:r>
      <w:r w:rsidR="00B365A1">
        <w:rPr>
          <w:rtl/>
        </w:rPr>
        <w:t xml:space="preserve">ں </w:t>
      </w:r>
      <w:r>
        <w:rPr>
          <w:rtl/>
        </w:rPr>
        <w:t>جٹ گئي</w:t>
      </w:r>
      <w:r w:rsidR="00B365A1">
        <w:rPr>
          <w:rtl/>
        </w:rPr>
        <w:t xml:space="preserve">ں </w:t>
      </w:r>
      <w:r>
        <w:rPr>
          <w:rtl/>
        </w:rPr>
        <w:t>اور زوجيت رسول (ص) سے اس ميدان مي</w:t>
      </w:r>
      <w:r w:rsidR="00B365A1">
        <w:rPr>
          <w:rtl/>
        </w:rPr>
        <w:t xml:space="preserve">ں </w:t>
      </w:r>
      <w:r>
        <w:rPr>
          <w:rtl/>
        </w:rPr>
        <w:t xml:space="preserve">بھى خوب فائدہ اٹھايا كيونكہ اس وقت انكے اغراض و مقاصد اور سياست دوسرى تھى _ </w:t>
      </w:r>
    </w:p>
    <w:p w:rsidR="00376422" w:rsidRDefault="00376422" w:rsidP="00E67399">
      <w:pPr>
        <w:pStyle w:val="libNormal"/>
        <w:rPr>
          <w:rtl/>
        </w:rPr>
      </w:pPr>
      <w:r>
        <w:rPr>
          <w:rtl/>
        </w:rPr>
        <w:t>6_ جب معاويہ نے تمام حكمرانو</w:t>
      </w:r>
      <w:r w:rsidR="00B365A1">
        <w:rPr>
          <w:rtl/>
        </w:rPr>
        <w:t xml:space="preserve">ں </w:t>
      </w:r>
      <w:r>
        <w:rPr>
          <w:rtl/>
        </w:rPr>
        <w:t>كو يہ حكم ديديا تھا كہ عثمان كى تعريف كى جائے اور انكے فضائل و كمال كو بيان كرنے كے لئے جھوٹى حديث كا كار خانہ كھول ديا جائے تو اس وقت عائشه فرستادہ معاويہ سے عثمان كے سلسلہ مي</w:t>
      </w:r>
      <w:r w:rsidR="00B365A1">
        <w:rPr>
          <w:rtl/>
        </w:rPr>
        <w:t xml:space="preserve">ں </w:t>
      </w:r>
      <w:r>
        <w:rPr>
          <w:rtl/>
        </w:rPr>
        <w:t>ايك شگفت اميز حديث نقل كرتى ہي</w:t>
      </w:r>
      <w:r w:rsidR="00B365A1">
        <w:rPr>
          <w:rtl/>
        </w:rPr>
        <w:t xml:space="preserve">ں </w:t>
      </w:r>
      <w:r>
        <w:rPr>
          <w:rtl/>
        </w:rPr>
        <w:t>كہ رسول (ص) نے ايك مصاحب كى خواہش كى تو مي</w:t>
      </w:r>
      <w:r w:rsidR="00B365A1">
        <w:rPr>
          <w:rtl/>
        </w:rPr>
        <w:t xml:space="preserve">ں </w:t>
      </w:r>
      <w:r>
        <w:rPr>
          <w:rtl/>
        </w:rPr>
        <w:t>نے اپنے باپ ( ابو بكر ) كو پيش كيا حفصہ نے اپنے باپ ( عمر ) كو بڑھايا ، ليكن پيغمبر(ص) اسلام نے ہم دونو</w:t>
      </w:r>
      <w:r w:rsidR="00B365A1">
        <w:rPr>
          <w:rtl/>
        </w:rPr>
        <w:t xml:space="preserve">ں </w:t>
      </w:r>
      <w:r>
        <w:rPr>
          <w:rtl/>
        </w:rPr>
        <w:t>كى پيشنہادو</w:t>
      </w:r>
      <w:r w:rsidR="00B365A1">
        <w:rPr>
          <w:rtl/>
        </w:rPr>
        <w:t xml:space="preserve">ں </w:t>
      </w:r>
      <w:r>
        <w:rPr>
          <w:rtl/>
        </w:rPr>
        <w:t>كو ٹھكرا ديا ، پھر ايك شخص كو بلايا اور اہستہ سے كچھ اس كے كان مي</w:t>
      </w:r>
      <w:r w:rsidR="00B365A1">
        <w:rPr>
          <w:rtl/>
        </w:rPr>
        <w:t xml:space="preserve">ں </w:t>
      </w:r>
      <w:r>
        <w:rPr>
          <w:rtl/>
        </w:rPr>
        <w:t>كہا ، تھوڑى دير بعد عثمان گھر مي</w:t>
      </w:r>
      <w:r w:rsidR="00B365A1">
        <w:rPr>
          <w:rtl/>
        </w:rPr>
        <w:t xml:space="preserve">ں </w:t>
      </w:r>
      <w:r>
        <w:rPr>
          <w:rtl/>
        </w:rPr>
        <w:t>اگئے تو رسول(ص) خدا نے ان سے خوب باتي</w:t>
      </w:r>
      <w:r w:rsidR="00B365A1">
        <w:rPr>
          <w:rtl/>
        </w:rPr>
        <w:t xml:space="preserve">ں </w:t>
      </w:r>
      <w:r>
        <w:rPr>
          <w:rtl/>
        </w:rPr>
        <w:t>كي</w:t>
      </w:r>
      <w:r w:rsidR="00B365A1">
        <w:rPr>
          <w:rtl/>
        </w:rPr>
        <w:t xml:space="preserve">ں </w:t>
      </w:r>
      <w:r>
        <w:rPr>
          <w:rtl/>
        </w:rPr>
        <w:t>اور مي</w:t>
      </w:r>
      <w:r w:rsidR="00B365A1">
        <w:rPr>
          <w:rtl/>
        </w:rPr>
        <w:t xml:space="preserve">ں </w:t>
      </w:r>
      <w:r>
        <w:rPr>
          <w:rtl/>
        </w:rPr>
        <w:t>نے خود سنا ہے كہ اپ(ص) نے فرمايا تھا ، اے عثمان خدا وند عالم عنقريب تمہارے جسم پر ايك لباس ( خلافت ) پہنانے والا ہے ، اگر لوگ اس پيراہن كو اتارنے كى كوشش كري</w:t>
      </w:r>
      <w:r w:rsidR="00B365A1">
        <w:rPr>
          <w:rtl/>
        </w:rPr>
        <w:t xml:space="preserve">ں </w:t>
      </w:r>
      <w:r>
        <w:rPr>
          <w:rtl/>
        </w:rPr>
        <w:t xml:space="preserve">تو تم ہرگز نہ اتارنا _ </w:t>
      </w:r>
    </w:p>
    <w:p w:rsidR="00FC5297" w:rsidRDefault="00376422" w:rsidP="00E67399">
      <w:pPr>
        <w:pStyle w:val="libNormal"/>
        <w:rPr>
          <w:rtl/>
        </w:rPr>
      </w:pPr>
      <w:r>
        <w:rPr>
          <w:rtl/>
        </w:rPr>
        <w:t>7_ عائشه نے مسئلہ رضاعت مي</w:t>
      </w:r>
      <w:r w:rsidR="00B365A1">
        <w:rPr>
          <w:rtl/>
        </w:rPr>
        <w:t xml:space="preserve">ں </w:t>
      </w:r>
      <w:r>
        <w:rPr>
          <w:rtl/>
        </w:rPr>
        <w:t>اپنى خاص رائے پيش كى اور كہنے لگي</w:t>
      </w:r>
      <w:r w:rsidR="00B365A1">
        <w:rPr>
          <w:rtl/>
        </w:rPr>
        <w:t xml:space="preserve">ں </w:t>
      </w:r>
      <w:r>
        <w:rPr>
          <w:rtl/>
        </w:rPr>
        <w:t>، پانچ مرتبہ دودھ پلانے سے رضاعى محرميت پيدا ہو جاتى ہے اور اپنى بہنو</w:t>
      </w:r>
      <w:r w:rsidR="00B365A1">
        <w:rPr>
          <w:rtl/>
        </w:rPr>
        <w:t xml:space="preserve">ں </w:t>
      </w:r>
      <w:r>
        <w:rPr>
          <w:rtl/>
        </w:rPr>
        <w:t>اور عورتو</w:t>
      </w:r>
      <w:r w:rsidR="00B365A1">
        <w:rPr>
          <w:rtl/>
        </w:rPr>
        <w:t xml:space="preserve">ں </w:t>
      </w:r>
      <w:r>
        <w:rPr>
          <w:rtl/>
        </w:rPr>
        <w:t>كو اس كا حكم ديا تھا ، اور اس اكلوتے فتوے سے فائدہ يہ اٹھانا چاہتى تھي</w:t>
      </w:r>
      <w:r w:rsidR="00B365A1">
        <w:rPr>
          <w:rtl/>
        </w:rPr>
        <w:t xml:space="preserve">ں </w:t>
      </w:r>
      <w:r>
        <w:rPr>
          <w:rtl/>
        </w:rPr>
        <w:t xml:space="preserve">كہ جو </w:t>
      </w:r>
    </w:p>
    <w:p w:rsidR="00FC5297" w:rsidRDefault="00FC529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لوگ معاشرے مي</w:t>
      </w:r>
      <w:r w:rsidR="00B365A1">
        <w:rPr>
          <w:rtl/>
        </w:rPr>
        <w:t xml:space="preserve">ں </w:t>
      </w:r>
      <w:r>
        <w:rPr>
          <w:rtl/>
        </w:rPr>
        <w:t>با رسوخ ہي</w:t>
      </w:r>
      <w:r w:rsidR="00B365A1">
        <w:rPr>
          <w:rtl/>
        </w:rPr>
        <w:t xml:space="preserve">ں </w:t>
      </w:r>
      <w:r>
        <w:rPr>
          <w:rtl/>
        </w:rPr>
        <w:t>وہ انكے پاس ائي</w:t>
      </w:r>
      <w:r w:rsidR="00B365A1">
        <w:rPr>
          <w:rtl/>
        </w:rPr>
        <w:t xml:space="preserve">ں </w:t>
      </w:r>
      <w:r>
        <w:rPr>
          <w:rtl/>
        </w:rPr>
        <w:t>جائي</w:t>
      </w:r>
      <w:r w:rsidR="00B365A1">
        <w:rPr>
          <w:rtl/>
        </w:rPr>
        <w:t xml:space="preserve">ں </w:t>
      </w:r>
      <w:r>
        <w:rPr>
          <w:rtl/>
        </w:rPr>
        <w:t>اسى بنا پر اس شرعى بہانے كو تلاش كيا تاكہ لوگ ان پر كوئي انگلى نہ اٹھا سكي</w:t>
      </w:r>
      <w:r w:rsidR="00B365A1">
        <w:rPr>
          <w:rtl/>
        </w:rPr>
        <w:t xml:space="preserve">ں </w:t>
      </w:r>
      <w:r>
        <w:rPr>
          <w:rtl/>
        </w:rPr>
        <w:t>، مگر ديگر ازواج رسول (ص) نے ان پر اعتراض كر ديا اور كہنے لگي</w:t>
      </w:r>
      <w:r w:rsidR="00B365A1">
        <w:rPr>
          <w:rtl/>
        </w:rPr>
        <w:t xml:space="preserve">ں </w:t>
      </w:r>
      <w:r>
        <w:rPr>
          <w:rtl/>
        </w:rPr>
        <w:t xml:space="preserve">رضاعت اس وقت محقق ہو گى جب طبق معمول انجام دى جائے نہ كہ پانچ يا دس بار دودھ دينے سے پيدا ہو گى _ </w:t>
      </w:r>
    </w:p>
    <w:p w:rsidR="00376422" w:rsidRDefault="00376422" w:rsidP="00E67399">
      <w:pPr>
        <w:pStyle w:val="libNormal"/>
        <w:rPr>
          <w:rtl/>
        </w:rPr>
      </w:pPr>
      <w:r>
        <w:rPr>
          <w:rtl/>
        </w:rPr>
        <w:t>عائشه نے كہا ، جب ايہ الكبير عشرا رسول پر نازل ہوئي كہ دس بار دودھ پلانے سے پردہ ساقط ہو جاتا ہے تو اسكو ايك پتے پر لكھ كر تخت كے نيچے ركھ ديا تھا ليكن جب رسول (ص) بيمار ہو گئے اور ہم لوگ انكى تيمار دارى مي</w:t>
      </w:r>
      <w:r w:rsidR="00B365A1">
        <w:rPr>
          <w:rtl/>
        </w:rPr>
        <w:t xml:space="preserve">ں </w:t>
      </w:r>
      <w:r>
        <w:rPr>
          <w:rtl/>
        </w:rPr>
        <w:t xml:space="preserve">لگے ہوئے تھے تو ايك بكرى گھس گئي اور وہ پتے كو كھا گئي </w:t>
      </w:r>
      <w:r w:rsidRPr="00C00E6D">
        <w:rPr>
          <w:rStyle w:val="libFootnotenumChar"/>
          <w:rtl/>
        </w:rPr>
        <w:t>(26)</w:t>
      </w:r>
      <w:r>
        <w:rPr>
          <w:rtl/>
        </w:rPr>
        <w:t xml:space="preserve"> </w:t>
      </w:r>
    </w:p>
    <w:p w:rsidR="00376422" w:rsidRDefault="00376422" w:rsidP="00E67399">
      <w:pPr>
        <w:pStyle w:val="libNormal"/>
        <w:rPr>
          <w:rtl/>
        </w:rPr>
      </w:pPr>
      <w:r>
        <w:rPr>
          <w:rtl/>
        </w:rPr>
        <w:t>صحيح مسلم مي</w:t>
      </w:r>
      <w:r w:rsidR="00B365A1">
        <w:rPr>
          <w:rtl/>
        </w:rPr>
        <w:t xml:space="preserve">ں </w:t>
      </w:r>
      <w:r>
        <w:rPr>
          <w:rtl/>
        </w:rPr>
        <w:t>جو دوسرى روايت عائشه سے نقل ہوئي ہے وہ يہ ھيكہ ، قران مي</w:t>
      </w:r>
      <w:r w:rsidR="00B365A1">
        <w:rPr>
          <w:rtl/>
        </w:rPr>
        <w:t xml:space="preserve">ں </w:t>
      </w:r>
      <w:r>
        <w:rPr>
          <w:rtl/>
        </w:rPr>
        <w:t>يہ</w:t>
      </w:r>
      <w:r w:rsidR="0097280A">
        <w:rPr>
          <w:rtl/>
        </w:rPr>
        <w:t xml:space="preserve"> آيت</w:t>
      </w:r>
      <w:r>
        <w:rPr>
          <w:rtl/>
        </w:rPr>
        <w:t xml:space="preserve"> ( عشر رضعات يحرمن ) رسول كے زمانے مي</w:t>
      </w:r>
      <w:r w:rsidR="00B365A1">
        <w:rPr>
          <w:rtl/>
        </w:rPr>
        <w:t xml:space="preserve">ں </w:t>
      </w:r>
      <w:r>
        <w:rPr>
          <w:rtl/>
        </w:rPr>
        <w:t>موجودتھى پھر يہ</w:t>
      </w:r>
      <w:r w:rsidR="0097280A">
        <w:rPr>
          <w:rtl/>
        </w:rPr>
        <w:t xml:space="preserve"> آيت</w:t>
      </w:r>
      <w:r>
        <w:rPr>
          <w:rtl/>
        </w:rPr>
        <w:t xml:space="preserve"> ( خمسون معلومات ) سے منسوخ كر دى گئي ، پھر عائشه تعليقہ لگاتى ہي</w:t>
      </w:r>
      <w:r w:rsidR="00B365A1">
        <w:rPr>
          <w:rtl/>
        </w:rPr>
        <w:t xml:space="preserve">ں </w:t>
      </w:r>
      <w:r>
        <w:rPr>
          <w:rtl/>
        </w:rPr>
        <w:t>كہ ، جب رسول (ص) اس دنيا سے چلے گئے تو يہ قران مي</w:t>
      </w:r>
      <w:r w:rsidR="00B365A1">
        <w:rPr>
          <w:rtl/>
        </w:rPr>
        <w:t xml:space="preserve">ں </w:t>
      </w:r>
      <w:r>
        <w:rPr>
          <w:rtl/>
        </w:rPr>
        <w:t xml:space="preserve">تھى اور لوگ اسكى تلاوت بھى كرتے تھے </w:t>
      </w:r>
      <w:r w:rsidRPr="00C00E6D">
        <w:rPr>
          <w:rStyle w:val="libFootnotenumChar"/>
          <w:rtl/>
        </w:rPr>
        <w:t>(27)</w:t>
      </w:r>
      <w:r>
        <w:rPr>
          <w:rtl/>
        </w:rPr>
        <w:t xml:space="preserve"> </w:t>
      </w:r>
    </w:p>
    <w:p w:rsidR="00376422" w:rsidRDefault="00376422" w:rsidP="00E67399">
      <w:pPr>
        <w:pStyle w:val="libNormal"/>
        <w:rPr>
          <w:rtl/>
        </w:rPr>
      </w:pPr>
      <w:r>
        <w:rPr>
          <w:rtl/>
        </w:rPr>
        <w:t>ام المومنين عائشه كے كہنے كا مطلب يہ ہے كہ پانچ مرتبہ دودھ پلانے سے محرميت پيدا ہو جائے گى ، اور ميرے فتوے كى دليل قران كى</w:t>
      </w:r>
      <w:r w:rsidR="0097280A">
        <w:rPr>
          <w:rtl/>
        </w:rPr>
        <w:t xml:space="preserve"> آيت</w:t>
      </w:r>
      <w:r>
        <w:rPr>
          <w:rtl/>
        </w:rPr>
        <w:t xml:space="preserve"> تھى اور اس</w:t>
      </w:r>
      <w:r w:rsidR="0097280A">
        <w:rPr>
          <w:rtl/>
        </w:rPr>
        <w:t xml:space="preserve"> آيت</w:t>
      </w:r>
      <w:r>
        <w:rPr>
          <w:rtl/>
        </w:rPr>
        <w:t xml:space="preserve"> كى رسول (ص) كے زمانے مي</w:t>
      </w:r>
      <w:r w:rsidR="00B365A1">
        <w:rPr>
          <w:rtl/>
        </w:rPr>
        <w:t xml:space="preserve">ں </w:t>
      </w:r>
      <w:r>
        <w:rPr>
          <w:rtl/>
        </w:rPr>
        <w:t>تلاوت بھى ہوئي ليكن اس كے بعد اس</w:t>
      </w:r>
      <w:r w:rsidR="0097280A">
        <w:rPr>
          <w:rtl/>
        </w:rPr>
        <w:t xml:space="preserve"> آيت</w:t>
      </w:r>
      <w:r>
        <w:rPr>
          <w:rtl/>
        </w:rPr>
        <w:t xml:space="preserve"> كو بھلا ديا گيا </w:t>
      </w:r>
      <w:r w:rsidRPr="00C00E6D">
        <w:rPr>
          <w:rStyle w:val="libFootnotenumChar"/>
          <w:rtl/>
        </w:rPr>
        <w:t>(28)</w:t>
      </w:r>
      <w:r>
        <w:rPr>
          <w:rtl/>
        </w:rPr>
        <w:t xml:space="preserve"> </w:t>
      </w:r>
    </w:p>
    <w:p w:rsidR="00376422" w:rsidRDefault="00376422" w:rsidP="00E67399">
      <w:pPr>
        <w:pStyle w:val="libNormal"/>
        <w:rPr>
          <w:rtl/>
        </w:rPr>
      </w:pPr>
      <w:r>
        <w:rPr>
          <w:rtl/>
        </w:rPr>
        <w:t>اپ نے چند حديثي</w:t>
      </w:r>
      <w:r w:rsidR="00B365A1">
        <w:rPr>
          <w:rtl/>
        </w:rPr>
        <w:t xml:space="preserve">ں </w:t>
      </w:r>
      <w:r>
        <w:rPr>
          <w:rtl/>
        </w:rPr>
        <w:t>ملاحظہ فرمائي</w:t>
      </w:r>
      <w:r w:rsidR="00B365A1">
        <w:rPr>
          <w:rtl/>
        </w:rPr>
        <w:t xml:space="preserve">ں </w:t>
      </w:r>
      <w:r>
        <w:rPr>
          <w:rtl/>
        </w:rPr>
        <w:t>يہ سارى كى سارى نمونہ تھي</w:t>
      </w:r>
      <w:r w:rsidR="00B365A1">
        <w:rPr>
          <w:rtl/>
        </w:rPr>
        <w:t xml:space="preserve">ں </w:t>
      </w:r>
      <w:r>
        <w:rPr>
          <w:rtl/>
        </w:rPr>
        <w:t>جو عائشه نے زوجيت رسول(ص) سے فائدہ اٹھاتے ہوئے گڑھى تھي</w:t>
      </w:r>
      <w:r w:rsidR="00B365A1">
        <w:rPr>
          <w:rtl/>
        </w:rPr>
        <w:t xml:space="preserve">ں </w:t>
      </w:r>
      <w:r>
        <w:rPr>
          <w:rtl/>
        </w:rPr>
        <w:t>اور معاشرے كو تحفے مي</w:t>
      </w:r>
      <w:r w:rsidR="00B365A1">
        <w:rPr>
          <w:rtl/>
        </w:rPr>
        <w:t xml:space="preserve">ں </w:t>
      </w:r>
      <w:r>
        <w:rPr>
          <w:rtl/>
        </w:rPr>
        <w:t>پيش كى تھي</w:t>
      </w:r>
      <w:r w:rsidR="00B365A1">
        <w:rPr>
          <w:rtl/>
        </w:rPr>
        <w:t xml:space="preserve">ں </w:t>
      </w:r>
      <w:r>
        <w:rPr>
          <w:rtl/>
        </w:rPr>
        <w:t>اگر اپ ان كى حديثو</w:t>
      </w:r>
      <w:r w:rsidR="00B365A1">
        <w:rPr>
          <w:rtl/>
        </w:rPr>
        <w:t xml:space="preserve">ں </w:t>
      </w:r>
      <w:r>
        <w:rPr>
          <w:rtl/>
        </w:rPr>
        <w:t>كى چھان بين كري</w:t>
      </w:r>
      <w:r w:rsidR="00B365A1">
        <w:rPr>
          <w:rtl/>
        </w:rPr>
        <w:t xml:space="preserve">ں </w:t>
      </w:r>
      <w:r>
        <w:rPr>
          <w:rtl/>
        </w:rPr>
        <w:t>گے تو ديكھي</w:t>
      </w:r>
      <w:r w:rsidR="00B365A1">
        <w:rPr>
          <w:rtl/>
        </w:rPr>
        <w:t xml:space="preserve">ں </w:t>
      </w:r>
      <w:r>
        <w:rPr>
          <w:rtl/>
        </w:rPr>
        <w:t>گے كہ ازواج پيغمبر(ص) مي</w:t>
      </w:r>
      <w:r w:rsidR="00B365A1">
        <w:rPr>
          <w:rtl/>
        </w:rPr>
        <w:t xml:space="preserve">ں </w:t>
      </w:r>
      <w:r>
        <w:rPr>
          <w:rtl/>
        </w:rPr>
        <w:t>سے كسى اور نے ان كى روايت نہي</w:t>
      </w:r>
      <w:r w:rsidR="00B365A1">
        <w:rPr>
          <w:rtl/>
        </w:rPr>
        <w:t xml:space="preserve">ں </w:t>
      </w:r>
      <w:r>
        <w:rPr>
          <w:rtl/>
        </w:rPr>
        <w:t>كى ہے اور انھي</w:t>
      </w:r>
      <w:r w:rsidR="00B365A1">
        <w:rPr>
          <w:rtl/>
        </w:rPr>
        <w:t xml:space="preserve">ں </w:t>
      </w:r>
      <w:r>
        <w:rPr>
          <w:rtl/>
        </w:rPr>
        <w:t>كى جعلى حديثو</w:t>
      </w:r>
      <w:r w:rsidR="00B365A1">
        <w:rPr>
          <w:rtl/>
        </w:rPr>
        <w:t xml:space="preserve">ں </w:t>
      </w:r>
      <w:r>
        <w:rPr>
          <w:rtl/>
        </w:rPr>
        <w:t>كى وجہ سے اج پيغمبر(ص) اسلام كا چمكتا ہوا چہرہ دھندلا نظر ارہا ہے ، اور ان ہى حديثو</w:t>
      </w:r>
      <w:r w:rsidR="00B365A1">
        <w:rPr>
          <w:rtl/>
        </w:rPr>
        <w:t xml:space="preserve">ں </w:t>
      </w:r>
      <w:r>
        <w:rPr>
          <w:rtl/>
        </w:rPr>
        <w:t xml:space="preserve">نے انحضرت(ص) كو ايك معمولى انسان بنا ديا ہے _ </w:t>
      </w:r>
    </w:p>
    <w:p w:rsidR="00FC5297" w:rsidRDefault="00376422" w:rsidP="00E67399">
      <w:pPr>
        <w:pStyle w:val="libNormal"/>
        <w:rPr>
          <w:rtl/>
        </w:rPr>
      </w:pPr>
      <w:r>
        <w:rPr>
          <w:rtl/>
        </w:rPr>
        <w:t>تعجب كى بات تو يہ ہے كہ اس زمانے سے ليكر اج تك تمام مسلمان ( سوائے شيعو</w:t>
      </w:r>
      <w:r w:rsidR="00B365A1">
        <w:rPr>
          <w:rtl/>
        </w:rPr>
        <w:t xml:space="preserve">ں </w:t>
      </w:r>
      <w:r>
        <w:rPr>
          <w:rtl/>
        </w:rPr>
        <w:t xml:space="preserve">كے ) رسول اكرم (ص) كى سيرت و </w:t>
      </w:r>
    </w:p>
    <w:p w:rsidR="00BA24F8" w:rsidRDefault="00BA24F8" w:rsidP="00E67399">
      <w:pPr>
        <w:pStyle w:val="libLine"/>
        <w:rPr>
          <w:rtl/>
        </w:rPr>
      </w:pPr>
      <w:r>
        <w:rPr>
          <w:rFonts w:hint="cs"/>
          <w:rtl/>
        </w:rPr>
        <w:t>_____________________</w:t>
      </w:r>
    </w:p>
    <w:p w:rsidR="00693D7D" w:rsidRDefault="00693D7D" w:rsidP="00E67399">
      <w:pPr>
        <w:pStyle w:val="libFootnote"/>
        <w:rPr>
          <w:rtl/>
        </w:rPr>
      </w:pPr>
      <w:r>
        <w:rPr>
          <w:rtl/>
        </w:rPr>
        <w:t xml:space="preserve">26_مسند احمد ص 269 ، سنن ابن ماجہ كتاب نكاح حديث نمبر 1944 </w:t>
      </w:r>
    </w:p>
    <w:p w:rsidR="00693D7D" w:rsidRDefault="00693D7D" w:rsidP="00E67399">
      <w:pPr>
        <w:pStyle w:val="libFootnote"/>
        <w:rPr>
          <w:rtl/>
        </w:rPr>
      </w:pPr>
      <w:r>
        <w:rPr>
          <w:rtl/>
        </w:rPr>
        <w:t xml:space="preserve">27_ صحيح مسلم كتاب رضاع ص1075 </w:t>
      </w:r>
    </w:p>
    <w:p w:rsidR="00693D7D" w:rsidRDefault="00693D7D" w:rsidP="00E67399">
      <w:pPr>
        <w:pStyle w:val="libFootnote"/>
        <w:rPr>
          <w:rtl/>
        </w:rPr>
      </w:pPr>
      <w:r>
        <w:rPr>
          <w:rtl/>
        </w:rPr>
        <w:t xml:space="preserve">28_ تعجب كى بات يہ ھيكہ عائشےہ كى دس مرتبہ دودھ پلانے والى آيت بكرى كھا گئي ليكن پانچ مرتبہ والى آيت كے سلسلے ميں كچھ نہيں كہا آيا  اسكو بھى جانور نے كھا ليا تھا يا كوئي اور مصيبت ٹوٹ پڑى تھى ؟ </w:t>
      </w:r>
      <w:r w:rsidRPr="00FB7857">
        <w:rPr>
          <w:rStyle w:val="libFootNoteArabicChar"/>
          <w:rtl/>
        </w:rPr>
        <w:t>انا لل</w:t>
      </w:r>
      <w:r w:rsidR="00D96149" w:rsidRPr="00E67399">
        <w:rPr>
          <w:rStyle w:val="libFootNoteArabicChar"/>
          <w:rFonts w:hint="cs"/>
          <w:rtl/>
        </w:rPr>
        <w:t>ه</w:t>
      </w:r>
      <w:r w:rsidRPr="00FB7857">
        <w:rPr>
          <w:rStyle w:val="libFootNoteArabicChar"/>
          <w:rtl/>
        </w:rPr>
        <w:t xml:space="preserve"> </w:t>
      </w:r>
      <w:r w:rsidRPr="00FB7857">
        <w:rPr>
          <w:rStyle w:val="libFootNoteArabicChar"/>
          <w:rFonts w:hint="cs"/>
          <w:rtl/>
        </w:rPr>
        <w:t>و</w:t>
      </w:r>
      <w:r w:rsidRPr="00FB7857">
        <w:rPr>
          <w:rStyle w:val="libFootNoteArabicChar"/>
          <w:rtl/>
        </w:rPr>
        <w:t xml:space="preserve"> </w:t>
      </w:r>
      <w:r w:rsidRPr="00FB7857">
        <w:rPr>
          <w:rStyle w:val="libFootNoteArabicChar"/>
          <w:rFonts w:hint="cs"/>
          <w:rtl/>
        </w:rPr>
        <w:t>انا</w:t>
      </w:r>
      <w:r w:rsidRPr="00FB7857">
        <w:rPr>
          <w:rStyle w:val="libFootNoteArabicChar"/>
          <w:rtl/>
        </w:rPr>
        <w:t xml:space="preserve"> </w:t>
      </w:r>
      <w:r w:rsidRPr="00FB7857">
        <w:rPr>
          <w:rStyle w:val="libFootNoteArabicChar"/>
          <w:rFonts w:hint="cs"/>
          <w:rtl/>
        </w:rPr>
        <w:t>الي</w:t>
      </w:r>
      <w:r w:rsidR="00D96149" w:rsidRPr="00E67399">
        <w:rPr>
          <w:rStyle w:val="libFootNoteArabicChar"/>
          <w:rFonts w:hint="cs"/>
          <w:rtl/>
        </w:rPr>
        <w:t>ه</w:t>
      </w:r>
      <w:r w:rsidRPr="00FB7857">
        <w:rPr>
          <w:rStyle w:val="libFootNoteArabicChar"/>
          <w:rtl/>
        </w:rPr>
        <w:t xml:space="preserve"> </w:t>
      </w:r>
      <w:r w:rsidRPr="00FB7857">
        <w:rPr>
          <w:rStyle w:val="libFootNoteArabicChar"/>
          <w:rFonts w:hint="cs"/>
          <w:rtl/>
        </w:rPr>
        <w:t>راجعون</w:t>
      </w:r>
      <w:r>
        <w:rPr>
          <w:rtl/>
        </w:rPr>
        <w:t xml:space="preserve"> </w:t>
      </w:r>
    </w:p>
    <w:p w:rsidR="00FC5297" w:rsidRDefault="00FC529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حيات كو عائشه ہى كى روايتو</w:t>
      </w:r>
      <w:r w:rsidR="00B365A1">
        <w:rPr>
          <w:rtl/>
        </w:rPr>
        <w:t xml:space="preserve">ں </w:t>
      </w:r>
      <w:r>
        <w:rPr>
          <w:rtl/>
        </w:rPr>
        <w:t>مي</w:t>
      </w:r>
      <w:r w:rsidR="00B365A1">
        <w:rPr>
          <w:rtl/>
        </w:rPr>
        <w:t xml:space="preserve">ں </w:t>
      </w:r>
      <w:r>
        <w:rPr>
          <w:rtl/>
        </w:rPr>
        <w:t>تلاش كرتے ہي</w:t>
      </w:r>
      <w:r w:rsidR="00B365A1">
        <w:rPr>
          <w:rtl/>
        </w:rPr>
        <w:t xml:space="preserve">ں </w:t>
      </w:r>
      <w:r>
        <w:rPr>
          <w:rtl/>
        </w:rPr>
        <w:t xml:space="preserve">_ </w:t>
      </w:r>
    </w:p>
    <w:p w:rsidR="00376422" w:rsidRDefault="00376422" w:rsidP="00E67399">
      <w:pPr>
        <w:pStyle w:val="libNormal"/>
        <w:rPr>
          <w:rtl/>
        </w:rPr>
      </w:pPr>
      <w:r>
        <w:rPr>
          <w:rtl/>
        </w:rPr>
        <w:t>يہ مسئلہ غور طلب ہے كہ پيغمبر(ص) اسلام كى واقعى شخصيت ايك مسلمان سے ڈھكى چھپى رہے كيونكہ حاكمان وقت كى يہى كوشش تھى كہ اگر رسول (ص) كى معرفت ہو تو ام المومنين عائشه كى حديثو</w:t>
      </w:r>
      <w:r w:rsidR="00B365A1">
        <w:rPr>
          <w:rtl/>
        </w:rPr>
        <w:t xml:space="preserve">ں </w:t>
      </w:r>
      <w:r>
        <w:rPr>
          <w:rtl/>
        </w:rPr>
        <w:t>سے ہواور اس مي</w:t>
      </w:r>
      <w:r w:rsidR="00B365A1">
        <w:rPr>
          <w:rtl/>
        </w:rPr>
        <w:t xml:space="preserve">ں </w:t>
      </w:r>
      <w:r>
        <w:rPr>
          <w:rtl/>
        </w:rPr>
        <w:t xml:space="preserve">كسى دوسرے كا دخل نہ ہو _ </w:t>
      </w:r>
    </w:p>
    <w:p w:rsidR="00376422" w:rsidRDefault="00376422" w:rsidP="00E67399">
      <w:pPr>
        <w:pStyle w:val="libNormal"/>
        <w:rPr>
          <w:rtl/>
        </w:rPr>
      </w:pPr>
      <w:r>
        <w:rPr>
          <w:rtl/>
        </w:rPr>
        <w:t>جبكہ اپ حضرات نے ديكھا كہ ان جھوٹى حديثو</w:t>
      </w:r>
      <w:r w:rsidR="00B365A1">
        <w:rPr>
          <w:rtl/>
        </w:rPr>
        <w:t xml:space="preserve">ں </w:t>
      </w:r>
      <w:r>
        <w:rPr>
          <w:rtl/>
        </w:rPr>
        <w:t xml:space="preserve">نے كس طرح رسول (ص) اسلام كى حقيقى شخصيت كو مجروح كر كے بالكل نيست و نابود كر ديا ہے _ </w:t>
      </w:r>
    </w:p>
    <w:p w:rsidR="00376422" w:rsidRDefault="00376422" w:rsidP="00E67399">
      <w:pPr>
        <w:pStyle w:val="libNormal"/>
        <w:rPr>
          <w:rtl/>
        </w:rPr>
      </w:pPr>
      <w:r>
        <w:rPr>
          <w:rtl/>
        </w:rPr>
        <w:t>ان تمام باتو</w:t>
      </w:r>
      <w:r w:rsidR="00B365A1">
        <w:rPr>
          <w:rtl/>
        </w:rPr>
        <w:t xml:space="preserve">ں </w:t>
      </w:r>
      <w:r>
        <w:rPr>
          <w:rtl/>
        </w:rPr>
        <w:t>كے كہنے كا مطلب يہ ہے كہ اگر رسول(ص) اسلام كى ذات كو پہچاننا ہے تو سب سے پہلے ضرورت اس بات كى ہے عائشه كى حديثو</w:t>
      </w:r>
      <w:r w:rsidR="00B365A1">
        <w:rPr>
          <w:rtl/>
        </w:rPr>
        <w:t xml:space="preserve">ں </w:t>
      </w:r>
      <w:r>
        <w:rPr>
          <w:rtl/>
        </w:rPr>
        <w:t xml:space="preserve">كو كھنگالا جائے تب جا كر رسول(ص) كے چہرے سے تاريك و تحريف كے ضخيم پردے خود بخود اٹھ جائينگے ، اور يہ بھى جان ليجئے كہ اسلام حقيقى كى شناخت موقوف ہے رسول (ص) اسلام كى واقعى ذات پر _ </w:t>
      </w:r>
    </w:p>
    <w:p w:rsidR="00376422" w:rsidRDefault="00376422" w:rsidP="00E67399">
      <w:pPr>
        <w:pStyle w:val="libNormal"/>
        <w:rPr>
          <w:rtl/>
        </w:rPr>
      </w:pPr>
      <w:r>
        <w:rPr>
          <w:rtl/>
        </w:rPr>
        <w:t>اسى لئے مي</w:t>
      </w:r>
      <w:r w:rsidR="00B365A1">
        <w:rPr>
          <w:rtl/>
        </w:rPr>
        <w:t xml:space="preserve">ں </w:t>
      </w:r>
      <w:r>
        <w:rPr>
          <w:rtl/>
        </w:rPr>
        <w:t>نے اس كتاب مي</w:t>
      </w:r>
      <w:r w:rsidR="00B365A1">
        <w:rPr>
          <w:rtl/>
        </w:rPr>
        <w:t xml:space="preserve">ں </w:t>
      </w:r>
      <w:r>
        <w:rPr>
          <w:rtl/>
        </w:rPr>
        <w:t>عائشه كى زندگى كو تاريخ كے ائينے سے پيش كيا ہے اور انشا اللہ پھر انكى حديثو</w:t>
      </w:r>
      <w:r w:rsidR="00B365A1">
        <w:rPr>
          <w:rtl/>
        </w:rPr>
        <w:t xml:space="preserve">ں </w:t>
      </w:r>
      <w:r>
        <w:rPr>
          <w:rtl/>
        </w:rPr>
        <w:t>كى چھان بين كرو</w:t>
      </w:r>
      <w:r w:rsidR="00B365A1">
        <w:rPr>
          <w:rtl/>
        </w:rPr>
        <w:t xml:space="preserve">ں </w:t>
      </w:r>
      <w:r>
        <w:rPr>
          <w:rtl/>
        </w:rPr>
        <w:t xml:space="preserve">گا _ </w:t>
      </w:r>
    </w:p>
    <w:p w:rsidR="00376422" w:rsidRDefault="00376422" w:rsidP="00E67399">
      <w:pPr>
        <w:pStyle w:val="libNormal"/>
        <w:rPr>
          <w:rtl/>
        </w:rPr>
      </w:pPr>
      <w:r>
        <w:rPr>
          <w:rtl/>
        </w:rPr>
        <w:t>اس تحقيق كى راہ مي</w:t>
      </w:r>
      <w:r w:rsidR="00B365A1">
        <w:rPr>
          <w:rtl/>
        </w:rPr>
        <w:t xml:space="preserve">ں </w:t>
      </w:r>
      <w:r>
        <w:rPr>
          <w:rtl/>
        </w:rPr>
        <w:t>تمام عائشه كے چاہنے والو</w:t>
      </w:r>
      <w:r w:rsidR="00B365A1">
        <w:rPr>
          <w:rtl/>
        </w:rPr>
        <w:t xml:space="preserve">ں </w:t>
      </w:r>
      <w:r>
        <w:rPr>
          <w:rtl/>
        </w:rPr>
        <w:t>سے معافى مانگتے ہي</w:t>
      </w:r>
      <w:r w:rsidR="00B365A1">
        <w:rPr>
          <w:rtl/>
        </w:rPr>
        <w:t xml:space="preserve">ں </w:t>
      </w:r>
      <w:r>
        <w:rPr>
          <w:rtl/>
        </w:rPr>
        <w:t>اور مجھے اميد ہے كہ وہ لوگ مجھے معاف بھى كر دي</w:t>
      </w:r>
      <w:r w:rsidR="00B365A1">
        <w:rPr>
          <w:rtl/>
        </w:rPr>
        <w:t xml:space="preserve">ں </w:t>
      </w:r>
      <w:r>
        <w:rPr>
          <w:rtl/>
        </w:rPr>
        <w:t>گے كيونكہ ميرا ہدف صرف اتنا تھا كہ رسول(ص) خدا، دين اور قوانين الہى كى صحيح معرفت ہو جائے اسى لئے ہم نے اس خارداروادى مي</w:t>
      </w:r>
      <w:r w:rsidR="00B365A1">
        <w:rPr>
          <w:rtl/>
        </w:rPr>
        <w:t xml:space="preserve">ں </w:t>
      </w:r>
      <w:r>
        <w:rPr>
          <w:rtl/>
        </w:rPr>
        <w:t xml:space="preserve">قدم ركھا ہے ، تاكہ اسكے ذريعے دين كى كوئي خدمت ہو جائے _ </w:t>
      </w:r>
    </w:p>
    <w:p w:rsidR="00376422" w:rsidRDefault="00376422" w:rsidP="00E67399">
      <w:pPr>
        <w:pStyle w:val="libNormal"/>
        <w:rPr>
          <w:rtl/>
        </w:rPr>
      </w:pPr>
      <w:r>
        <w:rPr>
          <w:rtl/>
        </w:rPr>
        <w:t>ہم نے اس كتاب مي</w:t>
      </w:r>
      <w:r w:rsidR="00B365A1">
        <w:rPr>
          <w:rtl/>
        </w:rPr>
        <w:t xml:space="preserve">ں </w:t>
      </w:r>
      <w:r>
        <w:rPr>
          <w:rtl/>
        </w:rPr>
        <w:t>پہلى فصل مي</w:t>
      </w:r>
      <w:r w:rsidR="00B365A1">
        <w:rPr>
          <w:rtl/>
        </w:rPr>
        <w:t xml:space="preserve">ں </w:t>
      </w:r>
      <w:r>
        <w:rPr>
          <w:rtl/>
        </w:rPr>
        <w:t>زندگانى عائشه كى جانچ پڑتال كى ہے اور فصل دوم مي</w:t>
      </w:r>
      <w:r w:rsidR="00B365A1">
        <w:rPr>
          <w:rtl/>
        </w:rPr>
        <w:t xml:space="preserve">ں </w:t>
      </w:r>
      <w:r>
        <w:rPr>
          <w:rtl/>
        </w:rPr>
        <w:t>انكى احاديث كو ملاحظہ فرمائي</w:t>
      </w:r>
      <w:r w:rsidR="00B365A1">
        <w:rPr>
          <w:rtl/>
        </w:rPr>
        <w:t xml:space="preserve">ں </w:t>
      </w:r>
      <w:r>
        <w:rPr>
          <w:rtl/>
        </w:rPr>
        <w:t xml:space="preserve">گے ، بس خدا سے يہ دعا ہے كہ وہ ميرى اس خدمت كو قبول كرلے _ </w:t>
      </w:r>
    </w:p>
    <w:p w:rsidR="00BA24F8" w:rsidRDefault="00BA24F8"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Heading2Center"/>
        <w:rPr>
          <w:rtl/>
        </w:rPr>
      </w:pPr>
      <w:bookmarkStart w:id="79" w:name="_Toc531605707"/>
      <w:r>
        <w:rPr>
          <w:rtl/>
        </w:rPr>
        <w:t>ايك حديث كے سلسلے مي</w:t>
      </w:r>
      <w:r w:rsidR="00B365A1">
        <w:rPr>
          <w:rtl/>
        </w:rPr>
        <w:t xml:space="preserve">ں </w:t>
      </w:r>
      <w:r>
        <w:rPr>
          <w:rtl/>
        </w:rPr>
        <w:t>علماء اہلسنت كى توجيہي</w:t>
      </w:r>
      <w:r w:rsidR="00B365A1">
        <w:rPr>
          <w:rtl/>
        </w:rPr>
        <w:t xml:space="preserve">ں </w:t>
      </w:r>
      <w:r>
        <w:rPr>
          <w:rtl/>
        </w:rPr>
        <w:t>:</w:t>
      </w:r>
      <w:bookmarkEnd w:id="79"/>
    </w:p>
    <w:p w:rsidR="00376422" w:rsidRDefault="00376422" w:rsidP="00E67399">
      <w:pPr>
        <w:pStyle w:val="libNormal"/>
        <w:rPr>
          <w:rtl/>
        </w:rPr>
      </w:pPr>
      <w:r>
        <w:rPr>
          <w:rtl/>
        </w:rPr>
        <w:t>اس بحث كے اخر مي</w:t>
      </w:r>
      <w:r w:rsidR="00B365A1">
        <w:rPr>
          <w:rtl/>
        </w:rPr>
        <w:t xml:space="preserve">ں </w:t>
      </w:r>
      <w:r>
        <w:rPr>
          <w:rtl/>
        </w:rPr>
        <w:t>بہتر يہ ہے كہ تھوڑا سا اس حديث كے سلسلے مي</w:t>
      </w:r>
      <w:r w:rsidR="00B365A1">
        <w:rPr>
          <w:rtl/>
        </w:rPr>
        <w:t xml:space="preserve">ں </w:t>
      </w:r>
      <w:r>
        <w:rPr>
          <w:rtl/>
        </w:rPr>
        <w:t>جس كا مي</w:t>
      </w:r>
      <w:r w:rsidR="00B365A1">
        <w:rPr>
          <w:rtl/>
        </w:rPr>
        <w:t xml:space="preserve">ں </w:t>
      </w:r>
      <w:r>
        <w:rPr>
          <w:rtl/>
        </w:rPr>
        <w:t>نے پہلے وعدہ بھى كيا تھا چھان بين كر ليا جائے ، اور جو علماء اہلسنت نے اس حديث كے سلسلے مي</w:t>
      </w:r>
      <w:r w:rsidR="00B365A1">
        <w:rPr>
          <w:rtl/>
        </w:rPr>
        <w:t xml:space="preserve">ں </w:t>
      </w:r>
      <w:r>
        <w:rPr>
          <w:rtl/>
        </w:rPr>
        <w:t>تاويلي</w:t>
      </w:r>
      <w:r w:rsidR="00B365A1">
        <w:rPr>
          <w:rtl/>
        </w:rPr>
        <w:t xml:space="preserve">ں </w:t>
      </w:r>
      <w:r>
        <w:rPr>
          <w:rtl/>
        </w:rPr>
        <w:t xml:space="preserve">كر كے اس سے مطابقت كرنے كى ايڑى چوٹى كا زور لگايا ہے اس كو ملاحظہ فرما ليجئے _ </w:t>
      </w:r>
    </w:p>
    <w:p w:rsidR="00376422" w:rsidRDefault="00376422" w:rsidP="00E67399">
      <w:pPr>
        <w:pStyle w:val="libNormal"/>
        <w:rPr>
          <w:rtl/>
        </w:rPr>
      </w:pPr>
      <w:r>
        <w:rPr>
          <w:rtl/>
        </w:rPr>
        <w:t>ايك حديث صحيح مسلم كے اندر يو</w:t>
      </w:r>
      <w:r w:rsidR="00B365A1">
        <w:rPr>
          <w:rtl/>
        </w:rPr>
        <w:t xml:space="preserve">ں </w:t>
      </w:r>
      <w:r>
        <w:rPr>
          <w:rtl/>
        </w:rPr>
        <w:t xml:space="preserve">نقل ہوئي ہے </w:t>
      </w:r>
    </w:p>
    <w:p w:rsidR="00376422" w:rsidRDefault="00376422" w:rsidP="00E67399">
      <w:pPr>
        <w:pStyle w:val="libNormal"/>
        <w:rPr>
          <w:rtl/>
        </w:rPr>
      </w:pPr>
      <w:r>
        <w:rPr>
          <w:rtl/>
        </w:rPr>
        <w:t>رسول اسلام (ص) نے فرمايا : ميرا حرم مدينہ مي</w:t>
      </w:r>
      <w:r w:rsidR="00B365A1">
        <w:rPr>
          <w:rtl/>
        </w:rPr>
        <w:t xml:space="preserve">ں </w:t>
      </w:r>
      <w:r>
        <w:rPr>
          <w:rtl/>
        </w:rPr>
        <w:t xml:space="preserve">كوہ ثور سے ليكر كوہ عيريا عاير تك ہے </w:t>
      </w:r>
      <w:r w:rsidRPr="00C00E6D">
        <w:rPr>
          <w:rStyle w:val="libFootnotenumChar"/>
          <w:rtl/>
        </w:rPr>
        <w:t>(29)</w:t>
      </w:r>
      <w:r>
        <w:rPr>
          <w:rtl/>
        </w:rPr>
        <w:t xml:space="preserve"> </w:t>
      </w:r>
    </w:p>
    <w:p w:rsidR="00376422" w:rsidRDefault="00376422" w:rsidP="00E67399">
      <w:pPr>
        <w:pStyle w:val="libNormal"/>
        <w:rPr>
          <w:rtl/>
        </w:rPr>
      </w:pPr>
      <w:r>
        <w:rPr>
          <w:rtl/>
        </w:rPr>
        <w:t>اس كے ذريعہ راويو</w:t>
      </w:r>
      <w:r w:rsidR="00B365A1">
        <w:rPr>
          <w:rtl/>
        </w:rPr>
        <w:t xml:space="preserve">ں </w:t>
      </w:r>
      <w:r>
        <w:rPr>
          <w:rtl/>
        </w:rPr>
        <w:t>نے زور لگاكر مكہ كى طرح مدينہ مي</w:t>
      </w:r>
      <w:r w:rsidR="00B365A1">
        <w:rPr>
          <w:rtl/>
        </w:rPr>
        <w:t xml:space="preserve">ں </w:t>
      </w:r>
      <w:r>
        <w:rPr>
          <w:rtl/>
        </w:rPr>
        <w:t>بھى حرم و حدود حرم كو بيان كيا ہے ، ليكن اس كام كو كر كے بہت بڑى غلطى كى ہے ، كيونكہ ايك حرم كى حد كوہ ثور كو بنايا ، درانحاليكہ كوہ ثور مكہ مي</w:t>
      </w:r>
      <w:r w:rsidR="00B365A1">
        <w:rPr>
          <w:rtl/>
        </w:rPr>
        <w:t xml:space="preserve">ں </w:t>
      </w:r>
      <w:r>
        <w:rPr>
          <w:rtl/>
        </w:rPr>
        <w:t>ہے جس مي</w:t>
      </w:r>
      <w:r w:rsidR="00B365A1">
        <w:rPr>
          <w:rtl/>
        </w:rPr>
        <w:t xml:space="preserve">ں </w:t>
      </w:r>
      <w:r>
        <w:rPr>
          <w:rtl/>
        </w:rPr>
        <w:t>پيغمبر(ص) اسلام ہجرت كرتے وقت اسى پہاڑ كے غار مي</w:t>
      </w:r>
      <w:r w:rsidR="00B365A1">
        <w:rPr>
          <w:rtl/>
        </w:rPr>
        <w:t xml:space="preserve">ں </w:t>
      </w:r>
      <w:r>
        <w:rPr>
          <w:rtl/>
        </w:rPr>
        <w:t xml:space="preserve">چھپے تھے </w:t>
      </w:r>
      <w:r w:rsidRPr="00C00E6D">
        <w:rPr>
          <w:rStyle w:val="libFootnotenumChar"/>
          <w:rtl/>
        </w:rPr>
        <w:t>(30)</w:t>
      </w:r>
      <w:r>
        <w:rPr>
          <w:rtl/>
        </w:rPr>
        <w:t xml:space="preserve"> اور مدينہ كے اندر اس نام كا كوئي پہاڑ نہي</w:t>
      </w:r>
      <w:r w:rsidR="00B365A1">
        <w:rPr>
          <w:rtl/>
        </w:rPr>
        <w:t xml:space="preserve">ں </w:t>
      </w:r>
      <w:r>
        <w:rPr>
          <w:rtl/>
        </w:rPr>
        <w:t>ہے ، جيسا كہ بزرگ دانشورو</w:t>
      </w:r>
      <w:r w:rsidR="00B365A1">
        <w:rPr>
          <w:rtl/>
        </w:rPr>
        <w:t xml:space="preserve">ں </w:t>
      </w:r>
      <w:r>
        <w:rPr>
          <w:rtl/>
        </w:rPr>
        <w:t>نے اسكى وضاحت بھى كى ہے جن مي</w:t>
      </w:r>
      <w:r w:rsidR="00B365A1">
        <w:rPr>
          <w:rtl/>
        </w:rPr>
        <w:t xml:space="preserve">ں </w:t>
      </w:r>
      <w:r>
        <w:rPr>
          <w:rtl/>
        </w:rPr>
        <w:t>چند يہ ہي</w:t>
      </w:r>
      <w:r w:rsidR="00B365A1">
        <w:rPr>
          <w:rtl/>
        </w:rPr>
        <w:t xml:space="preserve">ں </w:t>
      </w:r>
      <w:r>
        <w:rPr>
          <w:rtl/>
        </w:rPr>
        <w:t xml:space="preserve">_ </w:t>
      </w:r>
    </w:p>
    <w:p w:rsidR="00376422" w:rsidRDefault="00376422" w:rsidP="00E67399">
      <w:pPr>
        <w:pStyle w:val="libNormal"/>
        <w:rPr>
          <w:rtl/>
        </w:rPr>
      </w:pPr>
      <w:r>
        <w:rPr>
          <w:rtl/>
        </w:rPr>
        <w:t>1_ مصيب زبيرى جو مدينہ كے رہنے والے تھے اور وہا</w:t>
      </w:r>
      <w:r w:rsidR="00B365A1">
        <w:rPr>
          <w:rtl/>
        </w:rPr>
        <w:t xml:space="preserve">ں </w:t>
      </w:r>
      <w:r>
        <w:rPr>
          <w:rtl/>
        </w:rPr>
        <w:t>كے بہت بڑے عالم دين تھے انھو</w:t>
      </w:r>
      <w:r w:rsidR="00B365A1">
        <w:rPr>
          <w:rtl/>
        </w:rPr>
        <w:t xml:space="preserve">ں </w:t>
      </w:r>
      <w:r>
        <w:rPr>
          <w:rtl/>
        </w:rPr>
        <w:t>نے 36ھ مي</w:t>
      </w:r>
      <w:r w:rsidR="00B365A1">
        <w:rPr>
          <w:rtl/>
        </w:rPr>
        <w:t xml:space="preserve">ں </w:t>
      </w:r>
      <w:r>
        <w:rPr>
          <w:rtl/>
        </w:rPr>
        <w:t>وفات پائي ، وہ اس حديث كے ذيل مي</w:t>
      </w:r>
      <w:r w:rsidR="00B365A1">
        <w:rPr>
          <w:rtl/>
        </w:rPr>
        <w:t xml:space="preserve">ں </w:t>
      </w:r>
      <w:r>
        <w:rPr>
          <w:rtl/>
        </w:rPr>
        <w:t>كہتے ہي</w:t>
      </w:r>
      <w:r w:rsidR="00B365A1">
        <w:rPr>
          <w:rtl/>
        </w:rPr>
        <w:t xml:space="preserve">ں </w:t>
      </w:r>
      <w:r>
        <w:rPr>
          <w:rtl/>
        </w:rPr>
        <w:t>كہ كوہ ثور مدينہ مي</w:t>
      </w:r>
      <w:r w:rsidR="00B365A1">
        <w:rPr>
          <w:rtl/>
        </w:rPr>
        <w:t xml:space="preserve">ں </w:t>
      </w:r>
      <w:r>
        <w:rPr>
          <w:rtl/>
        </w:rPr>
        <w:t>نہي</w:t>
      </w:r>
      <w:r w:rsidR="00B365A1">
        <w:rPr>
          <w:rtl/>
        </w:rPr>
        <w:t xml:space="preserve">ں </w:t>
      </w:r>
      <w:r>
        <w:rPr>
          <w:rtl/>
        </w:rPr>
        <w:t xml:space="preserve">ہے </w:t>
      </w:r>
      <w:r w:rsidRPr="00C00E6D">
        <w:rPr>
          <w:rStyle w:val="libFootnotenumChar"/>
          <w:rtl/>
        </w:rPr>
        <w:t>(31)</w:t>
      </w:r>
      <w:r>
        <w:rPr>
          <w:rtl/>
        </w:rPr>
        <w:t xml:space="preserve"> </w:t>
      </w:r>
    </w:p>
    <w:p w:rsidR="00376422" w:rsidRDefault="00376422" w:rsidP="00E67399">
      <w:pPr>
        <w:pStyle w:val="libNormal"/>
        <w:rPr>
          <w:rtl/>
        </w:rPr>
      </w:pPr>
      <w:r>
        <w:rPr>
          <w:rtl/>
        </w:rPr>
        <w:t>2_ علامہ شہير ابو عبيد قاسم بن سلام متوفى 224ھ لكھتے ہي</w:t>
      </w:r>
      <w:r w:rsidR="00B365A1">
        <w:rPr>
          <w:rtl/>
        </w:rPr>
        <w:t xml:space="preserve">ں </w:t>
      </w:r>
      <w:r>
        <w:rPr>
          <w:rtl/>
        </w:rPr>
        <w:t>كہ ، يہ روايت اہل عراق كى ہے اور مدينہ والے ثور نام كے پہاڑ كو نہي</w:t>
      </w:r>
      <w:r w:rsidR="00B365A1">
        <w:rPr>
          <w:rtl/>
        </w:rPr>
        <w:t xml:space="preserve">ں </w:t>
      </w:r>
      <w:r>
        <w:rPr>
          <w:rtl/>
        </w:rPr>
        <w:t>جانتے ہي</w:t>
      </w:r>
      <w:r w:rsidR="00B365A1">
        <w:rPr>
          <w:rtl/>
        </w:rPr>
        <w:t xml:space="preserve">ں </w:t>
      </w:r>
      <w:r>
        <w:rPr>
          <w:rtl/>
        </w:rPr>
        <w:t>كوہ ثور مكہ مي</w:t>
      </w:r>
      <w:r w:rsidR="00B365A1">
        <w:rPr>
          <w:rtl/>
        </w:rPr>
        <w:t xml:space="preserve">ں </w:t>
      </w:r>
      <w:r>
        <w:rPr>
          <w:rtl/>
        </w:rPr>
        <w:t>ہے ، ميرا گمان يہ ھيكہ اس حديث مي</w:t>
      </w:r>
      <w:r w:rsidR="00B365A1">
        <w:rPr>
          <w:rtl/>
        </w:rPr>
        <w:t xml:space="preserve">ں </w:t>
      </w:r>
      <w:r>
        <w:rPr>
          <w:rtl/>
        </w:rPr>
        <w:t xml:space="preserve">در اصل كوہ احد تھا ، جو غلطى سے كوہ ثور لكھديا گيا ہے </w:t>
      </w:r>
      <w:r w:rsidRPr="00C00E6D">
        <w:rPr>
          <w:rStyle w:val="libFootnotenumChar"/>
          <w:rtl/>
        </w:rPr>
        <w:t>(32)</w:t>
      </w:r>
      <w:r>
        <w:rPr>
          <w:rtl/>
        </w:rPr>
        <w:t xml:space="preserve"> </w:t>
      </w:r>
    </w:p>
    <w:p w:rsidR="00376422" w:rsidRDefault="00376422" w:rsidP="00E67399">
      <w:pPr>
        <w:pStyle w:val="libNormal"/>
        <w:rPr>
          <w:rtl/>
        </w:rPr>
      </w:pPr>
      <w:r>
        <w:rPr>
          <w:rtl/>
        </w:rPr>
        <w:t>ابو عبيد كے كہنے كا مقصد يہ ہے كہ يہ روايت اہل عراق نے نقل كيا ہے ، جنكو يہ بھى نہي</w:t>
      </w:r>
      <w:r w:rsidR="00B365A1">
        <w:rPr>
          <w:rtl/>
        </w:rPr>
        <w:t xml:space="preserve">ں </w:t>
      </w:r>
      <w:r>
        <w:rPr>
          <w:rtl/>
        </w:rPr>
        <w:t>معلوم تھا كہ كوہ ثور مكہ مي</w:t>
      </w:r>
      <w:r w:rsidR="00B365A1">
        <w:rPr>
          <w:rtl/>
        </w:rPr>
        <w:t xml:space="preserve">ں </w:t>
      </w:r>
      <w:r>
        <w:rPr>
          <w:rtl/>
        </w:rPr>
        <w:t>ہے يا مدينہ مي</w:t>
      </w:r>
      <w:r w:rsidR="00B365A1">
        <w:rPr>
          <w:rtl/>
        </w:rPr>
        <w:t xml:space="preserve">ں </w:t>
      </w:r>
      <w:r>
        <w:rPr>
          <w:rtl/>
        </w:rPr>
        <w:t xml:space="preserve">_ </w:t>
      </w:r>
    </w:p>
    <w:p w:rsidR="00DB1D0D" w:rsidRDefault="00DB1D0D" w:rsidP="00E67399">
      <w:pPr>
        <w:pStyle w:val="libLine"/>
        <w:rPr>
          <w:rFonts w:hint="cs"/>
          <w:rtl/>
        </w:rPr>
      </w:pPr>
      <w:r>
        <w:rPr>
          <w:rFonts w:hint="cs"/>
          <w:rtl/>
        </w:rPr>
        <w:t>____________________</w:t>
      </w:r>
    </w:p>
    <w:p w:rsidR="00DB1D0D" w:rsidRDefault="00DB1D0D" w:rsidP="00E67399">
      <w:pPr>
        <w:pStyle w:val="libFootnote"/>
        <w:rPr>
          <w:rtl/>
        </w:rPr>
      </w:pPr>
      <w:r>
        <w:rPr>
          <w:rtl/>
        </w:rPr>
        <w:t xml:space="preserve">29_صحيح مسلم باب فضل المدينہ حديث نمبر 9950_ 467 </w:t>
      </w:r>
    </w:p>
    <w:p w:rsidR="00DB1D0D" w:rsidRDefault="00DB1D0D" w:rsidP="00E67399">
      <w:pPr>
        <w:pStyle w:val="libFootnote"/>
        <w:rPr>
          <w:rtl/>
        </w:rPr>
      </w:pPr>
      <w:r>
        <w:rPr>
          <w:rtl/>
        </w:rPr>
        <w:t xml:space="preserve">30_طبرى ج2 ص 378 ، ہشام ج1 ص 485 ، انساب الاشراف ج1 ص 260 ، ابن اثير ج2 ص 73 </w:t>
      </w:r>
    </w:p>
    <w:p w:rsidR="00DB1D0D" w:rsidRDefault="00DB1D0D" w:rsidP="00E67399">
      <w:pPr>
        <w:pStyle w:val="libFootnote"/>
        <w:rPr>
          <w:rtl/>
        </w:rPr>
      </w:pPr>
      <w:r>
        <w:rPr>
          <w:rtl/>
        </w:rPr>
        <w:t xml:space="preserve">31_فتح البارى ج4 ص 453 </w:t>
      </w:r>
    </w:p>
    <w:p w:rsidR="00DB1D0D" w:rsidRDefault="00DB1D0D" w:rsidP="00E67399">
      <w:pPr>
        <w:pStyle w:val="libFootnote"/>
        <w:rPr>
          <w:rtl/>
        </w:rPr>
      </w:pPr>
      <w:r>
        <w:rPr>
          <w:rtl/>
        </w:rPr>
        <w:t xml:space="preserve">32_فتح البارى ج4 ص 452 </w:t>
      </w:r>
    </w:p>
    <w:p w:rsidR="00DB1D0D" w:rsidRDefault="00DB1D0D" w:rsidP="00E67399">
      <w:pPr>
        <w:pStyle w:val="libPoemTini"/>
        <w:rPr>
          <w:rtl/>
        </w:rPr>
      </w:pPr>
      <w:r>
        <w:rPr>
          <w:rtl/>
        </w:rPr>
        <w:br w:type="page"/>
      </w:r>
    </w:p>
    <w:p w:rsidR="00376422" w:rsidRDefault="00376422" w:rsidP="00E67399">
      <w:pPr>
        <w:pStyle w:val="libNormal"/>
        <w:rPr>
          <w:rtl/>
        </w:rPr>
      </w:pPr>
      <w:r>
        <w:rPr>
          <w:rtl/>
        </w:rPr>
        <w:lastRenderedPageBreak/>
        <w:t>3_ قاضى عياض متوفي544 ھ جنھو</w:t>
      </w:r>
      <w:r w:rsidR="00B365A1">
        <w:rPr>
          <w:rtl/>
        </w:rPr>
        <w:t xml:space="preserve">ں </w:t>
      </w:r>
      <w:r>
        <w:rPr>
          <w:rtl/>
        </w:rPr>
        <w:t xml:space="preserve">نے صحيح مسلم كى شرح كى ہے </w:t>
      </w:r>
    </w:p>
    <w:p w:rsidR="00376422" w:rsidRDefault="00376422" w:rsidP="00E67399">
      <w:pPr>
        <w:pStyle w:val="libNormal"/>
        <w:rPr>
          <w:rtl/>
        </w:rPr>
      </w:pPr>
      <w:r>
        <w:rPr>
          <w:rtl/>
        </w:rPr>
        <w:t xml:space="preserve">4_ صاحب معجم ما استعجم بكرى متوفى 478ھ جو بہت بڑے جغرافيہ دان تھے </w:t>
      </w:r>
    </w:p>
    <w:p w:rsidR="00376422" w:rsidRDefault="00376422" w:rsidP="00E67399">
      <w:pPr>
        <w:pStyle w:val="libNormal"/>
        <w:rPr>
          <w:rtl/>
        </w:rPr>
      </w:pPr>
      <w:r>
        <w:rPr>
          <w:rtl/>
        </w:rPr>
        <w:t>5_ حافظ ابوبكر محمد بن موسى حازمى 548ھ جو علم حديث مي</w:t>
      </w:r>
      <w:r w:rsidR="00B365A1">
        <w:rPr>
          <w:rtl/>
        </w:rPr>
        <w:t xml:space="preserve">ں </w:t>
      </w:r>
      <w:r>
        <w:rPr>
          <w:rtl/>
        </w:rPr>
        <w:t xml:space="preserve">ماہر تھے </w:t>
      </w:r>
      <w:r w:rsidRPr="00C00E6D">
        <w:rPr>
          <w:rStyle w:val="libFootnotenumChar"/>
          <w:rtl/>
        </w:rPr>
        <w:t>(33)</w:t>
      </w:r>
      <w:r>
        <w:rPr>
          <w:rtl/>
        </w:rPr>
        <w:t xml:space="preserve"> </w:t>
      </w:r>
    </w:p>
    <w:p w:rsidR="00376422" w:rsidRDefault="00376422" w:rsidP="00E67399">
      <w:pPr>
        <w:pStyle w:val="libNormal"/>
        <w:rPr>
          <w:rtl/>
        </w:rPr>
      </w:pPr>
      <w:r>
        <w:rPr>
          <w:rtl/>
        </w:rPr>
        <w:t xml:space="preserve">6_ صاحب نہاية اللغة علامہ ابن اثير جزرى متوفى 606ھ () </w:t>
      </w:r>
    </w:p>
    <w:p w:rsidR="00376422" w:rsidRDefault="00376422" w:rsidP="00E67399">
      <w:pPr>
        <w:pStyle w:val="libNormal"/>
        <w:rPr>
          <w:rtl/>
        </w:rPr>
      </w:pPr>
      <w:r>
        <w:rPr>
          <w:rtl/>
        </w:rPr>
        <w:t>7_ ياقوت حموى جنھو</w:t>
      </w:r>
      <w:r w:rsidR="00B365A1">
        <w:rPr>
          <w:rtl/>
        </w:rPr>
        <w:t xml:space="preserve">ں </w:t>
      </w:r>
      <w:r>
        <w:rPr>
          <w:rtl/>
        </w:rPr>
        <w:t>نے 626ھ مي</w:t>
      </w:r>
      <w:r w:rsidR="00B365A1">
        <w:rPr>
          <w:rtl/>
        </w:rPr>
        <w:t xml:space="preserve">ں </w:t>
      </w:r>
      <w:r>
        <w:rPr>
          <w:rtl/>
        </w:rPr>
        <w:t xml:space="preserve">وفات پائي ہے </w:t>
      </w:r>
      <w:r w:rsidRPr="00C00E6D">
        <w:rPr>
          <w:rStyle w:val="libFootnotenumChar"/>
          <w:rtl/>
        </w:rPr>
        <w:t>(34)</w:t>
      </w:r>
      <w:r>
        <w:rPr>
          <w:rtl/>
        </w:rPr>
        <w:t xml:space="preserve"> </w:t>
      </w:r>
    </w:p>
    <w:p w:rsidR="00376422" w:rsidRDefault="00376422" w:rsidP="00E67399">
      <w:pPr>
        <w:pStyle w:val="libNormal"/>
        <w:rPr>
          <w:rtl/>
        </w:rPr>
      </w:pPr>
      <w:r>
        <w:rPr>
          <w:rtl/>
        </w:rPr>
        <w:t>ان تمام دانشورو</w:t>
      </w:r>
      <w:r w:rsidR="00B365A1">
        <w:rPr>
          <w:rtl/>
        </w:rPr>
        <w:t xml:space="preserve">ں </w:t>
      </w:r>
      <w:r>
        <w:rPr>
          <w:rtl/>
        </w:rPr>
        <w:t>نے صراحتاََ لكھا ہے كہ مدينہ مي</w:t>
      </w:r>
      <w:r w:rsidR="00B365A1">
        <w:rPr>
          <w:rtl/>
        </w:rPr>
        <w:t xml:space="preserve">ں </w:t>
      </w:r>
      <w:r>
        <w:rPr>
          <w:rtl/>
        </w:rPr>
        <w:t>ثور نام كا كوئي پہاڑ نہي</w:t>
      </w:r>
      <w:r w:rsidR="00B365A1">
        <w:rPr>
          <w:rtl/>
        </w:rPr>
        <w:t xml:space="preserve">ں </w:t>
      </w:r>
      <w:r>
        <w:rPr>
          <w:rtl/>
        </w:rPr>
        <w:t xml:space="preserve">تھا _ </w:t>
      </w:r>
    </w:p>
    <w:p w:rsidR="00376422" w:rsidRDefault="00376422" w:rsidP="00E67399">
      <w:pPr>
        <w:pStyle w:val="libNormal"/>
        <w:rPr>
          <w:rtl/>
        </w:rPr>
      </w:pPr>
      <w:r>
        <w:rPr>
          <w:rtl/>
        </w:rPr>
        <w:t>لہذا علماء اہلسنت نے اس حديث كى توجيہ و تاويل كرنے مي</w:t>
      </w:r>
      <w:r w:rsidR="00B365A1">
        <w:rPr>
          <w:rtl/>
        </w:rPr>
        <w:t xml:space="preserve">ں </w:t>
      </w:r>
      <w:r>
        <w:rPr>
          <w:rtl/>
        </w:rPr>
        <w:t>خرافات كى باتي</w:t>
      </w:r>
      <w:r w:rsidR="00B365A1">
        <w:rPr>
          <w:rtl/>
        </w:rPr>
        <w:t xml:space="preserve">ں </w:t>
      </w:r>
      <w:r>
        <w:rPr>
          <w:rtl/>
        </w:rPr>
        <w:t>تحرير كى ہي</w:t>
      </w:r>
      <w:r w:rsidR="00B365A1">
        <w:rPr>
          <w:rtl/>
        </w:rPr>
        <w:t xml:space="preserve">ں </w:t>
      </w:r>
      <w:r>
        <w:rPr>
          <w:rtl/>
        </w:rPr>
        <w:t>جن مي</w:t>
      </w:r>
      <w:r w:rsidR="00B365A1">
        <w:rPr>
          <w:rtl/>
        </w:rPr>
        <w:t xml:space="preserve">ں </w:t>
      </w:r>
      <w:r>
        <w:rPr>
          <w:rtl/>
        </w:rPr>
        <w:t>علماء حديث كے رہبر و پيشوا ، بخارى متوفى 256ھ مي</w:t>
      </w:r>
      <w:r w:rsidR="00B365A1">
        <w:rPr>
          <w:rtl/>
        </w:rPr>
        <w:t xml:space="preserve">ں </w:t>
      </w:r>
      <w:r>
        <w:rPr>
          <w:rtl/>
        </w:rPr>
        <w:t>جنھو</w:t>
      </w:r>
      <w:r w:rsidR="00B365A1">
        <w:rPr>
          <w:rtl/>
        </w:rPr>
        <w:t xml:space="preserve">ں </w:t>
      </w:r>
      <w:r>
        <w:rPr>
          <w:rtl/>
        </w:rPr>
        <w:t>نے اپنى صحيح كے اندر ايك حديث لكھى ليكن اس مي</w:t>
      </w:r>
      <w:r w:rsidR="00B365A1">
        <w:rPr>
          <w:rtl/>
        </w:rPr>
        <w:t xml:space="preserve">ں </w:t>
      </w:r>
      <w:r>
        <w:rPr>
          <w:rtl/>
        </w:rPr>
        <w:t xml:space="preserve">كوہ ثور كے نام كے بجائے اس عبارت كو پيش كيا كہ '' المد ينة حرم ما بين عائرالى كذا '' </w:t>
      </w:r>
      <w:r w:rsidRPr="00C00E6D">
        <w:rPr>
          <w:rStyle w:val="libFootnotenumChar"/>
          <w:rtl/>
        </w:rPr>
        <w:t>(35)</w:t>
      </w:r>
      <w:r>
        <w:rPr>
          <w:rtl/>
        </w:rPr>
        <w:t xml:space="preserve"> يعنى مدينہ كا حرم كوہ عائر سے ليكر فلا</w:t>
      </w:r>
      <w:r w:rsidR="00B365A1">
        <w:rPr>
          <w:rtl/>
        </w:rPr>
        <w:t xml:space="preserve">ں </w:t>
      </w:r>
      <w:r>
        <w:rPr>
          <w:rtl/>
        </w:rPr>
        <w:t>مقام تك ہے ، درانحاليكہ اسى حديث كے سلسلے مي</w:t>
      </w:r>
      <w:r w:rsidR="00B365A1">
        <w:rPr>
          <w:rtl/>
        </w:rPr>
        <w:t xml:space="preserve">ں </w:t>
      </w:r>
      <w:r>
        <w:rPr>
          <w:rtl/>
        </w:rPr>
        <w:t xml:space="preserve">صحيح مسلم نے ( كذا ) كى جگہ لفظ ثور كو استعمال كيا ہے _ </w:t>
      </w:r>
    </w:p>
    <w:p w:rsidR="00376422" w:rsidRDefault="00376422" w:rsidP="00E67399">
      <w:pPr>
        <w:pStyle w:val="libNormal"/>
        <w:rPr>
          <w:rtl/>
        </w:rPr>
      </w:pPr>
      <w:r>
        <w:rPr>
          <w:rtl/>
        </w:rPr>
        <w:t>اس حديث كے سلسلے مي</w:t>
      </w:r>
      <w:r w:rsidR="00B365A1">
        <w:rPr>
          <w:rtl/>
        </w:rPr>
        <w:t xml:space="preserve">ں </w:t>
      </w:r>
      <w:r>
        <w:rPr>
          <w:rtl/>
        </w:rPr>
        <w:t>بخارى كو چھوڑ كر اور دانشورو</w:t>
      </w:r>
      <w:r w:rsidR="00B365A1">
        <w:rPr>
          <w:rtl/>
        </w:rPr>
        <w:t xml:space="preserve">ں </w:t>
      </w:r>
      <w:r>
        <w:rPr>
          <w:rtl/>
        </w:rPr>
        <w:t>نے بھى نا درست توجيہ و تفسير كى ہے ايك دانشور كہتا ہے : شايد پيغمبر(ص) اسلام نے مدينہ كے كسى دو پہاڑو</w:t>
      </w:r>
      <w:r w:rsidR="00B365A1">
        <w:rPr>
          <w:rtl/>
        </w:rPr>
        <w:t xml:space="preserve">ں </w:t>
      </w:r>
      <w:r>
        <w:rPr>
          <w:rtl/>
        </w:rPr>
        <w:t>كا نام ركھا ہو گا دوسرا لكھتا ہے ، شايد پيغمبر(ص) اسلام كا مقصد مدينہ كے حدود حرم كو معين كرنا تھا اسى لئے اپ نے مكہ كے دو پہاڑو</w:t>
      </w:r>
      <w:r w:rsidR="00B365A1">
        <w:rPr>
          <w:rtl/>
        </w:rPr>
        <w:t xml:space="preserve">ں </w:t>
      </w:r>
      <w:r>
        <w:rPr>
          <w:rtl/>
        </w:rPr>
        <w:t>كے فاصلے سے تشبيہ دى ، كيونكہ كوہ ثور مكہ مي</w:t>
      </w:r>
      <w:r w:rsidR="00B365A1">
        <w:rPr>
          <w:rtl/>
        </w:rPr>
        <w:t xml:space="preserve">ں </w:t>
      </w:r>
      <w:r>
        <w:rPr>
          <w:rtl/>
        </w:rPr>
        <w:t>ہے نہ كہ مدينہ مي</w:t>
      </w:r>
      <w:r w:rsidR="00B365A1">
        <w:rPr>
          <w:rtl/>
        </w:rPr>
        <w:t xml:space="preserve">ں </w:t>
      </w:r>
      <w:r>
        <w:rPr>
          <w:rtl/>
        </w:rPr>
        <w:t xml:space="preserve">_ </w:t>
      </w:r>
    </w:p>
    <w:p w:rsidR="00376422" w:rsidRDefault="00376422" w:rsidP="00E67399">
      <w:pPr>
        <w:pStyle w:val="libNormal"/>
        <w:rPr>
          <w:rtl/>
        </w:rPr>
      </w:pPr>
      <w:r>
        <w:rPr>
          <w:rtl/>
        </w:rPr>
        <w:t>تيسرا كہتا ہے ، راوى نے غلطى سے كوہ ثور كہديا ہے كيونكہ مدينہ مي</w:t>
      </w:r>
      <w:r w:rsidR="00B365A1">
        <w:rPr>
          <w:rtl/>
        </w:rPr>
        <w:t xml:space="preserve">ں </w:t>
      </w:r>
      <w:r>
        <w:rPr>
          <w:rtl/>
        </w:rPr>
        <w:t>كوہ احد ہے نہ كہ</w:t>
      </w:r>
      <w:r w:rsidR="00FC5297">
        <w:rPr>
          <w:rFonts w:hint="cs"/>
          <w:rtl/>
        </w:rPr>
        <w:t xml:space="preserve"> </w:t>
      </w:r>
      <w:r>
        <w:rPr>
          <w:rtl/>
        </w:rPr>
        <w:t xml:space="preserve">كوہ ثور _ </w:t>
      </w:r>
    </w:p>
    <w:p w:rsidR="00DB1D0D" w:rsidRDefault="00DB1D0D" w:rsidP="00E67399">
      <w:pPr>
        <w:pStyle w:val="libLine"/>
        <w:rPr>
          <w:rFonts w:hint="cs"/>
          <w:rtl/>
        </w:rPr>
      </w:pPr>
      <w:r>
        <w:rPr>
          <w:rFonts w:hint="cs"/>
          <w:rtl/>
        </w:rPr>
        <w:t>____________________</w:t>
      </w:r>
    </w:p>
    <w:p w:rsidR="00DB1D0D" w:rsidRDefault="00DB1D0D" w:rsidP="00E67399">
      <w:pPr>
        <w:pStyle w:val="libFootnote"/>
        <w:rPr>
          <w:rtl/>
        </w:rPr>
      </w:pPr>
      <w:r>
        <w:rPr>
          <w:rtl/>
        </w:rPr>
        <w:t xml:space="preserve">33_صحيح مسلم باب فضل المدينہ ج9 ص 143 6_نہاية اللغة ج1 ص 229 </w:t>
      </w:r>
    </w:p>
    <w:p w:rsidR="00DB1D0D" w:rsidRDefault="00DB1D0D" w:rsidP="00E67399">
      <w:pPr>
        <w:pStyle w:val="libFootnote"/>
        <w:rPr>
          <w:rtl/>
        </w:rPr>
      </w:pPr>
      <w:r>
        <w:rPr>
          <w:rtl/>
        </w:rPr>
        <w:t xml:space="preserve">34_معجم البلدان ج2 ص 86 مطبوعہ بيروت </w:t>
      </w:r>
    </w:p>
    <w:p w:rsidR="00DB1D0D" w:rsidRDefault="00DB1D0D" w:rsidP="00E67399">
      <w:pPr>
        <w:pStyle w:val="libFootnote"/>
        <w:rPr>
          <w:rtl/>
        </w:rPr>
      </w:pPr>
      <w:r>
        <w:rPr>
          <w:rtl/>
        </w:rPr>
        <w:t xml:space="preserve">35_صحيح بخارى كتاب الحج باب حرم مدينہ </w:t>
      </w:r>
    </w:p>
    <w:p w:rsidR="00DB1D0D" w:rsidRDefault="00DB1D0D" w:rsidP="00E67399">
      <w:pPr>
        <w:pStyle w:val="libPoemTini"/>
        <w:rPr>
          <w:rtl/>
        </w:rPr>
      </w:pPr>
      <w:r>
        <w:rPr>
          <w:rtl/>
        </w:rPr>
        <w:br w:type="page"/>
      </w:r>
    </w:p>
    <w:p w:rsidR="00DB1D0D" w:rsidRDefault="00DB1D0D" w:rsidP="00E67399">
      <w:pPr>
        <w:pStyle w:val="libNormal"/>
        <w:rPr>
          <w:rtl/>
        </w:rPr>
      </w:pPr>
    </w:p>
    <w:p w:rsidR="00376422" w:rsidRDefault="00376422" w:rsidP="00E67399">
      <w:pPr>
        <w:pStyle w:val="libNormal"/>
        <w:rPr>
          <w:rtl/>
        </w:rPr>
      </w:pPr>
      <w:r>
        <w:rPr>
          <w:rtl/>
        </w:rPr>
        <w:t>چوتھے نے روايت كے اندر پہاڑ كا نام ہى نہي</w:t>
      </w:r>
      <w:r w:rsidR="00B365A1">
        <w:rPr>
          <w:rtl/>
        </w:rPr>
        <w:t xml:space="preserve">ں </w:t>
      </w:r>
      <w:r>
        <w:rPr>
          <w:rtl/>
        </w:rPr>
        <w:t>لكھا تاكہ كوئي اعتراض نہ كرے اور ان كے علاوہ دوسرو</w:t>
      </w:r>
      <w:r w:rsidR="00B365A1">
        <w:rPr>
          <w:rtl/>
        </w:rPr>
        <w:t xml:space="preserve">ں </w:t>
      </w:r>
      <w:r>
        <w:rPr>
          <w:rtl/>
        </w:rPr>
        <w:t>نے اس حديث كى توجيہ و تاويل دوسرے ہى انداز مي</w:t>
      </w:r>
      <w:r w:rsidR="00B365A1">
        <w:rPr>
          <w:rtl/>
        </w:rPr>
        <w:t xml:space="preserve">ں </w:t>
      </w:r>
      <w:r>
        <w:rPr>
          <w:rtl/>
        </w:rPr>
        <w:t>كى ہے ، اور يہ تاويل كا سلسلہ تقريبا سات صدى تك وسيع پيمانے پر چلتا رہا ، چنانچہ محدث حنبلى عبد السلام بن محمد بن مزروع بصرى متوفى 669ھ نے اس حديث كا زبر دست حل نكالا ، اور مدينہ مي</w:t>
      </w:r>
      <w:r w:rsidR="00B365A1">
        <w:rPr>
          <w:rtl/>
        </w:rPr>
        <w:t xml:space="preserve">ں </w:t>
      </w:r>
      <w:r>
        <w:rPr>
          <w:rtl/>
        </w:rPr>
        <w:t>كوہ احد كے نزديك ايك كوہ ثور كو پيدا كر ديا پھر اعتراض كے خوف سے يہ لكھديا كہ اہل مدينہ اس پہاڑ كو جانتے ہي</w:t>
      </w:r>
      <w:r w:rsidR="00B365A1">
        <w:rPr>
          <w:rtl/>
        </w:rPr>
        <w:t xml:space="preserve">ں </w:t>
      </w:r>
      <w:r>
        <w:rPr>
          <w:rtl/>
        </w:rPr>
        <w:t>،پھر عبد اللہ مطرى متوفى 765ھ نے اپنے والد بزگوار محمد مطرى سے انھي</w:t>
      </w:r>
      <w:r w:rsidR="00B365A1">
        <w:rPr>
          <w:rtl/>
        </w:rPr>
        <w:t xml:space="preserve">ں </w:t>
      </w:r>
      <w:r>
        <w:rPr>
          <w:rtl/>
        </w:rPr>
        <w:t>مطالب كو يو</w:t>
      </w:r>
      <w:r w:rsidR="00B365A1">
        <w:rPr>
          <w:rtl/>
        </w:rPr>
        <w:t xml:space="preserve">ں </w:t>
      </w:r>
      <w:r>
        <w:rPr>
          <w:rtl/>
        </w:rPr>
        <w:t>نقل كيا كہ ، اہل مدينہ پشت در پشت كوہ احد كے بغل مي</w:t>
      </w:r>
      <w:r w:rsidR="00B365A1">
        <w:rPr>
          <w:rtl/>
        </w:rPr>
        <w:t xml:space="preserve">ں </w:t>
      </w:r>
      <w:r>
        <w:rPr>
          <w:rtl/>
        </w:rPr>
        <w:t>ثور نام پہاڑ كو جانتے ہي</w:t>
      </w:r>
      <w:r w:rsidR="00B365A1">
        <w:rPr>
          <w:rtl/>
        </w:rPr>
        <w:t xml:space="preserve">ں </w:t>
      </w:r>
      <w:r>
        <w:rPr>
          <w:rtl/>
        </w:rPr>
        <w:t xml:space="preserve">اور يہ پہاڑ سرخ رنگ كا اور بہت چھوٹا ہے _ </w:t>
      </w:r>
    </w:p>
    <w:p w:rsidR="00FC5297" w:rsidRDefault="00376422" w:rsidP="00E67399">
      <w:pPr>
        <w:pStyle w:val="libNormal"/>
        <w:rPr>
          <w:rtl/>
        </w:rPr>
      </w:pPr>
      <w:r>
        <w:rPr>
          <w:rtl/>
        </w:rPr>
        <w:t>گويا سب سے پہلے مدينہ مي</w:t>
      </w:r>
      <w:r w:rsidR="00B365A1">
        <w:rPr>
          <w:rtl/>
        </w:rPr>
        <w:t xml:space="preserve">ں </w:t>
      </w:r>
      <w:r>
        <w:rPr>
          <w:rtl/>
        </w:rPr>
        <w:t>كوہ ثور كو ابن مزروع نے كشف كيا پھر اسكے بعد عبد اللہ مطرى نے اسكے انكشاف سے اپنى نئي تحقيق پيش كى ليكن حافظ اور عالم علم الحديث يحى نووى متوفى 676ھ نے اپنى مشھور شرح مي</w:t>
      </w:r>
      <w:r w:rsidR="00B365A1">
        <w:rPr>
          <w:rtl/>
        </w:rPr>
        <w:t xml:space="preserve">ں </w:t>
      </w:r>
      <w:r>
        <w:rPr>
          <w:rtl/>
        </w:rPr>
        <w:t>اس قسم كى كوئي بات نہي</w:t>
      </w:r>
      <w:r w:rsidR="00B365A1">
        <w:rPr>
          <w:rtl/>
        </w:rPr>
        <w:t xml:space="preserve">ں </w:t>
      </w:r>
      <w:r>
        <w:rPr>
          <w:rtl/>
        </w:rPr>
        <w:t>لكھى ، جبكہ ان كے پہلے والے بزرگ عالمو</w:t>
      </w:r>
      <w:r w:rsidR="00B365A1">
        <w:rPr>
          <w:rtl/>
        </w:rPr>
        <w:t xml:space="preserve">ں </w:t>
      </w:r>
      <w:r>
        <w:rPr>
          <w:rtl/>
        </w:rPr>
        <w:t>نے اس حديث كى توجيہ و تاويل كرنے مي</w:t>
      </w:r>
      <w:r w:rsidR="00B365A1">
        <w:rPr>
          <w:rtl/>
        </w:rPr>
        <w:t xml:space="preserve">ں </w:t>
      </w:r>
      <w:r>
        <w:rPr>
          <w:rtl/>
        </w:rPr>
        <w:t xml:space="preserve">ايڑى چوٹى كا زور لگايا </w:t>
      </w:r>
    </w:p>
    <w:p w:rsidR="00FC5297" w:rsidRDefault="00FC5297" w:rsidP="00E67399">
      <w:pPr>
        <w:pStyle w:val="libPoemTini"/>
        <w:rPr>
          <w:rtl/>
        </w:rPr>
      </w:pPr>
      <w:r>
        <w:rPr>
          <w:rtl/>
        </w:rPr>
        <w:br w:type="page"/>
      </w:r>
    </w:p>
    <w:p w:rsidR="00376422" w:rsidRDefault="00376422" w:rsidP="00E67399">
      <w:pPr>
        <w:pStyle w:val="libNormal"/>
        <w:rPr>
          <w:rtl/>
        </w:rPr>
      </w:pPr>
    </w:p>
    <w:p w:rsidR="00376422" w:rsidRDefault="00376422" w:rsidP="00E67399">
      <w:pPr>
        <w:pStyle w:val="libNormal"/>
        <w:rPr>
          <w:rtl/>
        </w:rPr>
      </w:pPr>
      <w:r>
        <w:rPr>
          <w:rtl/>
        </w:rPr>
        <w:t>تھا جسكو اپ نے پہلے ملاحظہ فرما ليا ہے ، پھر عالم لغت علامہ ابن منظور متوفى 711ھ نے اپنى كتاب لسان العرب مي</w:t>
      </w:r>
      <w:r w:rsidR="00B365A1">
        <w:rPr>
          <w:rtl/>
        </w:rPr>
        <w:t xml:space="preserve">ں </w:t>
      </w:r>
      <w:r>
        <w:rPr>
          <w:rtl/>
        </w:rPr>
        <w:t>لفظ ثور مي</w:t>
      </w:r>
      <w:r w:rsidR="00B365A1">
        <w:rPr>
          <w:rtl/>
        </w:rPr>
        <w:t xml:space="preserve">ں </w:t>
      </w:r>
      <w:r>
        <w:rPr>
          <w:rtl/>
        </w:rPr>
        <w:t>مدينہ كے پہاڑ كا تذكرہ نہي</w:t>
      </w:r>
      <w:r w:rsidR="00B365A1">
        <w:rPr>
          <w:rtl/>
        </w:rPr>
        <w:t xml:space="preserve">ں </w:t>
      </w:r>
      <w:r>
        <w:rPr>
          <w:rtl/>
        </w:rPr>
        <w:t>كيا ، جبكہ يہ دونو</w:t>
      </w:r>
      <w:r w:rsidR="00B365A1">
        <w:rPr>
          <w:rtl/>
        </w:rPr>
        <w:t xml:space="preserve">ں </w:t>
      </w:r>
      <w:r>
        <w:rPr>
          <w:rtl/>
        </w:rPr>
        <w:t xml:space="preserve">ايك بڑے عالم اور ماہر علم حديث و لغت تھے _ </w:t>
      </w:r>
    </w:p>
    <w:p w:rsidR="00376422" w:rsidRDefault="00376422" w:rsidP="00E67399">
      <w:pPr>
        <w:pStyle w:val="libNormal"/>
        <w:rPr>
          <w:rtl/>
        </w:rPr>
      </w:pPr>
      <w:r>
        <w:rPr>
          <w:rtl/>
        </w:rPr>
        <w:t>يا يہ كہا جائے كہ يہ دونو</w:t>
      </w:r>
      <w:r w:rsidR="00B365A1">
        <w:rPr>
          <w:rtl/>
        </w:rPr>
        <w:t xml:space="preserve">ں </w:t>
      </w:r>
      <w:r>
        <w:rPr>
          <w:rtl/>
        </w:rPr>
        <w:t>اس جغرافيائي انكشاف سے باخبر نہ ہو سكے يا انھو</w:t>
      </w:r>
      <w:r w:rsidR="00B365A1">
        <w:rPr>
          <w:rtl/>
        </w:rPr>
        <w:t xml:space="preserve">ں </w:t>
      </w:r>
      <w:r>
        <w:rPr>
          <w:rtl/>
        </w:rPr>
        <w:t>نے ان لوگو</w:t>
      </w:r>
      <w:r w:rsidR="00B365A1">
        <w:rPr>
          <w:rtl/>
        </w:rPr>
        <w:t xml:space="preserve">ں </w:t>
      </w:r>
      <w:r>
        <w:rPr>
          <w:rtl/>
        </w:rPr>
        <w:t>پر اعتماد نہي</w:t>
      </w:r>
      <w:r w:rsidR="00B365A1">
        <w:rPr>
          <w:rtl/>
        </w:rPr>
        <w:t xml:space="preserve">ں </w:t>
      </w:r>
      <w:r>
        <w:rPr>
          <w:rtl/>
        </w:rPr>
        <w:t xml:space="preserve">كيا _ </w:t>
      </w:r>
    </w:p>
    <w:p w:rsidR="00376422" w:rsidRDefault="00376422" w:rsidP="00E67399">
      <w:pPr>
        <w:pStyle w:val="libNormal"/>
        <w:rPr>
          <w:rtl/>
        </w:rPr>
      </w:pPr>
      <w:r>
        <w:rPr>
          <w:rtl/>
        </w:rPr>
        <w:t>البتہ اپ يہ بھى جان لي</w:t>
      </w:r>
      <w:r w:rsidR="00B365A1">
        <w:rPr>
          <w:rtl/>
        </w:rPr>
        <w:t xml:space="preserve">ں </w:t>
      </w:r>
      <w:r>
        <w:rPr>
          <w:rtl/>
        </w:rPr>
        <w:t>كہ يہ دونو</w:t>
      </w:r>
      <w:r w:rsidR="00B365A1">
        <w:rPr>
          <w:rtl/>
        </w:rPr>
        <w:t xml:space="preserve">ں </w:t>
      </w:r>
      <w:r>
        <w:rPr>
          <w:rtl/>
        </w:rPr>
        <w:t>عالم زمانے كے اعتبار سے ابن مزروع كے بعد تھے ، اگر ان دونو</w:t>
      </w:r>
      <w:r w:rsidR="00B365A1">
        <w:rPr>
          <w:rtl/>
        </w:rPr>
        <w:t xml:space="preserve">ں </w:t>
      </w:r>
      <w:r>
        <w:rPr>
          <w:rtl/>
        </w:rPr>
        <w:t>نے اپنى كتابو</w:t>
      </w:r>
      <w:r w:rsidR="00B365A1">
        <w:rPr>
          <w:rtl/>
        </w:rPr>
        <w:t xml:space="preserve">ں </w:t>
      </w:r>
      <w:r>
        <w:rPr>
          <w:rtl/>
        </w:rPr>
        <w:t>مي</w:t>
      </w:r>
      <w:r w:rsidR="00B365A1">
        <w:rPr>
          <w:rtl/>
        </w:rPr>
        <w:t xml:space="preserve">ں </w:t>
      </w:r>
      <w:r>
        <w:rPr>
          <w:rtl/>
        </w:rPr>
        <w:t>ان كے انكشاف و اختراع كو جگہ نہي</w:t>
      </w:r>
      <w:r w:rsidR="00B365A1">
        <w:rPr>
          <w:rtl/>
        </w:rPr>
        <w:t xml:space="preserve">ں </w:t>
      </w:r>
      <w:r>
        <w:rPr>
          <w:rtl/>
        </w:rPr>
        <w:t>دى تو پھر اورو</w:t>
      </w:r>
      <w:r w:rsidR="00B365A1">
        <w:rPr>
          <w:rtl/>
        </w:rPr>
        <w:t xml:space="preserve">ں </w:t>
      </w:r>
      <w:r>
        <w:rPr>
          <w:rtl/>
        </w:rPr>
        <w:t>نے كيسے اپنى كتابو</w:t>
      </w:r>
      <w:r w:rsidR="00B365A1">
        <w:rPr>
          <w:rtl/>
        </w:rPr>
        <w:t xml:space="preserve">ں </w:t>
      </w:r>
      <w:r>
        <w:rPr>
          <w:rtl/>
        </w:rPr>
        <w:t>،مي</w:t>
      </w:r>
      <w:r w:rsidR="00B365A1">
        <w:rPr>
          <w:rtl/>
        </w:rPr>
        <w:t xml:space="preserve">ں </w:t>
      </w:r>
      <w:r>
        <w:rPr>
          <w:rtl/>
        </w:rPr>
        <w:t xml:space="preserve">لكھ مارا _ جيسے </w:t>
      </w:r>
    </w:p>
    <w:p w:rsidR="00376422" w:rsidRDefault="00376422" w:rsidP="00E67399">
      <w:pPr>
        <w:pStyle w:val="libNormal"/>
        <w:rPr>
          <w:rtl/>
        </w:rPr>
      </w:pPr>
      <w:r>
        <w:rPr>
          <w:rtl/>
        </w:rPr>
        <w:t>1_ محب الدين طبرى متوفى 694ھ نے كتاب الاحكام مي</w:t>
      </w:r>
      <w:r w:rsidR="00B365A1">
        <w:rPr>
          <w:rtl/>
        </w:rPr>
        <w:t xml:space="preserve">ں </w:t>
      </w:r>
    </w:p>
    <w:p w:rsidR="00376422" w:rsidRDefault="00376422" w:rsidP="00E67399">
      <w:pPr>
        <w:pStyle w:val="libNormal"/>
        <w:rPr>
          <w:rtl/>
        </w:rPr>
      </w:pPr>
      <w:r>
        <w:rPr>
          <w:rtl/>
        </w:rPr>
        <w:t>2_ فيروز ابادى متوفى 817 ھ نے كتاب قاموس مي</w:t>
      </w:r>
      <w:r w:rsidR="00B365A1">
        <w:rPr>
          <w:rtl/>
        </w:rPr>
        <w:t xml:space="preserve">ں </w:t>
      </w:r>
    </w:p>
    <w:p w:rsidR="00376422" w:rsidRDefault="00376422" w:rsidP="00E67399">
      <w:pPr>
        <w:pStyle w:val="libNormal"/>
        <w:rPr>
          <w:rtl/>
        </w:rPr>
      </w:pPr>
      <w:r>
        <w:rPr>
          <w:rtl/>
        </w:rPr>
        <w:t>3_ ابن حجر عسقلانى متوفى 852ھ نے فتح البارى مي</w:t>
      </w:r>
      <w:r w:rsidR="00B365A1">
        <w:rPr>
          <w:rtl/>
        </w:rPr>
        <w:t xml:space="preserve">ں </w:t>
      </w:r>
    </w:p>
    <w:p w:rsidR="00376422" w:rsidRDefault="00376422" w:rsidP="00E67399">
      <w:pPr>
        <w:pStyle w:val="libNormal"/>
        <w:rPr>
          <w:rtl/>
        </w:rPr>
      </w:pPr>
      <w:r>
        <w:rPr>
          <w:rtl/>
        </w:rPr>
        <w:t>4_ زبيدى متوفى 1205ھ نے تاج العروس مي</w:t>
      </w:r>
      <w:r w:rsidR="00B365A1">
        <w:rPr>
          <w:rtl/>
        </w:rPr>
        <w:t xml:space="preserve">ں </w:t>
      </w:r>
      <w:r>
        <w:rPr>
          <w:rtl/>
        </w:rPr>
        <w:t>ابن مزروع كى چھوڑى ہوئي پھلجھڑى كو لكھا ہے ليكن ہمارے زمانے كے علماء كى غيرت اس حديث كى توجيہ و تفسير كرنے مي</w:t>
      </w:r>
      <w:r w:rsidR="00B365A1">
        <w:rPr>
          <w:rtl/>
        </w:rPr>
        <w:t xml:space="preserve">ں </w:t>
      </w:r>
      <w:r>
        <w:rPr>
          <w:rtl/>
        </w:rPr>
        <w:t>گذشتہ عالمو</w:t>
      </w:r>
      <w:r w:rsidR="00B365A1">
        <w:rPr>
          <w:rtl/>
        </w:rPr>
        <w:t xml:space="preserve">ں </w:t>
      </w:r>
      <w:r>
        <w:rPr>
          <w:rtl/>
        </w:rPr>
        <w:t>سے زيادہ بڑھ گئي ہے ، اور اس پر اتنا زور ازمائي كى كہ كوہ ثور كى حقيقت كو جاننے كے با وجود اس كو مدينہ كے جغرافيائي نقشے مي</w:t>
      </w:r>
      <w:r w:rsidR="00B365A1">
        <w:rPr>
          <w:rtl/>
        </w:rPr>
        <w:t xml:space="preserve">ں </w:t>
      </w:r>
      <w:r>
        <w:rPr>
          <w:rtl/>
        </w:rPr>
        <w:t>لاكر گھسيڑ ديا ، جيسے مولف كتاب اثار المدينہ استاد عبد القدوس نے صفحہ 139 مي</w:t>
      </w:r>
      <w:r w:rsidR="00B365A1">
        <w:rPr>
          <w:rtl/>
        </w:rPr>
        <w:t xml:space="preserve">ں </w:t>
      </w:r>
      <w:r>
        <w:rPr>
          <w:rtl/>
        </w:rPr>
        <w:t>كوہ ثور كو مدينہ كے نقشہ مي</w:t>
      </w:r>
      <w:r w:rsidR="00B365A1">
        <w:rPr>
          <w:rtl/>
        </w:rPr>
        <w:t xml:space="preserve">ں </w:t>
      </w:r>
      <w:r>
        <w:rPr>
          <w:rtl/>
        </w:rPr>
        <w:t>پيش كيا ہے ، اور ان سے ڈاكٹر محمدھيكل نے كتاب منزل الوحى كے صفحہ 512 مي</w:t>
      </w:r>
      <w:r w:rsidR="00B365A1">
        <w:rPr>
          <w:rtl/>
        </w:rPr>
        <w:t xml:space="preserve">ں </w:t>
      </w:r>
      <w:r>
        <w:rPr>
          <w:rtl/>
        </w:rPr>
        <w:t>اسى نقشے كو چھاپا ہے ، پھر كتاب كے صفحہ 440 پر لكھتے ہي</w:t>
      </w:r>
      <w:r w:rsidR="00B365A1">
        <w:rPr>
          <w:rtl/>
        </w:rPr>
        <w:t xml:space="preserve">ں </w:t>
      </w:r>
      <w:r>
        <w:rPr>
          <w:rtl/>
        </w:rPr>
        <w:t>كہ مي</w:t>
      </w:r>
      <w:r w:rsidR="00B365A1">
        <w:rPr>
          <w:rtl/>
        </w:rPr>
        <w:t xml:space="preserve">ں </w:t>
      </w:r>
      <w:r>
        <w:rPr>
          <w:rtl/>
        </w:rPr>
        <w:t xml:space="preserve">نے اس نقشے كو كتاب اثار المدينہ سے حاصل كيا ہے </w:t>
      </w:r>
      <w:r w:rsidRPr="00C00E6D">
        <w:rPr>
          <w:rStyle w:val="libFootnotenumChar"/>
          <w:rtl/>
        </w:rPr>
        <w:t>(36)</w:t>
      </w:r>
      <w:r>
        <w:rPr>
          <w:rtl/>
        </w:rPr>
        <w:t xml:space="preserve"> </w:t>
      </w:r>
    </w:p>
    <w:p w:rsidR="00376422" w:rsidRDefault="00376422" w:rsidP="00E67399">
      <w:pPr>
        <w:pStyle w:val="libNormal"/>
        <w:rPr>
          <w:rtl/>
        </w:rPr>
      </w:pPr>
      <w:r>
        <w:rPr>
          <w:rtl/>
        </w:rPr>
        <w:t>مختصر يہ ہے كہ سب سے پہلے ساتوي</w:t>
      </w:r>
      <w:r w:rsidR="00B365A1">
        <w:rPr>
          <w:rtl/>
        </w:rPr>
        <w:t xml:space="preserve">ں </w:t>
      </w:r>
      <w:r>
        <w:rPr>
          <w:rtl/>
        </w:rPr>
        <w:t>صدى مي</w:t>
      </w:r>
      <w:r w:rsidR="00B365A1">
        <w:rPr>
          <w:rtl/>
        </w:rPr>
        <w:t xml:space="preserve">ں </w:t>
      </w:r>
      <w:r>
        <w:rPr>
          <w:rtl/>
        </w:rPr>
        <w:t>كوہ ثور كو مدينہ مي</w:t>
      </w:r>
      <w:r w:rsidR="00B365A1">
        <w:rPr>
          <w:rtl/>
        </w:rPr>
        <w:t xml:space="preserve">ں </w:t>
      </w:r>
      <w:r>
        <w:rPr>
          <w:rtl/>
        </w:rPr>
        <w:t>پيش كيا گيا اور چودہوي</w:t>
      </w:r>
      <w:r w:rsidR="00B365A1">
        <w:rPr>
          <w:rtl/>
        </w:rPr>
        <w:t xml:space="preserve">ں </w:t>
      </w:r>
      <w:r>
        <w:rPr>
          <w:rtl/>
        </w:rPr>
        <w:t>صدى مي</w:t>
      </w:r>
      <w:r w:rsidR="00B365A1">
        <w:rPr>
          <w:rtl/>
        </w:rPr>
        <w:t xml:space="preserve">ں </w:t>
      </w:r>
      <w:r>
        <w:rPr>
          <w:rtl/>
        </w:rPr>
        <w:t>پہلى مرتبہ جغرافيائي نقشے مي</w:t>
      </w:r>
      <w:r w:rsidR="00B365A1">
        <w:rPr>
          <w:rtl/>
        </w:rPr>
        <w:t xml:space="preserve">ں </w:t>
      </w:r>
      <w:r>
        <w:rPr>
          <w:rtl/>
        </w:rPr>
        <w:t xml:space="preserve">كوہ ثور داخل كر ديا گيا _ </w:t>
      </w:r>
    </w:p>
    <w:p w:rsidR="00376422" w:rsidRPr="006D3B72" w:rsidRDefault="00376422" w:rsidP="006D3B72">
      <w:pPr>
        <w:pStyle w:val="libArabic"/>
        <w:rPr>
          <w:rtl/>
        </w:rPr>
      </w:pPr>
      <w:r w:rsidRPr="006D3B72">
        <w:rPr>
          <w:rtl/>
        </w:rPr>
        <w:t>والل</w:t>
      </w:r>
      <w:r w:rsidR="006D3B72" w:rsidRPr="006D3B72">
        <w:rPr>
          <w:rFonts w:hint="cs"/>
          <w:rtl/>
        </w:rPr>
        <w:t>ه</w:t>
      </w:r>
      <w:r w:rsidRPr="006D3B72">
        <w:rPr>
          <w:rtl/>
        </w:rPr>
        <w:t xml:space="preserve"> على ما نقول وكيل </w:t>
      </w:r>
    </w:p>
    <w:p w:rsidR="00376422" w:rsidRDefault="00376422" w:rsidP="00E67399">
      <w:pPr>
        <w:pStyle w:val="libNormal"/>
        <w:rPr>
          <w:rtl/>
        </w:rPr>
      </w:pPr>
      <w:r>
        <w:rPr>
          <w:rtl/>
        </w:rPr>
        <w:t xml:space="preserve">سيد مرتضى عسكري </w:t>
      </w:r>
    </w:p>
    <w:p w:rsidR="00376422" w:rsidRDefault="00122D8B" w:rsidP="00E67399">
      <w:pPr>
        <w:pStyle w:val="libLine"/>
        <w:rPr>
          <w:rtl/>
        </w:rPr>
      </w:pPr>
      <w:r>
        <w:rPr>
          <w:rFonts w:hint="cs"/>
          <w:rtl/>
        </w:rPr>
        <w:t>____________________</w:t>
      </w:r>
    </w:p>
    <w:p w:rsidR="00DB1D0D" w:rsidRPr="00122D8B" w:rsidRDefault="00DB1D0D" w:rsidP="00E67399">
      <w:pPr>
        <w:pStyle w:val="libFootnote"/>
        <w:rPr>
          <w:rtl/>
        </w:rPr>
      </w:pPr>
      <w:r>
        <w:rPr>
          <w:rtl/>
        </w:rPr>
        <w:t>36_شرح صحيح مسلم تحقيق محمد فواد عبد الباقى مطبوعہ لبنان ص 998_ 995</w:t>
      </w:r>
    </w:p>
    <w:p w:rsidR="00376422" w:rsidRDefault="00376422" w:rsidP="00E67399">
      <w:pPr>
        <w:pStyle w:val="libPoemTini"/>
        <w:rPr>
          <w:rtl/>
        </w:rPr>
      </w:pPr>
      <w:r>
        <w:rPr>
          <w:rtl/>
        </w:rPr>
        <w:br w:type="page"/>
      </w:r>
    </w:p>
    <w:sdt>
      <w:sdtPr>
        <w:rPr>
          <w:rtl/>
        </w:rPr>
        <w:id w:val="1826153998"/>
        <w:docPartObj>
          <w:docPartGallery w:val="Table of Contents"/>
          <w:docPartUnique/>
        </w:docPartObj>
      </w:sdtPr>
      <w:sdtEndPr>
        <w:rPr>
          <w:bCs w:val="0"/>
          <w:color w:val="000000" w:themeColor="text1"/>
        </w:rPr>
      </w:sdtEndPr>
      <w:sdtContent>
        <w:p w:rsidR="008164F6" w:rsidRPr="008164F6" w:rsidRDefault="008164F6" w:rsidP="008164F6">
          <w:pPr>
            <w:pStyle w:val="Heading2Center"/>
          </w:pPr>
          <w:r w:rsidRPr="008164F6">
            <w:rPr>
              <w:rFonts w:hint="cs"/>
              <w:rtl/>
            </w:rPr>
            <w:t>فہرست</w:t>
          </w:r>
        </w:p>
        <w:p w:rsidR="008164F6" w:rsidRDefault="008164F6">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1605628" w:history="1">
            <w:r w:rsidRPr="00691553">
              <w:rPr>
                <w:rStyle w:val="Hyperlink"/>
                <w:rtl/>
              </w:rPr>
              <w:t>گفتار مترجم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Toc531605628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29" w:history="1">
            <w:r w:rsidRPr="00691553">
              <w:rPr>
                <w:rStyle w:val="Hyperlink"/>
                <w:rtl/>
              </w:rPr>
              <w:t>پيش گفتار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Toc531605629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0" w:history="1">
            <w:r w:rsidRPr="00691553">
              <w:rPr>
                <w:rStyle w:val="Hyperlink"/>
                <w:rtl/>
              </w:rPr>
              <w:t>(فصل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1" w:history="1">
            <w:r w:rsidRPr="00691553">
              <w:rPr>
                <w:rStyle w:val="Hyperlink"/>
                <w:rtl/>
              </w:rPr>
              <w:t>معاويہ كى زندگى پر ايك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Toc531605631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2" w:history="1">
            <w:r w:rsidRPr="00691553">
              <w:rPr>
                <w:rStyle w:val="Hyperlink"/>
                <w:rtl/>
              </w:rPr>
              <w:t>ابو سفيان اور ھند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3" w:history="1">
            <w:r w:rsidRPr="00691553">
              <w:rPr>
                <w:rStyle w:val="Hyperlink"/>
                <w:rtl/>
              </w:rPr>
              <w:t>اموى خاندان جاہليت كے زمانے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4" w:history="1">
            <w:r w:rsidRPr="00691553">
              <w:rPr>
                <w:rStyle w:val="Hyperlink"/>
                <w:rtl/>
              </w:rPr>
              <w:t>ابو سفيان جنگ بدر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5" w:history="1">
            <w:r w:rsidRPr="00691553">
              <w:rPr>
                <w:rStyle w:val="Hyperlink"/>
                <w:rtl/>
              </w:rPr>
              <w:t>ابوسفيان جنگ احد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Toc531605635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6" w:history="1">
            <w:r w:rsidRPr="00691553">
              <w:rPr>
                <w:rStyle w:val="Hyperlink"/>
                <w:rtl/>
              </w:rPr>
              <w:t>ھندہ جنگ احد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7" w:history="1">
            <w:r w:rsidRPr="00691553">
              <w:rPr>
                <w:rStyle w:val="Hyperlink"/>
                <w:rtl/>
              </w:rPr>
              <w:t>جنگ خندق ميں ابو سفيان كى قيادت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8" w:history="1">
            <w:r w:rsidRPr="00691553">
              <w:rPr>
                <w:rStyle w:val="Hyperlink"/>
                <w:rtl/>
              </w:rPr>
              <w:t>كمزورى كااحساس اور صلح كى پيش كش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Toc531605638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39" w:history="1">
            <w:r w:rsidRPr="00691553">
              <w:rPr>
                <w:rStyle w:val="Hyperlink"/>
                <w:rtl/>
              </w:rPr>
              <w:t>مكہ فتح ہو 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Toc531605639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0" w:history="1">
            <w:r w:rsidRPr="00691553">
              <w:rPr>
                <w:rStyle w:val="Hyperlink"/>
                <w:rtl/>
              </w:rPr>
              <w:t>ابو سفيان اسلامى معاشرے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Toc531605640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1" w:history="1">
            <w:r w:rsidRPr="00691553">
              <w:rPr>
                <w:rStyle w:val="Hyperlink"/>
                <w:rtl/>
              </w:rPr>
              <w:t>ابوسفيان شيخين كے زمانے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2" w:history="1">
            <w:r w:rsidRPr="00691553">
              <w:rPr>
                <w:rStyle w:val="Hyperlink"/>
                <w:rtl/>
              </w:rPr>
              <w:t>ابوسفيان عثمان كے زمانے 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Toc531605642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3" w:history="1">
            <w:r w:rsidRPr="00691553">
              <w:rPr>
                <w:rStyle w:val="Hyperlink"/>
                <w:rtl/>
              </w:rPr>
              <w:t>( فصل 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Toc531605643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4" w:history="1">
            <w:r w:rsidRPr="00691553">
              <w:rPr>
                <w:rStyle w:val="Hyperlink"/>
                <w:rtl/>
              </w:rPr>
              <w:t>معاويہ رسول اسلام(ص) كے زمانے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Toc531605644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5" w:history="1">
            <w:r w:rsidRPr="00691553">
              <w:rPr>
                <w:rStyle w:val="Hyperlink"/>
                <w:rtl/>
              </w:rPr>
              <w:t>معاويہ خلفاء كے زمانے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Toc531605645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6" w:history="1">
            <w:r w:rsidRPr="00691553">
              <w:rPr>
                <w:rStyle w:val="Hyperlink"/>
                <w:rtl/>
              </w:rPr>
              <w:t>معاويہ و عثمان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Toc531605646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8164F6" w:rsidRDefault="008164F6" w:rsidP="008164F6">
          <w:pPr>
            <w:pStyle w:val="libNormal"/>
            <w:rPr>
              <w:rStyle w:val="Hyperlink"/>
              <w:rFonts w:ascii="Fajer Noori Nastalique" w:hAnsi="Fajer Noori Nastalique"/>
              <w:b w:val="0"/>
              <w:sz w:val="28"/>
              <w:szCs w:val="28"/>
            </w:rPr>
          </w:pPr>
          <w:r>
            <w:rPr>
              <w:rStyle w:val="Hyperlink"/>
            </w:rPr>
            <w:br w:type="page"/>
          </w:r>
        </w:p>
        <w:p w:rsidR="008164F6" w:rsidRDefault="008164F6">
          <w:pPr>
            <w:pStyle w:val="TOC2"/>
            <w:rPr>
              <w:rFonts w:asciiTheme="minorHAnsi" w:eastAsiaTheme="minorEastAsia" w:hAnsiTheme="minorHAnsi" w:cstheme="minorBidi"/>
              <w:b w:val="0"/>
              <w:color w:val="auto"/>
              <w:sz w:val="22"/>
              <w:szCs w:val="22"/>
              <w:rtl/>
              <w:lang w:bidi="ar-SA"/>
            </w:rPr>
          </w:pPr>
          <w:hyperlink w:anchor="_Toc531605647" w:history="1">
            <w:r w:rsidRPr="00691553">
              <w:rPr>
                <w:rStyle w:val="Hyperlink"/>
                <w:rtl/>
              </w:rPr>
              <w:t>ابوذر معاويہ كے مقابل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Toc531605647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8" w:history="1">
            <w:r w:rsidRPr="00691553">
              <w:rPr>
                <w:rStyle w:val="Hyperlink"/>
                <w:rtl/>
              </w:rPr>
              <w:t>تاريخ اسلام كا ايك افسانہ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Toc531605648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49" w:history="1">
            <w:r w:rsidRPr="00691553">
              <w:rPr>
                <w:rStyle w:val="Hyperlink"/>
                <w:rtl/>
              </w:rPr>
              <w:t>كوفے كے قارى شام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Toc531605649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0" w:history="1">
            <w:r w:rsidRPr="00691553">
              <w:rPr>
                <w:rStyle w:val="Hyperlink"/>
                <w:rtl/>
              </w:rPr>
              <w:t>معاويہ عثمان كے بعد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Toc531605650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1" w:history="1">
            <w:r w:rsidRPr="00691553">
              <w:rPr>
                <w:rStyle w:val="Hyperlink"/>
                <w:rtl/>
              </w:rPr>
              <w:t>صفين معركہ حق و باطل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Toc531605651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2" w:history="1">
            <w:r w:rsidRPr="00691553">
              <w:rPr>
                <w:rStyle w:val="Hyperlink"/>
                <w:rtl/>
              </w:rPr>
              <w:t>معاويہ كى چالاكي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Toc531605652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3" w:history="1">
            <w:r w:rsidRPr="00691553">
              <w:rPr>
                <w:rStyle w:val="Hyperlink"/>
                <w:rtl/>
              </w:rPr>
              <w:t>ابو موسى اور عمر و عاص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Toc531605653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4" w:history="1">
            <w:r w:rsidRPr="00691553">
              <w:rPr>
                <w:rStyle w:val="Hyperlink"/>
                <w:rtl/>
              </w:rPr>
              <w:t>شام كے ليٹرے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Toc531605654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5" w:history="1">
            <w:r w:rsidRPr="00691553">
              <w:rPr>
                <w:rStyle w:val="Hyperlink"/>
                <w:rtl/>
              </w:rPr>
              <w:t>1_ نعمان بن بشير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Toc531605655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6" w:history="1">
            <w:r w:rsidRPr="00691553">
              <w:rPr>
                <w:rStyle w:val="Hyperlink"/>
                <w:rtl/>
              </w:rPr>
              <w:t>2_ سفيان بن عوف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Toc531605656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7" w:history="1">
            <w:r w:rsidRPr="00691553">
              <w:rPr>
                <w:rStyle w:val="Hyperlink"/>
                <w:rtl/>
              </w:rPr>
              <w:t>3_ عبد اللہ بن مسعدہ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Toc531605657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8" w:history="1">
            <w:r w:rsidRPr="00691553">
              <w:rPr>
                <w:rStyle w:val="Hyperlink"/>
                <w:rtl/>
              </w:rPr>
              <w:t>4- ضحاك بن قيس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Toc531605658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59" w:history="1">
            <w:r w:rsidRPr="00691553">
              <w:rPr>
                <w:rStyle w:val="Hyperlink"/>
                <w:rtl/>
              </w:rPr>
              <w:t>5- بسر بن ارطاة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Toc531605659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0" w:history="1">
            <w:r w:rsidRPr="00691553">
              <w:rPr>
                <w:rStyle w:val="Hyperlink"/>
                <w:rtl/>
              </w:rPr>
              <w:t>لشكر علوى (ع) كا ايك سپاہى جاريہ بن قدامہ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Toc531605660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1" w:history="1">
            <w:r w:rsidRPr="00691553">
              <w:rPr>
                <w:rStyle w:val="Hyperlink"/>
                <w:rtl/>
              </w:rPr>
              <w:t>دو متضاد سياستيں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Toc531605661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2" w:history="1">
            <w:r w:rsidRPr="00691553">
              <w:rPr>
                <w:rStyle w:val="Hyperlink"/>
                <w:rtl/>
              </w:rPr>
              <w:t>دوسرا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Toc531605662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3" w:history="1">
            <w:r w:rsidRPr="00691553">
              <w:rPr>
                <w:rStyle w:val="Hyperlink"/>
                <w:rtl/>
              </w:rPr>
              <w:t>( 1 )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Toc531605663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4" w:history="1">
            <w:r w:rsidRPr="00691553">
              <w:rPr>
                <w:rStyle w:val="Hyperlink"/>
                <w:rtl/>
              </w:rPr>
              <w:t>سياست امير المومنين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Toc531605664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5" w:history="1">
            <w:r w:rsidRPr="00691553">
              <w:rPr>
                <w:rStyle w:val="Hyperlink"/>
                <w:rtl/>
              </w:rPr>
              <w:t>( 2 )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Toc531605665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6" w:history="1">
            <w:r w:rsidRPr="00691553">
              <w:rPr>
                <w:rStyle w:val="Hyperlink"/>
                <w:rtl/>
              </w:rPr>
              <w:t>سياست معاويہ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Toc531605666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8164F6" w:rsidRDefault="008164F6" w:rsidP="008164F6">
          <w:pPr>
            <w:pStyle w:val="libNormal"/>
            <w:rPr>
              <w:rStyle w:val="Hyperlink"/>
              <w:rFonts w:ascii="Fajer Noori Nastalique" w:hAnsi="Fajer Noori Nastalique"/>
              <w:b w:val="0"/>
              <w:sz w:val="28"/>
              <w:szCs w:val="28"/>
            </w:rPr>
          </w:pPr>
          <w:r>
            <w:rPr>
              <w:rStyle w:val="Hyperlink"/>
            </w:rPr>
            <w:br w:type="page"/>
          </w:r>
        </w:p>
        <w:p w:rsidR="008164F6" w:rsidRDefault="008164F6">
          <w:pPr>
            <w:pStyle w:val="TOC2"/>
            <w:rPr>
              <w:rFonts w:asciiTheme="minorHAnsi" w:eastAsiaTheme="minorEastAsia" w:hAnsiTheme="minorHAnsi" w:cstheme="minorBidi"/>
              <w:b w:val="0"/>
              <w:color w:val="auto"/>
              <w:sz w:val="22"/>
              <w:szCs w:val="22"/>
              <w:rtl/>
              <w:lang w:bidi="ar-SA"/>
            </w:rPr>
          </w:pPr>
          <w:hyperlink w:anchor="_Toc531605667" w:history="1">
            <w:r w:rsidRPr="00691553">
              <w:rPr>
                <w:rStyle w:val="Hyperlink"/>
                <w:rtl/>
              </w:rPr>
              <w:t>تجزيہ و تحليل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Toc531605667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8" w:history="1">
            <w:r w:rsidRPr="00691553">
              <w:rPr>
                <w:rStyle w:val="Hyperlink"/>
                <w:rtl/>
              </w:rPr>
              <w:t>معاويہ امام حسن (ع) كے زمانے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Toc531605668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69" w:history="1">
            <w:r w:rsidRPr="00691553">
              <w:rPr>
                <w:rStyle w:val="Hyperlink"/>
                <w:rtl/>
              </w:rPr>
              <w:t>صلح كے اسباب و علل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Toc531605669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0" w:history="1">
            <w:r w:rsidRPr="00691553">
              <w:rPr>
                <w:rStyle w:val="Hyperlink"/>
                <w:rtl/>
              </w:rPr>
              <w:t>فصل 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Toc531605670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1" w:history="1">
            <w:r w:rsidRPr="00691553">
              <w:rPr>
                <w:rStyle w:val="Hyperlink"/>
                <w:rtl/>
              </w:rPr>
              <w:t>دشمنوں كے ساتھ نرمي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Toc531605671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2" w:history="1">
            <w:r w:rsidRPr="00691553">
              <w:rPr>
                <w:rStyle w:val="Hyperlink"/>
                <w:rtl/>
              </w:rPr>
              <w:t>عرب كے مكار معاويہ كے جال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Toc531605672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3" w:history="1">
            <w:r w:rsidRPr="00691553">
              <w:rPr>
                <w:rStyle w:val="Hyperlink"/>
                <w:rtl/>
              </w:rPr>
              <w:t>سنگين ٹيكس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Toc531605673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4" w:history="1">
            <w:r w:rsidRPr="00691553">
              <w:rPr>
                <w:rStyle w:val="Hyperlink"/>
                <w:rtl/>
              </w:rPr>
              <w:t>شيعہ شكنجہ و ازار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Toc531605674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5" w:history="1">
            <w:r w:rsidRPr="00691553">
              <w:rPr>
                <w:rStyle w:val="Hyperlink"/>
                <w:rtl/>
              </w:rPr>
              <w:t>حكومت خاندانى ہوتى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Toc531605675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6" w:history="1">
            <w:r w:rsidRPr="00691553">
              <w:rPr>
                <w:rStyle w:val="Hyperlink"/>
                <w:rtl/>
              </w:rPr>
              <w:t>يزيد كى بيعت بصرہ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Toc531605676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7" w:history="1">
            <w:r w:rsidRPr="00691553">
              <w:rPr>
                <w:rStyle w:val="Hyperlink"/>
                <w:rtl/>
              </w:rPr>
              <w:t>شام ميں يزيد كى بيعت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Toc531605677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8" w:history="1">
            <w:r w:rsidRPr="00691553">
              <w:rPr>
                <w:rStyle w:val="Hyperlink"/>
                <w:rtl/>
              </w:rPr>
              <w:t>يزيد كى بيعت مدينہ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Toc531605678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79" w:history="1">
            <w:r w:rsidRPr="00691553">
              <w:rPr>
                <w:rStyle w:val="Hyperlink"/>
                <w:rtl/>
              </w:rPr>
              <w:t>يزيد كى بيعت بليدان چاہتى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Toc531605679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0" w:history="1">
            <w:r w:rsidRPr="00691553">
              <w:rPr>
                <w:rStyle w:val="Hyperlink"/>
                <w:rtl/>
              </w:rPr>
              <w:t>يزيد كى تاج پوشي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Toc531605680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1" w:history="1">
            <w:r w:rsidRPr="00691553">
              <w:rPr>
                <w:rStyle w:val="Hyperlink"/>
                <w:rtl/>
              </w:rPr>
              <w:t>فصل چہارم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Toc531605681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2" w:history="1">
            <w:r w:rsidRPr="00691553">
              <w:rPr>
                <w:rStyle w:val="Hyperlink"/>
                <w:rtl/>
              </w:rPr>
              <w:t>عائشه اور امويوں ميں دوستى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Toc531605682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3" w:history="1">
            <w:r w:rsidRPr="00691553">
              <w:rPr>
                <w:rStyle w:val="Hyperlink"/>
                <w:rtl/>
              </w:rPr>
              <w:t>معاويہ كے تحفے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Toc531605683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4" w:history="1">
            <w:r w:rsidRPr="00691553">
              <w:rPr>
                <w:rStyle w:val="Hyperlink"/>
                <w:rtl/>
              </w:rPr>
              <w:t>اموى حكومت ميں ، عائشه كا رسوخ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Toc531605684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5" w:history="1">
            <w:r w:rsidRPr="00691553">
              <w:rPr>
                <w:rStyle w:val="Hyperlink"/>
                <w:rtl/>
              </w:rPr>
              <w:t>عائشه اور معاويہ كا ايك دوسرے پر چوٹ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Toc531605685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6" w:history="1">
            <w:r w:rsidRPr="00691553">
              <w:rPr>
                <w:rStyle w:val="Hyperlink"/>
                <w:rtl/>
              </w:rPr>
              <w:t>قتل محمد بن ابى بكر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Toc531605686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8164F6" w:rsidRDefault="008164F6" w:rsidP="008164F6">
          <w:pPr>
            <w:pStyle w:val="libNormal"/>
            <w:rPr>
              <w:rStyle w:val="Hyperlink"/>
              <w:rFonts w:ascii="Fajer Noori Nastalique" w:hAnsi="Fajer Noori Nastalique"/>
              <w:b w:val="0"/>
              <w:sz w:val="28"/>
              <w:szCs w:val="28"/>
            </w:rPr>
          </w:pPr>
          <w:r>
            <w:rPr>
              <w:rStyle w:val="Hyperlink"/>
            </w:rPr>
            <w:br w:type="page"/>
          </w:r>
        </w:p>
        <w:p w:rsidR="008164F6" w:rsidRDefault="008164F6">
          <w:pPr>
            <w:pStyle w:val="TOC2"/>
            <w:rPr>
              <w:rFonts w:asciiTheme="minorHAnsi" w:eastAsiaTheme="minorEastAsia" w:hAnsiTheme="minorHAnsi" w:cstheme="minorBidi"/>
              <w:b w:val="0"/>
              <w:color w:val="auto"/>
              <w:sz w:val="22"/>
              <w:szCs w:val="22"/>
              <w:rtl/>
              <w:lang w:bidi="ar-SA"/>
            </w:rPr>
          </w:pPr>
          <w:hyperlink w:anchor="_Toc531605687" w:history="1">
            <w:r w:rsidRPr="00691553">
              <w:rPr>
                <w:rStyle w:val="Hyperlink"/>
                <w:rtl/>
              </w:rPr>
              <w:t>عبد الرحمن بن ابى بكر كو زہر ديا 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Toc531605687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8" w:history="1">
            <w:r w:rsidRPr="00691553">
              <w:rPr>
                <w:rStyle w:val="Hyperlink"/>
                <w:rtl/>
              </w:rPr>
              <w:t>جنگ جمل سے عائشه كى شرمندگي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Toc531605688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89" w:history="1">
            <w:r w:rsidRPr="00691553">
              <w:rPr>
                <w:rStyle w:val="Hyperlink"/>
                <w:rtl/>
              </w:rPr>
              <w:t>''عائشه مرنے سے پہلے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Toc531605689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0" w:history="1">
            <w:r w:rsidRPr="00691553">
              <w:rPr>
                <w:rStyle w:val="Hyperlink"/>
                <w:rtl/>
              </w:rPr>
              <w:t>فصل پنجم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Toc531605690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1" w:history="1">
            <w:r w:rsidRPr="00691553">
              <w:rPr>
                <w:rStyle w:val="Hyperlink"/>
                <w:rtl/>
              </w:rPr>
              <w:t>عائشه كى سخاوت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Toc531605691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2" w:history="1">
            <w:r w:rsidRPr="00691553">
              <w:rPr>
                <w:rStyle w:val="Hyperlink"/>
                <w:rtl/>
              </w:rPr>
              <w:t>خاندانى تعصب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Toc531605692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3" w:history="1">
            <w:r w:rsidRPr="00691553">
              <w:rPr>
                <w:rStyle w:val="Hyperlink"/>
                <w:rtl/>
              </w:rPr>
              <w:t>عائشه كى خطابت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Toc531605693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4" w:history="1">
            <w:r w:rsidRPr="00691553">
              <w:rPr>
                <w:rStyle w:val="Hyperlink"/>
                <w:rtl/>
              </w:rPr>
              <w:t>عائشه كى زندگى ميں فاخرہ لباسي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Toc531605694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5" w:history="1">
            <w:r w:rsidRPr="00691553">
              <w:rPr>
                <w:rStyle w:val="Hyperlink"/>
                <w:rtl/>
              </w:rPr>
              <w:t>مسئلہ رضاعت ميں ، عائشه كا نرالا فتوا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Toc531605695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6" w:history="1">
            <w:r w:rsidRPr="00691553">
              <w:rPr>
                <w:rStyle w:val="Hyperlink"/>
                <w:rtl/>
              </w:rPr>
              <w:t>عائشه كى زندگى كے چند گوشے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Toc531605696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7" w:history="1">
            <w:r w:rsidRPr="00691553">
              <w:rPr>
                <w:rStyle w:val="Hyperlink"/>
                <w:rtl/>
              </w:rPr>
              <w:t>فصل ششم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Toc531605697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8" w:history="1">
            <w:r w:rsidRPr="00691553">
              <w:rPr>
                <w:rStyle w:val="Hyperlink"/>
                <w:rtl/>
              </w:rPr>
              <w:t>معاويہ كى زندگى پر ايك طائرانہ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Toc531605698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699" w:history="1">
            <w:r w:rsidRPr="00691553">
              <w:rPr>
                <w:rStyle w:val="Hyperlink"/>
                <w:rtl/>
              </w:rPr>
              <w:t>زمانہ معاويہ ميں حديث سازياں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Toc531605699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0" w:history="1">
            <w:r w:rsidRPr="00691553">
              <w:rPr>
                <w:rStyle w:val="Hyperlink"/>
                <w:rtl/>
              </w:rPr>
              <w:t>معاويہ اور بنى اميہ كے بارے ميں بزرگوں كا فيصلہ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Toc531605700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1" w:history="1">
            <w:r w:rsidRPr="00691553">
              <w:rPr>
                <w:rStyle w:val="Hyperlink"/>
                <w:rtl/>
              </w:rPr>
              <w:t>اپنے كرتوت پر جعلى حديثوں كا غلاف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Toc531605701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2" w:history="1">
            <w:r w:rsidRPr="00691553">
              <w:rPr>
                <w:rStyle w:val="Hyperlink"/>
                <w:rtl/>
              </w:rPr>
              <w:t>معاويہ كے مقابلے ميں بعض دليروں كا كردار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Toc531605702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3" w:history="1">
            <w:r w:rsidRPr="00691553">
              <w:rPr>
                <w:rStyle w:val="Hyperlink"/>
                <w:rtl/>
              </w:rPr>
              <w:t>بلاد اسلامى كے منبروں سے امير المومنين پر نفرين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Toc531605703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4" w:history="1">
            <w:r w:rsidRPr="00691553">
              <w:rPr>
                <w:rStyle w:val="Hyperlink"/>
                <w:rtl/>
              </w:rPr>
              <w:t>معاويہ كا اخرى ہدف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Toc531605704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5" w:history="1">
            <w:r w:rsidRPr="00691553">
              <w:rPr>
                <w:rStyle w:val="Hyperlink"/>
                <w:rtl/>
              </w:rPr>
              <w:t>عائشه كى ايك حديث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Toc531605705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8164F6" w:rsidRDefault="008164F6">
          <w:pPr>
            <w:pStyle w:val="TOC2"/>
            <w:rPr>
              <w:rFonts w:asciiTheme="minorHAnsi" w:eastAsiaTheme="minorEastAsia" w:hAnsiTheme="minorHAnsi" w:cstheme="minorBidi"/>
              <w:b w:val="0"/>
              <w:color w:val="auto"/>
              <w:sz w:val="22"/>
              <w:szCs w:val="22"/>
              <w:rtl/>
              <w:lang w:bidi="ar-SA"/>
            </w:rPr>
          </w:pPr>
          <w:hyperlink w:anchor="_Toc531605706" w:history="1">
            <w:r w:rsidRPr="00691553">
              <w:rPr>
                <w:rStyle w:val="Hyperlink"/>
                <w:rtl/>
              </w:rPr>
              <w:t>تحقيق اور نتيجہ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Toc531605706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8164F6" w:rsidRDefault="008164F6" w:rsidP="008164F6">
          <w:pPr>
            <w:pStyle w:val="libNormal"/>
            <w:rPr>
              <w:rStyle w:val="Hyperlink"/>
              <w:rFonts w:ascii="Fajer Noori Nastalique" w:hAnsi="Fajer Noori Nastalique"/>
              <w:b w:val="0"/>
              <w:sz w:val="28"/>
              <w:szCs w:val="28"/>
            </w:rPr>
          </w:pPr>
          <w:r>
            <w:rPr>
              <w:rStyle w:val="Hyperlink"/>
            </w:rPr>
            <w:br w:type="page"/>
          </w:r>
        </w:p>
        <w:p w:rsidR="008164F6" w:rsidRDefault="008164F6">
          <w:pPr>
            <w:pStyle w:val="TOC2"/>
            <w:rPr>
              <w:rFonts w:asciiTheme="minorHAnsi" w:eastAsiaTheme="minorEastAsia" w:hAnsiTheme="minorHAnsi" w:cstheme="minorBidi"/>
              <w:b w:val="0"/>
              <w:color w:val="auto"/>
              <w:sz w:val="22"/>
              <w:szCs w:val="22"/>
              <w:rtl/>
              <w:lang w:bidi="ar-SA"/>
            </w:rPr>
          </w:pPr>
          <w:hyperlink w:anchor="_Toc531605707" w:history="1">
            <w:r w:rsidRPr="00691553">
              <w:rPr>
                <w:rStyle w:val="Hyperlink"/>
                <w:rtl/>
              </w:rPr>
              <w:t>ايك حديث كے</w:t>
            </w:r>
            <w:r w:rsidRPr="00691553">
              <w:rPr>
                <w:rStyle w:val="Hyperlink"/>
                <w:rtl/>
              </w:rPr>
              <w:t xml:space="preserve"> </w:t>
            </w:r>
            <w:r w:rsidRPr="00691553">
              <w:rPr>
                <w:rStyle w:val="Hyperlink"/>
                <w:rtl/>
              </w:rPr>
              <w:t>سلسلے ميں علماء اہلسنت كى توجيہيں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Toc531605707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8164F6" w:rsidRDefault="008164F6" w:rsidP="008164F6">
          <w:pPr>
            <w:pStyle w:val="libNormal"/>
          </w:pPr>
          <w:r>
            <w:fldChar w:fldCharType="end"/>
          </w:r>
        </w:p>
        <w:bookmarkStart w:id="80" w:name="_GoBack" w:displacedByCustomXml="next"/>
      </w:sdtContent>
    </w:sdt>
    <w:bookmarkEnd w:id="80" w:displacedByCustomXml="prev"/>
    <w:p w:rsidR="00E164F2" w:rsidRDefault="00E164F2" w:rsidP="00E67399">
      <w:pPr>
        <w:pStyle w:val="libNormal"/>
        <w:rPr>
          <w:rtl/>
        </w:rPr>
      </w:pPr>
    </w:p>
    <w:sectPr w:rsidR="00E164F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F36" w:rsidRDefault="00371F36">
      <w:r>
        <w:separator/>
      </w:r>
    </w:p>
  </w:endnote>
  <w:endnote w:type="continuationSeparator" w:id="0">
    <w:p w:rsidR="00371F36" w:rsidRDefault="0037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E6D" w:rsidRDefault="00C00E6D"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E6D" w:rsidRPr="00826B03" w:rsidRDefault="00C00E6D"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F36" w:rsidRDefault="00371F36">
      <w:r>
        <w:separator/>
      </w:r>
    </w:p>
  </w:footnote>
  <w:footnote w:type="continuationSeparator" w:id="0">
    <w:p w:rsidR="00371F36" w:rsidRDefault="00371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4E7"/>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2D8B"/>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37FAB"/>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286B"/>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8AF"/>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447"/>
    <w:rsid w:val="002D6797"/>
    <w:rsid w:val="002D6A07"/>
    <w:rsid w:val="002D750B"/>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1F36"/>
    <w:rsid w:val="003720FE"/>
    <w:rsid w:val="00372158"/>
    <w:rsid w:val="00372813"/>
    <w:rsid w:val="00372A39"/>
    <w:rsid w:val="00373085"/>
    <w:rsid w:val="00373761"/>
    <w:rsid w:val="00373799"/>
    <w:rsid w:val="0037380D"/>
    <w:rsid w:val="003759F6"/>
    <w:rsid w:val="00375E00"/>
    <w:rsid w:val="00376422"/>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6C0"/>
    <w:rsid w:val="00432BAE"/>
    <w:rsid w:val="00433847"/>
    <w:rsid w:val="00433F28"/>
    <w:rsid w:val="00434A97"/>
    <w:rsid w:val="00434D43"/>
    <w:rsid w:val="00434EFA"/>
    <w:rsid w:val="00434FE6"/>
    <w:rsid w:val="00435C2F"/>
    <w:rsid w:val="00435D5C"/>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1AF"/>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7D"/>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314"/>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525"/>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0E9"/>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3D7D"/>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B72"/>
    <w:rsid w:val="006D3C3E"/>
    <w:rsid w:val="006D3EC9"/>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ADE"/>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2C24"/>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AD9"/>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8AB"/>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1F6E"/>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07FC9"/>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4F6"/>
    <w:rsid w:val="00816B70"/>
    <w:rsid w:val="008170C6"/>
    <w:rsid w:val="00817901"/>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1D2C"/>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315"/>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3D4"/>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5F45"/>
    <w:rsid w:val="0091682D"/>
    <w:rsid w:val="00916CE2"/>
    <w:rsid w:val="00917D04"/>
    <w:rsid w:val="00917E6F"/>
    <w:rsid w:val="00917FBA"/>
    <w:rsid w:val="0092078F"/>
    <w:rsid w:val="00920F63"/>
    <w:rsid w:val="00922370"/>
    <w:rsid w:val="0092253E"/>
    <w:rsid w:val="009225F8"/>
    <w:rsid w:val="00922607"/>
    <w:rsid w:val="009226CB"/>
    <w:rsid w:val="00922945"/>
    <w:rsid w:val="00923640"/>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80A"/>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07E"/>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6FE1"/>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65A1"/>
    <w:rsid w:val="00B37F5F"/>
    <w:rsid w:val="00B37FEA"/>
    <w:rsid w:val="00B40439"/>
    <w:rsid w:val="00B40A04"/>
    <w:rsid w:val="00B418BE"/>
    <w:rsid w:val="00B42140"/>
    <w:rsid w:val="00B426ED"/>
    <w:rsid w:val="00B427C2"/>
    <w:rsid w:val="00B42E0C"/>
    <w:rsid w:val="00B42E13"/>
    <w:rsid w:val="00B434CA"/>
    <w:rsid w:val="00B441E9"/>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6E1A"/>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4FF"/>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45B"/>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2F43"/>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1B3"/>
    <w:rsid w:val="00B955A1"/>
    <w:rsid w:val="00B955A3"/>
    <w:rsid w:val="00B96701"/>
    <w:rsid w:val="00B96DE1"/>
    <w:rsid w:val="00B97A6B"/>
    <w:rsid w:val="00B97BF8"/>
    <w:rsid w:val="00BA05E6"/>
    <w:rsid w:val="00BA12EB"/>
    <w:rsid w:val="00BA1938"/>
    <w:rsid w:val="00BA20DE"/>
    <w:rsid w:val="00BA24F8"/>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0E6D"/>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0E7"/>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A6C"/>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21C"/>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149"/>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D0D"/>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710"/>
    <w:rsid w:val="00E01A9D"/>
    <w:rsid w:val="00E01EFF"/>
    <w:rsid w:val="00E022DC"/>
    <w:rsid w:val="00E024D3"/>
    <w:rsid w:val="00E0360E"/>
    <w:rsid w:val="00E039E3"/>
    <w:rsid w:val="00E0487B"/>
    <w:rsid w:val="00E04966"/>
    <w:rsid w:val="00E04BBD"/>
    <w:rsid w:val="00E05116"/>
    <w:rsid w:val="00E05E91"/>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399"/>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AE0"/>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0DF1"/>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E02"/>
    <w:rsid w:val="00F93F56"/>
    <w:rsid w:val="00F94370"/>
    <w:rsid w:val="00F947F1"/>
    <w:rsid w:val="00F94A76"/>
    <w:rsid w:val="00F95601"/>
    <w:rsid w:val="00F95A47"/>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857"/>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5297"/>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4C96"/>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5BE"/>
    <w:rsid w:val="00FF4B12"/>
    <w:rsid w:val="00FF4DE4"/>
    <w:rsid w:val="00FF4F9A"/>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F6D5D"/>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8164F6"/>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8164F6"/>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E67399"/>
    <w:pPr>
      <w:spacing w:before="240"/>
      <w:ind w:firstLine="0"/>
    </w:pPr>
    <w:rPr>
      <w:rFonts w:eastAsia="Calibri"/>
      <w:sz w:val="18"/>
      <w:szCs w:val="18"/>
      <w:lang w:bidi="fa-IR"/>
    </w:rPr>
  </w:style>
  <w:style w:type="character" w:customStyle="1" w:styleId="libFootnoteChar">
    <w:name w:val="libFootnote Char"/>
    <w:basedOn w:val="libNormalChar"/>
    <w:link w:val="libFootnote"/>
    <w:rsid w:val="00E67399"/>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D3B72"/>
    <w:rPr>
      <w:b w:val="0"/>
      <w:bCs w:val="0"/>
      <w:color w:val="000000" w:themeColor="text1"/>
    </w:rPr>
  </w:style>
  <w:style w:type="character" w:customStyle="1" w:styleId="libArabicChar">
    <w:name w:val="libArabic Char"/>
    <w:basedOn w:val="libAieChar"/>
    <w:link w:val="libArabic"/>
    <w:rsid w:val="006D3B72"/>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5DC63-1CB9-4AEC-89BD-06493F9BC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20817</TotalTime>
  <Pages>213</Pages>
  <Words>51859</Words>
  <Characters>295597</Characters>
  <Application>Microsoft Office Word</Application>
  <DocSecurity>0</DocSecurity>
  <Lines>2463</Lines>
  <Paragraphs>693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147</cp:revision>
  <cp:lastPrinted>2018-10-02T11:15:00Z</cp:lastPrinted>
  <dcterms:created xsi:type="dcterms:W3CDTF">2015-06-13T07:48:00Z</dcterms:created>
  <dcterms:modified xsi:type="dcterms:W3CDTF">2018-12-03T09:37:00Z</dcterms:modified>
</cp:coreProperties>
</file>