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CenterBold2"/>
      </w:pPr>
      <w:r w:rsidRPr="006A282F">
        <w:rPr>
          <w:rFonts w:hint="cs"/>
          <w:rtl/>
        </w:rPr>
        <w:t>آداب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واخلاق</w:t>
      </w:r>
      <w:r w:rsidRPr="006A282F">
        <w:rPr>
          <w:rtl/>
        </w:rPr>
        <w:tab/>
      </w:r>
    </w:p>
    <w:p w:rsidR="006A282F" w:rsidRPr="006A282F" w:rsidRDefault="006A282F" w:rsidP="006A282F">
      <w:pPr>
        <w:pStyle w:val="libCenterBold2"/>
      </w:pPr>
      <w:r w:rsidRPr="006A282F">
        <w:rPr>
          <w:rtl/>
        </w:rPr>
        <w:t>(</w:t>
      </w:r>
      <w:r w:rsidRPr="006A282F">
        <w:rPr>
          <w:rFonts w:hint="cs"/>
          <w:rtl/>
        </w:rPr>
        <w:t>تفسیر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حجرات</w:t>
      </w:r>
      <w:r w:rsidRPr="006A282F">
        <w:rPr>
          <w:rtl/>
        </w:rPr>
        <w:t>)</w:t>
      </w:r>
    </w:p>
    <w:p w:rsidR="006A282F" w:rsidRPr="006A282F" w:rsidRDefault="006A282F" w:rsidP="006A282F">
      <w:pPr>
        <w:pStyle w:val="libCenterBold2"/>
      </w:pPr>
    </w:p>
    <w:p w:rsidR="006A282F" w:rsidRDefault="006A282F" w:rsidP="006A282F">
      <w:pPr>
        <w:pStyle w:val="libCenterBold2"/>
      </w:pPr>
    </w:p>
    <w:p w:rsidR="006A282F" w:rsidRPr="006A282F" w:rsidRDefault="006A282F" w:rsidP="006A282F">
      <w:pPr>
        <w:pStyle w:val="libCenterBold2"/>
      </w:pPr>
      <w:r w:rsidRPr="006A282F">
        <w:rPr>
          <w:rFonts w:hint="cs"/>
          <w:rtl/>
        </w:rPr>
        <w:t>مُفَسِّر</w:t>
      </w:r>
    </w:p>
    <w:p w:rsidR="006A282F" w:rsidRPr="006A282F" w:rsidRDefault="006A282F" w:rsidP="006A282F">
      <w:pPr>
        <w:pStyle w:val="libCenterBold2"/>
      </w:pP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اللّٰہ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محسن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قرائتی</w:t>
      </w:r>
      <w:r w:rsidRPr="006A282F">
        <w:rPr>
          <w:rtl/>
        </w:rPr>
        <w:t>(</w:t>
      </w:r>
      <w:r w:rsidRPr="006A282F">
        <w:rPr>
          <w:rFonts w:hint="cs"/>
          <w:rtl/>
        </w:rPr>
        <w:t>دام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برکاتہ</w:t>
      </w:r>
      <w:r w:rsidRPr="006A282F">
        <w:rPr>
          <w:rtl/>
        </w:rPr>
        <w:t>)</w:t>
      </w:r>
    </w:p>
    <w:p w:rsidR="006A282F" w:rsidRPr="006A282F" w:rsidRDefault="006A282F" w:rsidP="006A282F">
      <w:pPr>
        <w:pStyle w:val="libCenterBold2"/>
      </w:pPr>
    </w:p>
    <w:p w:rsidR="006A282F" w:rsidRPr="006A282F" w:rsidRDefault="006A282F" w:rsidP="006A282F">
      <w:pPr>
        <w:pStyle w:val="libCenterBold2"/>
      </w:pPr>
      <w:r w:rsidRPr="006A282F">
        <w:rPr>
          <w:rFonts w:hint="cs"/>
          <w:rtl/>
        </w:rPr>
        <w:t>ترجمہ</w:t>
      </w:r>
    </w:p>
    <w:p w:rsidR="006A282F" w:rsidRPr="006A282F" w:rsidRDefault="006A282F" w:rsidP="006A282F">
      <w:pPr>
        <w:pStyle w:val="libCenterBold2"/>
      </w:pPr>
      <w:r w:rsidRPr="006A282F">
        <w:rPr>
          <w:rFonts w:hint="cs"/>
          <w:rtl/>
        </w:rPr>
        <w:t>سید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نسیم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حیدر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زیدی</w:t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br w:type="page"/>
      </w:r>
    </w:p>
    <w:p w:rsid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9A57F7">
      <w:pPr>
        <w:pStyle w:val="libArabic"/>
      </w:pPr>
      <w:r w:rsidRPr="006A282F">
        <w:rPr>
          <w:rFonts w:hint="cs"/>
          <w:rtl/>
        </w:rPr>
        <w:t>بسم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اللّٰ</w:t>
      </w:r>
      <w:r w:rsidR="00EC5BA0" w:rsidRPr="00491A3E">
        <w:rPr>
          <w:rFonts w:hint="cs"/>
          <w:rtl/>
        </w:rPr>
        <w:t>ه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الرحمٰن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الرحیم</w:t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br w:type="page"/>
      </w:r>
    </w:p>
    <w:sdt>
      <w:sdtPr>
        <w:rPr>
          <w:bCs w:val="0"/>
          <w:color w:val="000000"/>
          <w:sz w:val="30"/>
          <w:szCs w:val="30"/>
          <w:rtl/>
        </w:rPr>
        <w:id w:val="10426499"/>
        <w:docPartObj>
          <w:docPartGallery w:val="Table of Contents"/>
          <w:docPartUnique/>
        </w:docPartObj>
      </w:sdtPr>
      <w:sdtContent>
        <w:p w:rsidR="00C26ECE" w:rsidRDefault="00C26ECE" w:rsidP="00C26ECE">
          <w:pPr>
            <w:pStyle w:val="Heading1Center"/>
          </w:pPr>
          <w:r w:rsidRPr="00C26ECE">
            <w:rPr>
              <w:rFonts w:hint="cs"/>
              <w:rtl/>
            </w:rPr>
            <w:t>فہرست</w:t>
          </w:r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r w:rsidRPr="00FD7007">
            <w:fldChar w:fldCharType="begin"/>
          </w:r>
          <w:r w:rsidR="00C26ECE">
            <w:instrText xml:space="preserve"> TOC \o "1-3" \h \z \u </w:instrText>
          </w:r>
          <w:r w:rsidRPr="00FD7007">
            <w:fldChar w:fldCharType="separate"/>
          </w:r>
          <w:hyperlink w:anchor="_Toc440194730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انتساب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Toc440194730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31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مقدمہ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Toc440194731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32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عرض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مترجم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Toc440194732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33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سورئہ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حجرات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کا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مختصر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تعارف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Toc440194733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34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نکات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Toc440194734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35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آ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نمبر</w:t>
            </w:r>
            <w:r w:rsidR="00C26ECE" w:rsidRPr="00170992">
              <w:rPr>
                <w:rStyle w:val="Hyperlink"/>
                <w:noProof/>
                <w:rtl/>
              </w:rPr>
              <w:t xml:space="preserve"> 1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Toc440194735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36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نکات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Toc440194736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37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پ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غامات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Toc440194737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38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رسول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خدا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سے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سبقت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اور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پ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ش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قدم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چند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مثال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ں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Toc440194738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39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رسول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خدا</w:t>
            </w:r>
            <w:r w:rsidR="00C26ECE" w:rsidRPr="00170992">
              <w:rPr>
                <w:rStyle w:val="Hyperlink"/>
                <w:noProof/>
                <w:rtl/>
              </w:rPr>
              <w:t xml:space="preserve">  </w:t>
            </w:r>
            <w:r w:rsidR="00C26ECE" w:rsidRPr="00170992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سے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پ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چھے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رہ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جانے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اور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مخالفت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چند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مثال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ں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Toc440194739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40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تقو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یٰ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اور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پرہ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ز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گار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بارے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ں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بحث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Toc440194740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41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تقو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یٰ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ں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مؤثر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عوامل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Toc440194741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42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ک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تقو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یٰ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محدود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ہے؟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Toc440194742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43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بدحجاب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بے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حجاب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مندرجہ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ذ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ل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مسائل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کو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جاد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کرت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ہے</w:t>
            </w:r>
            <w:r w:rsidR="00C26ECE" w:rsidRPr="00170992">
              <w:rPr>
                <w:rStyle w:val="Hyperlink"/>
                <w:noProof/>
                <w:rtl/>
              </w:rPr>
              <w:t>۔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Toc440194743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44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آ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نمبر</w:t>
            </w:r>
            <w:r w:rsidR="00C26ECE" w:rsidRPr="00170992">
              <w:rPr>
                <w:rStyle w:val="Hyperlink"/>
                <w:noProof/>
                <w:rtl/>
              </w:rPr>
              <w:t xml:space="preserve"> 2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Toc440194744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45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نکات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Toc440194745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65F5" w:rsidRDefault="00FD7007">
          <w:pPr>
            <w:pStyle w:val="TOC1"/>
            <w:rPr>
              <w:rStyle w:val="Hyperlink"/>
              <w:noProof/>
            </w:rPr>
          </w:pPr>
          <w:hyperlink w:anchor="_Toc440194746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پ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غامات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Toc440194746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Pr="00DF5E4E" w:rsidRDefault="005E65F5" w:rsidP="00DF5E4E">
          <w:pPr>
            <w:pStyle w:val="libPoemTini"/>
            <w:rPr>
              <w:rFonts w:eastAsiaTheme="minorEastAsia"/>
              <w:sz w:val="22"/>
              <w:rtl/>
              <w:lang w:bidi="ur-PK"/>
            </w:rPr>
          </w:pPr>
          <w:r w:rsidRPr="00DF5E4E">
            <w:rPr>
              <w:rStyle w:val="Hyperlink"/>
              <w:color w:val="000000"/>
              <w:u w:val="none"/>
            </w:rPr>
            <w:br w:type="page"/>
          </w:r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47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مقام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نبوت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ہمارے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ل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مسئول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آور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ہے</w:t>
            </w:r>
            <w:r w:rsidR="00C26ECE" w:rsidRPr="00170992">
              <w:rPr>
                <w:rStyle w:val="Hyperlink"/>
                <w:noProof/>
                <w:rtl/>
              </w:rPr>
              <w:t>۔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Toc440194747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48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نمونے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Toc440194748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49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اسلام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مقدسات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Toc440194749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50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مقدسات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Toc440194750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51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اول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اء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الٰہ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کا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احترام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Toc440194751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52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اعمال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کا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حبط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اور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ضا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ع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ہونا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Toc440194752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53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حبط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اعمال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روا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روشن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ں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Toc440194753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54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آ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نمبر</w:t>
            </w:r>
            <w:r w:rsidR="00C26ECE" w:rsidRPr="00170992">
              <w:rPr>
                <w:rStyle w:val="Hyperlink"/>
                <w:noProof/>
                <w:rtl/>
              </w:rPr>
              <w:t xml:space="preserve"> 3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Toc440194754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55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نکات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Toc440194755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56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پ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غامات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Toc440194756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57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گفتگو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آداب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Toc440194757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58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عمل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چند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نمونے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Toc440194758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59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اجر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خداوند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کا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امت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از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Toc440194759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60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آ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نمبر</w:t>
            </w:r>
            <w:r w:rsidR="00C26ECE" w:rsidRPr="00170992">
              <w:rPr>
                <w:rStyle w:val="Hyperlink"/>
                <w:noProof/>
                <w:rtl/>
              </w:rPr>
              <w:t xml:space="preserve"> 5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اور</w:t>
            </w:r>
            <w:r w:rsidR="00C26ECE" w:rsidRPr="00170992">
              <w:rPr>
                <w:rStyle w:val="Hyperlink"/>
                <w:noProof/>
                <w:rtl/>
              </w:rPr>
              <w:t xml:space="preserve"> 5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Toc440194760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61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نکات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Toc440194761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62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پ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غامات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Toc440194762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63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آ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نمبر</w:t>
            </w:r>
            <w:r w:rsidR="00C26ECE" w:rsidRPr="00170992">
              <w:rPr>
                <w:rStyle w:val="Hyperlink"/>
                <w:noProof/>
                <w:rtl/>
              </w:rPr>
              <w:t xml:space="preserve"> 6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Toc440194763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64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نکات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Toc440194764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65F5" w:rsidRDefault="00FD7007">
          <w:pPr>
            <w:pStyle w:val="TOC1"/>
            <w:rPr>
              <w:rStyle w:val="Hyperlink"/>
              <w:noProof/>
            </w:rPr>
          </w:pPr>
          <w:hyperlink w:anchor="_Toc440194765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پ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غامات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Toc440194765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Pr="00DF5E4E" w:rsidRDefault="005E65F5" w:rsidP="00DF5E4E">
          <w:pPr>
            <w:pStyle w:val="libPoemTini"/>
            <w:rPr>
              <w:rFonts w:eastAsiaTheme="minorEastAsia"/>
              <w:sz w:val="22"/>
              <w:rtl/>
              <w:lang w:bidi="ur-PK"/>
            </w:rPr>
          </w:pPr>
          <w:r w:rsidRPr="00DF5E4E">
            <w:rPr>
              <w:rStyle w:val="Hyperlink"/>
              <w:color w:val="000000"/>
              <w:u w:val="none"/>
            </w:rPr>
            <w:br w:type="page"/>
          </w:r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66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فسق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ہے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اور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فاسق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کون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ہے؟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Toc440194766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67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فاسق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سے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رابطہ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رکھنا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Toc440194767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68" w:history="1">
            <w:r w:rsidR="00C26ECE" w:rsidRPr="00170992">
              <w:rPr>
                <w:rStyle w:val="Hyperlink"/>
                <w:noProof/>
                <w:rtl/>
              </w:rPr>
              <w:t>''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تحق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ق</w:t>
            </w:r>
            <w:r w:rsidR="00C26ECE" w:rsidRPr="00170992">
              <w:rPr>
                <w:rStyle w:val="Hyperlink"/>
                <w:noProof/>
                <w:rtl/>
              </w:rPr>
              <w:t xml:space="preserve">''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معاشرت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ب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مار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وں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کا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علاج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Toc440194768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69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ا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ناگوار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اورتلخ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واقعہ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Toc440194769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70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دِقَّت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اور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احت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اط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سے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کام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کرنا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Toc440194770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71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اسلا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ں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خبر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اہم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ت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Toc440194771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72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تحق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ق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کا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طر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قہ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کار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Toc440194772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73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جھوٹ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Toc440194773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74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آ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نمبر</w:t>
            </w:r>
            <w:r w:rsidR="00C26ECE" w:rsidRPr="00170992">
              <w:rPr>
                <w:rStyle w:val="Hyperlink"/>
                <w:noProof/>
                <w:rtl/>
              </w:rPr>
              <w:t xml:space="preserve"> 7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اور</w:t>
            </w:r>
            <w:r w:rsidR="00C26ECE" w:rsidRPr="00170992">
              <w:rPr>
                <w:rStyle w:val="Hyperlink"/>
                <w:noProof/>
                <w:rtl/>
              </w:rPr>
              <w:t xml:space="preserve"> 8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Toc440194774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75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نکات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Toc440194775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76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پ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غامات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Toc440194776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77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ا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مان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اور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علم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کا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تعلق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Toc440194777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78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آ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نمبر</w:t>
            </w:r>
            <w:r w:rsidR="00C26ECE" w:rsidRPr="00170992">
              <w:rPr>
                <w:rStyle w:val="Hyperlink"/>
                <w:noProof/>
                <w:rtl/>
              </w:rPr>
              <w:t xml:space="preserve"> 9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Toc440194778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79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نکات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Toc440194779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80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پ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غامات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Toc440194780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81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نمونے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Toc440194781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82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عدالت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Toc440194782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65F5" w:rsidRDefault="00FD7007">
          <w:pPr>
            <w:pStyle w:val="TOC1"/>
            <w:rPr>
              <w:rStyle w:val="Hyperlink"/>
              <w:noProof/>
            </w:rPr>
          </w:pPr>
          <w:hyperlink w:anchor="_Toc440194783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مکتب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انب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اء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ں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عدالت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اہم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ت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Toc440194783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Pr="00DF5E4E" w:rsidRDefault="005E65F5" w:rsidP="00DF5E4E">
          <w:pPr>
            <w:pStyle w:val="libPoemTini"/>
            <w:rPr>
              <w:rFonts w:eastAsiaTheme="minorEastAsia"/>
              <w:sz w:val="22"/>
              <w:rtl/>
              <w:lang w:bidi="ur-PK"/>
            </w:rPr>
          </w:pPr>
          <w:r w:rsidRPr="00DF5E4E">
            <w:rPr>
              <w:rStyle w:val="Hyperlink"/>
              <w:color w:val="000000"/>
              <w:u w:val="none"/>
            </w:rPr>
            <w:br w:type="page"/>
          </w:r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84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اعتقاد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اور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فطر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عدالت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کا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زم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نہ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Toc440194784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85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عدل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وسعت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Toc440194785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86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نمونے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Toc440194786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87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آ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نمبر</w:t>
            </w:r>
            <w:r w:rsidR="00C26ECE" w:rsidRPr="00170992">
              <w:rPr>
                <w:rStyle w:val="Hyperlink"/>
                <w:noProof/>
                <w:rtl/>
              </w:rPr>
              <w:t xml:space="preserve"> 10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Toc440194787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88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پ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غامات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Toc440194788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89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اخوت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و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برادر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Toc440194789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90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برادر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حقوق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Toc440194790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91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بہتر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ن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بھائ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Toc440194791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92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صلح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و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آشت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قرآن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روشن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ں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Toc440194792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93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صلح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آشت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اہم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Toc440194793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94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صلح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و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آشت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موانع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Toc440194794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95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قرآن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ں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نزول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رحمت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چند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عوامل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Toc440194795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96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روا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ں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نزول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رحمت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عوامل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Toc440194796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97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آ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نمبر</w:t>
            </w:r>
            <w:r w:rsidR="00C26ECE" w:rsidRPr="00170992">
              <w:rPr>
                <w:rStyle w:val="Hyperlink"/>
                <w:noProof/>
                <w:rtl/>
              </w:rPr>
              <w:t xml:space="preserve"> 11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Toc440194797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798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نکات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Toc440194798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65F5" w:rsidRDefault="00FD7007">
          <w:pPr>
            <w:pStyle w:val="TOC1"/>
            <w:rPr>
              <w:rStyle w:val="Hyperlink"/>
              <w:noProof/>
            </w:rPr>
          </w:pPr>
          <w:hyperlink w:anchor="_Toc440194799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پ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غامات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Toc440194799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Pr="00DF5E4E" w:rsidRDefault="005E65F5" w:rsidP="00DF5E4E">
          <w:pPr>
            <w:pStyle w:val="libPoemTini"/>
            <w:rPr>
              <w:rFonts w:eastAsiaTheme="minorEastAsia"/>
              <w:sz w:val="22"/>
              <w:rtl/>
              <w:lang w:bidi="ur-PK"/>
            </w:rPr>
          </w:pPr>
          <w:r w:rsidRPr="00DF5E4E">
            <w:rPr>
              <w:rStyle w:val="Hyperlink"/>
              <w:color w:val="000000"/>
              <w:u w:val="none"/>
            </w:rPr>
            <w:br w:type="page"/>
          </w:r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00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دوسروں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کا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مذاق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اڑانا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اور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استہزاء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کرنا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Toc440194800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01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مذاق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اڑانے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وجوہات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Toc440194801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02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نا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چاہتے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ہوئے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تحق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ر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کرنا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Toc440194802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03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تمسخر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اور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مذاق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اُڑانے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مراتب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Toc440194803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04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مذاق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اڑانے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کا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انجام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Toc440194804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05" w:history="1"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اد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داشت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Toc440194805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06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آ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نمبر</w:t>
            </w:r>
            <w:r w:rsidR="00C26ECE" w:rsidRPr="00170992">
              <w:rPr>
                <w:rStyle w:val="Hyperlink"/>
                <w:noProof/>
                <w:rtl/>
              </w:rPr>
              <w:t xml:space="preserve"> 12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Toc440194806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07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نکات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Toc440194807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08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پ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غامات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Toc440194808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09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سوء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ظن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اقسام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Toc440194809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10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غ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بت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کسے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کہتے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ہ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ں؟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Toc440194810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11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غ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بت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روا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روشن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ں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Toc440194811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12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غ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بت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کا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ازالہ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Toc440194812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13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وہ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مقامات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جہاں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غ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بت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کرنا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جائز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ہے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Toc440194813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14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غ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بت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خطرات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Toc440194814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15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غ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بت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اقسام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Toc440194815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16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غ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بت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آثار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Toc440194816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65F5" w:rsidRDefault="00FD7007">
          <w:pPr>
            <w:pStyle w:val="TOC1"/>
            <w:rPr>
              <w:rStyle w:val="Hyperlink"/>
              <w:noProof/>
            </w:rPr>
          </w:pPr>
          <w:hyperlink w:anchor="_Toc440194817" w:history="1">
            <w:r w:rsidR="00C26ECE" w:rsidRPr="00170992">
              <w:rPr>
                <w:rStyle w:val="Hyperlink"/>
                <w:noProof/>
                <w:rtl/>
              </w:rPr>
              <w:t>(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الف</w:t>
            </w:r>
            <w:r w:rsidR="00C26ECE" w:rsidRPr="00170992">
              <w:rPr>
                <w:rStyle w:val="Hyperlink"/>
                <w:noProof/>
                <w:rtl/>
              </w:rPr>
              <w:t xml:space="preserve">)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اخلاق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اور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اجتماع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آثار</w:t>
            </w:r>
            <w:r w:rsidR="00C26ECE" w:rsidRPr="00170992">
              <w:rPr>
                <w:rStyle w:val="Hyperlink"/>
                <w:noProof/>
                <w:rtl/>
              </w:rPr>
              <w:t>۔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Toc440194817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Pr="00DF5E4E" w:rsidRDefault="005E65F5" w:rsidP="00DF5E4E">
          <w:pPr>
            <w:pStyle w:val="libPoemTini"/>
            <w:rPr>
              <w:rFonts w:eastAsiaTheme="minorEastAsia"/>
              <w:sz w:val="22"/>
              <w:rtl/>
              <w:lang w:bidi="ur-PK"/>
            </w:rPr>
          </w:pPr>
          <w:r w:rsidRPr="00DF5E4E">
            <w:rPr>
              <w:rStyle w:val="Hyperlink"/>
              <w:color w:val="000000"/>
              <w:u w:val="none"/>
            </w:rPr>
            <w:br w:type="page"/>
          </w:r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18" w:history="1">
            <w:r w:rsidR="00C26ECE" w:rsidRPr="00170992">
              <w:rPr>
                <w:rStyle w:val="Hyperlink"/>
                <w:noProof/>
                <w:rtl/>
              </w:rPr>
              <w:t>(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ب</w:t>
            </w:r>
            <w:r w:rsidR="00C26ECE" w:rsidRPr="00170992">
              <w:rPr>
                <w:rStyle w:val="Hyperlink"/>
                <w:noProof/>
                <w:rtl/>
              </w:rPr>
              <w:t>)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أُخرو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آثار</w:t>
            </w:r>
            <w:r w:rsidR="00C26ECE" w:rsidRPr="00170992">
              <w:rPr>
                <w:rStyle w:val="Hyperlink"/>
                <w:noProof/>
                <w:rtl/>
              </w:rPr>
              <w:t>۔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Toc440194818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19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غ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بت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وجوہات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Toc440194819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20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غ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بت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سننا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Toc440194820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21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غ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بت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ترک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کرنے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طر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قے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Toc440194821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22" w:history="1"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اد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آور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Toc440194822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23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آ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نمبر</w:t>
            </w:r>
            <w:r w:rsidR="00C26ECE" w:rsidRPr="00170992">
              <w:rPr>
                <w:rStyle w:val="Hyperlink"/>
                <w:noProof/>
                <w:rtl/>
              </w:rPr>
              <w:t xml:space="preserve"> 13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Toc440194823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24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نکات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Toc440194824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25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پ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غامات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Toc440194825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26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آ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نمبر</w:t>
            </w:r>
            <w:r w:rsidR="00C26ECE" w:rsidRPr="00170992">
              <w:rPr>
                <w:rStyle w:val="Hyperlink"/>
                <w:noProof/>
                <w:rtl/>
              </w:rPr>
              <w:t xml:space="preserve"> 15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Toc440194826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27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نکات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Toc440194827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28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پ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غامات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Toc440194828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29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اسلام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اور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مان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ں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فرق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Toc440194829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30" w:history="1">
            <w:r w:rsidR="00C26ECE" w:rsidRPr="00170992">
              <w:rPr>
                <w:rStyle w:val="Hyperlink"/>
                <w:noProof/>
                <w:rtl/>
              </w:rPr>
              <w:t xml:space="preserve">1۔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گہرائ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کا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فرق</w:t>
            </w:r>
            <w:r w:rsidR="00C26ECE" w:rsidRPr="00170992">
              <w:rPr>
                <w:rStyle w:val="Hyperlink"/>
                <w:noProof/>
                <w:rtl/>
              </w:rPr>
              <w:t>۔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Toc440194830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31" w:history="1">
            <w:r w:rsidR="00C26ECE" w:rsidRPr="00170992">
              <w:rPr>
                <w:rStyle w:val="Hyperlink"/>
                <w:noProof/>
                <w:rtl/>
              </w:rPr>
              <w:t xml:space="preserve">2۔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محرک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ں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فرق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Toc440194831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32" w:history="1">
            <w:r w:rsidR="00C26ECE" w:rsidRPr="00170992">
              <w:rPr>
                <w:rStyle w:val="Hyperlink"/>
                <w:noProof/>
                <w:rtl/>
              </w:rPr>
              <w:t>3-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عمل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ں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فرق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Toc440194832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33" w:history="1">
            <w:r w:rsidR="00C26ECE" w:rsidRPr="00170992">
              <w:rPr>
                <w:rStyle w:val="Hyperlink"/>
                <w:noProof/>
                <w:rtl/>
              </w:rPr>
              <w:t xml:space="preserve">5۔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اجتماع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اور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س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اس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مسائل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ں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فرق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Toc440194833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34" w:history="1">
            <w:r w:rsidR="00C26ECE" w:rsidRPr="00170992">
              <w:rPr>
                <w:rStyle w:val="Hyperlink"/>
                <w:noProof/>
                <w:rtl/>
              </w:rPr>
              <w:t xml:space="preserve">5۔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رتبے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ں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فرق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Toc440194834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65F5" w:rsidRDefault="00FD7007">
          <w:pPr>
            <w:pStyle w:val="TOC1"/>
            <w:rPr>
              <w:rStyle w:val="Hyperlink"/>
              <w:noProof/>
            </w:rPr>
          </w:pPr>
          <w:hyperlink w:anchor="_Toc440194835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آ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نمبر</w:t>
            </w:r>
            <w:r w:rsidR="00C26ECE" w:rsidRPr="00170992">
              <w:rPr>
                <w:rStyle w:val="Hyperlink"/>
                <w:noProof/>
                <w:rtl/>
              </w:rPr>
              <w:t xml:space="preserve"> 15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Toc440194835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Pr="00DF5E4E" w:rsidRDefault="005E65F5" w:rsidP="00DF5E4E">
          <w:pPr>
            <w:pStyle w:val="libPoemTini"/>
            <w:rPr>
              <w:rFonts w:eastAsiaTheme="minorEastAsia"/>
              <w:sz w:val="22"/>
              <w:rtl/>
              <w:lang w:bidi="ur-PK"/>
            </w:rPr>
          </w:pPr>
          <w:r w:rsidRPr="00DF5E4E">
            <w:rPr>
              <w:rStyle w:val="Hyperlink"/>
              <w:color w:val="000000"/>
              <w:u w:val="none"/>
            </w:rPr>
            <w:br w:type="page"/>
          </w:r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36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پ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غامات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Toc440194836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37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بخ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ل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اور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بزدل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کا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مان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حق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قت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پر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مبن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نہ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ں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ہوتا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ہے</w:t>
            </w:r>
            <w:r w:rsidR="00C26ECE" w:rsidRPr="00170992">
              <w:rPr>
                <w:rStyle w:val="Hyperlink"/>
                <w:noProof/>
                <w:rtl/>
              </w:rPr>
              <w:t>۔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Toc440194837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38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حق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ق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مومن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پہچان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Toc440194838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39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ا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مان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ں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استقامت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و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پائ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دار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Toc440194839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40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ا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مان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م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ں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استقامت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اور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پائ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دار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کے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عوامل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Toc440194840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41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آ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نمبر</w:t>
            </w:r>
            <w:r w:rsidR="00C26ECE" w:rsidRPr="00170992">
              <w:rPr>
                <w:rStyle w:val="Hyperlink"/>
                <w:noProof/>
                <w:rtl/>
              </w:rPr>
              <w:t xml:space="preserve"> 16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Toc440194841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42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نکات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Toc440194842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43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پ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غامات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Toc440194843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44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آ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نمبر</w:t>
            </w:r>
            <w:r w:rsidR="00C26ECE" w:rsidRPr="00170992">
              <w:rPr>
                <w:rStyle w:val="Hyperlink"/>
                <w:noProof/>
                <w:rtl/>
              </w:rPr>
              <w:t xml:space="preserve"> 17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Toc440194844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45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نکات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Toc440194845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46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پ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غامات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Toc440194846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47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آ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ت</w:t>
            </w:r>
            <w:r w:rsidR="00C26ECE" w:rsidRPr="00170992">
              <w:rPr>
                <w:rStyle w:val="Hyperlink"/>
                <w:noProof/>
                <w:rtl/>
              </w:rPr>
              <w:t xml:space="preserve"> 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نمبر</w:t>
            </w:r>
            <w:r w:rsidR="00C26ECE" w:rsidRPr="00170992">
              <w:rPr>
                <w:rStyle w:val="Hyperlink"/>
                <w:noProof/>
                <w:rtl/>
              </w:rPr>
              <w:t xml:space="preserve"> 18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Toc440194847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40194848" w:history="1">
            <w:r w:rsidR="00C26ECE" w:rsidRPr="00170992">
              <w:rPr>
                <w:rStyle w:val="Hyperlink"/>
                <w:rFonts w:hint="eastAsia"/>
                <w:noProof/>
                <w:rtl/>
              </w:rPr>
              <w:t>پ</w:t>
            </w:r>
            <w:r w:rsidR="00C26ECE" w:rsidRPr="00170992">
              <w:rPr>
                <w:rStyle w:val="Hyperlink"/>
                <w:rFonts w:hint="cs"/>
                <w:noProof/>
                <w:rtl/>
              </w:rPr>
              <w:t>ی</w:t>
            </w:r>
            <w:r w:rsidR="00C26ECE" w:rsidRPr="00170992">
              <w:rPr>
                <w:rStyle w:val="Hyperlink"/>
                <w:rFonts w:hint="eastAsia"/>
                <w:noProof/>
                <w:rtl/>
              </w:rPr>
              <w:t>غامات</w:t>
            </w:r>
            <w:r w:rsidR="00C26ECE" w:rsidRPr="00170992">
              <w:rPr>
                <w:rStyle w:val="Hyperlink"/>
                <w:noProof/>
                <w:rtl/>
              </w:rPr>
              <w:t>:</w:t>
            </w:r>
            <w:r w:rsidR="00C26EC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 w:rsidR="00C26ECE">
              <w:rPr>
                <w:noProof/>
                <w:webHidden/>
              </w:rPr>
              <w:instrText>PAGEREF</w:instrText>
            </w:r>
            <w:r w:rsidR="00C26ECE">
              <w:rPr>
                <w:noProof/>
                <w:webHidden/>
                <w:rtl/>
              </w:rPr>
              <w:instrText xml:space="preserve"> _</w:instrText>
            </w:r>
            <w:r w:rsidR="00C26ECE">
              <w:rPr>
                <w:noProof/>
                <w:webHidden/>
              </w:rPr>
              <w:instrText>Toc440194848 \h</w:instrText>
            </w:r>
            <w:r w:rsidR="00C26EC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95662"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26ECE" w:rsidRDefault="00FD7007" w:rsidP="00E37B1D">
          <w:pPr>
            <w:pStyle w:val="libNormal"/>
            <w:rPr>
              <w:rtl/>
            </w:rPr>
          </w:pPr>
          <w:r>
            <w:fldChar w:fldCharType="end"/>
          </w:r>
        </w:p>
      </w:sdtContent>
    </w:sdt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DF5E4E">
      <w:pPr>
        <w:pStyle w:val="Heading1"/>
      </w:pPr>
      <w:bookmarkStart w:id="0" w:name="_Toc440194730"/>
      <w:r w:rsidRPr="006A282F">
        <w:rPr>
          <w:rFonts w:hint="cs"/>
          <w:rtl/>
        </w:rPr>
        <w:t>انتساب</w:t>
      </w:r>
      <w:bookmarkEnd w:id="0"/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مفسر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الانبیاء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محمد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مصطفی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پاکیزہ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بیت</w:t>
      </w:r>
      <w:r w:rsidRPr="006A282F">
        <w:rPr>
          <w:rtl/>
        </w:rPr>
        <w:t xml:space="preserve">  ٪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اقدس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سعادت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حاصل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کررہا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tl/>
        </w:rPr>
        <w:tab/>
      </w:r>
      <w:r w:rsidRPr="006A282F">
        <w:rPr>
          <w:rtl/>
        </w:rPr>
        <w:tab/>
      </w:r>
      <w:r w:rsidRPr="006A282F">
        <w:rPr>
          <w:rtl/>
        </w:rPr>
        <w:tab/>
      </w:r>
      <w:r w:rsidRPr="006A282F">
        <w:rPr>
          <w:rFonts w:hint="cs"/>
          <w:rtl/>
        </w:rPr>
        <w:t>نسیم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حیدر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زیدی</w:t>
      </w:r>
    </w:p>
    <w:p w:rsidR="006A282F" w:rsidRPr="006A282F" w:rsidRDefault="006A282F" w:rsidP="006A282F">
      <w:pPr>
        <w:pStyle w:val="libNormal"/>
      </w:pPr>
      <w:r w:rsidRPr="006A282F"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DF5E4E">
      <w:pPr>
        <w:pStyle w:val="Heading1"/>
      </w:pPr>
      <w:bookmarkStart w:id="1" w:name="_Toc440194731"/>
      <w:r w:rsidRPr="006A282F">
        <w:rPr>
          <w:rFonts w:hint="cs"/>
          <w:rtl/>
        </w:rPr>
        <w:t>مقدمہ</w:t>
      </w:r>
      <w:bookmarkEnd w:id="1"/>
    </w:p>
    <w:p w:rsidR="006A282F" w:rsidRPr="00491A3E" w:rsidRDefault="006A282F" w:rsidP="00491A3E">
      <w:pPr>
        <w:pStyle w:val="libArabic"/>
      </w:pPr>
      <w:r w:rsidRPr="00491A3E">
        <w:rPr>
          <w:rFonts w:hint="cs"/>
          <w:rtl/>
        </w:rPr>
        <w:t>الحمد</w:t>
      </w:r>
      <w:r w:rsidRPr="00491A3E">
        <w:rPr>
          <w:rtl/>
        </w:rPr>
        <w:t xml:space="preserve"> </w:t>
      </w:r>
      <w:r w:rsidRPr="00491A3E">
        <w:rPr>
          <w:rFonts w:hint="cs"/>
          <w:rtl/>
        </w:rPr>
        <w:t>للّٰ</w:t>
      </w:r>
      <w:r w:rsidR="00491A3E" w:rsidRPr="00491A3E">
        <w:rPr>
          <w:rFonts w:hint="cs"/>
          <w:rtl/>
        </w:rPr>
        <w:t>ه</w:t>
      </w:r>
      <w:r w:rsidRPr="00491A3E">
        <w:rPr>
          <w:rtl/>
        </w:rPr>
        <w:t xml:space="preserve"> </w:t>
      </w:r>
      <w:r w:rsidRPr="00491A3E">
        <w:rPr>
          <w:rFonts w:hint="cs"/>
          <w:rtl/>
        </w:rPr>
        <w:t>ربّ</w:t>
      </w:r>
      <w:r w:rsidRPr="00491A3E">
        <w:rPr>
          <w:rtl/>
        </w:rPr>
        <w:t xml:space="preserve"> </w:t>
      </w:r>
      <w:r w:rsidRPr="00491A3E">
        <w:rPr>
          <w:rFonts w:hint="cs"/>
          <w:rtl/>
        </w:rPr>
        <w:t>العٰالمین</w:t>
      </w:r>
      <w:r w:rsidRPr="00491A3E">
        <w:rPr>
          <w:rtl/>
        </w:rPr>
        <w:t xml:space="preserve"> </w:t>
      </w:r>
      <w:r w:rsidRPr="00491A3E">
        <w:rPr>
          <w:rFonts w:hint="cs"/>
          <w:rtl/>
        </w:rPr>
        <w:t>و</w:t>
      </w:r>
      <w:r w:rsidRPr="00491A3E">
        <w:rPr>
          <w:rtl/>
        </w:rPr>
        <w:t xml:space="preserve"> </w:t>
      </w:r>
      <w:r w:rsidRPr="00491A3E">
        <w:rPr>
          <w:rFonts w:hint="cs"/>
          <w:rtl/>
        </w:rPr>
        <w:t>صلّی</w:t>
      </w:r>
      <w:r w:rsidRPr="00491A3E">
        <w:rPr>
          <w:rtl/>
        </w:rPr>
        <w:t xml:space="preserve"> </w:t>
      </w:r>
      <w:r w:rsidRPr="00491A3E">
        <w:rPr>
          <w:rFonts w:hint="cs"/>
          <w:rtl/>
        </w:rPr>
        <w:t>اللّٰ</w:t>
      </w:r>
      <w:r w:rsidR="00491A3E" w:rsidRPr="00491A3E">
        <w:rPr>
          <w:rFonts w:hint="cs"/>
          <w:rtl/>
        </w:rPr>
        <w:t>ه</w:t>
      </w:r>
      <w:r w:rsidRPr="00491A3E">
        <w:rPr>
          <w:rtl/>
        </w:rPr>
        <w:t xml:space="preserve"> </w:t>
      </w:r>
      <w:r w:rsidRPr="00491A3E">
        <w:rPr>
          <w:rFonts w:hint="cs"/>
          <w:rtl/>
        </w:rPr>
        <w:t>علی</w:t>
      </w:r>
      <w:r w:rsidRPr="00491A3E">
        <w:rPr>
          <w:rtl/>
        </w:rPr>
        <w:t xml:space="preserve"> </w:t>
      </w:r>
      <w:r w:rsidRPr="00491A3E">
        <w:rPr>
          <w:rFonts w:hint="cs"/>
          <w:rtl/>
        </w:rPr>
        <w:t>سیّدنا</w:t>
      </w:r>
      <w:r w:rsidRPr="00491A3E">
        <w:rPr>
          <w:rtl/>
        </w:rPr>
        <w:t xml:space="preserve"> </w:t>
      </w:r>
      <w:r w:rsidRPr="00491A3E">
        <w:rPr>
          <w:rFonts w:hint="cs"/>
          <w:rtl/>
        </w:rPr>
        <w:t>ونبیّنا</w:t>
      </w:r>
      <w:r w:rsidRPr="00491A3E">
        <w:rPr>
          <w:rtl/>
        </w:rPr>
        <w:t xml:space="preserve"> </w:t>
      </w:r>
      <w:r w:rsidRPr="00491A3E">
        <w:rPr>
          <w:rFonts w:hint="cs"/>
          <w:rtl/>
        </w:rPr>
        <w:t>محمّد</w:t>
      </w:r>
      <w:r w:rsidRPr="00491A3E">
        <w:rPr>
          <w:rtl/>
        </w:rPr>
        <w:t xml:space="preserve"> </w:t>
      </w:r>
      <w:r w:rsidRPr="00491A3E">
        <w:rPr>
          <w:rFonts w:hint="cs"/>
          <w:rtl/>
        </w:rPr>
        <w:t>و</w:t>
      </w:r>
      <w:r w:rsidRPr="00491A3E">
        <w:rPr>
          <w:rtl/>
        </w:rPr>
        <w:t xml:space="preserve"> </w:t>
      </w:r>
      <w:r w:rsidRPr="00491A3E">
        <w:rPr>
          <w:rFonts w:hint="cs"/>
          <w:rtl/>
        </w:rPr>
        <w:t>ا</w:t>
      </w:r>
      <w:r w:rsidR="00491A3E" w:rsidRPr="00491A3E">
        <w:rPr>
          <w:rFonts w:hint="cs"/>
          <w:rtl/>
        </w:rPr>
        <w:t>ه</w:t>
      </w:r>
      <w:r w:rsidRPr="00491A3E">
        <w:rPr>
          <w:rFonts w:hint="cs"/>
          <w:rtl/>
        </w:rPr>
        <w:t>ل</w:t>
      </w:r>
      <w:r w:rsidRPr="00491A3E">
        <w:rPr>
          <w:rtl/>
        </w:rPr>
        <w:t xml:space="preserve"> </w:t>
      </w:r>
      <w:r w:rsidRPr="00491A3E">
        <w:rPr>
          <w:rFonts w:hint="cs"/>
          <w:rtl/>
        </w:rPr>
        <w:t>بیت</w:t>
      </w:r>
      <w:r w:rsidR="00491A3E" w:rsidRPr="00491A3E">
        <w:rPr>
          <w:rFonts w:hint="cs"/>
          <w:rtl/>
        </w:rPr>
        <w:t>ه</w:t>
      </w:r>
      <w:r w:rsidRPr="00491A3E">
        <w:rPr>
          <w:rtl/>
        </w:rPr>
        <w:t xml:space="preserve"> </w:t>
      </w:r>
      <w:r w:rsidRPr="00491A3E">
        <w:rPr>
          <w:rFonts w:hint="cs"/>
          <w:rtl/>
        </w:rPr>
        <w:t>الطا</w:t>
      </w:r>
      <w:r w:rsidR="00491A3E" w:rsidRPr="00491A3E">
        <w:rPr>
          <w:rFonts w:hint="cs"/>
          <w:rtl/>
        </w:rPr>
        <w:t>ه</w:t>
      </w:r>
      <w:r w:rsidRPr="00491A3E">
        <w:rPr>
          <w:rFonts w:hint="cs"/>
          <w:rtl/>
        </w:rPr>
        <w:t>رین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نسل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رحجان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تفسیر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آگاہی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بڑی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تعداد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تفسیر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مطالعہ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ترغیب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مکمل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تفسیر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خریدنے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کیلئے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اچھی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خاصی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رقم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درکار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مطالعہ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حوصلہ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اکابرین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کچھ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حصوں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تفسیر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تفسیر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نور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انشاء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جلدوں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علاوہ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لگاؤ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دسترس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کیلئے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تفسیر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ازکم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مکمل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تفسیر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مطالعہ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محروم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کچھ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حصے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مطالعہ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کرسکیں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لہٰذا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سلسلے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تفسیر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یوسف</w:t>
      </w:r>
      <w:r w:rsidRPr="006A282F">
        <w:rPr>
          <w:rtl/>
        </w:rPr>
        <w:t xml:space="preserve"> ''</w:t>
      </w:r>
      <w:r w:rsidRPr="006A282F">
        <w:rPr>
          <w:rFonts w:hint="cs"/>
          <w:rtl/>
        </w:rPr>
        <w:t>یوسف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''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جیبی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سائز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چھپ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حجرات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سلسلے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کڑی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جارہی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توفیق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الٰہی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گزار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مددگار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حجج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الاسلام،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کلباسی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مشیری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جعفری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صاحبان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گزار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تفسیر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تخلیق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زمین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حصہ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روشن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طفیل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تاریک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زمین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بالکل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کتاب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میںجہاں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روشنی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انبیاء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اوصیاء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شہداء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ہدایت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رہنمائی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طفیل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ابہام،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تاریکی،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نقائص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بیشی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نتیجہ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آخر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دعاگو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خدایا</w:t>
      </w:r>
      <w:r w:rsidRPr="006A282F">
        <w:rPr>
          <w:rtl/>
        </w:rPr>
        <w:t xml:space="preserve">!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فکر،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قلب،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قبر،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قیامت،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سیاست،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اقتصاد،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اجتماع،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نسل،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عزت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ناموس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تاریخ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دے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tl/>
        </w:rPr>
        <w:tab/>
      </w:r>
      <w:r w:rsidRPr="006A282F">
        <w:rPr>
          <w:rtl/>
        </w:rPr>
        <w:tab/>
      </w:r>
      <w:r w:rsidRPr="006A282F">
        <w:rPr>
          <w:rtl/>
        </w:rPr>
        <w:tab/>
      </w:r>
      <w:r w:rsidRPr="006A282F">
        <w:rPr>
          <w:rtl/>
        </w:rPr>
        <w:tab/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 xml:space="preserve">                                                    ''</w:t>
      </w:r>
      <w:r w:rsidRPr="006A282F">
        <w:rPr>
          <w:rFonts w:hint="cs"/>
          <w:rtl/>
        </w:rPr>
        <w:t>محسن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قرآئتی</w:t>
      </w:r>
      <w:r w:rsidRPr="006A282F">
        <w:rPr>
          <w:rtl/>
        </w:rPr>
        <w:t>''</w:t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B6368B" w:rsidRDefault="006A282F" w:rsidP="00DF5E4E">
      <w:pPr>
        <w:pStyle w:val="Heading1"/>
      </w:pPr>
      <w:bookmarkStart w:id="2" w:name="_Toc440194732"/>
      <w:r w:rsidRPr="00B6368B">
        <w:rPr>
          <w:rFonts w:hint="cs"/>
          <w:rtl/>
        </w:rPr>
        <w:t>عرض</w:t>
      </w:r>
      <w:r w:rsidRPr="00B6368B">
        <w:rPr>
          <w:rtl/>
        </w:rPr>
        <w:t xml:space="preserve"> </w:t>
      </w:r>
      <w:r w:rsidRPr="00B6368B">
        <w:rPr>
          <w:rFonts w:hint="cs"/>
          <w:rtl/>
        </w:rPr>
        <w:t>مترجم</w:t>
      </w:r>
      <w:bookmarkEnd w:id="2"/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سورہ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حجرات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موضوع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آداب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تعلیم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صاحبان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شایان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۔</w:t>
      </w:r>
      <w:r w:rsidRPr="006A282F">
        <w:rPr>
          <w:rFonts w:hint="cs"/>
          <w:rtl/>
        </w:rPr>
        <w:t>ابتدائی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پانچ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سکھایاگیا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انھیں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سلسلے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ملحوظ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 ۔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ھدایت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یقین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ارع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کاروائی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گذرنا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مناسب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خلاف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اطلاع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ذریعہ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قابل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اعتماد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،قابل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اعتماد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کاروائی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صحیح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 xml:space="preserve">    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برائیوں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بچنے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تاکید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اجتماعی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زندگی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فساد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اورجنکی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تعلقات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خراب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قومی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نسلی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امتیازات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لگائی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فسادات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۔</w:t>
      </w:r>
      <w:r w:rsidRPr="006A282F">
        <w:rPr>
          <w:rFonts w:hint="cs"/>
          <w:rtl/>
        </w:rPr>
        <w:t>آخر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بتایا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اصل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زبانی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دعوی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ماننا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،عملاً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فرمانبردار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مطیع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خلوص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قربانی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۔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 xml:space="preserve">      </w:t>
      </w:r>
      <w:r w:rsidRPr="006A282F">
        <w:rPr>
          <w:rFonts w:hint="cs"/>
          <w:rtl/>
        </w:rPr>
        <w:t>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تفسیر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سلسلے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انتہائی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قابل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مسلسل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حاضر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ایران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مشہور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مفسر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الحاج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شیخ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محسن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lastRenderedPageBreak/>
        <w:t>قرائتی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دام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برکاتہ</w:t>
      </w:r>
      <w:r w:rsidRPr="006A282F">
        <w:rPr>
          <w:rtl/>
        </w:rPr>
        <w:t xml:space="preserve">)  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اندازاپنی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مثال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جنھوں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تفسیر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انتہائی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سادہ،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شیرین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دلکش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انداز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  <w:r w:rsidRPr="006A282F">
        <w:rPr>
          <w:rFonts w:hint="cs"/>
          <w:rtl/>
        </w:rPr>
        <w:t>جسکی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اہمیت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وضرورت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ملحوظ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خاطر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اردودان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ادارہ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التنزیل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فرمائش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پراردو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قالب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ڈالنے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انجام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دیا،قارئین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مفید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آراء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نظریات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مطلع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فرمائیں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>۔</w:t>
      </w:r>
      <w:r w:rsidRPr="006A282F">
        <w:rPr>
          <w:rFonts w:hint="cs"/>
          <w:rtl/>
        </w:rPr>
        <w:t>آخر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گزار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ہوںجنھوں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کتاب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نشرواشاعت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قسم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 ۔</w:t>
      </w:r>
      <w:r w:rsidRPr="006A282F">
        <w:rPr>
          <w:rFonts w:hint="cs"/>
          <w:rtl/>
        </w:rPr>
        <w:t>امید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کوشش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بارگاہ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مقبول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ومنظور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فرمائے</w:t>
      </w:r>
      <w:r w:rsidRPr="006A282F">
        <w:rPr>
          <w:rtl/>
        </w:rPr>
        <w:t>۔</w:t>
      </w:r>
      <w:r w:rsidRPr="006A282F">
        <w:rPr>
          <w:rFonts w:hint="cs"/>
          <w:rtl/>
        </w:rPr>
        <w:t>آمین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العالمین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 xml:space="preserve">                                                </w:t>
      </w:r>
      <w:r w:rsidRPr="006A282F">
        <w:rPr>
          <w:rFonts w:hint="cs"/>
          <w:rtl/>
        </w:rPr>
        <w:t>سید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نسیم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حیدر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زیدی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 xml:space="preserve">                                                     </w:t>
      </w:r>
      <w:r w:rsidRPr="006A282F">
        <w:rPr>
          <w:rFonts w:hint="cs"/>
          <w:rtl/>
        </w:rPr>
        <w:t>قم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المقدسہ</w:t>
      </w:r>
    </w:p>
    <w:p w:rsidR="006A282F" w:rsidRPr="006A282F" w:rsidRDefault="006A282F" w:rsidP="006A282F">
      <w:pPr>
        <w:pStyle w:val="libNormal"/>
      </w:pPr>
      <w:r w:rsidRPr="006A282F"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DF5E4E">
      <w:pPr>
        <w:pStyle w:val="Heading1"/>
      </w:pPr>
      <w:bookmarkStart w:id="3" w:name="_Toc440194733"/>
      <w:r w:rsidRPr="006A282F">
        <w:rPr>
          <w:rFonts w:hint="cs"/>
          <w:rtl/>
        </w:rPr>
        <w:t>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حجرات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مختصر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تعارف</w:t>
      </w:r>
      <w:bookmarkEnd w:id="3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مدینہ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نازل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اٹھارہ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>۔ 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سورئہ</w:t>
      </w:r>
      <w:r w:rsidRPr="006A282F">
        <w:rPr>
          <w:rtl/>
        </w:rPr>
        <w:t xml:space="preserve"> ''</w:t>
      </w:r>
      <w:r w:rsidRPr="006A282F">
        <w:rPr>
          <w:rFonts w:hint="cs"/>
          <w:rtl/>
        </w:rPr>
        <w:t>حجرات</w:t>
      </w:r>
      <w:r w:rsidRPr="006A282F">
        <w:rPr>
          <w:rtl/>
        </w:rPr>
        <w:t xml:space="preserve">''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سورہ</w:t>
      </w:r>
      <w:r w:rsidRPr="006A282F">
        <w:rPr>
          <w:rtl/>
        </w:rPr>
        <w:t xml:space="preserve"> ''</w:t>
      </w:r>
      <w:r w:rsidRPr="006A282F">
        <w:rPr>
          <w:rFonts w:hint="cs"/>
          <w:rtl/>
        </w:rPr>
        <w:t>آداب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اخلاق</w:t>
      </w:r>
      <w:r w:rsidRPr="006A282F">
        <w:rPr>
          <w:rtl/>
        </w:rPr>
        <w:t xml:space="preserve">'' 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مشہور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حجرات</w:t>
      </w:r>
      <w:r w:rsidRPr="006A282F">
        <w:rPr>
          <w:rtl/>
        </w:rPr>
        <w:t xml:space="preserve"> ''</w:t>
      </w:r>
      <w:r w:rsidRPr="006A282F">
        <w:rPr>
          <w:rFonts w:hint="cs"/>
          <w:rtl/>
        </w:rPr>
        <w:t>حجرة</w:t>
      </w:r>
      <w:r w:rsidRPr="006A282F">
        <w:rPr>
          <w:rtl/>
        </w:rPr>
        <w:t xml:space="preserve">''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اِس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حجرات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اِسے</w:t>
      </w:r>
      <w:r w:rsidRPr="006A282F">
        <w:rPr>
          <w:rtl/>
        </w:rPr>
        <w:t xml:space="preserve"> ''</w:t>
      </w:r>
      <w:r w:rsidRPr="006A282F">
        <w:rPr>
          <w:rFonts w:hint="cs"/>
          <w:rtl/>
        </w:rPr>
        <w:t>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حجرات</w:t>
      </w:r>
      <w:r w:rsidRPr="006A282F">
        <w:rPr>
          <w:rtl/>
        </w:rPr>
        <w:t xml:space="preserve">''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 (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انتہائی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مٹی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کھجور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لکڑی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شاخوں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)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سورتیں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مائدہ،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حجرات،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ممتحنة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ایسی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حکومتی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اجتماعی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مسائل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مشتمل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تینوں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سورتوں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آغاز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یَا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ایُّ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َ</w:t>
      </w:r>
      <w:r w:rsidRPr="003729E7">
        <w:rPr>
          <w:rStyle w:val="libAieChar"/>
          <w:rFonts w:hint="cs"/>
          <w:rtl/>
        </w:rPr>
        <w:t>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الَّذِیْنَ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أَمَنُوا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 </w:t>
      </w:r>
      <w:r w:rsidRPr="003323C2">
        <w:rPr>
          <w:rStyle w:val="libAieChar"/>
          <w:rtl/>
        </w:rPr>
        <w:t>''</w:t>
      </w:r>
      <w:r w:rsidRPr="003323C2">
        <w:rPr>
          <w:rStyle w:val="libAieChar"/>
          <w:rFonts w:hint="cs"/>
          <w:rtl/>
        </w:rPr>
        <w:t>یَا</w:t>
      </w:r>
      <w:r w:rsidRPr="003323C2">
        <w:rPr>
          <w:rStyle w:val="libAieChar"/>
          <w:rtl/>
        </w:rPr>
        <w:t xml:space="preserve"> </w:t>
      </w:r>
      <w:r w:rsidRPr="003323C2">
        <w:rPr>
          <w:rStyle w:val="libAieChar"/>
          <w:rFonts w:hint="cs"/>
          <w:rtl/>
        </w:rPr>
        <w:t>ایُّ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َا</w:t>
      </w:r>
      <w:r w:rsidRPr="003323C2">
        <w:rPr>
          <w:rStyle w:val="libAieChar"/>
          <w:rtl/>
        </w:rPr>
        <w:t xml:space="preserve"> </w:t>
      </w:r>
      <w:r w:rsidRPr="003323C2">
        <w:rPr>
          <w:rStyle w:val="libAieChar"/>
          <w:rFonts w:hint="cs"/>
          <w:rtl/>
        </w:rPr>
        <w:t>الَّذِیْنَ</w:t>
      </w:r>
      <w:r w:rsidRPr="003323C2">
        <w:rPr>
          <w:rStyle w:val="libAieChar"/>
          <w:rtl/>
        </w:rPr>
        <w:t xml:space="preserve"> </w:t>
      </w:r>
      <w:r w:rsidRPr="003323C2">
        <w:rPr>
          <w:rStyle w:val="libAieChar"/>
          <w:rFonts w:hint="cs"/>
          <w:rtl/>
        </w:rPr>
        <w:t>أَمَنُوا</w:t>
      </w:r>
      <w:r w:rsidRPr="003323C2">
        <w:rPr>
          <w:rStyle w:val="libAieChar"/>
          <w:rtl/>
        </w:rPr>
        <w:t>''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تکرار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صحیح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آئینہ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>٭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کچھ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مسائل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اشارہ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جبکہ</w:t>
      </w:r>
      <w:r w:rsidRPr="006A282F">
        <w:rPr>
          <w:rtl/>
        </w:rPr>
        <w:t xml:space="preserve"> </w:t>
      </w:r>
      <w:r w:rsidRPr="00C30A06">
        <w:rPr>
          <w:rStyle w:val="libFootnoteAieChar"/>
          <w:rFonts w:hint="cs"/>
          <w:rtl/>
        </w:rPr>
        <w:t>بسم</w:t>
      </w:r>
      <w:r w:rsidRPr="00C30A06">
        <w:rPr>
          <w:rStyle w:val="libFootnoteAieChar"/>
          <w:rtl/>
        </w:rPr>
        <w:t xml:space="preserve"> </w:t>
      </w:r>
      <w:r w:rsidRPr="00C30A06">
        <w:rPr>
          <w:rStyle w:val="libFootnoteAieChar"/>
          <w:rFonts w:hint="cs"/>
          <w:rtl/>
        </w:rPr>
        <w:t>الل</w:t>
      </w:r>
      <w:r w:rsidR="00EC5BA0" w:rsidRPr="00067685">
        <w:rPr>
          <w:rStyle w:val="libFootnoteAieChar"/>
          <w:rFonts w:hint="cs"/>
          <w:rtl/>
        </w:rPr>
        <w:t>ه</w:t>
      </w:r>
      <w:r w:rsidRPr="00C30A06">
        <w:rPr>
          <w:rStyle w:val="libFootnoteAieChar"/>
          <w:rFonts w:hint="cs"/>
          <w:rtl/>
        </w:rPr>
        <w:t>…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آیات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="008F1760" w:rsidRPr="00067685">
        <w:rPr>
          <w:rFonts w:hint="cs"/>
          <w:rtl/>
        </w:rPr>
        <w:t>9</w:t>
      </w:r>
      <w:r w:rsidRPr="006A282F">
        <w:rPr>
          <w:rFonts w:hint="cs"/>
          <w:rtl/>
        </w:rPr>
        <w:t xml:space="preserve"> ہیں</w:t>
      </w:r>
      <w:r w:rsidRPr="006A282F">
        <w:rPr>
          <w:rtl/>
        </w:rPr>
        <w:tab/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)۔کمرہ</w:t>
      </w:r>
      <w:r w:rsidRPr="006A282F">
        <w:rPr>
          <w:rtl/>
        </w:rPr>
        <w:t xml:space="preserve">   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مائدہ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آغاز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C30A06">
        <w:rPr>
          <w:rStyle w:val="libFootnoteAieChar"/>
          <w:rtl/>
        </w:rPr>
        <w:t>(</w:t>
      </w:r>
      <w:r w:rsidRPr="00C30A06">
        <w:rPr>
          <w:rStyle w:val="libFootnoteAieChar"/>
          <w:rFonts w:hint="cs"/>
          <w:rtl/>
        </w:rPr>
        <w:t>یَاَیُّ</w:t>
      </w:r>
      <w:r w:rsidR="00EC5BA0" w:rsidRPr="00067685">
        <w:rPr>
          <w:rStyle w:val="libFootnoteAieChar"/>
          <w:rFonts w:hint="cs"/>
          <w:rtl/>
        </w:rPr>
        <w:t>ه</w:t>
      </w:r>
      <w:r w:rsidRPr="00067685">
        <w:rPr>
          <w:rStyle w:val="libFootnoteAieChar"/>
          <w:rFonts w:hint="cs"/>
          <w:rtl/>
        </w:rPr>
        <w:t>َا</w:t>
      </w:r>
      <w:r w:rsidRPr="00C30A06">
        <w:rPr>
          <w:rStyle w:val="libFootnoteAieChar"/>
          <w:rtl/>
        </w:rPr>
        <w:t xml:space="preserve"> </w:t>
      </w:r>
      <w:r w:rsidRPr="00C30A06">
        <w:rPr>
          <w:rStyle w:val="libFootnoteAieChar"/>
          <w:rFonts w:hint="cs"/>
          <w:rtl/>
        </w:rPr>
        <w:t>الَّذِینَ</w:t>
      </w:r>
      <w:r w:rsidRPr="00C30A06">
        <w:rPr>
          <w:rStyle w:val="libFootnoteAieChar"/>
          <w:rtl/>
        </w:rPr>
        <w:t xml:space="preserve"> </w:t>
      </w:r>
      <w:r w:rsidRPr="00C30A06">
        <w:rPr>
          <w:rStyle w:val="libFootnoteAieChar"/>
          <w:rFonts w:hint="cs"/>
          <w:rtl/>
        </w:rPr>
        <w:t>آمَنُوا</w:t>
      </w:r>
      <w:r w:rsidRPr="00C30A06">
        <w:rPr>
          <w:rStyle w:val="libFootnoteAieChar"/>
          <w:rtl/>
        </w:rPr>
        <w:t xml:space="preserve"> َ</w:t>
      </w:r>
      <w:r w:rsidRPr="00C30A06">
        <w:rPr>
          <w:rStyle w:val="libFootnoteAieChar"/>
          <w:rFonts w:hint="cs"/>
          <w:rtl/>
        </w:rPr>
        <w:t>وْفُوا</w:t>
      </w:r>
      <w:r w:rsidRPr="00C30A06">
        <w:rPr>
          <w:rStyle w:val="libFootnoteAieChar"/>
          <w:rtl/>
        </w:rPr>
        <w:t xml:space="preserve"> </w:t>
      </w:r>
      <w:r w:rsidRPr="00C30A06">
        <w:rPr>
          <w:rStyle w:val="libFootnoteAieChar"/>
          <w:rFonts w:hint="cs"/>
          <w:rtl/>
        </w:rPr>
        <w:t>بِالْعُقُودِط</w:t>
      </w:r>
      <w:r w:rsidRPr="00C30A06">
        <w:rPr>
          <w:rStyle w:val="libFootnoteAieChar"/>
          <w:rtl/>
        </w:rPr>
        <w:t>)</w:t>
      </w:r>
      <w:r w:rsidRPr="006A282F">
        <w:rPr>
          <w:rtl/>
        </w:rPr>
        <w:t>(</w:t>
      </w:r>
      <w:r w:rsidRPr="006A282F">
        <w:rPr>
          <w:rFonts w:hint="cs"/>
          <w:rtl/>
        </w:rPr>
        <w:t>اے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اقراروں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پورا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ممتحنہ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آغاز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C30A06">
        <w:rPr>
          <w:rStyle w:val="libFootnoteAieChar"/>
          <w:rtl/>
        </w:rPr>
        <w:t xml:space="preserve">(  </w:t>
      </w:r>
      <w:r w:rsidRPr="00C30A06">
        <w:rPr>
          <w:rStyle w:val="libFootnoteAieChar"/>
          <w:rFonts w:hint="cs"/>
          <w:rtl/>
        </w:rPr>
        <w:t>یَاَیُّ</w:t>
      </w:r>
      <w:r w:rsidR="00EC5BA0" w:rsidRPr="00067685">
        <w:rPr>
          <w:rStyle w:val="libFootnoteAieChar"/>
          <w:rFonts w:hint="cs"/>
          <w:rtl/>
        </w:rPr>
        <w:t>ه</w:t>
      </w:r>
      <w:r w:rsidRPr="00067685">
        <w:rPr>
          <w:rStyle w:val="libFootnoteAieChar"/>
          <w:rFonts w:hint="cs"/>
          <w:rtl/>
        </w:rPr>
        <w:t>َا</w:t>
      </w:r>
      <w:r w:rsidRPr="00C30A06">
        <w:rPr>
          <w:rStyle w:val="libFootnoteAieChar"/>
          <w:rtl/>
        </w:rPr>
        <w:t xml:space="preserve"> </w:t>
      </w:r>
      <w:r w:rsidRPr="00C30A06">
        <w:rPr>
          <w:rStyle w:val="libFootnoteAieChar"/>
          <w:rFonts w:hint="cs"/>
          <w:rtl/>
        </w:rPr>
        <w:t>الَّذِینَ</w:t>
      </w:r>
      <w:r w:rsidRPr="00C30A06">
        <w:rPr>
          <w:rStyle w:val="libFootnoteAieChar"/>
          <w:rtl/>
        </w:rPr>
        <w:t xml:space="preserve"> </w:t>
      </w:r>
      <w:r w:rsidRPr="00C30A06">
        <w:rPr>
          <w:rStyle w:val="libFootnoteAieChar"/>
          <w:rFonts w:hint="cs"/>
          <w:rtl/>
        </w:rPr>
        <w:t>آمَنُوا</w:t>
      </w:r>
      <w:r w:rsidRPr="00C30A06">
        <w:rPr>
          <w:rStyle w:val="libFootnoteAieChar"/>
          <w:rtl/>
        </w:rPr>
        <w:t xml:space="preserve"> </w:t>
      </w:r>
      <w:r w:rsidRPr="00C30A06">
        <w:rPr>
          <w:rStyle w:val="libFootnoteAieChar"/>
          <w:rFonts w:hint="cs"/>
          <w:rtl/>
        </w:rPr>
        <w:t>لاَتَتَّخِذُوا</w:t>
      </w:r>
      <w:r w:rsidRPr="00C30A06">
        <w:rPr>
          <w:rStyle w:val="libFootnoteAieChar"/>
          <w:rtl/>
        </w:rPr>
        <w:t xml:space="preserve"> </w:t>
      </w:r>
      <w:r w:rsidRPr="00C30A06">
        <w:rPr>
          <w:rStyle w:val="libFootnoteAieChar"/>
          <w:rFonts w:hint="cs"/>
          <w:rtl/>
        </w:rPr>
        <w:t>عَدُوِّی</w:t>
      </w:r>
      <w:r w:rsidRPr="00C30A06">
        <w:rPr>
          <w:rStyle w:val="libFootnoteAieChar"/>
          <w:rtl/>
        </w:rPr>
        <w:t xml:space="preserve"> </w:t>
      </w:r>
      <w:r w:rsidRPr="00C30A06">
        <w:rPr>
          <w:rStyle w:val="libFootnoteAieChar"/>
          <w:rFonts w:hint="cs"/>
          <w:rtl/>
        </w:rPr>
        <w:t>وَعَدُوَّکُمْ</w:t>
      </w:r>
      <w:r w:rsidRPr="00C30A06">
        <w:rPr>
          <w:rStyle w:val="libFootnoteAieChar"/>
          <w:rtl/>
        </w:rPr>
        <w:t xml:space="preserve"> َ</w:t>
      </w:r>
      <w:r w:rsidRPr="00C30A06">
        <w:rPr>
          <w:rStyle w:val="libFootnoteAieChar"/>
          <w:rFonts w:hint="cs"/>
          <w:rtl/>
        </w:rPr>
        <w:t>وْلِیَائَ</w:t>
      </w:r>
      <w:r w:rsidRPr="00C30A06">
        <w:rPr>
          <w:rStyle w:val="libFootnoteAieChar"/>
          <w:rtl/>
        </w:rPr>
        <w:t xml:space="preserve">) </w:t>
      </w:r>
      <w:r w:rsidRPr="006A282F">
        <w:rPr>
          <w:rtl/>
        </w:rPr>
        <w:t>(</w:t>
      </w:r>
      <w:r w:rsidRPr="006A282F">
        <w:rPr>
          <w:rFonts w:hint="cs"/>
          <w:rtl/>
        </w:rPr>
        <w:t>اے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ایماندارو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جہاد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خوشنودی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گھر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نکلے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دشمنوں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بنائو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پڑھتے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والو،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بڑھو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(</w:t>
      </w:r>
      <w:r w:rsidR="008F1760" w:rsidRPr="00067685">
        <w:rPr>
          <w:rFonts w:hint="cs"/>
          <w:rtl/>
        </w:rPr>
        <w:t>1</w:t>
      </w:r>
      <w:r w:rsidRPr="006A282F">
        <w:rPr>
          <w:rFonts w:hint="cs"/>
          <w:rtl/>
        </w:rPr>
        <w:t>)۔ 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اکرم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قدمی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ممانعت،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گفتگو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سلیقہ،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بتایا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سرزنش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(</w:t>
      </w:r>
      <w:r w:rsidR="008F1760" w:rsidRPr="00067685">
        <w:rPr>
          <w:rFonts w:hint="cs"/>
          <w:rtl/>
        </w:rPr>
        <w:t>2</w:t>
      </w:r>
      <w:r w:rsidRPr="006A282F">
        <w:rPr>
          <w:rFonts w:hint="cs"/>
          <w:rtl/>
        </w:rPr>
        <w:t>)۔ تمسخر،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رکھنا،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ظن،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تجسس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برائیاں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اِس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(</w:t>
      </w:r>
      <w:r w:rsidR="008F1760" w:rsidRPr="00067685">
        <w:rPr>
          <w:rFonts w:hint="cs"/>
          <w:rtl/>
        </w:rPr>
        <w:t>3</w:t>
      </w:r>
      <w:r w:rsidRPr="006A282F">
        <w:rPr>
          <w:rFonts w:hint="cs"/>
          <w:rtl/>
        </w:rPr>
        <w:t>)۔ اخوت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برادری،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آشتی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خلاف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اتحاد،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انصاف،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مشکوک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فضیلت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برتری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معیار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(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)۔ اسلامی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درجات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معیار،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پرہیز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وفسق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فجور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نفرت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بیزاری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اعلان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انصاف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(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)۔ 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عاشق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وسیلہ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ہدایت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ہرگز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3323C2">
      <w:pPr>
        <w:pStyle w:val="libNormal"/>
      </w:pPr>
      <w:r w:rsidRPr="006A282F">
        <w:rPr>
          <w:rtl/>
        </w:rPr>
        <w:tab/>
        <w:t>(</w:t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>)۔ 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اشارہ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اتباع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ہرگز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توقع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تابع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br w:type="page"/>
      </w:r>
    </w:p>
    <w:p w:rsidR="006A282F" w:rsidRPr="006A282F" w:rsidRDefault="006A282F" w:rsidP="00C30A06">
      <w:pPr>
        <w:pStyle w:val="libAie"/>
      </w:pPr>
      <w:r w:rsidRPr="006A282F">
        <w:rPr>
          <w:rFonts w:hint="cs"/>
          <w:rtl/>
        </w:rPr>
        <w:lastRenderedPageBreak/>
        <w:t>بِس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مِ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اللّٰ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الرَّح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مٰنِ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الرَّحِی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مِ</w:t>
      </w:r>
      <w:r w:rsidRPr="006A282F">
        <w:t>o</w:t>
      </w:r>
      <w:r w:rsidRPr="006A282F">
        <w:rPr>
          <w:rtl/>
        </w:rPr>
        <w:t xml:space="preserve"> </w:t>
      </w:r>
    </w:p>
    <w:p w:rsidR="006A282F" w:rsidRPr="006A282F" w:rsidRDefault="006A282F" w:rsidP="00C30A06">
      <w:pPr>
        <w:pStyle w:val="libNormal"/>
      </w:pPr>
      <w:r w:rsidRPr="006A282F">
        <w:rPr>
          <w:rFonts w:hint="cs"/>
          <w:rtl/>
        </w:rPr>
        <w:t>شروع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بڑا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مہربان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نہایت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رحم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DF5E4E">
      <w:pPr>
        <w:pStyle w:val="Heading1"/>
      </w:pPr>
      <w:bookmarkStart w:id="4" w:name="_Toc440194734"/>
      <w:r w:rsidRPr="006A282F">
        <w:rPr>
          <w:rFonts w:hint="cs"/>
          <w:rtl/>
        </w:rPr>
        <w:t>نکات</w:t>
      </w:r>
      <w:r w:rsidRPr="006A282F">
        <w:rPr>
          <w:rtl/>
        </w:rPr>
        <w:t>:</w:t>
      </w:r>
      <w:bookmarkEnd w:id="4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سورؤں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شروع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حدیث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: ''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شروع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بلاشک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آغاز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رحمت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الٰہی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محتاج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احتیاج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 xml:space="preserve">'' </w:t>
      </w:r>
      <w:r w:rsidRPr="003729E7">
        <w:rPr>
          <w:rStyle w:val="libAieChar"/>
          <w:rFonts w:hint="cs"/>
          <w:rtl/>
        </w:rPr>
        <w:t>بسم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الرحمٰن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الرحیم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ابتداء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 xml:space="preserve">'' </w:t>
      </w:r>
      <w:r w:rsidRPr="003729E7">
        <w:rPr>
          <w:rStyle w:val="libAieChar"/>
          <w:rFonts w:hint="cs"/>
          <w:rtl/>
        </w:rPr>
        <w:t>بسم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الرحمٰن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الرحیم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محبت،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توکل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نشاندہی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رِضا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مطابق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انجام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DF5E4E">
      <w:pPr>
        <w:pStyle w:val="Heading1"/>
      </w:pPr>
      <w:bookmarkStart w:id="5" w:name="_Toc440194735"/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Pr="006A282F">
        <w:rPr>
          <w:rtl/>
        </w:rPr>
        <w:t xml:space="preserve"> </w:t>
      </w:r>
      <w:r w:rsidR="008F1760" w:rsidRPr="00C26ECE">
        <w:rPr>
          <w:rFonts w:hint="cs"/>
          <w:rtl/>
        </w:rPr>
        <w:t>1</w:t>
      </w:r>
      <w:bookmarkEnd w:id="5"/>
    </w:p>
    <w:p w:rsidR="006A282F" w:rsidRPr="006A282F" w:rsidRDefault="006A282F" w:rsidP="003729E7">
      <w:pPr>
        <w:pStyle w:val="libAie"/>
      </w:pPr>
      <w:r w:rsidRPr="006A282F">
        <w:rPr>
          <w:rFonts w:hint="cs"/>
          <w:rtl/>
        </w:rPr>
        <w:t>یَاَیُّ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َا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الَّذِینَ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آمَنُوا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لاَتُقَدِّمُوا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بَی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نَ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یَدَی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اﷲِ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وَرَسُولِ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وَاتَّقُوا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اﷲَ</w:t>
      </w:r>
      <w:r w:rsidRPr="006A282F">
        <w:rPr>
          <w:rtl/>
        </w:rPr>
        <w:t xml:space="preserve"> ِ</w:t>
      </w:r>
      <w:r w:rsidRPr="006A282F">
        <w:rPr>
          <w:rFonts w:hint="cs"/>
          <w:rtl/>
        </w:rPr>
        <w:t>نَّ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اﷲَ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سَمِیع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عَلِیم</w:t>
      </w:r>
      <w:r w:rsidR="00EC5BA0" w:rsidRPr="00EC5BA0">
        <w:rPr>
          <w:rFonts w:hint="cs"/>
          <w:rtl/>
        </w:rPr>
        <w:t>-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ترجمہ</w:t>
      </w:r>
      <w:r w:rsidRPr="006A282F">
        <w:rPr>
          <w:rtl/>
        </w:rPr>
        <w:t>: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بڑھو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ڈرو</w:t>
      </w:r>
      <w:r w:rsidRPr="006A282F">
        <w:rPr>
          <w:rtl/>
        </w:rPr>
        <w:t>۔</w:t>
      </w:r>
      <w:r w:rsidRPr="006A282F">
        <w:rPr>
          <w:rFonts w:hint="cs"/>
          <w:rtl/>
        </w:rPr>
        <w:t>بیشک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DF5E4E">
      <w:pPr>
        <w:pStyle w:val="Heading1"/>
      </w:pPr>
      <w:bookmarkStart w:id="6" w:name="_Toc440194736"/>
      <w:r w:rsidRPr="006A282F">
        <w:rPr>
          <w:rFonts w:hint="cs"/>
          <w:rtl/>
        </w:rPr>
        <w:t>نکات</w:t>
      </w:r>
      <w:r w:rsidRPr="006A282F">
        <w:rPr>
          <w:rtl/>
        </w:rPr>
        <w:t>:</w:t>
      </w:r>
      <w:bookmarkEnd w:id="6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خطاؤں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لغزشوں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بچالیتی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اوقات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اکثریت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متاثر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خواہشات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پیروی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ظاہری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مادّی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مظاہر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شکار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ناقص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اندازہ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جدید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رغبت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لگتا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۔ </w:t>
      </w:r>
      <w:r w:rsidRPr="006A282F">
        <w:rPr>
          <w:rFonts w:hint="cs"/>
          <w:rtl/>
        </w:rPr>
        <w:t>جذباتی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جلد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بازی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فیصلے،فکری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آزادی،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کچھ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کہنے،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لکھنے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ارادے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مجبور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نادانستہ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غافل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حدود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تجاوز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کرچکا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عبادت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گزاری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خیال،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اصولی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اورانقلابی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خیال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زاہد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زیستی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خیال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بڑھنے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آمادہ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۔ </w:t>
      </w:r>
      <w:r w:rsidRPr="006A282F">
        <w:rPr>
          <w:rFonts w:hint="cs"/>
          <w:rtl/>
        </w:rPr>
        <w:t>مدعی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سست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گواہ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چست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اشارہ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فرشتہ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صفات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فرشتوں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ارشاد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="00EC5BA0" w:rsidRPr="00EC5BA0">
        <w:rPr>
          <w:rStyle w:val="libAieChar"/>
          <w:rFonts w:hint="cs"/>
          <w:rtl/>
        </w:rPr>
        <w:t>-</w:t>
      </w:r>
      <w:r w:rsidRPr="00491A3E">
        <w:rPr>
          <w:rStyle w:val="libAieChar"/>
          <w:rFonts w:hint="cs"/>
          <w:rtl/>
        </w:rPr>
        <w:t xml:space="preserve">( </w:t>
      </w:r>
      <w:r w:rsidRPr="003729E7">
        <w:rPr>
          <w:rStyle w:val="libAieChar"/>
          <w:rFonts w:hint="cs"/>
          <w:rtl/>
        </w:rPr>
        <w:t>لا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یسبقون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بالقول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</w:t>
      </w:r>
      <w:r w:rsidRPr="003729E7">
        <w:rPr>
          <w:rStyle w:val="libAieChar"/>
          <w:rtl/>
        </w:rPr>
        <w:t xml:space="preserve"> 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بامر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یعملون</w:t>
      </w:r>
      <w:r w:rsidRPr="003729E7">
        <w:rPr>
          <w:rStyle w:val="libAieChar"/>
          <w:rtl/>
        </w:rPr>
        <w:t>)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فقط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مطابق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قدمی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موارد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قسم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قدمی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جاسکے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تعلق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عقائد،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سیاست،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مالیات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گفتار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اورکردار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اصحاب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اکرم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مقطوع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النسل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خواہش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اظہار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حاضر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اکرم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سختی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نظام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خلل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نظمی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گویا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قانون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نظام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الٰہی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کھیل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تماشہ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مرضی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چلانا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6A282F" w:rsidP="00DF5E4E">
      <w:pPr>
        <w:pStyle w:val="Heading1"/>
      </w:pPr>
      <w:bookmarkStart w:id="7" w:name="_Toc440194737"/>
      <w:r w:rsidRPr="006A282F">
        <w:rPr>
          <w:rFonts w:hint="cs"/>
          <w:rtl/>
        </w:rPr>
        <w:t>پیغامات</w:t>
      </w:r>
      <w:r w:rsidRPr="006A282F">
        <w:rPr>
          <w:rtl/>
        </w:rPr>
        <w:t>:</w:t>
      </w:r>
      <w:bookmarkEnd w:id="7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6A282F">
        <w:rPr>
          <w:rFonts w:hint="cs"/>
          <w:rtl/>
        </w:rPr>
        <w:t>۔ احکامات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درآمد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مخاطب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نفسیاتی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فکری</w:t>
      </w:r>
      <w:r w:rsidRPr="006A282F">
        <w:rPr>
          <w:rtl/>
        </w:rPr>
        <w:t xml:space="preserve"> 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انبیائ،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</w:t>
      </w:r>
      <w:r w:rsidR="00067685" w:rsidRPr="00067685">
        <w:rPr>
          <w:rFonts w:hint="cs"/>
          <w:rtl/>
        </w:rPr>
        <w:t>7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آمادہ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یا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ایُّ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الَّذِیْنَ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اٰمَنُوا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مخاطب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اعتراف،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تعلق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انجام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6A282F">
        <w:rPr>
          <w:rFonts w:hint="cs"/>
          <w:rtl/>
        </w:rPr>
        <w:t>۔ 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قدمی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ممانعت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مخاطب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آداب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سکھائے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اِسی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مخاطبین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خطاب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آداب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ملحوظ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نظر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''</w:t>
      </w:r>
      <w:r w:rsidRPr="006A282F">
        <w:rPr>
          <w:rFonts w:hint="cs"/>
          <w:rtl/>
        </w:rPr>
        <w:t>مخاطب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''۔ 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یا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ایُّ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الَّذِیْنَ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اٰمَنُوا…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6A282F">
        <w:rPr>
          <w:rFonts w:hint="cs"/>
          <w:rtl/>
        </w:rPr>
        <w:t>۔ ایسا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ذوق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شوق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عادات،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رواج،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قوانین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بنیاد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عقل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فطرت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تعلق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مترادف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AieChar"/>
          <w:rtl/>
        </w:rPr>
        <w:t>''</w:t>
      </w:r>
      <w:r w:rsidRPr="003323C2">
        <w:rPr>
          <w:rStyle w:val="libAieChar"/>
          <w:rFonts w:hint="cs"/>
          <w:rtl/>
        </w:rPr>
        <w:t>لا</w:t>
      </w:r>
      <w:r w:rsidRPr="003323C2">
        <w:rPr>
          <w:rStyle w:val="libAieChar"/>
          <w:rtl/>
        </w:rPr>
        <w:t xml:space="preserve"> </w:t>
      </w:r>
      <w:r w:rsidRPr="003323C2">
        <w:rPr>
          <w:rStyle w:val="libAieChar"/>
          <w:rFonts w:hint="cs"/>
          <w:rtl/>
        </w:rPr>
        <w:t>تقدموا</w:t>
      </w:r>
      <w:r w:rsidR="00EC5BA0" w:rsidRPr="00EC5BA0">
        <w:rPr>
          <w:rStyle w:val="libAieChar"/>
          <w:rFonts w:hint="cs"/>
          <w:rtl/>
        </w:rPr>
        <w:t>-----</w:t>
      </w:r>
      <w:r w:rsidRPr="00491A3E">
        <w:rPr>
          <w:rStyle w:val="libAieChar"/>
          <w:rFonts w:hint="cs"/>
          <w:rtl/>
        </w:rPr>
        <w:t>''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حلال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نعمتوں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حلال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 </w:t>
      </w:r>
      <w:r w:rsidRPr="003323C2">
        <w:rPr>
          <w:rStyle w:val="libAieChar"/>
          <w:rtl/>
        </w:rPr>
        <w:t>''</w:t>
      </w:r>
      <w:r w:rsidRPr="003323C2">
        <w:rPr>
          <w:rStyle w:val="libAieChar"/>
          <w:rFonts w:hint="cs"/>
          <w:rtl/>
        </w:rPr>
        <w:t>لا</w:t>
      </w:r>
      <w:r w:rsidRPr="003323C2">
        <w:rPr>
          <w:rStyle w:val="libAieChar"/>
          <w:rtl/>
        </w:rPr>
        <w:t xml:space="preserve"> </w:t>
      </w:r>
      <w:r w:rsidRPr="003323C2">
        <w:rPr>
          <w:rStyle w:val="libAieChar"/>
          <w:rFonts w:hint="cs"/>
          <w:rtl/>
        </w:rPr>
        <w:t>تقدموا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>''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بدعت،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مبالغہ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آرائی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تعریف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تنقید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3323C2">
        <w:rPr>
          <w:rStyle w:val="libAieChar"/>
          <w:rtl/>
        </w:rPr>
        <w:t>''</w:t>
      </w:r>
      <w:r w:rsidRPr="003323C2">
        <w:rPr>
          <w:rStyle w:val="libAieChar"/>
          <w:rFonts w:hint="cs"/>
          <w:rtl/>
        </w:rPr>
        <w:t>لا</w:t>
      </w:r>
      <w:r w:rsidRPr="003323C2">
        <w:rPr>
          <w:rStyle w:val="libAieChar"/>
          <w:rtl/>
        </w:rPr>
        <w:t xml:space="preserve"> </w:t>
      </w:r>
      <w:r w:rsidRPr="003323C2">
        <w:rPr>
          <w:rStyle w:val="libAieChar"/>
          <w:rFonts w:hint="cs"/>
          <w:rtl/>
        </w:rPr>
        <w:t>تقدموا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>''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>۔ ہمارے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چشمہ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>۔ 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 ''</w:t>
      </w:r>
      <w:r w:rsidRPr="006A282F">
        <w:rPr>
          <w:rFonts w:hint="cs"/>
          <w:rtl/>
        </w:rPr>
        <w:t>سبقت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اختیار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>۔ 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آزادی،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وسعت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طلبی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اہمیت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ہوتی</w:t>
      </w:r>
      <w:r w:rsidRPr="006A282F">
        <w:rPr>
          <w:rtl/>
        </w:rPr>
        <w:t xml:space="preserve">۔ </w:t>
      </w:r>
      <w:r w:rsidRPr="003323C2">
        <w:rPr>
          <w:rStyle w:val="libAieChar"/>
          <w:rtl/>
        </w:rPr>
        <w:t>''</w:t>
      </w:r>
      <w:r w:rsidRPr="003323C2">
        <w:rPr>
          <w:rStyle w:val="libAieChar"/>
          <w:rFonts w:hint="cs"/>
          <w:rtl/>
        </w:rPr>
        <w:t>لا</w:t>
      </w:r>
      <w:r w:rsidRPr="003323C2">
        <w:rPr>
          <w:rStyle w:val="libAieChar"/>
          <w:rtl/>
        </w:rPr>
        <w:t xml:space="preserve"> </w:t>
      </w:r>
      <w:r w:rsidRPr="003323C2">
        <w:rPr>
          <w:rStyle w:val="libAieChar"/>
          <w:rFonts w:hint="cs"/>
          <w:rtl/>
        </w:rPr>
        <w:t>تقدموا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>''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9</w:t>
      </w:r>
      <w:r w:rsidRPr="006A282F">
        <w:rPr>
          <w:rFonts w:hint="cs"/>
          <w:rtl/>
        </w:rPr>
        <w:t>۔ فریضے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ادائیگی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 (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lastRenderedPageBreak/>
        <w:t xml:space="preserve">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آمنوا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واتقوا</w:t>
      </w:r>
      <w:r w:rsidRPr="003729E7">
        <w:rPr>
          <w:rStyle w:val="libAieChar"/>
          <w:rtl/>
        </w:rPr>
        <w:t xml:space="preserve"> ''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)۔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10</w:t>
      </w:r>
      <w:r w:rsidRPr="006A282F">
        <w:rPr>
          <w:rFonts w:hint="cs"/>
          <w:rtl/>
        </w:rPr>
        <w:t>۔ 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خوبصورتی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باعث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تقدموا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Fonts w:hint="cs"/>
          <w:rtl/>
        </w:rPr>
        <w:t>واتَّقُوا</w:t>
      </w:r>
      <w:r w:rsidRPr="003729E7">
        <w:rPr>
          <w:rStyle w:val="libAieChar"/>
          <w:rtl/>
        </w:rPr>
        <w:t>)</w:t>
      </w:r>
      <w:r w:rsidR="00EC5BA0" w:rsidRPr="00EC5BA0">
        <w:rPr>
          <w:rStyle w:val="libAieChar"/>
          <w:rFonts w:hint="cs"/>
          <w:rtl/>
        </w:rPr>
        <w:t>-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11</w:t>
      </w:r>
      <w:r w:rsidRPr="006A282F">
        <w:rPr>
          <w:rFonts w:hint="cs"/>
          <w:rtl/>
        </w:rPr>
        <w:t>۔ حکم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احترامی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احترامی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ممانعت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لاتُقَدِّمُوا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بَیْنَ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یَدَیْ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اﷲِ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وَرَسُولِ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</w:t>
      </w:r>
      <w:r w:rsidR="00EC5BA0" w:rsidRPr="00EC5BA0">
        <w:rPr>
          <w:rStyle w:val="libAieChar"/>
          <w:rFonts w:hint="cs"/>
          <w:rtl/>
        </w:rPr>
        <w:t>---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12</w:t>
      </w:r>
      <w:r w:rsidRPr="006A282F">
        <w:rPr>
          <w:rFonts w:hint="cs"/>
          <w:rtl/>
        </w:rPr>
        <w:t>۔ 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Fonts w:hint="cs"/>
          <w:rtl/>
        </w:rPr>
        <w:t>لا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تقدموا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اتقوا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ه-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13</w:t>
      </w:r>
      <w:r w:rsidRPr="006A282F">
        <w:rPr>
          <w:rFonts w:hint="cs"/>
          <w:rtl/>
        </w:rPr>
        <w:t>۔ 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خواہشات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وجوہات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صاحب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پرہیز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گار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15</w:t>
      </w:r>
      <w:r w:rsidRPr="006A282F">
        <w:rPr>
          <w:rFonts w:hint="cs"/>
          <w:rtl/>
        </w:rPr>
        <w:t>۔اپنی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سست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توجیہ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انّ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سمیع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علیم</w:t>
      </w:r>
      <w:r w:rsidRPr="003729E7">
        <w:rPr>
          <w:rStyle w:val="libAieChar"/>
          <w:rtl/>
        </w:rPr>
        <w:t>''</w:t>
      </w:r>
    </w:p>
    <w:p w:rsidR="006A282F" w:rsidRPr="0067353C" w:rsidRDefault="006A282F" w:rsidP="00DF5E4E">
      <w:pPr>
        <w:pStyle w:val="Heading1"/>
      </w:pPr>
      <w:bookmarkStart w:id="8" w:name="_Toc440194738"/>
      <w:r w:rsidRPr="0067353C">
        <w:rPr>
          <w:rFonts w:hint="cs"/>
          <w:rtl/>
        </w:rPr>
        <w:t>رسول</w:t>
      </w:r>
      <w:r w:rsidRPr="0067353C">
        <w:rPr>
          <w:rtl/>
        </w:rPr>
        <w:t xml:space="preserve"> </w:t>
      </w:r>
      <w:r w:rsidRPr="0067353C">
        <w:rPr>
          <w:rFonts w:hint="cs"/>
          <w:rtl/>
        </w:rPr>
        <w:t>خدا</w:t>
      </w:r>
      <w:r w:rsidRPr="0067353C">
        <w:rPr>
          <w:rtl/>
        </w:rPr>
        <w:t xml:space="preserve">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7353C">
        <w:rPr>
          <w:rFonts w:hint="cs"/>
          <w:rtl/>
        </w:rPr>
        <w:t xml:space="preserve"> سے</w:t>
      </w:r>
      <w:r w:rsidRPr="0067353C">
        <w:rPr>
          <w:rtl/>
        </w:rPr>
        <w:t xml:space="preserve"> </w:t>
      </w:r>
      <w:r w:rsidRPr="0067353C">
        <w:rPr>
          <w:rFonts w:hint="cs"/>
          <w:rtl/>
        </w:rPr>
        <w:t>سبقت</w:t>
      </w:r>
      <w:r w:rsidRPr="0067353C">
        <w:rPr>
          <w:rtl/>
        </w:rPr>
        <w:t xml:space="preserve"> </w:t>
      </w:r>
      <w:r w:rsidRPr="0067353C">
        <w:rPr>
          <w:rFonts w:hint="cs"/>
          <w:rtl/>
        </w:rPr>
        <w:t>اور</w:t>
      </w:r>
      <w:r w:rsidRPr="0067353C">
        <w:rPr>
          <w:rtl/>
        </w:rPr>
        <w:t xml:space="preserve"> </w:t>
      </w:r>
      <w:r w:rsidRPr="0067353C">
        <w:rPr>
          <w:rFonts w:hint="cs"/>
          <w:rtl/>
        </w:rPr>
        <w:t>پیش</w:t>
      </w:r>
      <w:r w:rsidRPr="0067353C">
        <w:rPr>
          <w:rtl/>
        </w:rPr>
        <w:t xml:space="preserve"> </w:t>
      </w:r>
      <w:r w:rsidRPr="0067353C">
        <w:rPr>
          <w:rFonts w:hint="cs"/>
          <w:rtl/>
        </w:rPr>
        <w:t>قدمی</w:t>
      </w:r>
      <w:r w:rsidRPr="0067353C">
        <w:rPr>
          <w:rtl/>
        </w:rPr>
        <w:t xml:space="preserve"> </w:t>
      </w:r>
      <w:r w:rsidRPr="0067353C">
        <w:rPr>
          <w:rFonts w:hint="cs"/>
          <w:rtl/>
        </w:rPr>
        <w:t>کی</w:t>
      </w:r>
      <w:r w:rsidRPr="0067353C">
        <w:rPr>
          <w:rtl/>
        </w:rPr>
        <w:t xml:space="preserve"> </w:t>
      </w:r>
      <w:r w:rsidRPr="0067353C">
        <w:rPr>
          <w:rFonts w:hint="cs"/>
          <w:rtl/>
        </w:rPr>
        <w:t>چند</w:t>
      </w:r>
      <w:r w:rsidRPr="0067353C">
        <w:rPr>
          <w:rtl/>
        </w:rPr>
        <w:t xml:space="preserve"> </w:t>
      </w:r>
      <w:r w:rsidRPr="0067353C">
        <w:rPr>
          <w:rFonts w:hint="cs"/>
          <w:rtl/>
        </w:rPr>
        <w:t>مثالیں</w:t>
      </w:r>
      <w:r w:rsidRPr="0067353C">
        <w:rPr>
          <w:rtl/>
        </w:rPr>
        <w:t>:</w:t>
      </w:r>
      <w:bookmarkEnd w:id="8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Fonts w:hint="cs"/>
          <w:rtl/>
        </w:rPr>
        <w:t>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قدمی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موارد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تفاسیر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روایات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موجود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6A282F">
        <w:rPr>
          <w:rFonts w:hint="cs"/>
          <w:rtl/>
        </w:rPr>
        <w:t>۔ 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قربان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قربانی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کرلی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لہٰذا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لا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تقدّموا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بین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یدی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رسول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>' 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6A282F">
        <w:rPr>
          <w:rFonts w:hint="cs"/>
          <w:rtl/>
        </w:rPr>
        <w:t>۔ 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رمضان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روزہ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ثابت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روزہ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اِنہیں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لا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تقدّموا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بین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یدی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رسول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>' ''</w:t>
      </w:r>
      <w:r w:rsidRPr="006A282F">
        <w:rPr>
          <w:rtl/>
        </w:rPr>
        <w:t xml:space="preserve"> 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کشاف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3</w:t>
      </w:r>
      <w:r w:rsidR="008F1760" w:rsidRPr="00067685">
        <w:rPr>
          <w:rFonts w:hint="cs"/>
          <w:rtl/>
        </w:rPr>
        <w:t>5</w:t>
      </w:r>
      <w:r w:rsidR="008F1760" w:rsidRPr="008F1760">
        <w:rPr>
          <w:rFonts w:hint="cs"/>
          <w:rtl/>
        </w:rPr>
        <w:t>0</w:t>
      </w:r>
    </w:p>
    <w:p w:rsidR="006A282F" w:rsidRPr="006A282F" w:rsidRDefault="006A282F" w:rsidP="006A282F">
      <w:pPr>
        <w:pStyle w:val="libPoemTini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6A282F">
        <w:rPr>
          <w:rFonts w:hint="cs"/>
          <w:rtl/>
        </w:rPr>
        <w:t>۔ 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کفار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تبلیغ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غرض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بھیجا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کفار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بھیجے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مبلغین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قتل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آئے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راستے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کفار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قبیلے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بنی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عامر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نظر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آئے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چنانچہ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دوستوں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انتقام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قتل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کردیا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جبکہ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قصور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تنبیہ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کیا؟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لا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تقدّموا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بین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یدی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رسول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>' ''</w:t>
      </w:r>
      <w:r w:rsidRPr="006A282F">
        <w:rPr>
          <w:rtl/>
        </w:rPr>
        <w:t xml:space="preserve"> 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امام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ہدایت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دعا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پڑھا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۔ </w:t>
      </w:r>
      <w:r w:rsidRPr="003323C2">
        <w:rPr>
          <w:rStyle w:val="libArabicChar"/>
          <w:rtl/>
        </w:rPr>
        <w:t>''</w:t>
      </w:r>
      <w:r w:rsidRPr="003323C2">
        <w:rPr>
          <w:rStyle w:val="libArabicChar"/>
          <w:rFonts w:hint="cs"/>
          <w:rtl/>
        </w:rPr>
        <w:t>یا</w:t>
      </w:r>
      <w:r w:rsidRPr="003323C2">
        <w:rPr>
          <w:rStyle w:val="libArabicChar"/>
          <w:rtl/>
        </w:rPr>
        <w:t xml:space="preserve"> </w:t>
      </w:r>
      <w:r w:rsidRPr="003323C2">
        <w:rPr>
          <w:rStyle w:val="libArabicChar"/>
          <w:rFonts w:hint="cs"/>
          <w:rtl/>
        </w:rPr>
        <w:t>مقلّب</w:t>
      </w:r>
      <w:r w:rsidRPr="003323C2">
        <w:rPr>
          <w:rStyle w:val="libArabicChar"/>
          <w:rtl/>
        </w:rPr>
        <w:t xml:space="preserve"> </w:t>
      </w:r>
      <w:r w:rsidRPr="003323C2">
        <w:rPr>
          <w:rStyle w:val="libArabicChar"/>
          <w:rFonts w:hint="cs"/>
          <w:rtl/>
        </w:rPr>
        <w:t>القلوب</w:t>
      </w:r>
      <w:r w:rsidRPr="003323C2">
        <w:rPr>
          <w:rStyle w:val="libArabicChar"/>
          <w:rtl/>
        </w:rPr>
        <w:t>''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دعا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پڑھا</w:t>
      </w:r>
      <w:r w:rsidRPr="006A282F">
        <w:rPr>
          <w:rtl/>
        </w:rPr>
        <w:t>'</w:t>
      </w:r>
      <w:r w:rsidRPr="003729E7">
        <w:rPr>
          <w:rStyle w:val="libAieChar"/>
          <w:rtl/>
        </w:rPr>
        <w:t xml:space="preserve">' </w:t>
      </w:r>
      <w:r w:rsidRPr="003729E7">
        <w:rPr>
          <w:rStyle w:val="libAieChar"/>
          <w:rFonts w:hint="cs"/>
          <w:rtl/>
        </w:rPr>
        <w:t>یا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مقلب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القلوب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والابصار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کلمہ</w:t>
      </w:r>
      <w:r w:rsidRPr="006A282F">
        <w:rPr>
          <w:rtl/>
        </w:rPr>
        <w:t xml:space="preserve"> ''</w:t>
      </w:r>
      <w:r w:rsidRPr="006A282F">
        <w:rPr>
          <w:rFonts w:hint="cs"/>
          <w:rtl/>
        </w:rPr>
        <w:t>ابصار</w:t>
      </w:r>
      <w:r w:rsidRPr="006A282F">
        <w:rPr>
          <w:rtl/>
        </w:rPr>
        <w:t xml:space="preserve">''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لا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تقدّموا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بین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یدی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رسول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>' 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قوم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مطالبہ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خلیفہ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امیدوار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بحث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مباحثہ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امیدوار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نازل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ہوئی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لا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تقدّموا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بین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یدی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رسول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>'</w:t>
      </w:r>
      <w:r w:rsidRPr="003729E7">
        <w:rPr>
          <w:rStyle w:val="libAieChar"/>
          <w:rFonts w:hint="cs"/>
          <w:rtl/>
        </w:rPr>
        <w:t>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ولا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ترفعوا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اصواتکم</w:t>
      </w:r>
      <w:r w:rsidRPr="003729E7">
        <w:rPr>
          <w:rStyle w:val="libAieChar"/>
          <w:rtl/>
        </w:rPr>
        <w:t xml:space="preserve"> ''</w:t>
      </w:r>
      <w:r w:rsidRPr="006A282F">
        <w:rPr>
          <w:rtl/>
        </w:rPr>
        <w:t xml:space="preserve"> 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کشاف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3</w:t>
      </w:r>
      <w:r w:rsidR="008F1760" w:rsidRPr="00067685">
        <w:rPr>
          <w:rFonts w:hint="cs"/>
          <w:rtl/>
        </w:rPr>
        <w:t>5</w:t>
      </w:r>
      <w:r w:rsidR="008F1760" w:rsidRPr="008F1760">
        <w:rPr>
          <w:rFonts w:hint="cs"/>
          <w:rtl/>
        </w:rPr>
        <w:t>0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کمال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الدین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صدوق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201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صحیح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بخاری،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123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>۔ امام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دعا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تعلیم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دعا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پڑھو</w:t>
      </w:r>
      <w:r w:rsidRPr="006A282F">
        <w:rPr>
          <w:rtl/>
        </w:rPr>
        <w:t xml:space="preserve">۔ </w:t>
      </w:r>
      <w:r w:rsidRPr="003323C2">
        <w:rPr>
          <w:rStyle w:val="libArabicChar"/>
          <w:rtl/>
        </w:rPr>
        <w:t>''</w:t>
      </w:r>
      <w:r w:rsidRPr="003323C2">
        <w:rPr>
          <w:rStyle w:val="libArabicChar"/>
          <w:rFonts w:hint="cs"/>
          <w:rtl/>
        </w:rPr>
        <w:t>لا</w:t>
      </w:r>
      <w:r w:rsidRPr="003323C2">
        <w:rPr>
          <w:rStyle w:val="libArabicChar"/>
          <w:rtl/>
        </w:rPr>
        <w:t xml:space="preserve"> </w:t>
      </w:r>
      <w:r w:rsidRPr="003323C2">
        <w:rPr>
          <w:rStyle w:val="libArabicChar"/>
          <w:rFonts w:hint="cs"/>
          <w:rtl/>
        </w:rPr>
        <w:t>اِل</w:t>
      </w:r>
      <w:r w:rsidR="00EC5BA0" w:rsidRPr="00491A3E">
        <w:rPr>
          <w:rStyle w:val="libArabicChar"/>
          <w:rFonts w:hint="cs"/>
          <w:rtl/>
        </w:rPr>
        <w:t>ه</w:t>
      </w:r>
      <w:r w:rsidRPr="003323C2">
        <w:rPr>
          <w:rStyle w:val="libArabicChar"/>
          <w:rtl/>
        </w:rPr>
        <w:t xml:space="preserve"> </w:t>
      </w:r>
      <w:r w:rsidRPr="003323C2">
        <w:rPr>
          <w:rStyle w:val="libArabicChar"/>
          <w:rFonts w:hint="cs"/>
          <w:rtl/>
        </w:rPr>
        <w:t>الّا</w:t>
      </w:r>
      <w:r w:rsidRPr="003323C2">
        <w:rPr>
          <w:rStyle w:val="libArabicChar"/>
          <w:rtl/>
        </w:rPr>
        <w:t xml:space="preserve"> </w:t>
      </w:r>
      <w:r w:rsidRPr="003323C2">
        <w:rPr>
          <w:rStyle w:val="libArabicChar"/>
          <w:rFonts w:hint="cs"/>
          <w:rtl/>
        </w:rPr>
        <w:t>اللّٰ</w:t>
      </w:r>
      <w:r w:rsidR="00EC5BA0" w:rsidRPr="00491A3E">
        <w:rPr>
          <w:rStyle w:val="libArabicChar"/>
          <w:rFonts w:hint="cs"/>
          <w:rtl/>
        </w:rPr>
        <w:t>ه---</w:t>
      </w:r>
      <w:r w:rsidRPr="00491A3E">
        <w:rPr>
          <w:rStyle w:val="libArabicChar"/>
          <w:rFonts w:hint="cs"/>
          <w:rtl/>
        </w:rPr>
        <w:t xml:space="preserve"> </w:t>
      </w:r>
      <w:r w:rsidRPr="003323C2">
        <w:rPr>
          <w:rStyle w:val="libArabicChar"/>
          <w:rFonts w:hint="cs"/>
          <w:rtl/>
        </w:rPr>
        <w:t>یُحْیِی</w:t>
      </w:r>
      <w:r w:rsidRPr="003323C2">
        <w:rPr>
          <w:rStyle w:val="libArabicChar"/>
          <w:rtl/>
        </w:rPr>
        <w:t xml:space="preserve"> </w:t>
      </w:r>
      <w:r w:rsidRPr="003323C2">
        <w:rPr>
          <w:rStyle w:val="libArabicChar"/>
          <w:rFonts w:hint="cs"/>
          <w:rtl/>
        </w:rPr>
        <w:t>ویُمِیْتُ</w:t>
      </w:r>
      <w:r w:rsidRPr="003323C2">
        <w:rPr>
          <w:rStyle w:val="libArabicChar"/>
          <w:rtl/>
        </w:rPr>
        <w:t xml:space="preserve"> ''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اضافہ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کردیا</w:t>
      </w:r>
      <w:r w:rsidRPr="006A282F">
        <w:rPr>
          <w:rtl/>
        </w:rPr>
        <w:t xml:space="preserve">۔ </w:t>
      </w:r>
      <w:r w:rsidRPr="003323C2">
        <w:rPr>
          <w:rStyle w:val="libArabicChar"/>
          <w:rtl/>
        </w:rPr>
        <w:t>''</w:t>
      </w:r>
      <w:r w:rsidRPr="003323C2">
        <w:rPr>
          <w:rStyle w:val="libArabicChar"/>
          <w:rFonts w:hint="cs"/>
          <w:rtl/>
        </w:rPr>
        <w:t>و</w:t>
      </w:r>
      <w:r w:rsidRPr="003323C2">
        <w:rPr>
          <w:rStyle w:val="libArabicChar"/>
          <w:rtl/>
        </w:rPr>
        <w:t xml:space="preserve"> </w:t>
      </w:r>
      <w:r w:rsidRPr="003323C2">
        <w:rPr>
          <w:rStyle w:val="libArabicChar"/>
          <w:rFonts w:hint="cs"/>
          <w:rtl/>
        </w:rPr>
        <w:t>یُمیت</w:t>
      </w:r>
      <w:r w:rsidRPr="003323C2">
        <w:rPr>
          <w:rStyle w:val="libArabicChar"/>
          <w:rtl/>
        </w:rPr>
        <w:t xml:space="preserve"> </w:t>
      </w:r>
      <w:r w:rsidRPr="003323C2">
        <w:rPr>
          <w:rStyle w:val="libArabicChar"/>
          <w:rFonts w:hint="cs"/>
          <w:rtl/>
        </w:rPr>
        <w:t>و</w:t>
      </w:r>
      <w:r w:rsidRPr="003323C2">
        <w:rPr>
          <w:rStyle w:val="libArabicChar"/>
          <w:rtl/>
        </w:rPr>
        <w:t xml:space="preserve"> </w:t>
      </w:r>
      <w:r w:rsidRPr="003323C2">
        <w:rPr>
          <w:rStyle w:val="libArabicChar"/>
          <w:rFonts w:hint="cs"/>
          <w:rtl/>
        </w:rPr>
        <w:t>یُحْیِی</w:t>
      </w:r>
      <w:r w:rsidRPr="003323C2">
        <w:rPr>
          <w:rStyle w:val="libArabicChar"/>
          <w:rtl/>
        </w:rPr>
        <w:t>''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صحیح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تلاوت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فرمائی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لا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تقدّموا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بین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یدی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رسول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>'</w:t>
      </w:r>
      <w:r w:rsidR="00EC5BA0" w:rsidRPr="00EC5BA0">
        <w:rPr>
          <w:rStyle w:val="libAieChar"/>
          <w:rFonts w:hint="cs"/>
          <w:rtl/>
        </w:rPr>
        <w:t>---</w:t>
      </w:r>
      <w:r w:rsidRPr="006A282F">
        <w:rPr>
          <w:rtl/>
        </w:rPr>
        <w:t xml:space="preserve"> '' 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>۔ 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صحابہ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کھانا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ازواج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مباشرت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چھوڑ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 منبر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تشریف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کھانا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کھاتا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ازواج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سرپیچی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7353C">
        <w:rPr>
          <w:rStyle w:val="libArabicChar"/>
          <w:rFonts w:hint="cs"/>
          <w:rtl/>
        </w:rPr>
        <w:t>فَمَنْ</w:t>
      </w:r>
      <w:r w:rsidRPr="0067353C">
        <w:rPr>
          <w:rStyle w:val="libArabicChar"/>
          <w:rtl/>
        </w:rPr>
        <w:t xml:space="preserve"> </w:t>
      </w:r>
      <w:r w:rsidRPr="0067353C">
        <w:rPr>
          <w:rStyle w:val="libArabicChar"/>
          <w:rFonts w:hint="cs"/>
          <w:rtl/>
        </w:rPr>
        <w:t>رَغِبَ</w:t>
      </w:r>
      <w:r w:rsidRPr="0067353C">
        <w:rPr>
          <w:rStyle w:val="libArabicChar"/>
          <w:rtl/>
        </w:rPr>
        <w:t xml:space="preserve"> </w:t>
      </w:r>
      <w:r w:rsidRPr="0067353C">
        <w:rPr>
          <w:rStyle w:val="libArabicChar"/>
          <w:rFonts w:hint="cs"/>
          <w:rtl/>
        </w:rPr>
        <w:t>عن</w:t>
      </w:r>
      <w:r w:rsidRPr="0067353C">
        <w:rPr>
          <w:rStyle w:val="libArabicChar"/>
          <w:rtl/>
        </w:rPr>
        <w:t xml:space="preserve"> </w:t>
      </w:r>
      <w:r w:rsidRPr="0067353C">
        <w:rPr>
          <w:rStyle w:val="libArabicChar"/>
          <w:rFonts w:hint="cs"/>
          <w:rtl/>
        </w:rPr>
        <w:t>سنتی</w:t>
      </w:r>
      <w:r w:rsidRPr="0067353C">
        <w:rPr>
          <w:rStyle w:val="libArabicChar"/>
          <w:rtl/>
        </w:rPr>
        <w:t xml:space="preserve"> </w:t>
      </w:r>
      <w:r w:rsidRPr="0067353C">
        <w:rPr>
          <w:rStyle w:val="libArabicChar"/>
          <w:rFonts w:hint="cs"/>
          <w:rtl/>
        </w:rPr>
        <w:t>فلیس</w:t>
      </w:r>
      <w:r w:rsidRPr="0067353C">
        <w:rPr>
          <w:rStyle w:val="libArabicChar"/>
          <w:rtl/>
        </w:rPr>
        <w:t xml:space="preserve"> </w:t>
      </w:r>
      <w:r w:rsidRPr="0067353C">
        <w:rPr>
          <w:rStyle w:val="libArabicChar"/>
          <w:rFonts w:hint="cs"/>
          <w:rtl/>
        </w:rPr>
        <w:t>مِنّی</w:t>
      </w:r>
      <w:r w:rsidR="00EC5BA0" w:rsidRPr="00491A3E">
        <w:rPr>
          <w:rStyle w:val="libArabicChar"/>
          <w:rFonts w:hint="cs"/>
          <w:rtl/>
        </w:rPr>
        <w:t>-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>۔ 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متعہ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حلال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خلیفہ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مترادف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ممانعت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لا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تقدّموا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بین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یدی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رسول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>' ''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9</w:t>
      </w:r>
      <w:r w:rsidRPr="006A282F">
        <w:rPr>
          <w:rFonts w:hint="cs"/>
          <w:rtl/>
        </w:rPr>
        <w:t>۔ سن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 xml:space="preserve"> ہجری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مدینہ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فتح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روانہ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دوران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روزہ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افطار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جبکہ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مسافر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روزہ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روزہ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افطار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کرلیا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بڑھ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لا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تقدّموا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بین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یدی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رسول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>' ''</w:t>
      </w:r>
      <w:r w:rsidRPr="006A282F">
        <w:rPr>
          <w:rtl/>
        </w:rPr>
        <w:t xml:space="preserve"> 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 خصال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صدوق،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067685" w:rsidRPr="00067685">
        <w:rPr>
          <w:rFonts w:hint="cs"/>
          <w:rtl/>
        </w:rPr>
        <w:t>6</w:t>
      </w:r>
      <w:r w:rsidR="008F1760" w:rsidRPr="008F1760">
        <w:rPr>
          <w:rFonts w:hint="cs"/>
          <w:rtl/>
        </w:rPr>
        <w:t>2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10</w:t>
      </w:r>
      <w:r w:rsidRPr="006A282F">
        <w:rPr>
          <w:rFonts w:hint="cs"/>
          <w:rtl/>
        </w:rPr>
        <w:t>۔ 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مثالیں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موجود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انبیاء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بڑھ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عیسیٰ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بیٹے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عبد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شروع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غلو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۔ </w:t>
      </w:r>
    </w:p>
    <w:p w:rsidR="006A282F" w:rsidRPr="006A282F" w:rsidRDefault="006A282F" w:rsidP="00DF5E4E">
      <w:pPr>
        <w:pStyle w:val="Heading1"/>
      </w:pPr>
      <w:bookmarkStart w:id="9" w:name="_Toc440194739"/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 </w:t>
      </w:r>
      <w:r w:rsidR="00C26ECE" w:rsidRPr="00C26ECE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پیچھے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مخالفت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مثالیں</w:t>
      </w:r>
      <w:r w:rsidRPr="006A282F">
        <w:rPr>
          <w:rtl/>
        </w:rPr>
        <w:t>:</w:t>
      </w:r>
      <w:bookmarkEnd w:id="9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خلاف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ورزی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عقب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نشینی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جانشین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برحق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معرفت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آگاہی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عاشقانہ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انداز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لبیک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سستی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مظاہرہ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شدید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تنقید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 xml:space="preserve">'' </w:t>
      </w:r>
      <w:r w:rsidRPr="003729E7">
        <w:rPr>
          <w:rStyle w:val="libAieChar"/>
          <w:rFonts w:hint="cs"/>
          <w:rtl/>
        </w:rPr>
        <w:t>اثَّاقَلتُم</w:t>
      </w:r>
      <w:r w:rsidRPr="003729E7">
        <w:rPr>
          <w:rStyle w:val="libAieChar"/>
          <w:rtl/>
        </w:rPr>
        <w:t xml:space="preserve"> ِ</w:t>
      </w:r>
      <w:r w:rsidRPr="003729E7">
        <w:rPr>
          <w:rStyle w:val="libAieChar"/>
          <w:rFonts w:hint="cs"/>
          <w:rtl/>
        </w:rPr>
        <w:t>لَی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الرض</w:t>
      </w:r>
      <w:r w:rsidRPr="003729E7">
        <w:rPr>
          <w:rStyle w:val="libAieChar"/>
          <w:rtl/>
        </w:rPr>
        <w:t xml:space="preserve"> 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سلسلہ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مثالوں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الف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رحلت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اسامہ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سپہ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سالاری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خطّے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حفاظت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دفاع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لشکر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تیار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اسامہ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لشکر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شامل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لعنت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اِس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باوجود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خلاف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ورزی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ب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شدید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تنقید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نشانہ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جوپیغمبراسلام</w:t>
      </w:r>
      <w:r w:rsidRPr="006A282F">
        <w:rPr>
          <w:rtl/>
        </w:rPr>
        <w:t xml:space="preserve"> 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توبہ،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="008F1760" w:rsidRPr="008F1760">
        <w:rPr>
          <w:rFonts w:hint="cs"/>
          <w:rtl/>
        </w:rPr>
        <w:t>3</w:t>
      </w:r>
      <w:r w:rsidR="008F1760" w:rsidRPr="00067685">
        <w:rPr>
          <w:rFonts w:hint="cs"/>
          <w:rtl/>
        </w:rPr>
        <w:t>8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نافرمانی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محاذ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امرپر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 xml:space="preserve"> ''</w:t>
      </w:r>
      <w:r w:rsidRPr="003729E7">
        <w:rPr>
          <w:rStyle w:val="libAieChar"/>
          <w:rFonts w:hint="cs"/>
          <w:rtl/>
        </w:rPr>
        <w:t>فَرِحَ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الْمُخَلَّفُونَ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بِمَقْعَدِ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ِم</w:t>
      </w:r>
      <w:r w:rsidRPr="003729E7">
        <w:rPr>
          <w:rStyle w:val="libAieChar"/>
          <w:rFonts w:hint="cs"/>
          <w:rtl/>
        </w:rPr>
        <w:t>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خِلَافَ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رَسُولِ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اﷲ</w:t>
      </w:r>
      <w:r w:rsidRPr="003729E7">
        <w:rPr>
          <w:rStyle w:val="libAieChar"/>
          <w:rtl/>
        </w:rPr>
        <w:t xml:space="preserve"> ''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ج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جنگ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اُحد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حملے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میںمسلمان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کامیاب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ہوگئے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150</w:t>
      </w:r>
      <w:r w:rsidRPr="006A282F">
        <w:rPr>
          <w:rFonts w:hint="cs"/>
          <w:rtl/>
        </w:rPr>
        <w:t xml:space="preserve"> آدمیوں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پہاڑوں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شگاف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کھڑا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غنائم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لوٹنے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غرض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نافرمانی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چھوڑ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نتیجہ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گئے،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حمزہ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اصحاب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باوفا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شہید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ہوگئے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اُحد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شکست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سستی،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اختلاف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نافرمانی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 xml:space="preserve">'' </w:t>
      </w:r>
      <w:r w:rsidRPr="003729E7">
        <w:rPr>
          <w:rStyle w:val="libAieChar"/>
          <w:rFonts w:hint="cs"/>
          <w:rtl/>
        </w:rPr>
        <w:t>حَتّٰی</w:t>
      </w:r>
      <w:r w:rsidRPr="003729E7">
        <w:rPr>
          <w:rStyle w:val="libAieChar"/>
          <w:rtl/>
        </w:rPr>
        <w:t xml:space="preserve"> ِ</w:t>
      </w:r>
      <w:r w:rsidRPr="003729E7">
        <w:rPr>
          <w:rStyle w:val="libAieChar"/>
          <w:rFonts w:hint="cs"/>
          <w:rtl/>
        </w:rPr>
        <w:t>ذَا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فَشِلْتُم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وَتَنَازَعتُم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فِی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الَمرِ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وَعَصَیتُم</w:t>
      </w:r>
      <w:r w:rsidRPr="003729E7">
        <w:rPr>
          <w:rStyle w:val="libAieChar"/>
          <w:rtl/>
        </w:rPr>
        <w:t xml:space="preserve"> ''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د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نہج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البلاغہ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علی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سنگدل،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ڈرپوک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سست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شدید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سرزنش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شکلوں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مردانگی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مثالیں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موجود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خداوند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تجاوز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پیچھے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ہمراہ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رہیں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 xml:space="preserve">'' </w:t>
      </w:r>
      <w:r w:rsidRPr="003729E7">
        <w:rPr>
          <w:rStyle w:val="libAieChar"/>
          <w:rFonts w:hint="cs"/>
          <w:rtl/>
        </w:rPr>
        <w:t>والّذین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مَعَ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</w:t>
      </w:r>
      <w:r w:rsidRPr="003729E7">
        <w:rPr>
          <w:rStyle w:val="libAieChar"/>
          <w:rFonts w:hint="cs"/>
          <w:rtl/>
        </w:rPr>
        <w:t>ْ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>'</w:t>
      </w:r>
      <w:r w:rsidRPr="003729E7">
        <w:rPr>
          <w:rStyle w:val="libAieChar"/>
          <w:rtl/>
        </w:rPr>
        <w:t>'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،آیت</w:t>
      </w:r>
      <w:r w:rsidRPr="006A282F">
        <w:rPr>
          <w:rtl/>
        </w:rPr>
        <w:t xml:space="preserve">  </w:t>
      </w:r>
      <w:r w:rsidR="008F1760" w:rsidRPr="00067685">
        <w:rPr>
          <w:rFonts w:hint="cs"/>
          <w:rtl/>
        </w:rPr>
        <w:t>8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ab/>
      </w:r>
      <w:r w:rsidRPr="006A282F">
        <w:rPr>
          <w:rtl/>
        </w:rPr>
        <w:tab/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عمران،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="008F1760" w:rsidRPr="00067685">
        <w:rPr>
          <w:rFonts w:hint="cs"/>
          <w:rtl/>
        </w:rPr>
        <w:t>5</w:t>
      </w:r>
      <w:r w:rsidR="008F1760" w:rsidRPr="008F1760">
        <w:rPr>
          <w:rFonts w:hint="cs"/>
          <w:rtl/>
        </w:rPr>
        <w:t>2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نہج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البلاغہ،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</w:t>
      </w:r>
      <w:r w:rsidR="00067685" w:rsidRPr="00067685">
        <w:rPr>
          <w:rFonts w:hint="cs"/>
          <w:rtl/>
        </w:rPr>
        <w:t>7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DF5E4E">
      <w:pPr>
        <w:pStyle w:val="Heading1"/>
      </w:pPr>
      <w:bookmarkStart w:id="10" w:name="_Toc440194740"/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پرہیز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بحث</w:t>
      </w:r>
      <w:r w:rsidRPr="006A282F">
        <w:rPr>
          <w:rtl/>
        </w:rPr>
        <w:t>:</w:t>
      </w:r>
      <w:bookmarkEnd w:id="10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جملہ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واتّقوا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>''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مناسبت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نکات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اشارہ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:</w:t>
      </w:r>
    </w:p>
    <w:p w:rsidR="006A282F" w:rsidRPr="006A282F" w:rsidRDefault="008F1760" w:rsidP="00067685">
      <w:pPr>
        <w:pStyle w:val="libNormal"/>
      </w:pPr>
      <w:r w:rsidRPr="00067685">
        <w:rPr>
          <w:rFonts w:hint="cs"/>
          <w:rtl/>
        </w:rPr>
        <w:t>1</w:t>
      </w:r>
      <w:r w:rsidR="006A282F" w:rsidRPr="006A282F">
        <w:rPr>
          <w:rFonts w:hint="cs"/>
          <w:rtl/>
        </w:rPr>
        <w:t>۔ الٰہی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احکامات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ہدف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یہ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انسان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تقویٰ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پرہیز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گاری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جذبہ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پیدا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ہو</w:t>
      </w:r>
      <w:r w:rsidR="006A282F" w:rsidRPr="006A282F">
        <w:rPr>
          <w:rtl/>
        </w:rPr>
        <w:t xml:space="preserve">۔ </w:t>
      </w:r>
      <w:r w:rsidR="006A282F" w:rsidRPr="006A282F">
        <w:rPr>
          <w:rFonts w:hint="cs"/>
          <w:rtl/>
        </w:rPr>
        <w:t>مثال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طور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قرآن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ارشاد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اپنے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پروردگار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عبادت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شاید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متقی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پرہیز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گار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بن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جاؤ</w:t>
      </w:r>
      <w:r w:rsidR="006A282F" w:rsidRPr="006A282F">
        <w:rPr>
          <w:rtl/>
        </w:rPr>
        <w:t>۔</w:t>
      </w:r>
      <w:r w:rsidR="006A282F"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="006A282F" w:rsidRPr="003323C2">
        <w:rPr>
          <w:rStyle w:val="libFootnotenumChar"/>
          <w:rFonts w:hint="cs"/>
          <w:rtl/>
        </w:rPr>
        <w:t>)</w:t>
      </w:r>
      <w:r w:rsidR="006A282F" w:rsidRPr="006A282F">
        <w:rPr>
          <w:rFonts w:hint="cs"/>
          <w:rtl/>
        </w:rPr>
        <w:t xml:space="preserve"> 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پھر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فرمایا</w:t>
      </w:r>
      <w:r w:rsidR="006A282F" w:rsidRPr="006A282F">
        <w:rPr>
          <w:rtl/>
        </w:rPr>
        <w:t>:</w:t>
      </w:r>
      <w:r w:rsidR="006A282F" w:rsidRPr="006A282F">
        <w:rPr>
          <w:rFonts w:hint="cs"/>
          <w:rtl/>
        </w:rPr>
        <w:t xml:space="preserve"> تمہارے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اوپر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روزے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اسی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طرح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واجب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جس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طرح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سے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پہلے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والی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امتوں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واجب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تھے</w:t>
      </w:r>
      <w:r w:rsidR="006A282F" w:rsidRPr="006A282F">
        <w:rPr>
          <w:rtl/>
        </w:rPr>
        <w:t xml:space="preserve">۔ </w:t>
      </w:r>
      <w:r w:rsidR="006A282F" w:rsidRPr="006A282F">
        <w:rPr>
          <w:rFonts w:hint="cs"/>
          <w:rtl/>
        </w:rPr>
        <w:t>شاید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متقی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ہوجاؤ</w:t>
      </w:r>
      <w:r w:rsidR="006A282F" w:rsidRPr="006A282F">
        <w:rPr>
          <w:rtl/>
        </w:rPr>
        <w:t xml:space="preserve">۔ </w:t>
      </w:r>
      <w:r w:rsidR="006A282F"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="006A282F" w:rsidRPr="003323C2">
        <w:rPr>
          <w:rStyle w:val="libFootnotenumChar"/>
          <w:rtl/>
        </w:rPr>
        <w:t>)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2</w:t>
      </w:r>
      <w:r w:rsidR="006A282F" w:rsidRPr="006A282F">
        <w:rPr>
          <w:rFonts w:hint="cs"/>
          <w:rtl/>
        </w:rPr>
        <w:t>۔ تقویٰ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ہدایت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قبول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پیش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خیمہ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 xml:space="preserve">۔ </w:t>
      </w:r>
      <w:r w:rsidR="00491A3E" w:rsidRPr="00491A3E">
        <w:rPr>
          <w:rStyle w:val="libAieChar"/>
          <w:rFonts w:hint="cs"/>
          <w:rtl/>
        </w:rPr>
        <w:t>ه</w:t>
      </w:r>
      <w:r w:rsidR="006A282F" w:rsidRPr="00491A3E">
        <w:rPr>
          <w:rStyle w:val="libAieChar"/>
          <w:rFonts w:hint="cs"/>
          <w:rtl/>
        </w:rPr>
        <w:t>ُدیً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للمتقین</w:t>
      </w:r>
      <w:r w:rsidR="006A282F" w:rsidRPr="006A282F">
        <w:rPr>
          <w:rtl/>
        </w:rPr>
        <w:t xml:space="preserve">۔ </w:t>
      </w:r>
      <w:r w:rsidR="006A282F"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="006A282F" w:rsidRPr="003323C2">
        <w:rPr>
          <w:rStyle w:val="libFootnotenumChar"/>
          <w:rtl/>
        </w:rPr>
        <w:t>)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3</w:t>
      </w:r>
      <w:r w:rsidR="006A282F" w:rsidRPr="006A282F">
        <w:rPr>
          <w:rFonts w:hint="cs"/>
          <w:rtl/>
        </w:rPr>
        <w:t>۔ خداوند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عالم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صاحبان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تقویٰ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علم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عطا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کرتا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 xml:space="preserve">۔ </w:t>
      </w:r>
      <w:r w:rsidR="006A282F" w:rsidRPr="003729E7">
        <w:rPr>
          <w:rStyle w:val="libAieChar"/>
          <w:rFonts w:hint="cs"/>
          <w:rtl/>
        </w:rPr>
        <w:t>واتقوا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للّٰ</w:t>
      </w:r>
      <w:r w:rsidR="00EC5BA0" w:rsidRPr="00EC5BA0">
        <w:rPr>
          <w:rStyle w:val="libAieChar"/>
          <w:rFonts w:hint="cs"/>
          <w:rtl/>
        </w:rPr>
        <w:t>ه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و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یُعَلمکم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="006A282F" w:rsidRPr="00491A3E">
        <w:rPr>
          <w:rStyle w:val="libAieChar"/>
          <w:rFonts w:hint="cs"/>
          <w:rtl/>
        </w:rPr>
        <w:t>ُ</w:t>
      </w:r>
      <w:r w:rsidR="00EC5BA0" w:rsidRPr="00EC5BA0">
        <w:rPr>
          <w:rStyle w:val="libAieChar"/>
          <w:rFonts w:hint="cs"/>
          <w:rtl/>
        </w:rPr>
        <w:t>-</w:t>
      </w:r>
      <w:r w:rsidR="006A282F" w:rsidRPr="006A282F">
        <w:rPr>
          <w:rtl/>
        </w:rPr>
        <w:t xml:space="preserve"> </w:t>
      </w:r>
      <w:r w:rsidR="006A282F"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4</w:t>
      </w:r>
      <w:r w:rsidR="006A282F" w:rsidRPr="003323C2">
        <w:rPr>
          <w:rStyle w:val="libFootnotenumChar"/>
          <w:rtl/>
        </w:rPr>
        <w:t>)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5</w:t>
      </w:r>
      <w:r w:rsidR="006A282F" w:rsidRPr="006A282F">
        <w:rPr>
          <w:rFonts w:hint="cs"/>
          <w:rtl/>
        </w:rPr>
        <w:t>۔ تقویٰ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رحمت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الٰہی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حصول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ذریعہ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 xml:space="preserve">۔ </w:t>
      </w:r>
      <w:r w:rsidR="006A282F" w:rsidRPr="003729E7">
        <w:rPr>
          <w:rStyle w:val="libAieChar"/>
          <w:rFonts w:hint="cs"/>
          <w:rtl/>
        </w:rPr>
        <w:t>واتقو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لَعَلْکم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تُرْحمون</w:t>
      </w:r>
      <w:r w:rsidR="00EC5BA0" w:rsidRPr="00EC5BA0">
        <w:rPr>
          <w:rStyle w:val="libAieChar"/>
          <w:rFonts w:hint="cs"/>
          <w:rtl/>
        </w:rPr>
        <w:t>-</w:t>
      </w:r>
      <w:r w:rsidR="006A282F" w:rsidRPr="006A282F">
        <w:rPr>
          <w:rtl/>
        </w:rPr>
        <w:t xml:space="preserve"> </w:t>
      </w:r>
      <w:r w:rsidR="006A282F"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5</w:t>
      </w:r>
      <w:r w:rsidR="006A282F" w:rsidRPr="003323C2">
        <w:rPr>
          <w:rStyle w:val="libFootnotenumChar"/>
          <w:rFonts w:hint="cs"/>
          <w:rtl/>
        </w:rPr>
        <w:t>)</w:t>
      </w:r>
      <w:r w:rsidR="006A282F" w:rsidRPr="006A282F">
        <w:rPr>
          <w:rtl/>
        </w:rPr>
        <w:t xml:space="preserve"> 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5</w:t>
      </w:r>
      <w:r w:rsidR="006A282F" w:rsidRPr="006A282F">
        <w:rPr>
          <w:rFonts w:hint="cs"/>
          <w:rtl/>
        </w:rPr>
        <w:t>۔ تقویٰ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اعمال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قبول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ہونے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وسیلہ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قرآن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مجید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پڑھتے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خداوند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عالم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فقط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صاحبان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تقویٰ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اعمال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قبول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کرتا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 xml:space="preserve">۔ </w:t>
      </w:r>
      <w:r w:rsidR="006A282F" w:rsidRPr="003729E7">
        <w:rPr>
          <w:rStyle w:val="libAieChar"/>
          <w:rFonts w:hint="cs"/>
          <w:rtl/>
        </w:rPr>
        <w:t>انّما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یَتَقَبَّلُ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="006A282F" w:rsidRPr="00491A3E">
        <w:rPr>
          <w:rStyle w:val="libAieChar"/>
          <w:rFonts w:hint="cs"/>
          <w:rtl/>
        </w:rPr>
        <w:t>ُ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مِنَ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الْمُتَّقِیْنَ</w:t>
      </w:r>
      <w:r w:rsidR="00EC5BA0" w:rsidRPr="00EC5BA0">
        <w:rPr>
          <w:rStyle w:val="libAieChar"/>
          <w:rFonts w:hint="cs"/>
          <w:rtl/>
        </w:rPr>
        <w:t>-</w:t>
      </w:r>
      <w:r w:rsidR="006A282F" w:rsidRPr="006A282F">
        <w:rPr>
          <w:rtl/>
        </w:rPr>
        <w:t xml:space="preserve"> </w:t>
      </w:r>
      <w:r w:rsidR="006A282F"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6</w:t>
      </w:r>
      <w:r w:rsidR="006A282F" w:rsidRPr="003323C2">
        <w:rPr>
          <w:rStyle w:val="libFootnotenumChar"/>
          <w:rtl/>
        </w:rPr>
        <w:t>)</w:t>
      </w:r>
    </w:p>
    <w:p w:rsidR="006A282F" w:rsidRPr="006A282F" w:rsidRDefault="00067685" w:rsidP="006A282F">
      <w:pPr>
        <w:pStyle w:val="libNormal"/>
      </w:pPr>
      <w:r w:rsidRPr="00067685">
        <w:rPr>
          <w:rFonts w:hint="cs"/>
          <w:rtl/>
        </w:rPr>
        <w:t>6</w:t>
      </w:r>
      <w:r w:rsidR="006A282F" w:rsidRPr="006A282F">
        <w:rPr>
          <w:rFonts w:hint="cs"/>
          <w:rtl/>
        </w:rPr>
        <w:t>۔ تقویٰ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باعث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انسان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ایسی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جگہ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سے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رزق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ملتا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جس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اُسے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خیال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بھی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نہیں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ہوتا</w:t>
      </w:r>
      <w:r w:rsidR="006A282F" w:rsidRPr="006A282F">
        <w:rPr>
          <w:rtl/>
        </w:rPr>
        <w:t xml:space="preserve">۔ </w:t>
      </w:r>
      <w:r w:rsidR="006A282F" w:rsidRPr="003729E7">
        <w:rPr>
          <w:rStyle w:val="libAieChar"/>
          <w:rFonts w:hint="cs"/>
          <w:rtl/>
        </w:rPr>
        <w:t>ویَرْزُقُ</w:t>
      </w:r>
      <w:r w:rsidR="00EC5BA0" w:rsidRPr="00EC5BA0">
        <w:rPr>
          <w:rStyle w:val="libAieChar"/>
          <w:rFonts w:hint="cs"/>
          <w:rtl/>
        </w:rPr>
        <w:t>ه</w:t>
      </w:r>
      <w:r w:rsidR="006A282F" w:rsidRPr="003729E7">
        <w:rPr>
          <w:rStyle w:val="libAieChar"/>
          <w:rtl/>
        </w:rPr>
        <w:t xml:space="preserve">' </w:t>
      </w:r>
      <w:r w:rsidR="006A282F" w:rsidRPr="003729E7">
        <w:rPr>
          <w:rStyle w:val="libAieChar"/>
          <w:rFonts w:hint="cs"/>
          <w:rtl/>
        </w:rPr>
        <w:t>من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حَیْثُ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لَا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یَحْتَسِبْ</w:t>
      </w:r>
      <w:r w:rsidR="006A282F" w:rsidRPr="006A282F">
        <w:rPr>
          <w:rtl/>
        </w:rPr>
        <w:t xml:space="preserve">۔ </w:t>
      </w:r>
      <w:r w:rsidR="006A282F"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7</w:t>
      </w:r>
      <w:r w:rsidR="006A282F" w:rsidRPr="003323C2">
        <w:rPr>
          <w:rStyle w:val="libFootnotenumChar"/>
          <w:rtl/>
        </w:rPr>
        <w:t>)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بقرہ،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21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بقرہ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="008F1760" w:rsidRPr="00067685">
        <w:rPr>
          <w:rFonts w:hint="cs"/>
          <w:rtl/>
        </w:rPr>
        <w:t>8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ab/>
      </w:r>
      <w:r w:rsidRPr="006A282F">
        <w:rPr>
          <w:rtl/>
        </w:rPr>
        <w:tab/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بقرہ،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)۔سورئہ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بقرہ،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</w:t>
      </w:r>
      <w:r w:rsidR="008F1760" w:rsidRPr="00067685">
        <w:rPr>
          <w:rFonts w:hint="cs"/>
          <w:rtl/>
        </w:rPr>
        <w:t>8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ab/>
      </w:r>
      <w:r w:rsidRPr="006A282F">
        <w:rPr>
          <w:rtl/>
        </w:rPr>
        <w:tab/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انعام،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="008F1760" w:rsidRPr="00067685">
        <w:rPr>
          <w:rFonts w:hint="cs"/>
          <w:rtl/>
        </w:rPr>
        <w:t>55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مائدہ،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</w:t>
      </w:r>
      <w:r w:rsidR="00067685" w:rsidRPr="00067685">
        <w:rPr>
          <w:rFonts w:hint="cs"/>
          <w:rtl/>
        </w:rPr>
        <w:t>7</w:t>
      </w:r>
      <w:r w:rsidRPr="006A282F">
        <w:rPr>
          <w:rtl/>
        </w:rPr>
        <w:tab/>
        <w:t>(</w:t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طلاق،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067685" w:rsidRPr="00067685">
        <w:rPr>
          <w:rFonts w:hint="cs"/>
          <w:rtl/>
        </w:rPr>
        <w:t>6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>۔ 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صاحبان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وعدہ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ومددگار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>۔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وَمَنْ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یَتَّقِ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یَجْعَلْ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لَ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' </w:t>
      </w:r>
      <w:r w:rsidRPr="003729E7">
        <w:rPr>
          <w:rStyle w:val="libAieChar"/>
          <w:rFonts w:hint="cs"/>
          <w:rtl/>
        </w:rPr>
        <w:t>مَخْرَجًا</w:t>
      </w:r>
      <w:r w:rsidR="00EC5BA0" w:rsidRPr="00EC5BA0">
        <w:rPr>
          <w:rStyle w:val="libAieChar"/>
          <w:rFonts w:hint="cs"/>
          <w:rtl/>
        </w:rPr>
        <w:t>-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>۔ 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حمایت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امداد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صاحبان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نثار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Fonts w:hint="cs"/>
          <w:rtl/>
        </w:rPr>
        <w:t>وَ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اعْلَمُوا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انّ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مَعَ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المتقینَ</w:t>
      </w:r>
      <w:r w:rsidR="00EC5BA0" w:rsidRPr="00EC5BA0">
        <w:rPr>
          <w:rStyle w:val="libAieChar"/>
          <w:rFonts w:hint="cs"/>
          <w:rtl/>
        </w:rPr>
        <w:t>-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9</w:t>
      </w:r>
      <w:r w:rsidRPr="006A282F">
        <w:rPr>
          <w:rFonts w:hint="cs"/>
          <w:rtl/>
        </w:rPr>
        <w:t>۔ 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قیامت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خطرات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محفوظ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رہنے</w:t>
      </w:r>
      <w:r w:rsidRPr="006A282F">
        <w:rPr>
          <w:rtl/>
        </w:rPr>
        <w:t xml:space="preserve"> 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عاقبت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بالخیر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ذریعہ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Fonts w:hint="cs"/>
          <w:rtl/>
        </w:rPr>
        <w:t>والعاقبة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للمتقین</w:t>
      </w:r>
      <w:r w:rsidR="00EC5BA0" w:rsidRPr="00EC5BA0">
        <w:rPr>
          <w:rStyle w:val="libAieChar"/>
          <w:rFonts w:hint="cs"/>
          <w:rtl/>
        </w:rPr>
        <w:t>-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4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DF5E4E">
      <w:pPr>
        <w:pStyle w:val="Heading1"/>
      </w:pPr>
      <w:bookmarkStart w:id="11" w:name="_Toc440194741"/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مؤثر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عوامل</w:t>
      </w:r>
      <w:r w:rsidRPr="006A282F">
        <w:rPr>
          <w:rtl/>
        </w:rPr>
        <w:t>:</w:t>
      </w:r>
      <w:bookmarkEnd w:id="11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آثار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برکات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اشارہ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عوامل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متقی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پرہیز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مدد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6A282F">
        <w:rPr>
          <w:rFonts w:hint="cs"/>
          <w:rtl/>
        </w:rPr>
        <w:t>۔ مبدأ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مقابلے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قوی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ہوگا،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اتنا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پائیدار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ہوگا</w:t>
      </w:r>
      <w:r w:rsidRPr="006A282F">
        <w:rPr>
          <w:rtl/>
        </w:rPr>
        <w:t>۔</w:t>
      </w:r>
    </w:p>
    <w:p w:rsidR="006A282F" w:rsidRDefault="006A282F" w:rsidP="006A282F">
      <w:pPr>
        <w:pStyle w:val="libNormal"/>
      </w:pPr>
      <w:r w:rsidRPr="006A282F">
        <w:rPr>
          <w:rtl/>
        </w:rPr>
        <w:t xml:space="preserve">   </w:t>
      </w:r>
      <w:r w:rsidR="008F1760" w:rsidRPr="00067685">
        <w:rPr>
          <w:rFonts w:hint="cs"/>
          <w:rtl/>
        </w:rPr>
        <w:t>2</w:t>
      </w:r>
      <w:r w:rsidRPr="006A282F">
        <w:rPr>
          <w:rFonts w:hint="cs"/>
          <w:rtl/>
        </w:rPr>
        <w:t>۔ عمومی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نظارت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امر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بالمعروف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منکر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معاشرے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رشد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طلاق،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ab/>
      </w:r>
      <w:r w:rsidRPr="006A282F">
        <w:rPr>
          <w:rtl/>
        </w:rPr>
        <w:tab/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3</w:t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 xml:space="preserve"> اور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123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مریم،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067685" w:rsidRPr="00067685">
        <w:rPr>
          <w:rFonts w:hint="cs"/>
          <w:rtl/>
        </w:rPr>
        <w:t>7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ab/>
      </w:r>
      <w:r w:rsidRPr="006A282F">
        <w:rPr>
          <w:rtl/>
        </w:rPr>
        <w:tab/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اعراف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12</w:t>
      </w:r>
      <w:r w:rsidR="008F1760" w:rsidRPr="00067685">
        <w:rPr>
          <w:rFonts w:hint="cs"/>
          <w:rtl/>
        </w:rPr>
        <w:t>8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باعث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6A282F">
        <w:rPr>
          <w:rFonts w:hint="cs"/>
          <w:rtl/>
        </w:rPr>
        <w:t>۔ خاندان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تربیت،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لقمہ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حلال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حصول،</w:t>
      </w:r>
      <w:r w:rsidRPr="006A282F">
        <w:rPr>
          <w:rtl/>
        </w:rPr>
        <w:t xml:space="preserve">  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دیانتداری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>۔ دوستوں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بیوی،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ہمسایہ،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جماعت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اچھا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برتاؤ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>۔ صحیح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انتخاب،</w:t>
      </w:r>
      <w:r w:rsidRPr="006A282F">
        <w:rPr>
          <w:rtl/>
        </w:rPr>
        <w:t xml:space="preserve"> </w:t>
      </w:r>
      <w:r w:rsidRPr="006A282F">
        <w:rPr>
          <w:rtl/>
        </w:rPr>
        <w:tab/>
      </w:r>
      <w:r w:rsidRPr="006A282F">
        <w:rPr>
          <w:rtl/>
        </w:rPr>
        <w:tab/>
        <w:t>(</w:t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>)۔ با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رکھنا</w:t>
      </w:r>
    </w:p>
    <w:p w:rsidR="006A282F" w:rsidRPr="006A282F" w:rsidRDefault="006A282F" w:rsidP="00C30A06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عوامل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مؤثر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DF5E4E">
      <w:pPr>
        <w:pStyle w:val="Heading1"/>
      </w:pPr>
      <w:bookmarkStart w:id="12" w:name="_Toc440194742"/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محدودیت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ہے؟</w:t>
      </w:r>
      <w:bookmarkEnd w:id="12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خیال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محدودیت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۔ </w:t>
      </w:r>
      <w:r w:rsidRPr="006A282F">
        <w:rPr>
          <w:rFonts w:hint="cs"/>
          <w:rtl/>
        </w:rPr>
        <w:t>جبکہ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قلعہ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حصار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قید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قلعے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لگایا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زبردستی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محدودیت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آزادی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سازگار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قلعے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انتخاب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لگاتا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تاکہ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حوادث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روزگار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محفوظ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سکے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بتائیں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پاؤں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پہنتے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پاؤں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محدود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محفوظ؟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محدودیت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آزادی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ہوتی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وسعت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اہمیت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سرطان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جراثیم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بدن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عقب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نشینی،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واپس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پلٹنا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مریض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ڈاکٹر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واپس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آئے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lastRenderedPageBreak/>
        <w:t>ہدف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بیماری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پلٹنا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واپس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اہمیت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حصول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عورتیں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لڑکیاں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آزادی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مختلف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انداز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نظروں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سامنے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جلوہ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منٹ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فقط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منٹ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وفکر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عقل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پاکیزگی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دعوت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</w:t>
      </w:r>
      <w:r w:rsidRPr="006A282F">
        <w:rPr>
          <w:rtl/>
        </w:rPr>
        <w:t>۔</w:t>
      </w:r>
    </w:p>
    <w:p w:rsidR="006A282F" w:rsidRPr="00C30A06" w:rsidRDefault="006A282F" w:rsidP="00DF5E4E">
      <w:pPr>
        <w:pStyle w:val="Heading1"/>
      </w:pPr>
      <w:bookmarkStart w:id="13" w:name="_Toc440194743"/>
      <w:r w:rsidRPr="00C30A06">
        <w:rPr>
          <w:rFonts w:hint="cs"/>
          <w:rtl/>
        </w:rPr>
        <w:t>بدحجابی</w:t>
      </w:r>
      <w:r w:rsidRPr="00C30A06">
        <w:rPr>
          <w:rtl/>
        </w:rPr>
        <w:t xml:space="preserve"> </w:t>
      </w:r>
      <w:r w:rsidRPr="00C30A06">
        <w:rPr>
          <w:rFonts w:hint="cs"/>
          <w:rtl/>
        </w:rPr>
        <w:t>یا</w:t>
      </w:r>
      <w:r w:rsidRPr="00C30A06">
        <w:rPr>
          <w:rtl/>
        </w:rPr>
        <w:t xml:space="preserve"> </w:t>
      </w:r>
      <w:r w:rsidRPr="00C30A06">
        <w:rPr>
          <w:rFonts w:hint="cs"/>
          <w:rtl/>
        </w:rPr>
        <w:t>بے</w:t>
      </w:r>
      <w:r w:rsidRPr="00C30A06">
        <w:rPr>
          <w:rtl/>
        </w:rPr>
        <w:t xml:space="preserve"> </w:t>
      </w:r>
      <w:r w:rsidRPr="00C30A06">
        <w:rPr>
          <w:rFonts w:hint="cs"/>
          <w:rtl/>
        </w:rPr>
        <w:t>حجابی</w:t>
      </w:r>
      <w:r w:rsidRPr="00C30A06">
        <w:rPr>
          <w:rtl/>
        </w:rPr>
        <w:t xml:space="preserve"> </w:t>
      </w:r>
      <w:r w:rsidRPr="00C30A06">
        <w:rPr>
          <w:rFonts w:hint="cs"/>
          <w:rtl/>
        </w:rPr>
        <w:t>مندرجہ</w:t>
      </w:r>
      <w:r w:rsidRPr="00C30A06">
        <w:rPr>
          <w:rtl/>
        </w:rPr>
        <w:t xml:space="preserve"> </w:t>
      </w:r>
      <w:r w:rsidRPr="00C30A06">
        <w:rPr>
          <w:rFonts w:hint="cs"/>
          <w:rtl/>
        </w:rPr>
        <w:t>ذیل</w:t>
      </w:r>
      <w:r w:rsidRPr="00C30A06">
        <w:rPr>
          <w:rtl/>
        </w:rPr>
        <w:t xml:space="preserve"> </w:t>
      </w:r>
      <w:r w:rsidRPr="00C30A06">
        <w:rPr>
          <w:rFonts w:hint="cs"/>
          <w:rtl/>
        </w:rPr>
        <w:t>مسائل</w:t>
      </w:r>
      <w:r w:rsidRPr="00C30A06">
        <w:rPr>
          <w:rtl/>
        </w:rPr>
        <w:t xml:space="preserve"> </w:t>
      </w:r>
      <w:r w:rsidRPr="00C30A06">
        <w:rPr>
          <w:rFonts w:hint="cs"/>
          <w:rtl/>
        </w:rPr>
        <w:t>کو</w:t>
      </w:r>
      <w:r w:rsidRPr="00C30A06">
        <w:rPr>
          <w:rtl/>
        </w:rPr>
        <w:t xml:space="preserve"> </w:t>
      </w:r>
      <w:r w:rsidRPr="00C30A06">
        <w:rPr>
          <w:rFonts w:hint="cs"/>
          <w:rtl/>
        </w:rPr>
        <w:t>ایجاد</w:t>
      </w:r>
      <w:r w:rsidRPr="00C30A06">
        <w:rPr>
          <w:rtl/>
        </w:rPr>
        <w:t xml:space="preserve"> </w:t>
      </w:r>
      <w:r w:rsidRPr="00C30A06">
        <w:rPr>
          <w:rFonts w:hint="cs"/>
          <w:rtl/>
        </w:rPr>
        <w:t>کرتی</w:t>
      </w:r>
      <w:r w:rsidRPr="00C30A06">
        <w:rPr>
          <w:rtl/>
        </w:rPr>
        <w:t xml:space="preserve"> </w:t>
      </w:r>
      <w:r w:rsidRPr="00C30A06">
        <w:rPr>
          <w:rFonts w:hint="cs"/>
          <w:rtl/>
        </w:rPr>
        <w:t>ہے</w:t>
      </w:r>
      <w:r w:rsidRPr="00C30A06">
        <w:rPr>
          <w:rtl/>
        </w:rPr>
        <w:t>۔</w:t>
      </w:r>
      <w:bookmarkEnd w:id="13"/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1</w:t>
      </w:r>
      <w:r w:rsidR="006A282F" w:rsidRPr="006A282F">
        <w:rPr>
          <w:rFonts w:hint="cs"/>
          <w:rtl/>
        </w:rPr>
        <w:t>۔ لوگ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حجاب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خواتین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نسبت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سوء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ظن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رکھتے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ہیں</w:t>
      </w:r>
      <w:r w:rsidR="006A282F" w:rsidRPr="006A282F">
        <w:rPr>
          <w:rtl/>
        </w:rPr>
        <w:t>۔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2</w:t>
      </w:r>
      <w:r w:rsidR="006A282F" w:rsidRPr="006A282F">
        <w:rPr>
          <w:rFonts w:hint="cs"/>
          <w:rtl/>
        </w:rPr>
        <w:t>۔ لوگ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حجاب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خواتین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اغوا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سازشیں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کرتے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ہیں</w:t>
      </w:r>
      <w:r w:rsidR="006A282F" w:rsidRPr="006A282F">
        <w:rPr>
          <w:rtl/>
        </w:rPr>
        <w:t>۔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3</w:t>
      </w:r>
      <w:r w:rsidR="006A282F" w:rsidRPr="006A282F">
        <w:rPr>
          <w:rFonts w:hint="cs"/>
          <w:rtl/>
        </w:rPr>
        <w:t>۔ بے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پردہ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خواتین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وجہ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سے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خاندانی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نظام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تباہ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برباد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ہوجاتا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>۔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5</w:t>
      </w:r>
      <w:r w:rsidR="006A282F" w:rsidRPr="006A282F">
        <w:rPr>
          <w:rFonts w:hint="cs"/>
          <w:rtl/>
        </w:rPr>
        <w:t>۔ نوجوان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نسل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روحی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طور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اندیشی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کج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فکری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کھلی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دعوت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ملتی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>۔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5</w:t>
      </w:r>
      <w:r w:rsidR="006A282F" w:rsidRPr="006A282F">
        <w:rPr>
          <w:rFonts w:hint="cs"/>
          <w:rtl/>
        </w:rPr>
        <w:t>۔ بے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پردگی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سے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خواتین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خود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نمائی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فضول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خرچی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طرف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راغب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ہوجاتی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ہیں</w:t>
      </w:r>
      <w:r w:rsidR="006A282F" w:rsidRPr="006A282F">
        <w:rPr>
          <w:rtl/>
        </w:rPr>
        <w:t>۔</w:t>
      </w:r>
    </w:p>
    <w:p w:rsidR="006A282F" w:rsidRPr="006A282F" w:rsidRDefault="00067685" w:rsidP="006A282F">
      <w:pPr>
        <w:pStyle w:val="libNormal"/>
      </w:pPr>
      <w:r w:rsidRPr="00067685">
        <w:rPr>
          <w:rFonts w:hint="cs"/>
          <w:rtl/>
        </w:rPr>
        <w:t>6</w:t>
      </w:r>
      <w:r w:rsidR="006A282F" w:rsidRPr="006A282F">
        <w:rPr>
          <w:rFonts w:hint="cs"/>
          <w:rtl/>
        </w:rPr>
        <w:t>۔ بے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پردگی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طالب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علموں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درس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مطالعہ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فکری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تمرکز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ختم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کردیتی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>۔</w:t>
      </w:r>
    </w:p>
    <w:p w:rsidR="006A282F" w:rsidRPr="006A282F" w:rsidRDefault="00067685" w:rsidP="006A282F">
      <w:pPr>
        <w:pStyle w:val="libNormal"/>
      </w:pPr>
      <w:r w:rsidRPr="00067685">
        <w:rPr>
          <w:rFonts w:hint="cs"/>
          <w:rtl/>
        </w:rPr>
        <w:t>7</w:t>
      </w:r>
      <w:r w:rsidR="006A282F" w:rsidRPr="006A282F">
        <w:rPr>
          <w:rFonts w:hint="cs"/>
          <w:rtl/>
        </w:rPr>
        <w:t>۔ بے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بضاعت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افراد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شرمندہ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کرتی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 xml:space="preserve"> ۔ </w:t>
      </w:r>
      <w:r w:rsidR="006A282F" w:rsidRPr="006A282F">
        <w:rPr>
          <w:rFonts w:hint="cs"/>
          <w:rtl/>
        </w:rPr>
        <w:t>جو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اس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قسم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لباس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خریدنے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طاقت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نہیں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رکھتے</w:t>
      </w:r>
      <w:r w:rsidR="006A282F" w:rsidRPr="006A282F">
        <w:rPr>
          <w:rtl/>
        </w:rPr>
        <w:t>۔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8</w:t>
      </w:r>
      <w:r w:rsidR="006A282F" w:rsidRPr="006A282F">
        <w:rPr>
          <w:rFonts w:hint="cs"/>
          <w:rtl/>
        </w:rPr>
        <w:t>۔ بے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پردگی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اقتصادی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حالت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ابتر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بنادیتی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 xml:space="preserve">۔ </w:t>
      </w:r>
      <w:r w:rsidR="006A282F" w:rsidRPr="006A282F">
        <w:rPr>
          <w:rFonts w:hint="cs"/>
          <w:rtl/>
        </w:rPr>
        <w:t>کیونکہ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ایسی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صورت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کام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محنت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سے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انجام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نہیں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دیئے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جاتے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ہمیشہ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ہوس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بازی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بازار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گرم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رہتا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>۔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9</w:t>
      </w:r>
      <w:r w:rsidR="006A282F" w:rsidRPr="006A282F">
        <w:rPr>
          <w:rFonts w:hint="cs"/>
          <w:rtl/>
        </w:rPr>
        <w:t>۔ ایسی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خواتین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لڑکیوں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ناکام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جو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اپنی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شکل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صورت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زیادہ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توجہ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نہیں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دیتیں</w:t>
      </w:r>
      <w:r w:rsidR="006A282F" w:rsidRPr="006A282F">
        <w:rPr>
          <w:rtl/>
        </w:rPr>
        <w:t>۔</w:t>
      </w:r>
    </w:p>
    <w:p w:rsidR="006A282F" w:rsidRPr="006A282F" w:rsidRDefault="008F1760" w:rsidP="006A282F">
      <w:pPr>
        <w:pStyle w:val="libNormal"/>
        <w:rPr>
          <w:rtl/>
        </w:rPr>
      </w:pPr>
      <w:r w:rsidRPr="00067685">
        <w:rPr>
          <w:rFonts w:hint="cs"/>
          <w:rtl/>
        </w:rPr>
        <w:t>10</w:t>
      </w:r>
      <w:r w:rsidR="006A282F" w:rsidRPr="006A282F">
        <w:rPr>
          <w:rFonts w:hint="cs"/>
          <w:rtl/>
        </w:rPr>
        <w:t>۔ والدین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حیران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پریشان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رکھنا</w:t>
      </w:r>
      <w:r w:rsidR="006A282F" w:rsidRPr="006A282F">
        <w:rPr>
          <w:rtl/>
        </w:rPr>
        <w:t>۔</w:t>
      </w:r>
    </w:p>
    <w:p w:rsidR="006A282F" w:rsidRPr="006A282F" w:rsidRDefault="006A282F" w:rsidP="00C30A06">
      <w:pPr>
        <w:pStyle w:val="libNormal"/>
      </w:pPr>
      <w:r w:rsidRPr="006A282F">
        <w:rPr>
          <w:rtl/>
        </w:rPr>
        <w:br w:type="page"/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lastRenderedPageBreak/>
        <w:t>11</w:t>
      </w:r>
      <w:r w:rsidR="006A282F" w:rsidRPr="006A282F">
        <w:rPr>
          <w:rFonts w:hint="cs"/>
          <w:rtl/>
        </w:rPr>
        <w:t>۔ بد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قماش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افراد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راضی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کرنا</w:t>
      </w:r>
      <w:r w:rsidR="006A282F" w:rsidRPr="006A282F">
        <w:rPr>
          <w:rtl/>
        </w:rPr>
        <w:t>۔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12</w:t>
      </w:r>
      <w:r w:rsidR="006A282F" w:rsidRPr="006A282F">
        <w:rPr>
          <w:rFonts w:hint="cs"/>
          <w:rtl/>
        </w:rPr>
        <w:t>۔ منفی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رقابت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پیدا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ہونا</w:t>
      </w:r>
      <w:r w:rsidR="006A282F" w:rsidRPr="006A282F">
        <w:rPr>
          <w:rtl/>
        </w:rPr>
        <w:t>۔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13</w:t>
      </w:r>
      <w:r w:rsidR="006A282F" w:rsidRPr="006A282F">
        <w:rPr>
          <w:rFonts w:hint="cs"/>
          <w:rtl/>
        </w:rPr>
        <w:t>۔ گھر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سے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فرار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کرنا</w:t>
      </w:r>
      <w:r w:rsidR="006A282F" w:rsidRPr="006A282F">
        <w:rPr>
          <w:rtl/>
        </w:rPr>
        <w:t>۔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15</w:t>
      </w:r>
      <w:r w:rsidR="006A282F" w:rsidRPr="006A282F">
        <w:rPr>
          <w:rFonts w:hint="cs"/>
          <w:rtl/>
        </w:rPr>
        <w:t>۔ ناجائز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اولاد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دنیا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آنا</w:t>
      </w:r>
      <w:r w:rsidR="006A282F" w:rsidRPr="006A282F">
        <w:rPr>
          <w:rtl/>
        </w:rPr>
        <w:t>۔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15</w:t>
      </w:r>
      <w:r w:rsidR="006A282F" w:rsidRPr="006A282F">
        <w:rPr>
          <w:rFonts w:hint="cs"/>
          <w:rtl/>
        </w:rPr>
        <w:t>۔ ایڈز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جیسے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امراض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پیدا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ہونا</w:t>
      </w:r>
      <w:r w:rsidR="006A282F" w:rsidRPr="006A282F">
        <w:rPr>
          <w:rtl/>
        </w:rPr>
        <w:t>۔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1</w:t>
      </w:r>
      <w:r w:rsidR="00067685" w:rsidRPr="00067685">
        <w:rPr>
          <w:rFonts w:hint="cs"/>
          <w:rtl/>
        </w:rPr>
        <w:t>6</w:t>
      </w:r>
      <w:r w:rsidR="006A282F" w:rsidRPr="006A282F">
        <w:rPr>
          <w:rFonts w:hint="cs"/>
          <w:rtl/>
        </w:rPr>
        <w:t>۔ روحی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نفسیاتی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امراض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زیادہ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ہونا</w:t>
      </w:r>
      <w:r w:rsidR="006A282F" w:rsidRPr="006A282F">
        <w:rPr>
          <w:rtl/>
        </w:rPr>
        <w:t>۔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1</w:t>
      </w:r>
      <w:r w:rsidR="00067685" w:rsidRPr="00067685">
        <w:rPr>
          <w:rFonts w:hint="cs"/>
          <w:rtl/>
        </w:rPr>
        <w:t>7</w:t>
      </w:r>
      <w:r w:rsidR="006A282F" w:rsidRPr="006A282F">
        <w:rPr>
          <w:rFonts w:hint="cs"/>
          <w:rtl/>
        </w:rPr>
        <w:t>۔ سقط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حمل،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خودکشی،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قتل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وکشتار،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حادثات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وغیرہ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جیسے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مسائل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وجود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آنا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یہ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سب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عدم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تقویٰ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حجابی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مسائل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ہیں</w:t>
      </w:r>
      <w:r w:rsidR="006A282F"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شاید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تاکید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خطبہ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مسائل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قناعت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: </w:t>
      </w:r>
      <w:r w:rsidRPr="003729E7">
        <w:rPr>
          <w:rStyle w:val="libAieChar"/>
          <w:rFonts w:hint="cs"/>
          <w:rtl/>
        </w:rPr>
        <w:t>فَا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تَّقُوا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اسْتَطَعتُمْ</w:t>
      </w:r>
      <w:r w:rsidRPr="006A282F">
        <w:rPr>
          <w:rtl/>
        </w:rPr>
        <w:t>۔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جہاں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ممکن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اختیار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ارشاد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: </w:t>
      </w:r>
      <w:r w:rsidRPr="003729E7">
        <w:rPr>
          <w:rStyle w:val="libAieChar"/>
          <w:rFonts w:hint="cs"/>
          <w:rtl/>
        </w:rPr>
        <w:t>وَ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اتّقُوا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حَقَّ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تُقٰاتِ</w:t>
      </w:r>
      <w:r w:rsidR="00EC5BA0" w:rsidRPr="00EC5BA0">
        <w:rPr>
          <w:rStyle w:val="libAieChar"/>
          <w:rFonts w:hint="cs"/>
          <w:rtl/>
        </w:rPr>
        <w:t>ه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اختیار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البتہ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مایوس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گرفتار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ہوجائیں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نماز،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پروردگار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مدد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طلب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دلدل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نکل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سکتے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تغابن،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="00067685" w:rsidRPr="00067685">
        <w:rPr>
          <w:rFonts w:hint="cs"/>
          <w:rtl/>
        </w:rPr>
        <w:t>6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DF5E4E">
      <w:pPr>
        <w:pStyle w:val="Heading1"/>
      </w:pPr>
      <w:bookmarkStart w:id="14" w:name="_Toc440194744"/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Pr="006A282F">
        <w:rPr>
          <w:rtl/>
        </w:rPr>
        <w:t xml:space="preserve"> </w:t>
      </w:r>
      <w:r w:rsidR="008F1760" w:rsidRPr="00C26ECE">
        <w:rPr>
          <w:rFonts w:hint="cs"/>
          <w:rtl/>
        </w:rPr>
        <w:t>2</w:t>
      </w:r>
      <w:bookmarkEnd w:id="14"/>
    </w:p>
    <w:p w:rsidR="006A282F" w:rsidRPr="006A282F" w:rsidRDefault="006A282F" w:rsidP="003729E7">
      <w:pPr>
        <w:pStyle w:val="libAie"/>
      </w:pPr>
      <w:r w:rsidRPr="006A282F">
        <w:rPr>
          <w:rtl/>
        </w:rPr>
        <w:t xml:space="preserve"> </w:t>
      </w:r>
      <w:r w:rsidRPr="006A282F">
        <w:rPr>
          <w:rFonts w:hint="cs"/>
          <w:rtl/>
        </w:rPr>
        <w:t>یَاَیُّ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َا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الَّذِینَ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آمَنُوا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لاَتَر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فَعُوا</w:t>
      </w:r>
      <w:r w:rsidRPr="006A282F">
        <w:rPr>
          <w:rtl/>
        </w:rPr>
        <w:t xml:space="preserve"> َ</w:t>
      </w:r>
      <w:r w:rsidRPr="006A282F">
        <w:rPr>
          <w:rFonts w:hint="cs"/>
          <w:rtl/>
        </w:rPr>
        <w:t>ص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وَاتَکُم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فَو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قَ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صَو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تِ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النَّبِیِّ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وَلاَتَج</w:t>
      </w:r>
      <w:r w:rsidRPr="00EC5BA0">
        <w:rPr>
          <w:rFonts w:hint="cs"/>
          <w:rtl/>
        </w:rPr>
        <w:t>ْ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َرُوا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لَ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ُ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بِال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قَو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لِ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کَجَ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ْ</w:t>
      </w:r>
      <w:r w:rsidRPr="006A282F">
        <w:rPr>
          <w:rFonts w:hint="cs"/>
          <w:rtl/>
        </w:rPr>
        <w:t>رِ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بَع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ضِکُم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لِبَع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ضٍ</w:t>
      </w:r>
      <w:r w:rsidRPr="006A282F">
        <w:rPr>
          <w:rtl/>
        </w:rPr>
        <w:t xml:space="preserve"> َ</w:t>
      </w:r>
      <w:r w:rsidRPr="006A282F">
        <w:rPr>
          <w:rFonts w:hint="cs"/>
          <w:rtl/>
        </w:rPr>
        <w:t>ن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تَح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بَطَ</w:t>
      </w:r>
      <w:r w:rsidRPr="006A282F">
        <w:rPr>
          <w:rtl/>
        </w:rPr>
        <w:t xml:space="preserve"> َ</w:t>
      </w:r>
      <w:r w:rsidRPr="006A282F">
        <w:rPr>
          <w:rFonts w:hint="cs"/>
          <w:rtl/>
        </w:rPr>
        <w:t>ع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مَالُکُم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وََن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تُم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لاَتَش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عُرُونَ</w:t>
      </w:r>
      <w:r w:rsidRPr="006A282F">
        <w:rPr>
          <w:rtl/>
        </w:rPr>
        <w:t xml:space="preserve"> </w:t>
      </w:r>
      <w:r w:rsidR="00EC5BA0" w:rsidRPr="00EC5BA0">
        <w:rPr>
          <w:rFonts w:hint="cs"/>
          <w:rtl/>
        </w:rPr>
        <w:t>-</w:t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ترجمہ</w:t>
      </w:r>
      <w:r w:rsidRPr="006A282F">
        <w:rPr>
          <w:rtl/>
        </w:rPr>
        <w:t>:</w:t>
      </w:r>
    </w:p>
    <w:p w:rsidR="006A282F" w:rsidRPr="006A282F" w:rsidRDefault="006A282F" w:rsidP="00C30A06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نبی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پکارنا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پکارتے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برباد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ہوجائیں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شعور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>۔</w:t>
      </w:r>
    </w:p>
    <w:p w:rsidR="006A282F" w:rsidRPr="006A282F" w:rsidRDefault="006A282F" w:rsidP="00DF5E4E">
      <w:pPr>
        <w:pStyle w:val="Heading1"/>
      </w:pPr>
      <w:bookmarkStart w:id="15" w:name="_Toc440194745"/>
      <w:r w:rsidRPr="006A282F">
        <w:rPr>
          <w:rFonts w:hint="cs"/>
          <w:rtl/>
        </w:rPr>
        <w:t>نکات</w:t>
      </w:r>
      <w:r w:rsidRPr="006A282F">
        <w:rPr>
          <w:rtl/>
        </w:rPr>
        <w:t>:</w:t>
      </w:r>
      <w:bookmarkEnd w:id="15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میدان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قدمی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کررہی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گفتگو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طریقہ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کررہی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گفتگو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دوران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ملحوظ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نظر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Pr="006A282F">
        <w:rPr>
          <w:rtl/>
        </w:rPr>
        <w:t xml:space="preserve"> </w:t>
      </w:r>
      <w:r w:rsidR="00067685" w:rsidRPr="00067685">
        <w:rPr>
          <w:rFonts w:hint="cs"/>
          <w:rtl/>
        </w:rPr>
        <w:t>6</w:t>
      </w:r>
      <w:r w:rsidR="008F1760" w:rsidRPr="00067685">
        <w:rPr>
          <w:rFonts w:hint="cs"/>
          <w:rtl/>
        </w:rPr>
        <w:t>3</w:t>
      </w:r>
      <w:r w:rsidRPr="006A282F">
        <w:rPr>
          <w:rFonts w:hint="cs"/>
          <w:rtl/>
        </w:rPr>
        <w:t xml:space="preserve"> 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تاکید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پکارا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مؤدبانہ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انداز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پکارا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حفاظت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شروع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خراب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کیونکہ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خودنمائی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آغاز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lastRenderedPageBreak/>
        <w:t>دوران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عُجب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غرور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اِسے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ضایع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آخرکار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حبط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حفاظت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قیامت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اجر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۔۔ </w:t>
      </w:r>
      <w:r w:rsidRPr="006A282F">
        <w:rPr>
          <w:rFonts w:hint="cs"/>
          <w:rtl/>
        </w:rPr>
        <w:t>مَن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جَاء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بالحسنة</w:t>
      </w:r>
      <w:r w:rsidRPr="006A282F">
        <w:rPr>
          <w:rtl/>
        </w:rPr>
        <w:t xml:space="preserve">۔۔۔۔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انجام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اجر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کیونکہ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انجام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قیامت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حوالے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فاصلہ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بہشت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درخت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بہشت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لگادیا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جاتاہے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بہشت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درختوں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تعداد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ہوگی؟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انجام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اِن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درختوں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راکھ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اِسی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تلاوت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فرمائی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تباہی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وبربادی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مقابلے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ادبی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ضائع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پس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معلوم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ادبی،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کیونکہ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نتیجہ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حبط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اصحاب،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ضائع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ہوجائیں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بحار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الانوار،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="008F1760" w:rsidRPr="00067685">
        <w:rPr>
          <w:rFonts w:hint="cs"/>
          <w:rtl/>
        </w:rPr>
        <w:t>8</w:t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بحار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الانوار،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067685">
        <w:rPr>
          <w:rFonts w:hint="cs"/>
          <w:rtl/>
        </w:rPr>
        <w:t>9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332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 xml:space="preserve"> </w:t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صحابی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سامنے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ضائع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پریشان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رنجیدہ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خاطر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خطاب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لہٰذا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حساب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سامنے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تباہی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پہچان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حساب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کیونکہ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توہین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مسئلے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آگاہی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قصد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اہانت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اخبار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کیونکہ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اہانت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قصد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اِسے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توہین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تحبط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أعْمٰالُکُمْ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أنْتُمْ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تَشْعُرُونَ</w:t>
      </w:r>
      <w:r w:rsidR="00EC5BA0" w:rsidRPr="00EC5BA0">
        <w:rPr>
          <w:rStyle w:val="libAieChar"/>
          <w:rFonts w:hint="cs"/>
          <w:rtl/>
        </w:rPr>
        <w:t>-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دانستہ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ضائع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ہوجائیں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نکتہ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آفات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آثارِ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واسطہ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خیال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بجلی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لگائیں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اگرچہ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ہمارا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خیال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بجلی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آثار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قحط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سالی،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زلزلہ،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ذلیل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پڑتا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چاہے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آثار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لہٰذا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نسبت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ادبی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تباہی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اگرچہ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آثار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>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تفسیر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مجمع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البیان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DF5E4E">
      <w:pPr>
        <w:pStyle w:val="Heading1"/>
      </w:pPr>
      <w:bookmarkStart w:id="16" w:name="_Toc440194746"/>
      <w:r w:rsidRPr="006A282F">
        <w:rPr>
          <w:rFonts w:hint="cs"/>
          <w:rtl/>
        </w:rPr>
        <w:t>پیغامات</w:t>
      </w:r>
      <w:r w:rsidRPr="006A282F">
        <w:rPr>
          <w:rtl/>
        </w:rPr>
        <w:t>:</w:t>
      </w:r>
      <w:bookmarkEnd w:id="16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6A282F">
        <w:rPr>
          <w:rFonts w:hint="cs"/>
          <w:rtl/>
        </w:rPr>
        <w:t>۔ 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سکھاتے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مؤدبانہ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انداز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پکارنا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جملے</w:t>
      </w:r>
      <w:r w:rsidRPr="006A282F">
        <w:rPr>
          <w:rtl/>
        </w:rPr>
        <w:t xml:space="preserve"> </w:t>
      </w:r>
      <w:r w:rsidRPr="003323C2">
        <w:rPr>
          <w:rStyle w:val="libAieChar"/>
          <w:rtl/>
        </w:rPr>
        <w:t>''</w:t>
      </w:r>
      <w:r w:rsidRPr="003323C2">
        <w:rPr>
          <w:rStyle w:val="libAieChar"/>
          <w:rFonts w:hint="cs"/>
          <w:rtl/>
        </w:rPr>
        <w:t>یا</w:t>
      </w:r>
      <w:r w:rsidRPr="003323C2">
        <w:rPr>
          <w:rStyle w:val="libAieChar"/>
          <w:rtl/>
        </w:rPr>
        <w:t xml:space="preserve"> </w:t>
      </w:r>
      <w:r w:rsidRPr="003323C2">
        <w:rPr>
          <w:rStyle w:val="libAieChar"/>
          <w:rFonts w:hint="cs"/>
          <w:rtl/>
        </w:rPr>
        <w:t>ای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ا</w:t>
      </w:r>
      <w:r w:rsidRPr="003323C2">
        <w:rPr>
          <w:rStyle w:val="libAieChar"/>
          <w:rtl/>
        </w:rPr>
        <w:t xml:space="preserve"> </w:t>
      </w:r>
      <w:r w:rsidRPr="003323C2">
        <w:rPr>
          <w:rStyle w:val="libAieChar"/>
          <w:rFonts w:hint="cs"/>
          <w:rtl/>
        </w:rPr>
        <w:t>الَّذین</w:t>
      </w:r>
      <w:r w:rsidRPr="003323C2">
        <w:rPr>
          <w:rStyle w:val="libAieChar"/>
          <w:rtl/>
        </w:rPr>
        <w:t xml:space="preserve"> </w:t>
      </w:r>
      <w:r w:rsidRPr="003323C2">
        <w:rPr>
          <w:rStyle w:val="libAieChar"/>
          <w:rFonts w:hint="cs"/>
          <w:rtl/>
        </w:rPr>
        <w:t>ئَ</w:t>
      </w:r>
      <w:r w:rsidRPr="003323C2">
        <w:rPr>
          <w:rStyle w:val="libAieChar"/>
          <w:rtl/>
        </w:rPr>
        <w:t xml:space="preserve"> </w:t>
      </w:r>
      <w:r w:rsidRPr="003323C2">
        <w:rPr>
          <w:rStyle w:val="libAieChar"/>
          <w:rFonts w:hint="cs"/>
          <w:rtl/>
        </w:rPr>
        <w:t>امنوا</w:t>
      </w:r>
      <w:r w:rsidRPr="003323C2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6A282F">
        <w:rPr>
          <w:rFonts w:hint="cs"/>
          <w:rtl/>
        </w:rPr>
        <w:t>۔ 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معنوی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اعتبار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لہٰذا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رعایت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یہاں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گفتگو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کررہا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خاموش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کررہے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۔ </w:t>
      </w:r>
      <w:r w:rsidRPr="003729E7">
        <w:rPr>
          <w:rStyle w:val="libAieChar"/>
          <w:rFonts w:hint="cs"/>
          <w:rtl/>
        </w:rPr>
        <w:t>لا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تَرْفَعُوا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اصواتکم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فوقَ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صَوْتِ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النَّبِیْ</w:t>
      </w:r>
      <w:r w:rsidR="00EC5BA0" w:rsidRPr="00EC5BA0">
        <w:rPr>
          <w:rStyle w:val="libAieChar"/>
          <w:rFonts w:hint="cs"/>
          <w:rtl/>
        </w:rPr>
        <w:t>-</w:t>
      </w:r>
    </w:p>
    <w:p w:rsidR="006A282F" w:rsidRPr="006A282F" w:rsidRDefault="006A282F" w:rsidP="00DF5E4E">
      <w:pPr>
        <w:pStyle w:val="Heading1"/>
      </w:pPr>
      <w:r w:rsidRPr="006A282F">
        <w:rPr>
          <w:rtl/>
        </w:rPr>
        <w:tab/>
      </w:r>
      <w:bookmarkStart w:id="17" w:name="_Toc440194747"/>
      <w:r w:rsidRPr="006A282F">
        <w:rPr>
          <w:rFonts w:hint="cs"/>
          <w:rtl/>
        </w:rPr>
        <w:t>مقام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نبوت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مسئولیت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  <w:bookmarkEnd w:id="17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6A282F">
        <w:rPr>
          <w:rFonts w:hint="cs"/>
          <w:rtl/>
        </w:rPr>
        <w:t>۔ 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زبان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بزرگوں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تاکید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انداز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خوبصورت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ارشاد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۔ </w:t>
      </w:r>
      <w:r w:rsidRPr="003729E7">
        <w:rPr>
          <w:rStyle w:val="libAieChar"/>
          <w:rFonts w:hint="cs"/>
          <w:rtl/>
        </w:rPr>
        <w:t>لا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تَرْفَعُوا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اصواتکم</w:t>
      </w:r>
      <w:r w:rsidR="00EC5BA0" w:rsidRPr="00EC5BA0">
        <w:rPr>
          <w:rStyle w:val="libAieChar"/>
          <w:rFonts w:hint="cs"/>
          <w:rtl/>
        </w:rPr>
        <w:t>-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منصب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اثر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انداز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جسارت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ادبی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حساب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)۔ </w:t>
      </w:r>
      <w:r w:rsidRPr="003323C2">
        <w:rPr>
          <w:rStyle w:val="libAieChar"/>
          <w:rFonts w:hint="cs"/>
          <w:rtl/>
        </w:rPr>
        <w:t>یا</w:t>
      </w:r>
      <w:r w:rsidRPr="003323C2">
        <w:rPr>
          <w:rStyle w:val="libAieChar"/>
          <w:rtl/>
        </w:rPr>
        <w:t xml:space="preserve"> </w:t>
      </w:r>
      <w:r w:rsidRPr="003323C2">
        <w:rPr>
          <w:rStyle w:val="libAieChar"/>
          <w:rFonts w:hint="cs"/>
          <w:rtl/>
        </w:rPr>
        <w:t>ای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ا</w:t>
      </w:r>
      <w:r w:rsidRPr="003323C2">
        <w:rPr>
          <w:rStyle w:val="libAieChar"/>
          <w:rtl/>
        </w:rPr>
        <w:t xml:space="preserve"> </w:t>
      </w:r>
      <w:r w:rsidRPr="003323C2">
        <w:rPr>
          <w:rStyle w:val="libAieChar"/>
          <w:rFonts w:hint="cs"/>
          <w:rtl/>
        </w:rPr>
        <w:t>الذین</w:t>
      </w:r>
      <w:r w:rsidRPr="003323C2">
        <w:rPr>
          <w:rStyle w:val="libAieChar"/>
          <w:rtl/>
        </w:rPr>
        <w:t xml:space="preserve"> </w:t>
      </w:r>
      <w:r w:rsidRPr="003323C2">
        <w:rPr>
          <w:rStyle w:val="libAieChar"/>
          <w:rFonts w:hint="cs"/>
          <w:rtl/>
        </w:rPr>
        <w:t>آمنو</w:t>
      </w:r>
      <w:r w:rsidRPr="003323C2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</w:t>
      </w:r>
      <w:r w:rsidRPr="003323C2">
        <w:rPr>
          <w:rStyle w:val="libAieChar"/>
          <w:rFonts w:hint="cs"/>
          <w:rtl/>
        </w:rPr>
        <w:t>أنْ</w:t>
      </w:r>
      <w:r w:rsidRPr="003323C2">
        <w:rPr>
          <w:rStyle w:val="libAieChar"/>
          <w:rtl/>
        </w:rPr>
        <w:t xml:space="preserve"> </w:t>
      </w:r>
      <w:r w:rsidRPr="003323C2">
        <w:rPr>
          <w:rStyle w:val="libAieChar"/>
          <w:rFonts w:hint="cs"/>
          <w:rtl/>
        </w:rPr>
        <w:t>تحبط</w:t>
      </w:r>
      <w:r w:rsidRPr="003323C2">
        <w:rPr>
          <w:rStyle w:val="libAieChar"/>
          <w:rtl/>
        </w:rPr>
        <w:t xml:space="preserve"> </w:t>
      </w:r>
      <w:r w:rsidRPr="003323C2">
        <w:rPr>
          <w:rStyle w:val="libAieChar"/>
          <w:rFonts w:hint="cs"/>
          <w:rtl/>
        </w:rPr>
        <w:t>اعمالکم</w:t>
      </w:r>
      <w:r w:rsidR="00EC5BA0" w:rsidRPr="00EC5BA0">
        <w:rPr>
          <w:rStyle w:val="libAieChar"/>
          <w:rFonts w:hint="cs"/>
          <w:rtl/>
        </w:rPr>
        <w:t>-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نادانستہ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پاؤں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کلہاڑی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3729E7">
      <w:pPr>
        <w:pStyle w:val="libAie"/>
        <w:rPr>
          <w:rtl/>
        </w:rPr>
      </w:pPr>
      <w:r w:rsidRPr="006A282F">
        <w:rPr>
          <w:rtl/>
        </w:rPr>
        <w:tab/>
        <w:t>'' َ</w:t>
      </w:r>
      <w:r w:rsidRPr="006A282F">
        <w:rPr>
          <w:rFonts w:hint="cs"/>
          <w:rtl/>
        </w:rPr>
        <w:t>ن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تَح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بَطَ</w:t>
      </w:r>
      <w:r w:rsidRPr="006A282F">
        <w:rPr>
          <w:rtl/>
        </w:rPr>
        <w:t xml:space="preserve"> َ</w:t>
      </w:r>
      <w:r w:rsidRPr="006A282F">
        <w:rPr>
          <w:rFonts w:hint="cs"/>
          <w:rtl/>
        </w:rPr>
        <w:t>ع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مَالُکُم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وََن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تُم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لاَتَش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عُرُونَ</w:t>
      </w:r>
      <w:r w:rsidRPr="006A282F">
        <w:rPr>
          <w:rtl/>
        </w:rPr>
        <w:t xml:space="preserve"> ''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DF5E4E">
      <w:pPr>
        <w:pStyle w:val="Heading1"/>
      </w:pPr>
      <w:bookmarkStart w:id="18" w:name="_Toc440194748"/>
      <w:r w:rsidRPr="006A282F">
        <w:rPr>
          <w:rFonts w:hint="cs"/>
          <w:rtl/>
        </w:rPr>
        <w:t>نمونے</w:t>
      </w:r>
      <w:r w:rsidRPr="006A282F">
        <w:rPr>
          <w:rtl/>
        </w:rPr>
        <w:t>:</w:t>
      </w:r>
      <w:bookmarkEnd w:id="18"/>
    </w:p>
    <w:p w:rsidR="006A282F" w:rsidRPr="006A282F" w:rsidRDefault="006A282F" w:rsidP="006A282F">
      <w:pPr>
        <w:pStyle w:val="libNormal"/>
      </w:pPr>
      <w:r w:rsidRPr="006A282F">
        <w:rPr>
          <w:rtl/>
        </w:rPr>
        <w:t xml:space="preserve">       </w:t>
      </w:r>
      <w:r w:rsidRPr="006A282F">
        <w:rPr>
          <w:rFonts w:hint="cs"/>
          <w:rtl/>
        </w:rPr>
        <w:t>الف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رحلت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نزدیک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تقاضا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تحریر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لکھ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ہرگز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گمراہ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ہوسکو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! </w:t>
      </w:r>
      <w:r w:rsidRPr="006A282F">
        <w:rPr>
          <w:rFonts w:hint="cs"/>
          <w:rtl/>
        </w:rPr>
        <w:t>خلیفہ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بیماری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غلبہ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لہٰذا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اہمیت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رہی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ہمارے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تحریر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شور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شرابہ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جاؤ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شورو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غُل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علامہ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الدین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موسوی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المراجعات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مصنف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فرماتے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کاغذ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کچھ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تحریر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ہوسکا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لکھی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تحریر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پڑھ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سکتے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تحریر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لکھنے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مقصد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ہرگز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گمراہ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ہوسکو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۔ </w:t>
      </w:r>
      <w:r w:rsidRPr="00767BDF">
        <w:rPr>
          <w:rStyle w:val="libArabicChar"/>
          <w:rtl/>
        </w:rPr>
        <w:t>(</w:t>
      </w:r>
      <w:r w:rsidRPr="00767BDF">
        <w:rPr>
          <w:rStyle w:val="libArabicChar"/>
          <w:rFonts w:hint="cs"/>
          <w:rtl/>
        </w:rPr>
        <w:t>لَنْ</w:t>
      </w:r>
      <w:r w:rsidRPr="00767BDF">
        <w:rPr>
          <w:rStyle w:val="libArabicChar"/>
          <w:rtl/>
        </w:rPr>
        <w:t xml:space="preserve"> </w:t>
      </w:r>
      <w:r w:rsidRPr="00767BDF">
        <w:rPr>
          <w:rStyle w:val="libArabicChar"/>
          <w:rFonts w:hint="cs"/>
          <w:rtl/>
        </w:rPr>
        <w:t>تضلّوا</w:t>
      </w:r>
      <w:r w:rsidRPr="00767BDF">
        <w:rPr>
          <w:rStyle w:val="libArabicChar"/>
          <w:rtl/>
        </w:rPr>
        <w:t xml:space="preserve"> </w:t>
      </w:r>
      <w:r w:rsidR="00EC5BA0" w:rsidRPr="00491A3E">
        <w:rPr>
          <w:rStyle w:val="libArabicChar"/>
          <w:rFonts w:hint="cs"/>
          <w:rtl/>
        </w:rPr>
        <w:t>---</w:t>
      </w:r>
      <w:r w:rsidRPr="00491A3E">
        <w:rPr>
          <w:rStyle w:val="libArabicChar"/>
          <w:rFonts w:hint="cs"/>
          <w:rtl/>
        </w:rPr>
        <w:t>)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کلمے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بیت</w:t>
      </w:r>
      <w:r w:rsidRPr="006A282F">
        <w:rPr>
          <w:rtl/>
        </w:rPr>
        <w:t xml:space="preserve"> ٪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گرانقدر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چھوڑے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جارہا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تمسک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ہرگز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گمراہ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ہوسکو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بیت</w:t>
      </w:r>
      <w:r w:rsidRPr="006A282F">
        <w:rPr>
          <w:rtl/>
        </w:rPr>
        <w:t xml:space="preserve"> ٪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کیونکہ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مرتبہ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کلمہ</w:t>
      </w:r>
      <w:r w:rsidRPr="006A282F">
        <w:rPr>
          <w:rtl/>
        </w:rPr>
        <w:t xml:space="preserve"> </w:t>
      </w:r>
      <w:r w:rsidRPr="00767BDF">
        <w:rPr>
          <w:rStyle w:val="libArabicChar"/>
          <w:rtl/>
        </w:rPr>
        <w:t>(</w:t>
      </w:r>
      <w:r w:rsidRPr="00767BDF">
        <w:rPr>
          <w:rStyle w:val="libArabicChar"/>
          <w:rFonts w:hint="cs"/>
          <w:rtl/>
        </w:rPr>
        <w:t>لَنْ</w:t>
      </w:r>
      <w:r w:rsidRPr="00767BDF">
        <w:rPr>
          <w:rStyle w:val="libArabicChar"/>
          <w:rtl/>
        </w:rPr>
        <w:t xml:space="preserve"> </w:t>
      </w:r>
      <w:r w:rsidRPr="00767BDF">
        <w:rPr>
          <w:rStyle w:val="libArabicChar"/>
          <w:rFonts w:hint="cs"/>
          <w:rtl/>
        </w:rPr>
        <w:t>تضلّوا</w:t>
      </w:r>
      <w:r w:rsidRPr="00767BDF">
        <w:rPr>
          <w:rStyle w:val="libArabicChar"/>
          <w:rtl/>
        </w:rPr>
        <w:t xml:space="preserve"> </w:t>
      </w:r>
      <w:r w:rsidR="00EC5BA0" w:rsidRPr="00491A3E">
        <w:rPr>
          <w:rStyle w:val="libArabicChar"/>
          <w:rFonts w:hint="cs"/>
          <w:rtl/>
        </w:rPr>
        <w:t>---</w:t>
      </w:r>
      <w:r w:rsidRPr="00491A3E">
        <w:rPr>
          <w:rStyle w:val="libArabicChar"/>
          <w:rFonts w:hint="cs"/>
          <w:rtl/>
        </w:rPr>
        <w:t>)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بیت</w:t>
      </w:r>
      <w:r w:rsidRPr="006A282F">
        <w:rPr>
          <w:rtl/>
        </w:rPr>
        <w:t xml:space="preserve"> ٪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یہاں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کچھ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لکھنا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 xml:space="preserve"> ۔۔۔۔۔۔۔۔۔۔۔۔۔۔۔۔۔۔۔۔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صحیح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،ج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12</w:t>
      </w:r>
      <w:r w:rsidR="008F1760" w:rsidRPr="00067685">
        <w:rPr>
          <w:rFonts w:hint="cs"/>
          <w:rtl/>
        </w:rPr>
        <w:t>59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گمراہ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بیت</w:t>
      </w:r>
      <w:r w:rsidRPr="006A282F">
        <w:rPr>
          <w:rtl/>
        </w:rPr>
        <w:t xml:space="preserve">٪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767BD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ب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حسن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مجتبیٰ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شہید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پہلو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دفن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عائشہ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وغل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،آوازیں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حسین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767BDF">
        <w:rPr>
          <w:rStyle w:val="libAieChar"/>
          <w:rtl/>
        </w:rPr>
        <w:t>(</w:t>
      </w:r>
      <w:r w:rsidRPr="00767BDF">
        <w:rPr>
          <w:rStyle w:val="libAieChar"/>
          <w:rFonts w:hint="cs"/>
          <w:rtl/>
        </w:rPr>
        <w:t>لا</w:t>
      </w:r>
      <w:r w:rsidRPr="00767BDF">
        <w:rPr>
          <w:rStyle w:val="libAieChar"/>
          <w:rtl/>
        </w:rPr>
        <w:t xml:space="preserve"> </w:t>
      </w:r>
      <w:r w:rsidRPr="00767BDF">
        <w:rPr>
          <w:rStyle w:val="libAieChar"/>
          <w:rFonts w:hint="cs"/>
          <w:rtl/>
        </w:rPr>
        <w:t>ترفعوا</w:t>
      </w:r>
      <w:r w:rsidRPr="00767BDF">
        <w:rPr>
          <w:rStyle w:val="libAieChar"/>
          <w:rtl/>
        </w:rPr>
        <w:t xml:space="preserve"> </w:t>
      </w:r>
      <w:r w:rsidRPr="00767BDF">
        <w:rPr>
          <w:rStyle w:val="libAieChar"/>
          <w:rFonts w:hint="cs"/>
          <w:rtl/>
        </w:rPr>
        <w:t>اصواتکم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>)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تلاوت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خاموش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رحلت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DF5E4E">
      <w:pPr>
        <w:pStyle w:val="Heading1"/>
      </w:pPr>
      <w:bookmarkStart w:id="19" w:name="_Toc440194749"/>
      <w:r w:rsidRPr="006A282F">
        <w:rPr>
          <w:rFonts w:hint="cs"/>
          <w:rtl/>
        </w:rPr>
        <w:t>اسلامی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مقدسات</w:t>
      </w:r>
      <w:r w:rsidRPr="006A282F">
        <w:rPr>
          <w:rtl/>
        </w:rPr>
        <w:t>:</w:t>
      </w:r>
      <w:bookmarkEnd w:id="19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پوری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مختلف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عقاید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بزرگوں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شہروں،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سڑکوں،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تعلیمی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اداروں،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ائیر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پورٹس،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مدارس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اداروں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اوقات،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مقامات،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حتیٰ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نباتات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جمادات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مقدس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تقدس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وابستگی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تقدس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پس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خصوصی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حفاظت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>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تفسیر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نمونہ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DF5E4E">
      <w:pPr>
        <w:pStyle w:val="Heading1"/>
      </w:pPr>
      <w:bookmarkStart w:id="20" w:name="_Toc440194750"/>
      <w:r w:rsidRPr="006A282F">
        <w:rPr>
          <w:rFonts w:hint="cs"/>
          <w:rtl/>
        </w:rPr>
        <w:lastRenderedPageBreak/>
        <w:t>مقدسات</w:t>
      </w:r>
      <w:r w:rsidRPr="006A282F">
        <w:rPr>
          <w:rtl/>
        </w:rPr>
        <w:t>:</w:t>
      </w:r>
      <w:bookmarkEnd w:id="20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6A282F">
        <w:rPr>
          <w:rFonts w:hint="cs"/>
          <w:rtl/>
        </w:rPr>
        <w:t>۔ 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ذات،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تقدس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سرچشمہ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مشرکین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ٹھہراتے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قیامت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انحراف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اقرار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خیالی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معبودوں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بدبختی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رہے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اذ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نُسوّیکم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بِربّ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العٰالمین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تسبیح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تاکید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یعنی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تقدیس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قسم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نقص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تصور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فقط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اسماء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الٰہی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منزہ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۔ </w:t>
      </w:r>
      <w:r w:rsidRPr="00767BDF">
        <w:rPr>
          <w:rStyle w:val="libAieChar"/>
          <w:rFonts w:hint="cs"/>
          <w:rtl/>
        </w:rPr>
        <w:t>سبح</w:t>
      </w:r>
      <w:r w:rsidRPr="00767BDF">
        <w:rPr>
          <w:rStyle w:val="libAieChar"/>
          <w:rtl/>
        </w:rPr>
        <w:t xml:space="preserve"> </w:t>
      </w:r>
      <w:r w:rsidRPr="00767BDF">
        <w:rPr>
          <w:rStyle w:val="libAieChar"/>
          <w:rFonts w:hint="cs"/>
          <w:rtl/>
        </w:rPr>
        <w:t>اسمَ</w:t>
      </w:r>
      <w:r w:rsidRPr="00767BDF">
        <w:rPr>
          <w:rStyle w:val="libAieChar"/>
          <w:rtl/>
        </w:rPr>
        <w:t xml:space="preserve"> </w:t>
      </w:r>
      <w:r w:rsidRPr="00767BDF">
        <w:rPr>
          <w:rStyle w:val="libAieChar"/>
          <w:rFonts w:hint="cs"/>
          <w:rtl/>
        </w:rPr>
        <w:t>رَبِّکَ</w:t>
      </w:r>
      <w:r w:rsidRPr="00767BDF">
        <w:rPr>
          <w:rStyle w:val="libAieChar"/>
          <w:rtl/>
        </w:rPr>
        <w:t xml:space="preserve"> </w:t>
      </w:r>
      <w:r w:rsidRPr="00767BDF">
        <w:rPr>
          <w:rStyle w:val="libAieChar"/>
          <w:rFonts w:hint="cs"/>
          <w:rtl/>
        </w:rPr>
        <w:t>الاعلٰی</w:t>
      </w:r>
      <w:r w:rsidR="00EC5BA0" w:rsidRPr="00EC5BA0">
        <w:rPr>
          <w:rStyle w:val="libAieChar"/>
          <w:rFonts w:hint="cs"/>
          <w:rtl/>
        </w:rPr>
        <w:t>-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6A282F">
        <w:rPr>
          <w:rFonts w:hint="cs"/>
          <w:rtl/>
        </w:rPr>
        <w:t>۔ 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کتاب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تقدس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مالک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عظیم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تعظیم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4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تکریم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5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تمجید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6A282F">
        <w:rPr>
          <w:rFonts w:hint="cs"/>
          <w:rtl/>
        </w:rPr>
        <w:t>۔ الٰہی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رہبر،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انبیاء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برحق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جانشین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محمد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بیت</w:t>
      </w:r>
      <w:r w:rsidRPr="006A282F">
        <w:rPr>
          <w:rtl/>
        </w:rPr>
        <w:t xml:space="preserve"> ٪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مالک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حجرات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شعرائ،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98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اعلیٰ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حجر،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8</w:t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ab/>
      </w:r>
      <w:r w:rsidRPr="006A282F">
        <w:rPr>
          <w:rtl/>
        </w:rPr>
        <w:tab/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)۔ واقعہ،</w:t>
      </w:r>
      <w:r w:rsidRPr="006A282F">
        <w:rPr>
          <w:rtl/>
        </w:rPr>
        <w:t xml:space="preserve"> </w:t>
      </w:r>
      <w:r w:rsidR="00067685" w:rsidRPr="00067685">
        <w:rPr>
          <w:rFonts w:hint="cs"/>
          <w:rtl/>
        </w:rPr>
        <w:t>77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)۔ ق،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گفتگو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آداب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بڑھیں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بھیجیں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البتہ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نکتے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آنحضرت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رحلت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زیارت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جانشین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علمائ،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عادل،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فقہاء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مراجع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تقلید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روایات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روشنی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جانشین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لازم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  <w:r w:rsidRPr="006A282F">
        <w:rPr>
          <w:rFonts w:hint="cs"/>
          <w:rtl/>
        </w:rPr>
        <w:t>حدیث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فقیہ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گویا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بیت</w:t>
      </w:r>
      <w:r w:rsidRPr="006A282F">
        <w:rPr>
          <w:rtl/>
        </w:rPr>
        <w:t xml:space="preserve">٪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گویا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 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فقط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انبیاء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مربوط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پڑھتے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صندوق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موسیٰ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حوالے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موسیٰ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موسیٰ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چھوڑی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نشانیاں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موجود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اسرائیل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سکون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وسیلہ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فرشتے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نقل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4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)۔احزاب،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5</w:t>
      </w:r>
      <w:r w:rsidR="00067685" w:rsidRPr="00067685">
        <w:rPr>
          <w:rFonts w:hint="cs"/>
          <w:rtl/>
        </w:rPr>
        <w:t>6</w:t>
      </w:r>
    </w:p>
    <w:p w:rsidR="006A282F" w:rsidRPr="006A282F" w:rsidRDefault="006A282F" w:rsidP="00067685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)۔متعدد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کتابوں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تبرک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الصحابہ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احمد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میانجی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اصحاب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صدھا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نمونے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مطابق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اصحاب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زندگی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رحلت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>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بحار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الانوار،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2</w:t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23</w:t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 xml:space="preserve">  (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)۔سورئہ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بقرہ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25</w:t>
      </w:r>
      <w:r w:rsidR="008F1760" w:rsidRPr="00067685">
        <w:rPr>
          <w:rFonts w:hint="cs"/>
          <w:rtl/>
        </w:rPr>
        <w:t>8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5</w:t>
      </w:r>
      <w:r w:rsidR="006A282F" w:rsidRPr="006A282F">
        <w:rPr>
          <w:rFonts w:hint="cs"/>
          <w:rtl/>
        </w:rPr>
        <w:t>۔ اسلام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والدین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ایک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خاص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احترام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لائق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قرآن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مجید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پانچ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مرتبہ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توحید</w:t>
      </w:r>
      <w:r w:rsidR="006A282F"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والدین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دراصل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والدین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فقط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عبادت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تاکید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اذیت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باعث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قصر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ہوگی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والدین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سوتیلی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شادی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اوقات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قدر،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مقامات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مسجد،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پتھر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حجر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اسود،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زمزم،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مٹی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شفائ،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نباتات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زیتون،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سفرِ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معراج،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عبادت،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جہاد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امداد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خاطر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سفر،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لباس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کعبہ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وغیرہ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مقدس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لہٰذا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مثلاً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موسیٰ</w:t>
      </w:r>
      <w:r w:rsidRPr="006A282F">
        <w:rPr>
          <w:rtl/>
        </w:rPr>
        <w:t xml:space="preserve"> 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مقدس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اتار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۔ </w:t>
      </w:r>
      <w:r w:rsidRPr="00767BDF">
        <w:rPr>
          <w:rStyle w:val="libAieChar"/>
          <w:rFonts w:hint="cs"/>
          <w:rtl/>
        </w:rPr>
        <w:t>فاخلع</w:t>
      </w:r>
      <w:r w:rsidRPr="00767BDF">
        <w:rPr>
          <w:rStyle w:val="libAieChar"/>
          <w:rtl/>
        </w:rPr>
        <w:t xml:space="preserve"> </w:t>
      </w:r>
      <w:r w:rsidRPr="00767BDF">
        <w:rPr>
          <w:rStyle w:val="libAieChar"/>
          <w:rFonts w:hint="cs"/>
          <w:rtl/>
        </w:rPr>
        <w:t>نَعْلَیْک</w:t>
      </w:r>
      <w:r w:rsidRPr="00767BDF">
        <w:rPr>
          <w:rStyle w:val="libAieChar"/>
          <w:rtl/>
        </w:rPr>
        <w:t xml:space="preserve"> </w:t>
      </w:r>
      <w:r w:rsidRPr="00767BDF">
        <w:rPr>
          <w:rStyle w:val="libAieChar"/>
          <w:rFonts w:hint="cs"/>
          <w:rtl/>
        </w:rPr>
        <w:t>اِنّکَ</w:t>
      </w:r>
      <w:r w:rsidRPr="00767BDF">
        <w:rPr>
          <w:rStyle w:val="libAieChar"/>
          <w:rtl/>
        </w:rPr>
        <w:t xml:space="preserve"> </w:t>
      </w:r>
      <w:r w:rsidRPr="00767BDF">
        <w:rPr>
          <w:rStyle w:val="libAieChar"/>
          <w:rFonts w:hint="cs"/>
          <w:rtl/>
        </w:rPr>
        <w:t>بِالوادِ</w:t>
      </w:r>
      <w:r w:rsidRPr="00767BDF">
        <w:rPr>
          <w:rStyle w:val="libAieChar"/>
          <w:rtl/>
        </w:rPr>
        <w:t xml:space="preserve"> </w:t>
      </w:r>
      <w:r w:rsidRPr="00767BDF">
        <w:rPr>
          <w:rStyle w:val="libAieChar"/>
          <w:rFonts w:hint="cs"/>
          <w:rtl/>
        </w:rPr>
        <w:t>المقدس</w:t>
      </w:r>
      <w:r w:rsidRPr="00767BDF">
        <w:rPr>
          <w:rStyle w:val="libAieChar"/>
          <w:rtl/>
        </w:rPr>
        <w:t xml:space="preserve"> </w:t>
      </w:r>
      <w:r w:rsidRPr="00767BDF">
        <w:rPr>
          <w:rStyle w:val="libAieChar"/>
          <w:rFonts w:hint="cs"/>
          <w:rtl/>
        </w:rPr>
        <w:t>طُوٰی</w:t>
      </w:r>
      <w:r w:rsidR="00EC5BA0" w:rsidRPr="00EC5BA0">
        <w:rPr>
          <w:rStyle w:val="libAieChar"/>
          <w:rFonts w:hint="cs"/>
          <w:rtl/>
        </w:rPr>
        <w:t>-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مشرک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مسجد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داخل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 xml:space="preserve"> 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بقرہ،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8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۔ نسائ،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3</w:t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>۔ انعام،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="008F1760" w:rsidRPr="00067685">
        <w:rPr>
          <w:rFonts w:hint="cs"/>
          <w:rtl/>
        </w:rPr>
        <w:t>5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۔ بنی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اسرائیل،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23</w:t>
      </w:r>
      <w:r w:rsidRPr="006A282F">
        <w:rPr>
          <w:rFonts w:hint="cs"/>
          <w:rtl/>
        </w:rPr>
        <w:t>۔ احقاف،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="008F1760" w:rsidRPr="00067685">
        <w:rPr>
          <w:rFonts w:hint="cs"/>
          <w:rtl/>
        </w:rPr>
        <w:t>5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لقمان،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15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طہ،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12</w:t>
      </w:r>
      <w:r w:rsidRPr="006A282F">
        <w:rPr>
          <w:rFonts w:hint="cs"/>
          <w:rtl/>
        </w:rPr>
        <w:t xml:space="preserve"> 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3729E7">
        <w:rPr>
          <w:rStyle w:val="libAieChar"/>
          <w:rtl/>
        </w:rPr>
        <w:t xml:space="preserve"> ( </w:t>
      </w:r>
      <w:r w:rsidRPr="003729E7">
        <w:rPr>
          <w:rStyle w:val="libAieChar"/>
          <w:rFonts w:hint="cs"/>
          <w:rtl/>
        </w:rPr>
        <w:t>اِنَّمٰاالْمُشْرِکُونَ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نَجَس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فَلَا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یَقْرَبُوا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الْمَسْجِدَ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الحَرَام</w:t>
      </w:r>
      <w:r w:rsidRPr="003729E7">
        <w:rPr>
          <w:rStyle w:val="libAieChar"/>
          <w:rtl/>
        </w:rPr>
        <w:t>)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وقت</w:t>
      </w:r>
      <w:r w:rsidRPr="006A282F">
        <w:rPr>
          <w:rtl/>
        </w:rPr>
        <w:t xml:space="preserve"> ِ </w:t>
      </w:r>
      <w:r w:rsidRPr="006A282F">
        <w:rPr>
          <w:rFonts w:hint="cs"/>
          <w:rtl/>
        </w:rPr>
        <w:t>عبادت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زینت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تاکید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خُذوا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زینتکم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عند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کل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مسجد</w:t>
      </w:r>
      <w:r w:rsidRPr="003729E7">
        <w:rPr>
          <w:rStyle w:val="libAieChar"/>
          <w:rtl/>
        </w:rPr>
        <w:t>)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مجنب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مسجد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ٹھہرنے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 xml:space="preserve">( </w:t>
      </w:r>
      <w:r w:rsidRPr="003729E7">
        <w:rPr>
          <w:rStyle w:val="libAieChar"/>
          <w:rFonts w:hint="cs"/>
          <w:rtl/>
        </w:rPr>
        <w:t>وَلَا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جُنُبًا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الّا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عابِرِی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سبیل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مسجد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حاصل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ابراہیم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اسماعیل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ذکریا،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مسجد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کیلئے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خادم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متولی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طَ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ِرّ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بیتی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4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یہاں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مریم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دوران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خیال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لڑکے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نذر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ولادت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فرزند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مسجد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اقصیٰ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خادم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بنائیں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اِنّی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نذرت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لَکَ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بطنِی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مُحَرّرًا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5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>۔ با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تقدس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آبرو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کعبہ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اذیت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حقوق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دفاع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کھودنا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فرادیٰ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جماعت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ہورہی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فرادیٰ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جماعت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ثابت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فرادیٰ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باطل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توبہ،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</w:t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اعراف،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31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نسائ،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53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)  بقرہ،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12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 xml:space="preserve">   (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) آل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عمران</w:t>
      </w:r>
      <w:r w:rsidRPr="006A282F">
        <w:rPr>
          <w:rtl/>
        </w:rPr>
        <w:t xml:space="preserve">  </w:t>
      </w:r>
      <w:r w:rsidR="008F1760" w:rsidRPr="008F1760">
        <w:rPr>
          <w:rFonts w:hint="cs"/>
          <w:rtl/>
        </w:rPr>
        <w:t>3</w:t>
      </w:r>
      <w:r w:rsidR="008F1760" w:rsidRPr="00067685">
        <w:rPr>
          <w:rFonts w:hint="cs"/>
          <w:rtl/>
        </w:rPr>
        <w:t>5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>۔ 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قائل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قبیلے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سردار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قبول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ملحوظ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نظر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رکھتے،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قبیلے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سرداری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یہاں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تعلق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محترم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خاندان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جداگانہ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حساب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مثلاً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بانو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ایران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بادشاہ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بیٹی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طائی</w:t>
      </w:r>
      <w:r w:rsidRPr="006A282F">
        <w:rPr>
          <w:rtl/>
        </w:rPr>
        <w:t xml:space="preserve"> (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سخی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فرزند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جداگانہ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برتاؤ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>۔</w:t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عرض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جاچکا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ثقافت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کچھ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مقدس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آئین،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قومی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پرچم،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شخصیات،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انقلابی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ہنرمند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وغیرہ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نزدیک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محترم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البتہ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سلسلے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کجروی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پرہیز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کیونکہ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تاریخ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اُبالی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موجود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سامری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جادوگر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گوسالہ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جعلی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تقدس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رنگ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کتنے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بادشاہ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گزرے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دانشوروں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شعراء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خرید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ثنا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مقدس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>۔</w:t>
      </w:r>
    </w:p>
    <w:p w:rsidR="006A282F" w:rsidRPr="006A282F" w:rsidRDefault="006A282F" w:rsidP="00DF5E4E">
      <w:pPr>
        <w:pStyle w:val="Heading1"/>
      </w:pPr>
      <w:bookmarkStart w:id="21" w:name="_Toc440194751"/>
      <w:r w:rsidRPr="006A282F">
        <w:rPr>
          <w:rFonts w:hint="cs"/>
          <w:rtl/>
        </w:rPr>
        <w:t>اولیاء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الٰہی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احترام</w:t>
      </w:r>
      <w:r w:rsidRPr="006A282F">
        <w:rPr>
          <w:rtl/>
        </w:rPr>
        <w:t>:</w:t>
      </w:r>
      <w:bookmarkEnd w:id="21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اولیاء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تقدس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پابند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نمونہ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الف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زندہ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علی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خطبہ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ب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دوران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نگاہ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سامنے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دیوار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پڑی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دیوار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دہن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تھوک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خاموش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ہوگئے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قبلہ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منحرف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بغیر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وہاں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درخت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پڑی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ٹہنی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کھرچ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ڈالا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پلٹ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رکھی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ج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حسین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بڑے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حسن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فقیر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مدد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نظر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99</w:t>
      </w:r>
      <w:r w:rsidRPr="006A282F">
        <w:rPr>
          <w:rFonts w:hint="cs"/>
          <w:rtl/>
        </w:rPr>
        <w:t xml:space="preserve"> درہم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فقیر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مدد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د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رضا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مہدی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جبکہ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مہدی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ولادت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تھی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کھڑے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ھ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العظمیٰ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بروجردی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شمار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شیعوں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بڑے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مجتہدین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زمان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بروجردی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سلامتی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بھیجیں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ناراض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عصر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ہے؟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تقدس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درجات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مختلف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رتبہ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اعتبار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لائق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DF5E4E">
      <w:pPr>
        <w:pStyle w:val="Heading1"/>
      </w:pPr>
      <w:bookmarkStart w:id="22" w:name="_Toc440194752"/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حبط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ضایع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>:</w:t>
      </w:r>
      <w:bookmarkEnd w:id="22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حجرات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بولنے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نابودی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حبط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ارشاد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تمہارے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اچھے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اجر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برباد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لہٰذا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حبط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کچھ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گفتگو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''</w:t>
      </w:r>
      <w:r w:rsidRPr="006A282F">
        <w:rPr>
          <w:rFonts w:hint="cs"/>
          <w:rtl/>
        </w:rPr>
        <w:t>حبط</w:t>
      </w:r>
      <w:r w:rsidRPr="006A282F">
        <w:rPr>
          <w:rtl/>
        </w:rPr>
        <w:t xml:space="preserve">'' </w:t>
      </w:r>
      <w:r w:rsidRPr="006A282F">
        <w:rPr>
          <w:rFonts w:hint="cs"/>
          <w:rtl/>
        </w:rPr>
        <w:t>لغت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حبط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فاسد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غذائیں،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دوائیاں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سردی،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گرمی،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اثر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انداز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اثر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انداز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مثالوں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کیجئے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الف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مزدور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کارخانے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مفید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مالک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بیٹے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قتل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کردے،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قتل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کارکردگی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حبط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ب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مزدور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مالک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رنج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اذیت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پہنچائے،لیکن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مزدور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مالک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ڈوبتے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بچالے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مزدور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سابقہ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کارگردگی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یکسر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برائیوں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ازالہ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کررہی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کفارہ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مثالوں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نتیجے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پہنچتے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معنوی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وسائل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اثر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انداز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نمونوں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کیجئے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6A282F">
        <w:rPr>
          <w:rFonts w:hint="cs"/>
          <w:rtl/>
        </w:rPr>
        <w:t>۔ کفر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ارتداد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راستے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مقابلہ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تباہی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6A282F">
        <w:rPr>
          <w:rFonts w:hint="cs"/>
          <w:rtl/>
        </w:rPr>
        <w:t>۔ 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انجام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غضبناک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نفرت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رضا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شامل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برباد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6A282F">
        <w:rPr>
          <w:rFonts w:hint="cs"/>
          <w:rtl/>
        </w:rPr>
        <w:t>۔ شرک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نفاق،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طلبی،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انبیاء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قتل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نابود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ہوجائیں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منت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گزاری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نابودی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4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ریاکاری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عُجب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برباد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DF5E4E">
      <w:pPr>
        <w:pStyle w:val="Heading1"/>
      </w:pPr>
      <w:bookmarkStart w:id="23" w:name="_Toc440194753"/>
      <w:r w:rsidRPr="006A282F">
        <w:rPr>
          <w:rFonts w:hint="cs"/>
          <w:rtl/>
        </w:rPr>
        <w:t>حبط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روایات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روشنی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>:</w:t>
      </w:r>
      <w:bookmarkEnd w:id="23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روایات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روشنی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تباہی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باعث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روایات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اعتقادی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عبادی،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خاندانی،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سیاسی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نفسیاتی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مسائل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تباہی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باعث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موارد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اشارہ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محمد،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25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محمد،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</w:t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زمر،</w:t>
      </w:r>
      <w:r w:rsidRPr="006A282F">
        <w:rPr>
          <w:rtl/>
        </w:rPr>
        <w:t xml:space="preserve"> </w:t>
      </w:r>
      <w:r w:rsidR="00067685" w:rsidRPr="00067685">
        <w:rPr>
          <w:rFonts w:hint="cs"/>
          <w:rtl/>
        </w:rPr>
        <w:t>6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توبہ،</w:t>
      </w:r>
      <w:r w:rsidRPr="006A282F">
        <w:rPr>
          <w:rtl/>
        </w:rPr>
        <w:t xml:space="preserve"> </w:t>
      </w:r>
      <w:r w:rsidR="00067685" w:rsidRPr="00067685">
        <w:rPr>
          <w:rFonts w:hint="cs"/>
          <w:rtl/>
        </w:rPr>
        <w:t>6</w:t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>۔ ھود،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>۔ آل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عمران،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25</w:t>
      </w:r>
      <w:r w:rsidRPr="006A282F">
        <w:rPr>
          <w:rtl/>
        </w:rPr>
        <w:tab/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)۔ بقرہ،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</w:t>
      </w:r>
      <w:r w:rsidR="00067685" w:rsidRPr="00067685">
        <w:rPr>
          <w:rFonts w:hint="cs"/>
          <w:rtl/>
        </w:rPr>
        <w:t>6</w:t>
      </w:r>
      <w:r w:rsidRPr="006A282F">
        <w:rPr>
          <w:rtl/>
        </w:rPr>
        <w:tab/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1</w:t>
      </w:r>
      <w:r w:rsidR="006A282F" w:rsidRPr="006A282F">
        <w:rPr>
          <w:rFonts w:hint="cs"/>
          <w:rtl/>
        </w:rPr>
        <w:t>۔ اعتقادی</w:t>
      </w:r>
      <w:r w:rsidR="006A282F" w:rsidRPr="006A282F">
        <w:rPr>
          <w:rtl/>
        </w:rPr>
        <w:t xml:space="preserve">: </w:t>
      </w:r>
      <w:r w:rsidR="006A282F" w:rsidRPr="006A282F">
        <w:rPr>
          <w:rFonts w:hint="cs"/>
          <w:rtl/>
        </w:rPr>
        <w:t>آئمہ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معصومین</w:t>
      </w:r>
      <w:r w:rsidR="006A282F" w:rsidRPr="006A282F">
        <w:rPr>
          <w:rtl/>
        </w:rPr>
        <w:t xml:space="preserve">  ٪ </w:t>
      </w:r>
      <w:r w:rsidR="006A282F" w:rsidRPr="006A282F">
        <w:rPr>
          <w:rFonts w:hint="cs"/>
          <w:rtl/>
        </w:rPr>
        <w:t>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پیغمبر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اسلام</w:t>
      </w:r>
      <w:r w:rsidR="006A282F"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="006A282F" w:rsidRPr="006A282F">
        <w:rPr>
          <w:rFonts w:hint="cs"/>
          <w:rtl/>
        </w:rPr>
        <w:t xml:space="preserve"> 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اہل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بیت</w:t>
      </w:r>
      <w:r w:rsidR="006A282F" w:rsidRPr="006A282F">
        <w:rPr>
          <w:rtl/>
        </w:rPr>
        <w:t xml:space="preserve"> ٪ </w:t>
      </w:r>
      <w:r w:rsidR="006A282F" w:rsidRPr="006A282F">
        <w:rPr>
          <w:rFonts w:hint="cs"/>
          <w:rtl/>
        </w:rPr>
        <w:t>سے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کینہ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دشمنی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رکھنا</w:t>
      </w:r>
      <w:r w:rsidR="006A282F" w:rsidRPr="006A282F">
        <w:rPr>
          <w:rtl/>
        </w:rPr>
        <w:t>۔</w:t>
      </w:r>
      <w:r w:rsidR="006A282F"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="006A282F" w:rsidRPr="003323C2">
        <w:rPr>
          <w:rStyle w:val="libFootnotenumChar"/>
          <w:rtl/>
        </w:rPr>
        <w:t>)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2</w:t>
      </w:r>
      <w:r w:rsidR="006A282F" w:rsidRPr="006A282F">
        <w:rPr>
          <w:rFonts w:hint="cs"/>
          <w:rtl/>
        </w:rPr>
        <w:t>۔ عبادی</w:t>
      </w:r>
      <w:r w:rsidR="006A282F" w:rsidRPr="006A282F">
        <w:rPr>
          <w:rtl/>
        </w:rPr>
        <w:t xml:space="preserve">: </w:t>
      </w:r>
      <w:r w:rsidR="006A282F" w:rsidRPr="006A282F">
        <w:rPr>
          <w:rFonts w:hint="cs"/>
          <w:rtl/>
        </w:rPr>
        <w:t>نماز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بغیر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کسی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عذر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ترک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کرنا</w:t>
      </w:r>
      <w:r w:rsidR="006A282F" w:rsidRPr="006A282F">
        <w:rPr>
          <w:rtl/>
        </w:rPr>
        <w:t xml:space="preserve">۔ </w:t>
      </w:r>
      <w:r w:rsidR="006A282F"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="006A282F" w:rsidRPr="003323C2">
        <w:rPr>
          <w:rStyle w:val="libFootnotenumChar"/>
          <w:rFonts w:hint="cs"/>
          <w:rtl/>
        </w:rPr>
        <w:t>)</w:t>
      </w:r>
      <w:r w:rsidR="006A282F" w:rsidRPr="006A282F">
        <w:rPr>
          <w:rFonts w:hint="cs"/>
          <w:rtl/>
        </w:rPr>
        <w:t xml:space="preserve"> امام</w:t>
      </w:r>
      <w:r w:rsidR="006A282F" w:rsidRPr="006A282F">
        <w:rPr>
          <w:rtl/>
        </w:rPr>
        <w:t xml:space="preserve">  </w:t>
      </w:r>
      <w:r w:rsidR="006A282F" w:rsidRPr="006A282F">
        <w:rPr>
          <w:rFonts w:hint="cs"/>
          <w:rtl/>
        </w:rPr>
        <w:t>ـ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سے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پوچھا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گیا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ترک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نماز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گناہان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کبیرہ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سے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کیوں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شمار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نہیں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گیا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جبکہ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یتیم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مال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کھانا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گناہِ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کبیرہ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ہے؟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حضرت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فرمایا</w:t>
      </w:r>
      <w:r w:rsidR="006A282F" w:rsidRPr="006A282F">
        <w:rPr>
          <w:rtl/>
        </w:rPr>
        <w:t xml:space="preserve">: </w:t>
      </w:r>
      <w:r w:rsidR="006A282F" w:rsidRPr="006A282F">
        <w:rPr>
          <w:rFonts w:hint="cs"/>
          <w:rtl/>
        </w:rPr>
        <w:t>کہ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کفر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گناہِ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کبیرہ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 xml:space="preserve">۔ </w:t>
      </w:r>
      <w:r w:rsidR="006A282F" w:rsidRPr="006A282F">
        <w:rPr>
          <w:rFonts w:hint="cs"/>
          <w:rtl/>
        </w:rPr>
        <w:t>جبکہ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ترک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نماز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کفر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عملی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 xml:space="preserve">۔ </w:t>
      </w:r>
      <w:r w:rsidR="006A282F"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="006A282F" w:rsidRPr="003323C2">
        <w:rPr>
          <w:rStyle w:val="libFootnotenumChar"/>
          <w:rFonts w:hint="cs"/>
          <w:rtl/>
        </w:rPr>
        <w:t>)</w:t>
      </w:r>
      <w:r w:rsidR="006A282F" w:rsidRPr="006A282F">
        <w:rPr>
          <w:rtl/>
        </w:rPr>
        <w:t xml:space="preserve"> 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3</w:t>
      </w:r>
      <w:r w:rsidR="006A282F" w:rsidRPr="006A282F">
        <w:rPr>
          <w:rFonts w:hint="cs"/>
          <w:rtl/>
        </w:rPr>
        <w:t>۔ خاندانی</w:t>
      </w:r>
      <w:r w:rsidR="006A282F" w:rsidRPr="006A282F">
        <w:rPr>
          <w:rtl/>
        </w:rPr>
        <w:t xml:space="preserve">: </w:t>
      </w:r>
      <w:r w:rsidR="006A282F" w:rsidRPr="006A282F">
        <w:rPr>
          <w:rFonts w:hint="cs"/>
          <w:rtl/>
        </w:rPr>
        <w:t>امام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صادق</w:t>
      </w:r>
      <w:r w:rsidR="006A282F" w:rsidRPr="006A282F">
        <w:rPr>
          <w:rtl/>
        </w:rPr>
        <w:t xml:space="preserve">  </w:t>
      </w:r>
      <w:r w:rsidR="006A282F" w:rsidRPr="006A282F">
        <w:rPr>
          <w:rFonts w:hint="cs"/>
          <w:rtl/>
        </w:rPr>
        <w:t>ـنے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فرمایا</w:t>
      </w:r>
      <w:r w:rsidR="006A282F" w:rsidRPr="006A282F">
        <w:rPr>
          <w:rtl/>
        </w:rPr>
        <w:t>:</w:t>
      </w:r>
      <w:r w:rsidR="006A282F" w:rsidRPr="006A282F">
        <w:rPr>
          <w:rFonts w:hint="cs"/>
          <w:rtl/>
        </w:rPr>
        <w:t>اگر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بیوی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یا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شوہر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ایک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دوسرے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سے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یہ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کہہ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تمہارے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اندر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کوئی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خوبی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نہیں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دیکھی</w:t>
      </w:r>
      <w:r w:rsidR="006A282F" w:rsidRPr="006A282F">
        <w:rPr>
          <w:rtl/>
        </w:rPr>
        <w:t xml:space="preserve">۔ </w:t>
      </w:r>
      <w:r w:rsidR="006A282F" w:rsidRPr="006A282F">
        <w:rPr>
          <w:rFonts w:hint="cs"/>
          <w:rtl/>
        </w:rPr>
        <w:t>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سے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ناراض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ہوں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اس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اعمال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تباہ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ہوجائیں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گے</w:t>
      </w:r>
      <w:r w:rsidR="006A282F" w:rsidRPr="006A282F">
        <w:rPr>
          <w:rtl/>
        </w:rPr>
        <w:t xml:space="preserve">۔ </w:t>
      </w:r>
      <w:r w:rsidR="006A282F"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4</w:t>
      </w:r>
      <w:r w:rsidR="006A282F" w:rsidRPr="003323C2">
        <w:rPr>
          <w:rStyle w:val="libFootnotenumChar"/>
          <w:rFonts w:hint="cs"/>
          <w:rtl/>
        </w:rPr>
        <w:t>)</w:t>
      </w:r>
      <w:r w:rsidR="006A282F" w:rsidRPr="006A282F">
        <w:rPr>
          <w:rtl/>
        </w:rPr>
        <w:t xml:space="preserve"> 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5</w:t>
      </w:r>
      <w:r w:rsidR="006A282F" w:rsidRPr="006A282F">
        <w:rPr>
          <w:rFonts w:hint="cs"/>
          <w:rtl/>
        </w:rPr>
        <w:t>۔ معاشرتی</w:t>
      </w:r>
      <w:r w:rsidR="006A282F" w:rsidRPr="006A282F">
        <w:rPr>
          <w:rtl/>
        </w:rPr>
        <w:t xml:space="preserve">: </w:t>
      </w:r>
      <w:r w:rsidR="006A282F" w:rsidRPr="006A282F">
        <w:rPr>
          <w:rFonts w:hint="cs"/>
          <w:rtl/>
        </w:rPr>
        <w:t>رسول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خدا</w:t>
      </w:r>
      <w:r w:rsidR="006A282F"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="006A282F" w:rsidRPr="006A282F">
        <w:rPr>
          <w:rFonts w:hint="cs"/>
          <w:rtl/>
        </w:rPr>
        <w:t xml:space="preserve"> نے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فرمایا</w:t>
      </w:r>
      <w:r w:rsidR="006A282F" w:rsidRPr="006A282F">
        <w:rPr>
          <w:rtl/>
        </w:rPr>
        <w:t xml:space="preserve">: </w:t>
      </w:r>
      <w:r w:rsidR="006A282F" w:rsidRPr="006A282F">
        <w:rPr>
          <w:rFonts w:hint="cs"/>
          <w:rtl/>
        </w:rPr>
        <w:t>اگر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کوئی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مردے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اس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امانت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حفاظت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کرتے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ہوئے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غسل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اُسے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میت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بال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بدلے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ایک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غلام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آزاد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اجر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ملے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گا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صد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درجات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عطا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گا</w:t>
      </w:r>
      <w:r w:rsidR="006A282F" w:rsidRPr="006A282F">
        <w:rPr>
          <w:rtl/>
        </w:rPr>
        <w:t xml:space="preserve">۔ </w:t>
      </w:r>
      <w:r w:rsidR="006A282F" w:rsidRPr="006A282F">
        <w:rPr>
          <w:rFonts w:hint="cs"/>
          <w:rtl/>
        </w:rPr>
        <w:t>پوچھا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گیا</w:t>
      </w:r>
      <w:r w:rsidR="006A282F" w:rsidRPr="006A282F">
        <w:rPr>
          <w:rtl/>
        </w:rPr>
        <w:t xml:space="preserve">: </w:t>
      </w:r>
      <w:r w:rsidR="006A282F" w:rsidRPr="006A282F">
        <w:rPr>
          <w:rFonts w:hint="cs"/>
          <w:rtl/>
        </w:rPr>
        <w:t>غسل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دیتے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وقت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امانت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حفاظت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سے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مراد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ہے؟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آپ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فرمایا</w:t>
      </w:r>
      <w:r w:rsidR="006A282F" w:rsidRPr="006A282F">
        <w:rPr>
          <w:rtl/>
        </w:rPr>
        <w:t xml:space="preserve">: </w:t>
      </w:r>
      <w:r w:rsidR="006A282F" w:rsidRPr="006A282F">
        <w:rPr>
          <w:rFonts w:hint="cs"/>
          <w:rtl/>
        </w:rPr>
        <w:t>اس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پوشیدہ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جسمانی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اعضاء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کو</w:t>
      </w:r>
      <w:r w:rsidR="006A282F"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چھپائے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وگرنہ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اجر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آخرت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عزت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5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(یہ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عزت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آبرو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مسئلہ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زندہ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عزت،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آبرو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بحار،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2</w:t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="008F1760" w:rsidRPr="00067685">
        <w:rPr>
          <w:rFonts w:hint="cs"/>
          <w:rtl/>
        </w:rPr>
        <w:t>98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کافی،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3</w:t>
      </w:r>
      <w:r w:rsidR="008F1760" w:rsidRPr="00067685">
        <w:rPr>
          <w:rFonts w:hint="cs"/>
          <w:rtl/>
        </w:rPr>
        <w:t>8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)۔کافی،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</w:t>
      </w:r>
      <w:r w:rsidR="00067685" w:rsidRPr="00067685">
        <w:rPr>
          <w:rFonts w:hint="cs"/>
          <w:rtl/>
        </w:rPr>
        <w:t>7</w:t>
      </w:r>
      <w:r w:rsidR="008F1760" w:rsidRPr="00067685">
        <w:rPr>
          <w:rFonts w:hint="cs"/>
          <w:rtl/>
        </w:rPr>
        <w:t>8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)۔ 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یحضر،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550</w:t>
      </w:r>
      <w:r w:rsidRPr="006A282F">
        <w:rPr>
          <w:rFonts w:hint="cs"/>
          <w:rtl/>
        </w:rPr>
        <w:tab/>
        <w:t>(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)۔ وسایل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الشیعہ،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52</w:t>
      </w:r>
      <w:r w:rsidR="00067685" w:rsidRPr="00067685">
        <w:rPr>
          <w:rFonts w:hint="cs"/>
          <w:rtl/>
        </w:rPr>
        <w:t>7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)۔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5</w:t>
      </w:r>
      <w:r w:rsidR="006A282F" w:rsidRPr="006A282F">
        <w:rPr>
          <w:rFonts w:hint="cs"/>
          <w:rtl/>
        </w:rPr>
        <w:t xml:space="preserve">۔ </w:t>
      </w:r>
      <w:r w:rsidR="006A282F" w:rsidRPr="003729E7">
        <w:rPr>
          <w:rStyle w:val="libAieChar"/>
          <w:rFonts w:hint="cs"/>
          <w:rtl/>
        </w:rPr>
        <w:t>سیاسی</w:t>
      </w:r>
      <w:r w:rsidR="006A282F" w:rsidRPr="003729E7">
        <w:rPr>
          <w:rStyle w:val="libAieChar"/>
          <w:rtl/>
        </w:rPr>
        <w:t xml:space="preserve">: </w:t>
      </w:r>
      <w:r w:rsidR="006A282F" w:rsidRPr="003729E7">
        <w:rPr>
          <w:rStyle w:val="libAieChar"/>
          <w:rFonts w:hint="cs"/>
          <w:rtl/>
        </w:rPr>
        <w:t>وَمَن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یّکْفُرُ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بِالْاِیْمٰانِ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فَقَطْ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حَبِطَ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عَمَلُ</w:t>
      </w:r>
      <w:r w:rsidR="00EC5BA0" w:rsidRPr="00EC5BA0">
        <w:rPr>
          <w:rStyle w:val="libAieChar"/>
          <w:rFonts w:hint="cs"/>
          <w:rtl/>
        </w:rPr>
        <w:t>ه</w:t>
      </w:r>
      <w:r w:rsidR="006A282F" w:rsidRPr="003729E7">
        <w:rPr>
          <w:rStyle w:val="libAieChar"/>
          <w:rFonts w:hint="cs"/>
          <w:rtl/>
        </w:rPr>
        <w:t>ُ</w:t>
      </w:r>
      <w:r w:rsidR="006A282F" w:rsidRPr="006A282F">
        <w:rPr>
          <w:rtl/>
        </w:rPr>
        <w:t xml:space="preserve"> </w:t>
      </w:r>
      <w:r w:rsidR="006A282F"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="006A282F" w:rsidRPr="003323C2">
        <w:rPr>
          <w:rStyle w:val="libFootnotenumChar"/>
          <w:rFonts w:hint="cs"/>
          <w:rtl/>
        </w:rPr>
        <w:t>)</w:t>
      </w:r>
      <w:r w:rsidR="006A282F" w:rsidRPr="006A282F">
        <w:rPr>
          <w:rFonts w:hint="cs"/>
          <w:rtl/>
        </w:rPr>
        <w:t xml:space="preserve"> جو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بھی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اپنے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ایمان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سے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پھر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جائے</w:t>
      </w:r>
      <w:r w:rsidR="006A282F" w:rsidRPr="006A282F">
        <w:rPr>
          <w:rtl/>
        </w:rPr>
        <w:t xml:space="preserve"> (</w:t>
      </w:r>
      <w:r w:rsidR="006A282F" w:rsidRPr="006A282F">
        <w:rPr>
          <w:rFonts w:hint="cs"/>
          <w:rtl/>
        </w:rPr>
        <w:t>مرتد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ہوجائے</w:t>
      </w:r>
      <w:r w:rsidR="006A282F" w:rsidRPr="006A282F">
        <w:rPr>
          <w:rtl/>
        </w:rPr>
        <w:t xml:space="preserve">) </w:t>
      </w:r>
      <w:r w:rsidR="006A282F" w:rsidRPr="006A282F">
        <w:rPr>
          <w:rFonts w:hint="cs"/>
          <w:rtl/>
        </w:rPr>
        <w:t>اس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اعمال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تباہ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ہوجائیں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گے</w:t>
      </w:r>
      <w:r w:rsidR="006A282F"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محمد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باقر</w:t>
      </w:r>
      <w:r w:rsidRPr="006A282F">
        <w:rPr>
          <w:rtl/>
        </w:rPr>
        <w:t xml:space="preserve"> 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طالب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ولایت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جی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ہاں</w:t>
      </w:r>
      <w:r w:rsidRPr="006A282F">
        <w:rPr>
          <w:rtl/>
        </w:rPr>
        <w:t xml:space="preserve">!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معصوم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ماننا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اطاعت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سیاسی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مسائل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ارکان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067685" w:rsidP="006A282F">
      <w:pPr>
        <w:pStyle w:val="libNormal"/>
      </w:pPr>
      <w:r w:rsidRPr="00067685">
        <w:rPr>
          <w:rFonts w:hint="cs"/>
          <w:rtl/>
        </w:rPr>
        <w:t>6</w:t>
      </w:r>
      <w:r w:rsidR="006A282F" w:rsidRPr="006A282F">
        <w:rPr>
          <w:rFonts w:hint="cs"/>
          <w:rtl/>
        </w:rPr>
        <w:t>۔ نفسیاتی</w:t>
      </w:r>
      <w:r w:rsidR="006A282F" w:rsidRPr="006A282F">
        <w:rPr>
          <w:rtl/>
        </w:rPr>
        <w:t xml:space="preserve">: </w:t>
      </w:r>
      <w:r w:rsidR="006A282F" w:rsidRPr="006A282F">
        <w:rPr>
          <w:rFonts w:hint="cs"/>
          <w:rtl/>
        </w:rPr>
        <w:t>امام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صادق</w:t>
      </w:r>
      <w:r w:rsidR="006A282F" w:rsidRPr="006A282F">
        <w:rPr>
          <w:rtl/>
        </w:rPr>
        <w:t xml:space="preserve">  </w:t>
      </w:r>
      <w:r w:rsidR="006A282F" w:rsidRPr="006A282F">
        <w:rPr>
          <w:rFonts w:hint="cs"/>
          <w:rtl/>
        </w:rPr>
        <w:t>ـ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فرمایا</w:t>
      </w:r>
      <w:r w:rsidR="006A282F" w:rsidRPr="006A282F">
        <w:rPr>
          <w:rtl/>
        </w:rPr>
        <w:t xml:space="preserve">: </w:t>
      </w:r>
      <w:r w:rsidR="006A282F" w:rsidRPr="006A282F">
        <w:rPr>
          <w:rFonts w:hint="cs"/>
          <w:rtl/>
        </w:rPr>
        <w:t>جو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شخص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اپنے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خیال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شک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بنیا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پر</w:t>
      </w:r>
      <w:r w:rsidR="006A282F" w:rsidRPr="006A282F">
        <w:rPr>
          <w:rtl/>
        </w:rPr>
        <w:t xml:space="preserve"> (</w:t>
      </w:r>
      <w:r w:rsidR="006A282F" w:rsidRPr="006A282F">
        <w:rPr>
          <w:rFonts w:hint="cs"/>
          <w:rtl/>
        </w:rPr>
        <w:t>علم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یا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شرعی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حجت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بغیر</w:t>
      </w:r>
      <w:r w:rsidR="006A282F" w:rsidRPr="006A282F">
        <w:rPr>
          <w:rtl/>
        </w:rPr>
        <w:t xml:space="preserve"> ) </w:t>
      </w:r>
      <w:r w:rsidR="006A282F" w:rsidRPr="006A282F">
        <w:rPr>
          <w:rFonts w:hint="cs"/>
          <w:rtl/>
        </w:rPr>
        <w:t>کوئی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عمل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انجام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اس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یہ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عمل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تباہ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 xml:space="preserve">٭ </w:t>
      </w:r>
      <w:r w:rsidRPr="006A282F">
        <w:rPr>
          <w:rFonts w:hint="cs"/>
          <w:rtl/>
        </w:rPr>
        <w:t>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اثرات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مثبت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اثرات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بتاتے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ذریعہ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چھپا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سکتا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اچھے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میںکیسے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تبدیل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کرسکتا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فقرا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مخفی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مدد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کبیرہ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پڑھنا،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زکات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الحسنہ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ہجرت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جہاد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عفو،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گناہوں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بخشش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لغزشوں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تلافی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مائدہ،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5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بحار،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3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35</w:t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 xml:space="preserve">  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بقرہ</w:t>
      </w:r>
      <w:r w:rsidRPr="006A282F">
        <w:rPr>
          <w:rtl/>
        </w:rPr>
        <w:t xml:space="preserve">: </w:t>
      </w:r>
      <w:r w:rsidR="008F1760" w:rsidRPr="008F1760">
        <w:rPr>
          <w:rFonts w:hint="cs"/>
          <w:rtl/>
        </w:rPr>
        <w:t>215</w:t>
      </w:r>
      <w:r w:rsidRPr="006A282F">
        <w:rPr>
          <w:rFonts w:hint="cs"/>
          <w:rtl/>
        </w:rPr>
        <w:t>۔ طلاق</w:t>
      </w:r>
      <w:r w:rsidRPr="006A282F">
        <w:rPr>
          <w:rtl/>
        </w:rPr>
        <w:t>: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تغابن</w:t>
      </w:r>
      <w:r w:rsidRPr="006A282F">
        <w:rPr>
          <w:rtl/>
        </w:rPr>
        <w:t xml:space="preserve">: </w:t>
      </w:r>
      <w:r w:rsidR="008F1760" w:rsidRPr="00067685">
        <w:rPr>
          <w:rFonts w:hint="cs"/>
          <w:rtl/>
        </w:rPr>
        <w:t>9</w:t>
      </w:r>
      <w:r w:rsidRPr="006A282F">
        <w:rPr>
          <w:rFonts w:hint="cs"/>
          <w:rtl/>
        </w:rPr>
        <w:t>۔ تحریم</w:t>
      </w:r>
      <w:r w:rsidRPr="006A282F">
        <w:rPr>
          <w:rtl/>
        </w:rPr>
        <w:t>:</w:t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>۔ نسائ</w:t>
      </w:r>
      <w:r w:rsidRPr="006A282F">
        <w:rPr>
          <w:rtl/>
        </w:rPr>
        <w:t xml:space="preserve">: </w:t>
      </w:r>
      <w:r w:rsidR="008F1760" w:rsidRPr="008F1760">
        <w:rPr>
          <w:rFonts w:hint="cs"/>
          <w:rtl/>
        </w:rPr>
        <w:t>31</w:t>
      </w:r>
      <w:r w:rsidRPr="006A282F">
        <w:rPr>
          <w:rFonts w:hint="cs"/>
          <w:rtl/>
        </w:rPr>
        <w:t>۔ ہود</w:t>
      </w:r>
      <w:r w:rsidRPr="006A282F">
        <w:rPr>
          <w:rtl/>
        </w:rPr>
        <w:t xml:space="preserve"> :</w:t>
      </w:r>
      <w:r w:rsidR="008F1760" w:rsidRPr="008F1760">
        <w:rPr>
          <w:rFonts w:hint="cs"/>
          <w:rtl/>
        </w:rPr>
        <w:t>115</w:t>
      </w:r>
      <w:r w:rsidRPr="006A282F">
        <w:rPr>
          <w:rFonts w:hint="cs"/>
          <w:rtl/>
        </w:rPr>
        <w:t>۔ مائدہ</w:t>
      </w:r>
      <w:r w:rsidRPr="006A282F">
        <w:rPr>
          <w:rtl/>
        </w:rPr>
        <w:t>:</w:t>
      </w:r>
      <w:r w:rsidR="008F1760" w:rsidRPr="008F1760">
        <w:rPr>
          <w:rFonts w:hint="cs"/>
          <w:rtl/>
        </w:rPr>
        <w:t>12</w:t>
      </w:r>
      <w:r w:rsidRPr="006A282F">
        <w:rPr>
          <w:rFonts w:hint="cs"/>
          <w:rtl/>
        </w:rPr>
        <w:t>۔ آل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عمران</w:t>
      </w:r>
      <w:r w:rsidRPr="006A282F">
        <w:rPr>
          <w:rtl/>
        </w:rPr>
        <w:t xml:space="preserve">: </w:t>
      </w:r>
      <w:r w:rsidR="008F1760" w:rsidRPr="008F1760">
        <w:rPr>
          <w:rFonts w:hint="cs"/>
          <w:rtl/>
        </w:rPr>
        <w:t>1</w:t>
      </w:r>
      <w:r w:rsidR="008F1760" w:rsidRPr="00067685">
        <w:rPr>
          <w:rFonts w:hint="cs"/>
          <w:rtl/>
        </w:rPr>
        <w:t>95</w:t>
      </w:r>
      <w:r w:rsidRPr="006A282F">
        <w:rPr>
          <w:rFonts w:hint="cs"/>
          <w:rtl/>
        </w:rPr>
        <w:t>۔ فرقان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آیت</w:t>
      </w:r>
      <w:r w:rsidRPr="006A282F">
        <w:rPr>
          <w:rtl/>
        </w:rPr>
        <w:tab/>
      </w:r>
      <w:r w:rsidR="00067685" w:rsidRPr="00067685">
        <w:rPr>
          <w:rFonts w:hint="cs"/>
          <w:rtl/>
        </w:rPr>
        <w:t>7</w:t>
      </w:r>
      <w:r w:rsidR="008F1760" w:rsidRPr="008F1760">
        <w:rPr>
          <w:rFonts w:hint="cs"/>
          <w:rtl/>
        </w:rPr>
        <w:t>0</w:t>
      </w:r>
      <w:r w:rsidRPr="006A282F">
        <w:rPr>
          <w:rFonts w:hint="cs"/>
          <w:rtl/>
        </w:rPr>
        <w:t xml:space="preserve"> 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رجوع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دن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کیونکہ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نیکیاں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برائیوں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أَقِم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الصَّلوٰةَ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اِنَّ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الحَسَنَاتِ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یُذْ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ِب</w:t>
      </w:r>
      <w:r w:rsidRPr="003729E7">
        <w:rPr>
          <w:rStyle w:val="libAieChar"/>
          <w:rFonts w:hint="cs"/>
          <w:rtl/>
        </w:rPr>
        <w:t>ْنَ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السَّیَّاٰتِ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 xml:space="preserve">٭ </w:t>
      </w:r>
      <w:r w:rsidRPr="006A282F">
        <w:rPr>
          <w:rFonts w:hint="cs"/>
          <w:rtl/>
        </w:rPr>
        <w:t>واضح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ہوچکا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عظمت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ادبی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سابقہ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تباہی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باعثت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سکتی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باوجود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تاکید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اچھے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مؤدبانہ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انداز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لقمان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بیٹے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 </w:t>
      </w:r>
      <w:r w:rsidRPr="00767BDF">
        <w:rPr>
          <w:rStyle w:val="libAieChar"/>
          <w:rtl/>
        </w:rPr>
        <w:t>(</w:t>
      </w:r>
      <w:r w:rsidRPr="00767BDF">
        <w:rPr>
          <w:rStyle w:val="libAieChar"/>
          <w:rFonts w:hint="cs"/>
          <w:rtl/>
        </w:rPr>
        <w:t>وَاغضُضْ</w:t>
      </w:r>
      <w:r w:rsidRPr="00767BDF">
        <w:rPr>
          <w:rStyle w:val="libAieChar"/>
          <w:rtl/>
        </w:rPr>
        <w:t xml:space="preserve"> </w:t>
      </w:r>
      <w:r w:rsidRPr="00767BDF">
        <w:rPr>
          <w:rStyle w:val="libAieChar"/>
          <w:rFonts w:hint="cs"/>
          <w:rtl/>
        </w:rPr>
        <w:t>مِنْ</w:t>
      </w:r>
      <w:r w:rsidRPr="00767BDF">
        <w:rPr>
          <w:rStyle w:val="libAieChar"/>
          <w:rtl/>
        </w:rPr>
        <w:t xml:space="preserve"> </w:t>
      </w:r>
      <w:r w:rsidRPr="00767BDF">
        <w:rPr>
          <w:rStyle w:val="libAieChar"/>
          <w:rFonts w:hint="cs"/>
          <w:rtl/>
        </w:rPr>
        <w:t>صوتِکَ</w:t>
      </w:r>
      <w:r w:rsidRPr="00767BDF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دھیما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اختیار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علاوہ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مناسب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گدھے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تشبیہ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3729E7">
        <w:rPr>
          <w:rStyle w:val="libAieChar"/>
          <w:rFonts w:hint="cs"/>
          <w:rtl/>
        </w:rPr>
        <w:t>اِنَّ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أَنْکَرَ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الاصوات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لَصَوْتُ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الحَمِیْر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بلند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اسپیکر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بیجا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استعمال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آج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جدید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تمدن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معاشرتی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مشکلات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مشکل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شادی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مجلس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عزا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مسجد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کھیل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ورزش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عنوان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خرید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فروخت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غرض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سلب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کرلیا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جبکہ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فقط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موارد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جاسکتی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مثلاً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اذان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مناسب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انداز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اضافے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مقدمے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بیت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زائرین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صحرائِ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قافلہ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767BDF">
        <w:rPr>
          <w:rStyle w:val="libArabicChar"/>
          <w:rtl/>
        </w:rPr>
        <w:t xml:space="preserve">'' </w:t>
      </w:r>
      <w:r w:rsidRPr="00767BDF">
        <w:rPr>
          <w:rStyle w:val="libArabicChar"/>
          <w:rFonts w:hint="cs"/>
          <w:rtl/>
        </w:rPr>
        <w:t>لبّیکَ</w:t>
      </w:r>
      <w:r w:rsidRPr="00767BDF">
        <w:rPr>
          <w:rStyle w:val="libArabicChar"/>
          <w:rtl/>
        </w:rPr>
        <w:t xml:space="preserve"> </w:t>
      </w:r>
      <w:r w:rsidRPr="00767BDF">
        <w:rPr>
          <w:rStyle w:val="libArabicChar"/>
          <w:rFonts w:hint="cs"/>
          <w:rtl/>
        </w:rPr>
        <w:t>اللّ</w:t>
      </w:r>
      <w:r w:rsidR="00491A3E" w:rsidRPr="00491A3E">
        <w:rPr>
          <w:rStyle w:val="libArabicChar"/>
          <w:rFonts w:hint="cs"/>
          <w:rtl/>
        </w:rPr>
        <w:t>ه</w:t>
      </w:r>
      <w:r w:rsidRPr="00491A3E">
        <w:rPr>
          <w:rStyle w:val="libArabicChar"/>
          <w:rFonts w:hint="cs"/>
          <w:rtl/>
        </w:rPr>
        <w:t>مَ</w:t>
      </w:r>
      <w:r w:rsidRPr="00767BDF">
        <w:rPr>
          <w:rStyle w:val="libArabicChar"/>
          <w:rtl/>
        </w:rPr>
        <w:t xml:space="preserve"> </w:t>
      </w:r>
      <w:r w:rsidRPr="00767BDF">
        <w:rPr>
          <w:rStyle w:val="libArabicChar"/>
          <w:rFonts w:hint="cs"/>
          <w:rtl/>
        </w:rPr>
        <w:t>لبّیک</w:t>
      </w:r>
      <w:r w:rsidRPr="00767BDF">
        <w:rPr>
          <w:rStyle w:val="libArabicChar"/>
          <w:rtl/>
        </w:rPr>
        <w:t xml:space="preserve">''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تکرار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>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  <w:r w:rsidRPr="006A282F">
        <w:rPr>
          <w:rtl/>
        </w:rPr>
        <w:tab/>
      </w:r>
      <w:r w:rsidRPr="006A282F">
        <w:rPr>
          <w:rtl/>
        </w:rPr>
        <w:tab/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ہود،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115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لقمان،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="008F1760" w:rsidRPr="00067685">
        <w:rPr>
          <w:rFonts w:hint="cs"/>
          <w:rtl/>
        </w:rPr>
        <w:t>9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بہرحال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استثنائی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موارد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علاوہ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گفتگو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دوسروں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رعب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دبدبہ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۔ </w:t>
      </w:r>
      <w:r w:rsidRPr="006A282F">
        <w:rPr>
          <w:rFonts w:hint="cs"/>
          <w:rtl/>
        </w:rPr>
        <w:t>کیونکہ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ادبی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علاوہ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ڈرانا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سخت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عذاب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خیمہ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DF5E4E">
      <w:pPr>
        <w:pStyle w:val="Heading1"/>
      </w:pPr>
      <w:bookmarkStart w:id="24" w:name="_Toc440194754"/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Pr="006A282F">
        <w:rPr>
          <w:rtl/>
        </w:rPr>
        <w:t xml:space="preserve"> </w:t>
      </w:r>
      <w:r w:rsidR="008F1760" w:rsidRPr="00C26ECE">
        <w:rPr>
          <w:rFonts w:hint="cs"/>
          <w:rtl/>
        </w:rPr>
        <w:t>3</w:t>
      </w:r>
      <w:bookmarkEnd w:id="24"/>
    </w:p>
    <w:p w:rsidR="006A282F" w:rsidRPr="006A282F" w:rsidRDefault="006A282F" w:rsidP="003729E7">
      <w:pPr>
        <w:pStyle w:val="libAie"/>
      </w:pPr>
      <w:r w:rsidRPr="006A282F">
        <w:rPr>
          <w:rFonts w:hint="cs"/>
          <w:rtl/>
        </w:rPr>
        <w:t>ِنَّ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الَّذِینَ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یَغُضُّونَ</w:t>
      </w:r>
      <w:r w:rsidRPr="006A282F">
        <w:rPr>
          <w:rtl/>
        </w:rPr>
        <w:t xml:space="preserve"> َ</w:t>
      </w:r>
      <w:r w:rsidRPr="006A282F">
        <w:rPr>
          <w:rFonts w:hint="cs"/>
          <w:rtl/>
        </w:rPr>
        <w:t>ص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وَاتَ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ُم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عِن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دَ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رَسُولِ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اﷲِ</w:t>
      </w:r>
      <w:r w:rsidRPr="006A282F">
        <w:rPr>
          <w:rtl/>
        </w:rPr>
        <w:t xml:space="preserve"> ُ</w:t>
      </w:r>
      <w:r w:rsidRPr="006A282F">
        <w:rPr>
          <w:rFonts w:hint="cs"/>
          <w:rtl/>
        </w:rPr>
        <w:t>و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لَئِکَ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الَّذِینَ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تَحَنَ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اﷲُ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قُلُوبَ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ُم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لِلتَّق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وَی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لَ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ُم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مَغ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فِرَة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وََج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عَظِیم</w:t>
      </w:r>
      <w:r w:rsidRPr="006A282F">
        <w:rPr>
          <w:rtl/>
        </w:rPr>
        <w:t xml:space="preserve"> </w:t>
      </w:r>
      <w:r w:rsidR="00EC5BA0" w:rsidRPr="00EC5BA0">
        <w:rPr>
          <w:rFonts w:hint="cs"/>
          <w:rtl/>
        </w:rPr>
        <w:t>-</w:t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ترجمہ</w:t>
      </w:r>
      <w:r w:rsidRPr="006A282F">
        <w:rPr>
          <w:rtl/>
        </w:rPr>
        <w:t xml:space="preserve">: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بیشک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سامنے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دھیما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آزما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مغفرت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اجر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عظیم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6A282F" w:rsidP="00DF5E4E">
      <w:pPr>
        <w:pStyle w:val="Heading1"/>
      </w:pPr>
      <w:bookmarkStart w:id="25" w:name="_Toc440194755"/>
      <w:r w:rsidRPr="006A282F">
        <w:rPr>
          <w:rFonts w:hint="cs"/>
          <w:rtl/>
        </w:rPr>
        <w:t>نکات</w:t>
      </w:r>
      <w:r w:rsidRPr="006A282F">
        <w:rPr>
          <w:rtl/>
        </w:rPr>
        <w:t>:</w:t>
      </w:r>
      <w:bookmarkEnd w:id="25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کلمہ</w:t>
      </w:r>
      <w:r w:rsidRPr="006A282F">
        <w:rPr>
          <w:rtl/>
        </w:rPr>
        <w:t xml:space="preserve"> </w:t>
      </w:r>
      <w:r w:rsidRPr="00767BDF">
        <w:rPr>
          <w:rStyle w:val="libAieChar"/>
          <w:rtl/>
        </w:rPr>
        <w:t>''</w:t>
      </w:r>
      <w:r w:rsidRPr="00767BDF">
        <w:rPr>
          <w:rStyle w:val="libAieChar"/>
          <w:rFonts w:hint="cs"/>
          <w:rtl/>
        </w:rPr>
        <w:t>غَضْ</w:t>
      </w:r>
      <w:r w:rsidRPr="00767BDF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نیچے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آہستہ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لہجہ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تواضع،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وقار،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نشاط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مؤدب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آزمایش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واضح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آزمائش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شناخت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آگاہ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بلکہ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آزمائش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مقصد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مسائل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مقابلے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استعداد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صحیح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عکس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مظاہرہ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اجر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الٰہی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عطا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ہوسکے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کیونکہ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جزا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سزا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بنیاد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lastRenderedPageBreak/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بنیاد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یعنی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فلاں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آئندہ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سزا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سرزد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سزا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دلچسپ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چلتا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بنیاد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اجرت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مثال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فلاں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درزی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لباس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مزدوری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لباس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تیار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کردے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آیات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روایات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امتحان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آزمائش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انجام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سزا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جزاء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مستحق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پائے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البتہ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امتحان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تعلق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قلب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کیونکہ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تواضع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اظہار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ریاکاری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اندورنی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غرور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اجر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الٰہی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ہمیشہ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صفات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کریم،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عظیم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کبیر،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ممنون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پیوستہ</w:t>
      </w:r>
      <w:r w:rsidRPr="006A282F">
        <w:rPr>
          <w:rtl/>
        </w:rPr>
        <w:t xml:space="preserve">) </w:t>
      </w:r>
      <w:r w:rsidRPr="00767BDF">
        <w:rPr>
          <w:rStyle w:val="libArabicChar"/>
          <w:rFonts w:hint="cs"/>
          <w:rtl/>
        </w:rPr>
        <w:t>نِعَمْ</w:t>
      </w:r>
      <w:r w:rsidRPr="00767BDF">
        <w:rPr>
          <w:rStyle w:val="libArabicChar"/>
          <w:rtl/>
        </w:rPr>
        <w:t xml:space="preserve"> </w:t>
      </w:r>
      <w:r w:rsidRPr="00767BDF">
        <w:rPr>
          <w:rStyle w:val="libArabicChar"/>
          <w:rFonts w:hint="cs"/>
          <w:rtl/>
        </w:rPr>
        <w:t>اجر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اچھا</w:t>
      </w:r>
      <w:r w:rsidRPr="006A282F">
        <w:rPr>
          <w:rtl/>
        </w:rPr>
        <w:t>)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کیونکہ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اجر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الٰہی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رحمت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نہایت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لطف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سرچشمے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تعلق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DF5E4E">
      <w:pPr>
        <w:pStyle w:val="Heading1"/>
      </w:pPr>
      <w:bookmarkStart w:id="26" w:name="_Toc440194756"/>
      <w:r w:rsidRPr="006A282F">
        <w:rPr>
          <w:rFonts w:hint="cs"/>
          <w:rtl/>
        </w:rPr>
        <w:t>پیغامات</w:t>
      </w:r>
      <w:r w:rsidRPr="006A282F">
        <w:rPr>
          <w:rtl/>
        </w:rPr>
        <w:t>:</w:t>
      </w:r>
      <w:bookmarkEnd w:id="26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6A282F">
        <w:rPr>
          <w:rFonts w:hint="cs"/>
          <w:rtl/>
        </w:rPr>
        <w:t>۔ہمیں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اچھے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حوصلہ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افزائی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مودّب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حوصلہ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افزائی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Fonts w:hint="cs"/>
          <w:rtl/>
        </w:rPr>
        <w:t>اِنَّ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الّذینَ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یَغُضُّون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ل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مَغْفِرَة</w:t>
      </w:r>
      <w:r w:rsidRPr="006A282F">
        <w:rPr>
          <w:rtl/>
        </w:rPr>
        <w:t xml:space="preserve"> ۔۔۔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سرزنش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اچھے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حوصلہ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افزائی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6A282F">
        <w:rPr>
          <w:rFonts w:hint="cs"/>
          <w:rtl/>
        </w:rPr>
        <w:t>۔ ظاہری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باطنی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۔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الّذین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یَغُضُّونَ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اِمتَحَنَ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قُلُوبَ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</w:t>
      </w:r>
      <w:r w:rsidRPr="003729E7">
        <w:rPr>
          <w:rStyle w:val="libAieChar"/>
          <w:rFonts w:hint="cs"/>
          <w:rtl/>
        </w:rPr>
        <w:t>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لِلتّقوٰی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یعنی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دھیمے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لہجے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مالک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)۔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6A282F">
        <w:rPr>
          <w:rFonts w:hint="cs"/>
          <w:rtl/>
        </w:rPr>
        <w:t>۔ 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بارگاہ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مرقد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آداب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برحق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جانشینوں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عارضی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لمحوں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نشاندہی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گہرائی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حاصل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میںجہاں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کلمہ</w:t>
      </w:r>
      <w:r w:rsidRPr="006A282F">
        <w:rPr>
          <w:rtl/>
        </w:rPr>
        <w:t xml:space="preserve"> ''</w:t>
      </w:r>
      <w:r w:rsidRPr="006A282F">
        <w:rPr>
          <w:rFonts w:hint="cs"/>
          <w:rtl/>
        </w:rPr>
        <w:t>مغفرت</w:t>
      </w:r>
      <w:r w:rsidRPr="006A282F">
        <w:rPr>
          <w:rtl/>
        </w:rPr>
        <w:t xml:space="preserve">''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''</w:t>
      </w:r>
      <w:r w:rsidRPr="006A282F">
        <w:rPr>
          <w:rFonts w:hint="cs"/>
          <w:rtl/>
        </w:rPr>
        <w:t>اجر</w:t>
      </w:r>
      <w:r w:rsidRPr="006A282F">
        <w:rPr>
          <w:rtl/>
        </w:rPr>
        <w:t>''</w:t>
      </w:r>
      <w:r w:rsidRPr="006A282F">
        <w:rPr>
          <w:rFonts w:hint="cs"/>
          <w:rtl/>
        </w:rPr>
        <w:t>آیا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مغفرت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کیونکہ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لطف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الٰہی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حاصل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کرسکیں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۔ </w:t>
      </w:r>
      <w:r w:rsidRPr="003729E7">
        <w:rPr>
          <w:rStyle w:val="libAieChar"/>
          <w:rFonts w:hint="cs"/>
          <w:rtl/>
        </w:rPr>
        <w:t>ولَ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</w:t>
      </w:r>
      <w:r w:rsidRPr="003729E7">
        <w:rPr>
          <w:rStyle w:val="libAieChar"/>
          <w:rFonts w:hint="cs"/>
          <w:rtl/>
        </w:rPr>
        <w:t>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مَغْفِرَة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أجر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عَظِیْم</w:t>
      </w:r>
      <w:r w:rsidR="00EC5BA0" w:rsidRPr="00EC5BA0">
        <w:rPr>
          <w:rStyle w:val="libAieChar"/>
          <w:rFonts w:hint="cs"/>
          <w:rtl/>
        </w:rPr>
        <w:t>-</w:t>
      </w:r>
    </w:p>
    <w:p w:rsidR="006A282F" w:rsidRPr="006A282F" w:rsidRDefault="006A282F" w:rsidP="00DF5E4E">
      <w:pPr>
        <w:pStyle w:val="Heading1"/>
      </w:pPr>
      <w:bookmarkStart w:id="27" w:name="_Toc440194757"/>
      <w:r w:rsidRPr="006A282F">
        <w:rPr>
          <w:rFonts w:hint="cs"/>
          <w:rtl/>
        </w:rPr>
        <w:t>گفتگو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آداب</w:t>
      </w:r>
      <w:r w:rsidRPr="006A282F">
        <w:rPr>
          <w:rtl/>
        </w:rPr>
        <w:t>:</w:t>
      </w:r>
      <w:bookmarkEnd w:id="27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گفتگو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آداب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۔</w:t>
      </w:r>
      <w:r w:rsidRPr="006A282F">
        <w:rPr>
          <w:rFonts w:hint="cs"/>
          <w:rtl/>
        </w:rPr>
        <w:t>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بنیادی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اصول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تعلق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گفتگو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آداب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6A282F">
        <w:rPr>
          <w:rFonts w:hint="cs"/>
          <w:rtl/>
        </w:rPr>
        <w:t>۔ گفتار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وگرنہ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قابل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سرزنش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="00EC5BA0" w:rsidRPr="00EC5BA0">
        <w:rPr>
          <w:rStyle w:val="libAieChar"/>
          <w:rFonts w:hint="cs"/>
          <w:rtl/>
        </w:rPr>
        <w:t>-</w:t>
      </w:r>
      <w:r w:rsidRPr="00491A3E">
        <w:rPr>
          <w:rStyle w:val="libAieChar"/>
          <w:rFonts w:hint="cs"/>
          <w:rtl/>
        </w:rPr>
        <w:t>(</w:t>
      </w:r>
      <w:r w:rsidRPr="003729E7">
        <w:rPr>
          <w:rStyle w:val="libAieChar"/>
          <w:rFonts w:hint="cs"/>
          <w:rtl/>
        </w:rPr>
        <w:t>لِمَ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تَقُولُونَ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مَا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3729E7">
        <w:rPr>
          <w:rStyle w:val="libAieChar"/>
          <w:rFonts w:hint="cs"/>
          <w:rtl/>
        </w:rPr>
        <w:t>لَا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تَفْعَلُونَ</w:t>
      </w:r>
      <w:r w:rsidRPr="003729E7">
        <w:rPr>
          <w:rStyle w:val="libAieChar"/>
          <w:rtl/>
        </w:rPr>
        <w:t>)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6A282F">
        <w:rPr>
          <w:rFonts w:hint="cs"/>
          <w:rtl/>
        </w:rPr>
        <w:t>۔ گفتار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ہمراہ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چاہے</w:t>
      </w:r>
      <w:r w:rsidRPr="006A282F">
        <w:rPr>
          <w:rtl/>
        </w:rPr>
        <w:t>۔ (</w:t>
      </w:r>
      <w:r w:rsidRPr="006A282F">
        <w:rPr>
          <w:rFonts w:hint="cs"/>
          <w:rtl/>
        </w:rPr>
        <w:t>ہدہد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سلیمان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یقینی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۔ </w:t>
      </w:r>
      <w:r w:rsidRPr="00767BDF">
        <w:rPr>
          <w:rStyle w:val="libAieChar"/>
          <w:rtl/>
        </w:rPr>
        <w:t>(</w:t>
      </w:r>
      <w:r w:rsidRPr="00767BDF">
        <w:rPr>
          <w:rStyle w:val="libAieChar"/>
          <w:rFonts w:hint="cs"/>
          <w:rtl/>
        </w:rPr>
        <w:t>بنبائٍ</w:t>
      </w:r>
      <w:r w:rsidRPr="00767BDF">
        <w:rPr>
          <w:rStyle w:val="libAieChar"/>
          <w:rtl/>
        </w:rPr>
        <w:t xml:space="preserve"> </w:t>
      </w:r>
      <w:r w:rsidRPr="00767BDF">
        <w:rPr>
          <w:rStyle w:val="libAieChar"/>
          <w:rFonts w:hint="cs"/>
          <w:rtl/>
        </w:rPr>
        <w:t>یقین</w:t>
      </w:r>
      <w:r w:rsidRPr="00767BDF">
        <w:rPr>
          <w:rStyle w:val="libAieChar"/>
          <w:rtl/>
        </w:rPr>
        <w:t>)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6A282F">
        <w:rPr>
          <w:rFonts w:hint="cs"/>
          <w:rtl/>
        </w:rPr>
        <w:t>۔ گفتار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دلپسند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الطّیّب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مِنَ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الْقَول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گفتار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شفاف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ہوناچاہیے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قولاً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بَلِیْغًا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4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گفتار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نرم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لہجے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قولاً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لَیّنًا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5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>۔ گفتار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انداز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بزرگوارانہ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قولاً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کریماً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6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>۔ گفتار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قابل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="00EC5BA0" w:rsidRPr="00EC5BA0">
        <w:rPr>
          <w:rStyle w:val="libAieChar"/>
          <w:rFonts w:hint="cs"/>
          <w:rtl/>
        </w:rPr>
        <w:t>-</w:t>
      </w:r>
      <w:r w:rsidRPr="00491A3E">
        <w:rPr>
          <w:rStyle w:val="libAieChar"/>
          <w:rFonts w:hint="cs"/>
          <w:rtl/>
        </w:rPr>
        <w:t>(</w:t>
      </w:r>
      <w:r w:rsidRPr="003729E7">
        <w:rPr>
          <w:rStyle w:val="libAieChar"/>
          <w:rFonts w:hint="cs"/>
          <w:rtl/>
        </w:rPr>
        <w:t>قولاً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میسورًا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7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>۔ 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اچھی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فقط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</w:t>
      </w:r>
      <w:r w:rsidRPr="00491A3E">
        <w:rPr>
          <w:rStyle w:val="libAieChar"/>
          <w:rFonts w:hint="cs"/>
          <w:rtl/>
        </w:rPr>
        <w:t>(</w:t>
      </w:r>
      <w:r w:rsidRPr="003729E7">
        <w:rPr>
          <w:rStyle w:val="libAieChar"/>
          <w:rFonts w:hint="cs"/>
          <w:rtl/>
        </w:rPr>
        <w:t>قولاً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للنّاس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حُسنًا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8F1760" w:rsidRPr="008F1760">
        <w:rPr>
          <w:rStyle w:val="libFootnotenumChar"/>
          <w:rFonts w:hint="cs"/>
          <w:rtl/>
        </w:rPr>
        <w:t>8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9</w:t>
      </w:r>
      <w:r w:rsidRPr="006A282F">
        <w:rPr>
          <w:rFonts w:hint="cs"/>
          <w:rtl/>
        </w:rPr>
        <w:t>۔ 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گفتار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بہترین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انداز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مطالب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انتخاب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یقولوا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الّتی</w:t>
      </w:r>
      <w:r w:rsidRPr="003729E7">
        <w:rPr>
          <w:rStyle w:val="libAieChar"/>
          <w:rtl/>
        </w:rPr>
        <w:t xml:space="preserve"> 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احسن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8F1760" w:rsidRPr="008F1760">
        <w:rPr>
          <w:rStyle w:val="libFootnotenumChar"/>
          <w:rFonts w:hint="cs"/>
          <w:rtl/>
        </w:rPr>
        <w:t>9</w:t>
      </w:r>
      <w:r w:rsidRPr="003323C2">
        <w:rPr>
          <w:rStyle w:val="libFootnotenumChar"/>
          <w:rtl/>
        </w:rPr>
        <w:t>)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10</w:t>
      </w:r>
      <w:r w:rsidR="006A282F" w:rsidRPr="006A282F">
        <w:rPr>
          <w:rFonts w:hint="cs"/>
          <w:rtl/>
        </w:rPr>
        <w:t>۔ گفتار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لغویات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باطل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آمیزش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ہو</w:t>
      </w:r>
      <w:r w:rsidR="006A282F" w:rsidRPr="006A282F">
        <w:rPr>
          <w:rtl/>
        </w:rPr>
        <w:t xml:space="preserve">۔ </w:t>
      </w:r>
      <w:r w:rsidR="006A282F" w:rsidRPr="003729E7">
        <w:rPr>
          <w:rStyle w:val="libAieChar"/>
          <w:rtl/>
        </w:rPr>
        <w:t>(</w:t>
      </w:r>
      <w:r w:rsidR="006A282F" w:rsidRPr="003729E7">
        <w:rPr>
          <w:rStyle w:val="libAieChar"/>
          <w:rFonts w:hint="cs"/>
          <w:rtl/>
        </w:rPr>
        <w:t>اجتنبوا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قَوْلَ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الزُّور</w:t>
      </w:r>
      <w:r w:rsidR="006A282F" w:rsidRPr="003729E7">
        <w:rPr>
          <w:rStyle w:val="libAieChar"/>
          <w:rtl/>
        </w:rPr>
        <w:t>)</w:t>
      </w:r>
      <w:r w:rsidR="006A282F" w:rsidRPr="006A282F">
        <w:rPr>
          <w:rtl/>
        </w:rPr>
        <w:t xml:space="preserve"> </w:t>
      </w:r>
      <w:r w:rsidR="006A282F"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8F1760">
        <w:rPr>
          <w:rStyle w:val="libFootnotenumChar"/>
          <w:rFonts w:hint="cs"/>
          <w:rtl/>
        </w:rPr>
        <w:t>0</w:t>
      </w:r>
      <w:r w:rsidR="006A282F" w:rsidRPr="003323C2">
        <w:rPr>
          <w:rStyle w:val="libFootnotenumChar"/>
          <w:rtl/>
        </w:rPr>
        <w:t>)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 xml:space="preserve">                        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نمل،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22</w:t>
      </w:r>
      <w:r w:rsidRPr="006A282F">
        <w:rPr>
          <w:rtl/>
        </w:rPr>
        <w:tab/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حج،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25</w:t>
      </w:r>
      <w:r w:rsidRPr="006A282F">
        <w:rPr>
          <w:rFonts w:hint="cs"/>
          <w:rtl/>
        </w:rPr>
        <w:t xml:space="preserve">                            (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نسائ،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067685" w:rsidRPr="00067685">
        <w:rPr>
          <w:rFonts w:hint="cs"/>
          <w:rtl/>
        </w:rPr>
        <w:t>6</w:t>
      </w:r>
      <w:r w:rsidR="008F1760" w:rsidRPr="008F1760">
        <w:rPr>
          <w:rFonts w:hint="cs"/>
          <w:rtl/>
        </w:rPr>
        <w:t>3</w:t>
      </w:r>
      <w:r w:rsidRPr="006A282F">
        <w:rPr>
          <w:rtl/>
        </w:rPr>
        <w:tab/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)۔ سورہ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55</w:t>
      </w:r>
      <w:r w:rsidRPr="006A282F">
        <w:rPr>
          <w:rFonts w:hint="cs"/>
          <w:rtl/>
        </w:rPr>
        <w:t xml:space="preserve">                         (</w:t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>)۔سورئہ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اسرائیل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23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اسرائیل،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</w:t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 xml:space="preserve">                (</w:t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بقرہ،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8</w:t>
      </w:r>
      <w:r w:rsidR="008F1760" w:rsidRPr="008F1760">
        <w:rPr>
          <w:rFonts w:hint="cs"/>
          <w:rtl/>
        </w:rPr>
        <w:t>3</w:t>
      </w:r>
      <w:r w:rsidRPr="006A282F">
        <w:rPr>
          <w:rtl/>
        </w:rPr>
        <w:tab/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067685">
        <w:rPr>
          <w:rFonts w:hint="cs"/>
          <w:rtl/>
        </w:rPr>
        <w:t>9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اسرائ،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5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 xml:space="preserve">                      (</w:t>
      </w:r>
      <w:r w:rsidR="008F1760" w:rsidRPr="008F1760">
        <w:rPr>
          <w:rFonts w:hint="cs"/>
          <w:rtl/>
        </w:rPr>
        <w:t>10</w:t>
      </w:r>
      <w:r w:rsidRPr="006A282F">
        <w:rPr>
          <w:rFonts w:hint="cs"/>
          <w:rtl/>
        </w:rPr>
        <w:t>)۔ سورہ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حج،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30</w:t>
      </w:r>
    </w:p>
    <w:p w:rsidR="006A282F" w:rsidRPr="006A282F" w:rsidRDefault="006A282F" w:rsidP="00C30A06">
      <w:pPr>
        <w:pStyle w:val="libNormal"/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lastRenderedPageBreak/>
        <w:tab/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عن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اللغّوِ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مُعْرِضون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DF5E4E">
      <w:pPr>
        <w:pStyle w:val="Heading1"/>
      </w:pPr>
      <w:bookmarkStart w:id="28" w:name="_Toc440194758"/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نمونے</w:t>
      </w:r>
      <w:r w:rsidRPr="006A282F">
        <w:rPr>
          <w:rtl/>
        </w:rPr>
        <w:t>:</w:t>
      </w:r>
      <w:bookmarkEnd w:id="28"/>
    </w:p>
    <w:p w:rsidR="006A282F" w:rsidRPr="006A282F" w:rsidRDefault="006A282F" w:rsidP="006A282F">
      <w:pPr>
        <w:pStyle w:val="libNormal"/>
      </w:pPr>
      <w:r w:rsidRPr="006A282F">
        <w:rPr>
          <w:rtl/>
        </w:rPr>
        <w:t xml:space="preserve">٭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تعریف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لحاظ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دھیمی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مغفرت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اجر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عظیم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مقرر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ادبی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نمونوں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اشارہ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6A282F">
        <w:rPr>
          <w:rFonts w:hint="cs"/>
          <w:rtl/>
        </w:rPr>
        <w:t>۔ 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آدم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اہلیہ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ممنوعہ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درخت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کھالیا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سرزنش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گئی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شرمندہ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معذرت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طلب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قبول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کرلی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معذرت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آدم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اہلیہ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نجات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ملی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کربلا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حسین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شروع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یزیدی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لشکر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جماعت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حسین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اقتداء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کیونکہ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زہرا</w:t>
      </w:r>
      <w:r w:rsidRPr="006A282F">
        <w:rPr>
          <w:rtl/>
        </w:rPr>
        <w:t xml:space="preserve">٭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شاید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عاقبت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بالخیر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باعث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6A282F">
        <w:rPr>
          <w:rFonts w:hint="cs"/>
          <w:rtl/>
        </w:rPr>
        <w:t>۔ ابلیس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آدم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سجدہ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سرزنش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۔۔۔۔۔۔۔۔۔۔۔۔۔۔۔۔۔۔۔۔۔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10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مومنون،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3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معذوت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ادبی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سجدہ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خلق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افضل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درحقیقت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الٰہی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ٹھکرایا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اِسی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ادبی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ہمیشہ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لعنت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مستحق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>۔</w:t>
      </w:r>
    </w:p>
    <w:p w:rsidR="006A282F" w:rsidRPr="006A282F" w:rsidRDefault="006A282F" w:rsidP="00DF5E4E">
      <w:pPr>
        <w:pStyle w:val="Heading1"/>
      </w:pPr>
      <w:bookmarkStart w:id="29" w:name="_Toc440194759"/>
      <w:r w:rsidRPr="006A282F">
        <w:rPr>
          <w:rFonts w:hint="cs"/>
          <w:rtl/>
        </w:rPr>
        <w:t>اجر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خداوندی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امتیاز</w:t>
      </w:r>
      <w:r w:rsidRPr="006A282F">
        <w:rPr>
          <w:rtl/>
        </w:rPr>
        <w:t>:</w:t>
      </w:r>
      <w:bookmarkEnd w:id="29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اجر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مدت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کم،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معمولی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سطحی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اجر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علاوہ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نقائص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نظر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علاوہ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بیوی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شوہر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فرزند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،شریک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دوست،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ہمسایہ،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حکومت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آگاہ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اجر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سکیں</w:t>
      </w:r>
      <w:r w:rsidRPr="006A282F">
        <w:rPr>
          <w:rtl/>
        </w:rPr>
        <w:t>۔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حسد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بخل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باعث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أجر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غربت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ناداری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آڑے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آجاتی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باعث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اجر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طاقت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ہوتی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علاوہ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معیوب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قبول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اوقات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اجر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تالی،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سیٹی،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بھیجنے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محدود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معمولی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قبول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کرلیتا</w:t>
      </w:r>
      <w:r w:rsidRPr="006A282F">
        <w:rPr>
          <w:rtl/>
        </w:rPr>
        <w:t xml:space="preserve">۔ </w:t>
      </w:r>
      <w:r w:rsidRPr="00767BDF">
        <w:rPr>
          <w:rStyle w:val="libArabicChar"/>
          <w:rFonts w:hint="cs"/>
          <w:rtl/>
        </w:rPr>
        <w:t>فمن</w:t>
      </w:r>
      <w:r w:rsidRPr="00767BDF">
        <w:rPr>
          <w:rStyle w:val="libArabicChar"/>
          <w:rtl/>
        </w:rPr>
        <w:t xml:space="preserve"> </w:t>
      </w:r>
      <w:r w:rsidRPr="00767BDF">
        <w:rPr>
          <w:rStyle w:val="libArabicChar"/>
          <w:rFonts w:hint="cs"/>
          <w:rtl/>
        </w:rPr>
        <w:t>یعمل</w:t>
      </w:r>
      <w:r w:rsidRPr="00767BDF">
        <w:rPr>
          <w:rStyle w:val="libArabicChar"/>
          <w:rtl/>
        </w:rPr>
        <w:t xml:space="preserve"> </w:t>
      </w:r>
      <w:r w:rsidRPr="00767BDF">
        <w:rPr>
          <w:rStyle w:val="libArabicChar"/>
          <w:rFonts w:hint="cs"/>
          <w:rtl/>
        </w:rPr>
        <w:t>مثقال</w:t>
      </w:r>
      <w:r w:rsidRPr="00767BDF">
        <w:rPr>
          <w:rStyle w:val="libArabicChar"/>
          <w:rtl/>
        </w:rPr>
        <w:t xml:space="preserve"> </w:t>
      </w:r>
      <w:r w:rsidRPr="00767BDF">
        <w:rPr>
          <w:rStyle w:val="libArabicChar"/>
          <w:rFonts w:hint="cs"/>
          <w:rtl/>
        </w:rPr>
        <w:t>ذرّةٍ</w:t>
      </w:r>
      <w:r w:rsidRPr="00767BDF">
        <w:rPr>
          <w:rStyle w:val="libArabicChar"/>
          <w:rtl/>
        </w:rPr>
        <w:t xml:space="preserve"> </w:t>
      </w:r>
      <w:r w:rsidRPr="00767BDF">
        <w:rPr>
          <w:rStyle w:val="libArabicChar"/>
          <w:rFonts w:hint="cs"/>
          <w:rtl/>
        </w:rPr>
        <w:t>خیراً</w:t>
      </w:r>
      <w:r w:rsidRPr="00767BDF">
        <w:rPr>
          <w:rStyle w:val="libArabicChar"/>
          <w:rtl/>
        </w:rPr>
        <w:t xml:space="preserve"> </w:t>
      </w:r>
      <w:r w:rsidRPr="00767BDF">
        <w:rPr>
          <w:rStyle w:val="libArabicChar"/>
          <w:rFonts w:hint="cs"/>
          <w:rtl/>
        </w:rPr>
        <w:t>یَرَ</w:t>
      </w:r>
      <w:r w:rsidR="00EC5BA0" w:rsidRPr="00491A3E">
        <w:rPr>
          <w:rStyle w:val="libArabicChar"/>
          <w:rFonts w:hint="cs"/>
          <w:rtl/>
        </w:rPr>
        <w:t>ه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ناقص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مقبول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تعقیبات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پڑھتے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اے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پروردگار</w:t>
      </w:r>
      <w:r w:rsidRPr="006A282F">
        <w:rPr>
          <w:rtl/>
        </w:rPr>
        <w:t xml:space="preserve">!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رکوع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سجود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نقص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ناقص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قبول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پوشیدہ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خوبیوں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ظاہر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۔ </w:t>
      </w:r>
      <w:r w:rsidRPr="003729E7">
        <w:rPr>
          <w:rStyle w:val="libAieChar"/>
          <w:rFonts w:hint="cs"/>
          <w:rtl/>
        </w:rPr>
        <w:t>یَا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مَنْ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أَظْ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ر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الجمیل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وَسَتَرَ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القبیح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بہشت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جاویدان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بدلے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خرید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فراموش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کربیٹھتے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br w:type="page"/>
      </w:r>
    </w:p>
    <w:p w:rsidR="006A282F" w:rsidRPr="006A282F" w:rsidRDefault="006A282F" w:rsidP="00DF5E4E">
      <w:pPr>
        <w:pStyle w:val="Heading1"/>
      </w:pPr>
      <w:bookmarkStart w:id="30" w:name="_Toc440194760"/>
      <w:r w:rsidRPr="006A282F">
        <w:rPr>
          <w:rFonts w:hint="cs"/>
          <w:rtl/>
        </w:rPr>
        <w:lastRenderedPageBreak/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Pr="006A282F">
        <w:rPr>
          <w:rtl/>
        </w:rPr>
        <w:t xml:space="preserve"> </w:t>
      </w:r>
      <w:r w:rsidR="008F1760" w:rsidRPr="00C26ECE">
        <w:rPr>
          <w:rFonts w:hint="cs"/>
          <w:rtl/>
        </w:rPr>
        <w:t>5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="008F1760" w:rsidRPr="00C26ECE">
        <w:rPr>
          <w:rFonts w:hint="cs"/>
          <w:rtl/>
        </w:rPr>
        <w:t>5</w:t>
      </w:r>
      <w:bookmarkEnd w:id="30"/>
    </w:p>
    <w:p w:rsidR="006A282F" w:rsidRPr="006A282F" w:rsidRDefault="006A282F" w:rsidP="003729E7">
      <w:pPr>
        <w:pStyle w:val="libAie"/>
      </w:pPr>
      <w:r w:rsidRPr="006A282F">
        <w:rPr>
          <w:rFonts w:hint="cs"/>
          <w:rtl/>
        </w:rPr>
        <w:t>ِنَّ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الَّذِینَ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یُنَادُونَکَ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مِن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وَرَائِ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حُجُرَاتِ</w:t>
      </w:r>
      <w:r w:rsidRPr="006A282F">
        <w:rPr>
          <w:rtl/>
        </w:rPr>
        <w:t xml:space="preserve"> َ</w:t>
      </w:r>
      <w:r w:rsidRPr="006A282F">
        <w:rPr>
          <w:rFonts w:hint="cs"/>
          <w:rtl/>
        </w:rPr>
        <w:t>ک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ثَرُ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ُم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لاَیَع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قِلُونَ</w:t>
      </w:r>
      <w:r w:rsidR="00EC5BA0" w:rsidRPr="00EC5BA0">
        <w:rPr>
          <w:rFonts w:hint="cs"/>
          <w:rtl/>
        </w:rPr>
        <w:t>-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بیشک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حجروں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پیچھے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پکارتے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اکثریت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کچھ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3729E7">
      <w:pPr>
        <w:pStyle w:val="libAie"/>
      </w:pPr>
      <w:r w:rsidRPr="006A282F">
        <w:rPr>
          <w:rtl/>
        </w:rPr>
        <w:t xml:space="preserve"> </w:t>
      </w:r>
      <w:r w:rsidRPr="006A282F">
        <w:rPr>
          <w:rFonts w:hint="cs"/>
          <w:rtl/>
        </w:rPr>
        <w:t>وَلَو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َ</w:t>
      </w:r>
      <w:r w:rsidRPr="006A282F">
        <w:rPr>
          <w:rFonts w:hint="cs"/>
          <w:rtl/>
        </w:rPr>
        <w:t>نَّ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ُم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صَبَرُوا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حَتَّی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تَخ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رُجَ</w:t>
      </w:r>
      <w:r w:rsidRPr="006A282F">
        <w:rPr>
          <w:rtl/>
        </w:rPr>
        <w:t xml:space="preserve"> ِ</w:t>
      </w:r>
      <w:r w:rsidRPr="006A282F">
        <w:rPr>
          <w:rFonts w:hint="cs"/>
          <w:rtl/>
        </w:rPr>
        <w:t>لَی</w:t>
      </w:r>
      <w:r w:rsidRPr="00EC5BA0">
        <w:rPr>
          <w:rFonts w:hint="cs"/>
          <w:rtl/>
        </w:rPr>
        <w:t>ْ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ِم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لَکَانَ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خَی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رًا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لَ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ُم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وَاﷲُ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غَفُور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رَحِیم</w:t>
      </w:r>
      <w:r w:rsidRPr="006A282F">
        <w:rPr>
          <w:rtl/>
        </w:rPr>
        <w:t xml:space="preserve"> </w:t>
      </w:r>
      <w:r w:rsidR="00EC5BA0" w:rsidRPr="00EC5BA0">
        <w:rPr>
          <w:rFonts w:hint="cs"/>
          <w:rtl/>
        </w:rPr>
        <w:t>-</w:t>
      </w:r>
    </w:p>
    <w:p w:rsidR="006A282F" w:rsidRPr="006A282F" w:rsidRDefault="006A282F" w:rsidP="00767BD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اتنا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کرلیتے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نکل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آجاتے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بخشنے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مہربان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DF5E4E">
      <w:pPr>
        <w:pStyle w:val="Heading1"/>
      </w:pPr>
      <w:bookmarkStart w:id="31" w:name="_Toc440194761"/>
      <w:r w:rsidRPr="006A282F">
        <w:rPr>
          <w:rFonts w:hint="cs"/>
          <w:rtl/>
        </w:rPr>
        <w:t>نکات</w:t>
      </w:r>
      <w:r w:rsidRPr="006A282F">
        <w:rPr>
          <w:rtl/>
        </w:rPr>
        <w:t>:</w:t>
      </w:r>
      <w:bookmarkEnd w:id="31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حجروں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پیچھے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گذشتہ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واقعہ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کیلئے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تفسیر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المعانی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پڑھتے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عباس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حاضر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دروازے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دستک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کھڑے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پوچھتا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 xml:space="preserve">( </w:t>
      </w:r>
      <w:r w:rsidRPr="003729E7">
        <w:rPr>
          <w:rStyle w:val="libAieChar"/>
          <w:rFonts w:hint="cs"/>
          <w:rtl/>
        </w:rPr>
        <w:t>وَلَو</w:t>
      </w:r>
      <w:r w:rsidRPr="003729E7">
        <w:rPr>
          <w:rStyle w:val="libAieChar"/>
          <w:rtl/>
        </w:rPr>
        <w:t xml:space="preserve"> َ</w:t>
      </w:r>
      <w:r w:rsidRPr="003729E7">
        <w:rPr>
          <w:rStyle w:val="libAieChar"/>
          <w:rFonts w:hint="cs"/>
          <w:rtl/>
        </w:rPr>
        <w:t>نَّ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صَبَرُوا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حَتَّی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تَخرُجَ</w:t>
      </w:r>
      <w:r w:rsidRPr="003729E7">
        <w:rPr>
          <w:rStyle w:val="libAieChar"/>
          <w:rtl/>
        </w:rPr>
        <w:t xml:space="preserve"> ِ</w:t>
      </w:r>
      <w:r w:rsidRPr="003729E7">
        <w:rPr>
          <w:rStyle w:val="libAieChar"/>
          <w:rFonts w:hint="cs"/>
          <w:rtl/>
        </w:rPr>
        <w:t>لَی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لَکَانَ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خَیرًا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لَ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</w:t>
      </w:r>
      <w:r w:rsidRPr="003729E7">
        <w:rPr>
          <w:rStyle w:val="libAieChar"/>
          <w:rtl/>
        </w:rPr>
        <w:t>)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تلاوت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عباس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نازل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لہٰذا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''</w:t>
      </w:r>
      <w:r w:rsidRPr="006A282F">
        <w:rPr>
          <w:rFonts w:hint="cs"/>
          <w:rtl/>
        </w:rPr>
        <w:t>ابو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لہب</w:t>
      </w:r>
      <w:r w:rsidRPr="006A282F">
        <w:rPr>
          <w:rtl/>
        </w:rPr>
        <w:t>''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موجود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''</w:t>
      </w:r>
      <w:r w:rsidRPr="006A282F">
        <w:rPr>
          <w:rFonts w:hint="cs"/>
          <w:rtl/>
        </w:rPr>
        <w:t>تبت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أبی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لھب</w:t>
      </w:r>
      <w:r w:rsidRPr="006A282F">
        <w:rPr>
          <w:rtl/>
        </w:rPr>
        <w:t xml:space="preserve">''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گے؟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ہدف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لہب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بدعمل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تلاوت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''</w:t>
      </w:r>
      <w:r w:rsidRPr="006A282F">
        <w:rPr>
          <w:rFonts w:hint="cs"/>
          <w:rtl/>
        </w:rPr>
        <w:t>اے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خلاف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سازش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قصد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والوں،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الٰہی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نمائندوں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نافرمانی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ٹوٹ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ہلاک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ہوجاؤ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حجروں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تعداد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کھجور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شاخوں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دروازے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آویزاں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حجرہ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لمبائی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ذراع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تقریباً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پانچ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میٹر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اونچائی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آٹھ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ذراع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تقریباً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میٹر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تھی</w:t>
      </w:r>
      <w:r w:rsidRPr="006A282F">
        <w:rPr>
          <w:rtl/>
        </w:rPr>
        <w:t>۔</w:t>
      </w:r>
      <w:r w:rsidRPr="006A282F">
        <w:rPr>
          <w:rFonts w:hint="cs"/>
          <w:rtl/>
        </w:rPr>
        <w:t>عبدالملک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دوران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حکومت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حجروں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توڑ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مسجد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شامل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حجروں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توڑا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سعید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مسیّب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حجرے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سادگی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لیتے</w:t>
      </w:r>
      <w:r w:rsidRPr="006A282F">
        <w:rPr>
          <w:rtl/>
        </w:rPr>
        <w:t xml:space="preserve">۔ </w:t>
      </w:r>
    </w:p>
    <w:p w:rsidR="006A282F" w:rsidRPr="006A282F" w:rsidRDefault="006A282F" w:rsidP="00DF5E4E">
      <w:pPr>
        <w:pStyle w:val="Heading1"/>
      </w:pPr>
      <w:bookmarkStart w:id="32" w:name="_Toc440194762"/>
      <w:r w:rsidRPr="006A282F">
        <w:rPr>
          <w:rFonts w:hint="cs"/>
          <w:rtl/>
        </w:rPr>
        <w:t>پیغامات</w:t>
      </w:r>
      <w:r w:rsidRPr="006A282F">
        <w:rPr>
          <w:rtl/>
        </w:rPr>
        <w:t>:</w:t>
      </w:r>
      <w:bookmarkEnd w:id="32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6A282F">
        <w:rPr>
          <w:rFonts w:hint="cs"/>
          <w:rtl/>
        </w:rPr>
        <w:t>۔لوگوں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اجتماعی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حیثیت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ملحوظ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نظر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>۔ (</w:t>
      </w:r>
      <w:r w:rsidRPr="006A282F">
        <w:rPr>
          <w:rFonts w:hint="cs"/>
          <w:rtl/>
        </w:rPr>
        <w:t>گلی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منوانا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خلاف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)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یُنَادُونَکَ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مِنْ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وَرَائِ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الْحُجُرَاتِ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6A282F">
        <w:rPr>
          <w:rFonts w:hint="cs"/>
          <w:rtl/>
        </w:rPr>
        <w:t>۔ 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مرتبہ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مؤدبانہ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حرکت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عقل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عقل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ہمیشہ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حجروں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پیچھے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lastRenderedPageBreak/>
        <w:t xml:space="preserve"> </w:t>
      </w:r>
      <w:r w:rsidRPr="006A282F">
        <w:rPr>
          <w:rFonts w:hint="cs"/>
          <w:rtl/>
        </w:rPr>
        <w:t>باہر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نکلنے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منتظر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ینادونک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فعل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مضارع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فعل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استمرار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دلالت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6A282F">
        <w:rPr>
          <w:rFonts w:hint="cs"/>
          <w:rtl/>
        </w:rPr>
        <w:t>۔ 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عقل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اہانت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غرض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عادتاً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شامل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(َ</w:t>
      </w:r>
      <w:r w:rsidRPr="003729E7">
        <w:rPr>
          <w:rStyle w:val="libAieChar"/>
          <w:rFonts w:hint="cs"/>
          <w:rtl/>
        </w:rPr>
        <w:t>کْثَرُ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</w:t>
      </w:r>
      <w:r w:rsidRPr="003729E7">
        <w:rPr>
          <w:rStyle w:val="libAieChar"/>
          <w:rFonts w:hint="cs"/>
          <w:rtl/>
        </w:rPr>
        <w:t>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لاَیَعْقِلُونَ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والدین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معمولی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پکارتے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مقصد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ہرگز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اہانت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جبکہ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اہانت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غرض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پکارے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۔گلی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چیخ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پکار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نمائندہ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ادبی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عقلی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دلیل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ینادونک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یعقلون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مودّب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عقلمندی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دلیل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الَّذِینَ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یُنَادُونَکَ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3729E7">
        <w:rPr>
          <w:rStyle w:val="libAieChar"/>
          <w:rFonts w:hint="cs"/>
          <w:rtl/>
        </w:rPr>
        <w:t>لاَیَعْقِلُونَ</w:t>
      </w:r>
      <w:r w:rsidRPr="003729E7">
        <w:rPr>
          <w:rStyle w:val="libAieChar"/>
          <w:rtl/>
        </w:rPr>
        <w:t>)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علی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نقل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مودّب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عقلمند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>۔ تربیت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اصلاح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مودّب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تنبیہ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الَّذِینَ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یُنَادُونَکَ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>۔ 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تکرار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سرزنش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یُنَادُونَکَ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3729E7">
        <w:rPr>
          <w:rStyle w:val="libAieChar"/>
          <w:rFonts w:hint="cs"/>
          <w:rtl/>
        </w:rPr>
        <w:t>لاَیَعْقِلُونَ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>۔ دوسروں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سکون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خیال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سکون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مسائل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درکار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مزاحم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 xml:space="preserve">( </w:t>
      </w:r>
      <w:r w:rsidRPr="003729E7">
        <w:rPr>
          <w:rStyle w:val="libAieChar"/>
          <w:rFonts w:hint="cs"/>
          <w:rtl/>
        </w:rPr>
        <w:t>لَوْ</w:t>
      </w:r>
      <w:r w:rsidRPr="003729E7">
        <w:rPr>
          <w:rStyle w:val="libAieChar"/>
          <w:rtl/>
        </w:rPr>
        <w:t xml:space="preserve"> َ</w:t>
      </w:r>
      <w:r w:rsidRPr="003729E7">
        <w:rPr>
          <w:rStyle w:val="libAieChar"/>
          <w:rFonts w:hint="cs"/>
          <w:rtl/>
        </w:rPr>
        <w:t>نَّ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</w:t>
      </w:r>
      <w:r w:rsidRPr="003729E7">
        <w:rPr>
          <w:rStyle w:val="libAieChar"/>
          <w:rFonts w:hint="cs"/>
          <w:rtl/>
        </w:rPr>
        <w:t>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صَبَرُوا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مزاحمت،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توقع،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دباؤ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ڈالنا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صحیح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9</w:t>
      </w:r>
      <w:r w:rsidRPr="006A282F">
        <w:rPr>
          <w:rFonts w:hint="cs"/>
          <w:rtl/>
        </w:rPr>
        <w:t>۔ صبر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نشانی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صَبَرُوا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حَتَّی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تَخْرُج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10</w:t>
      </w:r>
      <w:r w:rsidRPr="006A282F">
        <w:rPr>
          <w:rFonts w:hint="cs"/>
          <w:rtl/>
        </w:rPr>
        <w:t>۔ 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ملاقات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کیلئے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حَتَّی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تَخْرُجَ</w:t>
      </w:r>
      <w:r w:rsidRPr="003729E7">
        <w:rPr>
          <w:rStyle w:val="libAieChar"/>
          <w:rtl/>
        </w:rPr>
        <w:t xml:space="preserve"> ِ</w:t>
      </w:r>
      <w:r w:rsidRPr="003729E7">
        <w:rPr>
          <w:rStyle w:val="libAieChar"/>
          <w:rFonts w:hint="cs"/>
          <w:rtl/>
        </w:rPr>
        <w:t>لَیْ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ِم</w:t>
      </w:r>
      <w:r w:rsidRPr="003729E7">
        <w:rPr>
          <w:rStyle w:val="libAieChar"/>
          <w:rFonts w:hint="cs"/>
          <w:rtl/>
        </w:rPr>
        <w:t>ْ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11</w:t>
      </w:r>
      <w:r w:rsidRPr="006A282F">
        <w:rPr>
          <w:rFonts w:hint="cs"/>
          <w:rtl/>
        </w:rPr>
        <w:t>۔ 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ملاقات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لہٰذا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تھی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حَتَّی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تَخْرُجَ</w:t>
      </w:r>
      <w:r w:rsidRPr="003729E7">
        <w:rPr>
          <w:rStyle w:val="libAieChar"/>
          <w:rtl/>
        </w:rPr>
        <w:t xml:space="preserve"> ِ</w:t>
      </w:r>
      <w:r w:rsidRPr="003729E7">
        <w:rPr>
          <w:rStyle w:val="libAieChar"/>
          <w:rFonts w:hint="cs"/>
          <w:rtl/>
        </w:rPr>
        <w:t>لَیْ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ِم</w:t>
      </w:r>
      <w:r w:rsidRPr="003729E7">
        <w:rPr>
          <w:rStyle w:val="libAieChar"/>
          <w:rFonts w:hint="cs"/>
          <w:rtl/>
        </w:rPr>
        <w:t>ْ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12</w:t>
      </w:r>
      <w:r w:rsidRPr="006A282F">
        <w:rPr>
          <w:rFonts w:hint="cs"/>
          <w:rtl/>
        </w:rPr>
        <w:t>۔ 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ادب،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مودّب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درگذشت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مہربانی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مایوس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اصلاح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 xml:space="preserve">( </w:t>
      </w:r>
      <w:r w:rsidRPr="003729E7">
        <w:rPr>
          <w:rStyle w:val="libAieChar"/>
          <w:rFonts w:hint="cs"/>
          <w:rtl/>
        </w:rPr>
        <w:t>وَلَوْ</w:t>
      </w:r>
      <w:r w:rsidRPr="003729E7">
        <w:rPr>
          <w:rStyle w:val="libAieChar"/>
          <w:rtl/>
        </w:rPr>
        <w:t xml:space="preserve"> َ</w:t>
      </w:r>
      <w:r w:rsidRPr="003729E7">
        <w:rPr>
          <w:rStyle w:val="libAieChar"/>
          <w:rFonts w:hint="cs"/>
          <w:rtl/>
        </w:rPr>
        <w:t>نَّ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</w:t>
      </w:r>
      <w:r w:rsidRPr="003729E7">
        <w:rPr>
          <w:rStyle w:val="libAieChar"/>
          <w:rFonts w:hint="cs"/>
          <w:rtl/>
        </w:rPr>
        <w:t>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صَبَرُوا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وَاﷲُ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غَفُور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رَحِیم</w:t>
      </w:r>
      <w:r w:rsidRPr="003729E7">
        <w:rPr>
          <w:rStyle w:val="libAieChar"/>
          <w:rtl/>
        </w:rPr>
        <w:t xml:space="preserve"> )</w:t>
      </w:r>
    </w:p>
    <w:p w:rsidR="006A282F" w:rsidRPr="006A282F" w:rsidRDefault="006A282F" w:rsidP="006A282F">
      <w:pPr>
        <w:pStyle w:val="libNormal"/>
      </w:pPr>
      <w:r w:rsidRPr="006A282F"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DF5E4E">
      <w:pPr>
        <w:pStyle w:val="Heading1"/>
      </w:pPr>
      <w:bookmarkStart w:id="33" w:name="_Toc440194763"/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Pr="006A282F">
        <w:rPr>
          <w:rtl/>
        </w:rPr>
        <w:t xml:space="preserve"> </w:t>
      </w:r>
      <w:r w:rsidR="00067685" w:rsidRPr="00C26ECE">
        <w:rPr>
          <w:rFonts w:hint="cs"/>
          <w:rtl/>
        </w:rPr>
        <w:t>6</w:t>
      </w:r>
      <w:bookmarkEnd w:id="33"/>
    </w:p>
    <w:p w:rsidR="006A282F" w:rsidRPr="006A282F" w:rsidRDefault="006A282F" w:rsidP="003729E7">
      <w:pPr>
        <w:pStyle w:val="libAie"/>
      </w:pPr>
      <w:r w:rsidRPr="006A282F">
        <w:rPr>
          <w:rFonts w:hint="cs"/>
          <w:rtl/>
        </w:rPr>
        <w:t>یَاَیُّ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َا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الَّذِینَ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آمَنُوا</w:t>
      </w:r>
      <w:r w:rsidRPr="006A282F">
        <w:rPr>
          <w:rtl/>
        </w:rPr>
        <w:t xml:space="preserve"> ِ</w:t>
      </w:r>
      <w:r w:rsidRPr="006A282F">
        <w:rPr>
          <w:rFonts w:hint="cs"/>
          <w:rtl/>
        </w:rPr>
        <w:t>ن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جَائَ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کُم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فَاسِق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بِنَبٍَ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فَتَبَیَّنُوا</w:t>
      </w:r>
      <w:r w:rsidRPr="006A282F">
        <w:rPr>
          <w:rtl/>
        </w:rPr>
        <w:t xml:space="preserve"> َ</w:t>
      </w:r>
      <w:r w:rsidRPr="006A282F">
        <w:rPr>
          <w:rFonts w:hint="cs"/>
          <w:rtl/>
        </w:rPr>
        <w:t>ن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تُصِیبُوا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قَو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مًا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بِجَ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َالَةٍ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فَتُص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بِحُوا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عَلَی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مَا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فَعَل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تُم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نٰدِمِینَ</w:t>
      </w:r>
      <w:r w:rsidRPr="006A282F">
        <w:rPr>
          <w:rtl/>
        </w:rPr>
        <w:t xml:space="preserve"> </w:t>
      </w:r>
      <w:r w:rsidR="00EC5BA0" w:rsidRPr="00EC5BA0">
        <w:rPr>
          <w:rFonts w:hint="cs"/>
          <w:rtl/>
        </w:rPr>
        <w:t>-</w:t>
      </w:r>
    </w:p>
    <w:p w:rsidR="006A282F" w:rsidRPr="006A282F" w:rsidRDefault="006A282F" w:rsidP="003729E7">
      <w:pPr>
        <w:pStyle w:val="libAie"/>
      </w:pP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ترجمہ</w:t>
      </w:r>
      <w:r w:rsidRPr="006A282F">
        <w:rPr>
          <w:rtl/>
        </w:rPr>
        <w:t>: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ناواقفیت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پہنچ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جاؤ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اقدام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شرمندہ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پڑے</w:t>
      </w:r>
      <w:r w:rsidRPr="006A282F">
        <w:rPr>
          <w:rtl/>
        </w:rPr>
        <w:t>۔</w:t>
      </w:r>
    </w:p>
    <w:p w:rsidR="006A282F" w:rsidRPr="006A282F" w:rsidRDefault="006A282F" w:rsidP="00DF5E4E">
      <w:pPr>
        <w:pStyle w:val="Heading1"/>
      </w:pPr>
      <w:bookmarkStart w:id="34" w:name="_Toc440194764"/>
      <w:r w:rsidRPr="006A282F">
        <w:rPr>
          <w:rFonts w:hint="cs"/>
          <w:rtl/>
        </w:rPr>
        <w:t>نکات</w:t>
      </w:r>
      <w:r w:rsidRPr="006A282F">
        <w:rPr>
          <w:rtl/>
        </w:rPr>
        <w:t>:</w:t>
      </w:r>
      <w:bookmarkEnd w:id="34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سوال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جبکہ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بارھویں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امورمیں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تجسس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ممکن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تجسس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واجب؟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Pr="006A282F">
        <w:rPr>
          <w:rFonts w:hint="cs"/>
          <w:rtl/>
        </w:rPr>
        <w:t>جواب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زندگی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تجسس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تعلق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فعل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تعلق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زندگی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اعتماد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اقدام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ممکن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پورا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فتنہ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فساد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مبتلا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lastRenderedPageBreak/>
        <w:t>ہوجائے</w:t>
      </w:r>
      <w:r w:rsidRPr="006A282F">
        <w:rPr>
          <w:rtl/>
        </w:rPr>
        <w:t xml:space="preserve">۔ </w:t>
      </w:r>
    </w:p>
    <w:p w:rsidR="006A282F" w:rsidRPr="006A282F" w:rsidRDefault="006A282F" w:rsidP="00DF5E4E">
      <w:pPr>
        <w:pStyle w:val="Heading1"/>
      </w:pPr>
      <w:bookmarkStart w:id="35" w:name="_Toc440194765"/>
      <w:r w:rsidRPr="006A282F">
        <w:rPr>
          <w:rFonts w:hint="cs"/>
          <w:rtl/>
        </w:rPr>
        <w:t>پیغامات</w:t>
      </w:r>
      <w:r w:rsidRPr="006A282F">
        <w:rPr>
          <w:rtl/>
        </w:rPr>
        <w:t>:</w:t>
      </w:r>
      <w:bookmarkEnd w:id="35"/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جاسکتے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کررہے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6A282F">
        <w:rPr>
          <w:rFonts w:hint="cs"/>
          <w:rtl/>
        </w:rPr>
        <w:t>۔ جسے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پکاریں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یَاَیُّ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الَّذِینَ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آمَنُوا</w:t>
      </w:r>
      <w:r w:rsidR="00EC5BA0" w:rsidRPr="00EC5BA0">
        <w:rPr>
          <w:rStyle w:val="libAieChar"/>
          <w:rFonts w:hint="cs"/>
          <w:rtl/>
        </w:rPr>
        <w:t>---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6A282F">
        <w:rPr>
          <w:rFonts w:hint="cs"/>
          <w:rtl/>
        </w:rPr>
        <w:t>۔ 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صحابہ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اورمنافق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موجود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 ِ</w:t>
      </w:r>
      <w:r w:rsidRPr="003729E7">
        <w:rPr>
          <w:rStyle w:val="libAieChar"/>
          <w:rFonts w:hint="cs"/>
          <w:rtl/>
        </w:rPr>
        <w:t>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جَائَ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کُمْ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فَاسِق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6A282F">
        <w:rPr>
          <w:rFonts w:hint="cs"/>
          <w:rtl/>
        </w:rPr>
        <w:t>۔ 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ممانعت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فتنہ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فساد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باعث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 ِ</w:t>
      </w:r>
      <w:r w:rsidRPr="003729E7">
        <w:rPr>
          <w:rStyle w:val="libAieChar"/>
          <w:rFonts w:hint="cs"/>
          <w:rtl/>
        </w:rPr>
        <w:t>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جَائَ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کُمْ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فَاسِق</w:t>
      </w:r>
      <w:r w:rsidRPr="003729E7">
        <w:rPr>
          <w:rStyle w:val="libAieChar"/>
          <w:rtl/>
        </w:rPr>
        <w:t>)</w:t>
      </w:r>
      <w:r w:rsidRPr="006A282F">
        <w:rPr>
          <w:rtl/>
        </w:rPr>
        <w:t>(</w:t>
      </w:r>
      <w:r w:rsidRPr="006A282F">
        <w:rPr>
          <w:rFonts w:hint="cs"/>
          <w:rtl/>
        </w:rPr>
        <w:t>یہاں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ولید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عتبہ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فاسق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علاوہ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اعتماد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بنیادی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اصولوں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ناگوار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حوادث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خیمہ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فاسق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فتنہ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فساد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پھیلانے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کوشش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جلدی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پریقین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کرلینا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>۔ اگرچہ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کوشش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غلط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پہنچادے</w:t>
      </w:r>
      <w:r w:rsidRPr="006A282F">
        <w:rPr>
          <w:rtl/>
        </w:rPr>
        <w:t xml:space="preserve">۔ </w:t>
      </w:r>
      <w:r w:rsidRPr="00767BDF">
        <w:rPr>
          <w:rStyle w:val="libAieChar"/>
          <w:rtl/>
        </w:rPr>
        <w:t>(</w:t>
      </w:r>
      <w:r w:rsidRPr="00767BDF">
        <w:rPr>
          <w:rStyle w:val="libAieChar"/>
          <w:rFonts w:hint="cs"/>
          <w:rtl/>
        </w:rPr>
        <w:t>جائکم</w:t>
      </w:r>
      <w:r w:rsidRPr="00767BDF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>۔ 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767BDF">
        <w:rPr>
          <w:rStyle w:val="libAieChar"/>
          <w:rtl/>
        </w:rPr>
        <w:t>''</w:t>
      </w:r>
      <w:r w:rsidRPr="00767BDF">
        <w:rPr>
          <w:rStyle w:val="libAieChar"/>
          <w:rFonts w:hint="cs"/>
          <w:rtl/>
        </w:rPr>
        <w:t>نبأ</w:t>
      </w:r>
      <w:r w:rsidRPr="00767BDF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مفید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>۔سادہ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جلدی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یقین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کرلینا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موافق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3729E7">
      <w:pPr>
        <w:pStyle w:val="libAie"/>
      </w:pPr>
      <w:r w:rsidRPr="006A282F">
        <w:rPr>
          <w:rtl/>
        </w:rPr>
        <w:lastRenderedPageBreak/>
        <w:t xml:space="preserve"> (</w:t>
      </w:r>
      <w:r w:rsidRPr="006A282F">
        <w:rPr>
          <w:rFonts w:hint="cs"/>
          <w:rtl/>
        </w:rPr>
        <w:t>آمَنُوا</w:t>
      </w:r>
      <w:r w:rsidR="00EC5BA0" w:rsidRPr="00EC5BA0">
        <w:rPr>
          <w:rFonts w:hint="cs"/>
          <w:rtl/>
        </w:rPr>
        <w:t>---</w:t>
      </w:r>
      <w:r w:rsidRPr="006A282F">
        <w:rPr>
          <w:rFonts w:hint="cs"/>
          <w:rtl/>
        </w:rPr>
        <w:t>فَتَبَیَّنُوا</w:t>
      </w:r>
      <w:r w:rsidRPr="006A282F">
        <w:rPr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9</w:t>
      </w:r>
      <w:r w:rsidRPr="006A282F">
        <w:rPr>
          <w:rFonts w:hint="cs"/>
          <w:rtl/>
        </w:rPr>
        <w:t>۔ 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فَتَبَیَّنُوا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''</w:t>
      </w:r>
      <w:r w:rsidRPr="006A282F">
        <w:rPr>
          <w:rFonts w:hint="cs"/>
          <w:rtl/>
        </w:rPr>
        <w:t>حرف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فاء</w:t>
      </w:r>
      <w:r w:rsidRPr="006A282F">
        <w:rPr>
          <w:rtl/>
        </w:rPr>
        <w:t xml:space="preserve"> ''</w:t>
      </w:r>
      <w:r w:rsidRPr="006A282F">
        <w:rPr>
          <w:rFonts w:hint="cs"/>
          <w:rtl/>
        </w:rPr>
        <w:t>جلدی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اقدام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اشارہ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10</w:t>
      </w:r>
      <w:r w:rsidRPr="006A282F">
        <w:rPr>
          <w:rFonts w:hint="cs"/>
          <w:rtl/>
        </w:rPr>
        <w:t>۔ فاسقین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ہمیشہ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کوشش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جھوٹی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پھیلا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خراب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لہٰذا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یقین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 ِ</w:t>
      </w:r>
      <w:r w:rsidRPr="003729E7">
        <w:rPr>
          <w:rStyle w:val="libAieChar"/>
          <w:rFonts w:hint="cs"/>
          <w:rtl/>
        </w:rPr>
        <w:t>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جَائَ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کُمْ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فَتَبَیَّنُوا</w:t>
      </w:r>
      <w:r w:rsidR="00EC5BA0" w:rsidRPr="00EC5BA0">
        <w:rPr>
          <w:rStyle w:val="libAieChar"/>
          <w:rFonts w:hint="cs"/>
          <w:rtl/>
        </w:rPr>
        <w:t>---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11</w:t>
      </w:r>
      <w:r w:rsidRPr="006A282F">
        <w:rPr>
          <w:rFonts w:hint="cs"/>
          <w:rtl/>
        </w:rPr>
        <w:t>۔ 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لازم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جھوٹ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فَتَبَیَّنُوا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12</w:t>
      </w:r>
      <w:r w:rsidRPr="006A282F">
        <w:rPr>
          <w:rFonts w:hint="cs"/>
          <w:rtl/>
        </w:rPr>
        <w:t>۔ فاسقین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اجازت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مرضی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فَتَبَیَّنُوا</w:t>
      </w:r>
      <w:r w:rsidRPr="003729E7">
        <w:rPr>
          <w:rStyle w:val="libAieChar"/>
          <w:rtl/>
        </w:rPr>
        <w:t xml:space="preserve"> َ</w:t>
      </w:r>
      <w:r w:rsidRPr="003729E7">
        <w:rPr>
          <w:rStyle w:val="libAieChar"/>
          <w:rFonts w:hint="cs"/>
          <w:rtl/>
        </w:rPr>
        <w:t>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تُصِیبُوا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قَوْمًا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15</w:t>
      </w:r>
      <w:r w:rsidRPr="006A282F">
        <w:rPr>
          <w:rFonts w:hint="cs"/>
          <w:rtl/>
        </w:rPr>
        <w:t>۔ 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صحیح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راستے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چلانے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واقعہ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رونما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تلاش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پہلے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مرحلے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مرحلے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اقدام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فَتَبَیَّنُوا</w:t>
      </w:r>
      <w:r w:rsidRPr="003729E7">
        <w:rPr>
          <w:rStyle w:val="libAieChar"/>
          <w:rtl/>
        </w:rPr>
        <w:t xml:space="preserve"> َ</w:t>
      </w:r>
      <w:r w:rsidRPr="003729E7">
        <w:rPr>
          <w:rStyle w:val="libAieChar"/>
          <w:rFonts w:hint="cs"/>
          <w:rtl/>
        </w:rPr>
        <w:t>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تُصِیبُوا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15</w:t>
      </w:r>
      <w:r w:rsidRPr="006A282F">
        <w:rPr>
          <w:rFonts w:hint="cs"/>
          <w:rtl/>
        </w:rPr>
        <w:t>۔ 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الٰہی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فلسفہ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اسرار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شوق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ولولہ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وظیفہ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شرعی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انجام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فلسفہ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راز،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فتنہ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فساد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بچانا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بتایا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="00EC5BA0" w:rsidRPr="00EC5BA0">
        <w:rPr>
          <w:rStyle w:val="libAieChar"/>
          <w:rFonts w:hint="cs"/>
          <w:rtl/>
        </w:rPr>
        <w:t>-</w:t>
      </w:r>
      <w:r w:rsidRPr="00491A3E">
        <w:rPr>
          <w:rStyle w:val="libAieChar"/>
          <w:rFonts w:hint="cs"/>
          <w:rtl/>
        </w:rPr>
        <w:t>(</w:t>
      </w:r>
      <w:r w:rsidRPr="003729E7">
        <w:rPr>
          <w:rStyle w:val="libAieChar"/>
          <w:rFonts w:hint="cs"/>
          <w:rtl/>
        </w:rPr>
        <w:t>فَتَبَیَّنُوا</w:t>
      </w:r>
      <w:r w:rsidRPr="003729E7">
        <w:rPr>
          <w:rStyle w:val="libAieChar"/>
          <w:rtl/>
        </w:rPr>
        <w:t xml:space="preserve"> َ</w:t>
      </w:r>
      <w:r w:rsidRPr="003729E7">
        <w:rPr>
          <w:rStyle w:val="libAieChar"/>
          <w:rFonts w:hint="cs"/>
          <w:rtl/>
        </w:rPr>
        <w:t>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تُصِیبُوا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>۔ فاسق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مقصد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lastRenderedPageBreak/>
        <w:t xml:space="preserve"> </w:t>
      </w:r>
      <w:r w:rsidRPr="006A282F">
        <w:rPr>
          <w:rFonts w:hint="cs"/>
          <w:rtl/>
        </w:rPr>
        <w:t>خراب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(َ</w:t>
      </w:r>
      <w:r w:rsidRPr="003729E7">
        <w:rPr>
          <w:rStyle w:val="libAieChar"/>
          <w:rFonts w:hint="cs"/>
          <w:rtl/>
        </w:rPr>
        <w:t>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تُصِیبُوا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قَوْمًا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بِجَ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َالَةٍ</w:t>
      </w:r>
      <w:r w:rsidRPr="003729E7">
        <w:rPr>
          <w:rStyle w:val="libAieChar"/>
          <w:rtl/>
        </w:rPr>
        <w:t xml:space="preserve"> 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>۔ 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نابودی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سکتی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(َ</w:t>
      </w:r>
      <w:r w:rsidRPr="003729E7">
        <w:rPr>
          <w:rStyle w:val="libAieChar"/>
          <w:rFonts w:hint="cs"/>
          <w:rtl/>
        </w:rPr>
        <w:t>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تُصِیبُوا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قَوْمًا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18</w:t>
      </w:r>
      <w:r w:rsidRPr="006A282F">
        <w:rPr>
          <w:rFonts w:hint="cs"/>
          <w:rtl/>
        </w:rPr>
        <w:t>۔ جلد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بازی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اقدام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حماقت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جہالت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 xml:space="preserve">( </w:t>
      </w:r>
      <w:r w:rsidRPr="003729E7">
        <w:rPr>
          <w:rStyle w:val="libAieChar"/>
          <w:rFonts w:hint="cs"/>
          <w:rtl/>
        </w:rPr>
        <w:t>تُصِیبُوا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قَوْمًا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بِجَ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َالَةٍ</w:t>
      </w:r>
      <w:r w:rsidRPr="003729E7">
        <w:rPr>
          <w:rStyle w:val="libAieChar"/>
          <w:rtl/>
        </w:rPr>
        <w:t xml:space="preserve"> 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19</w:t>
      </w:r>
      <w:r w:rsidRPr="006A282F">
        <w:rPr>
          <w:rFonts w:hint="cs"/>
          <w:rtl/>
        </w:rPr>
        <w:t>۔ احکام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الٰہی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پابندی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شرمندگی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بچاتی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۔ </w:t>
      </w:r>
      <w:r w:rsidRPr="006A282F">
        <w:rPr>
          <w:rFonts w:hint="cs"/>
          <w:rtl/>
        </w:rPr>
        <w:t>لہٰذا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الٰہی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پابندی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شرمندہ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فَتَبَیَّنُوا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نادِمین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20</w:t>
      </w:r>
      <w:r w:rsidRPr="006A282F">
        <w:rPr>
          <w:rFonts w:hint="cs"/>
          <w:rtl/>
        </w:rPr>
        <w:t>۔ 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سنجیدہ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مستقل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مزاجی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نتیجہ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شرمندگی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 xml:space="preserve">( </w:t>
      </w:r>
      <w:r w:rsidRPr="003729E7">
        <w:rPr>
          <w:rStyle w:val="libAieChar"/>
          <w:rFonts w:hint="cs"/>
          <w:rtl/>
        </w:rPr>
        <w:t>نادِمِین</w:t>
      </w:r>
      <w:r w:rsidRPr="003729E7">
        <w:rPr>
          <w:rStyle w:val="libAieChar"/>
          <w:rtl/>
        </w:rPr>
        <w:t>)</w:t>
      </w:r>
    </w:p>
    <w:p w:rsidR="006A282F" w:rsidRPr="006A282F" w:rsidRDefault="006A282F" w:rsidP="00DF5E4E">
      <w:pPr>
        <w:pStyle w:val="Heading1"/>
      </w:pPr>
      <w:bookmarkStart w:id="36" w:name="_Toc440194766"/>
      <w:r w:rsidRPr="006A282F">
        <w:rPr>
          <w:rFonts w:hint="cs"/>
          <w:rtl/>
        </w:rPr>
        <w:t>فسق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ہے؟</w:t>
      </w:r>
      <w:bookmarkEnd w:id="36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 xml:space="preserve">٭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؟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جھوٹی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پہچاننے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معیار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ہے؟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  <w:t>٭</w:t>
      </w:r>
      <w:r w:rsidRPr="006A282F">
        <w:rPr>
          <w:rFonts w:hint="cs"/>
          <w:rtl/>
        </w:rPr>
        <w:t>لغت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''</w:t>
      </w:r>
      <w:r w:rsidRPr="006A282F">
        <w:rPr>
          <w:rFonts w:hint="cs"/>
          <w:rtl/>
        </w:rPr>
        <w:t>فسق</w:t>
      </w:r>
      <w:r w:rsidRPr="006A282F">
        <w:rPr>
          <w:rtl/>
        </w:rPr>
        <w:t xml:space="preserve">''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اصطلاح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مستقیم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کلمہ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مقابلہ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یعنی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کبیرہ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مرتکب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067685" w:rsidRDefault="006A282F" w:rsidP="00067685">
      <w:pPr>
        <w:pStyle w:val="libNormal"/>
      </w:pPr>
      <w:r w:rsidRPr="006A282F">
        <w:rPr>
          <w:rtl/>
        </w:rPr>
        <w:tab/>
        <w:t>٭</w:t>
      </w:r>
      <w:r w:rsidRPr="006A282F">
        <w:rPr>
          <w:rFonts w:hint="cs"/>
          <w:rtl/>
        </w:rPr>
        <w:t>کلمہ</w:t>
      </w:r>
      <w:r w:rsidRPr="006A282F">
        <w:rPr>
          <w:rtl/>
        </w:rPr>
        <w:t xml:space="preserve"> ''</w:t>
      </w:r>
      <w:r w:rsidRPr="006A282F">
        <w:rPr>
          <w:rFonts w:hint="cs"/>
          <w:rtl/>
        </w:rPr>
        <w:t>فسق</w:t>
      </w:r>
      <w:r w:rsidRPr="006A282F">
        <w:rPr>
          <w:rtl/>
        </w:rPr>
        <w:t xml:space="preserve">'' </w:t>
      </w:r>
      <w:r w:rsidRPr="006A282F">
        <w:rPr>
          <w:rFonts w:hint="cs"/>
          <w:rtl/>
        </w:rPr>
        <w:t>مختلف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انداز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''</w:t>
      </w:r>
      <w:r w:rsidR="008F1760" w:rsidRPr="00067685">
        <w:rPr>
          <w:rFonts w:hint="cs"/>
          <w:rtl/>
        </w:rPr>
        <w:t>55</w:t>
      </w:r>
      <w:r w:rsidRPr="006A282F">
        <w:rPr>
          <w:rFonts w:hint="cs"/>
          <w:rtl/>
        </w:rPr>
        <w:t>'' بار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جملہ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6A282F">
        <w:rPr>
          <w:rFonts w:hint="cs"/>
          <w:rtl/>
        </w:rPr>
        <w:t>۔ جہاں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فکری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عقیدتی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لحاظ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انحراف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فرعون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انّ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کانو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قوماً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فاسقین</w:t>
      </w:r>
      <w:r w:rsidRPr="003729E7">
        <w:rPr>
          <w:rStyle w:val="libAieChar"/>
          <w:rtl/>
        </w:rPr>
        <w:t>)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6A282F">
        <w:rPr>
          <w:rFonts w:hint="cs"/>
          <w:rtl/>
        </w:rPr>
        <w:t>۔ 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کلمہ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منافق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انّ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المنافقین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الفاسقُونَ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6A282F">
        <w:rPr>
          <w:rFonts w:hint="cs"/>
          <w:rtl/>
        </w:rPr>
        <w:t>۔ 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انبیاء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آزار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اذیت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پہنچانتے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نافرمانی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 xml:space="preserve"> </w:t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موسیٰ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نافرمان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اسرائیل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موسیٰ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ایذا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پہنچاتی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قَالُوا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یٰا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مُوسَیٰ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اِنَّا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کُن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ندخل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ا</w:t>
      </w:r>
      <w:r w:rsidR="00EC5BA0" w:rsidRPr="00EC5BA0">
        <w:rPr>
          <w:rStyle w:val="libAieChar"/>
          <w:rFonts w:hint="cs"/>
          <w:rtl/>
        </w:rPr>
        <w:t>-----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القوم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الفاسقین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مطابق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فیصلہ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ومن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یحکم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بما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أنزل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فاولئک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الفاسقون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4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حیلہ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بما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کانوا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یفسقون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5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12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توبہ،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067685" w:rsidRPr="00067685">
        <w:rPr>
          <w:rFonts w:hint="cs"/>
          <w:rtl/>
        </w:rPr>
        <w:t>67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مائدہ،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25</w:t>
      </w:r>
      <w:r w:rsidRPr="006A282F">
        <w:rPr>
          <w:rFonts w:hint="cs"/>
          <w:rtl/>
        </w:rPr>
        <w:t xml:space="preserve">۔ </w:t>
      </w:r>
      <w:r w:rsidR="008F1760" w:rsidRPr="008F1760">
        <w:rPr>
          <w:rFonts w:hint="cs"/>
          <w:rtl/>
        </w:rPr>
        <w:t>2</w:t>
      </w:r>
      <w:r w:rsidR="00067685" w:rsidRPr="00067685">
        <w:rPr>
          <w:rFonts w:hint="cs"/>
          <w:rtl/>
        </w:rPr>
        <w:t>6</w:t>
      </w:r>
      <w:r w:rsidRPr="006A282F">
        <w:rPr>
          <w:rtl/>
        </w:rPr>
        <w:tab/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مائدہ،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5</w:t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)۔سورئہ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اعراف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="00067685" w:rsidRPr="00067685">
        <w:rPr>
          <w:rFonts w:hint="cs"/>
          <w:rtl/>
        </w:rPr>
        <w:t>6</w:t>
      </w:r>
      <w:r w:rsidR="008F1760" w:rsidRPr="008F1760">
        <w:rPr>
          <w:rFonts w:hint="cs"/>
          <w:rtl/>
        </w:rPr>
        <w:t>3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>۔ 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بمعروف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وظیفہ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 َ</w:t>
      </w:r>
      <w:r w:rsidRPr="003729E7">
        <w:rPr>
          <w:rStyle w:val="libAieChar"/>
          <w:rFonts w:hint="cs"/>
          <w:rtl/>
        </w:rPr>
        <w:t>نْجَیْنَا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الَّذِینَ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یَنْ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َو</w:t>
      </w:r>
      <w:r w:rsidRPr="003729E7">
        <w:rPr>
          <w:rStyle w:val="libAieChar"/>
          <w:rFonts w:hint="cs"/>
          <w:rtl/>
        </w:rPr>
        <w:t>ْنَ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عَنْ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السُّوئِ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وََخَذْنَا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الَّذِینَ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ظَلَمُوا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بِمَا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کَانُوا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یَفْسُقُون</w:t>
      </w:r>
      <w:r w:rsidRPr="003729E7">
        <w:rPr>
          <w:rStyle w:val="libAieChar"/>
          <w:rtl/>
        </w:rPr>
        <w:t>)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>۔ 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عزیز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اقارب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جہاد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ترجیح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(ِ</w:t>
      </w:r>
      <w:r w:rsidRPr="003729E7">
        <w:rPr>
          <w:rStyle w:val="libAieChar"/>
          <w:rFonts w:hint="cs"/>
          <w:rtl/>
        </w:rPr>
        <w:t>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کَانَ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آبَاؤُکُمْ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َ</w:t>
      </w:r>
      <w:r w:rsidRPr="003729E7">
        <w:rPr>
          <w:rStyle w:val="libAieChar"/>
          <w:rFonts w:hint="cs"/>
          <w:rtl/>
        </w:rPr>
        <w:t>حَبَّ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وَاﷲُ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لاَیَ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Fonts w:hint="cs"/>
          <w:rtl/>
        </w:rPr>
        <w:t>ْدِی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الْقَوْمَ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الْفَاسِقِینَ</w:t>
      </w:r>
      <w:r w:rsidRPr="003729E7">
        <w:rPr>
          <w:rStyle w:val="libAieChar"/>
          <w:rtl/>
        </w:rPr>
        <w:t xml:space="preserve"> )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>۔ 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شہوت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تجاوزات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شکار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۔ </w:t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لوط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کھلم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کھلا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فعل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انجام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رِجْزًا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مِنْ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السَّمَائِ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بِمَا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کَانُوا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یَفْسُقُونَ</w:t>
      </w:r>
      <w:r w:rsidRPr="003729E7">
        <w:rPr>
          <w:rStyle w:val="libAieChar"/>
          <w:rtl/>
        </w:rPr>
        <w:t xml:space="preserve"> )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9</w:t>
      </w:r>
      <w:r w:rsidRPr="006A282F">
        <w:rPr>
          <w:rFonts w:hint="cs"/>
          <w:rtl/>
        </w:rPr>
        <w:t>۔ 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استفادہ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فِسق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حُرِّمَتْ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عَلَیْکُمْ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الْمَیْتَةُ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وَالدَّمُ</w:t>
      </w:r>
      <w:r w:rsidR="00EC5BA0" w:rsidRPr="00EC5BA0">
        <w:rPr>
          <w:rStyle w:val="libAieChar"/>
          <w:rFonts w:hint="cs"/>
          <w:rtl/>
        </w:rPr>
        <w:t>---</w:t>
      </w:r>
      <w:r w:rsidRPr="003729E7">
        <w:rPr>
          <w:rStyle w:val="libAieChar"/>
          <w:rFonts w:hint="cs"/>
          <w:rtl/>
        </w:rPr>
        <w:t>ذَلِکُمْ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فِسْق</w:t>
      </w:r>
      <w:r w:rsidRPr="003729E7">
        <w:rPr>
          <w:rStyle w:val="libAieChar"/>
          <w:rtl/>
        </w:rPr>
        <w:t xml:space="preserve"> )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4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10</w:t>
      </w:r>
      <w:r w:rsidRPr="006A282F">
        <w:rPr>
          <w:rFonts w:hint="cs"/>
          <w:rtl/>
        </w:rPr>
        <w:t>۔ 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پاکدامن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خواتین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تہمت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لگاتے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یَرْمُونَ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الْمُحْصَنَاتِ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>ُ</w:t>
      </w:r>
      <w:r w:rsidRPr="003729E7">
        <w:rPr>
          <w:rStyle w:val="libAieChar"/>
          <w:rFonts w:hint="cs"/>
          <w:rtl/>
        </w:rPr>
        <w:t>وْلَئِکَ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</w:t>
      </w:r>
      <w:r w:rsidRPr="003729E7">
        <w:rPr>
          <w:rStyle w:val="libAieChar"/>
          <w:rFonts w:hint="cs"/>
          <w:rtl/>
        </w:rPr>
        <w:t>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الْفَاسِقُونَ</w:t>
      </w:r>
      <w:r w:rsidRPr="003729E7">
        <w:rPr>
          <w:rStyle w:val="libAieChar"/>
          <w:rtl/>
        </w:rPr>
        <w:t xml:space="preserve"> )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5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اعراف،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="00067685" w:rsidRPr="00067685">
        <w:rPr>
          <w:rFonts w:hint="cs"/>
          <w:rtl/>
        </w:rPr>
        <w:t>6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توبہ،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23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عنکبوت،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35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مائدہ،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3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5</w:t>
      </w:r>
      <w:r w:rsidRPr="006A282F">
        <w:rPr>
          <w:rtl/>
        </w:rPr>
        <w:tab/>
      </w:r>
    </w:p>
    <w:p w:rsidR="006A282F" w:rsidRPr="006A282F" w:rsidRDefault="006A282F" w:rsidP="006A282F">
      <w:pPr>
        <w:pStyle w:val="libNormal"/>
      </w:pPr>
      <w:r w:rsidRPr="006A282F">
        <w:br w:type="page"/>
      </w:r>
    </w:p>
    <w:p w:rsidR="006A282F" w:rsidRPr="006A282F" w:rsidRDefault="006A282F" w:rsidP="00DF5E4E">
      <w:pPr>
        <w:pStyle w:val="Heading1"/>
      </w:pPr>
      <w:bookmarkStart w:id="37" w:name="_Toc440194767"/>
      <w:r w:rsidRPr="006A282F">
        <w:rPr>
          <w:rFonts w:hint="cs"/>
          <w:rtl/>
        </w:rPr>
        <w:lastRenderedPageBreak/>
        <w:t>فاسق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رابطہ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رکھنا</w:t>
      </w:r>
      <w:r w:rsidRPr="006A282F">
        <w:rPr>
          <w:rtl/>
        </w:rPr>
        <w:t>:</w:t>
      </w:r>
      <w:bookmarkEnd w:id="37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٭</w:t>
      </w:r>
      <w:r w:rsidRPr="006A282F">
        <w:rPr>
          <w:rFonts w:hint="cs"/>
          <w:rtl/>
        </w:rPr>
        <w:t>آیات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روایات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روکتی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العابدین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محمد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باقر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جعفر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صادق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مروی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ہرگز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روٹی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لقمہ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کمتر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عوض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>۔ (</w:t>
      </w:r>
      <w:r w:rsidRPr="006A282F">
        <w:rPr>
          <w:rFonts w:hint="cs"/>
          <w:rtl/>
        </w:rPr>
        <w:t>یعنی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ہرگز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)۔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6A282F">
        <w:rPr>
          <w:rFonts w:hint="cs"/>
          <w:rtl/>
        </w:rPr>
        <w:t>۔ 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علی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روایت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گواہی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قابل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قبول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6A282F">
        <w:rPr>
          <w:rFonts w:hint="cs"/>
          <w:rtl/>
        </w:rPr>
        <w:t>۔ 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tl/>
        </w:rPr>
        <w:t>)</w:t>
      </w:r>
    </w:p>
    <w:p w:rsidR="006A282F" w:rsidRPr="006A282F" w:rsidRDefault="008F1760" w:rsidP="00767BDF">
      <w:pPr>
        <w:pStyle w:val="libNormal"/>
      </w:pPr>
      <w:r w:rsidRPr="00067685">
        <w:rPr>
          <w:rFonts w:hint="cs"/>
          <w:rtl/>
        </w:rPr>
        <w:t>5</w:t>
      </w:r>
      <w:r w:rsidR="006A282F" w:rsidRPr="006A282F">
        <w:rPr>
          <w:rFonts w:hint="cs"/>
          <w:rtl/>
        </w:rPr>
        <w:t>۔ نیز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پیغمبر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اسلام</w:t>
      </w:r>
      <w:r w:rsidR="006A282F"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="006A282F" w:rsidRPr="006A282F">
        <w:rPr>
          <w:rFonts w:hint="cs"/>
          <w:rtl/>
        </w:rPr>
        <w:t xml:space="preserve"> سے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مروی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فاسق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دعوت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قبول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کرو</w:t>
      </w:r>
      <w:r w:rsidR="006A282F" w:rsidRPr="006A282F">
        <w:rPr>
          <w:rtl/>
        </w:rPr>
        <w:t xml:space="preserve">۔ </w:t>
      </w:r>
      <w:r w:rsidR="006A282F"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4</w:t>
      </w:r>
      <w:r w:rsidR="006A282F" w:rsidRPr="003323C2">
        <w:rPr>
          <w:rStyle w:val="libFootnotenumChar"/>
          <w:rtl/>
        </w:rPr>
        <w:t>)</w:t>
      </w:r>
    </w:p>
    <w:p w:rsidR="006A282F" w:rsidRPr="006A282F" w:rsidRDefault="006A282F" w:rsidP="00DF5E4E">
      <w:pPr>
        <w:pStyle w:val="Heading1"/>
      </w:pPr>
      <w:bookmarkStart w:id="38" w:name="_Toc440194768"/>
      <w:r w:rsidRPr="006A282F">
        <w:rPr>
          <w:rtl/>
        </w:rPr>
        <w:t>''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'' </w:t>
      </w:r>
      <w:r w:rsidRPr="006A282F">
        <w:rPr>
          <w:rFonts w:hint="cs"/>
          <w:rtl/>
        </w:rPr>
        <w:t>معاشرتی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بیماریوں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علاج</w:t>
      </w:r>
      <w:r w:rsidRPr="006A282F">
        <w:rPr>
          <w:rtl/>
        </w:rPr>
        <w:t>:</w:t>
      </w:r>
      <w:bookmarkEnd w:id="38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 xml:space="preserve">٭ </w:t>
      </w:r>
      <w:r w:rsidRPr="006A282F">
        <w:rPr>
          <w:rFonts w:hint="cs"/>
          <w:rtl/>
        </w:rPr>
        <w:t>تاریخ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بشر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مطالعہ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چلتا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انبیاء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کرام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واسطہ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مختلف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قسم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اجتماعی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بیماریوںمیں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مبتلا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عصر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حاضر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اقتصادی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پیشرفت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باوجود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بیماریاں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کافی،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3</w:t>
      </w:r>
      <w:r w:rsidR="00067685" w:rsidRPr="00067685">
        <w:rPr>
          <w:rFonts w:hint="cs"/>
          <w:rtl/>
        </w:rPr>
        <w:t>76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 xml:space="preserve">       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 وسائل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الشیعہ،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2</w:t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3</w:t>
      </w:r>
      <w:r w:rsidR="008F1760" w:rsidRPr="00067685">
        <w:rPr>
          <w:rFonts w:hint="cs"/>
          <w:rtl/>
        </w:rPr>
        <w:t>9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ab/>
      </w:r>
      <w:r w:rsidRPr="006A282F">
        <w:rPr>
          <w:rtl/>
        </w:rPr>
        <w:tab/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مستدرک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الوسائل،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12</w:t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 xml:space="preserve">          </w:t>
      </w:r>
      <w:r w:rsidRPr="006A282F">
        <w:rPr>
          <w:rtl/>
        </w:rPr>
        <w:t>(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)۔ مَن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یحضر،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3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lastRenderedPageBreak/>
        <w:t>بصورت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موجود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بیماریاں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6A282F">
        <w:rPr>
          <w:rFonts w:hint="cs"/>
          <w:rtl/>
        </w:rPr>
        <w:t>۔ آباء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اجداد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بزرگوں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غلط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عادات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خرافات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اندھا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دُھند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تقلید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6A282F">
        <w:rPr>
          <w:rFonts w:hint="cs"/>
          <w:rtl/>
        </w:rPr>
        <w:t>۔ جھوٹی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پیشگوئیوں،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خوابوں،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افواہوں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6A282F">
        <w:rPr>
          <w:rFonts w:hint="cs"/>
          <w:rtl/>
        </w:rPr>
        <w:t>۔ علم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فیصلہ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تعریف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اعتراض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لکھنا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کہنا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بیماریوں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بخش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767BD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دقّت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انجام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موجود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برائیوں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قابو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جاسکتا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6A282F" w:rsidP="00DF5E4E">
      <w:pPr>
        <w:pStyle w:val="Heading1"/>
      </w:pPr>
      <w:bookmarkStart w:id="39" w:name="_Toc440194769"/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ناگوار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اورتلخ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واقعہ</w:t>
      </w:r>
      <w:r w:rsidRPr="006A282F">
        <w:rPr>
          <w:rtl/>
        </w:rPr>
        <w:t>:</w:t>
      </w:r>
      <w:bookmarkEnd w:id="39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جنگ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خیبر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اسامہ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سربراہی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دستہ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یہودیوں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بھیجا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فدک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گاؤں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آباد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تاکہ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دعوت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دیںیا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شرائط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قبول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مسلمانوں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مِرداس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یہودی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اِلہ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الّااللّٰہ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محمد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اللّٰہ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پہاڑ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اسامہ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واقعی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مسلمان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لہٰذا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قتل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قتل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شدید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ناراض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نازل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ہوئی</w:t>
      </w:r>
      <w:r w:rsidRPr="006A282F">
        <w:rPr>
          <w:rtl/>
        </w:rPr>
        <w:t xml:space="preserve"> ''</w:t>
      </w:r>
      <w:r w:rsidRPr="006A282F">
        <w:rPr>
          <w:rFonts w:hint="cs"/>
          <w:rtl/>
        </w:rPr>
        <w:t>اے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جہاد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کرلو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زندگانی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روزہ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سرمایہ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بکثرت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فوائد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>۔ (کہ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قتل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عطا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کرسکتا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)۔</w:t>
      </w:r>
    </w:p>
    <w:p w:rsidR="006A282F" w:rsidRPr="006A282F" w:rsidRDefault="006A282F" w:rsidP="00DF5E4E">
      <w:pPr>
        <w:pStyle w:val="Heading1"/>
      </w:pPr>
      <w:r w:rsidRPr="006A282F">
        <w:rPr>
          <w:rtl/>
        </w:rPr>
        <w:t xml:space="preserve"> </w:t>
      </w:r>
      <w:bookmarkStart w:id="40" w:name="_Toc440194770"/>
      <w:r w:rsidRPr="006A282F">
        <w:rPr>
          <w:rFonts w:hint="cs"/>
          <w:rtl/>
        </w:rPr>
        <w:t>دِقَّت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احتیاط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bookmarkEnd w:id="40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زندگی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شعبوں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دِقت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احتیاط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جملہ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6A282F">
        <w:rPr>
          <w:rFonts w:hint="cs"/>
          <w:rtl/>
        </w:rPr>
        <w:t>۔ اصول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مرحلے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تقلید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عقل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مددسے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صحیح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انتخاب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6A282F">
        <w:rPr>
          <w:rFonts w:hint="cs"/>
          <w:rtl/>
        </w:rPr>
        <w:t>۔ اُمت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رہبری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ریاست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شرائط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عصمت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6A282F">
        <w:rPr>
          <w:rFonts w:hint="cs"/>
          <w:rtl/>
        </w:rPr>
        <w:t>۔ مرجع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تقلید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شرائط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دوری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شناس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لازم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نساء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9</w:t>
      </w:r>
      <w:r w:rsidR="008F1760" w:rsidRPr="008F1760">
        <w:rPr>
          <w:rFonts w:hint="cs"/>
          <w:rtl/>
        </w:rPr>
        <w:t>5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قاضی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کیلئے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آسودہ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زندگی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گزارتا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فقر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وفاقہ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رشوت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مجبور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تجارت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معاملات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متعلق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دستاویزات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اسناد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تنظیم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سلسلے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بڑی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نازل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بقرہ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موجود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حتیٰ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دفنانے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سلسلے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احتیاط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کاحکم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دفعہ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کچھ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نہایت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دِقت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احتیاط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بنارہے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پوچھی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پسند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نہایت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احتیاط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انجام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گفتگو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متعلق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درست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اورمنطقی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قُولوا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قُوْلًا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سَدِیداً</w:t>
      </w:r>
      <w:r w:rsidRPr="003729E7">
        <w:rPr>
          <w:rStyle w:val="libAieChar"/>
          <w:rtl/>
        </w:rPr>
        <w:t>)(</w:t>
      </w:r>
      <w:r w:rsidRPr="003729E7">
        <w:rPr>
          <w:rStyle w:val="libAieChar"/>
          <w:rFonts w:hint="cs"/>
          <w:rtl/>
        </w:rPr>
        <w:t>١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اجمالی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اہمیت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بحث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DF5E4E">
      <w:pPr>
        <w:pStyle w:val="Heading1"/>
      </w:pPr>
      <w:bookmarkStart w:id="41" w:name="_Toc440194771"/>
      <w:r w:rsidRPr="006A282F">
        <w:rPr>
          <w:rFonts w:hint="cs"/>
          <w:rtl/>
        </w:rPr>
        <w:t>اسلا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اہمیت</w:t>
      </w:r>
      <w:bookmarkEnd w:id="41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نکتہ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نگاہ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اہمیت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حاصل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جملہ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6A282F">
        <w:rPr>
          <w:rFonts w:hint="cs"/>
          <w:rtl/>
        </w:rPr>
        <w:t>۔ 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ارشاد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''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پیچھے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قیامت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سماعت،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بصارت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قوتِ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قلب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احزاب،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067685" w:rsidRPr="00067685">
        <w:rPr>
          <w:rFonts w:hint="cs"/>
          <w:rtl/>
        </w:rPr>
        <w:t>7</w:t>
      </w:r>
      <w:r w:rsidR="008F1760" w:rsidRPr="008F1760">
        <w:rPr>
          <w:rFonts w:hint="cs"/>
          <w:rtl/>
        </w:rPr>
        <w:t>0</w:t>
      </w:r>
      <w:r w:rsidRPr="006A282F">
        <w:rPr>
          <w:rFonts w:hint="cs"/>
          <w:rtl/>
        </w:rPr>
        <w:tab/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6A282F">
        <w:rPr>
          <w:rFonts w:hint="cs"/>
          <w:rtl/>
        </w:rPr>
        <w:t>۔ 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فوراً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نشر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شدید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اعتراض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ارشاد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 ''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فوراً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نشر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حالانکہ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صاحبانِ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پلٹادیتے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استفادہ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حقیقت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کرلیتے</w:t>
      </w:r>
      <w:r w:rsidRPr="006A282F">
        <w:rPr>
          <w:rtl/>
        </w:rPr>
        <w:t xml:space="preserve">۔''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یعنی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الامر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سامنے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تصدیق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نشر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6A282F">
        <w:rPr>
          <w:rFonts w:hint="cs"/>
          <w:rtl/>
        </w:rPr>
        <w:t>۔ 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افواہیں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پھیلا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مشوش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سخت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عذاب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وعدہ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آخری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دوران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جھوٹی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نقل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گھاٹا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اٹھانے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آئندہ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گھاٹے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مزید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اضافہ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پرجھوٹ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باندھے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ٹھکانا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جہنم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نقل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پلٹاؤ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موافق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قبول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کرلینا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ورنہ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کردینا</w:t>
      </w:r>
      <w:r w:rsidRPr="006A282F">
        <w:rPr>
          <w:rtl/>
        </w:rPr>
        <w:t>۔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4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اسرائ،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3</w:t>
      </w:r>
      <w:r w:rsidR="00067685" w:rsidRPr="00067685">
        <w:rPr>
          <w:rFonts w:hint="cs"/>
          <w:rtl/>
        </w:rPr>
        <w:t>6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نسائ،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8</w:t>
      </w:r>
      <w:r w:rsidR="008F1760" w:rsidRPr="008F1760">
        <w:rPr>
          <w:rFonts w:hint="cs"/>
          <w:rtl/>
        </w:rPr>
        <w:t>3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احزاب،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067685" w:rsidRPr="00067685">
        <w:rPr>
          <w:rFonts w:hint="cs"/>
          <w:rtl/>
        </w:rPr>
        <w:t>6</w:t>
      </w:r>
      <w:r w:rsidR="008F1760" w:rsidRPr="008F1760">
        <w:rPr>
          <w:rFonts w:hint="cs"/>
          <w:rtl/>
        </w:rPr>
        <w:t>0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)۔ بحار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الانوار،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22</w:t>
      </w:r>
      <w:r w:rsidR="008F1760" w:rsidRPr="00067685">
        <w:rPr>
          <w:rFonts w:hint="cs"/>
          <w:rtl/>
        </w:rPr>
        <w:t>5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جعفر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صادق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لعنت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محمد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باقر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جھوٹی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نسبت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نقل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اقوال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تائید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قبول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ورنہ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ردّ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کردینا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>۔ 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رضا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منقول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اقوال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tl/>
        </w:rPr>
        <w:t>)</w:t>
      </w:r>
    </w:p>
    <w:p w:rsidR="006A282F" w:rsidRPr="006A282F" w:rsidRDefault="00067685" w:rsidP="006A282F">
      <w:pPr>
        <w:pStyle w:val="libNormal"/>
      </w:pPr>
      <w:r w:rsidRPr="00067685">
        <w:rPr>
          <w:rFonts w:hint="cs"/>
          <w:rtl/>
        </w:rPr>
        <w:t>7</w:t>
      </w:r>
      <w:r w:rsidR="006A282F" w:rsidRPr="006A282F">
        <w:rPr>
          <w:rFonts w:hint="cs"/>
          <w:rtl/>
        </w:rPr>
        <w:t>۔ علوم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اسلامی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سے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ایک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اہم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علم</w:t>
      </w:r>
      <w:r w:rsidR="006A282F" w:rsidRPr="006A282F">
        <w:rPr>
          <w:rtl/>
        </w:rPr>
        <w:t xml:space="preserve"> ''</w:t>
      </w:r>
      <w:r w:rsidR="006A282F" w:rsidRPr="006A282F">
        <w:rPr>
          <w:rFonts w:hint="cs"/>
          <w:rtl/>
        </w:rPr>
        <w:t>علم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رجال</w:t>
      </w:r>
      <w:r w:rsidR="006A282F" w:rsidRPr="006A282F">
        <w:rPr>
          <w:rtl/>
        </w:rPr>
        <w:t xml:space="preserve">''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 xml:space="preserve">۔ </w:t>
      </w:r>
      <w:r w:rsidR="006A282F" w:rsidRPr="006A282F">
        <w:rPr>
          <w:rFonts w:hint="cs"/>
          <w:rtl/>
        </w:rPr>
        <w:t>جس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ذریعہ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راویان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حدیث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بارے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تحقیق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جاتی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خبر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صحیح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غیر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صحیح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ہونے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پتہ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لگایا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جاتا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>۔</w:t>
      </w:r>
    </w:p>
    <w:p w:rsidR="006A282F" w:rsidRPr="006A282F" w:rsidRDefault="006A282F" w:rsidP="00DF5E4E">
      <w:pPr>
        <w:pStyle w:val="Heading1"/>
      </w:pPr>
      <w:bookmarkStart w:id="42" w:name="_Toc440194772"/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طریقہ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کار</w:t>
      </w:r>
      <w:bookmarkEnd w:id="42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حصول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جاہلانہ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انجام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پائے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جامع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صحیح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صحیح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پہچاننے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مختلف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راستے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جملہ</w:t>
      </w:r>
      <w:r w:rsidRPr="006A282F">
        <w:rPr>
          <w:rtl/>
        </w:rPr>
        <w:t>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بحار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الانوار،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</w:t>
      </w:r>
      <w:r w:rsidR="008F1760" w:rsidRPr="00067685">
        <w:rPr>
          <w:rFonts w:hint="cs"/>
          <w:rtl/>
        </w:rPr>
        <w:t>5</w:t>
      </w:r>
      <w:r w:rsidR="008F1760" w:rsidRPr="008F1760">
        <w:rPr>
          <w:rFonts w:hint="cs"/>
          <w:rtl/>
        </w:rPr>
        <w:t>0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بحار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الانوار،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</w:t>
      </w:r>
      <w:r w:rsidR="008F1760" w:rsidRPr="00067685">
        <w:rPr>
          <w:rFonts w:hint="cs"/>
          <w:rtl/>
        </w:rPr>
        <w:t>5</w:t>
      </w:r>
      <w:r w:rsidR="008F1760" w:rsidRPr="008F1760">
        <w:rPr>
          <w:rFonts w:hint="cs"/>
          <w:rtl/>
        </w:rPr>
        <w:t>0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6A282F">
        <w:rPr>
          <w:rFonts w:hint="cs"/>
          <w:rtl/>
        </w:rPr>
        <w:t>۔ مستند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قبول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کتب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رجوع</w:t>
      </w:r>
      <w:r w:rsidRPr="006A282F">
        <w:rPr>
          <w:rtl/>
        </w:rPr>
        <w:t>۔</w:t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توریت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انجیل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حوالہ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موجود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مکتوباً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عند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التوراة،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والانجیل</w:t>
      </w:r>
      <w:r w:rsidRPr="003729E7">
        <w:rPr>
          <w:rStyle w:val="libAieChar"/>
          <w:rtl/>
        </w:rPr>
        <w:t>)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6A282F">
        <w:rPr>
          <w:rFonts w:hint="cs"/>
          <w:rtl/>
        </w:rPr>
        <w:t>۔ متقی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پرہیز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صاحبا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سوال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فسئلوا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ل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الذکر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6A282F">
        <w:rPr>
          <w:rFonts w:hint="cs"/>
          <w:rtl/>
        </w:rPr>
        <w:t>۔ 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گواہی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 xml:space="preserve">( </w:t>
      </w:r>
      <w:r w:rsidRPr="003729E7">
        <w:rPr>
          <w:rStyle w:val="libAieChar"/>
          <w:rFonts w:hint="cs"/>
          <w:rtl/>
        </w:rPr>
        <w:t>ذوا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عدلً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منکم</w:t>
      </w:r>
      <w:r w:rsidRPr="003729E7">
        <w:rPr>
          <w:rStyle w:val="libAieChar"/>
          <w:rtl/>
        </w:rPr>
        <w:t>)(</w:t>
      </w:r>
      <w:r w:rsidRPr="003729E7">
        <w:rPr>
          <w:rStyle w:val="libAieChar"/>
          <w:rFonts w:hint="cs"/>
          <w:rtl/>
        </w:rPr>
        <w:t>٣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ذاتی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صحیح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غلط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نجاشی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حبشہ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ہجرت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قرآئن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آوری؛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مختلف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قرآئن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مکان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نوعیت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وغیرہ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حقیقت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پہنچ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مثال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مدرسہ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تعلیم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حاصل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پرستی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ماحول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پرستی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خلاف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قیام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دوست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دشمنوں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صادق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مشہور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صاحب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حسن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خلق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درگذر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فتح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درگذشت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جامع،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حقانیت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استوار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پائیدار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قرآئنآپ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حقانیت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بولتا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ثبوت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اعراف،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آیہ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="008F1760" w:rsidRPr="00067685">
        <w:rPr>
          <w:rFonts w:hint="cs"/>
          <w:rtl/>
        </w:rPr>
        <w:t>5</w:t>
      </w:r>
      <w:r w:rsidR="00067685" w:rsidRPr="00067685">
        <w:rPr>
          <w:rFonts w:hint="cs"/>
          <w:rtl/>
        </w:rPr>
        <w:t>7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نحل،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53</w:t>
      </w:r>
      <w:r w:rsidRPr="006A282F">
        <w:rPr>
          <w:rFonts w:hint="cs"/>
          <w:rtl/>
        </w:rPr>
        <w:t>۔ 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انبیائ،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مائدہ،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95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>۔ پہلی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گفتگو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موافقت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>۔ 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یکساں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مثال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حدیث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صحیح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مطمئن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>۔ 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آدمی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بھیجنا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المومنین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''</w:t>
      </w:r>
      <w:r w:rsidRPr="006A282F">
        <w:rPr>
          <w:rFonts w:hint="cs"/>
          <w:rtl/>
        </w:rPr>
        <w:t>عینی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بالمغرب</w:t>
      </w:r>
      <w:r w:rsidRPr="006A282F">
        <w:rPr>
          <w:rtl/>
        </w:rPr>
        <w:t xml:space="preserve">''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مغرب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علاقہ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ناظر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9</w:t>
      </w:r>
      <w:r w:rsidRPr="006A282F">
        <w:rPr>
          <w:rFonts w:hint="cs"/>
          <w:rtl/>
        </w:rPr>
        <w:t>۔ 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معلومات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قابل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اعتماد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ہوسکتی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علی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>:</w:t>
      </w:r>
      <w:r w:rsidRPr="00767BDF">
        <w:rPr>
          <w:rStyle w:val="libArabicChar"/>
          <w:rtl/>
        </w:rPr>
        <w:t xml:space="preserve">'' </w:t>
      </w:r>
      <w:r w:rsidRPr="00767BDF">
        <w:rPr>
          <w:rStyle w:val="libArabicChar"/>
          <w:rFonts w:hint="cs"/>
          <w:rtl/>
        </w:rPr>
        <w:t>بلَّغِ</w:t>
      </w:r>
      <w:r w:rsidR="00767BDF">
        <w:rPr>
          <w:rStyle w:val="libArabicChar"/>
          <w:rFonts w:hint="cs"/>
          <w:rtl/>
        </w:rPr>
        <w:t>ن</w:t>
      </w:r>
      <w:r w:rsidRPr="00767BDF">
        <w:rPr>
          <w:rStyle w:val="libArabicChar"/>
          <w:rFonts w:hint="cs"/>
          <w:rtl/>
        </w:rPr>
        <w:t>ی</w:t>
      </w:r>
      <w:r w:rsidRPr="00767BDF">
        <w:rPr>
          <w:rStyle w:val="libArabicChar"/>
          <w:rtl/>
        </w:rPr>
        <w:t xml:space="preserve"> </w:t>
      </w:r>
      <w:r w:rsidRPr="00767BDF">
        <w:rPr>
          <w:rStyle w:val="libArabicChar"/>
          <w:rFonts w:hint="cs"/>
          <w:rtl/>
        </w:rPr>
        <w:t>انَّک</w:t>
      </w:r>
      <w:r w:rsidR="00EC5BA0" w:rsidRPr="00491A3E">
        <w:rPr>
          <w:rStyle w:val="libArabicChar"/>
          <w:rFonts w:hint="cs"/>
          <w:rtl/>
        </w:rPr>
        <w:t>--</w:t>
      </w:r>
      <w:r w:rsidRPr="00491A3E">
        <w:rPr>
          <w:rStyle w:val="libArabicChar"/>
          <w:rFonts w:hint="cs"/>
          <w:rtl/>
        </w:rPr>
        <w:t>''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10</w:t>
      </w:r>
      <w:r w:rsidRPr="006A282F">
        <w:rPr>
          <w:rFonts w:hint="cs"/>
          <w:rtl/>
        </w:rPr>
        <w:t>۔ دوسروں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اعتماد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مثال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حدیث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مراجع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عظام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اعتماد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مطابق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فتویٰ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جماعت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قسم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اعتماد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مرحلہ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قبول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جاسکتا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  <w:r w:rsidRPr="006A282F">
        <w:cr/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11</w:t>
      </w:r>
      <w:r w:rsidRPr="006A282F">
        <w:rPr>
          <w:rFonts w:hint="cs"/>
          <w:rtl/>
        </w:rPr>
        <w:t>۔ 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ماضی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خیمہ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ہوسکتا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آخر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حقانیت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کیونکر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کررہے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زندگی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گزار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زندگی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حالات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767BDF">
        <w:rPr>
          <w:rStyle w:val="libAieChar"/>
          <w:rtl/>
        </w:rPr>
        <w:t xml:space="preserve">( </w:t>
      </w:r>
      <w:r w:rsidRPr="00767BDF">
        <w:rPr>
          <w:rStyle w:val="libAieChar"/>
          <w:rFonts w:hint="cs"/>
          <w:rtl/>
        </w:rPr>
        <w:t>فَقَد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767BDF">
        <w:rPr>
          <w:rStyle w:val="libAieChar"/>
          <w:rFonts w:hint="cs"/>
          <w:rtl/>
        </w:rPr>
        <w:t>لَبِثت</w:t>
      </w:r>
      <w:r w:rsidRPr="00767BDF">
        <w:rPr>
          <w:rStyle w:val="libAieChar"/>
          <w:rtl/>
        </w:rPr>
        <w:t xml:space="preserve"> </w:t>
      </w:r>
      <w:r w:rsidRPr="00767BDF">
        <w:rPr>
          <w:rStyle w:val="libAieChar"/>
          <w:rFonts w:hint="cs"/>
          <w:rtl/>
        </w:rPr>
        <w:t>منکم</w:t>
      </w:r>
      <w:r w:rsidRPr="00767BDF">
        <w:rPr>
          <w:rStyle w:val="libAieChar"/>
          <w:rtl/>
        </w:rPr>
        <w:t xml:space="preserve"> </w:t>
      </w:r>
      <w:r w:rsidRPr="00767BDF">
        <w:rPr>
          <w:rStyle w:val="libAieChar"/>
          <w:rFonts w:hint="cs"/>
          <w:rtl/>
        </w:rPr>
        <w:t>عُمرًا</w:t>
      </w:r>
      <w:r w:rsidRPr="00767BDF">
        <w:rPr>
          <w:rStyle w:val="libAieChar"/>
          <w:rtl/>
        </w:rPr>
        <w:t>)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DF5E4E">
      <w:pPr>
        <w:pStyle w:val="Heading1"/>
      </w:pPr>
      <w:bookmarkStart w:id="43" w:name="_Toc440194773"/>
      <w:r w:rsidRPr="006A282F">
        <w:rPr>
          <w:rFonts w:hint="cs"/>
          <w:rtl/>
        </w:rPr>
        <w:t>جھوٹ</w:t>
      </w:r>
      <w:r w:rsidRPr="006A282F">
        <w:rPr>
          <w:rtl/>
        </w:rPr>
        <w:t>:</w:t>
      </w:r>
      <w:bookmarkEnd w:id="43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بحث</w:t>
      </w:r>
      <w:r w:rsidRPr="006A282F">
        <w:rPr>
          <w:rtl/>
        </w:rPr>
        <w:t xml:space="preserve"> ''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''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لہٰذا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مناسب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جھوٹ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مختصر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گفتگو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 xml:space="preserve">٭ </w:t>
      </w:r>
      <w:r w:rsidRPr="006A282F">
        <w:rPr>
          <w:rFonts w:hint="cs"/>
          <w:rtl/>
        </w:rPr>
        <w:t>جھوٹ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نفاق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قسم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زبان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یقین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یقولون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بِأَلْسِنَت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لیسَ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قلوبِ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م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٭</w:t>
      </w:r>
      <w:r w:rsidRPr="006A282F">
        <w:rPr>
          <w:rFonts w:hint="cs"/>
          <w:rtl/>
        </w:rPr>
        <w:t>جھوٹ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تہمت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اختیا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کرلیتا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پاکدامن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غلط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نسبت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دتیا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 xml:space="preserve">( </w:t>
      </w:r>
      <w:r w:rsidRPr="003729E7">
        <w:rPr>
          <w:rStyle w:val="libAieChar"/>
          <w:rFonts w:hint="cs"/>
          <w:rtl/>
        </w:rPr>
        <w:t>أرادَ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بِأ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لِکَ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سُوئ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٭</w:t>
      </w:r>
      <w:r w:rsidRPr="006A282F">
        <w:rPr>
          <w:rFonts w:hint="cs"/>
          <w:rtl/>
        </w:rPr>
        <w:t>جھوٹ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''</w:t>
      </w:r>
      <w:r w:rsidRPr="006A282F">
        <w:rPr>
          <w:rFonts w:hint="cs"/>
          <w:rtl/>
        </w:rPr>
        <w:t>قسم</w:t>
      </w:r>
      <w:r w:rsidRPr="006A282F">
        <w:rPr>
          <w:rtl/>
        </w:rPr>
        <w:t xml:space="preserve">''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ظاہر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یعنی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جھوٹی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قسم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کھانا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یَحْلِفُونَ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بِاللّٰ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4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٭</w:t>
      </w:r>
      <w:r w:rsidRPr="006A282F">
        <w:rPr>
          <w:rFonts w:hint="cs"/>
          <w:rtl/>
        </w:rPr>
        <w:t>جھوٹ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ظاہر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یوسف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پیٹتے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یعقوب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یوسفـ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بھیڑیا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جاؤا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أبا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عِشائ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یَبکون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5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٭</w:t>
      </w:r>
      <w:r w:rsidRPr="006A282F">
        <w:rPr>
          <w:rFonts w:hint="cs"/>
          <w:rtl/>
        </w:rPr>
        <w:t>جھوٹ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اظہار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ہمیشہ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زبان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اظہار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جاتا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یوسفـ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یوسفـ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قمیص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کرکے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یونس،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آیہ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ab/>
        <w:t xml:space="preserve">     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فتح،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آیہ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11</w:t>
      </w:r>
      <w:r w:rsidRPr="006A282F">
        <w:rPr>
          <w:rFonts w:hint="cs"/>
          <w:rtl/>
        </w:rPr>
        <w:tab/>
      </w:r>
      <w:r w:rsidRPr="006A282F">
        <w:rPr>
          <w:rtl/>
        </w:rPr>
        <w:tab/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یوسف،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 xml:space="preserve"> (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توبہ،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067685" w:rsidRPr="00067685">
        <w:rPr>
          <w:rFonts w:hint="cs"/>
          <w:rtl/>
        </w:rPr>
        <w:t>7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 xml:space="preserve"> </w:t>
      </w:r>
      <w:r w:rsidRPr="006A282F">
        <w:rPr>
          <w:rFonts w:hint="cs"/>
          <w:rtl/>
        </w:rPr>
        <w:tab/>
        <w:t>(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)۔ سورہ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یوسف</w:t>
      </w:r>
      <w:r w:rsidRPr="006A282F">
        <w:rPr>
          <w:rtl/>
        </w:rPr>
        <w:t xml:space="preserve">: </w:t>
      </w:r>
      <w:r w:rsidR="008F1760" w:rsidRPr="008F1760">
        <w:rPr>
          <w:rFonts w:hint="cs"/>
          <w:rtl/>
        </w:rPr>
        <w:t>1</w:t>
      </w:r>
      <w:r w:rsidR="00067685" w:rsidRPr="00067685">
        <w:rPr>
          <w:rFonts w:hint="cs"/>
          <w:rtl/>
        </w:rPr>
        <w:t>6</w:t>
      </w:r>
    </w:p>
    <w:p w:rsidR="006A282F" w:rsidRPr="006A282F" w:rsidRDefault="006A282F" w:rsidP="006A282F">
      <w:pPr>
        <w:pStyle w:val="libNormal"/>
      </w:pPr>
      <w:r w:rsidRPr="006A282F"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lastRenderedPageBreak/>
        <w:t xml:space="preserve"> </w:t>
      </w:r>
      <w:r w:rsidRPr="006A282F">
        <w:rPr>
          <w:rFonts w:hint="cs"/>
          <w:rtl/>
        </w:rPr>
        <w:t>لائے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ذریعہ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 xml:space="preserve">( </w:t>
      </w:r>
      <w:r w:rsidRPr="003729E7">
        <w:rPr>
          <w:rStyle w:val="libAieChar"/>
          <w:rFonts w:hint="cs"/>
          <w:rtl/>
        </w:rPr>
        <w:t>بِدَمٍ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کَذِب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٭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جھوٹ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بولنے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٭</w:t>
      </w:r>
      <w:r w:rsidRPr="006A282F">
        <w:rPr>
          <w:rFonts w:hint="cs"/>
          <w:rtl/>
        </w:rPr>
        <w:t>جھوٹ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اکثر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برائیوں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جڑ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٭</w:t>
      </w:r>
      <w:r w:rsidRPr="006A282F">
        <w:rPr>
          <w:rFonts w:hint="cs"/>
          <w:rtl/>
        </w:rPr>
        <w:t>جھوٹ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مزہ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چھکنے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رُکاوٹ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4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باعث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5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٭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محمد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باقر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جھوٹ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بدتر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٭</w:t>
      </w:r>
      <w:r w:rsidRPr="006A282F">
        <w:rPr>
          <w:rFonts w:hint="cs"/>
          <w:rtl/>
        </w:rPr>
        <w:t>جھوٹوں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سراب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یوسف،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کافی،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33</w:t>
      </w:r>
      <w:r w:rsidR="008F1760" w:rsidRPr="00067685">
        <w:rPr>
          <w:rFonts w:hint="cs"/>
          <w:rtl/>
        </w:rPr>
        <w:t>8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)۔کافی،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33</w:t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)۔ کافی،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350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)۔ کافی،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33</w:t>
      </w:r>
      <w:r w:rsidR="008F1760" w:rsidRPr="00067685">
        <w:rPr>
          <w:rFonts w:hint="cs"/>
          <w:rtl/>
        </w:rPr>
        <w:t>9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DF5E4E">
      <w:pPr>
        <w:pStyle w:val="Heading1"/>
      </w:pPr>
      <w:bookmarkStart w:id="44" w:name="_Toc440194774"/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Pr="006A282F">
        <w:rPr>
          <w:rtl/>
        </w:rPr>
        <w:t xml:space="preserve"> </w:t>
      </w:r>
      <w:r w:rsidR="00067685" w:rsidRPr="00C26ECE">
        <w:rPr>
          <w:rFonts w:hint="cs"/>
          <w:rtl/>
        </w:rPr>
        <w:t>7</w:t>
      </w:r>
      <w:r w:rsidRPr="006A282F">
        <w:rPr>
          <w:rFonts w:hint="cs"/>
          <w:rtl/>
        </w:rPr>
        <w:t xml:space="preserve"> اور</w:t>
      </w:r>
      <w:r w:rsidRPr="006A282F">
        <w:rPr>
          <w:rtl/>
        </w:rPr>
        <w:t xml:space="preserve"> </w:t>
      </w:r>
      <w:r w:rsidR="008F1760" w:rsidRPr="00C26ECE">
        <w:rPr>
          <w:rFonts w:hint="cs"/>
          <w:rtl/>
        </w:rPr>
        <w:t>8</w:t>
      </w:r>
      <w:bookmarkEnd w:id="44"/>
    </w:p>
    <w:p w:rsidR="006A282F" w:rsidRPr="006A282F" w:rsidRDefault="006A282F" w:rsidP="003729E7">
      <w:pPr>
        <w:pStyle w:val="libAie"/>
      </w:pPr>
      <w:r w:rsidRPr="006A282F">
        <w:rPr>
          <w:rtl/>
        </w:rPr>
        <w:t xml:space="preserve"> </w:t>
      </w:r>
      <w:r w:rsidRPr="006A282F">
        <w:rPr>
          <w:rFonts w:hint="cs"/>
          <w:rtl/>
        </w:rPr>
        <w:t>وَاع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لَمُوا</w:t>
      </w:r>
      <w:r w:rsidRPr="006A282F">
        <w:rPr>
          <w:rtl/>
        </w:rPr>
        <w:t xml:space="preserve"> َ</w:t>
      </w:r>
      <w:r w:rsidRPr="006A282F">
        <w:rPr>
          <w:rFonts w:hint="cs"/>
          <w:rtl/>
        </w:rPr>
        <w:t>نَّ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فِیکُم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رَسُولَ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اﷲِ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لَو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یُطِیعُکُم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فِی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کَثِیرٍ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مِن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َم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رِ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لَعَنِتُّم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وَلَکِنَّ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اﷲَ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حَبَّبَ</w:t>
      </w:r>
      <w:r w:rsidRPr="006A282F">
        <w:rPr>
          <w:rtl/>
        </w:rPr>
        <w:t xml:space="preserve"> ِ</w:t>
      </w:r>
      <w:r w:rsidRPr="006A282F">
        <w:rPr>
          <w:rFonts w:hint="cs"/>
          <w:rtl/>
        </w:rPr>
        <w:t>لَی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کُم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ِیمَانَ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وَزَیَّنَ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ُ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فِی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قُلُوبِکُم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وَکَرَّ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َ</w:t>
      </w:r>
      <w:r w:rsidRPr="006A282F">
        <w:rPr>
          <w:rtl/>
        </w:rPr>
        <w:t xml:space="preserve"> ِ</w:t>
      </w:r>
      <w:r w:rsidRPr="006A282F">
        <w:rPr>
          <w:rFonts w:hint="cs"/>
          <w:rtl/>
        </w:rPr>
        <w:t>لَی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کُم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کُف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رَ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وَال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فُسُوقَ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وَال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عِص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یَانَ</w:t>
      </w:r>
      <w:r w:rsidRPr="006A282F">
        <w:rPr>
          <w:rtl/>
        </w:rPr>
        <w:t xml:space="preserve"> ُ</w:t>
      </w:r>
      <w:r w:rsidRPr="006A282F">
        <w:rPr>
          <w:rFonts w:hint="cs"/>
          <w:rtl/>
        </w:rPr>
        <w:t>و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لَئِکَ</w:t>
      </w:r>
      <w:r w:rsidRPr="006A282F">
        <w:rPr>
          <w:rtl/>
        </w:rPr>
        <w:t xml:space="preserve"> 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ُمُ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الرَّاشِدُونَ</w:t>
      </w:r>
      <w:r w:rsidRPr="006A282F">
        <w:rPr>
          <w:rtl/>
        </w:rPr>
        <w:t xml:space="preserve"> (</w:t>
      </w:r>
      <w:r w:rsidRPr="00EC5BA0">
        <w:rPr>
          <w:rFonts w:hint="cs"/>
          <w:rtl/>
        </w:rPr>
        <w:t>٧</w:t>
      </w:r>
      <w:r w:rsidRPr="006A282F">
        <w:rPr>
          <w:rFonts w:hint="cs"/>
          <w:rtl/>
        </w:rPr>
        <w:t>) فَض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لًا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مِن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اﷲِ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وَنِع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مَةً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وَاﷲُ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عَلِیم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حَکِیم</w:t>
      </w:r>
      <w:r w:rsidRPr="006A282F">
        <w:rPr>
          <w:rtl/>
        </w:rPr>
        <w:t>(</w:t>
      </w:r>
      <w:r w:rsidRPr="00EC5BA0">
        <w:rPr>
          <w:rFonts w:hint="cs"/>
          <w:rtl/>
        </w:rPr>
        <w:t>٨</w:t>
      </w:r>
      <w:r w:rsidRPr="006A282F">
        <w:rPr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ترجمہ</w:t>
      </w:r>
      <w:r w:rsidRPr="006A282F">
        <w:rPr>
          <w:rtl/>
        </w:rPr>
        <w:t xml:space="preserve">: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موجود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زحمت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پڑ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محبوب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بنادیا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آراستہ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کفر،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معصیت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ناپسندیدہ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درحقیقت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ہدایت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یافتہ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 (</w:t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>) 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فضل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نعمت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کچھ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صاحب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۔(</w:t>
      </w:r>
      <w:r w:rsidR="008F1760" w:rsidRPr="00067685">
        <w:rPr>
          <w:rFonts w:hint="cs"/>
          <w:rtl/>
        </w:rPr>
        <w:t>8</w:t>
      </w:r>
      <w:r w:rsidRPr="006A282F">
        <w:rPr>
          <w:rtl/>
        </w:rPr>
        <w:t>)</w:t>
      </w:r>
    </w:p>
    <w:p w:rsidR="006A282F" w:rsidRPr="006A282F" w:rsidRDefault="006A282F" w:rsidP="00DF5E4E">
      <w:pPr>
        <w:pStyle w:val="Heading1"/>
      </w:pPr>
      <w:bookmarkStart w:id="45" w:name="_Toc440194775"/>
      <w:r w:rsidRPr="006A282F">
        <w:rPr>
          <w:rFonts w:hint="cs"/>
          <w:rtl/>
        </w:rPr>
        <w:t>نکات</w:t>
      </w:r>
      <w:r w:rsidRPr="006A282F">
        <w:rPr>
          <w:rtl/>
        </w:rPr>
        <w:t>:</w:t>
      </w:r>
      <w:bookmarkEnd w:id="45"/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Pr="006A282F">
        <w:rPr>
          <w:rFonts w:hint="cs"/>
          <w:rtl/>
        </w:rPr>
        <w:t>گزشتہ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گذری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ولید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عتبہ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جھوٹ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مصطلق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تیار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لہٰذا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تیاریاں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شروع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lastRenderedPageBreak/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توقع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حمایت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اچانک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نازل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اقدام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دوسری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tl/>
        </w:rPr>
        <w:t xml:space="preserve">  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تابع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الٰہی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نمائندہ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جھوٹی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نتیجے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ابھرنے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جذبات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خروش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تابع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روایات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مطالعہ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پہچاننے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معیار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رابطہ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تعلق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صاحبان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نزدیک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محبوب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محبوب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روایات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روشنی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767BDF">
        <w:rPr>
          <w:rStyle w:val="libArabicChar"/>
          <w:rtl/>
        </w:rPr>
        <w:t>(</w:t>
      </w:r>
      <w:r w:rsidRPr="00767BDF">
        <w:rPr>
          <w:rStyle w:val="libArabicChar"/>
          <w:rFonts w:hint="cs"/>
          <w:rtl/>
        </w:rPr>
        <w:t>حَبَّبَ</w:t>
      </w:r>
      <w:r w:rsidRPr="00767BDF">
        <w:rPr>
          <w:rStyle w:val="libArabicChar"/>
          <w:rtl/>
        </w:rPr>
        <w:t xml:space="preserve"> </w:t>
      </w:r>
      <w:r w:rsidRPr="00767BDF">
        <w:rPr>
          <w:rStyle w:val="libArabicChar"/>
          <w:rFonts w:hint="cs"/>
          <w:rtl/>
        </w:rPr>
        <w:t>الیکم</w:t>
      </w:r>
      <w:r w:rsidRPr="00767BDF">
        <w:rPr>
          <w:rStyle w:val="libArabicChar"/>
          <w:rtl/>
        </w:rPr>
        <w:t xml:space="preserve"> </w:t>
      </w:r>
      <w:r w:rsidRPr="00767BDF">
        <w:rPr>
          <w:rStyle w:val="libArabicChar"/>
          <w:rFonts w:hint="cs"/>
          <w:rtl/>
        </w:rPr>
        <w:t>الایمان</w:t>
      </w:r>
      <w:r w:rsidRPr="00767BDF">
        <w:rPr>
          <w:rStyle w:val="libArabicChar"/>
          <w:rtl/>
        </w:rPr>
        <w:t>)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طالبـ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کفر،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معصیت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بیت</w:t>
      </w:r>
      <w:r w:rsidRPr="006A282F">
        <w:rPr>
          <w:rtl/>
        </w:rPr>
        <w:t xml:space="preserve">٪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خلاف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جعفر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صادق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مروی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کھانے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نعمت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عذاب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نزدیک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6A282F" w:rsidP="00767BD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حدیث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نیکیوں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برائیوں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نفرت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نعمت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کفران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نعمت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اکارت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کوشش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)۔کافی،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12</w:t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کافی،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52</w:t>
      </w:r>
      <w:r w:rsidR="00067685" w:rsidRPr="00067685">
        <w:rPr>
          <w:rFonts w:hint="cs"/>
          <w:rtl/>
        </w:rPr>
        <w:t>6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رشد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تحفہ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انبیاء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عطا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وَ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آتینا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ابرَا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ِیمَ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رُشْدَ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>')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8F1760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انبیاء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رشد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گامزن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یَا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قوم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اتّبِعُونَ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</w:t>
      </w:r>
      <w:r w:rsidR="00491A3E" w:rsidRPr="00491A3E">
        <w:rPr>
          <w:rStyle w:val="libAieChar"/>
          <w:rFonts w:hint="cs"/>
          <w:rtl/>
        </w:rPr>
        <w:t>ه</w:t>
      </w:r>
      <w:r w:rsidRPr="003729E7">
        <w:rPr>
          <w:rStyle w:val="libAieChar"/>
          <w:rFonts w:hint="cs"/>
          <w:rtl/>
        </w:rPr>
        <w:t>ْدِیکم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سَبِیلَ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الرّشَاد</w:t>
      </w:r>
      <w:r w:rsidRPr="003729E7">
        <w:rPr>
          <w:rStyle w:val="libAieChar"/>
          <w:rtl/>
        </w:rPr>
        <w:t>!)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>انبیاء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ہمیشہ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رشد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تلاش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موسیٰ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صحراء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بیابان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خضر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تلاش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تاکہ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رشد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پالیا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ل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اتّبعک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علی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تُعلّمَن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ممّا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عُلمتُ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رُشْدًا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رشد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خیمہ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لیومنوا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لعلّ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یرشدون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4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علاوہ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کتب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آسمانی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رشد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وسیلہ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یَ</w:t>
      </w:r>
      <w:r w:rsidR="00491A3E" w:rsidRPr="00491A3E">
        <w:rPr>
          <w:rStyle w:val="libAieChar"/>
          <w:rFonts w:hint="cs"/>
          <w:rtl/>
        </w:rPr>
        <w:t>ه</w:t>
      </w:r>
      <w:r w:rsidRPr="003729E7">
        <w:rPr>
          <w:rStyle w:val="libAieChar"/>
          <w:rFonts w:hint="cs"/>
          <w:rtl/>
        </w:rPr>
        <w:t>ْدِی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الرُّشد</w:t>
      </w:r>
      <w:r w:rsidRPr="003729E7">
        <w:rPr>
          <w:rStyle w:val="libAieChar"/>
          <w:rtl/>
        </w:rPr>
        <w:t>)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5</w:t>
      </w:r>
      <w:r w:rsidRPr="008F1760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بہرحال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رشد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معنوی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رشد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کوتاہ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فکری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فقط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دنیاوی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رشد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ریاست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رہبری،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معصوم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استبدادیت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شکار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ہوسکتا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رشد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نشان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وَمَا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أَمَرُ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فِرْعَون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بِرَشید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6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معصوم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معاشرہ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رُشد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کھلی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(ُ</w:t>
      </w:r>
      <w:r w:rsidRPr="003729E7">
        <w:rPr>
          <w:rStyle w:val="libAieChar"/>
          <w:rFonts w:hint="cs"/>
          <w:rtl/>
        </w:rPr>
        <w:t>وْلَئِکَ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الرَّاشِدُونَ</w:t>
      </w:r>
      <w:r w:rsidRPr="003729E7">
        <w:rPr>
          <w:rStyle w:val="libAieChar"/>
          <w:rtl/>
        </w:rPr>
        <w:t xml:space="preserve"> )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انبیائ،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5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غافر،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3</w:t>
      </w:r>
      <w:r w:rsidR="008F1760" w:rsidRPr="00067685">
        <w:rPr>
          <w:rFonts w:hint="cs"/>
          <w:rtl/>
        </w:rPr>
        <w:t>8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067685" w:rsidRPr="00067685">
        <w:rPr>
          <w:rFonts w:hint="cs"/>
          <w:rtl/>
        </w:rPr>
        <w:t>66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بقرہ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="008F1760" w:rsidRPr="00067685">
        <w:rPr>
          <w:rFonts w:hint="cs"/>
          <w:rtl/>
        </w:rPr>
        <w:t>8</w:t>
      </w:r>
      <w:r w:rsidR="00067685" w:rsidRPr="00067685">
        <w:rPr>
          <w:rFonts w:hint="cs"/>
          <w:rtl/>
        </w:rPr>
        <w:t>6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ہود،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9</w:t>
      </w:r>
      <w:r w:rsidR="00067685" w:rsidRPr="00067685">
        <w:rPr>
          <w:rFonts w:hint="cs"/>
          <w:rtl/>
        </w:rPr>
        <w:t>7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DF5E4E">
      <w:pPr>
        <w:pStyle w:val="Heading1"/>
      </w:pPr>
      <w:bookmarkStart w:id="46" w:name="_Toc440194776"/>
      <w:r w:rsidRPr="006A282F">
        <w:rPr>
          <w:rFonts w:hint="cs"/>
          <w:rtl/>
        </w:rPr>
        <w:t>پیغامات</w:t>
      </w:r>
      <w:r w:rsidRPr="006A282F">
        <w:rPr>
          <w:rtl/>
        </w:rPr>
        <w:t>:</w:t>
      </w:r>
      <w:bookmarkEnd w:id="46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6A282F">
        <w:rPr>
          <w:rFonts w:hint="cs"/>
          <w:rtl/>
        </w:rPr>
        <w:t>۔ 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شرمندہ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انبیاء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رجوع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گزشتہ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آخر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ندامت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شرمندگی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بحث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ندامت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شرمندگی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بچنا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موجود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رجوع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نادمین</w:t>
      </w:r>
      <w:r w:rsidR="00EC5BA0" w:rsidRPr="00EC5BA0">
        <w:rPr>
          <w:rStyle w:val="libAieChar"/>
          <w:rFonts w:hint="cs"/>
          <w:rtl/>
        </w:rPr>
        <w:t>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واعلموا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فیکم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رسول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6A282F">
        <w:rPr>
          <w:rFonts w:hint="cs"/>
          <w:rtl/>
        </w:rPr>
        <w:t>۔ انبیاء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رہبران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الٰہی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امتیاز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فیکم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رسول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رسول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منکم</w:t>
      </w:r>
      <w:r w:rsidRPr="003729E7">
        <w:rPr>
          <w:rStyle w:val="libAieChar"/>
          <w:rtl/>
        </w:rPr>
        <w:t>''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6A282F">
        <w:rPr>
          <w:rFonts w:hint="cs"/>
          <w:rtl/>
        </w:rPr>
        <w:t>۔ رہبر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دسترسی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استفادہ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۔ </w:t>
      </w:r>
      <w:r w:rsidRPr="00767BDF">
        <w:rPr>
          <w:rStyle w:val="libAieChar"/>
          <w:rtl/>
        </w:rPr>
        <w:t>(َ</w:t>
      </w:r>
      <w:r w:rsidR="00767BDF">
        <w:rPr>
          <w:rStyle w:val="libAieChar"/>
          <w:rFonts w:hint="cs"/>
          <w:rtl/>
        </w:rPr>
        <w:t>أ</w:t>
      </w:r>
      <w:r w:rsidRPr="00767BDF">
        <w:rPr>
          <w:rStyle w:val="libAieChar"/>
          <w:rFonts w:hint="cs"/>
          <w:rtl/>
        </w:rPr>
        <w:t>نَّ</w:t>
      </w:r>
      <w:r w:rsidRPr="00767BDF">
        <w:rPr>
          <w:rStyle w:val="libAieChar"/>
          <w:rtl/>
        </w:rPr>
        <w:t xml:space="preserve"> </w:t>
      </w:r>
      <w:r w:rsidRPr="00767BDF">
        <w:rPr>
          <w:rStyle w:val="libAieChar"/>
          <w:rFonts w:hint="cs"/>
          <w:rtl/>
        </w:rPr>
        <w:t>فِیکُمْ</w:t>
      </w:r>
      <w:r w:rsidRPr="00767BDF">
        <w:rPr>
          <w:rStyle w:val="libAieChar"/>
          <w:rtl/>
        </w:rPr>
        <w:t xml:space="preserve"> </w:t>
      </w:r>
      <w:r w:rsidRPr="00767BDF">
        <w:rPr>
          <w:rStyle w:val="libAieChar"/>
          <w:rFonts w:hint="cs"/>
          <w:rtl/>
        </w:rPr>
        <w:t>رَسُولَ</w:t>
      </w:r>
      <w:r w:rsidRPr="00767BDF">
        <w:rPr>
          <w:rStyle w:val="libAieChar"/>
          <w:rtl/>
        </w:rPr>
        <w:t xml:space="preserve"> </w:t>
      </w:r>
      <w:r w:rsidRPr="00767BDF">
        <w:rPr>
          <w:rStyle w:val="libAieChar"/>
          <w:rFonts w:hint="cs"/>
          <w:rtl/>
        </w:rPr>
        <w:t>اﷲِ</w:t>
      </w:r>
      <w:r w:rsidRPr="00767BDF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پیغمبر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توقع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مشورہ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توقع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اطاعت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غلط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لَوْ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یُطِیعُکُمْ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لَعَنِتُّم</w:t>
      </w:r>
      <w:r w:rsidR="00EC5BA0" w:rsidRPr="00EC5BA0">
        <w:rPr>
          <w:rStyle w:val="libAieChar"/>
          <w:rFonts w:hint="cs"/>
          <w:rtl/>
        </w:rPr>
        <w:t>---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مشکلات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انبیاء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خواہشات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نفسانی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پیروی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لَوْ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یُطِیعُکُمْ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لَعَنِتُّم</w:t>
      </w:r>
      <w:r w:rsidR="00EC5BA0" w:rsidRPr="00EC5BA0">
        <w:rPr>
          <w:rStyle w:val="libAieChar"/>
          <w:rFonts w:hint="cs"/>
          <w:rtl/>
        </w:rPr>
        <w:t>---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>۔ رہبر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عصر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مستقل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مزاج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فتنہ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فساد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مختلف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آراء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ارادہ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اثر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انداز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مختلف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مشکلات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دوچار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ہوسکتا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لَوْ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یُطِیعُکُمْ</w:t>
      </w:r>
      <w:r w:rsidRPr="003729E7">
        <w:rPr>
          <w:rStyle w:val="libAieChar"/>
          <w:rtl/>
        </w:rPr>
        <w:t xml:space="preserve">  </w:t>
      </w:r>
      <w:r w:rsidRPr="003729E7">
        <w:rPr>
          <w:rStyle w:val="libAieChar"/>
          <w:rFonts w:hint="cs"/>
          <w:rtl/>
        </w:rPr>
        <w:t>لَعَنِتُّم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ہمارا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دشمن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رأی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سست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lastRenderedPageBreak/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ارشاد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767BDF">
        <w:rPr>
          <w:rStyle w:val="libAieChar"/>
          <w:rtl/>
        </w:rPr>
        <w:t>(</w:t>
      </w:r>
      <w:r w:rsidRPr="00767BDF">
        <w:rPr>
          <w:rStyle w:val="libAieChar"/>
          <w:rFonts w:hint="cs"/>
          <w:rtl/>
        </w:rPr>
        <w:t>و</w:t>
      </w:r>
      <w:r w:rsidRPr="00767BDF">
        <w:rPr>
          <w:rStyle w:val="libAieChar"/>
          <w:rtl/>
        </w:rPr>
        <w:t xml:space="preserve"> </w:t>
      </w:r>
      <w:r w:rsidRPr="00767BDF">
        <w:rPr>
          <w:rStyle w:val="libAieChar"/>
          <w:rFonts w:hint="cs"/>
          <w:rtl/>
        </w:rPr>
        <w:t>دّوا</w:t>
      </w:r>
      <w:r w:rsidRPr="00767BDF">
        <w:rPr>
          <w:rStyle w:val="libAieChar"/>
          <w:rtl/>
        </w:rPr>
        <w:t xml:space="preserve"> </w:t>
      </w:r>
      <w:r w:rsidRPr="00767BDF">
        <w:rPr>
          <w:rStyle w:val="libAieChar"/>
          <w:rFonts w:hint="cs"/>
          <w:rtl/>
        </w:rPr>
        <w:t>ما</w:t>
      </w:r>
      <w:r w:rsidRPr="00767BDF">
        <w:rPr>
          <w:rStyle w:val="libAieChar"/>
          <w:rtl/>
        </w:rPr>
        <w:t xml:space="preserve"> </w:t>
      </w:r>
      <w:r w:rsidRPr="00767BDF">
        <w:rPr>
          <w:rStyle w:val="libAieChar"/>
          <w:rFonts w:hint="cs"/>
          <w:rtl/>
        </w:rPr>
        <w:t>عَنْتم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>۔ 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موارد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انعطاف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فِی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کَثِیرٍ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مِنْ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الَْمْر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>۔ جہاں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معلوم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ہوسکے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مشورہ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جاسکتا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خیال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(</w:t>
      </w:r>
      <w:r w:rsidRPr="003729E7">
        <w:rPr>
          <w:rStyle w:val="libAieChar"/>
          <w:rFonts w:hint="cs"/>
          <w:rtl/>
        </w:rPr>
        <w:t>فِی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کَثِیرٍ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مِنْ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الَْمْر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لہٰذا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قسم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مثال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موجود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مشورہ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مشکلات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بنا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9</w:t>
      </w:r>
      <w:r w:rsidRPr="006A282F">
        <w:rPr>
          <w:rFonts w:hint="cs"/>
          <w:rtl/>
        </w:rPr>
        <w:t>۔ مذہب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مائل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فطری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جوخداوند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سرشت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حَبَّبَ</w:t>
      </w:r>
      <w:r w:rsidRPr="003729E7">
        <w:rPr>
          <w:rStyle w:val="libAieChar"/>
          <w:rtl/>
        </w:rPr>
        <w:t xml:space="preserve"> ِ</w:t>
      </w:r>
      <w:r w:rsidRPr="003729E7">
        <w:rPr>
          <w:rStyle w:val="libAieChar"/>
          <w:rFonts w:hint="cs"/>
          <w:rtl/>
        </w:rPr>
        <w:t>لَیْکُمْ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الِْیمَانَ</w:t>
      </w:r>
      <w:r w:rsidR="00EC5BA0" w:rsidRPr="00EC5BA0">
        <w:rPr>
          <w:rStyle w:val="libAieChar"/>
          <w:rFonts w:hint="cs"/>
          <w:rtl/>
        </w:rPr>
        <w:t>---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روایات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اولیاء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خداوند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متعال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لطف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10</w:t>
      </w:r>
      <w:r w:rsidRPr="006A282F">
        <w:rPr>
          <w:rFonts w:hint="cs"/>
          <w:rtl/>
        </w:rPr>
        <w:t>۔ محبت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سینہ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حَبَّبَ</w:t>
      </w:r>
      <w:r w:rsidRPr="003729E7">
        <w:rPr>
          <w:rStyle w:val="libAieChar"/>
          <w:rtl/>
        </w:rPr>
        <w:t xml:space="preserve"> ِ</w:t>
      </w:r>
      <w:r w:rsidRPr="003729E7">
        <w:rPr>
          <w:rStyle w:val="libAieChar"/>
          <w:rFonts w:hint="cs"/>
          <w:rtl/>
        </w:rPr>
        <w:t>لَیْکُمْ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الِْیمَان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11</w:t>
      </w:r>
      <w:r w:rsidRPr="006A282F">
        <w:rPr>
          <w:rFonts w:hint="cs"/>
          <w:rtl/>
        </w:rPr>
        <w:t>۔ 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زینت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خوبصورتی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زَیّنَ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قلوبکم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پہاڑ،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دریا،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معادن،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پھول،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آبشاریں،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کچھ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زمین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زمین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زینت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خوبصورتی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اِنّا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جَعَلْنَا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علی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الارض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زینة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ا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معنوی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کمالات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زینت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خوبصورتی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مادّی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جلوے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زمین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زینت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12</w:t>
      </w:r>
      <w:r w:rsidRPr="006A282F">
        <w:rPr>
          <w:rFonts w:hint="cs"/>
          <w:rtl/>
        </w:rPr>
        <w:t>۔ تولیٰ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تبریٰ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چاہئیں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عمران،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11</w:t>
      </w:r>
      <w:r w:rsidR="008F1760" w:rsidRPr="00067685">
        <w:rPr>
          <w:rFonts w:hint="cs"/>
          <w:rtl/>
        </w:rPr>
        <w:t>8</w:t>
      </w:r>
    </w:p>
    <w:p w:rsidR="006A282F" w:rsidRPr="006A282F" w:rsidRDefault="006A282F" w:rsidP="006A282F">
      <w:pPr>
        <w:pStyle w:val="libNormal"/>
      </w:pPr>
      <w:r w:rsidRPr="006A282F"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lastRenderedPageBreak/>
        <w:t>فسق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معصیت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نفرت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۔ </w:t>
      </w:r>
      <w:r w:rsidRPr="005C4E5F">
        <w:rPr>
          <w:rStyle w:val="libAieChar"/>
          <w:rtl/>
        </w:rPr>
        <w:t>(</w:t>
      </w:r>
      <w:r w:rsidRPr="005C4E5F">
        <w:rPr>
          <w:rStyle w:val="libAieChar"/>
          <w:rFonts w:hint="cs"/>
          <w:rtl/>
        </w:rPr>
        <w:t>حَبَّبَ</w:t>
      </w:r>
      <w:r w:rsidRPr="005C4E5F">
        <w:rPr>
          <w:rStyle w:val="libAieChar"/>
          <w:rtl/>
        </w:rPr>
        <w:t xml:space="preserve"> ِ</w:t>
      </w:r>
      <w:r w:rsidRPr="005C4E5F">
        <w:rPr>
          <w:rStyle w:val="libAieChar"/>
          <w:rFonts w:hint="cs"/>
          <w:rtl/>
        </w:rPr>
        <w:t>لَیْکُمْ</w:t>
      </w:r>
      <w:r w:rsidRPr="005C4E5F">
        <w:rPr>
          <w:rStyle w:val="libAieChar"/>
          <w:rtl/>
        </w:rPr>
        <w:t xml:space="preserve"> </w:t>
      </w:r>
      <w:r w:rsidRPr="005C4E5F">
        <w:rPr>
          <w:rStyle w:val="libAieChar"/>
          <w:rFonts w:hint="cs"/>
          <w:rtl/>
        </w:rPr>
        <w:t>الِْیمَانَ</w:t>
      </w:r>
      <w:r w:rsidRPr="005C4E5F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5C4E5F">
        <w:rPr>
          <w:rStyle w:val="libAieChar"/>
          <w:rFonts w:hint="cs"/>
          <w:rtl/>
        </w:rPr>
        <w:t>کَرَّ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َ</w:t>
      </w:r>
      <w:r w:rsidRPr="005C4E5F">
        <w:rPr>
          <w:rStyle w:val="libAieChar"/>
          <w:rtl/>
        </w:rPr>
        <w:t xml:space="preserve"> ِ</w:t>
      </w:r>
      <w:r w:rsidRPr="005C4E5F">
        <w:rPr>
          <w:rStyle w:val="libAieChar"/>
          <w:rFonts w:hint="cs"/>
          <w:rtl/>
        </w:rPr>
        <w:t>لَیْکُمْ</w:t>
      </w:r>
      <w:r w:rsidRPr="005C4E5F">
        <w:rPr>
          <w:rStyle w:val="libAieChar"/>
          <w:rtl/>
        </w:rPr>
        <w:t xml:space="preserve"> </w:t>
      </w:r>
      <w:r w:rsidRPr="005C4E5F">
        <w:rPr>
          <w:rStyle w:val="libAieChar"/>
          <w:rFonts w:hint="cs"/>
          <w:rtl/>
        </w:rPr>
        <w:t>الْکُفْر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13</w:t>
      </w:r>
      <w:r w:rsidRPr="006A282F">
        <w:rPr>
          <w:rFonts w:hint="cs"/>
          <w:rtl/>
        </w:rPr>
        <w:t>۔ 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انکار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طغیانگر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باغی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خیمہ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ابتداء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ارشاد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 </w:t>
      </w:r>
      <w:r w:rsidRPr="005C4E5F">
        <w:rPr>
          <w:rStyle w:val="libArabicChar"/>
          <w:rtl/>
        </w:rPr>
        <w:t>''</w:t>
      </w:r>
      <w:r w:rsidRPr="005C4E5F">
        <w:rPr>
          <w:rStyle w:val="libArabicChar"/>
          <w:rFonts w:hint="cs"/>
          <w:rtl/>
        </w:rPr>
        <w:t>الکفر</w:t>
      </w:r>
      <w:r w:rsidRPr="005C4E5F">
        <w:rPr>
          <w:rStyle w:val="libArabicChar"/>
          <w:rtl/>
        </w:rPr>
        <w:t>''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5C4E5F">
        <w:rPr>
          <w:rStyle w:val="libArabicChar"/>
          <w:rFonts w:hint="cs"/>
          <w:rtl/>
        </w:rPr>
        <w:t>الفسوق</w:t>
      </w:r>
      <w:r w:rsidRPr="005C4E5F">
        <w:rPr>
          <w:rStyle w:val="libArabicChar"/>
          <w:rtl/>
        </w:rPr>
        <w:t xml:space="preserve"> </w:t>
      </w:r>
      <w:r w:rsidRPr="005C4E5F">
        <w:rPr>
          <w:rStyle w:val="libArabicChar"/>
          <w:rFonts w:hint="cs"/>
          <w:rtl/>
        </w:rPr>
        <w:t>والعصیان</w:t>
      </w:r>
      <w:r w:rsidR="00EC5BA0" w:rsidRPr="00491A3E">
        <w:rPr>
          <w:rStyle w:val="libArabicChar"/>
          <w:rFonts w:hint="cs"/>
          <w:rtl/>
        </w:rPr>
        <w:t>-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15</w:t>
      </w:r>
      <w:r w:rsidRPr="006A282F">
        <w:rPr>
          <w:rFonts w:hint="cs"/>
          <w:rtl/>
        </w:rPr>
        <w:t>۔ کفر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فطرت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ہٹنے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5C4E5F">
        <w:rPr>
          <w:rStyle w:val="libAieChar"/>
          <w:rtl/>
        </w:rPr>
        <w:t>(</w:t>
      </w:r>
      <w:r w:rsidRPr="005C4E5F">
        <w:rPr>
          <w:rStyle w:val="libAieChar"/>
          <w:rFonts w:hint="cs"/>
          <w:rtl/>
        </w:rPr>
        <w:t>حَبَّبَ</w:t>
      </w:r>
      <w:r w:rsidRPr="005C4E5F">
        <w:rPr>
          <w:rStyle w:val="libAieChar"/>
          <w:rtl/>
        </w:rPr>
        <w:t xml:space="preserve"> ِ</w:t>
      </w:r>
      <w:r w:rsidRPr="005C4E5F">
        <w:rPr>
          <w:rStyle w:val="libAieChar"/>
          <w:rFonts w:hint="cs"/>
          <w:rtl/>
        </w:rPr>
        <w:t>لَیْکُمْ</w:t>
      </w:r>
      <w:r w:rsidRPr="005C4E5F">
        <w:rPr>
          <w:rStyle w:val="libAieChar"/>
          <w:rtl/>
        </w:rPr>
        <w:t xml:space="preserve"> </w:t>
      </w:r>
      <w:r w:rsidRPr="005C4E5F">
        <w:rPr>
          <w:rStyle w:val="libAieChar"/>
          <w:rFonts w:hint="cs"/>
          <w:rtl/>
        </w:rPr>
        <w:t>الِْیمَانَ</w:t>
      </w:r>
      <w:r w:rsidRPr="005C4E5F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5C4E5F">
        <w:rPr>
          <w:rStyle w:val="libAieChar"/>
          <w:rFonts w:hint="cs"/>
          <w:rtl/>
        </w:rPr>
        <w:t>کَرَّ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َ</w:t>
      </w:r>
      <w:r w:rsidRPr="005C4E5F">
        <w:rPr>
          <w:rStyle w:val="libAieChar"/>
          <w:rtl/>
        </w:rPr>
        <w:t xml:space="preserve"> ِ</w:t>
      </w:r>
      <w:r w:rsidRPr="005C4E5F">
        <w:rPr>
          <w:rStyle w:val="libAieChar"/>
          <w:rFonts w:hint="cs"/>
          <w:rtl/>
        </w:rPr>
        <w:t>لَیْکُمْ</w:t>
      </w:r>
      <w:r w:rsidRPr="005C4E5F">
        <w:rPr>
          <w:rStyle w:val="libAieChar"/>
          <w:rtl/>
        </w:rPr>
        <w:t xml:space="preserve"> </w:t>
      </w:r>
      <w:r w:rsidRPr="005C4E5F">
        <w:rPr>
          <w:rStyle w:val="libAieChar"/>
          <w:rFonts w:hint="cs"/>
          <w:rtl/>
        </w:rPr>
        <w:t>الْکُفْر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15</w:t>
      </w:r>
      <w:r w:rsidRPr="006A282F">
        <w:rPr>
          <w:rFonts w:hint="cs"/>
          <w:rtl/>
        </w:rPr>
        <w:t>۔ کفر،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فِسق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معصیت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آفات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5C4E5F">
        <w:rPr>
          <w:rStyle w:val="libAieChar"/>
          <w:rtl/>
        </w:rPr>
        <w:t>(</w:t>
      </w:r>
      <w:r w:rsidRPr="005C4E5F">
        <w:rPr>
          <w:rStyle w:val="libAieChar"/>
          <w:rFonts w:hint="cs"/>
          <w:rtl/>
        </w:rPr>
        <w:t>حَبَّبَ</w:t>
      </w:r>
      <w:r w:rsidRPr="005C4E5F">
        <w:rPr>
          <w:rStyle w:val="libAieChar"/>
          <w:rtl/>
        </w:rPr>
        <w:t xml:space="preserve"> ِ</w:t>
      </w:r>
      <w:r w:rsidRPr="005C4E5F">
        <w:rPr>
          <w:rStyle w:val="libAieChar"/>
          <w:rFonts w:hint="cs"/>
          <w:rtl/>
        </w:rPr>
        <w:t>لَیْکُمْ</w:t>
      </w:r>
      <w:r w:rsidRPr="005C4E5F">
        <w:rPr>
          <w:rStyle w:val="libAieChar"/>
          <w:rtl/>
        </w:rPr>
        <w:t xml:space="preserve"> </w:t>
      </w:r>
      <w:r w:rsidRPr="005C4E5F">
        <w:rPr>
          <w:rStyle w:val="libAieChar"/>
          <w:rFonts w:hint="cs"/>
          <w:rtl/>
        </w:rPr>
        <w:t>الِْیمَانَ</w:t>
      </w:r>
      <w:r w:rsidRPr="005C4E5F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5C4E5F">
        <w:rPr>
          <w:rStyle w:val="libAieChar"/>
          <w:rFonts w:hint="cs"/>
          <w:rtl/>
        </w:rPr>
        <w:t>کَرَّ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َ</w:t>
      </w:r>
      <w:r w:rsidRPr="005C4E5F">
        <w:rPr>
          <w:rStyle w:val="libAieChar"/>
          <w:rtl/>
        </w:rPr>
        <w:t xml:space="preserve"> ِ</w:t>
      </w:r>
      <w:r w:rsidRPr="005C4E5F">
        <w:rPr>
          <w:rStyle w:val="libAieChar"/>
          <w:rFonts w:hint="cs"/>
          <w:rtl/>
        </w:rPr>
        <w:t>لَیْکُمْ</w:t>
      </w:r>
      <w:r w:rsidRPr="005C4E5F">
        <w:rPr>
          <w:rStyle w:val="libAieChar"/>
          <w:rtl/>
        </w:rPr>
        <w:t xml:space="preserve"> </w:t>
      </w:r>
      <w:r w:rsidRPr="005C4E5F">
        <w:rPr>
          <w:rStyle w:val="libAieChar"/>
          <w:rFonts w:hint="cs"/>
          <w:rtl/>
        </w:rPr>
        <w:t>الْکُفْر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>۔ برائیوں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نفرت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فطری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5C4E5F">
        <w:rPr>
          <w:rStyle w:val="libAieChar"/>
          <w:rtl/>
        </w:rPr>
        <w:t>(</w:t>
      </w:r>
      <w:r w:rsidRPr="005C4E5F">
        <w:rPr>
          <w:rStyle w:val="libAieChar"/>
          <w:rFonts w:hint="cs"/>
          <w:rtl/>
        </w:rPr>
        <w:t>کَرَّ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َ</w:t>
      </w:r>
      <w:r w:rsidRPr="005C4E5F">
        <w:rPr>
          <w:rStyle w:val="libAieChar"/>
          <w:rtl/>
        </w:rPr>
        <w:t xml:space="preserve"> ِ</w:t>
      </w:r>
      <w:r w:rsidRPr="005C4E5F">
        <w:rPr>
          <w:rStyle w:val="libAieChar"/>
          <w:rFonts w:hint="cs"/>
          <w:rtl/>
        </w:rPr>
        <w:t>لَیْکُمْ</w:t>
      </w:r>
      <w:r w:rsidRPr="005C4E5F">
        <w:rPr>
          <w:rStyle w:val="libAieChar"/>
          <w:rtl/>
        </w:rPr>
        <w:t xml:space="preserve"> </w:t>
      </w:r>
      <w:r w:rsidRPr="005C4E5F">
        <w:rPr>
          <w:rStyle w:val="libAieChar"/>
          <w:rFonts w:hint="cs"/>
          <w:rtl/>
        </w:rPr>
        <w:t>الْکُفْرَ</w:t>
      </w:r>
      <w:r w:rsidRPr="005C4E5F">
        <w:rPr>
          <w:rStyle w:val="libAieChar"/>
          <w:rtl/>
        </w:rPr>
        <w:t xml:space="preserve"> </w:t>
      </w:r>
      <w:r w:rsidRPr="005C4E5F">
        <w:rPr>
          <w:rStyle w:val="libAieChar"/>
          <w:rFonts w:hint="cs"/>
          <w:rtl/>
        </w:rPr>
        <w:t>وَالْفُسُوقَ</w:t>
      </w:r>
      <w:r w:rsidRPr="005C4E5F">
        <w:rPr>
          <w:rStyle w:val="libAieChar"/>
          <w:rtl/>
        </w:rPr>
        <w:t xml:space="preserve"> </w:t>
      </w:r>
      <w:r w:rsidRPr="005C4E5F">
        <w:rPr>
          <w:rStyle w:val="libAieChar"/>
          <w:rFonts w:hint="cs"/>
          <w:rtl/>
        </w:rPr>
        <w:t>وَالْعِصْیَانَ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>)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نفرت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پیشرفت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اصل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(ُ</w:t>
      </w:r>
      <w:r w:rsidRPr="003729E7">
        <w:rPr>
          <w:rStyle w:val="libAieChar"/>
          <w:rFonts w:hint="cs"/>
          <w:rtl/>
        </w:rPr>
        <w:t>وْلَئِکَ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الرَّاشِدُونَ</w:t>
      </w:r>
      <w:r w:rsidRPr="003729E7">
        <w:rPr>
          <w:rStyle w:val="libAieChar"/>
          <w:rtl/>
        </w:rPr>
        <w:t xml:space="preserve"> 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>۔ 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کفر،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معصیت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نفرت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معنوی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پاتے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کَرَّ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َ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ُ</w:t>
      </w:r>
      <w:r w:rsidRPr="003729E7">
        <w:rPr>
          <w:rStyle w:val="libAieChar"/>
          <w:rFonts w:hint="cs"/>
          <w:rtl/>
        </w:rPr>
        <w:t>وْلَئِکَ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الرَّاشِدُونَ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18</w:t>
      </w:r>
      <w:r w:rsidRPr="006A282F">
        <w:rPr>
          <w:rFonts w:hint="cs"/>
          <w:rtl/>
        </w:rPr>
        <w:t>۔ نعمتوں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انحصار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فقط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مادّی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چیزوںپر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کفر،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معصیت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نفرت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بڑی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نعمت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خداوندی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حَبَّبَ</w:t>
      </w:r>
      <w:r w:rsidR="00EC5BA0" w:rsidRPr="00EC5BA0">
        <w:rPr>
          <w:rStyle w:val="libAieChar"/>
          <w:rFonts w:hint="cs"/>
          <w:rtl/>
        </w:rPr>
        <w:t>---</w:t>
      </w:r>
      <w:r w:rsidRPr="003729E7">
        <w:rPr>
          <w:rStyle w:val="libAieChar"/>
          <w:rFonts w:hint="cs"/>
          <w:rtl/>
        </w:rPr>
        <w:t>کَرَّ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َ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3729E7">
        <w:rPr>
          <w:rStyle w:val="libAieChar"/>
          <w:rFonts w:hint="cs"/>
          <w:rtl/>
        </w:rPr>
        <w:t>فَضْلًا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مِنْ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اﷲِ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وَنِعْمَة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19</w:t>
      </w:r>
      <w:r w:rsidRPr="006A282F">
        <w:rPr>
          <w:rFonts w:hint="cs"/>
          <w:rtl/>
        </w:rPr>
        <w:t>۔ 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مائل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لطف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خداوندی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حَبَّبَ</w:t>
      </w:r>
      <w:r w:rsidRPr="003729E7">
        <w:rPr>
          <w:rStyle w:val="libAieChar"/>
          <w:rtl/>
        </w:rPr>
        <w:t xml:space="preserve"> ِ</w:t>
      </w:r>
      <w:r w:rsidRPr="003729E7">
        <w:rPr>
          <w:rStyle w:val="libAieChar"/>
          <w:rFonts w:hint="cs"/>
          <w:rtl/>
        </w:rPr>
        <w:t>لَیْکُمْ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الِْیمَانَ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EC5BA0" w:rsidP="003729E7">
      <w:pPr>
        <w:pStyle w:val="libAie"/>
      </w:pPr>
      <w:r w:rsidRPr="00EC5BA0">
        <w:rPr>
          <w:rFonts w:hint="cs"/>
          <w:rtl/>
        </w:rPr>
        <w:lastRenderedPageBreak/>
        <w:t>-</w:t>
      </w:r>
      <w:r w:rsidR="006A282F" w:rsidRPr="006A282F">
        <w:rPr>
          <w:rFonts w:hint="cs"/>
          <w:rtl/>
        </w:rPr>
        <w:t>فَض</w:t>
      </w:r>
      <w:r w:rsidR="006A282F" w:rsidRPr="00EC5BA0">
        <w:rPr>
          <w:rFonts w:hint="cs"/>
          <w:rtl/>
        </w:rPr>
        <w:t>ْ</w:t>
      </w:r>
      <w:r w:rsidR="006A282F" w:rsidRPr="006A282F">
        <w:rPr>
          <w:rFonts w:hint="cs"/>
          <w:rtl/>
        </w:rPr>
        <w:t>لًا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مِن</w:t>
      </w:r>
      <w:r w:rsidR="006A282F" w:rsidRPr="00EC5BA0">
        <w:rPr>
          <w:rFonts w:hint="cs"/>
          <w:rtl/>
        </w:rPr>
        <w:t>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اﷲِ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وَنِع</w:t>
      </w:r>
      <w:r w:rsidR="006A282F" w:rsidRPr="00EC5BA0">
        <w:rPr>
          <w:rFonts w:hint="cs"/>
          <w:rtl/>
        </w:rPr>
        <w:t>ْ</w:t>
      </w:r>
      <w:r w:rsidR="006A282F" w:rsidRPr="006A282F">
        <w:rPr>
          <w:rFonts w:hint="cs"/>
          <w:rtl/>
        </w:rPr>
        <w:t>مَة</w:t>
      </w:r>
      <w:r w:rsidR="006A282F" w:rsidRPr="006A282F">
        <w:rPr>
          <w:rtl/>
        </w:rPr>
        <w:t>)</w:t>
      </w:r>
    </w:p>
    <w:p w:rsidR="006A282F" w:rsidRPr="006A282F" w:rsidRDefault="006A282F" w:rsidP="00DF5E4E">
      <w:pPr>
        <w:pStyle w:val="Heading1"/>
      </w:pPr>
      <w:bookmarkStart w:id="47" w:name="_Toc440194777"/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تعلق</w:t>
      </w:r>
      <w:r w:rsidRPr="006A282F">
        <w:rPr>
          <w:rtl/>
        </w:rPr>
        <w:t>:</w:t>
      </w:r>
      <w:bookmarkEnd w:id="47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بڑ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تعلق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ولی،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سردار،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حاکم،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بادشاہ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سلطان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خمس،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زکاة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مالیات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وضاحت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جاسکتی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مثال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پہاڑوں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بلندی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سمندروں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گہرائی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گزشتہ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حکومتوں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مدت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ہزاروں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مسائل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تعداد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آگاہ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بنیاد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اعتقاد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استوار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اِس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عشق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ہدیہ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فطرت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عطا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کفار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درحقیقت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دھرمی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فطرت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تبدیل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کرلیتے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حَبَّبَ</w:t>
      </w:r>
      <w:r w:rsidRPr="003729E7">
        <w:rPr>
          <w:rStyle w:val="libAieChar"/>
          <w:rtl/>
        </w:rPr>
        <w:t xml:space="preserve"> ِ</w:t>
      </w:r>
      <w:r w:rsidRPr="003729E7">
        <w:rPr>
          <w:rStyle w:val="libAieChar"/>
          <w:rFonts w:hint="cs"/>
          <w:rtl/>
        </w:rPr>
        <w:t>لَیْکُمْ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الِْیمَانَ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خمس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زکاة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قسم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قداست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پاکیزگی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کیونکہ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تعلق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اعتقاد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انتخاب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مالیات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مالیات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بحث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خمس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زکات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مرجع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تقلید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ادائیگی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نہایت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br w:type="page"/>
      </w:r>
    </w:p>
    <w:p w:rsidR="006A282F" w:rsidRPr="006A282F" w:rsidRDefault="006A282F" w:rsidP="00DF5E4E">
      <w:pPr>
        <w:pStyle w:val="Heading1"/>
      </w:pPr>
      <w:bookmarkStart w:id="48" w:name="_Toc440194778"/>
      <w:r w:rsidRPr="006A282F">
        <w:rPr>
          <w:rFonts w:hint="cs"/>
          <w:rtl/>
        </w:rPr>
        <w:lastRenderedPageBreak/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Pr="006A282F">
        <w:rPr>
          <w:rtl/>
        </w:rPr>
        <w:t xml:space="preserve"> </w:t>
      </w:r>
      <w:r w:rsidR="008F1760" w:rsidRPr="00C26ECE">
        <w:rPr>
          <w:rFonts w:hint="cs"/>
          <w:rtl/>
        </w:rPr>
        <w:t>9</w:t>
      </w:r>
      <w:bookmarkEnd w:id="48"/>
    </w:p>
    <w:p w:rsidR="006A282F" w:rsidRPr="006A282F" w:rsidRDefault="006A282F" w:rsidP="003729E7">
      <w:pPr>
        <w:pStyle w:val="libAie"/>
      </w:pPr>
      <w:r w:rsidRPr="006A282F">
        <w:rPr>
          <w:rFonts w:hint="cs"/>
          <w:rtl/>
        </w:rPr>
        <w:t>وَِن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طَائِفَتَانِ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مِن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مُؤ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مِنِینَ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اق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تَتَلُوا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فََص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لِحُوا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بَی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نَ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ُمَا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فَِن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بَغَت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ِ</w:t>
      </w:r>
      <w:r w:rsidRPr="006A282F">
        <w:rPr>
          <w:rFonts w:hint="cs"/>
          <w:rtl/>
        </w:rPr>
        <w:t>ح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دَا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ُمَا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عَلَی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ُخ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رَی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فَقَاتِلُوا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الَّتِی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تَب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غِی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حَتَّی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تَفِیئَ</w:t>
      </w:r>
      <w:r w:rsidRPr="006A282F">
        <w:rPr>
          <w:rtl/>
        </w:rPr>
        <w:t xml:space="preserve"> ِ</w:t>
      </w:r>
      <w:r w:rsidRPr="006A282F">
        <w:rPr>
          <w:rFonts w:hint="cs"/>
          <w:rtl/>
        </w:rPr>
        <w:t>لَی</w:t>
      </w:r>
      <w:r w:rsidRPr="006A282F">
        <w:rPr>
          <w:rtl/>
        </w:rPr>
        <w:t xml:space="preserve"> َ</w:t>
      </w:r>
      <w:r w:rsidRPr="006A282F">
        <w:rPr>
          <w:rFonts w:hint="cs"/>
          <w:rtl/>
        </w:rPr>
        <w:t>م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رِ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اﷲِ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فَِن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فَائَت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فََص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لِحُوا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بَی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نَ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ُمَا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بِال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عَد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لِ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وََق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سِطُوا</w:t>
      </w:r>
      <w:r w:rsidRPr="006A282F">
        <w:rPr>
          <w:rtl/>
        </w:rPr>
        <w:t xml:space="preserve"> ِ</w:t>
      </w:r>
      <w:r w:rsidRPr="006A282F">
        <w:rPr>
          <w:rFonts w:hint="cs"/>
          <w:rtl/>
        </w:rPr>
        <w:t>نَّ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اﷲَ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یُحِبُّ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مُق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سِطِینَ</w:t>
      </w:r>
      <w:r w:rsidRPr="006A282F">
        <w:rPr>
          <w:rtl/>
        </w:rPr>
        <w:t xml:space="preserve"> </w:t>
      </w:r>
      <w:r w:rsidR="00EC5BA0" w:rsidRPr="00EC5BA0">
        <w:rPr>
          <w:rFonts w:hint="cs"/>
          <w:rtl/>
        </w:rPr>
        <w:t>-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ترجمہ</w:t>
      </w:r>
      <w:r w:rsidRPr="006A282F">
        <w:rPr>
          <w:rtl/>
        </w:rPr>
        <w:t>: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جھگڑا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کراؤ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واپس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پلٹ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اصلاح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انصاف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انصاف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DF5E4E">
      <w:pPr>
        <w:pStyle w:val="Heading1"/>
      </w:pPr>
      <w:bookmarkStart w:id="49" w:name="_Toc440194779"/>
      <w:r w:rsidRPr="006A282F">
        <w:rPr>
          <w:rFonts w:hint="cs"/>
          <w:rtl/>
        </w:rPr>
        <w:t>نکات</w:t>
      </w:r>
      <w:r w:rsidRPr="006A282F">
        <w:rPr>
          <w:rtl/>
        </w:rPr>
        <w:t>:</w:t>
      </w:r>
      <w:bookmarkEnd w:id="49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آغاز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آداب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الف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ملاقات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آداب،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لینا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لا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تقدموا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ب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ملاقات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طریقہ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سامنے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>)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Pr="006A282F">
        <w:rPr>
          <w:rFonts w:hint="cs"/>
          <w:rtl/>
        </w:rPr>
        <w:t>ج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فاسق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طریقہ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د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باغی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سرکش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سختی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آنا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ھ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مومن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نرم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مزاجی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آنا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آنے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حدیث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ظالم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مدد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مدد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مظلوم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مدد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Fonts w:hint="cs"/>
          <w:rtl/>
        </w:rPr>
        <w:t>مسلمانوں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حکومت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قدرت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تعلیم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تربیت،اتحاد،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نشرو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اشاعت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تبلیغ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گویا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زندگی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شعبہ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مضبوط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مضبوط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ورنہ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جدید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یافتہ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عالمی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دہشت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ظالموں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بدلہ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سکتے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ظالم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باغی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پہنچانا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مقدمہ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یعنی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حکومت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تشکیل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DF5E4E">
      <w:pPr>
        <w:pStyle w:val="Heading1"/>
      </w:pPr>
      <w:bookmarkStart w:id="50" w:name="_Toc440194780"/>
      <w:r w:rsidRPr="006A282F">
        <w:rPr>
          <w:rFonts w:hint="cs"/>
          <w:rtl/>
        </w:rPr>
        <w:t>پیغامات</w:t>
      </w:r>
      <w:r w:rsidRPr="006A282F">
        <w:rPr>
          <w:rtl/>
        </w:rPr>
        <w:t>:</w:t>
      </w:r>
      <w:bookmarkEnd w:id="50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جاسکتے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اشارہ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کررہے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6A282F">
        <w:rPr>
          <w:rFonts w:hint="cs"/>
          <w:rtl/>
        </w:rPr>
        <w:t>۔ ایمان،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لڑائی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اورجھگڑے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مانع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نہایت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مختصر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مدت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۔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کلمہ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اقْتَتلُوا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وسائل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الشیعہ،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12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212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اشارہ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اِس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لڑائی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جھگڑا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دائمی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کلمہ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یقتلون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6A282F">
        <w:rPr>
          <w:rFonts w:hint="cs"/>
          <w:rtl/>
        </w:rPr>
        <w:t>۔ نصیحت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آداب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نسبت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راست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مخاطب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اقْتَتلُوا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6A282F">
        <w:rPr>
          <w:rFonts w:hint="cs"/>
          <w:rtl/>
        </w:rPr>
        <w:t>۔ جنگ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لپیٹ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محدود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رہتی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C30A06">
        <w:rPr>
          <w:rStyle w:val="libAieChar"/>
          <w:rtl/>
        </w:rPr>
        <w:t>''</w:t>
      </w:r>
      <w:r w:rsidRPr="00C30A06">
        <w:rPr>
          <w:rStyle w:val="libAieChar"/>
          <w:rFonts w:hint="cs"/>
          <w:rtl/>
        </w:rPr>
        <w:t>اقْتَتلُوا</w:t>
      </w:r>
      <w:r w:rsidRPr="00C30A06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صیغہ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کلمہ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اقْتَتلا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استعمال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مسلمانوں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حالات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مشکلات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ہرگز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لاپروائی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دوستی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میںجلدی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تاخیر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اقدام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>۔</w:t>
      </w:r>
      <w:r w:rsidRPr="006A282F">
        <w:rPr>
          <w:rFonts w:hint="cs"/>
          <w:rtl/>
        </w:rPr>
        <w:t>کلمہ</w:t>
      </w:r>
      <w:r w:rsidRPr="006A282F">
        <w:rPr>
          <w:rtl/>
        </w:rPr>
        <w:t xml:space="preserve"> ''</w:t>
      </w:r>
      <w:r w:rsidRPr="006A282F">
        <w:rPr>
          <w:rFonts w:hint="cs"/>
          <w:rtl/>
        </w:rPr>
        <w:t>فاصلحوا</w:t>
      </w:r>
      <w:r w:rsidRPr="006A282F">
        <w:rPr>
          <w:rtl/>
        </w:rPr>
        <w:t xml:space="preserve">''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جلدی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تاخیر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دلالت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>۔ 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تجاوز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سرکشی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فورا</w:t>
      </w:r>
      <w:r w:rsidRPr="006A282F">
        <w:rPr>
          <w:rtl/>
        </w:rPr>
        <w:t xml:space="preserve"> ً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خلاف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فَِنْ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بَغَتْ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فَقَاتِلُوا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الَّتِی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تَبْغِی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>۔ 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اورعدالت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قیام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خاطر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باغی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قتل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قتل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جاسکتا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فَِنْ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بَغَتْ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فَقَاتِلُوا</w:t>
      </w:r>
      <w:r w:rsidR="00EC5BA0" w:rsidRPr="00EC5BA0">
        <w:rPr>
          <w:rStyle w:val="libAieChar"/>
          <w:rFonts w:hint="cs"/>
          <w:rtl/>
        </w:rPr>
        <w:t>---</w:t>
      </w:r>
      <w:r w:rsidRPr="003729E7">
        <w:rPr>
          <w:rStyle w:val="libAieChar"/>
          <w:rtl/>
        </w:rPr>
        <w:t>)</w:t>
      </w:r>
    </w:p>
    <w:p w:rsidR="006A282F" w:rsidRPr="006A282F" w:rsidRDefault="006A282F" w:rsidP="003729E7">
      <w:pPr>
        <w:pStyle w:val="libAie"/>
        <w:rPr>
          <w:rtl/>
        </w:rPr>
      </w:pPr>
      <w:r w:rsidRPr="006A282F">
        <w:rPr>
          <w:rtl/>
        </w:rPr>
        <w:tab/>
      </w:r>
      <w:r w:rsidR="008F1760" w:rsidRPr="00067685">
        <w:rPr>
          <w:rStyle w:val="libNormalChar"/>
          <w:rFonts w:hint="cs"/>
          <w:rtl/>
        </w:rPr>
        <w:t>8</w:t>
      </w:r>
      <w:r w:rsidRPr="00067685">
        <w:rPr>
          <w:rStyle w:val="libNormalChar"/>
          <w:rFonts w:hint="cs"/>
          <w:rtl/>
        </w:rPr>
        <w:t>۔</w:t>
      </w:r>
      <w:r w:rsidRPr="005A3273">
        <w:rPr>
          <w:rStyle w:val="libNormalChar"/>
          <w:rFonts w:hint="cs"/>
          <w:rtl/>
        </w:rPr>
        <w:t xml:space="preserve"> تجاوز</w:t>
      </w:r>
      <w:r w:rsidRPr="005A3273">
        <w:rPr>
          <w:rStyle w:val="libNormalChar"/>
          <w:rtl/>
        </w:rPr>
        <w:t xml:space="preserve"> </w:t>
      </w:r>
      <w:r w:rsidRPr="005A3273">
        <w:rPr>
          <w:rStyle w:val="libNormalChar"/>
          <w:rFonts w:hint="cs"/>
          <w:rtl/>
        </w:rPr>
        <w:t>گری</w:t>
      </w:r>
      <w:r w:rsidRPr="005A3273">
        <w:rPr>
          <w:rStyle w:val="libNormalChar"/>
          <w:rtl/>
        </w:rPr>
        <w:t xml:space="preserve"> </w:t>
      </w:r>
      <w:r w:rsidRPr="005A3273">
        <w:rPr>
          <w:rStyle w:val="libNormalChar"/>
          <w:rFonts w:hint="cs"/>
          <w:rtl/>
        </w:rPr>
        <w:t>اور</w:t>
      </w:r>
      <w:r w:rsidRPr="005A3273">
        <w:rPr>
          <w:rStyle w:val="libNormalChar"/>
          <w:rtl/>
        </w:rPr>
        <w:t xml:space="preserve"> </w:t>
      </w:r>
      <w:r w:rsidRPr="005A3273">
        <w:rPr>
          <w:rStyle w:val="libNormalChar"/>
          <w:rFonts w:hint="cs"/>
          <w:rtl/>
        </w:rPr>
        <w:t>بغاوت</w:t>
      </w:r>
      <w:r w:rsidRPr="005A3273">
        <w:rPr>
          <w:rStyle w:val="libNormalChar"/>
          <w:rtl/>
        </w:rPr>
        <w:t xml:space="preserve"> </w:t>
      </w:r>
      <w:r w:rsidRPr="005A3273">
        <w:rPr>
          <w:rStyle w:val="libNormalChar"/>
          <w:rFonts w:hint="cs"/>
          <w:rtl/>
        </w:rPr>
        <w:t>کا</w:t>
      </w:r>
      <w:r w:rsidRPr="005A3273">
        <w:rPr>
          <w:rStyle w:val="libNormalChar"/>
          <w:rtl/>
        </w:rPr>
        <w:t xml:space="preserve"> </w:t>
      </w:r>
      <w:r w:rsidRPr="005A3273">
        <w:rPr>
          <w:rStyle w:val="libNormalChar"/>
          <w:rFonts w:hint="cs"/>
          <w:rtl/>
        </w:rPr>
        <w:t>سختی</w:t>
      </w:r>
      <w:r w:rsidRPr="005A3273">
        <w:rPr>
          <w:rStyle w:val="libNormalChar"/>
          <w:rtl/>
        </w:rPr>
        <w:t xml:space="preserve"> </w:t>
      </w:r>
      <w:r w:rsidRPr="005A3273">
        <w:rPr>
          <w:rStyle w:val="libNormalChar"/>
          <w:rFonts w:hint="cs"/>
          <w:rtl/>
        </w:rPr>
        <w:t>سے</w:t>
      </w:r>
      <w:r w:rsidRPr="005A3273">
        <w:rPr>
          <w:rStyle w:val="libNormalChar"/>
          <w:rtl/>
        </w:rPr>
        <w:t xml:space="preserve"> </w:t>
      </w:r>
      <w:r w:rsidRPr="005A3273">
        <w:rPr>
          <w:rStyle w:val="libNormalChar"/>
          <w:rFonts w:hint="cs"/>
          <w:rtl/>
        </w:rPr>
        <w:t>مقابلہ</w:t>
      </w:r>
      <w:r w:rsidRPr="005A3273">
        <w:rPr>
          <w:rStyle w:val="libNormalChar"/>
          <w:rtl/>
        </w:rPr>
        <w:t xml:space="preserve"> </w:t>
      </w:r>
      <w:r w:rsidRPr="005A3273">
        <w:rPr>
          <w:rStyle w:val="libNormalChar"/>
          <w:rFonts w:hint="cs"/>
          <w:rtl/>
        </w:rPr>
        <w:t>کرنا</w:t>
      </w:r>
      <w:r w:rsidRPr="005A3273">
        <w:rPr>
          <w:rStyle w:val="libNormalChar"/>
          <w:rtl/>
        </w:rPr>
        <w:t xml:space="preserve"> </w:t>
      </w:r>
      <w:r w:rsidRPr="005A3273">
        <w:rPr>
          <w:rStyle w:val="libNormalChar"/>
          <w:rFonts w:hint="cs"/>
          <w:rtl/>
        </w:rPr>
        <w:t>چاہیے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فَِن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بَغَت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="00EC5BA0" w:rsidRPr="00EC5BA0">
        <w:rPr>
          <w:rFonts w:hint="cs"/>
          <w:rtl/>
        </w:rPr>
        <w:t>---</w:t>
      </w:r>
    </w:p>
    <w:p w:rsidR="006A282F" w:rsidRPr="006A282F" w:rsidRDefault="006A282F" w:rsidP="003729E7">
      <w:pPr>
        <w:pStyle w:val="libAie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3729E7">
      <w:pPr>
        <w:pStyle w:val="libAie"/>
      </w:pPr>
      <w:r w:rsidRPr="006A282F">
        <w:rPr>
          <w:rtl/>
        </w:rPr>
        <w:lastRenderedPageBreak/>
        <w:t xml:space="preserve"> </w:t>
      </w:r>
      <w:r w:rsidRPr="006A282F">
        <w:rPr>
          <w:rFonts w:hint="cs"/>
          <w:rtl/>
        </w:rPr>
        <w:t>فَقَاتِلُوا</w:t>
      </w:r>
      <w:r w:rsidRPr="006A282F">
        <w:rPr>
          <w:rtl/>
        </w:rPr>
        <w:t xml:space="preserve">) </w:t>
      </w:r>
      <w:r w:rsidRPr="005A3273">
        <w:rPr>
          <w:rStyle w:val="libNormalChar"/>
          <w:rFonts w:hint="cs"/>
          <w:rtl/>
        </w:rPr>
        <w:t>اسلامی</w:t>
      </w:r>
      <w:r w:rsidRPr="005A3273">
        <w:rPr>
          <w:rStyle w:val="libNormalChar"/>
          <w:rtl/>
        </w:rPr>
        <w:t xml:space="preserve"> </w:t>
      </w:r>
      <w:r w:rsidRPr="005A3273">
        <w:rPr>
          <w:rStyle w:val="libNormalChar"/>
          <w:rFonts w:hint="cs"/>
          <w:rtl/>
        </w:rPr>
        <w:t>نکتہ</w:t>
      </w:r>
      <w:r w:rsidRPr="005A3273">
        <w:rPr>
          <w:rStyle w:val="libNormalChar"/>
          <w:rtl/>
        </w:rPr>
        <w:t xml:space="preserve"> </w:t>
      </w:r>
      <w:r w:rsidRPr="005A3273">
        <w:rPr>
          <w:rStyle w:val="libNormalChar"/>
          <w:rFonts w:hint="cs"/>
          <w:rtl/>
        </w:rPr>
        <w:t>نظر</w:t>
      </w:r>
      <w:r w:rsidRPr="005A3273">
        <w:rPr>
          <w:rStyle w:val="libNormalChar"/>
          <w:rtl/>
        </w:rPr>
        <w:t xml:space="preserve"> </w:t>
      </w:r>
      <w:r w:rsidRPr="005A3273">
        <w:rPr>
          <w:rStyle w:val="libNormalChar"/>
          <w:rFonts w:hint="cs"/>
          <w:rtl/>
        </w:rPr>
        <w:t>کے</w:t>
      </w:r>
      <w:r w:rsidRPr="005A3273">
        <w:rPr>
          <w:rStyle w:val="libNormalChar"/>
          <w:rtl/>
        </w:rPr>
        <w:t xml:space="preserve"> </w:t>
      </w:r>
      <w:r w:rsidRPr="005A3273">
        <w:rPr>
          <w:rStyle w:val="libNormalChar"/>
          <w:rFonts w:hint="cs"/>
          <w:rtl/>
        </w:rPr>
        <w:t>مطابق</w:t>
      </w:r>
      <w:r w:rsidRPr="005A3273">
        <w:rPr>
          <w:rStyle w:val="libNormalChar"/>
          <w:rtl/>
        </w:rPr>
        <w:t xml:space="preserve"> </w:t>
      </w:r>
      <w:r w:rsidRPr="005A3273">
        <w:rPr>
          <w:rStyle w:val="libNormalChar"/>
          <w:rFonts w:hint="cs"/>
          <w:rtl/>
        </w:rPr>
        <w:t>سرکش</w:t>
      </w:r>
      <w:r w:rsidRPr="005A3273">
        <w:rPr>
          <w:rStyle w:val="libNormalChar"/>
          <w:rtl/>
        </w:rPr>
        <w:t xml:space="preserve"> </w:t>
      </w:r>
      <w:r w:rsidRPr="005A3273">
        <w:rPr>
          <w:rStyle w:val="libNormalChar"/>
          <w:rFonts w:hint="cs"/>
          <w:rtl/>
        </w:rPr>
        <w:t>اور</w:t>
      </w:r>
      <w:r w:rsidRPr="005A3273">
        <w:rPr>
          <w:rStyle w:val="libNormalChar"/>
          <w:rtl/>
        </w:rPr>
        <w:t xml:space="preserve"> </w:t>
      </w:r>
      <w:r w:rsidRPr="005A3273">
        <w:rPr>
          <w:rStyle w:val="libNormalChar"/>
          <w:rFonts w:hint="cs"/>
          <w:rtl/>
        </w:rPr>
        <w:t>باغی</w:t>
      </w:r>
      <w:r w:rsidRPr="005A3273">
        <w:rPr>
          <w:rStyle w:val="libNormalChar"/>
          <w:rtl/>
        </w:rPr>
        <w:t xml:space="preserve"> </w:t>
      </w:r>
      <w:r w:rsidRPr="005A3273">
        <w:rPr>
          <w:rStyle w:val="libNormalChar"/>
          <w:rFonts w:hint="cs"/>
          <w:rtl/>
        </w:rPr>
        <w:t>کو</w:t>
      </w:r>
      <w:r w:rsidRPr="005A3273">
        <w:rPr>
          <w:rStyle w:val="libNormalChar"/>
          <w:rtl/>
        </w:rPr>
        <w:t xml:space="preserve"> </w:t>
      </w:r>
      <w:r w:rsidRPr="005A3273">
        <w:rPr>
          <w:rStyle w:val="libNormalChar"/>
          <w:rFonts w:hint="cs"/>
          <w:rtl/>
        </w:rPr>
        <w:t>ہرگز</w:t>
      </w:r>
      <w:r w:rsidRPr="005A3273">
        <w:rPr>
          <w:rStyle w:val="libNormalChar"/>
          <w:rtl/>
        </w:rPr>
        <w:t xml:space="preserve"> </w:t>
      </w:r>
      <w:r w:rsidRPr="005A3273">
        <w:rPr>
          <w:rStyle w:val="libNormalChar"/>
          <w:rFonts w:hint="cs"/>
          <w:rtl/>
        </w:rPr>
        <w:t>مہلت</w:t>
      </w:r>
      <w:r w:rsidRPr="005A3273">
        <w:rPr>
          <w:rStyle w:val="libNormalChar"/>
          <w:rtl/>
        </w:rPr>
        <w:t xml:space="preserve"> </w:t>
      </w:r>
      <w:r w:rsidRPr="005A3273">
        <w:rPr>
          <w:rStyle w:val="libNormalChar"/>
          <w:rFonts w:hint="cs"/>
          <w:rtl/>
        </w:rPr>
        <w:t>اور</w:t>
      </w:r>
      <w:r w:rsidRPr="005A3273">
        <w:rPr>
          <w:rStyle w:val="libNormalChar"/>
          <w:rtl/>
        </w:rPr>
        <w:t xml:space="preserve"> </w:t>
      </w:r>
      <w:r w:rsidRPr="005A3273">
        <w:rPr>
          <w:rStyle w:val="libNormalChar"/>
          <w:rFonts w:hint="cs"/>
          <w:rtl/>
        </w:rPr>
        <w:t>فرصت</w:t>
      </w:r>
      <w:r w:rsidRPr="005A3273">
        <w:rPr>
          <w:rStyle w:val="libNormalChar"/>
          <w:rtl/>
        </w:rPr>
        <w:t xml:space="preserve"> </w:t>
      </w:r>
      <w:r w:rsidRPr="005A3273">
        <w:rPr>
          <w:rStyle w:val="libNormalChar"/>
          <w:rFonts w:hint="cs"/>
          <w:rtl/>
        </w:rPr>
        <w:t>نہیں</w:t>
      </w:r>
      <w:r w:rsidRPr="005A3273">
        <w:rPr>
          <w:rStyle w:val="libNormalChar"/>
          <w:rtl/>
        </w:rPr>
        <w:t xml:space="preserve"> </w:t>
      </w:r>
      <w:r w:rsidRPr="005A3273">
        <w:rPr>
          <w:rStyle w:val="libNormalChar"/>
          <w:rFonts w:hint="cs"/>
          <w:rtl/>
        </w:rPr>
        <w:t>دینی</w:t>
      </w:r>
      <w:r w:rsidRPr="005A3273">
        <w:rPr>
          <w:rStyle w:val="libNormalChar"/>
          <w:rtl/>
        </w:rPr>
        <w:t xml:space="preserve"> </w:t>
      </w:r>
      <w:r w:rsidRPr="005A3273">
        <w:rPr>
          <w:rStyle w:val="libNormalChar"/>
          <w:rFonts w:hint="cs"/>
          <w:rtl/>
        </w:rPr>
        <w:t>چاہیے۔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9</w:t>
      </w:r>
      <w:r w:rsidRPr="006A282F">
        <w:rPr>
          <w:rFonts w:hint="cs"/>
          <w:rtl/>
        </w:rPr>
        <w:t>۔ باغی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پہنچانے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ٹال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مٹول،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سھل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انگاری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سستی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لیں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فقاتلوا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انجام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اشارہ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10</w:t>
      </w:r>
      <w:r w:rsidRPr="006A282F">
        <w:rPr>
          <w:rFonts w:hint="cs"/>
          <w:rtl/>
        </w:rPr>
        <w:t>۔ باغی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پہنچانے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ایذاء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پہنچانی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سزا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فَقَاتِلُوا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الَّتِی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تَبْغِی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11</w:t>
      </w:r>
      <w:r w:rsidRPr="006A282F">
        <w:rPr>
          <w:rFonts w:hint="cs"/>
          <w:rtl/>
        </w:rPr>
        <w:t>۔ باغی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پہنچانے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قسم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رعایت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باغی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غیر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فَقَاتِلُوا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الَّتِی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تَبْغِی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12</w:t>
      </w:r>
      <w:r w:rsidRPr="006A282F">
        <w:rPr>
          <w:rFonts w:hint="cs"/>
          <w:rtl/>
        </w:rPr>
        <w:t>۔ مسلمانوں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قیام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مقدس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ہدف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حَتَّی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تَفِیئَ</w:t>
      </w:r>
      <w:r w:rsidRPr="003729E7">
        <w:rPr>
          <w:rStyle w:val="libAieChar"/>
          <w:rtl/>
        </w:rPr>
        <w:t xml:space="preserve"> ِ</w:t>
      </w:r>
      <w:r w:rsidRPr="003729E7">
        <w:rPr>
          <w:rStyle w:val="libAieChar"/>
          <w:rFonts w:hint="cs"/>
          <w:rtl/>
        </w:rPr>
        <w:t>لَی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13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جنگ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ہدف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حصول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حَتَّی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تَفِیئَ</w:t>
      </w:r>
      <w:r w:rsidRPr="003729E7">
        <w:rPr>
          <w:rStyle w:val="libAieChar"/>
          <w:rtl/>
        </w:rPr>
        <w:t xml:space="preserve"> ِ</w:t>
      </w:r>
      <w:r w:rsidRPr="003729E7">
        <w:rPr>
          <w:rStyle w:val="libAieChar"/>
          <w:rFonts w:hint="cs"/>
          <w:rtl/>
        </w:rPr>
        <w:t>لَی</w:t>
      </w:r>
      <w:r w:rsidRPr="003729E7">
        <w:rPr>
          <w:rStyle w:val="libAieChar"/>
          <w:rtl/>
        </w:rPr>
        <w:t xml:space="preserve"> َ</w:t>
      </w:r>
      <w:r w:rsidRPr="003729E7">
        <w:rPr>
          <w:rStyle w:val="libAieChar"/>
          <w:rFonts w:hint="cs"/>
          <w:rtl/>
        </w:rPr>
        <w:t>مْرِ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اﷲ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گھنٹے،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مہینے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بیمار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ڈاکٹر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معالجہ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صحت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یابی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15</w:t>
      </w:r>
      <w:r w:rsidRPr="006A282F">
        <w:rPr>
          <w:rFonts w:hint="cs"/>
          <w:rtl/>
        </w:rPr>
        <w:t>۔ باغی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پہنچانے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ذاتی،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قومی،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گروہی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مفادات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وابستہ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انتقام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خودنمائی،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غصہ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مقصود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ہدف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باغی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راست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حَتَّی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تَفِیئَ</w:t>
      </w:r>
      <w:r w:rsidRPr="003729E7">
        <w:rPr>
          <w:rStyle w:val="libAieChar"/>
          <w:rtl/>
        </w:rPr>
        <w:t xml:space="preserve"> ِ</w:t>
      </w:r>
      <w:r w:rsidRPr="003729E7">
        <w:rPr>
          <w:rStyle w:val="libAieChar"/>
          <w:rFonts w:hint="cs"/>
          <w:rtl/>
        </w:rPr>
        <w:t>لَی</w:t>
      </w:r>
      <w:r w:rsidRPr="003729E7">
        <w:rPr>
          <w:rStyle w:val="libAieChar"/>
          <w:rtl/>
        </w:rPr>
        <w:t xml:space="preserve"> َ</w:t>
      </w:r>
      <w:r w:rsidRPr="003729E7">
        <w:rPr>
          <w:rStyle w:val="libAieChar"/>
          <w:rFonts w:hint="cs"/>
          <w:rtl/>
        </w:rPr>
        <w:t>مْرِ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اﷲِ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15</w:t>
      </w:r>
      <w:r w:rsidRPr="006A282F">
        <w:rPr>
          <w:rFonts w:hint="cs"/>
          <w:rtl/>
        </w:rPr>
        <w:t>۔ 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باغی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سرکش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راست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شروع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خلاف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روکنے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باغی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راہ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lastRenderedPageBreak/>
        <w:t>راست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آچکا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حَتَّی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تَفِیئَ</w:t>
      </w:r>
      <w:r w:rsidRPr="003729E7">
        <w:rPr>
          <w:rStyle w:val="libAieChar"/>
          <w:rtl/>
        </w:rPr>
        <w:t xml:space="preserve"> 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>۔ لڑائی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جھگڑے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دوران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معلوم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ہوسکے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خطا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باغی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فتنہ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فساد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صفائی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کوشش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باغی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خطا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فلاں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صفائی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مظلوم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دفاع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انداز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مظلوم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فََصْلِحُوا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بَیْنَ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بِالْعَدْلِ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>۔ مسلمانوں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وظیفہ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بدلتے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حالات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مطابق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وظیفہ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صفائی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دوبار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کلمہ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اصلحوا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کلمہ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قاتلوا</w:t>
      </w:r>
      <w:r w:rsidRPr="003729E7">
        <w:rPr>
          <w:rStyle w:val="libAieChar"/>
          <w:rtl/>
        </w:rPr>
        <w:t xml:space="preserve"> ''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18</w:t>
      </w:r>
      <w:r w:rsidRPr="006A282F">
        <w:rPr>
          <w:rFonts w:hint="cs"/>
          <w:rtl/>
        </w:rPr>
        <w:t>۔ 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صفائی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کیلئے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میںجتنا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نقصان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باغی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>۔ ''</w:t>
      </w:r>
      <w:r w:rsidRPr="006A282F">
        <w:rPr>
          <w:rFonts w:hint="cs"/>
          <w:rtl/>
        </w:rPr>
        <w:t>بالعدل</w:t>
      </w:r>
      <w:r w:rsidRPr="006A282F">
        <w:rPr>
          <w:rtl/>
        </w:rPr>
        <w:t xml:space="preserve">''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المومنین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منقول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قوی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قدرت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ضعیف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کمزور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ومنزلت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19</w:t>
      </w:r>
      <w:r w:rsidRPr="006A282F">
        <w:rPr>
          <w:rFonts w:hint="cs"/>
          <w:rtl/>
        </w:rPr>
        <w:t>۔ جہاں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کوتاہیوں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لغزشوں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غضب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غرائز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بھرمار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مسلسل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وعظ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نصیحت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بِالْعَدْلِ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وََقْسِطُوا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یُحِبُّ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الْمُقْسِطِینَ</w:t>
      </w:r>
      <w:r w:rsidRPr="003729E7">
        <w:rPr>
          <w:rStyle w:val="libAieChar"/>
          <w:rtl/>
        </w:rPr>
        <w:t xml:space="preserve"> )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20</w:t>
      </w:r>
      <w:r w:rsidRPr="006A282F">
        <w:rPr>
          <w:rFonts w:hint="cs"/>
          <w:rtl/>
        </w:rPr>
        <w:t>۔ ایسی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اصلاح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قابل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تعریف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تمجید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صاحب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</w:t>
      </w:r>
      <w:r w:rsidRPr="006A282F">
        <w:rPr>
          <w:rtl/>
        </w:rPr>
        <w:t xml:space="preserve"> 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کافی،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5</w:t>
      </w:r>
      <w:r w:rsidR="00067685" w:rsidRPr="00067685">
        <w:rPr>
          <w:rFonts w:hint="cs"/>
          <w:rtl/>
        </w:rPr>
        <w:t>6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ورنہ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زبردستی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خاموشی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علاوہ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کچھ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اصلحوا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اقسطوا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21</w:t>
      </w:r>
      <w:r w:rsidRPr="006A282F">
        <w:rPr>
          <w:rFonts w:hint="cs"/>
          <w:rtl/>
        </w:rPr>
        <w:t>۔ جہاں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مشکلات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وہاں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دیرینہ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فائدہ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اٹھانا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چاہے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(ِ</w:t>
      </w:r>
      <w:r w:rsidRPr="003729E7">
        <w:rPr>
          <w:rStyle w:val="libAieChar"/>
          <w:rFonts w:hint="cs"/>
          <w:rtl/>
        </w:rPr>
        <w:t>نَّ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اﷲَ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یُحِبُّ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الْمُقْسِطِینَ</w:t>
      </w:r>
      <w:r w:rsidRPr="003729E7">
        <w:rPr>
          <w:rStyle w:val="libAieChar"/>
          <w:rtl/>
        </w:rPr>
        <w:t xml:space="preserve"> )</w:t>
      </w:r>
    </w:p>
    <w:p w:rsidR="00724808" w:rsidRPr="00067685" w:rsidRDefault="006A282F" w:rsidP="005C4E5F">
      <w:pPr>
        <w:pStyle w:val="libNormal"/>
        <w:rPr>
          <w:rStyle w:val="libAieChar"/>
        </w:rPr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22</w:t>
      </w:r>
      <w:r w:rsidRPr="006A282F">
        <w:rPr>
          <w:rFonts w:hint="cs"/>
          <w:rtl/>
        </w:rPr>
        <w:t>۔ 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محبوب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انصاف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ورنہ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انصاف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مدمقابل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خاموش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یُحِبُّ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الْمُقْسِطِینَ</w:t>
      </w:r>
      <w:r w:rsidRPr="003729E7">
        <w:rPr>
          <w:rStyle w:val="libAieChar"/>
          <w:rtl/>
        </w:rPr>
        <w:t>)</w:t>
      </w:r>
    </w:p>
    <w:p w:rsidR="006A282F" w:rsidRPr="006A282F" w:rsidRDefault="006A282F" w:rsidP="00DF5E4E">
      <w:pPr>
        <w:pStyle w:val="Heading1"/>
      </w:pPr>
      <w:bookmarkStart w:id="51" w:name="_Toc440194781"/>
      <w:r w:rsidRPr="006A282F">
        <w:rPr>
          <w:rFonts w:hint="cs"/>
          <w:rtl/>
        </w:rPr>
        <w:t>نمونے</w:t>
      </w:r>
      <w:r w:rsidRPr="006A282F">
        <w:rPr>
          <w:rtl/>
        </w:rPr>
        <w:t>:</w:t>
      </w:r>
      <w:bookmarkEnd w:id="51"/>
    </w:p>
    <w:p w:rsidR="006A282F" w:rsidRPr="006A282F" w:rsidRDefault="006A282F" w:rsidP="006A282F">
      <w:pPr>
        <w:pStyle w:val="libNormal"/>
      </w:pPr>
      <w:r w:rsidRPr="006A282F">
        <w:rPr>
          <w:rtl/>
        </w:rPr>
        <w:t xml:space="preserve">٭ </w:t>
      </w:r>
      <w:r w:rsidRPr="00DF5E4E">
        <w:rPr>
          <w:rStyle w:val="Heading1Char"/>
          <w:rFonts w:hint="cs"/>
          <w:rtl/>
        </w:rPr>
        <w:t>وہ</w:t>
      </w:r>
      <w:r w:rsidRPr="00DF5E4E">
        <w:rPr>
          <w:rStyle w:val="Heading1Char"/>
          <w:rtl/>
        </w:rPr>
        <w:t xml:space="preserve"> </w:t>
      </w:r>
      <w:r w:rsidRPr="00DF5E4E">
        <w:rPr>
          <w:rStyle w:val="Heading1Char"/>
          <w:rFonts w:hint="cs"/>
          <w:rtl/>
        </w:rPr>
        <w:t>آیت</w:t>
      </w:r>
      <w:r w:rsidRPr="00DF5E4E">
        <w:rPr>
          <w:rStyle w:val="Heading1Char"/>
          <w:rtl/>
        </w:rPr>
        <w:t xml:space="preserve"> </w:t>
      </w:r>
      <w:r w:rsidRPr="00DF5E4E">
        <w:rPr>
          <w:rStyle w:val="Heading1Char"/>
          <w:rFonts w:hint="cs"/>
          <w:rtl/>
        </w:rPr>
        <w:t>جس</w:t>
      </w:r>
      <w:r w:rsidRPr="00DF5E4E">
        <w:rPr>
          <w:rStyle w:val="Heading1Char"/>
          <w:rtl/>
        </w:rPr>
        <w:t xml:space="preserve"> </w:t>
      </w:r>
      <w:r w:rsidRPr="00DF5E4E">
        <w:rPr>
          <w:rStyle w:val="Heading1Char"/>
          <w:rFonts w:hint="cs"/>
          <w:rtl/>
        </w:rPr>
        <w:t>کی</w:t>
      </w:r>
      <w:r w:rsidRPr="00DF5E4E">
        <w:rPr>
          <w:rStyle w:val="Heading1Char"/>
          <w:rtl/>
        </w:rPr>
        <w:t xml:space="preserve"> </w:t>
      </w:r>
      <w:r w:rsidRPr="00DF5E4E">
        <w:rPr>
          <w:rStyle w:val="Heading1Char"/>
          <w:rFonts w:hint="cs"/>
          <w:rtl/>
        </w:rPr>
        <w:t>تلاوت</w:t>
      </w:r>
      <w:r w:rsidRPr="00DF5E4E">
        <w:rPr>
          <w:rStyle w:val="Heading1Char"/>
          <w:rtl/>
        </w:rPr>
        <w:t xml:space="preserve"> </w:t>
      </w:r>
      <w:r w:rsidRPr="00DF5E4E">
        <w:rPr>
          <w:rStyle w:val="Heading1Char"/>
          <w:rFonts w:hint="cs"/>
          <w:rtl/>
        </w:rPr>
        <w:t>کی</w:t>
      </w:r>
      <w:r w:rsidRPr="00DF5E4E">
        <w:rPr>
          <w:rStyle w:val="Heading1Char"/>
          <w:rtl/>
        </w:rPr>
        <w:t xml:space="preserve"> </w:t>
      </w:r>
      <w:r w:rsidRPr="00DF5E4E">
        <w:rPr>
          <w:rStyle w:val="Heading1Char"/>
          <w:rFonts w:hint="cs"/>
          <w:rtl/>
        </w:rPr>
        <w:t>وجہ</w:t>
      </w:r>
      <w:r w:rsidRPr="00DF5E4E">
        <w:rPr>
          <w:rStyle w:val="Heading1Char"/>
          <w:rtl/>
        </w:rPr>
        <w:t xml:space="preserve"> </w:t>
      </w:r>
      <w:r w:rsidRPr="00DF5E4E">
        <w:rPr>
          <w:rStyle w:val="Heading1Char"/>
          <w:rFonts w:hint="cs"/>
          <w:rtl/>
        </w:rPr>
        <w:t>سے</w:t>
      </w:r>
      <w:r w:rsidRPr="00DF5E4E">
        <w:rPr>
          <w:rStyle w:val="Heading1Char"/>
          <w:rtl/>
        </w:rPr>
        <w:t xml:space="preserve"> </w:t>
      </w:r>
      <w:r w:rsidRPr="00DF5E4E">
        <w:rPr>
          <w:rStyle w:val="Heading1Char"/>
          <w:rFonts w:hint="cs"/>
          <w:rtl/>
        </w:rPr>
        <w:t>دونوں</w:t>
      </w:r>
      <w:r w:rsidRPr="00DF5E4E">
        <w:rPr>
          <w:rStyle w:val="Heading1Char"/>
          <w:rtl/>
        </w:rPr>
        <w:t xml:space="preserve"> </w:t>
      </w:r>
      <w:r w:rsidRPr="00DF5E4E">
        <w:rPr>
          <w:rStyle w:val="Heading1Char"/>
          <w:rFonts w:hint="cs"/>
          <w:rtl/>
        </w:rPr>
        <w:t>ہاتھ</w:t>
      </w:r>
      <w:r w:rsidRPr="00DF5E4E">
        <w:rPr>
          <w:rStyle w:val="Heading1Char"/>
          <w:rtl/>
        </w:rPr>
        <w:t xml:space="preserve"> </w:t>
      </w:r>
      <w:r w:rsidRPr="00DF5E4E">
        <w:rPr>
          <w:rStyle w:val="Heading1Char"/>
          <w:rFonts w:hint="cs"/>
          <w:rtl/>
        </w:rPr>
        <w:t>کٹ</w:t>
      </w:r>
      <w:r w:rsidRPr="00DF5E4E">
        <w:rPr>
          <w:rStyle w:val="Heading1Char"/>
          <w:rtl/>
        </w:rPr>
        <w:t xml:space="preserve"> </w:t>
      </w:r>
      <w:r w:rsidRPr="00DF5E4E">
        <w:rPr>
          <w:rStyle w:val="Heading1Char"/>
          <w:rFonts w:hint="cs"/>
          <w:rtl/>
        </w:rPr>
        <w:t>گئے</w:t>
      </w:r>
      <w:r w:rsidRPr="00DF5E4E">
        <w:rPr>
          <w:rStyle w:val="Heading1Char"/>
          <w:rtl/>
        </w:rPr>
        <w:t>۔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Fonts w:hint="cs"/>
          <w:rtl/>
        </w:rPr>
        <w:t>جنگ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دوران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بھڑکنا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علی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شروع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روکا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عائشہ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طرفداروں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روکنے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پرواہ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علی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بارگاہ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شکایت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نافرمانی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کررہے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CA640D">
        <w:rPr>
          <w:rStyle w:val="libAieChar"/>
          <w:rtl/>
        </w:rPr>
        <w:t>(</w:t>
      </w:r>
      <w:r w:rsidRPr="00CA640D">
        <w:rPr>
          <w:rStyle w:val="libAieChar"/>
          <w:rFonts w:hint="cs"/>
          <w:rtl/>
        </w:rPr>
        <w:t>وان</w:t>
      </w:r>
      <w:r w:rsidRPr="00CA640D">
        <w:rPr>
          <w:rStyle w:val="libAieChar"/>
          <w:rtl/>
        </w:rPr>
        <w:t xml:space="preserve"> </w:t>
      </w:r>
      <w:r w:rsidRPr="00CA640D">
        <w:rPr>
          <w:rStyle w:val="libAieChar"/>
          <w:rFonts w:hint="cs"/>
          <w:rtl/>
        </w:rPr>
        <w:t>طائفتان</w:t>
      </w:r>
      <w:r w:rsidRPr="00CA640D">
        <w:rPr>
          <w:rStyle w:val="libAieChar"/>
          <w:rtl/>
        </w:rPr>
        <w:t xml:space="preserve"> </w:t>
      </w:r>
      <w:r w:rsidRPr="00CA640D">
        <w:rPr>
          <w:rStyle w:val="libAieChar"/>
          <w:rFonts w:hint="cs"/>
          <w:rtl/>
        </w:rPr>
        <w:t>من</w:t>
      </w:r>
      <w:r w:rsidRPr="00CA640D">
        <w:rPr>
          <w:rStyle w:val="libAieChar"/>
          <w:rtl/>
        </w:rPr>
        <w:t xml:space="preserve"> </w:t>
      </w:r>
      <w:r w:rsidRPr="00CA640D">
        <w:rPr>
          <w:rStyle w:val="libAieChar"/>
          <w:rFonts w:hint="cs"/>
          <w:rtl/>
        </w:rPr>
        <w:t>المومنین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)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سامنے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تلاوت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مسلم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مجاشعی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سامنے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تلاوت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تیرے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تجھے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شہید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5C4E5F">
        <w:rPr>
          <w:rStyle w:val="libArabicChar"/>
          <w:rtl/>
        </w:rPr>
        <w:t>''</w:t>
      </w:r>
      <w:r w:rsidR="00491A3E" w:rsidRPr="00491A3E">
        <w:rPr>
          <w:rStyle w:val="libArabicChar"/>
          <w:rFonts w:hint="cs"/>
          <w:rtl/>
        </w:rPr>
        <w:t>ه</w:t>
      </w:r>
      <w:r w:rsidRPr="00491A3E">
        <w:rPr>
          <w:rStyle w:val="libArabicChar"/>
          <w:rFonts w:hint="cs"/>
          <w:rtl/>
        </w:rPr>
        <w:t>ذا</w:t>
      </w:r>
      <w:r w:rsidRPr="005C4E5F">
        <w:rPr>
          <w:rStyle w:val="libArabicChar"/>
          <w:rtl/>
        </w:rPr>
        <w:t xml:space="preserve"> </w:t>
      </w:r>
      <w:r w:rsidRPr="005C4E5F">
        <w:rPr>
          <w:rStyle w:val="libArabicChar"/>
          <w:rFonts w:hint="cs"/>
          <w:rtl/>
        </w:rPr>
        <w:t>قلیل</w:t>
      </w:r>
      <w:r w:rsidRPr="005C4E5F">
        <w:rPr>
          <w:rStyle w:val="libArabicChar"/>
          <w:rtl/>
        </w:rPr>
        <w:t xml:space="preserve"> </w:t>
      </w:r>
      <w:r w:rsidRPr="005C4E5F">
        <w:rPr>
          <w:rStyle w:val="libArabicChar"/>
          <w:rFonts w:hint="cs"/>
          <w:rtl/>
        </w:rPr>
        <w:t>فی</w:t>
      </w:r>
      <w:r w:rsidRPr="005C4E5F">
        <w:rPr>
          <w:rStyle w:val="libArabicChar"/>
          <w:rtl/>
        </w:rPr>
        <w:t xml:space="preserve"> </w:t>
      </w:r>
      <w:r w:rsidRPr="005C4E5F">
        <w:rPr>
          <w:rStyle w:val="libArabicChar"/>
          <w:rFonts w:hint="cs"/>
          <w:rtl/>
        </w:rPr>
        <w:t>ذاتِ</w:t>
      </w:r>
      <w:r w:rsidRPr="005C4E5F">
        <w:rPr>
          <w:rStyle w:val="libArabicChar"/>
          <w:rtl/>
        </w:rPr>
        <w:t xml:space="preserve"> </w:t>
      </w:r>
      <w:r w:rsidRPr="005C4E5F">
        <w:rPr>
          <w:rStyle w:val="libArabicChar"/>
          <w:rFonts w:hint="cs"/>
          <w:rtl/>
        </w:rPr>
        <w:t>اللّٰ</w:t>
      </w:r>
      <w:r w:rsidR="00EC5BA0" w:rsidRPr="00491A3E">
        <w:rPr>
          <w:rStyle w:val="libArabicChar"/>
          <w:rFonts w:hint="cs"/>
          <w:rtl/>
        </w:rPr>
        <w:t>ه</w:t>
      </w:r>
      <w:r w:rsidRPr="005C4E5F">
        <w:rPr>
          <w:rStyle w:val="libArabicChar"/>
          <w:rtl/>
        </w:rPr>
        <w:t>''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یعنی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lastRenderedPageBreak/>
        <w:t>کچھ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عائشہ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لشکر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سامنے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دعوت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شروع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تاکہ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خونریزی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سیدھا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الٹے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الٹا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دانتوں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آخر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عایشہ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لشکریوں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شہید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شہادت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حملہ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724808" w:rsidRPr="006A282F" w:rsidRDefault="006A282F" w:rsidP="005C4E5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جی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ابتداء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ذریعہ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تبلیغ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حجت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شجاعت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بہادری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ہدف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حصول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آخری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سانس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لڑتے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>۔</w:t>
      </w:r>
    </w:p>
    <w:p w:rsidR="006A282F" w:rsidRPr="006A282F" w:rsidRDefault="006A282F" w:rsidP="00DF5E4E">
      <w:pPr>
        <w:pStyle w:val="Heading1"/>
      </w:pPr>
      <w:bookmarkStart w:id="52" w:name="_Toc440194782"/>
      <w:r w:rsidRPr="006A282F">
        <w:rPr>
          <w:rFonts w:hint="cs"/>
          <w:rtl/>
        </w:rPr>
        <w:t>عدالت</w:t>
      </w:r>
      <w:r w:rsidRPr="006A282F">
        <w:rPr>
          <w:rtl/>
        </w:rPr>
        <w:t>:</w:t>
      </w:r>
      <w:bookmarkEnd w:id="52"/>
    </w:p>
    <w:p w:rsidR="006A282F" w:rsidRPr="006A282F" w:rsidRDefault="006A282F" w:rsidP="00724808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مرتبہ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متعلق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گفتگو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موجود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فاصلحوا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بین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ما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بالعدل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اقسطوا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انّ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یحب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المقسطین</w:t>
      </w:r>
      <w:r w:rsidRPr="003729E7">
        <w:rPr>
          <w:rStyle w:val="libAieChar"/>
          <w:rtl/>
        </w:rPr>
        <w:t>)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مناسب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مختصر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بحث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6A282F">
        <w:rPr>
          <w:rFonts w:hint="cs"/>
          <w:rtl/>
        </w:rPr>
        <w:t>۔ 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خلقت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پیدائش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بالعدل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قامت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السّموات</w:t>
      </w:r>
      <w:r w:rsidRPr="003729E7">
        <w:rPr>
          <w:rStyle w:val="libAieChar"/>
          <w:rtl/>
        </w:rPr>
        <w:t>''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6A282F">
        <w:rPr>
          <w:rFonts w:hint="cs"/>
          <w:rtl/>
        </w:rPr>
        <w:t>۔ انبیاء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بعثت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مقصد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انصاف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لیں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یقوم</w:t>
      </w:r>
      <w:r w:rsidRPr="006A282F">
        <w:rPr>
          <w:rtl/>
        </w:rPr>
        <w:t xml:space="preserve"> 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بحار،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32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="00067685" w:rsidRPr="00067685">
        <w:rPr>
          <w:rFonts w:hint="cs"/>
          <w:rtl/>
        </w:rPr>
        <w:t>7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 xml:space="preserve">     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بحار،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33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5</w:t>
      </w:r>
      <w:r w:rsidR="008F1760" w:rsidRPr="00067685">
        <w:rPr>
          <w:rFonts w:hint="cs"/>
          <w:rtl/>
        </w:rPr>
        <w:t>9</w:t>
      </w:r>
      <w:r w:rsidR="008F1760" w:rsidRPr="008F1760">
        <w:rPr>
          <w:rFonts w:hint="cs"/>
          <w:rtl/>
        </w:rPr>
        <w:t>3</w:t>
      </w:r>
      <w:r w:rsidRPr="006A282F">
        <w:rPr>
          <w:rtl/>
        </w:rPr>
        <w:tab/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3729E7">
        <w:rPr>
          <w:rStyle w:val="libAieChar"/>
          <w:rFonts w:hint="cs"/>
          <w:rtl/>
        </w:rPr>
        <w:t>الناس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بالقسط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6A282F">
        <w:rPr>
          <w:rFonts w:hint="cs"/>
          <w:rtl/>
        </w:rPr>
        <w:t>۔ عدالت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زندگی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العدل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حیاة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والجور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ممات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گھنٹہ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ستر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عبادت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افضل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روزہ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بیداری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 عادل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دعا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مستجاب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4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>۔ 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انصاف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رزق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برکت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اضافہ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5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>۔ 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موسیٰ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کاظم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مروی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نیاز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ہوجائیں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6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شہد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شیرین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>۔ 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موسیٰ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کاظم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5C4E5F">
        <w:rPr>
          <w:rStyle w:val="libAieChar"/>
          <w:rtl/>
        </w:rPr>
        <w:t>(</w:t>
      </w:r>
      <w:r w:rsidRPr="005C4E5F">
        <w:rPr>
          <w:rStyle w:val="libAieChar"/>
          <w:rFonts w:hint="cs"/>
          <w:rtl/>
        </w:rPr>
        <w:t>یحیی</w:t>
      </w:r>
      <w:r w:rsidRPr="005C4E5F">
        <w:rPr>
          <w:rStyle w:val="libAieChar"/>
          <w:rtl/>
        </w:rPr>
        <w:t xml:space="preserve"> </w:t>
      </w:r>
      <w:r w:rsidRPr="005C4E5F">
        <w:rPr>
          <w:rStyle w:val="libAieChar"/>
          <w:rFonts w:hint="cs"/>
          <w:rtl/>
        </w:rPr>
        <w:t>الارض</w:t>
      </w:r>
      <w:r w:rsidRPr="005C4E5F">
        <w:rPr>
          <w:rStyle w:val="libAieChar"/>
          <w:rtl/>
        </w:rPr>
        <w:t xml:space="preserve"> </w:t>
      </w:r>
      <w:r w:rsidRPr="005C4E5F">
        <w:rPr>
          <w:rStyle w:val="libAieChar"/>
          <w:rFonts w:hint="cs"/>
          <w:rtl/>
        </w:rPr>
        <w:t>بعد</w:t>
      </w:r>
      <w:r w:rsidRPr="005C4E5F">
        <w:rPr>
          <w:rStyle w:val="libAieChar"/>
          <w:rtl/>
        </w:rPr>
        <w:t xml:space="preserve"> </w:t>
      </w:r>
      <w:r w:rsidRPr="005C4E5F">
        <w:rPr>
          <w:rStyle w:val="libAieChar"/>
          <w:rFonts w:hint="cs"/>
          <w:rtl/>
        </w:rPr>
        <w:t>موت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ا</w:t>
      </w:r>
      <w:r w:rsidRPr="005C4E5F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تفسیر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خداوند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زمین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زندگی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عطا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یعنی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خداوند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مبعوث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انصاف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قائم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زمین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انصاف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قیام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زندہ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7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ab/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حدید،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</w:t>
      </w:r>
      <w:r w:rsidR="008F1760" w:rsidRPr="00067685">
        <w:rPr>
          <w:rFonts w:hint="cs"/>
          <w:rtl/>
        </w:rPr>
        <w:t>5</w:t>
      </w:r>
      <w:r w:rsidRPr="006A282F">
        <w:rPr>
          <w:rtl/>
        </w:rPr>
        <w:tab/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آثار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الصادقین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،ج</w:t>
      </w:r>
      <w:r w:rsidR="008F1760" w:rsidRPr="008F1760">
        <w:rPr>
          <w:rFonts w:hint="cs"/>
          <w:rtl/>
        </w:rPr>
        <w:t>12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530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جامع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السادات،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223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)۔وسائل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الشیعہ،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10</w:t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)۔کافی،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5</w:t>
      </w:r>
      <w:r w:rsidR="00067685" w:rsidRPr="00067685">
        <w:rPr>
          <w:rFonts w:hint="cs"/>
          <w:rtl/>
        </w:rPr>
        <w:t>6</w:t>
      </w:r>
      <w:r w:rsidR="008F1760" w:rsidRPr="00067685">
        <w:rPr>
          <w:rFonts w:hint="cs"/>
          <w:rtl/>
        </w:rPr>
        <w:t>9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>)۔ کافی،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5</w:t>
      </w:r>
      <w:r w:rsidR="008F1760" w:rsidRPr="008F1760">
        <w:rPr>
          <w:rFonts w:hint="cs"/>
          <w:rtl/>
        </w:rPr>
        <w:t>51</w:t>
      </w:r>
      <w:r w:rsidRPr="006A282F">
        <w:rPr>
          <w:rFonts w:hint="cs"/>
          <w:rtl/>
        </w:rPr>
        <w:t xml:space="preserve">                      (</w:t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>)۔ کافی،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</w:t>
      </w:r>
      <w:r w:rsidR="00067685" w:rsidRPr="00067685">
        <w:rPr>
          <w:rFonts w:hint="cs"/>
          <w:rtl/>
        </w:rPr>
        <w:t>7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ab/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9</w:t>
      </w:r>
      <w:r w:rsidR="006A282F" w:rsidRPr="006A282F">
        <w:rPr>
          <w:rFonts w:hint="cs"/>
          <w:rtl/>
        </w:rPr>
        <w:t>۔ حضرت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فاطمہ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زہرا</w:t>
      </w:r>
      <w:r w:rsidR="006A282F" w:rsidRPr="006A282F">
        <w:rPr>
          <w:rtl/>
        </w:rPr>
        <w:t xml:space="preserve"> ٭ </w:t>
      </w:r>
      <w:r w:rsidR="006A282F" w:rsidRPr="006A282F">
        <w:rPr>
          <w:rFonts w:hint="cs"/>
          <w:rtl/>
        </w:rPr>
        <w:t>سے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منقول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عدالت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دلوں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لیے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آرام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سکون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باعث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 xml:space="preserve">۔ </w:t>
      </w:r>
      <w:r w:rsidR="006A282F"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="006A282F" w:rsidRPr="003323C2">
        <w:rPr>
          <w:rStyle w:val="libFootnotenumChar"/>
          <w:rFonts w:hint="cs"/>
          <w:rtl/>
        </w:rPr>
        <w:t>)</w:t>
      </w:r>
      <w:r w:rsidR="006A282F" w:rsidRPr="006A282F">
        <w:rPr>
          <w:rtl/>
        </w:rPr>
        <w:t xml:space="preserve"> </w:t>
      </w:r>
    </w:p>
    <w:p w:rsidR="00724808" w:rsidRPr="006A282F" w:rsidRDefault="006A282F" w:rsidP="005C4E5F">
      <w:pPr>
        <w:pStyle w:val="libNormal"/>
      </w:pPr>
      <w:r w:rsidRPr="006A282F">
        <w:rPr>
          <w:rtl/>
        </w:rPr>
        <w:tab/>
        <w:t>(</w:t>
      </w:r>
      <w:r w:rsidRPr="006A282F">
        <w:rPr>
          <w:rFonts w:hint="cs"/>
          <w:rtl/>
        </w:rPr>
        <w:t>جی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فقر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فاقہ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زندگی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گزار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سکتے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انصافی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برداشت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کرپاتے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جلد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غصہ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اظہار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لگتے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="00724808">
        <w:rPr>
          <w:rtl/>
        </w:rPr>
        <w:t>)</w:t>
      </w:r>
    </w:p>
    <w:p w:rsidR="006A282F" w:rsidRPr="006A282F" w:rsidRDefault="006A282F" w:rsidP="00DF5E4E">
      <w:pPr>
        <w:pStyle w:val="Heading1"/>
      </w:pPr>
      <w:bookmarkStart w:id="53" w:name="_Toc440194783"/>
      <w:r w:rsidRPr="006A282F">
        <w:rPr>
          <w:rFonts w:hint="cs"/>
          <w:rtl/>
        </w:rPr>
        <w:t>مکتب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انبیاء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اہمیت</w:t>
      </w:r>
      <w:bookmarkEnd w:id="53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عام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یعنی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قانون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پابندی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یعنی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قانون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خلاف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ورزی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نظر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قانون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اہمیت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کرسکتا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قانون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قانون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تبدیل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قانون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قومی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مفادات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وابستہ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قانون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پختہ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افکار،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محدود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اطلاعات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پرستی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خواہشات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نفسانی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نتیجہ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قانون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مکان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حساب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تبدیل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طاقتور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میںبدل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قانون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اعتراض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نقائص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۔ 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یحضرہ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الفقیہ،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5</w:t>
      </w:r>
      <w:r w:rsidR="00067685" w:rsidRPr="00067685">
        <w:rPr>
          <w:rFonts w:hint="cs"/>
          <w:rtl/>
        </w:rPr>
        <w:t>67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قوانین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پاکیزگی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قداست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عطا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کرسکتے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عزت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شرافت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فراہم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کرسکتے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قسم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قوانین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خلاف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ورزی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انصافی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ہے؟</w:t>
      </w:r>
    </w:p>
    <w:p w:rsidR="006A282F" w:rsidRPr="006A282F" w:rsidRDefault="006A282F" w:rsidP="005C4E5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قوانین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لطف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نتیجہ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جنکا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معصوم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قوانین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قانون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قدرت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متاثر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قانون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پاکیزگی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قدرت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باعث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قانون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اہمیت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خلاف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ورزی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خلاف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6A282F" w:rsidP="00DF5E4E">
      <w:pPr>
        <w:pStyle w:val="Heading1"/>
      </w:pPr>
      <w:bookmarkStart w:id="54" w:name="_Toc440194784"/>
      <w:r w:rsidRPr="006A282F">
        <w:rPr>
          <w:rFonts w:hint="cs"/>
          <w:rtl/>
        </w:rPr>
        <w:t>اعتقادی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فطری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زمینہ</w:t>
      </w:r>
      <w:bookmarkEnd w:id="54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عقیدہ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توحید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اہمیت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خداوند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عادل،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منظم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اختیار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عقیدہ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ابتداء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انتہا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قیامت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خداوند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متعال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حاضر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Pr="006A282F">
        <w:rPr>
          <w:rFonts w:hint="cs"/>
          <w:rtl/>
        </w:rPr>
        <w:t>ادیان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الٰہی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نکتہ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نگاہ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انبیاء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مقصد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قیام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آخری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زمانہ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انتظار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عقیدہ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قابل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زمین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انصاف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قیامت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یقین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عقیدہ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lastRenderedPageBreak/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استوار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زمین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خشک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مکمل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نظم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ضبط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بارگاہ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حاضر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 ۔ </w:t>
      </w:r>
      <w:r w:rsidRPr="006A282F">
        <w:rPr>
          <w:rFonts w:hint="cs"/>
          <w:rtl/>
        </w:rPr>
        <w:t>خداکی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برگزیدہ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انبیاء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قائم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کہلواتے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جی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عقائد،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قیام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بہترین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خیمہ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کائنات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لاوارث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نظم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خلقت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مخلوق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حادثہ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نتیجہ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نیستی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نابودی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تصور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ہدف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عبث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تصور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آدمی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قیام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مقدمہ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فراہم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جی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ممکن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دباؤ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جرائم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قانونی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سزاؤں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بچنے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نظر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خطا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عارضی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کچھ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عرصے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انصاف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کائنات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موجودہ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اشیاء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عبث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ہدف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مادّی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نظریے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قبول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6A282F" w:rsidP="00DF5E4E">
      <w:pPr>
        <w:pStyle w:val="Heading1"/>
      </w:pPr>
      <w:bookmarkStart w:id="55" w:name="_Toc440194785"/>
      <w:r w:rsidRPr="006A282F">
        <w:rPr>
          <w:rFonts w:hint="cs"/>
          <w:rtl/>
        </w:rPr>
        <w:t>عدل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وسعت</w:t>
      </w:r>
      <w:r w:rsidRPr="006A282F">
        <w:rPr>
          <w:rtl/>
        </w:rPr>
        <w:t>:</w:t>
      </w:r>
      <w:bookmarkEnd w:id="55"/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Pr="006A282F">
        <w:rPr>
          <w:rFonts w:hint="cs"/>
          <w:rtl/>
        </w:rPr>
        <w:t>عدالت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بنیادی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توحید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اصول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شمار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مرجع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تقلید،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جماعت،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قاضی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خزانچی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قانون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اہمیت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حاصل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مرحلہ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مسئلہ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قسم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تفریط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جملہ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6A282F">
        <w:rPr>
          <w:rFonts w:hint="cs"/>
          <w:rtl/>
        </w:rPr>
        <w:t>۔ عبادت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یہاں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احادیث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کتب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بعنوان</w:t>
      </w:r>
      <w:r w:rsidRPr="006A282F">
        <w:rPr>
          <w:rtl/>
        </w:rPr>
        <w:t xml:space="preserve"> ''</w:t>
      </w:r>
      <w:r w:rsidRPr="006A282F">
        <w:rPr>
          <w:rFonts w:hint="cs"/>
          <w:rtl/>
        </w:rPr>
        <w:t>الاقتصاد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العبادة</w:t>
      </w:r>
      <w:r w:rsidRPr="006A282F">
        <w:rPr>
          <w:rtl/>
        </w:rPr>
        <w:t xml:space="preserve">'' </w:t>
      </w:r>
      <w:r w:rsidRPr="006A282F">
        <w:rPr>
          <w:rFonts w:hint="cs"/>
          <w:rtl/>
        </w:rPr>
        <w:t>موجود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روایات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عبادت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میانہ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تفریح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6A282F">
        <w:rPr>
          <w:rFonts w:hint="cs"/>
          <w:rtl/>
        </w:rPr>
        <w:t>۔ غیض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غضب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دوست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دشمن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ملامت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سرزنش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تعریف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تمجید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>۔ پیداوار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>۔ بیت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تقسیم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وصیت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>۔ اہل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احباب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9</w:t>
      </w:r>
      <w:r w:rsidRPr="006A282F">
        <w:rPr>
          <w:rFonts w:hint="cs"/>
          <w:rtl/>
        </w:rPr>
        <w:t>۔ قضاوت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فیصلہ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دوران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10</w:t>
      </w:r>
      <w:r w:rsidRPr="006A282F">
        <w:rPr>
          <w:rFonts w:hint="cs"/>
          <w:rtl/>
        </w:rPr>
        <w:t>۔ قصاص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11</w:t>
      </w:r>
      <w:r w:rsidRPr="006A282F">
        <w:rPr>
          <w:rFonts w:hint="cs"/>
          <w:rtl/>
        </w:rPr>
        <w:t>۔ جنگ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>۔</w:t>
      </w:r>
    </w:p>
    <w:p w:rsidR="00724808" w:rsidRPr="00724808" w:rsidRDefault="006A282F" w:rsidP="00724808">
      <w:pPr>
        <w:pStyle w:val="libNormal"/>
      </w:pPr>
      <w:r w:rsidRPr="00724808">
        <w:rPr>
          <w:rtl/>
        </w:rPr>
        <w:tab/>
      </w:r>
      <w:r w:rsidR="008F1760" w:rsidRPr="00067685">
        <w:rPr>
          <w:rFonts w:hint="cs"/>
          <w:rtl/>
        </w:rPr>
        <w:t>12</w:t>
      </w:r>
      <w:r w:rsidRPr="00724808">
        <w:rPr>
          <w:rFonts w:hint="cs"/>
          <w:rtl/>
        </w:rPr>
        <w:t>۔ حیوانات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کے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ساتھ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برتاؤ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میں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عدالت</w:t>
      </w:r>
      <w:r w:rsidRPr="00724808">
        <w:rPr>
          <w:rtl/>
        </w:rPr>
        <w:t xml:space="preserve">۔ </w:t>
      </w:r>
      <w:r w:rsidRPr="00724808">
        <w:rPr>
          <w:rFonts w:hint="cs"/>
          <w:rtl/>
        </w:rPr>
        <w:t>یہاں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تک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کہ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امام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علی</w:t>
      </w:r>
      <w:r w:rsidRPr="00724808">
        <w:rPr>
          <w:rtl/>
        </w:rPr>
        <w:t xml:space="preserve">  </w:t>
      </w:r>
      <w:r w:rsidRPr="00724808">
        <w:rPr>
          <w:rFonts w:hint="cs"/>
          <w:rtl/>
        </w:rPr>
        <w:t>ـ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زکات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کی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جمع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آوری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کرنے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والے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شخص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سے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یہ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فرماتے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ہیں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کہ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زکات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میں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ملے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ہوئے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جانوروں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پر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سواری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میں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بھی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عدالت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سے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کام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لینا</w:t>
      </w:r>
      <w:r w:rsidRPr="00724808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  <w:r w:rsidRPr="00724808">
        <w:rPr>
          <w:rFonts w:hint="cs"/>
          <w:rtl/>
        </w:rPr>
        <w:t xml:space="preserve"> مثال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کے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طور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پر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اگر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زکات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میں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چار</w:t>
      </w:r>
      <w:r w:rsidRPr="00724808">
        <w:rPr>
          <w:rtl/>
        </w:rPr>
        <w:t xml:space="preserve"> </w:t>
      </w:r>
      <w:r w:rsidRPr="00724808">
        <w:rPr>
          <w:rFonts w:hint="cs"/>
          <w:rtl/>
        </w:rPr>
        <w:t>اونٹ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 xml:space="preserve"> ۔۔۔۔۔۔۔۔۔۔۔۔۔۔۔۔۔۔۔۔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نہج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البلاغہ،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مکتوب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</w:t>
      </w:r>
      <w:r w:rsidR="008F1760" w:rsidRPr="00067685">
        <w:rPr>
          <w:rFonts w:hint="cs"/>
          <w:rtl/>
        </w:rPr>
        <w:t>5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ملے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گھنٹے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اونٹ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آدھا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گھنٹہ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ـفرماتے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حاجی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جلدی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پہنچنے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گواہی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مسائل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حقوقی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قبول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724808" w:rsidRPr="006A282F" w:rsidRDefault="006A282F" w:rsidP="005C4E5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بہرحال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مسجد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بیٹھا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اٹھا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اشکال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DF5E4E">
      <w:pPr>
        <w:pStyle w:val="Heading1"/>
      </w:pPr>
      <w:bookmarkStart w:id="56" w:name="_Toc440194786"/>
      <w:r w:rsidRPr="006A282F">
        <w:rPr>
          <w:rFonts w:hint="cs"/>
          <w:rtl/>
        </w:rPr>
        <w:t>نمونے</w:t>
      </w:r>
      <w:r w:rsidRPr="006A282F">
        <w:rPr>
          <w:rtl/>
        </w:rPr>
        <w:t>:</w:t>
      </w:r>
      <w:bookmarkEnd w:id="56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٭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حجاز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برتر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تصور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حکم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5C4E5F">
        <w:rPr>
          <w:rStyle w:val="libAieChar"/>
          <w:rtl/>
        </w:rPr>
        <w:t>(</w:t>
      </w:r>
      <w:r w:rsidRPr="005C4E5F">
        <w:rPr>
          <w:rStyle w:val="libAieChar"/>
          <w:rFonts w:hint="cs"/>
          <w:rtl/>
        </w:rPr>
        <w:t>آفیضوا</w:t>
      </w:r>
      <w:r w:rsidRPr="005C4E5F">
        <w:rPr>
          <w:rStyle w:val="libAieChar"/>
          <w:rtl/>
        </w:rPr>
        <w:t xml:space="preserve"> </w:t>
      </w:r>
      <w:r w:rsidRPr="005C4E5F">
        <w:rPr>
          <w:rStyle w:val="libAieChar"/>
          <w:rFonts w:hint="cs"/>
          <w:rtl/>
        </w:rPr>
        <w:t>من</w:t>
      </w:r>
      <w:r w:rsidRPr="005C4E5F">
        <w:rPr>
          <w:rStyle w:val="libAieChar"/>
          <w:rtl/>
        </w:rPr>
        <w:t xml:space="preserve"> </w:t>
      </w:r>
      <w:r w:rsidRPr="005C4E5F">
        <w:rPr>
          <w:rStyle w:val="libAieChar"/>
          <w:rFonts w:hint="cs"/>
          <w:rtl/>
        </w:rPr>
        <w:t>حیث</w:t>
      </w:r>
      <w:r w:rsidRPr="005C4E5F">
        <w:rPr>
          <w:rStyle w:val="libAieChar"/>
          <w:rtl/>
        </w:rPr>
        <w:t xml:space="preserve"> </w:t>
      </w:r>
      <w:r w:rsidRPr="005C4E5F">
        <w:rPr>
          <w:rStyle w:val="libAieChar"/>
          <w:rFonts w:hint="cs"/>
          <w:rtl/>
        </w:rPr>
        <w:t>افاض</w:t>
      </w:r>
      <w:r w:rsidRPr="005C4E5F">
        <w:rPr>
          <w:rStyle w:val="libAieChar"/>
          <w:rtl/>
        </w:rPr>
        <w:t xml:space="preserve"> </w:t>
      </w:r>
      <w:r w:rsidRPr="005C4E5F">
        <w:rPr>
          <w:rStyle w:val="libAieChar"/>
          <w:rFonts w:hint="cs"/>
          <w:rtl/>
        </w:rPr>
        <w:t>النّاس</w:t>
      </w:r>
      <w:r w:rsidRPr="005C4E5F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ثروت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انبیاء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فقراء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بارگاہ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نکال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5C4E5F">
        <w:rPr>
          <w:rStyle w:val="libAieChar"/>
          <w:rtl/>
        </w:rPr>
        <w:t>(</w:t>
      </w:r>
      <w:r w:rsidRPr="005C4E5F">
        <w:rPr>
          <w:rStyle w:val="libAieChar"/>
          <w:rFonts w:hint="cs"/>
          <w:rtl/>
        </w:rPr>
        <w:t>مأ</w:t>
      </w:r>
      <w:r w:rsidRPr="005C4E5F">
        <w:rPr>
          <w:rStyle w:val="libAieChar"/>
          <w:rtl/>
        </w:rPr>
        <w:t xml:space="preserve"> </w:t>
      </w:r>
      <w:r w:rsidRPr="005C4E5F">
        <w:rPr>
          <w:rStyle w:val="libAieChar"/>
          <w:rFonts w:hint="cs"/>
          <w:rtl/>
        </w:rPr>
        <w:t>انٰا</w:t>
      </w:r>
      <w:r w:rsidRPr="005C4E5F">
        <w:rPr>
          <w:rStyle w:val="libAieChar"/>
          <w:rtl/>
        </w:rPr>
        <w:t xml:space="preserve"> </w:t>
      </w:r>
      <w:r w:rsidRPr="005C4E5F">
        <w:rPr>
          <w:rStyle w:val="libAieChar"/>
          <w:rFonts w:hint="cs"/>
          <w:rtl/>
        </w:rPr>
        <w:t>بِطَارد</w:t>
      </w:r>
      <w:r w:rsidRPr="005C4E5F">
        <w:rPr>
          <w:rStyle w:val="libAieChar"/>
          <w:rtl/>
        </w:rPr>
        <w:t xml:space="preserve"> </w:t>
      </w:r>
      <w:r w:rsidRPr="005C4E5F">
        <w:rPr>
          <w:rStyle w:val="libAieChar"/>
          <w:rFonts w:hint="cs"/>
          <w:rtl/>
        </w:rPr>
        <w:t>الّذین</w:t>
      </w:r>
      <w:r w:rsidRPr="005C4E5F">
        <w:rPr>
          <w:rStyle w:val="libAieChar"/>
          <w:rtl/>
        </w:rPr>
        <w:t xml:space="preserve"> </w:t>
      </w:r>
      <w:r w:rsidRPr="005C4E5F">
        <w:rPr>
          <w:rStyle w:val="libAieChar"/>
          <w:rFonts w:hint="cs"/>
          <w:rtl/>
        </w:rPr>
        <w:t>اٰمنوا</w:t>
      </w:r>
      <w:r w:rsidRPr="005C4E5F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4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٭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اکرم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آخری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قبیلہ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تعلق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5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)۔وسائل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الشیعہ،کتاب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الحج</w:t>
      </w:r>
      <w:r w:rsidRPr="006A282F">
        <w:rPr>
          <w:rtl/>
        </w:rPr>
        <w:tab/>
      </w:r>
      <w:r w:rsidRPr="006A282F">
        <w:rPr>
          <w:rtl/>
        </w:rPr>
        <w:tab/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توضیح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المسائل</w:t>
      </w:r>
      <w:r w:rsidRPr="006A282F">
        <w:rPr>
          <w:rtl/>
        </w:rPr>
        <w:tab/>
      </w:r>
      <w:r w:rsidRPr="006A282F">
        <w:rPr>
          <w:rtl/>
        </w:rPr>
        <w:tab/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بقرہ،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="008F1760" w:rsidRPr="00067685">
        <w:rPr>
          <w:rFonts w:hint="cs"/>
          <w:rtl/>
        </w:rPr>
        <w:t>99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ہود،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</w:t>
      </w:r>
      <w:r w:rsidR="008F1760" w:rsidRPr="00067685">
        <w:rPr>
          <w:rFonts w:hint="cs"/>
          <w:rtl/>
        </w:rPr>
        <w:t>9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)۔ سفینة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البحار،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35</w:t>
      </w:r>
      <w:r w:rsidR="008F1760" w:rsidRPr="00067685">
        <w:rPr>
          <w:rFonts w:hint="cs"/>
          <w:rtl/>
        </w:rPr>
        <w:t>8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سیاستدان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مصلحت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پسند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مولائے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کائنات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علی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عرض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فقراء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غلاموں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حصہ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حصے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بڑے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حصہ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تاکہ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حکومت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جڑیں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مضبوط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ہوجائیں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قسم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خلاف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ورزی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معاویہ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ملحق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>: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خراج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ٹیکس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ادا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ہرگز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رُکے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حکومت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ابتدائی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جتنا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پیسہ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مصرف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واپس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پلٹا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خریدے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٭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علی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>: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ذاتی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مساوات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تقسیم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کرسکتا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مال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بیت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المال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مساوات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تقسیم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کروں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٭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جہنم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انصاف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4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5A3273">
      <w:pPr>
        <w:pStyle w:val="libNormal"/>
      </w:pPr>
      <w:r w:rsidRPr="006A282F">
        <w:rPr>
          <w:rtl/>
        </w:rPr>
        <w:t>٭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کفالت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قیامت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محشور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بندھے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وسائل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الشیعہ،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1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10</w:t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ab/>
        <w:t xml:space="preserve"> </w:t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2</w:t>
      </w:r>
      <w:r w:rsidRPr="006A282F">
        <w:rPr>
          <w:rtl/>
        </w:rPr>
        <w:t>)۔</w:t>
      </w:r>
      <w:r w:rsidRPr="006A282F">
        <w:rPr>
          <w:rFonts w:hint="cs"/>
          <w:rtl/>
        </w:rPr>
        <w:t>نہج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البلاغہ،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خطبہ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="008F1760" w:rsidRPr="00067685">
        <w:rPr>
          <w:rFonts w:hint="cs"/>
          <w:rtl/>
        </w:rPr>
        <w:t>5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نہج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البلاغہ،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خطبہ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12</w:t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)۔ میزان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الحکمہ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ہونگے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نکات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طالب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کشف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قربان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کتاب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کلمہ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پوشیدہ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تازگی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شادابی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زمین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تبدیلی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چھین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سکتی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انداز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کتاب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جاسکے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گزارش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سطر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لکھیں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کلمہ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صحیح،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منطقی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جاویدان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نکات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پوشیدہ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استفادہ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رہے</w:t>
      </w:r>
      <w:r w:rsidRPr="006A282F">
        <w:rPr>
          <w:rtl/>
        </w:rPr>
        <w:t xml:space="preserve"> !!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٭</w:t>
      </w:r>
      <w:r w:rsidRPr="006A282F">
        <w:rPr>
          <w:rFonts w:hint="cs"/>
          <w:rtl/>
        </w:rPr>
        <w:t>پروردگارا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تجھے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کلمہ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واسطہ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ہدایت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لغزشوں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دوچار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067685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="00067685">
        <w:rPr>
          <w:rFonts w:hint="cs"/>
          <w:rtl/>
        </w:rPr>
        <w:t>)</w:t>
      </w:r>
      <w:r w:rsidR="00067685" w:rsidRPr="006A282F">
        <w:rPr>
          <w:rtl/>
        </w:rPr>
        <w:t xml:space="preserve"> 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میزان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الحکمہ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DF5E4E">
      <w:pPr>
        <w:pStyle w:val="Heading1"/>
      </w:pPr>
      <w:bookmarkStart w:id="57" w:name="_Toc440194787"/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Pr="006A282F">
        <w:rPr>
          <w:rtl/>
        </w:rPr>
        <w:t xml:space="preserve"> </w:t>
      </w:r>
      <w:r w:rsidR="008F1760" w:rsidRPr="00C26ECE">
        <w:rPr>
          <w:rFonts w:hint="cs"/>
          <w:rtl/>
        </w:rPr>
        <w:t>10</w:t>
      </w:r>
      <w:bookmarkEnd w:id="57"/>
    </w:p>
    <w:p w:rsidR="006A282F" w:rsidRPr="006A282F" w:rsidRDefault="006A282F" w:rsidP="003729E7">
      <w:pPr>
        <w:pStyle w:val="libAie"/>
      </w:pPr>
      <w:r w:rsidRPr="006A282F">
        <w:rPr>
          <w:rFonts w:hint="cs"/>
          <w:rtl/>
        </w:rPr>
        <w:t>ِنَّمَا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مُؤ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مِنُونَ</w:t>
      </w:r>
      <w:r w:rsidRPr="006A282F">
        <w:rPr>
          <w:rtl/>
        </w:rPr>
        <w:t xml:space="preserve"> ِ</w:t>
      </w:r>
      <w:r w:rsidRPr="006A282F">
        <w:rPr>
          <w:rFonts w:hint="cs"/>
          <w:rtl/>
        </w:rPr>
        <w:t>خ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وَة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فََص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لِحُوا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بَی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نَ</w:t>
      </w:r>
      <w:r w:rsidRPr="006A282F">
        <w:rPr>
          <w:rtl/>
        </w:rPr>
        <w:t xml:space="preserve"> َ</w:t>
      </w:r>
      <w:r w:rsidRPr="006A282F">
        <w:rPr>
          <w:rFonts w:hint="cs"/>
          <w:rtl/>
        </w:rPr>
        <w:t>خَوَی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کُم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وَاتَّقُوا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اﷲَ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لَعَلَّکُم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تُر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حَمُونَ</w:t>
      </w:r>
      <w:r w:rsidR="00EC5BA0" w:rsidRPr="00EC5BA0">
        <w:rPr>
          <w:rFonts w:hint="cs"/>
          <w:rtl/>
        </w:rPr>
        <w:t>-</w:t>
      </w:r>
      <w:r w:rsidRPr="00491A3E">
        <w:rPr>
          <w:rFonts w:hint="cs"/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ترجمہ</w:t>
      </w:r>
      <w:r w:rsidRPr="006A282F">
        <w:rPr>
          <w:rtl/>
        </w:rPr>
        <w:t>: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مومنین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بالکل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لہٰذا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اصلاح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ڈرتے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شاید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رحم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٭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رابطے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تعبیر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نکات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پوشیدہ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: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الف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دشمن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مقابلے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بازو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ب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رشتہ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گہرا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ج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آج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تعلق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روابط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شہر،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وطن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الفاظ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مگر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رابطے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اظہار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لفظ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مفید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گہرے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د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باہمی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ھ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حدیث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ہاتھوں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تشبیہ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دھوتے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مدد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محجة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البیضائ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 xml:space="preserve">٭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قبل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مجموعی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کلمہ</w:t>
      </w:r>
      <w:r w:rsidRPr="006A282F">
        <w:rPr>
          <w:rtl/>
        </w:rPr>
        <w:t xml:space="preserve"> ''</w:t>
      </w:r>
      <w:r w:rsidRPr="006A282F">
        <w:rPr>
          <w:rFonts w:hint="cs"/>
          <w:rtl/>
        </w:rPr>
        <w:t>أصلحوا</w:t>
      </w:r>
      <w:r w:rsidRPr="006A282F">
        <w:rPr>
          <w:rtl/>
        </w:rPr>
        <w:t xml:space="preserve">'' </w:t>
      </w:r>
      <w:r w:rsidRPr="006A282F">
        <w:rPr>
          <w:rFonts w:hint="cs"/>
          <w:rtl/>
        </w:rPr>
        <w:t>تین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نشاندہی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آشتی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کتنی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Default="006A282F" w:rsidP="006A282F">
      <w:pPr>
        <w:pStyle w:val="libNormal"/>
      </w:pPr>
      <w:r w:rsidRPr="006A282F">
        <w:rPr>
          <w:rtl/>
        </w:rPr>
        <w:tab/>
        <w:t>٭</w:t>
      </w:r>
      <w:r w:rsidRPr="006A282F">
        <w:rPr>
          <w:rFonts w:hint="cs"/>
          <w:rtl/>
        </w:rPr>
        <w:t>مسلمانوں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جھگڑنے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تلخ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حوادث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رونما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مثال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ناراضگی،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سوئِ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ظن،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غلط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پروپیگنڈا،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انتقام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جوئی،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فتنہ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فساد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لہٰذا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اِن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جملوں</w:t>
      </w:r>
      <w:r w:rsidRPr="006A282F">
        <w:rPr>
          <w:rtl/>
        </w:rPr>
        <w:t xml:space="preserve"> ۔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أصلحوا،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أقسطوا،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یحب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المقسطین،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اِخوة،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اخویکم،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اتّقوا،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ترحمون،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ذریعہ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حاصل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زخموں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724808" w:rsidRPr="006A282F" w:rsidRDefault="00724808" w:rsidP="006A282F">
      <w:pPr>
        <w:pStyle w:val="libNormal"/>
      </w:pPr>
    </w:p>
    <w:p w:rsidR="006A282F" w:rsidRPr="006A282F" w:rsidRDefault="006A282F" w:rsidP="00DF5E4E">
      <w:pPr>
        <w:pStyle w:val="Heading1"/>
      </w:pPr>
      <w:bookmarkStart w:id="58" w:name="_Toc440194788"/>
      <w:r w:rsidRPr="006A282F">
        <w:rPr>
          <w:rFonts w:hint="cs"/>
          <w:rtl/>
        </w:rPr>
        <w:t>پیغامات</w:t>
      </w:r>
      <w:r w:rsidRPr="006A282F">
        <w:rPr>
          <w:rtl/>
        </w:rPr>
        <w:t>:</w:t>
      </w:r>
      <w:bookmarkEnd w:id="58"/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6A282F">
        <w:rPr>
          <w:rFonts w:hint="cs"/>
          <w:rtl/>
        </w:rPr>
        <w:t>۔ اخوت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برادری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فقط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پوشیدہ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۔ (</w:t>
      </w:r>
      <w:r w:rsidRPr="006A282F">
        <w:rPr>
          <w:rFonts w:hint="cs"/>
          <w:rtl/>
        </w:rPr>
        <w:t>معاشی،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سیاسی،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نسلی،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جغرافیائی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تاریخی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مسائل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ذریعہ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اخوت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برادری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جاسکتی</w:t>
      </w:r>
      <w:r w:rsidRPr="006A282F">
        <w:rPr>
          <w:rtl/>
        </w:rPr>
        <w:t xml:space="preserve"> )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انّما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المومنون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الاخوة</w:t>
      </w:r>
      <w:r w:rsidRPr="003729E7">
        <w:rPr>
          <w:rStyle w:val="libAieChar"/>
          <w:rtl/>
        </w:rPr>
        <w:t>)</w:t>
      </w:r>
    </w:p>
    <w:p w:rsidR="006A282F" w:rsidRPr="006A282F" w:rsidRDefault="006A282F" w:rsidP="00724808">
      <w:pPr>
        <w:pStyle w:val="libNormal"/>
      </w:pPr>
      <w:r w:rsidRPr="006A282F">
        <w:rPr>
          <w:rFonts w:hint="cs"/>
          <w:rtl/>
        </w:rPr>
        <w:t>جان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گرگان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سگان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ھم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جدااست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متحد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ھای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شیران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ترجمہ</w:t>
      </w:r>
      <w:r w:rsidRPr="006A282F">
        <w:rPr>
          <w:rtl/>
        </w:rPr>
        <w:t xml:space="preserve"> :</w:t>
      </w:r>
      <w:r w:rsidRPr="006A282F">
        <w:rPr>
          <w:rFonts w:hint="cs"/>
          <w:rtl/>
        </w:rPr>
        <w:t>بھیڑیوں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کتوں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اتحاد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ممکن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البتہ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شیروں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اتحاد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ممکن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6A282F">
        <w:rPr>
          <w:rFonts w:hint="cs"/>
          <w:rtl/>
        </w:rPr>
        <w:t>۔ اخوت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برادری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بنیاد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مکان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پابند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 xml:space="preserve">( </w:t>
      </w:r>
      <w:r w:rsidRPr="003729E7">
        <w:rPr>
          <w:rStyle w:val="libAieChar"/>
          <w:rFonts w:hint="cs"/>
          <w:rtl/>
        </w:rPr>
        <w:t>انّما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المومنون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الاخوة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6A282F">
        <w:rPr>
          <w:rFonts w:hint="cs"/>
          <w:rtl/>
        </w:rPr>
        <w:t>۔ 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برتر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سمجھے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اخوة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البتہ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والدین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اولاد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lastRenderedPageBreak/>
        <w:t xml:space="preserve"> </w:t>
      </w:r>
      <w:r w:rsidRPr="006A282F">
        <w:rPr>
          <w:rFonts w:hint="cs"/>
          <w:rtl/>
        </w:rPr>
        <w:t>برتری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مساوات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آشتی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آمیز،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نفسیاتی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تعمیری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گفتگو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اِخْوة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فَاصلِحُوا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آشتی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فَاصلِحُوا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>۔ 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گروہوں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بَین</w:t>
      </w:r>
      <w:r w:rsidRPr="003729E7">
        <w:rPr>
          <w:rStyle w:val="libAieChar"/>
          <w:rFonts w:hint="cs"/>
          <w:rtl/>
        </w:rPr>
        <w:t>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أخوّیکم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>۔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آشتی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کچھ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آفات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لہٰذا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احتیاط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فاصلحوا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واتقوا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آشتی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آفات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خودنمائی،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توقع،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جتانا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وغیرہ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>۔ ایسا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مصروف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رحمت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محروم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فاصلحوا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واتقوا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ترحمون</w:t>
      </w:r>
      <w:r w:rsidRPr="003729E7">
        <w:rPr>
          <w:rStyle w:val="libAieChar"/>
          <w:rtl/>
        </w:rPr>
        <w:t>''</w:t>
      </w:r>
    </w:p>
    <w:p w:rsidR="00724808" w:rsidRPr="00067685" w:rsidRDefault="006A282F" w:rsidP="005A3273">
      <w:pPr>
        <w:pStyle w:val="libNormal"/>
        <w:rPr>
          <w:rStyle w:val="libAieChar"/>
        </w:rPr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9</w:t>
      </w:r>
      <w:r w:rsidRPr="006A282F">
        <w:rPr>
          <w:rFonts w:hint="cs"/>
          <w:rtl/>
        </w:rPr>
        <w:t>۔ 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صفائی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رحمت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الٰہی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نزول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خیمہ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فاصلحوا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ترحمون</w:t>
      </w:r>
      <w:r w:rsidRPr="003729E7">
        <w:rPr>
          <w:rStyle w:val="libAieChar"/>
          <w:rtl/>
        </w:rPr>
        <w:t>''</w:t>
      </w:r>
    </w:p>
    <w:p w:rsidR="006A282F" w:rsidRPr="006A282F" w:rsidRDefault="006A282F" w:rsidP="00DF5E4E">
      <w:pPr>
        <w:pStyle w:val="Heading1"/>
      </w:pPr>
      <w:bookmarkStart w:id="59" w:name="_Toc440194789"/>
      <w:r w:rsidRPr="006A282F">
        <w:rPr>
          <w:rFonts w:hint="cs"/>
          <w:rtl/>
        </w:rPr>
        <w:t>اخوت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برادری</w:t>
      </w:r>
      <w:r w:rsidRPr="006A282F">
        <w:rPr>
          <w:rtl/>
        </w:rPr>
        <w:t>:</w:t>
      </w:r>
      <w:bookmarkEnd w:id="59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امتیازات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امتیاز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اصلاحات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جڑ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شروع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مثال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انّ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العزة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للّٰ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جمیعًا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تمام</w:t>
      </w:r>
      <w:r w:rsidRPr="006A282F">
        <w:rPr>
          <w:rtl/>
        </w:rPr>
        <w:t xml:space="preserve"> 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یونس،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067685" w:rsidRPr="00067685">
        <w:rPr>
          <w:rFonts w:hint="cs"/>
          <w:rtl/>
        </w:rPr>
        <w:t>6</w:t>
      </w:r>
      <w:r w:rsidR="008F1760" w:rsidRPr="00067685">
        <w:rPr>
          <w:rFonts w:hint="cs"/>
          <w:rtl/>
        </w:rPr>
        <w:t>5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عزت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نصیحت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عزت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عزت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خاطر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 </w:t>
      </w:r>
      <w:r w:rsidRPr="003729E7">
        <w:rPr>
          <w:rStyle w:val="libAieChar"/>
          <w:rFonts w:hint="cs"/>
          <w:rtl/>
        </w:rPr>
        <w:t>انّ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القَوة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للّٰ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جمیعًا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قدرت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نتیجہ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پیچھے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ہو؟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لڑائی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جھگڑا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لیے؟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ومحبت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رہو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اصلاح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فکری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اعتقادی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اصلاح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رفتار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 xml:space="preserve">٭ </w:t>
      </w:r>
      <w:r w:rsidRPr="006A282F">
        <w:rPr>
          <w:rFonts w:hint="cs"/>
          <w:rtl/>
        </w:rPr>
        <w:t>اخوت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برادری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کلمات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صدر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چالیس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ہمراہ</w:t>
      </w:r>
      <w:r w:rsidRPr="006A282F">
        <w:rPr>
          <w:rtl/>
        </w:rPr>
        <w:t xml:space="preserve"> ''</w:t>
      </w:r>
      <w:r w:rsidRPr="006A282F">
        <w:rPr>
          <w:rFonts w:hint="cs"/>
          <w:rtl/>
        </w:rPr>
        <w:t>نخلیہ</w:t>
      </w:r>
      <w:r w:rsidRPr="006A282F">
        <w:rPr>
          <w:rtl/>
        </w:rPr>
        <w:t xml:space="preserve">'' </w:t>
      </w:r>
      <w:r w:rsidRPr="006A282F">
        <w:rPr>
          <w:rFonts w:hint="cs"/>
          <w:rtl/>
        </w:rPr>
        <w:t>نامی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علاقے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موجود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جبرائیل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امین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نازل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فرشتوں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اخوت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برادری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رشتہ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قائم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لہٰذا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آنحضرت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اصحاب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اخوت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رشتہ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قائم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بنادیا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مثلاً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ابوبکر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عثمان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عبدالرحمن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حمزہ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حارث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درداء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جعفرطیار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مقداد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عائشہ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حفصہ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سلمہ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صفیہ،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علی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بنایا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tl/>
        </w:rPr>
        <w:t xml:space="preserve"> 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بقرہ،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="00067685" w:rsidRPr="00067685">
        <w:rPr>
          <w:rFonts w:hint="cs"/>
          <w:rtl/>
        </w:rPr>
        <w:t>6</w:t>
      </w:r>
      <w:r w:rsidR="008F1760" w:rsidRPr="00067685">
        <w:rPr>
          <w:rFonts w:hint="cs"/>
          <w:rtl/>
        </w:rPr>
        <w:t>5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بحارا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لانوار،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3</w:t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33</w:t>
      </w:r>
      <w:r w:rsidR="008F1760" w:rsidRPr="00067685">
        <w:rPr>
          <w:rFonts w:hint="cs"/>
          <w:rtl/>
        </w:rPr>
        <w:t>5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جنگ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اُحد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شہداء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عبداللہ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جموع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جنکے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اخوت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برادری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عقد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برقرار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دفن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  <w:r w:rsidRPr="003323C2">
        <w:rPr>
          <w:rStyle w:val="libFootnotenumChar"/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 xml:space="preserve">٭ </w:t>
      </w:r>
      <w:r w:rsidRPr="006A282F">
        <w:rPr>
          <w:rFonts w:hint="cs"/>
          <w:rtl/>
        </w:rPr>
        <w:t>نسبی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برادری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بالآخر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</w:t>
      </w:r>
      <w:r w:rsidRPr="006A282F">
        <w:rPr>
          <w:rtl/>
        </w:rPr>
        <w:t xml:space="preserve">۔ </w:t>
      </w:r>
      <w:r w:rsidRPr="003729E7">
        <w:rPr>
          <w:rStyle w:val="libAieChar"/>
          <w:rFonts w:hint="cs"/>
          <w:rtl/>
        </w:rPr>
        <w:t>فَلَا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أَنسَابَ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بَیْنَ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</w:t>
      </w:r>
      <w:r w:rsidRPr="003729E7">
        <w:rPr>
          <w:rStyle w:val="libAieChar"/>
          <w:rFonts w:hint="cs"/>
          <w:rtl/>
        </w:rPr>
        <w:t>ْ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برادری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قیامت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برقرار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</w:t>
      </w:r>
      <w:r w:rsidRPr="006A282F">
        <w:rPr>
          <w:rtl/>
        </w:rPr>
        <w:t xml:space="preserve">۔ </w:t>
      </w:r>
      <w:r w:rsidRPr="003729E7">
        <w:rPr>
          <w:rStyle w:val="libAieChar"/>
          <w:rFonts w:hint="cs"/>
          <w:rtl/>
        </w:rPr>
        <w:t>اِخوانًا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علی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سُرُررٍ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مُّتَقَابِلِیْنَ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٭</w:t>
      </w:r>
      <w:r w:rsidRPr="006A282F">
        <w:rPr>
          <w:rFonts w:hint="cs"/>
          <w:rtl/>
        </w:rPr>
        <w:t>اخوت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برادری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عورتوں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قائم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چنانچہ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عورتوں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اخوت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برادری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تعبیر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موجود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Fonts w:hint="cs"/>
          <w:rtl/>
        </w:rPr>
        <w:t>وَاِن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کَانُوا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اِخوَةً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رِجَالاً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نِسآئً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4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٭</w:t>
      </w:r>
      <w:r w:rsidRPr="006A282F">
        <w:rPr>
          <w:rFonts w:hint="cs"/>
          <w:rtl/>
        </w:rPr>
        <w:t>اخوت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برادری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خاطر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اخوت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برادری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رشتہ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قائم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نظر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محروم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قیامت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دشمن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نظر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آئیں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5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3729E7">
        <w:rPr>
          <w:rStyle w:val="libAieChar"/>
          <w:rFonts w:hint="cs"/>
          <w:rtl/>
        </w:rPr>
        <w:t>الَْخِلاَّئُ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یَوْمَئِذٍ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بَعْضُ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</w:t>
      </w:r>
      <w:r w:rsidRPr="003729E7">
        <w:rPr>
          <w:rStyle w:val="libAieChar"/>
          <w:rFonts w:hint="cs"/>
          <w:rtl/>
        </w:rPr>
        <w:t>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لِبَعْضٍ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عَدُوّ</w:t>
      </w:r>
      <w:r w:rsidRPr="003729E7">
        <w:rPr>
          <w:rStyle w:val="libAieChar"/>
          <w:rtl/>
        </w:rPr>
        <w:t xml:space="preserve"> ِ</w:t>
      </w:r>
      <w:r w:rsidRPr="003729E7">
        <w:rPr>
          <w:rStyle w:val="libAieChar"/>
          <w:rFonts w:hint="cs"/>
          <w:rtl/>
        </w:rPr>
        <w:t>لاَّ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الْمُتَّقِینَ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6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شرح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الحدید،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15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215</w:t>
      </w:r>
      <w:r w:rsidRPr="006A282F">
        <w:rPr>
          <w:rFonts w:hint="cs"/>
          <w:rtl/>
        </w:rPr>
        <w:t>؛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بحار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الانوار،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20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121</w:t>
      </w:r>
      <w:r w:rsidRPr="006A282F">
        <w:rPr>
          <w:rFonts w:hint="cs"/>
          <w:rtl/>
        </w:rPr>
        <w:t xml:space="preserve">   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مومنون،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101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حجر،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5</w:t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 xml:space="preserve">            </w:t>
      </w:r>
      <w:r w:rsidRPr="006A282F">
        <w:rPr>
          <w:rtl/>
        </w:rPr>
        <w:t xml:space="preserve">                 (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نسائ،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="00067685" w:rsidRPr="00067685">
        <w:rPr>
          <w:rFonts w:hint="cs"/>
          <w:rtl/>
        </w:rPr>
        <w:t>76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)۔ بحار،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067685" w:rsidRPr="00067685">
        <w:rPr>
          <w:rFonts w:hint="cs"/>
          <w:rtl/>
        </w:rPr>
        <w:t>7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="00067685" w:rsidRPr="00067685">
        <w:rPr>
          <w:rFonts w:hint="cs"/>
          <w:rtl/>
        </w:rPr>
        <w:t>67</w:t>
      </w:r>
      <w:r w:rsidRPr="006A282F">
        <w:rPr>
          <w:rFonts w:hint="cs"/>
          <w:rtl/>
        </w:rPr>
        <w:t xml:space="preserve">                                (</w:t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زخرف،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067685" w:rsidRPr="00067685">
        <w:rPr>
          <w:rFonts w:hint="cs"/>
          <w:rtl/>
        </w:rPr>
        <w:t>67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٭</w:t>
      </w:r>
      <w:r w:rsidRPr="006A282F">
        <w:rPr>
          <w:rFonts w:hint="cs"/>
          <w:rtl/>
        </w:rPr>
        <w:t>برادری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اخوت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برقراری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حقوق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ادائیگی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روایات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سرزنش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خیال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یہاں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برادران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قطع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تعلق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کرلیا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تعلق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برقرار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رکھو</w:t>
      </w:r>
      <w:r w:rsidRPr="006A282F">
        <w:rPr>
          <w:rtl/>
        </w:rPr>
        <w:t xml:space="preserve"> </w:t>
      </w:r>
      <w:r w:rsidRPr="003729E7">
        <w:rPr>
          <w:rStyle w:val="libAieChar"/>
          <w:rFonts w:hint="cs"/>
          <w:rtl/>
        </w:rPr>
        <w:t>صِلْ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مَنْ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قَطَعَک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روایات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قدیمی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رشتہ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اخوت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برادری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قائم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لغزش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نظر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برداشت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دوستوں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برادران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تلاش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دوستوں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جاؤ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٭</w:t>
      </w:r>
      <w:r w:rsidRPr="006A282F">
        <w:rPr>
          <w:rFonts w:hint="cs"/>
          <w:rtl/>
        </w:rPr>
        <w:t>روایات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مشکل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بڑا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اجر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یہاں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مشکل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قیامت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لاکھ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حاجات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٭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جعفر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صادق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مومن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۔ </w:t>
      </w:r>
      <w:r w:rsidRPr="006A282F">
        <w:rPr>
          <w:rFonts w:hint="cs"/>
          <w:rtl/>
        </w:rPr>
        <w:t>دونوں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حصے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حصہ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محسوس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4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سعدی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حدیث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شعر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بنی</w:t>
      </w:r>
      <w:r w:rsidRPr="006A282F">
        <w:rPr>
          <w:rtl/>
        </w:rPr>
        <w:t xml:space="preserve">   </w:t>
      </w:r>
      <w:r w:rsidRPr="006A282F">
        <w:rPr>
          <w:rFonts w:hint="cs"/>
          <w:rtl/>
        </w:rPr>
        <w:t>آدم</w:t>
      </w:r>
      <w:r w:rsidRPr="006A282F">
        <w:rPr>
          <w:rtl/>
        </w:rPr>
        <w:t xml:space="preserve">    </w:t>
      </w:r>
      <w:r w:rsidRPr="006A282F">
        <w:rPr>
          <w:rFonts w:hint="cs"/>
          <w:rtl/>
        </w:rPr>
        <w:t>اعضای</w:t>
      </w:r>
      <w:r w:rsidRPr="006A282F">
        <w:rPr>
          <w:rtl/>
        </w:rPr>
        <w:t xml:space="preserve">   </w:t>
      </w:r>
      <w:r w:rsidRPr="006A282F">
        <w:rPr>
          <w:rFonts w:hint="cs"/>
          <w:rtl/>
        </w:rPr>
        <w:t>یکدیگرند</w:t>
      </w:r>
      <w:r w:rsidRPr="006A282F">
        <w:rPr>
          <w:rtl/>
        </w:rPr>
        <w:tab/>
      </w:r>
      <w:r w:rsidRPr="006A282F">
        <w:rPr>
          <w:rtl/>
        </w:rPr>
        <w:tab/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آفرینش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گوھرند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چو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معنوی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روزگار</w:t>
      </w:r>
      <w:r w:rsidRPr="006A282F">
        <w:rPr>
          <w:rtl/>
        </w:rPr>
        <w:tab/>
      </w:r>
      <w:r w:rsidRPr="006A282F">
        <w:rPr>
          <w:rtl/>
        </w:rPr>
        <w:tab/>
      </w:r>
      <w:r w:rsidRPr="006A282F">
        <w:rPr>
          <w:rFonts w:hint="cs"/>
          <w:rtl/>
        </w:rPr>
        <w:t>دگر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عضوھا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نماند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قرار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بحار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067685" w:rsidRPr="00067685">
        <w:rPr>
          <w:rFonts w:hint="cs"/>
          <w:rtl/>
        </w:rPr>
        <w:t>7</w:t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067685" w:rsidRPr="00067685">
        <w:rPr>
          <w:rFonts w:hint="cs"/>
          <w:rtl/>
        </w:rPr>
        <w:t>7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میزان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الحکمہ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میزان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الحکمہ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اخوة</w:t>
      </w:r>
      <w:r w:rsidRPr="006A282F">
        <w:rPr>
          <w:rtl/>
        </w:rPr>
        <w:t>)</w:t>
      </w:r>
      <w:r w:rsidRPr="006A282F">
        <w:rPr>
          <w:rtl/>
        </w:rPr>
        <w:tab/>
      </w:r>
      <w:r w:rsidRPr="006A282F">
        <w:rPr>
          <w:rtl/>
        </w:rPr>
        <w:tab/>
        <w:t>(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)۔ اصول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کافی،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133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محنت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دیگران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بی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غمی</w:t>
      </w:r>
      <w:r w:rsidRPr="006A282F">
        <w:rPr>
          <w:rtl/>
        </w:rPr>
        <w:tab/>
      </w:r>
      <w:r w:rsidRPr="006A282F">
        <w:rPr>
          <w:rtl/>
        </w:rPr>
        <w:tab/>
      </w:r>
      <w:r w:rsidRPr="006A282F">
        <w:rPr>
          <w:rFonts w:hint="cs"/>
          <w:rtl/>
        </w:rPr>
        <w:t>نشاید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نھند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آدمی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ترجمہ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اولاد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آدم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دست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بازو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کیونکہ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مشکل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دوسروںکو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>۔</w:t>
      </w:r>
    </w:p>
    <w:p w:rsid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پریشانی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محنت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اعتنائی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شاید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کہے</w:t>
      </w:r>
      <w:r w:rsidRPr="006A282F">
        <w:rPr>
          <w:rtl/>
        </w:rPr>
        <w:t>۔</w:t>
      </w:r>
    </w:p>
    <w:p w:rsidR="00724808" w:rsidRPr="006A282F" w:rsidRDefault="00724808" w:rsidP="006A282F">
      <w:pPr>
        <w:pStyle w:val="libNormal"/>
      </w:pPr>
    </w:p>
    <w:p w:rsidR="006A282F" w:rsidRPr="006A282F" w:rsidRDefault="006A282F" w:rsidP="00DF5E4E">
      <w:pPr>
        <w:pStyle w:val="Heading1"/>
      </w:pPr>
      <w:bookmarkStart w:id="60" w:name="_Toc440194790"/>
      <w:r w:rsidRPr="006A282F">
        <w:rPr>
          <w:rFonts w:hint="cs"/>
          <w:rtl/>
        </w:rPr>
        <w:t>برادری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حقوق</w:t>
      </w:r>
      <w:r w:rsidRPr="006A282F">
        <w:rPr>
          <w:rtl/>
        </w:rPr>
        <w:t>:</w:t>
      </w:r>
      <w:bookmarkEnd w:id="60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 xml:space="preserve">٭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مسلمان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گردن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تیس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حقوق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ہوگا</w:t>
      </w:r>
      <w:r w:rsidRPr="006A282F">
        <w:rPr>
          <w:rtl/>
        </w:rPr>
        <w:t>۔(</w:t>
      </w:r>
      <w:r w:rsidRPr="006A282F">
        <w:rPr>
          <w:rFonts w:hint="cs"/>
          <w:rtl/>
        </w:rPr>
        <w:t>جن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پچیس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حقوق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)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1</w:t>
      </w:r>
      <w:r w:rsidR="006A282F" w:rsidRPr="006A282F">
        <w:rPr>
          <w:rFonts w:hint="cs"/>
          <w:rtl/>
        </w:rPr>
        <w:t>۔ عفو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درگزر</w:t>
      </w:r>
      <w:r w:rsidR="006A282F" w:rsidRPr="006A282F">
        <w:rPr>
          <w:rtl/>
        </w:rPr>
        <w:tab/>
      </w:r>
      <w:r w:rsidR="006A282F" w:rsidRPr="006A282F">
        <w:rPr>
          <w:rtl/>
        </w:rPr>
        <w:tab/>
      </w:r>
      <w:r w:rsidR="006A282F" w:rsidRPr="006A282F">
        <w:rPr>
          <w:rtl/>
        </w:rPr>
        <w:tab/>
      </w:r>
      <w:r w:rsidR="006A282F" w:rsidRPr="006A282F">
        <w:rPr>
          <w:rtl/>
        </w:rPr>
        <w:tab/>
      </w:r>
      <w:r w:rsidRPr="00067685">
        <w:rPr>
          <w:rFonts w:hint="cs"/>
          <w:rtl/>
        </w:rPr>
        <w:t>2</w:t>
      </w:r>
      <w:r w:rsidR="006A282F" w:rsidRPr="006A282F">
        <w:rPr>
          <w:rFonts w:hint="cs"/>
          <w:rtl/>
        </w:rPr>
        <w:t>۔ راز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داری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3</w:t>
      </w:r>
      <w:r w:rsidR="006A282F" w:rsidRPr="006A282F">
        <w:rPr>
          <w:rFonts w:hint="cs"/>
          <w:rtl/>
        </w:rPr>
        <w:t>۔ خطاؤں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نظر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انداز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کردینا</w:t>
      </w:r>
      <w:r w:rsidR="006A282F" w:rsidRPr="006A282F">
        <w:rPr>
          <w:rtl/>
        </w:rPr>
        <w:tab/>
      </w:r>
      <w:r w:rsidR="006A282F" w:rsidRPr="006A282F">
        <w:rPr>
          <w:rtl/>
        </w:rPr>
        <w:tab/>
      </w:r>
      <w:r w:rsidRPr="00067685">
        <w:rPr>
          <w:rFonts w:hint="cs"/>
          <w:rtl/>
        </w:rPr>
        <w:t>5</w:t>
      </w:r>
      <w:r w:rsidR="006A282F" w:rsidRPr="006A282F">
        <w:rPr>
          <w:rFonts w:hint="cs"/>
          <w:rtl/>
        </w:rPr>
        <w:t>۔ عذر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قبول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کرنا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5</w:t>
      </w:r>
      <w:r w:rsidR="006A282F" w:rsidRPr="006A282F">
        <w:rPr>
          <w:rFonts w:hint="cs"/>
          <w:rtl/>
        </w:rPr>
        <w:t>۔ بد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اندیشوں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سے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اس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دفاع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کرنا</w:t>
      </w:r>
      <w:r w:rsidR="006A282F" w:rsidRPr="006A282F">
        <w:rPr>
          <w:rtl/>
        </w:rPr>
        <w:tab/>
      </w:r>
      <w:r w:rsidRPr="00067685">
        <w:rPr>
          <w:rFonts w:hint="cs"/>
          <w:rtl/>
        </w:rPr>
        <w:t>5</w:t>
      </w:r>
      <w:r w:rsidR="006A282F" w:rsidRPr="006A282F">
        <w:rPr>
          <w:rFonts w:hint="cs"/>
          <w:rtl/>
        </w:rPr>
        <w:t>۔ خیر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خواہی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کرنا</w:t>
      </w:r>
    </w:p>
    <w:p w:rsidR="006A282F" w:rsidRPr="006A282F" w:rsidRDefault="00067685" w:rsidP="006A282F">
      <w:pPr>
        <w:pStyle w:val="libNormal"/>
      </w:pPr>
      <w:r w:rsidRPr="00067685">
        <w:rPr>
          <w:rFonts w:hint="cs"/>
          <w:rtl/>
        </w:rPr>
        <w:t>7</w:t>
      </w:r>
      <w:r w:rsidR="006A282F" w:rsidRPr="006A282F">
        <w:rPr>
          <w:rFonts w:hint="cs"/>
          <w:rtl/>
        </w:rPr>
        <w:t>۔ وعدہ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مطابق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عمل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کرنا</w:t>
      </w:r>
      <w:r w:rsidR="006A282F" w:rsidRPr="006A282F">
        <w:rPr>
          <w:rtl/>
        </w:rPr>
        <w:tab/>
      </w:r>
      <w:r w:rsidR="006A282F" w:rsidRPr="006A282F">
        <w:rPr>
          <w:rtl/>
        </w:rPr>
        <w:tab/>
      </w:r>
      <w:r w:rsidR="008F1760" w:rsidRPr="00067685">
        <w:rPr>
          <w:rFonts w:hint="cs"/>
          <w:rtl/>
        </w:rPr>
        <w:t>8</w:t>
      </w:r>
      <w:r w:rsidR="006A282F" w:rsidRPr="006A282F">
        <w:rPr>
          <w:rFonts w:hint="cs"/>
          <w:rtl/>
        </w:rPr>
        <w:t>۔ عیادت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کرنا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9</w:t>
      </w:r>
      <w:r w:rsidR="006A282F" w:rsidRPr="006A282F">
        <w:rPr>
          <w:rFonts w:hint="cs"/>
          <w:rtl/>
        </w:rPr>
        <w:t>۔ تشییع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جنازہ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شرکت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کرنا</w:t>
      </w:r>
      <w:r w:rsidR="006A282F" w:rsidRPr="006A282F">
        <w:rPr>
          <w:rtl/>
        </w:rPr>
        <w:tab/>
      </w:r>
      <w:r w:rsidR="006A282F" w:rsidRPr="006A282F">
        <w:rPr>
          <w:rtl/>
        </w:rPr>
        <w:tab/>
      </w:r>
      <w:r w:rsidRPr="00067685">
        <w:rPr>
          <w:rFonts w:hint="cs"/>
          <w:rtl/>
        </w:rPr>
        <w:t>10</w:t>
      </w:r>
      <w:r w:rsidR="006A282F" w:rsidRPr="006A282F">
        <w:rPr>
          <w:rFonts w:hint="cs"/>
          <w:rtl/>
        </w:rPr>
        <w:t>۔ دعوت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تحفہ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قبول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کرنا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11</w:t>
      </w:r>
      <w:r w:rsidR="006A282F" w:rsidRPr="006A282F">
        <w:rPr>
          <w:rFonts w:hint="cs"/>
          <w:rtl/>
        </w:rPr>
        <w:t>۔ اسکے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تحفے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جزا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دینا</w:t>
      </w:r>
      <w:r w:rsidR="006A282F" w:rsidRPr="006A282F">
        <w:rPr>
          <w:rtl/>
        </w:rPr>
        <w:t xml:space="preserve"> </w:t>
      </w:r>
      <w:r w:rsidR="006A282F" w:rsidRPr="006A282F">
        <w:rPr>
          <w:rtl/>
        </w:rPr>
        <w:tab/>
      </w:r>
      <w:r w:rsidR="006A282F" w:rsidRPr="006A282F">
        <w:rPr>
          <w:rtl/>
        </w:rPr>
        <w:tab/>
      </w:r>
      <w:r w:rsidR="006A282F" w:rsidRPr="006A282F">
        <w:rPr>
          <w:rtl/>
        </w:rPr>
        <w:tab/>
      </w:r>
      <w:r w:rsidRPr="00067685">
        <w:rPr>
          <w:rFonts w:hint="cs"/>
          <w:rtl/>
        </w:rPr>
        <w:t>12</w:t>
      </w:r>
      <w:r w:rsidR="006A282F" w:rsidRPr="006A282F">
        <w:rPr>
          <w:rFonts w:hint="cs"/>
          <w:rtl/>
        </w:rPr>
        <w:t>۔ اسکی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عطا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کردہ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چیزوں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شکریہ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ادا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کرنا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13</w:t>
      </w:r>
      <w:r w:rsidR="006A282F" w:rsidRPr="006A282F">
        <w:rPr>
          <w:rFonts w:hint="cs"/>
          <w:rtl/>
        </w:rPr>
        <w:t>۔ اسکی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مدد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لیے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کوشش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کرنا</w:t>
      </w:r>
      <w:r w:rsidR="006A282F" w:rsidRPr="006A282F">
        <w:rPr>
          <w:rtl/>
        </w:rPr>
        <w:tab/>
      </w:r>
      <w:r w:rsidRPr="00067685">
        <w:rPr>
          <w:rFonts w:hint="cs"/>
          <w:rtl/>
        </w:rPr>
        <w:t>15</w:t>
      </w:r>
      <w:r w:rsidR="006A282F" w:rsidRPr="006A282F">
        <w:rPr>
          <w:rtl/>
        </w:rPr>
        <w:t xml:space="preserve">۔ </w:t>
      </w:r>
      <w:r w:rsidR="006A282F" w:rsidRPr="006A282F">
        <w:rPr>
          <w:rFonts w:hint="cs"/>
          <w:rtl/>
        </w:rPr>
        <w:t>اسکی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عزت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ناموس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حفاظت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کرنا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15</w:t>
      </w:r>
      <w:r w:rsidR="006A282F" w:rsidRPr="006A282F">
        <w:rPr>
          <w:rFonts w:hint="cs"/>
          <w:rtl/>
        </w:rPr>
        <w:t>۔ اسکی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حاجت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روائی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کرنا</w:t>
      </w:r>
      <w:r w:rsidR="006A282F" w:rsidRPr="006A282F">
        <w:rPr>
          <w:rtl/>
        </w:rPr>
        <w:tab/>
      </w:r>
      <w:r w:rsidR="006A282F" w:rsidRPr="006A282F">
        <w:rPr>
          <w:rtl/>
        </w:rPr>
        <w:tab/>
      </w:r>
      <w:r w:rsidRPr="00067685">
        <w:rPr>
          <w:rFonts w:hint="cs"/>
          <w:rtl/>
        </w:rPr>
        <w:t>1</w:t>
      </w:r>
      <w:r w:rsidR="00067685" w:rsidRPr="00067685">
        <w:rPr>
          <w:rFonts w:hint="cs"/>
          <w:rtl/>
        </w:rPr>
        <w:t>6</w:t>
      </w:r>
      <w:r w:rsidR="006A282F" w:rsidRPr="006A282F">
        <w:rPr>
          <w:rFonts w:hint="cs"/>
          <w:rtl/>
        </w:rPr>
        <w:t>۔ اسکی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مشکلات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لیے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سعی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کرنا</w:t>
      </w:r>
    </w:p>
    <w:p w:rsidR="006A282F" w:rsidRPr="006A282F" w:rsidRDefault="008F1760" w:rsidP="006A282F">
      <w:pPr>
        <w:pStyle w:val="libNormal"/>
        <w:rPr>
          <w:rtl/>
        </w:rPr>
      </w:pPr>
      <w:r w:rsidRPr="00067685">
        <w:rPr>
          <w:rFonts w:hint="cs"/>
          <w:rtl/>
        </w:rPr>
        <w:t>1</w:t>
      </w:r>
      <w:r w:rsidR="00067685" w:rsidRPr="00067685">
        <w:rPr>
          <w:rFonts w:hint="cs"/>
          <w:rtl/>
        </w:rPr>
        <w:t>7</w:t>
      </w:r>
      <w:r w:rsidR="006A282F" w:rsidRPr="006A282F">
        <w:rPr>
          <w:rFonts w:hint="cs"/>
          <w:rtl/>
        </w:rPr>
        <w:t>۔ اسکی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گمشدہ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چیز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تلاش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کرنا</w:t>
      </w:r>
      <w:r w:rsidR="006A282F" w:rsidRPr="006A282F">
        <w:rPr>
          <w:rtl/>
        </w:rPr>
        <w:tab/>
      </w:r>
      <w:r w:rsidR="006A282F" w:rsidRPr="006A282F">
        <w:rPr>
          <w:rtl/>
        </w:rPr>
        <w:tab/>
      </w:r>
      <w:r w:rsidRPr="00067685">
        <w:rPr>
          <w:rFonts w:hint="cs"/>
          <w:rtl/>
        </w:rPr>
        <w:t>18</w:t>
      </w:r>
      <w:r w:rsidR="006A282F" w:rsidRPr="006A282F">
        <w:rPr>
          <w:rFonts w:hint="cs"/>
          <w:rtl/>
        </w:rPr>
        <w:t>۔ اسے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چھینک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آئے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اسکے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لیے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طلب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رحمت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lastRenderedPageBreak/>
        <w:t xml:space="preserve"> </w:t>
      </w:r>
      <w:r w:rsidRPr="006A282F">
        <w:rPr>
          <w:rFonts w:hint="cs"/>
          <w:rtl/>
        </w:rPr>
        <w:t>کرنا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19</w:t>
      </w:r>
      <w:r w:rsidR="006A282F" w:rsidRPr="006A282F">
        <w:rPr>
          <w:rFonts w:hint="cs"/>
          <w:rtl/>
        </w:rPr>
        <w:t>۔ اسکے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سلام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جواب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دینا</w:t>
      </w:r>
      <w:r w:rsidR="006A282F" w:rsidRPr="006A282F">
        <w:rPr>
          <w:rtl/>
        </w:rPr>
        <w:tab/>
      </w:r>
      <w:r w:rsidR="006A282F" w:rsidRPr="006A282F">
        <w:rPr>
          <w:rtl/>
        </w:rPr>
        <w:tab/>
      </w:r>
      <w:r w:rsidRPr="00067685">
        <w:rPr>
          <w:rFonts w:hint="cs"/>
          <w:rtl/>
        </w:rPr>
        <w:t>20</w:t>
      </w:r>
      <w:r w:rsidR="006A282F" w:rsidRPr="006A282F">
        <w:rPr>
          <w:rFonts w:hint="cs"/>
          <w:rtl/>
        </w:rPr>
        <w:t>۔ اسکی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بات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احترام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کرنا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21</w:t>
      </w:r>
      <w:r w:rsidR="006A282F" w:rsidRPr="006A282F">
        <w:rPr>
          <w:rFonts w:hint="cs"/>
          <w:rtl/>
        </w:rPr>
        <w:t>۔ اسکے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لیے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بہترین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تحفہ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پسند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کرنا</w:t>
      </w:r>
      <w:r w:rsidR="006A282F" w:rsidRPr="006A282F">
        <w:rPr>
          <w:rtl/>
        </w:rPr>
        <w:tab/>
      </w:r>
      <w:r w:rsidRPr="00067685">
        <w:rPr>
          <w:rFonts w:hint="cs"/>
          <w:rtl/>
        </w:rPr>
        <w:t>22</w:t>
      </w:r>
      <w:r w:rsidR="006A282F" w:rsidRPr="006A282F">
        <w:rPr>
          <w:rFonts w:hint="cs"/>
          <w:rtl/>
        </w:rPr>
        <w:t>۔ اس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قسم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قبول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کرنا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23</w:t>
      </w:r>
      <w:r w:rsidR="006A282F" w:rsidRPr="006A282F">
        <w:rPr>
          <w:rFonts w:hint="cs"/>
          <w:rtl/>
        </w:rPr>
        <w:t>۔ اسکے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دوست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دوست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رکھنا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اس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سے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دشمنی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رکھنا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25</w:t>
      </w:r>
      <w:r w:rsidR="006A282F" w:rsidRPr="006A282F">
        <w:rPr>
          <w:rFonts w:hint="cs"/>
          <w:rtl/>
        </w:rPr>
        <w:t>۔ مشکلات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اُسے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تنہا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چھوڑنا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25</w:t>
      </w:r>
      <w:r w:rsidR="006A282F" w:rsidRPr="006A282F">
        <w:rPr>
          <w:rFonts w:hint="cs"/>
          <w:rtl/>
        </w:rPr>
        <w:t>۔ جو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اپنے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لیے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پسند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وہی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اس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لیے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پسند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کرے</w:t>
      </w:r>
      <w:r w:rsidR="006A282F" w:rsidRPr="006A282F">
        <w:rPr>
          <w:rtl/>
        </w:rPr>
        <w:t xml:space="preserve"> </w:t>
      </w:r>
      <w:r w:rsidR="006A282F"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="006A282F"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حدیث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پڑھتے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اِنّما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المومنون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اخوة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تلاوت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عہد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پابند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مثلاً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امان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پابند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مشترکہ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دشمن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مقابل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اکھٹے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ہوجائیں</w:t>
      </w:r>
      <w:r w:rsidRPr="006A282F">
        <w:rPr>
          <w:rtl/>
        </w:rPr>
        <w:t xml:space="preserve">۔ </w:t>
      </w:r>
      <w:r w:rsidRPr="005C4E5F">
        <w:rPr>
          <w:rStyle w:val="libAieChar"/>
          <w:rFonts w:hint="cs"/>
          <w:rtl/>
        </w:rPr>
        <w:t>وَ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</w:t>
      </w:r>
      <w:r w:rsidRPr="005C4E5F">
        <w:rPr>
          <w:rStyle w:val="libAieChar"/>
          <w:rFonts w:hint="cs"/>
          <w:rtl/>
        </w:rPr>
        <w:t>ْ</w:t>
      </w:r>
      <w:r w:rsidRPr="005C4E5F">
        <w:rPr>
          <w:rStyle w:val="libAieChar"/>
          <w:rtl/>
        </w:rPr>
        <w:t xml:space="preserve"> </w:t>
      </w:r>
      <w:r w:rsidRPr="005C4E5F">
        <w:rPr>
          <w:rStyle w:val="libAieChar"/>
          <w:rFonts w:hint="cs"/>
          <w:rtl/>
        </w:rPr>
        <w:t>یَد</w:t>
      </w:r>
      <w:r w:rsidRPr="005C4E5F">
        <w:rPr>
          <w:rStyle w:val="libAieChar"/>
          <w:rtl/>
        </w:rPr>
        <w:t xml:space="preserve"> </w:t>
      </w:r>
      <w:r w:rsidRPr="005C4E5F">
        <w:rPr>
          <w:rStyle w:val="libAieChar"/>
          <w:rFonts w:hint="cs"/>
          <w:rtl/>
        </w:rPr>
        <w:t>علی</w:t>
      </w:r>
      <w:r w:rsidRPr="005C4E5F">
        <w:rPr>
          <w:rStyle w:val="libAieChar"/>
          <w:rtl/>
        </w:rPr>
        <w:t xml:space="preserve"> </w:t>
      </w:r>
      <w:r w:rsidRPr="005C4E5F">
        <w:rPr>
          <w:rStyle w:val="libAieChar"/>
          <w:rFonts w:hint="cs"/>
          <w:rtl/>
        </w:rPr>
        <w:t>مَن</w:t>
      </w:r>
      <w:r w:rsidRPr="005C4E5F">
        <w:rPr>
          <w:rStyle w:val="libAieChar"/>
          <w:rtl/>
        </w:rPr>
        <w:t xml:space="preserve"> </w:t>
      </w:r>
      <w:r w:rsidRPr="005C4E5F">
        <w:rPr>
          <w:rStyle w:val="libAieChar"/>
          <w:rFonts w:hint="cs"/>
          <w:rtl/>
        </w:rPr>
        <w:t>سَوا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م</w:t>
      </w:r>
      <w:r w:rsidR="00EC5BA0" w:rsidRPr="00EC5BA0">
        <w:rPr>
          <w:rStyle w:val="libAieChar"/>
          <w:rFonts w:hint="cs"/>
          <w:rtl/>
        </w:rPr>
        <w:t>-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 xml:space="preserve">٭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علی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منقول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کمیل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اے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کمیل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اولیاء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حاصل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کرسکتا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5C4E5F">
        <w:rPr>
          <w:rStyle w:val="libArabicChar"/>
          <w:rFonts w:hint="cs"/>
          <w:rtl/>
        </w:rPr>
        <w:t>سلْمٰان</w:t>
      </w:r>
      <w:r w:rsidRPr="005C4E5F">
        <w:rPr>
          <w:rStyle w:val="libArabicChar"/>
          <w:rtl/>
        </w:rPr>
        <w:t xml:space="preserve"> </w:t>
      </w:r>
      <w:r w:rsidRPr="005C4E5F">
        <w:rPr>
          <w:rStyle w:val="libArabicChar"/>
          <w:rFonts w:hint="cs"/>
          <w:rtl/>
        </w:rPr>
        <w:t>مِنا</w:t>
      </w:r>
      <w:r w:rsidRPr="005C4E5F">
        <w:rPr>
          <w:rStyle w:val="libArabicChar"/>
          <w:rtl/>
        </w:rPr>
        <w:t xml:space="preserve"> </w:t>
      </w:r>
      <w:r w:rsidRPr="005C4E5F">
        <w:rPr>
          <w:rStyle w:val="libArabicChar"/>
          <w:rFonts w:hint="cs"/>
          <w:rtl/>
        </w:rPr>
        <w:t>ا</w:t>
      </w:r>
      <w:r w:rsidR="00EC5BA0" w:rsidRPr="00491A3E">
        <w:rPr>
          <w:rStyle w:val="libArabicChar"/>
          <w:rFonts w:hint="cs"/>
          <w:rtl/>
        </w:rPr>
        <w:t>ه</w:t>
      </w:r>
      <w:r w:rsidRPr="00491A3E">
        <w:rPr>
          <w:rStyle w:val="libArabicChar"/>
          <w:rFonts w:hint="cs"/>
          <w:rtl/>
        </w:rPr>
        <w:t>ل</w:t>
      </w:r>
      <w:r w:rsidRPr="005C4E5F">
        <w:rPr>
          <w:rStyle w:val="libArabicChar"/>
          <w:rtl/>
        </w:rPr>
        <w:t xml:space="preserve"> </w:t>
      </w:r>
      <w:r w:rsidRPr="005C4E5F">
        <w:rPr>
          <w:rStyle w:val="libArabicChar"/>
          <w:rFonts w:hint="cs"/>
          <w:rtl/>
        </w:rPr>
        <w:t>البیت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4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سلمان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بحار،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067685" w:rsidRPr="00067685">
        <w:rPr>
          <w:rFonts w:hint="cs"/>
          <w:rtl/>
        </w:rPr>
        <w:t>7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23</w:t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تفسیر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قمی،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067685" w:rsidRPr="00067685">
        <w:rPr>
          <w:rFonts w:hint="cs"/>
          <w:rtl/>
        </w:rPr>
        <w:t>7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ab/>
        <w:t xml:space="preserve"> </w:t>
      </w:r>
      <w:r w:rsidRPr="006A282F">
        <w:rPr>
          <w:rtl/>
        </w:rPr>
        <w:tab/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تحف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العقول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="00067685" w:rsidRPr="00067685">
        <w:rPr>
          <w:rFonts w:hint="cs"/>
          <w:rtl/>
        </w:rPr>
        <w:t>7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 xml:space="preserve">     (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)۔ بحارالانور،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10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23</w:t>
      </w:r>
      <w:r w:rsidRPr="006A282F">
        <w:rPr>
          <w:rFonts w:hint="cs"/>
          <w:rtl/>
        </w:rPr>
        <w:t>ا</w:t>
      </w:r>
      <w:r w:rsidRPr="006A282F">
        <w:rPr>
          <w:rtl/>
        </w:rPr>
        <w:tab/>
      </w:r>
      <w:r w:rsidRPr="006A282F">
        <w:rPr>
          <w:rtl/>
        </w:rPr>
        <w:tab/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724808" w:rsidRPr="006A282F" w:rsidRDefault="006A282F" w:rsidP="005C4E5F">
      <w:pPr>
        <w:pStyle w:val="libNormal"/>
      </w:pPr>
      <w:r w:rsidRPr="006A282F">
        <w:rPr>
          <w:rFonts w:hint="cs"/>
          <w:rtl/>
        </w:rPr>
        <w:t>ہمراہ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ہوکر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خارج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چنانچہ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فرزند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نوح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نوح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>: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اِنّ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لَیسَ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مِنْ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لَکَ</w:t>
      </w:r>
      <w:r w:rsidR="00EC5BA0" w:rsidRPr="00EC5BA0">
        <w:rPr>
          <w:rStyle w:val="libAieChar"/>
          <w:rFonts w:hint="cs"/>
          <w:rtl/>
        </w:rPr>
        <w:t>-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DF5E4E">
      <w:pPr>
        <w:pStyle w:val="Heading1"/>
      </w:pPr>
      <w:bookmarkStart w:id="61" w:name="_Toc440194791"/>
      <w:r w:rsidRPr="006A282F">
        <w:rPr>
          <w:rFonts w:hint="cs"/>
          <w:rtl/>
        </w:rPr>
        <w:t>بہترین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</w:t>
      </w:r>
      <w:r w:rsidRPr="006A282F">
        <w:rPr>
          <w:rtl/>
        </w:rPr>
        <w:t>:</w:t>
      </w:r>
      <w:bookmarkEnd w:id="61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٭</w:t>
      </w:r>
      <w:r w:rsidRPr="006A282F">
        <w:rPr>
          <w:rFonts w:hint="cs"/>
          <w:rtl/>
        </w:rPr>
        <w:t>روایات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بہترین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نشانیاں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6A282F">
        <w:rPr>
          <w:rFonts w:hint="cs"/>
          <w:rtl/>
        </w:rPr>
        <w:t>۔ تمہارا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بہترین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غمخوار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ہمدرد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سختی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اطاعت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دعوت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تمہاری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مشکلوں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خاطر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تیرا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تیرے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سرمشق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گفتگو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تیرے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اضافہ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باعث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تیری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کوتاہیوں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نظر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انداز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تجھے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خواہشات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نفس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گرفتار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بچائے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تجھ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</w:p>
    <w:p w:rsidR="00724808" w:rsidRPr="006A282F" w:rsidRDefault="006A282F" w:rsidP="005C4E5F">
      <w:pPr>
        <w:pStyle w:val="libNormal"/>
      </w:pPr>
      <w:r w:rsidRPr="006A282F">
        <w:rPr>
          <w:rFonts w:hint="cs"/>
          <w:rtl/>
        </w:rPr>
        <w:t>عیب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تجھے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نماز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اہمیت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دے</w:t>
      </w:r>
      <w:r w:rsidRPr="006A282F">
        <w:rPr>
          <w:rtl/>
        </w:rPr>
        <w:t xml:space="preserve"> ۔ </w:t>
      </w:r>
      <w:r w:rsidRPr="006A282F">
        <w:rPr>
          <w:rFonts w:hint="cs"/>
          <w:rtl/>
        </w:rPr>
        <w:t>حیادار،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امانت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>۔</w:t>
      </w:r>
      <w:r w:rsidRPr="006A282F">
        <w:rPr>
          <w:rFonts w:hint="cs"/>
          <w:rtl/>
        </w:rPr>
        <w:t>خوشحالی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تنگ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دستی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تجھے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بھلائے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DF5E4E">
      <w:pPr>
        <w:pStyle w:val="Heading1"/>
      </w:pPr>
      <w:bookmarkStart w:id="62" w:name="_Toc440194792"/>
      <w:r w:rsidRPr="006A282F">
        <w:rPr>
          <w:rFonts w:hint="cs"/>
          <w:rtl/>
        </w:rPr>
        <w:t>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آشتی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روشنی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>:</w:t>
      </w:r>
      <w:bookmarkEnd w:id="62"/>
    </w:p>
    <w:p w:rsidR="006A282F" w:rsidRPr="006A282F" w:rsidRDefault="006A282F" w:rsidP="006A282F">
      <w:pPr>
        <w:pStyle w:val="libNormal"/>
      </w:pPr>
      <w:r w:rsidRPr="006A282F">
        <w:rPr>
          <w:rtl/>
        </w:rPr>
        <w:t xml:space="preserve">      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پڑھا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لہٰذا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 xml:space="preserve"> </w:t>
      </w:r>
      <w:r w:rsidRPr="006A282F">
        <w:rPr>
          <w:rFonts w:hint="cs"/>
          <w:rtl/>
        </w:rPr>
        <w:t>آشتی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قائم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مناسبت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ملحوظ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آشتی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کچھ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ہود،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آیہ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5</w:t>
      </w:r>
      <w:r w:rsidR="00067685" w:rsidRPr="00067685">
        <w:rPr>
          <w:rFonts w:hint="cs"/>
          <w:rtl/>
        </w:rPr>
        <w:t>6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میزان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الحکمہ</w:t>
      </w:r>
      <w:r w:rsidRPr="006A282F">
        <w:rPr>
          <w:rtl/>
        </w:rPr>
        <w:tab/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 xml:space="preserve"> </w:t>
      </w:r>
      <w:r w:rsidRPr="006A282F">
        <w:rPr>
          <w:rFonts w:hint="cs"/>
          <w:rtl/>
        </w:rPr>
        <w:t>آشتی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قائم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مناسبت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ملحوظ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آشتی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کچھ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مطالب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سلسلہ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مختلف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تعابیر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: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6A282F">
        <w:rPr>
          <w:rFonts w:hint="cs"/>
          <w:rtl/>
        </w:rPr>
        <w:t xml:space="preserve">۔ </w:t>
      </w:r>
      <w:r w:rsidRPr="003729E7">
        <w:rPr>
          <w:rStyle w:val="libAieChar"/>
          <w:rFonts w:hint="cs"/>
          <w:rtl/>
        </w:rPr>
        <w:t>صلح</w:t>
      </w:r>
      <w:r w:rsidRPr="003729E7">
        <w:rPr>
          <w:rStyle w:val="libAieChar"/>
          <w:rtl/>
        </w:rPr>
        <w:t xml:space="preserve"> ''</w:t>
      </w:r>
      <w:r w:rsidRPr="003729E7">
        <w:rPr>
          <w:rStyle w:val="libAieChar"/>
          <w:rFonts w:hint="cs"/>
          <w:rtl/>
        </w:rPr>
        <w:t>والصُّلح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خَیر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''وأصلِحوا</w:t>
      </w:r>
      <w:r w:rsidRPr="003729E7">
        <w:rPr>
          <w:rStyle w:val="libAieChar"/>
          <w:rtl/>
        </w:rPr>
        <w:t xml:space="preserve">  </w:t>
      </w:r>
      <w:r w:rsidRPr="003729E7">
        <w:rPr>
          <w:rStyle w:val="libAieChar"/>
          <w:rFonts w:hint="cs"/>
          <w:rtl/>
        </w:rPr>
        <w:t>ذات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بینکم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6A282F">
        <w:rPr>
          <w:rFonts w:hint="cs"/>
          <w:rtl/>
        </w:rPr>
        <w:t>۔تالیف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قلوب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فَألف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بین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قلوبکم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6A282F">
        <w:rPr>
          <w:rFonts w:hint="cs"/>
          <w:rtl/>
        </w:rPr>
        <w:t>۔توفیق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اِن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یُریدا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اصلاحًا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یُوَفِّق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بین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ُمٰا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4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سِلم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أدخُلوا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فِی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السِّلم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کافَّة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5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tl/>
        </w:rPr>
        <w:t xml:space="preserve"> </w:t>
      </w:r>
    </w:p>
    <w:p w:rsidR="00724808" w:rsidRPr="006A282F" w:rsidRDefault="006A282F" w:rsidP="005C4E5F">
      <w:pPr>
        <w:pStyle w:val="libNormal"/>
      </w:pPr>
      <w:r w:rsidRPr="006A282F">
        <w:rPr>
          <w:rFonts w:hint="cs"/>
          <w:rtl/>
        </w:rPr>
        <w:t>مندرجہ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تعبیر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نشاندہی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کررہی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آشتی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ومحبت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خوشگوار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زندگی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اہمیت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6A282F" w:rsidP="00DF5E4E">
      <w:pPr>
        <w:pStyle w:val="Heading1"/>
      </w:pPr>
      <w:bookmarkStart w:id="63" w:name="_Toc440194793"/>
      <w:r w:rsidRPr="006A282F">
        <w:rPr>
          <w:rFonts w:hint="cs"/>
          <w:rtl/>
        </w:rPr>
        <w:t>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آشتی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اہمیت</w:t>
      </w:r>
      <w:r w:rsidRPr="006A282F">
        <w:rPr>
          <w:rtl/>
        </w:rPr>
        <w:t>:</w:t>
      </w:r>
      <w:bookmarkEnd w:id="63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٭</w:t>
      </w:r>
      <w:r w:rsidRPr="006A282F">
        <w:rPr>
          <w:rFonts w:hint="cs"/>
          <w:rtl/>
        </w:rPr>
        <w:t>مسلمانوں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خداوند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نعمتوں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شمار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کنتم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أعدا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فَاَلَّفَ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بین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قلوبکم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6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>یاد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دشمن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قائم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قبیلہ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خزرج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خونریزی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نسائ،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12</w:t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 xml:space="preserve">            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انفال،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Pr="006A282F">
        <w:rPr>
          <w:rtl/>
        </w:rPr>
        <w:tab/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عمران،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103</w:t>
      </w:r>
      <w:r w:rsidRPr="006A282F">
        <w:rPr>
          <w:rFonts w:hint="cs"/>
          <w:rtl/>
        </w:rPr>
        <w:t xml:space="preserve">      (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نسائ،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3</w:t>
      </w:r>
      <w:r w:rsidR="008F1760" w:rsidRPr="00067685">
        <w:rPr>
          <w:rFonts w:hint="cs"/>
          <w:rtl/>
        </w:rPr>
        <w:t>5</w:t>
      </w:r>
      <w:r w:rsidRPr="006A282F">
        <w:rPr>
          <w:rtl/>
        </w:rPr>
        <w:tab/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بقرہ،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20</w:t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 xml:space="preserve">          (</w:t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عمران،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103</w:t>
      </w:r>
      <w:r w:rsidRPr="006A282F">
        <w:rPr>
          <w:rtl/>
        </w:rPr>
        <w:tab/>
      </w:r>
    </w:p>
    <w:p w:rsidR="006A282F" w:rsidRPr="006A282F" w:rsidRDefault="006A282F" w:rsidP="005C4E5F">
      <w:pPr>
        <w:pStyle w:val="libNormal"/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lastRenderedPageBreak/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کرادی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وآشتی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عزت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آبرو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زکات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رحمت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بخش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ان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تُصلحوا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تتّقوا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فانَّ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کان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غفوراً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رحیمًا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جزائے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وَمَن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یَشفَع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شَفَاعةً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حَسنةً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یکن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لَ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نصیب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من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ا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 xml:space="preserve">٭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آشتی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احکامات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جملہ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6A282F">
        <w:rPr>
          <w:rFonts w:hint="cs"/>
          <w:rtl/>
        </w:rPr>
        <w:t>۔جھوٹ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کبیرہ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آشتی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بولا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  <w:r w:rsidRPr="003729E7">
        <w:rPr>
          <w:rStyle w:val="libAieChar"/>
          <w:rtl/>
        </w:rPr>
        <w:t xml:space="preserve">'' </w:t>
      </w:r>
      <w:r w:rsidRPr="003729E7">
        <w:rPr>
          <w:rStyle w:val="libAieChar"/>
          <w:rFonts w:hint="cs"/>
          <w:rtl/>
        </w:rPr>
        <w:t>لَا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کِذْبَ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علی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المُصْلح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6A282F">
        <w:rPr>
          <w:rFonts w:hint="cs"/>
          <w:rtl/>
        </w:rPr>
        <w:t>۔ سرگوشی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شیطانی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سرگوشی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آشتی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لَا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خَیرَ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کثیر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نجوا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اِلّا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مَنْ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أمَرَ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بِصدقةٍ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معروفٍ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اصلاح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بین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الناس</w:t>
      </w:r>
      <w:r w:rsidRPr="003729E7">
        <w:rPr>
          <w:rStyle w:val="libAieChar"/>
          <w:rtl/>
        </w:rPr>
        <w:t>''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4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6A282F">
        <w:rPr>
          <w:rFonts w:hint="cs"/>
          <w:rtl/>
        </w:rPr>
        <w:t>۔ اگرچہ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قسم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پورا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قسم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کھائے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آشتی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سلسلے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قدم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اٹھائے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قسم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توڑا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جاسکتا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نسائ،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12</w:t>
      </w:r>
      <w:r w:rsidR="008F1760" w:rsidRPr="00067685">
        <w:rPr>
          <w:rFonts w:hint="cs"/>
          <w:rtl/>
        </w:rPr>
        <w:t>9</w:t>
      </w:r>
      <w:r w:rsidRPr="006A282F">
        <w:rPr>
          <w:rFonts w:hint="cs"/>
          <w:rtl/>
        </w:rPr>
        <w:t xml:space="preserve">                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نسائ،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85</w:t>
      </w:r>
      <w:r w:rsidRPr="006A282F">
        <w:rPr>
          <w:rtl/>
        </w:rPr>
        <w:tab/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)۔بحارا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الانوار،ج</w:t>
      </w:r>
      <w:r w:rsidR="00067685" w:rsidRPr="00067685">
        <w:rPr>
          <w:rFonts w:hint="cs"/>
          <w:rtl/>
        </w:rPr>
        <w:t>6</w:t>
      </w:r>
      <w:r w:rsidR="008F1760" w:rsidRPr="00067685">
        <w:rPr>
          <w:rFonts w:hint="cs"/>
          <w:rtl/>
        </w:rPr>
        <w:t>9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252</w:t>
      </w:r>
      <w:r w:rsidRPr="006A282F">
        <w:rPr>
          <w:rFonts w:hint="cs"/>
          <w:rtl/>
        </w:rPr>
        <w:t xml:space="preserve">              (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نسائ،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115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وَلا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تجعلو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عرضَة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لایمانکم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ان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تصلحوا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بین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الناس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تفاسیر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کتابوں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پڑھتے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صحابی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بیٹی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داماد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اختلاف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ہوگیا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لڑکی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قسم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معاملے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دخالت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کریگا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نازل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قسم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نیکی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پرہیز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اصلاح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وسیلہ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</w:t>
      </w:r>
      <w:r w:rsidRPr="006A282F">
        <w:rPr>
          <w:rtl/>
        </w:rPr>
        <w:t>۔</w:t>
      </w:r>
      <w:r w:rsidRPr="006A282F">
        <w:cr/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اگرچہ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وصیت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وصیت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کدورت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وصیت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ومحبت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فضا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قائم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فَمن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خَافَ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مِن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مُوصٍ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جُنفًا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اِثمًا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فاصلح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بین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فلا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اثم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علی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tl/>
        </w:rPr>
        <w:t>)</w:t>
      </w:r>
    </w:p>
    <w:p w:rsidR="00724808" w:rsidRPr="006A282F" w:rsidRDefault="006A282F" w:rsidP="005C4E5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اگرچہ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محترم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فتنہ،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فساد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باعث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آشتی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قتل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 xml:space="preserve">'' </w:t>
      </w:r>
      <w:r w:rsidRPr="003729E7">
        <w:rPr>
          <w:rStyle w:val="libAieChar"/>
          <w:rFonts w:hint="cs"/>
          <w:rtl/>
        </w:rPr>
        <w:t>فقاتلو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الّتی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تبغی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DF5E4E">
      <w:pPr>
        <w:pStyle w:val="Heading1"/>
      </w:pPr>
      <w:bookmarkStart w:id="64" w:name="_Toc440194794"/>
      <w:r w:rsidRPr="006A282F">
        <w:rPr>
          <w:rFonts w:hint="cs"/>
          <w:rtl/>
        </w:rPr>
        <w:t>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آشتی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موانع</w:t>
      </w:r>
      <w:r w:rsidRPr="006A282F">
        <w:rPr>
          <w:rtl/>
        </w:rPr>
        <w:t>:</w:t>
      </w:r>
      <w:bookmarkEnd w:id="64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احادیث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آشتی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موانع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جملہ</w:t>
      </w:r>
      <w:r w:rsidRPr="006A282F">
        <w:rPr>
          <w:rtl/>
        </w:rPr>
        <w:t>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ab/>
        <w:t xml:space="preserve"> 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بقرہ،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225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بقرہ،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="008F1760" w:rsidRPr="00067685">
        <w:rPr>
          <w:rFonts w:hint="cs"/>
          <w:rtl/>
        </w:rPr>
        <w:t>8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حجرات،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9</w:t>
      </w:r>
    </w:p>
    <w:p w:rsidR="006A282F" w:rsidRPr="006A282F" w:rsidRDefault="006A282F" w:rsidP="005C4E5F">
      <w:pPr>
        <w:pStyle w:val="libNormal"/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lastRenderedPageBreak/>
        <w:tab/>
      </w:r>
      <w:r w:rsidR="008F1760" w:rsidRPr="00067685">
        <w:rPr>
          <w:rFonts w:hint="cs"/>
          <w:rtl/>
        </w:rPr>
        <w:t>1</w:t>
      </w:r>
      <w:r w:rsidRPr="006A282F">
        <w:rPr>
          <w:rFonts w:hint="cs"/>
          <w:rtl/>
        </w:rPr>
        <w:t>۔ شیطان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ارشاد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Fonts w:hint="cs"/>
          <w:rtl/>
        </w:rPr>
        <w:t>ادخلوا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السّلم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کافّة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ولا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تتّبعوا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خطوات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الشیطان</w:t>
      </w:r>
      <w:r w:rsidRPr="003729E7">
        <w:rPr>
          <w:rStyle w:val="libAieChar"/>
          <w:rtl/>
        </w:rPr>
        <w:t>''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شیطان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پیروی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ارشاد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Fonts w:hint="cs"/>
          <w:rtl/>
        </w:rPr>
        <w:t>انّما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یُرید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الشیطان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یوقع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بینکم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العداوة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والبغضائ</w:t>
      </w:r>
      <w:r w:rsidRPr="003729E7">
        <w:rPr>
          <w:rStyle w:val="libAieChar"/>
          <w:rtl/>
        </w:rPr>
        <w:t>''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شیطان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کدورت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2</w:t>
      </w:r>
      <w:r w:rsidR="006A282F" w:rsidRPr="006A282F">
        <w:rPr>
          <w:rFonts w:hint="cs"/>
          <w:rtl/>
        </w:rPr>
        <w:t>۔ مال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چاہت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بخل</w:t>
      </w:r>
      <w:r w:rsidR="006A282F" w:rsidRPr="006A282F">
        <w:rPr>
          <w:rtl/>
        </w:rPr>
        <w:t>۔</w:t>
      </w:r>
      <w:r w:rsidR="006A282F" w:rsidRPr="003729E7">
        <w:rPr>
          <w:rStyle w:val="libAieChar"/>
          <w:rtl/>
        </w:rPr>
        <w:t xml:space="preserve">'' </w:t>
      </w:r>
      <w:r w:rsidR="006A282F" w:rsidRPr="003729E7">
        <w:rPr>
          <w:rStyle w:val="libAieChar"/>
          <w:rFonts w:hint="cs"/>
          <w:rtl/>
        </w:rPr>
        <w:t>والصلح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خیر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و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اُحضِرتِ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الاَنفس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الشُح</w:t>
      </w:r>
      <w:r w:rsidR="006A282F" w:rsidRPr="003729E7">
        <w:rPr>
          <w:rStyle w:val="libAieChar"/>
          <w:rtl/>
        </w:rPr>
        <w:t>''</w:t>
      </w:r>
      <w:r w:rsidR="006A282F" w:rsidRPr="006A282F">
        <w:rPr>
          <w:rtl/>
        </w:rPr>
        <w:t xml:space="preserve"> </w:t>
      </w:r>
      <w:r w:rsidR="006A282F"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="006A282F" w:rsidRPr="003323C2">
        <w:rPr>
          <w:rStyle w:val="libFootnotenumChar"/>
          <w:rFonts w:hint="cs"/>
          <w:rtl/>
        </w:rPr>
        <w:t>)</w:t>
      </w:r>
      <w:r w:rsidR="006A282F" w:rsidRPr="006A282F">
        <w:rPr>
          <w:rFonts w:hint="cs"/>
          <w:rtl/>
        </w:rPr>
        <w:t>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صلح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دوستی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بہتر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اگرچہ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لوگ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حرص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لالچ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بخل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کرتے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ہیں</w:t>
      </w:r>
      <w:r w:rsidR="006A282F" w:rsidRPr="006A282F">
        <w:rPr>
          <w:rtl/>
        </w:rPr>
        <w:t>۔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3</w:t>
      </w:r>
      <w:r w:rsidR="006A282F" w:rsidRPr="006A282F">
        <w:rPr>
          <w:rFonts w:hint="cs"/>
          <w:rtl/>
        </w:rPr>
        <w:t>۔ غرور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تکبر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بھی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کبھی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کبھی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صلح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آشتی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لیے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مانع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>۔</w:t>
      </w:r>
    </w:p>
    <w:p w:rsidR="006A282F" w:rsidRPr="006A282F" w:rsidRDefault="006A282F" w:rsidP="00DF5E4E">
      <w:pPr>
        <w:pStyle w:val="Heading1"/>
      </w:pPr>
      <w:bookmarkStart w:id="65" w:name="_Toc440194795"/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نزول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رحمت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عوامل</w:t>
      </w:r>
      <w:r w:rsidRPr="006A282F">
        <w:rPr>
          <w:rtl/>
        </w:rPr>
        <w:t>:</w:t>
      </w:r>
      <w:bookmarkEnd w:id="65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 xml:space="preserve">٭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لعلکم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ترحمون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نظر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نزول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رحمت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عوامل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ممکن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6A282F">
        <w:rPr>
          <w:rFonts w:hint="cs"/>
          <w:rtl/>
        </w:rPr>
        <w:t>۔ خدا،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آسمانی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کتب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پیروی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واطیعو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والرسول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'</w:t>
      </w:r>
      <w:r w:rsidRPr="003729E7">
        <w:rPr>
          <w:rStyle w:val="libAieChar"/>
          <w:rtl/>
        </w:rPr>
        <w:t>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4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''و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ذا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کتاب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فاتبعو</w:t>
      </w:r>
      <w:r w:rsidR="00EC5BA0" w:rsidRPr="00EC5BA0">
        <w:rPr>
          <w:rStyle w:val="libAieChar"/>
          <w:rFonts w:hint="cs"/>
          <w:rtl/>
        </w:rPr>
        <w:t>ه---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لعلکم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ترحمون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5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بقرہ،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20</w:t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مائدہ،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9</w:t>
      </w:r>
      <w:r w:rsidR="008F1760" w:rsidRPr="008F1760">
        <w:rPr>
          <w:rFonts w:hint="cs"/>
          <w:rtl/>
        </w:rPr>
        <w:t>1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نسائ،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12</w:t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 xml:space="preserve">               (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عمران،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132</w:t>
      </w:r>
      <w:r w:rsidRPr="006A282F">
        <w:rPr>
          <w:rtl/>
        </w:rPr>
        <w:tab/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)۔سورئہ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انعام،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="008F1760" w:rsidRPr="00067685">
        <w:rPr>
          <w:rFonts w:hint="cs"/>
          <w:rtl/>
        </w:rPr>
        <w:t>55</w:t>
      </w:r>
    </w:p>
    <w:p w:rsidR="006A282F" w:rsidRPr="006A282F" w:rsidRDefault="006A282F" w:rsidP="005C4E5F">
      <w:pPr>
        <w:pStyle w:val="libNormal"/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lastRenderedPageBreak/>
        <w:tab/>
      </w:r>
      <w:r w:rsidR="008F1760" w:rsidRPr="00067685">
        <w:rPr>
          <w:rFonts w:hint="cs"/>
          <w:rtl/>
        </w:rPr>
        <w:t>2</w:t>
      </w:r>
      <w:r w:rsidRPr="006A282F">
        <w:rPr>
          <w:rFonts w:hint="cs"/>
          <w:rtl/>
        </w:rPr>
        <w:t>۔ نماز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قائم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زکات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اقیموا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الصلوٰة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واتو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الزکاة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لعلکم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ترحمون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6A282F">
        <w:rPr>
          <w:rFonts w:hint="cs"/>
          <w:rtl/>
        </w:rPr>
        <w:t>۔ مسلمانوں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آشتی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کرانا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فاصلحوا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لعلکم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ترحمون</w:t>
      </w:r>
      <w:r w:rsidRPr="003729E7">
        <w:rPr>
          <w:rStyle w:val="libAieChar"/>
          <w:rtl/>
        </w:rPr>
        <w:t>''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استغفار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توبہ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لولا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تستغفرون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لعلکم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ترحمون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tl/>
        </w:rPr>
        <w:t>)</w:t>
      </w:r>
    </w:p>
    <w:p w:rsidR="00724808" w:rsidRPr="006A282F" w:rsidRDefault="006A282F" w:rsidP="005C4E5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غور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تلاوت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سننا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واذ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اقرأ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القرآن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فاستمعوا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لعلکم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ترحمون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DF5E4E">
      <w:pPr>
        <w:pStyle w:val="Heading1"/>
      </w:pPr>
      <w:bookmarkStart w:id="66" w:name="_Toc440194796"/>
      <w:r w:rsidRPr="006A282F">
        <w:rPr>
          <w:rFonts w:hint="cs"/>
          <w:rtl/>
        </w:rPr>
        <w:t>روایات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نزول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رحمت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عوامل</w:t>
      </w:r>
      <w:r w:rsidRPr="006A282F">
        <w:rPr>
          <w:rtl/>
        </w:rPr>
        <w:t>:</w:t>
      </w:r>
      <w:bookmarkEnd w:id="66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 xml:space="preserve">٭ </w:t>
      </w:r>
      <w:r w:rsidRPr="006A282F">
        <w:rPr>
          <w:rFonts w:hint="cs"/>
          <w:rtl/>
        </w:rPr>
        <w:t>معصومین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روایات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نزول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رحمت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عوامل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اشارہ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: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1</w:t>
      </w:r>
      <w:r w:rsidR="006A282F" w:rsidRPr="006A282F">
        <w:rPr>
          <w:rFonts w:hint="cs"/>
          <w:rtl/>
        </w:rPr>
        <w:t>۔ بیمار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مومن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عیادت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کرنا</w:t>
      </w:r>
      <w:r w:rsidR="006A282F" w:rsidRPr="006A282F">
        <w:rPr>
          <w:rtl/>
        </w:rPr>
        <w:t xml:space="preserve">: </w:t>
      </w:r>
      <w:r w:rsidR="006A282F" w:rsidRPr="003729E7">
        <w:rPr>
          <w:rStyle w:val="libAieChar"/>
          <w:rtl/>
        </w:rPr>
        <w:t>''</w:t>
      </w:r>
      <w:r w:rsidR="006A282F" w:rsidRPr="003729E7">
        <w:rPr>
          <w:rStyle w:val="libAieChar"/>
          <w:rFonts w:hint="cs"/>
          <w:rtl/>
        </w:rPr>
        <w:t>مَن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عَادَ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مومِنًا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خاض</w:t>
      </w:r>
      <w:r w:rsidR="00EC5BA0" w:rsidRPr="00EC5BA0">
        <w:rPr>
          <w:rStyle w:val="libAieChar"/>
          <w:rFonts w:hint="cs"/>
          <w:rtl/>
        </w:rPr>
        <w:t>-</w:t>
      </w:r>
      <w:r w:rsidR="006A282F" w:rsidRPr="00491A3E">
        <w:rPr>
          <w:rStyle w:val="libAieChar"/>
          <w:rFonts w:hint="cs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الرَّحمة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خوضًا</w:t>
      </w:r>
      <w:r w:rsidR="006A282F" w:rsidRPr="003729E7">
        <w:rPr>
          <w:rStyle w:val="libAieChar"/>
          <w:rtl/>
        </w:rPr>
        <w:t>''</w:t>
      </w:r>
      <w:r w:rsidR="006A282F" w:rsidRPr="006A282F">
        <w:rPr>
          <w:rtl/>
        </w:rPr>
        <w:t xml:space="preserve"> </w:t>
      </w:r>
      <w:r w:rsidR="006A282F"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4</w:t>
      </w:r>
      <w:r w:rsidR="006A282F"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بیمار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عیادت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مکمل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رحمت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2</w:t>
      </w:r>
      <w:r w:rsidR="006A282F" w:rsidRPr="006A282F">
        <w:rPr>
          <w:rFonts w:hint="cs"/>
          <w:rtl/>
        </w:rPr>
        <w:t>۔ کمزور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ناتوان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افراد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مدد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کرنا</w:t>
      </w:r>
      <w:r w:rsidR="006A282F" w:rsidRPr="006A282F">
        <w:rPr>
          <w:rtl/>
        </w:rPr>
        <w:t xml:space="preserve">۔ </w:t>
      </w:r>
      <w:r w:rsidR="006A282F" w:rsidRPr="003729E7">
        <w:rPr>
          <w:rStyle w:val="libAieChar"/>
          <w:rtl/>
        </w:rPr>
        <w:t>''</w:t>
      </w:r>
      <w:r w:rsidR="006A282F" w:rsidRPr="003729E7">
        <w:rPr>
          <w:rStyle w:val="libAieChar"/>
          <w:rFonts w:hint="cs"/>
          <w:rtl/>
        </w:rPr>
        <w:t>اِرحموا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ضُعفائکم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واطلبوا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الرحمة</w:t>
      </w:r>
      <w:r w:rsidR="00EC5BA0" w:rsidRPr="00EC5BA0">
        <w:rPr>
          <w:rStyle w:val="libAieChar"/>
          <w:rFonts w:hint="cs"/>
          <w:rtl/>
        </w:rPr>
        <w:t>-</w:t>
      </w:r>
      <w:r w:rsidR="006A282F" w:rsidRPr="00491A3E">
        <w:rPr>
          <w:rStyle w:val="libAieChar"/>
          <w:rFonts w:hint="cs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="006A282F" w:rsidRPr="003729E7">
        <w:rPr>
          <w:rStyle w:val="libAieChar"/>
          <w:rFonts w:hint="cs"/>
          <w:rtl/>
        </w:rPr>
        <w:t>،،</w:t>
      </w:r>
      <w:r w:rsidR="006A282F"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5</w:t>
      </w:r>
      <w:r w:rsidR="006A282F" w:rsidRPr="003323C2">
        <w:rPr>
          <w:rStyle w:val="libFootnotenumChar"/>
          <w:rtl/>
        </w:rPr>
        <w:t>)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نور،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5</w:t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نمل،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5</w:t>
      </w:r>
      <w:r w:rsidR="00067685" w:rsidRPr="00067685">
        <w:rPr>
          <w:rFonts w:hint="cs"/>
          <w:rtl/>
        </w:rPr>
        <w:t>6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اعراف،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205</w:t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)۔ وسائل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الشیعہ،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51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 xml:space="preserve">  (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)۔ مستدرک،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067685">
        <w:rPr>
          <w:rFonts w:hint="cs"/>
          <w:rtl/>
        </w:rPr>
        <w:t>9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5</w:t>
      </w:r>
      <w:r w:rsidR="008F1760" w:rsidRPr="008F1760">
        <w:rPr>
          <w:rFonts w:hint="cs"/>
          <w:rtl/>
        </w:rPr>
        <w:t>5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حوالے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کمزور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رحم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رحمت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طلب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>۔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3</w:t>
      </w:r>
      <w:r w:rsidR="006A282F" w:rsidRPr="006A282F">
        <w:rPr>
          <w:rFonts w:hint="cs"/>
          <w:rtl/>
        </w:rPr>
        <w:t>۔ روایات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کثیر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العیال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افراد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زیادہ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سے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زیادہ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مدد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کہا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گیا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خاص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طور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جن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بیٹیاں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زیادہ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ہوں</w:t>
      </w:r>
      <w:r w:rsidR="006A282F" w:rsidRPr="006A282F">
        <w:rPr>
          <w:rtl/>
        </w:rPr>
        <w:t xml:space="preserve">۔ 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5</w:t>
      </w:r>
      <w:r w:rsidR="006A282F" w:rsidRPr="006A282F">
        <w:rPr>
          <w:rFonts w:hint="cs"/>
          <w:rtl/>
        </w:rPr>
        <w:t>۔ دعاو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نماز،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نرمی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سے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پیش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آنا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اپنے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برادر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دینی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سے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مصافحہ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معانقہ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بھی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نزول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رحمت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اسباب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ہیں</w:t>
      </w:r>
      <w:r w:rsidR="006A282F" w:rsidRPr="006A282F">
        <w:rPr>
          <w:rtl/>
        </w:rPr>
        <w:t xml:space="preserve">۔ </w:t>
      </w:r>
      <w:r w:rsidR="006A282F"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="006A282F" w:rsidRPr="003323C2">
        <w:rPr>
          <w:rStyle w:val="libFootnotenumChar"/>
          <w:rtl/>
        </w:rPr>
        <w:t>)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5</w:t>
      </w:r>
      <w:r w:rsidR="006A282F" w:rsidRPr="006A282F">
        <w:rPr>
          <w:rFonts w:hint="cs"/>
          <w:rtl/>
        </w:rPr>
        <w:t>۔ لوگوں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پریشانیوں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کرنا</w:t>
      </w:r>
      <w:r w:rsidR="006A282F" w:rsidRPr="006A282F">
        <w:rPr>
          <w:rtl/>
        </w:rPr>
        <w:t xml:space="preserve">۔ </w:t>
      </w:r>
      <w:r w:rsidR="006A282F" w:rsidRPr="006A282F">
        <w:rPr>
          <w:rFonts w:hint="cs"/>
          <w:rtl/>
        </w:rPr>
        <w:t>وہ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افراد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جو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اپنی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پریشانیوں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حل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لیے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تمہارے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پاس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آئیں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خدا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رحمت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انکی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حاجت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روائی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بغیر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واپس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پلٹانا</w:t>
      </w:r>
      <w:r w:rsidR="006A282F" w:rsidRPr="006A282F">
        <w:rPr>
          <w:rtl/>
        </w:rPr>
        <w:t xml:space="preserve">۔ </w:t>
      </w:r>
      <w:r w:rsidR="006A282F"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="006A282F" w:rsidRPr="003323C2">
        <w:rPr>
          <w:rStyle w:val="libFootnotenumChar"/>
          <w:rtl/>
        </w:rPr>
        <w:t>)</w:t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وسائل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الشیعہ،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31</w:t>
      </w:r>
      <w:r w:rsidRPr="006A282F">
        <w:rPr>
          <w:rFonts w:hint="cs"/>
          <w:rtl/>
        </w:rPr>
        <w:tab/>
      </w:r>
      <w:r w:rsidRPr="006A282F">
        <w:rPr>
          <w:rtl/>
        </w:rPr>
        <w:tab/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)۔کافی،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20</w:t>
      </w:r>
      <w:r w:rsidR="00067685" w:rsidRPr="00067685">
        <w:rPr>
          <w:rFonts w:hint="cs"/>
          <w:rtl/>
        </w:rPr>
        <w:t>6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DF5E4E">
      <w:pPr>
        <w:pStyle w:val="Heading1"/>
      </w:pPr>
      <w:bookmarkStart w:id="67" w:name="_Toc440194797"/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Pr="006A282F">
        <w:rPr>
          <w:rtl/>
        </w:rPr>
        <w:t xml:space="preserve"> </w:t>
      </w:r>
      <w:r w:rsidR="008F1760" w:rsidRPr="00C26ECE">
        <w:rPr>
          <w:rFonts w:hint="cs"/>
          <w:rtl/>
        </w:rPr>
        <w:t>11</w:t>
      </w:r>
      <w:bookmarkEnd w:id="67"/>
    </w:p>
    <w:p w:rsidR="006A282F" w:rsidRPr="006A282F" w:rsidRDefault="006A282F" w:rsidP="003729E7">
      <w:pPr>
        <w:pStyle w:val="libAie"/>
      </w:pPr>
      <w:r w:rsidRPr="006A282F">
        <w:rPr>
          <w:rFonts w:hint="cs"/>
          <w:rtl/>
        </w:rPr>
        <w:t>یٰأَیُّ</w:t>
      </w:r>
      <w:r w:rsidR="00491A3E" w:rsidRPr="00491A3E">
        <w:rPr>
          <w:rFonts w:hint="cs"/>
          <w:rtl/>
        </w:rPr>
        <w:t>ه</w:t>
      </w:r>
      <w:r w:rsidRPr="00491A3E">
        <w:rPr>
          <w:rFonts w:hint="cs"/>
          <w:rtl/>
        </w:rPr>
        <w:t>َا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الَّذِی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نَ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اٰمَنُوا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لَا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یَس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خَرُ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قَو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مِّن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قَو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مٍ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عَسٰی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أَن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یّکُو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نوا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خَی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رًا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مِّن</w:t>
      </w:r>
      <w:r w:rsidRPr="00EC5BA0">
        <w:rPr>
          <w:rFonts w:hint="cs"/>
          <w:rtl/>
        </w:rPr>
        <w:t>ْ</w:t>
      </w:r>
      <w:r w:rsidR="00491A3E" w:rsidRPr="00491A3E">
        <w:rPr>
          <w:rFonts w:hint="cs"/>
          <w:rtl/>
        </w:rPr>
        <w:t>ه</w:t>
      </w:r>
      <w:r w:rsidRPr="00491A3E">
        <w:rPr>
          <w:rFonts w:hint="cs"/>
          <w:rtl/>
        </w:rPr>
        <w:t>ُم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وَلَا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نِسَآئ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مِّن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نِسَآئٍ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عَسٰی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أن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یَّکُنَّ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خَی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رًا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مِّن</w:t>
      </w:r>
      <w:r w:rsidRPr="00EC5BA0">
        <w:rPr>
          <w:rFonts w:hint="cs"/>
          <w:rtl/>
        </w:rPr>
        <w:t>ْ</w:t>
      </w:r>
      <w:r w:rsidR="00491A3E" w:rsidRPr="00491A3E">
        <w:rPr>
          <w:rFonts w:hint="cs"/>
          <w:rtl/>
        </w:rPr>
        <w:t>ه</w:t>
      </w:r>
      <w:r w:rsidRPr="00491A3E">
        <w:rPr>
          <w:rFonts w:hint="cs"/>
          <w:rtl/>
        </w:rPr>
        <w:t>ُنَّج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وَلَا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تَل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مِزُو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آ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أَن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فُسَکُم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وَلَا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تَنَابَزوا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بِال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أَل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قٰابِط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بِئسَ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الاِس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مُ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الفُسُوقُ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بَع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دَ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الاِی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مٰانِج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وَمَن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لَّم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یَتُب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فَأُولٰئِکَ</w:t>
      </w:r>
      <w:r w:rsidRPr="006A282F">
        <w:rPr>
          <w:rtl/>
        </w:rPr>
        <w:t xml:space="preserve"> 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ُمُ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الظّٰلِمُونَ</w:t>
      </w:r>
      <w:r w:rsidR="00EC5BA0" w:rsidRPr="00EC5BA0">
        <w:rPr>
          <w:rFonts w:hint="cs"/>
          <w:rtl/>
        </w:rPr>
        <w:t>-</w:t>
      </w:r>
      <w:r w:rsidRPr="00491A3E">
        <w:rPr>
          <w:rFonts w:hint="cs"/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ترجمہ</w:t>
      </w:r>
      <w:r w:rsidRPr="006A282F">
        <w:rPr>
          <w:rtl/>
        </w:rPr>
        <w:t xml:space="preserve">: </w:t>
      </w:r>
    </w:p>
    <w:p w:rsidR="006A282F" w:rsidRPr="006A282F" w:rsidRDefault="006A282F" w:rsidP="005C4E5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والو</w:t>
      </w:r>
      <w:r w:rsidRPr="006A282F">
        <w:rPr>
          <w:rtl/>
        </w:rPr>
        <w:t xml:space="preserve">!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اُڑائے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شاید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عورتوں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جماعت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جماعت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مسخرہ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شاید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عورتیں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طعنے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الفاظ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بدکاری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درحقیقت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ظالمین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DF5E4E">
      <w:pPr>
        <w:pStyle w:val="Heading1"/>
      </w:pPr>
      <w:bookmarkStart w:id="68" w:name="_Toc440194798"/>
      <w:r w:rsidRPr="006A282F">
        <w:rPr>
          <w:rFonts w:hint="cs"/>
          <w:rtl/>
        </w:rPr>
        <w:t>نکات</w:t>
      </w:r>
      <w:r w:rsidRPr="006A282F">
        <w:rPr>
          <w:rtl/>
        </w:rPr>
        <w:t>:</w:t>
      </w:r>
      <w:bookmarkEnd w:id="68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کلمہ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لَمْز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یعنی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سامنے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کلمہ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''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مز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پیٹھ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پیچھے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 xml:space="preserve"> 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کلمہ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تَنَابز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القاب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پکارنا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tl/>
        </w:rPr>
        <w:t>)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کتاب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العین</w:t>
      </w:r>
      <w:r w:rsidRPr="006A282F">
        <w:rPr>
          <w:rtl/>
        </w:rPr>
        <w:tab/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لسان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العرب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724808" w:rsidRPr="006A282F" w:rsidRDefault="006A282F" w:rsidP="005C4E5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گزشتہ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اخوت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بردری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بحث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اخوت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برادری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راستہ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رکاوٹ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ماقبل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لڑائی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جھگڑے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عوامل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لڑائی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جھگڑے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کاسبب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القاب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پکارناہے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اسلامی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تعلیمات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برکات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ماحول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پاکیزہ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پکارنے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روکنا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DF5E4E">
      <w:pPr>
        <w:pStyle w:val="Heading1"/>
      </w:pPr>
      <w:bookmarkStart w:id="69" w:name="_Toc440194799"/>
      <w:r w:rsidRPr="006A282F">
        <w:rPr>
          <w:rFonts w:hint="cs"/>
          <w:rtl/>
        </w:rPr>
        <w:t>پیغامات</w:t>
      </w:r>
      <w:r w:rsidRPr="006A282F">
        <w:rPr>
          <w:rtl/>
        </w:rPr>
        <w:t>:</w:t>
      </w:r>
      <w:bookmarkEnd w:id="69"/>
    </w:p>
    <w:p w:rsidR="006A282F" w:rsidRPr="003729E7" w:rsidRDefault="006A282F" w:rsidP="006A282F">
      <w:pPr>
        <w:pStyle w:val="libNormal"/>
        <w:rPr>
          <w:rStyle w:val="libAieChar"/>
        </w:rPr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بندگان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اڑائے</w:t>
      </w:r>
      <w:r w:rsidRPr="006A282F">
        <w:rPr>
          <w:rtl/>
        </w:rPr>
        <w:t xml:space="preserve"> ۔ 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یٰاایُّ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ٰا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الَّذِیْنَ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اٰمَنُوا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یَسْخَرُ</w:t>
      </w:r>
      <w:r w:rsidRPr="003729E7">
        <w:rPr>
          <w:rStyle w:val="libAieChar"/>
          <w:rtl/>
        </w:rPr>
        <w:t>''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توہین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روکنا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روکنے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توہین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آمیز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پہلو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>۔</w:t>
      </w:r>
      <w:r w:rsidRPr="003729E7">
        <w:rPr>
          <w:rStyle w:val="libAieChar"/>
          <w:rtl/>
        </w:rPr>
        <w:t xml:space="preserve"> ''</w:t>
      </w:r>
      <w:r w:rsidRPr="003729E7">
        <w:rPr>
          <w:rStyle w:val="libAieChar"/>
          <w:rFonts w:hint="cs"/>
          <w:rtl/>
        </w:rPr>
        <w:t>یٰا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ایُّ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ٰا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الذّین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امَنُولَا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یَسْخَرُ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قَوْم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مِنْ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قَوْمٍ</w:t>
      </w:r>
      <w:r w:rsidRPr="003729E7">
        <w:rPr>
          <w:rStyle w:val="libAieChar"/>
          <w:rtl/>
        </w:rPr>
        <w:t xml:space="preserve"> ''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3729E7">
        <w:rPr>
          <w:rStyle w:val="libAieChar"/>
          <w:rFonts w:hint="cs"/>
          <w:rtl/>
        </w:rPr>
        <w:t>لَا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تَسْخَروا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اڑانا،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فتنہ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فساد،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دشمنی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کنجی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لا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یَسْخَر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قَوْم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>'</w:t>
      </w:r>
      <w:r w:rsidRPr="003729E7">
        <w:rPr>
          <w:rStyle w:val="libAieChar"/>
          <w:rtl/>
        </w:rPr>
        <w:t>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برادری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آشتی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تبلیغ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طریقہ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مسئلہ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مخاطبین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نوع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موجود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مطالب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تکرار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lastRenderedPageBreak/>
        <w:t>چاہیے</w:t>
      </w:r>
      <w:r w:rsidRPr="006A282F">
        <w:rPr>
          <w:rtl/>
        </w:rPr>
        <w:t xml:space="preserve">۔ </w:t>
      </w:r>
      <w:r w:rsidRPr="003729E7">
        <w:rPr>
          <w:rStyle w:val="libAieChar"/>
          <w:rFonts w:hint="cs"/>
          <w:rtl/>
        </w:rPr>
        <w:t>قومٍ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قومٍ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وَلَا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نِسَاء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مِنْ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نِسَآئٍ</w:t>
      </w:r>
      <w:r w:rsidR="00EC5BA0" w:rsidRPr="00EC5BA0">
        <w:rPr>
          <w:rStyle w:val="libAieChar"/>
          <w:rFonts w:hint="cs"/>
          <w:rtl/>
        </w:rPr>
        <w:t>-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تربیت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وعظ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نصیحت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دوران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فتنہ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فساد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جڑ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کوشش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چاہیئے</w:t>
      </w:r>
      <w:r w:rsidR="00EC5BA0" w:rsidRPr="00EC5BA0">
        <w:rPr>
          <w:rStyle w:val="libAieChar"/>
          <w:rFonts w:hint="cs"/>
          <w:rtl/>
        </w:rPr>
        <w:t>-</w:t>
      </w:r>
      <w:r w:rsidRPr="00491A3E">
        <w:rPr>
          <w:rStyle w:val="libAieChar"/>
          <w:rFonts w:hint="cs"/>
          <w:rtl/>
        </w:rPr>
        <w:t xml:space="preserve"> (</w:t>
      </w:r>
      <w:r w:rsidRPr="003729E7">
        <w:rPr>
          <w:rStyle w:val="libAieChar"/>
          <w:rFonts w:hint="cs"/>
          <w:rtl/>
        </w:rPr>
        <w:t>عسیٰ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اَنْ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یکونوا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خیرا</w:t>
      </w:r>
      <w:r w:rsidRPr="003729E7">
        <w:rPr>
          <w:rStyle w:val="libAieChar"/>
          <w:rtl/>
        </w:rPr>
        <w:t xml:space="preserve"> )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اصل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برتر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سمجھناہے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معاملے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جڑ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تمہیں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برتر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شاید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برتر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6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باطن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ظاہر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بین،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سطحی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نظر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فقط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موجودہ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حالات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عسیٰ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یَکُونوا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خَیْرًا</w:t>
      </w:r>
      <w:r w:rsidR="00EC5BA0" w:rsidRPr="00EC5BA0">
        <w:rPr>
          <w:rStyle w:val="libAieChar"/>
          <w:rFonts w:hint="cs"/>
          <w:rtl/>
        </w:rPr>
        <w:t>---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7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دراصل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۔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وَلَا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تَلْمِزُو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أَنْفُسکُم</w:t>
      </w:r>
      <w:r w:rsidRPr="003729E7">
        <w:rPr>
          <w:rStyle w:val="libAieChar"/>
          <w:rtl/>
        </w:rPr>
        <w:t>''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8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دوسروں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انتقام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ابھارنا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کریںپس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نقل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حقیقت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عیوب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انکشاف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3729E7">
        <w:rPr>
          <w:rStyle w:val="libAieChar"/>
          <w:rtl/>
        </w:rPr>
        <w:t xml:space="preserve">(  </w:t>
      </w:r>
      <w:r w:rsidRPr="003729E7">
        <w:rPr>
          <w:rStyle w:val="libAieChar"/>
          <w:rFonts w:hint="cs"/>
          <w:rtl/>
        </w:rPr>
        <w:t>لَا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تَلْمِزُوا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أَنْفُسَکُم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9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ممکن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مقابل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جلد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شروع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تَنَابَزُوا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انجام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)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10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پکارا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من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یَتُبْ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فَأُولٰئِکَ</w:t>
      </w:r>
      <w:r w:rsidRPr="003729E7">
        <w:rPr>
          <w:rStyle w:val="libAieChar"/>
          <w:rtl/>
        </w:rPr>
        <w:t xml:space="preserve"> 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الظَّالِمُونَ</w:t>
      </w:r>
      <w:r w:rsidRPr="003729E7">
        <w:rPr>
          <w:rStyle w:val="libAieChar"/>
          <w:rtl/>
        </w:rPr>
        <w:t xml:space="preserve"> )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البتہ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فقط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زبانی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lastRenderedPageBreak/>
        <w:t xml:space="preserve"> </w:t>
      </w:r>
      <w:r w:rsidRPr="006A282F">
        <w:rPr>
          <w:rFonts w:hint="cs"/>
          <w:rtl/>
        </w:rPr>
        <w:t>بلکہ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تکریم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چھپانے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ظاہر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5C4E5F">
        <w:rPr>
          <w:rStyle w:val="libAieChar"/>
          <w:rtl/>
        </w:rPr>
        <w:t>(</w:t>
      </w:r>
      <w:r w:rsidRPr="005C4E5F">
        <w:rPr>
          <w:rStyle w:val="libAieChar"/>
          <w:rFonts w:hint="cs"/>
          <w:rtl/>
        </w:rPr>
        <w:t>تابو</w:t>
      </w:r>
      <w:r w:rsidRPr="005C4E5F">
        <w:rPr>
          <w:rStyle w:val="libAieChar"/>
          <w:rtl/>
        </w:rPr>
        <w:t xml:space="preserve"> </w:t>
      </w:r>
      <w:r w:rsidRPr="005C4E5F">
        <w:rPr>
          <w:rStyle w:val="libAieChar"/>
          <w:rFonts w:hint="cs"/>
          <w:rtl/>
        </w:rPr>
        <w:t>و</w:t>
      </w:r>
      <w:r w:rsidRPr="005C4E5F">
        <w:rPr>
          <w:rStyle w:val="libAieChar"/>
          <w:rtl/>
        </w:rPr>
        <w:t xml:space="preserve"> </w:t>
      </w:r>
      <w:r w:rsidRPr="005C4E5F">
        <w:rPr>
          <w:rStyle w:val="libAieChar"/>
          <w:rFonts w:hint="cs"/>
          <w:rtl/>
        </w:rPr>
        <w:t>اصلحوا</w:t>
      </w:r>
      <w:r w:rsidRPr="005C4E5F">
        <w:rPr>
          <w:rStyle w:val="libAieChar"/>
          <w:rtl/>
        </w:rPr>
        <w:t xml:space="preserve"> </w:t>
      </w:r>
      <w:r w:rsidRPr="005C4E5F">
        <w:rPr>
          <w:rStyle w:val="libAieChar"/>
          <w:rFonts w:hint="cs"/>
          <w:rtl/>
        </w:rPr>
        <w:t>و</w:t>
      </w:r>
      <w:r w:rsidRPr="005C4E5F">
        <w:rPr>
          <w:rStyle w:val="libAieChar"/>
          <w:rtl/>
        </w:rPr>
        <w:t xml:space="preserve"> </w:t>
      </w:r>
      <w:r w:rsidRPr="005C4E5F">
        <w:rPr>
          <w:rStyle w:val="libAieChar"/>
          <w:rFonts w:hint="cs"/>
          <w:rtl/>
        </w:rPr>
        <w:t>بیّنوا</w:t>
      </w:r>
      <w:r w:rsidRPr="005C4E5F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فساد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اصلاح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تَابُوا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واصلحوا</w:t>
      </w:r>
      <w:r w:rsidRPr="003729E7">
        <w:rPr>
          <w:rStyle w:val="libAieChar"/>
          <w:rtl/>
        </w:rPr>
        <w:t xml:space="preserve"> )</w:t>
      </w:r>
      <w:r w:rsidRPr="006A282F">
        <w:rPr>
          <w:rtl/>
        </w:rPr>
        <w:t xml:space="preserve"> </w:t>
      </w:r>
    </w:p>
    <w:p w:rsidR="00724808" w:rsidRPr="00067685" w:rsidRDefault="006A282F" w:rsidP="005C4E5F">
      <w:pPr>
        <w:pStyle w:val="libNormal"/>
        <w:rPr>
          <w:rStyle w:val="libAieChar"/>
        </w:rPr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11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حقیقت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تجاوز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ظالم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فَأُولٰئِکَ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الظَّالِمُونَ</w:t>
      </w:r>
      <w:r w:rsidRPr="003729E7">
        <w:rPr>
          <w:rStyle w:val="libAieChar"/>
          <w:rtl/>
        </w:rPr>
        <w:t>)</w:t>
      </w:r>
    </w:p>
    <w:p w:rsidR="006A282F" w:rsidRPr="006A282F" w:rsidRDefault="006A282F" w:rsidP="00DF5E4E">
      <w:pPr>
        <w:pStyle w:val="Heading1"/>
      </w:pPr>
      <w:bookmarkStart w:id="70" w:name="_Toc440194800"/>
      <w:r w:rsidRPr="006A282F">
        <w:rPr>
          <w:rFonts w:hint="cs"/>
          <w:rtl/>
        </w:rPr>
        <w:t>دوسروں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استہزاء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>:</w:t>
      </w:r>
      <w:bookmarkEnd w:id="70"/>
    </w:p>
    <w:p w:rsidR="00724808" w:rsidRPr="006A282F" w:rsidRDefault="006A282F" w:rsidP="005C4E5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ظاہری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استہزاء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دکھائی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درحقیقت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مجموعہ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مثال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ذلیل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عیوب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ظاہر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اختلاف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ایجاد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توزی،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فتنہ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فساد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پھیلانا،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انتقام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مائل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طعنہ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پوشیدہ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DF5E4E">
      <w:pPr>
        <w:pStyle w:val="Heading1"/>
      </w:pPr>
      <w:bookmarkStart w:id="71" w:name="_Toc440194801"/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وجوہات</w:t>
      </w:r>
      <w:r w:rsidRPr="006A282F">
        <w:rPr>
          <w:rtl/>
        </w:rPr>
        <w:t>:</w:t>
      </w:r>
      <w:bookmarkEnd w:id="71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ویل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لِکُلِّ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ُمَزَة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لُّمَزَةٍ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ن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الَّذِیْ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جَمَعَ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مٰالاً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وَّعَدَّد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Fonts w:hint="cs"/>
          <w:rtl/>
        </w:rPr>
        <w:t>)</w:t>
      </w:r>
      <w:r w:rsidRPr="00067685">
        <w:rPr>
          <w:rFonts w:hint="cs"/>
          <w:rtl/>
        </w:rPr>
        <w:t xml:space="preserve">  </w:t>
      </w:r>
      <w:r w:rsidRPr="006A282F">
        <w:rPr>
          <w:rFonts w:hint="cs"/>
          <w:rtl/>
        </w:rPr>
        <w:t>وائے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پیٹھ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پیچھے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بقرہ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="00067685" w:rsidRPr="00067685">
        <w:rPr>
          <w:rFonts w:hint="cs"/>
          <w:rtl/>
        </w:rPr>
        <w:t>6</w:t>
      </w:r>
      <w:r w:rsidR="008F1760" w:rsidRPr="008F1760">
        <w:rPr>
          <w:rFonts w:hint="cs"/>
          <w:rtl/>
        </w:rPr>
        <w:t>0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ھمزہ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۔</w:t>
      </w:r>
      <w:r w:rsidR="008F1760" w:rsidRPr="008F1760">
        <w:rPr>
          <w:rFonts w:hint="cs"/>
          <w:rtl/>
        </w:rPr>
        <w:t>2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استہزاء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تمسخر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مختلف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ڈگریاں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>:</w:t>
      </w:r>
      <w:r w:rsidRPr="003729E7">
        <w:rPr>
          <w:rStyle w:val="libAieChar"/>
          <w:rtl/>
        </w:rPr>
        <w:t xml:space="preserve">'' </w:t>
      </w:r>
      <w:r w:rsidRPr="003729E7">
        <w:rPr>
          <w:rStyle w:val="libAieChar"/>
          <w:rFonts w:hint="cs"/>
          <w:rtl/>
        </w:rPr>
        <w:t>فَرِحُوا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بِمَا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عِنْدَ</w:t>
      </w:r>
      <w:r w:rsidRPr="003729E7">
        <w:rPr>
          <w:rStyle w:val="libAieChar"/>
          <w:rtl/>
        </w:rPr>
        <w:t xml:space="preserve"> 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</w:t>
      </w:r>
      <w:r w:rsidRPr="003729E7">
        <w:rPr>
          <w:rStyle w:val="libAieChar"/>
          <w:rFonts w:hint="cs"/>
          <w:rtl/>
        </w:rPr>
        <w:t>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مِّنَ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الْعِلْمِ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حَاقَ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بِ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ِم</w:t>
      </w:r>
      <w:r w:rsidRPr="003729E7">
        <w:rPr>
          <w:rStyle w:val="libAieChar"/>
          <w:rFonts w:hint="cs"/>
          <w:rtl/>
        </w:rPr>
        <w:t>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کَانُوا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بِ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یَسْتَ</w:t>
      </w:r>
      <w:r w:rsidR="00491A3E" w:rsidRPr="00491A3E">
        <w:rPr>
          <w:rStyle w:val="libAieChar"/>
          <w:rFonts w:hint="cs"/>
          <w:rtl/>
        </w:rPr>
        <w:t>ه</w:t>
      </w:r>
      <w:r w:rsidRPr="003729E7">
        <w:rPr>
          <w:rStyle w:val="libAieChar"/>
          <w:rFonts w:hint="cs"/>
          <w:rtl/>
        </w:rPr>
        <w:t>ْزِؤُونَ</w:t>
      </w:r>
      <w:r w:rsidRPr="003729E7">
        <w:rPr>
          <w:rStyle w:val="libAieChar"/>
          <w:rtl/>
        </w:rPr>
        <w:t xml:space="preserve"> 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گھیرے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لیا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جسمانی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توانائی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۔ </w:t>
      </w:r>
      <w:r w:rsidRPr="006A282F">
        <w:rPr>
          <w:rFonts w:hint="cs"/>
          <w:rtl/>
        </w:rPr>
        <w:t>کفار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 xml:space="preserve">( </w:t>
      </w:r>
      <w:r w:rsidRPr="003729E7">
        <w:rPr>
          <w:rStyle w:val="libAieChar"/>
          <w:rFonts w:hint="cs"/>
          <w:rtl/>
        </w:rPr>
        <w:t>مَنْ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أَشَدُّ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مِنَّا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قُوَّةَ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Fonts w:hint="cs"/>
          <w:rtl/>
        </w:rPr>
        <w:t>)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کون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قوی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القاب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عناوین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اچھا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مثال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کفار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غریب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انبیاء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حقارت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نگاہ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: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مَا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نَراکَ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اتَّبَعکَ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اِلّا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الَّذِیْنَ</w:t>
      </w:r>
      <w:r w:rsidRPr="003729E7">
        <w:rPr>
          <w:rStyle w:val="libAieChar"/>
          <w:rtl/>
        </w:rPr>
        <w:t xml:space="preserve"> 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</w:t>
      </w:r>
      <w:r w:rsidRPr="003729E7">
        <w:rPr>
          <w:rStyle w:val="libAieChar"/>
          <w:rFonts w:hint="cs"/>
          <w:rtl/>
        </w:rPr>
        <w:t>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اَرذِلْنَا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پست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ذلیل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تفریح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6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لالچ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تنقید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تمسخر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اختیار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کرلیتی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مثال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زکوٰة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تقسیم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</w:t>
      </w:r>
      <w:r w:rsidRPr="006A282F">
        <w:rPr>
          <w:rtl/>
        </w:rPr>
        <w:t>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 xml:space="preserve"> 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غافر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8</w:t>
      </w:r>
      <w:r w:rsidR="008F1760" w:rsidRPr="008F1760">
        <w:rPr>
          <w:rFonts w:hint="cs"/>
          <w:rtl/>
        </w:rPr>
        <w:t>3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فصلت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="008F1760" w:rsidRPr="00067685">
        <w:rPr>
          <w:rFonts w:hint="cs"/>
          <w:rtl/>
        </w:rPr>
        <w:t>5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ھود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</w:t>
      </w:r>
      <w:r w:rsidR="00067685" w:rsidRPr="00067685">
        <w:rPr>
          <w:rFonts w:hint="cs"/>
          <w:rtl/>
        </w:rPr>
        <w:t>7</w:t>
      </w:r>
    </w:p>
    <w:p w:rsidR="006A282F" w:rsidRPr="006A282F" w:rsidRDefault="006A282F" w:rsidP="005C4E5F">
      <w:pPr>
        <w:pStyle w:val="libNormal"/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lastRenderedPageBreak/>
        <w:tab/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ارشاد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ہوا</w:t>
      </w:r>
      <w:r w:rsidRPr="006A282F">
        <w:rPr>
          <w:rtl/>
        </w:rPr>
        <w:t xml:space="preserve">: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وَ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مِنْ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</w:t>
      </w:r>
      <w:r w:rsidRPr="003729E7">
        <w:rPr>
          <w:rStyle w:val="libAieChar"/>
          <w:rFonts w:hint="cs"/>
          <w:rtl/>
        </w:rPr>
        <w:t>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مَّنْ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یَلْمِزْکَ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فِی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الصَّدَقاتِ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فَاِنْ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أُعْطُوا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مِنْ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ٰا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رَضُوا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اِنْ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لَمْ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یُعْطَوْا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مِنْ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ٰا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اِذَا</w:t>
      </w:r>
      <w:r w:rsidRPr="003729E7">
        <w:rPr>
          <w:rStyle w:val="libAieChar"/>
          <w:rtl/>
        </w:rPr>
        <w:t xml:space="preserve"> 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</w:t>
      </w:r>
      <w:r w:rsidRPr="003729E7">
        <w:rPr>
          <w:rStyle w:val="libAieChar"/>
          <w:rFonts w:hint="cs"/>
          <w:rtl/>
        </w:rPr>
        <w:t>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یَسْخَطُونَ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تنقید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طمع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لالچ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زکوٰة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راضی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ہوجائیں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ناراض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>۔</w:t>
      </w:r>
    </w:p>
    <w:p w:rsidR="00724808" w:rsidRPr="006A282F" w:rsidRDefault="006A282F" w:rsidP="005C4E5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7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جہل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نادانی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موسی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ذبح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اسرائیل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ہو؟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موسی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أَعُوذُ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بِاللّٰ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أَکُونَ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مِنَ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الجٰا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ِلِی</w:t>
      </w:r>
      <w:r w:rsidRPr="003729E7">
        <w:rPr>
          <w:rStyle w:val="libAieChar"/>
          <w:rFonts w:hint="cs"/>
          <w:rtl/>
        </w:rPr>
        <w:t>ْنَ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Fonts w:hint="cs"/>
          <w:rtl/>
        </w:rPr>
        <w:t>)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جاہلوں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ہوجاؤں</w:t>
      </w:r>
      <w:r w:rsidRPr="006A282F">
        <w:rPr>
          <w:rtl/>
        </w:rPr>
        <w:t>۔</w:t>
      </w:r>
      <w:r w:rsidRPr="006A282F">
        <w:rPr>
          <w:rFonts w:hint="cs"/>
          <w:rtl/>
        </w:rPr>
        <w:t>یعنی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جہالت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جاہل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>۔</w:t>
      </w:r>
    </w:p>
    <w:p w:rsidR="006A282F" w:rsidRPr="006A282F" w:rsidRDefault="006A282F" w:rsidP="00DF5E4E">
      <w:pPr>
        <w:pStyle w:val="Heading1"/>
      </w:pPr>
      <w:bookmarkStart w:id="72" w:name="_Toc440194802"/>
      <w:r w:rsidRPr="006A282F">
        <w:rPr>
          <w:rFonts w:hint="cs"/>
          <w:rtl/>
        </w:rPr>
        <w:t>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>:</w:t>
      </w:r>
      <w:bookmarkEnd w:id="72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جعفر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صادق</w:t>
      </w:r>
      <w:r w:rsidRPr="006A282F">
        <w:rPr>
          <w:rtl/>
        </w:rPr>
        <w:t xml:space="preserve"> 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صحابی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پوچھا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زکوٰة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ہو؟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فقراء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آگاہ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ہوجاؤتم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ذلیل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آئندہ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ایسانہ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ذلیل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گویا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آمادہ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توبہ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58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بقرہ</w:t>
      </w:r>
      <w:r w:rsidRPr="006A282F">
        <w:rPr>
          <w:rtl/>
        </w:rPr>
        <w:t xml:space="preserve"> </w:t>
      </w:r>
      <w:r w:rsidR="00067685" w:rsidRPr="00067685">
        <w:rPr>
          <w:rFonts w:hint="cs"/>
          <w:rtl/>
        </w:rPr>
        <w:t>67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)۔مستدرک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الوسائل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Pr="006A282F">
        <w:rPr>
          <w:rtl/>
        </w:rPr>
        <w:t>/</w:t>
      </w:r>
      <w:r w:rsidR="008F1760" w:rsidRPr="00067685">
        <w:rPr>
          <w:rFonts w:hint="cs"/>
          <w:rtl/>
        </w:rPr>
        <w:t>9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10</w:t>
      </w:r>
      <w:r w:rsidR="008F1760" w:rsidRPr="00067685">
        <w:rPr>
          <w:rFonts w:hint="cs"/>
          <w:rtl/>
        </w:rPr>
        <w:t>5</w:t>
      </w:r>
    </w:p>
    <w:p w:rsidR="006A282F" w:rsidRPr="006A282F" w:rsidRDefault="006A282F" w:rsidP="005C4E5F">
      <w:pPr>
        <w:pStyle w:val="libNormal"/>
      </w:pPr>
      <w:r w:rsidRPr="006A282F">
        <w:rPr>
          <w:rtl/>
        </w:rPr>
        <w:br w:type="page"/>
      </w:r>
    </w:p>
    <w:p w:rsidR="006A282F" w:rsidRPr="006A282F" w:rsidRDefault="006A282F" w:rsidP="00DF5E4E">
      <w:pPr>
        <w:pStyle w:val="Heading1"/>
      </w:pPr>
      <w:bookmarkStart w:id="73" w:name="_Toc440194803"/>
      <w:r w:rsidRPr="006A282F">
        <w:rPr>
          <w:rFonts w:hint="cs"/>
          <w:rtl/>
        </w:rPr>
        <w:lastRenderedPageBreak/>
        <w:t>تمسخر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اُڑانے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مراتب</w:t>
      </w:r>
      <w:r w:rsidRPr="006A282F">
        <w:rPr>
          <w:rtl/>
        </w:rPr>
        <w:t>:</w:t>
      </w:r>
      <w:bookmarkEnd w:id="73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جارہا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مقدس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اتنا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خطرناک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ترہوگا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ارشاد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أ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باللّٰ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آیاتِ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رَسُولِ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Fonts w:hint="cs"/>
          <w:rtl/>
        </w:rPr>
        <w:t>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کنتم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تَسْتَ</w:t>
      </w:r>
      <w:r w:rsidR="00491A3E" w:rsidRPr="00491A3E">
        <w:rPr>
          <w:rStyle w:val="libAieChar"/>
          <w:rFonts w:hint="cs"/>
          <w:rtl/>
        </w:rPr>
        <w:t>ه</w:t>
      </w:r>
      <w:r w:rsidRPr="003729E7">
        <w:rPr>
          <w:rStyle w:val="libAieChar"/>
          <w:rFonts w:hint="cs"/>
          <w:rtl/>
        </w:rPr>
        <w:t>ْزِؤُنَ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فتح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موقع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مشرکین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</w:t>
      </w:r>
      <w:r w:rsidRPr="006A282F">
        <w:rPr>
          <w:rtl/>
        </w:rPr>
        <w:t>۔</w:t>
      </w:r>
    </w:p>
    <w:p w:rsidR="00724808" w:rsidRPr="00067685" w:rsidRDefault="006A282F" w:rsidP="005C4E5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حدیث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ذلیل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اعلان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مترادف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DF5E4E">
      <w:pPr>
        <w:pStyle w:val="Heading1"/>
      </w:pPr>
      <w:bookmarkStart w:id="74" w:name="_Toc440194804"/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انجام</w:t>
      </w:r>
      <w:r w:rsidRPr="006A282F">
        <w:rPr>
          <w:rtl/>
        </w:rPr>
        <w:t>:</w:t>
      </w:r>
      <w:bookmarkEnd w:id="74"/>
    </w:p>
    <w:p w:rsidR="006A282F" w:rsidRPr="006A282F" w:rsidRDefault="006A282F" w:rsidP="006A282F">
      <w:pPr>
        <w:pStyle w:val="libNormal"/>
      </w:pP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روایات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روشنی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عاقبت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انتظار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کررہی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جملہ</w:t>
      </w:r>
      <w:r w:rsidRPr="006A282F">
        <w:rPr>
          <w:rtl/>
        </w:rPr>
        <w:t>: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الف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مطففین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ہنستے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حقارت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نگاہ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قیامت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انہیں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حقارت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نگاہ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ہنسیں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فَالْیَوْمَ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الَّذِیْنَ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اٰمَنُوا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مِنَ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توبہ</w:t>
      </w:r>
      <w:r w:rsidRPr="006A282F">
        <w:rPr>
          <w:rtl/>
        </w:rPr>
        <w:t xml:space="preserve">  </w:t>
      </w:r>
      <w:r w:rsidR="00067685" w:rsidRPr="00067685">
        <w:rPr>
          <w:rFonts w:hint="cs"/>
          <w:rtl/>
        </w:rPr>
        <w:t>6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وسائل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الشیعہ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Pr="006A282F">
        <w:rPr>
          <w:rtl/>
        </w:rPr>
        <w:t xml:space="preserve">/ </w:t>
      </w:r>
      <w:r w:rsidR="008F1760" w:rsidRPr="008F1760">
        <w:rPr>
          <w:rFonts w:hint="cs"/>
          <w:rtl/>
        </w:rPr>
        <w:t>12</w:t>
      </w:r>
      <w:r w:rsidRPr="006A282F">
        <w:rPr>
          <w:rFonts w:hint="cs"/>
          <w:rtl/>
        </w:rPr>
        <w:t>،ص</w:t>
      </w:r>
      <w:r w:rsidR="008F1760" w:rsidRPr="008F1760">
        <w:rPr>
          <w:rFonts w:hint="cs"/>
          <w:rtl/>
        </w:rPr>
        <w:t>2</w:t>
      </w:r>
      <w:r w:rsidR="00067685" w:rsidRPr="00067685">
        <w:rPr>
          <w:rFonts w:hint="cs"/>
          <w:rtl/>
        </w:rPr>
        <w:t>7</w:t>
      </w:r>
      <w:r w:rsidR="008F1760" w:rsidRPr="008F1760">
        <w:rPr>
          <w:rFonts w:hint="cs"/>
          <w:rtl/>
        </w:rPr>
        <w:t>0</w:t>
      </w:r>
    </w:p>
    <w:p w:rsidR="006A282F" w:rsidRPr="006A282F" w:rsidRDefault="006A282F" w:rsidP="005C4E5F">
      <w:pPr>
        <w:pStyle w:val="libNormal"/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3729E7">
        <w:rPr>
          <w:rStyle w:val="libAieChar"/>
          <w:rtl/>
        </w:rPr>
        <w:lastRenderedPageBreak/>
        <w:t xml:space="preserve"> </w:t>
      </w:r>
      <w:r w:rsidRPr="003729E7">
        <w:rPr>
          <w:rStyle w:val="libAieChar"/>
          <w:rFonts w:hint="cs"/>
          <w:rtl/>
        </w:rPr>
        <w:t>الکُفَّارِ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یَضْحَکُونَ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ب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سزا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 xml:space="preserve">'' </w:t>
      </w:r>
      <w:r w:rsidRPr="003729E7">
        <w:rPr>
          <w:rStyle w:val="libAieChar"/>
          <w:rFonts w:hint="cs"/>
          <w:rtl/>
        </w:rPr>
        <w:t>اِنْ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تسخَرُوا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مِنَّا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فَاِنَّا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نَسْخَرو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مِنکُمْ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کما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تَسْخَرُونَ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ج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قیامت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حیرت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ہوگا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یَا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حَسْرَةً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عَلٰی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العِبٰادَ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تِیْ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ِم</w:t>
      </w:r>
      <w:r w:rsidRPr="003729E7">
        <w:rPr>
          <w:rStyle w:val="libAieChar"/>
          <w:rFonts w:hint="cs"/>
          <w:rtl/>
        </w:rPr>
        <w:t>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مِّنْ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رَّسُولٍ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اِلَّا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کَانُوا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بِ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یَسْتَ</w:t>
      </w:r>
      <w:r w:rsidR="00491A3E" w:rsidRPr="00491A3E">
        <w:rPr>
          <w:rStyle w:val="libAieChar"/>
          <w:rFonts w:hint="cs"/>
          <w:rtl/>
        </w:rPr>
        <w:t>ه</w:t>
      </w:r>
      <w:r w:rsidRPr="003729E7">
        <w:rPr>
          <w:rStyle w:val="libAieChar"/>
          <w:rFonts w:hint="cs"/>
          <w:rtl/>
        </w:rPr>
        <w:t>ْزَئُ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ونَ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د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حدیث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نہایت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سخت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ہوگی</w:t>
      </w:r>
      <w:r w:rsidRPr="006A282F">
        <w:rPr>
          <w:rtl/>
        </w:rPr>
        <w:t xml:space="preserve">۔ </w:t>
      </w:r>
      <w:r w:rsidRPr="005C4E5F">
        <w:rPr>
          <w:rStyle w:val="libAieChar"/>
          <w:rtl/>
        </w:rPr>
        <w:t>''</w:t>
      </w:r>
      <w:r w:rsidRPr="005C4E5F">
        <w:rPr>
          <w:rStyle w:val="libAieChar"/>
          <w:rFonts w:hint="cs"/>
          <w:rtl/>
        </w:rPr>
        <w:t>مَاتَ</w:t>
      </w:r>
      <w:r w:rsidRPr="005C4E5F">
        <w:rPr>
          <w:rStyle w:val="libAieChar"/>
          <w:rtl/>
        </w:rPr>
        <w:t xml:space="preserve"> </w:t>
      </w:r>
      <w:r w:rsidRPr="005C4E5F">
        <w:rPr>
          <w:rStyle w:val="libAieChar"/>
          <w:rFonts w:hint="cs"/>
          <w:rtl/>
        </w:rPr>
        <w:t>بِشَرّ</w:t>
      </w:r>
      <w:r w:rsidRPr="005C4E5F">
        <w:rPr>
          <w:rStyle w:val="libAieChar"/>
          <w:rtl/>
        </w:rPr>
        <w:t xml:space="preserve"> </w:t>
      </w:r>
      <w:r w:rsidRPr="005C4E5F">
        <w:rPr>
          <w:rStyle w:val="libAieChar"/>
          <w:rFonts w:hint="cs"/>
          <w:rtl/>
        </w:rPr>
        <w:t>مَیْتَ</w:t>
      </w:r>
      <w:r w:rsidR="00EC5BA0" w:rsidRPr="00EC5BA0">
        <w:rPr>
          <w:rStyle w:val="libAieChar"/>
          <w:rFonts w:hint="cs"/>
          <w:rtl/>
        </w:rPr>
        <w:t>ه</w:t>
      </w:r>
      <w:r w:rsidRPr="005C4E5F">
        <w:rPr>
          <w:rStyle w:val="libAieChar"/>
          <w:rtl/>
        </w:rPr>
        <w:t>''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4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5A3273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ھ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جعفر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صادق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طعنہ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گویا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5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DF5E4E">
      <w:pPr>
        <w:pStyle w:val="Heading1"/>
      </w:pPr>
      <w:bookmarkStart w:id="75" w:name="_Toc440194805"/>
      <w:r w:rsidRPr="006A282F">
        <w:rPr>
          <w:rFonts w:hint="cs"/>
          <w:rtl/>
        </w:rPr>
        <w:t>یاد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داشت</w:t>
      </w:r>
      <w:r w:rsidRPr="006A282F">
        <w:rPr>
          <w:rtl/>
        </w:rPr>
        <w:t>:</w:t>
      </w:r>
      <w:bookmarkEnd w:id="75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انجام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علاقوں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تبدیل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مفاہیم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6</w:t>
      </w:r>
      <w:r w:rsidRPr="003323C2">
        <w:rPr>
          <w:rStyle w:val="libFootnotenumChar"/>
          <w:rFonts w:hint="cs"/>
          <w:rtl/>
        </w:rPr>
        <w:t>)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کیوں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تمسخر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باعث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>۔</w:t>
      </w:r>
    </w:p>
    <w:p w:rsidR="00683B1D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عقیل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ـمعاویہ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معاویہ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غرض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 xml:space="preserve"> 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مطففین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35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ہود</w:t>
      </w:r>
      <w:r w:rsidRPr="006A282F">
        <w:rPr>
          <w:rtl/>
        </w:rPr>
        <w:t xml:space="preserve">  </w:t>
      </w:r>
      <w:r w:rsidR="008F1760" w:rsidRPr="008F1760">
        <w:rPr>
          <w:rFonts w:hint="cs"/>
          <w:rtl/>
        </w:rPr>
        <w:t>3</w:t>
      </w:r>
      <w:r w:rsidR="008F1760" w:rsidRPr="00067685">
        <w:rPr>
          <w:rFonts w:hint="cs"/>
          <w:rtl/>
        </w:rPr>
        <w:t>8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یس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30</w:t>
      </w:r>
      <w:r w:rsidRPr="006A282F">
        <w:rPr>
          <w:rFonts w:hint="cs"/>
          <w:rtl/>
        </w:rPr>
        <w:t xml:space="preserve">               (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)۔ بحار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الانوار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067685" w:rsidRPr="00067685">
        <w:rPr>
          <w:rFonts w:hint="cs"/>
          <w:rtl/>
        </w:rPr>
        <w:t>7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 xml:space="preserve"> 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15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ab/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)۔ وسائل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الشیعہ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13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</w:t>
      </w:r>
      <w:r w:rsidR="00067685" w:rsidRPr="00067685">
        <w:rPr>
          <w:rFonts w:hint="cs"/>
          <w:rtl/>
        </w:rPr>
        <w:t>7</w:t>
      </w:r>
      <w:r w:rsidR="008F1760" w:rsidRPr="008F1760">
        <w:rPr>
          <w:rFonts w:hint="cs"/>
          <w:rtl/>
        </w:rPr>
        <w:t>0</w:t>
      </w:r>
      <w:r w:rsidRPr="006A282F">
        <w:rPr>
          <w:rFonts w:hint="cs"/>
          <w:rtl/>
        </w:rPr>
        <w:t xml:space="preserve">     (</w:t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>)۔ اسد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الغابہ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067685" w:rsidRPr="00067685">
        <w:rPr>
          <w:rFonts w:hint="cs"/>
          <w:rtl/>
        </w:rPr>
        <w:t>76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 xml:space="preserve"> ص</w:t>
      </w:r>
      <w:r w:rsidR="008F1760" w:rsidRPr="008F1760">
        <w:rPr>
          <w:rFonts w:hint="cs"/>
          <w:rtl/>
        </w:rPr>
        <w:t>3</w:t>
      </w:r>
      <w:r w:rsidR="00067685" w:rsidRPr="00067685">
        <w:rPr>
          <w:rFonts w:hint="cs"/>
          <w:rtl/>
        </w:rPr>
        <w:t>6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ab/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ابولہب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لعنت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جناب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عقیل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فوراً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پھوپھی</w:t>
      </w:r>
      <w:r w:rsidRPr="006A282F">
        <w:rPr>
          <w:rtl/>
        </w:rPr>
        <w:t xml:space="preserve"> </w:t>
      </w:r>
      <w:r w:rsidRPr="005C4E5F">
        <w:rPr>
          <w:rStyle w:val="libAieChar"/>
          <w:rtl/>
        </w:rPr>
        <w:t>''</w:t>
      </w:r>
      <w:r w:rsidRPr="005C4E5F">
        <w:rPr>
          <w:rStyle w:val="libAieChar"/>
          <w:rFonts w:hint="cs"/>
          <w:rtl/>
        </w:rPr>
        <w:t>حَمَّالة</w:t>
      </w:r>
      <w:r w:rsidRPr="005C4E5F">
        <w:rPr>
          <w:rStyle w:val="libAieChar"/>
          <w:rtl/>
        </w:rPr>
        <w:t xml:space="preserve"> </w:t>
      </w:r>
      <w:r w:rsidRPr="005C4E5F">
        <w:rPr>
          <w:rStyle w:val="libAieChar"/>
          <w:rFonts w:hint="cs"/>
          <w:rtl/>
        </w:rPr>
        <w:t>الحطب</w:t>
      </w:r>
      <w:r w:rsidRPr="005C4E5F">
        <w:rPr>
          <w:rStyle w:val="libAieChar"/>
          <w:rtl/>
        </w:rPr>
        <w:t xml:space="preserve"> ''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یعنی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ابولہب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بیوی</w:t>
      </w:r>
      <w:r w:rsidRPr="006A282F">
        <w:rPr>
          <w:rtl/>
        </w:rPr>
        <w:t>)۔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Default="006A282F" w:rsidP="006A282F">
      <w:pPr>
        <w:pStyle w:val="libNormal"/>
      </w:pPr>
    </w:p>
    <w:p w:rsidR="00724808" w:rsidRPr="006A282F" w:rsidRDefault="00724808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بحارالانوار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52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112</w:t>
      </w:r>
      <w:r w:rsidRPr="006A282F">
        <w:rPr>
          <w:rFonts w:hint="cs"/>
          <w:rtl/>
        </w:rPr>
        <w:t xml:space="preserve"> 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الغازات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 xml:space="preserve"> ص،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3</w:t>
      </w:r>
      <w:r w:rsidR="008F1760" w:rsidRPr="00067685">
        <w:rPr>
          <w:rFonts w:hint="cs"/>
          <w:rtl/>
        </w:rPr>
        <w:t>8</w:t>
      </w:r>
      <w:r w:rsidR="008F1760" w:rsidRPr="008F1760">
        <w:rPr>
          <w:rFonts w:hint="cs"/>
          <w:rtl/>
        </w:rPr>
        <w:t>0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DF5E4E">
      <w:pPr>
        <w:pStyle w:val="Heading1"/>
      </w:pPr>
      <w:bookmarkStart w:id="76" w:name="_Toc440194806"/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Pr="006A282F">
        <w:rPr>
          <w:rtl/>
        </w:rPr>
        <w:t xml:space="preserve"> </w:t>
      </w:r>
      <w:r w:rsidR="008F1760" w:rsidRPr="00C26ECE">
        <w:rPr>
          <w:rFonts w:hint="cs"/>
          <w:rtl/>
        </w:rPr>
        <w:t>12</w:t>
      </w:r>
      <w:bookmarkEnd w:id="76"/>
    </w:p>
    <w:p w:rsidR="006A282F" w:rsidRPr="006A282F" w:rsidRDefault="006A282F" w:rsidP="003729E7">
      <w:pPr>
        <w:pStyle w:val="libAie"/>
      </w:pPr>
      <w:r w:rsidRPr="006A282F">
        <w:rPr>
          <w:rFonts w:hint="cs"/>
          <w:rtl/>
        </w:rPr>
        <w:t>یٰاَیُّ</w:t>
      </w:r>
      <w:r w:rsidR="00491A3E" w:rsidRPr="00491A3E">
        <w:rPr>
          <w:rFonts w:hint="cs"/>
          <w:rtl/>
        </w:rPr>
        <w:t>ه</w:t>
      </w:r>
      <w:r w:rsidRPr="00491A3E">
        <w:rPr>
          <w:rFonts w:hint="cs"/>
          <w:rtl/>
        </w:rPr>
        <w:t>َا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الَّذِی</w:t>
      </w:r>
      <w:r w:rsidRPr="00EC5BA0">
        <w:rPr>
          <w:rFonts w:hint="cs"/>
          <w:rtl/>
        </w:rPr>
        <w:t>ْنَ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اٰمَنُوا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اِج</w:t>
      </w:r>
      <w:r w:rsidRPr="00EC5BA0">
        <w:rPr>
          <w:rFonts w:hint="cs"/>
          <w:rtl/>
        </w:rPr>
        <w:t>ْتَنِبُوا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کثیراً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مِّنَ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الظَّنِّ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اِنَّ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بَع</w:t>
      </w:r>
      <w:r w:rsidRPr="00EC5BA0">
        <w:rPr>
          <w:rFonts w:hint="cs"/>
          <w:rtl/>
        </w:rPr>
        <w:t>ْضَ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الظَّنِّ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اِثم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وَّ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لَا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تَجَسَّسُوا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لَا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یَغ</w:t>
      </w:r>
      <w:r w:rsidRPr="00EC5BA0">
        <w:rPr>
          <w:rFonts w:hint="cs"/>
          <w:rtl/>
        </w:rPr>
        <w:t>ْتَبْ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بَع</w:t>
      </w:r>
      <w:r w:rsidRPr="00EC5BA0">
        <w:rPr>
          <w:rFonts w:hint="cs"/>
          <w:rtl/>
        </w:rPr>
        <w:t>ْضُکمْ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اَیُحِبُّ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أَحَدُکُم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أِن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یّٰاکُلَ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لَح</w:t>
      </w:r>
      <w:r w:rsidRPr="00EC5BA0">
        <w:rPr>
          <w:rFonts w:hint="cs"/>
          <w:rtl/>
        </w:rPr>
        <w:t>ْمَ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أَخِی</w:t>
      </w:r>
      <w:r w:rsidRPr="00EC5BA0">
        <w:rPr>
          <w:rFonts w:hint="cs"/>
          <w:rtl/>
        </w:rPr>
        <w:t>ْ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مَی</w:t>
      </w:r>
      <w:r w:rsidRPr="00EC5BA0">
        <w:rPr>
          <w:rFonts w:hint="cs"/>
          <w:rtl/>
        </w:rPr>
        <w:t>ْتًا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فَکَرِ</w:t>
      </w:r>
      <w:r w:rsidR="00491A3E" w:rsidRPr="00491A3E">
        <w:rPr>
          <w:rFonts w:hint="cs"/>
          <w:rtl/>
        </w:rPr>
        <w:t>ه</w:t>
      </w:r>
      <w:r w:rsidRPr="00491A3E">
        <w:rPr>
          <w:rFonts w:hint="cs"/>
          <w:rtl/>
        </w:rPr>
        <w:t>تُمُو</w:t>
      </w:r>
      <w:r w:rsidRPr="00EC5BA0">
        <w:rPr>
          <w:rFonts w:hint="cs"/>
          <w:rtl/>
        </w:rPr>
        <w:t>ْ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ُط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وَاَتّقُوا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اللّٰ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َط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اِنَّ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اللّٰ</w:t>
      </w:r>
      <w:r w:rsidR="00EC5BA0" w:rsidRPr="00EC5BA0">
        <w:rPr>
          <w:rFonts w:hint="cs"/>
          <w:rtl/>
        </w:rPr>
        <w:t>ه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تَوَّاب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رَّحِی</w:t>
      </w:r>
      <w:r w:rsidRPr="00EC5BA0">
        <w:rPr>
          <w:rFonts w:hint="cs"/>
          <w:rtl/>
        </w:rPr>
        <w:t>ْم</w:t>
      </w:r>
      <w:r w:rsidR="00EC5BA0" w:rsidRPr="00EC5BA0">
        <w:rPr>
          <w:rFonts w:hint="cs"/>
          <w:rtl/>
        </w:rPr>
        <w:t>-</w:t>
      </w:r>
      <w:r w:rsidRPr="00491A3E">
        <w:rPr>
          <w:rFonts w:hint="cs"/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ترجمہ</w:t>
      </w:r>
      <w:r w:rsidRPr="006A282F">
        <w:rPr>
          <w:rtl/>
        </w:rPr>
        <w:t>:</w:t>
      </w:r>
    </w:p>
    <w:p w:rsidR="00724808" w:rsidRPr="006A282F" w:rsidRDefault="006A282F" w:rsidP="005C4E5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اکثر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گمانوں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اجتناب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تلاش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پسند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گوشت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کھائے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یقینا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ڈرو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بڑا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قبول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DF5E4E">
      <w:pPr>
        <w:pStyle w:val="Heading1"/>
      </w:pPr>
      <w:bookmarkStart w:id="77" w:name="_Toc440194807"/>
      <w:r w:rsidRPr="006A282F">
        <w:rPr>
          <w:rFonts w:hint="cs"/>
          <w:rtl/>
        </w:rPr>
        <w:t>نکات</w:t>
      </w:r>
      <w:r w:rsidRPr="006A282F">
        <w:rPr>
          <w:rtl/>
        </w:rPr>
        <w:t>:</w:t>
      </w:r>
      <w:bookmarkEnd w:id="77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(</w:t>
      </w:r>
      <w:r w:rsidR="008F1760" w:rsidRPr="00067685">
        <w:rPr>
          <w:rFonts w:hint="cs"/>
          <w:rtl/>
        </w:rPr>
        <w:t>1</w:t>
      </w:r>
      <w:r w:rsidRPr="00067685">
        <w:rPr>
          <w:rFonts w:hint="cs"/>
          <w:rtl/>
        </w:rPr>
        <w:t xml:space="preserve">)۔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حسن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تاکید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نسبت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۔۔ </w:t>
      </w:r>
      <w:r w:rsidRPr="006A282F">
        <w:rPr>
          <w:rFonts w:hint="cs"/>
          <w:rtl/>
        </w:rPr>
        <w:t>مثال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ارشاد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لولا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اِذسَمِعتُمو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ظَنَّ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المومنونَ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والمومنات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بأَلْفِ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خیراً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کیوں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حسن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رکھتے؟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  </w:t>
      </w:r>
      <w:r w:rsidR="008F1760" w:rsidRPr="008F1760">
        <w:rPr>
          <w:rFonts w:hint="cs"/>
          <w:rtl/>
        </w:rPr>
        <w:t>12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(</w:t>
      </w:r>
      <w:r w:rsidR="008F1760" w:rsidRPr="00067685">
        <w:rPr>
          <w:rFonts w:hint="cs"/>
          <w:rtl/>
        </w:rPr>
        <w:t>2</w:t>
      </w:r>
      <w:r w:rsidRPr="00067685">
        <w:rPr>
          <w:rFonts w:hint="cs"/>
          <w:rtl/>
        </w:rPr>
        <w:t xml:space="preserve">)۔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حفاظت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خاطر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سرکش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باغی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مقابلے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ٹھہرایا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عزت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آبرو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حفاظت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خاطر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ظن،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تجسس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>(</w:t>
      </w:r>
      <w:r w:rsidR="008F1760" w:rsidRPr="00067685">
        <w:rPr>
          <w:rFonts w:hint="cs"/>
          <w:rtl/>
        </w:rPr>
        <w:t>3</w:t>
      </w:r>
      <w:r w:rsidRPr="00067685">
        <w:rPr>
          <w:rFonts w:hint="cs"/>
          <w:rtl/>
        </w:rPr>
        <w:t xml:space="preserve">)۔ </w:t>
      </w:r>
      <w:r w:rsidRPr="006A282F">
        <w:rPr>
          <w:rFonts w:hint="cs"/>
          <w:rtl/>
        </w:rPr>
        <w:t>آج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حقوق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حقوق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بشر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ہزاروں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مسائل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حقوق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غافل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حقوق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بشر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حملہ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مترادف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علاوہ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درندگی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تشبیہ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سلوک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بھیڑیا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بھیڑیے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5C4E5F">
      <w:pPr>
        <w:pStyle w:val="libAie"/>
      </w:pPr>
      <w:r w:rsidRPr="006A282F">
        <w:rPr>
          <w:rFonts w:hint="cs"/>
          <w:rtl/>
        </w:rPr>
        <w:t>وَلَی</w:t>
      </w:r>
      <w:r w:rsidRPr="00EC5BA0">
        <w:rPr>
          <w:rFonts w:hint="cs"/>
          <w:rtl/>
        </w:rPr>
        <w:t>ْسَ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الذِّئبُ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یَاکل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لَح</w:t>
      </w:r>
      <w:r w:rsidRPr="00EC5BA0">
        <w:rPr>
          <w:rFonts w:hint="cs"/>
          <w:rtl/>
        </w:rPr>
        <w:t>ْمَ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ذِئبٍ</w:t>
      </w:r>
      <w:r w:rsidR="005C4E5F">
        <w:rPr>
          <w:rFonts w:hint="cs"/>
          <w:rtl/>
        </w:rPr>
        <w:t xml:space="preserve"> </w:t>
      </w:r>
      <w:r w:rsidRPr="006A282F">
        <w:rPr>
          <w:rFonts w:hint="cs"/>
          <w:rtl/>
        </w:rPr>
        <w:t>وَیَاکُلُ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بَع</w:t>
      </w:r>
      <w:r w:rsidRPr="00EC5BA0">
        <w:rPr>
          <w:rFonts w:hint="cs"/>
          <w:rtl/>
        </w:rPr>
        <w:t>ْضُنَا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بَع</w:t>
      </w:r>
      <w:r w:rsidRPr="00EC5BA0">
        <w:rPr>
          <w:rFonts w:hint="cs"/>
          <w:rtl/>
        </w:rPr>
        <w:t>ْضًا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عَیَانًا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سوال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کیوں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لمحہ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عبادت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ضائع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سزا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عادالانہ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ہے؟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جواب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لمحے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سالھا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گئی</w:t>
      </w:r>
      <w:r w:rsidRPr="006A282F">
        <w:rPr>
          <w:rtl/>
        </w:rPr>
        <w:t xml:space="preserve"> 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بھیڑیا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بھیڑیے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کھاتا</w:t>
      </w:r>
      <w:r w:rsidRPr="006A282F">
        <w:rPr>
          <w:rtl/>
        </w:rPr>
        <w:t xml:space="preserve"> ۔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اوقات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گوشت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کھاتے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Default="006A282F" w:rsidP="006A282F">
      <w:pPr>
        <w:pStyle w:val="libNormal"/>
      </w:pP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عزت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آبرو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خداوند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عبادت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ضائع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عبادت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برباد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مطابق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DF5E4E">
      <w:pPr>
        <w:pStyle w:val="Heading1"/>
      </w:pPr>
      <w:bookmarkStart w:id="78" w:name="_Toc440194808"/>
      <w:r w:rsidRPr="006A282F">
        <w:rPr>
          <w:rFonts w:hint="cs"/>
          <w:rtl/>
        </w:rPr>
        <w:t>پیغامات</w:t>
      </w:r>
      <w:r w:rsidRPr="006A282F">
        <w:rPr>
          <w:rtl/>
        </w:rPr>
        <w:t>:</w:t>
      </w:r>
      <w:bookmarkEnd w:id="78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عہد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وپیمان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ہمراہ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صاحب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یٰا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ایُّ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الَّذِیْنَ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اٰمَنُوا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اِجْتَنِبُوا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'</w:t>
      </w:r>
      <w:r w:rsidRPr="003729E7">
        <w:rPr>
          <w:rStyle w:val="libAieChar"/>
          <w:rtl/>
        </w:rPr>
        <w:t>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تجسس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ہمراہ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سازگار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حتمی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بچنے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احتمالی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چاہییے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کیونکہ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اکثر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بدگمانی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اختیار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)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اجتنبوا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اِنَّ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بَعْضَ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الظَّنِّ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اِثْم</w:t>
      </w:r>
      <w:r w:rsidRPr="003729E7">
        <w:rPr>
          <w:rStyle w:val="libAieChar"/>
          <w:rtl/>
        </w:rPr>
        <w:t xml:space="preserve"> 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بنیادی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اُصول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قابل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اعتماد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صحیح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سالم،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عیوب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سمجھو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انّ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بَعْضَ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الظَنِّ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اِثْم</w:t>
      </w:r>
      <w:r w:rsidRPr="003729E7">
        <w:rPr>
          <w:rStyle w:val="libAieChar"/>
          <w:rtl/>
        </w:rPr>
        <w:t xml:space="preserve"> 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اسلامی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تجسس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مجالس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محافل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آبروریزی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بَعْضَ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الظَنِّ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اِثْم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لاتَجَسَّسُوا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ولا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یغتب</w:t>
      </w:r>
      <w:r w:rsidRPr="003729E7">
        <w:rPr>
          <w:rStyle w:val="libAieChar"/>
          <w:rtl/>
        </w:rPr>
        <w:t xml:space="preserve"> )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روکنے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راستوں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خیمہ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(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آغاز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تجسس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پھرعیوب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تلاش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سلسلہ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شروع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لہٰذا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ترتیب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lastRenderedPageBreak/>
        <w:t xml:space="preserve"> </w:t>
      </w:r>
      <w:r w:rsidRPr="006A282F">
        <w:rPr>
          <w:rFonts w:hint="cs"/>
          <w:rtl/>
        </w:rPr>
        <w:t>منع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) </w:t>
      </w:r>
      <w:r w:rsidRPr="003729E7">
        <w:rPr>
          <w:rStyle w:val="libAieChar"/>
          <w:rFonts w:hint="cs"/>
          <w:rtl/>
        </w:rPr>
        <w:t>اجتنبوا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کثیراً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مِنَ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الظَّنّ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لا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تجسسوا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وَلَا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یغتب</w:t>
      </w:r>
      <w:r w:rsidR="00EC5BA0" w:rsidRPr="00EC5BA0">
        <w:rPr>
          <w:rStyle w:val="libAieChar"/>
          <w:rFonts w:hint="cs"/>
          <w:rtl/>
        </w:rPr>
        <w:t>-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6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گناہ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ظاہری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خوشگوار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معلوم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باطنی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روحانی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نگاہ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خباثت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بھرپور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قابل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نفرت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یأکُلَ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لَحْمَ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أَخِیْ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مَیْتًا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باطنی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گوشت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کھانے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مترادف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تعبیر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7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برائی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روکنے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جذباتی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تعبیرات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استفادہ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چاہیئے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لَا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یَغْتَبْ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أَیُحِبُّ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أَحْدُکَمْ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یَاکُلَ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لَحْمَ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أَخِیْ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8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تعلیم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تربیت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مثال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واقعات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استفادہ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9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تعجب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أَیُحِبُّ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أَحدکَم</w:t>
      </w:r>
      <w:r w:rsidR="00EC5BA0" w:rsidRPr="00EC5BA0">
        <w:rPr>
          <w:rStyle w:val="libAieChar"/>
          <w:rFonts w:hint="cs"/>
          <w:rtl/>
        </w:rPr>
        <w:t>---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10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نسل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 (</w:t>
      </w:r>
      <w:r w:rsidRPr="006A282F">
        <w:rPr>
          <w:rFonts w:hint="cs"/>
          <w:rtl/>
        </w:rPr>
        <w:t>کلمہ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احدکم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چھوٹے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بڑے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مشہور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گمنام،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جاہل،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شامل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)۔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11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صاحبان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لَحْمَ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أَخِیْ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12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عزت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آبرو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بدن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گوشت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استحکام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ذریعہ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لَحْمَ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أَخِیْ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13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کافر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جاسکتی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( </w:t>
      </w:r>
      <w:r w:rsidRPr="006A282F">
        <w:rPr>
          <w:rFonts w:hint="cs"/>
          <w:rtl/>
        </w:rPr>
        <w:t>کیونکہ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کافر،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) ۔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لَحْمَ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أَخِیْ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15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دفاع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قدرت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جارہی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دفاع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قدرت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5A3273">
        <w:rPr>
          <w:rStyle w:val="libAieChar"/>
          <w:rtl/>
        </w:rPr>
        <w:t>(</w:t>
      </w:r>
      <w:r w:rsidRPr="005A3273">
        <w:rPr>
          <w:rStyle w:val="libAieChar"/>
          <w:rFonts w:hint="cs"/>
          <w:rtl/>
        </w:rPr>
        <w:t>میتًا</w:t>
      </w:r>
      <w:r w:rsidRPr="005A3273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15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زندہ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بدن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گوشت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ٹکڑا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ممکن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پُر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گوشت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کرلیا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دراصل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آبرو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آبرو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ازالہ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ہوسکتا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لَحْمَ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</w:t>
      </w:r>
      <w:r w:rsidRPr="003729E7">
        <w:rPr>
          <w:rStyle w:val="libAieChar"/>
          <w:rtl/>
        </w:rPr>
        <w:t>َٔ</w:t>
      </w:r>
      <w:r w:rsidRPr="003729E7">
        <w:rPr>
          <w:rStyle w:val="libAieChar"/>
          <w:rFonts w:hint="cs"/>
          <w:rtl/>
        </w:rPr>
        <w:t>خِیْ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میتًا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="00067685" w:rsidRPr="00067685">
        <w:rPr>
          <w:rFonts w:hint="cs"/>
          <w:rtl/>
        </w:rPr>
        <w:t>6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درندگی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یاکل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لَحْمَ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أَخِیْ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میتًا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="00067685" w:rsidRPr="00067685">
        <w:rPr>
          <w:rFonts w:hint="cs"/>
          <w:rtl/>
        </w:rPr>
        <w:t>7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سازگار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 xml:space="preserve">( </w:t>
      </w:r>
      <w:r w:rsidRPr="003729E7">
        <w:rPr>
          <w:rStyle w:val="libAieChar"/>
          <w:rFonts w:hint="cs"/>
          <w:rtl/>
        </w:rPr>
        <w:t>لایغتَبْ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وَاتَّقُوا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َ</w:t>
      </w:r>
      <w:r w:rsidRPr="003729E7">
        <w:rPr>
          <w:rStyle w:val="libAieChar"/>
          <w:rtl/>
        </w:rPr>
        <w:t xml:space="preserve"> 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18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تعطل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نااُمیدی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تصور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ذریعہ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ازالہ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جاسکتا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 xml:space="preserve">( </w:t>
      </w:r>
      <w:r w:rsidRPr="003729E7">
        <w:rPr>
          <w:rStyle w:val="libAieChar"/>
          <w:rFonts w:hint="cs"/>
          <w:rtl/>
        </w:rPr>
        <w:t>لایغتَبْ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اِنّ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تَوَّابُ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رَحِیم</w:t>
      </w:r>
      <w:r w:rsidRPr="003729E7">
        <w:rPr>
          <w:rStyle w:val="libAieChar"/>
          <w:rtl/>
        </w:rPr>
        <w:t>)</w:t>
      </w:r>
    </w:p>
    <w:p w:rsidR="006A282F" w:rsidRDefault="006A282F" w:rsidP="006A282F">
      <w:pPr>
        <w:pStyle w:val="libNormal"/>
        <w:rPr>
          <w:rStyle w:val="libAieChar"/>
        </w:rPr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19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خداوند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متعال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رحمت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وسیلے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عذر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قبول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کرلیتا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تَوَّابُ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رَحِیم</w:t>
      </w:r>
      <w:r w:rsidRPr="003729E7">
        <w:rPr>
          <w:rStyle w:val="libAieChar"/>
          <w:rtl/>
        </w:rPr>
        <w:t>)</w:t>
      </w:r>
    </w:p>
    <w:p w:rsidR="006A282F" w:rsidRPr="006A282F" w:rsidRDefault="006A282F" w:rsidP="00DF5E4E">
      <w:pPr>
        <w:pStyle w:val="Heading1"/>
      </w:pPr>
      <w:bookmarkStart w:id="79" w:name="_Toc440194809"/>
      <w:r w:rsidRPr="006A282F">
        <w:rPr>
          <w:rFonts w:hint="cs"/>
          <w:rtl/>
        </w:rPr>
        <w:t>سوء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اقسام</w:t>
      </w:r>
      <w:r w:rsidRPr="006A282F">
        <w:rPr>
          <w:rtl/>
        </w:rPr>
        <w:t>:</w:t>
      </w:r>
      <w:bookmarkEnd w:id="79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سوئے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اقسام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ممانعت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رکھنا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حدیث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lastRenderedPageBreak/>
        <w:t xml:space="preserve"> </w:t>
      </w:r>
      <w:r w:rsidRPr="006A282F">
        <w:rPr>
          <w:rFonts w:hint="cs"/>
          <w:rtl/>
        </w:rPr>
        <w:t>اخراجات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شادی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درحقیقت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خداوند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یعنی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سوچتا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تنہا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رزق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بیوی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خداوند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رزق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قدرت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قسم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رکھنا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ممانعت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رکھنا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قسم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ستائش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حسن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لگے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علی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خطبہ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متقین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صفات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متقین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کمالات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دراصل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باعث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سکتا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مثال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ٹارچ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داخل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فقط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بڑی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پائیں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ٹارچ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طاقتور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لائٹ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ماچس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تنکا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سگریٹ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راکھ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نظر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Pr="006A282F">
        <w:rPr>
          <w:rFonts w:hint="cs"/>
          <w:rtl/>
        </w:rPr>
        <w:t>جن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بڑے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علاوہ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کچھ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نظر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لہٰذا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قتل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دیوار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پھلانگی</w:t>
      </w:r>
      <w:r w:rsidRPr="006A282F">
        <w:rPr>
          <w:rtl/>
        </w:rPr>
        <w:t xml:space="preserve">!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فقط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قسم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معمولی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لغزشوں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بارگاہ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lastRenderedPageBreak/>
        <w:t>فریاد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 xml:space="preserve"> </w:t>
      </w:r>
      <w:r w:rsidRPr="006A282F">
        <w:rPr>
          <w:rFonts w:hint="cs"/>
          <w:rtl/>
        </w:rPr>
        <w:t>آئمہ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معصومین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مناجات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معرفت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افکار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قسم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کرسکتا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مثال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ہمیشہ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پیچھے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کتنا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راستہ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کرچکا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غرور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سامنے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کتنا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راستہ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راستہ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راستہ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کرچکا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حکم</w:t>
      </w:r>
      <w:r w:rsidRPr="006A282F">
        <w:rPr>
          <w:rtl/>
        </w:rPr>
        <w:t xml:space="preserve"> 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قل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رَبِّ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ذدنی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عِلْمًا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  <w:r w:rsidRPr="00067685">
        <w:rPr>
          <w:rFonts w:hint="cs"/>
          <w:rtl/>
        </w:rPr>
        <w:t xml:space="preserve">) </w:t>
      </w:r>
      <w:r w:rsidRPr="006A282F">
        <w:rPr>
          <w:rFonts w:hint="cs"/>
          <w:rtl/>
        </w:rPr>
        <w:t>دیتا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حصول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سلسلے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کوشاں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حکم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شَاوِرْ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الأَمْر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Fonts w:hint="cs"/>
          <w:rtl/>
        </w:rPr>
        <w:t>)</w:t>
      </w:r>
      <w:r w:rsidRPr="00067685">
        <w:rPr>
          <w:rFonts w:hint="cs"/>
          <w:rtl/>
        </w:rPr>
        <w:t xml:space="preserve">)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مشورہ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فَاِذَا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فَرَغْتَ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فَانْصَبْ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Fonts w:hint="cs"/>
          <w:rtl/>
        </w:rPr>
        <w:t>)</w:t>
      </w:r>
      <w:r w:rsidRPr="00067685">
        <w:rPr>
          <w:rFonts w:hint="cs"/>
          <w:rtl/>
        </w:rPr>
        <w:t xml:space="preserve"> ) 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فارغ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ہوجاؤ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فوراً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مکمل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قدرت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انجام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اشرف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المخلوقات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دستور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فارغ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التحصیل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مشورہ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نیاز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حسن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رکھیں؟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حسن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بلکہ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لطف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الٰہی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رفتار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وکردار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باریمیں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حسن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چاہیئے</w:t>
      </w:r>
      <w:r w:rsidRPr="006A282F">
        <w:rPr>
          <w:rtl/>
        </w:rPr>
        <w:t>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115</w:t>
      </w:r>
      <w:r w:rsidRPr="006A282F">
        <w:rPr>
          <w:rFonts w:hint="cs"/>
          <w:rtl/>
        </w:rPr>
        <w:t xml:space="preserve">    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عمران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="008F1760" w:rsidRPr="00067685">
        <w:rPr>
          <w:rFonts w:hint="cs"/>
          <w:rtl/>
        </w:rPr>
        <w:t>59</w:t>
      </w:r>
      <w:r w:rsidRPr="006A282F">
        <w:rPr>
          <w:rFonts w:hint="cs"/>
          <w:rtl/>
        </w:rPr>
        <w:t xml:space="preserve">    (</w:t>
      </w:r>
      <w:r w:rsidR="008F1760" w:rsidRPr="008F1760">
        <w:rPr>
          <w:rFonts w:hint="cs"/>
          <w:rtl/>
        </w:rPr>
        <w:t>3</w:t>
      </w:r>
      <w:r w:rsidRPr="006A282F">
        <w:rPr>
          <w:rtl/>
        </w:rPr>
        <w:t xml:space="preserve">)۔ </w:t>
      </w:r>
      <w:r w:rsidRPr="006A282F">
        <w:rPr>
          <w:rFonts w:hint="cs"/>
          <w:rtl/>
        </w:rPr>
        <w:t>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نشرح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067685" w:rsidRPr="00067685">
        <w:rPr>
          <w:rFonts w:hint="cs"/>
          <w:rtl/>
        </w:rPr>
        <w:t>7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نکتہ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حسن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سادگی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جلدی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یقین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کرلینا،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سطحی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سازشوں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شرارتوں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غفلت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اُمت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حسن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خاطر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بیجا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غفلت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غفلت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نتیجہ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دشمنوں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پھنس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جائیں</w:t>
      </w:r>
      <w:r w:rsidRPr="006A282F">
        <w:rPr>
          <w:rtl/>
        </w:rPr>
        <w:t>۔</w:t>
      </w:r>
    </w:p>
    <w:p w:rsidR="006A282F" w:rsidRPr="006A282F" w:rsidRDefault="006A282F" w:rsidP="00DF5E4E">
      <w:pPr>
        <w:pStyle w:val="Heading1"/>
      </w:pPr>
      <w:bookmarkStart w:id="80" w:name="_Toc440194810"/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ہیں؟</w:t>
      </w:r>
      <w:bookmarkEnd w:id="80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موجودگی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ناراض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لہٰذا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سامنے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تنقید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عیوب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ہورہی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ناراض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ہوگی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چھوٹا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بڑا،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آشنا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بیگانہ،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یاشاگرد،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بیٹا،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زندہ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مردوں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کچھ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اچھی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وسائل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الشیعہ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 xml:space="preserve"> 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="00067685" w:rsidRPr="00067685">
        <w:rPr>
          <w:rFonts w:hint="cs"/>
          <w:rtl/>
        </w:rPr>
        <w:t>6</w:t>
      </w:r>
      <w:r w:rsidR="008F1760" w:rsidRPr="008F1760">
        <w:rPr>
          <w:rFonts w:hint="cs"/>
          <w:rtl/>
        </w:rPr>
        <w:t>00</w:t>
      </w:r>
      <w:r w:rsidRPr="006A282F">
        <w:rPr>
          <w:rFonts w:hint="cs"/>
          <w:rtl/>
        </w:rPr>
        <w:t xml:space="preserve">۔ </w:t>
      </w:r>
      <w:r w:rsidR="00067685" w:rsidRPr="00067685">
        <w:rPr>
          <w:rFonts w:hint="cs"/>
          <w:rtl/>
        </w:rPr>
        <w:t>6</w:t>
      </w:r>
      <w:r w:rsidR="008F1760" w:rsidRPr="008F1760">
        <w:rPr>
          <w:rFonts w:hint="cs"/>
          <w:rtl/>
        </w:rPr>
        <w:t>05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نہج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الفصاحہ،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جملہ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</w:t>
      </w:r>
      <w:r w:rsidR="00067685" w:rsidRPr="00067685">
        <w:rPr>
          <w:rFonts w:hint="cs"/>
          <w:rtl/>
        </w:rPr>
        <w:t>6</w:t>
      </w:r>
      <w:r w:rsidR="008F1760" w:rsidRPr="008F1760">
        <w:rPr>
          <w:rFonts w:hint="cs"/>
          <w:rtl/>
        </w:rPr>
        <w:t>5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DF5E4E">
      <w:pPr>
        <w:pStyle w:val="Heading1"/>
      </w:pPr>
      <w:bookmarkStart w:id="81" w:name="_Toc440194811"/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روایات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روشنی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>:</w:t>
      </w:r>
      <w:bookmarkEnd w:id="81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جعفر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صادق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داخل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آخری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دوزخ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داخل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ہوگا</w:t>
      </w:r>
      <w:r w:rsidRPr="006A282F">
        <w:rPr>
          <w:rtl/>
        </w:rPr>
        <w:t>۔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رضا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العابدین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نقل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آبروریزی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پرہیز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قیامت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لغزشوں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نظر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انداز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چالیس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 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روزہ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قبول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قیامت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ہے؟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اُن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خداوندعالم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فراموش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ضائع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برباد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ہوگئے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مستدرک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067685">
        <w:rPr>
          <w:rFonts w:hint="cs"/>
          <w:rtl/>
        </w:rPr>
        <w:t>9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11</w:t>
      </w:r>
      <w:r w:rsidR="00067685" w:rsidRPr="00067685">
        <w:rPr>
          <w:rFonts w:hint="cs"/>
          <w:rtl/>
        </w:rPr>
        <w:t>7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)۔بحار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الانوار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Pr="006A282F">
        <w:rPr>
          <w:rtl/>
        </w:rPr>
        <w:t xml:space="preserve"> </w:t>
      </w:r>
      <w:r w:rsidR="00067685" w:rsidRPr="00067685">
        <w:rPr>
          <w:rFonts w:hint="cs"/>
          <w:rtl/>
        </w:rPr>
        <w:t>7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</w:t>
      </w:r>
      <w:r w:rsidR="008F1760" w:rsidRPr="00067685">
        <w:rPr>
          <w:rFonts w:hint="cs"/>
          <w:rtl/>
        </w:rPr>
        <w:t>5</w:t>
      </w:r>
      <w:r w:rsidR="00067685" w:rsidRPr="00067685">
        <w:rPr>
          <w:rFonts w:hint="cs"/>
          <w:rtl/>
        </w:rPr>
        <w:t>6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بحار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الانوار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Pr="006A282F">
        <w:rPr>
          <w:rtl/>
        </w:rPr>
        <w:t xml:space="preserve"> </w:t>
      </w:r>
      <w:r w:rsidR="00067685" w:rsidRPr="00067685">
        <w:rPr>
          <w:rFonts w:hint="cs"/>
          <w:rtl/>
        </w:rPr>
        <w:t>7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</w:t>
      </w:r>
      <w:r w:rsidR="008F1760" w:rsidRPr="00067685">
        <w:rPr>
          <w:rFonts w:hint="cs"/>
          <w:rtl/>
        </w:rPr>
        <w:t>58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مقابلے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کچھ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سوچیں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آخری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موقع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تمہارا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خون،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مال،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عزت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وآبرو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محترم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الحجہ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مہینہ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محترم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Fonts w:hint="cs"/>
          <w:rtl/>
        </w:rPr>
        <w:t>روایات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ہمیشہ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>۔</w:t>
      </w:r>
      <w:r w:rsidRPr="00AC39D4">
        <w:rPr>
          <w:rStyle w:val="libArabicChar"/>
          <w:rtl/>
        </w:rPr>
        <w:t xml:space="preserve"> </w:t>
      </w:r>
      <w:r w:rsidRPr="00AC39D4">
        <w:rPr>
          <w:rStyle w:val="libArabicChar"/>
          <w:rFonts w:hint="cs"/>
          <w:rtl/>
        </w:rPr>
        <w:t>تَحْرَمْ</w:t>
      </w:r>
      <w:r w:rsidRPr="00AC39D4">
        <w:rPr>
          <w:rStyle w:val="libArabicChar"/>
          <w:rtl/>
        </w:rPr>
        <w:t xml:space="preserve"> </w:t>
      </w:r>
      <w:r w:rsidRPr="00AC39D4">
        <w:rPr>
          <w:rStyle w:val="libArabicChar"/>
          <w:rFonts w:hint="cs"/>
          <w:rtl/>
        </w:rPr>
        <w:t>الجنّة</w:t>
      </w:r>
      <w:r w:rsidRPr="00AC39D4">
        <w:rPr>
          <w:rStyle w:val="libArabicChar"/>
          <w:rtl/>
        </w:rPr>
        <w:t xml:space="preserve"> </w:t>
      </w:r>
      <w:r w:rsidRPr="00AC39D4">
        <w:rPr>
          <w:rStyle w:val="libArabicChar"/>
          <w:rFonts w:hint="cs"/>
          <w:rtl/>
        </w:rPr>
        <w:t>عَلٰی</w:t>
      </w:r>
      <w:r w:rsidRPr="00AC39D4">
        <w:rPr>
          <w:rStyle w:val="libArabicChar"/>
          <w:rtl/>
        </w:rPr>
        <w:t xml:space="preserve"> </w:t>
      </w:r>
      <w:r w:rsidRPr="00AC39D4">
        <w:rPr>
          <w:rStyle w:val="libArabicChar"/>
          <w:rFonts w:hint="cs"/>
          <w:rtl/>
        </w:rPr>
        <w:t>المغتابِ</w:t>
      </w:r>
      <w:r w:rsidRPr="00AC39D4">
        <w:rPr>
          <w:rStyle w:val="libArabicChar"/>
          <w:rtl/>
        </w:rPr>
        <w:t xml:space="preserve"> </w:t>
      </w:r>
      <w:r w:rsidRPr="00AC39D4">
        <w:rPr>
          <w:rStyle w:val="libArabicChar"/>
          <w:rFonts w:hint="cs"/>
          <w:rtl/>
        </w:rPr>
        <w:t>ومُدْ</w:t>
      </w:r>
      <w:r w:rsidRPr="00AC39D4">
        <w:rPr>
          <w:rStyle w:val="libArabicChar"/>
          <w:rtl/>
        </w:rPr>
        <w:t xml:space="preserve"> </w:t>
      </w:r>
      <w:r w:rsidRPr="00AC39D4">
        <w:rPr>
          <w:rStyle w:val="libArabicChar"/>
          <w:rFonts w:hint="cs"/>
          <w:rtl/>
        </w:rPr>
        <w:t>مِن</w:t>
      </w:r>
      <w:r w:rsidRPr="00AC39D4">
        <w:rPr>
          <w:rStyle w:val="libArabicChar"/>
          <w:rtl/>
        </w:rPr>
        <w:t xml:space="preserve"> </w:t>
      </w:r>
      <w:r w:rsidRPr="00AC39D4">
        <w:rPr>
          <w:rStyle w:val="libArabicChar"/>
          <w:rFonts w:hint="cs"/>
          <w:rtl/>
        </w:rPr>
        <w:t>الخَمْر</w:t>
      </w:r>
      <w:r w:rsidRPr="00AC39D4">
        <w:rPr>
          <w:rStyle w:val="libArabicChar"/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روایات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عیوب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تلاش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بتائے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عیوب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آشکار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رکردے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4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مدینہ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آخری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خطبہ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دوران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روزہ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باطل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(</w:t>
      </w:r>
      <w:r w:rsidR="008F1760" w:rsidRPr="00067685">
        <w:rPr>
          <w:rFonts w:hint="cs"/>
          <w:rtl/>
        </w:rPr>
        <w:t>5</w:t>
      </w:r>
      <w:r w:rsidRPr="00067685">
        <w:rPr>
          <w:rFonts w:hint="cs"/>
          <w:rtl/>
        </w:rPr>
        <w:t xml:space="preserve">) </w:t>
      </w:r>
      <w:r w:rsidRPr="006A282F">
        <w:rPr>
          <w:rFonts w:hint="cs"/>
          <w:rtl/>
        </w:rPr>
        <w:t>یعنی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روزے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معنوی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آثار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برکات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محروم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۔ 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بحار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الانوار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Pr="006A282F">
        <w:rPr>
          <w:rtl/>
        </w:rPr>
        <w:t xml:space="preserve"> </w:t>
      </w:r>
      <w:r w:rsidR="00067685" w:rsidRPr="00067685">
        <w:rPr>
          <w:rFonts w:hint="cs"/>
          <w:rtl/>
        </w:rPr>
        <w:t>7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</w:t>
      </w:r>
      <w:r w:rsidR="008F1760" w:rsidRPr="00067685">
        <w:rPr>
          <w:rFonts w:hint="cs"/>
          <w:rtl/>
        </w:rPr>
        <w:t>59</w:t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شرح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البلاغہ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ابن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الحدید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067685">
        <w:rPr>
          <w:rFonts w:hint="cs"/>
          <w:rtl/>
        </w:rPr>
        <w:t>9</w:t>
      </w:r>
      <w:r w:rsidRPr="006A282F">
        <w:rPr>
          <w:rFonts w:hint="cs"/>
          <w:rtl/>
        </w:rPr>
        <w:t xml:space="preserve"> 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="00067685" w:rsidRPr="00067685">
        <w:rPr>
          <w:rFonts w:hint="cs"/>
          <w:rtl/>
        </w:rPr>
        <w:t>6</w:t>
      </w:r>
      <w:r w:rsidR="008F1760" w:rsidRPr="008F1760">
        <w:rPr>
          <w:rFonts w:hint="cs"/>
          <w:rtl/>
        </w:rPr>
        <w:t>2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بحار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الانوار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067685" w:rsidRPr="00067685">
        <w:rPr>
          <w:rFonts w:hint="cs"/>
          <w:rtl/>
        </w:rPr>
        <w:t>7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="008F1760" w:rsidRPr="008F1760">
        <w:rPr>
          <w:rFonts w:hint="cs"/>
          <w:rtl/>
        </w:rPr>
        <w:t>2</w:t>
      </w:r>
      <w:r w:rsidR="00067685" w:rsidRPr="00067685">
        <w:rPr>
          <w:rFonts w:hint="cs"/>
          <w:rtl/>
        </w:rPr>
        <w:t>6</w:t>
      </w:r>
      <w:r w:rsidR="008F1760" w:rsidRPr="008F1760">
        <w:rPr>
          <w:rFonts w:hint="cs"/>
          <w:rtl/>
        </w:rPr>
        <w:t>0</w:t>
      </w:r>
      <w:r w:rsidRPr="006A282F">
        <w:rPr>
          <w:rFonts w:hint="cs"/>
          <w:rtl/>
        </w:rPr>
        <w:t xml:space="preserve"> (غیبت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مسلسل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)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)۔محجة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البیضاء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="008F1760" w:rsidRPr="008F1760">
        <w:rPr>
          <w:rFonts w:hint="cs"/>
          <w:rtl/>
        </w:rPr>
        <w:t>2</w:t>
      </w:r>
      <w:r w:rsidR="008F1760" w:rsidRPr="00067685">
        <w:rPr>
          <w:rFonts w:hint="cs"/>
          <w:rtl/>
        </w:rPr>
        <w:t>5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 xml:space="preserve"> (نقل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داؤد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5</w:t>
      </w:r>
      <w:r w:rsidR="00067685" w:rsidRPr="00067685">
        <w:rPr>
          <w:rFonts w:hint="cs"/>
          <w:rtl/>
        </w:rPr>
        <w:t>6</w:t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>)(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)۔ محجة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البیضاء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="008F1760" w:rsidRPr="008F1760">
        <w:rPr>
          <w:rFonts w:hint="cs"/>
          <w:rtl/>
        </w:rPr>
        <w:t>2</w:t>
      </w:r>
      <w:r w:rsidR="008F1760" w:rsidRPr="00067685">
        <w:rPr>
          <w:rFonts w:hint="cs"/>
          <w:rtl/>
        </w:rPr>
        <w:t>5</w:t>
      </w:r>
      <w:r w:rsidR="008F1760" w:rsidRPr="008F1760">
        <w:rPr>
          <w:rFonts w:hint="cs"/>
          <w:rtl/>
        </w:rPr>
        <w:t>5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سود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چھتیس</w:t>
      </w:r>
      <w:r w:rsidRPr="006A282F">
        <w:rPr>
          <w:rtl/>
        </w:rPr>
        <w:t xml:space="preserve"> (36) </w:t>
      </w:r>
      <w:r w:rsidRPr="006A282F">
        <w:rPr>
          <w:rFonts w:hint="cs"/>
          <w:rtl/>
        </w:rPr>
        <w:t>زنا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بدتر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بڑا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عزت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وآبرو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کھیلنا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حدیث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مسجد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باجماعت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انتظار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بیٹھنا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عبادت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البتہ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کررہے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DF5E4E">
      <w:pPr>
        <w:pStyle w:val="Heading1"/>
      </w:pPr>
      <w:bookmarkStart w:id="82" w:name="_Toc440194812"/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ازالہ</w:t>
      </w:r>
      <w:r w:rsidRPr="006A282F">
        <w:rPr>
          <w:rtl/>
        </w:rPr>
        <w:t>:</w:t>
      </w:r>
      <w:bookmarkEnd w:id="82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غبیت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جاچکا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ازالہ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عذر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خواہی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قبول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زندہ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امکان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ناراض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مراجع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تقلید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مطابق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Fonts w:hint="cs"/>
          <w:rtl/>
        </w:rPr>
        <w:t>)</w:t>
      </w:r>
      <w:r w:rsidRPr="00067685">
        <w:rPr>
          <w:rFonts w:hint="cs"/>
          <w:rtl/>
        </w:rPr>
        <w:t xml:space="preserve"> ) </w:t>
      </w:r>
      <w:r w:rsidRPr="006A282F">
        <w:rPr>
          <w:rFonts w:hint="cs"/>
          <w:rtl/>
        </w:rPr>
        <w:t>اسے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بتایا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غبیت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ممکن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ہوسکے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سامنے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تعظیم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تکریم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ذریعہ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ازالہ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بتانے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ناراض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عذر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خواہی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چاہیئے</w:t>
      </w:r>
      <w:r w:rsidRPr="006A282F">
        <w:rPr>
          <w:rtl/>
        </w:rPr>
        <w:t>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بحار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الانوار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067685" w:rsidRPr="00067685">
        <w:rPr>
          <w:rFonts w:hint="cs"/>
          <w:rtl/>
        </w:rPr>
        <w:t>7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222</w:t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اصول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کافی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 xml:space="preserve"> 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="008F1760" w:rsidRPr="008F1760">
        <w:rPr>
          <w:rFonts w:hint="cs"/>
          <w:rtl/>
        </w:rPr>
        <w:t>3</w:t>
      </w:r>
      <w:r w:rsidR="008F1760" w:rsidRPr="00067685">
        <w:rPr>
          <w:rFonts w:hint="cs"/>
          <w:rtl/>
        </w:rPr>
        <w:t>5</w:t>
      </w:r>
      <w:r w:rsidR="00067685" w:rsidRPr="00067685">
        <w:rPr>
          <w:rFonts w:hint="cs"/>
          <w:rtl/>
        </w:rPr>
        <w:t>7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العظمیٰ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گلپائیگانی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عذر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خواہی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ہے؟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ناراض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ناراض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لہٰذا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ازالہ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استغفار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عذر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خواہی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PoemTini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AC39D4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شیخ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الرحمہ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تجرید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حدیث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حوالے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ازالہ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طریقہ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عذر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خواہی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استغفار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۔  </w:t>
      </w:r>
      <w:r w:rsidRPr="00AC39D4">
        <w:rPr>
          <w:rStyle w:val="libArabicChar"/>
          <w:rtl/>
        </w:rPr>
        <w:t>''</w:t>
      </w:r>
      <w:r w:rsidRPr="00AC39D4">
        <w:rPr>
          <w:rStyle w:val="libArabicChar"/>
          <w:rFonts w:hint="cs"/>
          <w:rtl/>
        </w:rPr>
        <w:t>اِنَّ</w:t>
      </w:r>
      <w:r w:rsidRPr="00AC39D4">
        <w:rPr>
          <w:rStyle w:val="libArabicChar"/>
          <w:rtl/>
        </w:rPr>
        <w:t xml:space="preserve"> </w:t>
      </w:r>
      <w:r w:rsidRPr="00AC39D4">
        <w:rPr>
          <w:rStyle w:val="libArabicChar"/>
          <w:rFonts w:hint="cs"/>
          <w:rtl/>
        </w:rPr>
        <w:t>کَفَّارَةَ</w:t>
      </w:r>
      <w:r w:rsidRPr="00AC39D4">
        <w:rPr>
          <w:rStyle w:val="libArabicChar"/>
          <w:rtl/>
        </w:rPr>
        <w:t xml:space="preserve"> </w:t>
      </w:r>
      <w:r w:rsidRPr="00AC39D4">
        <w:rPr>
          <w:rStyle w:val="libArabicChar"/>
          <w:rFonts w:hint="cs"/>
          <w:rtl/>
        </w:rPr>
        <w:t>الغِیْبَةِ</w:t>
      </w:r>
      <w:r w:rsidRPr="00AC39D4">
        <w:rPr>
          <w:rStyle w:val="libArabicChar"/>
          <w:rtl/>
        </w:rPr>
        <w:t xml:space="preserve"> </w:t>
      </w:r>
      <w:r w:rsidRPr="00AC39D4">
        <w:rPr>
          <w:rStyle w:val="libArabicChar"/>
          <w:rFonts w:hint="cs"/>
          <w:rtl/>
        </w:rPr>
        <w:t>أنْ</w:t>
      </w:r>
      <w:r w:rsidRPr="00AC39D4">
        <w:rPr>
          <w:rStyle w:val="libArabicChar"/>
          <w:rtl/>
        </w:rPr>
        <w:t xml:space="preserve"> </w:t>
      </w:r>
      <w:r w:rsidRPr="00AC39D4">
        <w:rPr>
          <w:rStyle w:val="libArabicChar"/>
          <w:rFonts w:hint="cs"/>
          <w:rtl/>
        </w:rPr>
        <w:t>تَسْتَغْفَِ</w:t>
      </w:r>
      <w:r w:rsidRPr="00AC39D4">
        <w:rPr>
          <w:rStyle w:val="libArabicChar"/>
          <w:rtl/>
        </w:rPr>
        <w:t xml:space="preserve"> </w:t>
      </w:r>
      <w:r w:rsidRPr="00AC39D4">
        <w:rPr>
          <w:rStyle w:val="libArabicChar"/>
          <w:rFonts w:hint="cs"/>
          <w:rtl/>
        </w:rPr>
        <w:t>لِمَنْ</w:t>
      </w:r>
      <w:r w:rsidRPr="00AC39D4">
        <w:rPr>
          <w:rStyle w:val="libArabicChar"/>
          <w:rtl/>
        </w:rPr>
        <w:t xml:space="preserve"> </w:t>
      </w:r>
      <w:r w:rsidRPr="00AC39D4">
        <w:rPr>
          <w:rStyle w:val="libArabicChar"/>
          <w:rFonts w:hint="cs"/>
          <w:rtl/>
        </w:rPr>
        <w:t>اِغْتَبتَ</w:t>
      </w:r>
      <w:r w:rsidR="00EC5BA0" w:rsidRPr="00491A3E">
        <w:rPr>
          <w:rStyle w:val="libArabicChar"/>
          <w:rFonts w:hint="cs"/>
          <w:rtl/>
        </w:rPr>
        <w:t>ه</w:t>
      </w:r>
      <w:r w:rsidRPr="00AC39D4">
        <w:rPr>
          <w:rStyle w:val="libArabicChar"/>
          <w:rtl/>
        </w:rPr>
        <w:t xml:space="preserve">' </w:t>
      </w:r>
      <w:r w:rsidRPr="00AC39D4">
        <w:rPr>
          <w:rStyle w:val="libArabicChar"/>
          <w:rFonts w:hint="cs"/>
          <w:rtl/>
        </w:rPr>
        <w:t>کُلَّما</w:t>
      </w:r>
      <w:r w:rsidRPr="00AC39D4">
        <w:rPr>
          <w:rStyle w:val="libArabicChar"/>
          <w:rtl/>
        </w:rPr>
        <w:t xml:space="preserve"> </w:t>
      </w:r>
      <w:r w:rsidRPr="00AC39D4">
        <w:rPr>
          <w:rStyle w:val="libArabicChar"/>
          <w:rFonts w:hint="cs"/>
          <w:rtl/>
        </w:rPr>
        <w:t>ذَکَرْتَ</w:t>
      </w:r>
      <w:r w:rsidR="00EC5BA0" w:rsidRPr="00491A3E">
        <w:rPr>
          <w:rStyle w:val="libArabicChar"/>
          <w:rFonts w:hint="cs"/>
          <w:rtl/>
        </w:rPr>
        <w:t>ه</w:t>
      </w:r>
      <w:r w:rsidRPr="00AC39D4">
        <w:rPr>
          <w:rStyle w:val="libArabicChar"/>
          <w:rtl/>
        </w:rPr>
        <w:t xml:space="preserve">''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DF5E4E">
      <w:pPr>
        <w:pStyle w:val="Heading1"/>
      </w:pPr>
      <w:bookmarkStart w:id="83" w:name="_Toc440194813"/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مقامات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:</w:t>
      </w:r>
      <w:bookmarkEnd w:id="83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مقامات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۔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: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مشورہ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وقت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مشورہ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مشورہ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سکتے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باطل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ردّ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کیلئے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باطل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عقیدے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ردّ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اشخاص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ردّ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عقیدے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مالک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کہیںلوگ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عقائد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پیروی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لگیں</w:t>
      </w:r>
      <w:r w:rsidRPr="006A282F">
        <w:rPr>
          <w:rtl/>
        </w:rPr>
        <w:t>۔ (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قاضی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مجرم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خلاف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گواہی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وقت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دعوؤں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ردّ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حقیقت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کفارہ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استغفار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گواہی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ردّ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قابل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اطمینان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مظلومیت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اظہار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ظالم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6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حیاء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آشکارہ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جاسکتی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AC39D4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7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تقیہ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بیہودہ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دعوؤں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ردّ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ہوسکتی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مثال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مجتہد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ڈاکٹر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صفات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مالک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بتائیں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صفات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مالک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DF5E4E">
      <w:pPr>
        <w:pStyle w:val="Heading1"/>
      </w:pPr>
      <w:bookmarkStart w:id="84" w:name="_Toc440194814"/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خطرات</w:t>
      </w:r>
      <w:r w:rsidRPr="006A282F">
        <w:rPr>
          <w:rtl/>
        </w:rPr>
        <w:t>:</w:t>
      </w:r>
      <w:bookmarkEnd w:id="84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پوشیدہ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بدکاری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اشاعت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بدکاری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نشر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اتنا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خطرناک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فقط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نشر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اچھا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دردناک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عذاب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باعث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مومن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ذلیل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سمجھنا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چغل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خوری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</w:t>
      </w:r>
      <w:r w:rsidRPr="005A3273">
        <w:rPr>
          <w:rStyle w:val="libFootnoteAieChar"/>
          <w:rFonts w:hint="cs"/>
          <w:rtl/>
        </w:rPr>
        <w:t>أن</w:t>
      </w:r>
      <w:r w:rsidRPr="005A3273">
        <w:rPr>
          <w:rStyle w:val="libFootnoteAieChar"/>
          <w:rtl/>
        </w:rPr>
        <w:t xml:space="preserve"> </w:t>
      </w:r>
      <w:r w:rsidRPr="005A3273">
        <w:rPr>
          <w:rStyle w:val="libFootnoteAieChar"/>
          <w:rFonts w:hint="cs"/>
          <w:rtl/>
        </w:rPr>
        <w:t>الّذیْنَ</w:t>
      </w:r>
      <w:r w:rsidRPr="005A3273">
        <w:rPr>
          <w:rStyle w:val="libFootnoteAieChar"/>
          <w:rtl/>
        </w:rPr>
        <w:t xml:space="preserve"> </w:t>
      </w:r>
      <w:r w:rsidRPr="005A3273">
        <w:rPr>
          <w:rStyle w:val="libFootnoteAieChar"/>
          <w:rFonts w:hint="cs"/>
          <w:rtl/>
        </w:rPr>
        <w:t>یُحِبُّونَ</w:t>
      </w:r>
      <w:r w:rsidRPr="005A3273">
        <w:rPr>
          <w:rStyle w:val="libFootnoteAieChar"/>
          <w:rtl/>
        </w:rPr>
        <w:t xml:space="preserve"> </w:t>
      </w:r>
      <w:r w:rsidRPr="005A3273">
        <w:rPr>
          <w:rStyle w:val="libFootnoteAieChar"/>
          <w:rFonts w:hint="cs"/>
          <w:rtl/>
        </w:rPr>
        <w:t>أنْ</w:t>
      </w:r>
      <w:r w:rsidRPr="005A3273">
        <w:rPr>
          <w:rStyle w:val="libFootnoteAieChar"/>
          <w:rtl/>
        </w:rPr>
        <w:t xml:space="preserve"> </w:t>
      </w:r>
      <w:r w:rsidRPr="005A3273">
        <w:rPr>
          <w:rStyle w:val="libFootnoteAieChar"/>
          <w:rFonts w:hint="cs"/>
          <w:rtl/>
        </w:rPr>
        <w:t>تَشِیْعُ</w:t>
      </w:r>
      <w:r w:rsidRPr="005A3273">
        <w:rPr>
          <w:rStyle w:val="libFootnoteAieChar"/>
          <w:rtl/>
        </w:rPr>
        <w:t xml:space="preserve"> </w:t>
      </w:r>
      <w:r w:rsidRPr="005A3273">
        <w:rPr>
          <w:rStyle w:val="libFootnoteAieChar"/>
          <w:rFonts w:hint="cs"/>
          <w:rtl/>
        </w:rPr>
        <w:t>الفٰاحِشَةُ</w:t>
      </w:r>
      <w:r w:rsidRPr="005A3273">
        <w:rPr>
          <w:rStyle w:val="libFootnoteAieChar"/>
          <w:rtl/>
        </w:rPr>
        <w:t xml:space="preserve"> </w:t>
      </w:r>
      <w:r w:rsidR="00EC5BA0" w:rsidRPr="00067685">
        <w:rPr>
          <w:rStyle w:val="libFootnoteAieChar"/>
          <w:rFonts w:hint="cs"/>
          <w:rtl/>
        </w:rPr>
        <w:t>---</w:t>
      </w:r>
      <w:r w:rsidRPr="00067685">
        <w:rPr>
          <w:rStyle w:val="libFootnoteAieChar"/>
          <w:rFonts w:hint="cs"/>
          <w:rtl/>
        </w:rPr>
        <w:t xml:space="preserve"> </w:t>
      </w:r>
      <w:r w:rsidRPr="005A3273">
        <w:rPr>
          <w:rStyle w:val="libFootnoteAieChar"/>
          <w:rFonts w:hint="cs"/>
          <w:rtl/>
        </w:rPr>
        <w:t>لَ</w:t>
      </w:r>
      <w:r w:rsidR="00491A3E" w:rsidRPr="00067685">
        <w:rPr>
          <w:rStyle w:val="libFootnoteAieChar"/>
          <w:rFonts w:hint="cs"/>
          <w:rtl/>
        </w:rPr>
        <w:t>ه</w:t>
      </w:r>
      <w:r w:rsidRPr="00067685">
        <w:rPr>
          <w:rStyle w:val="libFootnoteAieChar"/>
          <w:rFonts w:hint="cs"/>
          <w:rtl/>
        </w:rPr>
        <w:t>ُم</w:t>
      </w:r>
      <w:r w:rsidRPr="005A3273">
        <w:rPr>
          <w:rStyle w:val="libFootnoteAieChar"/>
          <w:rFonts w:hint="cs"/>
          <w:rtl/>
        </w:rPr>
        <w:t>ْ</w:t>
      </w:r>
      <w:r w:rsidRPr="005A3273">
        <w:rPr>
          <w:rStyle w:val="libFootnoteAieChar"/>
          <w:rtl/>
        </w:rPr>
        <w:t xml:space="preserve"> </w:t>
      </w:r>
      <w:r w:rsidRPr="005A3273">
        <w:rPr>
          <w:rStyle w:val="libFootnoteAieChar"/>
          <w:rFonts w:hint="cs"/>
          <w:rtl/>
        </w:rPr>
        <w:t>عَذَاب</w:t>
      </w:r>
      <w:r w:rsidRPr="005A3273">
        <w:rPr>
          <w:rStyle w:val="libFootnoteAieChar"/>
          <w:rtl/>
        </w:rPr>
        <w:t xml:space="preserve"> </w:t>
      </w:r>
      <w:r w:rsidRPr="005A3273">
        <w:rPr>
          <w:rStyle w:val="libFootnoteAieChar"/>
          <w:rFonts w:hint="cs"/>
          <w:rtl/>
        </w:rPr>
        <w:t>أَلِیْم</w:t>
      </w:r>
      <w:r w:rsidRPr="005A3273">
        <w:rPr>
          <w:rStyle w:val="libFootnoteAieChar"/>
          <w:rtl/>
        </w:rPr>
        <w:t xml:space="preserve"> </w:t>
      </w:r>
      <w:r w:rsidRPr="006A282F">
        <w:rPr>
          <w:rtl/>
        </w:rPr>
        <w:t>(</w:t>
      </w:r>
      <w:r w:rsidRPr="006A282F">
        <w:rPr>
          <w:rFonts w:hint="cs"/>
          <w:rtl/>
        </w:rPr>
        <w:t>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="008F1760" w:rsidRPr="00067685">
        <w:rPr>
          <w:rFonts w:hint="cs"/>
          <w:rtl/>
        </w:rPr>
        <w:t>9</w:t>
      </w:r>
      <w:r w:rsidRPr="006A282F">
        <w:rPr>
          <w:rFonts w:hint="cs"/>
          <w:rtl/>
        </w:rPr>
        <w:t>) جولوگ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بدکاری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چرچا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۔۔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بڑا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دردناک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عذاب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AC39D4">
      <w:pPr>
        <w:pStyle w:val="libNormal"/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lastRenderedPageBreak/>
        <w:t xml:space="preserve">  </w:t>
      </w:r>
      <w:r w:rsidR="008F1760" w:rsidRPr="00067685">
        <w:rPr>
          <w:rFonts w:hint="cs"/>
          <w:rtl/>
        </w:rPr>
        <w:t>5</w:t>
      </w:r>
      <w:r w:rsidRPr="00067685">
        <w:rPr>
          <w:rFonts w:hint="cs"/>
          <w:rtl/>
        </w:rPr>
        <w:t>۔</w:t>
      </w:r>
      <w:r w:rsidRPr="006A282F">
        <w:rPr>
          <w:rFonts w:hint="cs"/>
          <w:rtl/>
        </w:rPr>
        <w:t>جنگ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جدال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فتنہ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فساد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</w:p>
    <w:p w:rsidR="006A282F" w:rsidRPr="006A282F" w:rsidRDefault="006A282F" w:rsidP="00AC39D4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ظلم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</w:t>
      </w:r>
      <w:r w:rsidRPr="006A282F">
        <w:rPr>
          <w:rtl/>
        </w:rPr>
        <w:t>۔۔۔</w:t>
      </w:r>
    </w:p>
    <w:p w:rsidR="006A282F" w:rsidRPr="006A282F" w:rsidRDefault="006A282F" w:rsidP="00DF5E4E">
      <w:pPr>
        <w:pStyle w:val="Heading1"/>
      </w:pPr>
      <w:bookmarkStart w:id="85" w:name="_Toc440194815"/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اقسام</w:t>
      </w:r>
      <w:r w:rsidRPr="006A282F">
        <w:rPr>
          <w:rtl/>
        </w:rPr>
        <w:t>:</w:t>
      </w:r>
      <w:bookmarkEnd w:id="85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زبان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اشارے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تحریر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تصویر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شکل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مجسمہ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نقل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اتارنے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خاموشی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ذریعہ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ہوسکتی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  <w:r w:rsidRPr="006A282F">
        <w:rPr>
          <w:rFonts w:hint="cs"/>
          <w:rtl/>
        </w:rPr>
        <w:t>مثال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افسوس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زبان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فلاں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صاحب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الحمد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للّٰہ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مسئلہ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گرفتار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بتانا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فلان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صاحب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مسئلے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گرفتا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عیوب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ذریعے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مثال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ضعیف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صبرے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یعنی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ضعیف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صبرے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سبحان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اللّٰہ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اللّٰہ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اکبر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ذریعہ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حوصلہ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افزائی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زبان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نفاق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AC39D4">
      <w:pPr>
        <w:pStyle w:val="libNormal"/>
      </w:pPr>
      <w:r w:rsidRPr="006A282F">
        <w:rPr>
          <w:rtl/>
        </w:rPr>
        <w:br w:type="page"/>
      </w:r>
    </w:p>
    <w:p w:rsidR="006A282F" w:rsidRPr="006A282F" w:rsidRDefault="006A282F" w:rsidP="00DF5E4E">
      <w:pPr>
        <w:pStyle w:val="Heading1"/>
      </w:pPr>
      <w:bookmarkStart w:id="86" w:name="_Toc440194816"/>
      <w:r w:rsidRPr="006A282F">
        <w:rPr>
          <w:rFonts w:hint="cs"/>
          <w:rtl/>
        </w:rPr>
        <w:lastRenderedPageBreak/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آثار</w:t>
      </w:r>
      <w:r w:rsidRPr="006A282F">
        <w:rPr>
          <w:rtl/>
        </w:rPr>
        <w:t>:</w:t>
      </w:r>
      <w:bookmarkEnd w:id="86"/>
    </w:p>
    <w:p w:rsidR="006A282F" w:rsidRPr="006A282F" w:rsidRDefault="006A282F" w:rsidP="00DF5E4E">
      <w:pPr>
        <w:pStyle w:val="Heading1"/>
      </w:pPr>
      <w:bookmarkStart w:id="87" w:name="_Toc440194817"/>
      <w:r w:rsidRPr="006A282F">
        <w:rPr>
          <w:rtl/>
        </w:rPr>
        <w:t>(</w:t>
      </w:r>
      <w:r w:rsidRPr="006A282F">
        <w:rPr>
          <w:rFonts w:hint="cs"/>
          <w:rtl/>
        </w:rPr>
        <w:t>الف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اخلاقی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اجتماعی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آثار</w:t>
      </w:r>
      <w:r w:rsidRPr="006A282F">
        <w:rPr>
          <w:rtl/>
        </w:rPr>
        <w:t>۔</w:t>
      </w:r>
      <w:bookmarkEnd w:id="87"/>
    </w:p>
    <w:p w:rsidR="006A282F" w:rsidRPr="006A282F" w:rsidRDefault="006A282F" w:rsidP="006A282F">
      <w:pPr>
        <w:pStyle w:val="libNormal"/>
      </w:pPr>
      <w:r w:rsidRPr="006A282F">
        <w:rPr>
          <w:rtl/>
        </w:rPr>
        <w:t xml:space="preserve">      </w:t>
      </w:r>
      <w:r w:rsidR="008F1760" w:rsidRPr="00067685">
        <w:rPr>
          <w:rFonts w:hint="cs"/>
          <w:rtl/>
        </w:rPr>
        <w:t>1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بغض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ہونے،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اعتماد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اختلاف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فتنہ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فساد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پھیلنے،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مفید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کارآمد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گناہ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جرأت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بدکاری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ہوگئے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آبرو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ہوچکا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جرأت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ارادہ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عیوب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نشر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اردگرد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ماحول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فضا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آلودہ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جرأت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اضافہ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انتقام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جذبے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تحریک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چلتا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آبرو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ریزی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موقع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آبرو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الفاظ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ہمارا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AC39D4">
        <w:rPr>
          <w:rStyle w:val="libArabicChar"/>
          <w:rtl/>
        </w:rPr>
        <w:t xml:space="preserve"> ''</w:t>
      </w:r>
      <w:r w:rsidRPr="00AC39D4">
        <w:rPr>
          <w:rStyle w:val="libArabicChar"/>
          <w:rFonts w:hint="cs"/>
          <w:rtl/>
        </w:rPr>
        <w:t>لَا</w:t>
      </w:r>
      <w:r w:rsidRPr="00AC39D4">
        <w:rPr>
          <w:rStyle w:val="libArabicChar"/>
          <w:rtl/>
        </w:rPr>
        <w:t xml:space="preserve"> </w:t>
      </w:r>
      <w:r w:rsidRPr="00AC39D4">
        <w:rPr>
          <w:rStyle w:val="libArabicChar"/>
          <w:rFonts w:hint="cs"/>
          <w:rtl/>
        </w:rPr>
        <w:t>تَغْتَبْ</w:t>
      </w:r>
      <w:r w:rsidRPr="00AC39D4">
        <w:rPr>
          <w:rStyle w:val="libArabicChar"/>
          <w:rtl/>
        </w:rPr>
        <w:t xml:space="preserve"> </w:t>
      </w:r>
      <w:r w:rsidRPr="00AC39D4">
        <w:rPr>
          <w:rStyle w:val="libArabicChar"/>
          <w:rFonts w:hint="cs"/>
          <w:rtl/>
        </w:rPr>
        <w:t>فَتَغْتَبْ</w:t>
      </w:r>
      <w:r w:rsidRPr="00AC39D4">
        <w:rPr>
          <w:rStyle w:val="libArabicChar"/>
          <w:rtl/>
        </w:rPr>
        <w:t xml:space="preserve"> ''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ورنہ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بحارالانوارج</w:t>
      </w:r>
      <w:r w:rsidR="00067685" w:rsidRPr="00067685">
        <w:rPr>
          <w:rFonts w:hint="cs"/>
          <w:rtl/>
        </w:rPr>
        <w:t>7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25</w:t>
      </w:r>
      <w:r w:rsidR="008F1760" w:rsidRPr="00067685">
        <w:rPr>
          <w:rFonts w:hint="cs"/>
          <w:rtl/>
        </w:rPr>
        <w:t>9</w:t>
      </w:r>
    </w:p>
    <w:p w:rsidR="006A282F" w:rsidRPr="006A282F" w:rsidRDefault="006A282F" w:rsidP="00AC39D4">
      <w:pPr>
        <w:pStyle w:val="libNormal"/>
      </w:pPr>
      <w:r w:rsidRPr="006A282F">
        <w:rPr>
          <w:rtl/>
        </w:rPr>
        <w:br w:type="page"/>
      </w:r>
    </w:p>
    <w:p w:rsidR="006A282F" w:rsidRDefault="006A282F" w:rsidP="006A282F">
      <w:pPr>
        <w:pStyle w:val="libNormal"/>
      </w:pPr>
      <w:r w:rsidRPr="006A282F">
        <w:rPr>
          <w:rFonts w:hint="cs"/>
          <w:rtl/>
        </w:rPr>
        <w:lastRenderedPageBreak/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گڑھا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کھودتا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گرجاتا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83B1D" w:rsidRPr="006A282F" w:rsidRDefault="00683B1D" w:rsidP="006A282F">
      <w:pPr>
        <w:pStyle w:val="libNormal"/>
      </w:pPr>
    </w:p>
    <w:p w:rsidR="006A282F" w:rsidRPr="006A282F" w:rsidRDefault="006A282F" w:rsidP="00DF5E4E">
      <w:pPr>
        <w:pStyle w:val="Heading1"/>
      </w:pPr>
      <w:bookmarkStart w:id="88" w:name="_Toc440194818"/>
      <w:r w:rsidRPr="006A282F">
        <w:rPr>
          <w:rtl/>
        </w:rPr>
        <w:t>(</w:t>
      </w:r>
      <w:r w:rsidRPr="006A282F">
        <w:rPr>
          <w:rFonts w:hint="cs"/>
          <w:rtl/>
        </w:rPr>
        <w:t>ب</w:t>
      </w:r>
      <w:r w:rsidRPr="006A282F">
        <w:rPr>
          <w:rtl/>
        </w:rPr>
        <w:t>)</w:t>
      </w:r>
      <w:r w:rsidRPr="006A282F">
        <w:rPr>
          <w:rFonts w:hint="cs"/>
          <w:rtl/>
        </w:rPr>
        <w:t>أُخروی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آثار</w:t>
      </w:r>
      <w:r w:rsidRPr="006A282F">
        <w:rPr>
          <w:rtl/>
        </w:rPr>
        <w:t>۔</w:t>
      </w:r>
      <w:bookmarkEnd w:id="88"/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1</w:t>
      </w:r>
      <w:r w:rsidR="006A282F" w:rsidRPr="00067685">
        <w:rPr>
          <w:rFonts w:hint="cs"/>
          <w:rtl/>
        </w:rPr>
        <w:t xml:space="preserve">۔ </w:t>
      </w:r>
      <w:r w:rsidR="006A282F" w:rsidRPr="006A282F">
        <w:rPr>
          <w:rFonts w:hint="cs"/>
          <w:rtl/>
        </w:rPr>
        <w:t>غیبت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کرنا،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نیکیوں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خوبیوں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بربادی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سبب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 xml:space="preserve">۔ </w:t>
      </w:r>
      <w:r w:rsidR="006A282F"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="006A282F" w:rsidRPr="003323C2">
        <w:rPr>
          <w:rStyle w:val="libFootnotenumChar"/>
          <w:rFonts w:hint="cs"/>
          <w:rtl/>
        </w:rPr>
        <w:t>)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2</w:t>
      </w:r>
      <w:r w:rsidR="006A282F" w:rsidRPr="00067685">
        <w:rPr>
          <w:rFonts w:hint="cs"/>
          <w:rtl/>
        </w:rPr>
        <w:t xml:space="preserve">۔ </w:t>
      </w:r>
      <w:r w:rsidR="006A282F" w:rsidRPr="006A282F">
        <w:rPr>
          <w:rFonts w:hint="cs"/>
          <w:rtl/>
        </w:rPr>
        <w:t>غیبت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عبادات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قبولیت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رکاوٹ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>۔</w:t>
      </w:r>
    </w:p>
    <w:p w:rsidR="006A282F" w:rsidRPr="006A282F" w:rsidRDefault="008F1760" w:rsidP="006A282F">
      <w:pPr>
        <w:pStyle w:val="libNormal"/>
      </w:pPr>
      <w:r w:rsidRPr="00067685">
        <w:rPr>
          <w:rFonts w:hint="cs"/>
          <w:rtl/>
        </w:rPr>
        <w:t>3</w:t>
      </w:r>
      <w:r w:rsidR="006A282F" w:rsidRPr="00067685">
        <w:rPr>
          <w:rFonts w:hint="cs"/>
          <w:rtl/>
        </w:rPr>
        <w:t xml:space="preserve">۔ </w:t>
      </w:r>
      <w:r w:rsidR="006A282F" w:rsidRPr="006A282F">
        <w:rPr>
          <w:rFonts w:hint="cs"/>
          <w:rtl/>
        </w:rPr>
        <w:t>غیبت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کرنے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سے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انسان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ولایت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الٰہی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دائرے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سے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خارج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ہوکر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دوسرے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ولایت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دائرے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چلا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جاتا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 xml:space="preserve">۔ </w:t>
      </w:r>
      <w:r w:rsidR="006A282F"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="006A282F"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DF5E4E">
      <w:pPr>
        <w:pStyle w:val="Heading1"/>
      </w:pPr>
      <w:bookmarkStart w:id="89" w:name="_Toc440194819"/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وجوہات</w:t>
      </w:r>
      <w:r w:rsidRPr="006A282F">
        <w:rPr>
          <w:rtl/>
        </w:rPr>
        <w:t>:</w:t>
      </w:r>
      <w:bookmarkEnd w:id="89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غیظ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غضب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آسمانی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کتابوں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بندے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غیظ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غضب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نظر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انداز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غضب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تجھے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غضب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محفل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کچھ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بدگوئی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کررہے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محفل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خاطر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لگتا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غافل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فقط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دوستوں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نظروں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محبوب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احتمال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خاطر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یقینی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غضب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رضا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رضا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مقدم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بڑا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خسارہ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بحار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الانوار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067685" w:rsidRPr="00067685">
        <w:rPr>
          <w:rFonts w:hint="cs"/>
          <w:rtl/>
        </w:rPr>
        <w:t>7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</w:t>
      </w:r>
      <w:r w:rsidR="008F1760" w:rsidRPr="00067685">
        <w:rPr>
          <w:rFonts w:hint="cs"/>
          <w:rtl/>
        </w:rPr>
        <w:t>5</w:t>
      </w:r>
      <w:r w:rsidR="00067685" w:rsidRPr="00067685">
        <w:rPr>
          <w:rFonts w:hint="cs"/>
          <w:rtl/>
        </w:rPr>
        <w:t>7</w:t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اصول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3</w:t>
      </w:r>
      <w:r w:rsidR="008F1760" w:rsidRPr="00067685">
        <w:rPr>
          <w:rFonts w:hint="cs"/>
          <w:rtl/>
        </w:rPr>
        <w:t>58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)۔محجة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البیضاء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="008F1760" w:rsidRPr="008F1760">
        <w:rPr>
          <w:rFonts w:hint="cs"/>
          <w:rtl/>
        </w:rPr>
        <w:t>2</w:t>
      </w:r>
      <w:r w:rsidR="00067685" w:rsidRPr="00067685">
        <w:rPr>
          <w:rFonts w:hint="cs"/>
          <w:rtl/>
        </w:rPr>
        <w:t>6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 xml:space="preserve"> 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بڑا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ظاہر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۔ </w:t>
      </w:r>
      <w:r w:rsidRPr="006A282F">
        <w:rPr>
          <w:rFonts w:hint="cs"/>
          <w:rtl/>
        </w:rPr>
        <w:t>یعنی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پست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بڑائی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ثابت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کرسکے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نزدیک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محبوب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الٰہی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نقصان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معاملہ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غافل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کچھ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سامنے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کررہا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قیامت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سامنے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مثال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فلاں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اتنا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معلومات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باوجود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ذریعہ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عبادت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برباد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کررہا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6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حسد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7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تفریحاً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8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الذمہ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گردن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ڈال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9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ہمدردی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فلاں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پریشان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مشکل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پریشان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البتہ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وجوہات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DF5E4E">
      <w:pPr>
        <w:pStyle w:val="Heading1"/>
      </w:pPr>
      <w:bookmarkStart w:id="90" w:name="_Toc440194820"/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سننا</w:t>
      </w:r>
      <w:r w:rsidRPr="006A282F">
        <w:rPr>
          <w:rtl/>
        </w:rPr>
        <w:t>:</w:t>
      </w:r>
      <w:bookmarkEnd w:id="90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دفاع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حدیث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C26ECE">
        <w:rPr>
          <w:rStyle w:val="libArabicChar"/>
          <w:rtl/>
        </w:rPr>
        <w:t>''</w:t>
      </w:r>
      <w:r w:rsidRPr="00C26ECE">
        <w:rPr>
          <w:rStyle w:val="libArabicChar"/>
          <w:rFonts w:hint="cs"/>
          <w:rtl/>
        </w:rPr>
        <w:t>السّاکِت</w:t>
      </w:r>
      <w:r w:rsidRPr="00C26ECE">
        <w:rPr>
          <w:rStyle w:val="libArabicChar"/>
          <w:rtl/>
        </w:rPr>
        <w:t xml:space="preserve">' </w:t>
      </w:r>
      <w:r w:rsidRPr="00C26ECE">
        <w:rPr>
          <w:rStyle w:val="libArabicChar"/>
          <w:rFonts w:hint="cs"/>
          <w:rtl/>
        </w:rPr>
        <w:t>شَرِیْکُ</w:t>
      </w:r>
      <w:r w:rsidRPr="00C26ECE">
        <w:rPr>
          <w:rStyle w:val="libArabicChar"/>
          <w:rtl/>
        </w:rPr>
        <w:t xml:space="preserve"> </w:t>
      </w:r>
      <w:r w:rsidRPr="00C26ECE">
        <w:rPr>
          <w:rStyle w:val="libArabicChar"/>
          <w:rFonts w:hint="cs"/>
          <w:rtl/>
        </w:rPr>
        <w:t>القائل</w:t>
      </w:r>
      <w:r w:rsidRPr="00C26ECE">
        <w:rPr>
          <w:rStyle w:val="libArabicChar"/>
          <w:rtl/>
        </w:rPr>
        <w:t xml:space="preserve">''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خاموش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جرم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ردّ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شرّ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ہزار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آخرت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خاموش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جتنا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اتنا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لکھ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>۔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Fonts w:hint="cs"/>
          <w:rtl/>
        </w:rPr>
        <w:t>)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ہورہی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مدد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کرسکتا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مدد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قیامت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ذلیل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خاموشی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باعث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مفید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آمد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ہوجائیں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دفاع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کرسکے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مجلس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بدگوئی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ہورہی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4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اسرائیل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3</w:t>
      </w:r>
      <w:r w:rsidR="00067685" w:rsidRPr="00067685">
        <w:rPr>
          <w:rFonts w:hint="cs"/>
          <w:rtl/>
        </w:rPr>
        <w:t>6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ارشاد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: </w:t>
      </w:r>
      <w:r w:rsidRPr="006A282F">
        <w:rPr>
          <w:rFonts w:hint="cs"/>
          <w:rtl/>
        </w:rPr>
        <w:t>کان،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آنکھ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قیامت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حاصل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)۔غرر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الحکم</w:t>
      </w:r>
      <w:r w:rsidRPr="006A282F">
        <w:rPr>
          <w:rtl/>
        </w:rPr>
        <w:tab/>
      </w:r>
      <w:r w:rsidRPr="006A282F">
        <w:rPr>
          <w:rtl/>
        </w:rPr>
        <w:tab/>
      </w:r>
      <w:r w:rsidRPr="006A282F">
        <w:rPr>
          <w:rtl/>
        </w:rPr>
        <w:tab/>
      </w:r>
      <w:r w:rsidRPr="006A282F">
        <w:rPr>
          <w:rtl/>
        </w:rPr>
        <w:tab/>
      </w:r>
      <w:r w:rsidRPr="006A282F">
        <w:rPr>
          <w:rtl/>
        </w:rPr>
        <w:tab/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وسائل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الشیعہ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="00067685" w:rsidRPr="00067685">
        <w:rPr>
          <w:rFonts w:hint="cs"/>
          <w:rtl/>
        </w:rPr>
        <w:t>6</w:t>
      </w:r>
      <w:r w:rsidR="008F1760" w:rsidRPr="008F1760">
        <w:rPr>
          <w:rFonts w:hint="cs"/>
          <w:rtl/>
        </w:rPr>
        <w:t>0</w:t>
      </w:r>
      <w:r w:rsidR="008F1760" w:rsidRPr="00067685">
        <w:rPr>
          <w:rFonts w:hint="cs"/>
          <w:rtl/>
        </w:rPr>
        <w:t>8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وسائل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الشیعہ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="00067685" w:rsidRPr="00067685">
        <w:rPr>
          <w:rFonts w:hint="cs"/>
          <w:rtl/>
        </w:rPr>
        <w:t>6</w:t>
      </w:r>
      <w:r w:rsidR="008F1760" w:rsidRPr="008F1760">
        <w:rPr>
          <w:rFonts w:hint="cs"/>
          <w:rtl/>
        </w:rPr>
        <w:t>0</w:t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)۔کنز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8</w:t>
      </w:r>
      <w:r w:rsidR="008F1760" w:rsidRPr="008F1760">
        <w:rPr>
          <w:rFonts w:hint="cs"/>
          <w:rtl/>
        </w:rPr>
        <w:t>0</w:t>
      </w:r>
    </w:p>
    <w:p w:rsidR="006A282F" w:rsidRPr="006A282F" w:rsidRDefault="006A282F" w:rsidP="00AC39D4">
      <w:pPr>
        <w:pStyle w:val="libNormal"/>
      </w:pPr>
      <w:r w:rsidRPr="006A282F">
        <w:rPr>
          <w:rtl/>
        </w:rPr>
        <w:br w:type="page"/>
      </w:r>
    </w:p>
    <w:p w:rsidR="006A282F" w:rsidRPr="00067685" w:rsidRDefault="006A282F" w:rsidP="006A282F">
      <w:pPr>
        <w:pStyle w:val="libNormal"/>
      </w:pPr>
      <w:r w:rsidRPr="006A282F">
        <w:rPr>
          <w:rtl/>
        </w:rPr>
        <w:lastRenderedPageBreak/>
        <w:tab/>
      </w:r>
      <w:r w:rsidRPr="006A282F">
        <w:t>O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روایت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مطابق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کفر،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راضی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DF5E4E">
      <w:pPr>
        <w:pStyle w:val="Heading1"/>
      </w:pPr>
      <w:bookmarkStart w:id="91" w:name="_Toc440194821"/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طریقے</w:t>
      </w:r>
      <w:r w:rsidRPr="006A282F">
        <w:rPr>
          <w:rtl/>
        </w:rPr>
        <w:t>:</w:t>
      </w:r>
      <w:bookmarkEnd w:id="91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خطرات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اثرات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دیں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جن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گزشتہ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صفحات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بحث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عیوب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علی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عیوب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بدتر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گناہ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ارتکاب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کرچکے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جرأت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عیوب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بدکاری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کررہے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عیوب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بدتر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Fonts w:hint="cs"/>
          <w:rtl/>
        </w:rPr>
        <w:t>)</w:t>
      </w:r>
    </w:p>
    <w:p w:rsidR="00683B1D" w:rsidRPr="00067685" w:rsidRDefault="006A282F" w:rsidP="005A3273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روایات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بخت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عیوب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مشغول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اصلاح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عیوب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سروکار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DF5E4E">
      <w:pPr>
        <w:pStyle w:val="Heading1"/>
      </w:pPr>
      <w:bookmarkStart w:id="92" w:name="_Toc440194822"/>
      <w:r w:rsidRPr="006A282F">
        <w:rPr>
          <w:rFonts w:hint="cs"/>
          <w:rtl/>
        </w:rPr>
        <w:t>یاد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آوری</w:t>
      </w:r>
      <w:r w:rsidRPr="006A282F">
        <w:rPr>
          <w:rtl/>
        </w:rPr>
        <w:t>:</w:t>
      </w:r>
      <w:bookmarkEnd w:id="92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بحث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اختتام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:</w:t>
      </w:r>
    </w:p>
    <w:p w:rsid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فقط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آیات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 xml:space="preserve"> 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بحار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الانوار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067685" w:rsidRPr="00067685">
        <w:rPr>
          <w:rFonts w:hint="cs"/>
          <w:rtl/>
        </w:rPr>
        <w:t>7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22</w:t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نہج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البلاغہ</w:t>
      </w:r>
      <w:r w:rsidRPr="006A282F">
        <w:rPr>
          <w:rtl/>
        </w:rPr>
        <w:t>۔</w:t>
      </w:r>
      <w:r w:rsidRPr="006A282F">
        <w:rPr>
          <w:rFonts w:hint="cs"/>
          <w:rtl/>
        </w:rPr>
        <w:t>خطبہ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150</w:t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بحار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الانوار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="008F1760" w:rsidRPr="00067685">
        <w:rPr>
          <w:rFonts w:hint="cs"/>
          <w:rtl/>
        </w:rPr>
        <w:t>9</w:t>
      </w:r>
      <w:r w:rsidR="008F1760" w:rsidRPr="008F1760">
        <w:rPr>
          <w:rFonts w:hint="cs"/>
          <w:rtl/>
        </w:rPr>
        <w:t>1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مثلاً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AC39D4">
        <w:rPr>
          <w:rStyle w:val="libAieChar"/>
          <w:rtl/>
        </w:rPr>
        <w:t>''</w:t>
      </w:r>
      <w:r w:rsidRPr="00AC39D4">
        <w:rPr>
          <w:rStyle w:val="libAieChar"/>
          <w:rFonts w:hint="cs"/>
          <w:rtl/>
        </w:rPr>
        <w:t>وَیْل</w:t>
      </w:r>
      <w:r w:rsidRPr="00AC39D4">
        <w:rPr>
          <w:rStyle w:val="libAieChar"/>
          <w:rtl/>
        </w:rPr>
        <w:t xml:space="preserve"> </w:t>
      </w:r>
      <w:r w:rsidRPr="00AC39D4">
        <w:rPr>
          <w:rStyle w:val="libAieChar"/>
          <w:rFonts w:hint="cs"/>
          <w:rtl/>
        </w:rPr>
        <w:t>لِّکُلِّ</w:t>
      </w:r>
      <w:r w:rsidRPr="00AC39D4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ُمَزَةٍ</w:t>
      </w:r>
      <w:r w:rsidRPr="00AC39D4">
        <w:rPr>
          <w:rStyle w:val="libAieChar"/>
          <w:rtl/>
        </w:rPr>
        <w:t xml:space="preserve"> </w:t>
      </w:r>
      <w:r w:rsidRPr="00AC39D4">
        <w:rPr>
          <w:rStyle w:val="libAieChar"/>
          <w:rFonts w:hint="cs"/>
          <w:rtl/>
        </w:rPr>
        <w:t>لُّمَزَةٍ</w:t>
      </w:r>
      <w:r w:rsidRPr="00AC39D4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وائے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بدگوئی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 xml:space="preserve">'' </w:t>
      </w:r>
      <w:r w:rsidRPr="003729E7">
        <w:rPr>
          <w:rStyle w:val="libAieChar"/>
          <w:rFonts w:hint="cs"/>
          <w:rtl/>
        </w:rPr>
        <w:t>لَا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یُحِبُّ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الجَ</w:t>
      </w:r>
      <w:r w:rsidR="00491A3E" w:rsidRPr="00491A3E">
        <w:rPr>
          <w:rStyle w:val="libAieChar"/>
          <w:rFonts w:hint="cs"/>
          <w:rtl/>
        </w:rPr>
        <w:t>ه</w:t>
      </w:r>
      <w:r w:rsidRPr="003729E7">
        <w:rPr>
          <w:rStyle w:val="libAieChar"/>
          <w:rFonts w:hint="cs"/>
          <w:rtl/>
        </w:rPr>
        <w:t>ْرَ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بِالسُّوْئِ</w:t>
      </w:r>
      <w:r w:rsidRPr="003729E7">
        <w:rPr>
          <w:rStyle w:val="libAieChar"/>
          <w:rtl/>
        </w:rPr>
        <w:t xml:space="preserve"> 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Fonts w:hint="cs"/>
          <w:rtl/>
        </w:rPr>
        <w:t>)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پسند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برائیوں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چلتاہے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اصلاح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خاطر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راضی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مثال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ڈاکٹر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مریض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بیماری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تفصیلات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بتائی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مریض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راضی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شخص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ہورہی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سننے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پہچان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سکیں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تحقیر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بدکاری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اشاعت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پہنچ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067685" w:rsidRDefault="006A282F" w:rsidP="00067685">
      <w:pPr>
        <w:pStyle w:val="libNormal"/>
      </w:pP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ہمزہ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نساء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15</w:t>
      </w:r>
      <w:r w:rsidR="008F1760" w:rsidRPr="00067685">
        <w:rPr>
          <w:rFonts w:hint="cs"/>
          <w:rtl/>
        </w:rPr>
        <w:t>8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DF5E4E">
      <w:pPr>
        <w:pStyle w:val="Heading1"/>
      </w:pPr>
      <w:bookmarkStart w:id="93" w:name="_Toc440194823"/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Pr="006A282F">
        <w:rPr>
          <w:rtl/>
        </w:rPr>
        <w:t xml:space="preserve"> </w:t>
      </w:r>
      <w:r w:rsidR="008F1760" w:rsidRPr="00C26ECE">
        <w:rPr>
          <w:rFonts w:hint="cs"/>
          <w:rtl/>
        </w:rPr>
        <w:t>13</w:t>
      </w:r>
      <w:bookmarkEnd w:id="93"/>
    </w:p>
    <w:p w:rsidR="006A282F" w:rsidRPr="006A282F" w:rsidRDefault="006A282F" w:rsidP="003729E7">
      <w:pPr>
        <w:pStyle w:val="libAie"/>
      </w:pPr>
      <w:r w:rsidRPr="006A282F">
        <w:rPr>
          <w:rFonts w:hint="cs"/>
          <w:rtl/>
        </w:rPr>
        <w:t>یٰأَیُّ</w:t>
      </w:r>
      <w:r w:rsidR="00491A3E" w:rsidRPr="00491A3E">
        <w:rPr>
          <w:rFonts w:hint="cs"/>
          <w:rtl/>
        </w:rPr>
        <w:t>ه</w:t>
      </w:r>
      <w:r w:rsidRPr="00491A3E">
        <w:rPr>
          <w:rFonts w:hint="cs"/>
          <w:rtl/>
        </w:rPr>
        <w:t>َا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النَّاسُ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اِنَّا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خَلَق</w:t>
      </w:r>
      <w:r w:rsidRPr="00EC5BA0">
        <w:rPr>
          <w:rFonts w:hint="cs"/>
          <w:rtl/>
        </w:rPr>
        <w:t>ْنٰکُمْ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مِن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ذَکَرٍ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أُن</w:t>
      </w:r>
      <w:r w:rsidRPr="00EC5BA0">
        <w:rPr>
          <w:rFonts w:hint="cs"/>
          <w:rtl/>
        </w:rPr>
        <w:t>ْثٰی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وَجَعَل</w:t>
      </w:r>
      <w:r w:rsidRPr="00EC5BA0">
        <w:rPr>
          <w:rFonts w:hint="cs"/>
          <w:rtl/>
        </w:rPr>
        <w:t>ْنٰکُمْ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شُعُوبًا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وَقَبَائَلَ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لِتَعَارَفُوا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اِنَّ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أَک</w:t>
      </w:r>
      <w:r w:rsidRPr="00EC5BA0">
        <w:rPr>
          <w:rFonts w:hint="cs"/>
          <w:rtl/>
        </w:rPr>
        <w:t>ْرَمَکُمْ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عِن</w:t>
      </w:r>
      <w:r w:rsidRPr="00EC5BA0">
        <w:rPr>
          <w:rFonts w:hint="cs"/>
          <w:rtl/>
        </w:rPr>
        <w:t>ْدَ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اللّٰ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أَت</w:t>
      </w:r>
      <w:r w:rsidRPr="00EC5BA0">
        <w:rPr>
          <w:rFonts w:hint="cs"/>
          <w:rtl/>
        </w:rPr>
        <w:t>ْقٰکُمْ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انَّ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اللّٰ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عَلِی</w:t>
      </w:r>
      <w:r w:rsidRPr="00EC5BA0">
        <w:rPr>
          <w:rFonts w:hint="cs"/>
          <w:rtl/>
        </w:rPr>
        <w:t>ْم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خَبِی</w:t>
      </w:r>
      <w:r w:rsidRPr="00EC5BA0">
        <w:rPr>
          <w:rFonts w:hint="cs"/>
          <w:rtl/>
        </w:rPr>
        <w:t>ْر</w:t>
      </w:r>
      <w:r w:rsidR="00EC5BA0" w:rsidRPr="00EC5BA0">
        <w:rPr>
          <w:rFonts w:hint="cs"/>
          <w:rtl/>
        </w:rPr>
        <w:t>-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ترجمہ</w:t>
      </w:r>
      <w:r w:rsidRPr="006A282F">
        <w:rPr>
          <w:rtl/>
        </w:rPr>
        <w:t>:</w:t>
      </w:r>
    </w:p>
    <w:p w:rsidR="006A282F" w:rsidRPr="006A282F" w:rsidRDefault="006A282F" w:rsidP="00AC39D4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انسانو</w:t>
      </w:r>
      <w:r w:rsidRPr="006A282F">
        <w:rPr>
          <w:rtl/>
        </w:rPr>
        <w:t xml:space="preserve">!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مختلف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خاندانوں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قبیلوں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پہچان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نزدیک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عزت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پرہیز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DF5E4E">
      <w:pPr>
        <w:pStyle w:val="Heading1"/>
      </w:pPr>
      <w:bookmarkStart w:id="94" w:name="_Toc440194824"/>
      <w:r w:rsidRPr="006A282F">
        <w:rPr>
          <w:rFonts w:hint="cs"/>
          <w:rtl/>
        </w:rPr>
        <w:t>نکات</w:t>
      </w:r>
      <w:r w:rsidRPr="006A282F">
        <w:rPr>
          <w:rtl/>
        </w:rPr>
        <w:t>:</w:t>
      </w:r>
      <w:bookmarkEnd w:id="94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مفسرین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ماقبل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مربوط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مذاق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اڑانا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دراصل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برتر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سمجھناہے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برتری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عزت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معیار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اُصولوں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اشارہ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Pr="006A282F">
        <w:rPr>
          <w:rFonts w:hint="cs"/>
          <w:rtl/>
        </w:rPr>
        <w:t>مساوات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اصول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شناخت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اصول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تیسرا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اصول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برتری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معیار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برتری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معیار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سبقت،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امانت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داری،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توانائی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ہجرت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وغیرہ</w:t>
      </w:r>
      <w:r w:rsidRPr="006A282F">
        <w:rPr>
          <w:rtl/>
        </w:rPr>
        <w:t>۔</w:t>
      </w:r>
    </w:p>
    <w:p w:rsidR="006A282F" w:rsidRPr="006A282F" w:rsidRDefault="006A282F" w:rsidP="00AC39D4">
      <w:pPr>
        <w:pStyle w:val="libNormal"/>
      </w:pPr>
      <w:r w:rsidRPr="006A282F">
        <w:rPr>
          <w:rtl/>
        </w:rPr>
        <w:br w:type="page"/>
      </w:r>
    </w:p>
    <w:p w:rsidR="006A282F" w:rsidRPr="006A282F" w:rsidRDefault="006A282F" w:rsidP="00DF5E4E">
      <w:pPr>
        <w:pStyle w:val="Heading1"/>
      </w:pPr>
      <w:bookmarkStart w:id="95" w:name="_Toc440194825"/>
      <w:r w:rsidRPr="006A282F">
        <w:rPr>
          <w:rFonts w:hint="cs"/>
          <w:rtl/>
        </w:rPr>
        <w:lastRenderedPageBreak/>
        <w:t>پیغامات</w:t>
      </w:r>
      <w:r w:rsidRPr="006A282F">
        <w:rPr>
          <w:rtl/>
        </w:rPr>
        <w:t>:</w:t>
      </w:r>
      <w:bookmarkEnd w:id="95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مرد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،فلاں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قبیلے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باعث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افتخار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کیونکہ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جعلنا،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خَلَقْنَا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مخلوق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پہچان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فخر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مباہات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لِتَعَارفُوا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نزدیک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عزت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وقتی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عارضی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نزدیک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عزت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اہمیت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3729E7" w:rsidRDefault="006A282F" w:rsidP="006A282F">
      <w:pPr>
        <w:pStyle w:val="libNormal"/>
        <w:rPr>
          <w:rStyle w:val="libAieChar"/>
        </w:rPr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باتقویٰ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کولوگوںسے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توقعات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چاہئیں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کیونکہ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عزت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بزرگی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معنوی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</w:t>
      </w:r>
      <w:r w:rsidRPr="00491A3E">
        <w:rPr>
          <w:rStyle w:val="libAieChar"/>
          <w:rFonts w:hint="cs"/>
          <w:rtl/>
        </w:rPr>
        <w:t xml:space="preserve"> (</w:t>
      </w:r>
      <w:r w:rsidRPr="003729E7">
        <w:rPr>
          <w:rStyle w:val="libAieChar"/>
          <w:rFonts w:hint="cs"/>
          <w:rtl/>
        </w:rPr>
        <w:t>عند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نسلی،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گروہی،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قومی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قبائلی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ملکی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معاشی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فکری،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ثقافتی،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اجتماعی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فوجی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حوالے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برتری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معیار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فقط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معیار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انَّ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اکرمکم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عنداللّٰ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اتقاکم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6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خواہش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برتر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فطرت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خواہش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فطری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تقاضے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حصول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راستے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نشاندہی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انَّ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اکرمکم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عنداللّٰ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اتقاکم</w:t>
      </w:r>
      <w:r w:rsidRPr="003729E7">
        <w:rPr>
          <w:rStyle w:val="libAieChar"/>
          <w:rtl/>
        </w:rPr>
        <w:t>)</w:t>
      </w:r>
    </w:p>
    <w:p w:rsidR="006A282F" w:rsidRPr="006A282F" w:rsidRDefault="00067685" w:rsidP="006A282F">
      <w:pPr>
        <w:pStyle w:val="libNormal"/>
      </w:pPr>
      <w:r w:rsidRPr="00067685">
        <w:rPr>
          <w:rFonts w:hint="cs"/>
          <w:rtl/>
        </w:rPr>
        <w:t>7</w:t>
      </w:r>
      <w:r w:rsidR="006A282F" w:rsidRPr="00067685">
        <w:rPr>
          <w:rFonts w:hint="cs"/>
          <w:rtl/>
        </w:rPr>
        <w:t xml:space="preserve">۔ </w:t>
      </w:r>
      <w:r w:rsidR="006A282F" w:rsidRPr="006A282F">
        <w:rPr>
          <w:rFonts w:hint="cs"/>
          <w:rtl/>
        </w:rPr>
        <w:t>جس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پیدا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وہ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بہتر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جانتا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نسل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قبیلہ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برتری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معیار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نہیں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لوگوں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بنائے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ہوئے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برتری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معیار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لغو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بیہودہ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ہیں</w:t>
      </w:r>
      <w:r w:rsidR="006A282F" w:rsidRPr="006A282F">
        <w:rPr>
          <w:rtl/>
        </w:rPr>
        <w:t xml:space="preserve">۔ </w:t>
      </w:r>
      <w:r w:rsidR="006A282F" w:rsidRPr="003729E7">
        <w:rPr>
          <w:rStyle w:val="libAieChar"/>
          <w:rtl/>
        </w:rPr>
        <w:t>(</w:t>
      </w:r>
      <w:r w:rsidR="006A282F" w:rsidRPr="003729E7">
        <w:rPr>
          <w:rStyle w:val="libAieChar"/>
          <w:rFonts w:hint="cs"/>
          <w:rtl/>
        </w:rPr>
        <w:t>انَّ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اکرمکم</w:t>
      </w:r>
      <w:r w:rsidR="00EC5BA0" w:rsidRPr="00EC5BA0">
        <w:rPr>
          <w:rStyle w:val="libAieChar"/>
          <w:rFonts w:hint="cs"/>
          <w:rtl/>
        </w:rPr>
        <w:t>---</w:t>
      </w:r>
      <w:r w:rsidR="006A282F" w:rsidRPr="00491A3E">
        <w:rPr>
          <w:rStyle w:val="libAieChar"/>
          <w:rFonts w:hint="cs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اتقاکم</w:t>
      </w:r>
      <w:r w:rsidR="00EC5BA0" w:rsidRPr="00EC5BA0">
        <w:rPr>
          <w:rStyle w:val="libAieChar"/>
          <w:rFonts w:hint="cs"/>
          <w:rtl/>
        </w:rPr>
        <w:t>---</w:t>
      </w:r>
      <w:r w:rsidR="006A282F" w:rsidRPr="00491A3E">
        <w:rPr>
          <w:rStyle w:val="libAieChar"/>
          <w:rFonts w:hint="cs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علیم</w:t>
      </w:r>
      <w:r w:rsidR="006A282F" w:rsidRPr="003729E7">
        <w:rPr>
          <w:rStyle w:val="libAieChar"/>
          <w:rtl/>
        </w:rPr>
        <w:t xml:space="preserve"> </w:t>
      </w:r>
      <w:r w:rsidR="006A282F" w:rsidRPr="003729E7">
        <w:rPr>
          <w:rStyle w:val="libAieChar"/>
          <w:rFonts w:hint="cs"/>
          <w:rtl/>
        </w:rPr>
        <w:t>خبیر</w:t>
      </w:r>
      <w:r w:rsidR="006A282F" w:rsidRPr="003729E7">
        <w:rPr>
          <w:rStyle w:val="libAieChar"/>
          <w:rtl/>
        </w:rPr>
        <w:t>)</w:t>
      </w:r>
    </w:p>
    <w:p w:rsidR="006A282F" w:rsidRPr="006A282F" w:rsidRDefault="008F1760" w:rsidP="006A282F">
      <w:pPr>
        <w:pStyle w:val="libNormal"/>
        <w:rPr>
          <w:rtl/>
        </w:rPr>
      </w:pPr>
      <w:r w:rsidRPr="00067685">
        <w:rPr>
          <w:rFonts w:hint="cs"/>
          <w:rtl/>
        </w:rPr>
        <w:t>8</w:t>
      </w:r>
      <w:r w:rsidR="006A282F" w:rsidRPr="00067685">
        <w:rPr>
          <w:rFonts w:hint="cs"/>
          <w:rtl/>
        </w:rPr>
        <w:t xml:space="preserve">۔ </w:t>
      </w:r>
      <w:r w:rsidR="006A282F" w:rsidRPr="006A282F">
        <w:rPr>
          <w:rFonts w:hint="cs"/>
          <w:rtl/>
        </w:rPr>
        <w:t>اپنے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پرہیز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گار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متقی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ہونے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دعویٰ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یا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اس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اظہار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نہ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کریں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کیونکہ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اللہ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تعالیٰ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ہم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سب</w:t>
      </w:r>
      <w:r w:rsidR="006A282F"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Default="006A282F" w:rsidP="006A282F">
      <w:pPr>
        <w:pStyle w:val="libNormal"/>
        <w:rPr>
          <w:rStyle w:val="libAieChar"/>
        </w:rPr>
      </w:pPr>
      <w:r w:rsidRPr="006A282F">
        <w:rPr>
          <w:rFonts w:hint="cs"/>
          <w:rtl/>
        </w:rPr>
        <w:lastRenderedPageBreak/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علیم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خبیر</w:t>
      </w:r>
      <w:r w:rsidRPr="003729E7">
        <w:rPr>
          <w:rStyle w:val="libAieChar"/>
          <w:rtl/>
        </w:rPr>
        <w:t>)</w:t>
      </w:r>
    </w:p>
    <w:p w:rsidR="00683B1D" w:rsidRPr="006A282F" w:rsidRDefault="00683B1D" w:rsidP="006A282F">
      <w:pPr>
        <w:pStyle w:val="libNormal"/>
      </w:pPr>
    </w:p>
    <w:p w:rsidR="006A282F" w:rsidRPr="006A282F" w:rsidRDefault="006A282F" w:rsidP="00DF5E4E">
      <w:pPr>
        <w:pStyle w:val="Heading1"/>
      </w:pPr>
      <w:bookmarkStart w:id="96" w:name="_Toc440194826"/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Pr="006A282F">
        <w:rPr>
          <w:rtl/>
        </w:rPr>
        <w:t xml:space="preserve"> </w:t>
      </w:r>
      <w:r w:rsidR="008F1760" w:rsidRPr="00C26ECE">
        <w:rPr>
          <w:rFonts w:hint="cs"/>
          <w:rtl/>
        </w:rPr>
        <w:t>15</w:t>
      </w:r>
      <w:bookmarkEnd w:id="96"/>
    </w:p>
    <w:p w:rsidR="006A282F" w:rsidRPr="006A282F" w:rsidRDefault="006A282F" w:rsidP="003729E7">
      <w:pPr>
        <w:pStyle w:val="libAie"/>
      </w:pPr>
      <w:r w:rsidRPr="006A282F">
        <w:rPr>
          <w:rFonts w:hint="cs"/>
          <w:rtl/>
        </w:rPr>
        <w:t>قَالَتِ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الأَع</w:t>
      </w:r>
      <w:r w:rsidRPr="00EC5BA0">
        <w:rPr>
          <w:rFonts w:hint="cs"/>
          <w:rtl/>
        </w:rPr>
        <w:t>ْرابُ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اَمَنَّاط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قُل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لَّم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تُو</w:t>
      </w:r>
      <w:r w:rsidRPr="00EC5BA0">
        <w:rPr>
          <w:rFonts w:hint="cs"/>
          <w:rtl/>
        </w:rPr>
        <w:t>ْمِنُوا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وَلٰکِن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قُولُوا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أَس</w:t>
      </w:r>
      <w:r w:rsidRPr="00EC5BA0">
        <w:rPr>
          <w:rFonts w:hint="cs"/>
          <w:rtl/>
        </w:rPr>
        <w:t>ْلَمْنٰا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لَمَّایَد</w:t>
      </w:r>
      <w:r w:rsidRPr="00EC5BA0">
        <w:rPr>
          <w:rFonts w:hint="cs"/>
          <w:rtl/>
        </w:rPr>
        <w:t>ْخُلِ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الاِی</w:t>
      </w:r>
      <w:r w:rsidRPr="00EC5BA0">
        <w:rPr>
          <w:rFonts w:hint="cs"/>
          <w:rtl/>
        </w:rPr>
        <w:t>ْمٰانُ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فِی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قُلُوبِکُم</w:t>
      </w:r>
      <w:r w:rsidRPr="00EC5BA0">
        <w:rPr>
          <w:rFonts w:hint="cs"/>
          <w:rtl/>
        </w:rPr>
        <w:t>ْط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اِن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تُطِی</w:t>
      </w:r>
      <w:r w:rsidRPr="00EC5BA0">
        <w:rPr>
          <w:rFonts w:hint="cs"/>
          <w:rtl/>
        </w:rPr>
        <w:t>ْعُوْا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اللّٰ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رَسُولَ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ُ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لَا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یَل</w:t>
      </w:r>
      <w:r w:rsidRPr="00EC5BA0">
        <w:rPr>
          <w:rFonts w:hint="cs"/>
          <w:rtl/>
        </w:rPr>
        <w:t>ْتِکُمْ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مِن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أَع</w:t>
      </w:r>
      <w:r w:rsidRPr="00EC5BA0">
        <w:rPr>
          <w:rFonts w:hint="cs"/>
          <w:rtl/>
        </w:rPr>
        <w:t>ْمٰالِکُمْ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شَی</w:t>
      </w:r>
      <w:r w:rsidRPr="00EC5BA0">
        <w:rPr>
          <w:rFonts w:hint="cs"/>
          <w:rtl/>
        </w:rPr>
        <w:t>ْئًاط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اِنَّ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اللّٰ</w:t>
      </w:r>
      <w:r w:rsidR="00EC5BA0" w:rsidRPr="00EC5BA0">
        <w:rPr>
          <w:rFonts w:hint="cs"/>
          <w:rtl/>
        </w:rPr>
        <w:t>ه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غَفُور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رَحِیم</w:t>
      </w:r>
      <w:r w:rsidR="00EC5BA0" w:rsidRPr="00EC5BA0">
        <w:rPr>
          <w:rFonts w:hint="cs"/>
          <w:rtl/>
        </w:rPr>
        <w:t>-</w:t>
      </w:r>
      <w:r w:rsidRPr="00491A3E">
        <w:rPr>
          <w:rFonts w:hint="cs"/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ترجمہ</w:t>
      </w:r>
      <w:r w:rsidRPr="006A282F">
        <w:rPr>
          <w:rtl/>
        </w:rPr>
        <w:t xml:space="preserve">: </w:t>
      </w:r>
    </w:p>
    <w:p w:rsidR="006A282F" w:rsidRPr="006A282F" w:rsidRDefault="006A282F" w:rsidP="00AC39D4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بدّو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عرب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آئیں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دیجیے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داخل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اطاعت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کروگے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کچھ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بڑا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بخشنے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مہربان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DF5E4E">
      <w:pPr>
        <w:pStyle w:val="Heading1"/>
      </w:pPr>
      <w:bookmarkStart w:id="97" w:name="_Toc440194827"/>
      <w:r w:rsidRPr="006A282F">
        <w:rPr>
          <w:rFonts w:hint="cs"/>
          <w:rtl/>
        </w:rPr>
        <w:t>نکات</w:t>
      </w:r>
      <w:r w:rsidRPr="006A282F">
        <w:rPr>
          <w:rtl/>
        </w:rPr>
        <w:t>:</w:t>
      </w:r>
      <w:bookmarkEnd w:id="97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اعراب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بادیہ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نشین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کچھ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صاحبان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تعریف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 xml:space="preserve">( </w:t>
      </w:r>
      <w:r w:rsidRPr="003729E7">
        <w:rPr>
          <w:rStyle w:val="libAieChar"/>
          <w:rFonts w:hint="cs"/>
          <w:rtl/>
        </w:rPr>
        <w:t>وَمِنَ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الأَعْرابِ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مَنْ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یَوْمِنُ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باللّٰ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وَالْیَوْمِ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الآخر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برتر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دعویٰ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>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توبہ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99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DF5E4E">
      <w:pPr>
        <w:pStyle w:val="Heading1"/>
      </w:pPr>
      <w:bookmarkStart w:id="98" w:name="_Toc440194828"/>
      <w:r w:rsidRPr="006A282F">
        <w:rPr>
          <w:rFonts w:hint="cs"/>
          <w:rtl/>
        </w:rPr>
        <w:t>پیغامات</w:t>
      </w:r>
      <w:r w:rsidRPr="006A282F">
        <w:rPr>
          <w:rtl/>
        </w:rPr>
        <w:t>:</w:t>
      </w:r>
      <w:bookmarkEnd w:id="98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دعوے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نعرہ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دہریں</w:t>
      </w:r>
      <w:r w:rsidRPr="006A282F">
        <w:rPr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</w:t>
      </w:r>
      <w:r w:rsidRPr="00491A3E">
        <w:rPr>
          <w:rStyle w:val="libAieChar"/>
          <w:rFonts w:hint="cs"/>
          <w:rtl/>
        </w:rPr>
        <w:t>(</w:t>
      </w:r>
      <w:r w:rsidRPr="003729E7">
        <w:rPr>
          <w:rStyle w:val="libAieChar"/>
          <w:rFonts w:hint="cs"/>
          <w:rtl/>
        </w:rPr>
        <w:t>قَالَتِ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الأَعْرابُ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اَمَنَّا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دعوؤں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کوروکیں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قُلْ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لَّمْ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تُوْمِنُوا</w:t>
      </w:r>
      <w:r w:rsidRPr="003729E7">
        <w:rPr>
          <w:rStyle w:val="libAieChar"/>
          <w:rtl/>
        </w:rPr>
        <w:t xml:space="preserve"> 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حدود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بڑھا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چڑھا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قُولُوا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أَسْلَمْنٰا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ظاہری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مرحلہ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تعلق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فی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قلوبکم</w:t>
      </w:r>
      <w:r w:rsidRPr="003729E7">
        <w:rPr>
          <w:rStyle w:val="libAieChar"/>
          <w:rtl/>
        </w:rPr>
        <w:t>)</w:t>
      </w:r>
    </w:p>
    <w:p w:rsidR="006A282F" w:rsidRPr="003729E7" w:rsidRDefault="006A282F" w:rsidP="006A282F">
      <w:pPr>
        <w:pStyle w:val="libNormal"/>
        <w:rPr>
          <w:rStyle w:val="libAieChar"/>
        </w:rPr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کمال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پہنچنے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دعویٰ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انداز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اُمید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وَ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لَمَّایَدْخُلِ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الاِیْمٰانُ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فِیْ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قُلُوبِکُم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6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کمال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پہنچنے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راستہ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کھلا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وَ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اِنْ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تُطِیْعُوْا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رَسُولَ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</w:t>
      </w:r>
      <w:r w:rsidR="00EC5BA0" w:rsidRPr="00EC5BA0">
        <w:rPr>
          <w:rStyle w:val="libAieChar"/>
          <w:rFonts w:hint="cs"/>
          <w:rtl/>
        </w:rPr>
        <w:t>---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7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اطاعت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اطاعت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عصمت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لہٰذا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اطاعت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چاہیے</w:t>
      </w:r>
      <w:r w:rsidR="00EC5BA0" w:rsidRPr="00EC5BA0">
        <w:rPr>
          <w:rStyle w:val="libAieChar"/>
          <w:rFonts w:hint="cs"/>
          <w:rtl/>
        </w:rPr>
        <w:t>-</w:t>
      </w:r>
      <w:r w:rsidRPr="00491A3E">
        <w:rPr>
          <w:rStyle w:val="libAieChar"/>
          <w:rFonts w:hint="cs"/>
          <w:rtl/>
        </w:rPr>
        <w:t>(</w:t>
      </w:r>
      <w:r w:rsidRPr="003729E7">
        <w:rPr>
          <w:rStyle w:val="libAieChar"/>
          <w:rFonts w:hint="cs"/>
          <w:rtl/>
        </w:rPr>
        <w:t>وَ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اِنْ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تُطِیْعُوْا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رَسُولَ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</w:t>
      </w:r>
      <w:r w:rsidRPr="003729E7">
        <w:rPr>
          <w:rStyle w:val="libAieChar"/>
          <w:rtl/>
        </w:rPr>
        <w:t xml:space="preserve"> 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8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جزاء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کریگا</w:t>
      </w:r>
      <w:r w:rsidRPr="006A282F">
        <w:rPr>
          <w:rtl/>
        </w:rPr>
        <w:t>۔ (</w:t>
      </w:r>
      <w:r w:rsidRPr="006A282F">
        <w:rPr>
          <w:rFonts w:hint="cs"/>
          <w:rtl/>
        </w:rPr>
        <w:t>صحیح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تدبیر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انتظام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ضائع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)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لَا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یَلْتِکُمْ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مِنْ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أَعْمٰالِکُمْ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شَیْئًا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AC39D4">
      <w:pPr>
        <w:pStyle w:val="libNormal"/>
      </w:pPr>
      <w:r w:rsidRPr="006A282F">
        <w:rPr>
          <w:rtl/>
        </w:rPr>
        <w:br w:type="page"/>
      </w:r>
    </w:p>
    <w:p w:rsidR="00683B1D" w:rsidRPr="006A282F" w:rsidRDefault="006A282F" w:rsidP="00DF5E4E">
      <w:pPr>
        <w:pStyle w:val="Heading1"/>
      </w:pPr>
      <w:bookmarkStart w:id="99" w:name="_Toc440194829"/>
      <w:r w:rsidRPr="006A282F">
        <w:rPr>
          <w:rFonts w:hint="cs"/>
          <w:rtl/>
        </w:rPr>
        <w:lastRenderedPageBreak/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فرق</w:t>
      </w:r>
      <w:r w:rsidRPr="006A282F">
        <w:rPr>
          <w:rtl/>
        </w:rPr>
        <w:t>:</w:t>
      </w:r>
      <w:bookmarkEnd w:id="99"/>
    </w:p>
    <w:p w:rsidR="006A282F" w:rsidRPr="006A282F" w:rsidRDefault="008F1760" w:rsidP="00DF5E4E">
      <w:pPr>
        <w:pStyle w:val="Heading1"/>
      </w:pPr>
      <w:bookmarkStart w:id="100" w:name="_Toc440194830"/>
      <w:r w:rsidRPr="00C26ECE">
        <w:rPr>
          <w:rFonts w:hint="cs"/>
          <w:rtl/>
        </w:rPr>
        <w:t>1</w:t>
      </w:r>
      <w:r w:rsidR="006A282F" w:rsidRPr="006A282F">
        <w:rPr>
          <w:rFonts w:hint="cs"/>
          <w:rtl/>
        </w:rPr>
        <w:t>۔ گہرائی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کا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فرق</w:t>
      </w:r>
      <w:r w:rsidR="006A282F" w:rsidRPr="006A282F">
        <w:rPr>
          <w:rtl/>
        </w:rPr>
        <w:t>۔</w:t>
      </w:r>
      <w:bookmarkEnd w:id="100"/>
    </w:p>
    <w:p w:rsidR="00683B1D" w:rsidRPr="00067685" w:rsidRDefault="006A282F" w:rsidP="00AC39D4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لاناایک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ظاہر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قلبی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لگاؤ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جعفر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صادق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مناسبت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وَ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مَنْ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أَحْسَنَ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مِنَ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صِبْغَةً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الٰہی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رنگ،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 xml:space="preserve">'' </w:t>
      </w:r>
      <w:r w:rsidRPr="003729E7">
        <w:rPr>
          <w:rStyle w:val="libAieChar"/>
          <w:rFonts w:hint="cs"/>
          <w:rtl/>
        </w:rPr>
        <w:t>فَقَدِ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اسْتَمْسَکَ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بِالْعُرْوةِ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الوثقٰی</w:t>
      </w:r>
      <w:r w:rsidRPr="003729E7">
        <w:rPr>
          <w:rStyle w:val="libAieChar"/>
          <w:rtl/>
        </w:rPr>
        <w:t xml:space="preserve"> ''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Fonts w:hint="cs"/>
          <w:rtl/>
        </w:rPr>
        <w:t>)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تفسیر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مضبوط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تھامنا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دراصل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8F1760" w:rsidP="00DF5E4E">
      <w:pPr>
        <w:pStyle w:val="Heading1"/>
      </w:pPr>
      <w:bookmarkStart w:id="101" w:name="_Toc440194831"/>
      <w:r w:rsidRPr="00C26ECE">
        <w:rPr>
          <w:rFonts w:hint="cs"/>
          <w:rtl/>
        </w:rPr>
        <w:t>2</w:t>
      </w:r>
      <w:r w:rsidR="006A282F" w:rsidRPr="006A282F">
        <w:rPr>
          <w:rFonts w:hint="cs"/>
          <w:rtl/>
        </w:rPr>
        <w:t>۔ محرک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فرق</w:t>
      </w:r>
      <w:r w:rsidR="006A282F" w:rsidRPr="006A282F">
        <w:rPr>
          <w:rtl/>
        </w:rPr>
        <w:t>:</w:t>
      </w:r>
      <w:bookmarkEnd w:id="101"/>
    </w:p>
    <w:p w:rsidR="00683B1D" w:rsidRPr="00067685" w:rsidRDefault="006A282F" w:rsidP="00AC39D4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محرک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حفاظت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منافع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حصول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محرک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ہمیشہ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معنوی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جعفر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صادق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محفوظ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حلال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اخروی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أجر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قلبی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بنیاد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4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8F1760" w:rsidP="00DF5E4E">
      <w:pPr>
        <w:pStyle w:val="Heading1"/>
      </w:pPr>
      <w:bookmarkStart w:id="102" w:name="_Toc440194832"/>
      <w:r w:rsidRPr="008F1760">
        <w:rPr>
          <w:rFonts w:hint="cs"/>
          <w:rtl/>
        </w:rPr>
        <w:t>3</w:t>
      </w:r>
      <w:r w:rsidR="00C26ECE" w:rsidRPr="00C26ECE">
        <w:rPr>
          <w:rFonts w:hint="cs"/>
          <w:rtl/>
        </w:rPr>
        <w:t>-</w:t>
      </w:r>
      <w:r w:rsidR="006A282F" w:rsidRPr="006A282F">
        <w:rPr>
          <w:rFonts w:hint="cs"/>
          <w:rtl/>
        </w:rPr>
        <w:t>عمل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فرق</w:t>
      </w:r>
      <w:r w:rsidR="006A282F" w:rsidRPr="006A282F">
        <w:rPr>
          <w:rtl/>
        </w:rPr>
        <w:t>:</w:t>
      </w:r>
      <w:bookmarkEnd w:id="102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ممکن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۔ </w:t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حدیث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پڑھتے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AC39D4">
        <w:rPr>
          <w:rStyle w:val="libArabicChar"/>
          <w:rtl/>
        </w:rPr>
        <w:t>''</w:t>
      </w:r>
      <w:r w:rsidRPr="00AC39D4">
        <w:rPr>
          <w:rStyle w:val="libArabicChar"/>
          <w:rFonts w:hint="cs"/>
          <w:rtl/>
        </w:rPr>
        <w:t>ألْاِیْمٰانُ</w:t>
      </w:r>
      <w:r w:rsidRPr="00AC39D4">
        <w:rPr>
          <w:rStyle w:val="libArabicChar"/>
          <w:rtl/>
        </w:rPr>
        <w:t xml:space="preserve"> </w:t>
      </w:r>
      <w:r w:rsidRPr="00AC39D4">
        <w:rPr>
          <w:rStyle w:val="libArabicChar"/>
          <w:rFonts w:hint="cs"/>
          <w:rtl/>
        </w:rPr>
        <w:t>اِقْرار</w:t>
      </w:r>
      <w:r w:rsidRPr="00AC39D4">
        <w:rPr>
          <w:rStyle w:val="libArabicChar"/>
          <w:rtl/>
        </w:rPr>
        <w:t xml:space="preserve"> </w:t>
      </w:r>
      <w:r w:rsidRPr="00AC39D4">
        <w:rPr>
          <w:rStyle w:val="libArabicChar"/>
          <w:rFonts w:hint="cs"/>
          <w:rtl/>
        </w:rPr>
        <w:t>عَمَل</w:t>
      </w:r>
      <w:r w:rsidRPr="00AC39D4">
        <w:rPr>
          <w:rStyle w:val="libArabicChar"/>
          <w:rtl/>
        </w:rPr>
        <w:t xml:space="preserve"> </w:t>
      </w:r>
      <w:r w:rsidRPr="00AC39D4">
        <w:rPr>
          <w:rStyle w:val="libArabicChar"/>
          <w:rFonts w:hint="cs"/>
          <w:rtl/>
        </w:rPr>
        <w:t>وَالْاِسْلامُ</w:t>
      </w:r>
      <w:r w:rsidRPr="00AC39D4">
        <w:rPr>
          <w:rStyle w:val="libArabicChar"/>
          <w:rtl/>
        </w:rPr>
        <w:t xml:space="preserve"> </w:t>
      </w:r>
      <w:r w:rsidRPr="00AC39D4">
        <w:rPr>
          <w:rStyle w:val="libArabicChar"/>
          <w:rFonts w:hint="cs"/>
          <w:rtl/>
        </w:rPr>
        <w:t>اِقْرار</w:t>
      </w:r>
      <w:r w:rsidRPr="00AC39D4">
        <w:rPr>
          <w:rStyle w:val="libArabicChar"/>
          <w:rtl/>
        </w:rPr>
        <w:t xml:space="preserve"> </w:t>
      </w:r>
      <w:r w:rsidRPr="00AC39D4">
        <w:rPr>
          <w:rStyle w:val="libArabicChar"/>
          <w:rFonts w:hint="cs"/>
          <w:rtl/>
        </w:rPr>
        <w:t>بِلَاعَمَل</w:t>
      </w:r>
      <w:r w:rsidRPr="00AC39D4">
        <w:rPr>
          <w:rStyle w:val="libArabicChar"/>
          <w:rtl/>
        </w:rPr>
        <w:t xml:space="preserve">''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5</w:t>
      </w:r>
      <w:r w:rsidRPr="003323C2">
        <w:rPr>
          <w:rStyle w:val="libFootnotenumChar"/>
          <w:rFonts w:hint="cs"/>
          <w:rtl/>
        </w:rPr>
        <w:t>)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پوشیدہ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پوشیدہ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۔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بقرہ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13</w:t>
      </w:r>
      <w:r w:rsidR="008F1760" w:rsidRPr="00067685">
        <w:rPr>
          <w:rFonts w:hint="cs"/>
          <w:rtl/>
        </w:rPr>
        <w:t>8</w:t>
      </w:r>
      <w:r w:rsidRPr="006A282F">
        <w:rPr>
          <w:rFonts w:hint="cs"/>
          <w:rtl/>
        </w:rPr>
        <w:tab/>
      </w:r>
      <w:r w:rsidRPr="006A282F">
        <w:rPr>
          <w:rtl/>
        </w:rPr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بقرہ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</w:t>
      </w:r>
      <w:r w:rsidR="008F1760" w:rsidRPr="00067685">
        <w:rPr>
          <w:rFonts w:hint="cs"/>
          <w:rtl/>
        </w:rPr>
        <w:t>5</w:t>
      </w:r>
      <w:r w:rsidR="00067685" w:rsidRPr="00067685">
        <w:rPr>
          <w:rFonts w:hint="cs"/>
          <w:rtl/>
        </w:rPr>
        <w:t>6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اصول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15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)۔ اصول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25</w:t>
      </w:r>
      <w:r w:rsidRPr="006A282F">
        <w:rPr>
          <w:rFonts w:hint="cs"/>
          <w:rtl/>
        </w:rPr>
        <w:tab/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)۔ اصول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25</w:t>
      </w:r>
    </w:p>
    <w:p w:rsidR="006A282F" w:rsidRPr="006A282F" w:rsidRDefault="006A282F" w:rsidP="00AC39D4">
      <w:pPr>
        <w:pStyle w:val="libNormal"/>
      </w:pPr>
      <w:r w:rsidRPr="006A282F">
        <w:rPr>
          <w:rtl/>
        </w:rPr>
        <w:br w:type="page"/>
      </w:r>
    </w:p>
    <w:p w:rsidR="00683B1D" w:rsidRPr="00AC39D4" w:rsidRDefault="006A282F" w:rsidP="00AC39D4">
      <w:pPr>
        <w:pStyle w:val="libNormal"/>
      </w:pPr>
      <w:r w:rsidRPr="006A282F">
        <w:rPr>
          <w:rtl/>
        </w:rPr>
        <w:lastRenderedPageBreak/>
        <w:t xml:space="preserve"> </w:t>
      </w:r>
      <w:r w:rsidRPr="006A282F">
        <w:rPr>
          <w:rFonts w:hint="cs"/>
          <w:rtl/>
        </w:rPr>
        <w:t>حدیث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مسجد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الحرام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کعبہ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تشبیہ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 xml:space="preserve">) </w:t>
      </w:r>
      <w:r w:rsidRPr="006A282F">
        <w:rPr>
          <w:rFonts w:hint="cs"/>
          <w:rtl/>
        </w:rPr>
        <w:t>کعبہ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مسجد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الحرام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درمیان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واقع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مسجدالحرام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کعبہ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8F1760" w:rsidP="00DF5E4E">
      <w:pPr>
        <w:pStyle w:val="Heading1"/>
      </w:pPr>
      <w:bookmarkStart w:id="103" w:name="_Toc440194833"/>
      <w:r w:rsidRPr="00C26ECE">
        <w:rPr>
          <w:rFonts w:hint="cs"/>
          <w:rtl/>
        </w:rPr>
        <w:t>5</w:t>
      </w:r>
      <w:r w:rsidR="006A282F" w:rsidRPr="006A282F">
        <w:rPr>
          <w:rFonts w:hint="cs"/>
          <w:rtl/>
        </w:rPr>
        <w:t>۔ اجتماعی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اور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سیاسی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مسائل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فرق</w:t>
      </w:r>
      <w:r w:rsidR="006A282F" w:rsidRPr="006A282F">
        <w:rPr>
          <w:rtl/>
        </w:rPr>
        <w:t>:</w:t>
      </w:r>
      <w:bookmarkEnd w:id="103"/>
    </w:p>
    <w:p w:rsidR="00683B1D" w:rsidRPr="00067685" w:rsidRDefault="006A282F" w:rsidP="00AC39D4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جعفر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صادق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ہے؟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شہادتین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کاکہنا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ظواہر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زکات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وغیرہ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شہادت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الٰہی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شناخت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بنیاد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انجام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>۔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8F1760" w:rsidP="00DF5E4E">
      <w:pPr>
        <w:pStyle w:val="Heading1"/>
      </w:pPr>
      <w:bookmarkStart w:id="104" w:name="_Toc440194834"/>
      <w:r w:rsidRPr="00C26ECE">
        <w:rPr>
          <w:rFonts w:hint="cs"/>
          <w:rtl/>
        </w:rPr>
        <w:t>5</w:t>
      </w:r>
      <w:r w:rsidR="006A282F" w:rsidRPr="006A282F">
        <w:rPr>
          <w:rFonts w:hint="cs"/>
          <w:rtl/>
        </w:rPr>
        <w:t>۔ رتبے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میں</w:t>
      </w:r>
      <w:r w:rsidR="006A282F" w:rsidRPr="006A282F">
        <w:rPr>
          <w:rtl/>
        </w:rPr>
        <w:t xml:space="preserve"> </w:t>
      </w:r>
      <w:r w:rsidR="006A282F" w:rsidRPr="006A282F">
        <w:rPr>
          <w:rFonts w:hint="cs"/>
          <w:rtl/>
        </w:rPr>
        <w:t>فرق</w:t>
      </w:r>
      <w:r w:rsidR="006A282F" w:rsidRPr="006A282F">
        <w:rPr>
          <w:rtl/>
        </w:rPr>
        <w:t>:</w:t>
      </w:r>
      <w:bookmarkEnd w:id="104"/>
    </w:p>
    <w:p w:rsidR="006A282F" w:rsidRPr="006A282F" w:rsidRDefault="006A282F" w:rsidP="00AC39D4">
      <w:pPr>
        <w:pStyle w:val="libNormal"/>
      </w:pP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حدیث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بالاتر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بالاتر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یقین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بالاتر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یقین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کمیاب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اصول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5</w:t>
      </w:r>
      <w:r w:rsidR="008F1760" w:rsidRPr="008F1760">
        <w:rPr>
          <w:rFonts w:hint="cs"/>
          <w:rtl/>
        </w:rPr>
        <w:t>2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اصول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25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اصول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5</w:t>
      </w:r>
      <w:r w:rsidR="008F1760" w:rsidRPr="008F1760">
        <w:rPr>
          <w:rFonts w:hint="cs"/>
          <w:rtl/>
        </w:rPr>
        <w:t>1</w:t>
      </w:r>
    </w:p>
    <w:p w:rsidR="006A282F" w:rsidRPr="006A282F" w:rsidRDefault="006A282F" w:rsidP="00AC39D4">
      <w:pPr>
        <w:pStyle w:val="libNormal"/>
      </w:pPr>
      <w:r w:rsidRPr="006A282F">
        <w:rPr>
          <w:rtl/>
        </w:rPr>
        <w:br w:type="page"/>
      </w:r>
    </w:p>
    <w:p w:rsidR="006A282F" w:rsidRPr="006A282F" w:rsidRDefault="006A282F" w:rsidP="00DF5E4E">
      <w:pPr>
        <w:pStyle w:val="Heading1"/>
      </w:pPr>
      <w:bookmarkStart w:id="105" w:name="_Toc440194835"/>
      <w:r w:rsidRPr="006A282F">
        <w:rPr>
          <w:rFonts w:hint="cs"/>
          <w:rtl/>
        </w:rPr>
        <w:lastRenderedPageBreak/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Pr="006A282F">
        <w:rPr>
          <w:rtl/>
        </w:rPr>
        <w:t xml:space="preserve"> </w:t>
      </w:r>
      <w:r w:rsidR="008F1760" w:rsidRPr="00C26ECE">
        <w:rPr>
          <w:rFonts w:hint="cs"/>
          <w:rtl/>
        </w:rPr>
        <w:t>15</w:t>
      </w:r>
      <w:bookmarkEnd w:id="105"/>
    </w:p>
    <w:p w:rsidR="006A282F" w:rsidRPr="006A282F" w:rsidRDefault="006A282F" w:rsidP="00AC39D4">
      <w:pPr>
        <w:pStyle w:val="libAie"/>
      </w:pPr>
      <w:r w:rsidRPr="006A282F">
        <w:rPr>
          <w:rFonts w:hint="cs"/>
          <w:rtl/>
        </w:rPr>
        <w:t>اِنَّمَا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</w:t>
      </w:r>
      <w:r w:rsidRPr="00EC5BA0">
        <w:rPr>
          <w:rFonts w:hint="cs"/>
          <w:rtl/>
        </w:rPr>
        <w:t>ْمُوْمِنُونَ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الَّذِینَ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ئَ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امَنُوا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بِاللّٰ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رَسُولِ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ثُمَّ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لَم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یَر</w:t>
      </w:r>
      <w:r w:rsidRPr="00EC5BA0">
        <w:rPr>
          <w:rFonts w:hint="cs"/>
          <w:rtl/>
        </w:rPr>
        <w:t>ْتَابُوا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وَجٰا</w:t>
      </w:r>
      <w:r w:rsidR="00491A3E" w:rsidRPr="00491A3E">
        <w:rPr>
          <w:rFonts w:hint="cs"/>
          <w:rtl/>
        </w:rPr>
        <w:t>ه</w:t>
      </w:r>
      <w:r w:rsidRPr="00491A3E">
        <w:rPr>
          <w:rFonts w:hint="cs"/>
          <w:rtl/>
        </w:rPr>
        <w:t>َدُوا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بِأَم</w:t>
      </w:r>
      <w:r w:rsidRPr="00EC5BA0">
        <w:rPr>
          <w:rFonts w:hint="cs"/>
          <w:rtl/>
        </w:rPr>
        <w:t>ْوٰالِ</w:t>
      </w:r>
      <w:r w:rsidR="00491A3E" w:rsidRPr="00491A3E">
        <w:rPr>
          <w:rFonts w:hint="cs"/>
          <w:rtl/>
        </w:rPr>
        <w:t>ه</w:t>
      </w:r>
      <w:r w:rsidRPr="00491A3E">
        <w:rPr>
          <w:rFonts w:hint="cs"/>
          <w:rtl/>
        </w:rPr>
        <w:t>ِم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وَأَن</w:t>
      </w:r>
      <w:r w:rsidRPr="00EC5BA0">
        <w:rPr>
          <w:rFonts w:hint="cs"/>
          <w:rtl/>
        </w:rPr>
        <w:t>ْفُسِ</w:t>
      </w:r>
      <w:r w:rsidR="00491A3E" w:rsidRPr="00491A3E">
        <w:rPr>
          <w:rFonts w:hint="cs"/>
          <w:rtl/>
        </w:rPr>
        <w:t>ه</w:t>
      </w:r>
      <w:r w:rsidRPr="00491A3E">
        <w:rPr>
          <w:rFonts w:hint="cs"/>
          <w:rtl/>
        </w:rPr>
        <w:t>ِم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فِی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سَبِی</w:t>
      </w:r>
      <w:r w:rsidRPr="00EC5BA0">
        <w:rPr>
          <w:rFonts w:hint="cs"/>
          <w:rtl/>
        </w:rPr>
        <w:t>ْلِ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اللّٰ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ِط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أُو</w:t>
      </w:r>
      <w:r w:rsidRPr="00EC5BA0">
        <w:rPr>
          <w:rFonts w:hint="cs"/>
          <w:rtl/>
        </w:rPr>
        <w:t>ْلٰئِکَ</w:t>
      </w:r>
      <w:r w:rsidRPr="006A282F">
        <w:rPr>
          <w:rtl/>
        </w:rPr>
        <w:t xml:space="preserve"> </w:t>
      </w:r>
      <w:r w:rsidR="00491A3E" w:rsidRPr="00491A3E">
        <w:rPr>
          <w:rFonts w:hint="cs"/>
          <w:rtl/>
        </w:rPr>
        <w:t>ه</w:t>
      </w:r>
      <w:r w:rsidRPr="00491A3E">
        <w:rPr>
          <w:rFonts w:hint="cs"/>
          <w:rtl/>
        </w:rPr>
        <w:t>ُمُ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الصّادِقُونَ</w:t>
      </w:r>
      <w:r w:rsidR="00EC5BA0" w:rsidRPr="00EC5BA0">
        <w:rPr>
          <w:rFonts w:hint="cs"/>
          <w:rtl/>
        </w:rPr>
        <w:t>-</w:t>
      </w:r>
      <w:r w:rsidRPr="00491A3E">
        <w:rPr>
          <w:rFonts w:hint="cs"/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ترجمہ</w:t>
      </w:r>
      <w:r w:rsidRPr="006A282F">
        <w:rPr>
          <w:rtl/>
        </w:rPr>
        <w:t xml:space="preserve">: </w:t>
      </w:r>
    </w:p>
    <w:p w:rsidR="006A282F" w:rsidRPr="006A282F" w:rsidRDefault="006A282F" w:rsidP="005A3273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صاحبان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وشبہ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مبتلا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جہاد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درحقیقت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دعویٰ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DF5E4E">
      <w:pPr>
        <w:pStyle w:val="Heading1"/>
      </w:pPr>
      <w:bookmarkStart w:id="106" w:name="_Toc440194836"/>
      <w:r w:rsidRPr="006A282F">
        <w:rPr>
          <w:rFonts w:hint="cs"/>
          <w:rtl/>
        </w:rPr>
        <w:t>پیغامات</w:t>
      </w:r>
      <w:r w:rsidRPr="006A282F">
        <w:rPr>
          <w:rtl/>
        </w:rPr>
        <w:t>:</w:t>
      </w:r>
      <w:bookmarkEnd w:id="106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مجید،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سعادت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معیار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 xml:space="preserve">( </w:t>
      </w:r>
      <w:r w:rsidRPr="003729E7">
        <w:rPr>
          <w:rStyle w:val="libAieChar"/>
          <w:rFonts w:hint="cs"/>
          <w:rtl/>
        </w:rPr>
        <w:t>اِنَّ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أَکْرَمَکُمْ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عِنْدَ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أَتْقٰاکم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نمونے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اِنَّمَا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الْمُوْمِنُونَ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الَّذِینَ</w:t>
      </w:r>
      <w:r w:rsidR="00EC5BA0" w:rsidRPr="00EC5BA0">
        <w:rPr>
          <w:rStyle w:val="libAieChar"/>
          <w:rFonts w:hint="cs"/>
          <w:rtl/>
        </w:rPr>
        <w:t>---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آمَنُوا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بِاللّٰ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رَسُولِ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</w:t>
      </w:r>
      <w:r w:rsidRPr="003729E7">
        <w:rPr>
          <w:rStyle w:val="libAieChar"/>
          <w:rtl/>
        </w:rPr>
        <w:t xml:space="preserve"> )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067685">
        <w:rPr>
          <w:rFonts w:hint="cs"/>
          <w:rtl/>
        </w:rPr>
        <w:t>۔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حقیقی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استقامت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پائیداری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عدم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تردید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پابند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ثُمَّ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لَمْ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یَرْتَابُوا</w:t>
      </w:r>
      <w:r w:rsidRPr="003729E7">
        <w:rPr>
          <w:rStyle w:val="libAieChar"/>
          <w:rtl/>
        </w:rPr>
        <w:t>)</w:t>
      </w:r>
    </w:p>
    <w:p w:rsidR="006A282F" w:rsidRPr="006A282F" w:rsidRDefault="006A282F" w:rsidP="00AC39D4">
      <w:pPr>
        <w:pStyle w:val="libNormal"/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lastRenderedPageBreak/>
        <w:tab/>
      </w:r>
      <w:r w:rsidR="008F1760" w:rsidRPr="00067685">
        <w:rPr>
          <w:rFonts w:hint="cs"/>
          <w:rtl/>
        </w:rPr>
        <w:t>5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باطنی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شناخت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آثار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ذریعہ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اِنَّمَا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الْمُوْمِنُونَ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الَّذِینَ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جٰا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َدُوا</w:t>
      </w:r>
      <w:r w:rsidR="00EC5BA0" w:rsidRPr="00EC5BA0">
        <w:rPr>
          <w:rStyle w:val="libAieChar"/>
          <w:rFonts w:hint="cs"/>
          <w:rtl/>
        </w:rPr>
        <w:t>---</w:t>
      </w:r>
      <w:r w:rsidRPr="003729E7">
        <w:rPr>
          <w:rStyle w:val="libAieChar"/>
          <w:rtl/>
        </w:rPr>
        <w:t>)</w:t>
      </w:r>
    </w:p>
    <w:p w:rsidR="00683B1D" w:rsidRPr="006A282F" w:rsidRDefault="006A282F" w:rsidP="00AC39D4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دعویٰ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جٰا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َدُوا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بِأَمْوٰالِ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ِم</w:t>
      </w:r>
      <w:r w:rsidRPr="003729E7">
        <w:rPr>
          <w:rStyle w:val="libAieChar"/>
          <w:rFonts w:hint="cs"/>
          <w:rtl/>
        </w:rPr>
        <w:t>ْ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</w:p>
    <w:p w:rsidR="006A282F" w:rsidRPr="006A282F" w:rsidRDefault="006A282F" w:rsidP="00DF5E4E">
      <w:pPr>
        <w:pStyle w:val="Heading1"/>
      </w:pPr>
      <w:bookmarkStart w:id="107" w:name="_Toc440194837"/>
      <w:r w:rsidRPr="006A282F">
        <w:rPr>
          <w:rFonts w:hint="cs"/>
          <w:rtl/>
        </w:rPr>
        <w:t>بخیل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بزدل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حقیقت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  <w:bookmarkEnd w:id="107"/>
    </w:p>
    <w:p w:rsidR="00683B1D" w:rsidRPr="006A282F" w:rsidRDefault="006A282F" w:rsidP="00AC39D4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6</w:t>
      </w:r>
      <w:r w:rsidRPr="00067685">
        <w:rPr>
          <w:rFonts w:hint="cs"/>
          <w:rtl/>
        </w:rPr>
        <w:t>۔</w:t>
      </w:r>
      <w:r w:rsidRPr="006A282F">
        <w:rPr>
          <w:rFonts w:hint="cs"/>
          <w:rtl/>
        </w:rPr>
        <w:t>اسلامی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تعلیمات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روشنی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جہاد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>۔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جٰا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َدُوا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بِأَمْوٰالِ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ِم</w:t>
      </w:r>
      <w:r w:rsidRPr="003729E7">
        <w:rPr>
          <w:rStyle w:val="libAieChar"/>
          <w:rFonts w:hint="cs"/>
          <w:rtl/>
        </w:rPr>
        <w:t>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وَأَنْفُسِ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ِم</w:t>
      </w:r>
      <w:r w:rsidRPr="003729E7">
        <w:rPr>
          <w:rStyle w:val="libAieChar"/>
          <w:rFonts w:hint="cs"/>
          <w:rtl/>
        </w:rPr>
        <w:t>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فِیْ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سَبِیْلِ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( </w:t>
      </w:r>
      <w:r w:rsidRPr="006A282F">
        <w:rPr>
          <w:rFonts w:hint="cs"/>
          <w:rtl/>
        </w:rPr>
        <w:t>جولوگ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کچھ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رقم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محاذ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سخت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انجام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الذمہ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حقیقی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)۔</w:t>
      </w:r>
    </w:p>
    <w:p w:rsidR="006A282F" w:rsidRPr="006A282F" w:rsidRDefault="006A282F" w:rsidP="00DF5E4E">
      <w:pPr>
        <w:pStyle w:val="Heading1"/>
      </w:pPr>
      <w:bookmarkStart w:id="108" w:name="_Toc440194838"/>
      <w:r w:rsidRPr="006A282F">
        <w:rPr>
          <w:rFonts w:hint="cs"/>
          <w:rtl/>
        </w:rPr>
        <w:t>حقیقی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پہچان</w:t>
      </w:r>
      <w:r w:rsidRPr="006A282F">
        <w:rPr>
          <w:rtl/>
        </w:rPr>
        <w:t>:</w:t>
      </w:r>
      <w:bookmarkEnd w:id="108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آیات</w:t>
      </w:r>
      <w:r w:rsidRPr="006A282F">
        <w:rPr>
          <w:rtl/>
        </w:rPr>
        <w:t xml:space="preserve"> </w:t>
      </w:r>
      <w:r w:rsidRPr="00683B1D">
        <w:rPr>
          <w:rStyle w:val="libAieChar"/>
          <w:rtl/>
        </w:rPr>
        <w:t xml:space="preserve">'' </w:t>
      </w:r>
      <w:r w:rsidRPr="00683B1D">
        <w:rPr>
          <w:rStyle w:val="libAieChar"/>
          <w:rFonts w:hint="cs"/>
          <w:rtl/>
        </w:rPr>
        <w:t>انَّما</w:t>
      </w:r>
      <w:r w:rsidRPr="00683B1D">
        <w:rPr>
          <w:rStyle w:val="libAieChar"/>
          <w:rtl/>
        </w:rPr>
        <w:t xml:space="preserve"> </w:t>
      </w:r>
      <w:r w:rsidRPr="00683B1D">
        <w:rPr>
          <w:rStyle w:val="libAieChar"/>
          <w:rFonts w:hint="cs"/>
          <w:rtl/>
        </w:rPr>
        <w:t>الْمُومِنُونَ</w:t>
      </w:r>
      <w:r w:rsidRPr="00683B1D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شروع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حقیقی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صفات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067685">
        <w:rPr>
          <w:rFonts w:hint="cs"/>
          <w:rtl/>
        </w:rPr>
        <w:t xml:space="preserve">۔ </w:t>
      </w:r>
      <w:r w:rsidRPr="003729E7">
        <w:rPr>
          <w:rStyle w:val="libAieChar"/>
          <w:rFonts w:hint="cs"/>
          <w:rtl/>
        </w:rPr>
        <w:t>انَّما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الْمُومِنُونَ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الَّذِینَ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اِذَا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ذُکِرَ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وَجِلَتْ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قُلُوبُ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</w:t>
      </w:r>
      <w:r w:rsidRPr="003729E7">
        <w:rPr>
          <w:rStyle w:val="libAieChar"/>
          <w:rFonts w:hint="cs"/>
          <w:rtl/>
        </w:rPr>
        <w:t>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وَاِذَا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تُلِیَتْ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عَلَیْ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ِم</w:t>
      </w:r>
      <w:r w:rsidRPr="003729E7">
        <w:rPr>
          <w:rStyle w:val="libAieChar"/>
          <w:rFonts w:hint="cs"/>
          <w:rtl/>
        </w:rPr>
        <w:t>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اٰیاتُ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زَادتْ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</w:t>
      </w:r>
      <w:r w:rsidRPr="003729E7">
        <w:rPr>
          <w:rStyle w:val="libAieChar"/>
          <w:rFonts w:hint="cs"/>
          <w:rtl/>
        </w:rPr>
        <w:t>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اِیْمٰانًا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وَعَلٰی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رَبِّ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ِم</w:t>
      </w:r>
      <w:r w:rsidRPr="003729E7">
        <w:rPr>
          <w:rStyle w:val="libAieChar"/>
          <w:rFonts w:hint="cs"/>
          <w:rtl/>
        </w:rPr>
        <w:t>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یَتَوَکَّلُونَ</w:t>
      </w:r>
      <w:r w:rsidR="00EC5BA0" w:rsidRPr="00EC5BA0">
        <w:rPr>
          <w:rStyle w:val="libAieChar"/>
          <w:rFonts w:hint="cs"/>
          <w:rtl/>
        </w:rPr>
        <w:t>-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یعنی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حقیقی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فقط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لرزنے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لگتے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الٰہی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تلاوت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بڑھ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فقط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بھروسہ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انفال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</w:t>
      </w:r>
    </w:p>
    <w:p w:rsidR="006A282F" w:rsidRPr="006A282F" w:rsidRDefault="006A282F" w:rsidP="00AC39D4">
      <w:pPr>
        <w:pStyle w:val="libNormal"/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lastRenderedPageBreak/>
        <w:tab/>
      </w:r>
      <w:r w:rsidR="008F1760" w:rsidRPr="00067685">
        <w:rPr>
          <w:rFonts w:hint="cs"/>
          <w:rtl/>
        </w:rPr>
        <w:t>1</w:t>
      </w:r>
      <w:r w:rsidRPr="00067685">
        <w:rPr>
          <w:rFonts w:hint="cs"/>
          <w:rtl/>
        </w:rPr>
        <w:t xml:space="preserve">۔ </w:t>
      </w:r>
      <w:r w:rsidRPr="003729E7">
        <w:rPr>
          <w:rStyle w:val="libAieChar"/>
          <w:rFonts w:hint="cs"/>
          <w:rtl/>
        </w:rPr>
        <w:t>انَّما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الْمُومِنُونَ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الَّذِینَ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ئَ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امَنُوا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باللّٰ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وَرَسُولِ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وَاِذَا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کَانُوا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مَعَ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' </w:t>
      </w:r>
      <w:r w:rsidRPr="003729E7">
        <w:rPr>
          <w:rStyle w:val="libAieChar"/>
          <w:rFonts w:hint="cs"/>
          <w:rtl/>
        </w:rPr>
        <w:t>عَلٰی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أَمْرِ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جَامِعٍ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لَمْ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یَذْ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َبُوا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حَتّٰی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یَسْتَاذِنُو</w:t>
      </w:r>
      <w:r w:rsidR="00EC5BA0" w:rsidRPr="00EC5BA0">
        <w:rPr>
          <w:rStyle w:val="libAieChar"/>
          <w:rFonts w:hint="cs"/>
          <w:rtl/>
        </w:rPr>
        <w:t>ه</w:t>
      </w:r>
      <w:r w:rsidRPr="006A282F">
        <w:rPr>
          <w:rtl/>
        </w:rPr>
        <w:t xml:space="preserve"> ۔۔۔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مومن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فقط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رسول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اجتماعی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حضور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اجازت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6A282F">
        <w:rPr>
          <w:rFonts w:hint="cs"/>
          <w:rtl/>
        </w:rPr>
        <w:t>،</w:t>
      </w:r>
      <w:r w:rsidR="008F1760" w:rsidRPr="00067685">
        <w:rPr>
          <w:rFonts w:hint="cs"/>
          <w:rtl/>
        </w:rPr>
        <w:t>5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اسی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دوبار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جملہ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مرتبہ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دسویں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 xml:space="preserve">'' </w:t>
      </w:r>
      <w:r w:rsidRPr="003729E7">
        <w:rPr>
          <w:rStyle w:val="libAieChar"/>
          <w:rFonts w:hint="cs"/>
          <w:rtl/>
        </w:rPr>
        <w:t>انَّما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الْمُومِنُونَ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اخو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مرتبہ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حقیقی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پہچان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سکتے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ارشاد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اولئک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الْمُومِنُونَ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حَقًّا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Fonts w:hint="cs"/>
          <w:rtl/>
        </w:rPr>
        <w:t>)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اولئک</w:t>
      </w:r>
      <w:r w:rsidRPr="003729E7">
        <w:rPr>
          <w:rStyle w:val="libAieChar"/>
          <w:rtl/>
        </w:rPr>
        <w:t xml:space="preserve"> 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الصَّادِقُونَ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لہٰذا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حقیقی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مقامات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دھڑکتے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( </w:t>
      </w:r>
      <w:r w:rsidRPr="006A282F">
        <w:rPr>
          <w:rFonts w:hint="cs"/>
          <w:rtl/>
        </w:rPr>
        <w:t>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)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اذا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ذُکِرَ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وَجِلَتْ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قلوب</w:t>
      </w:r>
      <w:r w:rsidR="00491A3E" w:rsidRPr="00491A3E">
        <w:rPr>
          <w:rStyle w:val="libAieChar"/>
          <w:rFonts w:hint="cs"/>
          <w:rtl/>
        </w:rPr>
        <w:t>ه</w:t>
      </w:r>
      <w:r w:rsidRPr="003729E7">
        <w:rPr>
          <w:rStyle w:val="libAieChar"/>
          <w:rFonts w:hint="cs"/>
          <w:rtl/>
        </w:rPr>
        <w:t>م</w:t>
      </w:r>
      <w:r w:rsidRPr="006A282F">
        <w:rPr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ہمیشہ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سعادت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گامزن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توقف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الٰہی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پابند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والے،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وَاِذَا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تُلِیَتْ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عَلَیْ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ِم</w:t>
      </w:r>
      <w:r w:rsidRPr="003729E7">
        <w:rPr>
          <w:rStyle w:val="libAieChar"/>
          <w:rFonts w:hint="cs"/>
          <w:rtl/>
        </w:rPr>
        <w:t>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آیٰاتِ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زَادَتْ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ُم</w:t>
      </w:r>
      <w:r w:rsidRPr="003729E7">
        <w:rPr>
          <w:rStyle w:val="libAieChar"/>
          <w:rFonts w:hint="cs"/>
          <w:rtl/>
        </w:rPr>
        <w:t>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اِیْمٰانا</w:t>
      </w:r>
      <w:r w:rsidRPr="003729E7">
        <w:rPr>
          <w:rStyle w:val="libAieChar"/>
          <w:rtl/>
        </w:rPr>
        <w:t>)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Pr="006A282F">
        <w:rPr>
          <w:rtl/>
        </w:rPr>
        <w:t xml:space="preserve"> </w:t>
      </w:r>
      <w:r w:rsidR="00067685" w:rsidRPr="00067685">
        <w:rPr>
          <w:rFonts w:hint="cs"/>
          <w:rtl/>
        </w:rPr>
        <w:t>6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 xml:space="preserve">   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انفال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="00067685" w:rsidRPr="00067685">
        <w:rPr>
          <w:rFonts w:hint="cs"/>
          <w:rtl/>
        </w:rPr>
        <w:t>7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ab/>
      </w:r>
    </w:p>
    <w:p w:rsidR="006A282F" w:rsidRPr="006A282F" w:rsidRDefault="006A282F" w:rsidP="00AC39D4">
      <w:pPr>
        <w:pStyle w:val="libNormal"/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lastRenderedPageBreak/>
        <w:t>البتہ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پتھر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کَالحِجَارةِ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حرکت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الٹی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پیچھے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اَمَنُوا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ثُمّ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کَفَرُوا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Fonts w:hint="cs"/>
          <w:rtl/>
        </w:rPr>
        <w:t>)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لگارہے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مثال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چکر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لگارہا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067685">
        <w:rPr>
          <w:rFonts w:hint="cs"/>
          <w:rtl/>
        </w:rPr>
        <w:t>۔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فقط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بھروسہ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(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مشرق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مغرب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قراردادوں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۔۔۔) </w:t>
      </w:r>
      <w:r w:rsidRPr="003729E7">
        <w:rPr>
          <w:rStyle w:val="libAieChar"/>
          <w:rFonts w:hint="cs"/>
          <w:rtl/>
        </w:rPr>
        <w:t>علی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رَبِّ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ِم</w:t>
      </w:r>
      <w:r w:rsidRPr="003729E7">
        <w:rPr>
          <w:rStyle w:val="libAieChar"/>
          <w:rFonts w:hint="cs"/>
          <w:rtl/>
        </w:rPr>
        <w:t>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یَتَوَکَّلُونَ</w:t>
      </w:r>
      <w:r w:rsidR="00EC5BA0" w:rsidRPr="00EC5BA0">
        <w:rPr>
          <w:rStyle w:val="libAieChar"/>
          <w:rFonts w:hint="cs"/>
          <w:rtl/>
        </w:rPr>
        <w:t>-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اجتماعی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نظام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الٰہی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انتخاب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حرکت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وفادار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3729E7">
        <w:rPr>
          <w:rStyle w:val="libAieChar"/>
          <w:rFonts w:hint="cs"/>
          <w:rtl/>
        </w:rPr>
        <w:t>اِذَا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کَانُوا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مَعَ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' </w:t>
      </w:r>
      <w:r w:rsidRPr="003729E7">
        <w:rPr>
          <w:rStyle w:val="libAieChar"/>
          <w:rFonts w:hint="cs"/>
          <w:rtl/>
        </w:rPr>
        <w:t>عَلٰی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امرٍ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جَامع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لم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یَذْ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َبُوا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حتّٰی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یَسْتَاذِنُو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>'</w:t>
      </w:r>
      <w:r w:rsidR="00EC5BA0" w:rsidRPr="00EC5BA0">
        <w:rPr>
          <w:rStyle w:val="libAieChar"/>
          <w:rFonts w:hint="cs"/>
          <w:rtl/>
        </w:rPr>
        <w:t>-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دوسروں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برتر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اخوت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برادری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نگاہ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دیکھتے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انَّما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الْمُومِنُونَ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اِخْوَة</w:t>
      </w:r>
      <w:r w:rsidRPr="003729E7">
        <w:rPr>
          <w:rStyle w:val="libAieChar"/>
          <w:rtl/>
        </w:rPr>
        <w:t xml:space="preserve"> 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6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پائیدار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مالک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فطرت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بنیاد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استوار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میدان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یقین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منزل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غلط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پروپیگنڈے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زندگی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نشیب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مایوس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مبتلا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="00EC5BA0" w:rsidRPr="00EC5BA0">
        <w:rPr>
          <w:rStyle w:val="libAieChar"/>
          <w:rFonts w:hint="cs"/>
          <w:rtl/>
        </w:rPr>
        <w:t>-</w:t>
      </w:r>
      <w:r w:rsidRPr="00491A3E">
        <w:rPr>
          <w:rStyle w:val="libAieChar"/>
          <w:rFonts w:hint="cs"/>
          <w:rtl/>
        </w:rPr>
        <w:t xml:space="preserve">( </w:t>
      </w:r>
      <w:r w:rsidRPr="003729E7">
        <w:rPr>
          <w:rStyle w:val="libAieChar"/>
          <w:rFonts w:hint="cs"/>
          <w:rtl/>
        </w:rPr>
        <w:t>ثُمَّ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لَمْ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یَرْتابُوا</w:t>
      </w:r>
      <w:r w:rsidRPr="003729E7">
        <w:rPr>
          <w:rStyle w:val="libAieChar"/>
          <w:rtl/>
        </w:rPr>
        <w:t>)</w:t>
      </w:r>
    </w:p>
    <w:p w:rsidR="006A282F" w:rsidRPr="003729E7" w:rsidRDefault="006A282F" w:rsidP="006A282F">
      <w:pPr>
        <w:pStyle w:val="libNormal"/>
        <w:rPr>
          <w:rStyle w:val="libAieChar"/>
        </w:rPr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7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مکتب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دفاع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دفاع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وَجٰا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َدُوا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بِأَمْوٰالِ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ِم</w:t>
      </w:r>
      <w:r w:rsidRPr="003729E7">
        <w:rPr>
          <w:rStyle w:val="libAieChar"/>
          <w:rFonts w:hint="cs"/>
          <w:rtl/>
        </w:rPr>
        <w:t>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وَأَنْفُسِ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ِم</w:t>
      </w:r>
      <w:r w:rsidRPr="003729E7">
        <w:rPr>
          <w:rStyle w:val="libAieChar"/>
          <w:rtl/>
        </w:rPr>
        <w:t>)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بقرہ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Pr="006A282F">
        <w:rPr>
          <w:rtl/>
        </w:rPr>
        <w:t xml:space="preserve"> </w:t>
      </w:r>
      <w:r w:rsidR="00067685" w:rsidRPr="00067685">
        <w:rPr>
          <w:rFonts w:hint="cs"/>
          <w:rtl/>
        </w:rPr>
        <w:t>7</w:t>
      </w:r>
      <w:r w:rsidR="008F1760" w:rsidRPr="008F1760">
        <w:rPr>
          <w:rFonts w:hint="cs"/>
          <w:rtl/>
        </w:rPr>
        <w:t>5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نساء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13</w:t>
      </w:r>
      <w:r w:rsidR="00067685" w:rsidRPr="00067685">
        <w:rPr>
          <w:rFonts w:hint="cs"/>
          <w:rtl/>
        </w:rPr>
        <w:t>7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بحار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الانوار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20</w:t>
      </w:r>
      <w:r w:rsidR="008F1760" w:rsidRPr="00067685">
        <w:rPr>
          <w:rFonts w:hint="cs"/>
          <w:rtl/>
        </w:rPr>
        <w:t>8</w:t>
      </w:r>
    </w:p>
    <w:p w:rsidR="006A282F" w:rsidRPr="006A282F" w:rsidRDefault="006A282F" w:rsidP="00AC39D4">
      <w:pPr>
        <w:pStyle w:val="libNormal"/>
      </w:pPr>
      <w:r w:rsidRPr="006A282F">
        <w:rPr>
          <w:rtl/>
        </w:rPr>
        <w:br w:type="page"/>
      </w:r>
    </w:p>
    <w:p w:rsidR="006A282F" w:rsidRPr="006A282F" w:rsidRDefault="006A282F" w:rsidP="00DF5E4E">
      <w:pPr>
        <w:pStyle w:val="Heading1"/>
      </w:pPr>
      <w:bookmarkStart w:id="109" w:name="_Toc440194839"/>
      <w:r w:rsidRPr="006A282F">
        <w:rPr>
          <w:rFonts w:hint="cs"/>
          <w:rtl/>
        </w:rPr>
        <w:lastRenderedPageBreak/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استقامت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پائیداری</w:t>
      </w:r>
      <w:r w:rsidRPr="006A282F">
        <w:rPr>
          <w:rtl/>
        </w:rPr>
        <w:t>:</w:t>
      </w:r>
      <w:bookmarkEnd w:id="109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استقامت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پائیداری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تعبیروں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ذریعہ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067685">
        <w:rPr>
          <w:rFonts w:hint="cs"/>
          <w:rtl/>
        </w:rPr>
        <w:t xml:space="preserve">۔ </w:t>
      </w:r>
      <w:r w:rsidRPr="003729E7">
        <w:rPr>
          <w:rStyle w:val="libAieChar"/>
          <w:rFonts w:hint="cs"/>
          <w:rtl/>
        </w:rPr>
        <w:t>قَالُوا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ربَّنا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ثُمّ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اسْتَقَامُوا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جن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استقامت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مظاہرہ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067685">
        <w:rPr>
          <w:rFonts w:hint="cs"/>
          <w:rtl/>
        </w:rPr>
        <w:t xml:space="preserve">۔ </w:t>
      </w:r>
      <w:r w:rsidRPr="003729E7">
        <w:rPr>
          <w:rStyle w:val="libAieChar"/>
          <w:rFonts w:hint="cs"/>
          <w:rtl/>
        </w:rPr>
        <w:t>فَلَا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تَمُوتُنَّ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الّا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أنْتُمْ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مُسْلِمُونَ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Fonts w:hint="cs"/>
          <w:rtl/>
        </w:rPr>
        <w:t>)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یعقوب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بیٹوں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وصیت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دنیا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واقعی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ہوجاؤ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067685">
        <w:rPr>
          <w:rFonts w:hint="cs"/>
          <w:rtl/>
        </w:rPr>
        <w:t xml:space="preserve">۔ </w:t>
      </w:r>
      <w:r w:rsidRPr="003729E7">
        <w:rPr>
          <w:rStyle w:val="libAieChar"/>
          <w:rFonts w:hint="cs"/>
          <w:rtl/>
        </w:rPr>
        <w:t>اِ</w:t>
      </w:r>
      <w:r w:rsidR="00491A3E" w:rsidRPr="00491A3E">
        <w:rPr>
          <w:rStyle w:val="libAieChar"/>
          <w:rFonts w:hint="cs"/>
          <w:rtl/>
        </w:rPr>
        <w:t>ه</w:t>
      </w:r>
      <w:r w:rsidRPr="003729E7">
        <w:rPr>
          <w:rStyle w:val="libAieChar"/>
          <w:rFonts w:hint="cs"/>
          <w:rtl/>
        </w:rPr>
        <w:t>ْدِنَا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الصِّراطَ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الْمُستَقِیم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''</w:t>
      </w:r>
      <w:r w:rsidRPr="006A282F">
        <w:rPr>
          <w:rFonts w:hint="cs"/>
          <w:rtl/>
        </w:rPr>
        <w:t>پروردگارا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صراط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مستقیم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ہمیشہ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قائم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</w:t>
      </w:r>
      <w:r w:rsidRPr="006A282F">
        <w:rPr>
          <w:rtl/>
        </w:rPr>
        <w:t>''۔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067685">
        <w:rPr>
          <w:rFonts w:hint="cs"/>
          <w:rtl/>
        </w:rPr>
        <w:t xml:space="preserve">۔ </w:t>
      </w:r>
      <w:r w:rsidRPr="003729E7">
        <w:rPr>
          <w:rStyle w:val="libAieChar"/>
          <w:rFonts w:hint="cs"/>
          <w:rtl/>
        </w:rPr>
        <w:t>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تَوَفَّنَا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مع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الابرار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پروردگار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صالح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افراد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067685">
        <w:rPr>
          <w:rFonts w:hint="cs"/>
          <w:rtl/>
        </w:rPr>
        <w:t xml:space="preserve">۔ </w:t>
      </w:r>
      <w:r w:rsidRPr="003729E7">
        <w:rPr>
          <w:rStyle w:val="libAieChar"/>
          <w:rFonts w:hint="cs"/>
          <w:rtl/>
        </w:rPr>
        <w:t>توفّنی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مُسْلِمًا</w:t>
      </w:r>
      <w:r w:rsidR="00EC5BA0" w:rsidRPr="00EC5BA0">
        <w:rPr>
          <w:rStyle w:val="libAieChar"/>
          <w:rFonts w:hint="cs"/>
          <w:rtl/>
        </w:rPr>
        <w:t>-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4</w:t>
      </w:r>
      <w:r w:rsidRPr="003323C2">
        <w:rPr>
          <w:rStyle w:val="libFootnotenumChar"/>
          <w:rFonts w:hint="cs"/>
          <w:rtl/>
        </w:rPr>
        <w:t>)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پروردگارا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تیرے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سامنے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سرتسلیم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ہوں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6</w:t>
      </w:r>
      <w:r w:rsidRPr="00067685">
        <w:rPr>
          <w:rFonts w:hint="cs"/>
          <w:rtl/>
        </w:rPr>
        <w:t xml:space="preserve">۔ </w:t>
      </w:r>
      <w:r w:rsidRPr="003729E7">
        <w:rPr>
          <w:rStyle w:val="libAieChar"/>
          <w:rFonts w:hint="cs"/>
          <w:rtl/>
        </w:rPr>
        <w:t>فَمُسْتَقَرّ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مُسْتَوْدعُ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5</w:t>
      </w:r>
      <w:r w:rsidRPr="003323C2">
        <w:rPr>
          <w:rStyle w:val="libFootnotenumChar"/>
          <w:rFonts w:hint="cs"/>
          <w:rtl/>
        </w:rPr>
        <w:t>)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جعفر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صادق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فمستقر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پائیدار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''</w:t>
      </w:r>
      <w:r w:rsidRPr="003729E7">
        <w:rPr>
          <w:rStyle w:val="libAieChar"/>
          <w:rFonts w:hint="cs"/>
          <w:rtl/>
        </w:rPr>
        <w:t>مستودع</w:t>
      </w:r>
      <w:r w:rsidRPr="003729E7">
        <w:rPr>
          <w:rStyle w:val="libAieChar"/>
          <w:rtl/>
        </w:rPr>
        <w:t>''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مراد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عاریتًا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6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فصلت</w:t>
      </w:r>
      <w:r w:rsidRPr="006A282F">
        <w:rPr>
          <w:rtl/>
        </w:rPr>
        <w:t xml:space="preserve">( </w:t>
      </w:r>
      <w:r w:rsidRPr="006A282F">
        <w:rPr>
          <w:rFonts w:hint="cs"/>
          <w:rtl/>
        </w:rPr>
        <w:t>حم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سجدة</w:t>
      </w:r>
      <w:r w:rsidRPr="006A282F">
        <w:rPr>
          <w:rtl/>
        </w:rPr>
        <w:t xml:space="preserve">) 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="008F1760" w:rsidRPr="008F1760">
        <w:rPr>
          <w:rFonts w:hint="cs"/>
          <w:rtl/>
        </w:rPr>
        <w:t>30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بقرہ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132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عمران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="008F1760" w:rsidRPr="008F1760">
        <w:rPr>
          <w:rFonts w:hint="cs"/>
          <w:rtl/>
        </w:rPr>
        <w:t>1</w:t>
      </w:r>
      <w:r w:rsidR="008F1760" w:rsidRPr="00067685">
        <w:rPr>
          <w:rFonts w:hint="cs"/>
          <w:rtl/>
        </w:rPr>
        <w:t>9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یوسف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101</w:t>
      </w:r>
    </w:p>
    <w:p w:rsidR="006A282F" w:rsidRPr="006A282F" w:rsidRDefault="006A282F" w:rsidP="00683B1D">
      <w:pPr>
        <w:pStyle w:val="libFootnote0"/>
        <w:rPr>
          <w:rtl/>
        </w:rPr>
      </w:pPr>
      <w:r w:rsidRPr="006A282F">
        <w:rPr>
          <w:rtl/>
        </w:rPr>
        <w:t>(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انعام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98</w:t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</w:r>
      <w:r w:rsidRPr="006A282F">
        <w:rPr>
          <w:rFonts w:hint="cs"/>
          <w:rtl/>
        </w:rPr>
        <w:tab/>
        <w:t>(</w:t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>)۔ میزان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لحکمہ</w:t>
      </w:r>
    </w:p>
    <w:p w:rsidR="006A282F" w:rsidRPr="006A282F" w:rsidRDefault="006A282F" w:rsidP="008F7B57">
      <w:pPr>
        <w:pStyle w:val="libNormal"/>
      </w:pPr>
      <w:r w:rsidRPr="006A282F">
        <w:rPr>
          <w:rtl/>
        </w:rPr>
        <w:br w:type="page"/>
      </w:r>
    </w:p>
    <w:p w:rsidR="006A282F" w:rsidRPr="006A282F" w:rsidRDefault="006A282F" w:rsidP="00DF5E4E">
      <w:pPr>
        <w:pStyle w:val="Heading1"/>
      </w:pPr>
      <w:bookmarkStart w:id="110" w:name="_Toc440194840"/>
      <w:r w:rsidRPr="006A282F">
        <w:rPr>
          <w:rFonts w:hint="cs"/>
          <w:rtl/>
        </w:rPr>
        <w:lastRenderedPageBreak/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استقامت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پائیداری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عوامل</w:t>
      </w:r>
      <w:r w:rsidRPr="006A282F">
        <w:rPr>
          <w:rtl/>
        </w:rPr>
        <w:t>:</w:t>
      </w:r>
      <w:bookmarkEnd w:id="110"/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عوامل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استقامت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پائیداری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>: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جعفر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صادق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پائیدار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لالچ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خارج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1</w:t>
      </w:r>
      <w:r w:rsidRPr="003323C2">
        <w:rPr>
          <w:rStyle w:val="libFootnotenumChar"/>
          <w:rFonts w:hint="cs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مدد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طلب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پائیدار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مدد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طلب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کیونکہ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فرشتوں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مومنین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ثابت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قدم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رکھو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اذْ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یُوْحٰی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ربُّکَ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اِلی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المَلَائِکةِ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اِنّی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مَعَکُمْ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فَثَبِتُوا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الّذِیْنَ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اَمَنُوا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2</w:t>
      </w:r>
      <w:r w:rsidRPr="003323C2">
        <w:rPr>
          <w:rStyle w:val="libFootnotenumChar"/>
          <w:rFonts w:hint="cs"/>
          <w:rtl/>
        </w:rPr>
        <w:t>)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پڑھتے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3729E7">
        <w:rPr>
          <w:rStyle w:val="libAieChar"/>
          <w:rFonts w:hint="cs"/>
          <w:rtl/>
        </w:rPr>
        <w:t>وَ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رَبَطْنٰا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عَلٰی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قُلُوبِ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</w:t>
      </w:r>
      <w:r w:rsidRPr="003729E7">
        <w:rPr>
          <w:rStyle w:val="libAieChar"/>
          <w:rFonts w:hint="cs"/>
          <w:rtl/>
        </w:rPr>
        <w:t>مْ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3</w:t>
      </w:r>
      <w:r w:rsidRPr="003323C2">
        <w:rPr>
          <w:rStyle w:val="libFootnotenumChar"/>
          <w:rFonts w:hint="cs"/>
          <w:rtl/>
        </w:rPr>
        <w:t>)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مضبوط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</w:t>
      </w:r>
      <w:r w:rsidRPr="006A282F">
        <w:rPr>
          <w:rtl/>
        </w:rPr>
        <w:t>۔</w:t>
      </w:r>
    </w:p>
    <w:p w:rsidR="006A282F" w:rsidRPr="006A282F" w:rsidRDefault="006A282F" w:rsidP="008F7B57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067685">
        <w:rPr>
          <w:rFonts w:hint="cs"/>
          <w:rtl/>
        </w:rPr>
        <w:t>۔</w:t>
      </w:r>
      <w:r w:rsidRPr="006A282F">
        <w:rPr>
          <w:rFonts w:hint="cs"/>
          <w:rtl/>
        </w:rPr>
        <w:t>تاریخ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واقفیت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تاریخ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عبرت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پکڑنا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پائیداری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سبب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بنتاہے</w:t>
      </w:r>
      <w:r w:rsidRPr="006A282F">
        <w:rPr>
          <w:rtl/>
        </w:rPr>
        <w:t xml:space="preserve"> ۔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وَکُلًّا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نَقُصُّ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عَلَیْکَ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مِنْ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أَنْبٰائِ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الرُّسُلِ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نُثَبِّتُ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بِ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فَوادَکَ</w:t>
      </w:r>
      <w:r w:rsidRPr="006A282F">
        <w:rPr>
          <w:rtl/>
        </w:rPr>
        <w:t xml:space="preserve"> </w:t>
      </w:r>
      <w:r w:rsidRPr="003323C2">
        <w:rPr>
          <w:rStyle w:val="libFootnotenumChar"/>
          <w:rtl/>
        </w:rPr>
        <w:t>(</w:t>
      </w:r>
      <w:r w:rsidR="00491A3E" w:rsidRPr="00491A3E">
        <w:rPr>
          <w:rStyle w:val="libFootnotenumChar"/>
          <w:rFonts w:hint="cs"/>
          <w:rtl/>
        </w:rPr>
        <w:t>4</w:t>
      </w:r>
      <w:r w:rsidRPr="003323C2">
        <w:rPr>
          <w:rStyle w:val="libFootnotenumChar"/>
          <w:rFonts w:hint="cs"/>
          <w:rtl/>
        </w:rPr>
        <w:t>)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انبیاء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واقعات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تاکہ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ذریعہ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استحکام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صلابت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عطا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کریں</w:t>
      </w:r>
      <w:r w:rsidRPr="006A282F">
        <w:rPr>
          <w:rtl/>
        </w:rPr>
        <w:t>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۔۔۔۔۔۔۔۔۔۔۔۔۔۔۔۔۔۔۔۔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1</w:t>
      </w:r>
      <w:r w:rsidRPr="006A282F">
        <w:rPr>
          <w:rFonts w:hint="cs"/>
          <w:rtl/>
        </w:rPr>
        <w:t>)۔ میزان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الحکمہ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2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انفال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12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3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15</w:t>
      </w:r>
    </w:p>
    <w:p w:rsidR="006A282F" w:rsidRPr="006A282F" w:rsidRDefault="006A282F" w:rsidP="00683B1D">
      <w:pPr>
        <w:pStyle w:val="libFootnote0"/>
      </w:pPr>
      <w:r w:rsidRPr="006A282F">
        <w:rPr>
          <w:rtl/>
        </w:rPr>
        <w:t>(</w:t>
      </w:r>
      <w:r w:rsidR="008F1760" w:rsidRPr="008F1760">
        <w:rPr>
          <w:rFonts w:hint="cs"/>
          <w:rtl/>
        </w:rPr>
        <w:t>5</w:t>
      </w:r>
      <w:r w:rsidRPr="006A282F">
        <w:rPr>
          <w:rFonts w:hint="cs"/>
          <w:rtl/>
        </w:rPr>
        <w:t>)۔ سورئہ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مبارکہ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Pr="006A282F">
        <w:rPr>
          <w:rtl/>
        </w:rPr>
        <w:t xml:space="preserve"> </w:t>
      </w:r>
      <w:r w:rsidR="008F1760" w:rsidRPr="008F1760">
        <w:rPr>
          <w:rFonts w:hint="cs"/>
          <w:rtl/>
        </w:rPr>
        <w:t>120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DF5E4E">
      <w:pPr>
        <w:pStyle w:val="Heading1"/>
      </w:pPr>
      <w:bookmarkStart w:id="111" w:name="_Toc440194841"/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Pr="006A282F">
        <w:rPr>
          <w:rtl/>
        </w:rPr>
        <w:t xml:space="preserve"> </w:t>
      </w:r>
      <w:r w:rsidR="008F1760" w:rsidRPr="00C26ECE">
        <w:rPr>
          <w:rFonts w:hint="cs"/>
          <w:rtl/>
        </w:rPr>
        <w:t>1</w:t>
      </w:r>
      <w:r w:rsidR="00067685" w:rsidRPr="00C26ECE">
        <w:rPr>
          <w:rFonts w:hint="cs"/>
          <w:rtl/>
        </w:rPr>
        <w:t>6</w:t>
      </w:r>
      <w:bookmarkEnd w:id="111"/>
    </w:p>
    <w:p w:rsidR="006A282F" w:rsidRPr="006A282F" w:rsidRDefault="006A282F" w:rsidP="006A282F">
      <w:pPr>
        <w:pStyle w:val="libNormal"/>
      </w:pPr>
      <w:r w:rsidRPr="003729E7">
        <w:rPr>
          <w:rStyle w:val="libAieChar"/>
          <w:rFonts w:hint="cs"/>
          <w:rtl/>
        </w:rPr>
        <w:t>قُلْ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أَتُعَلِّمُوْنَ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بِدِیْنِکُمْط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یَعْلَمُ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مٰا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فِی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السَّمَواتِ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وَمَا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فِیْ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الأَرضط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وَاللّٰ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بِکُلِّ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شَیْ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ئٍ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عَلِیْم</w:t>
      </w:r>
      <w:r w:rsidRPr="006A282F">
        <w:rPr>
          <w:rtl/>
        </w:rPr>
        <w:t xml:space="preserve">۔ 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ترجمہ</w:t>
      </w:r>
      <w:r w:rsidRPr="006A282F">
        <w:rPr>
          <w:rtl/>
        </w:rPr>
        <w:t xml:space="preserve">: </w:t>
      </w:r>
    </w:p>
    <w:p w:rsidR="006A282F" w:rsidRPr="006A282F" w:rsidRDefault="006A282F" w:rsidP="008F7B57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دیجئے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آگاہ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کررہے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ہو؟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حالانکہ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آسمان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زمین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DF5E4E">
      <w:pPr>
        <w:pStyle w:val="Heading1"/>
      </w:pPr>
      <w:bookmarkStart w:id="112" w:name="_Toc440194842"/>
      <w:r w:rsidRPr="006A282F">
        <w:rPr>
          <w:rFonts w:hint="cs"/>
          <w:rtl/>
        </w:rPr>
        <w:t>نکات</w:t>
      </w:r>
      <w:r w:rsidRPr="006A282F">
        <w:rPr>
          <w:rtl/>
        </w:rPr>
        <w:t>:</w:t>
      </w:r>
      <w:bookmarkEnd w:id="112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قسم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کھانے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067685">
        <w:rPr>
          <w:rFonts w:hint="cs"/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نازل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قسم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کھانے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باخبرہے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067685">
        <w:rPr>
          <w:rFonts w:hint="cs"/>
          <w:rtl/>
        </w:rPr>
        <w:t xml:space="preserve">۔ </w:t>
      </w:r>
      <w:r w:rsidRPr="006A282F">
        <w:rPr>
          <w:rFonts w:hint="cs"/>
          <w:rtl/>
        </w:rPr>
        <w:t>اولیاء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سامنے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حصول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اطمینان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اصلاح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غرض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عقائد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پسندیدہ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حضرت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عبدالعظیم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نقی</w:t>
      </w:r>
      <w:r w:rsidRPr="006A282F">
        <w:rPr>
          <w:rtl/>
        </w:rPr>
        <w:t xml:space="preserve">  </w:t>
      </w:r>
      <w:r w:rsidRPr="006A282F">
        <w:rPr>
          <w:rFonts w:hint="cs"/>
          <w:rtl/>
        </w:rPr>
        <w:t>ـ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سامنے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عقائد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بیان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دکھاوے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ریاکاری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جائے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جیسا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مخاطبین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قابل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شرزنش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لائق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مذمت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DF5E4E">
      <w:pPr>
        <w:pStyle w:val="Heading1"/>
      </w:pPr>
      <w:bookmarkStart w:id="113" w:name="_Toc440194843"/>
      <w:r w:rsidRPr="006A282F">
        <w:rPr>
          <w:rFonts w:hint="cs"/>
          <w:rtl/>
        </w:rPr>
        <w:t>پیغامات</w:t>
      </w:r>
      <w:r w:rsidRPr="006A282F">
        <w:rPr>
          <w:rtl/>
        </w:rPr>
        <w:t>:</w:t>
      </w:r>
      <w:bookmarkEnd w:id="113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6A282F">
        <w:rPr>
          <w:rFonts w:hint="cs"/>
          <w:rtl/>
        </w:rPr>
        <w:t>۔ پیغمبر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سامنے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ظاہر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درحقیقت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سامنے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ظاہر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اگرچہ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گروہ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سامنے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ظاہر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قرآن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فرمایا</w:t>
      </w:r>
      <w:r w:rsidRPr="006A282F">
        <w:rPr>
          <w:rtl/>
        </w:rPr>
        <w:t xml:space="preserve">: </w:t>
      </w:r>
      <w:r w:rsidRPr="006A282F">
        <w:rPr>
          <w:rFonts w:hint="cs"/>
          <w:rtl/>
        </w:rPr>
        <w:t>ا</w:t>
      </w:r>
      <w:r w:rsidRPr="003729E7">
        <w:rPr>
          <w:rStyle w:val="libAieChar"/>
          <w:rFonts w:hint="cs"/>
          <w:rtl/>
        </w:rPr>
        <w:t>َٔ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تُعَلِّمُوْنَ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َ</w:t>
      </w:r>
      <w:r w:rsidR="00EC5BA0" w:rsidRPr="00EC5BA0">
        <w:rPr>
          <w:rStyle w:val="libAieChar"/>
          <w:rFonts w:hint="cs"/>
          <w:rtl/>
        </w:rPr>
        <w:t>---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6A282F">
        <w:rPr>
          <w:rFonts w:hint="cs"/>
          <w:rtl/>
        </w:rPr>
        <w:t>۔ 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سامنے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دعوے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ظاہر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مناسب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أَتُعَلِّمُوْنَ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َ</w:t>
      </w:r>
      <w:r w:rsidR="00EC5BA0" w:rsidRPr="00EC5BA0">
        <w:rPr>
          <w:rStyle w:val="libAieChar"/>
          <w:rFonts w:hint="cs"/>
          <w:rtl/>
        </w:rPr>
        <w:t>---</w:t>
      </w:r>
      <w:r w:rsidRPr="003729E7">
        <w:rPr>
          <w:rStyle w:val="libAieChar"/>
          <w:rFonts w:hint="cs"/>
          <w:rtl/>
        </w:rPr>
        <w:t>وَ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یَعْلَمُ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6A282F">
        <w:rPr>
          <w:rFonts w:hint="cs"/>
          <w:rtl/>
        </w:rPr>
        <w:t>۔ 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وجود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آگاہ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خصوصیات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یَعْلَمُ</w:t>
      </w:r>
      <w:r w:rsidR="00EC5BA0" w:rsidRPr="00EC5BA0">
        <w:rPr>
          <w:rStyle w:val="libAieChar"/>
          <w:rFonts w:hint="cs"/>
          <w:rtl/>
        </w:rPr>
        <w:t>---</w:t>
      </w:r>
      <w:r w:rsidRPr="003729E7">
        <w:rPr>
          <w:rStyle w:val="libAieChar"/>
          <w:rFonts w:hint="cs"/>
          <w:rtl/>
        </w:rPr>
        <w:t>بِکُلِّ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شَیْ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ئٍ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عَلِیْم</w:t>
      </w:r>
      <w:r w:rsidR="00EC5BA0" w:rsidRPr="00EC5BA0">
        <w:rPr>
          <w:rStyle w:val="libAieChar"/>
          <w:rFonts w:hint="cs"/>
          <w:rtl/>
        </w:rPr>
        <w:t>-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ممکن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اسٹور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اسٹور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اشیاء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آگاہ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اجزء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ترکیب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اثرات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>۔)</w:t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</w:pPr>
      <w:r w:rsidRPr="006A282F">
        <w:br w:type="page"/>
      </w:r>
    </w:p>
    <w:p w:rsidR="00683B1D" w:rsidRDefault="00683B1D" w:rsidP="006A282F">
      <w:pPr>
        <w:pStyle w:val="libNormal"/>
      </w:pPr>
    </w:p>
    <w:p w:rsidR="006A282F" w:rsidRPr="006A282F" w:rsidRDefault="006A282F" w:rsidP="00DF5E4E">
      <w:pPr>
        <w:pStyle w:val="Heading1"/>
      </w:pPr>
      <w:bookmarkStart w:id="114" w:name="_Toc440194844"/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Pr="006A282F">
        <w:rPr>
          <w:rtl/>
        </w:rPr>
        <w:t xml:space="preserve"> </w:t>
      </w:r>
      <w:r w:rsidR="008F1760" w:rsidRPr="00C26ECE">
        <w:rPr>
          <w:rFonts w:hint="cs"/>
          <w:rtl/>
        </w:rPr>
        <w:t>1</w:t>
      </w:r>
      <w:r w:rsidR="00067685" w:rsidRPr="00C26ECE">
        <w:rPr>
          <w:rFonts w:hint="cs"/>
          <w:rtl/>
        </w:rPr>
        <w:t>7</w:t>
      </w:r>
      <w:bookmarkEnd w:id="114"/>
    </w:p>
    <w:p w:rsidR="006A282F" w:rsidRPr="006A282F" w:rsidRDefault="006A282F" w:rsidP="003729E7">
      <w:pPr>
        <w:pStyle w:val="libAie"/>
      </w:pPr>
      <w:r w:rsidRPr="006A282F">
        <w:rPr>
          <w:rFonts w:hint="cs"/>
          <w:rtl/>
        </w:rPr>
        <w:t>یَمُنُّونَ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عَلَیکَ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أَن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أَس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لَمُواط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قُل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لَا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تَمُنُّوا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عَلَیَّ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اِس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لَا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مَکُم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ج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بَل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اللّٰ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ُ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یَمُنُّ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عَلَی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کُم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أَن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="00491A3E" w:rsidRPr="00491A3E">
        <w:rPr>
          <w:rFonts w:hint="cs"/>
          <w:rtl/>
        </w:rPr>
        <w:t>ه</w:t>
      </w:r>
      <w:r w:rsidRPr="00491A3E">
        <w:rPr>
          <w:rFonts w:hint="cs"/>
          <w:rtl/>
        </w:rPr>
        <w:t>َدٰی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کُم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لِل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اِیمٰانِ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اِن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کُن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تُم</w:t>
      </w:r>
      <w:r w:rsidRPr="00EC5BA0">
        <w:rPr>
          <w:rFonts w:hint="cs"/>
          <w:rtl/>
        </w:rPr>
        <w:t>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صٰادِقِی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نَ</w:t>
      </w:r>
      <w:r w:rsidR="00EC5BA0" w:rsidRPr="00EC5BA0">
        <w:rPr>
          <w:rFonts w:hint="cs"/>
          <w:rtl/>
        </w:rPr>
        <w:t>-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ترجمہ</w:t>
      </w:r>
      <w:r w:rsidRPr="006A282F">
        <w:rPr>
          <w:rtl/>
        </w:rPr>
        <w:t xml:space="preserve">: </w:t>
      </w:r>
    </w:p>
    <w:p w:rsid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جتاتے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دیجئے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مجھ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جتاؤ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راستہ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بتایا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واقعاً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دعوے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>۔</w:t>
      </w:r>
    </w:p>
    <w:p w:rsidR="00683B1D" w:rsidRPr="006A282F" w:rsidRDefault="00683B1D" w:rsidP="006A282F">
      <w:pPr>
        <w:pStyle w:val="libNormal"/>
      </w:pPr>
    </w:p>
    <w:p w:rsidR="006A282F" w:rsidRPr="006A282F" w:rsidRDefault="006A282F" w:rsidP="00DF5E4E">
      <w:pPr>
        <w:pStyle w:val="Heading1"/>
      </w:pPr>
      <w:bookmarkStart w:id="115" w:name="_Toc440194845"/>
      <w:r w:rsidRPr="006A282F">
        <w:rPr>
          <w:rFonts w:hint="cs"/>
          <w:rtl/>
        </w:rPr>
        <w:t>نکات</w:t>
      </w:r>
      <w:r w:rsidRPr="006A282F">
        <w:rPr>
          <w:rtl/>
        </w:rPr>
        <w:t>:</w:t>
      </w:r>
      <w:bookmarkEnd w:id="115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6A282F">
        <w:rPr>
          <w:rFonts w:hint="cs"/>
          <w:rtl/>
        </w:rPr>
        <w:t>۔ بعض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مانند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طائفہ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اسد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بعد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تھے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جنگ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خونریزی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بغیر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لہٰذا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اہمیت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اندازہ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چاہیئے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6A282F">
        <w:rPr>
          <w:rFonts w:hint="cs"/>
          <w:rtl/>
        </w:rPr>
        <w:t>۔ 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نعمت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عمران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1</w:t>
      </w:r>
      <w:r w:rsidR="00067685" w:rsidRPr="00067685">
        <w:rPr>
          <w:rFonts w:hint="cs"/>
          <w:rtl/>
        </w:rPr>
        <w:t>6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 xml:space="preserve"> 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ارسال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انبیاء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سورہ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قصص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Pr="006A282F">
        <w:rPr>
          <w:rtl/>
        </w:rPr>
        <w:t xml:space="preserve"> </w:t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 xml:space="preserve"> 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مستضعفین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حکومت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لوگوں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قرار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نعمات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ہدایت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الٰہی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معصوم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رہبری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حکومت</w:t>
      </w:r>
      <w:r w:rsidRPr="006A282F">
        <w:rPr>
          <w:rtl/>
        </w:rPr>
        <w:t xml:space="preserve"> ِ </w:t>
      </w:r>
      <w:r w:rsidRPr="006A282F">
        <w:rPr>
          <w:rFonts w:hint="cs"/>
          <w:rtl/>
        </w:rPr>
        <w:t>برحق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DF5E4E">
      <w:pPr>
        <w:pStyle w:val="Heading1"/>
      </w:pPr>
      <w:bookmarkStart w:id="116" w:name="_Toc440194846"/>
      <w:r w:rsidRPr="006A282F">
        <w:rPr>
          <w:rFonts w:hint="cs"/>
          <w:rtl/>
        </w:rPr>
        <w:t>پیغامات</w:t>
      </w:r>
      <w:r w:rsidRPr="006A282F">
        <w:rPr>
          <w:rtl/>
        </w:rPr>
        <w:t>:</w:t>
      </w:r>
      <w:bookmarkEnd w:id="116"/>
    </w:p>
    <w:p w:rsidR="006A282F" w:rsidRPr="003729E7" w:rsidRDefault="006A282F" w:rsidP="006A282F">
      <w:pPr>
        <w:pStyle w:val="libNormal"/>
        <w:rPr>
          <w:rStyle w:val="libAieChar"/>
        </w:rPr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6A282F">
        <w:rPr>
          <w:rFonts w:hint="cs"/>
          <w:rtl/>
        </w:rPr>
        <w:t>۔ 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ہدایت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بہت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بڑی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نعمت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قبول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بَلِ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یَمُنُّ</w:t>
      </w:r>
      <w:r w:rsidRPr="003729E7">
        <w:rPr>
          <w:rStyle w:val="libAieChar"/>
          <w:rtl/>
        </w:rPr>
        <w:t xml:space="preserve"> 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6A282F">
        <w:rPr>
          <w:rFonts w:hint="cs"/>
          <w:rtl/>
        </w:rPr>
        <w:t>۔ 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عبادت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ضرورت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لَا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تَمُنُّوا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عَلَیَّ</w:t>
      </w:r>
      <w:r w:rsidRPr="003729E7">
        <w:rPr>
          <w:rStyle w:val="libAieChar"/>
          <w:rtl/>
        </w:rPr>
        <w:t>)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6A282F">
        <w:rPr>
          <w:rFonts w:hint="cs"/>
          <w:rtl/>
        </w:rPr>
        <w:t>۔ سچے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علامت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جتانا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اِنْ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کُنْتُمْ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صٰادِقِیْنَ</w:t>
      </w:r>
      <w:r w:rsidR="00EC5BA0" w:rsidRPr="00EC5BA0">
        <w:rPr>
          <w:rStyle w:val="libAieChar"/>
          <w:rFonts w:hint="cs"/>
          <w:rtl/>
        </w:rPr>
        <w:t>---</w:t>
      </w:r>
      <w:r w:rsidRPr="003729E7">
        <w:rPr>
          <w:rStyle w:val="libAieChar"/>
          <w:rFonts w:hint="cs"/>
          <w:rtl/>
        </w:rPr>
        <w:t>لَا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تَمُنُّوا</w:t>
      </w:r>
      <w:r w:rsidRPr="003729E7">
        <w:rPr>
          <w:rStyle w:val="libAieChar"/>
          <w:rtl/>
        </w:rPr>
        <w:t xml:space="preserve"> 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بَلْ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یَمُنُّ</w:t>
      </w:r>
      <w:r w:rsidRPr="003729E7">
        <w:rPr>
          <w:rStyle w:val="libAieChar"/>
          <w:rtl/>
        </w:rPr>
        <w:t xml:space="preserve"> )</w:t>
      </w:r>
      <w:r w:rsidRPr="006A282F">
        <w:rPr>
          <w:rFonts w:hint="cs"/>
          <w:rtl/>
        </w:rPr>
        <w:t>جی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ہاں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حقیقی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مسلمان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مقروض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پیغمبر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درحقیقت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 (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جتانے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جواب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انداز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گویا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خود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اُس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جتایا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۔)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یَمُنُّونَ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عَلَیکَ</w:t>
      </w:r>
      <w:r w:rsidR="00EC5BA0" w:rsidRPr="00EC5BA0">
        <w:rPr>
          <w:rStyle w:val="libAieChar"/>
          <w:rFonts w:hint="cs"/>
          <w:rtl/>
        </w:rPr>
        <w:t>---</w:t>
      </w:r>
      <w:r w:rsidRPr="00491A3E">
        <w:rPr>
          <w:rStyle w:val="libAieChar"/>
          <w:rFonts w:hint="cs"/>
          <w:rtl/>
        </w:rPr>
        <w:t xml:space="preserve"> </w:t>
      </w:r>
      <w:r w:rsidRPr="003729E7">
        <w:rPr>
          <w:rStyle w:val="libAieChar"/>
          <w:rFonts w:hint="cs"/>
          <w:rtl/>
        </w:rPr>
        <w:t>بَلْ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یَمُنّ</w:t>
      </w:r>
      <w:r w:rsidR="00EC5BA0" w:rsidRPr="00EC5BA0">
        <w:rPr>
          <w:rStyle w:val="libAieChar"/>
          <w:rFonts w:hint="cs"/>
          <w:rtl/>
        </w:rPr>
        <w:t>---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حمایت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ہرگز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پسند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 </w:t>
      </w:r>
      <w:r w:rsidR="00067685" w:rsidRPr="00067685">
        <w:rPr>
          <w:rStyle w:val="libAlaemChar"/>
          <w:rFonts w:hint="cs"/>
          <w:rtl/>
        </w:rPr>
        <w:t>صلى‌الله‌عليه‌وآله‌وسلم</w:t>
      </w:r>
      <w:r w:rsidRPr="006A282F">
        <w:rPr>
          <w:rFonts w:hint="cs"/>
          <w:rtl/>
        </w:rPr>
        <w:t xml:space="preserve"> 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جتائے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5</w:t>
      </w:r>
      <w:r w:rsidRPr="006A282F">
        <w:rPr>
          <w:rFonts w:hint="cs"/>
          <w:rtl/>
        </w:rPr>
        <w:t>۔ تم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لانے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(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پیغمبر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) </w:t>
      </w:r>
      <w:r w:rsidRPr="006A282F">
        <w:rPr>
          <w:rFonts w:hint="cs"/>
          <w:rtl/>
        </w:rPr>
        <w:t>احسان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سمجھتے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</w:t>
      </w:r>
      <w:r w:rsidRPr="006A282F">
        <w:rPr>
          <w:rtl/>
        </w:rPr>
        <w:t xml:space="preserve">۔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یَمُنُّونَ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عَلَیکَ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أَنْ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أَسْلَمُوا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جبکہ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ہدایت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ذریعہ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بلند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وبالا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مقام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عطا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="00EC5BA0" w:rsidRPr="00EC5BA0">
        <w:rPr>
          <w:rStyle w:val="libAieChar"/>
          <w:rFonts w:hint="cs"/>
          <w:rtl/>
        </w:rPr>
        <w:t>-</w:t>
      </w:r>
      <w:r w:rsidRPr="00491A3E">
        <w:rPr>
          <w:rStyle w:val="libAieChar"/>
          <w:rFonts w:hint="cs"/>
          <w:rtl/>
        </w:rPr>
        <w:t>(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دی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کُمْ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للاِیمٰان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نکتہ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پیش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نظر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مرحلہ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بالاتر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="00067685" w:rsidRPr="00067685">
        <w:rPr>
          <w:rFonts w:hint="cs"/>
          <w:rtl/>
        </w:rPr>
        <w:t>6</w:t>
      </w:r>
      <w:r w:rsidRPr="006A282F">
        <w:rPr>
          <w:rFonts w:hint="cs"/>
          <w:rtl/>
        </w:rPr>
        <w:t>۔ 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آخری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مرحلہ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حقیقی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="00491A3E" w:rsidRPr="00491A3E">
        <w:rPr>
          <w:rStyle w:val="libAieChar"/>
          <w:rFonts w:hint="cs"/>
          <w:rtl/>
        </w:rPr>
        <w:t>ه</w:t>
      </w:r>
      <w:r w:rsidRPr="00491A3E">
        <w:rPr>
          <w:rStyle w:val="libAieChar"/>
          <w:rFonts w:hint="cs"/>
          <w:rtl/>
        </w:rPr>
        <w:t>َدٰی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کُمْ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لِلْاِیمٰان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فقط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ظاہری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کیونکہ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Default="006A282F" w:rsidP="006A282F">
      <w:pPr>
        <w:pStyle w:val="libNormal"/>
      </w:pPr>
      <w:r w:rsidRPr="006A282F">
        <w:rPr>
          <w:rtl/>
        </w:rPr>
        <w:lastRenderedPageBreak/>
        <w:t xml:space="preserve"> </w:t>
      </w:r>
      <w:r w:rsidRPr="006A282F">
        <w:rPr>
          <w:rFonts w:hint="cs"/>
          <w:rtl/>
        </w:rPr>
        <w:t>ظاہری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منافق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اسلام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اظہار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83B1D" w:rsidRPr="006A282F" w:rsidRDefault="00683B1D" w:rsidP="006A282F">
      <w:pPr>
        <w:pStyle w:val="libNormal"/>
      </w:pPr>
    </w:p>
    <w:p w:rsidR="006A282F" w:rsidRPr="006A282F" w:rsidRDefault="006A282F" w:rsidP="00DF5E4E">
      <w:pPr>
        <w:pStyle w:val="Heading1"/>
      </w:pPr>
      <w:bookmarkStart w:id="117" w:name="_Toc440194847"/>
      <w:r w:rsidRPr="006A282F">
        <w:rPr>
          <w:rFonts w:hint="cs"/>
          <w:rtl/>
        </w:rPr>
        <w:t>آیت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نمبر</w:t>
      </w:r>
      <w:r w:rsidRPr="006A282F">
        <w:rPr>
          <w:rtl/>
        </w:rPr>
        <w:t xml:space="preserve"> </w:t>
      </w:r>
      <w:r w:rsidR="008F1760" w:rsidRPr="00C26ECE">
        <w:rPr>
          <w:rFonts w:hint="cs"/>
          <w:rtl/>
        </w:rPr>
        <w:t>18</w:t>
      </w:r>
      <w:bookmarkEnd w:id="117"/>
    </w:p>
    <w:p w:rsidR="006A282F" w:rsidRPr="006A282F" w:rsidRDefault="006A282F" w:rsidP="003729E7">
      <w:pPr>
        <w:pStyle w:val="libAie"/>
      </w:pPr>
      <w:r w:rsidRPr="006A282F">
        <w:rPr>
          <w:rFonts w:hint="cs"/>
          <w:rtl/>
        </w:rPr>
        <w:t>اِنَّ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اللّٰ</w:t>
      </w:r>
      <w:r w:rsidR="00EC5BA0" w:rsidRPr="00EC5BA0">
        <w:rPr>
          <w:rFonts w:hint="cs"/>
          <w:rtl/>
        </w:rPr>
        <w:t>ه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یَع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لَمُ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غَی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بَ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السَّمَاوَاتِ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وَالأَر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ضِط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وَاللّٰ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ُ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بَصِی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رُ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بِمَا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تَع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مَلُونَ</w:t>
      </w:r>
      <w:r w:rsidRPr="006A282F">
        <w:rPr>
          <w:rtl/>
        </w:rPr>
        <w:t xml:space="preserve"> </w:t>
      </w:r>
      <w:r w:rsidRPr="006A282F">
        <w:t>o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ترجمہ</w:t>
      </w:r>
      <w:r w:rsidRPr="006A282F">
        <w:rPr>
          <w:rtl/>
        </w:rPr>
        <w:t xml:space="preserve">: </w:t>
      </w:r>
    </w:p>
    <w:p w:rsidR="00683B1D" w:rsidRPr="006A282F" w:rsidRDefault="006A282F" w:rsidP="008F7B57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شک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آسمانوں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زمین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غیب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تمہارے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اعمال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آگاہ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DF5E4E">
      <w:pPr>
        <w:pStyle w:val="Heading1"/>
      </w:pPr>
      <w:bookmarkStart w:id="118" w:name="_Toc440194848"/>
      <w:r w:rsidRPr="006A282F">
        <w:rPr>
          <w:rFonts w:hint="cs"/>
          <w:rtl/>
        </w:rPr>
        <w:t>پیغامات</w:t>
      </w:r>
      <w:r w:rsidRPr="006A282F">
        <w:rPr>
          <w:rtl/>
        </w:rPr>
        <w:t>:</w:t>
      </w:r>
      <w:bookmarkEnd w:id="118"/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1</w:t>
      </w:r>
      <w:r w:rsidRPr="006A282F">
        <w:rPr>
          <w:rFonts w:hint="cs"/>
          <w:rtl/>
        </w:rPr>
        <w:t>۔دائرہ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توحید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معیار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فضیلت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ظاہری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نام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نمود،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احسان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جتانا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محض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دعوے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کرنا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بلکہ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قلبی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خلوص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معیار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معیار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آگاہی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صرف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ذات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مخصوص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3729E7">
        <w:rPr>
          <w:rStyle w:val="libAieChar"/>
          <w:rtl/>
        </w:rPr>
        <w:t>(</w:t>
      </w:r>
      <w:r w:rsidRPr="003729E7">
        <w:rPr>
          <w:rStyle w:val="libAieChar"/>
          <w:rFonts w:hint="cs"/>
          <w:rtl/>
        </w:rPr>
        <w:t>اِنَّ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اللّٰ</w:t>
      </w:r>
      <w:r w:rsidR="00EC5BA0" w:rsidRPr="00EC5BA0">
        <w:rPr>
          <w:rStyle w:val="libAieChar"/>
          <w:rFonts w:hint="cs"/>
          <w:rtl/>
        </w:rPr>
        <w:t>ه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یَعْلَمُ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غَیْبَ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السَّمَاوَاتِ</w:t>
      </w:r>
      <w:r w:rsidRPr="003729E7">
        <w:rPr>
          <w:rStyle w:val="libAieChar"/>
          <w:rtl/>
        </w:rPr>
        <w:t xml:space="preserve"> </w:t>
      </w:r>
      <w:r w:rsidRPr="003729E7">
        <w:rPr>
          <w:rStyle w:val="libAieChar"/>
          <w:rFonts w:hint="cs"/>
          <w:rtl/>
        </w:rPr>
        <w:t>وَالأَرْضِ</w:t>
      </w:r>
      <w:r w:rsidRPr="003729E7">
        <w:rPr>
          <w:rStyle w:val="libAieChar"/>
          <w:rtl/>
        </w:rPr>
        <w:t>)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ہاں،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خدا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عالم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ہستی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پوشیدہ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چیز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جانتا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طرح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ممکن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ہمارے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باطنی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ہو؟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2</w:t>
      </w:r>
      <w:r w:rsidRPr="006A282F">
        <w:rPr>
          <w:rFonts w:hint="cs"/>
          <w:rtl/>
        </w:rPr>
        <w:t>۔ 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بصیرت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ایمان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رکھنا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انسان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تقویٰ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ضمانت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 (</w:t>
      </w:r>
      <w:r w:rsidRPr="006A282F">
        <w:rPr>
          <w:rFonts w:hint="cs"/>
          <w:rtl/>
        </w:rPr>
        <w:t>اگر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روزانہ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ہماری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حرکات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سکنات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بنائی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جارہی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آواز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بھی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ریکارڈ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ہورہی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اپنے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کلمات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حرکات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زیادہ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توجہ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دیں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گے</w:t>
      </w:r>
      <w:r w:rsidRPr="006A282F">
        <w:rPr>
          <w:rtl/>
        </w:rPr>
        <w:t>)</w:t>
      </w: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tab/>
      </w:r>
      <w:r w:rsidR="008F1760" w:rsidRPr="00067685">
        <w:rPr>
          <w:rFonts w:hint="cs"/>
          <w:rtl/>
        </w:rPr>
        <w:t>3</w:t>
      </w:r>
      <w:r w:rsidRPr="006A282F">
        <w:rPr>
          <w:rFonts w:hint="cs"/>
          <w:rtl/>
        </w:rPr>
        <w:t>۔ 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بصیرت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ساتھ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یعنی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علم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اجمالی،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سطحی،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یک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طرفہ،</w:t>
      </w:r>
    </w:p>
    <w:p w:rsidR="006A282F" w:rsidRPr="006A282F" w:rsidRDefault="006A282F" w:rsidP="008F7B57">
      <w:pPr>
        <w:pStyle w:val="libNormal"/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lastRenderedPageBreak/>
        <w:t xml:space="preserve"> </w:t>
      </w:r>
      <w:r w:rsidRPr="006A282F">
        <w:rPr>
          <w:rFonts w:hint="cs"/>
          <w:rtl/>
        </w:rPr>
        <w:t>قابل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تردید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وقتی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نہیں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>۔</w:t>
      </w:r>
    </w:p>
    <w:p w:rsidR="006A282F" w:rsidRPr="006A282F" w:rsidRDefault="006A282F" w:rsidP="003729E7">
      <w:pPr>
        <w:pStyle w:val="libAie"/>
      </w:pPr>
      <w:r w:rsidRPr="006A282F">
        <w:rPr>
          <w:rFonts w:hint="cs"/>
          <w:rtl/>
        </w:rPr>
        <w:t>اِنَّ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اللّٰ</w:t>
      </w:r>
      <w:r w:rsidR="00EC5BA0" w:rsidRPr="00EC5BA0">
        <w:rPr>
          <w:rFonts w:hint="cs"/>
          <w:rtl/>
        </w:rPr>
        <w:t>ه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یَع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لَمُ</w:t>
      </w:r>
      <w:r w:rsidR="00EC5BA0" w:rsidRPr="00EC5BA0">
        <w:rPr>
          <w:rFonts w:hint="cs"/>
          <w:rtl/>
        </w:rPr>
        <w:t>---</w:t>
      </w:r>
      <w:r w:rsidRPr="006A282F">
        <w:rPr>
          <w:rFonts w:hint="cs"/>
          <w:rtl/>
        </w:rPr>
        <w:t>وَاللّٰ</w:t>
      </w:r>
      <w:r w:rsidR="00EC5BA0" w:rsidRPr="00EC5BA0">
        <w:rPr>
          <w:rFonts w:hint="cs"/>
          <w:rtl/>
        </w:rPr>
        <w:t>ه</w:t>
      </w:r>
      <w:r w:rsidRPr="00491A3E">
        <w:rPr>
          <w:rFonts w:hint="cs"/>
          <w:rtl/>
        </w:rPr>
        <w:t>ُ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بَصِی</w:t>
      </w:r>
      <w:r w:rsidRPr="00EC5BA0">
        <w:rPr>
          <w:rFonts w:hint="cs"/>
          <w:rtl/>
        </w:rPr>
        <w:t>ْ</w:t>
      </w:r>
      <w:r w:rsidRPr="006A282F">
        <w:rPr>
          <w:rFonts w:hint="cs"/>
          <w:rtl/>
        </w:rPr>
        <w:t>ر</w:t>
      </w:r>
      <w:r w:rsidRPr="006A282F">
        <w:rPr>
          <w:rtl/>
        </w:rPr>
        <w:t xml:space="preserve"> </w:t>
      </w:r>
      <w:r w:rsidR="00EC5BA0" w:rsidRPr="00EC5BA0">
        <w:rPr>
          <w:rFonts w:hint="cs"/>
          <w:rtl/>
        </w:rPr>
        <w:t>---</w:t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</w:r>
      <w:r w:rsidRPr="006A282F">
        <w:rPr>
          <w:rFonts w:hint="cs"/>
          <w:rtl/>
        </w:rPr>
        <w:t>امید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ہے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اللہ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تعالیٰ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مصنف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مترجم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کار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خیر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میں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حصہ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لینے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والوں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اس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کے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پڑھنے</w:t>
      </w:r>
      <w:r w:rsidRPr="006A282F">
        <w:rPr>
          <w:rtl/>
        </w:rPr>
        <w:t xml:space="preserve"> 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والوں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کو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تلاوت،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تدبر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عمل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اور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تبلیغ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کی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توفیق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مرحمت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فرمائے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آمین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یاربّ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العالمین</w:t>
      </w:r>
      <w:r w:rsidRPr="006A282F">
        <w:rPr>
          <w:rtl/>
        </w:rPr>
        <w:t>۔</w:t>
      </w:r>
    </w:p>
    <w:p w:rsidR="006A282F" w:rsidRPr="006A282F" w:rsidRDefault="006A282F" w:rsidP="006A282F">
      <w:pPr>
        <w:pStyle w:val="libNormal"/>
      </w:pPr>
      <w:r w:rsidRPr="006A282F">
        <w:rPr>
          <w:rFonts w:hint="cs"/>
          <w:rtl/>
        </w:rPr>
        <w:t>تمت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بالخیر</w:t>
      </w:r>
      <w:r w:rsidRPr="006A282F">
        <w:rPr>
          <w:rtl/>
        </w:rPr>
        <w:t xml:space="preserve">۔ </w:t>
      </w:r>
      <w:r w:rsidRPr="006A282F">
        <w:rPr>
          <w:rFonts w:hint="cs"/>
          <w:rtl/>
        </w:rPr>
        <w:t>نسیم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حیدر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زیدی</w:t>
      </w:r>
      <w:r w:rsidRPr="006A282F">
        <w:rPr>
          <w:rtl/>
        </w:rPr>
        <w:tab/>
      </w:r>
      <w:r w:rsidRPr="006A282F">
        <w:rPr>
          <w:rtl/>
        </w:rPr>
        <w:tab/>
      </w:r>
    </w:p>
    <w:p w:rsidR="006A282F" w:rsidRPr="006A282F" w:rsidRDefault="006A282F" w:rsidP="006A282F">
      <w:pPr>
        <w:pStyle w:val="libNormal"/>
      </w:pPr>
      <w:r w:rsidRPr="006A282F">
        <w:rPr>
          <w:rtl/>
        </w:rPr>
        <w:tab/>
        <w:t xml:space="preserve">                                                    </w:t>
      </w:r>
      <w:r w:rsidRPr="006A282F">
        <w:rPr>
          <w:rFonts w:hint="cs"/>
          <w:rtl/>
        </w:rPr>
        <w:t>قم</w:t>
      </w:r>
      <w:r w:rsidRPr="006A282F">
        <w:rPr>
          <w:rtl/>
        </w:rPr>
        <w:t xml:space="preserve"> </w:t>
      </w:r>
      <w:r w:rsidRPr="006A282F">
        <w:rPr>
          <w:rFonts w:hint="cs"/>
          <w:rtl/>
        </w:rPr>
        <w:t>المقدسہ</w:t>
      </w:r>
    </w:p>
    <w:p w:rsidR="006A282F" w:rsidRPr="006A282F" w:rsidRDefault="006A282F" w:rsidP="006A282F">
      <w:pPr>
        <w:pStyle w:val="libNormal"/>
      </w:pPr>
    </w:p>
    <w:p w:rsidR="006A282F" w:rsidRPr="006A282F" w:rsidRDefault="006A282F" w:rsidP="006A282F">
      <w:pPr>
        <w:pStyle w:val="libNormal"/>
        <w:rPr>
          <w:rtl/>
        </w:rPr>
      </w:pPr>
      <w:r w:rsidRPr="006A282F">
        <w:rPr>
          <w:rtl/>
        </w:rPr>
        <w:br w:type="page"/>
      </w:r>
    </w:p>
    <w:p w:rsidR="006A282F" w:rsidRPr="006A282F" w:rsidRDefault="006A282F" w:rsidP="006A282F">
      <w:pPr>
        <w:pStyle w:val="libNormal"/>
      </w:pPr>
    </w:p>
    <w:p w:rsidR="00C1516E" w:rsidRPr="006A282F" w:rsidRDefault="00C1516E" w:rsidP="006A282F">
      <w:pPr>
        <w:pStyle w:val="libNormal"/>
      </w:pPr>
    </w:p>
    <w:sectPr w:rsidR="00C1516E" w:rsidRPr="006A282F" w:rsidSect="001C6BCF">
      <w:footerReference w:type="even" r:id="rId8"/>
      <w:footerReference w:type="default" r:id="rId9"/>
      <w:footerReference w:type="first" r:id="rId10"/>
      <w:pgSz w:w="11907" w:h="16839" w:code="9"/>
      <w:pgMar w:top="1872" w:right="720" w:bottom="1872" w:left="720" w:header="720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638" w:rsidRDefault="00543638">
      <w:r>
        <w:separator/>
      </w:r>
    </w:p>
  </w:endnote>
  <w:endnote w:type="continuationSeparator" w:id="1">
    <w:p w:rsidR="00543638" w:rsidRDefault="005436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charset w:val="00"/>
    <w:family w:val="auto"/>
    <w:pitch w:val="variable"/>
    <w:sig w:usb0="00002007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altName w:val="Times New Roman"/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00000000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ECE" w:rsidRDefault="00C26ECE" w:rsidP="00826B03">
    <w:pPr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ECE" w:rsidRDefault="00C26ECE" w:rsidP="00826B03">
    <w:pPr>
      <w:ind w:firstLine="0"/>
      <w:rPr>
        <w:lang w:bidi="ur-PK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ECE" w:rsidRPr="00826B03" w:rsidRDefault="00C26ECE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638" w:rsidRDefault="00543638">
      <w:r>
        <w:separator/>
      </w:r>
    </w:p>
  </w:footnote>
  <w:footnote w:type="continuationSeparator" w:id="1">
    <w:p w:rsidR="00543638" w:rsidRDefault="005436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9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5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7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1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23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24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25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6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3"/>
  </w:num>
  <w:num w:numId="3">
    <w:abstractNumId w:val="22"/>
  </w:num>
  <w:num w:numId="4">
    <w:abstractNumId w:val="23"/>
  </w:num>
  <w:num w:numId="5">
    <w:abstractNumId w:val="14"/>
  </w:num>
  <w:num w:numId="6">
    <w:abstractNumId w:val="15"/>
  </w:num>
  <w:num w:numId="7">
    <w:abstractNumId w:val="13"/>
  </w:num>
  <w:num w:numId="8">
    <w:abstractNumId w:val="10"/>
  </w:num>
  <w:num w:numId="9">
    <w:abstractNumId w:val="11"/>
  </w:num>
  <w:num w:numId="10">
    <w:abstractNumId w:val="18"/>
  </w:num>
  <w:num w:numId="11">
    <w:abstractNumId w:val="8"/>
  </w:num>
  <w:num w:numId="12">
    <w:abstractNumId w:val="24"/>
  </w:num>
  <w:num w:numId="13">
    <w:abstractNumId w:val="25"/>
  </w:num>
  <w:num w:numId="14">
    <w:abstractNumId w:val="12"/>
  </w:num>
  <w:num w:numId="15">
    <w:abstractNumId w:val="6"/>
  </w:num>
  <w:num w:numId="16">
    <w:abstractNumId w:val="1"/>
  </w:num>
  <w:num w:numId="17">
    <w:abstractNumId w:val="2"/>
  </w:num>
  <w:num w:numId="18">
    <w:abstractNumId w:val="26"/>
  </w:num>
  <w:num w:numId="19">
    <w:abstractNumId w:val="20"/>
  </w:num>
  <w:num w:numId="20">
    <w:abstractNumId w:val="4"/>
  </w:num>
  <w:num w:numId="21">
    <w:abstractNumId w:val="19"/>
  </w:num>
  <w:num w:numId="22">
    <w:abstractNumId w:val="7"/>
  </w:num>
  <w:num w:numId="23">
    <w:abstractNumId w:val="16"/>
  </w:num>
  <w:num w:numId="24">
    <w:abstractNumId w:val="9"/>
  </w:num>
  <w:num w:numId="25">
    <w:abstractNumId w:val="21"/>
  </w:num>
  <w:num w:numId="26">
    <w:abstractNumId w:val="5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3CDD"/>
    <w:rsid w:val="0000120A"/>
    <w:rsid w:val="00001D54"/>
    <w:rsid w:val="000035DD"/>
    <w:rsid w:val="00004D72"/>
    <w:rsid w:val="00005A19"/>
    <w:rsid w:val="00005F58"/>
    <w:rsid w:val="00007F62"/>
    <w:rsid w:val="00012C76"/>
    <w:rsid w:val="00013817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F84"/>
    <w:rsid w:val="00023A66"/>
    <w:rsid w:val="00024A07"/>
    <w:rsid w:val="00025BD0"/>
    <w:rsid w:val="00025D61"/>
    <w:rsid w:val="000267FE"/>
    <w:rsid w:val="00027D5E"/>
    <w:rsid w:val="000326C8"/>
    <w:rsid w:val="00033582"/>
    <w:rsid w:val="0003398D"/>
    <w:rsid w:val="00034D06"/>
    <w:rsid w:val="000374A5"/>
    <w:rsid w:val="00040798"/>
    <w:rsid w:val="00040E03"/>
    <w:rsid w:val="0004187C"/>
    <w:rsid w:val="00043023"/>
    <w:rsid w:val="000445CA"/>
    <w:rsid w:val="00044F50"/>
    <w:rsid w:val="000470FE"/>
    <w:rsid w:val="00047101"/>
    <w:rsid w:val="00050377"/>
    <w:rsid w:val="00050EDF"/>
    <w:rsid w:val="00054406"/>
    <w:rsid w:val="000562B7"/>
    <w:rsid w:val="0006216A"/>
    <w:rsid w:val="0006635F"/>
    <w:rsid w:val="00067616"/>
    <w:rsid w:val="00067685"/>
    <w:rsid w:val="00067F84"/>
    <w:rsid w:val="00071C97"/>
    <w:rsid w:val="00072559"/>
    <w:rsid w:val="00072862"/>
    <w:rsid w:val="00074761"/>
    <w:rsid w:val="000756A7"/>
    <w:rsid w:val="000761F7"/>
    <w:rsid w:val="0007628C"/>
    <w:rsid w:val="00076A3A"/>
    <w:rsid w:val="00076E62"/>
    <w:rsid w:val="000839D2"/>
    <w:rsid w:val="000853CE"/>
    <w:rsid w:val="000854F5"/>
    <w:rsid w:val="00090987"/>
    <w:rsid w:val="0009217D"/>
    <w:rsid w:val="00092796"/>
    <w:rsid w:val="00092805"/>
    <w:rsid w:val="00092A0C"/>
    <w:rsid w:val="00092AF6"/>
    <w:rsid w:val="00092F0F"/>
    <w:rsid w:val="00095FD9"/>
    <w:rsid w:val="000967FC"/>
    <w:rsid w:val="00097263"/>
    <w:rsid w:val="000A47EC"/>
    <w:rsid w:val="000A4FD9"/>
    <w:rsid w:val="000A7750"/>
    <w:rsid w:val="000B0CAC"/>
    <w:rsid w:val="000B11D0"/>
    <w:rsid w:val="000B1CFB"/>
    <w:rsid w:val="000B2915"/>
    <w:rsid w:val="000B2CE3"/>
    <w:rsid w:val="000B3A56"/>
    <w:rsid w:val="000B5346"/>
    <w:rsid w:val="000B5458"/>
    <w:rsid w:val="000C0A89"/>
    <w:rsid w:val="000C0B26"/>
    <w:rsid w:val="000C1299"/>
    <w:rsid w:val="000C1330"/>
    <w:rsid w:val="000C40F3"/>
    <w:rsid w:val="000C737E"/>
    <w:rsid w:val="000C7722"/>
    <w:rsid w:val="000D0691"/>
    <w:rsid w:val="000D0932"/>
    <w:rsid w:val="000D0AFA"/>
    <w:rsid w:val="000D1BDF"/>
    <w:rsid w:val="000D2BDD"/>
    <w:rsid w:val="000D4303"/>
    <w:rsid w:val="000D4907"/>
    <w:rsid w:val="000D55E1"/>
    <w:rsid w:val="000D57D0"/>
    <w:rsid w:val="000D71B7"/>
    <w:rsid w:val="000E0BAB"/>
    <w:rsid w:val="000E1397"/>
    <w:rsid w:val="000E188E"/>
    <w:rsid w:val="000E1EEE"/>
    <w:rsid w:val="000E2EF4"/>
    <w:rsid w:val="000E3F3D"/>
    <w:rsid w:val="000E57F4"/>
    <w:rsid w:val="000E5A21"/>
    <w:rsid w:val="000E6824"/>
    <w:rsid w:val="000E7877"/>
    <w:rsid w:val="000F0002"/>
    <w:rsid w:val="000F1C54"/>
    <w:rsid w:val="000F4226"/>
    <w:rsid w:val="000F5030"/>
    <w:rsid w:val="000F5735"/>
    <w:rsid w:val="000F6004"/>
    <w:rsid w:val="000F7C8B"/>
    <w:rsid w:val="0010046E"/>
    <w:rsid w:val="0010049D"/>
    <w:rsid w:val="00101024"/>
    <w:rsid w:val="00101C07"/>
    <w:rsid w:val="001023BD"/>
    <w:rsid w:val="0010521E"/>
    <w:rsid w:val="00106420"/>
    <w:rsid w:val="00107A6B"/>
    <w:rsid w:val="001106A5"/>
    <w:rsid w:val="00110764"/>
    <w:rsid w:val="00111AE3"/>
    <w:rsid w:val="00111F40"/>
    <w:rsid w:val="00112CB2"/>
    <w:rsid w:val="0011352E"/>
    <w:rsid w:val="00113B0B"/>
    <w:rsid w:val="00113CCC"/>
    <w:rsid w:val="00114848"/>
    <w:rsid w:val="00115473"/>
    <w:rsid w:val="00115A71"/>
    <w:rsid w:val="00116237"/>
    <w:rsid w:val="001162C9"/>
    <w:rsid w:val="00116E7B"/>
    <w:rsid w:val="00120D7D"/>
    <w:rsid w:val="00121FC6"/>
    <w:rsid w:val="0012268F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823"/>
    <w:rsid w:val="00130055"/>
    <w:rsid w:val="001314C1"/>
    <w:rsid w:val="00131A59"/>
    <w:rsid w:val="00132114"/>
    <w:rsid w:val="0013219E"/>
    <w:rsid w:val="0013280A"/>
    <w:rsid w:val="0013285B"/>
    <w:rsid w:val="0013545C"/>
    <w:rsid w:val="00135E90"/>
    <w:rsid w:val="00136268"/>
    <w:rsid w:val="00136E6F"/>
    <w:rsid w:val="00136EE1"/>
    <w:rsid w:val="00137397"/>
    <w:rsid w:val="00137585"/>
    <w:rsid w:val="00137731"/>
    <w:rsid w:val="00142684"/>
    <w:rsid w:val="0014341C"/>
    <w:rsid w:val="00143E21"/>
    <w:rsid w:val="00143EEA"/>
    <w:rsid w:val="00146641"/>
    <w:rsid w:val="001469FD"/>
    <w:rsid w:val="00147ED8"/>
    <w:rsid w:val="0015144A"/>
    <w:rsid w:val="00151C03"/>
    <w:rsid w:val="00151FCF"/>
    <w:rsid w:val="001526F2"/>
    <w:rsid w:val="00152E46"/>
    <w:rsid w:val="00152F98"/>
    <w:rsid w:val="00153917"/>
    <w:rsid w:val="001543DF"/>
    <w:rsid w:val="00154A0D"/>
    <w:rsid w:val="00156292"/>
    <w:rsid w:val="00157306"/>
    <w:rsid w:val="0015735D"/>
    <w:rsid w:val="001604D3"/>
    <w:rsid w:val="00160B64"/>
    <w:rsid w:val="00160F76"/>
    <w:rsid w:val="00163D83"/>
    <w:rsid w:val="00163FB5"/>
    <w:rsid w:val="0016418C"/>
    <w:rsid w:val="00164767"/>
    <w:rsid w:val="00164810"/>
    <w:rsid w:val="001654FC"/>
    <w:rsid w:val="00165864"/>
    <w:rsid w:val="001677CA"/>
    <w:rsid w:val="00170F4E"/>
    <w:rsid w:val="001712E1"/>
    <w:rsid w:val="00177634"/>
    <w:rsid w:val="0018019E"/>
    <w:rsid w:val="001805E5"/>
    <w:rsid w:val="00182CD3"/>
    <w:rsid w:val="001834B5"/>
    <w:rsid w:val="00183B23"/>
    <w:rsid w:val="0018531C"/>
    <w:rsid w:val="00185E1F"/>
    <w:rsid w:val="0018664D"/>
    <w:rsid w:val="00186F00"/>
    <w:rsid w:val="00187017"/>
    <w:rsid w:val="00187246"/>
    <w:rsid w:val="00187517"/>
    <w:rsid w:val="001912BF"/>
    <w:rsid w:val="00192580"/>
    <w:rsid w:val="001936BE"/>
    <w:rsid w:val="001937F7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6A1A"/>
    <w:rsid w:val="001A6EC0"/>
    <w:rsid w:val="001A7D90"/>
    <w:rsid w:val="001B07B7"/>
    <w:rsid w:val="001B16FD"/>
    <w:rsid w:val="001B4B1F"/>
    <w:rsid w:val="001B4D93"/>
    <w:rsid w:val="001B56CE"/>
    <w:rsid w:val="001B577F"/>
    <w:rsid w:val="001B5826"/>
    <w:rsid w:val="001B599E"/>
    <w:rsid w:val="001B702D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D0825"/>
    <w:rsid w:val="001D41A1"/>
    <w:rsid w:val="001D465B"/>
    <w:rsid w:val="001D5007"/>
    <w:rsid w:val="001D5095"/>
    <w:rsid w:val="001D5B75"/>
    <w:rsid w:val="001D5C96"/>
    <w:rsid w:val="001E016E"/>
    <w:rsid w:val="001E0C7C"/>
    <w:rsid w:val="001E1296"/>
    <w:rsid w:val="001E156A"/>
    <w:rsid w:val="001E21A4"/>
    <w:rsid w:val="001E25DC"/>
    <w:rsid w:val="001E2BBF"/>
    <w:rsid w:val="001E33AC"/>
    <w:rsid w:val="001E36D4"/>
    <w:rsid w:val="001E3991"/>
    <w:rsid w:val="001E41AF"/>
    <w:rsid w:val="001E45EC"/>
    <w:rsid w:val="001E6B87"/>
    <w:rsid w:val="001E7015"/>
    <w:rsid w:val="001F0204"/>
    <w:rsid w:val="001F0713"/>
    <w:rsid w:val="001F273A"/>
    <w:rsid w:val="001F2DD0"/>
    <w:rsid w:val="001F3DB4"/>
    <w:rsid w:val="001F4007"/>
    <w:rsid w:val="001F5705"/>
    <w:rsid w:val="001F7247"/>
    <w:rsid w:val="001F797C"/>
    <w:rsid w:val="00201460"/>
    <w:rsid w:val="002015EE"/>
    <w:rsid w:val="00202432"/>
    <w:rsid w:val="00202C7B"/>
    <w:rsid w:val="0020339B"/>
    <w:rsid w:val="002039D1"/>
    <w:rsid w:val="002044D3"/>
    <w:rsid w:val="0020457D"/>
    <w:rsid w:val="002054C5"/>
    <w:rsid w:val="00206F7D"/>
    <w:rsid w:val="00207E0A"/>
    <w:rsid w:val="002122BD"/>
    <w:rsid w:val="002130DE"/>
    <w:rsid w:val="00213834"/>
    <w:rsid w:val="002139CB"/>
    <w:rsid w:val="00214801"/>
    <w:rsid w:val="00215AF5"/>
    <w:rsid w:val="00220729"/>
    <w:rsid w:val="00221CEB"/>
    <w:rsid w:val="00223711"/>
    <w:rsid w:val="002247A3"/>
    <w:rsid w:val="00224964"/>
    <w:rsid w:val="00224C63"/>
    <w:rsid w:val="00225BC2"/>
    <w:rsid w:val="0022677C"/>
    <w:rsid w:val="002267C7"/>
    <w:rsid w:val="00227FEE"/>
    <w:rsid w:val="00232EDC"/>
    <w:rsid w:val="002355D5"/>
    <w:rsid w:val="00236705"/>
    <w:rsid w:val="00237688"/>
    <w:rsid w:val="00237915"/>
    <w:rsid w:val="00237929"/>
    <w:rsid w:val="002410BB"/>
    <w:rsid w:val="0024194E"/>
    <w:rsid w:val="00241CB0"/>
    <w:rsid w:val="00241D2D"/>
    <w:rsid w:val="00241F59"/>
    <w:rsid w:val="0024265C"/>
    <w:rsid w:val="002434C9"/>
    <w:rsid w:val="00244C2E"/>
    <w:rsid w:val="00246609"/>
    <w:rsid w:val="002468A2"/>
    <w:rsid w:val="00247BD5"/>
    <w:rsid w:val="0025004A"/>
    <w:rsid w:val="0025065A"/>
    <w:rsid w:val="00250D1B"/>
    <w:rsid w:val="00250E0A"/>
    <w:rsid w:val="00250E0F"/>
    <w:rsid w:val="00251E02"/>
    <w:rsid w:val="0025504F"/>
    <w:rsid w:val="0025542D"/>
    <w:rsid w:val="002565D0"/>
    <w:rsid w:val="002568BE"/>
    <w:rsid w:val="002568DF"/>
    <w:rsid w:val="0025723F"/>
    <w:rsid w:val="00257657"/>
    <w:rsid w:val="002577D5"/>
    <w:rsid w:val="00261B22"/>
    <w:rsid w:val="002626EB"/>
    <w:rsid w:val="0026278A"/>
    <w:rsid w:val="00263AA1"/>
    <w:rsid w:val="00263F56"/>
    <w:rsid w:val="00264D5D"/>
    <w:rsid w:val="00264F98"/>
    <w:rsid w:val="00265BB5"/>
    <w:rsid w:val="002667FE"/>
    <w:rsid w:val="00270D2A"/>
    <w:rsid w:val="00271E2F"/>
    <w:rsid w:val="00272450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18EF"/>
    <w:rsid w:val="0028271F"/>
    <w:rsid w:val="002827F4"/>
    <w:rsid w:val="0028403A"/>
    <w:rsid w:val="0028459E"/>
    <w:rsid w:val="00285C52"/>
    <w:rsid w:val="00286BB7"/>
    <w:rsid w:val="00286D77"/>
    <w:rsid w:val="002876A6"/>
    <w:rsid w:val="00291872"/>
    <w:rsid w:val="00292C1A"/>
    <w:rsid w:val="0029404D"/>
    <w:rsid w:val="00294AE5"/>
    <w:rsid w:val="00295A59"/>
    <w:rsid w:val="00297CB3"/>
    <w:rsid w:val="002A0284"/>
    <w:rsid w:val="002A32FE"/>
    <w:rsid w:val="002A338C"/>
    <w:rsid w:val="002A5C93"/>
    <w:rsid w:val="002A5E52"/>
    <w:rsid w:val="002A630E"/>
    <w:rsid w:val="002A6B71"/>
    <w:rsid w:val="002A717D"/>
    <w:rsid w:val="002A73D7"/>
    <w:rsid w:val="002B0106"/>
    <w:rsid w:val="002B1092"/>
    <w:rsid w:val="002B14F0"/>
    <w:rsid w:val="002B22D7"/>
    <w:rsid w:val="002B23FA"/>
    <w:rsid w:val="002B2B15"/>
    <w:rsid w:val="002B4EFD"/>
    <w:rsid w:val="002B5911"/>
    <w:rsid w:val="002B5D5B"/>
    <w:rsid w:val="002B5F1A"/>
    <w:rsid w:val="002B71A8"/>
    <w:rsid w:val="002B74C5"/>
    <w:rsid w:val="002B7633"/>
    <w:rsid w:val="002B7989"/>
    <w:rsid w:val="002C17C1"/>
    <w:rsid w:val="002C29FB"/>
    <w:rsid w:val="002C3B15"/>
    <w:rsid w:val="002C3E3A"/>
    <w:rsid w:val="002C5C66"/>
    <w:rsid w:val="002C6427"/>
    <w:rsid w:val="002C793C"/>
    <w:rsid w:val="002D19A9"/>
    <w:rsid w:val="002D1DAD"/>
    <w:rsid w:val="002D2485"/>
    <w:rsid w:val="002D33C8"/>
    <w:rsid w:val="002D43B6"/>
    <w:rsid w:val="002D580E"/>
    <w:rsid w:val="002D7D58"/>
    <w:rsid w:val="002E015C"/>
    <w:rsid w:val="002E19EE"/>
    <w:rsid w:val="002E2ADA"/>
    <w:rsid w:val="002E45AC"/>
    <w:rsid w:val="002E4976"/>
    <w:rsid w:val="002E4D3D"/>
    <w:rsid w:val="002E5340"/>
    <w:rsid w:val="002E5CA1"/>
    <w:rsid w:val="002E6022"/>
    <w:rsid w:val="002E69E9"/>
    <w:rsid w:val="002E7609"/>
    <w:rsid w:val="002F06E0"/>
    <w:rsid w:val="002F2966"/>
    <w:rsid w:val="002F2F4C"/>
    <w:rsid w:val="002F3626"/>
    <w:rsid w:val="002F62A1"/>
    <w:rsid w:val="002F6F56"/>
    <w:rsid w:val="002F7071"/>
    <w:rsid w:val="002F7903"/>
    <w:rsid w:val="003002A9"/>
    <w:rsid w:val="00300CF4"/>
    <w:rsid w:val="00301EBF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DE6"/>
    <w:rsid w:val="00317E22"/>
    <w:rsid w:val="00320512"/>
    <w:rsid w:val="00322411"/>
    <w:rsid w:val="00322466"/>
    <w:rsid w:val="00322E88"/>
    <w:rsid w:val="003238F8"/>
    <w:rsid w:val="003241E9"/>
    <w:rsid w:val="00324B78"/>
    <w:rsid w:val="00324C31"/>
    <w:rsid w:val="00325A62"/>
    <w:rsid w:val="00325D9F"/>
    <w:rsid w:val="003269DB"/>
    <w:rsid w:val="00326D3E"/>
    <w:rsid w:val="00330028"/>
    <w:rsid w:val="00330414"/>
    <w:rsid w:val="00330D70"/>
    <w:rsid w:val="00332300"/>
    <w:rsid w:val="003323C2"/>
    <w:rsid w:val="003339D0"/>
    <w:rsid w:val="0033516D"/>
    <w:rsid w:val="003353BB"/>
    <w:rsid w:val="00335D9C"/>
    <w:rsid w:val="0033620A"/>
    <w:rsid w:val="003410C8"/>
    <w:rsid w:val="0034239A"/>
    <w:rsid w:val="00342EAD"/>
    <w:rsid w:val="00343936"/>
    <w:rsid w:val="00343971"/>
    <w:rsid w:val="00345904"/>
    <w:rsid w:val="00345DFD"/>
    <w:rsid w:val="003507C0"/>
    <w:rsid w:val="00350E7E"/>
    <w:rsid w:val="0035120B"/>
    <w:rsid w:val="00352553"/>
    <w:rsid w:val="003534F9"/>
    <w:rsid w:val="0035368E"/>
    <w:rsid w:val="003541CB"/>
    <w:rsid w:val="00354493"/>
    <w:rsid w:val="00355C51"/>
    <w:rsid w:val="00355CE6"/>
    <w:rsid w:val="00356EC7"/>
    <w:rsid w:val="00357D92"/>
    <w:rsid w:val="00357EBD"/>
    <w:rsid w:val="00360549"/>
    <w:rsid w:val="00360A5F"/>
    <w:rsid w:val="003618AA"/>
    <w:rsid w:val="00362690"/>
    <w:rsid w:val="00362F97"/>
    <w:rsid w:val="00363C94"/>
    <w:rsid w:val="0036400D"/>
    <w:rsid w:val="00364ECA"/>
    <w:rsid w:val="0036618F"/>
    <w:rsid w:val="00367328"/>
    <w:rsid w:val="003720FE"/>
    <w:rsid w:val="00372158"/>
    <w:rsid w:val="003729E7"/>
    <w:rsid w:val="00373085"/>
    <w:rsid w:val="003730F0"/>
    <w:rsid w:val="0037380D"/>
    <w:rsid w:val="00380625"/>
    <w:rsid w:val="00380A67"/>
    <w:rsid w:val="003819C2"/>
    <w:rsid w:val="0038683D"/>
    <w:rsid w:val="00390718"/>
    <w:rsid w:val="0039277C"/>
    <w:rsid w:val="003927FB"/>
    <w:rsid w:val="0039429C"/>
    <w:rsid w:val="00395B9D"/>
    <w:rsid w:val="003963F3"/>
    <w:rsid w:val="0039736A"/>
    <w:rsid w:val="0039787F"/>
    <w:rsid w:val="00397E9F"/>
    <w:rsid w:val="003A1475"/>
    <w:rsid w:val="003A222C"/>
    <w:rsid w:val="003A3298"/>
    <w:rsid w:val="003A3952"/>
    <w:rsid w:val="003A3F69"/>
    <w:rsid w:val="003A4587"/>
    <w:rsid w:val="003A4AEE"/>
    <w:rsid w:val="003A52D5"/>
    <w:rsid w:val="003A661E"/>
    <w:rsid w:val="003A75C7"/>
    <w:rsid w:val="003B0913"/>
    <w:rsid w:val="003B20C5"/>
    <w:rsid w:val="003B2DBB"/>
    <w:rsid w:val="003B2EDA"/>
    <w:rsid w:val="003B350C"/>
    <w:rsid w:val="003B460D"/>
    <w:rsid w:val="003B5031"/>
    <w:rsid w:val="003B5D61"/>
    <w:rsid w:val="003B6720"/>
    <w:rsid w:val="003B775B"/>
    <w:rsid w:val="003B7FA9"/>
    <w:rsid w:val="003C04BC"/>
    <w:rsid w:val="003C19F6"/>
    <w:rsid w:val="003C1D82"/>
    <w:rsid w:val="003C3273"/>
    <w:rsid w:val="003C403E"/>
    <w:rsid w:val="003C42E8"/>
    <w:rsid w:val="003C5A92"/>
    <w:rsid w:val="003C6D39"/>
    <w:rsid w:val="003C7065"/>
    <w:rsid w:val="003C7A9A"/>
    <w:rsid w:val="003C7C08"/>
    <w:rsid w:val="003D2459"/>
    <w:rsid w:val="003D28ED"/>
    <w:rsid w:val="003D3107"/>
    <w:rsid w:val="003D3849"/>
    <w:rsid w:val="003D59C4"/>
    <w:rsid w:val="003D6058"/>
    <w:rsid w:val="003D6268"/>
    <w:rsid w:val="003E06BE"/>
    <w:rsid w:val="003E097C"/>
    <w:rsid w:val="003E148D"/>
    <w:rsid w:val="003E1733"/>
    <w:rsid w:val="003E1B3A"/>
    <w:rsid w:val="003E2352"/>
    <w:rsid w:val="003E3600"/>
    <w:rsid w:val="003E4596"/>
    <w:rsid w:val="003E4F1C"/>
    <w:rsid w:val="003E5B2C"/>
    <w:rsid w:val="003E649C"/>
    <w:rsid w:val="003E69AE"/>
    <w:rsid w:val="003E7585"/>
    <w:rsid w:val="003F303B"/>
    <w:rsid w:val="003F33DE"/>
    <w:rsid w:val="003F470F"/>
    <w:rsid w:val="003F72E7"/>
    <w:rsid w:val="004004C6"/>
    <w:rsid w:val="004006AD"/>
    <w:rsid w:val="004017F5"/>
    <w:rsid w:val="00401ADC"/>
    <w:rsid w:val="00401DBF"/>
    <w:rsid w:val="0040204E"/>
    <w:rsid w:val="00402C65"/>
    <w:rsid w:val="00404EB7"/>
    <w:rsid w:val="00405229"/>
    <w:rsid w:val="00405AFD"/>
    <w:rsid w:val="00406220"/>
    <w:rsid w:val="00407D56"/>
    <w:rsid w:val="00407DD7"/>
    <w:rsid w:val="0041059C"/>
    <w:rsid w:val="00410ADB"/>
    <w:rsid w:val="004110ED"/>
    <w:rsid w:val="00413838"/>
    <w:rsid w:val="00414547"/>
    <w:rsid w:val="00414B04"/>
    <w:rsid w:val="00415690"/>
    <w:rsid w:val="00416E2B"/>
    <w:rsid w:val="004209BA"/>
    <w:rsid w:val="00420C44"/>
    <w:rsid w:val="00420EEC"/>
    <w:rsid w:val="0042395D"/>
    <w:rsid w:val="00425138"/>
    <w:rsid w:val="00425407"/>
    <w:rsid w:val="004278AA"/>
    <w:rsid w:val="00430581"/>
    <w:rsid w:val="00432BAE"/>
    <w:rsid w:val="0043395F"/>
    <w:rsid w:val="00434A97"/>
    <w:rsid w:val="00434D43"/>
    <w:rsid w:val="00434EFA"/>
    <w:rsid w:val="00434FE6"/>
    <w:rsid w:val="00435C2F"/>
    <w:rsid w:val="00435F64"/>
    <w:rsid w:val="004367EF"/>
    <w:rsid w:val="00437035"/>
    <w:rsid w:val="00437C19"/>
    <w:rsid w:val="00440C62"/>
    <w:rsid w:val="00442CB0"/>
    <w:rsid w:val="00443855"/>
    <w:rsid w:val="00443AC6"/>
    <w:rsid w:val="00444131"/>
    <w:rsid w:val="00444930"/>
    <w:rsid w:val="00445079"/>
    <w:rsid w:val="0044577D"/>
    <w:rsid w:val="004457DB"/>
    <w:rsid w:val="0044661F"/>
    <w:rsid w:val="00446BBA"/>
    <w:rsid w:val="00446BF4"/>
    <w:rsid w:val="004536B6"/>
    <w:rsid w:val="004538D5"/>
    <w:rsid w:val="00453C50"/>
    <w:rsid w:val="00453DAF"/>
    <w:rsid w:val="004542F9"/>
    <w:rsid w:val="00455A59"/>
    <w:rsid w:val="00457A64"/>
    <w:rsid w:val="00457EB2"/>
    <w:rsid w:val="004603E7"/>
    <w:rsid w:val="00460A29"/>
    <w:rsid w:val="0046249C"/>
    <w:rsid w:val="00464FCD"/>
    <w:rsid w:val="00465FCA"/>
    <w:rsid w:val="0046634E"/>
    <w:rsid w:val="00467072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5E99"/>
    <w:rsid w:val="00480694"/>
    <w:rsid w:val="00481070"/>
    <w:rsid w:val="00481FD0"/>
    <w:rsid w:val="0048221F"/>
    <w:rsid w:val="0048273F"/>
    <w:rsid w:val="004829A6"/>
    <w:rsid w:val="00484AE4"/>
    <w:rsid w:val="00486CD3"/>
    <w:rsid w:val="00486D01"/>
    <w:rsid w:val="00490349"/>
    <w:rsid w:val="0049103A"/>
    <w:rsid w:val="004919C3"/>
    <w:rsid w:val="00491A3E"/>
    <w:rsid w:val="004936BF"/>
    <w:rsid w:val="00494790"/>
    <w:rsid w:val="004953C3"/>
    <w:rsid w:val="00495662"/>
    <w:rsid w:val="00497042"/>
    <w:rsid w:val="00497201"/>
    <w:rsid w:val="00497C6D"/>
    <w:rsid w:val="004A0866"/>
    <w:rsid w:val="004A4BD0"/>
    <w:rsid w:val="004A4BF6"/>
    <w:rsid w:val="004A564A"/>
    <w:rsid w:val="004A6E92"/>
    <w:rsid w:val="004B0425"/>
    <w:rsid w:val="004B0E59"/>
    <w:rsid w:val="004B0FD5"/>
    <w:rsid w:val="004B17F4"/>
    <w:rsid w:val="004B1C27"/>
    <w:rsid w:val="004B2522"/>
    <w:rsid w:val="004B3F28"/>
    <w:rsid w:val="004B40CC"/>
    <w:rsid w:val="004B4495"/>
    <w:rsid w:val="004B4DF6"/>
    <w:rsid w:val="004B5DE2"/>
    <w:rsid w:val="004B7DEE"/>
    <w:rsid w:val="004C1019"/>
    <w:rsid w:val="004C1F73"/>
    <w:rsid w:val="004C3853"/>
    <w:rsid w:val="004C3E90"/>
    <w:rsid w:val="004C4336"/>
    <w:rsid w:val="004C4B41"/>
    <w:rsid w:val="004C503C"/>
    <w:rsid w:val="004C5704"/>
    <w:rsid w:val="004C68DE"/>
    <w:rsid w:val="004C77B5"/>
    <w:rsid w:val="004D03C3"/>
    <w:rsid w:val="004D4075"/>
    <w:rsid w:val="004D580B"/>
    <w:rsid w:val="004D59A9"/>
    <w:rsid w:val="004D5A3D"/>
    <w:rsid w:val="004D6034"/>
    <w:rsid w:val="004D6282"/>
    <w:rsid w:val="004D7678"/>
    <w:rsid w:val="004D7CD7"/>
    <w:rsid w:val="004D7EE6"/>
    <w:rsid w:val="004E1161"/>
    <w:rsid w:val="004E1437"/>
    <w:rsid w:val="004E18F5"/>
    <w:rsid w:val="004E3570"/>
    <w:rsid w:val="004E55E3"/>
    <w:rsid w:val="004E6DD9"/>
    <w:rsid w:val="004E6E95"/>
    <w:rsid w:val="004E7B80"/>
    <w:rsid w:val="004F1D44"/>
    <w:rsid w:val="004F1FF8"/>
    <w:rsid w:val="004F28C9"/>
    <w:rsid w:val="004F3FB8"/>
    <w:rsid w:val="004F58BA"/>
    <w:rsid w:val="004F58EC"/>
    <w:rsid w:val="004F5EE4"/>
    <w:rsid w:val="004F7357"/>
    <w:rsid w:val="005017BA"/>
    <w:rsid w:val="005022E5"/>
    <w:rsid w:val="005024CE"/>
    <w:rsid w:val="0050254A"/>
    <w:rsid w:val="00502CFE"/>
    <w:rsid w:val="0050478C"/>
    <w:rsid w:val="005100A4"/>
    <w:rsid w:val="00510A96"/>
    <w:rsid w:val="00510F59"/>
    <w:rsid w:val="00511D01"/>
    <w:rsid w:val="00512B38"/>
    <w:rsid w:val="005143DF"/>
    <w:rsid w:val="00516D8F"/>
    <w:rsid w:val="005179A1"/>
    <w:rsid w:val="00517DDA"/>
    <w:rsid w:val="00521C4A"/>
    <w:rsid w:val="00524575"/>
    <w:rsid w:val="00524F6D"/>
    <w:rsid w:val="005254BC"/>
    <w:rsid w:val="00525BA0"/>
    <w:rsid w:val="00526724"/>
    <w:rsid w:val="005312E0"/>
    <w:rsid w:val="00532464"/>
    <w:rsid w:val="005328E6"/>
    <w:rsid w:val="005335EB"/>
    <w:rsid w:val="00534296"/>
    <w:rsid w:val="00534D33"/>
    <w:rsid w:val="00535464"/>
    <w:rsid w:val="00535BB5"/>
    <w:rsid w:val="00536D24"/>
    <w:rsid w:val="005410BF"/>
    <w:rsid w:val="005428BC"/>
    <w:rsid w:val="00542EEF"/>
    <w:rsid w:val="00543638"/>
    <w:rsid w:val="00543CC7"/>
    <w:rsid w:val="005460D2"/>
    <w:rsid w:val="0054734A"/>
    <w:rsid w:val="00547534"/>
    <w:rsid w:val="005476D9"/>
    <w:rsid w:val="005478D1"/>
    <w:rsid w:val="0055023C"/>
    <w:rsid w:val="005503F5"/>
    <w:rsid w:val="00550B2F"/>
    <w:rsid w:val="00551712"/>
    <w:rsid w:val="00551E02"/>
    <w:rsid w:val="00552758"/>
    <w:rsid w:val="005529FE"/>
    <w:rsid w:val="00552C63"/>
    <w:rsid w:val="00553E73"/>
    <w:rsid w:val="00553E8E"/>
    <w:rsid w:val="005549DE"/>
    <w:rsid w:val="00557500"/>
    <w:rsid w:val="005576CA"/>
    <w:rsid w:val="00557D17"/>
    <w:rsid w:val="00557FB6"/>
    <w:rsid w:val="0056072E"/>
    <w:rsid w:val="00560CAA"/>
    <w:rsid w:val="00561C58"/>
    <w:rsid w:val="00562EED"/>
    <w:rsid w:val="005673A9"/>
    <w:rsid w:val="00567F1C"/>
    <w:rsid w:val="0057006C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A21"/>
    <w:rsid w:val="005847BF"/>
    <w:rsid w:val="00584801"/>
    <w:rsid w:val="00584ABA"/>
    <w:rsid w:val="00587D82"/>
    <w:rsid w:val="005901D4"/>
    <w:rsid w:val="00590C17"/>
    <w:rsid w:val="00590CE6"/>
    <w:rsid w:val="005923FF"/>
    <w:rsid w:val="005925A4"/>
    <w:rsid w:val="00592B8F"/>
    <w:rsid w:val="00593C38"/>
    <w:rsid w:val="00593CE0"/>
    <w:rsid w:val="005941B7"/>
    <w:rsid w:val="005964AE"/>
    <w:rsid w:val="00596E73"/>
    <w:rsid w:val="0059772C"/>
    <w:rsid w:val="00597B34"/>
    <w:rsid w:val="005A00BB"/>
    <w:rsid w:val="005A02B1"/>
    <w:rsid w:val="005A12B3"/>
    <w:rsid w:val="005A1C39"/>
    <w:rsid w:val="005A3273"/>
    <w:rsid w:val="005A43ED"/>
    <w:rsid w:val="005A551C"/>
    <w:rsid w:val="005A6CB2"/>
    <w:rsid w:val="005A728F"/>
    <w:rsid w:val="005B0076"/>
    <w:rsid w:val="005B0A06"/>
    <w:rsid w:val="005B1BFA"/>
    <w:rsid w:val="005B1CEE"/>
    <w:rsid w:val="005B2DE4"/>
    <w:rsid w:val="005B403B"/>
    <w:rsid w:val="005B41A8"/>
    <w:rsid w:val="005B56BE"/>
    <w:rsid w:val="005B5D8F"/>
    <w:rsid w:val="005B6823"/>
    <w:rsid w:val="005B68D5"/>
    <w:rsid w:val="005B78C1"/>
    <w:rsid w:val="005C081D"/>
    <w:rsid w:val="005C0E2F"/>
    <w:rsid w:val="005C1FA1"/>
    <w:rsid w:val="005C4338"/>
    <w:rsid w:val="005C4E5F"/>
    <w:rsid w:val="005C5244"/>
    <w:rsid w:val="005D1128"/>
    <w:rsid w:val="005D1B14"/>
    <w:rsid w:val="005D1D65"/>
    <w:rsid w:val="005D2C72"/>
    <w:rsid w:val="005D3753"/>
    <w:rsid w:val="005D6370"/>
    <w:rsid w:val="005D7173"/>
    <w:rsid w:val="005E0E30"/>
    <w:rsid w:val="005E1348"/>
    <w:rsid w:val="005E20CB"/>
    <w:rsid w:val="005E2913"/>
    <w:rsid w:val="005E3B79"/>
    <w:rsid w:val="005E3E42"/>
    <w:rsid w:val="005E3FEB"/>
    <w:rsid w:val="005E5B70"/>
    <w:rsid w:val="005E65F5"/>
    <w:rsid w:val="005E6836"/>
    <w:rsid w:val="005E70E9"/>
    <w:rsid w:val="005E7CDB"/>
    <w:rsid w:val="005E7D12"/>
    <w:rsid w:val="005E7F9C"/>
    <w:rsid w:val="005F01A7"/>
    <w:rsid w:val="005F2287"/>
    <w:rsid w:val="005F29EC"/>
    <w:rsid w:val="005F6056"/>
    <w:rsid w:val="005F61B2"/>
    <w:rsid w:val="005F74B7"/>
    <w:rsid w:val="0060104F"/>
    <w:rsid w:val="006013DF"/>
    <w:rsid w:val="006019FA"/>
    <w:rsid w:val="00604134"/>
    <w:rsid w:val="00604BE6"/>
    <w:rsid w:val="006064E4"/>
    <w:rsid w:val="006065D6"/>
    <w:rsid w:val="00606C47"/>
    <w:rsid w:val="00607504"/>
    <w:rsid w:val="006079ED"/>
    <w:rsid w:val="00612195"/>
    <w:rsid w:val="00613984"/>
    <w:rsid w:val="00614301"/>
    <w:rsid w:val="0061494B"/>
    <w:rsid w:val="0061521E"/>
    <w:rsid w:val="00615B20"/>
    <w:rsid w:val="00620B12"/>
    <w:rsid w:val="00620E5E"/>
    <w:rsid w:val="006210F4"/>
    <w:rsid w:val="00621E21"/>
    <w:rsid w:val="00622D41"/>
    <w:rsid w:val="00622EBB"/>
    <w:rsid w:val="00623171"/>
    <w:rsid w:val="00623C26"/>
    <w:rsid w:val="00625C71"/>
    <w:rsid w:val="0062655A"/>
    <w:rsid w:val="00627316"/>
    <w:rsid w:val="00627A7B"/>
    <w:rsid w:val="00630292"/>
    <w:rsid w:val="00630C57"/>
    <w:rsid w:val="00630FFC"/>
    <w:rsid w:val="006313BD"/>
    <w:rsid w:val="006333A9"/>
    <w:rsid w:val="00633FB4"/>
    <w:rsid w:val="006357C1"/>
    <w:rsid w:val="00635F02"/>
    <w:rsid w:val="00636BB9"/>
    <w:rsid w:val="00636DA5"/>
    <w:rsid w:val="0063712C"/>
    <w:rsid w:val="00641A2D"/>
    <w:rsid w:val="00641F19"/>
    <w:rsid w:val="00643F5E"/>
    <w:rsid w:val="00644FE3"/>
    <w:rsid w:val="00645915"/>
    <w:rsid w:val="00646D08"/>
    <w:rsid w:val="00651640"/>
    <w:rsid w:val="00651ADF"/>
    <w:rsid w:val="0065419E"/>
    <w:rsid w:val="006574EA"/>
    <w:rsid w:val="006604C5"/>
    <w:rsid w:val="00661E0A"/>
    <w:rsid w:val="006623BF"/>
    <w:rsid w:val="00662910"/>
    <w:rsid w:val="00662978"/>
    <w:rsid w:val="00663284"/>
    <w:rsid w:val="00665B79"/>
    <w:rsid w:val="00665E8E"/>
    <w:rsid w:val="006676A8"/>
    <w:rsid w:val="00670DB5"/>
    <w:rsid w:val="0067214E"/>
    <w:rsid w:val="00672178"/>
    <w:rsid w:val="006726F6"/>
    <w:rsid w:val="00672E5A"/>
    <w:rsid w:val="0067353C"/>
    <w:rsid w:val="00673B2E"/>
    <w:rsid w:val="00673C0B"/>
    <w:rsid w:val="00674ABB"/>
    <w:rsid w:val="0067559A"/>
    <w:rsid w:val="00680986"/>
    <w:rsid w:val="0068167E"/>
    <w:rsid w:val="00681FF6"/>
    <w:rsid w:val="0068206A"/>
    <w:rsid w:val="006824DA"/>
    <w:rsid w:val="00682902"/>
    <w:rsid w:val="00683B1D"/>
    <w:rsid w:val="00684527"/>
    <w:rsid w:val="006851A7"/>
    <w:rsid w:val="006854CC"/>
    <w:rsid w:val="0068652E"/>
    <w:rsid w:val="00686F76"/>
    <w:rsid w:val="006874E7"/>
    <w:rsid w:val="00687928"/>
    <w:rsid w:val="00691511"/>
    <w:rsid w:val="0069163F"/>
    <w:rsid w:val="00691DBB"/>
    <w:rsid w:val="0069210A"/>
    <w:rsid w:val="0069333F"/>
    <w:rsid w:val="00695E71"/>
    <w:rsid w:val="00697907"/>
    <w:rsid w:val="00697E9A"/>
    <w:rsid w:val="006A09A5"/>
    <w:rsid w:val="006A282F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1B11"/>
    <w:rsid w:val="006B21EA"/>
    <w:rsid w:val="006B3002"/>
    <w:rsid w:val="006B3031"/>
    <w:rsid w:val="006B33A8"/>
    <w:rsid w:val="006B5556"/>
    <w:rsid w:val="006B5C71"/>
    <w:rsid w:val="006B6C2F"/>
    <w:rsid w:val="006B72C6"/>
    <w:rsid w:val="006B7F0E"/>
    <w:rsid w:val="006C0904"/>
    <w:rsid w:val="006C15A2"/>
    <w:rsid w:val="006C1925"/>
    <w:rsid w:val="006C4B43"/>
    <w:rsid w:val="006D08FA"/>
    <w:rsid w:val="006D0DD7"/>
    <w:rsid w:val="006D2C24"/>
    <w:rsid w:val="006D2EFD"/>
    <w:rsid w:val="006D36EC"/>
    <w:rsid w:val="006D39DB"/>
    <w:rsid w:val="006D3C3E"/>
    <w:rsid w:val="006D51C5"/>
    <w:rsid w:val="006D588F"/>
    <w:rsid w:val="006D6DC1"/>
    <w:rsid w:val="006D6F9A"/>
    <w:rsid w:val="006E113A"/>
    <w:rsid w:val="006E2C8E"/>
    <w:rsid w:val="006E446F"/>
    <w:rsid w:val="006E6291"/>
    <w:rsid w:val="006E6956"/>
    <w:rsid w:val="006E7CE1"/>
    <w:rsid w:val="006F0342"/>
    <w:rsid w:val="006F2405"/>
    <w:rsid w:val="006F428D"/>
    <w:rsid w:val="006F5908"/>
    <w:rsid w:val="006F5C63"/>
    <w:rsid w:val="006F6061"/>
    <w:rsid w:val="006F7338"/>
    <w:rsid w:val="006F7CE8"/>
    <w:rsid w:val="00700BF3"/>
    <w:rsid w:val="00700C0F"/>
    <w:rsid w:val="00701353"/>
    <w:rsid w:val="007019A7"/>
    <w:rsid w:val="007037F2"/>
    <w:rsid w:val="00703C14"/>
    <w:rsid w:val="00704A99"/>
    <w:rsid w:val="0070524C"/>
    <w:rsid w:val="00710619"/>
    <w:rsid w:val="00710CC1"/>
    <w:rsid w:val="00710F43"/>
    <w:rsid w:val="007138A2"/>
    <w:rsid w:val="00717AB1"/>
    <w:rsid w:val="00717C64"/>
    <w:rsid w:val="00721FA0"/>
    <w:rsid w:val="00723983"/>
    <w:rsid w:val="00723D07"/>
    <w:rsid w:val="00724128"/>
    <w:rsid w:val="007242AB"/>
    <w:rsid w:val="00724808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3571"/>
    <w:rsid w:val="0073418F"/>
    <w:rsid w:val="007342D2"/>
    <w:rsid w:val="00734559"/>
    <w:rsid w:val="0073523E"/>
    <w:rsid w:val="007369D1"/>
    <w:rsid w:val="00736CAF"/>
    <w:rsid w:val="00740E80"/>
    <w:rsid w:val="007419D4"/>
    <w:rsid w:val="00743852"/>
    <w:rsid w:val="0074439D"/>
    <w:rsid w:val="0074517B"/>
    <w:rsid w:val="007504C8"/>
    <w:rsid w:val="0075172C"/>
    <w:rsid w:val="00751FA3"/>
    <w:rsid w:val="0075240F"/>
    <w:rsid w:val="00752820"/>
    <w:rsid w:val="00752CDE"/>
    <w:rsid w:val="007534CE"/>
    <w:rsid w:val="007540C8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640"/>
    <w:rsid w:val="0076464D"/>
    <w:rsid w:val="00765BEF"/>
    <w:rsid w:val="00766754"/>
    <w:rsid w:val="00767B58"/>
    <w:rsid w:val="00767BDF"/>
    <w:rsid w:val="007710F5"/>
    <w:rsid w:val="00771E51"/>
    <w:rsid w:val="00771FB8"/>
    <w:rsid w:val="00772CAE"/>
    <w:rsid w:val="00773080"/>
    <w:rsid w:val="007735AB"/>
    <w:rsid w:val="007738DA"/>
    <w:rsid w:val="00773E4E"/>
    <w:rsid w:val="00775FFA"/>
    <w:rsid w:val="00777AC5"/>
    <w:rsid w:val="00780681"/>
    <w:rsid w:val="00781300"/>
    <w:rsid w:val="0078259F"/>
    <w:rsid w:val="00782872"/>
    <w:rsid w:val="00782B47"/>
    <w:rsid w:val="0078420E"/>
    <w:rsid w:val="00784287"/>
    <w:rsid w:val="00784DB9"/>
    <w:rsid w:val="00787AEA"/>
    <w:rsid w:val="0079060D"/>
    <w:rsid w:val="0079097D"/>
    <w:rsid w:val="007911BD"/>
    <w:rsid w:val="00791B9E"/>
    <w:rsid w:val="00792322"/>
    <w:rsid w:val="00793913"/>
    <w:rsid w:val="00796941"/>
    <w:rsid w:val="00796AAA"/>
    <w:rsid w:val="00797497"/>
    <w:rsid w:val="007A00BF"/>
    <w:rsid w:val="007A0888"/>
    <w:rsid w:val="007A29D6"/>
    <w:rsid w:val="007A2DB6"/>
    <w:rsid w:val="007A32D1"/>
    <w:rsid w:val="007A3CBA"/>
    <w:rsid w:val="007A4B14"/>
    <w:rsid w:val="007A6185"/>
    <w:rsid w:val="007A6B6E"/>
    <w:rsid w:val="007A7F8C"/>
    <w:rsid w:val="007B02A7"/>
    <w:rsid w:val="007B10B3"/>
    <w:rsid w:val="007B16D5"/>
    <w:rsid w:val="007B17DD"/>
    <w:rsid w:val="007B1D12"/>
    <w:rsid w:val="007B1D3B"/>
    <w:rsid w:val="007B1F5F"/>
    <w:rsid w:val="007B2F17"/>
    <w:rsid w:val="007B2F61"/>
    <w:rsid w:val="007B4441"/>
    <w:rsid w:val="007B46B3"/>
    <w:rsid w:val="007B4807"/>
    <w:rsid w:val="007B4AF6"/>
    <w:rsid w:val="007B586A"/>
    <w:rsid w:val="007B5CD8"/>
    <w:rsid w:val="007B6507"/>
    <w:rsid w:val="007B6834"/>
    <w:rsid w:val="007B6909"/>
    <w:rsid w:val="007B6D51"/>
    <w:rsid w:val="007B7B5C"/>
    <w:rsid w:val="007B7DD3"/>
    <w:rsid w:val="007C1070"/>
    <w:rsid w:val="007C1757"/>
    <w:rsid w:val="007C3DC9"/>
    <w:rsid w:val="007C43DF"/>
    <w:rsid w:val="007C7DFC"/>
    <w:rsid w:val="007D019B"/>
    <w:rsid w:val="007D1160"/>
    <w:rsid w:val="007D1BDF"/>
    <w:rsid w:val="007D1D2B"/>
    <w:rsid w:val="007D47BA"/>
    <w:rsid w:val="007D5FD1"/>
    <w:rsid w:val="007E24C9"/>
    <w:rsid w:val="007E2EBF"/>
    <w:rsid w:val="007E4DC3"/>
    <w:rsid w:val="007E5E5F"/>
    <w:rsid w:val="007E6DD9"/>
    <w:rsid w:val="007E793C"/>
    <w:rsid w:val="007E7EEC"/>
    <w:rsid w:val="007F0C36"/>
    <w:rsid w:val="007F2468"/>
    <w:rsid w:val="007F2855"/>
    <w:rsid w:val="007F32BB"/>
    <w:rsid w:val="007F4190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6335"/>
    <w:rsid w:val="00806496"/>
    <w:rsid w:val="0080662A"/>
    <w:rsid w:val="00807D02"/>
    <w:rsid w:val="0081019F"/>
    <w:rsid w:val="008105E2"/>
    <w:rsid w:val="008110DA"/>
    <w:rsid w:val="00811CAC"/>
    <w:rsid w:val="00811DD5"/>
    <w:rsid w:val="008128CA"/>
    <w:rsid w:val="00813440"/>
    <w:rsid w:val="00813725"/>
    <w:rsid w:val="00813AD7"/>
    <w:rsid w:val="00815355"/>
    <w:rsid w:val="0081556E"/>
    <w:rsid w:val="00815841"/>
    <w:rsid w:val="00815A4E"/>
    <w:rsid w:val="00816B70"/>
    <w:rsid w:val="008207FB"/>
    <w:rsid w:val="00820862"/>
    <w:rsid w:val="00821493"/>
    <w:rsid w:val="00821A8C"/>
    <w:rsid w:val="00821B62"/>
    <w:rsid w:val="0082320F"/>
    <w:rsid w:val="0082571C"/>
    <w:rsid w:val="00826516"/>
    <w:rsid w:val="00826B03"/>
    <w:rsid w:val="00826B87"/>
    <w:rsid w:val="00831B8F"/>
    <w:rsid w:val="00832D9E"/>
    <w:rsid w:val="00834D70"/>
    <w:rsid w:val="0083532D"/>
    <w:rsid w:val="00835353"/>
    <w:rsid w:val="00837259"/>
    <w:rsid w:val="00840D46"/>
    <w:rsid w:val="00841BF7"/>
    <w:rsid w:val="0084238B"/>
    <w:rsid w:val="00842C53"/>
    <w:rsid w:val="00843011"/>
    <w:rsid w:val="008430A5"/>
    <w:rsid w:val="0084318E"/>
    <w:rsid w:val="008431CB"/>
    <w:rsid w:val="00843D75"/>
    <w:rsid w:val="0084496F"/>
    <w:rsid w:val="00845B31"/>
    <w:rsid w:val="00845BB2"/>
    <w:rsid w:val="008464C4"/>
    <w:rsid w:val="00850983"/>
    <w:rsid w:val="00851772"/>
    <w:rsid w:val="008538F6"/>
    <w:rsid w:val="00854DAA"/>
    <w:rsid w:val="008552A2"/>
    <w:rsid w:val="00855845"/>
    <w:rsid w:val="00856941"/>
    <w:rsid w:val="00856ABA"/>
    <w:rsid w:val="00857385"/>
    <w:rsid w:val="00857A7C"/>
    <w:rsid w:val="00857C08"/>
    <w:rsid w:val="00861686"/>
    <w:rsid w:val="00862BC3"/>
    <w:rsid w:val="00863D1D"/>
    <w:rsid w:val="00864864"/>
    <w:rsid w:val="0086487C"/>
    <w:rsid w:val="008703F4"/>
    <w:rsid w:val="00870B98"/>
    <w:rsid w:val="00870CD3"/>
    <w:rsid w:val="00870D4D"/>
    <w:rsid w:val="0087230A"/>
    <w:rsid w:val="008726D1"/>
    <w:rsid w:val="00872E9B"/>
    <w:rsid w:val="00873D57"/>
    <w:rsid w:val="00874112"/>
    <w:rsid w:val="00874A73"/>
    <w:rsid w:val="00874AAB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304E"/>
    <w:rsid w:val="008830EF"/>
    <w:rsid w:val="00884217"/>
    <w:rsid w:val="0088425C"/>
    <w:rsid w:val="00885077"/>
    <w:rsid w:val="00885590"/>
    <w:rsid w:val="00886708"/>
    <w:rsid w:val="008902A2"/>
    <w:rsid w:val="00890AE8"/>
    <w:rsid w:val="008915AF"/>
    <w:rsid w:val="008929C1"/>
    <w:rsid w:val="008932AD"/>
    <w:rsid w:val="008933CF"/>
    <w:rsid w:val="00895362"/>
    <w:rsid w:val="00896E79"/>
    <w:rsid w:val="008A0E55"/>
    <w:rsid w:val="008A1DF7"/>
    <w:rsid w:val="008A225D"/>
    <w:rsid w:val="008A2AA7"/>
    <w:rsid w:val="008A3A33"/>
    <w:rsid w:val="008A4048"/>
    <w:rsid w:val="008A4630"/>
    <w:rsid w:val="008A58AD"/>
    <w:rsid w:val="008B0022"/>
    <w:rsid w:val="008B3F95"/>
    <w:rsid w:val="008B5AE2"/>
    <w:rsid w:val="008B5B7E"/>
    <w:rsid w:val="008B5FDD"/>
    <w:rsid w:val="008C0DB1"/>
    <w:rsid w:val="008C1099"/>
    <w:rsid w:val="008C3327"/>
    <w:rsid w:val="008C4830"/>
    <w:rsid w:val="008C4BF7"/>
    <w:rsid w:val="008C510F"/>
    <w:rsid w:val="008C5748"/>
    <w:rsid w:val="008C6CA6"/>
    <w:rsid w:val="008D1AC2"/>
    <w:rsid w:val="008D3A12"/>
    <w:rsid w:val="008D3DE1"/>
    <w:rsid w:val="008D4E48"/>
    <w:rsid w:val="008D5874"/>
    <w:rsid w:val="008D5FE6"/>
    <w:rsid w:val="008D6211"/>
    <w:rsid w:val="008D6376"/>
    <w:rsid w:val="008D6657"/>
    <w:rsid w:val="008E15CA"/>
    <w:rsid w:val="008E1DA0"/>
    <w:rsid w:val="008E1FA7"/>
    <w:rsid w:val="008E278D"/>
    <w:rsid w:val="008E36CD"/>
    <w:rsid w:val="008E4507"/>
    <w:rsid w:val="008E4A0B"/>
    <w:rsid w:val="008E4BEB"/>
    <w:rsid w:val="008E4D2E"/>
    <w:rsid w:val="008E571A"/>
    <w:rsid w:val="008E76F6"/>
    <w:rsid w:val="008F087E"/>
    <w:rsid w:val="008F1760"/>
    <w:rsid w:val="008F1F13"/>
    <w:rsid w:val="008F2327"/>
    <w:rsid w:val="008F24BB"/>
    <w:rsid w:val="008F258C"/>
    <w:rsid w:val="008F2738"/>
    <w:rsid w:val="008F3957"/>
    <w:rsid w:val="008F3BB8"/>
    <w:rsid w:val="008F4513"/>
    <w:rsid w:val="008F469F"/>
    <w:rsid w:val="008F486D"/>
    <w:rsid w:val="008F5B45"/>
    <w:rsid w:val="008F72BE"/>
    <w:rsid w:val="008F7B57"/>
    <w:rsid w:val="009006DA"/>
    <w:rsid w:val="00900801"/>
    <w:rsid w:val="00900E08"/>
    <w:rsid w:val="00901417"/>
    <w:rsid w:val="00901724"/>
    <w:rsid w:val="00901C90"/>
    <w:rsid w:val="009026B3"/>
    <w:rsid w:val="00903524"/>
    <w:rsid w:val="00903F24"/>
    <w:rsid w:val="009043D6"/>
    <w:rsid w:val="009046DF"/>
    <w:rsid w:val="009052B3"/>
    <w:rsid w:val="00906EF5"/>
    <w:rsid w:val="00910ED8"/>
    <w:rsid w:val="009113C9"/>
    <w:rsid w:val="00912639"/>
    <w:rsid w:val="00915043"/>
    <w:rsid w:val="0091682D"/>
    <w:rsid w:val="0092078F"/>
    <w:rsid w:val="00922370"/>
    <w:rsid w:val="0092253E"/>
    <w:rsid w:val="009225F8"/>
    <w:rsid w:val="00922945"/>
    <w:rsid w:val="0092388A"/>
    <w:rsid w:val="00923B9B"/>
    <w:rsid w:val="00924466"/>
    <w:rsid w:val="009246EE"/>
    <w:rsid w:val="0092529C"/>
    <w:rsid w:val="00927BAF"/>
    <w:rsid w:val="00927D62"/>
    <w:rsid w:val="009315A4"/>
    <w:rsid w:val="00931B6A"/>
    <w:rsid w:val="00932192"/>
    <w:rsid w:val="00932214"/>
    <w:rsid w:val="00933032"/>
    <w:rsid w:val="00933523"/>
    <w:rsid w:val="0093556F"/>
    <w:rsid w:val="00935EA2"/>
    <w:rsid w:val="00937575"/>
    <w:rsid w:val="00937C83"/>
    <w:rsid w:val="00940BC2"/>
    <w:rsid w:val="00941688"/>
    <w:rsid w:val="00943412"/>
    <w:rsid w:val="00943B2E"/>
    <w:rsid w:val="00944596"/>
    <w:rsid w:val="00945D11"/>
    <w:rsid w:val="00946B70"/>
    <w:rsid w:val="0094747F"/>
    <w:rsid w:val="00947EDB"/>
    <w:rsid w:val="009503E2"/>
    <w:rsid w:val="00951DC8"/>
    <w:rsid w:val="00952480"/>
    <w:rsid w:val="0095454C"/>
    <w:rsid w:val="00954DA0"/>
    <w:rsid w:val="009557F9"/>
    <w:rsid w:val="009568F8"/>
    <w:rsid w:val="00956CB5"/>
    <w:rsid w:val="00956DD6"/>
    <w:rsid w:val="00957196"/>
    <w:rsid w:val="00960E23"/>
    <w:rsid w:val="00960F67"/>
    <w:rsid w:val="00961CD2"/>
    <w:rsid w:val="00962B76"/>
    <w:rsid w:val="00962E59"/>
    <w:rsid w:val="0096337C"/>
    <w:rsid w:val="009634B1"/>
    <w:rsid w:val="009639F6"/>
    <w:rsid w:val="009669D5"/>
    <w:rsid w:val="00967F1D"/>
    <w:rsid w:val="0097061F"/>
    <w:rsid w:val="0097064A"/>
    <w:rsid w:val="00970924"/>
    <w:rsid w:val="00972C70"/>
    <w:rsid w:val="00973590"/>
    <w:rsid w:val="00973916"/>
    <w:rsid w:val="00973B6B"/>
    <w:rsid w:val="00974224"/>
    <w:rsid w:val="00974FF1"/>
    <w:rsid w:val="009754F6"/>
    <w:rsid w:val="009769F7"/>
    <w:rsid w:val="00977A36"/>
    <w:rsid w:val="0098074B"/>
    <w:rsid w:val="00981911"/>
    <w:rsid w:val="00982D46"/>
    <w:rsid w:val="00984955"/>
    <w:rsid w:val="00984957"/>
    <w:rsid w:val="0098507E"/>
    <w:rsid w:val="00985AC8"/>
    <w:rsid w:val="00985CC8"/>
    <w:rsid w:val="009867C2"/>
    <w:rsid w:val="00986ED4"/>
    <w:rsid w:val="00987873"/>
    <w:rsid w:val="009908B0"/>
    <w:rsid w:val="00992794"/>
    <w:rsid w:val="009927D3"/>
    <w:rsid w:val="00992E31"/>
    <w:rsid w:val="0099412A"/>
    <w:rsid w:val="0099486D"/>
    <w:rsid w:val="0099503E"/>
    <w:rsid w:val="009952AD"/>
    <w:rsid w:val="00995355"/>
    <w:rsid w:val="00996BC1"/>
    <w:rsid w:val="009A12E7"/>
    <w:rsid w:val="009A39F3"/>
    <w:rsid w:val="009A53CC"/>
    <w:rsid w:val="009A57F7"/>
    <w:rsid w:val="009A7001"/>
    <w:rsid w:val="009A7DA5"/>
    <w:rsid w:val="009B01D4"/>
    <w:rsid w:val="009B0C22"/>
    <w:rsid w:val="009B27FC"/>
    <w:rsid w:val="009B3111"/>
    <w:rsid w:val="009B3C6A"/>
    <w:rsid w:val="009B3CCD"/>
    <w:rsid w:val="009B53ED"/>
    <w:rsid w:val="009B6511"/>
    <w:rsid w:val="009B7253"/>
    <w:rsid w:val="009C2F56"/>
    <w:rsid w:val="009C3A17"/>
    <w:rsid w:val="009C49A0"/>
    <w:rsid w:val="009C4D94"/>
    <w:rsid w:val="009C5A9D"/>
    <w:rsid w:val="009C5E6C"/>
    <w:rsid w:val="009D00B5"/>
    <w:rsid w:val="009D1977"/>
    <w:rsid w:val="009D2C69"/>
    <w:rsid w:val="009D3969"/>
    <w:rsid w:val="009D399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7BB"/>
    <w:rsid w:val="009E29C8"/>
    <w:rsid w:val="009E3910"/>
    <w:rsid w:val="009E443A"/>
    <w:rsid w:val="009E4824"/>
    <w:rsid w:val="009E52B4"/>
    <w:rsid w:val="009E64F7"/>
    <w:rsid w:val="009E67C9"/>
    <w:rsid w:val="009E6DE8"/>
    <w:rsid w:val="009E7AB9"/>
    <w:rsid w:val="009F0CB4"/>
    <w:rsid w:val="009F1D25"/>
    <w:rsid w:val="009F2C77"/>
    <w:rsid w:val="009F40CE"/>
    <w:rsid w:val="009F4315"/>
    <w:rsid w:val="009F44E8"/>
    <w:rsid w:val="009F481B"/>
    <w:rsid w:val="009F4A72"/>
    <w:rsid w:val="009F52B5"/>
    <w:rsid w:val="009F5327"/>
    <w:rsid w:val="009F5B6A"/>
    <w:rsid w:val="009F6C11"/>
    <w:rsid w:val="009F6DDF"/>
    <w:rsid w:val="00A00A9C"/>
    <w:rsid w:val="00A00CED"/>
    <w:rsid w:val="00A01617"/>
    <w:rsid w:val="00A02F87"/>
    <w:rsid w:val="00A05A22"/>
    <w:rsid w:val="00A06E42"/>
    <w:rsid w:val="00A075C9"/>
    <w:rsid w:val="00A07F47"/>
    <w:rsid w:val="00A100C0"/>
    <w:rsid w:val="00A10D56"/>
    <w:rsid w:val="00A1248D"/>
    <w:rsid w:val="00A1296D"/>
    <w:rsid w:val="00A12AF2"/>
    <w:rsid w:val="00A1368E"/>
    <w:rsid w:val="00A152D3"/>
    <w:rsid w:val="00A16415"/>
    <w:rsid w:val="00A16563"/>
    <w:rsid w:val="00A17755"/>
    <w:rsid w:val="00A209AB"/>
    <w:rsid w:val="00A21090"/>
    <w:rsid w:val="00A21D3D"/>
    <w:rsid w:val="00A21DB5"/>
    <w:rsid w:val="00A21F4F"/>
    <w:rsid w:val="00A22363"/>
    <w:rsid w:val="00A2310F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5B8A"/>
    <w:rsid w:val="00A35C9E"/>
    <w:rsid w:val="00A35D69"/>
    <w:rsid w:val="00A35EDE"/>
    <w:rsid w:val="00A36255"/>
    <w:rsid w:val="00A36A01"/>
    <w:rsid w:val="00A36CA9"/>
    <w:rsid w:val="00A373F6"/>
    <w:rsid w:val="00A37ECF"/>
    <w:rsid w:val="00A42B0B"/>
    <w:rsid w:val="00A44569"/>
    <w:rsid w:val="00A44704"/>
    <w:rsid w:val="00A464BA"/>
    <w:rsid w:val="00A46E85"/>
    <w:rsid w:val="00A478DC"/>
    <w:rsid w:val="00A502BB"/>
    <w:rsid w:val="00A50C20"/>
    <w:rsid w:val="00A50FBD"/>
    <w:rsid w:val="00A51E18"/>
    <w:rsid w:val="00A51FCA"/>
    <w:rsid w:val="00A52827"/>
    <w:rsid w:val="00A53418"/>
    <w:rsid w:val="00A54D62"/>
    <w:rsid w:val="00A55BFD"/>
    <w:rsid w:val="00A57781"/>
    <w:rsid w:val="00A6076B"/>
    <w:rsid w:val="00A60B19"/>
    <w:rsid w:val="00A6180D"/>
    <w:rsid w:val="00A61A03"/>
    <w:rsid w:val="00A643D5"/>
    <w:rsid w:val="00A6486D"/>
    <w:rsid w:val="00A6513F"/>
    <w:rsid w:val="00A65BBF"/>
    <w:rsid w:val="00A66074"/>
    <w:rsid w:val="00A668D6"/>
    <w:rsid w:val="00A66EC7"/>
    <w:rsid w:val="00A67434"/>
    <w:rsid w:val="00A70447"/>
    <w:rsid w:val="00A70C73"/>
    <w:rsid w:val="00A73F3E"/>
    <w:rsid w:val="00A7410F"/>
    <w:rsid w:val="00A745EB"/>
    <w:rsid w:val="00A749A9"/>
    <w:rsid w:val="00A751DD"/>
    <w:rsid w:val="00A75D67"/>
    <w:rsid w:val="00A76AD1"/>
    <w:rsid w:val="00A77342"/>
    <w:rsid w:val="00A77391"/>
    <w:rsid w:val="00A80ED8"/>
    <w:rsid w:val="00A81316"/>
    <w:rsid w:val="00A821CD"/>
    <w:rsid w:val="00A829DF"/>
    <w:rsid w:val="00A839A8"/>
    <w:rsid w:val="00A83CA6"/>
    <w:rsid w:val="00A8550E"/>
    <w:rsid w:val="00A85A64"/>
    <w:rsid w:val="00A85EB1"/>
    <w:rsid w:val="00A86979"/>
    <w:rsid w:val="00A91C0A"/>
    <w:rsid w:val="00A91C9F"/>
    <w:rsid w:val="00A91F7E"/>
    <w:rsid w:val="00A93200"/>
    <w:rsid w:val="00A9330B"/>
    <w:rsid w:val="00A939E9"/>
    <w:rsid w:val="00A94B1B"/>
    <w:rsid w:val="00A95DE0"/>
    <w:rsid w:val="00A9641E"/>
    <w:rsid w:val="00A971B5"/>
    <w:rsid w:val="00A97460"/>
    <w:rsid w:val="00AA3508"/>
    <w:rsid w:val="00AA378D"/>
    <w:rsid w:val="00AA54F2"/>
    <w:rsid w:val="00AA6038"/>
    <w:rsid w:val="00AA613D"/>
    <w:rsid w:val="00AA6D0C"/>
    <w:rsid w:val="00AA76DF"/>
    <w:rsid w:val="00AA78C8"/>
    <w:rsid w:val="00AB03B0"/>
    <w:rsid w:val="00AB1005"/>
    <w:rsid w:val="00AB1AF5"/>
    <w:rsid w:val="00AB1F96"/>
    <w:rsid w:val="00AB2A22"/>
    <w:rsid w:val="00AB414F"/>
    <w:rsid w:val="00AB49D8"/>
    <w:rsid w:val="00AB514B"/>
    <w:rsid w:val="00AB5AFC"/>
    <w:rsid w:val="00AB5B22"/>
    <w:rsid w:val="00AC01D4"/>
    <w:rsid w:val="00AC13DB"/>
    <w:rsid w:val="00AC1A38"/>
    <w:rsid w:val="00AC1BDE"/>
    <w:rsid w:val="00AC2332"/>
    <w:rsid w:val="00AC28CD"/>
    <w:rsid w:val="00AC2C70"/>
    <w:rsid w:val="00AC39D4"/>
    <w:rsid w:val="00AC42D0"/>
    <w:rsid w:val="00AC5480"/>
    <w:rsid w:val="00AC6146"/>
    <w:rsid w:val="00AC64A5"/>
    <w:rsid w:val="00AC7451"/>
    <w:rsid w:val="00AD1D65"/>
    <w:rsid w:val="00AD239D"/>
    <w:rsid w:val="00AD2964"/>
    <w:rsid w:val="00AD365B"/>
    <w:rsid w:val="00AD79D1"/>
    <w:rsid w:val="00AD7BE1"/>
    <w:rsid w:val="00AE03BA"/>
    <w:rsid w:val="00AE0638"/>
    <w:rsid w:val="00AE0778"/>
    <w:rsid w:val="00AE1E35"/>
    <w:rsid w:val="00AE23D9"/>
    <w:rsid w:val="00AE270B"/>
    <w:rsid w:val="00AE2907"/>
    <w:rsid w:val="00AE3A1F"/>
    <w:rsid w:val="00AE3EA7"/>
    <w:rsid w:val="00AE424E"/>
    <w:rsid w:val="00AE4A30"/>
    <w:rsid w:val="00AE4C17"/>
    <w:rsid w:val="00AE4D35"/>
    <w:rsid w:val="00AE5048"/>
    <w:rsid w:val="00AE5DAC"/>
    <w:rsid w:val="00AE6117"/>
    <w:rsid w:val="00AE6161"/>
    <w:rsid w:val="00AE64FD"/>
    <w:rsid w:val="00AE6B76"/>
    <w:rsid w:val="00AE7EF4"/>
    <w:rsid w:val="00AF0A2F"/>
    <w:rsid w:val="00AF217C"/>
    <w:rsid w:val="00AF33DF"/>
    <w:rsid w:val="00AF4A58"/>
    <w:rsid w:val="00AF5EB4"/>
    <w:rsid w:val="00AF5F9A"/>
    <w:rsid w:val="00AF6367"/>
    <w:rsid w:val="00B01257"/>
    <w:rsid w:val="00B0159B"/>
    <w:rsid w:val="00B034AF"/>
    <w:rsid w:val="00B03CB0"/>
    <w:rsid w:val="00B050B2"/>
    <w:rsid w:val="00B064FF"/>
    <w:rsid w:val="00B1002E"/>
    <w:rsid w:val="00B11AF5"/>
    <w:rsid w:val="00B12ED2"/>
    <w:rsid w:val="00B1307C"/>
    <w:rsid w:val="00B1441D"/>
    <w:rsid w:val="00B14B74"/>
    <w:rsid w:val="00B14D9F"/>
    <w:rsid w:val="00B17010"/>
    <w:rsid w:val="00B17ADE"/>
    <w:rsid w:val="00B234EE"/>
    <w:rsid w:val="00B238AE"/>
    <w:rsid w:val="00B23A84"/>
    <w:rsid w:val="00B246C2"/>
    <w:rsid w:val="00B24ABA"/>
    <w:rsid w:val="00B24DDC"/>
    <w:rsid w:val="00B2682E"/>
    <w:rsid w:val="00B26960"/>
    <w:rsid w:val="00B2747A"/>
    <w:rsid w:val="00B2750A"/>
    <w:rsid w:val="00B32F31"/>
    <w:rsid w:val="00B334CA"/>
    <w:rsid w:val="00B35DA8"/>
    <w:rsid w:val="00B37FEA"/>
    <w:rsid w:val="00B426ED"/>
    <w:rsid w:val="00B42E0C"/>
    <w:rsid w:val="00B46231"/>
    <w:rsid w:val="00B47827"/>
    <w:rsid w:val="00B47BB6"/>
    <w:rsid w:val="00B506FA"/>
    <w:rsid w:val="00B519F5"/>
    <w:rsid w:val="00B52A64"/>
    <w:rsid w:val="00B52F91"/>
    <w:rsid w:val="00B532CE"/>
    <w:rsid w:val="00B56337"/>
    <w:rsid w:val="00B566F8"/>
    <w:rsid w:val="00B60404"/>
    <w:rsid w:val="00B61AF3"/>
    <w:rsid w:val="00B629FE"/>
    <w:rsid w:val="00B62F2E"/>
    <w:rsid w:val="00B6368B"/>
    <w:rsid w:val="00B637B2"/>
    <w:rsid w:val="00B63B89"/>
    <w:rsid w:val="00B643FF"/>
    <w:rsid w:val="00B65134"/>
    <w:rsid w:val="00B65753"/>
    <w:rsid w:val="00B6586F"/>
    <w:rsid w:val="00B66B0B"/>
    <w:rsid w:val="00B70093"/>
    <w:rsid w:val="00B7053C"/>
    <w:rsid w:val="00B7085F"/>
    <w:rsid w:val="00B70AEE"/>
    <w:rsid w:val="00B71ADF"/>
    <w:rsid w:val="00B71E76"/>
    <w:rsid w:val="00B72CF4"/>
    <w:rsid w:val="00B73110"/>
    <w:rsid w:val="00B731F9"/>
    <w:rsid w:val="00B73531"/>
    <w:rsid w:val="00B7501C"/>
    <w:rsid w:val="00B755BB"/>
    <w:rsid w:val="00B76530"/>
    <w:rsid w:val="00B76AE6"/>
    <w:rsid w:val="00B76B70"/>
    <w:rsid w:val="00B76C8E"/>
    <w:rsid w:val="00B77EF4"/>
    <w:rsid w:val="00B80000"/>
    <w:rsid w:val="00B801C2"/>
    <w:rsid w:val="00B805DE"/>
    <w:rsid w:val="00B813C1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2923"/>
    <w:rsid w:val="00B931B4"/>
    <w:rsid w:val="00B936D7"/>
    <w:rsid w:val="00B93946"/>
    <w:rsid w:val="00B93D0F"/>
    <w:rsid w:val="00B946FB"/>
    <w:rsid w:val="00B94BAB"/>
    <w:rsid w:val="00B950AA"/>
    <w:rsid w:val="00B955A3"/>
    <w:rsid w:val="00B96DE1"/>
    <w:rsid w:val="00B97BF8"/>
    <w:rsid w:val="00BA05E6"/>
    <w:rsid w:val="00BA1938"/>
    <w:rsid w:val="00BA20DE"/>
    <w:rsid w:val="00BA3E73"/>
    <w:rsid w:val="00BA50A5"/>
    <w:rsid w:val="00BA6B8D"/>
    <w:rsid w:val="00BA6C54"/>
    <w:rsid w:val="00BB04A3"/>
    <w:rsid w:val="00BB0B1E"/>
    <w:rsid w:val="00BB2B25"/>
    <w:rsid w:val="00BB3151"/>
    <w:rsid w:val="00BB3AC7"/>
    <w:rsid w:val="00BB3CFF"/>
    <w:rsid w:val="00BB439A"/>
    <w:rsid w:val="00BB5951"/>
    <w:rsid w:val="00BB5C83"/>
    <w:rsid w:val="00BB643C"/>
    <w:rsid w:val="00BB6942"/>
    <w:rsid w:val="00BB71A4"/>
    <w:rsid w:val="00BB7236"/>
    <w:rsid w:val="00BC09D4"/>
    <w:rsid w:val="00BC11B6"/>
    <w:rsid w:val="00BC2905"/>
    <w:rsid w:val="00BC2DB8"/>
    <w:rsid w:val="00BC499A"/>
    <w:rsid w:val="00BC4D13"/>
    <w:rsid w:val="00BC534F"/>
    <w:rsid w:val="00BC665E"/>
    <w:rsid w:val="00BC717E"/>
    <w:rsid w:val="00BD0828"/>
    <w:rsid w:val="00BD21B6"/>
    <w:rsid w:val="00BD245C"/>
    <w:rsid w:val="00BD3BAB"/>
    <w:rsid w:val="00BD40AC"/>
    <w:rsid w:val="00BD4DFE"/>
    <w:rsid w:val="00BD593F"/>
    <w:rsid w:val="00BD6259"/>
    <w:rsid w:val="00BD6706"/>
    <w:rsid w:val="00BD6AB8"/>
    <w:rsid w:val="00BD6E89"/>
    <w:rsid w:val="00BE0BAD"/>
    <w:rsid w:val="00BE0D08"/>
    <w:rsid w:val="00BE156E"/>
    <w:rsid w:val="00BE6A25"/>
    <w:rsid w:val="00BE7C70"/>
    <w:rsid w:val="00BE7ED8"/>
    <w:rsid w:val="00BF1878"/>
    <w:rsid w:val="00BF1D84"/>
    <w:rsid w:val="00BF2462"/>
    <w:rsid w:val="00BF38BA"/>
    <w:rsid w:val="00BF38C5"/>
    <w:rsid w:val="00BF3CDD"/>
    <w:rsid w:val="00C00904"/>
    <w:rsid w:val="00C0154C"/>
    <w:rsid w:val="00C041F9"/>
    <w:rsid w:val="00C0548F"/>
    <w:rsid w:val="00C06EE3"/>
    <w:rsid w:val="00C07687"/>
    <w:rsid w:val="00C10290"/>
    <w:rsid w:val="00C10409"/>
    <w:rsid w:val="00C10EFA"/>
    <w:rsid w:val="00C10F45"/>
    <w:rsid w:val="00C11179"/>
    <w:rsid w:val="00C11862"/>
    <w:rsid w:val="00C11A6B"/>
    <w:rsid w:val="00C12B0A"/>
    <w:rsid w:val="00C12B1F"/>
    <w:rsid w:val="00C13127"/>
    <w:rsid w:val="00C13FA8"/>
    <w:rsid w:val="00C14460"/>
    <w:rsid w:val="00C1516E"/>
    <w:rsid w:val="00C1570C"/>
    <w:rsid w:val="00C1743C"/>
    <w:rsid w:val="00C206ED"/>
    <w:rsid w:val="00C21B1E"/>
    <w:rsid w:val="00C21D55"/>
    <w:rsid w:val="00C21E46"/>
    <w:rsid w:val="00C22361"/>
    <w:rsid w:val="00C22FEA"/>
    <w:rsid w:val="00C23A30"/>
    <w:rsid w:val="00C24844"/>
    <w:rsid w:val="00C26D89"/>
    <w:rsid w:val="00C26ECE"/>
    <w:rsid w:val="00C30A06"/>
    <w:rsid w:val="00C30C1F"/>
    <w:rsid w:val="00C31833"/>
    <w:rsid w:val="00C33018"/>
    <w:rsid w:val="00C33B4D"/>
    <w:rsid w:val="00C34B7E"/>
    <w:rsid w:val="00C35574"/>
    <w:rsid w:val="00C35A49"/>
    <w:rsid w:val="00C36690"/>
    <w:rsid w:val="00C36953"/>
    <w:rsid w:val="00C36AF1"/>
    <w:rsid w:val="00C37458"/>
    <w:rsid w:val="00C3767F"/>
    <w:rsid w:val="00C37AF7"/>
    <w:rsid w:val="00C4058B"/>
    <w:rsid w:val="00C40864"/>
    <w:rsid w:val="00C40FD1"/>
    <w:rsid w:val="00C455DB"/>
    <w:rsid w:val="00C45E29"/>
    <w:rsid w:val="00C46607"/>
    <w:rsid w:val="00C468D5"/>
    <w:rsid w:val="00C46D9F"/>
    <w:rsid w:val="00C47963"/>
    <w:rsid w:val="00C52C63"/>
    <w:rsid w:val="00C533D4"/>
    <w:rsid w:val="00C5543B"/>
    <w:rsid w:val="00C572D0"/>
    <w:rsid w:val="00C6006C"/>
    <w:rsid w:val="00C60180"/>
    <w:rsid w:val="00C617D8"/>
    <w:rsid w:val="00C617E5"/>
    <w:rsid w:val="00C6249A"/>
    <w:rsid w:val="00C64533"/>
    <w:rsid w:val="00C6636C"/>
    <w:rsid w:val="00C666BE"/>
    <w:rsid w:val="00C667E4"/>
    <w:rsid w:val="00C67434"/>
    <w:rsid w:val="00C67595"/>
    <w:rsid w:val="00C67B99"/>
    <w:rsid w:val="00C67C87"/>
    <w:rsid w:val="00C67F97"/>
    <w:rsid w:val="00C72E78"/>
    <w:rsid w:val="00C734D0"/>
    <w:rsid w:val="00C749DC"/>
    <w:rsid w:val="00C75BB0"/>
    <w:rsid w:val="00C76216"/>
    <w:rsid w:val="00C76A9C"/>
    <w:rsid w:val="00C77E6D"/>
    <w:rsid w:val="00C8009D"/>
    <w:rsid w:val="00C801A0"/>
    <w:rsid w:val="00C8023D"/>
    <w:rsid w:val="00C81907"/>
    <w:rsid w:val="00C81A0E"/>
    <w:rsid w:val="00C81C96"/>
    <w:rsid w:val="00C8238A"/>
    <w:rsid w:val="00C83309"/>
    <w:rsid w:val="00C85057"/>
    <w:rsid w:val="00C85B54"/>
    <w:rsid w:val="00C87178"/>
    <w:rsid w:val="00C876C9"/>
    <w:rsid w:val="00C9021F"/>
    <w:rsid w:val="00C9028D"/>
    <w:rsid w:val="00C906FE"/>
    <w:rsid w:val="00C94210"/>
    <w:rsid w:val="00CA2801"/>
    <w:rsid w:val="00CA314F"/>
    <w:rsid w:val="00CA34D3"/>
    <w:rsid w:val="00CA41BF"/>
    <w:rsid w:val="00CA4F18"/>
    <w:rsid w:val="00CA640D"/>
    <w:rsid w:val="00CA699F"/>
    <w:rsid w:val="00CB0987"/>
    <w:rsid w:val="00CB22FF"/>
    <w:rsid w:val="00CB249F"/>
    <w:rsid w:val="00CB2EA7"/>
    <w:rsid w:val="00CB3C38"/>
    <w:rsid w:val="00CB3EDE"/>
    <w:rsid w:val="00CB43A2"/>
    <w:rsid w:val="00CB4A5C"/>
    <w:rsid w:val="00CB575E"/>
    <w:rsid w:val="00CB686E"/>
    <w:rsid w:val="00CB7231"/>
    <w:rsid w:val="00CB750E"/>
    <w:rsid w:val="00CC0459"/>
    <w:rsid w:val="00CC0833"/>
    <w:rsid w:val="00CC08B3"/>
    <w:rsid w:val="00CC156E"/>
    <w:rsid w:val="00CC3AE0"/>
    <w:rsid w:val="00CC4B63"/>
    <w:rsid w:val="00CC5B38"/>
    <w:rsid w:val="00CC5D86"/>
    <w:rsid w:val="00CC657C"/>
    <w:rsid w:val="00CC745F"/>
    <w:rsid w:val="00CD034D"/>
    <w:rsid w:val="00CD0B1C"/>
    <w:rsid w:val="00CD1655"/>
    <w:rsid w:val="00CD72D4"/>
    <w:rsid w:val="00CE06B3"/>
    <w:rsid w:val="00CE1509"/>
    <w:rsid w:val="00CE30CD"/>
    <w:rsid w:val="00CE3E62"/>
    <w:rsid w:val="00CE524A"/>
    <w:rsid w:val="00CE65FD"/>
    <w:rsid w:val="00CE6606"/>
    <w:rsid w:val="00CE7775"/>
    <w:rsid w:val="00CF0045"/>
    <w:rsid w:val="00CF02A6"/>
    <w:rsid w:val="00CF0CDF"/>
    <w:rsid w:val="00CF137D"/>
    <w:rsid w:val="00CF1D98"/>
    <w:rsid w:val="00CF3598"/>
    <w:rsid w:val="00CF42AB"/>
    <w:rsid w:val="00CF68E9"/>
    <w:rsid w:val="00CF77B8"/>
    <w:rsid w:val="00D006C2"/>
    <w:rsid w:val="00D01CC6"/>
    <w:rsid w:val="00D02CEA"/>
    <w:rsid w:val="00D04044"/>
    <w:rsid w:val="00D0687B"/>
    <w:rsid w:val="00D06990"/>
    <w:rsid w:val="00D10971"/>
    <w:rsid w:val="00D10D11"/>
    <w:rsid w:val="00D11A8A"/>
    <w:rsid w:val="00D13522"/>
    <w:rsid w:val="00D14487"/>
    <w:rsid w:val="00D15C3F"/>
    <w:rsid w:val="00D17455"/>
    <w:rsid w:val="00D17788"/>
    <w:rsid w:val="00D177E3"/>
    <w:rsid w:val="00D179A8"/>
    <w:rsid w:val="00D20EAE"/>
    <w:rsid w:val="00D212D5"/>
    <w:rsid w:val="00D248BD"/>
    <w:rsid w:val="00D24B24"/>
    <w:rsid w:val="00D24B82"/>
    <w:rsid w:val="00D24EB0"/>
    <w:rsid w:val="00D25987"/>
    <w:rsid w:val="00D3340D"/>
    <w:rsid w:val="00D33A32"/>
    <w:rsid w:val="00D35833"/>
    <w:rsid w:val="00D36159"/>
    <w:rsid w:val="00D36EA1"/>
    <w:rsid w:val="00D36FFA"/>
    <w:rsid w:val="00D37990"/>
    <w:rsid w:val="00D400E6"/>
    <w:rsid w:val="00D454F2"/>
    <w:rsid w:val="00D46959"/>
    <w:rsid w:val="00D46C32"/>
    <w:rsid w:val="00D4718A"/>
    <w:rsid w:val="00D508D2"/>
    <w:rsid w:val="00D52BDE"/>
    <w:rsid w:val="00D52EC6"/>
    <w:rsid w:val="00D53245"/>
    <w:rsid w:val="00D537B3"/>
    <w:rsid w:val="00D53BA4"/>
    <w:rsid w:val="00D53C02"/>
    <w:rsid w:val="00D5416C"/>
    <w:rsid w:val="00D54728"/>
    <w:rsid w:val="00D55D82"/>
    <w:rsid w:val="00D56673"/>
    <w:rsid w:val="00D56D44"/>
    <w:rsid w:val="00D57DAD"/>
    <w:rsid w:val="00D60BAB"/>
    <w:rsid w:val="00D6188A"/>
    <w:rsid w:val="00D628AB"/>
    <w:rsid w:val="00D6447B"/>
    <w:rsid w:val="00D64ED8"/>
    <w:rsid w:val="00D6553D"/>
    <w:rsid w:val="00D66913"/>
    <w:rsid w:val="00D66EE9"/>
    <w:rsid w:val="00D67101"/>
    <w:rsid w:val="00D67740"/>
    <w:rsid w:val="00D70D85"/>
    <w:rsid w:val="00D713A3"/>
    <w:rsid w:val="00D718B1"/>
    <w:rsid w:val="00D71BAC"/>
    <w:rsid w:val="00D724D0"/>
    <w:rsid w:val="00D7251E"/>
    <w:rsid w:val="00D7331A"/>
    <w:rsid w:val="00D7499D"/>
    <w:rsid w:val="00D74E52"/>
    <w:rsid w:val="00D7587C"/>
    <w:rsid w:val="00D771CE"/>
    <w:rsid w:val="00D77EF6"/>
    <w:rsid w:val="00D82BB8"/>
    <w:rsid w:val="00D8322A"/>
    <w:rsid w:val="00D840C2"/>
    <w:rsid w:val="00D84ECA"/>
    <w:rsid w:val="00D854D7"/>
    <w:rsid w:val="00D86B6F"/>
    <w:rsid w:val="00D8700A"/>
    <w:rsid w:val="00D87DBF"/>
    <w:rsid w:val="00D91B67"/>
    <w:rsid w:val="00D91E26"/>
    <w:rsid w:val="00D92A74"/>
    <w:rsid w:val="00D92CDF"/>
    <w:rsid w:val="00D93F5D"/>
    <w:rsid w:val="00D94DCC"/>
    <w:rsid w:val="00D9553B"/>
    <w:rsid w:val="00D96CBB"/>
    <w:rsid w:val="00DA1A0C"/>
    <w:rsid w:val="00DA2BDB"/>
    <w:rsid w:val="00DA2FDA"/>
    <w:rsid w:val="00DA3FBF"/>
    <w:rsid w:val="00DA4D3F"/>
    <w:rsid w:val="00DA56A3"/>
    <w:rsid w:val="00DA5931"/>
    <w:rsid w:val="00DA60B4"/>
    <w:rsid w:val="00DA6A1B"/>
    <w:rsid w:val="00DA722B"/>
    <w:rsid w:val="00DA76C9"/>
    <w:rsid w:val="00DA772F"/>
    <w:rsid w:val="00DB0714"/>
    <w:rsid w:val="00DB1E36"/>
    <w:rsid w:val="00DB2424"/>
    <w:rsid w:val="00DB37B0"/>
    <w:rsid w:val="00DB3E84"/>
    <w:rsid w:val="00DB5252"/>
    <w:rsid w:val="00DB7DDA"/>
    <w:rsid w:val="00DB7E37"/>
    <w:rsid w:val="00DC02A0"/>
    <w:rsid w:val="00DC0B08"/>
    <w:rsid w:val="00DC0E27"/>
    <w:rsid w:val="00DC0ED5"/>
    <w:rsid w:val="00DC1DC7"/>
    <w:rsid w:val="00DC2987"/>
    <w:rsid w:val="00DC3359"/>
    <w:rsid w:val="00DC4930"/>
    <w:rsid w:val="00DD07F1"/>
    <w:rsid w:val="00DD0D22"/>
    <w:rsid w:val="00DD1177"/>
    <w:rsid w:val="00DD19FC"/>
    <w:rsid w:val="00DD1BB4"/>
    <w:rsid w:val="00DD4D01"/>
    <w:rsid w:val="00DD5733"/>
    <w:rsid w:val="00DD6547"/>
    <w:rsid w:val="00DD6DC7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464"/>
    <w:rsid w:val="00DE67EE"/>
    <w:rsid w:val="00DF0675"/>
    <w:rsid w:val="00DF3303"/>
    <w:rsid w:val="00DF5E1E"/>
    <w:rsid w:val="00DF5E4E"/>
    <w:rsid w:val="00DF63C8"/>
    <w:rsid w:val="00DF6442"/>
    <w:rsid w:val="00DF72F3"/>
    <w:rsid w:val="00E004FE"/>
    <w:rsid w:val="00E00A47"/>
    <w:rsid w:val="00E01595"/>
    <w:rsid w:val="00E01EFF"/>
    <w:rsid w:val="00E022DC"/>
    <w:rsid w:val="00E024D3"/>
    <w:rsid w:val="00E0487B"/>
    <w:rsid w:val="00E04966"/>
    <w:rsid w:val="00E04BBD"/>
    <w:rsid w:val="00E06678"/>
    <w:rsid w:val="00E07A7B"/>
    <w:rsid w:val="00E11E4D"/>
    <w:rsid w:val="00E11F89"/>
    <w:rsid w:val="00E1306E"/>
    <w:rsid w:val="00E137DA"/>
    <w:rsid w:val="00E14435"/>
    <w:rsid w:val="00E14485"/>
    <w:rsid w:val="00E16138"/>
    <w:rsid w:val="00E163B0"/>
    <w:rsid w:val="00E17A6C"/>
    <w:rsid w:val="00E205C9"/>
    <w:rsid w:val="00E206F5"/>
    <w:rsid w:val="00E20910"/>
    <w:rsid w:val="00E21598"/>
    <w:rsid w:val="00E259BC"/>
    <w:rsid w:val="00E264A4"/>
    <w:rsid w:val="00E302F8"/>
    <w:rsid w:val="00E33345"/>
    <w:rsid w:val="00E33A54"/>
    <w:rsid w:val="00E34BF7"/>
    <w:rsid w:val="00E350C9"/>
    <w:rsid w:val="00E35ED2"/>
    <w:rsid w:val="00E36D0B"/>
    <w:rsid w:val="00E3710A"/>
    <w:rsid w:val="00E37B1D"/>
    <w:rsid w:val="00E37D13"/>
    <w:rsid w:val="00E40FCC"/>
    <w:rsid w:val="00E43122"/>
    <w:rsid w:val="00E44003"/>
    <w:rsid w:val="00E454D9"/>
    <w:rsid w:val="00E455B6"/>
    <w:rsid w:val="00E456A5"/>
    <w:rsid w:val="00E462A7"/>
    <w:rsid w:val="00E514F7"/>
    <w:rsid w:val="00E538A8"/>
    <w:rsid w:val="00E53B80"/>
    <w:rsid w:val="00E5512D"/>
    <w:rsid w:val="00E574E5"/>
    <w:rsid w:val="00E57827"/>
    <w:rsid w:val="00E609FD"/>
    <w:rsid w:val="00E60FE4"/>
    <w:rsid w:val="00E6227C"/>
    <w:rsid w:val="00E63C51"/>
    <w:rsid w:val="00E64E30"/>
    <w:rsid w:val="00E64F77"/>
    <w:rsid w:val="00E65599"/>
    <w:rsid w:val="00E678A3"/>
    <w:rsid w:val="00E70FE7"/>
    <w:rsid w:val="00E71139"/>
    <w:rsid w:val="00E71142"/>
    <w:rsid w:val="00E719A4"/>
    <w:rsid w:val="00E726D8"/>
    <w:rsid w:val="00E72AD4"/>
    <w:rsid w:val="00E72EC1"/>
    <w:rsid w:val="00E73403"/>
    <w:rsid w:val="00E73E8C"/>
    <w:rsid w:val="00E7490F"/>
    <w:rsid w:val="00E74F63"/>
    <w:rsid w:val="00E7551F"/>
    <w:rsid w:val="00E7602E"/>
    <w:rsid w:val="00E76A20"/>
    <w:rsid w:val="00E76E53"/>
    <w:rsid w:val="00E772CD"/>
    <w:rsid w:val="00E77629"/>
    <w:rsid w:val="00E80932"/>
    <w:rsid w:val="00E81041"/>
    <w:rsid w:val="00E81CC2"/>
    <w:rsid w:val="00E828B2"/>
    <w:rsid w:val="00E82A81"/>
    <w:rsid w:val="00E84DC6"/>
    <w:rsid w:val="00E8548E"/>
    <w:rsid w:val="00E86B51"/>
    <w:rsid w:val="00E90664"/>
    <w:rsid w:val="00E9084E"/>
    <w:rsid w:val="00E908AF"/>
    <w:rsid w:val="00E90CDD"/>
    <w:rsid w:val="00E91495"/>
    <w:rsid w:val="00E91B3B"/>
    <w:rsid w:val="00E922A6"/>
    <w:rsid w:val="00E92700"/>
    <w:rsid w:val="00E92A52"/>
    <w:rsid w:val="00E93E53"/>
    <w:rsid w:val="00E95721"/>
    <w:rsid w:val="00E96F05"/>
    <w:rsid w:val="00E9701D"/>
    <w:rsid w:val="00E972C5"/>
    <w:rsid w:val="00EA05AE"/>
    <w:rsid w:val="00EA15FE"/>
    <w:rsid w:val="00EA340E"/>
    <w:rsid w:val="00EA3A9E"/>
    <w:rsid w:val="00EA3B1F"/>
    <w:rsid w:val="00EA4248"/>
    <w:rsid w:val="00EA5009"/>
    <w:rsid w:val="00EA6DE6"/>
    <w:rsid w:val="00EB00E0"/>
    <w:rsid w:val="00EB12FD"/>
    <w:rsid w:val="00EB1F86"/>
    <w:rsid w:val="00EB204C"/>
    <w:rsid w:val="00EB3123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2829"/>
    <w:rsid w:val="00EC2E9A"/>
    <w:rsid w:val="00EC5BA0"/>
    <w:rsid w:val="00EC5C01"/>
    <w:rsid w:val="00EC766D"/>
    <w:rsid w:val="00EC7E34"/>
    <w:rsid w:val="00ED1E04"/>
    <w:rsid w:val="00ED202E"/>
    <w:rsid w:val="00ED341B"/>
    <w:rsid w:val="00ED3DFD"/>
    <w:rsid w:val="00ED3F21"/>
    <w:rsid w:val="00ED4D3B"/>
    <w:rsid w:val="00ED5289"/>
    <w:rsid w:val="00ED7268"/>
    <w:rsid w:val="00ED7545"/>
    <w:rsid w:val="00ED7CBE"/>
    <w:rsid w:val="00EE1210"/>
    <w:rsid w:val="00EE260F"/>
    <w:rsid w:val="00EE3675"/>
    <w:rsid w:val="00EE56E1"/>
    <w:rsid w:val="00EE604B"/>
    <w:rsid w:val="00EE6B33"/>
    <w:rsid w:val="00EE715F"/>
    <w:rsid w:val="00EE72FD"/>
    <w:rsid w:val="00EF0142"/>
    <w:rsid w:val="00EF0462"/>
    <w:rsid w:val="00EF13B1"/>
    <w:rsid w:val="00EF182E"/>
    <w:rsid w:val="00EF2267"/>
    <w:rsid w:val="00EF31FC"/>
    <w:rsid w:val="00EF334C"/>
    <w:rsid w:val="00EF3BF2"/>
    <w:rsid w:val="00EF52BA"/>
    <w:rsid w:val="00EF6505"/>
    <w:rsid w:val="00EF691C"/>
    <w:rsid w:val="00EF7A6F"/>
    <w:rsid w:val="00F00064"/>
    <w:rsid w:val="00F00190"/>
    <w:rsid w:val="00F0084F"/>
    <w:rsid w:val="00F02C57"/>
    <w:rsid w:val="00F039DA"/>
    <w:rsid w:val="00F05207"/>
    <w:rsid w:val="00F05A78"/>
    <w:rsid w:val="00F06D2B"/>
    <w:rsid w:val="00F06DAC"/>
    <w:rsid w:val="00F070E5"/>
    <w:rsid w:val="00F0795B"/>
    <w:rsid w:val="00F07CC3"/>
    <w:rsid w:val="00F10268"/>
    <w:rsid w:val="00F10C27"/>
    <w:rsid w:val="00F1188A"/>
    <w:rsid w:val="00F1271F"/>
    <w:rsid w:val="00F12B98"/>
    <w:rsid w:val="00F134B2"/>
    <w:rsid w:val="00F13A3B"/>
    <w:rsid w:val="00F13E61"/>
    <w:rsid w:val="00F1517E"/>
    <w:rsid w:val="00F163A8"/>
    <w:rsid w:val="00F16678"/>
    <w:rsid w:val="00F227C9"/>
    <w:rsid w:val="00F24C83"/>
    <w:rsid w:val="00F26388"/>
    <w:rsid w:val="00F267BE"/>
    <w:rsid w:val="00F30115"/>
    <w:rsid w:val="00F30E09"/>
    <w:rsid w:val="00F311A7"/>
    <w:rsid w:val="00F31589"/>
    <w:rsid w:val="00F31BE3"/>
    <w:rsid w:val="00F3231F"/>
    <w:rsid w:val="00F32DE5"/>
    <w:rsid w:val="00F33A59"/>
    <w:rsid w:val="00F3445A"/>
    <w:rsid w:val="00F34A13"/>
    <w:rsid w:val="00F34B21"/>
    <w:rsid w:val="00F34CA5"/>
    <w:rsid w:val="00F34FAB"/>
    <w:rsid w:val="00F360AE"/>
    <w:rsid w:val="00F4198D"/>
    <w:rsid w:val="00F41E90"/>
    <w:rsid w:val="00F426B8"/>
    <w:rsid w:val="00F42BA2"/>
    <w:rsid w:val="00F43233"/>
    <w:rsid w:val="00F436BF"/>
    <w:rsid w:val="00F447F3"/>
    <w:rsid w:val="00F455D8"/>
    <w:rsid w:val="00F46932"/>
    <w:rsid w:val="00F509E0"/>
    <w:rsid w:val="00F51BD4"/>
    <w:rsid w:val="00F53014"/>
    <w:rsid w:val="00F54849"/>
    <w:rsid w:val="00F54EE1"/>
    <w:rsid w:val="00F570D7"/>
    <w:rsid w:val="00F571FE"/>
    <w:rsid w:val="00F57A8D"/>
    <w:rsid w:val="00F57BD6"/>
    <w:rsid w:val="00F602DE"/>
    <w:rsid w:val="00F6156D"/>
    <w:rsid w:val="00F615B1"/>
    <w:rsid w:val="00F62161"/>
    <w:rsid w:val="00F62C96"/>
    <w:rsid w:val="00F62CC6"/>
    <w:rsid w:val="00F638A5"/>
    <w:rsid w:val="00F63CB0"/>
    <w:rsid w:val="00F64824"/>
    <w:rsid w:val="00F66676"/>
    <w:rsid w:val="00F673C2"/>
    <w:rsid w:val="00F67C23"/>
    <w:rsid w:val="00F70E54"/>
    <w:rsid w:val="00F71329"/>
    <w:rsid w:val="00F715FC"/>
    <w:rsid w:val="00F71859"/>
    <w:rsid w:val="00F72608"/>
    <w:rsid w:val="00F7298E"/>
    <w:rsid w:val="00F72BA8"/>
    <w:rsid w:val="00F745D3"/>
    <w:rsid w:val="00F74683"/>
    <w:rsid w:val="00F74FDC"/>
    <w:rsid w:val="00F74FED"/>
    <w:rsid w:val="00F7566A"/>
    <w:rsid w:val="00F75E2A"/>
    <w:rsid w:val="00F769C7"/>
    <w:rsid w:val="00F77400"/>
    <w:rsid w:val="00F81ADB"/>
    <w:rsid w:val="00F82A57"/>
    <w:rsid w:val="00F82FF9"/>
    <w:rsid w:val="00F83A2C"/>
    <w:rsid w:val="00F83E9D"/>
    <w:rsid w:val="00F85ABF"/>
    <w:rsid w:val="00F85FC8"/>
    <w:rsid w:val="00F86701"/>
    <w:rsid w:val="00F86C5B"/>
    <w:rsid w:val="00F9157D"/>
    <w:rsid w:val="00F919AD"/>
    <w:rsid w:val="00F934F8"/>
    <w:rsid w:val="00F93F56"/>
    <w:rsid w:val="00F94370"/>
    <w:rsid w:val="00F96A4F"/>
    <w:rsid w:val="00F96F57"/>
    <w:rsid w:val="00F97466"/>
    <w:rsid w:val="00F97A32"/>
    <w:rsid w:val="00FA0275"/>
    <w:rsid w:val="00FA16DB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F72"/>
    <w:rsid w:val="00FB03C3"/>
    <w:rsid w:val="00FB04FE"/>
    <w:rsid w:val="00FB3377"/>
    <w:rsid w:val="00FB3EBB"/>
    <w:rsid w:val="00FB45B0"/>
    <w:rsid w:val="00FB7CFB"/>
    <w:rsid w:val="00FC002F"/>
    <w:rsid w:val="00FC0C63"/>
    <w:rsid w:val="00FC105F"/>
    <w:rsid w:val="00FC2822"/>
    <w:rsid w:val="00FC3599"/>
    <w:rsid w:val="00FC35E5"/>
    <w:rsid w:val="00FC37D1"/>
    <w:rsid w:val="00FC4DC2"/>
    <w:rsid w:val="00FC682C"/>
    <w:rsid w:val="00FC6938"/>
    <w:rsid w:val="00FC704C"/>
    <w:rsid w:val="00FC70B5"/>
    <w:rsid w:val="00FD0194"/>
    <w:rsid w:val="00FD04E0"/>
    <w:rsid w:val="00FD0F7B"/>
    <w:rsid w:val="00FD1024"/>
    <w:rsid w:val="00FD491F"/>
    <w:rsid w:val="00FD51E6"/>
    <w:rsid w:val="00FD7007"/>
    <w:rsid w:val="00FE050F"/>
    <w:rsid w:val="00FE0BFA"/>
    <w:rsid w:val="00FE0D85"/>
    <w:rsid w:val="00FE0DC9"/>
    <w:rsid w:val="00FE11BF"/>
    <w:rsid w:val="00FE1531"/>
    <w:rsid w:val="00FE16CF"/>
    <w:rsid w:val="00FE23C5"/>
    <w:rsid w:val="00FE402A"/>
    <w:rsid w:val="00FE4210"/>
    <w:rsid w:val="00FE59A8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5014"/>
    <w:rsid w:val="00FF51E7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7369D1"/>
    <w:rPr>
      <w:rFonts w:eastAsia="Calibri"/>
      <w:sz w:val="24"/>
      <w:szCs w:val="24"/>
      <w:lang w:bidi="ur-PK"/>
    </w:rPr>
  </w:style>
  <w:style w:type="character" w:customStyle="1" w:styleId="libFootnoteChar">
    <w:name w:val="libFootnote Char"/>
    <w:basedOn w:val="libNormalChar"/>
    <w:link w:val="libFootnote"/>
    <w:rsid w:val="007369D1"/>
    <w:rPr>
      <w:rFonts w:eastAsia="Calibri"/>
      <w:sz w:val="24"/>
      <w:szCs w:val="24"/>
      <w:lang w:bidi="ur-PK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622D41"/>
    <w:pPr>
      <w:spacing w:before="240"/>
      <w:jc w:val="left"/>
    </w:pPr>
    <w:rPr>
      <w:rFonts w:ascii="Fajer Noori Nastalique" w:hAnsi="Fajer Noori Nastalique"/>
      <w:b/>
      <w:bCs/>
    </w:rPr>
  </w:style>
  <w:style w:type="paragraph" w:styleId="TOC1">
    <w:name w:val="toc 1"/>
    <w:basedOn w:val="libNormal0"/>
    <w:next w:val="libNormal0"/>
    <w:autoRedefine/>
    <w:uiPriority w:val="39"/>
    <w:rsid w:val="00DF5E4E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  <w:sz w:val="28"/>
      <w:szCs w:val="28"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  <w:pPr>
      <w:ind w:firstLine="0"/>
    </w:pPr>
    <w:rPr>
      <w:rFonts w:ascii="Fajer Noori Nastalique" w:hAnsi="Fajer Noori Nastalique"/>
    </w:rPr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0D57D0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0D57D0"/>
    <w:rPr>
      <w:rFonts w:ascii="Traditional Arabic" w:hAnsi="Traditional Arabic"/>
      <w:color w:val="000000"/>
      <w:sz w:val="24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paragraph" w:customStyle="1" w:styleId="StylelibFootnotenumComplexTimesNewRoman">
    <w:name w:val="Style libFootnote_num + (Complex) Times New Roman"/>
    <w:basedOn w:val="libFootnotenum"/>
    <w:rsid w:val="00AD79D1"/>
    <w:rPr>
      <w:rFonts w:ascii="Fajer Noori Nastalique" w:hAnsi="Fajer Noori Nastalique" w:cs="Times New Roman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FF040-B136-4E47-907B-593967A9E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4266</TotalTime>
  <Pages>160</Pages>
  <Words>24137</Words>
  <Characters>137587</Characters>
  <Application>Microsoft Office Word</Application>
  <DocSecurity>0</DocSecurity>
  <Lines>1146</Lines>
  <Paragraphs>322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161402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Hafezy</dc:creator>
  <cp:lastModifiedBy>Abed</cp:lastModifiedBy>
  <cp:revision>299</cp:revision>
  <cp:lastPrinted>2016-01-10T09:54:00Z</cp:lastPrinted>
  <dcterms:created xsi:type="dcterms:W3CDTF">2015-06-13T07:48:00Z</dcterms:created>
  <dcterms:modified xsi:type="dcterms:W3CDTF">2016-01-10T09:57:00Z</dcterms:modified>
</cp:coreProperties>
</file>