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6F22C4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017063" cy="8527627"/>
            <wp:effectExtent l="19050" t="0" r="2737" b="0"/>
            <wp:docPr id="1" name="Picture 1" descr="L:\New_kar\1439\zil_qadeh_1439\shia_jawaab_datay_hain_makarim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shia_jawaab_datay_hain_makarim\cov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378" cy="8528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4527F0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527F0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65778C" w:rsidRDefault="00E7750F" w:rsidP="0065778C">
      <w:pPr>
        <w:pStyle w:val="libNormal"/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</w:p>
    <w:p w:rsidR="0065778C" w:rsidRDefault="0065778C" w:rsidP="00083667">
      <w:pPr>
        <w:pStyle w:val="libCenterBold2"/>
      </w:pP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D2626E">
        <w:rPr>
          <w:rFonts w:hint="cs"/>
          <w:rtl/>
        </w:rPr>
        <w:t>ے</w:t>
      </w:r>
      <w:r>
        <w:rPr>
          <w:rtl/>
        </w:rPr>
        <w:t xml:space="preserve">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083667">
      <w:pPr>
        <w:pStyle w:val="libCenterBold2"/>
      </w:pPr>
      <w:r>
        <w:rPr>
          <w:rtl/>
        </w:rPr>
        <w:t>(ا</w:t>
      </w:r>
      <w:r w:rsidRPr="00D2626E">
        <w:rPr>
          <w:rFonts w:hint="cs"/>
          <w:rtl/>
        </w:rPr>
        <w:t>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ک</w:t>
      </w:r>
      <w:r w:rsidRPr="00D2626E">
        <w:rPr>
          <w:rFonts w:hint="cs"/>
          <w:rtl/>
        </w:rPr>
        <w:t>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 ا</w:t>
      </w:r>
      <w:r w:rsidRPr="00D2626E">
        <w:rPr>
          <w:rFonts w:hint="cs"/>
          <w:rtl/>
        </w:rPr>
        <w:t>ہم مورد بحث مسائل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) </w:t>
      </w:r>
    </w:p>
    <w:p w:rsidR="00083667" w:rsidRDefault="00083667" w:rsidP="00452B33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083667">
      <w:pPr>
        <w:pStyle w:val="libCenterBold2"/>
      </w:pPr>
      <w:r>
        <w:rPr>
          <w:rFonts w:hint="eastAsia"/>
          <w:rtl/>
        </w:rPr>
        <w:t>نام</w:t>
      </w:r>
      <w:r>
        <w:rPr>
          <w:rtl/>
        </w:rPr>
        <w:t xml:space="preserve"> کتاب: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D2626E">
        <w:rPr>
          <w:rFonts w:hint="cs"/>
          <w:rtl/>
        </w:rPr>
        <w:t>ے</w:t>
      </w:r>
      <w:r>
        <w:rPr>
          <w:rtl/>
        </w:rPr>
        <w:t xml:space="preserve">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مؤلف</w:t>
      </w:r>
      <w:r>
        <w:rPr>
          <w:rtl/>
        </w:rPr>
        <w:t>: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D2626E">
        <w:rPr>
          <w:rFonts w:hint="cs"/>
          <w:rtl/>
        </w:rPr>
        <w:t>ہ العظم</w:t>
      </w:r>
      <w:r>
        <w:rPr>
          <w:rFonts w:hint="cs"/>
          <w:rtl/>
        </w:rPr>
        <w:t>ی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مترجم</w:t>
      </w:r>
      <w:r>
        <w:rPr>
          <w:rtl/>
        </w:rPr>
        <w:t xml:space="preserve">: معارف اسلام پبلشرز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ناشر</w:t>
      </w:r>
      <w:r>
        <w:rPr>
          <w:rtl/>
        </w:rPr>
        <w:t xml:space="preserve">: انتشارات نور مطاف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اشاعت</w:t>
      </w:r>
      <w:r>
        <w:rPr>
          <w:rtl/>
        </w:rPr>
        <w:t>: پ</w:t>
      </w:r>
      <w:r w:rsidRPr="00D2626E">
        <w:rPr>
          <w:rFonts w:hint="cs"/>
          <w:rtl/>
        </w:rPr>
        <w:t>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اشاعت: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1429 </w:t>
      </w:r>
      <w:r w:rsidRPr="00D2626E">
        <w:rPr>
          <w:rFonts w:hint="cs"/>
          <w:rtl/>
        </w:rPr>
        <w:t>ھ _ق</w:t>
      </w:r>
      <w:r>
        <w:rPr>
          <w:rtl/>
        </w:rPr>
        <w:t xml:space="preserve"> </w:t>
      </w:r>
    </w:p>
    <w:p w:rsidR="0065778C" w:rsidRDefault="0065778C" w:rsidP="00083667">
      <w:pPr>
        <w:pStyle w:val="libCenterBold2"/>
      </w:pPr>
      <w:r>
        <w:rPr>
          <w:rFonts w:hint="eastAsia"/>
          <w:rtl/>
        </w:rPr>
        <w:t>جمل</w:t>
      </w:r>
      <w:r w:rsidRPr="00D2626E">
        <w:rPr>
          <w:rFonts w:hint="cs"/>
          <w:rtl/>
        </w:rPr>
        <w:t>ہ</w:t>
      </w:r>
      <w:r>
        <w:rPr>
          <w:rtl/>
        </w:rPr>
        <w:t xml:space="preserve"> حقوق طبع بحق معارف اسلام پبلشرز محفوظ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083667" w:rsidRDefault="00083667" w:rsidP="00452B33">
      <w:pPr>
        <w:pStyle w:val="libNormal"/>
      </w:pPr>
      <w:r>
        <w:br w:type="page"/>
      </w:r>
    </w:p>
    <w:p w:rsidR="0065778C" w:rsidRDefault="0065778C" w:rsidP="004B5145">
      <w:pPr>
        <w:pStyle w:val="Heading2Center"/>
      </w:pPr>
      <w:bookmarkStart w:id="0" w:name="_Toc519769570"/>
      <w:r>
        <w:rPr>
          <w:rFonts w:hint="eastAsia"/>
          <w:rtl/>
        </w:rPr>
        <w:lastRenderedPageBreak/>
        <w:t>مقدم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0"/>
    </w:p>
    <w:p w:rsidR="0065778C" w:rsidRDefault="0065778C" w:rsidP="0065778C">
      <w:pPr>
        <w:pStyle w:val="libNormal"/>
      </w:pPr>
      <w:r>
        <w:rPr>
          <w:rFonts w:hint="eastAsia"/>
          <w:rtl/>
        </w:rPr>
        <w:t>حمد</w:t>
      </w:r>
      <w:r w:rsidRPr="00471E8C">
        <w:rPr>
          <w:rFonts w:hint="cs"/>
          <w:rtl/>
        </w:rPr>
        <w:t>ہے</w:t>
      </w:r>
      <w:r>
        <w:rPr>
          <w:rtl/>
        </w:rPr>
        <w:t xml:space="preserve"> اس ذات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انسان کو قلم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سک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درود و سلام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>اس نب</w:t>
      </w:r>
      <w:r>
        <w:rPr>
          <w:rFonts w:hint="cs"/>
          <w:rtl/>
        </w:rPr>
        <w:t>ی</w:t>
      </w:r>
      <w:r>
        <w:rPr>
          <w:rtl/>
        </w:rPr>
        <w:t xml:space="preserve"> (ص) پر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سراپا رحمت بناکر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سلام و رحمت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ان ک</w:t>
      </w:r>
      <w:r>
        <w:rPr>
          <w:rFonts w:hint="cs"/>
          <w:rtl/>
        </w:rPr>
        <w:t>ی</w:t>
      </w:r>
      <w:r>
        <w:rPr>
          <w:rtl/>
        </w:rPr>
        <w:t xml:space="preserve"> آل (ع) پر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چراغ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اما</w:t>
      </w:r>
      <w:r>
        <w:rPr>
          <w:rtl/>
        </w:rPr>
        <w:t xml:space="preserve"> بعد: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مصنف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مختلف مکاتب فکر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دس اختلاف</w:t>
      </w:r>
      <w:r>
        <w:rPr>
          <w:rFonts w:hint="cs"/>
          <w:rtl/>
        </w:rPr>
        <w:t>ی</w:t>
      </w:r>
      <w:r>
        <w:rPr>
          <w:rtl/>
        </w:rPr>
        <w:t xml:space="preserve"> مسائل پر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مختصر ، عام 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اور منصفان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مصنف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پر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ذکر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</w:t>
      </w:r>
      <w:r w:rsidR="004527F0">
        <w:rPr>
          <w:rtl/>
        </w:rPr>
        <w:t xml:space="preserve">میں 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پر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71E8C">
        <w:rPr>
          <w:rFonts w:hint="cs"/>
          <w:rtl/>
        </w:rPr>
        <w:t>ہ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حق کس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</w:t>
      </w:r>
      <w:r>
        <w:rPr>
          <w:rtl/>
        </w:rPr>
        <w:t>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ترجم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معارف اسلام پبلشرز کو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خوبصورت ترجم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فاضل برادر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عل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عمران س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خدا انک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کتاب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وحدت کا باعث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Fonts w:hint="eastAsia"/>
          <w:rtl/>
        </w:rPr>
        <w:t>معارف</w:t>
      </w:r>
      <w:r>
        <w:rPr>
          <w:rtl/>
        </w:rPr>
        <w:t xml:space="preserve"> اسلام پبلشرز </w:t>
      </w:r>
    </w:p>
    <w:p w:rsidR="00E54A53" w:rsidRDefault="00E54A53" w:rsidP="00452B33">
      <w:pPr>
        <w:pStyle w:val="libNormal"/>
        <w:rPr>
          <w:rtl/>
        </w:rPr>
      </w:pPr>
      <w:r>
        <w:rPr>
          <w:rtl/>
        </w:rPr>
        <w:br w:type="page"/>
      </w:r>
    </w:p>
    <w:p w:rsidR="00E54A53" w:rsidRDefault="00E54A53" w:rsidP="0065778C">
      <w:pPr>
        <w:pStyle w:val="libNormal"/>
      </w:pPr>
    </w:p>
    <w:p w:rsidR="0065778C" w:rsidRDefault="0065778C" w:rsidP="004B5145">
      <w:pPr>
        <w:pStyle w:val="Heading2Center"/>
      </w:pPr>
      <w:bookmarkStart w:id="1" w:name="_Toc519769571"/>
      <w:r>
        <w:rPr>
          <w:rFonts w:hint="eastAsia"/>
          <w:rtl/>
        </w:rPr>
        <w:t>مقدم</w:t>
      </w:r>
      <w:r w:rsidRPr="003C4FC4">
        <w:rPr>
          <w:rFonts w:hint="cs"/>
          <w:rtl/>
        </w:rPr>
        <w:t>ہ</w:t>
      </w:r>
      <w:bookmarkEnd w:id="1"/>
    </w:p>
    <w:p w:rsidR="0065778C" w:rsidRDefault="0065778C" w:rsidP="004B5145">
      <w:pPr>
        <w:pStyle w:val="Heading2Center"/>
      </w:pPr>
      <w:bookmarkStart w:id="2" w:name="_Toc519769572"/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راست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</w:t>
      </w:r>
      <w:bookmarkEnd w:id="2"/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موجود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حالات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دطوفان</w:t>
      </w:r>
      <w:r>
        <w:rPr>
          <w:rtl/>
        </w:rPr>
        <w:t xml:space="preserve"> چل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،پرد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ہٹ</w:t>
      </w:r>
      <w:r w:rsidRPr="00955C8D">
        <w:rPr>
          <w:rFonts w:hint="cs"/>
          <w:rtl/>
        </w:rPr>
        <w:t xml:space="preserve"> 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دلفر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باتوں،انسان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دعو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</w:t>
      </w:r>
      <w:r w:rsidRPr="00471E8C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اقوام متحد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نعروں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عالم</w:t>
      </w:r>
      <w:r>
        <w:rPr>
          <w:rFonts w:hint="cs"/>
          <w:rtl/>
        </w:rPr>
        <w:t>ی</w:t>
      </w:r>
      <w:r>
        <w:rPr>
          <w:rtl/>
        </w:rPr>
        <w:t xml:space="preserve"> طاقتوں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ملکوں پر</w:t>
      </w:r>
      <w:r>
        <w:rPr>
          <w:rtl/>
        </w:rPr>
        <w:t xml:space="preserve"> </w:t>
      </w:r>
      <w:r>
        <w:rPr>
          <w:rFonts w:hint="eastAsia"/>
          <w:rtl/>
        </w:rPr>
        <w:t>قبض</w:t>
      </w:r>
      <w:r w:rsidRPr="00471E8C">
        <w:rPr>
          <w:rFonts w:hint="cs"/>
          <w:rtl/>
        </w:rPr>
        <w:t>ہ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خطرناک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لپ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الفاظ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باتوں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کتنا اچ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تمام باتوں کا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 اعتماد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ہٹ</w:t>
      </w:r>
      <w:r w:rsidRPr="00955C8D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>_اور اب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قوموں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و طاقت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طاقتور ب</w:t>
      </w:r>
      <w:r>
        <w:rPr>
          <w:rFonts w:hint="eastAsia"/>
          <w:rtl/>
        </w:rPr>
        <w:t>نانا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نظام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کمزور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شرائط </w:t>
      </w:r>
      <w:r w:rsidR="004527F0">
        <w:rPr>
          <w:rtl/>
        </w:rPr>
        <w:t xml:space="preserve">میں </w:t>
      </w:r>
      <w:r>
        <w:rPr>
          <w:rtl/>
        </w:rPr>
        <w:t xml:space="preserve"> اگر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متحد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طاقت کو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_کئ</w:t>
      </w:r>
      <w:r>
        <w:rPr>
          <w:rFonts w:hint="cs"/>
          <w:rtl/>
        </w:rPr>
        <w:t>ی</w:t>
      </w:r>
      <w:r>
        <w:rPr>
          <w:rtl/>
        </w:rPr>
        <w:t xml:space="preserve"> سالوں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وحدت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زبانوں پر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فت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وحدت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E54A53" w:rsidRDefault="00E54A53" w:rsidP="00452B33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Fonts w:hint="eastAsia"/>
          <w:rtl/>
        </w:rPr>
        <w:t>سلسل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کانفرنسوں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ناروں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انعقادک</w:t>
      </w:r>
      <w:r>
        <w:rPr>
          <w:rFonts w:hint="cs"/>
          <w:rtl/>
        </w:rPr>
        <w:t>ی</w:t>
      </w:r>
      <w:r>
        <w:rPr>
          <w:rtl/>
        </w:rPr>
        <w:t xml:space="preserve"> خبروں کا چرچا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اقدامات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 w:rsidR="004527F0">
        <w:rPr>
          <w:rFonts w:hint="eastAsia"/>
          <w:rtl/>
        </w:rPr>
        <w:t xml:space="preserve">میں </w:t>
      </w:r>
      <w:r>
        <w:rPr>
          <w:rtl/>
        </w:rPr>
        <w:t xml:space="preserve">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آثار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خوفزد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ان اقدامات س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وحدت وجود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جس کا لازم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طوفانوں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ڈٹ</w:t>
      </w:r>
      <w:r w:rsidRPr="00955C8D">
        <w:rPr>
          <w:rFonts w:hint="cs"/>
          <w:rtl/>
        </w:rPr>
        <w:t xml:space="preserve"> جانا اور مقاومت کرنا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اسباب کو چند امور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خلاص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1_اس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کئ</w:t>
      </w:r>
      <w:r w:rsidRPr="00471E8C">
        <w:rPr>
          <w:rFonts w:hint="cs"/>
          <w:rtl/>
        </w:rPr>
        <w:t>ے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اقدامات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وحدت اسلام</w:t>
      </w:r>
      <w:r>
        <w:rPr>
          <w:rFonts w:hint="cs"/>
          <w:rtl/>
        </w:rPr>
        <w:t>ی</w:t>
      </w:r>
      <w:r>
        <w:rPr>
          <w:rtl/>
        </w:rPr>
        <w:t xml:space="preserve"> ،معاشروں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عمق اور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افکار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نفوذ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کرتا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 _ دشمنوں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، سوء ظن، اختلاف اور نفاق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71E8C">
        <w:rPr>
          <w:rFonts w:hint="cs"/>
          <w:rtl/>
        </w:rPr>
        <w:t>ے</w:t>
      </w:r>
      <w:r>
        <w:rPr>
          <w:rtl/>
        </w:rPr>
        <w:t xml:space="preserve">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_ اور جسطرح خبروں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انداز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>
        <w:rPr>
          <w:rtl/>
        </w:rPr>
        <w:t xml:space="preserve"> مسائل کو عمل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شوم مقاصد کو پورا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eastAsia"/>
          <w:rtl/>
        </w:rPr>
        <w:t>ونوں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متعصب اور شدت پسند افراد کو استعمال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من جمل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 xml:space="preserve">)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با وثوق ذرائع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حال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tl/>
        </w:rPr>
        <w:t>تعصب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تفرق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پواکر حجاج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حج جو مسلمانوں ک</w:t>
      </w:r>
      <w:r>
        <w:rPr>
          <w:rFonts w:hint="cs"/>
          <w:rtl/>
        </w:rPr>
        <w:t>ی</w:t>
      </w:r>
      <w:r>
        <w:rPr>
          <w:rtl/>
        </w:rPr>
        <w:t xml:space="preserve"> وحدت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ا، کو نفاق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افسوس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سال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) حج اور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متعصب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اگلن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کام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تعلقات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E54A53" w:rsidRDefault="00E54A53" w:rsidP="00452B33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lastRenderedPageBreak/>
        <w:t>خلاف</w:t>
      </w:r>
      <w:r>
        <w:rPr>
          <w:rtl/>
        </w:rPr>
        <w:t xml:space="preserve"> حمل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>) سپا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مظلوم و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افراد کا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71E8C">
        <w:rPr>
          <w:rFonts w:hint="cs"/>
          <w:rtl/>
        </w:rPr>
        <w:t>ہ</w:t>
      </w:r>
      <w:r>
        <w:rPr>
          <w:rtl/>
        </w:rPr>
        <w:t xml:space="preserve"> قتل، 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افسوسناک اس قتل و غارت اور 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شت گرد</w:t>
      </w:r>
      <w:r>
        <w:rPr>
          <w:rFonts w:hint="cs"/>
          <w:rtl/>
        </w:rPr>
        <w:t>ی</w:t>
      </w:r>
      <w:r>
        <w:rPr>
          <w:rtl/>
        </w:rPr>
        <w:t xml:space="preserve"> پر فخر کرنا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وقف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سب لوگوں پرع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) طالبان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پسندگرو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کو اکسانا، شوا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انجام پان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کام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>
        <w:rPr>
          <w:rtl/>
        </w:rPr>
        <w:t>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بدنما،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رحم اور علم و دانش اور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مسلمانوں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_اگر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آخر کار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رول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خارج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خود ان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خلاف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_ اسطرح جب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نمک خواروں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تلخ نتائج کا سامنا کرنا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توو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ختم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درپ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3_بعض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کوتا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وحدت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حصول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مانع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1پن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محدود اوروقت</w:t>
      </w:r>
      <w:r>
        <w:rPr>
          <w:rFonts w:hint="cs"/>
          <w:rtl/>
        </w:rPr>
        <w:t>ی</w:t>
      </w:r>
      <w:r>
        <w:rPr>
          <w:rtl/>
        </w:rPr>
        <w:t xml:space="preserve"> منافع کو ،عالم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منافع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 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محدود اورکم ا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منافع ک</w:t>
      </w:r>
      <w:r>
        <w:rPr>
          <w:rFonts w:hint="cs"/>
          <w:rtl/>
        </w:rPr>
        <w:t>ی</w:t>
      </w:r>
      <w:r>
        <w:rPr>
          <w:rtl/>
        </w:rPr>
        <w:t xml:space="preserve"> خاطر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مشترک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مشق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آج سب پر آشکار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tl/>
        </w:rPr>
        <w:t xml:space="preserve"> حال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ضمناً ان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نتائج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جانب متوج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 ان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اسلام</w:t>
      </w:r>
      <w:r w:rsidR="0065778C">
        <w:rPr>
          <w:rtl/>
        </w:rPr>
        <w:t xml:space="preserve"> دشمن طاغوت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طاقتوں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ظالمان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اور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رحم 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است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امان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گا ،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اں تک ممکن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مذ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مسائل کو شفاف بنائ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دشمنوں کو ز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اگلن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انت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پسند و متعصب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کو سوء ظن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داکرن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کا موقع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مل سک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کتاب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مسلمانوں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صفوں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دلکش روش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اس روش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مکمل طور پر روشن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خود انک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مسائل </w:t>
      </w:r>
      <w:r w:rsidR="004527F0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حضرات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اور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فکر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بقول ''ش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اصول اور فروع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کتب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ثابت ک</w:t>
      </w:r>
      <w:r>
        <w:rPr>
          <w:rFonts w:hint="eastAsia"/>
          <w:rtl/>
        </w:rPr>
        <w:t>رسکت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انشاء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کتاب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نسبت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تردد، مذمت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_بلک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منصف مزاج افراد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سوء ظن کو برطرف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</w:t>
      </w:r>
      <w:r w:rsidR="004527F0">
        <w:rPr>
          <w:rtl/>
        </w:rPr>
        <w:t xml:space="preserve">میں </w:t>
      </w:r>
      <w:r>
        <w:rPr>
          <w:rtl/>
        </w:rPr>
        <w:t xml:space="preserve">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حسن ظن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باعث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قدرتمند اسلام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مدافع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گا ، اور اس</w:t>
      </w:r>
      <w:r>
        <w:rPr>
          <w:rFonts w:hint="cs"/>
          <w:rtl/>
        </w:rPr>
        <w:t>ی</w:t>
      </w:r>
      <w:r>
        <w:rPr>
          <w:rtl/>
        </w:rPr>
        <w:t xml:space="preserve"> طرح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_اب حضور والا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آپ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</w:p>
    <w:p w:rsidR="0065778C" w:rsidRDefault="0065778C" w:rsidP="0065778C">
      <w:pPr>
        <w:pStyle w:val="libNormal"/>
      </w:pPr>
    </w:p>
    <w:p w:rsidR="0065778C" w:rsidRDefault="00E54A53" w:rsidP="004B5145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3" w:name="_Toc519769573"/>
      <w:r w:rsidR="0065778C">
        <w:rPr>
          <w:rtl/>
        </w:rPr>
        <w:t>1</w:t>
      </w:r>
      <w:bookmarkEnd w:id="3"/>
      <w:r w:rsidR="0065778C">
        <w:rPr>
          <w:rtl/>
        </w:rPr>
        <w:t xml:space="preserve"> </w:t>
      </w:r>
    </w:p>
    <w:p w:rsidR="0065778C" w:rsidRDefault="0065778C" w:rsidP="004B5145">
      <w:pPr>
        <w:pStyle w:val="Heading2Center"/>
      </w:pPr>
      <w:bookmarkStart w:id="4" w:name="_Toc519769574"/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منز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</w:t>
      </w:r>
      <w:r w:rsidRPr="003C4FC4">
        <w:rPr>
          <w:rFonts w:hint="cs"/>
          <w:rtl/>
        </w:rPr>
        <w:t>ہے</w:t>
      </w:r>
      <w:bookmarkEnd w:id="4"/>
    </w:p>
    <w:p w:rsidR="0065778C" w:rsidRDefault="0065778C" w:rsidP="0065778C">
      <w:pPr>
        <w:pStyle w:val="libNormal"/>
      </w:pPr>
    </w:p>
    <w:p w:rsidR="0065778C" w:rsidRDefault="00E54A53" w:rsidP="004B5145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5" w:name="_Toc519769575"/>
      <w:r w:rsidR="0065778C">
        <w:rPr>
          <w:rFonts w:hint="eastAsia"/>
          <w:rtl/>
        </w:rPr>
        <w:t>عدم</w:t>
      </w:r>
      <w:r w:rsidR="0065778C">
        <w:rPr>
          <w:rtl/>
        </w:rPr>
        <w:t xml:space="preserve">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قرآن:</w:t>
      </w:r>
      <w:bookmarkEnd w:id="5"/>
    </w:p>
    <w:p w:rsidR="0065778C" w:rsidRDefault="0065778C" w:rsidP="0065778C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71E8C">
        <w:rPr>
          <w:rFonts w:hint="cs"/>
          <w:rtl/>
        </w:rPr>
        <w:t>ڈے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برعکس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اعتقاد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آج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تمام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بالکل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اور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اصول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کتب </w:t>
      </w:r>
      <w:r w:rsidR="004527F0">
        <w:rPr>
          <w:rtl/>
        </w:rPr>
        <w:t xml:space="preserve">میں </w:t>
      </w:r>
      <w:r>
        <w:rPr>
          <w:rtl/>
        </w:rPr>
        <w:t xml:space="preserve"> وضاحت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مسلمان علماء اعم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کا اس بات پر اجماع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دونوں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</w:t>
      </w:r>
      <w:r>
        <w:rPr>
          <w:rtl/>
        </w:rPr>
        <w:t>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اتفاق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دونوں</w:t>
      </w:r>
      <w:r>
        <w:rPr>
          <w:rtl/>
        </w:rPr>
        <w:t xml:space="preserve"> طرف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گن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چُن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اس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علماء اسلام ان ک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B5145">
      <w:pPr>
        <w:pStyle w:val="Heading2Center"/>
      </w:pPr>
      <w:bookmarkStart w:id="6" w:name="_Toc519769576"/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6"/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علماء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''ابن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 w:rsidR="003E4783" w:rsidRPr="00955C8D">
        <w:rPr>
          <w:rFonts w:hint="cs"/>
          <w:rtl/>
        </w:rPr>
        <w:t xml:space="preserve"> 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''الفرقان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القرآن''نام</w:t>
      </w:r>
      <w:r>
        <w:rPr>
          <w:rFonts w:hint="cs"/>
          <w:rtl/>
        </w:rPr>
        <w:t>ی</w:t>
      </w:r>
      <w:r>
        <w:rPr>
          <w:rtl/>
        </w:rPr>
        <w:t xml:space="preserve"> کتاب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1948ع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بمطابق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 xml:space="preserve">(1367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جر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قمر</w:t>
      </w:r>
      <w:r w:rsidR="0065778C">
        <w:rPr>
          <w:rFonts w:hint="cs"/>
          <w:rtl/>
        </w:rPr>
        <w:t>ی</w:t>
      </w:r>
      <w:r w:rsidR="0065778C">
        <w:rPr>
          <w:rtl/>
        </w:rPr>
        <w:t>)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نشر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بروقت الاز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ورس</w:t>
      </w:r>
      <w:r w:rsidR="0065778C" w:rsidRPr="00471E8C">
        <w:rPr>
          <w:rFonts w:hint="cs"/>
          <w:rtl/>
        </w:rPr>
        <w:t>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علماء اس کتاب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متوج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tl/>
        </w:rPr>
        <w:t>ور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،اس کتاب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نسخوں کو جمع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ضائع کرد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ال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چند نسخ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قانون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طور پر آس پاس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لوگوں تک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 گئ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(فصل الخطاب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 ربّ الا رباب)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محدث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1291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شائع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>_اس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حوز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نجف اشرف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بزرگ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مطالب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برائت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کتاب ک</w:t>
      </w:r>
      <w:r>
        <w:rPr>
          <w:rFonts w:hint="cs"/>
          <w:rtl/>
        </w:rPr>
        <w:t>ی</w:t>
      </w:r>
      <w:r>
        <w:rPr>
          <w:rtl/>
        </w:rPr>
        <w:t xml:space="preserve"> جمع آو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_جن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1_نامور 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مرحوم محمود بن اب</w:t>
      </w:r>
      <w:r>
        <w:rPr>
          <w:rFonts w:hint="cs"/>
          <w:rtl/>
        </w:rPr>
        <w:t>ی</w:t>
      </w:r>
      <w:r>
        <w:rPr>
          <w:rtl/>
        </w:rPr>
        <w:t xml:space="preserve"> القاسم المعروف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معرب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سال 1313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_ق)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الکتاب)نام</w:t>
      </w:r>
      <w:r>
        <w:rPr>
          <w:rFonts w:hint="cs"/>
          <w:rtl/>
        </w:rPr>
        <w:t>ی</w:t>
      </w:r>
      <w:r>
        <w:rPr>
          <w:rtl/>
        </w:rPr>
        <w:t xml:space="preserve"> کتاب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کتاب فصل الخطاب کا ردّ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2_مرحوم علام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>1315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_ق )ن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(حفظ الکتاب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عن شب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ة القول بالتحر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فصل الخطاب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3_مرحوم علام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بلاغ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1352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_ق ) حوز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نجف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محقق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کتاب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آلاء الرحمن )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باب ،فصل الخطاب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</w:p>
    <w:p w:rsidR="0065778C" w:rsidRDefault="0065778C" w:rsidP="00D2626E">
      <w:pPr>
        <w:pStyle w:val="libFootnote"/>
      </w:pPr>
      <w:r>
        <w:rPr>
          <w:rtl/>
        </w:rPr>
        <w:t>1) آلاء الرحمن ،جلد 1ص 25_</w:t>
      </w:r>
    </w:p>
    <w:p w:rsidR="004B5145" w:rsidRPr="00D2626E" w:rsidRDefault="004B5145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4_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(انوار الاصول )</w:t>
      </w:r>
      <w:r w:rsidR="004527F0">
        <w:rPr>
          <w:rtl/>
        </w:rPr>
        <w:t xml:space="preserve">میں </w:t>
      </w:r>
      <w:r>
        <w:rPr>
          <w:rtl/>
        </w:rPr>
        <w:t xml:space="preserve">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مفصل بحث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فصل الخطاب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 کا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مرحوم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اگر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بقول علام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بلاغ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مذک</w:t>
      </w:r>
      <w:r>
        <w:rPr>
          <w:rtl/>
        </w:rPr>
        <w:t>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کتاب شائع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خود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نادم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_اور حوز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71E8C">
        <w:rPr>
          <w:rFonts w:hint="cs"/>
          <w:rtl/>
        </w:rPr>
        <w:t>ہ</w:t>
      </w:r>
      <w:r>
        <w:rPr>
          <w:rtl/>
        </w:rPr>
        <w:t xml:space="preserve"> نجف اشرف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بزرگ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اقدام کو واضح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>_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دلچسپ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کتاب فصل الخطاب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طوفان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خود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دفاع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مجبور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سوء ا</w:t>
      </w:r>
      <w:r>
        <w:rPr>
          <w:rFonts w:hint="eastAsia"/>
          <w:rtl/>
        </w:rPr>
        <w:t>ستفاد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مرحوم</w:t>
      </w:r>
      <w:r>
        <w:rPr>
          <w:rtl/>
        </w:rPr>
        <w:t xml:space="preserve"> علام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بة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وقت سامرا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بزرگ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وقت سامرا کو علم و دانش کا مرکز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_جس محفل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_اور بعض لوگ تو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باالفاظ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ااتن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 وجود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شمار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بعض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آلاء الرحمن ،جلد 2 ص 311_</w:t>
      </w:r>
    </w:p>
    <w:p w:rsidR="0065778C" w:rsidRDefault="0065778C" w:rsidP="00D2626E">
      <w:pPr>
        <w:pStyle w:val="libFootnote"/>
      </w:pPr>
      <w:r>
        <w:rPr>
          <w:rtl/>
        </w:rPr>
        <w:t>2)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، جلد 16ص 231_</w:t>
      </w:r>
    </w:p>
    <w:p w:rsidR="0065778C" w:rsidRDefault="0065778C" w:rsidP="00D2626E">
      <w:pPr>
        <w:pStyle w:val="libFootnote"/>
      </w:pPr>
      <w:r>
        <w:rPr>
          <w:rtl/>
        </w:rPr>
        <w:t>3) بر</w:t>
      </w:r>
      <w:r w:rsidRPr="00D2626E">
        <w:rPr>
          <w:rFonts w:hint="cs"/>
          <w:rtl/>
        </w:rPr>
        <w:t>ہان روشن،ص 143</w:t>
      </w:r>
      <w:r>
        <w:rPr>
          <w:rtl/>
        </w:rPr>
        <w:t>_</w:t>
      </w:r>
    </w:p>
    <w:p w:rsidR="0065778C" w:rsidRDefault="00E54A53" w:rsidP="003E4783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متعصب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کتاب (فصل الخطاب)کو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بنا کر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قرآن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نظر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کو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عوں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نسبت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حالانک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1_ا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ابن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تو(الفرقان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القرآن)نام</w:t>
      </w:r>
      <w:r>
        <w:rPr>
          <w:rFonts w:hint="cs"/>
          <w:rtl/>
        </w:rPr>
        <w:t>ی</w:t>
      </w:r>
      <w:r>
        <w:rPr>
          <w:rtl/>
        </w:rPr>
        <w:t xml:space="preserve"> کتاب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اگر جامعة الاز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نجف اشرف کا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برائت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فصل الخطاب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پردل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دو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</w:t>
      </w:r>
      <w:r w:rsidR="004527F0">
        <w:rPr>
          <w:rtl/>
        </w:rPr>
        <w:t xml:space="preserve">میں </w:t>
      </w:r>
      <w:r>
        <w:rPr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(زوج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</w:t>
      </w:r>
      <w:r>
        <w:rPr>
          <w:rtl/>
        </w:rPr>
        <w:t>ل(ص</w:t>
      </w:r>
      <w:r w:rsidR="00CE2672" w:rsidRPr="00CE2672">
        <w:rPr>
          <w:rStyle w:val="libAlaemChar"/>
          <w:rtl/>
        </w:rPr>
        <w:t>)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(</w:t>
      </w:r>
      <w:r w:rsidRPr="003E4783">
        <w:rPr>
          <w:rStyle w:val="libArabicChar"/>
          <w:rtl/>
        </w:rPr>
        <w:t>و انّ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ا _ای</w:t>
      </w:r>
      <w:r w:rsidRPr="003E4783">
        <w:rPr>
          <w:rStyle w:val="libArabicChar"/>
          <w:rtl/>
        </w:rPr>
        <w:t xml:space="preserve"> سورة الاحزاب (11) کانت مات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آ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ة</w:t>
      </w:r>
      <w:r w:rsidRPr="003E4783">
        <w:rPr>
          <w:rStyle w:val="libArabicChar"/>
          <w:rtl/>
        </w:rPr>
        <w:t xml:space="preserve"> فلم 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بق</w:t>
      </w:r>
      <w:r w:rsidRPr="003E4783">
        <w:rPr>
          <w:rStyle w:val="libArabicChar"/>
          <w:rtl/>
        </w:rPr>
        <w:t xml:space="preserve"> من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ا الّا ثلاثٌ و سبعی</w:t>
      </w:r>
      <w:r w:rsidRPr="003E4783">
        <w:rPr>
          <w:rStyle w:val="libArabicChar"/>
          <w:rFonts w:hint="eastAsia"/>
          <w:rtl/>
        </w:rPr>
        <w:t>ن</w:t>
      </w:r>
      <w:r>
        <w:rPr>
          <w:rtl/>
        </w:rPr>
        <w:t xml:space="preserve">)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سورة</w:t>
      </w:r>
      <w:r>
        <w:rPr>
          <w:rtl/>
        </w:rPr>
        <w:t xml:space="preserve"> الاحزاب ک</w:t>
      </w:r>
      <w:r>
        <w:rPr>
          <w:rFonts w:hint="cs"/>
          <w:rtl/>
        </w:rPr>
        <w:t>ی</w:t>
      </w:r>
      <w:r>
        <w:rPr>
          <w:rtl/>
        </w:rPr>
        <w:t xml:space="preserve"> 200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73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بُو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گز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مصنف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قول کو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طرف نسبت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مصنف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جنکا جم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علمائ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،جلد</w:t>
      </w:r>
      <w:r>
        <w:rPr>
          <w:rtl/>
        </w:rPr>
        <w:t xml:space="preserve"> 14ص 113و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 المنثور ،جلد 5 ص 180_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،جلد 8ص 208 تا 211و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،جلد 4، ص 167و جلد 5 ،ص 116_</w:t>
      </w:r>
    </w:p>
    <w:p w:rsidR="0065778C" w:rsidRPr="003E4783" w:rsidRDefault="00E54A53" w:rsidP="003E4783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 w:rsidRPr="003E4783">
        <w:rPr>
          <w:rFonts w:hint="eastAsia"/>
          <w:rtl/>
        </w:rPr>
        <w:t>ش</w:t>
      </w:r>
      <w:r w:rsidR="0065778C" w:rsidRPr="003E4783">
        <w:rPr>
          <w:rFonts w:hint="cs"/>
          <w:rtl/>
        </w:rPr>
        <w:t>ی</w:t>
      </w:r>
      <w:r w:rsidR="0065778C" w:rsidRPr="003E4783">
        <w:rPr>
          <w:rFonts w:hint="eastAsia"/>
          <w:rtl/>
        </w:rPr>
        <w:t>ع</w:t>
      </w:r>
      <w:r w:rsidR="0065778C" w:rsidRPr="003E4783">
        <w:rPr>
          <w:rFonts w:hint="cs"/>
          <w:rtl/>
        </w:rPr>
        <w:t>ہ</w:t>
      </w:r>
      <w:r w:rsidR="0065778C" w:rsidRPr="003E4783">
        <w:rPr>
          <w:rtl/>
        </w:rPr>
        <w:t xml:space="preserve"> ن</w:t>
      </w:r>
      <w:r w:rsidR="0065778C" w:rsidRPr="003E4783">
        <w:rPr>
          <w:rFonts w:hint="cs"/>
          <w:rtl/>
        </w:rPr>
        <w:t>ے انکار کی</w:t>
      </w:r>
      <w:r w:rsidR="0065778C" w:rsidRPr="003E4783">
        <w:rPr>
          <w:rFonts w:hint="eastAsia"/>
          <w:rtl/>
        </w:rPr>
        <w:t>ا</w:t>
      </w:r>
      <w:r w:rsidR="0065778C" w:rsidRPr="003E4783">
        <w:rPr>
          <w:rtl/>
        </w:rPr>
        <w:t xml:space="preserve"> </w:t>
      </w:r>
      <w:r w:rsidR="0065778C" w:rsidRPr="003E4783">
        <w:rPr>
          <w:rFonts w:hint="cs"/>
          <w:rtl/>
        </w:rPr>
        <w:t>ہے ،اس قول تحری</w:t>
      </w:r>
      <w:r w:rsidR="0065778C" w:rsidRPr="003E4783">
        <w:rPr>
          <w:rFonts w:hint="eastAsia"/>
          <w:rtl/>
        </w:rPr>
        <w:t>ف</w:t>
      </w:r>
      <w:r w:rsidR="0065778C" w:rsidRPr="003E4783">
        <w:rPr>
          <w:rtl/>
        </w:rPr>
        <w:t xml:space="preserve"> کو ش</w:t>
      </w:r>
      <w:r w:rsidR="0065778C" w:rsidRPr="003E4783">
        <w:rPr>
          <w:rFonts w:hint="cs"/>
          <w:rtl/>
        </w:rPr>
        <w:t>ی</w:t>
      </w:r>
      <w:r w:rsidR="0065778C" w:rsidRPr="003E4783">
        <w:rPr>
          <w:rFonts w:hint="eastAsia"/>
          <w:rtl/>
        </w:rPr>
        <w:t>عوںک</w:t>
      </w:r>
      <w:r w:rsidR="0065778C" w:rsidRPr="003E4783">
        <w:rPr>
          <w:rFonts w:hint="cs"/>
          <w:rtl/>
        </w:rPr>
        <w:t>ی</w:t>
      </w:r>
      <w:r w:rsidR="0065778C" w:rsidRPr="003E4783">
        <w:rPr>
          <w:rtl/>
        </w:rPr>
        <w:t xml:space="preserve"> طرف نسبت ن</w:t>
      </w:r>
      <w:r w:rsidR="0065778C" w:rsidRPr="003E4783">
        <w:rPr>
          <w:rFonts w:hint="cs"/>
          <w:rtl/>
        </w:rPr>
        <w:t>ہی</w:t>
      </w:r>
      <w:r w:rsidR="0065778C" w:rsidRPr="003E4783">
        <w:rPr>
          <w:rFonts w:hint="eastAsia"/>
          <w:rtl/>
        </w:rPr>
        <w:t>ں</w:t>
      </w:r>
      <w:r w:rsidR="0065778C" w:rsidRPr="003E4783">
        <w:rPr>
          <w:rtl/>
        </w:rPr>
        <w:t xml:space="preserve"> د</w:t>
      </w:r>
      <w:r w:rsidR="0065778C" w:rsidRPr="003E4783">
        <w:rPr>
          <w:rFonts w:hint="cs"/>
          <w:rtl/>
        </w:rPr>
        <w:t>ی</w:t>
      </w:r>
      <w:r w:rsidR="0065778C" w:rsidRPr="003E4783">
        <w:rPr>
          <w:rFonts w:hint="eastAsia"/>
          <w:rtl/>
        </w:rPr>
        <w:t>ن</w:t>
      </w:r>
      <w:r w:rsidR="0065778C" w:rsidRPr="003E4783">
        <w:rPr>
          <w:rFonts w:hint="cs"/>
          <w:rtl/>
        </w:rPr>
        <w:t>ی</w:t>
      </w:r>
      <w:r w:rsidR="0065778C" w:rsidRPr="003E4783">
        <w:rPr>
          <w:rtl/>
        </w:rPr>
        <w:t xml:space="preserve"> چا</w:t>
      </w:r>
      <w:r w:rsidR="0065778C" w:rsidRPr="003E4783">
        <w:rPr>
          <w:rFonts w:hint="cs"/>
          <w:rtl/>
        </w:rPr>
        <w:t>ہیے</w:t>
      </w:r>
      <w:r w:rsidR="0065778C" w:rsidRPr="003E4783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3_حاج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فصل الخطاب </w:t>
      </w:r>
      <w:r w:rsidR="004527F0">
        <w:rPr>
          <w:rtl/>
        </w:rPr>
        <w:t xml:space="preserve">میں </w:t>
      </w:r>
      <w:r>
        <w:rPr>
          <w:rtl/>
        </w:rPr>
        <w:t xml:space="preserve"> عام طور پر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فاسد المذ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کذّاب اورج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ول الحال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_(</w:t>
      </w:r>
      <w:r w:rsidRPr="003E4783">
        <w:rPr>
          <w:rStyle w:val="libArabicChar"/>
          <w:rtl/>
        </w:rPr>
        <w:t>احمد ابن محمد الس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ار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،فاسد المذ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ب ،علی</w:t>
      </w:r>
      <w:r w:rsidRPr="003E4783">
        <w:rPr>
          <w:rStyle w:val="libArabicChar"/>
          <w:rtl/>
        </w:rPr>
        <w:t xml:space="preserve"> ابن احمد کوف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،</w:t>
      </w:r>
      <w:r w:rsidRPr="003E4783">
        <w:rPr>
          <w:rStyle w:val="libArabicChar"/>
          <w:rtl/>
        </w:rPr>
        <w:t xml:space="preserve"> کذّاب،اور اب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الجارود مج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ول ی</w:t>
      </w:r>
      <w:r w:rsidRPr="003E4783">
        <w:rPr>
          <w:rStyle w:val="libArabicChar"/>
          <w:rFonts w:hint="eastAsia"/>
          <w:rtl/>
        </w:rPr>
        <w:t>ا</w:t>
      </w:r>
      <w:r w:rsidRPr="003E4783">
        <w:rPr>
          <w:rStyle w:val="libArabicChar"/>
          <w:rtl/>
        </w:rPr>
        <w:t xml:space="preserve"> مردود</w:t>
      </w:r>
      <w:r>
        <w:rPr>
          <w:rtl/>
        </w:rPr>
        <w:t>)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3E4783">
      <w:pPr>
        <w:pStyle w:val="Heading2Center"/>
      </w:pPr>
      <w:bookmarkStart w:id="7" w:name="_Toc519769577"/>
      <w:r>
        <w:rPr>
          <w:rFonts w:hint="eastAsia"/>
          <w:rtl/>
        </w:rPr>
        <w:t>فرق</w:t>
      </w:r>
      <w:r w:rsidRPr="003C4FC4">
        <w:rPr>
          <w:rFonts w:hint="cs"/>
          <w:rtl/>
        </w:rPr>
        <w:t>ہ</w:t>
      </w:r>
      <w:r>
        <w:rPr>
          <w:rtl/>
        </w:rPr>
        <w:t xml:space="preserve"> و اران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اسلام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3C4FC4">
        <w:rPr>
          <w:rFonts w:hint="cs"/>
          <w:rtl/>
        </w:rPr>
        <w:t>ڑ</w:t>
      </w:r>
      <w:r w:rsidRPr="00452B33">
        <w:rPr>
          <w:rFonts w:hint="cs"/>
          <w:rtl/>
        </w:rPr>
        <w:t>وں کوک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>وک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>لان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3C4FC4">
        <w:rPr>
          <w:rFonts w:hint="cs"/>
          <w:rtl/>
        </w:rPr>
        <w:t>ے</w:t>
      </w:r>
      <w:r>
        <w:rPr>
          <w:rtl/>
        </w:rPr>
        <w:t xml:space="preserve"> _</w:t>
      </w:r>
      <w:bookmarkEnd w:id="7"/>
    </w:p>
    <w:p w:rsidR="0065778C" w:rsidRDefault="0065778C" w:rsidP="0065778C">
      <w:pPr>
        <w:pStyle w:val="libNormal"/>
      </w:pPr>
      <w:r>
        <w:rPr>
          <w:rtl/>
        </w:rPr>
        <w:t xml:space="preserve">4_جن لوگوں کا اصرار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واران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خصومت ک</w:t>
      </w:r>
      <w:r>
        <w:rPr>
          <w:rFonts w:hint="cs"/>
          <w:rtl/>
        </w:rPr>
        <w:t>ی</w:t>
      </w:r>
      <w:r>
        <w:rPr>
          <w:rtl/>
        </w:rPr>
        <w:t xml:space="preserve"> خاطر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لوگ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 اور متف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کا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ان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تعصب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قلب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نشان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سلام</w:t>
      </w:r>
      <w:r>
        <w:rPr>
          <w:rtl/>
        </w:rPr>
        <w:t xml:space="preserve"> اور قرآن پر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کو اُچ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ال کر دشمن کو موقع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5_ش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اور افترا اس قدر پ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مشرف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سعود</w:t>
      </w:r>
      <w:r>
        <w:rPr>
          <w:rFonts w:hint="cs"/>
          <w:rtl/>
        </w:rPr>
        <w:t>ی</w:t>
      </w:r>
      <w:r>
        <w:rPr>
          <w:rtl/>
        </w:rPr>
        <w:t xml:space="preserve"> عرب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ملاقات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پر تپاک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_ل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لگا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ارا</w:t>
      </w:r>
      <w:r>
        <w:rPr>
          <w:rtl/>
        </w:rPr>
        <w:t xml:space="preserve"> قرآن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مختلف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</w:t>
      </w:r>
      <w:r w:rsidRPr="003E4783">
        <w:rPr>
          <w:rStyle w:val="libArabicChar"/>
          <w:rFonts w:hint="cs"/>
          <w:rtl/>
        </w:rPr>
        <w:t>سمعت ان لکم مصحفا غی</w:t>
      </w:r>
      <w:r w:rsidRPr="003E4783">
        <w:rPr>
          <w:rStyle w:val="libArabicChar"/>
          <w:rtl/>
        </w:rPr>
        <w:t>ر مصحفنا</w:t>
      </w:r>
      <w:r>
        <w:rPr>
          <w:rtl/>
        </w:rPr>
        <w:t xml:space="preserve">)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D2626E">
        <w:rPr>
          <w:rFonts w:hint="cs"/>
          <w:rtl/>
        </w:rPr>
        <w:t>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حالات ک</w:t>
      </w:r>
      <w:r w:rsidRPr="00D2626E">
        <w:rPr>
          <w:rFonts w:hint="cs"/>
          <w:rtl/>
        </w:rPr>
        <w:t>ے ل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ے</w:t>
      </w:r>
      <w:r>
        <w:rPr>
          <w:rtl/>
        </w:rPr>
        <w:t xml:space="preserve"> رجال نجاش</w:t>
      </w:r>
      <w:r>
        <w:rPr>
          <w:rFonts w:hint="cs"/>
          <w:rtl/>
        </w:rPr>
        <w:t>ی</w:t>
      </w:r>
      <w:r>
        <w:rPr>
          <w:rFonts w:hint="eastAsia"/>
          <w:rtl/>
        </w:rPr>
        <w:t>،ف</w:t>
      </w:r>
      <w:r w:rsidRPr="00D2626E">
        <w:rPr>
          <w:rFonts w:hint="cs"/>
          <w:rtl/>
        </w:rPr>
        <w:t>ہرست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رجال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طرف مراجع</w:t>
      </w:r>
      <w:r w:rsidRPr="00D2626E">
        <w:rPr>
          <w:rFonts w:hint="cs"/>
          <w:rtl/>
        </w:rPr>
        <w:t>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D2626E">
        <w:rPr>
          <w:rFonts w:hint="cs"/>
          <w:rtl/>
        </w:rPr>
        <w:t>ے</w:t>
      </w:r>
      <w:r>
        <w:rPr>
          <w:rtl/>
        </w:rPr>
        <w:t xml:space="preserve"> _</w:t>
      </w:r>
    </w:p>
    <w:p w:rsidR="0065778C" w:rsidRDefault="00E54A53" w:rsidP="003E4783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4527F0">
        <w:rPr>
          <w:rFonts w:hint="eastAsia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،اس بات کو آزمانا انت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آسان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_آپ خود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تشر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اپنا نمائند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(تمام اخراجات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)واپس 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ران چل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چلت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تمام مساجد اور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موجود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را 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زاروں مسجد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ںاور</w:t>
      </w:r>
      <w:r w:rsidR="0065778C">
        <w:rPr>
          <w:rtl/>
        </w:rPr>
        <w:t xml:space="preserve"> لاک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وں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_مسجد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کا انتخاب آپک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نمائند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وگا _و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جس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کا انتخاب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اُس درواز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 دستک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کر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طلب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وقت آپ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>
        <w:rPr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موجود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مسلمان ممالک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لفظ کا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فرق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آپ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تعل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افت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لوگوں کو اس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افوا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کا شکار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6_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رن</w:t>
      </w:r>
      <w:r>
        <w:rPr>
          <w:rFonts w:hint="cs"/>
          <w:rtl/>
        </w:rPr>
        <w:t>ی</w:t>
      </w:r>
      <w:r>
        <w:rPr>
          <w:rFonts w:hint="eastAsia"/>
          <w:rtl/>
        </w:rPr>
        <w:t>شنل</w:t>
      </w:r>
      <w:r>
        <w:rPr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قرا ت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اوّل</w:t>
      </w:r>
      <w:r>
        <w:rPr>
          <w:rtl/>
        </w:rPr>
        <w:t xml:space="preserve"> نمبر پرآئ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حافظ ، بالخصوص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کمسن حفاظ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4527F0">
        <w:rPr>
          <w:rtl/>
        </w:rPr>
        <w:t xml:space="preserve">میں 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قابل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سال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حفّاظ اور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ملک </w:t>
      </w:r>
      <w:r w:rsidR="004527F0">
        <w:rPr>
          <w:rtl/>
        </w:rPr>
        <w:t xml:space="preserve">میں 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حفظ ،قرا ت،تفس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علوم قرآن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کالج و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اثبات ،نزد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تمام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آسان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تمام موارد </w:t>
      </w:r>
      <w:r w:rsidR="004527F0">
        <w:rPr>
          <w:rtl/>
        </w:rPr>
        <w:t xml:space="preserve">میں 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تمام مسلمان ممالک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متداول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باشند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معروف قرآن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کو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چانتا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محفل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E54A53" w:rsidP="003E4783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8" w:name="_Toc519769578"/>
      <w:r w:rsidR="0065778C">
        <w:rPr>
          <w:rFonts w:hint="eastAsia"/>
          <w:rtl/>
        </w:rPr>
        <w:t>عدم</w:t>
      </w:r>
      <w:r w:rsidR="0065778C">
        <w:rPr>
          <w:rtl/>
        </w:rPr>
        <w:t xml:space="preserve">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پر عقل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نقل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:</w:t>
      </w:r>
      <w:bookmarkEnd w:id="8"/>
    </w:p>
    <w:p w:rsidR="0065778C" w:rsidRDefault="0065778C" w:rsidP="0065778C">
      <w:pPr>
        <w:pStyle w:val="libNormal"/>
      </w:pPr>
      <w:r>
        <w:rPr>
          <w:rtl/>
        </w:rPr>
        <w:t>7_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دلائل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دلالت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: </w:t>
      </w:r>
      <w:r w:rsidR="00CE2672" w:rsidRPr="00CE2672">
        <w:rPr>
          <w:rStyle w:val="libAlaemChar"/>
          <w:rFonts w:hint="cs"/>
          <w:rtl/>
        </w:rPr>
        <w:t>(</w:t>
      </w:r>
      <w:r w:rsidR="00CE2672" w:rsidRPr="003E4783">
        <w:rPr>
          <w:rStyle w:val="libAieChar"/>
          <w:rFonts w:hint="cs"/>
          <w:rtl/>
        </w:rPr>
        <w:t>انا نحن نزلنا الذکر و انا ل</w:t>
      </w:r>
      <w:r w:rsidR="00CE2672" w:rsidRPr="00EC5D05">
        <w:rPr>
          <w:rStyle w:val="libAieChar"/>
          <w:rFonts w:hint="cs"/>
          <w:rtl/>
        </w:rPr>
        <w:t>ه</w:t>
      </w:r>
      <w:r w:rsidR="00CE2672" w:rsidRPr="003E4783">
        <w:rPr>
          <w:rStyle w:val="libAieChar"/>
          <w:rFonts w:hint="cs"/>
          <w:rtl/>
        </w:rPr>
        <w:t xml:space="preserve"> لحافظون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Pr="00955C8D">
        <w:rPr>
          <w:rFonts w:hint="cs"/>
          <w:rtl/>
        </w:rPr>
        <w:t xml:space="preserve"> (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حفاظت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  <w:r>
        <w:rPr>
          <w:rFonts w:hint="eastAsia"/>
          <w:rtl/>
        </w:rPr>
        <w:t>مقام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CE2672" w:rsidP="0065778C">
      <w:pPr>
        <w:pStyle w:val="libNormal"/>
      </w:pPr>
      <w:r w:rsidRPr="00CE2672">
        <w:rPr>
          <w:rStyle w:val="libAlaemChar"/>
          <w:rtl/>
        </w:rPr>
        <w:t>(</w:t>
      </w:r>
      <w:r w:rsidRPr="003E4783">
        <w:rPr>
          <w:rStyle w:val="libAieChar"/>
          <w:rtl/>
        </w:rPr>
        <w:t>و ان</w:t>
      </w:r>
      <w:r w:rsidRPr="00EC5D05">
        <w:rPr>
          <w:rStyle w:val="libAieChar"/>
          <w:rFonts w:hint="cs"/>
          <w:rtl/>
        </w:rPr>
        <w:t>ه</w:t>
      </w:r>
      <w:r w:rsidRPr="003E4783">
        <w:rPr>
          <w:rStyle w:val="libAieChar"/>
          <w:rFonts w:hint="cs"/>
          <w:rtl/>
        </w:rPr>
        <w:t xml:space="preserve"> لکتاب عزی</w:t>
      </w:r>
      <w:r w:rsidRPr="003E4783">
        <w:rPr>
          <w:rStyle w:val="libAieChar"/>
          <w:rFonts w:hint="eastAsia"/>
          <w:rtl/>
        </w:rPr>
        <w:t>ز</w:t>
      </w:r>
      <w:r w:rsidRPr="003E4783">
        <w:rPr>
          <w:rStyle w:val="libAieChar"/>
          <w:rtl/>
        </w:rPr>
        <w:t>_لا</w:t>
      </w:r>
      <w:r w:rsidRPr="003E4783">
        <w:rPr>
          <w:rStyle w:val="libAieChar"/>
          <w:rFonts w:hint="cs"/>
          <w:rtl/>
        </w:rPr>
        <w:t>ی</w:t>
      </w:r>
      <w:r w:rsidRPr="003E4783">
        <w:rPr>
          <w:rStyle w:val="libAieChar"/>
          <w:rFonts w:hint="eastAsia"/>
          <w:rtl/>
        </w:rPr>
        <w:t>ا</w:t>
      </w:r>
      <w:r w:rsidRPr="003E4783">
        <w:rPr>
          <w:rStyle w:val="libAieChar"/>
          <w:rtl/>
        </w:rPr>
        <w:t xml:space="preserve"> ت</w:t>
      </w:r>
      <w:r w:rsidRPr="003E4783">
        <w:rPr>
          <w:rStyle w:val="libAieChar"/>
          <w:rFonts w:hint="cs"/>
          <w:rtl/>
        </w:rPr>
        <w:t>ی</w:t>
      </w:r>
      <w:r w:rsidRPr="00EC5D05">
        <w:rPr>
          <w:rStyle w:val="libAieChar"/>
          <w:rFonts w:hint="cs"/>
          <w:rtl/>
        </w:rPr>
        <w:t>ه</w:t>
      </w:r>
      <w:r w:rsidRPr="003E4783">
        <w:rPr>
          <w:rStyle w:val="libAieChar"/>
          <w:rtl/>
        </w:rPr>
        <w:t xml:space="preserve"> الباطل من ب</w:t>
      </w:r>
      <w:r w:rsidRPr="003E4783">
        <w:rPr>
          <w:rStyle w:val="libAieChar"/>
          <w:rFonts w:hint="cs"/>
          <w:rtl/>
        </w:rPr>
        <w:t>ی</w:t>
      </w:r>
      <w:r w:rsidRPr="003E4783">
        <w:rPr>
          <w:rStyle w:val="libAieChar"/>
          <w:rFonts w:hint="eastAsia"/>
          <w:rtl/>
        </w:rPr>
        <w:t>ن</w:t>
      </w:r>
      <w:r w:rsidRPr="003E4783">
        <w:rPr>
          <w:rStyle w:val="libAieChar"/>
          <w:rtl/>
        </w:rPr>
        <w:t xml:space="preserve"> </w:t>
      </w:r>
      <w:r w:rsidRPr="003E4783">
        <w:rPr>
          <w:rStyle w:val="libAieChar"/>
          <w:rFonts w:hint="cs"/>
          <w:rtl/>
        </w:rPr>
        <w:t>ی</w:t>
      </w:r>
      <w:r w:rsidRPr="003E4783">
        <w:rPr>
          <w:rStyle w:val="libAieChar"/>
          <w:rFonts w:hint="eastAsia"/>
          <w:rtl/>
        </w:rPr>
        <w:t>د</w:t>
      </w:r>
      <w:r w:rsidRPr="003E4783">
        <w:rPr>
          <w:rStyle w:val="libAieChar"/>
          <w:rFonts w:hint="cs"/>
          <w:rtl/>
        </w:rPr>
        <w:t>ی</w:t>
      </w:r>
      <w:r w:rsidRPr="00EC5D05">
        <w:rPr>
          <w:rStyle w:val="libAieChar"/>
          <w:rFonts w:hint="cs"/>
          <w:rtl/>
        </w:rPr>
        <w:t>ه</w:t>
      </w:r>
      <w:r w:rsidRPr="003E4783">
        <w:rPr>
          <w:rStyle w:val="libAieChar"/>
          <w:rtl/>
        </w:rPr>
        <w:t xml:space="preserve"> و لا من خلف</w:t>
      </w:r>
      <w:r w:rsidRPr="00EC5D05">
        <w:rPr>
          <w:rStyle w:val="libAieChar"/>
          <w:rFonts w:hint="cs"/>
          <w:rtl/>
        </w:rPr>
        <w:t>ه</w:t>
      </w:r>
      <w:r w:rsidRPr="003E4783">
        <w:rPr>
          <w:rStyle w:val="libAieChar"/>
          <w:rFonts w:hint="cs"/>
          <w:rtl/>
        </w:rPr>
        <w:t xml:space="preserve"> تنزی</w:t>
      </w:r>
      <w:r w:rsidRPr="003E4783">
        <w:rPr>
          <w:rStyle w:val="libAieChar"/>
          <w:rFonts w:hint="eastAsia"/>
          <w:rtl/>
        </w:rPr>
        <w:t>ل</w:t>
      </w:r>
      <w:r w:rsidRPr="003E4783">
        <w:rPr>
          <w:rStyle w:val="libAieChar"/>
          <w:rtl/>
        </w:rPr>
        <w:t xml:space="preserve"> من حک</w:t>
      </w:r>
      <w:r w:rsidRPr="003E4783">
        <w:rPr>
          <w:rStyle w:val="libAieChar"/>
          <w:rFonts w:hint="cs"/>
          <w:rtl/>
        </w:rPr>
        <w:t>ی</w:t>
      </w:r>
      <w:r w:rsidRPr="003E4783">
        <w:rPr>
          <w:rStyle w:val="libAieChar"/>
          <w:rFonts w:hint="eastAsia"/>
          <w:rtl/>
        </w:rPr>
        <w:t>م</w:t>
      </w:r>
      <w:r w:rsidRPr="003E4783">
        <w:rPr>
          <w:rStyle w:val="libAieChar"/>
          <w:rtl/>
        </w:rPr>
        <w:t xml:space="preserve"> حم</w:t>
      </w:r>
      <w:r w:rsidRPr="003E4783">
        <w:rPr>
          <w:rStyle w:val="libAieChar"/>
          <w:rFonts w:hint="cs"/>
          <w:rtl/>
        </w:rPr>
        <w:t>ی</w:t>
      </w:r>
      <w:r w:rsidRPr="003E4783">
        <w:rPr>
          <w:rStyle w:val="libAieChar"/>
          <w:rFonts w:hint="eastAsia"/>
          <w:rtl/>
        </w:rPr>
        <w:t>د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>_</w:t>
      </w:r>
      <w:r w:rsidR="0065778C" w:rsidRPr="00B648F9">
        <w:rPr>
          <w:rStyle w:val="libFootnotenumChar"/>
          <w:rtl/>
        </w:rPr>
        <w:t>(2)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کتاب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باطل اصلا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 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کتاب جسک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خود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متروک اور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65778C" w:rsidP="003E4783">
      <w:pPr>
        <w:pStyle w:val="libNormal"/>
      </w:pPr>
      <w:r>
        <w:rPr>
          <w:rFonts w:hint="eastAsia"/>
          <w:rtl/>
        </w:rPr>
        <w:t>کاتبان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تعدادچود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چار سو (400) تک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افراد فورا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_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وں</w:t>
      </w:r>
      <w:r>
        <w:rPr>
          <w:rtl/>
        </w:rPr>
        <w:t xml:space="preserve"> حافظ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کو حفظکر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cr/>
      </w:r>
      <w:r w:rsidR="004B5145">
        <w:rPr>
          <w:rtl/>
        </w:rPr>
        <w:t>____________________</w:t>
      </w:r>
      <w:r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 ةحجر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9_</w:t>
      </w:r>
    </w:p>
    <w:p w:rsidR="0065778C" w:rsidRDefault="0065778C" w:rsidP="00D2626E">
      <w:pPr>
        <w:pStyle w:val="libFootnote"/>
      </w:pPr>
      <w:r>
        <w:rPr>
          <w:rtl/>
        </w:rPr>
        <w:t>2) سورة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41و 42_</w:t>
      </w:r>
    </w:p>
    <w:p w:rsidR="0065778C" w:rsidRDefault="00E54A53" w:rsidP="003E4783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تلاوت</w:t>
      </w:r>
      <w:r w:rsidR="0065778C">
        <w:rPr>
          <w:rtl/>
        </w:rPr>
        <w:t xml:space="preserve"> کرنا اس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سب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م عبادت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اور دن رات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تلاوت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اسلام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قانون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اصول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شعب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حاضر و موجود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لگات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امکان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آئم</w:t>
      </w:r>
      <w:r w:rsidRPr="00471E8C">
        <w:rPr>
          <w:rFonts w:hint="cs"/>
          <w:rtl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 w:rsidRPr="00471E8C">
        <w:rPr>
          <w:rFonts w:hint="cs"/>
          <w:rtl/>
        </w:rPr>
        <w:t>ے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،ن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 البلاغ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واضح الفاظ </w:t>
      </w:r>
      <w:r w:rsidR="004527F0">
        <w:rPr>
          <w:rtl/>
        </w:rPr>
        <w:t xml:space="preserve">میں 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; </w:t>
      </w:r>
    </w:p>
    <w:p w:rsidR="0065778C" w:rsidRDefault="0065778C" w:rsidP="0065778C">
      <w:pPr>
        <w:pStyle w:val="libNormal"/>
      </w:pPr>
      <w:r>
        <w:rPr>
          <w:rtl/>
        </w:rPr>
        <w:t xml:space="preserve">( </w:t>
      </w:r>
      <w:r w:rsidRPr="003E4783">
        <w:rPr>
          <w:rStyle w:val="libArabicChar"/>
          <w:rtl/>
        </w:rPr>
        <w:t>انزل عل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کم</w:t>
      </w:r>
      <w:r w:rsidRPr="003E4783">
        <w:rPr>
          <w:rStyle w:val="libArabicChar"/>
          <w:rtl/>
        </w:rPr>
        <w:t xml:space="preserve"> الکتاب تب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انا</w:t>
      </w:r>
      <w:r w:rsidRPr="003E4783">
        <w:rPr>
          <w:rStyle w:val="libArabicChar"/>
          <w:rtl/>
        </w:rPr>
        <w:t xml:space="preserve"> لکل ش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و عمر ف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کم</w:t>
      </w:r>
      <w:r w:rsidRPr="003E4783">
        <w:rPr>
          <w:rStyle w:val="libArabicChar"/>
          <w:rtl/>
        </w:rPr>
        <w:t xml:space="preserve"> نبيّ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 xml:space="preserve"> ازمانا حتی</w:t>
      </w:r>
      <w:r w:rsidRPr="003E4783">
        <w:rPr>
          <w:rStyle w:val="libArabicChar"/>
          <w:rtl/>
        </w:rPr>
        <w:t xml:space="preserve"> اکمل ل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 xml:space="preserve"> و لکم فی</w:t>
      </w:r>
      <w:r w:rsidRPr="003E4783">
        <w:rPr>
          <w:rStyle w:val="libArabicChar"/>
          <w:rFonts w:hint="eastAsia"/>
          <w:rtl/>
        </w:rPr>
        <w:t>ما</w:t>
      </w:r>
      <w:r w:rsidRPr="003E4783">
        <w:rPr>
          <w:rStyle w:val="libArabicChar"/>
          <w:rtl/>
        </w:rPr>
        <w:t xml:space="preserve"> انزل من کتاب، د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ن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tl/>
        </w:rPr>
        <w:t xml:space="preserve"> الذ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رض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لنفس</w:t>
      </w:r>
      <w:r w:rsidR="00380DE6" w:rsidRPr="009B41EC">
        <w:rPr>
          <w:rStyle w:val="libArabicChar"/>
          <w:rFonts w:hint="cs"/>
          <w:rtl/>
        </w:rPr>
        <w:t>ه</w:t>
      </w:r>
      <w:r w:rsidRPr="00955C8D">
        <w:rPr>
          <w:rFonts w:hint="cs"/>
          <w:rtl/>
        </w:rPr>
        <w:t>)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(الل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اتن</w:t>
      </w:r>
      <w:r>
        <w:rPr>
          <w:rFonts w:hint="cs"/>
          <w:rtl/>
        </w:rPr>
        <w:t>ی</w:t>
      </w:r>
      <w:r>
        <w:rPr>
          <w:rtl/>
        </w:rPr>
        <w:t xml:space="preserve"> عمر عطا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</w:t>
      </w:r>
      <w:r>
        <w:rPr>
          <w:rtl/>
        </w:rPr>
        <w:t xml:space="preserve"> البلاغ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خطبوں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مقامات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متعلق زر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برابراشار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ن</w:t>
      </w:r>
      <w:r w:rsidRPr="00D2626E">
        <w:rPr>
          <w:rFonts w:hint="cs"/>
          <w:rtl/>
        </w:rPr>
        <w:t>ہج البلا غہ خطبہ 86</w:t>
      </w:r>
      <w:r>
        <w:rPr>
          <w:rtl/>
        </w:rPr>
        <w:t>_</w:t>
      </w:r>
    </w:p>
    <w:p w:rsidR="004B5145" w:rsidRPr="00D2626E" w:rsidRDefault="004B5145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21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امام محمد تق</w:t>
      </w:r>
      <w:r>
        <w:rPr>
          <w:rFonts w:hint="cs"/>
          <w:rtl/>
        </w:rPr>
        <w:t>ی</w:t>
      </w:r>
      <w:r>
        <w:rPr>
          <w:rtl/>
        </w:rPr>
        <w:t xml:space="preserve"> _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منحرف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(</w:t>
      </w:r>
      <w:r w:rsidRPr="003E4783">
        <w:rPr>
          <w:rStyle w:val="libArabicChar"/>
          <w:rtl/>
        </w:rPr>
        <w:t>و کان من نبذ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م الکتاب ان ا قامو حروف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 xml:space="preserve"> و حرفو </w:t>
      </w:r>
      <w:r w:rsidRPr="003E4783">
        <w:rPr>
          <w:rStyle w:val="libArabicChar"/>
          <w:rtl/>
        </w:rPr>
        <w:t>حدود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ُ</w:t>
      </w:r>
      <w:r w:rsidRPr="00955C8D">
        <w:rPr>
          <w:rFonts w:hint="cs"/>
          <w:rtl/>
        </w:rPr>
        <w:t xml:space="preserve"> )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،و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طرح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الفاظ کو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حفظ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الفاظ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بعض لوگ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شات اور ذات</w:t>
      </w:r>
      <w:r>
        <w:rPr>
          <w:rFonts w:hint="cs"/>
          <w:rtl/>
        </w:rPr>
        <w:t>ی</w:t>
      </w:r>
      <w:r>
        <w:rPr>
          <w:rtl/>
        </w:rPr>
        <w:t xml:space="preserve"> منافع ک</w:t>
      </w:r>
      <w:r>
        <w:rPr>
          <w:rFonts w:hint="cs"/>
          <w:rtl/>
        </w:rPr>
        <w:t>ی</w:t>
      </w:r>
      <w:r>
        <w:rPr>
          <w:rtl/>
        </w:rPr>
        <w:t xml:space="preserve"> خاطر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واقع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 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اںس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بالرائ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الفاظ و عبارات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بالخصوص جب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راً تضاد و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</w:t>
      </w:r>
      <w:r>
        <w:rPr>
          <w:rtl/>
        </w:rPr>
        <w:t>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مطابق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4B5145" w:rsidP="003E4783">
      <w:pPr>
        <w:pStyle w:val="libLine"/>
      </w:pPr>
      <w:r>
        <w:rPr>
          <w:rtl/>
        </w:rPr>
        <w:t>____________________</w:t>
      </w:r>
    </w:p>
    <w:p w:rsidR="0065778C" w:rsidRDefault="0065778C" w:rsidP="00D2626E">
      <w:pPr>
        <w:pStyle w:val="libFootnote"/>
      </w:pPr>
      <w:r>
        <w:rPr>
          <w:rtl/>
        </w:rPr>
        <w:t>1) کاف</w:t>
      </w:r>
      <w:r>
        <w:rPr>
          <w:rFonts w:hint="cs"/>
          <w:rtl/>
        </w:rPr>
        <w:t>ی</w:t>
      </w:r>
      <w:r>
        <w:rPr>
          <w:rtl/>
        </w:rPr>
        <w:t xml:space="preserve"> ،جلد8 ص 53_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>(</w:t>
      </w:r>
      <w:r w:rsidR="0065778C" w:rsidRPr="003E4783">
        <w:rPr>
          <w:rStyle w:val="libArabicChar"/>
          <w:rtl/>
        </w:rPr>
        <w:t xml:space="preserve">اعرضوا 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3E4783">
        <w:rPr>
          <w:rStyle w:val="libArabicChar"/>
          <w:rFonts w:hint="cs"/>
          <w:rtl/>
        </w:rPr>
        <w:t>ما علی</w:t>
      </w:r>
      <w:r w:rsidR="0065778C" w:rsidRPr="003E4783">
        <w:rPr>
          <w:rStyle w:val="libArabicChar"/>
          <w:rtl/>
        </w:rPr>
        <w:t xml:space="preserve"> کتاب الله فما وافق کتاب الله فخذو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3E4783">
        <w:rPr>
          <w:rStyle w:val="libArabicChar"/>
          <w:rFonts w:hint="cs"/>
          <w:rtl/>
        </w:rPr>
        <w:t xml:space="preserve"> و ما خالف کتاب الله فردّو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955C8D">
        <w:rPr>
          <w:rFonts w:hint="cs"/>
          <w:rtl/>
        </w:rPr>
        <w:t>)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بالکل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 و باطل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تمام ادل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 سنت کتابوں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کثرت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(</w:t>
      </w:r>
      <w:r w:rsidRPr="003E4783">
        <w:rPr>
          <w:rStyle w:val="libArabicChar"/>
          <w:rtl/>
        </w:rPr>
        <w:t>ان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تارک ف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کم</w:t>
      </w:r>
      <w:r w:rsidRPr="003E4783">
        <w:rPr>
          <w:rStyle w:val="libArabicChar"/>
          <w:rtl/>
        </w:rPr>
        <w:t xml:space="preserve"> الثقل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Fonts w:hint="eastAsia"/>
          <w:rtl/>
        </w:rPr>
        <w:t>ن</w:t>
      </w:r>
      <w:r w:rsidRPr="003E4783">
        <w:rPr>
          <w:rStyle w:val="libArabicChar"/>
          <w:rtl/>
        </w:rPr>
        <w:t xml:space="preserve"> کتاب الله و عترت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ا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ل بی</w:t>
      </w:r>
      <w:r w:rsidRPr="003E4783">
        <w:rPr>
          <w:rStyle w:val="libArabicChar"/>
          <w:rFonts w:hint="eastAsia"/>
          <w:rtl/>
        </w:rPr>
        <w:t>ت</w:t>
      </w:r>
      <w:r w:rsidRPr="003E4783">
        <w:rPr>
          <w:rStyle w:val="libArabicChar"/>
          <w:rFonts w:hint="cs"/>
          <w:rtl/>
        </w:rPr>
        <w:t>ی</w:t>
      </w:r>
      <w:r w:rsidRPr="003E4783">
        <w:rPr>
          <w:rStyle w:val="libArabicChar"/>
          <w:rtl/>
        </w:rPr>
        <w:t xml:space="preserve"> ما ان تمسکتم ب</w:t>
      </w:r>
      <w:r w:rsidR="00380DE6" w:rsidRPr="009B41EC">
        <w:rPr>
          <w:rStyle w:val="libArabicChar"/>
          <w:rFonts w:hint="cs"/>
          <w:rtl/>
        </w:rPr>
        <w:t>ه</w:t>
      </w:r>
      <w:r w:rsidRPr="003E4783">
        <w:rPr>
          <w:rStyle w:val="libArabicChar"/>
          <w:rFonts w:hint="cs"/>
          <w:rtl/>
        </w:rPr>
        <w:t>ما لن تضلو</w:t>
      </w:r>
      <w:r>
        <w:rPr>
          <w:rtl/>
        </w:rPr>
        <w:t xml:space="preserve">) </w:t>
      </w:r>
    </w:p>
    <w:p w:rsidR="0065778C" w:rsidRDefault="004527F0" w:rsidP="0065778C">
      <w:pPr>
        <w:pStyle w:val="libNormal"/>
      </w:pPr>
      <w:r>
        <w:rPr>
          <w:rFonts w:hint="eastAsia"/>
          <w:rtl/>
        </w:rPr>
        <w:t xml:space="preserve">میں </w:t>
      </w:r>
      <w:r w:rsidR="0065778C">
        <w:rPr>
          <w:rtl/>
        </w:rPr>
        <w:t xml:space="preserve">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دو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ادگارگرانب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کر جار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کتاب اور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عترت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اگر ان دونوں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تمسک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تو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گز گمرا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پر مغز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بالکل واضح کرر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مطمئن پنا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اب اگر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 تا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 طرح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مطمئن پنا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سکتا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قس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نجات دلا سکتا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3E4783">
      <w:pPr>
        <w:pStyle w:val="Heading2Center"/>
      </w:pPr>
      <w:bookmarkStart w:id="9" w:name="_Toc519769579"/>
      <w:r>
        <w:rPr>
          <w:rFonts w:hint="eastAsia"/>
          <w:rtl/>
        </w:rPr>
        <w:t>اختتام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کلمات:</w:t>
      </w:r>
      <w:bookmarkEnd w:id="9"/>
    </w:p>
    <w:p w:rsidR="0065778C" w:rsidRDefault="0065778C" w:rsidP="0065778C">
      <w:pPr>
        <w:pStyle w:val="libNormal"/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انجام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 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،جلد 18ص 80_</w:t>
      </w:r>
    </w:p>
    <w:p w:rsidR="0065778C" w:rsidRDefault="0065778C" w:rsidP="00D2626E">
      <w:pPr>
        <w:pStyle w:val="libFootnote"/>
      </w:pPr>
    </w:p>
    <w:p w:rsidR="0065778C" w:rsidRDefault="00E54A53" w:rsidP="003E4783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م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ر مقام پر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اور اب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مذ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ب شی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علماء و محققی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کوئی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(خود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کتابوں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گوا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مطابق) تحری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کا قائل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ا اور 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_لی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ر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بعض تعصب اور </w:t>
      </w:r>
      <w:r w:rsidR="0065778C" w:rsidRPr="00471E8C">
        <w:rPr>
          <w:rFonts w:hint="cs"/>
          <w:rtl/>
        </w:rPr>
        <w:t>ہٹ</w:t>
      </w:r>
      <w:r w:rsidR="0065778C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رم قسم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لوگ اس ت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مت پر اصرار کرت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_پت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امت</w:t>
      </w:r>
      <w:r w:rsidR="0065778C">
        <w:rPr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دن 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کی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جواب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کی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طرف تو ت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مت لگا ر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 ف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می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کو کم کرر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آپ کا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قسم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جنک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اجاچکا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استوارن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ابن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(الفرقان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القرآن )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پر مشتمل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_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تعصّب کا شکار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دن</w:t>
      </w:r>
      <w:r>
        <w:rPr>
          <w:rtl/>
        </w:rPr>
        <w:t xml:space="preserve"> رات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_ اسلام ،مسلم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ظلم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تعصب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 بار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لگا کر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سرمائ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کو کم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_دشمن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_تم ا</w:t>
      </w:r>
      <w:r>
        <w:rPr>
          <w:rFonts w:hint="eastAsia"/>
          <w:rtl/>
        </w:rPr>
        <w:t>گر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ے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جان لوتم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الت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اور</w:t>
      </w:r>
      <w:r w:rsidR="0065778C">
        <w:rPr>
          <w:rtl/>
        </w:rPr>
        <w:t xml:space="preserve"> نادان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اسلام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ادوں</w:t>
      </w:r>
      <w:r w:rsidR="0065778C">
        <w:rPr>
          <w:rtl/>
        </w:rPr>
        <w:t xml:space="preserve"> کو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لا کرر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و_ک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تم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مسلمانوں کا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عظ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قرآن کا قائل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پر ظلم عظ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اورا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کا کوئ</w:t>
      </w:r>
      <w:r>
        <w:rPr>
          <w:rFonts w:hint="cs"/>
          <w:rtl/>
        </w:rPr>
        <w:t>ی</w:t>
      </w:r>
      <w:r>
        <w:rPr>
          <w:rtl/>
        </w:rPr>
        <w:t xml:space="preserve"> محقق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کا قائل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سب علما ء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اکرم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اور جو آج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_اور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</w:t>
      </w:r>
      <w:r>
        <w:rPr>
          <w:rFonts w:hint="eastAsia"/>
          <w:rtl/>
        </w:rPr>
        <w:t>ابق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اُ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زوال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محفوظ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خبر، نا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متعصب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مسئل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اختلاف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عروج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 سب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</w:p>
    <w:p w:rsidR="0065778C" w:rsidRDefault="00E54A53" w:rsidP="009A39AC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10" w:name="_Toc519769580"/>
      <w:r w:rsidR="0065778C">
        <w:rPr>
          <w:rtl/>
        </w:rPr>
        <w:t>2</w:t>
      </w:r>
      <w:bookmarkEnd w:id="10"/>
      <w:r w:rsidR="0065778C">
        <w:rPr>
          <w:rtl/>
        </w:rPr>
        <w:t xml:space="preserve"> </w:t>
      </w:r>
    </w:p>
    <w:p w:rsidR="0065778C" w:rsidRDefault="0065778C" w:rsidP="009A39AC">
      <w:pPr>
        <w:pStyle w:val="Heading2Center"/>
      </w:pPr>
      <w:bookmarkStart w:id="11" w:name="_Toc519769581"/>
      <w:r>
        <w:rPr>
          <w:rtl/>
        </w:rPr>
        <w:t>''تق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>'' قرآن و سنت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3C4FC4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>میں</w:t>
      </w:r>
      <w:bookmarkEnd w:id="11"/>
      <w:r w:rsidR="004527F0">
        <w:rPr>
          <w:rtl/>
        </w:rPr>
        <w:t xml:space="preserve"> </w:t>
      </w:r>
    </w:p>
    <w:p w:rsidR="008A1044" w:rsidRDefault="008A1044" w:rsidP="00452B33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دوسرا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پر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متعصب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تلاش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افراد،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پر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،''تق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>''کا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</w:t>
      </w:r>
      <w:r w:rsidR="00EE653E">
        <w:rPr>
          <w:rtl/>
        </w:rPr>
        <w:t xml:space="preserve">کیوں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نفاق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اتنا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چ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حرام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اس بات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غافل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 مخصوص شرائط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جائز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_اور خود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مصادر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منقول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(اپن</w:t>
      </w:r>
      <w:r>
        <w:rPr>
          <w:rFonts w:hint="cs"/>
          <w:rtl/>
        </w:rPr>
        <w:t>ی</w:t>
      </w:r>
      <w:r>
        <w:rPr>
          <w:rtl/>
        </w:rPr>
        <w:t xml:space="preserve"> مخصوص شرائط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عقل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_خود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کا تجرب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پر عمل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چند نکات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2" w:name="_Toc519769582"/>
      <w:r>
        <w:rPr>
          <w:rtl/>
        </w:rPr>
        <w:t>1-تق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 xml:space="preserve"> ؟</w:t>
      </w:r>
      <w:bookmarkEnd w:id="12"/>
    </w:p>
    <w:p w:rsidR="0065778C" w:rsidRDefault="0065778C" w:rsidP="0065778C">
      <w:pPr>
        <w:pStyle w:val="libNormal"/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متعصب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پا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موحّد مسلمان،</w:t>
      </w:r>
      <w:r w:rsidRPr="00471E8C">
        <w:rPr>
          <w:rFonts w:hint="cs"/>
          <w:rtl/>
        </w:rPr>
        <w:t>ہٹ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رم بت پرستوں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چنگل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نس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اب اگر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ار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کا خون ب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جان ،مال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ناموس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نقصان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اس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حالت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مسلمان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کو 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کر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گزند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امان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مثلا،اگر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مسلمان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ابان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ھٹ</w:t>
      </w:r>
      <w:r w:rsidR="0065778C" w:rsidRPr="00955C8D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رم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وں گرفتار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عوں</w:t>
      </w:r>
      <w:r w:rsidR="0065778C">
        <w:rPr>
          <w:rtl/>
        </w:rPr>
        <w:t xml:space="preserve"> کا خون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انا مباح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اس حالت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مومن اگر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جان،مال اور ناموس </w:t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حفاظت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اُس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اپنا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پا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تو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عاقل اس بات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تصد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tl/>
        </w:rPr>
        <w:t xml:space="preserve">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حالت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مکمل طور پر منطق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عقل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حکم لگات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_ک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خوا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مخوا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 کو متعصب لوگوں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نذرن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3" w:name="_Toc519769583"/>
      <w:r>
        <w:rPr>
          <w:rtl/>
        </w:rPr>
        <w:t>2_تق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اور نفاق کا فرق:</w:t>
      </w:r>
      <w:bookmarkEnd w:id="13"/>
    </w:p>
    <w:p w:rsidR="0065778C" w:rsidRDefault="0065778C" w:rsidP="0065778C">
      <w:pPr>
        <w:pStyle w:val="libNormal"/>
      </w:pPr>
      <w:r>
        <w:rPr>
          <w:rFonts w:hint="eastAsia"/>
          <w:rtl/>
        </w:rPr>
        <w:t>نفاق</w:t>
      </w:r>
      <w:r>
        <w:rPr>
          <w:rtl/>
        </w:rPr>
        <w:t xml:space="preserve"> بالکلتق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منافق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باطن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شک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کا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ار کر 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باطن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و،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ان شدت پسند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مسلمانوں کو کافر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کفر کا خط 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Fonts w:hint="eastAsia"/>
          <w:rtl/>
        </w:rPr>
        <w:t>اںد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جان،مال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ناموس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متعصب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پا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کو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 والا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نفاق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4" w:name="_Toc519769584"/>
      <w:r>
        <w:rPr>
          <w:rtl/>
        </w:rPr>
        <w:t>3_تق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عقل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ترازو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:</w:t>
      </w:r>
      <w:bookmarkEnd w:id="14"/>
    </w:p>
    <w:p w:rsidR="0065778C" w:rsidRDefault="0065778C" w:rsidP="0065778C">
      <w:pPr>
        <w:pStyle w:val="libNormal"/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 xml:space="preserve">ال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</w:t>
      </w:r>
      <w:r w:rsidRPr="008A1044">
        <w:rPr>
          <w:rStyle w:val="libArabicChar"/>
          <w:rFonts w:hint="cs"/>
          <w:rtl/>
        </w:rPr>
        <w:t>تُرس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 w:rsidRPr="008A1044">
        <w:rPr>
          <w:rStyle w:val="libArabicChar"/>
          <w:rFonts w:hint="eastAsia"/>
          <w:rtl/>
        </w:rPr>
        <w:t>المومن</w:t>
      </w:r>
      <w:r w:rsidR="0065778C">
        <w:rPr>
          <w:rtl/>
        </w:rPr>
        <w:t xml:space="preserve">)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(باا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مان</w:t>
      </w:r>
      <w:r w:rsidR="0065778C">
        <w:rPr>
          <w:rtl/>
        </w:rPr>
        <w:t xml:space="preserve"> لوگوں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ڈھ</w:t>
      </w:r>
      <w:r w:rsidR="0065778C" w:rsidRPr="00955C8D">
        <w:rPr>
          <w:rFonts w:hint="cs"/>
          <w:rtl/>
        </w:rPr>
        <w:t>ال)ک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عنوان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انسان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عقل اجازت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انسان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باطن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 خطرناک اور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منطق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افراد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سامن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خوا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مخوا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جان، مال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ناموس کو خطر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ڈ</w:t>
      </w:r>
      <w:r w:rsidR="0065778C" w:rsidRPr="00955C8D">
        <w:rPr>
          <w:rFonts w:hint="cs"/>
          <w:rtl/>
        </w:rPr>
        <w:t>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_ک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بلاوج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طاقت اوروسائل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کو</w:t>
      </w:r>
      <w:r w:rsidR="0065778C">
        <w:rPr>
          <w:rtl/>
        </w:rPr>
        <w:t xml:space="preserve"> ضائع کرنا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کام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>:اس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کار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فوج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527F0">
        <w:rPr>
          <w:rtl/>
        </w:rPr>
        <w:t xml:space="preserve">میں </w:t>
      </w:r>
      <w:r>
        <w:rPr>
          <w:rtl/>
        </w:rPr>
        <w:t xml:space="preserve"> استعمال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دختوں ،سرنگوں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لوںک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لباس درختوں ک</w:t>
      </w:r>
      <w:r>
        <w:rPr>
          <w:rFonts w:hint="cs"/>
          <w:rtl/>
        </w:rPr>
        <w:t>ی</w:t>
      </w:r>
      <w:r>
        <w:rPr>
          <w:rtl/>
        </w:rPr>
        <w:t xml:space="preserve"> شاخوں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رنگ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انتخاب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بلا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کا خون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عقلاء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سخت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روش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عقلائ،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اپنا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سرزنش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 w:rsidRPr="00471E8C">
        <w:rPr>
          <w:rFonts w:hint="cs"/>
          <w:rtl/>
        </w:rPr>
        <w:t>ے</w:t>
      </w:r>
      <w:r>
        <w:rPr>
          <w:rtl/>
        </w:rPr>
        <w:t>_آپ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قبول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5" w:name="_Toc519769585"/>
      <w:r>
        <w:rPr>
          <w:rtl/>
        </w:rPr>
        <w:t>4_تق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کتاب ال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>:</w:t>
      </w:r>
      <w:bookmarkEnd w:id="15"/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 کفار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جائز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)آل فرعون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CE2672" w:rsidP="00CE2672">
      <w:pPr>
        <w:pStyle w:val="libNormal"/>
      </w:pP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A1044">
        <w:rPr>
          <w:rStyle w:val="libAieChar"/>
          <w:rtl/>
        </w:rPr>
        <w:t xml:space="preserve">و قال رجل مومن من آل فرعون 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کتم</w:t>
      </w:r>
      <w:r w:rsidRPr="008A1044">
        <w:rPr>
          <w:rStyle w:val="libAieChar"/>
          <w:rtl/>
        </w:rPr>
        <w:t xml:space="preserve"> ا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مان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tl/>
        </w:rPr>
        <w:t xml:space="preserve"> اتقتلون رجلا ان 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قول</w:t>
      </w:r>
      <w:r w:rsidRPr="008A1044">
        <w:rPr>
          <w:rStyle w:val="libAieChar"/>
          <w:rtl/>
        </w:rPr>
        <w:t xml:space="preserve"> رب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tl/>
        </w:rPr>
        <w:t xml:space="preserve"> الل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Fonts w:hint="cs"/>
          <w:rtl/>
        </w:rPr>
        <w:t xml:space="preserve"> و قد جاء کم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CE2672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CE2672" w:rsidRPr="008A1044">
        <w:rPr>
          <w:rStyle w:val="libAieChar"/>
          <w:rFonts w:hint="eastAsia"/>
          <w:rtl/>
        </w:rPr>
        <w:t>بالب</w:t>
      </w:r>
      <w:r w:rsidR="00CE2672" w:rsidRPr="008A1044">
        <w:rPr>
          <w:rStyle w:val="libAieChar"/>
          <w:rFonts w:hint="cs"/>
          <w:rtl/>
        </w:rPr>
        <w:t>ی</w:t>
      </w:r>
      <w:r w:rsidR="00CE2672" w:rsidRPr="008A1044">
        <w:rPr>
          <w:rStyle w:val="libAieChar"/>
          <w:rFonts w:hint="eastAsia"/>
          <w:rtl/>
        </w:rPr>
        <w:t>نات</w:t>
      </w:r>
      <w:r w:rsidR="00CE2672">
        <w:rPr>
          <w:rStyle w:val="libAieChar"/>
          <w:rFonts w:hint="eastAsia"/>
          <w:rtl/>
        </w:rPr>
        <w:t xml:space="preserve"> </w:t>
      </w:r>
      <w:r w:rsidR="00CE2672" w:rsidRPr="00CE2672">
        <w:rPr>
          <w:rStyle w:val="libAlaemChar"/>
          <w:rFonts w:hint="eastAsia"/>
          <w:rtl/>
        </w:rPr>
        <w:t>)</w:t>
      </w:r>
      <w:r w:rsidR="00CE2672">
        <w:rPr>
          <w:rStyle w:val="libAieChar"/>
          <w:rFonts w:hint="eastAsia"/>
          <w:rtl/>
        </w:rPr>
        <w:t xml:space="preserve"> </w:t>
      </w:r>
      <w:r w:rsidR="0065778C">
        <w:rPr>
          <w:rtl/>
        </w:rPr>
        <w:t xml:space="preserve"> ...</w:t>
      </w:r>
      <w:r w:rsidR="00CE2672" w:rsidRPr="00B648F9">
        <w:rPr>
          <w:rStyle w:val="libFootnotenumChar"/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آل</w:t>
      </w:r>
      <w:r>
        <w:rPr>
          <w:rtl/>
        </w:rPr>
        <w:t xml:space="preserve"> فرعون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(موس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پر)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پا 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مرد کو قتل کرنا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خدا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واضح معجزات اور روشن دلائل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مؤمن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حال پر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دو اگر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اسج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کا اثر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اور اگر سچ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بعض عذاب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)پس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ے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آل فرعون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مومن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اس </w:t>
      </w:r>
      <w:r w:rsidRPr="00471E8C">
        <w:rPr>
          <w:rFonts w:hint="cs"/>
          <w:rtl/>
        </w:rPr>
        <w:t>ھٹ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رم اور متعصب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حضرت موس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قتل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درپ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ضرور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)قرآن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فرمان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CE2672" w:rsidP="00CE2672">
      <w:pPr>
        <w:pStyle w:val="libNormal"/>
      </w:pP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A1044">
        <w:rPr>
          <w:rStyle w:val="libAieChar"/>
          <w:rtl/>
        </w:rPr>
        <w:t>لا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تخذ</w:t>
      </w:r>
      <w:r w:rsidRPr="008A1044">
        <w:rPr>
          <w:rStyle w:val="libAieChar"/>
          <w:rtl/>
        </w:rPr>
        <w:t xml:space="preserve"> المومنون الکافر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ن</w:t>
      </w:r>
      <w:r w:rsidRPr="008A1044">
        <w:rPr>
          <w:rStyle w:val="libAieChar"/>
          <w:rtl/>
        </w:rPr>
        <w:t xml:space="preserve"> اول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اء</w:t>
      </w:r>
      <w:r w:rsidRPr="008A1044">
        <w:rPr>
          <w:rStyle w:val="libAieChar"/>
          <w:rtl/>
        </w:rPr>
        <w:t xml:space="preserve"> من دون </w:t>
      </w:r>
      <w:r w:rsidRPr="008A1044">
        <w:rPr>
          <w:rStyle w:val="libAieChar"/>
          <w:rFonts w:hint="eastAsia"/>
          <w:rtl/>
        </w:rPr>
        <w:t>المومن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ن</w:t>
      </w:r>
      <w:r w:rsidRPr="008A1044">
        <w:rPr>
          <w:rStyle w:val="libAieChar"/>
          <w:rtl/>
        </w:rPr>
        <w:t xml:space="preserve"> و من 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فعل</w:t>
      </w:r>
      <w:r w:rsidRPr="008A1044">
        <w:rPr>
          <w:rStyle w:val="libAieChar"/>
          <w:rtl/>
        </w:rPr>
        <w:t xml:space="preserve"> ذلک فل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س</w:t>
      </w:r>
      <w:r w:rsidRPr="008A1044">
        <w:rPr>
          <w:rStyle w:val="libAieChar"/>
          <w:rtl/>
        </w:rPr>
        <w:t xml:space="preserve"> من الل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Fonts w:hint="cs"/>
          <w:rtl/>
        </w:rPr>
        <w:t xml:space="preserve"> فی</w:t>
      </w:r>
      <w:r w:rsidRPr="008A1044">
        <w:rPr>
          <w:rStyle w:val="libAieChar"/>
          <w:rtl/>
        </w:rPr>
        <w:t xml:space="preserve"> شئ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tl/>
        </w:rPr>
        <w:t xml:space="preserve"> الا ان تتقو من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Fonts w:hint="cs"/>
          <w:rtl/>
        </w:rPr>
        <w:t>م تقاة ً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 w:rsidRPr="00955C8D">
        <w:rPr>
          <w:rFonts w:hint="cs"/>
          <w:rtl/>
        </w:rPr>
        <w:t xml:space="preserve">___ </w:t>
      </w:r>
      <w:r w:rsidR="0065778C" w:rsidRPr="00B648F9">
        <w:rPr>
          <w:rStyle w:val="libFootnotenumChar"/>
          <w:rFonts w:hint="cs"/>
          <w:rtl/>
        </w:rPr>
        <w:t>(2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کفار کو اپنا دوست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جو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tl/>
        </w:rPr>
        <w:t xml:space="preserve">اں مگر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دشمنان حق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مکمل طور پر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مگر اس صورت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اجازت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مسلمان ک</w:t>
      </w:r>
      <w:r>
        <w:rPr>
          <w:rFonts w:hint="cs"/>
          <w:rtl/>
        </w:rPr>
        <w:t>ی</w:t>
      </w:r>
      <w:r>
        <w:rPr>
          <w:rtl/>
        </w:rPr>
        <w:t xml:space="preserve">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>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1)سور</w:t>
      </w:r>
      <w:r w:rsidRPr="00D2626E">
        <w:rPr>
          <w:rFonts w:hint="cs"/>
          <w:rtl/>
        </w:rPr>
        <w:t>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28_</w:t>
      </w:r>
    </w:p>
    <w:p w:rsidR="0065778C" w:rsidRDefault="0065778C" w:rsidP="00D2626E">
      <w:pPr>
        <w:pStyle w:val="libFootnote"/>
      </w:pPr>
      <w:r>
        <w:rPr>
          <w:rtl/>
        </w:rPr>
        <w:t>2)سور</w:t>
      </w:r>
      <w:r w:rsidRPr="00D2626E">
        <w:rPr>
          <w:rFonts w:hint="cs"/>
          <w:rtl/>
        </w:rPr>
        <w:t>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28_</w:t>
      </w:r>
    </w:p>
    <w:p w:rsidR="0065778C" w:rsidRDefault="0065778C" w:rsidP="00D2626E">
      <w:pPr>
        <w:pStyle w:val="libFootnote"/>
      </w:pP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) جناب عمار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اسر</w:t>
      </w:r>
      <w:r w:rsidR="0065778C">
        <w:rPr>
          <w:rtl/>
        </w:rPr>
        <w:t xml:space="preserve"> اور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ماں ،باپ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داستان کو تمام مفسر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نوںاشخاص</w:t>
      </w:r>
      <w:r w:rsidR="0065778C">
        <w:rPr>
          <w:rtl/>
        </w:rPr>
        <w:t xml:space="preserve"> مشرک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عرب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چنگل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نس 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_اور مشرک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 براء ت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کوک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_جناب عمار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اعلان لا تعلق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انکار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_ل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جناب عمار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مرض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ک</w:t>
      </w:r>
      <w:r w:rsidR="0065778C" w:rsidRPr="00471E8C">
        <w:rPr>
          <w:rFonts w:hint="cs"/>
          <w:rtl/>
        </w:rPr>
        <w:t>ہہ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>_ اور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جب گر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آئ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اس وقت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نازل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</w:t>
      </w:r>
    </w:p>
    <w:p w:rsidR="0065778C" w:rsidRDefault="00CE2672" w:rsidP="00CE2672">
      <w:pPr>
        <w:pStyle w:val="libNormal"/>
      </w:pP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A1044">
        <w:rPr>
          <w:rStyle w:val="libAieChar"/>
          <w:rtl/>
        </w:rPr>
        <w:t>من کفر بالله من بعد ا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مان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tl/>
        </w:rPr>
        <w:t xml:space="preserve"> الا من اکر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Fonts w:hint="cs"/>
          <w:rtl/>
        </w:rPr>
        <w:t xml:space="preserve"> و</w:t>
      </w:r>
      <w:r w:rsidRPr="008A1044">
        <w:rPr>
          <w:rStyle w:val="libAieChar"/>
          <w:rtl/>
        </w:rPr>
        <w:t xml:space="preserve"> </w:t>
      </w:r>
      <w:r w:rsidRPr="008A1044">
        <w:rPr>
          <w:rStyle w:val="libAieChar"/>
          <w:rFonts w:hint="eastAsia"/>
          <w:rtl/>
        </w:rPr>
        <w:t>قلب</w:t>
      </w:r>
      <w:r w:rsidRPr="00EC5D05">
        <w:rPr>
          <w:rStyle w:val="libAieChar"/>
          <w:rFonts w:hint="cs"/>
          <w:rtl/>
        </w:rPr>
        <w:t>ه</w:t>
      </w:r>
      <w:r w:rsidRPr="008A1044">
        <w:rPr>
          <w:rStyle w:val="libAieChar"/>
          <w:rtl/>
        </w:rPr>
        <w:t xml:space="preserve"> مطمئن بالا</w:t>
      </w:r>
      <w:r w:rsidRPr="008A1044">
        <w:rPr>
          <w:rStyle w:val="libAieChar"/>
          <w:rFonts w:hint="cs"/>
          <w:rtl/>
        </w:rPr>
        <w:t>ی</w:t>
      </w:r>
      <w:r w:rsidRPr="008A1044">
        <w:rPr>
          <w:rStyle w:val="libAieChar"/>
          <w:rFonts w:hint="eastAsia"/>
          <w:rtl/>
        </w:rPr>
        <w:t>مان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...</w:t>
      </w:r>
      <w:r w:rsidRPr="00B648F9">
        <w:rPr>
          <w:rStyle w:val="libFootnotenumChar"/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کافر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عذاب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مگر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جناب عمار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داء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آنسو صاف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اگر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کلمات کا تکرار کرنا_تمام مسلمان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تفاق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بعد </w:t>
      </w:r>
      <w:r w:rsidR="004527F0">
        <w:rPr>
          <w:rtl/>
        </w:rPr>
        <w:t xml:space="preserve">میں </w:t>
      </w:r>
      <w:r>
        <w:rPr>
          <w:rtl/>
        </w:rPr>
        <w:t xml:space="preserve"> رسول خدا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جملات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ادا فرمائ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تو اس اتفاق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سب مسلمان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باعث تعجب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محکم ادل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سنت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اقوال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 وجود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کو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مورد طعن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-_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النحل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106_</w:t>
      </w: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تو جناب عمار منافق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آل فرعون کا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مومن منافق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بلک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دستور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فائد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6" w:name="_Toc519769586"/>
      <w:r>
        <w:rPr>
          <w:rtl/>
        </w:rPr>
        <w:t>5_تق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:</w:t>
      </w:r>
      <w:bookmarkEnd w:id="16"/>
    </w:p>
    <w:p w:rsidR="0065778C" w:rsidRDefault="0065778C" w:rsidP="0065778C">
      <w:pPr>
        <w:pStyle w:val="libNormal"/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کاکثرت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 ملتا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مسند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معروف مسند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(مس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Pr="00471E8C">
        <w:rPr>
          <w:rFonts w:hint="cs"/>
          <w:rtl/>
        </w:rPr>
        <w:t>ہ</w:t>
      </w:r>
      <w:r>
        <w:rPr>
          <w:rtl/>
        </w:rPr>
        <w:t xml:space="preserve"> کذاب) ک</w:t>
      </w:r>
      <w:r>
        <w:rPr>
          <w:rFonts w:hint="cs"/>
          <w:rtl/>
        </w:rPr>
        <w:t>ی</w:t>
      </w:r>
      <w:r>
        <w:rPr>
          <w:rtl/>
        </w:rPr>
        <w:t xml:space="preserve"> داستان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Pr="00471E8C">
        <w:rPr>
          <w:rFonts w:hint="cs"/>
          <w:rtl/>
        </w:rPr>
        <w:t>ہ</w:t>
      </w:r>
      <w:r>
        <w:rPr>
          <w:rtl/>
        </w:rPr>
        <w:t xml:space="preserve"> کذاب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 ل خدا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 اصحاب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اثر و رسوخ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علاق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گرفتار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خدا کا نمائند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جان بچال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اسک</w:t>
      </w:r>
      <w:r>
        <w:rPr>
          <w:rFonts w:hint="cs"/>
          <w:rtl/>
        </w:rPr>
        <w:t>ی</w:t>
      </w:r>
      <w:r>
        <w:rPr>
          <w:rtl/>
        </w:rPr>
        <w:t xml:space="preserve"> گردن ا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_ جب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خبر رسول خدا (ص)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تو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قتل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صداقت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قدم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رخصت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پر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ائم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بالخصوص ان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کلمات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بنوعباس اور بنو اُميّ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اس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 عل</w:t>
      </w:r>
      <w:r>
        <w:rPr>
          <w:rFonts w:hint="cs"/>
          <w:rtl/>
        </w:rPr>
        <w:t>ی</w:t>
      </w:r>
      <w:r>
        <w:rPr>
          <w:rtl/>
        </w:rPr>
        <w:t xml:space="preserve"> ملتا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 حکم کثرت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مامور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ظالم اور ب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رحم</w:t>
      </w:r>
      <w:r>
        <w:rPr>
          <w:rtl/>
        </w:rPr>
        <w:t xml:space="preserve"> دشمنوں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>الس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7" w:name="_Toc519769587"/>
      <w:r>
        <w:rPr>
          <w:rtl/>
        </w:rPr>
        <w:t>6_ک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صرف کفار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مقابل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17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بعض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ان واضح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مندرج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سامنا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اسلام </w:t>
      </w:r>
      <w:r w:rsidR="004527F0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جواز کو قبول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</w:t>
      </w:r>
      <w:r>
        <w:rPr>
          <w:rtl/>
        </w:rPr>
        <w:t>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وتا_ اس وقت و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D2626E">
        <w:rPr>
          <w:rFonts w:hint="cs"/>
          <w:rtl/>
        </w:rPr>
        <w:t>ہ</w:t>
      </w:r>
      <w:r>
        <w:rPr>
          <w:rtl/>
        </w:rPr>
        <w:t xml:space="preserve"> ، ج12 ص 358_</w:t>
      </w: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فرار تلاش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تو صرف کفار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مسلمانوں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جائز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مندرج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بالا ادل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روشن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بالکل واضح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 دو موارد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فرق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اگر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متعصب اور خطرناک افراد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،مال اور ناموس ک</w:t>
      </w:r>
      <w:r>
        <w:rPr>
          <w:rFonts w:hint="cs"/>
          <w:rtl/>
        </w:rPr>
        <w:t>ی</w:t>
      </w:r>
      <w:r>
        <w:rPr>
          <w:rtl/>
        </w:rPr>
        <w:t xml:space="preserve"> حفاظت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نا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متعصب مسلمان اور کافرک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 ا</w:t>
      </w:r>
      <w:r>
        <w:rPr>
          <w:rtl/>
        </w:rPr>
        <w:t xml:space="preserve">گر عقل و خرد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لگات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امور ک</w:t>
      </w:r>
      <w:r>
        <w:rPr>
          <w:rFonts w:hint="cs"/>
          <w:rtl/>
        </w:rPr>
        <w:t>ی</w:t>
      </w:r>
      <w:r>
        <w:rPr>
          <w:rtl/>
        </w:rPr>
        <w:t xml:space="preserve"> حفاظت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ود</w:t>
      </w:r>
      <w:r w:rsidRPr="00471E8C">
        <w:rPr>
          <w:rFonts w:hint="cs"/>
          <w:rtl/>
        </w:rPr>
        <w:t>ہ</w:t>
      </w:r>
      <w:r>
        <w:rPr>
          <w:rtl/>
        </w:rPr>
        <w:t xml:space="preserve"> طور پر ضائع کرنا مناسب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ان دومقامات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الت اور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71E8C">
        <w:rPr>
          <w:rFonts w:hint="cs"/>
          <w:rtl/>
        </w:rPr>
        <w:t>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کا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انا قربت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اب اگر کوئ</w:t>
      </w:r>
      <w:r>
        <w:rPr>
          <w:rFonts w:hint="cs"/>
          <w:rtl/>
        </w:rPr>
        <w:t>ی</w:t>
      </w:r>
      <w:r>
        <w:rPr>
          <w:rtl/>
        </w:rPr>
        <w:t xml:space="preserve">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_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اس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وں گرفتار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>
        <w:rPr>
          <w:rtl/>
        </w:rPr>
        <w:t xml:space="preserve"> پوچ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بتا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 اب اگر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شخص واضح بتاد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گردن کو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سپردکرن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صاحب عقل و خرد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لگا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باالفاظ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 کام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جناب عمار و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Pr="00471E8C">
        <w:rPr>
          <w:rFonts w:hint="cs"/>
          <w:rtl/>
        </w:rPr>
        <w:t>ہ</w:t>
      </w:r>
      <w:r>
        <w:rPr>
          <w:rtl/>
        </w:rPr>
        <w:t xml:space="preserve"> کذاب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دواصحاب رسول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بنو 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بنو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خلفاء اور جا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مسلمان،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 حرام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 w:rsidRPr="00471E8C"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وں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</w:t>
      </w:r>
      <w:r>
        <w:rPr>
          <w:rtl/>
        </w:rPr>
        <w:t xml:space="preserve"> </w:t>
      </w:r>
      <w:r>
        <w:rPr>
          <w:rFonts w:hint="eastAsia"/>
          <w:rtl/>
        </w:rPr>
        <w:t>مخلص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اسباب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خاطر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حاکم بظا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مسلمان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>(</w:t>
      </w:r>
      <w:r w:rsidR="0065778C" w:rsidRPr="008A1044">
        <w:rPr>
          <w:rStyle w:val="libArabicChar"/>
          <w:rtl/>
        </w:rPr>
        <w:t>تسعة اعشار الد</w:t>
      </w:r>
      <w:r w:rsidR="0065778C" w:rsidRPr="008A1044">
        <w:rPr>
          <w:rStyle w:val="libArabicChar"/>
          <w:rFonts w:hint="cs"/>
          <w:rtl/>
        </w:rPr>
        <w:t>ی</w:t>
      </w:r>
      <w:r w:rsidR="0065778C" w:rsidRPr="008A1044">
        <w:rPr>
          <w:rStyle w:val="libArabicChar"/>
          <w:rFonts w:hint="eastAsia"/>
          <w:rtl/>
        </w:rPr>
        <w:t>ن</w:t>
      </w:r>
      <w:r w:rsidR="0065778C" w:rsidRPr="008A1044">
        <w:rPr>
          <w:rStyle w:val="libArabicChar"/>
          <w:rtl/>
        </w:rPr>
        <w:t xml:space="preserve"> التق</w:t>
      </w:r>
      <w:r w:rsidR="0065778C" w:rsidRPr="008A1044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="0065778C">
        <w:rPr>
          <w:rtl/>
        </w:rPr>
        <w:t xml:space="preserve">) دس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نو حص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تو</w:t>
      </w:r>
      <w:r>
        <w:rPr>
          <w:rtl/>
        </w:rPr>
        <w:t xml:space="preserve"> بنو 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بنو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وں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 جات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رحمان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71E8C">
        <w:rPr>
          <w:rFonts w:hint="cs"/>
          <w:rtl/>
        </w:rPr>
        <w:t>ہ</w:t>
      </w:r>
      <w:r>
        <w:rPr>
          <w:rtl/>
        </w:rPr>
        <w:t xml:space="preserve"> قتل و غارت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شرائط </w:t>
      </w:r>
      <w:r w:rsidR="004527F0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برابر شک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فراموش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سال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_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حادث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انکا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</w:t>
      </w:r>
      <w:r>
        <w:rPr>
          <w:rtl/>
        </w:rPr>
        <w:t>ور اس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ساروں کا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نزاع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آج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بالکل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ود</w:t>
      </w:r>
      <w:r w:rsidRPr="00471E8C">
        <w:rPr>
          <w:rFonts w:hint="cs"/>
          <w:rtl/>
        </w:rPr>
        <w:t>ہ</w:t>
      </w:r>
      <w:r>
        <w:rPr>
          <w:rtl/>
        </w:rPr>
        <w:t xml:space="preserve"> اورب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نزاع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حق پر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اگر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چنگل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گرفتار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چ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اس کا خون 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2_جناب فخر راز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 w:rsidRPr="008A1044">
        <w:rPr>
          <w:rStyle w:val="libAieChar"/>
          <w:rtl/>
        </w:rPr>
        <w:t>الا ان تتقوا من</w:t>
      </w:r>
      <w:r w:rsidR="00CE2672" w:rsidRPr="00EC5D05">
        <w:rPr>
          <w:rStyle w:val="libAieChar"/>
          <w:rFonts w:hint="cs"/>
          <w:rtl/>
        </w:rPr>
        <w:t>ه</w:t>
      </w:r>
      <w:r w:rsidR="00CE2672" w:rsidRPr="008A1044">
        <w:rPr>
          <w:rStyle w:val="libAieChar"/>
          <w:rFonts w:hint="cs"/>
          <w:rtl/>
        </w:rPr>
        <w:t>م تقاة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Pr="00B648F9">
        <w:rPr>
          <w:rStyle w:val="libFootnotenumChar"/>
          <w:rFonts w:hint="cs"/>
          <w:rtl/>
        </w:rPr>
        <w:t>(2)</w:t>
      </w:r>
      <w:r w:rsidRPr="00955C8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غالب کافروں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جائز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</w:t>
      </w:r>
      <w:r w:rsidRPr="008A1044">
        <w:rPr>
          <w:rStyle w:val="libArabicChar"/>
          <w:rFonts w:hint="cs"/>
          <w:rtl/>
        </w:rPr>
        <w:t>الا ان مذ</w:t>
      </w:r>
      <w:r w:rsidR="00380DE6" w:rsidRPr="009B41EC">
        <w:rPr>
          <w:rStyle w:val="libArabicChar"/>
          <w:rFonts w:hint="cs"/>
          <w:rtl/>
        </w:rPr>
        <w:t>ه</w:t>
      </w:r>
      <w:r w:rsidRPr="008A1044">
        <w:rPr>
          <w:rStyle w:val="libArabicChar"/>
          <w:rFonts w:hint="cs"/>
          <w:rtl/>
        </w:rPr>
        <w:t>ب الشافعی</w:t>
      </w:r>
      <w:r w:rsidRPr="008A1044">
        <w:rPr>
          <w:rStyle w:val="libArabicChar"/>
          <w:rtl/>
        </w:rPr>
        <w:t xml:space="preserve"> _رض_ان الحالة ب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المسلم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اذا شاکلت الحالة ب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المسلم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و المشرک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حلّت التق</w:t>
      </w:r>
      <w:r w:rsidRPr="008A1044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8A1044">
        <w:rPr>
          <w:rStyle w:val="libArabicChar"/>
          <w:rtl/>
        </w:rPr>
        <w:t xml:space="preserve"> محاماة عل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tl/>
        </w:rPr>
        <w:t xml:space="preserve"> النفس</w:t>
      </w:r>
      <w:r>
        <w:rPr>
          <w:rtl/>
        </w:rPr>
        <w:t xml:space="preserve"> )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مسلمانوں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کفار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جائز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بحارالانوار ، جلد 109، ص 254_</w:t>
      </w:r>
    </w:p>
    <w:p w:rsidR="0065778C" w:rsidRDefault="0065778C" w:rsidP="00D2626E">
      <w:pPr>
        <w:pStyle w:val="libFootnote"/>
      </w:pPr>
      <w:r>
        <w:rPr>
          <w:rtl/>
        </w:rPr>
        <w:t>2) سورة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28_</w:t>
      </w: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اس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حفظ مال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جواز پر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نبو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(حرمة مال المسلم کحرمة دم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) مسلمان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مال کا احترام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خون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مانند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) اور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(من قتل دون مال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ش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>) جو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حفاظت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ماراجائ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 w:rsidRPr="008A1044">
        <w:rPr>
          <w:rStyle w:val="libFootnotenumChar"/>
          <w:rFonts w:hint="cs"/>
          <w:rtl/>
        </w:rPr>
        <w:t>(1</w:t>
      </w:r>
      <w:r w:rsidR="0065778C" w:rsidRPr="008A1044">
        <w:rPr>
          <w:rStyle w:val="libFootnotenumChar"/>
          <w:rtl/>
        </w:rPr>
        <w:t>)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پر لک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قال الامام الشافع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(</w:t>
      </w:r>
      <w:r w:rsidRPr="008A1044">
        <w:rPr>
          <w:rStyle w:val="libArabicChar"/>
          <w:rtl/>
        </w:rPr>
        <w:t>تجوز التق</w:t>
      </w:r>
      <w:r w:rsidRPr="008A1044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8A1044">
        <w:rPr>
          <w:rStyle w:val="libArabicChar"/>
          <w:rtl/>
        </w:rPr>
        <w:t xml:space="preserve"> ب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المسلم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کما تجوز ب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الکافر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ن</w:t>
      </w:r>
      <w:r w:rsidRPr="008A1044">
        <w:rPr>
          <w:rStyle w:val="libArabicChar"/>
          <w:rtl/>
        </w:rPr>
        <w:t xml:space="preserve"> محاماة عن النفس</w:t>
      </w:r>
      <w:r>
        <w:rPr>
          <w:rtl/>
        </w:rPr>
        <w:t xml:space="preserve"> )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مسلمانوں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کرنا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جس طرح کفار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کرنا جائز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 xml:space="preserve">3_دلچسب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بعض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بنو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حكّام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دباؤ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حادث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اوراس طرح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بچال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''ابن سعد''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مورخ کتاب طبقات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اور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مورخ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دو خطوط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مامون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بغداد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افسر (اسحق بن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ارسال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گئ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8 ص 13_</w:t>
      </w:r>
    </w:p>
    <w:p w:rsidR="0065778C" w:rsidRDefault="0065778C" w:rsidP="00D2626E">
      <w:pPr>
        <w:pStyle w:val="libFootnote"/>
      </w:pPr>
      <w:r>
        <w:rPr>
          <w:rtl/>
        </w:rPr>
        <w:t>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>ے حاش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پر) جلد 3، ص 118_</w:t>
      </w:r>
    </w:p>
    <w:p w:rsidR="0065778C" w:rsidRDefault="0065778C" w:rsidP="00D2626E">
      <w:pPr>
        <w:pStyle w:val="libFootnote"/>
      </w:pP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خط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ابن سعد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لک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مامون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tl/>
        </w:rPr>
        <w:t xml:space="preserve"> افسر کو لک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سات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محدث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( محمد بن سعد کاتب واقد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_ابو مسلم_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Fonts w:hint="cs"/>
          <w:rtl/>
        </w:rPr>
        <w:t>یی</w:t>
      </w:r>
      <w:r w:rsidR="0065778C">
        <w:rPr>
          <w:rtl/>
        </w:rPr>
        <w:t xml:space="preserve"> بن مع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>_ز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بن حرب_ اسمع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بن داوود_ اسمع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بن 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مسعود_ و احمد بن الدورق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) کو حفاظت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اقدامات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 دو_جب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افراد مامون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پاس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سوال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ارا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 تو سب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جواب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مخلوق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وقت محدث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نظر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برعکس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قائل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او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ان محدث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کا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 w:rsidRPr="008A1044">
        <w:rPr>
          <w:rStyle w:val="libFootnotenumChar"/>
          <w:rFonts w:hint="cs"/>
          <w:rtl/>
        </w:rPr>
        <w:t xml:space="preserve"> (1)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مامون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سخت سزاؤں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خوف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مخلوق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اعتراف کرل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 بچال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_مامون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خط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طبر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بغداد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tl/>
        </w:rPr>
        <w:t xml:space="preserve"> افسر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نام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جب مامون کا خط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پاس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نچاتو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بعض محدث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تعداد شا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26چ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tl/>
        </w:rPr>
        <w:t xml:space="preserve"> افراد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حاضر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مامون کا خط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سامن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ا_پ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کو الگ الگ پکار کر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اُسکا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معلوم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سوائ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چار افراد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سب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اعتراف ک</w:t>
      </w:r>
      <w:r w:rsidR="0065778C">
        <w:rPr>
          <w:rFonts w:hint="cs"/>
          <w:rtl/>
        </w:rPr>
        <w:t>ی</w:t>
      </w:r>
      <w:r w:rsidR="0065778C">
        <w:rPr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مخلوق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 اور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 بچال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) جن چار افراد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اعتراف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نام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احمد ابن حنبل ، سجاد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، القوار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اور محمد بن نوح _ پول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tl/>
        </w:rPr>
        <w:t xml:space="preserve"> انسپک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>ر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حکم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زنج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روں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جک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کر زندان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ڈ</w:t>
      </w:r>
      <w:r w:rsidR="0065778C" w:rsidRPr="00955C8D">
        <w:rPr>
          <w:rFonts w:hint="cs"/>
          <w:rtl/>
        </w:rPr>
        <w:t>ال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_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دن دوبار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 چ</w:t>
      </w:r>
      <w:r w:rsidR="0065778C">
        <w:rPr>
          <w:rFonts w:hint="eastAsia"/>
          <w:rtl/>
        </w:rPr>
        <w:t>اروںافراد</w:t>
      </w:r>
      <w:r w:rsidR="0065778C">
        <w:rPr>
          <w:rtl/>
        </w:rPr>
        <w:t xml:space="preserve"> کو بلا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سوال کا تکرار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_سجادة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اعتراف کرل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مخلوق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آزاد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طبقات ابن سعد، جلد 7،ص 167،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_ باق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مخالفت پر اصرار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،ان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دوبار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زندان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_ اگل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دن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ان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افراد کو بلا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(القوار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>)ن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اپنا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واپس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آزاد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_ل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احمد ابن حنبل اور محمد بن نوح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پر مصّر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پول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tl/>
        </w:rPr>
        <w:t xml:space="preserve"> انسپک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>ر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(طرطوس ) </w:t>
      </w:r>
      <w:r w:rsidR="0065778C" w:rsidRPr="008A1044">
        <w:rPr>
          <w:rStyle w:val="libFootnotenumChar"/>
          <w:rtl/>
        </w:rPr>
        <w:t>(1)</w:t>
      </w:r>
      <w:r w:rsidR="0065778C">
        <w:rPr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جلا وطن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کفار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جناب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عمل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>ان موارد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بالکل روشن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دقت انسان کس</w:t>
      </w:r>
      <w:r>
        <w:rPr>
          <w:rFonts w:hint="cs"/>
          <w:rtl/>
        </w:rPr>
        <w:t>ی</w:t>
      </w:r>
      <w:r>
        <w:rPr>
          <w:rtl/>
        </w:rPr>
        <w:t xml:space="preserve"> چنگل </w:t>
      </w:r>
      <w:r w:rsidR="004527F0">
        <w:rPr>
          <w:rtl/>
        </w:rPr>
        <w:t xml:space="preserve">میں </w:t>
      </w:r>
      <w:r>
        <w:rPr>
          <w:rtl/>
        </w:rPr>
        <w:t xml:space="preserve"> گرفتار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وقت ظالموں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نجات پان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تن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tl/>
        </w:rPr>
        <w:t>وتو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کافر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8" w:name="_Toc519769588"/>
      <w:r>
        <w:rPr>
          <w:rtl/>
        </w:rPr>
        <w:t>7) حرام تق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18"/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موارد </w:t>
      </w:r>
      <w:r w:rsidR="004527F0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حرام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اس وقت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اپنا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پا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لاحق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نقصان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اس وقت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کو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</w:t>
      </w:r>
      <w:r>
        <w:rPr>
          <w:rtl/>
        </w:rPr>
        <w:t xml:space="preserve">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باعث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_اور جو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لاکت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 xml:space="preserve">النا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 w:rsidRPr="008A1044">
        <w:rPr>
          <w:rStyle w:val="libAieChar"/>
          <w:rtl/>
        </w:rPr>
        <w:t>ولا تلقو با</w:t>
      </w:r>
      <w:r w:rsidR="00CE2672" w:rsidRPr="008A1044">
        <w:rPr>
          <w:rStyle w:val="libAieChar"/>
          <w:rFonts w:hint="cs"/>
          <w:rtl/>
        </w:rPr>
        <w:t>ی</w:t>
      </w:r>
      <w:r w:rsidR="00CE2672" w:rsidRPr="008A1044">
        <w:rPr>
          <w:rStyle w:val="libAieChar"/>
          <w:rFonts w:hint="eastAsia"/>
          <w:rtl/>
        </w:rPr>
        <w:t>د</w:t>
      </w:r>
      <w:r w:rsidR="00CE2672" w:rsidRPr="008A1044">
        <w:rPr>
          <w:rStyle w:val="libAieChar"/>
          <w:rFonts w:hint="cs"/>
          <w:rtl/>
        </w:rPr>
        <w:t>ی</w:t>
      </w:r>
      <w:r w:rsidR="00CE2672" w:rsidRPr="008A1044">
        <w:rPr>
          <w:rStyle w:val="libAieChar"/>
          <w:rFonts w:hint="eastAsia"/>
          <w:rtl/>
        </w:rPr>
        <w:t>کم</w:t>
      </w:r>
      <w:r w:rsidR="00CE2672" w:rsidRPr="008A1044">
        <w:rPr>
          <w:rStyle w:val="libAieChar"/>
          <w:rtl/>
        </w:rPr>
        <w:t xml:space="preserve"> ال</w:t>
      </w:r>
      <w:r w:rsidR="00CE2672" w:rsidRPr="008A1044">
        <w:rPr>
          <w:rStyle w:val="libAieChar"/>
          <w:rFonts w:hint="cs"/>
          <w:rtl/>
        </w:rPr>
        <w:t>ی</w:t>
      </w:r>
      <w:r w:rsidR="00CE2672" w:rsidRPr="008A1044">
        <w:rPr>
          <w:rStyle w:val="libAieChar"/>
          <w:rtl/>
        </w:rPr>
        <w:t xml:space="preserve"> الت</w:t>
      </w:r>
      <w:r w:rsidR="00CE2672" w:rsidRPr="00EC5D05">
        <w:rPr>
          <w:rStyle w:val="libAieChar"/>
          <w:rFonts w:hint="cs"/>
          <w:rtl/>
        </w:rPr>
        <w:t>ه</w:t>
      </w:r>
      <w:r w:rsidR="00CE2672" w:rsidRPr="008A1044">
        <w:rPr>
          <w:rStyle w:val="libAieChar"/>
          <w:rFonts w:hint="cs"/>
          <w:rtl/>
        </w:rPr>
        <w:t>لکة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شام </w:t>
      </w:r>
      <w:r w:rsidR="004527F0">
        <w:rPr>
          <w:rtl/>
        </w:rPr>
        <w:t xml:space="preserve">میں 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D2626E">
        <w:rPr>
          <w:rFonts w:hint="cs"/>
          <w:rtl/>
        </w:rPr>
        <w:t>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 w:rsidRPr="00D2626E">
        <w:rPr>
          <w:rFonts w:hint="cs"/>
          <w:rtl/>
        </w:rPr>
        <w:t>ہر ہے (معجم البلدان جلد4، ص 30</w:t>
      </w:r>
      <w:r>
        <w:rPr>
          <w:rtl/>
        </w:rPr>
        <w:t>)_</w:t>
      </w:r>
    </w:p>
    <w:p w:rsidR="0065778C" w:rsidRDefault="0065778C" w:rsidP="00D2626E">
      <w:pPr>
        <w:pStyle w:val="libFootnote"/>
      </w:pPr>
      <w:r>
        <w:rPr>
          <w:rtl/>
        </w:rPr>
        <w:t>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7، ص 197_</w:t>
      </w:r>
    </w:p>
    <w:p w:rsidR="0065778C" w:rsidRDefault="0065778C" w:rsidP="00D2626E">
      <w:pPr>
        <w:pStyle w:val="libFootnote"/>
      </w:pPr>
    </w:p>
    <w:p w:rsidR="0065778C" w:rsidRDefault="00E54A53" w:rsidP="008A1044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لوگ</w:t>
      </w:r>
      <w:r w:rsidR="0065778C">
        <w:rPr>
          <w:rtl/>
        </w:rPr>
        <w:t xml:space="preserve"> سخت خطاء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دوچار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کا لازم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دان</w:t>
      </w:r>
      <w:r w:rsidR="0065778C">
        <w:rPr>
          <w:rtl/>
        </w:rPr>
        <w:t xml:space="preserve"> 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حاضر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ونا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حرام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ح</w:t>
      </w:r>
      <w:r w:rsidR="0065778C">
        <w:rPr>
          <w:rtl/>
        </w:rPr>
        <w:t>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عاقل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واضح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امام حس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_ کا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ام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ض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_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لئ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امام _ تق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طور پر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اور بنو ام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غاصب خلفاء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نرم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 راض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جانت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اسلام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>
        <w:rPr>
          <w:rtl/>
        </w:rPr>
        <w:t xml:space="preserve"> کو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چکا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گا_ آپ (ع) کا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ام</w:t>
      </w:r>
      <w:r w:rsidR="0065778C">
        <w:rPr>
          <w:rtl/>
        </w:rPr>
        <w:t xml:space="preserve"> اور آپک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ادت مسلمانوں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اسلام کو جا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چنگل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نجات دلان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با</w:t>
      </w:r>
      <w:r w:rsidR="0065778C">
        <w:rPr>
          <w:rFonts w:hint="eastAsia"/>
          <w:rtl/>
        </w:rPr>
        <w:t>عث</w:t>
      </w:r>
      <w:r w:rsidR="0065778C">
        <w:rPr>
          <w:rtl/>
        </w:rPr>
        <w:t xml:space="preserve"> نب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19" w:name="_Toc519769589"/>
      <w:r>
        <w:rPr>
          <w:rtl/>
        </w:rPr>
        <w:t>(مصلحت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) تقيّ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19"/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مراد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4527F0">
        <w:rPr>
          <w:rtl/>
        </w:rPr>
        <w:t xml:space="preserve">میں </w:t>
      </w:r>
      <w:r>
        <w:rPr>
          <w:rtl/>
        </w:rPr>
        <w:t xml:space="preserve"> وحدت برقرار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باتوں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ادکو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نچتا،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فرقوں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مثلا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8A1044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اور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وتااورپت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اس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</w:t>
      </w:r>
      <w:r w:rsidRPr="008A1044">
        <w:rPr>
          <w:rStyle w:val="libArabicChar"/>
          <w:rtl/>
        </w:rPr>
        <w:t>جعلت ل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tl/>
        </w:rPr>
        <w:t xml:space="preserve"> الارض مسجداً و ط</w:t>
      </w:r>
      <w:r w:rsidR="00380DE6" w:rsidRPr="009B41EC">
        <w:rPr>
          <w:rStyle w:val="libArabicChar"/>
          <w:rFonts w:hint="cs"/>
          <w:rtl/>
        </w:rPr>
        <w:t>ه</w:t>
      </w:r>
      <w:r w:rsidRPr="008A1044">
        <w:rPr>
          <w:rStyle w:val="libArabicChar"/>
          <w:rFonts w:hint="cs"/>
          <w:rtl/>
        </w:rPr>
        <w:t>ورا</w:t>
      </w:r>
      <w:r w:rsidRPr="00955C8D">
        <w:rPr>
          <w:rFonts w:hint="cs"/>
          <w:rtl/>
        </w:rPr>
        <w:t>)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''زم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محل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مّم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کو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اگر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وحدت برقرار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4527F0">
        <w:rPr>
          <w:rtl/>
        </w:rPr>
        <w:t xml:space="preserve">میں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مساجد </w:t>
      </w:r>
      <w:r w:rsidR="004527F0">
        <w:rPr>
          <w:rtl/>
        </w:rPr>
        <w:t xml:space="preserve">میں </w:t>
      </w:r>
      <w:r w:rsidR="008A104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امسجد</w:t>
      </w:r>
      <w:r>
        <w:rPr>
          <w:rtl/>
        </w:rPr>
        <w:t xml:space="preserve"> الحرام اور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جب نماز پر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1 ص 91و سنن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،جلد 2 ص 433(اور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D2626E">
        <w:rPr>
          <w:rFonts w:hint="cs"/>
          <w:rtl/>
        </w:rPr>
        <w:t>ہت س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</w:t>
      </w:r>
      <w:r w:rsidRPr="00D2626E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 xml:space="preserve"> )_</w:t>
      </w:r>
    </w:p>
    <w:p w:rsidR="009A39AC" w:rsidRPr="00D2626E" w:rsidRDefault="009A39AC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 xml:space="preserve">درست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مدارا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( مصلحت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)تق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جان و مال کا خوف درکار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مدارا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اورحسن معاشرت کا عنوان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اختتام کرت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مصر </w:t>
      </w:r>
      <w:r w:rsidR="004527F0">
        <w:rPr>
          <w:rtl/>
        </w:rPr>
        <w:t xml:space="preserve">میں </w:t>
      </w:r>
      <w:r>
        <w:rPr>
          <w:rtl/>
        </w:rPr>
        <w:t xml:space="preserve"> الاز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استاد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ملاقات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عالم کو سرزنش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ا-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تم لوگ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و؟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ا( </w:t>
      </w:r>
      <w:r w:rsidRPr="008A1044">
        <w:rPr>
          <w:rStyle w:val="libArabicChar"/>
          <w:rFonts w:hint="cs"/>
          <w:rtl/>
        </w:rPr>
        <w:t>لعن الله من حملنا علی</w:t>
      </w:r>
      <w:r w:rsidRPr="008A1044">
        <w:rPr>
          <w:rStyle w:val="libArabicChar"/>
          <w:rtl/>
        </w:rPr>
        <w:t xml:space="preserve"> التق</w:t>
      </w:r>
      <w:r w:rsidRPr="008A1044">
        <w:rPr>
          <w:rStyle w:val="libArabicChar"/>
          <w:rFonts w:hint="cs"/>
          <w:rtl/>
        </w:rPr>
        <w:t>ی</w:t>
      </w:r>
      <w:r w:rsidRPr="008A1044">
        <w:rPr>
          <w:rStyle w:val="libArabicChar"/>
          <w:rFonts w:hint="eastAsia"/>
          <w:rtl/>
        </w:rPr>
        <w:t>ة</w:t>
      </w:r>
      <w:r w:rsidRPr="008A1044">
        <w:rPr>
          <w:rStyle w:val="libArabicChar"/>
          <w:rtl/>
        </w:rPr>
        <w:t xml:space="preserve"> </w:t>
      </w:r>
      <w:r>
        <w:rPr>
          <w:rtl/>
        </w:rPr>
        <w:t>) رحمت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پر م</w:t>
      </w:r>
      <w:r>
        <w:rPr>
          <w:rFonts w:hint="eastAsia"/>
          <w:rtl/>
        </w:rPr>
        <w:t>جبور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دشمنوں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D2626E">
        <w:rPr>
          <w:rFonts w:hint="cs"/>
          <w:rtl/>
        </w:rPr>
        <w:t>ے ہمار</w:t>
      </w:r>
      <w:r>
        <w:rPr>
          <w:rFonts w:hint="cs"/>
          <w:rtl/>
        </w:rPr>
        <w:t>ی</w:t>
      </w:r>
      <w:r>
        <w:rPr>
          <w:rtl/>
        </w:rPr>
        <w:t xml:space="preserve"> جان و مال کو خطر</w:t>
      </w:r>
      <w:r w:rsidRPr="00D2626E">
        <w:rPr>
          <w:rFonts w:hint="cs"/>
          <w:rtl/>
        </w:rPr>
        <w:t>ہ نہ ہوتا تو ہم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ن</w:t>
      </w:r>
      <w:r w:rsidRPr="00D2626E">
        <w:rPr>
          <w:rFonts w:hint="cs"/>
          <w:rtl/>
        </w:rPr>
        <w:t>ہ کرتے (مترجم</w:t>
      </w:r>
      <w:r>
        <w:rPr>
          <w:rtl/>
        </w:rPr>
        <w:t>)</w:t>
      </w:r>
    </w:p>
    <w:p w:rsidR="0065778C" w:rsidRDefault="0065778C" w:rsidP="00D2626E">
      <w:pPr>
        <w:pStyle w:val="libFootnote"/>
      </w:pPr>
    </w:p>
    <w:p w:rsidR="0065778C" w:rsidRDefault="00E54A53" w:rsidP="008A1044">
      <w:pPr>
        <w:pStyle w:val="Heading2Center"/>
      </w:pPr>
      <w:r>
        <w:rPr>
          <w:rtl/>
        </w:rPr>
        <w:br w:type="page"/>
      </w:r>
      <w:bookmarkStart w:id="20" w:name="_Toc519769590"/>
      <w:r w:rsidR="0065778C">
        <w:rPr>
          <w:rtl/>
        </w:rPr>
        <w:lastRenderedPageBreak/>
        <w:t>3</w:t>
      </w:r>
      <w:bookmarkEnd w:id="20"/>
      <w:r w:rsidR="0065778C">
        <w:rPr>
          <w:rtl/>
        </w:rPr>
        <w:t xml:space="preserve"> </w:t>
      </w:r>
    </w:p>
    <w:p w:rsidR="0065778C" w:rsidRDefault="0065778C" w:rsidP="009A39AC">
      <w:pPr>
        <w:pStyle w:val="Heading2Center"/>
      </w:pPr>
      <w:bookmarkStart w:id="21" w:name="_Toc519769591"/>
      <w:r>
        <w:rPr>
          <w:rFonts w:hint="eastAsia"/>
          <w:rtl/>
        </w:rPr>
        <w:t>عدالت</w:t>
      </w:r>
      <w:r>
        <w:rPr>
          <w:rtl/>
        </w:rPr>
        <w:t xml:space="preserve"> صحاب</w:t>
      </w:r>
      <w:r w:rsidRPr="003C4FC4">
        <w:rPr>
          <w:rFonts w:hint="cs"/>
          <w:rtl/>
        </w:rPr>
        <w:t>ہ</w:t>
      </w:r>
      <w:bookmarkEnd w:id="21"/>
    </w:p>
    <w:p w:rsidR="0065778C" w:rsidRDefault="00E54A53" w:rsidP="0065778C">
      <w:pPr>
        <w:pStyle w:val="libNormal"/>
      </w:pPr>
      <w:r>
        <w:rPr>
          <w:rtl/>
        </w:rPr>
        <w:cr/>
      </w:r>
      <w:r w:rsidR="0065778C">
        <w:rPr>
          <w:rFonts w:hint="eastAsia"/>
          <w:rtl/>
        </w:rPr>
        <w:t>اس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شک و شب</w:t>
      </w:r>
      <w:r w:rsidR="0065778C" w:rsidRPr="00471E8C">
        <w:rPr>
          <w:rFonts w:hint="cs"/>
          <w:rtl/>
        </w:rPr>
        <w:t>ہہ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اصحاب خصوص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امت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ازات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مند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_ وح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کو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زبان مبارک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سنت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 آنحضرت(ص)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معجزات کا مشا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_اور آپک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پرورش پات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آنحضرت 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عمل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نمونوں اور اسو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حسن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مند ت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بزرگ اور ممتاز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 اسلام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وجود پر فخر و مبا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اصحاب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مومن،صالح،سچ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،درستکار اور عادل افراد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افراد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8A1044">
      <w:pPr>
        <w:pStyle w:val="Heading2Center"/>
      </w:pPr>
      <w:bookmarkStart w:id="22" w:name="_Toc519769592"/>
      <w:r>
        <w:rPr>
          <w:rtl/>
        </w:rPr>
        <w:t>1_ دو متضاد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C4FC4">
        <w:rPr>
          <w:rFonts w:hint="cs"/>
          <w:rtl/>
        </w:rPr>
        <w:t>ے</w:t>
      </w:r>
      <w:r>
        <w:rPr>
          <w:rtl/>
        </w:rPr>
        <w:t xml:space="preserve"> :</w:t>
      </w:r>
      <w:bookmarkEnd w:id="22"/>
    </w:p>
    <w:p w:rsidR="0065778C" w:rsidRDefault="0065778C" w:rsidP="0065778C">
      <w:pPr>
        <w:pStyle w:val="libNormal"/>
      </w:pPr>
      <w:r>
        <w:rPr>
          <w:rFonts w:hint="eastAsia"/>
          <w:rtl/>
        </w:rPr>
        <w:t>صحاب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 مختلف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ے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اصحاب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منور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صالح، عادل ، باتقو</w:t>
      </w:r>
      <w:r>
        <w:rPr>
          <w:rFonts w:hint="cs"/>
          <w:rtl/>
        </w:rPr>
        <w:t>ی</w:t>
      </w:r>
      <w:r>
        <w:rPr>
          <w:rtl/>
        </w:rPr>
        <w:t xml:space="preserve"> اور صادق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قابل قبول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  <w:r>
        <w:rPr>
          <w:rFonts w:hint="eastAsia"/>
          <w:rtl/>
        </w:rPr>
        <w:t>اور</w:t>
      </w:r>
      <w:r>
        <w:rPr>
          <w:rtl/>
        </w:rPr>
        <w:t xml:space="preserve"> ان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 سا اعتراض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اگر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غلط کام سرزد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>_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اکثر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دوسرا</w:t>
      </w:r>
      <w:r w:rsidR="0065778C">
        <w:rPr>
          <w:rtl/>
        </w:rPr>
        <w:t xml:space="preserve"> عق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اگر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باشخص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ت،فداکار،پاک</w:t>
      </w:r>
      <w:r w:rsidR="0065778C">
        <w:rPr>
          <w:rtl/>
        </w:rPr>
        <w:t xml:space="preserve"> اور باتقو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افراد موجود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منافق اور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صالح افراد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موجود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_اور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اور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</w:t>
      </w:r>
      <w:r>
        <w:rPr>
          <w:rtl/>
        </w:rPr>
        <w:t xml:space="preserve">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بر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استعمال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tl/>
        </w:rPr>
        <w:t>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اس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اصل</w:t>
      </w:r>
      <w:r>
        <w:rPr>
          <w:rFonts w:hint="cs"/>
          <w:rtl/>
        </w:rPr>
        <w:t>ی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پاک افراد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 وجود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حق</w:t>
      </w:r>
      <w:r>
        <w:rPr>
          <w:rFonts w:hint="eastAsia"/>
          <w:rtl/>
        </w:rPr>
        <w:t>ائق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چشم پوش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_اور عدالت و صدق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صدورپر غض بصر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،اسلام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لگا 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داخل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سبب بنتا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روشن فکر علماء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E653E">
      <w:pPr>
        <w:pStyle w:val="Heading2Center"/>
      </w:pPr>
      <w:bookmarkStart w:id="23" w:name="_Toc519769593"/>
      <w:r>
        <w:rPr>
          <w:rtl/>
        </w:rPr>
        <w:t>2_تنز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سلسل</w:t>
      </w:r>
      <w:r w:rsidRPr="003C4FC4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شدّت پسند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23"/>
    </w:p>
    <w:p w:rsidR="0065778C" w:rsidRDefault="0065778C" w:rsidP="0065778C">
      <w:pPr>
        <w:pStyle w:val="libNormal"/>
      </w:pP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اصحاب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فاسق اورکب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ملحد اور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شمار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انا مُباح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من</w:t>
      </w:r>
      <w:r>
        <w:rPr>
          <w:rtl/>
        </w:rPr>
        <w:t xml:space="preserve">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ابو زرع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 الاصابة''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EE653E">
        <w:rPr>
          <w:rFonts w:hint="cs"/>
          <w:rtl/>
        </w:rPr>
        <w:t xml:space="preserve"> </w:t>
      </w:r>
      <w:r>
        <w:rPr>
          <w:rFonts w:hint="eastAsia"/>
          <w:rtl/>
        </w:rPr>
        <w:t>ملتا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:''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جان لو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حق اور قرآن حق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حق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صحاب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تک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( مخالف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>) چا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ود (گوا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وں) کو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اعتبار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کتاب و سنت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''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'' اپن</w:t>
      </w:r>
      <w:r>
        <w:rPr>
          <w:rFonts w:hint="cs"/>
          <w:rtl/>
        </w:rPr>
        <w:t>ی</w:t>
      </w:r>
      <w:r>
        <w:rPr>
          <w:rtl/>
        </w:rPr>
        <w:t xml:space="preserve"> کتاب '' حت</w:t>
      </w:r>
      <w:r>
        <w:rPr>
          <w:rFonts w:hint="cs"/>
          <w:rtl/>
        </w:rPr>
        <w:t>ی</w:t>
      </w:r>
      <w:r>
        <w:rPr>
          <w:rtl/>
        </w:rPr>
        <w:t xml:space="preserve"> لا ننخدع ''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اصحاب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قوام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چُن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انک</w:t>
      </w:r>
      <w:r>
        <w:rPr>
          <w:rFonts w:hint="cs"/>
          <w:rtl/>
        </w:rPr>
        <w:t>ی</w:t>
      </w:r>
      <w:r>
        <w:rPr>
          <w:rtl/>
        </w:rPr>
        <w:t xml:space="preserve"> محبت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>
        <w:rPr>
          <w:rtl/>
        </w:rPr>
        <w:t xml:space="preserve"> بُغض کو کفر و نفاق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امت پر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سب کو دوست 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آپس </w:t>
      </w:r>
      <w:r w:rsidR="004527F0">
        <w:rPr>
          <w:rtl/>
        </w:rPr>
        <w:t xml:space="preserve">میں </w:t>
      </w:r>
      <w:r>
        <w:rPr>
          <w:rtl/>
        </w:rPr>
        <w:t xml:space="preserve"> جو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گ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روشن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قرآن و 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E653E">
      <w:pPr>
        <w:pStyle w:val="Heading2Center"/>
      </w:pPr>
      <w:bookmarkStart w:id="24" w:name="_Toc519769594"/>
      <w:r>
        <w:rPr>
          <w:rtl/>
        </w:rPr>
        <w:t>3_ لا جواب سوالات:</w:t>
      </w:r>
      <w:bookmarkEnd w:id="24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tl/>
        </w:rPr>
        <w:t xml:space="preserve"> عقلمند اور منصف مزاج انسان جو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بات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آنک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قبول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سوالات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E653E">
        <w:rPr>
          <w:rStyle w:val="libAieChar"/>
          <w:rtl/>
        </w:rPr>
        <w:t>'' يَانسائَ النّب</w:t>
      </w:r>
      <w:r w:rsidRPr="00EE653E">
        <w:rPr>
          <w:rStyle w:val="libAieChar"/>
          <w:rFonts w:hint="cs"/>
          <w:rtl/>
        </w:rPr>
        <w:t>ی</w:t>
      </w:r>
      <w:r w:rsidRPr="00EE653E">
        <w:rPr>
          <w:rStyle w:val="libAieChar"/>
          <w:rtl/>
        </w:rPr>
        <w:t xml:space="preserve"> مَن يَات منكُنَّ بفاحشة: مبيّنة: يُضاعَفُ لَ</w:t>
      </w:r>
      <w:r w:rsidRPr="00EC5D05">
        <w:rPr>
          <w:rStyle w:val="libAieChar"/>
          <w:rFonts w:hint="cs"/>
          <w:rtl/>
        </w:rPr>
        <w:t>ه</w:t>
      </w:r>
      <w:r w:rsidRPr="00EE653E">
        <w:rPr>
          <w:rStyle w:val="libAieChar"/>
          <w:rFonts w:hint="cs"/>
          <w:rtl/>
        </w:rPr>
        <w:t>َا العذابُ ضعفَی</w:t>
      </w:r>
      <w:r w:rsidRPr="00EE653E">
        <w:rPr>
          <w:rStyle w:val="libAieChar"/>
          <w:rFonts w:hint="eastAsia"/>
          <w:rtl/>
        </w:rPr>
        <w:t>ن</w:t>
      </w:r>
      <w:r w:rsidRPr="00EE653E">
        <w:rPr>
          <w:rStyle w:val="libAieChar"/>
          <w:rtl/>
        </w:rPr>
        <w:t xml:space="preserve"> و کانَ ذلک عل</w:t>
      </w:r>
      <w:r w:rsidRPr="00EE653E">
        <w:rPr>
          <w:rStyle w:val="libAieChar"/>
          <w:rFonts w:hint="cs"/>
          <w:rtl/>
        </w:rPr>
        <w:t>ی</w:t>
      </w:r>
      <w:r w:rsidRPr="00EE653E">
        <w:rPr>
          <w:rStyle w:val="libAieChar"/>
          <w:rtl/>
        </w:rPr>
        <w:t xml:space="preserve"> الله </w:t>
      </w:r>
      <w:r w:rsidRPr="00EE653E">
        <w:rPr>
          <w:rStyle w:val="libAieChar"/>
          <w:rFonts w:hint="cs"/>
          <w:rtl/>
        </w:rPr>
        <w:t>ی</w:t>
      </w:r>
      <w:r w:rsidRPr="00EE653E">
        <w:rPr>
          <w:rStyle w:val="libAieChar"/>
          <w:rFonts w:hint="eastAsia"/>
          <w:rtl/>
        </w:rPr>
        <w:t>س</w:t>
      </w:r>
      <w:r w:rsidRPr="00EE653E">
        <w:rPr>
          <w:rStyle w:val="libAieChar"/>
          <w:rFonts w:hint="cs"/>
          <w:rtl/>
        </w:rPr>
        <w:t>ی</w:t>
      </w:r>
      <w:r w:rsidRPr="00EE653E">
        <w:rPr>
          <w:rStyle w:val="libAieChar"/>
          <w:rFonts w:hint="eastAsia"/>
          <w:rtl/>
        </w:rPr>
        <w:t>راً</w:t>
      </w:r>
      <w:r w:rsidRPr="00EE653E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</w:t>
      </w:r>
      <w:r w:rsidR="0065778C" w:rsidRPr="00B648F9">
        <w:rPr>
          <w:rStyle w:val="libFootnotenumChar"/>
          <w:rtl/>
        </w:rPr>
        <w:t>(3)</w:t>
      </w:r>
      <w:r w:rsidR="0065778C"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الاصاب</w:t>
      </w:r>
      <w:r w:rsidRPr="00D2626E">
        <w:rPr>
          <w:rFonts w:hint="cs"/>
          <w:rtl/>
        </w:rPr>
        <w:t>ہ ، جلد 1، ص 17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حت</w:t>
      </w:r>
      <w:r>
        <w:rPr>
          <w:rFonts w:hint="cs"/>
          <w:rtl/>
        </w:rPr>
        <w:t>ی</w:t>
      </w:r>
      <w:r>
        <w:rPr>
          <w:rtl/>
        </w:rPr>
        <w:t xml:space="preserve"> لاننخدع ، ص 2_</w:t>
      </w:r>
    </w:p>
    <w:p w:rsidR="0065778C" w:rsidRDefault="0065778C" w:rsidP="00D2626E">
      <w:pPr>
        <w:pStyle w:val="libFootnote"/>
      </w:pPr>
      <w:r>
        <w:rPr>
          <w:rtl/>
        </w:rPr>
        <w:t>3)سور</w:t>
      </w:r>
      <w:r w:rsidRPr="00D2626E">
        <w:rPr>
          <w:rFonts w:hint="cs"/>
          <w:rtl/>
        </w:rPr>
        <w:t>ہ احزاب،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30_</w:t>
      </w:r>
    </w:p>
    <w:p w:rsidR="0065778C" w:rsidRDefault="0065778C" w:rsidP="00D2626E">
      <w:pPr>
        <w:pStyle w:val="libFootnote"/>
      </w:pPr>
    </w:p>
    <w:p w:rsidR="0065778C" w:rsidRDefault="00E54A53" w:rsidP="00EE653E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ازواج رسول(ص) تم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لم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لا گنا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سزا دو برابر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انت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آسان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مختلف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ونگ</w:t>
      </w:r>
      <w:r>
        <w:rPr>
          <w:rFonts w:hint="cs"/>
          <w:rtl/>
        </w:rPr>
        <w:t>ی</w:t>
      </w:r>
      <w:r>
        <w:rPr>
          <w:rtl/>
        </w:rPr>
        <w:t>) بلاشک ازواج نب</w:t>
      </w:r>
      <w:r>
        <w:rPr>
          <w:rFonts w:hint="cs"/>
          <w:rtl/>
        </w:rPr>
        <w:t>ی</w:t>
      </w:r>
      <w:r>
        <w:rPr>
          <w:rtl/>
        </w:rPr>
        <w:t>(ص) اصحاب کا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سزا دوبرابر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طرفداروں ک</w:t>
      </w:r>
      <w:r>
        <w:rPr>
          <w:rFonts w:hint="cs"/>
          <w:rtl/>
        </w:rPr>
        <w:t>ی</w:t>
      </w:r>
      <w:r>
        <w:rPr>
          <w:rtl/>
        </w:rPr>
        <w:t xml:space="preserve"> بلا مشروط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نوح _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فرزند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EE653E">
        <w:rPr>
          <w:rStyle w:val="libAieChar"/>
          <w:rFonts w:hint="cs"/>
          <w:rtl/>
        </w:rPr>
        <w:t>إنّ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 xml:space="preserve"> عملٌ غی</w:t>
      </w:r>
      <w:r w:rsidR="00CE2672" w:rsidRPr="00EE653E">
        <w:rPr>
          <w:rStyle w:val="libAieChar"/>
          <w:rFonts w:hint="eastAsia"/>
          <w:rtl/>
        </w:rPr>
        <w:t>رُ</w:t>
      </w:r>
      <w:r w:rsidR="00CE2672" w:rsidRPr="00EE653E">
        <w:rPr>
          <w:rStyle w:val="libAieChar"/>
          <w:rtl/>
        </w:rPr>
        <w:t xml:space="preserve"> صالح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>:''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عمل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جناب نوح (ع) کو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(ع) کا فرزند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و اعوان؟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نوح اور لوط عل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 xml:space="preserve">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EE653E">
        <w:rPr>
          <w:rStyle w:val="libAieChar"/>
          <w:rtl/>
        </w:rPr>
        <w:t>وَ فَخَانَتا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ُما فلم يُغنيَا عن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ما من الله شَی</w:t>
      </w:r>
      <w:r w:rsidR="00CE2672" w:rsidRPr="00EE653E">
        <w:rPr>
          <w:rStyle w:val="libAieChar"/>
          <w:rFonts w:hint="eastAsia"/>
          <w:rtl/>
        </w:rPr>
        <w:t>ئاً</w:t>
      </w:r>
      <w:r w:rsidR="00CE2672" w:rsidRPr="00EE653E">
        <w:rPr>
          <w:rStyle w:val="libAieChar"/>
          <w:rtl/>
        </w:rPr>
        <w:t xml:space="preserve"> و ق</w:t>
      </w:r>
      <w:r w:rsidR="00CE2672" w:rsidRPr="00EE653E">
        <w:rPr>
          <w:rStyle w:val="libAieChar"/>
          <w:rFonts w:hint="cs"/>
          <w:rtl/>
        </w:rPr>
        <w:t>ی</w:t>
      </w:r>
      <w:r w:rsidR="00CE2672" w:rsidRPr="00EE653E">
        <w:rPr>
          <w:rStyle w:val="libAieChar"/>
          <w:rFonts w:hint="eastAsia"/>
          <w:rtl/>
        </w:rPr>
        <w:t>لَ</w:t>
      </w:r>
      <w:r w:rsidR="00CE2672" w:rsidRPr="00EE653E">
        <w:rPr>
          <w:rStyle w:val="libAieChar"/>
          <w:rtl/>
        </w:rPr>
        <w:t xml:space="preserve"> ادخُلا النّارَ مع الدَّاخل</w:t>
      </w:r>
      <w:r w:rsidR="00CE2672" w:rsidRPr="00EE653E">
        <w:rPr>
          <w:rStyle w:val="libAieChar"/>
          <w:rFonts w:hint="cs"/>
          <w:rtl/>
        </w:rPr>
        <w:t>ی</w:t>
      </w:r>
      <w:r w:rsidR="00CE2672" w:rsidRPr="00EE653E">
        <w:rPr>
          <w:rStyle w:val="libAieChar"/>
          <w:rFonts w:hint="eastAsia"/>
          <w:rtl/>
        </w:rPr>
        <w:t>ن</w:t>
      </w:r>
      <w:r w:rsidR="00CE2672" w:rsidRPr="00EE653E">
        <w:rPr>
          <w:rStyle w:val="libAieChar"/>
          <w:rtl/>
        </w:rPr>
        <w:t>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دو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روں ( نوح (ع) اور لوط(ع</w:t>
      </w:r>
      <w:r w:rsidR="00CE2672" w:rsidRPr="00CE2672">
        <w:rPr>
          <w:rStyle w:val="libAlaemChar"/>
          <w:rFonts w:hint="cs"/>
          <w:rtl/>
        </w:rPr>
        <w:t>)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 اور دشمنوں کا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شفاعت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 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ان دونوں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دوزخ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داخل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وجاؤ</w:t>
      </w:r>
      <w:r>
        <w:rPr>
          <w:rtl/>
        </w:rPr>
        <w:t xml:space="preserve">_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</w:p>
    <w:p w:rsidR="0065778C" w:rsidRDefault="0065778C" w:rsidP="00D2626E">
      <w:pPr>
        <w:pStyle w:val="libFootnote"/>
      </w:pPr>
      <w:r>
        <w:rPr>
          <w:rtl/>
        </w:rPr>
        <w:t xml:space="preserve">1) سورة </w:t>
      </w:r>
      <w:r w:rsidRPr="00D2626E">
        <w:rPr>
          <w:rFonts w:hint="cs"/>
          <w:rtl/>
        </w:rPr>
        <w:t>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46_</w:t>
      </w:r>
    </w:p>
    <w:p w:rsidR="0065778C" w:rsidRDefault="0065778C" w:rsidP="00D2626E">
      <w:pPr>
        <w:pStyle w:val="libFootnote"/>
      </w:pPr>
      <w:r>
        <w:rPr>
          <w:rtl/>
        </w:rPr>
        <w:t>2)سورة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10_</w:t>
      </w:r>
    </w:p>
    <w:p w:rsidR="005F1F98" w:rsidRDefault="005F1F98" w:rsidP="00452B33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47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بُر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تو نب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نم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سکتا_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آنک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فلاں شخص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(ص) کا صحاب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اس ک</w:t>
      </w:r>
      <w:r>
        <w:rPr>
          <w:rFonts w:hint="cs"/>
          <w:rtl/>
        </w:rPr>
        <w:t>ی</w:t>
      </w:r>
      <w:r>
        <w:rPr>
          <w:rtl/>
        </w:rPr>
        <w:t xml:space="preserve">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کفر و نفاق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 w:rsidR="004527F0">
        <w:rPr>
          <w:rtl/>
        </w:rPr>
        <w:t xml:space="preserve">میں 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4527F0">
        <w:rPr>
          <w:rtl/>
        </w:rPr>
        <w:t xml:space="preserve">میں </w:t>
      </w:r>
      <w:r>
        <w:rPr>
          <w:rtl/>
        </w:rPr>
        <w:t xml:space="preserve"> داخل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اکرم(ص) کا د</w:t>
      </w:r>
      <w:r>
        <w:rPr>
          <w:rFonts w:hint="eastAsia"/>
          <w:rtl/>
        </w:rPr>
        <w:t>ل</w:t>
      </w:r>
      <w:r>
        <w:rPr>
          <w:rtl/>
        </w:rPr>
        <w:t xml:space="preserve"> دک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خرد اس بات کو قبول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طلح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ابتدائ-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انسان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وس اُن پر سوار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رسول(ص) (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>) کواپن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>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تمام مسلمانوں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جنگ جمل ک</w:t>
      </w:r>
      <w:r>
        <w:rPr>
          <w:rFonts w:hint="cs"/>
          <w:rtl/>
        </w:rPr>
        <w:t>ی</w:t>
      </w:r>
      <w:r>
        <w:rPr>
          <w:rtl/>
        </w:rPr>
        <w:t xml:space="preserve"> آتش کو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ستر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 مسلمان اس جنگ کا لقم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_ پس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راست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منحرف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تعداد کا خون انک</w:t>
      </w:r>
      <w:r>
        <w:rPr>
          <w:rFonts w:hint="cs"/>
          <w:rtl/>
        </w:rPr>
        <w:t>ی</w:t>
      </w:r>
      <w:r>
        <w:rPr>
          <w:rtl/>
        </w:rPr>
        <w:t xml:space="preserve"> گردن پر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جوابد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E653E">
      <w:pPr>
        <w:pStyle w:val="Heading2Center"/>
      </w:pPr>
      <w:bookmarkStart w:id="25" w:name="_Toc51976959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خلاف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25"/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خلافت کو تمام مسلمانوں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تو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مسلمان لقم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اجل بن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سمتگر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نا ح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تار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خ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 تلخ حقائق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چشم پوش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جاسکت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ان غلط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عقلمند آدم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قبول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کرتا ان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افسوس ناک حوادث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صرف نظر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جاسکتا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'' عبدالل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موصل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بقول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افراد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محبت،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و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مان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انکا بغض کفر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و</w:t>
      </w:r>
      <w:r w:rsidR="0065778C">
        <w:rPr>
          <w:rtl/>
        </w:rPr>
        <w:t xml:space="preserve"> نفاق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غلط کاموں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قتل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موجب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لگات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گرد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منافق لوگ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 xml:space="preserve">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EE653E">
        <w:rPr>
          <w:rStyle w:val="libAieChar"/>
          <w:rtl/>
        </w:rPr>
        <w:t>و ممَّن حَولَکم من الأعراب مُنافقُونَ و من أ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ل المدی</w:t>
      </w:r>
      <w:r w:rsidR="00CE2672" w:rsidRPr="00EE653E">
        <w:rPr>
          <w:rStyle w:val="libAieChar"/>
          <w:rFonts w:hint="eastAsia"/>
          <w:rtl/>
        </w:rPr>
        <w:t>نة</w:t>
      </w:r>
      <w:r w:rsidR="00CE2672" w:rsidRPr="00EE653E">
        <w:rPr>
          <w:rStyle w:val="libAieChar"/>
          <w:rtl/>
        </w:rPr>
        <w:t xml:space="preserve"> مَرَدُوا عل</w:t>
      </w:r>
      <w:r w:rsidR="00CE2672" w:rsidRPr="00EE653E">
        <w:rPr>
          <w:rStyle w:val="libAieChar"/>
          <w:rFonts w:hint="cs"/>
          <w:rtl/>
        </w:rPr>
        <w:t>ی</w:t>
      </w:r>
      <w:r w:rsidR="00CE2672" w:rsidRPr="00EE653E">
        <w:rPr>
          <w:rStyle w:val="libAieChar"/>
          <w:rtl/>
        </w:rPr>
        <w:t xml:space="preserve"> النّفاق لا تَعلَمُ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ُم نَحنُ نَعلَمُ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ُم ...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 w:rsidRPr="00955C8D">
        <w:rPr>
          <w:rFonts w:hint="cs"/>
          <w:rtl/>
        </w:rPr>
        <w:t>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توقع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منطق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عقلمند انسان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EE653E">
      <w:pPr>
        <w:pStyle w:val="Heading2Center"/>
      </w:pPr>
      <w:bookmarkStart w:id="26" w:name="_Toc519769596"/>
      <w:r>
        <w:rPr>
          <w:rtl/>
        </w:rPr>
        <w:t>4: صحاب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کون 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26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</w:t>
      </w:r>
      <w:r>
        <w:rPr>
          <w:rtl/>
        </w:rPr>
        <w:t xml:space="preserve"> ''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''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صحاب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ارت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کون لوگ مراد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_اس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مکمل طور پر مختلف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EE653E" w:rsidP="00EE653E">
      <w:pPr>
        <w:pStyle w:val="libLine"/>
      </w:pPr>
      <w:r>
        <w:rPr>
          <w:rtl/>
        </w:rPr>
        <w:t>____________________</w:t>
      </w:r>
    </w:p>
    <w:p w:rsidR="0065778C" w:rsidRDefault="0065778C" w:rsidP="00D2626E">
      <w:pPr>
        <w:pStyle w:val="libFootnote"/>
      </w:pPr>
      <w:r>
        <w:rPr>
          <w:rtl/>
        </w:rPr>
        <w:t>1)سور</w:t>
      </w:r>
      <w:r w:rsidRPr="00D2626E">
        <w:rPr>
          <w:rFonts w:hint="cs"/>
          <w:rtl/>
        </w:rPr>
        <w:t>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101_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>1_ بعض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وم کو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مسلمانوں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آنحضرت (ص) کو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آپ (ص) کاصحاب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'' بخار</w:t>
      </w:r>
      <w:r>
        <w:rPr>
          <w:rFonts w:hint="cs"/>
          <w:rtl/>
        </w:rPr>
        <w:t>ی</w:t>
      </w:r>
      <w:r>
        <w:rPr>
          <w:rtl/>
        </w:rPr>
        <w:t>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EE653E">
        <w:rPr>
          <w:rStyle w:val="libArabicChar"/>
          <w:rtl/>
        </w:rPr>
        <w:t>من صَحَبَ رسولُ الله او رآ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Fonts w:hint="cs"/>
          <w:rtl/>
        </w:rPr>
        <w:t xml:space="preserve"> من المسلمی</w:t>
      </w:r>
      <w:r w:rsidRPr="00EE653E">
        <w:rPr>
          <w:rStyle w:val="libArabicChar"/>
          <w:rFonts w:hint="eastAsia"/>
          <w:rtl/>
        </w:rPr>
        <w:t>ن</w:t>
      </w:r>
      <w:r w:rsidRPr="00EE653E">
        <w:rPr>
          <w:rStyle w:val="libArabicChar"/>
          <w:rtl/>
        </w:rPr>
        <w:t xml:space="preserve"> ف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Fonts w:hint="cs"/>
          <w:rtl/>
        </w:rPr>
        <w:t>و من أصحاب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tl/>
        </w:rPr>
        <w:t>''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tl/>
        </w:rPr>
        <w:t xml:space="preserve"> 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عالم جناب احمد بن حنبل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E653E">
        <w:rPr>
          <w:rStyle w:val="libArabicChar"/>
          <w:rtl/>
        </w:rPr>
        <w:t>''أصحابُ رسول الله کلُّ منَ صَحَب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Fonts w:hint="cs"/>
          <w:rtl/>
        </w:rPr>
        <w:t xml:space="preserve"> ، شَ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Fonts w:hint="cs"/>
          <w:rtl/>
        </w:rPr>
        <w:t>راً أو يَوماً أو سَاعَةً أو رَآ</w:t>
      </w:r>
      <w:r w:rsidR="00380DE6" w:rsidRPr="009B41EC">
        <w:rPr>
          <w:rStyle w:val="libArabicChar"/>
          <w:rFonts w:hint="cs"/>
          <w:rtl/>
        </w:rPr>
        <w:t>ه</w:t>
      </w:r>
      <w:r w:rsidRPr="00EE653E">
        <w:rPr>
          <w:rStyle w:val="libArabicChar"/>
          <w:rtl/>
        </w:rPr>
        <w:t>''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''رسولخدا(ص) کا صحاب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صحبت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2_ بعض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محدود انداز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مثلا '' قاض</w:t>
      </w:r>
      <w:r>
        <w:rPr>
          <w:rFonts w:hint="cs"/>
          <w:rtl/>
        </w:rPr>
        <w:t>ی</w:t>
      </w:r>
      <w:r>
        <w:rPr>
          <w:rtl/>
        </w:rPr>
        <w:t xml:space="preserve"> ابوبکر محمد ابن الطيّب''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عام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عرف عام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اصطلاح کا اطلاق صرف اُن افراد پر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آنحضرت(ص) ک</w:t>
      </w:r>
      <w:r>
        <w:rPr>
          <w:rFonts w:hint="cs"/>
          <w:rtl/>
        </w:rPr>
        <w:t>ی</w:t>
      </w:r>
      <w:r>
        <w:rPr>
          <w:rtl/>
        </w:rPr>
        <w:t xml:space="preserve"> صحبت </w:t>
      </w:r>
      <w:r w:rsidR="004527F0">
        <w:rPr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Fonts w:hint="eastAsia"/>
          <w:rtl/>
        </w:rPr>
        <w:t>ں</w:t>
      </w:r>
      <w:r w:rsidR="00EE653E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ان لوگوں پرک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ٹہ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چند قدم تک چلا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آنحضرت(ص)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سُن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tl/>
        </w:rPr>
        <w:t>3_ بعض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دائر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تنگ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>''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المسيّب''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کا صحاب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سال آنحضرت(ص)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غزووں </w:t>
      </w:r>
      <w:r w:rsidR="004527F0">
        <w:rPr>
          <w:rtl/>
        </w:rPr>
        <w:t xml:space="preserve">میں 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آنحضرت(ص)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8، ص 237_</w:t>
      </w:r>
    </w:p>
    <w:p w:rsidR="0065778C" w:rsidRDefault="00E54A53" w:rsidP="00EE653E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تعار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تعر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فوں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طوالت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خوف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ذکر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مشخّص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قداست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دائر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افراد کون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اکثر علماء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معن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_اگرچ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مدّ نظر ابحاث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ان تعر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اختلاف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فرق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عنقر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روشن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رت</w:t>
      </w:r>
      <w:r w:rsidR="0065778C">
        <w:rPr>
          <w:rtl/>
        </w:rPr>
        <w:t xml:space="preserve"> رسول(ص)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خلاف ورز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وال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اکثرو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افراد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کاف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عرص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تک آپ(ص)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منش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E653E">
      <w:pPr>
        <w:pStyle w:val="Heading2Center"/>
      </w:pPr>
      <w:bookmarkStart w:id="27" w:name="_Toc519769597"/>
      <w:r>
        <w:rPr>
          <w:rtl/>
        </w:rPr>
        <w:t>5:''عق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3C4FC4">
        <w:rPr>
          <w:rFonts w:hint="cs"/>
          <w:rtl/>
        </w:rPr>
        <w:t>ہ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سبب''</w:t>
      </w:r>
      <w:bookmarkEnd w:id="27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باجود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اس حد تک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بعض لحاظ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عصمت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، سنت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برعکس مطلب ثابت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قسم کا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اور کس د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tl/>
        </w:rPr>
        <w:t xml:space="preserve"> چند وجو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1_ اگر کمال حُسن ظن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ابحاث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لوگ گمان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کرام کا تقدس پائمال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حلق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اتصال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گا_ک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سنت ا</w:t>
      </w:r>
      <w:r>
        <w:rPr>
          <w:rFonts w:hint="eastAsia"/>
          <w:rtl/>
        </w:rPr>
        <w:t>نک</w:t>
      </w:r>
      <w:r w:rsidRPr="00471E8C">
        <w:rPr>
          <w:rFonts w:hint="cs"/>
          <w:rtl/>
        </w:rPr>
        <w:t>ے</w:t>
      </w:r>
      <w:r>
        <w:rPr>
          <w:rtl/>
        </w:rPr>
        <w:t xml:space="preserve">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کا جواب بالکل واضح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مسلمان معاذ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اصحاب کو غلط ا</w:t>
      </w:r>
      <w:r>
        <w:rPr>
          <w:rtl/>
        </w:rPr>
        <w:t>ور کاذب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افراد کثرت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،و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بااعتماد افراد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حلق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اتصال بن سکت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جس طرح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،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>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اصحاب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نظر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tl/>
        </w:rPr>
        <w:t>بعد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مشکل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آج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کئ</w:t>
      </w:r>
      <w:r>
        <w:rPr>
          <w:rFonts w:hint="cs"/>
          <w:rtl/>
        </w:rPr>
        <w:t>ی</w:t>
      </w:r>
      <w:r>
        <w:rPr>
          <w:rtl/>
        </w:rPr>
        <w:t xml:space="preserve"> واسطوں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زمان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متّصل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تمام واسط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صادق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ب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مقدس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وتو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متزلزل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بلک</w:t>
      </w:r>
      <w:r w:rsidRPr="00471E8C">
        <w:rPr>
          <w:rFonts w:hint="cs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عادل افراد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اخذ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علم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مقصد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ممتاز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تواب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کرام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والوں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2: بعض لوگ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''جرح''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نقائص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و منزلت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اصحاب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لوگ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مارا سوال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گرد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خالص اور صادق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خلاص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بُر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موجود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 اور انب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اء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مقام و منزلت پر 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فرق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>تا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اگر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اعمال پر جرح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شروع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بعض خلفاء راش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حرف آتا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_اس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قداست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مثلا حضرت عثمان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اُن کاموں پر اعتراض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حکومت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قداست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قالب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اقدامات ;ج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رسول(ص) حضرت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اُن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قتل عام کا موجب بنا;ک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، اور اس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افراد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قداست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 جسطرح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اول</w:t>
      </w:r>
      <w:r>
        <w:rPr>
          <w:rFonts w:hint="cs"/>
          <w:rtl/>
        </w:rPr>
        <w:t>ی</w:t>
      </w:r>
      <w:r>
        <w:rPr>
          <w:rtl/>
        </w:rPr>
        <w:t xml:space="preserve"> الامر''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''حاکم وقت'' ک</w:t>
      </w:r>
      <w:r>
        <w:rPr>
          <w:rFonts w:hint="cs"/>
          <w:rtl/>
        </w:rPr>
        <w:t>ی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بنو 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بنو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ظالم حکام ک</w:t>
      </w:r>
      <w:r>
        <w:rPr>
          <w:rFonts w:hint="cs"/>
          <w:rtl/>
        </w:rPr>
        <w:t>ی</w:t>
      </w:r>
      <w:r>
        <w:rPr>
          <w:rtl/>
        </w:rPr>
        <w:t xml:space="preserve"> اطاعت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پروگرام اور لائ</w:t>
      </w:r>
      <w:r>
        <w:rPr>
          <w:rFonts w:hint="eastAsia"/>
          <w:rtl/>
        </w:rPr>
        <w:t>ح</w:t>
      </w:r>
      <w:r w:rsidRPr="00471E8C">
        <w:rPr>
          <w:rFonts w:hint="cs"/>
          <w:rtl/>
        </w:rPr>
        <w:t>ہ</w:t>
      </w:r>
      <w:r>
        <w:rPr>
          <w:rtl/>
        </w:rPr>
        <w:t xml:space="preserve"> عمل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مارا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کا مقصدسب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بچانا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مورد نظر افراد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مقصود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 xml:space="preserve">4_ بعض لوگ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tl/>
        </w:rPr>
        <w:t xml:space="preserve">مطابق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ادّل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ثابت کرنا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جس</w:t>
      </w:r>
      <w:r w:rsidR="0065778C">
        <w:rPr>
          <w:rtl/>
        </w:rPr>
        <w:t xml:space="preserve"> کو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طور پر ذکر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مندرج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ذ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: </w:t>
      </w:r>
    </w:p>
    <w:p w:rsidR="0065778C" w:rsidRDefault="0065778C" w:rsidP="009B41EC">
      <w:pPr>
        <w:pStyle w:val="libNormal"/>
      </w:pPr>
      <w:r>
        <w:rPr>
          <w:rtl/>
        </w:rPr>
        <w:t xml:space="preserve">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EE653E">
        <w:rPr>
          <w:rStyle w:val="libAieChar"/>
          <w:rtl/>
        </w:rPr>
        <w:t>و السابقون الاوّلون من المُ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اجری</w:t>
      </w:r>
      <w:r w:rsidR="00CE2672" w:rsidRPr="00EE653E">
        <w:rPr>
          <w:rStyle w:val="libAieChar"/>
          <w:rFonts w:hint="eastAsia"/>
          <w:rtl/>
        </w:rPr>
        <w:t>نَ</w:t>
      </w:r>
      <w:r w:rsidR="00CE2672" w:rsidRPr="00EE653E">
        <w:rPr>
          <w:rStyle w:val="libAieChar"/>
          <w:rtl/>
        </w:rPr>
        <w:t xml:space="preserve"> و الأنصار وَ الَّذ</w:t>
      </w:r>
      <w:r w:rsidR="00CE2672" w:rsidRPr="00EE653E">
        <w:rPr>
          <w:rStyle w:val="libAieChar"/>
          <w:rFonts w:hint="cs"/>
          <w:rtl/>
        </w:rPr>
        <w:t>ی</w:t>
      </w:r>
      <w:r w:rsidR="00CE2672" w:rsidRPr="00EE653E">
        <w:rPr>
          <w:rStyle w:val="libAieChar"/>
          <w:rFonts w:hint="eastAsia"/>
          <w:rtl/>
        </w:rPr>
        <w:t>ن</w:t>
      </w:r>
      <w:r w:rsidR="00CE2672" w:rsidRPr="00EE653E">
        <w:rPr>
          <w:rStyle w:val="libAieChar"/>
          <w:rtl/>
        </w:rPr>
        <w:t xml:space="preserve"> اتّبعُو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ُم رَضی</w:t>
      </w:r>
      <w:r w:rsidR="00CE2672" w:rsidRPr="00EE653E">
        <w:rPr>
          <w:rStyle w:val="libAieChar"/>
          <w:rtl/>
        </w:rPr>
        <w:t xml:space="preserve"> الله عن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م و رَضُو عن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 xml:space="preserve"> و أعَدَّ ل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م جَنّات: تَجری</w:t>
      </w:r>
      <w:r w:rsidR="00CE2672" w:rsidRPr="00EE653E">
        <w:rPr>
          <w:rStyle w:val="libAieChar"/>
          <w:rtl/>
        </w:rPr>
        <w:t xml:space="preserve"> تَحت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َا الأن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ارُ خالدی</w:t>
      </w:r>
      <w:r w:rsidR="00CE2672" w:rsidRPr="00EE653E">
        <w:rPr>
          <w:rStyle w:val="libAieChar"/>
          <w:rFonts w:hint="eastAsia"/>
          <w:rtl/>
        </w:rPr>
        <w:t>ن</w:t>
      </w:r>
      <w:r w:rsidR="00CE2672" w:rsidRPr="00EE653E">
        <w:rPr>
          <w:rStyle w:val="libAieChar"/>
          <w:rtl/>
        </w:rPr>
        <w:t xml:space="preserve"> ف</w:t>
      </w:r>
      <w:r w:rsidR="00CE2672" w:rsidRPr="00EE653E">
        <w:rPr>
          <w:rStyle w:val="libAieChar"/>
          <w:rFonts w:hint="cs"/>
          <w:rtl/>
        </w:rPr>
        <w:t>ی</w:t>
      </w:r>
      <w:r w:rsidR="00CE2672" w:rsidRPr="00EC5D05">
        <w:rPr>
          <w:rStyle w:val="libAieChar"/>
          <w:rFonts w:hint="cs"/>
          <w:rtl/>
        </w:rPr>
        <w:t>ه</w:t>
      </w:r>
      <w:r w:rsidR="00CE2672" w:rsidRPr="00EE653E">
        <w:rPr>
          <w:rStyle w:val="libAieChar"/>
          <w:rFonts w:hint="cs"/>
          <w:rtl/>
        </w:rPr>
        <w:t>ا</w:t>
      </w:r>
      <w:r w:rsidR="00CE2672" w:rsidRPr="00EE653E">
        <w:rPr>
          <w:rStyle w:val="libAieChar"/>
          <w:rtl/>
        </w:rPr>
        <w:t xml:space="preserve"> أبداً ذلک الفَوزُ العظ</w:t>
      </w:r>
      <w:r w:rsidR="00CE2672" w:rsidRPr="00EE653E">
        <w:rPr>
          <w:rStyle w:val="libAieChar"/>
          <w:rFonts w:hint="cs"/>
          <w:rtl/>
        </w:rPr>
        <w:t>ی</w:t>
      </w:r>
      <w:r w:rsidR="00CE2672" w:rsidRPr="00EE653E">
        <w:rPr>
          <w:rStyle w:val="libAieChar"/>
          <w:rFonts w:hint="eastAsia"/>
          <w:rtl/>
        </w:rPr>
        <w:t>م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>
        <w:rPr>
          <w:rtl/>
        </w:rPr>
        <w:t xml:space="preserve">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سبقت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باغات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ے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ان </w:t>
      </w:r>
      <w:r w:rsidR="004527F0">
        <w:rPr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( بعض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اکرم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کا مضمون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Pr="004527F0">
        <w:rPr>
          <w:rStyle w:val="libArabicChar"/>
          <w:rFonts w:hint="cs"/>
          <w:rtl/>
        </w:rPr>
        <w:t>جمی</w:t>
      </w:r>
      <w:r w:rsidRPr="004527F0">
        <w:rPr>
          <w:rStyle w:val="libArabicChar"/>
          <w:rFonts w:hint="eastAsia"/>
          <w:rtl/>
        </w:rPr>
        <w:t>ع</w:t>
      </w:r>
      <w:r w:rsidRPr="004527F0">
        <w:rPr>
          <w:rStyle w:val="libArabicChar"/>
          <w:rtl/>
        </w:rPr>
        <w:t xml:space="preserve"> أصحاب رسول الله ف</w:t>
      </w:r>
      <w:r w:rsidRPr="004527F0">
        <w:rPr>
          <w:rStyle w:val="libArabicChar"/>
          <w:rFonts w:hint="cs"/>
          <w:rtl/>
        </w:rPr>
        <w:t>ی</w:t>
      </w:r>
      <w:r w:rsidRPr="004527F0">
        <w:rPr>
          <w:rStyle w:val="libArabicChar"/>
          <w:rtl/>
        </w:rPr>
        <w:t xml:space="preserve"> الجنّة مُحسن</w:t>
      </w:r>
      <w:r w:rsidR="00380DE6" w:rsidRPr="009B41EC">
        <w:rPr>
          <w:rStyle w:val="libArabicChar"/>
          <w:rFonts w:hint="cs"/>
          <w:rtl/>
        </w:rPr>
        <w:t>ه</w:t>
      </w:r>
      <w:r w:rsidRPr="004527F0">
        <w:rPr>
          <w:rStyle w:val="libArabicChar"/>
          <w:rFonts w:hint="cs"/>
          <w:rtl/>
        </w:rPr>
        <w:t>م ومُسی</w:t>
      </w:r>
      <w:r w:rsidRPr="004527F0">
        <w:rPr>
          <w:rStyle w:val="libArabicChar"/>
          <w:rFonts w:hint="eastAsia"/>
          <w:rtl/>
        </w:rPr>
        <w:t>ئ</w:t>
      </w:r>
      <w:r w:rsidR="00380DE6" w:rsidRPr="009B41EC">
        <w:rPr>
          <w:rStyle w:val="libArabicChar"/>
          <w:rFonts w:hint="cs"/>
          <w:rtl/>
        </w:rPr>
        <w:t>ه</w:t>
      </w:r>
      <w:r w:rsidRPr="004527F0">
        <w:rPr>
          <w:rStyle w:val="libArabicChar"/>
          <w:rFonts w:hint="cs"/>
          <w:rtl/>
        </w:rPr>
        <w:t>م</w:t>
      </w:r>
      <w:r w:rsidRPr="004527F0">
        <w:rPr>
          <w:rStyle w:val="libArabicChar"/>
          <w:rtl/>
        </w:rPr>
        <w:t>''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مذکور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استناد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مذکور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صورت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 نجات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ن</w:t>
      </w:r>
      <w:r>
        <w:rPr>
          <w:rFonts w:hint="cs"/>
          <w:rtl/>
        </w:rPr>
        <w:t>ی</w:t>
      </w:r>
      <w:r w:rsidR="00EE653E">
        <w:rPr>
          <w:rFonts w:hint="eastAsia"/>
          <w:rtl/>
        </w:rPr>
        <w:t xml:space="preserve">کیوں 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>) اور اس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آزاد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،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اصلاح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دوستوں کو استثناء کر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،ازواج رسول(ص)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تم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سزا دو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</w:p>
    <w:p w:rsidR="0065778C" w:rsidRDefault="0065778C" w:rsidP="00D2626E">
      <w:pPr>
        <w:pStyle w:val="libFootnote"/>
      </w:pPr>
      <w:r>
        <w:rPr>
          <w:rtl/>
        </w:rPr>
        <w:t>1) سورة توب</w:t>
      </w:r>
      <w:r w:rsidRPr="00D2626E">
        <w:rPr>
          <w:rFonts w:hint="cs"/>
          <w:rtl/>
        </w:rPr>
        <w:t>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100_</w:t>
      </w:r>
    </w:p>
    <w:p w:rsidR="0065778C" w:rsidRDefault="0065778C" w:rsidP="00D2626E">
      <w:pPr>
        <w:pStyle w:val="libFootnote"/>
      </w:pPr>
      <w:r>
        <w:rPr>
          <w:rtl/>
        </w:rPr>
        <w:t>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</w:t>
      </w:r>
      <w:r w:rsidRPr="00D2626E">
        <w:rPr>
          <w:rFonts w:hint="cs"/>
          <w:rtl/>
        </w:rPr>
        <w:t>ہ</w:t>
      </w:r>
      <w:r>
        <w:rPr>
          <w:rtl/>
        </w:rPr>
        <w:t>_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برابر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قابل</w:t>
      </w:r>
      <w:r>
        <w:rPr>
          <w:rtl/>
        </w:rPr>
        <w:t xml:space="preserve">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سورة فتح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29 رفع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سچّ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4527F0">
      <w:pPr>
        <w:pStyle w:val="libAie"/>
      </w:pPr>
      <w:r>
        <w:rPr>
          <w:rtl/>
        </w:rPr>
        <w:t>''أشدَّاء عَل</w:t>
      </w:r>
      <w:r>
        <w:rPr>
          <w:rFonts w:hint="cs"/>
          <w:rtl/>
        </w:rPr>
        <w:t>ی</w:t>
      </w:r>
      <w:r>
        <w:rPr>
          <w:rtl/>
        </w:rPr>
        <w:t xml:space="preserve"> الکفّار رُحَمَائُ 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ترا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 رُكَّعاً سُجَّداً يَبتَغُونَ فَضلاً منَ الله و رضوَاناً سی</w:t>
      </w:r>
      <w:r>
        <w:rPr>
          <w:rFonts w:hint="eastAsia"/>
          <w:rtl/>
        </w:rPr>
        <w:t>مَا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وُجُو</w:t>
      </w:r>
      <w:r w:rsidR="00380DE6" w:rsidRPr="00EC5D05">
        <w:rPr>
          <w:rFonts w:hint="cs"/>
          <w:rtl/>
        </w:rPr>
        <w:t>هه</w:t>
      </w:r>
      <w:r>
        <w:rPr>
          <w:rFonts w:hint="cs"/>
          <w:rtl/>
        </w:rPr>
        <w:t>م من أثَر السُجُود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کفار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زبردست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 </w:t>
      </w:r>
      <w:r w:rsidR="004527F0">
        <w:rPr>
          <w:rtl/>
        </w:rPr>
        <w:t xml:space="preserve">میں 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ربان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رکوع و سجود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حال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مسلسل فضل و رضائ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 کو طلب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آثار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روں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جمل و صفّ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آگ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اور امام وقت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مسلمانوں کو قتل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سات صفات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مصداق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</w:t>
      </w:r>
      <w:r>
        <w:rPr>
          <w:rtl/>
        </w:rPr>
        <w:t xml:space="preserve">س </w:t>
      </w:r>
      <w:r w:rsidR="004527F0">
        <w:rPr>
          <w:rtl/>
        </w:rPr>
        <w:t xml:space="preserve">میں 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ربان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شدت کفار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مقصود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4527F0">
        <w:rPr>
          <w:rStyle w:val="libAieChar"/>
          <w:rtl/>
        </w:rPr>
        <w:t>''وَعَدَ الله الّذ</w:t>
      </w:r>
      <w:r w:rsidRPr="004527F0">
        <w:rPr>
          <w:rStyle w:val="libAieChar"/>
          <w:rFonts w:hint="cs"/>
          <w:rtl/>
        </w:rPr>
        <w:t>ی</w:t>
      </w:r>
      <w:r w:rsidRPr="004527F0">
        <w:rPr>
          <w:rStyle w:val="libAieChar"/>
          <w:rFonts w:hint="eastAsia"/>
          <w:rtl/>
        </w:rPr>
        <w:t>ن</w:t>
      </w:r>
      <w:r w:rsidRPr="004527F0">
        <w:rPr>
          <w:rStyle w:val="libAieChar"/>
          <w:rtl/>
        </w:rPr>
        <w:t xml:space="preserve"> آمَنُو و عَملُو الصّالحات من</w:t>
      </w:r>
      <w:r w:rsidRPr="00EC5D05">
        <w:rPr>
          <w:rStyle w:val="libAieChar"/>
          <w:rFonts w:hint="cs"/>
          <w:rtl/>
        </w:rPr>
        <w:t>ه</w:t>
      </w:r>
      <w:r w:rsidRPr="004527F0">
        <w:rPr>
          <w:rStyle w:val="libAieChar"/>
          <w:rFonts w:hint="cs"/>
          <w:rtl/>
        </w:rPr>
        <w:t>م مَغفرَةً و أجراً عَظی</w:t>
      </w:r>
      <w:r w:rsidRPr="004527F0">
        <w:rPr>
          <w:rStyle w:val="libAieChar"/>
          <w:rFonts w:hint="eastAsia"/>
          <w:rtl/>
        </w:rPr>
        <w:t>ماً</w:t>
      </w:r>
      <w:r w:rsidRPr="004527F0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 w:rsidRPr="00B648F9">
        <w:rPr>
          <w:rStyle w:val="libFootnotenumChar"/>
          <w:rtl/>
        </w:rPr>
        <w:t>(2)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ان اصحاب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)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اعمال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5F1F98" w:rsidRDefault="005F1F98" w:rsidP="00B648F9">
      <w:pPr>
        <w:pStyle w:val="libLine"/>
      </w:pPr>
      <w:r>
        <w:rPr>
          <w:rtl/>
        </w:rPr>
        <w:t xml:space="preserve">____________________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احزاب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30_</w:t>
      </w:r>
    </w:p>
    <w:p w:rsidR="0065778C" w:rsidRDefault="0065778C" w:rsidP="00D2626E">
      <w:pPr>
        <w:pStyle w:val="libFootnote"/>
      </w:pPr>
      <w:r>
        <w:rPr>
          <w:rtl/>
        </w:rPr>
        <w:t>2) سور</w:t>
      </w:r>
      <w:r w:rsidRPr="00D2626E">
        <w:rPr>
          <w:rFonts w:hint="cs"/>
          <w:rtl/>
        </w:rPr>
        <w:t>ہ فتح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29_</w:t>
      </w:r>
    </w:p>
    <w:p w:rsidR="005F1F98" w:rsidRPr="00D2626E" w:rsidRDefault="005F1F98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مغفرت اور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وعد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مغفرت اور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وعد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ان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اعمال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جن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جنگ جمل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مسلمانوں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جنگوں کو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عثمان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</w:t>
      </w:r>
      <w:r w:rsidRPr="00471E8C">
        <w:rPr>
          <w:rFonts w:hint="cs"/>
          <w:rtl/>
        </w:rPr>
        <w:t>ہڑ</w:t>
      </w:r>
      <w:r w:rsidRPr="00955C8D">
        <w:rPr>
          <w:rFonts w:hint="cs"/>
          <w:rtl/>
        </w:rPr>
        <w:t>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اعمال صالح انجام د</w:t>
      </w:r>
      <w:r>
        <w:rPr>
          <w:rFonts w:hint="cs"/>
          <w:rtl/>
        </w:rPr>
        <w:t>ی</w:t>
      </w:r>
      <w:r>
        <w:rPr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قابل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اولوا</w:t>
      </w:r>
      <w:r>
        <w:rPr>
          <w:rtl/>
        </w:rPr>
        <w:t>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اول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مؤاخذ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_ حضرت آدم(ع)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اول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(ع)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 اول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بند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نوح (ع)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گار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پر تنب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_تو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اس قانون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527F0">
      <w:pPr>
        <w:pStyle w:val="Heading2Center"/>
      </w:pPr>
      <w:bookmarkStart w:id="28" w:name="_Toc519769598"/>
      <w:r>
        <w:rPr>
          <w:rtl/>
        </w:rPr>
        <w:t>6_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اصحاب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استثناء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عادل ت</w:t>
      </w:r>
      <w:r w:rsidRPr="003C4FC4">
        <w:rPr>
          <w:rFonts w:hint="cs"/>
          <w:rtl/>
        </w:rPr>
        <w:t>ھے</w:t>
      </w:r>
      <w:r w:rsidRPr="00452B33">
        <w:rPr>
          <w:rFonts w:hint="cs"/>
          <w:rtl/>
        </w:rPr>
        <w:t>؟</w:t>
      </w:r>
      <w:r>
        <w:rPr>
          <w:rtl/>
        </w:rPr>
        <w:t>:</w:t>
      </w:r>
      <w:bookmarkEnd w:id="28"/>
    </w:p>
    <w:p w:rsidR="0065778C" w:rsidRDefault="0065778C" w:rsidP="004527F0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اکثر برادران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عدالت پر فائز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مقام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قرآن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اُن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نفع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اُن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بات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استثناء موجود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واضح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عموم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عام طور پر استثناء موجود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)_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سورة آل</w:t>
      </w:r>
      <w:r>
        <w:rPr>
          <w:rtl/>
        </w:rPr>
        <w:t xml:space="preserve">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155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4527F0">
      <w:pPr>
        <w:pStyle w:val="libAie"/>
      </w:pPr>
      <w:r>
        <w:rPr>
          <w:rtl/>
        </w:rPr>
        <w:t>'' انّ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تَوَلَّوا منكُم يَومَ التقيَ الجَمعَان انّما إستَزَلَّ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 الشَی</w:t>
      </w:r>
      <w:r>
        <w:rPr>
          <w:rFonts w:hint="eastAsia"/>
          <w:rtl/>
        </w:rPr>
        <w:t>طانُ</w:t>
      </w:r>
      <w:r>
        <w:rPr>
          <w:rtl/>
        </w:rPr>
        <w:t xml:space="preserve"> ببَعض مَا كَسَبُوا وَ لَقَد عَفاَ الله عن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م إنّ الله غفورٌ حَلی</w:t>
      </w:r>
      <w:r>
        <w:rPr>
          <w:rFonts w:hint="eastAsia"/>
          <w:rtl/>
        </w:rPr>
        <w:t>م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جنگ اُحد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فرار کر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جو لوگ دو لشکروں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روبرو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 احد </w:t>
      </w:r>
      <w:r w:rsidR="004527F0">
        <w:rPr>
          <w:rtl/>
        </w:rPr>
        <w:t xml:space="preserve">میں </w:t>
      </w:r>
      <w:r>
        <w:rPr>
          <w:rtl/>
        </w:rPr>
        <w:t xml:space="preserve"> ) فرار کر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گنا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کا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بخشن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اور بردبار </w:t>
      </w:r>
      <w:r w:rsidRPr="00471E8C">
        <w:rPr>
          <w:rFonts w:hint="cs"/>
          <w:rtl/>
        </w:rPr>
        <w:t>ہے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اُس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فرار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دلچسپ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پر غلب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غلب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اُن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مرتکب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غزو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اور دشمنس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پشت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موجب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بخشش پروردگارپ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مطلب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عادل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متعدّد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سورة حجرات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نمبر 6 </w:t>
      </w:r>
      <w:r w:rsidR="004527F0">
        <w:rPr>
          <w:rtl/>
        </w:rPr>
        <w:t xml:space="preserve">میں </w:t>
      </w:r>
      <w:r>
        <w:rPr>
          <w:rtl/>
        </w:rPr>
        <w:t xml:space="preserve"> بعض کو فاسق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4527F0">
      <w:pPr>
        <w:pStyle w:val="libAie"/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ايّ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ا الّذی</w:t>
      </w:r>
      <w:r>
        <w:rPr>
          <w:rFonts w:hint="eastAsia"/>
          <w:rtl/>
        </w:rPr>
        <w:t>ن</w:t>
      </w:r>
      <w:r>
        <w:rPr>
          <w:rtl/>
        </w:rPr>
        <w:t xml:space="preserve"> آمَنُو إن جاء كُم فاسقٌ بنَبا فَتَبَيَّنُوا أن تُص</w:t>
      </w:r>
      <w:r>
        <w:rPr>
          <w:rFonts w:hint="cs"/>
          <w:rtl/>
        </w:rPr>
        <w:t>ی</w:t>
      </w:r>
      <w:r>
        <w:rPr>
          <w:rFonts w:hint="eastAsia"/>
          <w:rtl/>
        </w:rPr>
        <w:t>بُوا</w:t>
      </w:r>
      <w:r>
        <w:rPr>
          <w:rtl/>
        </w:rPr>
        <w:t xml:space="preserve"> قوماً بج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الة فَتُصبحُوا علی</w:t>
      </w:r>
      <w:r>
        <w:rPr>
          <w:rtl/>
        </w:rPr>
        <w:t xml:space="preserve"> مَا فَعَلتُم نَادم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اگر کوئ</w:t>
      </w:r>
      <w:r>
        <w:rPr>
          <w:rFonts w:hint="cs"/>
          <w:rtl/>
        </w:rPr>
        <w:t>ی</w:t>
      </w:r>
      <w:r>
        <w:rPr>
          <w:rtl/>
        </w:rPr>
        <w:t xml:space="preserve"> فاسق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خبر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لا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تم لوگ کس</w:t>
      </w:r>
      <w:r>
        <w:rPr>
          <w:rFonts w:hint="cs"/>
          <w:rtl/>
        </w:rPr>
        <w:t>ی</w:t>
      </w:r>
      <w:r>
        <w:rPr>
          <w:rtl/>
        </w:rPr>
        <w:t xml:space="preserve"> کونقصان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واور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عُقب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'' بن</w:t>
      </w:r>
      <w:r>
        <w:rPr>
          <w:rFonts w:hint="cs"/>
          <w:rtl/>
        </w:rPr>
        <w:t>ی</w:t>
      </w:r>
      <w:r>
        <w:rPr>
          <w:rtl/>
        </w:rPr>
        <w:t xml:space="preserve"> المصطلق''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زکات ک</w:t>
      </w:r>
      <w:r>
        <w:rPr>
          <w:rFonts w:hint="cs"/>
          <w:rtl/>
        </w:rPr>
        <w:t>ی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_ واپس</w:t>
      </w:r>
      <w:r>
        <w:rPr>
          <w:rFonts w:hint="cs"/>
          <w:rtl/>
        </w:rPr>
        <w:t>ی</w:t>
      </w:r>
      <w:r>
        <w:rPr>
          <w:rtl/>
        </w:rPr>
        <w:t xml:space="preserve"> پر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زکوة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جنگ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حجرات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مسلمانوں کو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فاسق آدم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کرو_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 کس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کو نقصان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نچاؤ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پر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پش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مان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اتفاقاً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المصطلق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مؤمن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استقبال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اوراس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قبل از اسلام ) دشمن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امر کا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 کر واپس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غل</w:t>
      </w:r>
      <w:r>
        <w:rPr>
          <w:rFonts w:hint="eastAsia"/>
          <w:rtl/>
        </w:rPr>
        <w:t>ط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_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اُن افراد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اُس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فاسق بتار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اصحاب ک</w:t>
      </w:r>
      <w:r>
        <w:rPr>
          <w:rFonts w:hint="cs"/>
          <w:rtl/>
        </w:rPr>
        <w:t>ی</w:t>
      </w:r>
      <w:r>
        <w:rPr>
          <w:rtl/>
        </w:rPr>
        <w:t xml:space="preserve"> عدالت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 w:rsidRPr="00471E8C">
        <w:rPr>
          <w:rFonts w:hint="cs"/>
          <w:rtl/>
        </w:rPr>
        <w:t>ھ</w:t>
      </w:r>
      <w:r>
        <w:rPr>
          <w:rtl/>
        </w:rPr>
        <w:t xml:space="preserve"> سازگار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اصحاب زکاة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پر اعتراض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اعتراض کو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58 </w:t>
      </w:r>
      <w:r w:rsidR="004527F0">
        <w:rPr>
          <w:rtl/>
        </w:rPr>
        <w:t xml:space="preserve">میں </w:t>
      </w:r>
      <w:r>
        <w:rPr>
          <w:rtl/>
        </w:rPr>
        <w:t xml:space="preserve"> نقل فرماتا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: </w:t>
      </w:r>
    </w:p>
    <w:p w:rsidR="0065778C" w:rsidRDefault="0065778C" w:rsidP="004527F0">
      <w:pPr>
        <w:pStyle w:val="libAie"/>
      </w:pPr>
      <w:r>
        <w:rPr>
          <w:rtl/>
        </w:rPr>
        <w:t>'' و من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م مَن يَلمزُک فی</w:t>
      </w:r>
      <w:r>
        <w:rPr>
          <w:rtl/>
        </w:rPr>
        <w:t xml:space="preserve"> الصّدقات فان اُعطُوا من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ا رَضُوا وَ إن لم يُعطُوا من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 xml:space="preserve">ا اذأ 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م يَسخَطُون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''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لوگ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آپ(ص) پر اعتراض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غصّ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عادل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12 اور 13 </w:t>
      </w:r>
      <w:r w:rsidR="004527F0">
        <w:rPr>
          <w:rtl/>
        </w:rPr>
        <w:t xml:space="preserve">میں </w:t>
      </w:r>
      <w:r>
        <w:rPr>
          <w:rtl/>
        </w:rPr>
        <w:t xml:space="preserve"> جنگ احزاب ک</w:t>
      </w:r>
      <w:r>
        <w:rPr>
          <w:rFonts w:hint="cs"/>
          <w:rtl/>
        </w:rPr>
        <w:t>ی</w:t>
      </w:r>
      <w:r>
        <w:rPr>
          <w:rtl/>
        </w:rPr>
        <w:t xml:space="preserve"> منظر کش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ماردل</w:t>
      </w:r>
      <w:r>
        <w:rPr>
          <w:rtl/>
        </w:rPr>
        <w:t xml:space="preserve"> لوگ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اکرم'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>'' ما وَعَدَنا الله و رسُول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الاّ غُروراً'' خدا اور رسول(ص)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صرف اور صرف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ٹے</w:t>
      </w:r>
      <w:r w:rsidR="0065778C" w:rsidRPr="00955C8D">
        <w:rPr>
          <w:rFonts w:hint="cs"/>
          <w:rtl/>
        </w:rPr>
        <w:t xml:space="preserve"> وعد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بعض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خ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ال</w:t>
      </w:r>
      <w:r w:rsidR="0065778C">
        <w:rPr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جنگ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کو شکست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احتمالاً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قتل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اسلام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بساط لپ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خندق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ودن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ملا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اور مسلمانوں کو شام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کا وعد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اس بات کا مذاق ا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اصحاب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کو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tl/>
        </w:rPr>
        <w:t xml:space="preserve">'' ان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لوگوں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جنگ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حاضر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مخاطب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ٹھہ</w:t>
      </w:r>
      <w:r w:rsidRPr="00955C8D">
        <w:rPr>
          <w:rFonts w:hint="cs"/>
          <w:rtl/>
        </w:rPr>
        <w:t>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روں کو واپس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جاؤ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''و إذ قَالَت طائفةٌ م</w:t>
      </w:r>
      <w:r w:rsidR="00CE2672" w:rsidRPr="004527F0">
        <w:rPr>
          <w:rStyle w:val="libAieChar"/>
          <w:rFonts w:hint="eastAsia"/>
          <w:rtl/>
        </w:rPr>
        <w:t>ن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م</w:t>
      </w:r>
      <w:r w:rsidR="00CE2672" w:rsidRPr="004527F0">
        <w:rPr>
          <w:rStyle w:val="libAieChar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ی</w:t>
      </w:r>
      <w:r w:rsidR="00CE2672" w:rsidRPr="004527F0">
        <w:rPr>
          <w:rStyle w:val="libAieChar"/>
          <w:rFonts w:hint="eastAsia"/>
          <w:rtl/>
        </w:rPr>
        <w:t>ا</w:t>
      </w:r>
      <w:r w:rsidR="00CE2672" w:rsidRPr="004527F0">
        <w:rPr>
          <w:rStyle w:val="libAieChar"/>
          <w:rtl/>
        </w:rPr>
        <w:t xml:space="preserve"> اَ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لَ يَثربَ لا مُقَامَ لکم فَارجعُوا</w:t>
      </w:r>
      <w:r w:rsidR="00CE2672" w:rsidRPr="004527F0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احزاب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لگا_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''وَ يَستَأذنُ فری</w:t>
      </w:r>
      <w:r w:rsidR="00CE2672" w:rsidRPr="004527F0">
        <w:rPr>
          <w:rStyle w:val="libAieChar"/>
          <w:rFonts w:hint="eastAsia"/>
          <w:rtl/>
        </w:rPr>
        <w:t>قٌ</w:t>
      </w:r>
      <w:r w:rsidR="00CE2672" w:rsidRPr="004527F0">
        <w:rPr>
          <w:rStyle w:val="libAieChar"/>
          <w:rtl/>
        </w:rPr>
        <w:t xml:space="preserve"> من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م النّبی</w:t>
      </w:r>
      <w:r w:rsidR="00CE2672" w:rsidRPr="004527F0">
        <w:rPr>
          <w:rStyle w:val="libAieChar"/>
          <w:rtl/>
        </w:rPr>
        <w:t xml:space="preserve"> يَقُولُون إن بُيُوتَنَا عَورَة و مَا 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ی</w:t>
      </w:r>
      <w:r w:rsidR="00CE2672" w:rsidRPr="004527F0">
        <w:rPr>
          <w:rStyle w:val="libAieChar"/>
          <w:rtl/>
        </w:rPr>
        <w:t xml:space="preserve"> بعَورَة إن يُر</w:t>
      </w:r>
      <w:r w:rsidR="00CE2672" w:rsidRPr="004527F0">
        <w:rPr>
          <w:rStyle w:val="libAieChar"/>
          <w:rFonts w:hint="cs"/>
          <w:rtl/>
        </w:rPr>
        <w:t>ی</w:t>
      </w:r>
      <w:r w:rsidR="00CE2672" w:rsidRPr="004527F0">
        <w:rPr>
          <w:rStyle w:val="libAieChar"/>
          <w:rFonts w:hint="eastAsia"/>
          <w:rtl/>
        </w:rPr>
        <w:t>دُونَ</w:t>
      </w:r>
      <w:r w:rsidR="00CE2672" w:rsidRPr="004527F0">
        <w:rPr>
          <w:rStyle w:val="libAieChar"/>
          <w:rtl/>
        </w:rPr>
        <w:t xml:space="preserve"> الا فراراً''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ان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مانگتا ت</w:t>
      </w:r>
      <w:r w:rsidRPr="00471E8C">
        <w:rPr>
          <w:rFonts w:hint="cs"/>
          <w:rtl/>
        </w:rPr>
        <w:t>ھ</w:t>
      </w:r>
      <w:r>
        <w:rPr>
          <w:rtl/>
        </w:rPr>
        <w:t>ا اور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ذا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واپس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بول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ے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صرف فرار کا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تلاش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'' اب خود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ان تمام امورس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جائز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سمج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سب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بدتر بعض اصحاب کا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خ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نسبت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سورة آل عمران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161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منعکس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'' و ما كَانَ لنَبيّ أن يَغُلَّ و من يَغلُل يَأت بما غَلَّ يَومَ القی</w:t>
      </w:r>
      <w:r w:rsidR="00CE2672" w:rsidRPr="004527F0">
        <w:rPr>
          <w:rStyle w:val="libAieChar"/>
          <w:rFonts w:hint="eastAsia"/>
          <w:rtl/>
        </w:rPr>
        <w:t>امَة</w:t>
      </w:r>
      <w:r w:rsidR="00CE2672" w:rsidRPr="004527F0">
        <w:rPr>
          <w:rStyle w:val="libAieChar"/>
          <w:rtl/>
        </w:rPr>
        <w:t xml:space="preserve"> ثُم تُوَفّ</w:t>
      </w:r>
      <w:r w:rsidR="00CE2672" w:rsidRPr="004527F0">
        <w:rPr>
          <w:rStyle w:val="libAieChar"/>
          <w:rFonts w:hint="cs"/>
          <w:rtl/>
        </w:rPr>
        <w:t>ی</w:t>
      </w:r>
      <w:r w:rsidR="00CE2672" w:rsidRPr="004527F0">
        <w:rPr>
          <w:rStyle w:val="libAieChar"/>
          <w:rtl/>
        </w:rPr>
        <w:t xml:space="preserve"> كُلّ نفس: مّا کسبَت و 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ُم لا يُظلَمُ</w:t>
      </w:r>
      <w:r w:rsidR="00CE2672" w:rsidRPr="004527F0">
        <w:rPr>
          <w:rStyle w:val="libAieChar"/>
          <w:rFonts w:hint="eastAsia"/>
          <w:rtl/>
        </w:rPr>
        <w:t>ونَ</w:t>
      </w:r>
      <w:r w:rsidR="00CE2672" w:rsidRPr="004527F0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="0065778C">
        <w:rPr>
          <w:rtl/>
        </w:rPr>
        <w:t xml:space="preserve"> </w:t>
      </w:r>
    </w:p>
    <w:p w:rsidR="0065778C" w:rsidRDefault="0065778C" w:rsidP="004527F0">
      <w:pPr>
        <w:pStyle w:val="libNormal"/>
      </w:pPr>
      <w:r>
        <w:rPr>
          <w:rtl/>
        </w:rPr>
        <w:t>''ممکن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جس قسم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ھے</w:t>
      </w:r>
      <w:r>
        <w:rPr>
          <w:rtl/>
        </w:rPr>
        <w:t xml:space="preserve"> گا_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اعمال کا بدل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_ اور کس</w:t>
      </w:r>
      <w:r>
        <w:rPr>
          <w:rFonts w:hint="cs"/>
          <w:rtl/>
        </w:rPr>
        <w:t>ی</w:t>
      </w:r>
      <w:r>
        <w:rPr>
          <w:rtl/>
        </w:rPr>
        <w:t xml:space="preserve"> پر ظلم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سزا 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_ </w:t>
      </w:r>
      <w:r>
        <w:cr/>
      </w: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شأن نزول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بعض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جُب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جنگ اُحد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''ع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مورچ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اور جب جنگ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4527F0">
        <w:rPr>
          <w:rtl/>
        </w:rPr>
        <w:t xml:space="preserve">میں </w:t>
      </w:r>
      <w:r>
        <w:rPr>
          <w:rtl/>
        </w:rPr>
        <w:t xml:space="preserve"> اسلام کا لشکر دشمن پر فتح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حرکت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اپنا مورچ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غنائم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دو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>_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بُرا عمل انک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رسولخدا(ص)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مارا حق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>
        <w:rPr>
          <w:rFonts w:hint="eastAsia"/>
          <w:rtl/>
        </w:rPr>
        <w:t>مل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قلم شرم محسوس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)_ </w:t>
      </w:r>
    </w:p>
    <w:p w:rsidR="0065778C" w:rsidRDefault="0065778C" w:rsidP="0065778C">
      <w:pPr>
        <w:pStyle w:val="libNormal"/>
      </w:pPr>
      <w:r>
        <w:rPr>
          <w:rtl/>
        </w:rPr>
        <w:t>''ابن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اور '' طبر</w:t>
      </w:r>
      <w:r>
        <w:rPr>
          <w:rFonts w:hint="cs"/>
          <w:rtl/>
        </w:rPr>
        <w:t>ی</w:t>
      </w:r>
      <w:r>
        <w:rPr>
          <w:rtl/>
        </w:rPr>
        <w:t>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شان نزول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جنگ بدر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سرخ رنگ کا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ا گم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بعض کم عقل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لشکر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فلاں شخص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اس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ناروا نسبت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باوجود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عدالت باق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؟ اگر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وجدان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قضاوت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تو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قبول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قسم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افراد عادل اور پاک و پاک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اور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کاموں پر تنق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حق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اس بات کا انکار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اکثر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 تقو</w:t>
      </w:r>
      <w:r>
        <w:rPr>
          <w:rFonts w:hint="cs"/>
          <w:rtl/>
        </w:rPr>
        <w:t>ی</w:t>
      </w:r>
      <w:r>
        <w:rPr>
          <w:rtl/>
        </w:rPr>
        <w:t xml:space="preserve">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ہ</w:t>
      </w:r>
      <w:r>
        <w:rPr>
          <w:rtl/>
        </w:rPr>
        <w:t xml:space="preserve"> انسان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سب پر تقو</w:t>
      </w:r>
      <w:r>
        <w:rPr>
          <w:rFonts w:hint="cs"/>
          <w:rtl/>
        </w:rPr>
        <w:t>ی</w:t>
      </w:r>
      <w:r>
        <w:rPr>
          <w:rtl/>
        </w:rPr>
        <w:t xml:space="preserve"> اور عدالت ک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حق سلب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  <w:r>
        <w:cr/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جو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مقصود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نب</w:t>
      </w:r>
      <w:r>
        <w:rPr>
          <w:rFonts w:hint="cs"/>
          <w:rtl/>
        </w:rPr>
        <w:t>ی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 عظمت صحاب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پر سال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سال سبّ و لعن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تمام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سب کواس کام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دو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''معاو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>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''سعد بن اب</w:t>
      </w:r>
      <w:r>
        <w:rPr>
          <w:rFonts w:hint="cs"/>
          <w:rtl/>
        </w:rPr>
        <w:t>ی</w:t>
      </w:r>
      <w:r>
        <w:rPr>
          <w:rtl/>
        </w:rPr>
        <w:t xml:space="preserve"> وقاص''س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ابو تراب (عل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طالب) پر سبّ و لعن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و؟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سن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دولت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اُن پر سَبّ و شتم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وں_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4 ص 1871، کتاب فضائل الصحاب</w:t>
      </w:r>
      <w:r w:rsidRPr="00D2626E">
        <w:rPr>
          <w:rFonts w:hint="cs"/>
          <w:rtl/>
        </w:rPr>
        <w:t>ہ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فتح البار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7 ص 60 پر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D2626E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 (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1_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منزلت، 2_</w:t>
      </w:r>
      <w:r w:rsidRPr="004527F0">
        <w:rPr>
          <w:rStyle w:val="libFootNoteArabicChar"/>
          <w:rtl/>
        </w:rPr>
        <w:t>حد</w:t>
      </w:r>
      <w:r w:rsidRPr="004527F0">
        <w:rPr>
          <w:rStyle w:val="libFootNoteArabicChar"/>
          <w:rFonts w:hint="cs"/>
          <w:rtl/>
        </w:rPr>
        <w:t>ی</w:t>
      </w:r>
      <w:r w:rsidRPr="004527F0">
        <w:rPr>
          <w:rStyle w:val="libFootNoteArabicChar"/>
          <w:rFonts w:hint="eastAsia"/>
          <w:rtl/>
        </w:rPr>
        <w:t>ث</w:t>
      </w:r>
      <w:r w:rsidRPr="004527F0">
        <w:rPr>
          <w:rStyle w:val="libFootNoteArabicChar"/>
          <w:rtl/>
        </w:rPr>
        <w:t xml:space="preserve"> لاعط</w:t>
      </w:r>
      <w:r w:rsidRPr="004527F0">
        <w:rPr>
          <w:rStyle w:val="libFootNoteArabicChar"/>
          <w:rFonts w:hint="cs"/>
          <w:rtl/>
        </w:rPr>
        <w:t>ی</w:t>
      </w:r>
      <w:r w:rsidRPr="004527F0">
        <w:rPr>
          <w:rStyle w:val="libFootNoteArabicChar"/>
          <w:rFonts w:hint="eastAsia"/>
          <w:rtl/>
        </w:rPr>
        <w:t>ن</w:t>
      </w:r>
      <w:r w:rsidRPr="004527F0">
        <w:rPr>
          <w:rStyle w:val="libFootNoteArabicChar"/>
          <w:rtl/>
        </w:rPr>
        <w:t xml:space="preserve"> الرا</w:t>
      </w:r>
      <w:r w:rsidRPr="004527F0">
        <w:rPr>
          <w:rStyle w:val="libFootNoteArabicChar"/>
          <w:rFonts w:hint="cs"/>
          <w:rtl/>
        </w:rPr>
        <w:t>ی</w:t>
      </w:r>
      <w:r w:rsidRPr="004527F0">
        <w:rPr>
          <w:rStyle w:val="libFootNoteArabicChar"/>
          <w:rFonts w:hint="eastAsia"/>
          <w:rtl/>
        </w:rPr>
        <w:t>ة</w:t>
      </w:r>
      <w:r w:rsidRPr="004527F0">
        <w:rPr>
          <w:rStyle w:val="libFootNoteArabicChar"/>
          <w:rtl/>
        </w:rPr>
        <w:t xml:space="preserve"> غداً</w:t>
      </w:r>
      <w:r>
        <w:rPr>
          <w:rtl/>
        </w:rPr>
        <w:t xml:space="preserve"> 3_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</w:t>
      </w:r>
      <w:r w:rsidRPr="00D2626E">
        <w:rPr>
          <w:rFonts w:hint="cs"/>
          <w:rtl/>
        </w:rPr>
        <w:t>ہلہ</w:t>
      </w:r>
      <w:r>
        <w:rPr>
          <w:rtl/>
        </w:rPr>
        <w:t>)_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tl/>
        </w:rPr>
        <w:t>2_ کتاب '' العقد الفر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''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بزرگ عالم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( ابن عبد ربّ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اندلس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تأل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جب امام حسن ابن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</w:t>
      </w:r>
      <w:r w:rsidR="0065778C">
        <w:rPr>
          <w:rtl/>
        </w:rPr>
        <w:t xml:space="preserve"> السلام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ادت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معاو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مكّ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مد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اُس کا اراد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منبر رسول 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</w:t>
      </w:r>
      <w:r w:rsidR="0065778C">
        <w:rPr>
          <w:rFonts w:hint="eastAsia"/>
          <w:rtl/>
        </w:rPr>
        <w:t>ضرت</w:t>
      </w:r>
      <w:r w:rsidR="0065778C">
        <w:rPr>
          <w:rtl/>
        </w:rPr>
        <w:t xml:space="preserve">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پَر سبّ و لعن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لوگوں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سعد بن 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وقاص''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مسجد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ال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بات کو تحمل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 اور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ردّ عمل کا اظ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گا 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ذا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اُس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پاس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 کر اُس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نظر معلوم کرلو_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سعد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اس مطلب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استفسار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4527F0">
        <w:rPr>
          <w:rtl/>
        </w:rPr>
        <w:t xml:space="preserve">میں </w:t>
      </w:r>
      <w:r>
        <w:rPr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مسجد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چلا جاؤں گا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داخل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گا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ردّ عمل سّنن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سب و شتم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تک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سعد فوت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سعد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منبر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پر لعنت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لکاروں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منبروں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پر لعن و سب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اُن سب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اس </w:t>
      </w:r>
      <w:r>
        <w:rPr>
          <w:rFonts w:hint="eastAsia"/>
          <w:rtl/>
        </w:rPr>
        <w:t>بات</w:t>
      </w:r>
      <w:r>
        <w:rPr>
          <w:rtl/>
        </w:rPr>
        <w:t xml:space="preserve"> کا جب جناب ام سلم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کو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چلا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تم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منبروں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 و رسول(ص) پر سبّ و لعن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اور 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اور محبت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والوں</w:t>
      </w:r>
      <w:r>
        <w:rPr>
          <w:rtl/>
        </w:rPr>
        <w:t xml:space="preserve"> پر لعنت، </w:t>
      </w:r>
      <w:r w:rsidR="004527F0">
        <w:rPr>
          <w:rtl/>
        </w:rPr>
        <w:t xml:space="preserve">میں </w:t>
      </w:r>
      <w:r>
        <w:rPr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>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محبت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رسولخدا(ص)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محبت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تم خدا اور رسولخدا(ص) پر سبّ و لعن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و''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جناب ام سلم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خط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جلد 4 ص 366 و جوا</w:t>
      </w:r>
      <w:r w:rsidRPr="00D2626E">
        <w:rPr>
          <w:rFonts w:hint="cs"/>
          <w:rtl/>
        </w:rPr>
        <w:t>ہر المطالب ف</w:t>
      </w:r>
      <w:r>
        <w:rPr>
          <w:rFonts w:hint="cs"/>
          <w:rtl/>
        </w:rPr>
        <w:t>ی</w:t>
      </w:r>
      <w:r>
        <w:rPr>
          <w:rtl/>
        </w:rPr>
        <w:t xml:space="preserve"> مناقب الامام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طالب، جلد 2 ص 228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بن احمد الدمشق</w:t>
      </w:r>
      <w:r>
        <w:rPr>
          <w:rFonts w:hint="cs"/>
          <w:rtl/>
        </w:rPr>
        <w:t>ی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متوفائ</w:t>
      </w:r>
      <w:r w:rsidRPr="00D2626E">
        <w:rPr>
          <w:rFonts w:hint="cs"/>
          <w:rtl/>
        </w:rPr>
        <w:t>ے قرن نہم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قسم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بُر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کام عدالت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سازگار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ں؟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عاقل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عادل انسان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جرا ت کرسکتا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 عظمت شخص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کو اس شرمناک انداز اور اتن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مان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پر گال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اں</w:t>
      </w:r>
      <w:r w:rsidR="0065778C">
        <w:rPr>
          <w:rtl/>
        </w:rPr>
        <w:t xml:space="preserve"> 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شاعر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4527F0">
      <w:pPr>
        <w:pStyle w:val="libArabic"/>
      </w:pP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المنابر تعلنون بسبّ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و بسی</w:t>
      </w:r>
      <w:r>
        <w:rPr>
          <w:rFonts w:hint="eastAsia"/>
          <w:rtl/>
        </w:rPr>
        <w:t>ف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نصبت لکم أعواد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منبر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لعن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جس ک</w:t>
      </w:r>
      <w:r>
        <w:rPr>
          <w:rFonts w:hint="cs"/>
          <w:rtl/>
        </w:rPr>
        <w:t>ی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منبرقائم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527F0">
      <w:pPr>
        <w:pStyle w:val="Heading2Center"/>
      </w:pPr>
      <w:bookmarkStart w:id="29" w:name="_Toc519769599"/>
      <w:r>
        <w:rPr>
          <w:rtl/>
        </w:rPr>
        <w:t>7_اصحاب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اقسام:</w:t>
      </w:r>
      <w:bookmarkEnd w:id="29"/>
    </w:p>
    <w:p w:rsidR="0065778C" w:rsidRDefault="0065778C" w:rsidP="0065778C">
      <w:pPr>
        <w:pStyle w:val="libNormal"/>
      </w:pPr>
      <w:r>
        <w:rPr>
          <w:rFonts w:hint="eastAsia"/>
          <w:rtl/>
        </w:rPr>
        <w:t>رسولخدا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کو 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_ پانچ اصل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4527F0" w:rsidRDefault="0065778C" w:rsidP="004527F0">
      <w:pPr>
        <w:pStyle w:val="Heading2Center"/>
      </w:pPr>
      <w:bookmarkStart w:id="30" w:name="_Toc519769600"/>
      <w:r>
        <w:rPr>
          <w:rtl/>
        </w:rPr>
        <w:t>1_ پاک و صالح:</w:t>
      </w:r>
      <w:bookmarkEnd w:id="30"/>
    </w:p>
    <w:p w:rsidR="0065778C" w:rsidRDefault="0065778C" w:rsidP="0065778C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افراد مؤمن اور با اخلاص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نفوذ کرچکا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اور 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100 </w:t>
      </w:r>
      <w:r w:rsidR="004527F0">
        <w:rPr>
          <w:rtl/>
        </w:rPr>
        <w:t xml:space="preserve">میں </w:t>
      </w:r>
      <w:r>
        <w:rPr>
          <w:rtl/>
        </w:rPr>
        <w:t xml:space="preserve"> اشار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الطاف پر راض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_'' رض</w:t>
      </w:r>
      <w:r>
        <w:rPr>
          <w:rFonts w:hint="cs"/>
          <w:rtl/>
        </w:rPr>
        <w:t>ی</w:t>
      </w:r>
      <w:r>
        <w:rPr>
          <w:rtl/>
        </w:rPr>
        <w:t xml:space="preserve"> الله عن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و رَضوُ عن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</w:p>
    <w:p w:rsidR="004527F0" w:rsidRDefault="0065778C" w:rsidP="004527F0">
      <w:pPr>
        <w:pStyle w:val="Heading2Center"/>
      </w:pPr>
      <w:bookmarkStart w:id="31" w:name="_Toc519769601"/>
      <w:r>
        <w:rPr>
          <w:rtl/>
        </w:rPr>
        <w:t>2_ مؤمن خطاکار:</w:t>
      </w:r>
      <w:bookmarkEnd w:id="31"/>
    </w:p>
    <w:p w:rsidR="0065778C" w:rsidRDefault="0065778C" w:rsidP="0065778C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صالح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ار لغزش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اعمال صالح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صالح کو آپس </w:t>
      </w:r>
      <w:r w:rsidR="004527F0">
        <w:rPr>
          <w:rtl/>
        </w:rPr>
        <w:t xml:space="preserve">میں </w:t>
      </w:r>
      <w:r>
        <w:rPr>
          <w:rtl/>
        </w:rPr>
        <w:t xml:space="preserve">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کا اعتراف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عفو و بخشش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ة</w:t>
      </w:r>
      <w:r w:rsidR="0065778C">
        <w:rPr>
          <w:rtl/>
        </w:rPr>
        <w:t xml:space="preserve"> 102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کا تذکر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Pr="004527F0" w:rsidRDefault="0065778C" w:rsidP="004527F0">
      <w:pPr>
        <w:pStyle w:val="libAie"/>
      </w:pPr>
      <w:r w:rsidRPr="004527F0">
        <w:rPr>
          <w:rtl/>
        </w:rPr>
        <w:t>''و آخَرُون اعتَرفُوا بذُنُوب</w:t>
      </w:r>
      <w:r w:rsidR="00380DE6" w:rsidRPr="00EC5D05">
        <w:rPr>
          <w:rFonts w:hint="cs"/>
          <w:rtl/>
        </w:rPr>
        <w:t>ه</w:t>
      </w:r>
      <w:r w:rsidRPr="004527F0">
        <w:rPr>
          <w:rFonts w:hint="cs"/>
          <w:rtl/>
        </w:rPr>
        <w:t>م خَلَطُوا عَمَلاً صَالحاً و آخَرَ سَيّأً عَسی</w:t>
      </w:r>
      <w:r w:rsidRPr="004527F0">
        <w:rPr>
          <w:rtl/>
        </w:rPr>
        <w:t xml:space="preserve"> الله أن يَتُوبَ عل</w:t>
      </w:r>
      <w:r w:rsidRPr="004527F0">
        <w:rPr>
          <w:rFonts w:hint="cs"/>
          <w:rtl/>
        </w:rPr>
        <w:t>ی</w:t>
      </w:r>
      <w:r w:rsidR="00380DE6" w:rsidRPr="00EC5D05">
        <w:rPr>
          <w:rFonts w:hint="cs"/>
          <w:rtl/>
        </w:rPr>
        <w:t>ه</w:t>
      </w:r>
      <w:r w:rsidRPr="004527F0">
        <w:rPr>
          <w:rFonts w:hint="cs"/>
          <w:rtl/>
        </w:rPr>
        <w:t>م</w:t>
      </w:r>
      <w:r w:rsidRPr="004527F0">
        <w:rPr>
          <w:rtl/>
        </w:rPr>
        <w:t xml:space="preserve">'' </w:t>
      </w:r>
    </w:p>
    <w:p w:rsidR="004527F0" w:rsidRPr="00452B33" w:rsidRDefault="0065778C" w:rsidP="004527F0">
      <w:pPr>
        <w:pStyle w:val="Heading2Center"/>
      </w:pPr>
      <w:bookmarkStart w:id="32" w:name="_Toc519769602"/>
      <w:r>
        <w:rPr>
          <w:rtl/>
        </w:rPr>
        <w:t>3_ گنا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گار افراد:</w:t>
      </w:r>
      <w:bookmarkEnd w:id="32"/>
    </w:p>
    <w:p w:rsidR="0065778C" w:rsidRDefault="0065778C" w:rsidP="0065778C">
      <w:pPr>
        <w:pStyle w:val="libNormal"/>
      </w:pP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فاسق کا نام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فاسق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خبر لائ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قبول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کرنا_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حجرات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6 </w:t>
      </w:r>
      <w:r w:rsidR="004527F0">
        <w:rPr>
          <w:rtl/>
        </w:rPr>
        <w:t xml:space="preserve">میں 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: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'' ی</w:t>
      </w:r>
      <w:r w:rsidR="00CE2672" w:rsidRPr="004527F0">
        <w:rPr>
          <w:rStyle w:val="libAieChar"/>
          <w:rFonts w:hint="eastAsia"/>
          <w:rtl/>
        </w:rPr>
        <w:t>ا</w:t>
      </w:r>
      <w:r w:rsidR="00CE2672" w:rsidRPr="004527F0">
        <w:rPr>
          <w:rStyle w:val="libAieChar"/>
          <w:rtl/>
        </w:rPr>
        <w:t xml:space="preserve"> ايّ</w:t>
      </w:r>
      <w:r w:rsidR="00CE2672" w:rsidRPr="00EC5D05">
        <w:rPr>
          <w:rStyle w:val="libAieChar"/>
          <w:rFonts w:hint="cs"/>
          <w:rtl/>
        </w:rPr>
        <w:t>ه</w:t>
      </w:r>
      <w:r w:rsidR="00CE2672" w:rsidRPr="004527F0">
        <w:rPr>
          <w:rStyle w:val="libAieChar"/>
          <w:rFonts w:hint="cs"/>
          <w:rtl/>
        </w:rPr>
        <w:t>ا الّذی</w:t>
      </w:r>
      <w:r w:rsidR="00CE2672" w:rsidRPr="004527F0">
        <w:rPr>
          <w:rStyle w:val="libAieChar"/>
          <w:rFonts w:hint="eastAsia"/>
          <w:rtl/>
        </w:rPr>
        <w:t>ن</w:t>
      </w:r>
      <w:r w:rsidR="00CE2672" w:rsidRPr="004527F0">
        <w:rPr>
          <w:rStyle w:val="libAieChar"/>
          <w:rtl/>
        </w:rPr>
        <w:t xml:space="preserve"> آمنوا ان جاء كُم فاسقٌ بنباء فَتَب</w:t>
      </w:r>
      <w:r w:rsidR="00CE2672" w:rsidRPr="004527F0">
        <w:rPr>
          <w:rStyle w:val="libAieChar"/>
          <w:rFonts w:hint="eastAsia"/>
          <w:rtl/>
        </w:rPr>
        <w:t>َيّنُوا</w:t>
      </w:r>
      <w:r w:rsidR="00CE2672" w:rsidRPr="004527F0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مصداق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4527F0" w:rsidRDefault="0065778C" w:rsidP="004527F0">
      <w:pPr>
        <w:pStyle w:val="Heading2Center"/>
      </w:pPr>
      <w:bookmarkStart w:id="33" w:name="_Toc519769603"/>
      <w:r>
        <w:rPr>
          <w:rtl/>
        </w:rPr>
        <w:t>4_ ظا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مسلمان:</w:t>
      </w:r>
      <w:bookmarkEnd w:id="33"/>
    </w:p>
    <w:p w:rsidR="0065778C" w:rsidRDefault="0065778C" w:rsidP="0065778C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کا دعو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داخل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حجرات ک</w:t>
      </w:r>
      <w:r>
        <w:rPr>
          <w:rFonts w:hint="cs"/>
          <w:rtl/>
        </w:rPr>
        <w:t>ی</w:t>
      </w:r>
      <w:r>
        <w:rPr>
          <w:rtl/>
        </w:rPr>
        <w:t xml:space="preserve"> چود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4527F0">
        <w:rPr>
          <w:rStyle w:val="libAieChar"/>
          <w:rFonts w:hint="cs"/>
          <w:rtl/>
        </w:rPr>
        <w:t>''قال الاعرابُ آمَنّا قُل لَم تُؤمنُوا و لکن قُولُوا أسلَمنا و لَمَّا يَدخُل الای</w:t>
      </w:r>
      <w:r w:rsidR="00CE2672" w:rsidRPr="004527F0">
        <w:rPr>
          <w:rStyle w:val="libAieChar"/>
          <w:rFonts w:hint="eastAsia"/>
          <w:rtl/>
        </w:rPr>
        <w:t>مانُ</w:t>
      </w:r>
      <w:r w:rsidR="00CE2672" w:rsidRPr="004527F0">
        <w:rPr>
          <w:rStyle w:val="libAieChar"/>
          <w:rtl/>
        </w:rPr>
        <w:t xml:space="preserve"> ف</w:t>
      </w:r>
      <w:r w:rsidR="00CE2672" w:rsidRPr="004527F0">
        <w:rPr>
          <w:rStyle w:val="libAieChar"/>
          <w:rFonts w:hint="cs"/>
          <w:rtl/>
        </w:rPr>
        <w:t>ی</w:t>
      </w:r>
      <w:r w:rsidR="00CE2672" w:rsidRPr="004527F0">
        <w:rPr>
          <w:rStyle w:val="libAieChar"/>
          <w:rtl/>
        </w:rPr>
        <w:t xml:space="preserve"> قُلوبكُ</w:t>
      </w:r>
      <w:r w:rsidR="00CE2672" w:rsidRPr="004527F0">
        <w:rPr>
          <w:rStyle w:val="libAieChar"/>
          <w:rFonts w:hint="eastAsia"/>
          <w:rtl/>
        </w:rPr>
        <w:t>م</w:t>
      </w:r>
      <w:r w:rsidR="00CE2672" w:rsidRPr="004527F0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</w:t>
      </w:r>
    </w:p>
    <w:p w:rsidR="004527F0" w:rsidRDefault="0065778C" w:rsidP="004527F0">
      <w:pPr>
        <w:pStyle w:val="Heading2Center"/>
      </w:pPr>
      <w:bookmarkStart w:id="34" w:name="_Toc519769604"/>
      <w:r>
        <w:rPr>
          <w:rtl/>
        </w:rPr>
        <w:t>5_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34"/>
    </w:p>
    <w:p w:rsidR="0065778C" w:rsidRDefault="0065778C" w:rsidP="0065778C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روح نفاق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پ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رو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کان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مؤمن و صالح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101 </w:t>
      </w:r>
      <w:r w:rsidR="004527F0">
        <w:rPr>
          <w:rtl/>
        </w:rPr>
        <w:t xml:space="preserve">میں </w:t>
      </w:r>
      <w:r>
        <w:rPr>
          <w:rtl/>
        </w:rPr>
        <w:t xml:space="preserve"> ان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4527F0">
        <w:rPr>
          <w:rStyle w:val="libAieChar"/>
          <w:rtl/>
        </w:rPr>
        <w:t>'' و ممَّن حَولَكُم منَ الاعراب مُنافقُونَ و من اَ</w:t>
      </w:r>
      <w:r w:rsidRPr="00EC5D05">
        <w:rPr>
          <w:rStyle w:val="libAieChar"/>
          <w:rFonts w:hint="cs"/>
          <w:rtl/>
        </w:rPr>
        <w:t>ه</w:t>
      </w:r>
      <w:r w:rsidRPr="004527F0">
        <w:rPr>
          <w:rStyle w:val="libAieChar"/>
          <w:rFonts w:hint="cs"/>
          <w:rtl/>
        </w:rPr>
        <w:t>ل المَدی</w:t>
      </w:r>
      <w:r w:rsidRPr="004527F0">
        <w:rPr>
          <w:rStyle w:val="libAieChar"/>
          <w:rFonts w:hint="eastAsia"/>
          <w:rtl/>
        </w:rPr>
        <w:t>نَة</w:t>
      </w:r>
      <w:r w:rsidRPr="004527F0">
        <w:rPr>
          <w:rStyle w:val="libAieChar"/>
          <w:rtl/>
        </w:rPr>
        <w:t xml:space="preserve"> مَرَدوا عَل</w:t>
      </w:r>
      <w:r w:rsidRPr="004527F0">
        <w:rPr>
          <w:rStyle w:val="libAieChar"/>
          <w:rFonts w:hint="cs"/>
          <w:rtl/>
        </w:rPr>
        <w:t>ی</w:t>
      </w:r>
      <w:r w:rsidRPr="004527F0">
        <w:rPr>
          <w:rStyle w:val="libAieChar"/>
          <w:rtl/>
        </w:rPr>
        <w:t xml:space="preserve"> النّفاق''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شک ان تمام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کا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اور آنحضرت 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مصاحبت اور معاشرت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_ اور ان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>ت ساروں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غزووں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شرکت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اور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صحاب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جو تعر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ان پانچوں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وںپر صادق آت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سب کو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شت اور پاک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شمار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جاسکتا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صراحت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مناسب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اعتدال کو اپنائ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اصحاب کو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شد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پانچ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تقس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ں اور 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و باتقو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اصحاب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انت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احترام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قائل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کو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مقام پر رک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اور غلّو، افراط اور تعصّب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_( اور انصاف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قضاوت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) </w:t>
      </w:r>
    </w:p>
    <w:p w:rsidR="004527F0" w:rsidRDefault="0065778C" w:rsidP="004527F0">
      <w:pPr>
        <w:pStyle w:val="Heading2Center"/>
      </w:pPr>
      <w:bookmarkStart w:id="35" w:name="_Toc519769605"/>
      <w:r>
        <w:rPr>
          <w:rtl/>
        </w:rPr>
        <w:t>8_تار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>:</w:t>
      </w:r>
      <w:bookmarkEnd w:id="35"/>
    </w:p>
    <w:p w:rsidR="0065778C" w:rsidRDefault="0065778C" w:rsidP="0065778C">
      <w:pPr>
        <w:pStyle w:val="libNormal"/>
      </w:pPr>
      <w:r>
        <w:rPr>
          <w:rtl/>
        </w:rPr>
        <w:t xml:space="preserve"> تمام اصحاب ک</w:t>
      </w:r>
      <w:r>
        <w:rPr>
          <w:rFonts w:hint="cs"/>
          <w:rtl/>
        </w:rPr>
        <w:t>ی</w:t>
      </w:r>
      <w:r>
        <w:rPr>
          <w:rtl/>
        </w:rPr>
        <w:t xml:space="preserve"> قداست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ے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مشکلات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مشکلات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معروف اور مورد اعتماد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صحاح ستّ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بعض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جنگ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تذک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عادل، صالح اور مقدس شمار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ضدّ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عقل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کا انکار ممکن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جنگ</w:t>
      </w:r>
      <w:r>
        <w:rPr>
          <w:rtl/>
        </w:rPr>
        <w:t xml:space="preserve"> جمل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طلح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 زُب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حقائق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حتماً جنگ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کان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اوراس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د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_اس مخت</w:t>
      </w:r>
      <w:r>
        <w:rPr>
          <w:rFonts w:hint="eastAsia"/>
          <w:rtl/>
        </w:rPr>
        <w:t>صر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نمونوں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امام بُخار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کتا ب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افک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 زوج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)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مسلمانو ں کون اس شخص کوسزاد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گا ( مقصود عبدالل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بن سلول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جو منافق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کاا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سر غن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)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بتا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پر 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مت لگائ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... سعد بن معاذ انصار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) ا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ھڑے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tl/>
        </w:rPr>
        <w:t>ور عرض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اس کو سزا دوں گا اگر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'' اوس'' قب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وا تو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گردن ا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ا دونگا اور اگر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خزرج قب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وا تو جو حکم آپ صادر فرمائ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انجام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سعد بن عباد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، خزرج قب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 سردار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صالح آدم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قبائل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تعصب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سعد بن معاذ کو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لگا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تو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بول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اتن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جرا 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تو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کرسک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بن خُض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( سعد بن معاذ کا چچا زاد)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تو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شخص منافق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ضرور قتل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نزد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اوس </w:t>
      </w:r>
      <w:r w:rsidR="0065778C">
        <w:rPr>
          <w:rFonts w:hint="eastAsia"/>
          <w:rtl/>
        </w:rPr>
        <w:t>و</w:t>
      </w:r>
      <w:r w:rsidR="0065778C">
        <w:rPr>
          <w:rtl/>
        </w:rPr>
        <w:t xml:space="preserve"> خزرج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آپس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جنگ چ</w:t>
      </w:r>
      <w:r w:rsidR="0065778C" w:rsidRPr="00471E8C">
        <w:rPr>
          <w:rFonts w:hint="cs"/>
          <w:rtl/>
        </w:rPr>
        <w:t>ھڑ</w:t>
      </w:r>
      <w:r w:rsidR="0065778C" w:rsidRPr="00955C8D">
        <w:rPr>
          <w:rFonts w:hint="cs"/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خاموش کرا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سب افراد صالح 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2: معروف دانشمند '' بلاذر</w:t>
      </w:r>
      <w:r>
        <w:rPr>
          <w:rFonts w:hint="cs"/>
          <w:rtl/>
        </w:rPr>
        <w:t>ی</w:t>
      </w:r>
      <w:r>
        <w:rPr>
          <w:rtl/>
        </w:rPr>
        <w:t>'' اپن</w:t>
      </w:r>
      <w:r>
        <w:rPr>
          <w:rFonts w:hint="cs"/>
          <w:rtl/>
        </w:rPr>
        <w:t>ی</w:t>
      </w:r>
      <w:r>
        <w:rPr>
          <w:rtl/>
        </w:rPr>
        <w:t xml:space="preserve"> کتاب '' الانساب'' </w:t>
      </w:r>
      <w:r w:rsidR="004527F0">
        <w:rPr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سعد بن اب</w:t>
      </w:r>
      <w:r>
        <w:rPr>
          <w:rFonts w:hint="cs"/>
          <w:rtl/>
        </w:rPr>
        <w:t>ی</w:t>
      </w:r>
      <w:r>
        <w:rPr>
          <w:rtl/>
        </w:rPr>
        <w:t xml:space="preserve"> وقاص'' کوف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حضرت عثمان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''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کو انک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مسعود اس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خزان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جب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،کوف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داخل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تو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مسعود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سنت ( رسول(ص</w:t>
      </w:r>
      <w:r w:rsidR="00CE2672" w:rsidRPr="00CE2672">
        <w:rPr>
          <w:rStyle w:val="libAlaemChar"/>
          <w:rFonts w:hint="cs"/>
          <w:rtl/>
        </w:rPr>
        <w:t>)</w:t>
      </w:r>
      <w:r w:rsidRPr="00955C8D">
        <w:rPr>
          <w:rFonts w:hint="cs"/>
          <w:rtl/>
        </w:rPr>
        <w:t xml:space="preserve"> کو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سعد بن اب</w:t>
      </w:r>
      <w:r>
        <w:rPr>
          <w:rFonts w:hint="cs"/>
          <w:rtl/>
        </w:rPr>
        <w:t>ی</w:t>
      </w:r>
      <w:r>
        <w:rPr>
          <w:rtl/>
        </w:rPr>
        <w:t xml:space="preserve"> وقاص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معزول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عثمان کو خط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مسعود آپ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5 ص 57_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حکومت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نگران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پاس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_جب عبدالل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بن مسعود مد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وارد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وا تو خل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منبر پر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نظر عبدالل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بن مسعود پر پ</w:t>
      </w:r>
      <w:r w:rsidR="0065778C" w:rsidRPr="00471E8C">
        <w:rPr>
          <w:rFonts w:hint="cs"/>
          <w:rtl/>
        </w:rPr>
        <w:t>ڑ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بُرا جانورداخل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 اور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گال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قلم جن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لک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شرم محسوس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) عبدالل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بن مسعود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وں،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رسولخدا(ص) کا 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وں_ جنگ بدر اور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عت</w:t>
      </w:r>
      <w:r w:rsidR="0065778C">
        <w:rPr>
          <w:rtl/>
        </w:rPr>
        <w:t xml:space="preserve"> رضوان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،عبدالل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 w:rsidRPr="00471E8C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عثمان کا غلام ،عبدالل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مسجد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خا اور انک</w:t>
      </w:r>
      <w:r>
        <w:rPr>
          <w:rFonts w:hint="cs"/>
          <w:rtl/>
        </w:rPr>
        <w:t>ی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3: بلاذر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کتاب انساب الاشراف </w:t>
      </w:r>
      <w:r w:rsidR="004527F0">
        <w:rPr>
          <w:rtl/>
        </w:rPr>
        <w:t xml:space="preserve">میں 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</w:t>
      </w:r>
      <w:r w:rsidR="004527F0">
        <w:rPr>
          <w:rtl/>
        </w:rPr>
        <w:t xml:space="preserve">میں </w:t>
      </w:r>
      <w:r>
        <w:rPr>
          <w:rtl/>
        </w:rPr>
        <w:t xml:space="preserve"> بعض جوا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حضرت عثمان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روالوں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جب</w:t>
      </w:r>
      <w:r>
        <w:rPr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تو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عام اعتراض شروغ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سخت وگ</w:t>
      </w:r>
      <w:r w:rsidRPr="00471E8C">
        <w:rPr>
          <w:rFonts w:hint="cs"/>
          <w:rtl/>
        </w:rPr>
        <w:t>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عثمان کو غص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منبر پر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خطب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غنائم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رگ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پر حضرت عل</w:t>
      </w:r>
      <w:r>
        <w:rPr>
          <w:rFonts w:hint="cs"/>
          <w:rtl/>
        </w:rPr>
        <w:t>ی</w:t>
      </w:r>
      <w:r>
        <w:rPr>
          <w:rtl/>
        </w:rPr>
        <w:t xml:space="preserve"> _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مسلمان خود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ارا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عمّار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ا: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رگ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(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آؤنگا)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عثمان کو غص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کو گرفتار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انساب الاشراف، جلد 6 ص 147،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جلد 7 ص 163و 183 حوادث سال 32 ( خلاص</w:t>
      </w:r>
      <w:r w:rsidRPr="00D2626E">
        <w:rPr>
          <w:rFonts w:hint="cs"/>
          <w:rtl/>
        </w:rPr>
        <w:t>ہ</w:t>
      </w:r>
      <w:r>
        <w:rPr>
          <w:rtl/>
        </w:rPr>
        <w:t>)_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کر</w:t>
      </w:r>
      <w:r w:rsidR="0065778C">
        <w:rPr>
          <w:rtl/>
        </w:rPr>
        <w:t xml:space="preserve"> لو_ لوگوں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جناب عمّار کو پک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عثمان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اسقدر ماراگ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وش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جناب ام سلم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( زوج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(ص</w:t>
      </w:r>
      <w:r w:rsidR="00CE2672" w:rsidRPr="00CE2672">
        <w:rPr>
          <w:rStyle w:val="libAlaemChar"/>
          <w:rtl/>
        </w:rPr>
        <w:t>)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ل</w:t>
      </w:r>
      <w:r w:rsidR="0065778C">
        <w:rPr>
          <w:rtl/>
        </w:rPr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وقت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وش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عالم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اںتک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ر، عصر اور مغرب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 قضاء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وگئ</w:t>
      </w:r>
      <w:r w:rsidR="0065778C">
        <w:rPr>
          <w:rFonts w:hint="cs"/>
          <w:rtl/>
        </w:rPr>
        <w:t>ی</w:t>
      </w:r>
      <w:r w:rsidR="0065778C">
        <w:rPr>
          <w:rtl/>
        </w:rPr>
        <w:t>_ جب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وش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تو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وضو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نماز ادا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اذ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و آزار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</w:t>
      </w:r>
      <w:r w:rsidR="0065778C" w:rsidRPr="004539B0">
        <w:rPr>
          <w:rStyle w:val="libFootnotenumChar"/>
          <w:rFonts w:hint="cs"/>
          <w:rtl/>
        </w:rPr>
        <w:t>(1)</w:t>
      </w:r>
      <w:r w:rsidR="0065778C" w:rsidRPr="00955C8D">
        <w:rPr>
          <w:rFonts w:hint="cs"/>
          <w:rtl/>
        </w:rPr>
        <w:t xml:space="preserve"> ( ان واقعات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اشار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جنکا زمان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کفار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طرف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سامنا کرنا پ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>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)_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مائل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ناگوار حوادث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ترسم آزرد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ورن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است) اگر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تمام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کاموں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تقدّس پر اصرار </w:t>
      </w:r>
      <w:r>
        <w:rPr>
          <w:rtl/>
        </w:rPr>
        <w:t>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مقدارک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مصلحت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_ اب سوال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اصحاب</w:t>
      </w:r>
      <w:r>
        <w:rPr>
          <w:rtl/>
        </w:rPr>
        <w:t xml:space="preserve"> رسول(ص)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( سعد بن معاذ ،عبدالل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مسعود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>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مارن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صحاب</w:t>
      </w:r>
      <w:r>
        <w:rPr>
          <w:rFonts w:hint="cs"/>
          <w:rtl/>
        </w:rPr>
        <w:t>ی</w:t>
      </w:r>
      <w:r>
        <w:rPr>
          <w:rtl/>
        </w:rPr>
        <w:t xml:space="preserve"> کو اتنا مارا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پسل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اتنا مارا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وش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حقائق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اصحاب اچ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</w:t>
      </w:r>
      <w:r>
        <w:rPr>
          <w:rtl/>
        </w:rPr>
        <w:t>م کام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''سپا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کاموں کا بلا مشروط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عقلمند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افکار کو پسند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انساب الاشراف جلد 6 ص 161_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اس</w:t>
      </w:r>
      <w:r w:rsidR="0065778C">
        <w:rPr>
          <w:rtl/>
        </w:rPr>
        <w:t xml:space="preserve"> مقام پر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تکرار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اصحاب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مؤمن ، صالح اور پارسا افراد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افراد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جنک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کاموں پر تنق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کرنا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اور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تحل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عقل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ترازو پر تولنا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اور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حکم لگانا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527F0">
      <w:pPr>
        <w:pStyle w:val="Heading2Center"/>
      </w:pPr>
      <w:bookmarkStart w:id="36" w:name="_Toc519769606"/>
      <w:r>
        <w:rPr>
          <w:rtl/>
        </w:rPr>
        <w:t>9_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زمان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بعد بعض صحاب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پر حدّ کا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ونا</w:t>
      </w:r>
      <w:bookmarkEnd w:id="36"/>
    </w:p>
    <w:p w:rsidR="0065778C" w:rsidRDefault="0065778C" w:rsidP="0065778C">
      <w:pPr>
        <w:pStyle w:val="libNormal"/>
      </w:pPr>
      <w:r>
        <w:rPr>
          <w:rFonts w:hint="eastAsia"/>
          <w:rtl/>
        </w:rPr>
        <w:t>صحاح</w:t>
      </w:r>
      <w:r>
        <w:rPr>
          <w:rtl/>
        </w:rPr>
        <w:t xml:space="preserve"> ستّ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برادران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معروف کتابوں </w:t>
      </w:r>
      <w:r w:rsidR="004527F0">
        <w:rPr>
          <w:rtl/>
        </w:rPr>
        <w:t xml:space="preserve">میں 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موارد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کو ملت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527F0">
        <w:rPr>
          <w:rtl/>
        </w:rPr>
        <w:t xml:space="preserve">میں </w:t>
      </w:r>
      <w:r>
        <w:rPr>
          <w:rtl/>
        </w:rPr>
        <w:t xml:space="preserve"> بعض اصحاب،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مرتکب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حد وسزا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اُن پر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آپ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سب عادل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 اور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 پر حد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ان پرحد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عدالت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محکم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نمون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چند موارد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) ''نع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'' صحاب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71E8C">
        <w:rPr>
          <w:rFonts w:hint="cs"/>
          <w:rtl/>
        </w:rPr>
        <w:t>ے</w:t>
      </w:r>
      <w:r>
        <w:rPr>
          <w:rtl/>
        </w:rPr>
        <w:t xml:space="preserve"> 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) ''بن</w:t>
      </w:r>
      <w:r>
        <w:rPr>
          <w:rFonts w:hint="cs"/>
          <w:rtl/>
        </w:rPr>
        <w:t>ی</w:t>
      </w:r>
      <w:r>
        <w:rPr>
          <w:rtl/>
        </w:rPr>
        <w:t xml:space="preserve"> اسلم ''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زنائ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محصّن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پر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سنگسار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جلد 8 ص 13،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6775 ، کتاب الحدّ_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جلد 8 ص 22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6820_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</w:t>
      </w:r>
      <w:r w:rsidR="0065778C">
        <w:rPr>
          <w:rtl/>
        </w:rPr>
        <w:t>) واقع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افک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حکم پر چند افراد پر حدّ قذف جار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539B0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عبدالرحمن بن عمر اور عقب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حارث بدر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او ر مصر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ابن عاص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پر حدّ شرع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ٹے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پر حدّ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>
        <w:rPr>
          <w:rtl/>
        </w:rPr>
        <w:t>)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اور مست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عالَم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چار رکعت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tl/>
        </w:rPr>
        <w:t xml:space="preserve"> _ اُس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حاضر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حد اس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_</w:t>
      </w:r>
      <w:r w:rsidRPr="00B648F9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موارد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خاطر جن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حقائق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کان بند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سب اصحاب عادل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4527F0">
      <w:pPr>
        <w:pStyle w:val="Heading2Center"/>
      </w:pPr>
      <w:bookmarkStart w:id="37" w:name="_Toc519769607"/>
      <w:r>
        <w:rPr>
          <w:rtl/>
        </w:rPr>
        <w:t>10_ نادرست توج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ات</w:t>
      </w:r>
      <w:bookmarkEnd w:id="37"/>
    </w:p>
    <w:p w:rsidR="0065778C" w:rsidRDefault="0065778C" w:rsidP="0065778C">
      <w:pPr>
        <w:pStyle w:val="libNormal"/>
      </w:pPr>
      <w:r>
        <w:rPr>
          <w:rtl/>
        </w:rPr>
        <w:t>1_ تنز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لحاظ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تقدّس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 جب متضاد حالات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انبو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روبرو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اس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قانع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سب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''مجت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د''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اوروجدان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بر</w:t>
      </w:r>
      <w:r>
        <w:rPr>
          <w:rFonts w:hint="eastAsia"/>
          <w:rtl/>
        </w:rPr>
        <w:t>ادران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آشکار اختلافات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بوگس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ہہ</w:t>
      </w:r>
      <w:r>
        <w:rPr>
          <w:rtl/>
        </w:rPr>
        <w:t xml:space="preserve"> کا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جلد 23 ص 128 و 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السنن الکبر</w:t>
      </w:r>
      <w:r>
        <w:rPr>
          <w:rFonts w:hint="cs"/>
          <w:rtl/>
        </w:rPr>
        <w:t>ی</w:t>
      </w:r>
      <w:r>
        <w:rPr>
          <w:rtl/>
        </w:rPr>
        <w:t xml:space="preserve"> ، جلد 8 ص 312 اور ب</w:t>
      </w:r>
      <w:r w:rsidRPr="00D2626E">
        <w:rPr>
          <w:rFonts w:hint="cs"/>
          <w:rtl/>
        </w:rPr>
        <w:t>ہت س</w:t>
      </w:r>
      <w:r>
        <w:rPr>
          <w:rFonts w:hint="cs"/>
          <w:rtl/>
        </w:rPr>
        <w:t>ی</w:t>
      </w:r>
      <w:r>
        <w:rPr>
          <w:rtl/>
        </w:rPr>
        <w:t xml:space="preserve"> کتب _</w:t>
      </w:r>
    </w:p>
    <w:p w:rsidR="0065778C" w:rsidRDefault="0065778C" w:rsidP="00D2626E">
      <w:pPr>
        <w:pStyle w:val="libFootnote"/>
      </w:pPr>
      <w:r>
        <w:rPr>
          <w:rtl/>
        </w:rPr>
        <w:t>3)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5 ، ص 126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1707_</w:t>
      </w: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المال کو </w:t>
      </w:r>
      <w:r w:rsidR="0065778C" w:rsidRPr="00471E8C">
        <w:rPr>
          <w:rFonts w:hint="cs"/>
          <w:rtl/>
        </w:rPr>
        <w:t>ہڑ</w:t>
      </w:r>
      <w:r w:rsidR="0065778C" w:rsidRPr="00955C8D">
        <w:rPr>
          <w:rFonts w:hint="cs"/>
          <w:rtl/>
        </w:rPr>
        <w:t>پ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معمول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تنق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اور ساد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امر بالمعروف و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عن المنکر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مؤمن 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اتنا مارنا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وش اور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قضا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ں،</w:t>
      </w:r>
      <w:r w:rsidR="0065778C">
        <w:rPr>
          <w:rtl/>
        </w:rPr>
        <w:t xml:space="preserve"> اجت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اد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اور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صحاب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پسل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اں</w:t>
      </w:r>
      <w:r w:rsidR="0065778C">
        <w:rPr>
          <w:rtl/>
        </w:rPr>
        <w:t xml:space="preserve"> تو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</w:t>
      </w:r>
      <w:r w:rsidR="0065778C">
        <w:rPr>
          <w:rtl/>
        </w:rPr>
        <w:t xml:space="preserve"> صرف اس اعتراض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خاطر</w:t>
      </w:r>
      <w:r w:rsidR="0065778C">
        <w:rPr>
          <w:rtl/>
        </w:rPr>
        <w:t xml:space="preserve"> جو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EE653E">
        <w:rPr>
          <w:rtl/>
        </w:rPr>
        <w:t xml:space="preserve">کیوں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شراب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 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) کو کوف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کا حاکم تع</w:t>
      </w:r>
      <w:r w:rsidR="0065778C">
        <w:rPr>
          <w:rFonts w:hint="cs"/>
          <w:rtl/>
        </w:rPr>
        <w:t>یی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اجت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اد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امام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مقامات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تمام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منتخب کرد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اتّفاق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صرف</w:t>
      </w:r>
      <w:r>
        <w:rPr>
          <w:rtl/>
        </w:rPr>
        <w:t xml:space="preserve"> جا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حکومت حاصل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جنگ ک</w:t>
      </w:r>
      <w:r>
        <w:rPr>
          <w:rFonts w:hint="cs"/>
          <w:rtl/>
        </w:rPr>
        <w:t>ی</w:t>
      </w:r>
      <w:r>
        <w:rPr>
          <w:rtl/>
        </w:rPr>
        <w:t xml:space="preserve"> آگ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 xml:space="preserve"> کانا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مسلمانوں کا خون 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اد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موارد اور ان ک</w:t>
      </w:r>
      <w:r>
        <w:rPr>
          <w:rFonts w:hint="cs"/>
          <w:rtl/>
        </w:rPr>
        <w:t>ی</w:t>
      </w:r>
      <w:r>
        <w:rPr>
          <w:rtl/>
        </w:rPr>
        <w:t xml:space="preserve"> مثل ،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تمام جنا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اد صرف اصحاب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منحصر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چند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کثرت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موجود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اعتراف اور تمام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آج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تمام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کا دوراز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لا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افراد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افعال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ہہ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حاضر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06715"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2: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06715">
        <w:rPr>
          <w:rStyle w:val="libAieChar"/>
          <w:rtl/>
        </w:rPr>
        <w:t>'' تلک اُمةٌ قد خَلَت لَ</w:t>
      </w:r>
      <w:r w:rsidRPr="00EC5D05">
        <w:rPr>
          <w:rStyle w:val="libAieChar"/>
          <w:rFonts w:hint="cs"/>
          <w:rtl/>
        </w:rPr>
        <w:t>ه</w:t>
      </w:r>
      <w:r w:rsidRPr="00E06715">
        <w:rPr>
          <w:rStyle w:val="libAieChar"/>
          <w:rFonts w:hint="cs"/>
          <w:rtl/>
        </w:rPr>
        <w:t>َا ما كَسَبَت و لَكُم ما كَسَبتُم و لَا تُسأَلُونَ عَمّا كَانُوا يَعمَلُون''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 w:rsidRPr="00955C8D">
        <w:rPr>
          <w:rFonts w:hint="cs"/>
          <w:rtl/>
        </w:rPr>
        <w:t xml:space="preserve"> 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بقر</w:t>
      </w:r>
      <w:r w:rsidRPr="00D2626E">
        <w:rPr>
          <w:rFonts w:hint="cs"/>
          <w:rtl/>
        </w:rPr>
        <w:t>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134_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و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اُمّت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گزرچک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اعمال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اعمال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اور</w:t>
      </w:r>
      <w:r w:rsidR="0065778C">
        <w:rPr>
          <w:rtl/>
        </w:rPr>
        <w:t xml:space="preserve"> آپ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اعمال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پوچ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سرنوشت </w:t>
      </w:r>
      <w:r w:rsidR="004527F0">
        <w:rPr>
          <w:rtl/>
        </w:rPr>
        <w:t xml:space="preserve">میں </w:t>
      </w:r>
      <w:r>
        <w:rPr>
          <w:rtl/>
        </w:rPr>
        <w:t xml:space="preserve"> مؤثر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اچ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نمون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حق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عادل اور فاسق ک</w:t>
      </w:r>
      <w:r>
        <w:rPr>
          <w:rFonts w:hint="cs"/>
          <w:rtl/>
        </w:rPr>
        <w:t>ی</w:t>
      </w:r>
      <w:r>
        <w:rPr>
          <w:rtl/>
        </w:rPr>
        <w:t xml:space="preserve"> شناخت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E06715">
        <w:rPr>
          <w:rStyle w:val="libAieChar"/>
          <w:rtl/>
        </w:rPr>
        <w:t>'' إن جاء کم فاسقٌ بنبائ: فَتَبَيَّنُوا''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>
        <w:rPr>
          <w:rtl/>
        </w:rPr>
        <w:t xml:space="preserve"> اگر فاسق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خبر لائ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''</w:t>
      </w:r>
      <w:r w:rsidRPr="00B648F9">
        <w:rPr>
          <w:rStyle w:val="libFootnotenumChar"/>
          <w:rtl/>
        </w:rPr>
        <w:t>(1)</w:t>
      </w:r>
      <w:r>
        <w:rPr>
          <w:rtl/>
        </w:rPr>
        <w:t>پر عمل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06715">
      <w:pPr>
        <w:pStyle w:val="Heading2Center"/>
      </w:pPr>
      <w:bookmarkStart w:id="38" w:name="_Toc519769608"/>
      <w:r>
        <w:rPr>
          <w:rtl/>
        </w:rPr>
        <w:t>11_ مظلوميّت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bookmarkEnd w:id="38"/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مطالع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 آسان</w:t>
      </w:r>
      <w:r>
        <w:rPr>
          <w:rFonts w:hint="cs"/>
          <w:rtl/>
        </w:rPr>
        <w:t>ی</w:t>
      </w:r>
      <w:r>
        <w:rPr>
          <w:rtl/>
        </w:rPr>
        <w:t xml:space="preserve"> درک کرسکتا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افسوس کا مقام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جو علم و تقو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مدافع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اسطرح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تک حرمت، تو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سبّ و شتم کا نشان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انک</w:t>
      </w:r>
      <w:r w:rsidRPr="00471E8C">
        <w:rPr>
          <w:rFonts w:hint="cs"/>
          <w:rtl/>
        </w:rPr>
        <w:t>ے</w:t>
      </w:r>
      <w:r>
        <w:rPr>
          <w:rtl/>
        </w:rPr>
        <w:t xml:space="preserve"> دوستوں کو اسطرح دردناک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مظالم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صحاب</w:t>
      </w:r>
      <w:r>
        <w:rPr>
          <w:rFonts w:hint="cs"/>
          <w:rtl/>
        </w:rPr>
        <w:t>ی</w:t>
      </w:r>
      <w:r>
        <w:rPr>
          <w:rtl/>
        </w:rPr>
        <w:t xml:space="preserve">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چند</w:t>
      </w:r>
      <w:r>
        <w:rPr>
          <w:rtl/>
        </w:rPr>
        <w:t xml:space="preserve"> نمون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)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خراسان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باپ پر لعنت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وج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6_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پوچ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لگا: اس لئ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لعنت کر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را</w:t>
      </w:r>
      <w:r w:rsidR="0065778C">
        <w:rPr>
          <w:rtl/>
        </w:rPr>
        <w:t xml:space="preserve"> نام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</w:t>
      </w:r>
      <w:r w:rsidR="0065778C" w:rsidRPr="004539B0">
        <w:rPr>
          <w:rStyle w:val="libFootnotenumChar"/>
          <w:rFonts w:hint="cs"/>
          <w:rtl/>
        </w:rPr>
        <w:t>(1</w:t>
      </w:r>
      <w:r w:rsidR="0065778C" w:rsidRPr="004539B0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 xml:space="preserve"> )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کارندوں کو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ا: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ابوتراب (عل</w:t>
      </w:r>
      <w:r>
        <w:rPr>
          <w:rFonts w:hint="cs"/>
          <w:rtl/>
        </w:rPr>
        <w:t>ی</w:t>
      </w:r>
      <w:r>
        <w:rPr>
          <w:rtl/>
        </w:rPr>
        <w:t xml:space="preserve"> _ )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امان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خارج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(اس ک</w:t>
      </w:r>
      <w:r>
        <w:rPr>
          <w:rFonts w:hint="cs"/>
          <w:rtl/>
        </w:rPr>
        <w:t>ی</w:t>
      </w:r>
      <w:r>
        <w:rPr>
          <w:rtl/>
        </w:rPr>
        <w:t xml:space="preserve"> جان و مال مباح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اس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سب خطباء پور</w:t>
      </w:r>
      <w:r>
        <w:rPr>
          <w:rFonts w:hint="cs"/>
          <w:rtl/>
        </w:rPr>
        <w:t>ی</w:t>
      </w:r>
      <w:r>
        <w:rPr>
          <w:rtl/>
        </w:rPr>
        <w:t xml:space="preserve"> مملکت </w:t>
      </w:r>
      <w:r w:rsidR="004527F0">
        <w:rPr>
          <w:rtl/>
        </w:rPr>
        <w:t xml:space="preserve">میں </w:t>
      </w:r>
      <w:r>
        <w:rPr>
          <w:rtl/>
        </w:rPr>
        <w:t xml:space="preserve"> منبر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الاعلان حضرت عل</w:t>
      </w:r>
      <w:r>
        <w:rPr>
          <w:rFonts w:hint="cs"/>
          <w:rtl/>
        </w:rPr>
        <w:t>ی</w:t>
      </w:r>
      <w:r>
        <w:rPr>
          <w:rtl/>
        </w:rPr>
        <w:t xml:space="preserve"> (ع) پر سبّ و شتم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اس طرح ناروا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خاند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_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</w:t>
      </w:r>
      <w:r>
        <w:rPr>
          <w:rtl/>
        </w:rPr>
        <w:t xml:space="preserve"> ) بنواميّ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سُنت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نو مولود کا نام عل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فوراً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سلمة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ابوعبدالرحمن عقر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</w:t>
      </w:r>
      <w:r>
        <w:rPr>
          <w:rtl/>
        </w:rPr>
        <w:t>) زمخشر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بنو اميّ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حکومت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ستّر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منابر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سبّ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بدعت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</w:t>
      </w:r>
      <w:r w:rsidRPr="00B648F9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>
        <w:rPr>
          <w:rtl/>
        </w:rPr>
        <w:t>) جس وقت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بُر</w:t>
      </w:r>
      <w:r>
        <w:rPr>
          <w:rFonts w:hint="cs"/>
          <w:rtl/>
        </w:rPr>
        <w:t>ی</w:t>
      </w:r>
      <w:r>
        <w:rPr>
          <w:rtl/>
        </w:rPr>
        <w:t xml:space="preserve"> بدعت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نماز جمع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خطبوں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کو بُرا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مسجد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بلند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اور سب عمربن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ترکتَ السُنّة ترکتَ السُنّة'' تون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سنت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تون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سنّت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(5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 جلد 4 ص 210_</w:t>
      </w:r>
    </w:p>
    <w:p w:rsidR="0065778C" w:rsidRDefault="0065778C" w:rsidP="00D2626E">
      <w:pPr>
        <w:pStyle w:val="libFootnote"/>
      </w:pPr>
      <w:r>
        <w:rPr>
          <w:rtl/>
        </w:rPr>
        <w:t>2) النصائح الکاف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ص 72_</w:t>
      </w:r>
    </w:p>
    <w:p w:rsidR="0065778C" w:rsidRDefault="0065778C" w:rsidP="00D2626E">
      <w:pPr>
        <w:pStyle w:val="libFootnote"/>
      </w:pPr>
      <w:r>
        <w:rPr>
          <w:rtl/>
        </w:rPr>
        <w:t>3) ت</w:t>
      </w:r>
      <w:r w:rsidRPr="00D2626E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، جلد 20، ص 429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 ، جلد 5، ص 102_</w:t>
      </w:r>
    </w:p>
    <w:p w:rsidR="0065778C" w:rsidRDefault="0065778C" w:rsidP="00D2626E">
      <w:pPr>
        <w:pStyle w:val="libFootnote"/>
      </w:pPr>
      <w:r>
        <w:rPr>
          <w:rtl/>
        </w:rPr>
        <w:t>4)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، جلد 2، ص 186 و النصائح الکاف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ہ،</w:t>
      </w:r>
      <w:r>
        <w:rPr>
          <w:rtl/>
        </w:rPr>
        <w:t xml:space="preserve"> ص 79 عن 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5) النصائح الکاف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، ص 116 و ت</w:t>
      </w:r>
      <w:r w:rsidRPr="00D2626E">
        <w:rPr>
          <w:rFonts w:hint="cs"/>
          <w:rtl/>
        </w:rPr>
        <w:t>ہنئة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المحبوب،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سقاف ص 59_</w:t>
      </w: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سب اس صورت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برادران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معتبر اور صح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کتب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مَن سَبَّ عليّاً فَقد سَبّن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 مَن سبّن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فقد سبَّ الله ''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کو گال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گال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گال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خدا کو گال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'' </w:t>
      </w:r>
      <w:r w:rsidR="0065778C" w:rsidRPr="00F46554">
        <w:rPr>
          <w:rStyle w:val="libFootnotenumChar"/>
          <w:rtl/>
        </w:rPr>
        <w:t xml:space="preserve">(1) </w:t>
      </w:r>
    </w:p>
    <w:p w:rsidR="0065778C" w:rsidRDefault="0065778C" w:rsidP="00F46554">
      <w:pPr>
        <w:pStyle w:val="Heading2Center"/>
      </w:pPr>
      <w:bookmarkStart w:id="39" w:name="_Toc519769609"/>
      <w:r>
        <w:rPr>
          <w:rtl/>
        </w:rPr>
        <w:t>12: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داستان</w:t>
      </w:r>
      <w:bookmarkEnd w:id="39"/>
    </w:p>
    <w:p w:rsidR="0065778C" w:rsidRDefault="0065778C" w:rsidP="0065778C">
      <w:pPr>
        <w:pStyle w:val="libNormal"/>
      </w:pPr>
      <w:r>
        <w:rPr>
          <w:rFonts w:hint="eastAsia"/>
          <w:rtl/>
        </w:rPr>
        <w:t>حُسن</w:t>
      </w:r>
      <w:r>
        <w:rPr>
          <w:rtl/>
        </w:rPr>
        <w:t xml:space="preserve"> اختتام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خود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مسجد الحرام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اتفاق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مسجد الحرام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علماء حجاز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تمام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تقدّس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شروع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معمول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اعتقاد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پر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_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نازک اعتراض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پر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کو مخاطب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: آپ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وقت''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گرم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آ</w:t>
      </w:r>
      <w:r>
        <w:rPr>
          <w:rtl/>
        </w:rPr>
        <w:t xml:space="preserve">پ دو صفوں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کس کا انتخاب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 صف عل</w:t>
      </w:r>
      <w:r>
        <w:rPr>
          <w:rFonts w:hint="cs"/>
          <w:rtl/>
        </w:rPr>
        <w:t>ی</w:t>
      </w:r>
      <w:r>
        <w:rPr>
          <w:rtl/>
        </w:rPr>
        <w:t xml:space="preserve"> (ع)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کا؟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صف عل</w:t>
      </w:r>
      <w:r>
        <w:rPr>
          <w:rFonts w:hint="cs"/>
          <w:rtl/>
        </w:rPr>
        <w:t>ی</w:t>
      </w:r>
      <w:r>
        <w:rPr>
          <w:rtl/>
        </w:rPr>
        <w:t xml:space="preserve"> (ع) کا انتخاب کروں گا_ </w:t>
      </w:r>
    </w:p>
    <w:p w:rsidR="0065778C" w:rsidRDefault="004527F0" w:rsidP="0065778C">
      <w:pPr>
        <w:pStyle w:val="libNormal"/>
      </w:pPr>
      <w:r>
        <w:rPr>
          <w:rFonts w:hint="eastAsia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ا: اگر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آپ کو حکم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تلوار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کر کر معاو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کو قتل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تو آپ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</w:t>
      </w:r>
      <w:r w:rsidRPr="00F46554">
        <w:rPr>
          <w:rStyle w:val="libFootNoteArabicChar"/>
          <w:rtl/>
        </w:rPr>
        <w:t>اخرج</w:t>
      </w:r>
      <w:r w:rsidR="00380DE6" w:rsidRPr="00D2626E">
        <w:rPr>
          <w:rStyle w:val="libFootNoteArabicChar"/>
          <w:rFonts w:hint="cs"/>
          <w:rtl/>
        </w:rPr>
        <w:t>ه</w:t>
      </w:r>
      <w:r w:rsidRPr="00F46554">
        <w:rPr>
          <w:rStyle w:val="libFootNoteArabicChar"/>
          <w:rFonts w:hint="cs"/>
          <w:rtl/>
        </w:rPr>
        <w:t xml:space="preserve"> الحاکم و صَحَّ</w:t>
      </w:r>
      <w:r w:rsidR="00380DE6" w:rsidRPr="00D2626E">
        <w:rPr>
          <w:rStyle w:val="libFootNoteArabicChar"/>
          <w:rFonts w:hint="cs"/>
          <w:rtl/>
        </w:rPr>
        <w:t>ه</w:t>
      </w:r>
      <w:r w:rsidRPr="00F46554">
        <w:rPr>
          <w:rStyle w:val="libFootNoteArabicChar"/>
          <w:rFonts w:hint="cs"/>
          <w:rtl/>
        </w:rPr>
        <w:t>ُ و ا قرّ</w:t>
      </w:r>
      <w:r w:rsidR="00380DE6" w:rsidRPr="00D2626E">
        <w:rPr>
          <w:rStyle w:val="libFootNoteArabicChar"/>
          <w:rFonts w:hint="cs"/>
          <w:rtl/>
        </w:rPr>
        <w:t>ه</w:t>
      </w:r>
      <w:r w:rsidRPr="00F46554">
        <w:rPr>
          <w:rStyle w:val="libFootNoteArabicChar"/>
          <w:rFonts w:hint="cs"/>
          <w:rtl/>
        </w:rPr>
        <w:t xml:space="preserve"> الذ</w:t>
      </w:r>
      <w:r w:rsidR="00380DE6" w:rsidRPr="00D2626E">
        <w:rPr>
          <w:rStyle w:val="libFootNoteArabicChar"/>
          <w:rFonts w:hint="cs"/>
          <w:rtl/>
        </w:rPr>
        <w:t>ه</w:t>
      </w:r>
      <w:r w:rsidRPr="00F46554">
        <w:rPr>
          <w:rStyle w:val="libFootNoteArabicChar"/>
          <w:rFonts w:hint="cs"/>
          <w:rtl/>
        </w:rPr>
        <w:t>بی</w:t>
      </w:r>
      <w:r>
        <w:rPr>
          <w:rtl/>
        </w:rPr>
        <w:t xml:space="preserve"> (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جلد 3، ص 121)_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کچ</w:t>
      </w:r>
      <w:r w:rsidR="0065778C" w:rsidRPr="00471E8C">
        <w:rPr>
          <w:rFonts w:hint="cs"/>
          <w:rtl/>
        </w:rPr>
        <w:t>ھ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سوچن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معاو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کو قتل کردوں گا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اس پر کب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تنق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کرونگا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عقائد پر اصرار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وقت دفاع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انسان سنگلاخ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نس 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مطابق،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چند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پر مشتمل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اصحاب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جو شروع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پاک، صادق اور صالح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آخر تک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پر ثابت قدم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''عاشُوا سعداء و مات</w:t>
      </w:r>
      <w:r>
        <w:rPr>
          <w:rFonts w:hint="eastAsia"/>
          <w:rtl/>
        </w:rPr>
        <w:t>وا</w:t>
      </w:r>
      <w:r>
        <w:rPr>
          <w:rtl/>
        </w:rPr>
        <w:t xml:space="preserve"> السعدائ''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اور سعادت ک</w:t>
      </w:r>
      <w:r>
        <w:rPr>
          <w:rFonts w:hint="cs"/>
          <w:rtl/>
        </w:rPr>
        <w:t>ی</w:t>
      </w:r>
      <w:r>
        <w:rPr>
          <w:rtl/>
        </w:rPr>
        <w:t xml:space="preserve"> موت پائ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جو آنحضرت(ص)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تو صالح اور پاک افراد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527F0">
        <w:rPr>
          <w:rtl/>
        </w:rPr>
        <w:t xml:space="preserve">میں 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حبّ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اپنا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ا_اور ان کا خاتم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پر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(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جمل 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 xml:space="preserve"> کان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شروع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منافقوں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خاص مقاصد ک</w:t>
      </w:r>
      <w:r>
        <w:rPr>
          <w:rFonts w:hint="cs"/>
          <w:rtl/>
        </w:rPr>
        <w:t>ی</w:t>
      </w:r>
      <w:r>
        <w:rPr>
          <w:rtl/>
        </w:rPr>
        <w:t xml:space="preserve"> خاطر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4527F0">
        <w:rPr>
          <w:rtl/>
        </w:rPr>
        <w:t xml:space="preserve">میں </w:t>
      </w:r>
      <w:r>
        <w:rPr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پر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F46554">
        <w:rPr>
          <w:rStyle w:val="libAieChar"/>
          <w:rtl/>
        </w:rPr>
        <w:t>'' ربّنا اغفر لنا و لإخواننا الّذ</w:t>
      </w:r>
      <w:r w:rsidRPr="00F46554">
        <w:rPr>
          <w:rStyle w:val="libAieChar"/>
          <w:rFonts w:hint="cs"/>
          <w:rtl/>
        </w:rPr>
        <w:t>ی</w:t>
      </w:r>
      <w:r w:rsidRPr="00F46554">
        <w:rPr>
          <w:rStyle w:val="libAieChar"/>
          <w:rFonts w:hint="eastAsia"/>
          <w:rtl/>
        </w:rPr>
        <w:t>ن</w:t>
      </w:r>
      <w:r w:rsidRPr="00F46554">
        <w:rPr>
          <w:rStyle w:val="libAieChar"/>
          <w:rtl/>
        </w:rPr>
        <w:t xml:space="preserve"> سَبَقُونَا بالإ</w:t>
      </w:r>
      <w:r w:rsidRPr="00F46554">
        <w:rPr>
          <w:rStyle w:val="libAieChar"/>
          <w:rFonts w:hint="cs"/>
          <w:rtl/>
        </w:rPr>
        <w:t>ی</w:t>
      </w:r>
      <w:r w:rsidRPr="00F46554">
        <w:rPr>
          <w:rStyle w:val="libAieChar"/>
          <w:rFonts w:hint="eastAsia"/>
          <w:rtl/>
        </w:rPr>
        <w:t>مان</w:t>
      </w:r>
      <w:r w:rsidRPr="00F46554">
        <w:rPr>
          <w:rStyle w:val="libAieChar"/>
          <w:rtl/>
        </w:rPr>
        <w:t xml:space="preserve"> و لا تجعَل ف</w:t>
      </w:r>
      <w:r w:rsidRPr="00F46554">
        <w:rPr>
          <w:rStyle w:val="libAieChar"/>
          <w:rFonts w:hint="cs"/>
          <w:rtl/>
        </w:rPr>
        <w:t>ی</w:t>
      </w:r>
      <w:r w:rsidRPr="00F46554">
        <w:rPr>
          <w:rStyle w:val="libAieChar"/>
          <w:rtl/>
        </w:rPr>
        <w:t xml:space="preserve"> قلوبنا غلّاً للّذ</w:t>
      </w:r>
      <w:r w:rsidRPr="00F46554">
        <w:rPr>
          <w:rStyle w:val="libAieChar"/>
          <w:rFonts w:hint="cs"/>
          <w:rtl/>
        </w:rPr>
        <w:t>ی</w:t>
      </w:r>
      <w:r w:rsidRPr="00F46554">
        <w:rPr>
          <w:rStyle w:val="libAieChar"/>
          <w:rFonts w:hint="eastAsia"/>
          <w:rtl/>
        </w:rPr>
        <w:t>ن</w:t>
      </w:r>
      <w:r w:rsidRPr="00F46554">
        <w:rPr>
          <w:rStyle w:val="libAieChar"/>
          <w:rtl/>
        </w:rPr>
        <w:t xml:space="preserve"> آمَنُوا رَبّنا إنّک رَء وفٌ رَّح</w:t>
      </w:r>
      <w:r w:rsidRPr="00F46554">
        <w:rPr>
          <w:rStyle w:val="libAieChar"/>
          <w:rFonts w:hint="cs"/>
          <w:rtl/>
        </w:rPr>
        <w:t>ی</w:t>
      </w:r>
      <w:r w:rsidRPr="00F46554">
        <w:rPr>
          <w:rStyle w:val="libAieChar"/>
          <w:rFonts w:hint="eastAsia"/>
          <w:rtl/>
        </w:rPr>
        <w:t>م</w:t>
      </w:r>
      <w:r w:rsidRPr="00F46554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5F1F98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حشرآ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10_</w:t>
      </w:r>
    </w:p>
    <w:p w:rsidR="0065778C" w:rsidRDefault="00E54A53" w:rsidP="004539B0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40" w:name="_Toc519769610"/>
      <w:r w:rsidR="0065778C">
        <w:rPr>
          <w:rtl/>
        </w:rPr>
        <w:t>4</w:t>
      </w:r>
      <w:bookmarkEnd w:id="40"/>
      <w:r w:rsidR="0065778C">
        <w:rPr>
          <w:rtl/>
        </w:rPr>
        <w:t xml:space="preserve"> </w:t>
      </w:r>
    </w:p>
    <w:p w:rsidR="0065778C" w:rsidRDefault="0065778C" w:rsidP="005F1F98">
      <w:pPr>
        <w:pStyle w:val="Heading2Center"/>
      </w:pPr>
      <w:bookmarkStart w:id="41" w:name="_Toc519769611"/>
      <w:r>
        <w:rPr>
          <w:rFonts w:hint="eastAsia"/>
          <w:rtl/>
        </w:rPr>
        <w:t>بزرگوں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کا احترام</w:t>
      </w:r>
      <w:bookmarkEnd w:id="41"/>
    </w:p>
    <w:p w:rsidR="0065778C" w:rsidRDefault="0065778C" w:rsidP="0065778C">
      <w:pPr>
        <w:pStyle w:val="libNormal"/>
      </w:pPr>
    </w:p>
    <w:p w:rsidR="0065778C" w:rsidRDefault="00E54A53" w:rsidP="00EB1AFB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42" w:name="_Toc519769612"/>
      <w:r w:rsidR="0065778C">
        <w:rPr>
          <w:rFonts w:hint="eastAsia"/>
          <w:rtl/>
        </w:rPr>
        <w:t>اجمال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خاک</w:t>
      </w:r>
      <w:r w:rsidR="0065778C" w:rsidRPr="003C4FC4">
        <w:rPr>
          <w:rFonts w:hint="cs"/>
          <w:rtl/>
        </w:rPr>
        <w:t>ہ</w:t>
      </w:r>
      <w:bookmarkEnd w:id="42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مخاطب صرف شدت پسند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فرق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جائز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 بعض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پر اعتراض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نماؤں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'' قبوريّون''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کر پکارت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لوگ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گذشت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آرام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مسلمان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بزرگوں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مزاروں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 سا شدت پسند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مخالفت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</w:t>
      </w:r>
      <w:r w:rsidRPr="00471E8C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بعض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مستحب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نيّت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رخت سفر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قصد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نيّت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</w:t>
      </w:r>
      <w:r>
        <w:rPr>
          <w:rFonts w:hint="eastAsia"/>
          <w:rtl/>
        </w:rPr>
        <w:t>مناً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قصد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 سفر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'' بن باز''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فوت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اخبار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'' جو مسجد نبو</w:t>
      </w:r>
      <w:r>
        <w:rPr>
          <w:rFonts w:hint="cs"/>
          <w:rtl/>
        </w:rPr>
        <w:t>ی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مستحب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روض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رسول(ص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4527F0">
        <w:rPr>
          <w:rFonts w:hint="eastAsia"/>
          <w:rtl/>
        </w:rPr>
        <w:t xml:space="preserve">میں </w:t>
      </w:r>
      <w:r w:rsidR="0065778C">
        <w:rPr>
          <w:rtl/>
        </w:rPr>
        <w:t xml:space="preserve"> دو رکعت نماز ادا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آنحضرت(ص) پر سلام ک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مستحب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جنت البق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جا کر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مدفون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داء پر سلام ک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''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چاروں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الفق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المذا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الاربع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اور شروط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مستحب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مستحبّات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متعدّد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</w:t>
      </w:r>
      <w:r w:rsidR="004527F0">
        <w:rPr>
          <w:rtl/>
        </w:rPr>
        <w:t xml:space="preserve">میں 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اختلاف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قبروں 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</w:t>
      </w:r>
    </w:p>
    <w:p w:rsidR="0065778C" w:rsidRDefault="0065778C" w:rsidP="0065778C">
      <w:pPr>
        <w:pStyle w:val="libNormal"/>
      </w:pPr>
      <w:r>
        <w:rPr>
          <w:rtl/>
        </w:rPr>
        <w:t>2_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سفر کا سامان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( شدّ رحال</w:t>
      </w:r>
      <w:r>
        <w:rPr>
          <w:rtl/>
        </w:rPr>
        <w:t xml:space="preserve"> ) </w:t>
      </w:r>
    </w:p>
    <w:p w:rsidR="0065778C" w:rsidRDefault="0065778C" w:rsidP="0065778C">
      <w:pPr>
        <w:pStyle w:val="libNormal"/>
      </w:pPr>
      <w:r>
        <w:rPr>
          <w:rtl/>
        </w:rPr>
        <w:t>3_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قبروں پر جانا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ک</w:t>
      </w:r>
      <w:r>
        <w:rPr>
          <w:rFonts w:hint="cs"/>
          <w:rtl/>
        </w:rPr>
        <w:t>ی</w:t>
      </w:r>
      <w:r>
        <w:rPr>
          <w:rtl/>
        </w:rPr>
        <w:t xml:space="preserve"> حرمت کو ثابت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سند درست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مطلب پر ان ک</w:t>
      </w:r>
      <w:r>
        <w:rPr>
          <w:rFonts w:hint="cs"/>
          <w:rtl/>
        </w:rPr>
        <w:t>ی</w:t>
      </w:r>
      <w:r>
        <w:rPr>
          <w:rtl/>
        </w:rPr>
        <w:t xml:space="preserve"> دلالت مردود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انشاالل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 گ اس غلط حرکت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مقصدرک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وسوس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گرفتار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انک</w:t>
      </w:r>
      <w:r>
        <w:rPr>
          <w:rFonts w:hint="cs"/>
          <w:rtl/>
        </w:rPr>
        <w:t>ی</w:t>
      </w:r>
      <w:r>
        <w:rPr>
          <w:rtl/>
        </w:rPr>
        <w:t xml:space="preserve"> پوجا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مترادف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اور ملحد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D2626E">
        <w:rPr>
          <w:rFonts w:hint="cs"/>
          <w:rtl/>
        </w:rPr>
        <w:t>ہ</w:t>
      </w:r>
      <w:r>
        <w:rPr>
          <w:rtl/>
        </w:rPr>
        <w:t xml:space="preserve"> اخبار شمار</w:t>
      </w:r>
      <w:r w:rsidRPr="00D2626E">
        <w:rPr>
          <w:rFonts w:hint="cs"/>
          <w:rtl/>
        </w:rPr>
        <w:t>ہ 6826( 22 ذ</w:t>
      </w:r>
      <w:r>
        <w:rPr>
          <w:rFonts w:hint="cs"/>
          <w:rtl/>
        </w:rPr>
        <w:t>ی</w:t>
      </w:r>
      <w:r>
        <w:rPr>
          <w:rtl/>
        </w:rPr>
        <w:t xml:space="preserve"> القعد</w:t>
      </w:r>
      <w:r w:rsidRPr="00D2626E">
        <w:rPr>
          <w:rFonts w:hint="cs"/>
          <w:rtl/>
        </w:rPr>
        <w:t>ہ 1411 ق</w:t>
      </w:r>
      <w:r>
        <w:rPr>
          <w:rtl/>
        </w:rPr>
        <w:t>)_</w:t>
      </w:r>
    </w:p>
    <w:p w:rsidR="0065778C" w:rsidRDefault="0065778C" w:rsidP="00D2626E">
      <w:pPr>
        <w:pStyle w:val="libFootnote"/>
      </w:pPr>
      <w:r>
        <w:rPr>
          <w:rtl/>
        </w:rPr>
        <w:t>2) الفق</w:t>
      </w:r>
      <w:r w:rsidRPr="00D2626E">
        <w:rPr>
          <w:rFonts w:hint="cs"/>
          <w:rtl/>
        </w:rPr>
        <w:t>ہ عل</w:t>
      </w:r>
      <w:r>
        <w:rPr>
          <w:rFonts w:hint="cs"/>
          <w:rtl/>
        </w:rPr>
        <w:t>ی</w:t>
      </w:r>
      <w:r>
        <w:rPr>
          <w:rtl/>
        </w:rPr>
        <w:t xml:space="preserve"> المذا</w:t>
      </w:r>
      <w:r w:rsidRPr="00D2626E">
        <w:rPr>
          <w:rFonts w:hint="cs"/>
          <w:rtl/>
        </w:rPr>
        <w:t>ہب الاربعہ، جلد 1 ،ص 59</w:t>
      </w:r>
      <w:r>
        <w:rPr>
          <w:rtl/>
        </w:rPr>
        <w:t>0_</w:t>
      </w:r>
    </w:p>
    <w:p w:rsidR="0065778C" w:rsidRDefault="00E54A53" w:rsidP="00EB1AFB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43" w:name="_Toc519769613"/>
      <w:r w:rsidR="0065778C">
        <w:rPr>
          <w:rFonts w:hint="eastAsia"/>
          <w:rtl/>
        </w:rPr>
        <w:t>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قبول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گذشت</w:t>
      </w:r>
      <w:r w:rsidR="0065778C" w:rsidRPr="003C4FC4">
        <w:rPr>
          <w:rFonts w:hint="cs"/>
          <w:rtl/>
        </w:rPr>
        <w:t>ہ</w:t>
      </w:r>
      <w:r w:rsidR="0065778C" w:rsidRPr="00452B33">
        <w:rPr>
          <w:rFonts w:hint="cs"/>
          <w:rtl/>
        </w:rPr>
        <w:t xml:space="preserve"> تار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خ</w:t>
      </w:r>
      <w:r w:rsidR="0065778C">
        <w:rPr>
          <w:rtl/>
        </w:rPr>
        <w:t>:</w:t>
      </w:r>
      <w:bookmarkEnd w:id="43"/>
    </w:p>
    <w:p w:rsidR="0065778C" w:rsidRDefault="0065778C" w:rsidP="0065778C">
      <w:pPr>
        <w:pStyle w:val="libNormal"/>
      </w:pPr>
      <w:r>
        <w:rPr>
          <w:rFonts w:hint="eastAsia"/>
          <w:rtl/>
        </w:rPr>
        <w:t>گذشت</w:t>
      </w:r>
      <w:r w:rsidRPr="00471E8C">
        <w:rPr>
          <w:rFonts w:hint="cs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قبروں کا احترام ( بالخصوص بزرگ شخصيّات ک</w:t>
      </w:r>
      <w:r>
        <w:rPr>
          <w:rFonts w:hint="cs"/>
          <w:rtl/>
        </w:rPr>
        <w:t>ی</w:t>
      </w:r>
      <w:r>
        <w:rPr>
          <w:rtl/>
        </w:rPr>
        <w:t xml:space="preserve"> قبروں کا احترام )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چلا آر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سال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مردوں کا احترام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قبروں اور بالخصوص بزرگان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</w:t>
      </w:r>
      <w:r>
        <w:rPr>
          <w:rtl/>
        </w:rPr>
        <w:t>س کام کا فلسف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مثبت آثار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tl/>
        </w:rPr>
        <w:t>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گذشت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لا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ان بزرگوں ک</w:t>
      </w:r>
      <w:r>
        <w:rPr>
          <w:rFonts w:hint="cs"/>
          <w:rtl/>
        </w:rPr>
        <w:t>ی</w:t>
      </w:r>
      <w:r>
        <w:rPr>
          <w:rtl/>
        </w:rPr>
        <w:t xml:space="preserve"> حرمت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عزت و شرافت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طرح جوانوںک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دوسرا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خاموش مگر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درس عبرت حاصل کرنا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دل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غفلت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زنگ کو دور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زرق و برق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وس پر قابو پانا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مُرد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پسماندگان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کا حصول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سکون کا احساس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اسطرح قبروں پر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غم ک</w:t>
      </w:r>
      <w:r>
        <w:rPr>
          <w:rFonts w:hint="cs"/>
          <w:rtl/>
        </w:rPr>
        <w:t>ی</w:t>
      </w:r>
      <w:r>
        <w:rPr>
          <w:rtl/>
        </w:rPr>
        <w:t xml:space="preserve"> شدت </w:t>
      </w:r>
      <w:r w:rsidR="004527F0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جناز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مفقود الاثر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وارث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علامت اور شب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پران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4_ چوت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گذشت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قوم و ملت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قوم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ثقافت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حص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دائ،</w:t>
      </w:r>
      <w:r w:rsidR="0065778C">
        <w:rPr>
          <w:rtl/>
        </w:rPr>
        <w:t xml:space="preserve"> علمائ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سلف اور سابق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دانشوروں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آرامگا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صورت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بالخصوص بزرگان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اور روحان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شواؤں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مزاروں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فت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بزرگوں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قبور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ادمنانا</w:t>
      </w:r>
      <w:r w:rsidR="0065778C">
        <w:rPr>
          <w:rtl/>
        </w:rPr>
        <w:t xml:space="preserve"> اور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حفاظت و تکر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اسلام اور سنّت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>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حفاظت کا موجب بنت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کتن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بعض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بزرگان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افتخار آثار کو محو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خسار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دوچار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نادان اور محدود فکر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نا ممکن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آثار صرف اس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اسقدر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آثار ک</w:t>
      </w:r>
      <w:r>
        <w:rPr>
          <w:rFonts w:hint="cs"/>
          <w:rtl/>
        </w:rPr>
        <w:t>ی</w:t>
      </w:r>
      <w:r>
        <w:rPr>
          <w:rtl/>
        </w:rPr>
        <w:t xml:space="preserve"> حفاظت و پاسدار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دانشوروں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5_ پانچواں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کا تقاضا کرنا عند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اناب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نفوس ک</w:t>
      </w:r>
      <w:r>
        <w:rPr>
          <w:rFonts w:hint="cs"/>
          <w:rtl/>
        </w:rPr>
        <w:t>ی</w:t>
      </w:r>
      <w:r>
        <w:rPr>
          <w:rtl/>
        </w:rPr>
        <w:t xml:space="preserve"> تربيّت اور اخلاق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 w:rsidR="004527F0">
        <w:rPr>
          <w:rtl/>
        </w:rPr>
        <w:t xml:space="preserve">میں 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مؤثر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جب ان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اصلاح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افراد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مراتب </w:t>
      </w:r>
      <w:r w:rsidR="004527F0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EB1AFB">
      <w:pPr>
        <w:pStyle w:val="Heading2Center"/>
      </w:pPr>
      <w:bookmarkStart w:id="44" w:name="_Toc519769614"/>
      <w:r>
        <w:rPr>
          <w:rFonts w:hint="eastAsia"/>
          <w:rtl/>
        </w:rPr>
        <w:t>قبور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سلسل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شرک کا تو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ّم</w:t>
      </w:r>
      <w:r>
        <w:rPr>
          <w:rtl/>
        </w:rPr>
        <w:t>:</w:t>
      </w:r>
      <w:bookmarkEnd w:id="44"/>
    </w:p>
    <w:p w:rsidR="0065778C" w:rsidRDefault="0065778C" w:rsidP="0065778C">
      <w:pPr>
        <w:pStyle w:val="libNormal"/>
      </w:pPr>
      <w:r>
        <w:rPr>
          <w:rFonts w:hint="eastAsia"/>
          <w:rtl/>
        </w:rPr>
        <w:t>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کمزور فکر لوگ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قبو 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'' شرک'' کا ل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و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وم اور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ناموں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موجود مواد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آگا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 باتوں پر شرمند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عقلمند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پرستش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تو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خطور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تمام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اور طلب شفاعت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اکثر اوقات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اکبر''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اسطرح سو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اورشرک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معروف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''أش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َدُ أنّک جَا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َدتَ ف</w:t>
      </w:r>
      <w:r>
        <w:rPr>
          <w:rFonts w:hint="cs"/>
          <w:rtl/>
        </w:rPr>
        <w:t>ی</w:t>
      </w:r>
      <w:r>
        <w:rPr>
          <w:rtl/>
        </w:rPr>
        <w:t xml:space="preserve"> الله حقَّ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عَملتَ بکتاب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اتَّبَعتَ سُنَنَ نبيّ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دَعاک الله إل</w:t>
      </w:r>
      <w:r>
        <w:rPr>
          <w:rFonts w:hint="cs"/>
          <w:rtl/>
        </w:rPr>
        <w:t>ی</w:t>
      </w:r>
      <w:r>
        <w:rPr>
          <w:rtl/>
        </w:rPr>
        <w:t xml:space="preserve"> جَوار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 xml:space="preserve">''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کا حق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کتاب خدا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اس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جوار رحمت </w:t>
      </w:r>
      <w:r w:rsidR="004527F0">
        <w:rPr>
          <w:rtl/>
        </w:rPr>
        <w:t xml:space="preserve">میں </w:t>
      </w:r>
      <w:r>
        <w:rPr>
          <w:rtl/>
        </w:rPr>
        <w:t xml:space="preserve"> بُلال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يُوں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EB1AFB">
      <w:pPr>
        <w:pStyle w:val="libArabic"/>
      </w:pPr>
      <w:r>
        <w:rPr>
          <w:rtl/>
        </w:rPr>
        <w:t>'' ال</w:t>
      </w:r>
      <w:r>
        <w:rPr>
          <w:rFonts w:hint="cs"/>
          <w:rtl/>
        </w:rPr>
        <w:t>ی</w:t>
      </w:r>
      <w:r>
        <w:rPr>
          <w:rtl/>
        </w:rPr>
        <w:t xml:space="preserve"> الله تدعُون و عل</w:t>
      </w:r>
      <w:r>
        <w:rPr>
          <w:rFonts w:hint="cs"/>
          <w:rtl/>
        </w:rPr>
        <w:t>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تَدُلُّون و ب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تؤمنوُن و لَ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تُسلّمُونَ و بأمر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تَعمَلُون و إلی</w:t>
      </w:r>
      <w:r>
        <w:rPr>
          <w:rtl/>
        </w:rPr>
        <w:t xml:space="preserve"> سَب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</w:t>
      </w:r>
    </w:p>
    <w:p w:rsidR="0065778C" w:rsidRDefault="00E54A53" w:rsidP="00EB1AFB">
      <w:pPr>
        <w:pStyle w:val="libArabic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تَرشُدُونَ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( ان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جملوں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سب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اور آپ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ارشاد 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ناموں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اور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شرک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مان؟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B1AFB">
        <w:rPr>
          <w:rStyle w:val="libArabicChar"/>
          <w:rtl/>
        </w:rPr>
        <w:t>'' مستشفعٌ إل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الله عزّوجل بکم''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شفاعت کو طلب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اگر بالفرض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ناموں ک</w:t>
      </w:r>
      <w:r>
        <w:rPr>
          <w:rFonts w:hint="cs"/>
          <w:rtl/>
        </w:rPr>
        <w:t>ی</w:t>
      </w:r>
      <w:r>
        <w:rPr>
          <w:rtl/>
        </w:rPr>
        <w:t xml:space="preserve"> بعض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ان محکمات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کاملاً روشن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B1AFB">
      <w:pPr>
        <w:pStyle w:val="Heading2Center"/>
      </w:pPr>
      <w:bookmarkStart w:id="45" w:name="_Toc519769615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شفاعت طلب کرنا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سات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 xml:space="preserve"> سازگار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45"/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خطا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دوچار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ربّ العزت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طلب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طلب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بُت جو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جان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عقل و شعور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گاروں ک</w:t>
      </w:r>
      <w:r>
        <w:rPr>
          <w:rFonts w:hint="cs"/>
          <w:rtl/>
        </w:rPr>
        <w:t>ی</w:t>
      </w:r>
      <w:r>
        <w:rPr>
          <w:rtl/>
        </w:rPr>
        <w:t xml:space="preserve"> شفاعت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چند نمون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حاضر خدمت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 xml:space="preserve">1_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عظمت اور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حضرت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عقوب</w:t>
      </w:r>
      <w:r w:rsidR="0065778C">
        <w:rPr>
          <w:rtl/>
        </w:rPr>
        <w:t>(ع)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شفاعت کا تقاضا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مُثبت وعد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B1AFB">
        <w:rPr>
          <w:rStyle w:val="libAieChar"/>
          <w:rtl/>
        </w:rPr>
        <w:t xml:space="preserve">'' قالُوا 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ا</w:t>
      </w:r>
      <w:r w:rsidRPr="00EB1AFB">
        <w:rPr>
          <w:rStyle w:val="libAieChar"/>
          <w:rtl/>
        </w:rPr>
        <w:t xml:space="preserve"> أبَانَا استغفر لنا ذُنوبَنا إنّا كُنّا خَاطئ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ن،</w:t>
      </w:r>
      <w:r w:rsidRPr="00EB1AFB">
        <w:rPr>
          <w:rStyle w:val="libAieChar"/>
          <w:rtl/>
        </w:rPr>
        <w:t xml:space="preserve"> قال سَوفَ أستغفرُ لکم رَبّ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tl/>
        </w:rPr>
        <w:t xml:space="preserve"> إنَّ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 xml:space="preserve"> 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ُو الغفورُ الرّحی</w:t>
      </w:r>
      <w:r w:rsidRPr="00EB1AFB">
        <w:rPr>
          <w:rStyle w:val="libAieChar"/>
          <w:rFonts w:hint="eastAsia"/>
          <w:rtl/>
        </w:rPr>
        <w:t>م</w:t>
      </w:r>
      <w:r w:rsidRPr="00EB1AFB">
        <w:rPr>
          <w:rStyle w:val="libAieChar"/>
          <w:rtl/>
        </w:rPr>
        <w:t>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EB1AFB">
      <w:pPr>
        <w:pStyle w:val="Heading2Center"/>
      </w:pPr>
      <w:bookmarkStart w:id="46" w:name="_Toc519769616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معاذ الل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مشرک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ت</w:t>
      </w:r>
      <w:r w:rsidRPr="003C4FC4">
        <w:rPr>
          <w:rFonts w:hint="cs"/>
          <w:rtl/>
        </w:rPr>
        <w:t>ھے</w:t>
      </w:r>
      <w:r w:rsidRPr="00452B33">
        <w:rPr>
          <w:rFonts w:hint="cs"/>
          <w:rtl/>
        </w:rPr>
        <w:t>؟</w:t>
      </w:r>
      <w:bookmarkEnd w:id="46"/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گاروں کو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طلب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EB1AFB">
      <w:pPr>
        <w:pStyle w:val="libAie"/>
      </w:pPr>
      <w:r>
        <w:rPr>
          <w:rtl/>
        </w:rPr>
        <w:t>''و لَو انّ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م إذ ظَّلَموا أنفسَ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 جَاء وک فاستغفروا الله و استغفر لَ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ُم الرَّسُولّ لَوَجَدُوا الله تَوّاباً رحی</w:t>
      </w:r>
      <w:r>
        <w:rPr>
          <w:rFonts w:hint="eastAsia"/>
          <w:rtl/>
        </w:rPr>
        <w:t>ماً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'' جب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پر (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ظلم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آپ 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آت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رسولخدا(ص)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استغفار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قبول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اور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ربان پات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طرف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مذمّت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B1AFB">
        <w:rPr>
          <w:rStyle w:val="libAieChar"/>
          <w:rtl/>
        </w:rPr>
        <w:t>'' و إذا ق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لَ</w:t>
      </w:r>
      <w:r w:rsidRPr="00EB1AFB">
        <w:rPr>
          <w:rStyle w:val="libAieChar"/>
          <w:rtl/>
        </w:rPr>
        <w:t xml:space="preserve"> لَ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ُم تَعَالَوا يَستَغفر لکم رَسُولُ الله لَوَّوا رُئُوسَ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ُم و رأی</w:t>
      </w:r>
      <w:r w:rsidRPr="00EB1AFB">
        <w:rPr>
          <w:rStyle w:val="libAieChar"/>
          <w:rFonts w:hint="eastAsia"/>
          <w:rtl/>
        </w:rPr>
        <w:t>تَ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ُم</w:t>
      </w:r>
      <w:r w:rsidRPr="00EB1AFB">
        <w:rPr>
          <w:rStyle w:val="libAieChar"/>
          <w:rtl/>
        </w:rPr>
        <w:t xml:space="preserve"> يَصُدُّونَ وَ 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ُم مُستَکبرُون''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 w:rsidRPr="00955C8D">
        <w:rPr>
          <w:rFonts w:hint="cs"/>
          <w:rtl/>
        </w:rPr>
        <w:t xml:space="preserve"> </w:t>
      </w:r>
      <w:r w:rsidR="0065778C" w:rsidRPr="00B648F9">
        <w:rPr>
          <w:rStyle w:val="libFootnotenumChar"/>
          <w:rFonts w:hint="cs"/>
          <w:rtl/>
        </w:rPr>
        <w:t>(3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97 ، 98_</w:t>
      </w:r>
    </w:p>
    <w:p w:rsidR="0065778C" w:rsidRDefault="0065778C" w:rsidP="00D2626E">
      <w:pPr>
        <w:pStyle w:val="libFootnote"/>
      </w:pPr>
      <w:r>
        <w:rPr>
          <w:rtl/>
        </w:rPr>
        <w:t>2) سورة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64_</w:t>
      </w:r>
    </w:p>
    <w:p w:rsidR="0065778C" w:rsidRDefault="0065778C" w:rsidP="00D2626E">
      <w:pPr>
        <w:pStyle w:val="libFootnote"/>
      </w:pPr>
      <w:r>
        <w:rPr>
          <w:rtl/>
        </w:rPr>
        <w:t>3) سورة منافقون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جب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آؤ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رسولخدا(ص)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مغفرت طلب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تو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(طنز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) سر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آپ(ص)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آپک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باتوں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پروا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برتت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تکبّر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'' </w:t>
      </w:r>
    </w:p>
    <w:p w:rsidR="0065778C" w:rsidRDefault="0065778C" w:rsidP="00EB1AFB">
      <w:pPr>
        <w:pStyle w:val="Heading2Center"/>
      </w:pPr>
      <w:bookmarkStart w:id="47" w:name="_Toc51976961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کفار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شرک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ر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ا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47"/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4_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قوم لوط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حضرت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_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( اور خداوند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قوم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_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حضرت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شفاعت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B1AFB">
        <w:rPr>
          <w:rStyle w:val="libAieChar"/>
          <w:rtl/>
        </w:rPr>
        <w:t>'' فلمَّا ذ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َبَ عن إبرا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مَ</w:t>
      </w:r>
      <w:r w:rsidRPr="00EB1AFB">
        <w:rPr>
          <w:rStyle w:val="libAieChar"/>
          <w:rtl/>
        </w:rPr>
        <w:t xml:space="preserve"> الرّوعُ و جَاء ت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ُ البُشری</w:t>
      </w:r>
      <w:r w:rsidRPr="00EB1AFB">
        <w:rPr>
          <w:rStyle w:val="libAieChar"/>
          <w:rtl/>
        </w:rPr>
        <w:t xml:space="preserve"> يُجادلُنا ف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tl/>
        </w:rPr>
        <w:t xml:space="preserve"> قوم لُوط، إنّ إبرا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مَ</w:t>
      </w:r>
      <w:r w:rsidRPr="00EB1AFB">
        <w:rPr>
          <w:rStyle w:val="libAieChar"/>
          <w:rtl/>
        </w:rPr>
        <w:t xml:space="preserve"> لَحل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مٌ</w:t>
      </w:r>
      <w:r w:rsidRPr="00EB1AFB">
        <w:rPr>
          <w:rStyle w:val="libAieChar"/>
          <w:rtl/>
        </w:rPr>
        <w:t xml:space="preserve"> أوا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ٌ مُنی</w:t>
      </w:r>
      <w:r w:rsidRPr="00EB1AFB">
        <w:rPr>
          <w:rStyle w:val="libAieChar"/>
          <w:rFonts w:hint="eastAsia"/>
          <w:rtl/>
        </w:rPr>
        <w:t>بٌ</w:t>
      </w:r>
      <w:r w:rsidRPr="00EB1AFB">
        <w:rPr>
          <w:rStyle w:val="libAieChar"/>
          <w:rtl/>
        </w:rPr>
        <w:t xml:space="preserve"> يَا إبرا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مُ</w:t>
      </w:r>
      <w:r w:rsidRPr="00EB1AFB">
        <w:rPr>
          <w:rStyle w:val="libAieChar"/>
          <w:rtl/>
        </w:rPr>
        <w:t xml:space="preserve"> أعرض عَن 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ذا إنَّ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 xml:space="preserve"> قد جَاء أمرُ رَبّک و أن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م آتی</w:t>
      </w:r>
      <w:r w:rsidRPr="00EC5D05">
        <w:rPr>
          <w:rStyle w:val="libAieChar"/>
          <w:rFonts w:hint="cs"/>
          <w:rtl/>
        </w:rPr>
        <w:t>ه</w:t>
      </w:r>
      <w:r w:rsidRPr="00EB1AFB">
        <w:rPr>
          <w:rStyle w:val="libAieChar"/>
          <w:rFonts w:hint="cs"/>
          <w:rtl/>
        </w:rPr>
        <w:t>م</w:t>
      </w:r>
      <w:r w:rsidRPr="00EB1AFB">
        <w:rPr>
          <w:rStyle w:val="libAieChar"/>
          <w:rtl/>
        </w:rPr>
        <w:t xml:space="preserve"> عذابٌ غَ</w:t>
      </w:r>
      <w:r w:rsidRPr="00EB1AFB">
        <w:rPr>
          <w:rStyle w:val="libAieChar"/>
          <w:rFonts w:hint="cs"/>
          <w:rtl/>
        </w:rPr>
        <w:t>ی</w:t>
      </w:r>
      <w:r w:rsidRPr="00EB1AFB">
        <w:rPr>
          <w:rStyle w:val="libAieChar"/>
          <w:rFonts w:hint="eastAsia"/>
          <w:rtl/>
        </w:rPr>
        <w:t>رُ</w:t>
      </w:r>
      <w:r w:rsidRPr="00EB1AFB">
        <w:rPr>
          <w:rStyle w:val="libAieChar"/>
          <w:rtl/>
        </w:rPr>
        <w:t xml:space="preserve"> مَردُود''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جس وقت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خوف ( اجنب</w:t>
      </w:r>
      <w:r>
        <w:rPr>
          <w:rFonts w:hint="cs"/>
          <w:rtl/>
        </w:rPr>
        <w:t>ی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ختم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>
        <w:rPr>
          <w:rFonts w:hint="cs"/>
          <w:rtl/>
        </w:rPr>
        <w:t>ی</w:t>
      </w:r>
      <w:r>
        <w:rPr>
          <w:rtl/>
        </w:rPr>
        <w:t xml:space="preserve"> ) بشارت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تو قوم لوط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گفتگو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(اور شفاعت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بردبار، دلسوز اور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(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)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 اس (درخواست 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پروردگار کا فرمان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نچ چکا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ناقابل رفع عذاب انک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'' </w:t>
      </w:r>
    </w:p>
    <w:p w:rsidR="0065778C" w:rsidRDefault="009C6A20" w:rsidP="00B648F9">
      <w:pPr>
        <w:pStyle w:val="libLine"/>
      </w:pPr>
      <w:r>
        <w:rPr>
          <w:rtl/>
        </w:rPr>
        <w:t xml:space="preserve">____________________ </w:t>
      </w:r>
    </w:p>
    <w:p w:rsidR="0065778C" w:rsidRDefault="0065778C" w:rsidP="00D2626E">
      <w:pPr>
        <w:pStyle w:val="libFootnote"/>
      </w:pPr>
      <w:r>
        <w:rPr>
          <w:rtl/>
        </w:rPr>
        <w:t xml:space="preserve">1) سورة </w:t>
      </w:r>
      <w:r w:rsidRPr="00D2626E">
        <w:rPr>
          <w:rFonts w:hint="cs"/>
          <w:rtl/>
        </w:rPr>
        <w:t>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74 تا 76_</w:t>
      </w: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دلچسب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شفاعت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حضرت ابرا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(ع)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تمج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فرمائ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'' إنّ ابرا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لَحل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اوا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ُ مُن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بٌ</w:t>
      </w:r>
      <w:r w:rsidR="0065778C">
        <w:rPr>
          <w:rtl/>
        </w:rPr>
        <w:t>''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اس مقام پر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تذکر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سر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گذر چکا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شفاعت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گنجائش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B1AFB">
      <w:pPr>
        <w:pStyle w:val="Heading2Center"/>
      </w:pPr>
      <w:bookmarkStart w:id="48" w:name="_Toc519769618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ال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اُنک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سات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 xml:space="preserve"> مخصوص ن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>
        <w:rPr>
          <w:rtl/>
        </w:rPr>
        <w:t>:</w:t>
      </w:r>
      <w:bookmarkEnd w:id="48"/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>
        <w:rPr>
          <w:rtl/>
        </w:rPr>
        <w:t xml:space="preserve"> تلاش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سواء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ے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مربوط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ان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شفاعت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اسطرح شرک وال</w:t>
      </w:r>
      <w:r>
        <w:rPr>
          <w:rFonts w:hint="cs"/>
          <w:rtl/>
        </w:rPr>
        <w:t>ی</w:t>
      </w:r>
      <w:r>
        <w:rPr>
          <w:rtl/>
        </w:rPr>
        <w:t xml:space="preserve"> شاخ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کر دوسر</w:t>
      </w:r>
      <w:r>
        <w:rPr>
          <w:rFonts w:hint="cs"/>
          <w:rtl/>
        </w:rPr>
        <w:t>ی</w:t>
      </w:r>
      <w:r>
        <w:rPr>
          <w:rtl/>
        </w:rPr>
        <w:t xml:space="preserve"> شاخ کو پک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سوال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اپن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خاک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مکمل طور پر نابود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( جسطرح بعض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اولاً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مقام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داء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EB1AFB">
        <w:rPr>
          <w:rStyle w:val="libAieChar"/>
          <w:rFonts w:hint="cs"/>
          <w:rtl/>
        </w:rPr>
        <w:t>بل أحی</w:t>
      </w:r>
      <w:r w:rsidR="00CE2672" w:rsidRPr="00EB1AFB">
        <w:rPr>
          <w:rStyle w:val="libAieChar"/>
          <w:rFonts w:hint="eastAsia"/>
          <w:rtl/>
        </w:rPr>
        <w:t>ائٌ</w:t>
      </w:r>
      <w:r w:rsidR="00CE2672" w:rsidRPr="00EB1AFB">
        <w:rPr>
          <w:rStyle w:val="libAieChar"/>
          <w:rtl/>
        </w:rPr>
        <w:t xml:space="preserve"> عند ربّ</w:t>
      </w:r>
      <w:r w:rsidR="00CE2672" w:rsidRPr="00EC5D05">
        <w:rPr>
          <w:rStyle w:val="libAieChar"/>
          <w:rFonts w:hint="cs"/>
          <w:rtl/>
        </w:rPr>
        <w:t>ه</w:t>
      </w:r>
      <w:r w:rsidR="00CE2672" w:rsidRPr="00EB1AFB">
        <w:rPr>
          <w:rStyle w:val="libAieChar"/>
          <w:rFonts w:hint="cs"/>
          <w:rtl/>
        </w:rPr>
        <w:t>م يُرزَقُون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Pr="00955C8D">
        <w:rPr>
          <w:rFonts w:hint="cs"/>
          <w:rtl/>
        </w:rPr>
        <w:t xml:space="preserve">''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تمام مسلمان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دّ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آنحضرت(ص) پر سلام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النبيّ ...'' اگر آنحضرت (ص) موجود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169_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ثالثاً</w:t>
      </w:r>
      <w:r w:rsidR="0065778C">
        <w:rPr>
          <w:rtl/>
        </w:rPr>
        <w:t>: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آپ معتقد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مسجد نبو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مزار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آ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ست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بولنا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حکم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EB1AFB">
        <w:rPr>
          <w:rStyle w:val="libAieChar"/>
          <w:rFonts w:hint="cs"/>
          <w:rtl/>
        </w:rPr>
        <w:t>ی</w:t>
      </w:r>
      <w:r w:rsidR="00CE2672" w:rsidRPr="00EB1AFB">
        <w:rPr>
          <w:rStyle w:val="libAieChar"/>
          <w:rFonts w:hint="eastAsia"/>
          <w:rtl/>
        </w:rPr>
        <w:t>ا</w:t>
      </w:r>
      <w:r w:rsidR="00CE2672" w:rsidRPr="00EB1AFB">
        <w:rPr>
          <w:rStyle w:val="libAieChar"/>
          <w:rtl/>
        </w:rPr>
        <w:t xml:space="preserve"> ايّ</w:t>
      </w:r>
      <w:r w:rsidR="00CE2672" w:rsidRPr="00EC5D05">
        <w:rPr>
          <w:rStyle w:val="libAieChar"/>
          <w:rFonts w:hint="cs"/>
          <w:rtl/>
        </w:rPr>
        <w:t>ه</w:t>
      </w:r>
      <w:r w:rsidR="00CE2672" w:rsidRPr="00EB1AFB">
        <w:rPr>
          <w:rStyle w:val="libAieChar"/>
          <w:rFonts w:hint="cs"/>
          <w:rtl/>
        </w:rPr>
        <w:t>ا الذی</w:t>
      </w:r>
      <w:r w:rsidR="00CE2672" w:rsidRPr="00EB1AFB">
        <w:rPr>
          <w:rStyle w:val="libAieChar"/>
          <w:rFonts w:hint="eastAsia"/>
          <w:rtl/>
        </w:rPr>
        <w:t>ن</w:t>
      </w:r>
      <w:r w:rsidR="00CE2672" w:rsidRPr="00EB1AFB">
        <w:rPr>
          <w:rStyle w:val="libAieChar"/>
          <w:rtl/>
        </w:rPr>
        <w:t xml:space="preserve"> آمنوا لا ترفَعُوا أصواتکم فَوقَ صوت النّب</w:t>
      </w:r>
      <w:r w:rsidR="00CE2672" w:rsidRPr="00EB1AFB">
        <w:rPr>
          <w:rStyle w:val="libAieChar"/>
          <w:rFonts w:hint="cs"/>
          <w:rtl/>
        </w:rPr>
        <w:t>ی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="0065778C">
        <w:rPr>
          <w:rtl/>
        </w:rPr>
        <w:t xml:space="preserve"> ...'' </w:t>
      </w:r>
      <w:r w:rsidR="0065778C" w:rsidRPr="004539B0">
        <w:rPr>
          <w:rStyle w:val="libFootnotenumChar"/>
          <w:rtl/>
        </w:rPr>
        <w:t>(1)</w:t>
      </w:r>
      <w:r w:rsidR="0065778C">
        <w:rPr>
          <w:rtl/>
        </w:rPr>
        <w:t xml:space="preserve"> اور اس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کو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آپ لوگوں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</w:t>
      </w:r>
      <w:r w:rsidR="0065778C">
        <w:rPr>
          <w:rFonts w:hint="eastAsia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ضر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پر نصب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EB1AFB">
      <w:pPr>
        <w:pStyle w:val="Heading2Center"/>
      </w:pPr>
      <w:bookmarkStart w:id="49" w:name="_Toc519769619"/>
      <w:r>
        <w:rPr>
          <w:rFonts w:hint="cs"/>
          <w:rtl/>
        </w:rPr>
        <w:t>ہ</w:t>
      </w:r>
      <w:r w:rsidRPr="00452B33">
        <w:rPr>
          <w:rFonts w:hint="cs"/>
          <w:rtl/>
        </w:rPr>
        <w:t>م</w:t>
      </w:r>
      <w:r>
        <w:rPr>
          <w:rtl/>
        </w:rPr>
        <w:t xml:space="preserve"> ان متضاد باتوں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9"/>
    </w:p>
    <w:p w:rsidR="0065778C" w:rsidRDefault="0065778C" w:rsidP="0065778C">
      <w:pPr>
        <w:pStyle w:val="libNormal"/>
      </w:pPr>
      <w:r>
        <w:rPr>
          <w:rFonts w:hint="eastAsia"/>
          <w:rtl/>
        </w:rPr>
        <w:t>رابعاً</w:t>
      </w:r>
      <w:r>
        <w:rPr>
          <w:rtl/>
        </w:rPr>
        <w:t>: موت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فقط زندگ</w:t>
      </w:r>
      <w:r>
        <w:rPr>
          <w:rFonts w:hint="cs"/>
          <w:rtl/>
        </w:rPr>
        <w:t>ی</w:t>
      </w:r>
      <w:r>
        <w:rPr>
          <w:rtl/>
        </w:rPr>
        <w:t xml:space="preserve"> کا اختتام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ولادت اور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وسعت کا نام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EB1AFB">
        <w:rPr>
          <w:rStyle w:val="libArabicChar"/>
          <w:rFonts w:hint="cs"/>
          <w:rtl/>
        </w:rPr>
        <w:t>'' الناس نی</w:t>
      </w:r>
      <w:r w:rsidRPr="00EB1AFB">
        <w:rPr>
          <w:rStyle w:val="libArabicChar"/>
          <w:rFonts w:hint="eastAsia"/>
          <w:rtl/>
        </w:rPr>
        <w:t>امٌ</w:t>
      </w:r>
      <w:r w:rsidRPr="00EB1AFB">
        <w:rPr>
          <w:rStyle w:val="libArabicChar"/>
          <w:rtl/>
        </w:rPr>
        <w:t xml:space="preserve"> فإذا ماتُوا إنتب</w:t>
      </w:r>
      <w:r w:rsidR="00380DE6" w:rsidRPr="009B41EC">
        <w:rPr>
          <w:rStyle w:val="libArabicChar"/>
          <w:rFonts w:hint="cs"/>
          <w:rtl/>
        </w:rPr>
        <w:t>ه</w:t>
      </w:r>
      <w:r w:rsidRPr="00EB1AFB">
        <w:rPr>
          <w:rStyle w:val="libArabicChar"/>
          <w:rFonts w:hint="cs"/>
          <w:rtl/>
        </w:rPr>
        <w:t xml:space="preserve">وا'' </w:t>
      </w:r>
      <w:r w:rsidRPr="00B648F9">
        <w:rPr>
          <w:rStyle w:val="libFootnotenumChar"/>
          <w:rFonts w:hint="cs"/>
          <w:rtl/>
        </w:rPr>
        <w:t>(2)</w:t>
      </w:r>
      <w:r w:rsidRPr="00955C8D">
        <w:rPr>
          <w:rFonts w:hint="cs"/>
          <w:rtl/>
        </w:rPr>
        <w:t xml:space="preserve"> لوگ غفلت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خامساً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معتبر کتب </w:t>
      </w:r>
      <w:r w:rsidR="004527F0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 </w:t>
      </w:r>
      <w:r w:rsidRPr="00EB1AFB">
        <w:rPr>
          <w:rStyle w:val="libArabicChar"/>
          <w:rtl/>
        </w:rPr>
        <w:t>من زارَ قبر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وَجَبَت ل</w:t>
      </w:r>
      <w:r w:rsidR="00380DE6" w:rsidRPr="009B41EC">
        <w:rPr>
          <w:rStyle w:val="libArabicChar"/>
          <w:rFonts w:hint="cs"/>
          <w:rtl/>
        </w:rPr>
        <w:t>ه</w:t>
      </w:r>
      <w:r w:rsidRPr="00EB1AFB">
        <w:rPr>
          <w:rStyle w:val="libArabicChar"/>
          <w:rFonts w:hint="cs"/>
          <w:rtl/>
        </w:rPr>
        <w:t xml:space="preserve"> شفاعتی</w:t>
      </w:r>
      <w:r w:rsidRPr="00EB1AFB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(3)</w:t>
      </w:r>
      <w:r>
        <w:rPr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EB1AFB">
        <w:rPr>
          <w:rStyle w:val="libArabicChar"/>
          <w:rFonts w:hint="cs"/>
          <w:rtl/>
        </w:rPr>
        <w:t>'' مَن زَارنی</w:t>
      </w:r>
      <w:r w:rsidRPr="00EB1AFB">
        <w:rPr>
          <w:rStyle w:val="libArabicChar"/>
          <w:rtl/>
        </w:rPr>
        <w:t xml:space="preserve"> بَعدَ مَوت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فَانّما زارن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ف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ح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Fonts w:hint="eastAsia"/>
          <w:rtl/>
        </w:rPr>
        <w:t>ات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(4)</w:t>
      </w:r>
      <w:r>
        <w:rPr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2_ ا</w:t>
      </w:r>
      <w:r w:rsidRPr="00D2626E">
        <w:rPr>
          <w:rFonts w:hint="cs"/>
          <w:rtl/>
        </w:rPr>
        <w:t>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،اپن</w:t>
      </w:r>
      <w:r>
        <w:rPr>
          <w:rFonts w:hint="cs"/>
          <w:rtl/>
        </w:rPr>
        <w:t>ی</w:t>
      </w:r>
      <w:r>
        <w:rPr>
          <w:rtl/>
        </w:rPr>
        <w:t xml:space="preserve"> آوازوں کو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</w:t>
      </w:r>
      <w:r w:rsidRPr="00D2626E">
        <w:rPr>
          <w:rFonts w:hint="cs"/>
          <w:rtl/>
        </w:rPr>
        <w:t>ے بلند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D2626E">
        <w:rPr>
          <w:rFonts w:hint="cs"/>
          <w:rtl/>
        </w:rPr>
        <w:t>ے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4 ص 73_</w:t>
      </w:r>
    </w:p>
    <w:p w:rsidR="0065778C" w:rsidRDefault="0065778C" w:rsidP="00D2626E">
      <w:pPr>
        <w:pStyle w:val="libFootnote"/>
      </w:pPr>
      <w:r>
        <w:rPr>
          <w:rtl/>
        </w:rPr>
        <w:t>3) دار قطن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D2626E">
        <w:rPr>
          <w:rFonts w:hint="cs"/>
          <w:rtl/>
        </w:rPr>
        <w:t>ہور محدث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'' سنن'' </w:t>
      </w:r>
      <w:r w:rsidR="004527F0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( جلد 2 ص 278) دلچسپ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>ہے کہ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 w:rsidRPr="00D2626E">
        <w:rPr>
          <w:rFonts w:hint="cs"/>
          <w:rtl/>
        </w:rPr>
        <w:t>ہلسنت ک</w:t>
      </w:r>
      <w:r>
        <w:rPr>
          <w:rFonts w:hint="cs"/>
          <w:rtl/>
        </w:rPr>
        <w:t>ی</w:t>
      </w:r>
      <w:r>
        <w:rPr>
          <w:rtl/>
        </w:rPr>
        <w:t xml:space="preserve"> 41 مش</w:t>
      </w:r>
      <w:r w:rsidRPr="00D2626E">
        <w:rPr>
          <w:rFonts w:hint="cs"/>
          <w:rtl/>
        </w:rPr>
        <w:t>ہور کتابوں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5 ص 93</w:t>
      </w:r>
    </w:p>
    <w:p w:rsidR="0065778C" w:rsidRDefault="0065778C" w:rsidP="00D2626E">
      <w:pPr>
        <w:pStyle w:val="libFootnote"/>
      </w:pPr>
      <w:r>
        <w:rPr>
          <w:rtl/>
        </w:rPr>
        <w:t>4) (سابق</w:t>
      </w:r>
      <w:r w:rsidRPr="00D2626E">
        <w:rPr>
          <w:rFonts w:hint="cs"/>
          <w:rtl/>
        </w:rPr>
        <w:t>ہ مدرک)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13 کتابوں س</w:t>
      </w:r>
      <w:r w:rsidRPr="00D2626E">
        <w:rPr>
          <w:rFonts w:hint="cs"/>
          <w:rtl/>
        </w:rPr>
        <w:t>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زندگ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ممات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النا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اطلاق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قصد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شدّ رحال'' سامان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سفر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B1AFB">
      <w:pPr>
        <w:pStyle w:val="Heading2Center"/>
      </w:pPr>
      <w:bookmarkStart w:id="50" w:name="_Toc519769620"/>
      <w:r>
        <w:rPr>
          <w:rFonts w:hint="eastAsia"/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50"/>
    </w:p>
    <w:p w:rsidR="0065778C" w:rsidRDefault="0065778C" w:rsidP="0065778C">
      <w:pPr>
        <w:pStyle w:val="libNormal"/>
      </w:pPr>
      <w:r>
        <w:rPr>
          <w:rFonts w:hint="eastAsia"/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عطوفت اور رقّت قلب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ضرورت محسوس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تسلّ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اور تجرب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مشتاق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مقام افسوس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مشکوک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خاطر،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شدت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جنوب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زبانوں پر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پر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مُرد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خاتون کو بالکل بر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حالت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اوّل و دوّم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اُس</w:t>
      </w:r>
      <w:r>
        <w:rPr>
          <w:rFonts w:hint="cs"/>
          <w:rtl/>
        </w:rPr>
        <w:t>ی</w:t>
      </w:r>
      <w:r>
        <w:rPr>
          <w:rtl/>
        </w:rPr>
        <w:t xml:space="preserve"> کمر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کمر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آمد و رفت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(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حرمت پر )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لعن الله زائرات القبور'' ''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لعنت کر</w:t>
      </w:r>
      <w:r w:rsidRPr="00471E8C">
        <w:rPr>
          <w:rFonts w:hint="cs"/>
          <w:rtl/>
        </w:rPr>
        <w:t>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بعض</w:t>
      </w:r>
      <w:r w:rsidR="0065778C">
        <w:rPr>
          <w:rtl/>
        </w:rPr>
        <w:t xml:space="preserve"> کتابوں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'' زائرات''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لفظ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''زوّار</w:t>
      </w:r>
      <w:r w:rsidR="0065778C">
        <w:rPr>
          <w:rtl/>
        </w:rPr>
        <w:t>ات القبور''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مبالغ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استعمال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آنحضرت(ص)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نسخ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اجازت فرماد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...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اپنا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صَرف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حقوق ضائع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لفظ '' زوّارات'' و الانسخ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مبالغ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برادران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کاتو انکار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اور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ان قبروں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B1AFB">
      <w:pPr>
        <w:pStyle w:val="Heading2Center"/>
      </w:pPr>
      <w:bookmarkStart w:id="51" w:name="_Toc519769621"/>
      <w:r>
        <w:rPr>
          <w:rtl/>
        </w:rPr>
        <w:t>'' شدّ رحال''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ے</w:t>
      </w:r>
      <w:bookmarkEnd w:id="51"/>
    </w:p>
    <w:p w:rsidR="0065778C" w:rsidRDefault="0065778C" w:rsidP="0065778C">
      <w:pPr>
        <w:pStyle w:val="libNormal"/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</w:t>
      </w:r>
      <w:r w:rsidR="004527F0">
        <w:rPr>
          <w:rtl/>
        </w:rPr>
        <w:t xml:space="preserve">میں 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اور بزرگان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شدّ رحال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قصد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سامان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اور سفر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سنن ترمذ</w:t>
      </w:r>
      <w:r>
        <w:rPr>
          <w:rFonts w:hint="cs"/>
          <w:rtl/>
        </w:rPr>
        <w:t>ی</w:t>
      </w:r>
      <w:r>
        <w:rPr>
          <w:rtl/>
        </w:rPr>
        <w:t xml:space="preserve"> ، جلد 3 ص 371 ( ان</w:t>
      </w:r>
      <w:r w:rsidRPr="00D2626E">
        <w:rPr>
          <w:rFonts w:hint="cs"/>
          <w:rtl/>
        </w:rPr>
        <w:t>ہوں نے با</w:t>
      </w:r>
      <w:r>
        <w:rPr>
          <w:rtl/>
        </w:rPr>
        <w:t xml:space="preserve">ب کا عنوان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رک</w:t>
      </w:r>
      <w:r w:rsidRPr="00D2626E">
        <w:rPr>
          <w:rFonts w:hint="cs"/>
          <w:rtl/>
        </w:rPr>
        <w:t xml:space="preserve">ھا ہے '' </w:t>
      </w:r>
      <w:r w:rsidRPr="00EB1AFB">
        <w:rPr>
          <w:rStyle w:val="libFootNoteArabicChar"/>
          <w:rFonts w:hint="cs"/>
          <w:rtl/>
        </w:rPr>
        <w:t>باب ما جاء من الرخصة فی</w:t>
      </w:r>
      <w:r w:rsidRPr="00EB1AFB">
        <w:rPr>
          <w:rStyle w:val="libFootNoteArabicChar"/>
          <w:rtl/>
        </w:rPr>
        <w:t xml:space="preserve"> ز</w:t>
      </w:r>
      <w:r w:rsidRPr="00EB1AFB">
        <w:rPr>
          <w:rStyle w:val="libFootNoteArabicChar"/>
          <w:rFonts w:hint="cs"/>
          <w:rtl/>
        </w:rPr>
        <w:t>ی</w:t>
      </w:r>
      <w:r w:rsidRPr="00EB1AFB">
        <w:rPr>
          <w:rStyle w:val="libFootNoteArabicChar"/>
          <w:rFonts w:hint="eastAsia"/>
          <w:rtl/>
        </w:rPr>
        <w:t>ارة</w:t>
      </w:r>
      <w:r w:rsidRPr="00EB1AFB">
        <w:rPr>
          <w:rStyle w:val="libFootNoteArabicChar"/>
          <w:rtl/>
        </w:rPr>
        <w:t xml:space="preserve"> القبور''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D2626E">
        <w:rPr>
          <w:rFonts w:hint="cs"/>
          <w:rtl/>
        </w:rPr>
        <w:t xml:space="preserve">ہ باب جس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اںتک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ساتو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صد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ابن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ميّ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 زمان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روکاروں</w:t>
      </w:r>
      <w:r w:rsidR="0065778C">
        <w:rPr>
          <w:rtl/>
        </w:rPr>
        <w:t xml:space="preserve"> کو اس بات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منع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ااور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شدّ رحال'' صرف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مسجدوں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جائز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بق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مسجدوں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حرام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اس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طور پر ابو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کو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اب</w:t>
      </w:r>
      <w:r w:rsidR="0065778C">
        <w:rPr>
          <w:rFonts w:hint="eastAsia"/>
          <w:rtl/>
        </w:rPr>
        <w:t>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آپ(ص)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EB1AFB">
        <w:rPr>
          <w:rStyle w:val="libArabicChar"/>
          <w:rtl/>
        </w:rPr>
        <w:t>'' لا تشد الرحال الا ال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ثلاثة مساجد، مسجد</w:t>
      </w:r>
      <w:r w:rsidRPr="00EB1AFB">
        <w:rPr>
          <w:rStyle w:val="libArabicChar"/>
          <w:rFonts w:hint="cs"/>
          <w:rtl/>
        </w:rPr>
        <w:t>ی</w:t>
      </w:r>
      <w:r w:rsidRPr="00EB1AFB">
        <w:rPr>
          <w:rStyle w:val="libArabicChar"/>
          <w:rtl/>
        </w:rPr>
        <w:t xml:space="preserve"> </w:t>
      </w:r>
      <w:r w:rsidR="00380DE6" w:rsidRPr="009B41EC">
        <w:rPr>
          <w:rStyle w:val="libArabicChar"/>
          <w:rFonts w:hint="cs"/>
          <w:rtl/>
        </w:rPr>
        <w:t>ه</w:t>
      </w:r>
      <w:r w:rsidRPr="00EB1AFB">
        <w:rPr>
          <w:rStyle w:val="libArabicChar"/>
          <w:rFonts w:hint="cs"/>
          <w:rtl/>
        </w:rPr>
        <w:t>ذا و مسجد الحرام و مسجد الاقصی</w:t>
      </w:r>
      <w:r>
        <w:rPr>
          <w:rtl/>
        </w:rPr>
        <w:t xml:space="preserve"> 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صرف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رخت سفر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مسجد اور دوسر</w:t>
      </w:r>
      <w:r>
        <w:rPr>
          <w:rFonts w:hint="cs"/>
          <w:rtl/>
        </w:rPr>
        <w:t>ی</w:t>
      </w:r>
      <w:r>
        <w:rPr>
          <w:rtl/>
        </w:rPr>
        <w:t xml:space="preserve"> مسجد الحرام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مسجد الاقص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اولاً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موضوع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_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</w:t>
      </w:r>
      <w:r>
        <w:rPr>
          <w:rtl/>
        </w:rPr>
        <w:t>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مسجدوں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سامان سفر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طر ح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نقل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مقصود پر اصلاً دلالت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اسطرح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C4272C">
        <w:rPr>
          <w:rStyle w:val="libArabicChar"/>
          <w:rFonts w:hint="cs"/>
          <w:rtl/>
        </w:rPr>
        <w:t>''تشدّ الرحال الی</w:t>
      </w:r>
      <w:r w:rsidRPr="00C4272C">
        <w:rPr>
          <w:rStyle w:val="libArabicChar"/>
          <w:rtl/>
        </w:rPr>
        <w:t xml:space="preserve"> ثلاث مساجد''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سامان سفر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''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کام پر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eastAsia"/>
          <w:rtl/>
        </w:rPr>
        <w:t>قامات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ثابت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_ اور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معلوم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متن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مجمل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استدلال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قابل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4 ص 126_</w:t>
      </w:r>
    </w:p>
    <w:p w:rsidR="0065778C" w:rsidRDefault="0065778C" w:rsidP="00D2626E">
      <w:pPr>
        <w:pStyle w:val="libFootnote"/>
      </w:pPr>
      <w:r>
        <w:rPr>
          <w:rtl/>
        </w:rPr>
        <w:t>2) مصدر سابق_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ممکن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کتاب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مقام پر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انّما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سافر</w:t>
      </w:r>
      <w:r w:rsidR="0065778C">
        <w:rPr>
          <w:rtl/>
        </w:rPr>
        <w:t xml:space="preserve"> 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ثلاثة مساجد'' سفر صرف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مساجد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جائز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</w:t>
      </w:r>
      <w:r>
        <w:rPr>
          <w:rtl/>
        </w:rPr>
        <w:t xml:space="preserve"> شدّ رحال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جائز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واضح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اولاً: امّت کا اس بات پر اجماع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سفر مختلف مقاصد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جائز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سفر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مساجد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منحصر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ذا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حصر اصطلاحاً '' حصر اضاف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مساجد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شدّ رحال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متن مشکوک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معلوم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لا متن درست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مطلب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مختلف الفاظ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راً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لگتا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جب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متن مب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استدلال معتبر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C4272C">
      <w:pPr>
        <w:pStyle w:val="Heading2Center"/>
      </w:pPr>
      <w:bookmarkStart w:id="52" w:name="_Toc519769622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قبور پر عمارت بنانا ممنوع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52"/>
    </w:p>
    <w:p w:rsidR="0065778C" w:rsidRDefault="0065778C" w:rsidP="0065778C">
      <w:pPr>
        <w:pStyle w:val="libNormal"/>
      </w:pP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چلا آر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مسلمان بزرگان اسلام ک</w:t>
      </w:r>
      <w:r>
        <w:rPr>
          <w:rFonts w:hint="cs"/>
          <w:rtl/>
        </w:rPr>
        <w:t>ی</w:t>
      </w:r>
      <w:r>
        <w:rPr>
          <w:rtl/>
        </w:rPr>
        <w:t xml:space="preserve"> قبور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عام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آت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متبرک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اس بات پر کوئ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عمل پر مسلمانوں کا اجماع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اختلاف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مروّج الذ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چوت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او ر سيّا حوں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ابن جُب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بطوط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سفر ناموں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عمارتوں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ج4 ص 126_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اںتک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ساتو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صد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ابن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ميّ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اور بار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صد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شاگرد محمد ابن عبدالو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قبور پر ان عمارتوں کو بدعت، شرک اور حرام 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قدرت کم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بالخصوص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وسواس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شفاعت ، قبروں پر عمارات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مسائل کو </w:t>
      </w:r>
      <w:r>
        <w:rPr>
          <w:rFonts w:hint="eastAsia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شرک اور بدعت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اور ان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آج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حجاز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پر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تاز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مصر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ندوستان تک اور الجزائر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سب لوگ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اسلام</w:t>
      </w:r>
      <w:r>
        <w:rPr>
          <w:rFonts w:hint="cs"/>
          <w:rtl/>
        </w:rPr>
        <w:t>ی</w:t>
      </w:r>
      <w:r>
        <w:rPr>
          <w:rtl/>
        </w:rPr>
        <w:t xml:space="preserve"> آثار کا احترام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حجاز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نظر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اسلام</w:t>
      </w:r>
      <w:r>
        <w:rPr>
          <w:rFonts w:hint="cs"/>
          <w:rtl/>
        </w:rPr>
        <w:t>ی</w:t>
      </w:r>
      <w:r>
        <w:rPr>
          <w:rtl/>
        </w:rPr>
        <w:t xml:space="preserve"> مفا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53" w:name="_Toc519769623"/>
      <w:r>
        <w:rPr>
          <w:rFonts w:hint="eastAsia"/>
          <w:rtl/>
        </w:rPr>
        <w:t>و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ات</w:t>
      </w:r>
      <w:r w:rsidRPr="003C4FC4">
        <w:rPr>
          <w:rFonts w:hint="cs"/>
          <w:rtl/>
        </w:rPr>
        <w:t>ھ</w:t>
      </w:r>
      <w:r w:rsidRPr="00452B33">
        <w:rPr>
          <w:rFonts w:hint="cs"/>
          <w:rtl/>
        </w:rPr>
        <w:t>وں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bookmarkEnd w:id="53"/>
    </w:p>
    <w:p w:rsidR="0065778C" w:rsidRDefault="0065778C" w:rsidP="0065778C">
      <w:pPr>
        <w:pStyle w:val="libNormal"/>
      </w:pPr>
      <w:r>
        <w:rPr>
          <w:rFonts w:hint="eastAsia"/>
          <w:rtl/>
        </w:rPr>
        <w:t>گذشت</w:t>
      </w:r>
      <w:r w:rsidRPr="00471E8C">
        <w:rPr>
          <w:rFonts w:hint="cs"/>
          <w:rtl/>
        </w:rPr>
        <w:t>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تلخ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رونما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آثار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حادث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بر سر اقتدار آنا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(80) سال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( 1344 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ق) جب حجاز ک</w:t>
      </w:r>
      <w:r>
        <w:rPr>
          <w:rFonts w:hint="cs"/>
          <w:rtl/>
        </w:rPr>
        <w:t>ی</w:t>
      </w:r>
      <w:r>
        <w:rPr>
          <w:rFonts w:hint="eastAsia"/>
          <w:rtl/>
        </w:rPr>
        <w:t>حکومت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آئ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سازش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تحت تمام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عمارتوں کو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ران</w:t>
      </w:r>
      <w:r w:rsidR="0065778C">
        <w:rPr>
          <w:rtl/>
        </w:rPr>
        <w:t xml:space="preserve">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خاک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کساں</w:t>
      </w:r>
      <w:r w:rsidR="0065778C">
        <w:rPr>
          <w:rtl/>
        </w:rPr>
        <w:t xml:space="preserve">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جرا 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گرام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قبر مط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کو خراب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خوف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</w:t>
      </w:r>
      <w:r>
        <w:rPr>
          <w:rtl/>
        </w:rPr>
        <w:t>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مسلمانوں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مک</w:t>
      </w:r>
      <w:r w:rsidRPr="00471E8C">
        <w:rPr>
          <w:rFonts w:hint="cs"/>
          <w:rtl/>
        </w:rPr>
        <w:t>ہ</w:t>
      </w:r>
      <w:r>
        <w:rPr>
          <w:rtl/>
        </w:rPr>
        <w:t xml:space="preserve"> مکرّم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سفروں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دوستان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ماحول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بزرگان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روض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سب قبور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قبر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تو اس سوال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عذر 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امور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وابست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حفاظت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بالخصوص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</w:t>
      </w:r>
      <w:r>
        <w:rPr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غلط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پسماند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کج سل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متعصّب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بوگس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اسلام ک</w:t>
      </w:r>
      <w:r>
        <w:rPr>
          <w:rFonts w:hint="cs"/>
          <w:rtl/>
        </w:rPr>
        <w:t>ی</w:t>
      </w:r>
      <w:r>
        <w:rPr>
          <w:rtl/>
        </w:rPr>
        <w:t xml:space="preserve"> پر افتخار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صرف</w:t>
      </w:r>
      <w:r>
        <w:rPr>
          <w:rtl/>
        </w:rPr>
        <w:t xml:space="preserve">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(ع) اور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مدفون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قبروں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اثر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ب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ناقابل تلاف</w:t>
      </w:r>
      <w:r>
        <w:rPr>
          <w:rFonts w:hint="cs"/>
          <w:rtl/>
        </w:rPr>
        <w:t>ی</w:t>
      </w:r>
      <w:r>
        <w:rPr>
          <w:rtl/>
        </w:rPr>
        <w:t xml:space="preserve"> خسار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آثار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جاذبيّت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اور انسان کو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وںس</w:t>
      </w:r>
      <w:r w:rsidRPr="00471E8C">
        <w:rPr>
          <w:rFonts w:hint="cs"/>
          <w:rtl/>
        </w:rPr>
        <w:t>ے</w:t>
      </w:r>
      <w:r>
        <w:rPr>
          <w:rtl/>
        </w:rPr>
        <w:t xml:space="preserve"> آشنا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با عظمت جلو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اس کا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گوش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حادث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وچکا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جو</w:t>
      </w:r>
      <w:r w:rsidR="0065778C">
        <w:rPr>
          <w:rtl/>
        </w:rPr>
        <w:t xml:space="preserve"> انت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لگتا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tl/>
        </w:rPr>
        <w:t>اور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ڑے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ڑے</w:t>
      </w:r>
      <w:r w:rsidR="0065778C" w:rsidRPr="00955C8D">
        <w:rPr>
          <w:rFonts w:hint="cs"/>
          <w:rtl/>
        </w:rPr>
        <w:t xml:space="preserve"> خوبصورت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>لوں اور زرق برق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عمارتوں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اور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عج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لگتا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لو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سلاخوں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درواز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صرف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دو 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ٹے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فقط مرد زائر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54" w:name="_Toc519769624"/>
      <w:r>
        <w:rPr>
          <w:rFonts w:hint="eastAsia"/>
          <w:rtl/>
        </w:rPr>
        <w:t>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ان</w:t>
      </w:r>
      <w:r w:rsidRPr="003C4FC4">
        <w:rPr>
          <w:rFonts w:hint="cs"/>
          <w:rtl/>
        </w:rPr>
        <w:t>ے</w:t>
      </w:r>
      <w:r>
        <w:rPr>
          <w:rtl/>
        </w:rPr>
        <w:t>:</w:t>
      </w:r>
      <w:bookmarkEnd w:id="54"/>
    </w:p>
    <w:p w:rsidR="0065778C" w:rsidRDefault="0065778C" w:rsidP="00C4272C">
      <w:pPr>
        <w:pStyle w:val="Heading2Center"/>
      </w:pPr>
      <w:bookmarkStart w:id="55" w:name="_Toc519769625"/>
      <w:r>
        <w:rPr>
          <w:rtl/>
        </w:rPr>
        <w:t>1_ قبروں کو مسجد ن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چا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ے</w:t>
      </w:r>
      <w:r>
        <w:rPr>
          <w:rtl/>
        </w:rPr>
        <w:t>:</w:t>
      </w:r>
      <w:bookmarkEnd w:id="55"/>
    </w:p>
    <w:p w:rsidR="0065778C" w:rsidRDefault="0065778C" w:rsidP="0065778C">
      <w:pPr>
        <w:pStyle w:val="libNormal"/>
      </w:pPr>
      <w:r>
        <w:rPr>
          <w:rFonts w:hint="eastAsia"/>
          <w:rtl/>
        </w:rPr>
        <w:t>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قبروں پر عمارت بنانا انک</w:t>
      </w:r>
      <w:r>
        <w:rPr>
          <w:rFonts w:hint="cs"/>
          <w:rtl/>
        </w:rPr>
        <w:t>ی</w:t>
      </w:r>
      <w:r>
        <w:rPr>
          <w:rtl/>
        </w:rPr>
        <w:t xml:space="preserve"> پرستش کا باعث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بن</w:t>
      </w:r>
      <w:r>
        <w:rPr>
          <w:rFonts w:hint="cs"/>
          <w:rtl/>
        </w:rPr>
        <w:t>ی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جائز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'' لعن الله ال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ود</w:t>
      </w:r>
      <w:r>
        <w:rPr>
          <w:rtl/>
        </w:rPr>
        <w:t xml:space="preserve"> اتّخذوا قبور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مساجد'' ''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کو مسجد ب</w:t>
      </w:r>
      <w:r>
        <w:rPr>
          <w:rFonts w:hint="eastAsia"/>
          <w:rtl/>
        </w:rPr>
        <w:t>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سب</w:t>
      </w:r>
      <w:r>
        <w:rPr>
          <w:rtl/>
        </w:rPr>
        <w:t xml:space="preserve"> مسلمانوں پر واضح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پوجا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عبادت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واضح فرق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جس طرح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ملاقات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بزرگوں کا احترام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التماس دُعا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داء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احترام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التماس دعا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عاقل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 طرح کرنا جس طرح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و شرک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مرن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جلد1، ص 110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 و النصار</w:t>
      </w:r>
      <w:r>
        <w:rPr>
          <w:rFonts w:hint="cs"/>
          <w:rtl/>
        </w:rPr>
        <w:t>ی</w:t>
      </w:r>
      <w:r>
        <w:rPr>
          <w:rtl/>
        </w:rPr>
        <w:t xml:space="preserve"> '' ک</w:t>
      </w:r>
      <w:r w:rsidRPr="00D2626E">
        <w:rPr>
          <w:rFonts w:hint="cs"/>
          <w:rtl/>
        </w:rPr>
        <w:t>ے لفظ کے اضافہ کے ساتھ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 (جلد 2، ص 67</w:t>
      </w:r>
      <w:r>
        <w:rPr>
          <w:rtl/>
        </w:rPr>
        <w:t>)_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جنت البق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قبروں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جا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اور کتب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لسنت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قبور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Fonts w:hint="eastAsia"/>
          <w:rtl/>
        </w:rPr>
        <w:t>ذکر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اگر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پر لعنت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اء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قبرو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کو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(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کا مقام ) 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ا_ جبک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مسلمان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کو اپنا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کا</w:t>
      </w:r>
      <w:r w:rsidR="0065778C">
        <w:rPr>
          <w:rtl/>
        </w:rPr>
        <w:t xml:space="preserve"> مقام قرار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قابل توج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بات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آج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اسلام (ص) کا روض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مبارک، مسجد نبو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موجود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تمام مسلمان حت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روض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مقدس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( مسجد</w:t>
      </w:r>
      <w:r w:rsidR="0065778C">
        <w:rPr>
          <w:rtl/>
        </w:rPr>
        <w:t xml:space="preserve"> نبو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حص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Fonts w:hint="eastAsia"/>
          <w:rtl/>
        </w:rPr>
        <w:t>جو</w:t>
      </w:r>
      <w:r w:rsidR="0065778C">
        <w:rPr>
          <w:rtl/>
        </w:rPr>
        <w:t xml:space="preserve"> آنحضرت(ص)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مبارک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متّصل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پانچ وقت واجب نماز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علاو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مستحب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آخر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قبروں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پوجا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حرام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؟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اس حرمت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مستثن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پوجا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حرمت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قابل استثناء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عبادت شمار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مندرج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واقعاً قبروں ک</w:t>
      </w:r>
      <w:r>
        <w:rPr>
          <w:rFonts w:hint="cs"/>
          <w:rtl/>
        </w:rPr>
        <w:t>ی</w:t>
      </w:r>
      <w:r>
        <w:rPr>
          <w:rtl/>
        </w:rPr>
        <w:t xml:space="preserve"> پوجا اور پرستش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_جو ل</w:t>
      </w:r>
      <w:r>
        <w:rPr>
          <w:rFonts w:hint="eastAsia"/>
          <w:rtl/>
        </w:rPr>
        <w:t>وگ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آشنا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وُ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واجب نمازوں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اوقات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مؤذن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سب رو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کر ان نمازوں کو جماعت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tl/>
        </w:rPr>
        <w:t>سو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tl/>
        </w:rPr>
        <w:t>ارت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دو رکعت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ابتدا اور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اء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روشن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پرستش صرف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مقام افسوس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خاص مقاصد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مت، افتراء اور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درواز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ول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حضرات جوک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اقلّ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تمام مخالف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پر قسم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لگات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م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کرسکت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لوگ کم علم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</w:t>
      </w:r>
      <w:r w:rsidR="0065778C">
        <w:rPr>
          <w:rFonts w:hint="eastAsia"/>
          <w:rtl/>
        </w:rPr>
        <w:t>ائل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درست تحل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 سکت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توح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و شرک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کو خوب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ںعبادت</w:t>
      </w:r>
      <w:r w:rsidR="0065778C">
        <w:rPr>
          <w:rtl/>
        </w:rPr>
        <w:t xml:space="preserve"> و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واضح طور پر فرق معلوم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وسکا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56" w:name="_Toc519769626"/>
      <w:r>
        <w:rPr>
          <w:rtl/>
        </w:rPr>
        <w:t>2_ا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ان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56"/>
    </w:p>
    <w:p w:rsidR="0065778C" w:rsidRDefault="0065778C" w:rsidP="0065778C">
      <w:pPr>
        <w:pStyle w:val="libNormal"/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ابوال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يّاج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اسطرح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C4272C">
        <w:rPr>
          <w:rStyle w:val="libArabicChar"/>
          <w:rtl/>
        </w:rPr>
        <w:t>'' قال 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ابن اب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طالب ا لا ابعثک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ما بعثن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عل</w:t>
      </w:r>
      <w:r w:rsidRPr="00C4272C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tl/>
        </w:rPr>
        <w:t xml:space="preserve"> رسول الله ا ن لا تدع تمثالاً الّاطمست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و لا قبراً مشرفا الا سوّی</w:t>
      </w:r>
      <w:r w:rsidRPr="00C4272C">
        <w:rPr>
          <w:rStyle w:val="libArabicChar"/>
          <w:rFonts w:hint="eastAsia"/>
          <w:rtl/>
        </w:rPr>
        <w:t>ت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حضرت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سونپوں جو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رسول 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( ذ</w:t>
      </w:r>
      <w:r>
        <w:rPr>
          <w:rFonts w:hint="cs"/>
          <w:rtl/>
        </w:rPr>
        <w:t>ی</w:t>
      </w:r>
      <w:r>
        <w:rPr>
          <w:rtl/>
        </w:rPr>
        <w:t xml:space="preserve"> روح)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tl/>
        </w:rPr>
        <w:t xml:space="preserve"> م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ادو او ر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</w:t>
      </w:r>
      <w:r w:rsidRPr="00471E8C">
        <w:rPr>
          <w:rFonts w:hint="cs"/>
          <w:rtl/>
        </w:rPr>
        <w:t>ھ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قبر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صاف کردو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غلط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نکالن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لچ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تمام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اور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استثناء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3 ص 61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 w:rsidRPr="00D2626E">
        <w:rPr>
          <w:rFonts w:hint="cs"/>
          <w:rtl/>
        </w:rPr>
        <w:t>ہلسنت کے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مصادر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نقل </w:t>
      </w:r>
      <w:r w:rsidRPr="00D2626E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4539B0">
      <w:pPr>
        <w:pStyle w:val="libNormal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r w:rsidR="0065778C">
        <w:rPr>
          <w:rFonts w:hint="eastAsia"/>
          <w:rtl/>
        </w:rPr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اولا: اس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سند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کئ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افراد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رجال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مورد تائ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بعض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 فر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بالخصوص '' سف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ثور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'' اور '' ابن 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ثابت''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: بالفرض اگر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اس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پشت صاف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(مچ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ک</w:t>
      </w:r>
      <w:r>
        <w:rPr>
          <w:rFonts w:hint="cs"/>
          <w:rtl/>
        </w:rPr>
        <w:t>ی</w:t>
      </w:r>
      <w:r>
        <w:rPr>
          <w:rtl/>
        </w:rPr>
        <w:t xml:space="preserve"> طرح اب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رسم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)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پشت صاف اور مسطّح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مذکور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eastAsia"/>
          <w:rtl/>
        </w:rPr>
        <w:t>حث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مربوط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ثالثاً</w:t>
      </w:r>
      <w:r>
        <w:rPr>
          <w:rtl/>
        </w:rPr>
        <w:t>: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سطح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بالکل اُب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قبروں پر عمارت بنان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قبر مبارک کا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سطح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ھ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روض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گنبد اور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آجکل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ان دونوں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منافات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جسطرح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وقت اصحاب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ف کا راز فاش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قبروں پر عمارت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4272C">
        <w:rPr>
          <w:rStyle w:val="libArabicChar"/>
          <w:rtl/>
        </w:rPr>
        <w:t>'' قال الذ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ن</w:t>
      </w:r>
      <w:r w:rsidRPr="00C4272C">
        <w:rPr>
          <w:rStyle w:val="libArabicChar"/>
          <w:rtl/>
        </w:rPr>
        <w:t xml:space="preserve"> غَلبُوا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أَمر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م لنتّخذّن علی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م</w:t>
      </w:r>
      <w:r w:rsidRPr="00C4272C">
        <w:rPr>
          <w:rStyle w:val="libArabicChar"/>
          <w:rtl/>
        </w:rPr>
        <w:t xml:space="preserve"> مسجداً''</w:t>
      </w:r>
      <w:r>
        <w:rPr>
          <w:rtl/>
        </w:rPr>
        <w:t xml:space="preserve"> جو لوگ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آشنا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پر مسجد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مثبت انداز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داستان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اعتراض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اس کا مطلب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بزرگان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مسجد بنان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ک</w:t>
      </w:r>
      <w:r w:rsidRPr="00D2626E">
        <w:rPr>
          <w:rFonts w:hint="cs"/>
          <w:rtl/>
        </w:rPr>
        <w:t>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21_</w:t>
      </w:r>
    </w:p>
    <w:p w:rsidR="0065778C" w:rsidRDefault="00E54A53" w:rsidP="00C4272C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57" w:name="_Toc519769627"/>
      <w:r w:rsidR="0065778C">
        <w:rPr>
          <w:rFonts w:hint="eastAsia"/>
          <w:rtl/>
        </w:rPr>
        <w:t>بزرگان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قبور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ارت</w:t>
      </w:r>
      <w:r w:rsidR="0065778C">
        <w:rPr>
          <w:rtl/>
        </w:rPr>
        <w:t xml:space="preserve"> ک</w:t>
      </w:r>
      <w:r w:rsidR="0065778C" w:rsidRPr="003C4FC4">
        <w:rPr>
          <w:rFonts w:hint="cs"/>
          <w:rtl/>
        </w:rPr>
        <w:t>ے</w:t>
      </w:r>
      <w:r w:rsidR="0065778C" w:rsidRPr="00452B33">
        <w:rPr>
          <w:rFonts w:hint="cs"/>
          <w:rtl/>
        </w:rPr>
        <w:t xml:space="preserve"> مثبت آثار</w:t>
      </w:r>
      <w:bookmarkEnd w:id="57"/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لوگوں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مزاروں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</w:t>
      </w:r>
      <w:r w:rsidR="004527F0">
        <w:rPr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افکار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اور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>ب نفوس کا محور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تجرب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سال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اور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لاک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 جذب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صاف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ہ</w:t>
      </w:r>
      <w:r>
        <w:rPr>
          <w:rtl/>
        </w:rPr>
        <w:t xml:space="preserve"> دل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واپس آت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نوارن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،کاف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</w:t>
      </w:r>
      <w:r>
        <w:rPr>
          <w:rFonts w:hint="eastAsia"/>
          <w:rtl/>
        </w:rPr>
        <w:t>ن</w:t>
      </w:r>
      <w:r>
        <w:rPr>
          <w:rtl/>
        </w:rPr>
        <w:t xml:space="preserve"> بزرگان کو درگا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ربُّ العزّت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پکارت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حاجات طلب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روحان</w:t>
      </w:r>
      <w:r>
        <w:rPr>
          <w:rFonts w:hint="cs"/>
          <w:rtl/>
        </w:rPr>
        <w:t>ی</w:t>
      </w:r>
      <w:r>
        <w:rPr>
          <w:rtl/>
        </w:rPr>
        <w:t xml:space="preserve"> اورمعنو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برقرار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حتماً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</w:t>
      </w:r>
      <w:r>
        <w:rPr>
          <w:rFonts w:hint="eastAsia"/>
          <w:rtl/>
        </w:rPr>
        <w:t>ست</w:t>
      </w:r>
      <w:r w:rsidRPr="00471E8C">
        <w:rPr>
          <w:rFonts w:hint="cs"/>
          <w:rtl/>
        </w:rPr>
        <w:t>ے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اسطرح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توسّل انک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باعث بنتا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علاو</w:t>
      </w:r>
      <w:r w:rsidRPr="00471E8C">
        <w:rPr>
          <w:rFonts w:hint="cs"/>
          <w:rtl/>
        </w:rPr>
        <w:t>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توجّ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توسّل اور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شفاعت طلب کرنا انسان کو مشکلات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مت بناتا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رکاو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tl/>
        </w:rPr>
        <w:t>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درد و غم کا مداوا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برکتوں کا موجب بنتا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شفاعت اور توسّل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مسائل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کج 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لوگوں کو ان روحان</w:t>
      </w:r>
      <w:r>
        <w:rPr>
          <w:rFonts w:hint="cs"/>
          <w:rtl/>
        </w:rPr>
        <w:t>ی</w:t>
      </w:r>
      <w:r>
        <w:rPr>
          <w:rtl/>
        </w:rPr>
        <w:t xml:space="preserve"> وجسمان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برکتوں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محروم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ان روحان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 معنو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منزلوں کو ط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روکنا عظ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خسار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نقصان کا موجب بن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گا_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افسوس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بعض لوگوں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و شرک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جا وسواس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لوگوں کو اس عظ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ض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محروم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58" w:name="_Toc519769628"/>
      <w:r>
        <w:rPr>
          <w:rtl/>
        </w:rPr>
        <w:t>3:تبرّک کو چا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نا اور طلب کرنامم</w:t>
      </w:r>
      <w:r>
        <w:rPr>
          <w:rtl/>
        </w:rPr>
        <w:t xml:space="preserve">نوع </w:t>
      </w:r>
      <w:r w:rsidRPr="003C4FC4">
        <w:rPr>
          <w:rFonts w:hint="cs"/>
          <w:rtl/>
        </w:rPr>
        <w:t>ہے</w:t>
      </w:r>
      <w:r>
        <w:rPr>
          <w:rtl/>
        </w:rPr>
        <w:t>_</w:t>
      </w:r>
      <w:bookmarkEnd w:id="58"/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جو لوگ بزرگان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قبور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متبرک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چومت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اج</w:t>
      </w:r>
      <w:r>
        <w:rPr>
          <w:rFonts w:hint="cs"/>
          <w:rtl/>
        </w:rPr>
        <w:t>ی</w:t>
      </w:r>
      <w:r>
        <w:rPr>
          <w:rtl/>
        </w:rPr>
        <w:t xml:space="preserve"> صاحبان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طرف سرسخت سپا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عاشقوں کو ان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قبر مط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ّر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حرمت کو ''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>'' اور '' محمد ابن عبدالو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اب''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دو افراد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فتح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موقع پر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آنحضرت(ص) وضو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اصحاب کرام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وضو کا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گر</w:t>
      </w:r>
      <w:r w:rsidRPr="00471E8C">
        <w:rPr>
          <w:rFonts w:hint="cs"/>
          <w:rtl/>
        </w:rPr>
        <w:t>ے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tl/>
        </w:rPr>
        <w:t xml:space="preserve"> کر اگر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افراد زبان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اعتراض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دل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 </w:t>
      </w:r>
      <w:r w:rsidR="004527F0">
        <w:rPr>
          <w:rtl/>
        </w:rPr>
        <w:t xml:space="preserve">میں </w:t>
      </w:r>
      <w:r>
        <w:rPr>
          <w:rtl/>
        </w:rPr>
        <w:t xml:space="preserve"> ضرور ک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اور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شان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شرک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مسئل</w:t>
      </w:r>
      <w:r w:rsidRPr="00D2626E">
        <w:rPr>
          <w:rFonts w:hint="cs"/>
          <w:rtl/>
        </w:rPr>
        <w:t>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D2626E">
        <w:rPr>
          <w:rFonts w:hint="cs"/>
          <w:rtl/>
        </w:rPr>
        <w:t>ہ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D2626E">
        <w:rPr>
          <w:rFonts w:hint="cs"/>
          <w:rtl/>
        </w:rPr>
        <w:t>ہوا 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4 ، ص 1943 اور کنز العمال ،جلد 16 ص 249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</w:t>
      </w:r>
      <w:r w:rsidRPr="00D2626E">
        <w:rPr>
          <w:rFonts w:hint="cs"/>
          <w:rtl/>
        </w:rPr>
        <w:t>ے</w:t>
      </w:r>
      <w:r>
        <w:rPr>
          <w:rtl/>
        </w:rPr>
        <w:t>)_</w:t>
      </w:r>
    </w:p>
    <w:p w:rsidR="0065778C" w:rsidRDefault="00E54A53" w:rsidP="004539B0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اور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اگر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لوگ نب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اکرم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رحلت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مد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آنک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وں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آنحضرت(ص)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سب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زبان</w:t>
      </w:r>
      <w:r w:rsidR="0065778C">
        <w:rPr>
          <w:rtl/>
        </w:rPr>
        <w:t xml:space="preserve"> جناب ابوا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وب</w:t>
      </w:r>
      <w:r w:rsidR="0065778C">
        <w:rPr>
          <w:rtl/>
        </w:rPr>
        <w:t xml:space="preserve"> انصار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مبارک پر رخسار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تبرک حاصل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</w:t>
      </w:r>
      <w:r w:rsidR="0065778C" w:rsidRPr="004539B0">
        <w:rPr>
          <w:rStyle w:val="libFootnotenumChar"/>
          <w:rFonts w:hint="cs"/>
          <w:rtl/>
        </w:rPr>
        <w:t>(1)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حضرت بلال مؤذّن آنحضرت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قبر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نزد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ٹھ</w:t>
      </w:r>
      <w:r w:rsidR="0065778C">
        <w:rPr>
          <w:rtl/>
        </w:rPr>
        <w:t xml:space="preserve"> کر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گر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اور شدت غم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اپنا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قبر مبارک پر رگ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</w:t>
      </w:r>
      <w:r w:rsidR="0065778C" w:rsidRPr="004539B0">
        <w:rPr>
          <w:rStyle w:val="libFootnotenumChar"/>
          <w:rFonts w:hint="cs"/>
          <w:rtl/>
        </w:rPr>
        <w:t xml:space="preserve">(2) 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حضرت، بلال اور ابو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وب</w:t>
      </w:r>
      <w:r w:rsidR="0065778C">
        <w:rPr>
          <w:rtl/>
        </w:rPr>
        <w:t xml:space="preserve"> انصار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 گر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بان</w:t>
      </w:r>
      <w:r w:rsidR="0065778C">
        <w:rPr>
          <w:rtl/>
        </w:rPr>
        <w:t xml:space="preserve"> پک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 xml:space="preserve"> کر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دور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شرک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کام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آجکل اس مکتب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روکار</w:t>
      </w:r>
      <w:r w:rsidR="0065778C">
        <w:rPr>
          <w:rtl/>
        </w:rPr>
        <w:t xml:space="preserve">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زائر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تبرک حاصل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پرستش و پوجا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ذر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تبرک کا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احترام و ادب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خدا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</w:t>
      </w:r>
      <w:r>
        <w:rPr>
          <w:rtl/>
        </w:rPr>
        <w:t>ل(ص) کو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ادب و احترام ک</w:t>
      </w:r>
      <w:r>
        <w:rPr>
          <w:rFonts w:hint="cs"/>
          <w:rtl/>
        </w:rPr>
        <w:t>ی</w:t>
      </w:r>
      <w:r>
        <w:rPr>
          <w:rtl/>
        </w:rPr>
        <w:t xml:space="preserve"> خاطر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 w:rsidRPr="00471E8C">
        <w:rPr>
          <w:rFonts w:hint="cs"/>
          <w:rtl/>
        </w:rPr>
        <w:t>ے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رحمت و برکت نازل فرمائ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C4272C">
      <w:pPr>
        <w:pStyle w:val="Heading2Center"/>
      </w:pPr>
      <w:bookmarkStart w:id="59" w:name="_Toc519769629"/>
      <w:r>
        <w:rPr>
          <w:rFonts w:hint="eastAsia"/>
          <w:rtl/>
        </w:rPr>
        <w:t>علمائ</w:t>
      </w:r>
      <w:r w:rsidRPr="003C4FC4">
        <w:rPr>
          <w:rFonts w:hint="cs"/>
          <w:rtl/>
        </w:rPr>
        <w:t>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م ذم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59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عوام الناس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کاموں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مل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تمام علماء اعلام اور دانشمند حضرات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عوام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،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و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قبور مبارک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حرکات کر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توسّل ، تبرک اور شفاعت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جلد 4 ، ص 560_</w:t>
      </w:r>
    </w:p>
    <w:p w:rsidR="0065778C" w:rsidRDefault="0065778C" w:rsidP="00D2626E">
      <w:pPr>
        <w:pStyle w:val="libFootnote"/>
      </w:pPr>
      <w:r>
        <w:rPr>
          <w:rtl/>
        </w:rPr>
        <w:t>2)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عساکر، جلد 7 ص 137_</w:t>
      </w:r>
    </w:p>
    <w:p w:rsidR="0065778C" w:rsidRDefault="0065778C" w:rsidP="00D2626E">
      <w:pPr>
        <w:pStyle w:val="libFootnote"/>
      </w:pPr>
    </w:p>
    <w:p w:rsidR="0065778C" w:rsidRDefault="00E54A53" w:rsidP="001F22B6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تمام</w:t>
      </w:r>
      <w:r w:rsidR="0065778C">
        <w:rPr>
          <w:rtl/>
        </w:rPr>
        <w:t xml:space="preserve"> لوگوں پر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واضح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تمام امور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ذات مسبّب الاسباب ،قاض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الحاجات، کاشف الکربات اور کاف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مات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اگر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اورآئم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اط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توسل </w:t>
      </w:r>
      <w:r w:rsidR="0065778C">
        <w:rPr>
          <w:rtl/>
        </w:rPr>
        <w:t>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تو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ذوات مقدّس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اذن پروردگار اور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مدد 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سات</w:t>
      </w:r>
      <w:r w:rsidR="0065778C" w:rsidRPr="00471E8C">
        <w:rPr>
          <w:rFonts w:hint="cs"/>
          <w:rtl/>
        </w:rPr>
        <w:t>ھ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کام انجام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حضور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شفاعت اور 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حاجات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برآن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تقاضا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عوام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لوگوں کا ان قبور مقدس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ادا کرنا جن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الو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يّت ک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لگانا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تمام ناشائست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امور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اور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 (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>) کا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مسخ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تج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مل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9C6A20">
      <w:pPr>
        <w:pStyle w:val="Heading2Center"/>
      </w:pPr>
      <w:r>
        <w:rPr>
          <w:rtl/>
        </w:rPr>
        <w:br w:type="page"/>
      </w:r>
      <w:bookmarkStart w:id="60" w:name="_Toc519769630"/>
      <w:r w:rsidR="0065778C">
        <w:rPr>
          <w:rtl/>
        </w:rPr>
        <w:lastRenderedPageBreak/>
        <w:t>5</w:t>
      </w:r>
      <w:bookmarkEnd w:id="60"/>
      <w:r w:rsidR="0065778C">
        <w:rPr>
          <w:rtl/>
        </w:rPr>
        <w:t xml:space="preserve"> </w:t>
      </w:r>
    </w:p>
    <w:p w:rsidR="0065778C" w:rsidRDefault="0065778C" w:rsidP="009C6A20">
      <w:pPr>
        <w:pStyle w:val="Heading2Center"/>
      </w:pPr>
      <w:bookmarkStart w:id="61" w:name="_Toc519769631"/>
      <w:r>
        <w:rPr>
          <w:rFonts w:hint="eastAsia"/>
          <w:rtl/>
        </w:rPr>
        <w:t>نکاح</w:t>
      </w:r>
      <w:r>
        <w:rPr>
          <w:rtl/>
        </w:rPr>
        <w:t xml:space="preserve"> موقّت (مُتع</w:t>
      </w:r>
      <w:r w:rsidRPr="003C4FC4">
        <w:rPr>
          <w:rFonts w:hint="cs"/>
          <w:rtl/>
        </w:rPr>
        <w:t>ہ</w:t>
      </w:r>
      <w:r>
        <w:rPr>
          <w:rtl/>
        </w:rPr>
        <w:t xml:space="preserve"> )</w:t>
      </w:r>
      <w:bookmarkEnd w:id="61"/>
    </w:p>
    <w:p w:rsidR="0065778C" w:rsidRDefault="0065778C" w:rsidP="0065778C">
      <w:pPr>
        <w:pStyle w:val="libNormal"/>
      </w:pPr>
    </w:p>
    <w:p w:rsidR="0065778C" w:rsidRDefault="00E54A53" w:rsidP="00C4272C">
      <w:pPr>
        <w:pStyle w:val="Heading2Center"/>
      </w:pPr>
      <w:r>
        <w:rPr>
          <w:rtl/>
        </w:rPr>
        <w:br w:type="page"/>
      </w:r>
      <w:bookmarkStart w:id="62" w:name="_Toc519769632"/>
      <w:r w:rsidR="0065778C">
        <w:rPr>
          <w:rFonts w:hint="eastAsia"/>
          <w:rtl/>
        </w:rPr>
        <w:lastRenderedPageBreak/>
        <w:t>متع</w:t>
      </w:r>
      <w:r w:rsidR="0065778C" w:rsidRPr="003C4FC4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ازدواج موقت</w:t>
      </w:r>
      <w:bookmarkEnd w:id="62"/>
    </w:p>
    <w:p w:rsidR="0065778C" w:rsidRDefault="0065778C" w:rsidP="0065778C">
      <w:pPr>
        <w:pStyle w:val="libNormal"/>
      </w:pPr>
      <w:r>
        <w:rPr>
          <w:rFonts w:hint="eastAsia"/>
          <w:rtl/>
        </w:rPr>
        <w:t>تمام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اس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رائج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خود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دوسرا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خودپ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اس بات پر اتفاق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حرام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کا جواز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مخصوص شرائط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کم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لسنت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متفق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بات کا طعن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اعتراض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اعتراض کا مقام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کردار</w:t>
      </w:r>
      <w:r>
        <w:rPr>
          <w:rtl/>
        </w:rPr>
        <w:t xml:space="preserve"> ادا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آئند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ابحاث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63" w:name="_Toc519769633"/>
      <w:r>
        <w:rPr>
          <w:rFonts w:hint="eastAsia"/>
          <w:rtl/>
        </w:rPr>
        <w:t>ضرورت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bookmarkEnd w:id="63"/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( بالخصوص جوان لوگ) دائم</w:t>
      </w:r>
      <w:r>
        <w:rPr>
          <w:rFonts w:hint="cs"/>
          <w:rtl/>
        </w:rPr>
        <w:t>ی</w:t>
      </w:r>
      <w:r>
        <w:rPr>
          <w:rtl/>
        </w:rPr>
        <w:t xml:space="preserve"> نکاح اور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عام طور پر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مقدمات، اخراجات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قبول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تعداد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شرائط اب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آماد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مثال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طور پر</w:t>
      </w:r>
      <w:r w:rsidR="0065778C"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1_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جوان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="004527F0">
        <w:rPr>
          <w:rtl/>
        </w:rPr>
        <w:t xml:space="preserve">میں 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(بالخصوص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دوران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وچکا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ملازمت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مناسب مکان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اخراجات، جس قدر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eastAsia"/>
          <w:rtl/>
        </w:rPr>
        <w:t>شاد</w:t>
      </w:r>
      <w:r>
        <w:rPr>
          <w:rFonts w:hint="cs"/>
          <w:rtl/>
        </w:rPr>
        <w:t>ی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وسائل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2: بعض افراد شاد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ممالک سفر پر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سفر لمب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محروميّت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ملک </w:t>
      </w:r>
      <w:r w:rsidR="004527F0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3: بعض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مشکلات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شات کو پورا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4: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بار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مناسبت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جنس</w:t>
      </w:r>
      <w:r>
        <w:rPr>
          <w:rFonts w:hint="cs"/>
          <w:rtl/>
        </w:rPr>
        <w:t>ی</w:t>
      </w:r>
      <w:r>
        <w:rPr>
          <w:rtl/>
        </w:rPr>
        <w:t xml:space="preserve"> مشکلات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دوچار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ےہ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5: بعض اوقات حمل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وجو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 ک</w:t>
      </w:r>
      <w:r>
        <w:rPr>
          <w:rFonts w:hint="cs"/>
          <w:rtl/>
        </w:rPr>
        <w:t>ی</w:t>
      </w:r>
      <w:r>
        <w:rPr>
          <w:rtl/>
        </w:rPr>
        <w:t xml:space="preserve"> بناء پر انسان مجبور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روابط ترک کرد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جو 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اس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گرفتار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مشکلات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مسائل صرف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مخصوصن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بلک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تحر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جنس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عوامل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مسائل شدت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کرچک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موقع پر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معاذ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اور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نکاح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و مسائل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انسان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</w:t>
      </w:r>
      <w:r>
        <w:rPr>
          <w:rFonts w:hint="eastAsia"/>
          <w:rtl/>
        </w:rPr>
        <w:t>رتا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_پارسائ</w:t>
      </w:r>
      <w:r>
        <w:rPr>
          <w:rFonts w:hint="cs"/>
          <w:rtl/>
        </w:rPr>
        <w:t>ی</w:t>
      </w:r>
      <w:r>
        <w:rPr>
          <w:rtl/>
        </w:rPr>
        <w:t xml:space="preserve"> کا مشور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دونوں راستوں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کرنا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مشور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مقامات پر قابل عمل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کم از کم بعض افرادک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64" w:name="_Toc519769634"/>
      <w:r>
        <w:rPr>
          <w:rFonts w:hint="eastAsia"/>
          <w:rtl/>
        </w:rPr>
        <w:t>نکاح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</w:t>
      </w:r>
      <w:bookmarkEnd w:id="64"/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منکر علماء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اکثر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لسنت برادران) </w:t>
      </w:r>
      <w:r>
        <w:rPr>
          <w:rtl/>
        </w:rPr>
        <w:t>جب جوانوں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محروم لوگوں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دباؤ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نکاح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ازدواج مس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''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نکاح کا نام نکاح</w:t>
      </w:r>
      <w:r>
        <w:rPr>
          <w:rtl/>
        </w:rPr>
        <w:t xml:space="preserve"> موقت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اسطرح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علماء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ضرورت مند انسان اس عورت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نکاح کر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کا اراد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طلاق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گا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شرط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حق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رات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وراثت کا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رک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بالکل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فرق صرف اتنا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نکاح مس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طلاق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دونوں جدا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مدت کو بخشن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نکاح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مدت ختم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مرد و عورت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جدا 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ابتداء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عقد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محدود مدت مع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دلچسپ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بعض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جوانوں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مسائل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دوچار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ان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رن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مجت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پر عمل کر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آپ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مسلک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عمل کر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لوگ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انکار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نکاح'' مس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''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عمل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کا نام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''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 انسان کو '' حقائق''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کا نام زبان پر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لوگ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پر اصرار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دانست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طور پر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موار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نکاح مس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'' کا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(ع)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ک</w:t>
      </w:r>
      <w:r w:rsidRPr="00471E8C">
        <w:rPr>
          <w:rFonts w:hint="cs"/>
          <w:rtl/>
        </w:rPr>
        <w:t>ہ</w:t>
      </w:r>
      <w:r>
        <w:rPr>
          <w:rtl/>
        </w:rPr>
        <w:t xml:space="preserve"> بعض لوگ اسلام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نکاح موقت '' ک</w:t>
      </w:r>
      <w:r>
        <w:rPr>
          <w:rFonts w:hint="cs"/>
          <w:rtl/>
        </w:rPr>
        <w:t>ی</w:t>
      </w:r>
      <w:r>
        <w:rPr>
          <w:rtl/>
        </w:rPr>
        <w:t xml:space="preserve"> مخالفت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زنا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امام صادق (ع) فرمات</w:t>
      </w:r>
      <w:r w:rsidRPr="00D2626E">
        <w:rPr>
          <w:rFonts w:hint="cs"/>
          <w:rtl/>
        </w:rPr>
        <w:t>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لو لا ما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Pr="00D2626E">
        <w:rPr>
          <w:rFonts w:hint="cs"/>
          <w:rtl/>
        </w:rPr>
        <w:t>ہا عمر ما زن</w:t>
      </w:r>
      <w:r>
        <w:rPr>
          <w:rFonts w:hint="cs"/>
          <w:rtl/>
        </w:rPr>
        <w:t>ی</w:t>
      </w:r>
      <w:r>
        <w:rPr>
          <w:rtl/>
        </w:rPr>
        <w:t xml:space="preserve"> الاشقيّ'' 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جلد 14 ص 420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24) ا</w:t>
      </w:r>
      <w:r w:rsidRPr="00D2626E">
        <w:rPr>
          <w:rFonts w:hint="cs"/>
          <w:rtl/>
        </w:rPr>
        <w:t>ہلسنت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کثرت ک</w:t>
      </w:r>
      <w:r w:rsidRPr="00D2626E">
        <w:rPr>
          <w:rFonts w:hint="cs"/>
          <w:rtl/>
        </w:rPr>
        <w:t>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D2626E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ہے_ قال عل</w:t>
      </w:r>
      <w:r>
        <w:rPr>
          <w:rFonts w:hint="cs"/>
          <w:rtl/>
        </w:rPr>
        <w:t>ی</w:t>
      </w:r>
      <w:r>
        <w:rPr>
          <w:rtl/>
        </w:rPr>
        <w:t xml:space="preserve"> _ '' لو لا انّ عمر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عن المتعة ما زن</w:t>
      </w:r>
      <w:r>
        <w:rPr>
          <w:rFonts w:hint="cs"/>
          <w:rtl/>
        </w:rPr>
        <w:t>ی</w:t>
      </w:r>
      <w:r>
        <w:rPr>
          <w:rtl/>
        </w:rPr>
        <w:t xml:space="preserve"> الا شقيّ'' (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،جلد 5 ،ص 119 ; تفس</w:t>
      </w:r>
      <w:r>
        <w:rPr>
          <w:rFonts w:hint="cs"/>
          <w:rtl/>
        </w:rPr>
        <w:t>ی</w:t>
      </w:r>
      <w:r>
        <w:rPr>
          <w:rtl/>
        </w:rPr>
        <w:t>ر در المنثور، جلد 2 ،ص 140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،جلد 5 ،ص 130)_</w:t>
      </w:r>
    </w:p>
    <w:p w:rsidR="0065778C" w:rsidRDefault="0065778C" w:rsidP="00D2626E">
      <w:pPr>
        <w:pStyle w:val="libFootnote"/>
      </w:pPr>
    </w:p>
    <w:p w:rsidR="0065778C" w:rsidRDefault="00E54A53" w:rsidP="00ED414B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جولوگ اس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سوء استفاد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( 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محروم لوگوں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ضرور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اور مسائل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تجو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) اور لوگوں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نظروں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اس کا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مسخ ک</w:t>
      </w:r>
      <w:r w:rsidR="0065778C">
        <w:rPr>
          <w:rtl/>
        </w:rPr>
        <w:t>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وس ران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استعمال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اسلام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معاشروں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برا</w:t>
      </w:r>
      <w:r w:rsidR="0065778C">
        <w:rPr>
          <w:rFonts w:hint="eastAsia"/>
          <w:rtl/>
        </w:rPr>
        <w:t>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زنا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موار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مدد کر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گنا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آلود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لوگوں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لوگ عملا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استعمال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رکاو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اسلام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انسان ک</w:t>
      </w:r>
      <w:r>
        <w:rPr>
          <w:rFonts w:hint="cs"/>
          <w:rtl/>
        </w:rPr>
        <w:t>ی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احاط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ممکن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کا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احکام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_ نکاح موقت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اصحاب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عمل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پر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بعض لوگ اس اسلام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نسخ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معقول اور قانع کنند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C4272C">
      <w:pPr>
        <w:pStyle w:val="Heading2Center"/>
      </w:pPr>
      <w:bookmarkStart w:id="65" w:name="_Toc519769635"/>
      <w:r>
        <w:rPr>
          <w:rFonts w:hint="eastAsia"/>
          <w:rtl/>
        </w:rPr>
        <w:t>متع</w:t>
      </w:r>
      <w:r w:rsidRPr="003C4FC4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 w:rsidRPr="00452B33">
        <w:rPr>
          <w:rFonts w:hint="cs"/>
          <w:rtl/>
        </w:rPr>
        <w:t>؟</w:t>
      </w:r>
      <w:bookmarkEnd w:id="65"/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ناآگا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'' نکاح موقت '' کو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مسخ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فحشاء اور جنس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مترادف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عوام الناس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مشکل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tl/>
        </w:rPr>
        <w:t>عض علماء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تعصب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 مقابل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بعض</w:t>
      </w:r>
      <w:r w:rsidR="0065778C">
        <w:rPr>
          <w:rtl/>
        </w:rPr>
        <w:t xml:space="preserve"> علماء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اس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عوں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سطر کا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مطالع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اور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پر </w:t>
      </w:r>
      <w:r w:rsidR="0065778C"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افسوس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مختصر 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نکاح موقت ک</w:t>
      </w:r>
      <w:r>
        <w:rPr>
          <w:rFonts w:hint="cs"/>
          <w:rtl/>
        </w:rPr>
        <w:t>ی</w:t>
      </w:r>
      <w:r>
        <w:rPr>
          <w:rtl/>
        </w:rPr>
        <w:t xml:space="preserve"> شرائط اور اس کا نکاح دائم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فرق واضح الفاظ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سب پر حجت تمام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نکاح</w:t>
      </w:r>
      <w:r>
        <w:rPr>
          <w:rtl/>
        </w:rPr>
        <w:t xml:space="preserve"> موقت اکثر شرائط و احکام </w:t>
      </w:r>
      <w:r w:rsidR="004527F0">
        <w:rPr>
          <w:rtl/>
        </w:rPr>
        <w:t xml:space="preserve">میں </w:t>
      </w:r>
      <w:r>
        <w:rPr>
          <w:rtl/>
        </w:rPr>
        <w:t xml:space="preserve"> نکاح دائم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مرد و عورت دونوں مکمل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>
        <w:rPr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جبر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عقد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Pr="00471E8C">
        <w:rPr>
          <w:rFonts w:hint="cs"/>
          <w:rtl/>
        </w:rPr>
        <w:t>ہ</w:t>
      </w:r>
      <w:r>
        <w:rPr>
          <w:rtl/>
        </w:rPr>
        <w:t xml:space="preserve"> لفظ''نکاح'' '' ازدواج''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الفاظ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اگر ل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اگر باکر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اجازت شرط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4_ عقد ک</w:t>
      </w:r>
      <w:r>
        <w:rPr>
          <w:rFonts w:hint="cs"/>
          <w:rtl/>
        </w:rPr>
        <w:t>ی</w:t>
      </w:r>
      <w:r>
        <w:rPr>
          <w:rtl/>
        </w:rPr>
        <w:t xml:space="preserve"> مدّت اور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واضح طور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اگر مدت کو نکاح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عقد، نکاح دائم </w:t>
      </w:r>
      <w:r w:rsidR="004527F0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(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tl/>
        </w:rPr>
        <w:t>ر دو نکاح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صرف مدت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(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5_ مدت کا اختتام، طلاق ک</w:t>
      </w:r>
      <w:r>
        <w:rPr>
          <w:rFonts w:hint="cs"/>
          <w:rtl/>
        </w:rPr>
        <w:t>ی</w:t>
      </w:r>
      <w:r>
        <w:rPr>
          <w:rtl/>
        </w:rPr>
        <w:t xml:space="preserve"> مثل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بلافاصل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عورت کو عدّت گزارنا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(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tl/>
        </w:rPr>
        <w:t>6: عقد دائم ک</w:t>
      </w:r>
      <w:r>
        <w:rPr>
          <w:rFonts w:hint="cs"/>
          <w:rtl/>
        </w:rPr>
        <w:t>ی</w:t>
      </w:r>
      <w:r>
        <w:rPr>
          <w:rtl/>
        </w:rPr>
        <w:t xml:space="preserve"> عدت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عدت تمام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عقد موقّت ک</w:t>
      </w:r>
      <w:r>
        <w:rPr>
          <w:rFonts w:hint="cs"/>
          <w:rtl/>
        </w:rPr>
        <w:t>ی</w:t>
      </w:r>
      <w:r>
        <w:rPr>
          <w:rtl/>
        </w:rPr>
        <w:t xml:space="preserve"> عدت دو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7: عقد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شرع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اولاد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مام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احکام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عقد دائم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بچوں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احکام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اور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ماں، باپ، ب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اور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رشت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داروں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وراثت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>_ ان بچوں اور دائم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شاد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بچوں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حقوق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فرق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ماں،باپ ک</w:t>
      </w:r>
      <w:r>
        <w:rPr>
          <w:rFonts w:hint="cs"/>
          <w:rtl/>
        </w:rPr>
        <w:t>ی</w:t>
      </w:r>
      <w:r>
        <w:rPr>
          <w:rtl/>
        </w:rPr>
        <w:t xml:space="preserve"> کفالت </w:t>
      </w:r>
      <w:r w:rsidR="004527F0">
        <w:rPr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اخراجات اور نفق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نکاح دائم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طرح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ادا کئ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شرائط سُن کر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_ انکا حق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غلط اور عوامان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لوگ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، ناجائزاور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تصوّر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زنا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بال</w:t>
      </w:r>
      <w:r>
        <w:rPr>
          <w:rFonts w:hint="eastAsia"/>
          <w:rtl/>
        </w:rPr>
        <w:t>کل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ان دو نکاحوں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حقوق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لحاظ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فرق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اس نکاح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عقد دائم ک</w:t>
      </w:r>
      <w:r>
        <w:rPr>
          <w:rFonts w:hint="cs"/>
          <w:rtl/>
        </w:rPr>
        <w:t>ی</w:t>
      </w:r>
      <w:r>
        <w:rPr>
          <w:rtl/>
        </w:rPr>
        <w:t xml:space="preserve"> نسبت آپس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اور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 کم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نکاح کا مقصد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ولت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سخت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من جمل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1_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عقد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وراثت ک</w:t>
      </w:r>
      <w:r>
        <w:rPr>
          <w:rFonts w:hint="cs"/>
          <w:rtl/>
        </w:rPr>
        <w:t>ی</w:t>
      </w:r>
      <w:r>
        <w:rPr>
          <w:rtl/>
        </w:rPr>
        <w:t xml:space="preserve"> حقدار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>_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اء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اُس صورت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نکاح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وراثت ک</w:t>
      </w:r>
      <w:r>
        <w:rPr>
          <w:rFonts w:hint="cs"/>
          <w:rtl/>
        </w:rPr>
        <w:t>ی</w:t>
      </w:r>
      <w:r>
        <w:rPr>
          <w:rtl/>
        </w:rPr>
        <w:t xml:space="preserve"> شرط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نکاح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شرط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اس شرط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عمل کرنا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tl/>
        </w:rPr>
        <w:t xml:space="preserve">ا_ </w:t>
      </w:r>
    </w:p>
    <w:p w:rsidR="0065778C" w:rsidRDefault="0065778C" w:rsidP="0065778C">
      <w:pPr>
        <w:pStyle w:val="libNormal"/>
      </w:pPr>
      <w:r>
        <w:rPr>
          <w:rtl/>
        </w:rPr>
        <w:t xml:space="preserve">2_ اس نکاح </w:t>
      </w:r>
      <w:r w:rsidR="004527F0">
        <w:rPr>
          <w:rtl/>
        </w:rPr>
        <w:t xml:space="preserve">میں </w:t>
      </w:r>
      <w:r>
        <w:rPr>
          <w:rtl/>
        </w:rPr>
        <w:t xml:space="preserve"> عورت آزاد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جاکر کام ( ملازمت)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اجازت شرط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تک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حقوق کو تلف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عقد دائم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شو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ملازمت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 xml:space="preserve">3: اس نکاح </w:t>
      </w:r>
      <w:r w:rsidR="004527F0">
        <w:rPr>
          <w:rtl/>
        </w:rPr>
        <w:t xml:space="preserve">میں </w:t>
      </w:r>
      <w:r>
        <w:rPr>
          <w:rtl/>
        </w:rPr>
        <w:t xml:space="preserve"> مرد پر واجب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رات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ر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مذکور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احکام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غور و فکر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سوالات،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منصفان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قضاوت، شب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 اور 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متوں کا جواب روشن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>_اور اسلام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حک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مان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اور مقدس حکم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بنائ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غلط ذ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خودبخود ختم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</w:t>
      </w:r>
      <w:r w:rsidR="0065778C">
        <w:rPr>
          <w:rFonts w:hint="cs"/>
          <w:rtl/>
        </w:rPr>
        <w:t>ی</w:t>
      </w:r>
      <w:r w:rsidR="0065778C">
        <w:rPr>
          <w:rtl/>
        </w:rPr>
        <w:t>_ اور اس گفتگو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بالکل واضح و روشن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نکاح موقّت کا زنا 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عفت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اعمال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واسط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جو لو گ ان دونوں کا آپس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اس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ناً</w:t>
      </w:r>
      <w:r w:rsidR="0065778C">
        <w:rPr>
          <w:rtl/>
        </w:rPr>
        <w:t xml:space="preserve"> ناآگا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نکاح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اور شرائط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بالکل معلومات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C4272C">
      <w:pPr>
        <w:pStyle w:val="Heading2Center"/>
      </w:pPr>
      <w:bookmarkStart w:id="66" w:name="_Toc519769636"/>
      <w:r>
        <w:rPr>
          <w:rFonts w:hint="eastAsia"/>
          <w:rtl/>
        </w:rPr>
        <w:t>سوء</w:t>
      </w:r>
      <w:r>
        <w:rPr>
          <w:rtl/>
        </w:rPr>
        <w:t xml:space="preserve"> استفاد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66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مثبت امور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سوء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بد زبان لوگوں ک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ولتا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گروں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 کر مثبت امور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نکاح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بحثوں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مصداق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افسوس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 پرستوں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نکاح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ا، باز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اطلاع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کا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مسخ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کونسا حکم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ضرور سوء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کونسا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غلط طور پرب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مندن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اور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ظالم حکومت کا دفاع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مطلب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اگر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دن منافق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مسجد ضرار بناد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ران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جلان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حکم خود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اسلام(ص)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صادر فرم</w:t>
      </w:r>
      <w:r w:rsidR="0065778C">
        <w:rPr>
          <w:rtl/>
        </w:rPr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تو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کامطلب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مسجد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کنار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کش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کرل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بات کا اعتراف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نادان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سوء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مسجد کو تالا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 پرستوں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نکاح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 نکالا جائ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بالخصوص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منظّم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شائست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خبر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آمد اور قابل اجراء قانون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کرش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خوبصورت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است</w:t>
      </w:r>
      <w:r w:rsidRPr="00471E8C">
        <w:rPr>
          <w:rFonts w:hint="cs"/>
          <w:rtl/>
        </w:rPr>
        <w:t>ہ</w:t>
      </w:r>
      <w:r>
        <w:rPr>
          <w:rtl/>
        </w:rPr>
        <w:t xml:space="preserve"> بند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 پرست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دوسرا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توز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ہ</w:t>
      </w:r>
      <w:r>
        <w:rPr>
          <w:rtl/>
        </w:rPr>
        <w:t xml:space="preserve">_ </w:t>
      </w:r>
    </w:p>
    <w:p w:rsidR="0065778C" w:rsidRDefault="0065778C" w:rsidP="00C4272C">
      <w:pPr>
        <w:pStyle w:val="Heading2Center"/>
      </w:pPr>
      <w:bookmarkStart w:id="67" w:name="_Toc519769637"/>
      <w:r>
        <w:rPr>
          <w:rFonts w:hint="eastAsia"/>
          <w:rtl/>
        </w:rPr>
        <w:t>نکاح</w:t>
      </w:r>
      <w:r>
        <w:rPr>
          <w:rtl/>
        </w:rPr>
        <w:t xml:space="preserve"> متع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، قرآن و سنّت اور اجماع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>:</w:t>
      </w:r>
      <w:bookmarkEnd w:id="67"/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نکاح موقّت کو ''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24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فَمَا استَمتَعتُم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ُنَّ فَآتُو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ُنَّ أُجورَ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ُنَّ فَر</w:t>
      </w:r>
      <w:r>
        <w:rPr>
          <w:rFonts w:hint="cs"/>
          <w:rtl/>
        </w:rPr>
        <w:t>ی</w:t>
      </w:r>
      <w:r>
        <w:rPr>
          <w:rFonts w:hint="eastAsia"/>
          <w:rtl/>
        </w:rPr>
        <w:t>ضَةً</w:t>
      </w:r>
      <w:r>
        <w:rPr>
          <w:rtl/>
        </w:rPr>
        <w:t>'' پس جن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تم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کرو انکا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کرو''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شد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''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کا لفظ، نکاح موقت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ستعمال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ابحاث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)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اسلام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سُنّ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نکاح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موقت</w:t>
      </w:r>
      <w:r w:rsidR="0065778C">
        <w:rPr>
          <w:rtl/>
        </w:rPr>
        <w:t xml:space="preserve"> کو ''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''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تعب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پس اس بات کا انکار مسلّمات کا انکار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وگا ( فق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اء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بعض کلمات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آئند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اوراق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آپک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بعض لوگوں کا اصرار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'' استمتاع'' کا لفظ '' لذت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''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مبستر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استعمال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وقت تم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کرو تو انکا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کرو_اس بات </w:t>
      </w:r>
      <w:r w:rsidR="004527F0">
        <w:rPr>
          <w:rtl/>
        </w:rPr>
        <w:t xml:space="preserve">میں </w:t>
      </w:r>
      <w:r>
        <w:rPr>
          <w:rtl/>
        </w:rPr>
        <w:t xml:space="preserve"> دو واضح اعت</w:t>
      </w:r>
      <w:r>
        <w:rPr>
          <w:rFonts w:hint="eastAsia"/>
          <w:rtl/>
        </w:rPr>
        <w:t>راض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اولاً</w:t>
      </w:r>
      <w:r>
        <w:rPr>
          <w:rtl/>
        </w:rPr>
        <w:t>: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وجوب، عقد اور نکاح پر موقوف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نکاح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فوراً بعد عورت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مطالب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مبستر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حت</w:t>
      </w:r>
      <w:r>
        <w:rPr>
          <w:rFonts w:hint="cs"/>
          <w:rtl/>
        </w:rPr>
        <w:t>ی</w:t>
      </w:r>
      <w:r>
        <w:rPr>
          <w:rtl/>
        </w:rPr>
        <w:t xml:space="preserve"> خوش فعل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(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اگر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مبستر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طلاق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توطلاق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آد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(غور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عرف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سنّ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کلمات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4527F0">
        <w:rPr>
          <w:rtl/>
        </w:rPr>
        <w:t xml:space="preserve">میں </w:t>
      </w:r>
      <w:r>
        <w:rPr>
          <w:rtl/>
        </w:rPr>
        <w:t xml:space="preserve"> '' نکاح موقّت''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استعمال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بات ک</w:t>
      </w:r>
      <w:r>
        <w:rPr>
          <w:rFonts w:hint="cs"/>
          <w:rtl/>
        </w:rPr>
        <w:t>ی</w:t>
      </w:r>
      <w:r>
        <w:rPr>
          <w:rtl/>
        </w:rPr>
        <w:t xml:space="preserve">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مفصل طور پر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</w:t>
      </w:r>
      <w:r>
        <w:rPr>
          <w:rtl/>
        </w:rPr>
        <w:t xml:space="preserve"> مفسّر مرحوم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وضاحت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1_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اُن لوگوں کا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استمتاع کو '' لذت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اس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2_ دوسرا اُن لوگوں کا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عقد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نکاح موقت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عباس و سد</w:t>
      </w:r>
      <w:r>
        <w:rPr>
          <w:rFonts w:hint="cs"/>
          <w:rtl/>
        </w:rPr>
        <w:t>ی</w:t>
      </w:r>
      <w:r>
        <w:rPr>
          <w:rtl/>
        </w:rPr>
        <w:t xml:space="preserve"> و ابن مسعود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بعد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تفس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دوسرا نظر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واضح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اور استمتاع کا لفظ 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عرف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نکاح موقّت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استعمال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1 ور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علاو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حق 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کا وجوب لذت ا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مشروط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مراد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نکاح موقت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صدر اسلام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رائج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المنثور </w:t>
      </w:r>
      <w:r w:rsidR="004527F0">
        <w:rPr>
          <w:rtl/>
        </w:rPr>
        <w:t xml:space="preserve">میں </w:t>
      </w:r>
      <w:r>
        <w:rPr>
          <w:rtl/>
        </w:rPr>
        <w:t xml:space="preserve"> اور ابوح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ثعالب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(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، سنّ</w:t>
      </w:r>
      <w:r>
        <w:rPr>
          <w:rFonts w:hint="cs"/>
          <w:rtl/>
        </w:rPr>
        <w:t>ی</w:t>
      </w:r>
      <w:r>
        <w:rPr>
          <w:rtl/>
        </w:rPr>
        <w:t>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نکاح موقّت (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جماعت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بعد </w:t>
      </w:r>
      <w:r w:rsidR="004527F0">
        <w:rPr>
          <w:rtl/>
        </w:rPr>
        <w:t xml:space="preserve">میں </w:t>
      </w:r>
      <w:r>
        <w:rPr>
          <w:rtl/>
        </w:rPr>
        <w:t xml:space="preserve">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وا؟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انکا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طلب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من</w:t>
      </w:r>
      <w:r>
        <w:rPr>
          <w:rtl/>
        </w:rPr>
        <w:t xml:space="preserve">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عالم '' جناب نوو</w:t>
      </w:r>
      <w:r>
        <w:rPr>
          <w:rFonts w:hint="cs"/>
          <w:rtl/>
        </w:rPr>
        <w:t>ی</w:t>
      </w:r>
      <w:r>
        <w:rPr>
          <w:rtl/>
        </w:rPr>
        <w:t>''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اقوال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بعض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کو) غزو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 xml:space="preserve">2_ صرف عمرة القضاء </w:t>
      </w:r>
      <w:r w:rsidR="004527F0">
        <w:rPr>
          <w:rtl/>
        </w:rPr>
        <w:t xml:space="preserve">میں </w:t>
      </w:r>
      <w:r>
        <w:rPr>
          <w:rtl/>
        </w:rPr>
        <w:t xml:space="preserve"> حلال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فتح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حلال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4_ غزو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تبوک ( سن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9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ق) </w:t>
      </w:r>
      <w:r w:rsidR="004527F0">
        <w:rPr>
          <w:rtl/>
        </w:rPr>
        <w:t xml:space="preserve">میں 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5_ صرف جنگ اوطاس ( سن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8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ق) </w:t>
      </w:r>
      <w:r w:rsidR="004527F0">
        <w:rPr>
          <w:rtl/>
        </w:rPr>
        <w:t xml:space="preserve">میں 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جلد 3 ،ص 60_</w:t>
      </w:r>
    </w:p>
    <w:p w:rsidR="0065778C" w:rsidRDefault="0065778C" w:rsidP="00D2626E">
      <w:pPr>
        <w:pStyle w:val="libFootnote"/>
      </w:pPr>
      <w:r>
        <w:rPr>
          <w:rtl/>
        </w:rPr>
        <w:t>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، جلد 5 ،ص 120 وفتح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جلد 1 ص 449_</w:t>
      </w:r>
    </w:p>
    <w:p w:rsidR="0065778C" w:rsidRDefault="0065778C" w:rsidP="00D2626E">
      <w:pPr>
        <w:pStyle w:val="libFootnote"/>
      </w:pPr>
    </w:p>
    <w:p w:rsidR="0065778C" w:rsidRDefault="00E54A53" w:rsidP="00ED414B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6_ حجة الوداع ( سن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10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جر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ق)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حلال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_</w:t>
      </w:r>
      <w:r w:rsidR="0065778C" w:rsidRPr="00ED414B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بالخصوص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حجة الوداع </w:t>
      </w:r>
      <w:r w:rsidR="004527F0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بعض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دو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جمع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>ت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مناسب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دلچسپ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جناب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: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''لا اَعلَمُ شَ</w:t>
      </w:r>
      <w:r>
        <w:rPr>
          <w:rFonts w:hint="cs"/>
          <w:rtl/>
        </w:rPr>
        <w:t>ی</w:t>
      </w:r>
      <w:r>
        <w:rPr>
          <w:rFonts w:hint="eastAsia"/>
          <w:rtl/>
        </w:rPr>
        <w:t>ئاً</w:t>
      </w:r>
      <w:r>
        <w:rPr>
          <w:rtl/>
        </w:rPr>
        <w:t xml:space="preserve"> اَحَلَ الله ثم حرَّمّ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ثم اَحَلَّ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 ثم حرَّمَ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الا المُتعة''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و''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حجر، س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غزو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برک</w:t>
      </w:r>
      <w:r w:rsidRPr="00471E8C">
        <w:rPr>
          <w:rFonts w:hint="cs"/>
          <w:rtl/>
        </w:rPr>
        <w:t>ے</w:t>
      </w:r>
      <w:r>
        <w:rPr>
          <w:rtl/>
        </w:rPr>
        <w:t xml:space="preserve"> دن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ارباب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</w:t>
      </w:r>
      <w:r w:rsidRPr="00B648F9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7: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قول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حلال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ا، بعد </w:t>
      </w:r>
      <w:r w:rsidR="004527F0">
        <w:rPr>
          <w:rtl/>
        </w:rPr>
        <w:t xml:space="preserve">میں </w:t>
      </w:r>
      <w:r>
        <w:rPr>
          <w:rtl/>
        </w:rPr>
        <w:t xml:space="preserve"> حضرت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ابن اب</w:t>
      </w:r>
      <w:r>
        <w:rPr>
          <w:rFonts w:hint="cs"/>
          <w:rtl/>
        </w:rPr>
        <w:t>ی</w:t>
      </w:r>
      <w:r>
        <w:rPr>
          <w:rtl/>
        </w:rPr>
        <w:t xml:space="preserve"> نضرة''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ز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عورتوں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 ( حج تمتع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حج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9 ص 191_</w:t>
      </w:r>
    </w:p>
    <w:p w:rsidR="0065778C" w:rsidRDefault="0065778C" w:rsidP="00D2626E">
      <w:pPr>
        <w:pStyle w:val="libFootnote"/>
      </w:pPr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3) المغن</w:t>
      </w:r>
      <w:r>
        <w:rPr>
          <w:rFonts w:hint="cs"/>
          <w:rtl/>
        </w:rPr>
        <w:t>ی</w:t>
      </w:r>
      <w:r>
        <w:rPr>
          <w:rtl/>
        </w:rPr>
        <w:t xml:space="preserve"> ابن قدام</w:t>
      </w:r>
      <w:r w:rsidRPr="00D2626E">
        <w:rPr>
          <w:rFonts w:hint="cs"/>
          <w:rtl/>
        </w:rPr>
        <w:t>ہ، جلد 7 ص 572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4)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9 ص 138_</w:t>
      </w:r>
    </w:p>
    <w:p w:rsidR="0065778C" w:rsidRDefault="0065778C" w:rsidP="00D2626E">
      <w:pPr>
        <w:pStyle w:val="libFootnote"/>
      </w:pPr>
    </w:p>
    <w:p w:rsidR="0065778C" w:rsidRDefault="00E54A53" w:rsidP="00ED414B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درم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فاصل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اختلاف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(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آپ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نظر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؟)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: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دو مسئلوں پر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عمل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انتک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حضرت عمر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دو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منع 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''</w:t>
      </w:r>
      <w:r w:rsidR="0065778C" w:rsidRPr="00ED414B">
        <w:rPr>
          <w:rStyle w:val="libFootnotenumChar"/>
          <w:rtl/>
        </w:rPr>
        <w:t xml:space="preserve">(1)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حرام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68" w:name="_Toc519769638"/>
      <w:r>
        <w:rPr>
          <w:rFonts w:hint="eastAsia"/>
          <w:rtl/>
        </w:rPr>
        <w:t>کس</w:t>
      </w:r>
      <w:r>
        <w:rPr>
          <w:rtl/>
        </w:rPr>
        <w:t xml:space="preserve"> ن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متع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کو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bookmarkEnd w:id="68"/>
    </w:p>
    <w:p w:rsidR="0065778C" w:rsidRDefault="0065778C" w:rsidP="0065778C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بات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دوم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متن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C4272C">
      <w:pPr>
        <w:pStyle w:val="libArabic"/>
      </w:pPr>
      <w:r>
        <w:rPr>
          <w:rtl/>
        </w:rPr>
        <w:t>'' متعتان کانتا مشروعت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د رسول الله و أنا اَن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عَن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ما: متعة الحج و متع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النسائ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</w:t>
      </w:r>
      <w:r>
        <w:rPr>
          <w:rtl/>
        </w:rPr>
        <w:t xml:space="preserve">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جائز اور حلال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اُن دونوں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دوسرا متعة النساء ( </w:t>
      </w:r>
      <w:r>
        <w:rPr>
          <w:rtl/>
        </w:rPr>
        <w:t xml:space="preserve">نکاح موقت 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C4272C">
        <w:rPr>
          <w:rStyle w:val="libArabicChar"/>
          <w:rFonts w:hint="cs"/>
          <w:rtl/>
        </w:rPr>
        <w:t>'' و اُعاقبُ علی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ما</w:t>
      </w:r>
      <w:r w:rsidRPr="00C4272C">
        <w:rPr>
          <w:rStyle w:val="libArabicChar"/>
          <w:rtl/>
        </w:rPr>
        <w:t xml:space="preserve">'' </w:t>
      </w:r>
      <w:r>
        <w:rPr>
          <w:rtl/>
        </w:rPr>
        <w:t xml:space="preserve">اور </w:t>
      </w:r>
      <w:r w:rsidR="004527F0">
        <w:rPr>
          <w:rtl/>
        </w:rPr>
        <w:t xml:space="preserve">میں </w:t>
      </w:r>
      <w:r>
        <w:rPr>
          <w:rtl/>
        </w:rPr>
        <w:t xml:space="preserve"> ان دونوں پر سزا دوں گا_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متع</w:t>
      </w:r>
      <w:r w:rsidRPr="00471E8C">
        <w:rPr>
          <w:rFonts w:hint="cs"/>
          <w:rtl/>
        </w:rPr>
        <w:t>ہ</w:t>
      </w:r>
      <w:r>
        <w:rPr>
          <w:rtl/>
        </w:rPr>
        <w:t xml:space="preserve"> حج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مُراد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بجالائ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احرام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حج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 کا احرام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4، ص 59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3307 ، دارالفکر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اُن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جو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ڑے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اختلاف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حضرت عمر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منبر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لوگوں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سامن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ذ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، فق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اور تفس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کتب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 حوال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ذکر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 _ مسند احمد، جلد 3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325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 _ سنن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7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206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 _ المبسوط سرخس</w:t>
      </w:r>
      <w:r>
        <w:rPr>
          <w:rFonts w:hint="cs"/>
          <w:rtl/>
        </w:rPr>
        <w:t>ی</w:t>
      </w:r>
      <w:r>
        <w:rPr>
          <w:rtl/>
        </w:rPr>
        <w:t xml:space="preserve"> ، جلد 4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27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 _ المغن</w:t>
      </w:r>
      <w:r>
        <w:rPr>
          <w:rFonts w:hint="cs"/>
          <w:rtl/>
        </w:rPr>
        <w:t>ی</w:t>
      </w:r>
      <w:r>
        <w:rPr>
          <w:rtl/>
        </w:rPr>
        <w:t xml:space="preserve"> ابن قدام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جلد 7،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571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5_محل</w:t>
      </w:r>
      <w:r>
        <w:rPr>
          <w:rFonts w:hint="cs"/>
          <w:rtl/>
        </w:rPr>
        <w:t>ی</w:t>
      </w:r>
      <w:r>
        <w:rPr>
          <w:rtl/>
        </w:rPr>
        <w:t xml:space="preserve"> ابن حزم ، جلد 7،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107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6_کنز العمّال، جلد 16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521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7_تفس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جلد 10 صفح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52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متعدّد مسائل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69" w:name="_Toc519769639"/>
      <w:r>
        <w:rPr>
          <w:rFonts w:hint="eastAsia"/>
          <w:rtl/>
        </w:rPr>
        <w:t>الف</w:t>
      </w:r>
      <w:r>
        <w:rPr>
          <w:rtl/>
        </w:rPr>
        <w:t>)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3C4FC4">
        <w:rPr>
          <w:rFonts w:hint="cs"/>
          <w:rtl/>
        </w:rPr>
        <w:t>ہ</w:t>
      </w:r>
      <w:r>
        <w:rPr>
          <w:rtl/>
        </w:rPr>
        <w:t xml:space="preserve"> اول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دور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متع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کا حلال 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ونا</w:t>
      </w:r>
      <w:r>
        <w:rPr>
          <w:rtl/>
        </w:rPr>
        <w:t>:</w:t>
      </w:r>
      <w:bookmarkEnd w:id="69"/>
    </w:p>
    <w:p w:rsidR="0065778C" w:rsidRDefault="0065778C" w:rsidP="0065778C">
      <w:pPr>
        <w:pStyle w:val="libNormal"/>
      </w:pPr>
      <w:r>
        <w:rPr>
          <w:rFonts w:hint="eastAsia"/>
          <w:rtl/>
        </w:rPr>
        <w:t>متع</w:t>
      </w:r>
      <w:r w:rsidRPr="00471E8C">
        <w:rPr>
          <w:rFonts w:hint="cs"/>
          <w:rtl/>
        </w:rPr>
        <w:t>ہ</w:t>
      </w:r>
      <w:r>
        <w:rPr>
          <w:rtl/>
        </w:rPr>
        <w:t xml:space="preserve"> ( نکاح موقت) رسول اکرم(ص) ک</w:t>
      </w:r>
      <w:r>
        <w:rPr>
          <w:rFonts w:hint="cs"/>
          <w:rtl/>
        </w:rPr>
        <w:t>ی</w:t>
      </w:r>
      <w:r>
        <w:rPr>
          <w:rtl/>
        </w:rPr>
        <w:t xml:space="preserve"> طول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اول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حکومت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حلال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دوم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0" w:name="_Toc519769640"/>
      <w:r>
        <w:rPr>
          <w:rFonts w:hint="eastAsia"/>
          <w:rtl/>
        </w:rPr>
        <w:t>ب</w:t>
      </w:r>
      <w:r>
        <w:rPr>
          <w:rtl/>
        </w:rPr>
        <w:t>) اجت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اد در مقابل نصّ</w:t>
      </w:r>
      <w:r>
        <w:rPr>
          <w:rtl/>
        </w:rPr>
        <w:t>:</w:t>
      </w:r>
      <w:bookmarkEnd w:id="70"/>
    </w:p>
    <w:p w:rsidR="0065778C" w:rsidRDefault="0065778C" w:rsidP="0065778C">
      <w:pPr>
        <w:pStyle w:val="libNormal"/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قانون اور اسلام</w:t>
      </w:r>
      <w:r>
        <w:rPr>
          <w:rFonts w:hint="cs"/>
          <w:rtl/>
        </w:rPr>
        <w:t>ی</w:t>
      </w:r>
      <w:r>
        <w:rPr>
          <w:rtl/>
        </w:rPr>
        <w:t xml:space="preserve"> حکم جعل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طور پر ارشاد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CE2672">
        <w:rPr>
          <w:rStyle w:val="libAieChar"/>
          <w:rtl/>
        </w:rPr>
        <w:lastRenderedPageBreak/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C4272C">
        <w:rPr>
          <w:rStyle w:val="libAieChar"/>
          <w:rtl/>
        </w:rPr>
        <w:t>'' و ما آتاکم الرّسول فَخُذُو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>ُ و ما نَ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>اكُم عن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 xml:space="preserve"> فانتَ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>ُوا''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احکام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تصرّف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حق حاصل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اخذ شد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اد کرنا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احکام کو اتن</w:t>
      </w:r>
      <w:r>
        <w:rPr>
          <w:rFonts w:hint="cs"/>
          <w:rtl/>
        </w:rPr>
        <w:t>ی</w:t>
      </w:r>
      <w:r>
        <w:rPr>
          <w:rtl/>
        </w:rPr>
        <w:t xml:space="preserve"> لاپروا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ردّ کرنا واقعاً تعجب آور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اگر نصّ </w:t>
      </w:r>
      <w:r>
        <w:rPr>
          <w:rtl/>
        </w:rPr>
        <w:t>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کا درواز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ضمانت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</w:t>
      </w:r>
      <w:r>
        <w:rPr>
          <w:rFonts w:hint="eastAsia"/>
          <w:rtl/>
        </w:rPr>
        <w:t>ر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مجت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حسّاس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نص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کا درواز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احکام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محفوظ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گا; اور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جاودان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احکام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اس طرح تمام اسلام</w:t>
      </w:r>
      <w:r>
        <w:rPr>
          <w:rFonts w:hint="cs"/>
          <w:rtl/>
        </w:rPr>
        <w:t>ی</w:t>
      </w:r>
      <w:r>
        <w:rPr>
          <w:rtl/>
        </w:rPr>
        <w:t xml:space="preserve"> احکام خطر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1" w:name="_Toc519769641"/>
      <w:r>
        <w:rPr>
          <w:rFonts w:hint="eastAsia"/>
          <w:rtl/>
        </w:rPr>
        <w:t>حضرت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مخالفت کا سبب:</w:t>
      </w:r>
      <w:bookmarkEnd w:id="71"/>
    </w:p>
    <w:p w:rsidR="0065778C" w:rsidRDefault="00EE653E" w:rsidP="0065778C">
      <w:pPr>
        <w:pStyle w:val="libNormal"/>
      </w:pPr>
      <w:r>
        <w:rPr>
          <w:rFonts w:hint="eastAsia"/>
          <w:rtl/>
        </w:rPr>
        <w:t xml:space="preserve">کیوں </w:t>
      </w:r>
      <w:r w:rsidR="0065778C">
        <w:rPr>
          <w:rtl/>
        </w:rPr>
        <w:t xml:space="preserve"> حضرت عمر،ان دو احکام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مخالفت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ھڑے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؟ حج تمتّع 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</w:p>
    <w:p w:rsidR="0065778C" w:rsidRDefault="009C6A20" w:rsidP="00B648F9">
      <w:pPr>
        <w:pStyle w:val="libLine"/>
      </w:pPr>
      <w:r>
        <w:rPr>
          <w:rtl/>
        </w:rPr>
        <w:t xml:space="preserve">____________________ 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حشر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7_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بار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انکا خ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ال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جو مسلمان حج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آت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حج اور عمر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ختم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احرام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ولن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بعد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مثلاً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آم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زش</w:t>
      </w:r>
      <w:r w:rsidR="0065778C">
        <w:rPr>
          <w:rtl/>
        </w:rPr>
        <w:t xml:space="preserve"> کرن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اور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عمر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تمتع انجام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حاج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چند دن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احرام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ول 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آزاد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کو</w:t>
      </w:r>
      <w:r w:rsidR="0065778C">
        <w:rPr>
          <w:rFonts w:hint="eastAsia"/>
          <w:rtl/>
        </w:rPr>
        <w:t>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اچ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روح حج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سازگار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درست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حج اور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عمل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ان دو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فاصل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مسلمان ما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شوال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قعد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مشرّف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بجالات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آ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آزاد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موسم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دوبار</w:t>
      </w:r>
      <w:r w:rsidRPr="00471E8C">
        <w:rPr>
          <w:rFonts w:hint="cs"/>
          <w:rtl/>
        </w:rPr>
        <w:t>ہ</w:t>
      </w:r>
      <w:r>
        <w:rPr>
          <w:rtl/>
        </w:rPr>
        <w:t xml:space="preserve"> احرام باند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عرفات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اشکال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اَپن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سخت ردّ عمل کامظا</w:t>
      </w:r>
      <w:r w:rsidRPr="00471E8C">
        <w:rPr>
          <w:rFonts w:hint="cs"/>
          <w:rtl/>
        </w:rPr>
        <w:t>ہ</w:t>
      </w:r>
      <w:r>
        <w:rPr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نکاح موقّت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 بعض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) انکا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جائز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نکاح اور زنا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شناخت مشکل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صورت </w:t>
      </w:r>
      <w:r w:rsidR="004527F0">
        <w:rPr>
          <w:rtl/>
        </w:rPr>
        <w:t xml:space="preserve">میں 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مرد اور عورت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طرح زنا ک</w:t>
      </w:r>
      <w:r>
        <w:rPr>
          <w:rFonts w:hint="cs"/>
          <w:rtl/>
        </w:rPr>
        <w:t>ی</w:t>
      </w:r>
      <w:r>
        <w:rPr>
          <w:rtl/>
        </w:rPr>
        <w:t xml:space="preserve"> شرح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تو اس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بوگس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اتفاقاً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عقد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کرنا، زنا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اؤ کا موجب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جوان جو دائم</w:t>
      </w:r>
      <w:r>
        <w:rPr>
          <w:rFonts w:hint="cs"/>
          <w:rtl/>
        </w:rPr>
        <w:t>ی</w:t>
      </w:r>
      <w:r>
        <w:rPr>
          <w:rtl/>
        </w:rPr>
        <w:t xml:space="preserve"> ازدواج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لوگ جو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دور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نکاح موقت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عقد موقت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روکنا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جناب</w:t>
      </w:r>
      <w:r w:rsidR="0065778C">
        <w:rPr>
          <w:rtl/>
        </w:rPr>
        <w:t xml:space="preserve"> عمر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منع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سوائ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بدبخت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انسان دن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زنا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آلود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وتا'' </w:t>
      </w:r>
      <w:r w:rsidR="0065778C" w:rsidRPr="00C4272C">
        <w:rPr>
          <w:rStyle w:val="libArabicChar"/>
          <w:rFonts w:hint="cs"/>
          <w:rtl/>
        </w:rPr>
        <w:t>لو لا ا نّ عمر ن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C4272C">
        <w:rPr>
          <w:rStyle w:val="libArabicChar"/>
          <w:rFonts w:hint="cs"/>
          <w:rtl/>
        </w:rPr>
        <w:t>ی</w:t>
      </w:r>
      <w:r w:rsidR="0065778C" w:rsidRPr="00C4272C">
        <w:rPr>
          <w:rStyle w:val="libArabicChar"/>
          <w:rtl/>
        </w:rPr>
        <w:t xml:space="preserve"> النّاس عن المتعة ما زن</w:t>
      </w:r>
      <w:r w:rsidR="0065778C" w:rsidRPr="00C4272C">
        <w:rPr>
          <w:rStyle w:val="libArabicChar"/>
          <w:rFonts w:hint="cs"/>
          <w:rtl/>
        </w:rPr>
        <w:t>ی</w:t>
      </w:r>
      <w:r w:rsidR="0065778C" w:rsidRPr="00C4272C">
        <w:rPr>
          <w:rStyle w:val="libArabicChar"/>
          <w:rtl/>
        </w:rPr>
        <w:t xml:space="preserve"> الَّاشق</w:t>
      </w:r>
      <w:r w:rsidR="0065778C" w:rsidRPr="00C4272C">
        <w:rPr>
          <w:rStyle w:val="libArabicChar"/>
          <w:rFonts w:hint="cs"/>
          <w:rtl/>
        </w:rPr>
        <w:t>ی</w:t>
      </w:r>
      <w:r w:rsidR="0065778C" w:rsidRPr="00C4272C">
        <w:rPr>
          <w:rStyle w:val="libArabicChar"/>
          <w:rtl/>
        </w:rPr>
        <w:t>''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C4272C">
      <w:pPr>
        <w:pStyle w:val="Heading2Center"/>
      </w:pPr>
      <w:bookmarkStart w:id="72" w:name="_Toc519769642"/>
      <w:r>
        <w:rPr>
          <w:rFonts w:hint="eastAsia"/>
          <w:rtl/>
        </w:rPr>
        <w:t>متع</w:t>
      </w:r>
      <w:r w:rsidRPr="003C4FC4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بعد لوگوں کا ردّ عمل</w:t>
      </w:r>
      <w:r>
        <w:rPr>
          <w:rtl/>
        </w:rPr>
        <w:t>:</w:t>
      </w:r>
      <w:bookmarkEnd w:id="72"/>
    </w:p>
    <w:p w:rsidR="0065778C" w:rsidRDefault="0065778C" w:rsidP="0065778C">
      <w:pPr>
        <w:pStyle w:val="libNormal"/>
      </w:pPr>
      <w:r>
        <w:rPr>
          <w:rFonts w:hint="eastAsia"/>
          <w:rtl/>
        </w:rPr>
        <w:t>مذکور</w:t>
      </w:r>
      <w:r w:rsidRPr="00471E8C">
        <w:rPr>
          <w:rFonts w:hint="cs"/>
          <w:rtl/>
        </w:rPr>
        <w:t>ہ</w:t>
      </w:r>
      <w:r>
        <w:rPr>
          <w:rtl/>
        </w:rPr>
        <w:t xml:space="preserve">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ن،مفسّر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بالکل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عمر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نمون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محدّث جناب ترمذ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شام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جناب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عمر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_حلال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سائل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والد حضرت</w:t>
      </w:r>
      <w:r>
        <w:rPr>
          <w:rtl/>
        </w:rPr>
        <w:t xml:space="preserve">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جناب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C4272C">
        <w:rPr>
          <w:rStyle w:val="libArabicChar"/>
          <w:rtl/>
        </w:rPr>
        <w:t xml:space="preserve">'' ا را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ت</w:t>
      </w:r>
      <w:r w:rsidRPr="00C4272C">
        <w:rPr>
          <w:rStyle w:val="libArabicChar"/>
          <w:rtl/>
        </w:rPr>
        <w:t xml:space="preserve"> إن کان ا ب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قد ن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عن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و قد سَنَّ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رسولُ الله ، ا نترک السنّة و نَتبعُ قولَ ا بی</w:t>
      </w:r>
      <w:r w:rsidRPr="00C4272C">
        <w:rPr>
          <w:rStyle w:val="libArabicChar"/>
          <w:rFonts w:hint="eastAsia"/>
          <w:rtl/>
        </w:rPr>
        <w:t>؟</w:t>
      </w:r>
      <w:r w:rsidRPr="00C4272C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جلد 10، ص 50_</w:t>
      </w:r>
    </w:p>
    <w:p w:rsidR="0065778C" w:rsidRDefault="0065778C" w:rsidP="00D2626E">
      <w:pPr>
        <w:pStyle w:val="libFootnote"/>
      </w:pPr>
      <w:r>
        <w:rPr>
          <w:rtl/>
        </w:rPr>
        <w:t xml:space="preserve">2)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آجکل ک</w:t>
      </w:r>
      <w:r>
        <w:rPr>
          <w:rFonts w:hint="cs"/>
          <w:rtl/>
        </w:rPr>
        <w:t>ی</w:t>
      </w:r>
      <w:r>
        <w:rPr>
          <w:rtl/>
        </w:rPr>
        <w:t xml:space="preserve"> شائع شد</w:t>
      </w:r>
      <w:r w:rsidRPr="00D2626E">
        <w:rPr>
          <w:rFonts w:hint="cs"/>
          <w:rtl/>
        </w:rPr>
        <w:t>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طرح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بلکہ اس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متعة النساء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D2626E">
        <w:rPr>
          <w:rFonts w:hint="cs"/>
          <w:rtl/>
        </w:rPr>
        <w:t>ہ متعة الحج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المعروف ش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کہ جو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 xml:space="preserve">ے علماء </w:t>
      </w:r>
      <w:r w:rsidR="004527F0" w:rsidRPr="00D2626E">
        <w:rPr>
          <w:rFonts w:hint="cs"/>
          <w:rtl/>
        </w:rPr>
        <w:t xml:space="preserve">میں </w:t>
      </w:r>
      <w:r>
        <w:rPr>
          <w:rFonts w:hint="eastAsia"/>
          <w:rtl/>
        </w:rPr>
        <w:t>س</w:t>
      </w:r>
      <w:r w:rsidRPr="00D2626E">
        <w:rPr>
          <w:rFonts w:hint="cs"/>
          <w:rtl/>
        </w:rPr>
        <w:t>ے</w:t>
      </w:r>
      <w:r>
        <w:rPr>
          <w:rtl/>
        </w:rPr>
        <w:t xml:space="preserve"> ت</w:t>
      </w:r>
      <w:r w:rsidRPr="00D2626E">
        <w:rPr>
          <w:rFonts w:hint="cs"/>
          <w:rtl/>
        </w:rPr>
        <w:t xml:space="preserve">ھے کتاب شرح لمعہ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طاؤوس ن</w:t>
      </w:r>
      <w:r w:rsidRPr="00D2626E">
        <w:rPr>
          <w:rFonts w:hint="cs"/>
          <w:rtl/>
        </w:rPr>
        <w:t>ے کہ جو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 xml:space="preserve">ے علماء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D2626E">
        <w:rPr>
          <w:rFonts w:hint="cs"/>
          <w:rtl/>
        </w:rPr>
        <w:t>ے</w:t>
      </w:r>
      <w:r>
        <w:rPr>
          <w:rtl/>
        </w:rPr>
        <w:t xml:space="preserve"> ت</w:t>
      </w:r>
      <w:r w:rsidRPr="00D2626E">
        <w:rPr>
          <w:rFonts w:hint="cs"/>
          <w:rtl/>
        </w:rPr>
        <w:t xml:space="preserve">ھے کتاب الطرائف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متع</w:t>
      </w:r>
      <w:r w:rsidRPr="00D2626E">
        <w:rPr>
          <w:rFonts w:hint="cs"/>
          <w:rtl/>
        </w:rPr>
        <w:t>ہ النساء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</w:t>
      </w:r>
      <w:r w:rsidRPr="00D2626E">
        <w:rPr>
          <w:rFonts w:hint="cs"/>
          <w:rtl/>
        </w:rPr>
        <w:t>ہے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>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نسخوں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4527F0">
        <w:rPr>
          <w:rtl/>
        </w:rPr>
        <w:t xml:space="preserve">میں 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 ( اس قسم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D2626E">
        <w:rPr>
          <w:rFonts w:hint="cs"/>
          <w:rtl/>
        </w:rPr>
        <w:t>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)_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اگر</w:t>
      </w:r>
      <w:r w:rsidR="0065778C">
        <w:rPr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والد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منع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سنت 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تو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آنحضرت(ص)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سنت کو ترک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باپ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پر عمل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مسلم) </w:t>
      </w:r>
      <w:r w:rsidR="004527F0">
        <w:rPr>
          <w:rtl/>
        </w:rPr>
        <w:t xml:space="preserve">میں </w:t>
      </w:r>
      <w:r>
        <w:rPr>
          <w:rtl/>
        </w:rPr>
        <w:t xml:space="preserve">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پر چند دن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سنت حضرت ابوبکر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تک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حضرت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عمروبن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3_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 اور ابن زُب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متعة النساء اور متعة الحج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اختلاف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اور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کو ثالث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تو جابر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دونوں پر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 ک</w:t>
      </w:r>
      <w:r w:rsidRPr="00471E8C">
        <w:rPr>
          <w:rFonts w:hint="cs"/>
          <w:rtl/>
        </w:rPr>
        <w:t>ے</w:t>
      </w:r>
      <w:r>
        <w:rPr>
          <w:rtl/>
        </w:rPr>
        <w:t xml:space="preserve"> بعد حضرت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4_ ابن عباس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''حبر الامّة'' ( امت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عالم)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،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حکم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منسوخ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جناب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زُب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: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(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جناب ابن عباس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)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لوگ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خداوند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کو اُنک</w:t>
      </w:r>
      <w:r>
        <w:rPr>
          <w:rFonts w:hint="cs"/>
          <w:rtl/>
        </w:rPr>
        <w:t>ی</w:t>
      </w:r>
      <w:r>
        <w:rPr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طرح اند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انکا مقصد ابن عباس کو سنانا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اجو 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اب</w:t>
      </w:r>
      <w:r>
        <w:rPr>
          <w:rtl/>
        </w:rPr>
        <w:t>ن عباس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سُن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 2،ص 131_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 2،ص 131_</w:t>
      </w: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تو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وقوف اور نادان آدم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 سنت پر عمل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ابن زب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(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نام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لاپروا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)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ا: تو آزما کر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>
        <w:rPr>
          <w:rtl/>
        </w:rPr>
        <w:t xml:space="preserve">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،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اگر تو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پر عمل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تو تج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سنگسار کردوں گا_</w:t>
      </w:r>
      <w:r w:rsidR="0065778C" w:rsidRPr="00082481">
        <w:rPr>
          <w:rStyle w:val="libFootnotenumChar"/>
          <w:rFonts w:hint="cs"/>
          <w:rtl/>
        </w:rPr>
        <w:t>(1</w:t>
      </w:r>
      <w:r w:rsidR="0065778C" w:rsidRPr="00082481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بات کا جواب زور اور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احتمالاً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اس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 w:rsidRPr="00471E8C">
        <w:rPr>
          <w:rFonts w:hint="cs"/>
          <w:rtl/>
        </w:rPr>
        <w:t>ے</w:t>
      </w:r>
      <w:r>
        <w:rPr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حکومت حاصل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تو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دانشمند اور عالم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جسارت ک</w:t>
      </w:r>
      <w:r>
        <w:rPr>
          <w:rFonts w:hint="cs"/>
          <w:rtl/>
        </w:rPr>
        <w:t>ی</w:t>
      </w:r>
      <w:r>
        <w:rPr>
          <w:rtl/>
        </w:rPr>
        <w:t>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عباس، سن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برابر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علم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بالفرض اگر علم </w:t>
      </w:r>
      <w:r w:rsidR="004527F0">
        <w:rPr>
          <w:rtl/>
        </w:rPr>
        <w:t xml:space="preserve">میں 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برابر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تو </w:t>
      </w:r>
      <w:r>
        <w:rPr>
          <w:rtl/>
        </w:rPr>
        <w:t>اس قسم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کا حق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احکام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پر عمل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بالفرض اس کا فتو</w:t>
      </w:r>
      <w:r>
        <w:rPr>
          <w:rFonts w:hint="cs"/>
          <w:rtl/>
        </w:rPr>
        <w:t>ی</w:t>
      </w:r>
      <w:r>
        <w:rPr>
          <w:rtl/>
        </w:rPr>
        <w:t xml:space="preserve"> غلط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'' وط</w:t>
      </w:r>
      <w:r>
        <w:rPr>
          <w:rFonts w:hint="cs"/>
          <w:rtl/>
        </w:rPr>
        <w:t>ی</w:t>
      </w:r>
      <w:r>
        <w:rPr>
          <w:rtl/>
        </w:rPr>
        <w:t xml:space="preserve"> بالشب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''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معلوم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وط</w:t>
      </w:r>
      <w:r>
        <w:rPr>
          <w:rFonts w:hint="cs"/>
          <w:rtl/>
        </w:rPr>
        <w:t>ی</w:t>
      </w:r>
      <w:r>
        <w:rPr>
          <w:rtl/>
        </w:rPr>
        <w:t xml:space="preserve"> بالشب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حد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سنگسار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اور جا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نادان اور گستاخ جوان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دلچسپ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راغب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کتاب محاضرات ...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سرزنش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ابن عباس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''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کو حلال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</w:t>
      </w:r>
      <w:r>
        <w:rPr>
          <w:rFonts w:hint="eastAsia"/>
          <w:rtl/>
        </w:rPr>
        <w:t>بن</w:t>
      </w:r>
      <w:r>
        <w:rPr>
          <w:rtl/>
        </w:rPr>
        <w:t xml:space="preserve"> عباس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 کر اپن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ماں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'' ما ولدتک الّا ف</w:t>
      </w:r>
      <w:r>
        <w:rPr>
          <w:rFonts w:hint="cs"/>
          <w:rtl/>
        </w:rPr>
        <w:t>ی</w:t>
      </w:r>
      <w:r>
        <w:rPr>
          <w:rtl/>
        </w:rPr>
        <w:t xml:space="preserve"> المتع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تو اس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باپ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جلد4، ص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3307_ چاپ دار الفکر_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>''</w:t>
      </w:r>
      <w:r w:rsidR="0065778C" w:rsidRPr="00082481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5_ مسند احمد </w:t>
      </w:r>
      <w:r w:rsidR="004527F0">
        <w:rPr>
          <w:rtl/>
        </w:rPr>
        <w:t xml:space="preserve">میں </w:t>
      </w:r>
      <w:r>
        <w:rPr>
          <w:rtl/>
        </w:rPr>
        <w:t xml:space="preserve"> ''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اس پر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نسخ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رحلت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>_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نمون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حکم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منسوخ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حکم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کاش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آپس </w:t>
      </w:r>
      <w:r w:rsidR="004527F0">
        <w:rPr>
          <w:rtl/>
        </w:rPr>
        <w:t xml:space="preserve">میں </w:t>
      </w:r>
      <w:r>
        <w:rPr>
          <w:rtl/>
        </w:rPr>
        <w:t xml:space="preserve"> متفق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جداگان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حکم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7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) صادر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وا_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2_ بعض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</w:t>
      </w:r>
      <w:r>
        <w:rPr>
          <w:rtl/>
        </w:rPr>
        <w:t>لخدا(ص)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عام الفتح ( فتح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سال 8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4527F0">
        <w:rPr>
          <w:rtl/>
        </w:rPr>
        <w:t xml:space="preserve">میں </w:t>
      </w:r>
      <w:r>
        <w:rPr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اندر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فرمائ</w:t>
      </w:r>
      <w:r>
        <w:rPr>
          <w:rFonts w:hint="cs"/>
          <w:rtl/>
        </w:rPr>
        <w:t>ی</w:t>
      </w:r>
      <w:r>
        <w:rPr>
          <w:rtl/>
        </w:rPr>
        <w:t xml:space="preserve"> اور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اس</w:t>
      </w:r>
      <w:r>
        <w:rPr>
          <w:rFonts w:hint="cs"/>
          <w:rtl/>
        </w:rPr>
        <w:t>ی</w:t>
      </w:r>
      <w:r>
        <w:rPr>
          <w:rtl/>
        </w:rPr>
        <w:t xml:space="preserve"> سال منع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</w:t>
      </w:r>
      <w:r w:rsidRPr="00B648F9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3_بعض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غزؤ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اوطاس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(فتح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)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وازن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محاضرات، جلد 2، ص 214 و شرح ن</w:t>
      </w:r>
      <w:r w:rsidRPr="00D2626E">
        <w:rPr>
          <w:rFonts w:hint="cs"/>
          <w:rtl/>
        </w:rPr>
        <w:t>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جلد 20 ،ص 130_</w:t>
      </w:r>
    </w:p>
    <w:p w:rsidR="0065778C" w:rsidRDefault="0065778C" w:rsidP="00D2626E">
      <w:pPr>
        <w:pStyle w:val="libFootnote"/>
      </w:pPr>
      <w:r>
        <w:rPr>
          <w:rtl/>
        </w:rPr>
        <w:t>2) مسند احمد، جلد4 ،ص 436_</w:t>
      </w:r>
    </w:p>
    <w:p w:rsidR="0065778C" w:rsidRDefault="0065778C" w:rsidP="00D2626E">
      <w:pPr>
        <w:pStyle w:val="libFootnote"/>
      </w:pPr>
      <w:r>
        <w:rPr>
          <w:rtl/>
        </w:rPr>
        <w:t>3) درّ المنثور جلد 2،ص 486_</w:t>
      </w:r>
    </w:p>
    <w:p w:rsidR="0065778C" w:rsidRDefault="0065778C" w:rsidP="00D2626E">
      <w:pPr>
        <w:pStyle w:val="libFootnote"/>
      </w:pPr>
      <w:r>
        <w:rPr>
          <w:rtl/>
        </w:rPr>
        <w:t>4)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جلد4 ، ص 133_</w:t>
      </w:r>
    </w:p>
    <w:p w:rsidR="009C6A20" w:rsidRPr="00D2626E" w:rsidRDefault="009C6A20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(مک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ّ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اجازت فرمائ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منع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مختلف اقوال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انجام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اختلاف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(جناب نوو</w:t>
      </w:r>
      <w:r>
        <w:rPr>
          <w:rFonts w:hint="cs"/>
          <w:rtl/>
        </w:rPr>
        <w:t>ی</w:t>
      </w:r>
      <w:r>
        <w:rPr>
          <w:rtl/>
        </w:rPr>
        <w:t xml:space="preserve"> )ن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شرح </w:t>
      </w:r>
      <w:r w:rsidR="004527F0">
        <w:rPr>
          <w:rtl/>
        </w:rPr>
        <w:t xml:space="preserve">میں </w:t>
      </w:r>
      <w:r>
        <w:rPr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</w:t>
      </w:r>
      <w:r>
        <w:rPr>
          <w:rtl/>
        </w:rPr>
        <w:t xml:space="preserve"> قول نقل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قول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سازگار </w:t>
      </w:r>
      <w:r w:rsidRPr="00471E8C">
        <w:rPr>
          <w:rFonts w:hint="cs"/>
          <w:rtl/>
        </w:rPr>
        <w:t>ہے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1_متع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(اس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دن بعد )تحر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2_عمرة القضاء </w:t>
      </w:r>
      <w:r w:rsidR="004527F0">
        <w:rPr>
          <w:rtl/>
        </w:rPr>
        <w:t xml:space="preserve">میں </w:t>
      </w:r>
      <w:r>
        <w:rPr>
          <w:rtl/>
        </w:rPr>
        <w:t xml:space="preserve"> حلال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(پ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حرام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</w:t>
      </w:r>
    </w:p>
    <w:p w:rsidR="0065778C" w:rsidRDefault="0065778C" w:rsidP="0065778C">
      <w:pPr>
        <w:pStyle w:val="libNormal"/>
      </w:pPr>
      <w:r>
        <w:rPr>
          <w:rtl/>
        </w:rPr>
        <w:t>3_فتح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حلال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حرام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4_رسولخدا -(ص)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غزو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تبوک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5_جنگ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وازن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(سرزم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اوطاس پر )حلال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6_حجة الوداع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4527F0">
        <w:rPr>
          <w:rtl/>
        </w:rPr>
        <w:t xml:space="preserve">میں 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سب اقوال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تعجب آور امام شافع</w:t>
      </w:r>
      <w:r>
        <w:rPr>
          <w:rFonts w:hint="cs"/>
          <w:rtl/>
        </w:rPr>
        <w:t>ی</w:t>
      </w:r>
      <w:r>
        <w:rPr>
          <w:rtl/>
        </w:rPr>
        <w:t xml:space="preserve"> کا کلام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''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tl/>
        </w:rPr>
        <w:t xml:space="preserve"> محققّ ان متضاد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تحت جعل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3" w:name="_Toc519769643"/>
      <w:r>
        <w:rPr>
          <w:rFonts w:hint="eastAsia"/>
          <w:rtl/>
        </w:rPr>
        <w:t>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حل</w:t>
      </w:r>
      <w:bookmarkEnd w:id="73"/>
    </w:p>
    <w:p w:rsidR="0065778C" w:rsidRDefault="0065778C" w:rsidP="0065778C">
      <w:pPr>
        <w:pStyle w:val="libNormal"/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مختلف اور متضاد اقوال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tl/>
        </w:rPr>
        <w:t xml:space="preserve">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انسان اس مسئ</w:t>
      </w:r>
      <w:r>
        <w:rPr>
          <w:rtl/>
        </w:rPr>
        <w:t>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1)مصدر سابق، ص 131_</w:t>
      </w:r>
    </w:p>
    <w:p w:rsidR="0065778C" w:rsidRDefault="0065778C" w:rsidP="00D2626E">
      <w:pPr>
        <w:pStyle w:val="libFootnote"/>
      </w:pPr>
      <w:r>
        <w:rPr>
          <w:rtl/>
        </w:rPr>
        <w:t>2)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از نوو</w:t>
      </w:r>
      <w:r>
        <w:rPr>
          <w:rFonts w:hint="cs"/>
          <w:rtl/>
        </w:rPr>
        <w:t>ی</w:t>
      </w:r>
      <w:r>
        <w:rPr>
          <w:rtl/>
        </w:rPr>
        <w:t xml:space="preserve"> ، جلد 9، ص 191_</w:t>
      </w:r>
    </w:p>
    <w:p w:rsidR="0065778C" w:rsidRDefault="0065778C" w:rsidP="00D2626E">
      <w:pPr>
        <w:pStyle w:val="libFootnote"/>
      </w:pPr>
      <w:r>
        <w:rPr>
          <w:rtl/>
        </w:rPr>
        <w:t>3)المغن</w:t>
      </w:r>
      <w:r>
        <w:rPr>
          <w:rFonts w:hint="cs"/>
          <w:rtl/>
        </w:rPr>
        <w:t>ی</w:t>
      </w:r>
      <w:r>
        <w:rPr>
          <w:rtl/>
        </w:rPr>
        <w:t xml:space="preserve"> ابن قدام</w:t>
      </w:r>
      <w:r w:rsidRPr="00D2626E">
        <w:rPr>
          <w:rFonts w:hint="cs"/>
          <w:rtl/>
        </w:rPr>
        <w:t>ہ، جلد 7 ، ص 572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طرف</w:t>
      </w:r>
      <w:r w:rsidR="0065778C">
        <w:rPr>
          <w:rtl/>
        </w:rPr>
        <w:t xml:space="preserve"> مائل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 تا اور سوچتا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کونسا واقع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رونما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ا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اسقدر متضاد و متناقض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 محدث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فق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 w:rsidR="0065778C">
        <w:rPr>
          <w:rtl/>
        </w:rPr>
        <w:t xml:space="preserve"> اپنا جدا گان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راست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اخت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متضاد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 طرح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سَب اختلاف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مقام پر کو ئ</w:t>
      </w:r>
      <w:r>
        <w:rPr>
          <w:rFonts w:hint="cs"/>
          <w:rtl/>
        </w:rPr>
        <w:t>ی</w:t>
      </w:r>
      <w:r>
        <w:rPr>
          <w:rtl/>
        </w:rPr>
        <w:t xml:space="preserve"> نازک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کو اس بات پر اب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اراک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جعل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رسول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سوء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کوانک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آنحضر ت (ص) س</w:t>
      </w:r>
      <w:r w:rsidRPr="00471E8C">
        <w:rPr>
          <w:rFonts w:hint="cs"/>
          <w:rtl/>
        </w:rPr>
        <w:t>ے</w:t>
      </w:r>
      <w:r>
        <w:rPr>
          <w:rtl/>
        </w:rPr>
        <w:t xml:space="preserve">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دوم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''دوچ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رسولخدا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حلال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4527F0">
        <w:rPr>
          <w:rtl/>
        </w:rPr>
        <w:t xml:space="preserve">میں 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''متعة النساء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_اس 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اثر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اگر امّت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eastAsia"/>
          <w:rtl/>
        </w:rPr>
        <w:t>لفاء</w:t>
      </w:r>
      <w:r>
        <w:rPr>
          <w:rtl/>
        </w:rPr>
        <w:t xml:space="preserve"> ،اسلام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احکام کو اس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صرف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دوسروںکو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حق مل جاتا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نصّ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_اور اس صورت </w:t>
      </w:r>
      <w:r w:rsidR="004527F0">
        <w:rPr>
          <w:rtl/>
        </w:rPr>
        <w:t xml:space="preserve">میں </w:t>
      </w:r>
      <w:r>
        <w:rPr>
          <w:rtl/>
        </w:rPr>
        <w:t xml:space="preserve"> احکام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واجبات اور محرّمات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 و مر</w:t>
      </w:r>
      <w:r>
        <w:rPr>
          <w:rFonts w:hint="eastAsia"/>
          <w:rtl/>
        </w:rPr>
        <w:t>ج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وجاتا اور زمان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گزر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دامن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اثر کوختم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: ان دو احکام ک</w:t>
      </w:r>
      <w:r>
        <w:rPr>
          <w:rFonts w:hint="cs"/>
          <w:rtl/>
        </w:rPr>
        <w:t>ی</w:t>
      </w:r>
      <w:r>
        <w:rPr>
          <w:rtl/>
        </w:rPr>
        <w:t xml:space="preserve"> حرمت خود رسولخد(ص) اک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واقع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اصحاب</w:t>
      </w:r>
      <w:r>
        <w:rPr>
          <w:rtl/>
        </w:rPr>
        <w:t xml:space="preserve"> رسول(ص)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واقعيّت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متضاد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ورن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احاد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مباح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حرام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مباح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 حرام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ااحکام</w:t>
      </w:r>
      <w:r w:rsidR="0065778C">
        <w:rPr>
          <w:rtl/>
        </w:rPr>
        <w:t xml:space="preserve">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 </w:t>
      </w:r>
      <w:r w:rsidR="0065778C">
        <w:rPr>
          <w:rtl/>
        </w:rPr>
        <w:t>روز تبد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سب باتوں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قطع نظررسولخدا(ص)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مباح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حتماً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ضرورت دو 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زمانوں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با لخصوص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طرف طولان</w:t>
      </w:r>
      <w:r>
        <w:rPr>
          <w:rFonts w:hint="cs"/>
          <w:rtl/>
        </w:rPr>
        <w:t>ی</w:t>
      </w:r>
      <w:r>
        <w:rPr>
          <w:rtl/>
        </w:rPr>
        <w:t xml:space="preserve"> سفر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جوانوں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ضرورت شدّت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موجود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پس م</w:t>
      </w:r>
      <w:r>
        <w:rPr>
          <w:rFonts w:hint="eastAsia"/>
          <w:rtl/>
        </w:rPr>
        <w:t>تع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حرام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 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جذبات ب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 xml:space="preserve"> کان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عوامل اتن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_ب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'فل</w:t>
      </w:r>
      <w:r w:rsidR="004527F0">
        <w:rPr>
          <w:rtl/>
        </w:rPr>
        <w:t xml:space="preserve">میں </w:t>
      </w:r>
      <w:r>
        <w:rPr>
          <w:rtl/>
        </w:rPr>
        <w:t xml:space="preserve"> ،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رن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،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ش،</w:t>
      </w:r>
      <w:r>
        <w:rPr>
          <w:rtl/>
        </w:rPr>
        <w:t xml:space="preserve"> فسا د وال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فاسدل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جو سب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جوانوں ک</w:t>
      </w:r>
      <w:r w:rsidRPr="00471E8C">
        <w:rPr>
          <w:rFonts w:hint="cs"/>
          <w:rtl/>
        </w:rPr>
        <w:t>ے</w:t>
      </w:r>
      <w:r>
        <w:rPr>
          <w:rtl/>
        </w:rPr>
        <w:t xml:space="preserve">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اُس زمان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اور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جائزقرار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قابل قبول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سب ادل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اسلام اس کو حرام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کوجائز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پس اس صورت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سزاوار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 لوگ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حرام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پراحکام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طرح اسک</w:t>
      </w:r>
      <w:r>
        <w:rPr>
          <w:rFonts w:hint="cs"/>
          <w:rtl/>
        </w:rPr>
        <w:t>ی</w:t>
      </w:r>
      <w:r>
        <w:rPr>
          <w:rtl/>
        </w:rPr>
        <w:t xml:space="preserve"> حرمت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سزاوار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مباح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پر معاذ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زنا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طرفدار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 پس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مسائل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تعصّب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فرمات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</w:t>
      </w:r>
      <w:r w:rsidR="0065778C" w:rsidRPr="00C4272C">
        <w:rPr>
          <w:rStyle w:val="libArabicChar"/>
          <w:rFonts w:hint="cs"/>
          <w:rtl/>
        </w:rPr>
        <w:t>ذ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C4272C">
        <w:rPr>
          <w:rStyle w:val="libArabicChar"/>
          <w:rFonts w:hint="cs"/>
          <w:rtl/>
        </w:rPr>
        <w:t>ب السواد الاعظم من الاُمة الی</w:t>
      </w:r>
      <w:r w:rsidR="0065778C" w:rsidRPr="00C4272C">
        <w:rPr>
          <w:rStyle w:val="libArabicChar"/>
          <w:rtl/>
        </w:rPr>
        <w:t xml:space="preserve"> انّ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C4272C">
        <w:rPr>
          <w:rStyle w:val="libArabicChar"/>
          <w:rFonts w:hint="cs"/>
          <w:rtl/>
        </w:rPr>
        <w:t>ا صارت منسوخة و قال السواد من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C4272C">
        <w:rPr>
          <w:rStyle w:val="libArabicChar"/>
          <w:rFonts w:hint="cs"/>
          <w:rtl/>
        </w:rPr>
        <w:t>م ا نّ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C4272C">
        <w:rPr>
          <w:rStyle w:val="libArabicChar"/>
          <w:rFonts w:hint="cs"/>
          <w:rtl/>
        </w:rPr>
        <w:t>ا بقی</w:t>
      </w:r>
      <w:r w:rsidR="0065778C" w:rsidRPr="00C4272C">
        <w:rPr>
          <w:rStyle w:val="libArabicChar"/>
          <w:rFonts w:hint="eastAsia"/>
          <w:rtl/>
        </w:rPr>
        <w:t>ت</w:t>
      </w:r>
      <w:r w:rsidR="0065778C" w:rsidRPr="00C4272C">
        <w:rPr>
          <w:rStyle w:val="libArabicChar"/>
          <w:rtl/>
        </w:rPr>
        <w:t xml:space="preserve"> کما کانت''</w:t>
      </w:r>
      <w:r w:rsidR="0065778C">
        <w:rPr>
          <w:rtl/>
        </w:rPr>
        <w:t xml:space="preserve"> امت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اکثر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قائل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حکم منسوخ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وچکا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قائل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حکم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باق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'' </w:t>
      </w:r>
      <w:r w:rsidR="0065778C" w:rsidRPr="00B648F9">
        <w:rPr>
          <w:rStyle w:val="libFootnotenumChar"/>
          <w:rFonts w:hint="cs"/>
          <w:rtl/>
        </w:rPr>
        <w:t>(1)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اختلاف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اس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نکاح موقّت ک</w:t>
      </w:r>
      <w:r>
        <w:rPr>
          <w:rFonts w:hint="cs"/>
          <w:rtl/>
        </w:rPr>
        <w:t>ی</w:t>
      </w:r>
      <w:r>
        <w:rPr>
          <w:rtl/>
        </w:rPr>
        <w:t xml:space="preserve"> بحث کو تمام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اور سب لوگوں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قضاوت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قضاوت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آج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شرائط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آج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مشکلات کو حل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، جلد 10، ص 49_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Heading2Center"/>
      </w:pPr>
      <w:r>
        <w:rPr>
          <w:rtl/>
        </w:rPr>
        <w:br w:type="page"/>
      </w:r>
      <w:bookmarkStart w:id="74" w:name="_Toc519769644"/>
      <w:r w:rsidR="0065778C">
        <w:rPr>
          <w:rtl/>
        </w:rPr>
        <w:lastRenderedPageBreak/>
        <w:t>6</w:t>
      </w:r>
      <w:bookmarkEnd w:id="74"/>
      <w:r w:rsidR="0065778C">
        <w:rPr>
          <w:rtl/>
        </w:rPr>
        <w:t xml:space="preserve"> </w:t>
      </w:r>
    </w:p>
    <w:p w:rsidR="0065778C" w:rsidRDefault="0065778C" w:rsidP="009C6A20">
      <w:pPr>
        <w:pStyle w:val="Heading2Center"/>
      </w:pPr>
      <w:bookmarkStart w:id="75" w:name="_Toc519769645"/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3C4FC4">
        <w:rPr>
          <w:rFonts w:hint="cs"/>
          <w:rtl/>
        </w:rPr>
        <w:t>ہ</w:t>
      </w:r>
      <w:bookmarkEnd w:id="75"/>
      <w:r>
        <w:rPr>
          <w:rtl/>
        </w:rPr>
        <w:t xml:space="preserve"> </w:t>
      </w:r>
    </w:p>
    <w:p w:rsidR="0065778C" w:rsidRDefault="00E54A53" w:rsidP="00C4272C">
      <w:pPr>
        <w:pStyle w:val="Heading2Center"/>
      </w:pPr>
      <w:r>
        <w:rPr>
          <w:rtl/>
        </w:rPr>
        <w:br w:type="page"/>
      </w:r>
      <w:bookmarkStart w:id="76" w:name="_Toc519769646"/>
      <w:r w:rsidR="0065778C">
        <w:rPr>
          <w:rFonts w:hint="eastAsia"/>
          <w:rtl/>
        </w:rPr>
        <w:lastRenderedPageBreak/>
        <w:t>عبادات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سجد</w:t>
      </w:r>
      <w:r w:rsidR="0065778C" w:rsidRPr="003C4FC4">
        <w:rPr>
          <w:rFonts w:hint="cs"/>
          <w:rtl/>
        </w:rPr>
        <w:t>ہ</w:t>
      </w:r>
      <w:r w:rsidR="0065778C" w:rsidRPr="00452B33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</w:t>
      </w:r>
      <w:r w:rsidR="0065778C" w:rsidRPr="003C4FC4">
        <w:rPr>
          <w:rFonts w:hint="cs"/>
          <w:rtl/>
        </w:rPr>
        <w:t>ہ</w:t>
      </w:r>
      <w:r w:rsidR="0065778C" w:rsidRPr="00452B33">
        <w:rPr>
          <w:rFonts w:hint="cs"/>
          <w:rtl/>
        </w:rPr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>:</w:t>
      </w:r>
      <w:bookmarkEnd w:id="76"/>
    </w:p>
    <w:p w:rsidR="0065778C" w:rsidRDefault="0065778C" w:rsidP="0065778C">
      <w:pPr>
        <w:pStyle w:val="libNormal"/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عبادات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حالات ک</w:t>
      </w:r>
      <w:r>
        <w:rPr>
          <w:rFonts w:hint="cs"/>
          <w:rtl/>
        </w:rPr>
        <w:t>ی</w:t>
      </w:r>
      <w:r>
        <w:rPr>
          <w:rtl/>
        </w:rPr>
        <w:t xml:space="preserve"> نسبت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تمام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بالخصوص رسو ل اکرم(ص) اور ا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4272C">
        <w:t xml:space="preserve">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اور جان ک</w:t>
      </w:r>
      <w:r>
        <w:rPr>
          <w:rFonts w:hint="cs"/>
          <w:rtl/>
        </w:rPr>
        <w:t>ی</w:t>
      </w:r>
      <w:r>
        <w:rPr>
          <w:rtl/>
        </w:rPr>
        <w:t xml:space="preserve"> نشو ونما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اس لم </w:t>
      </w:r>
      <w:r>
        <w:rPr>
          <w:rFonts w:hint="cs"/>
          <w:rtl/>
        </w:rPr>
        <w:t>ی</w:t>
      </w:r>
      <w:r>
        <w:rPr>
          <w:rFonts w:hint="eastAsia"/>
          <w:rtl/>
        </w:rPr>
        <w:t>زل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خضوع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علامت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رکعت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 سجد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بجالان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شکر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مستحب اور واجب سجد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ول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کو بساط قرب پر پاتا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سلوک و عرفان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اخلاق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معلم حضرات ،سجد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مذکور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بالا مطالب اس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پر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روشن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انسان کا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عمل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طان</w:t>
      </w:r>
      <w:r w:rsidR="0065778C">
        <w:rPr>
          <w:rtl/>
        </w:rPr>
        <w:t xml:space="preserve"> کو اتنا پر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شان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کرتا جتنا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شان</w:t>
      </w:r>
      <w:r w:rsidR="0065778C">
        <w:rPr>
          <w:rtl/>
        </w:rPr>
        <w:t xml:space="preserve"> کرتا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جناب ختم</w:t>
      </w:r>
      <w:r>
        <w:rPr>
          <w:rFonts w:hint="cs"/>
          <w:rtl/>
        </w:rPr>
        <w:t>ی</w:t>
      </w:r>
      <w:r>
        <w:rPr>
          <w:rtl/>
        </w:rPr>
        <w:t xml:space="preserve"> مرتبت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مخاطب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محشور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خداوند 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حضور طولان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کرو'' </w:t>
      </w:r>
    </w:p>
    <w:p w:rsidR="0065778C" w:rsidRDefault="0065778C" w:rsidP="0065778C">
      <w:pPr>
        <w:pStyle w:val="libNormal"/>
      </w:pPr>
      <w:r w:rsidRPr="00C4272C">
        <w:rPr>
          <w:rStyle w:val="libArabicChar"/>
          <w:rFonts w:hint="eastAsia"/>
          <w:rtl/>
        </w:rPr>
        <w:t>و</w:t>
      </w:r>
      <w:r w:rsidRPr="00C4272C">
        <w:rPr>
          <w:rStyle w:val="libArabicChar"/>
          <w:rtl/>
        </w:rPr>
        <w:t xml:space="preserve"> اذا اَرَدتَ ا ن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حشُرَک</w:t>
      </w:r>
      <w:r w:rsidRPr="00C4272C">
        <w:rPr>
          <w:rStyle w:val="libArabicChar"/>
          <w:rtl/>
        </w:rPr>
        <w:t xml:space="preserve"> الله مع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يَومَ الق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امة</w:t>
      </w:r>
      <w:r w:rsidRPr="00C4272C">
        <w:rPr>
          <w:rStyle w:val="libArabicChar"/>
          <w:rtl/>
        </w:rPr>
        <w:t xml:space="preserve"> فأطل السّجودَ ب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ن</w:t>
      </w:r>
      <w:r w:rsidRPr="00C4272C">
        <w:rPr>
          <w:rStyle w:val="libArabicChar"/>
          <w:rtl/>
        </w:rPr>
        <w:t xml:space="preserve"> يَدَ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الله الواحد الق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ّار''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7" w:name="_Toc519769647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ے</w:t>
      </w:r>
      <w:r>
        <w:rPr>
          <w:rtl/>
        </w:rPr>
        <w:t xml:space="preserve"> سجد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کرنا جائز ن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>
        <w:rPr>
          <w:rtl/>
        </w:rPr>
        <w:t>:</w:t>
      </w:r>
      <w:bookmarkEnd w:id="77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واحد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پروردگار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کو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عاجز</w:t>
      </w:r>
      <w:r>
        <w:rPr>
          <w:rFonts w:hint="cs"/>
          <w:rtl/>
        </w:rPr>
        <w:t>ی</w:t>
      </w:r>
      <w:r>
        <w:rPr>
          <w:rtl/>
        </w:rPr>
        <w:t xml:space="preserve"> اور خضوع ک</w:t>
      </w:r>
      <w:r>
        <w:rPr>
          <w:rFonts w:hint="cs"/>
          <w:rtl/>
        </w:rPr>
        <w:t>ی</w:t>
      </w:r>
      <w:r>
        <w:rPr>
          <w:rtl/>
        </w:rPr>
        <w:t xml:space="preserve"> علامت اور پرستش کا روشن مصداق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پرستش و عبوديّت صرف ذات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C4272C">
        <w:rPr>
          <w:rStyle w:val="libAieChar"/>
          <w:rtl/>
        </w:rPr>
        <w:t>وللّ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 xml:space="preserve"> يَسجُد مَن فی</w:t>
      </w:r>
      <w:r w:rsidR="00CE2672" w:rsidRPr="00C4272C">
        <w:rPr>
          <w:rStyle w:val="libAieChar"/>
          <w:rtl/>
        </w:rPr>
        <w:t xml:space="preserve"> السموات و الارض''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کو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حصر پر دلالت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صرف اور صرف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اعراف ک</w:t>
      </w:r>
      <w:r>
        <w:rPr>
          <w:rFonts w:hint="cs"/>
          <w:rtl/>
        </w:rPr>
        <w:t>ی</w:t>
      </w:r>
      <w:r>
        <w:rPr>
          <w:rtl/>
        </w:rPr>
        <w:t xml:space="preserve"> 206 نمبر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C4272C">
        <w:rPr>
          <w:rStyle w:val="libAieChar"/>
          <w:rtl/>
        </w:rPr>
        <w:t>'' و ل</w:t>
      </w:r>
      <w:r w:rsidR="00CE2672" w:rsidRPr="00EC5D05">
        <w:rPr>
          <w:rStyle w:val="libAieChar"/>
          <w:rFonts w:hint="cs"/>
          <w:rtl/>
        </w:rPr>
        <w:t>ه</w:t>
      </w:r>
      <w:r w:rsidR="00CE2672" w:rsidRPr="00C4272C">
        <w:rPr>
          <w:rStyle w:val="libAieChar"/>
          <w:rFonts w:hint="cs"/>
          <w:rtl/>
        </w:rPr>
        <w:t xml:space="preserve"> ی</w:t>
      </w:r>
      <w:r w:rsidR="00CE2672" w:rsidRPr="00C4272C">
        <w:rPr>
          <w:rStyle w:val="libAieChar"/>
          <w:rFonts w:hint="eastAsia"/>
          <w:rtl/>
        </w:rPr>
        <w:t>سجدون</w:t>
      </w:r>
      <w:r w:rsidR="00CE2672" w:rsidRPr="00C4272C">
        <w:rPr>
          <w:rStyle w:val="libAieChar"/>
          <w:rtl/>
        </w:rPr>
        <w:t xml:space="preserve">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>
        <w:rPr>
          <w:rtl/>
        </w:rPr>
        <w:t>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پر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ماد</w:t>
      </w:r>
      <w:r w:rsidRPr="00D2626E">
        <w:rPr>
          <w:rFonts w:hint="cs"/>
          <w:rtl/>
        </w:rPr>
        <w:t>ہ سجدہ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سورة رعد،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15_</w:t>
      </w:r>
    </w:p>
    <w:p w:rsidR="009C6A20" w:rsidRPr="00D2626E" w:rsidRDefault="009C6A20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خضوع کا آخر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خداوند عالم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کس</w:t>
      </w:r>
      <w:r>
        <w:rPr>
          <w:rFonts w:hint="cs"/>
          <w:rtl/>
        </w:rPr>
        <w:t>ی</w:t>
      </w:r>
      <w:r>
        <w:rPr>
          <w:rtl/>
        </w:rPr>
        <w:t xml:space="preserve"> اور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عالم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درست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''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عبادت''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پرستش اور عبادت صرف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</w:t>
      </w:r>
      <w:r w:rsidRPr="00471E8C">
        <w:rPr>
          <w:rFonts w:hint="cs"/>
          <w:rtl/>
        </w:rPr>
        <w:t>ے</w:t>
      </w:r>
      <w:r>
        <w:rPr>
          <w:rtl/>
        </w:rPr>
        <w:t xml:space="preserve"> الفاظ </w:t>
      </w:r>
      <w:r w:rsidR="004527F0">
        <w:rPr>
          <w:rtl/>
        </w:rPr>
        <w:t xml:space="preserve">میں 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کرنا شرک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عبادت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جو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ملائک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آدم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( اور اسکا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مقامات پر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حضرت آدم(ع)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احترام کا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عبادت کا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ملائک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اس ذات حق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شکر خدا کا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ا_اس</w:t>
      </w:r>
      <w:r>
        <w:rPr>
          <w:rFonts w:hint="cs"/>
          <w:rtl/>
        </w:rPr>
        <w:t>ی</w:t>
      </w:r>
      <w:r>
        <w:rPr>
          <w:rtl/>
        </w:rPr>
        <w:t xml:space="preserve"> طرح جو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اورانک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بچّوں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_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</w:t>
      </w:r>
      <w:r w:rsidRPr="00C4272C">
        <w:rPr>
          <w:rStyle w:val="libArabicChar"/>
          <w:rFonts w:hint="cs"/>
          <w:rtl/>
        </w:rPr>
        <w:t>خرَّ و ل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سُجَّداً''</w:t>
      </w:r>
      <w:r w:rsidRPr="00955C8D">
        <w:rPr>
          <w:rFonts w:hint="cs"/>
          <w:rtl/>
        </w:rPr>
        <w:t xml:space="preserve"> اور سب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گر 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الفاظ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</w:t>
      </w:r>
      <w:r>
        <w:rPr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شکر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احترام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قابل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>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مصدرشمار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باب ''</w:t>
      </w:r>
      <w:r w:rsidRPr="00C4272C">
        <w:rPr>
          <w:rStyle w:val="libArabicChar"/>
          <w:rtl/>
        </w:rPr>
        <w:t>عدم جواز السجود بغ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ر</w:t>
      </w:r>
      <w:r w:rsidRPr="00C4272C">
        <w:rPr>
          <w:rStyle w:val="libArabicChar"/>
          <w:rtl/>
        </w:rPr>
        <w:t xml:space="preserve"> الله </w:t>
      </w:r>
      <w:r>
        <w:rPr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اور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 w:rsidRPr="00471E8C">
        <w:rPr>
          <w:rFonts w:hint="cs"/>
          <w:rtl/>
        </w:rPr>
        <w:t>ے</w:t>
      </w:r>
      <w:r>
        <w:rPr>
          <w:rtl/>
        </w:rPr>
        <w:t xml:space="preserve"> سات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tl/>
        </w:rPr>
        <w:t>ر خدا کو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ہ،</w:t>
      </w:r>
      <w:r>
        <w:rPr>
          <w:rtl/>
        </w:rPr>
        <w:t xml:space="preserve"> جلد 4، ص 984_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tl/>
        </w:rPr>
        <w:t xml:space="preserve"> بات کو اچ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ذ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 نش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فرما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آئند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گفتگو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اخذ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8" w:name="_Toc519769648"/>
      <w:r>
        <w:rPr>
          <w:rFonts w:hint="eastAsia"/>
          <w:rtl/>
        </w:rPr>
        <w:t>کس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کرنا چا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ے</w:t>
      </w:r>
      <w:r>
        <w:rPr>
          <w:rtl/>
        </w:rPr>
        <w:t>:</w:t>
      </w:r>
      <w:bookmarkEnd w:id="78"/>
    </w:p>
    <w:p w:rsidR="0065778C" w:rsidRDefault="0065778C" w:rsidP="0065778C">
      <w:pPr>
        <w:pStyle w:val="libNormal"/>
      </w:pPr>
      <w:r>
        <w:rPr>
          <w:rFonts w:hint="eastAsia"/>
          <w:rtl/>
        </w:rPr>
        <w:t>مکتب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اس بات پر اتفاق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درختوں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لک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>_ ان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علماء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لسنت عام طور پر معتقد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صرف بعض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لباس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وپگ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گوش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مستثن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اُن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والوں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رسولخدا(ص) اور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اصحاب کا عمل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ان محکم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پر اصرار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مسجد الحرام اور مسجد نبو</w:t>
      </w:r>
      <w:r>
        <w:rPr>
          <w:rFonts w:hint="cs"/>
          <w:rtl/>
        </w:rPr>
        <w:t>ی</w:t>
      </w:r>
      <w:r>
        <w:rPr>
          <w:rtl/>
        </w:rPr>
        <w:t xml:space="preserve">(ص) </w:t>
      </w:r>
      <w:r w:rsidR="004527F0">
        <w:rPr>
          <w:rtl/>
        </w:rPr>
        <w:t xml:space="preserve">میں </w:t>
      </w:r>
      <w:r>
        <w:rPr>
          <w:rtl/>
        </w:rPr>
        <w:t xml:space="preserve"> اس بات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مصل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 س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عراق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تمام مساجد </w:t>
      </w:r>
      <w:r w:rsidR="004527F0">
        <w:rPr>
          <w:rtl/>
        </w:rPr>
        <w:t xml:space="preserve">میں </w:t>
      </w:r>
      <w:r>
        <w:rPr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خاک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بنا کر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تمام اعضاء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اشرف و افضل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حضور، خاک پر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اور</w:t>
      </w:r>
      <w:r>
        <w:rPr>
          <w:rtl/>
        </w:rPr>
        <w:t xml:space="preserve"> اس ذات احديّت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''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داء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تربت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بنائ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جانثار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>
        <w:rPr>
          <w:rtl/>
        </w:rPr>
        <w:t xml:space="preserve"> تاز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 اور نماز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حضور قلب حاصل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وسک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_اور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کربلا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تربت کو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خاک پر ترج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تربت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خاک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پابند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بلک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مساجد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صحنوں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روں (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مسجد الحرام اور مسجد نبو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صحن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سنگ مرمر) پر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 آسان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( غور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وجوب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صحاب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 آئند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بحث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تعجب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لسنت برادران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اسقدر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ردّعمل کا مظا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بد</w:t>
      </w:r>
      <w:r>
        <w:rPr>
          <w:rtl/>
        </w:rPr>
        <w:t>عت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بعض اوقات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کفر اور بُت پرست</w:t>
      </w:r>
      <w:r>
        <w:rPr>
          <w:rFonts w:hint="cs"/>
          <w:rtl/>
        </w:rPr>
        <w:t>ی</w:t>
      </w:r>
      <w:r>
        <w:rPr>
          <w:rtl/>
        </w:rPr>
        <w:t xml:space="preserve">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خود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عمل بدعت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جب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مقدار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''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تو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صورت </w:t>
      </w:r>
      <w:r w:rsidR="004527F0">
        <w:rPr>
          <w:rtl/>
        </w:rPr>
        <w:t xml:space="preserve">میں </w:t>
      </w:r>
      <w:r>
        <w:rPr>
          <w:rtl/>
        </w:rPr>
        <w:t xml:space="preserve"> جناب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بت پرست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 گزار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احمد ، ج 3، ص 327و سنن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جلد 1ص 239_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پس</w:t>
      </w:r>
      <w:r w:rsidR="0065778C">
        <w:rPr>
          <w:rtl/>
        </w:rPr>
        <w:t xml:space="preserve"> جو شخص حص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پر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ترج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مسجد الحرام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مسجد نبو</w:t>
      </w:r>
      <w:r w:rsidR="0065778C">
        <w:rPr>
          <w:rFonts w:hint="cs"/>
          <w:rtl/>
        </w:rPr>
        <w:t>ی</w:t>
      </w:r>
      <w:r w:rsidR="0065778C">
        <w:rPr>
          <w:rtl/>
        </w:rPr>
        <w:t>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فرش پر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پرستش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مسجد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فرش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پوجا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برادران اس موضوع پر مشتمل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زاروں فق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کا مطالع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ناروا نسبتوں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ذرّ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برابر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لک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بدعت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و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لگنا،کم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کو جانن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صادق _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شام بن حکم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امام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اصحاب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امام 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 </w:t>
      </w:r>
      <w:r w:rsidRPr="00C4272C">
        <w:rPr>
          <w:rStyle w:val="libArabicChar"/>
          <w:rtl/>
        </w:rPr>
        <w:t xml:space="preserve">السجود لا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جوز</w:t>
      </w:r>
      <w:r w:rsidRPr="00C4272C">
        <w:rPr>
          <w:rStyle w:val="libArabicChar"/>
          <w:rtl/>
        </w:rPr>
        <w:t xml:space="preserve"> الا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الارض او ما انبتت الارض الا ما أکل اَو لبس''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مگر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شام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آپ(ع) پر قربان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وجاؤں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کمت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>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C4272C">
        <w:rPr>
          <w:rStyle w:val="libArabicChar"/>
          <w:rtl/>
        </w:rPr>
        <w:t xml:space="preserve">''لانّ السّجُودَ 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ُو الخضوع للّ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عزّوجل فلا ی</w:t>
      </w:r>
      <w:r w:rsidRPr="00C4272C">
        <w:rPr>
          <w:rStyle w:val="libArabicChar"/>
          <w:rFonts w:hint="eastAsia"/>
          <w:rtl/>
        </w:rPr>
        <w:t>نبغ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أن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کونَ</w:t>
      </w:r>
      <w:r w:rsidRPr="00C4272C">
        <w:rPr>
          <w:rStyle w:val="libArabicChar"/>
          <w:rtl/>
        </w:rPr>
        <w:t xml:space="preserve">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ما يُؤكَلُ و يُلبس لانّ أَبناء الدُّن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ا</w:t>
      </w:r>
      <w:r w:rsidRPr="00C4272C">
        <w:rPr>
          <w:rStyle w:val="libArabicChar"/>
          <w:rtl/>
        </w:rPr>
        <w:t xml:space="preserve"> عَب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د</w:t>
      </w:r>
      <w:r w:rsidRPr="00C4272C">
        <w:rPr>
          <w:rStyle w:val="libArabicChar"/>
          <w:rtl/>
        </w:rPr>
        <w:t xml:space="preserve"> ما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ا</w:t>
      </w:r>
      <w:r w:rsidRPr="00C4272C">
        <w:rPr>
          <w:rStyle w:val="libArabicChar"/>
          <w:rtl/>
        </w:rPr>
        <w:t xml:space="preserve"> کلون و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لبسون</w:t>
      </w:r>
      <w:r w:rsidRPr="00C4272C">
        <w:rPr>
          <w:rStyle w:val="libArabicChar"/>
          <w:rtl/>
        </w:rPr>
        <w:t xml:space="preserve"> و الساجدُ ف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سُجود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فی</w:t>
      </w:r>
      <w:r w:rsidRPr="00C4272C">
        <w:rPr>
          <w:rStyle w:val="libArabicChar"/>
          <w:rtl/>
        </w:rPr>
        <w:t xml:space="preserve"> عبادة الله فلا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نبغ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أن يَضَعَ جَب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َتَ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ُ فی</w:t>
      </w:r>
      <w:r w:rsidRPr="00C4272C">
        <w:rPr>
          <w:rStyle w:val="libArabicChar"/>
          <w:rtl/>
        </w:rPr>
        <w:t xml:space="preserve"> سُجود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علی</w:t>
      </w:r>
      <w:r w:rsidRPr="00C4272C">
        <w:rPr>
          <w:rStyle w:val="libArabicChar"/>
          <w:rtl/>
        </w:rPr>
        <w:t xml:space="preserve"> معبود أبناء الدُّن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ا</w:t>
      </w:r>
      <w:r w:rsidRPr="00C4272C">
        <w:rPr>
          <w:rStyle w:val="libArabicChar"/>
          <w:rtl/>
        </w:rPr>
        <w:t xml:space="preserve"> الذ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ن</w:t>
      </w:r>
      <w:r w:rsidRPr="00C4272C">
        <w:rPr>
          <w:rStyle w:val="libArabicChar"/>
          <w:rtl/>
        </w:rPr>
        <w:t xml:space="preserve"> اغتَرُ</w:t>
      </w:r>
      <w:r w:rsidRPr="00C4272C">
        <w:rPr>
          <w:rStyle w:val="libArabicChar"/>
          <w:rFonts w:hint="eastAsia"/>
          <w:rtl/>
        </w:rPr>
        <w:t>ّ</w:t>
      </w:r>
      <w:r w:rsidRPr="00C4272C">
        <w:rPr>
          <w:rStyle w:val="libArabicChar"/>
          <w:rtl/>
        </w:rPr>
        <w:t xml:space="preserve"> وا بغرور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ا''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خضوع اور انکسار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مناسب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دن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پرست لوگ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زوںک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بند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جبک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شخص جو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حالت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عبادت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مشغول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پس مناسب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انسان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حالت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زوں</w:t>
      </w:r>
      <w:r w:rsidR="0065778C">
        <w:rPr>
          <w:rtl/>
        </w:rPr>
        <w:t xml:space="preserve"> پر رک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جو دن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پرستوں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معبود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ںاور</w:t>
      </w:r>
      <w:r w:rsidR="0065778C">
        <w:rPr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زرق و برق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فر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فت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امام _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 </w:t>
      </w:r>
      <w:r w:rsidRPr="00C4272C">
        <w:rPr>
          <w:rStyle w:val="libArabicChar"/>
          <w:rtl/>
        </w:rPr>
        <w:t>و السّجودُعل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الارض أفضلُ لانّ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أبلغ للتواضع و الخُضوع للّ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عزوجل</w:t>
      </w:r>
      <w:r w:rsidRPr="00955C8D">
        <w:rPr>
          <w:rFonts w:hint="cs"/>
          <w:rtl/>
        </w:rPr>
        <w:t>''ک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افضل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 طور پرخضوع وتواضع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79" w:name="_Toc519769649"/>
      <w:r>
        <w:rPr>
          <w:rtl/>
        </w:rPr>
        <w:t>4_ مسئل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ادلّ</w:t>
      </w:r>
      <w:r w:rsidRPr="003C4FC4">
        <w:rPr>
          <w:rFonts w:hint="cs"/>
          <w:rtl/>
        </w:rPr>
        <w:t>ہ</w:t>
      </w:r>
      <w:r>
        <w:rPr>
          <w:rtl/>
        </w:rPr>
        <w:t>:</w:t>
      </w:r>
      <w:bookmarkEnd w:id="79"/>
    </w:p>
    <w:p w:rsidR="0065778C" w:rsidRDefault="0065778C" w:rsidP="0065778C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شروع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80" w:name="_Toc519769650"/>
      <w:r>
        <w:rPr>
          <w:rFonts w:hint="eastAsia"/>
          <w:rtl/>
        </w:rPr>
        <w:t>الف</w:t>
      </w:r>
      <w:r>
        <w:rPr>
          <w:rtl/>
        </w:rPr>
        <w:t>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سلسل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>:</w:t>
      </w:r>
      <w:bookmarkEnd w:id="80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C4272C">
        <w:rPr>
          <w:rStyle w:val="libArabicChar"/>
          <w:rtl/>
        </w:rPr>
        <w:t>''جُعلت 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الارضُ مسجداً و ط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وراً''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محل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ارت (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>)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''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کا مقام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پس عبادت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معيّن مقام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مخصوص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علل الشرائع، جلد 2، ص 341_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1، ص 91و سنن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2_ ص 433 (ا ور ب</w:t>
      </w:r>
      <w:r w:rsidRPr="00D2626E">
        <w:rPr>
          <w:rFonts w:hint="cs"/>
          <w:rtl/>
        </w:rPr>
        <w:t>ہت س</w:t>
      </w:r>
      <w:r>
        <w:rPr>
          <w:rFonts w:hint="cs"/>
          <w:rtl/>
        </w:rPr>
        <w:t>ی</w:t>
      </w:r>
      <w:r>
        <w:rPr>
          <w:rtl/>
        </w:rPr>
        <w:t xml:space="preserve"> دوسرو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</w:t>
      </w:r>
      <w:r w:rsidRPr="00D2626E">
        <w:rPr>
          <w:rFonts w:hint="cs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)_</w:t>
      </w:r>
    </w:p>
    <w:p w:rsidR="009C6A20" w:rsidRPr="00D2626E" w:rsidRDefault="009C6A20" w:rsidP="00D2626E">
      <w:pPr>
        <w:pStyle w:val="libNormal"/>
        <w:rPr>
          <w:rtl/>
        </w:rPr>
      </w:pPr>
      <w:r>
        <w:rPr>
          <w:rtl/>
        </w:rPr>
        <w:br w:type="page"/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و نصار</w:t>
      </w:r>
      <w:r>
        <w:rPr>
          <w:rFonts w:hint="cs"/>
          <w:rtl/>
        </w:rPr>
        <w:t>ی</w:t>
      </w:r>
      <w:r>
        <w:rPr>
          <w:rtl/>
        </w:rPr>
        <w:t xml:space="preserve"> گمان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عبادت کو حتماً کل</w:t>
      </w:r>
      <w:r>
        <w:rPr>
          <w:rFonts w:hint="cs"/>
          <w:rtl/>
        </w:rPr>
        <w:t>ی</w:t>
      </w:r>
      <w:r>
        <w:rPr>
          <w:rFonts w:hint="eastAsia"/>
          <w:rtl/>
        </w:rPr>
        <w:t>ساؤں</w:t>
      </w:r>
      <w:r>
        <w:rPr>
          <w:rtl/>
        </w:rPr>
        <w:t xml:space="preserve"> اور عبادت خانوں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سازگار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مسجد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''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جس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مّم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خاک اور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</w:t>
      </w:r>
      <w:r>
        <w:rPr>
          <w:rFonts w:hint="eastAsia"/>
          <w:rtl/>
        </w:rPr>
        <w:t>سجد</w:t>
      </w:r>
      <w:r w:rsidRPr="00471E8C">
        <w:rPr>
          <w:rFonts w:hint="cs"/>
          <w:rtl/>
        </w:rPr>
        <w:t>ہ</w:t>
      </w:r>
      <w:r>
        <w:rPr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خاک اور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اس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جسکا بعض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Pr="00C4272C">
        <w:rPr>
          <w:rStyle w:val="libArabicChar"/>
          <w:rFonts w:hint="cs"/>
          <w:rtl/>
        </w:rPr>
        <w:t>جُعلت لی</w:t>
      </w:r>
      <w:r w:rsidRPr="00C4272C">
        <w:rPr>
          <w:rStyle w:val="libArabicChar"/>
          <w:rtl/>
        </w:rPr>
        <w:t xml:space="preserve"> الارض مسجداً و ترابُ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ط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وراً''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مسجد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خاک کو 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''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مسجد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مراد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وسکتا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tl/>
        </w:rPr>
        <w:t>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پابند اور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کام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دستور پر عمل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81" w:name="_Toc519769651"/>
      <w:r>
        <w:rPr>
          <w:rFonts w:hint="eastAsia"/>
          <w:rtl/>
        </w:rPr>
        <w:t>ب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:</w:t>
      </w:r>
      <w:bookmarkEnd w:id="81"/>
    </w:p>
    <w:p w:rsidR="0065778C" w:rsidRDefault="0065778C" w:rsidP="0065778C">
      <w:pPr>
        <w:pStyle w:val="libNormal"/>
      </w:pPr>
      <w:r>
        <w:rPr>
          <w:rFonts w:hint="eastAsia"/>
          <w:rtl/>
        </w:rPr>
        <w:t>متعدّد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کپ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Pr="00C4272C">
        <w:rPr>
          <w:rStyle w:val="libArabicChar"/>
          <w:rFonts w:hint="cs"/>
          <w:rtl/>
        </w:rPr>
        <w:t>سجد رسول الله (ص) فی</w:t>
      </w:r>
      <w:r w:rsidRPr="00C4272C">
        <w:rPr>
          <w:rStyle w:val="libArabicChar"/>
          <w:rtl/>
        </w:rPr>
        <w:t xml:space="preserve">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وم</w:t>
      </w:r>
      <w:r w:rsidRPr="00C4272C">
        <w:rPr>
          <w:rStyle w:val="libArabicChar"/>
          <w:rtl/>
        </w:rPr>
        <w:t xml:space="preserve"> مط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ر</w:t>
      </w:r>
      <w:r w:rsidRPr="00C4272C">
        <w:rPr>
          <w:rStyle w:val="libArabicChar"/>
          <w:rtl/>
        </w:rPr>
        <w:t xml:space="preserve"> حت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أنّ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لانظر ال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أثر ذلک ف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جب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ت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و ارنبت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''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باران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دن زم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پر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_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آثار آپ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ناک پر نما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اں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پر جائز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 تو ضرورت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C4272C">
        <w:rPr>
          <w:rStyle w:val="libArabicChar"/>
          <w:rtl/>
        </w:rPr>
        <w:t>ما رأ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تُ</w:t>
      </w:r>
      <w:r w:rsidRPr="00C4272C">
        <w:rPr>
          <w:rStyle w:val="libArabicChar"/>
          <w:rtl/>
        </w:rPr>
        <w:t xml:space="preserve"> رسول الله متق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اً</w:t>
      </w:r>
      <w:r w:rsidRPr="00C4272C">
        <w:rPr>
          <w:rStyle w:val="libArabicChar"/>
          <w:rtl/>
        </w:rPr>
        <w:t xml:space="preserve"> وج</w:t>
      </w:r>
      <w:r w:rsidR="00380DE6" w:rsidRPr="009B41EC">
        <w:rPr>
          <w:rStyle w:val="libArabicChar"/>
          <w:rFonts w:hint="cs"/>
          <w:rtl/>
        </w:rPr>
        <w:t>هه</w:t>
      </w:r>
      <w:r w:rsidRPr="00C4272C">
        <w:rPr>
          <w:rStyle w:val="libArabicChar"/>
          <w:rFonts w:hint="cs"/>
          <w:rtl/>
        </w:rPr>
        <w:t xml:space="preserve"> بشی</w:t>
      </w:r>
      <w:r w:rsidRPr="00C4272C">
        <w:rPr>
          <w:rStyle w:val="libArabicChar"/>
          <w:rFonts w:hint="eastAsia"/>
          <w:rtl/>
        </w:rPr>
        <w:t>ئ</w:t>
      </w:r>
      <w:r w:rsidRPr="00C4272C">
        <w:rPr>
          <w:rStyle w:val="libArabicChar"/>
          <w:rtl/>
        </w:rPr>
        <w:t>''</w:t>
      </w:r>
      <w:r w:rsidR="004527F0" w:rsidRPr="00C4272C">
        <w:rPr>
          <w:rStyle w:val="libArabicChar"/>
          <w:rtl/>
        </w:rPr>
        <w:t>میں</w:t>
      </w:r>
      <w:r w:rsidR="004527F0">
        <w:rPr>
          <w:rtl/>
        </w:rPr>
        <w:t xml:space="preserve">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(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)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>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وں''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حجر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قدرت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واجب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 w:rsidRPr="00471E8C">
        <w:rPr>
          <w:rFonts w:hint="cs"/>
          <w:rtl/>
        </w:rPr>
        <w:t>ہ</w:t>
      </w:r>
      <w:r>
        <w:rPr>
          <w:rtl/>
        </w:rPr>
        <w:t xml:space="preserve"> ( رسول اکرم(ص)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''و رسول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صّل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الخُمرة ف</w:t>
      </w:r>
      <w:r>
        <w:rPr>
          <w:rFonts w:hint="cs"/>
          <w:rtl/>
        </w:rPr>
        <w:t>ی</w:t>
      </w:r>
      <w:r>
        <w:rPr>
          <w:rFonts w:hint="eastAsia"/>
          <w:rtl/>
        </w:rPr>
        <w:t>سجد</w:t>
      </w:r>
      <w:r>
        <w:rPr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) پر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پرسجد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کتب </w:t>
      </w:r>
      <w:r w:rsidR="004527F0">
        <w:rPr>
          <w:rtl/>
        </w:rPr>
        <w:t xml:space="preserve">میں </w:t>
      </w:r>
      <w:r>
        <w:rPr>
          <w:rtl/>
        </w:rPr>
        <w:t xml:space="preserve"> متعدّد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'' خمر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پر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( خُمر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>
        <w:rPr>
          <w:rtl/>
        </w:rPr>
        <w:t xml:space="preserve"> مصل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ا)تعجب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مصل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پر بعض متعصب لوگوں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غص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مجمع الزوائد، جلد 2، ص 126_ 2) 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D2626E">
        <w:rPr>
          <w:rFonts w:hint="cs"/>
          <w:rtl/>
        </w:rPr>
        <w:t>ہ</w:t>
      </w:r>
      <w:r>
        <w:rPr>
          <w:rtl/>
        </w:rPr>
        <w:t xml:space="preserve"> ، جلد 1 ، ص 397_</w:t>
      </w:r>
    </w:p>
    <w:p w:rsidR="0065778C" w:rsidRDefault="0065778C" w:rsidP="00D2626E">
      <w:pPr>
        <w:pStyle w:val="libFootnote"/>
      </w:pPr>
      <w:r>
        <w:rPr>
          <w:rtl/>
        </w:rPr>
        <w:t>3) فتح البار</w:t>
      </w:r>
      <w:r>
        <w:rPr>
          <w:rFonts w:hint="cs"/>
          <w:rtl/>
        </w:rPr>
        <w:t>ی</w:t>
      </w:r>
      <w:r>
        <w:rPr>
          <w:rtl/>
        </w:rPr>
        <w:t xml:space="preserve"> ، جلد1، ص 404_</w:t>
      </w: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جاتا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سنت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کتن</w:t>
      </w:r>
      <w:r w:rsidRPr="00471E8C">
        <w:rPr>
          <w:rFonts w:hint="cs"/>
          <w:rtl/>
        </w:rPr>
        <w:t>ے</w:t>
      </w:r>
      <w:r>
        <w:rPr>
          <w:rtl/>
        </w:rPr>
        <w:t xml:space="preserve"> افسوس کا مقام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سنّت کو بدعت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مج</w:t>
      </w:r>
      <w:r w:rsidRPr="00471E8C">
        <w:rPr>
          <w:rFonts w:hint="cs"/>
          <w:rtl/>
        </w:rPr>
        <w:t>ھے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موقع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(ص)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متعصّب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غصّ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اکر کون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سنت کو بدعت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C4272C">
      <w:pPr>
        <w:pStyle w:val="Heading2Center"/>
      </w:pPr>
      <w:bookmarkStart w:id="82" w:name="_Toc519769652"/>
      <w:r>
        <w:rPr>
          <w:rFonts w:hint="eastAsia"/>
          <w:rtl/>
        </w:rPr>
        <w:t>ج</w:t>
      </w:r>
      <w:r>
        <w:rPr>
          <w:rtl/>
        </w:rPr>
        <w:t>) صحاب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82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بحث </w:t>
      </w:r>
      <w:r w:rsidR="004527F0">
        <w:rPr>
          <w:rtl/>
        </w:rPr>
        <w:t xml:space="preserve">میں </w:t>
      </w:r>
      <w:r>
        <w:rPr>
          <w:rtl/>
        </w:rPr>
        <w:t xml:space="preserve"> دلچسپ موضوع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اصحاب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آن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وال-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حالات کا غور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مطالع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C4272C">
        <w:rPr>
          <w:rStyle w:val="libArabicChar"/>
          <w:rtl/>
        </w:rPr>
        <w:t>کنتُ اُصلّ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مع النّب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ر فآخذ قبضة من الحصی</w:t>
      </w:r>
      <w:r w:rsidRPr="00C4272C">
        <w:rPr>
          <w:rStyle w:val="libArabicChar"/>
          <w:rtl/>
        </w:rPr>
        <w:t xml:space="preserve"> فاجعل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فی</w:t>
      </w:r>
      <w:r w:rsidRPr="00C4272C">
        <w:rPr>
          <w:rStyle w:val="libArabicChar"/>
          <w:rtl/>
        </w:rPr>
        <w:t xml:space="preserve"> کفّ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ثُم احول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الی</w:t>
      </w:r>
      <w:r w:rsidRPr="00C4272C">
        <w:rPr>
          <w:rStyle w:val="libArabicChar"/>
          <w:rtl/>
        </w:rPr>
        <w:t xml:space="preserve"> الکفّ الاُخر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حت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تبرد ثم اضع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 لجبی</w:t>
      </w:r>
      <w:r w:rsidRPr="00C4272C">
        <w:rPr>
          <w:rStyle w:val="libArabicChar"/>
          <w:rFonts w:hint="eastAsia"/>
          <w:rtl/>
        </w:rPr>
        <w:t>ن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حت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اسجد عل</w:t>
      </w:r>
      <w:r w:rsidRPr="00C4272C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>ا</w:t>
      </w:r>
      <w:r w:rsidRPr="00C4272C">
        <w:rPr>
          <w:rStyle w:val="libArabicChar"/>
          <w:rtl/>
        </w:rPr>
        <w:t xml:space="preserve"> من شّدة الحرّ''</w:t>
      </w:r>
      <w:r w:rsidR="004527F0" w:rsidRPr="00C4272C">
        <w:rPr>
          <w:rStyle w:val="libArabicChar"/>
          <w:rtl/>
        </w:rPr>
        <w:t>میں</w:t>
      </w:r>
      <w:r w:rsidR="004527F0">
        <w:rPr>
          <w:rtl/>
        </w:rPr>
        <w:t xml:space="preserve">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>
        <w:rPr>
          <w:rtl/>
        </w:rPr>
        <w:t xml:space="preserve">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ڈے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کرسکوں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ا''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احمد ، جلد 3، ص 327 ، سنن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جلد1 ، ص 439_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واضح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اصحاب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>(ص) زم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پر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پابند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، حت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گرم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کا 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حل تلاش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_ اگر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ضرور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وتا تو اتن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زحمت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ضرورت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انس بن مالک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C4272C">
        <w:rPr>
          <w:rStyle w:val="libArabicChar"/>
          <w:rtl/>
        </w:rPr>
        <w:t>كُنّا مع رسول الله (ص) ف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شدّة الحرّ ف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أخذأحدنا</w:t>
      </w:r>
      <w:r w:rsidRPr="00C4272C">
        <w:rPr>
          <w:rStyle w:val="libArabicChar"/>
          <w:rtl/>
        </w:rPr>
        <w:t xml:space="preserve"> الحصباء ف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د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tl/>
        </w:rPr>
        <w:t xml:space="preserve"> فإذا برد وضع</w:t>
      </w:r>
      <w:r w:rsidR="00380DE6" w:rsidRPr="009B41EC">
        <w:rPr>
          <w:rStyle w:val="libArabicChar"/>
          <w:rFonts w:hint="cs"/>
          <w:rtl/>
        </w:rPr>
        <w:t>ه</w:t>
      </w:r>
      <w:r w:rsidRPr="00C4272C">
        <w:rPr>
          <w:rStyle w:val="libArabicChar"/>
          <w:rFonts w:hint="cs"/>
          <w:rtl/>
        </w:rPr>
        <w:t xml:space="preserve"> و سجّد علی</w:t>
      </w:r>
      <w:r w:rsidR="00380DE6" w:rsidRPr="009B41EC">
        <w:rPr>
          <w:rStyle w:val="libArabicChar"/>
          <w:rFonts w:hint="cs"/>
          <w:rtl/>
        </w:rPr>
        <w:t>ه</w:t>
      </w:r>
      <w:r>
        <w:rPr>
          <w:rtl/>
        </w:rPr>
        <w:t xml:space="preserve"> ''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لوگ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ڈے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کر ا</w:t>
      </w:r>
      <w:r>
        <w:rPr>
          <w:rFonts w:hint="eastAsia"/>
          <w:rtl/>
        </w:rPr>
        <w:t>ُن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C4272C">
        <w:rPr>
          <w:rStyle w:val="libArabicChar"/>
          <w:rtl/>
        </w:rPr>
        <w:t xml:space="preserve">انّ ابن مسعود لا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سجد</w:t>
      </w:r>
      <w:r w:rsidRPr="00C4272C">
        <w:rPr>
          <w:rStyle w:val="libArabicChar"/>
          <w:rtl/>
        </w:rPr>
        <w:t xml:space="preserve"> _ أو قال لا 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Fonts w:hint="eastAsia"/>
          <w:rtl/>
        </w:rPr>
        <w:t>صلّ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_ الا عل</w:t>
      </w:r>
      <w:r w:rsidRPr="00C4272C">
        <w:rPr>
          <w:rStyle w:val="libArabicChar"/>
          <w:rFonts w:hint="cs"/>
          <w:rtl/>
        </w:rPr>
        <w:t>ی</w:t>
      </w:r>
      <w:r w:rsidRPr="00C4272C">
        <w:rPr>
          <w:rStyle w:val="libArabicChar"/>
          <w:rtl/>
        </w:rPr>
        <w:t xml:space="preserve"> الارض''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جناب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مسعود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مراد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خاک: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71E8C">
        <w:rPr>
          <w:rFonts w:hint="cs"/>
          <w:rtl/>
        </w:rPr>
        <w:t>ے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مراد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مسعود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مسروق بن اجدع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E32BBF">
        <w:rPr>
          <w:rStyle w:val="libArabicChar"/>
          <w:rFonts w:hint="cs"/>
          <w:rtl/>
        </w:rPr>
        <w:t>'' کان لا ی</w:t>
      </w:r>
      <w:r w:rsidRPr="00E32BBF">
        <w:rPr>
          <w:rStyle w:val="libArabicChar"/>
          <w:rFonts w:hint="eastAsia"/>
          <w:rtl/>
        </w:rPr>
        <w:t>رخص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السجود عل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الارض حت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السف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وکان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حمل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السف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ش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ئاً</w:t>
      </w:r>
      <w:r w:rsidRPr="00E32BBF">
        <w:rPr>
          <w:rStyle w:val="libArabicChar"/>
          <w:rtl/>
        </w:rPr>
        <w:t xml:space="preserve">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سجدعل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>''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سوار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جس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السنن الکبر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جلد 2، ص 106_</w:t>
      </w:r>
    </w:p>
    <w:p w:rsidR="0065778C" w:rsidRDefault="0065778C" w:rsidP="00D2626E">
      <w:pPr>
        <w:pStyle w:val="libFootnote"/>
      </w:pPr>
      <w:r>
        <w:rPr>
          <w:rtl/>
        </w:rPr>
        <w:t>2) 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D2626E">
        <w:rPr>
          <w:rFonts w:hint="cs"/>
          <w:rtl/>
        </w:rPr>
        <w:t>ہ</w:t>
      </w:r>
      <w:r>
        <w:rPr>
          <w:rtl/>
        </w:rPr>
        <w:t xml:space="preserve"> ، جلد 1، ص 397_</w:t>
      </w: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پر</w:t>
      </w:r>
      <w:r w:rsidR="0065778C">
        <w:rPr>
          <w:rtl/>
        </w:rPr>
        <w:t xml:space="preserve"> سجد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'' </w:t>
      </w:r>
      <w:r w:rsidR="0065778C" w:rsidRPr="00082481">
        <w:rPr>
          <w:rStyle w:val="libFootnotenumChar"/>
          <w:rFonts w:hint="cs"/>
          <w:rtl/>
        </w:rPr>
        <w:t>(1</w:t>
      </w:r>
      <w:r w:rsidR="0065778C" w:rsidRPr="00082481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5_ جناب عل</w:t>
      </w:r>
      <w:r>
        <w:rPr>
          <w:rFonts w:hint="cs"/>
          <w:rtl/>
        </w:rPr>
        <w:t>ی</w:t>
      </w:r>
      <w:r>
        <w:rPr>
          <w:rtl/>
        </w:rPr>
        <w:t xml:space="preserve">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کو خط </w:t>
      </w:r>
      <w:r w:rsidR="004527F0">
        <w:rPr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ا'' </w:t>
      </w:r>
      <w:r w:rsidRPr="00E32BBF">
        <w:rPr>
          <w:rStyle w:val="libArabicChar"/>
          <w:rFonts w:hint="cs"/>
          <w:rtl/>
        </w:rPr>
        <w:t>ابعث اليّ بلوح من أحجار المروة علی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 xml:space="preserve"> اسجُد''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صاف سا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اس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کرسکوں''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6_ کتاب فتح البار</w:t>
      </w:r>
      <w:r>
        <w:rPr>
          <w:rFonts w:hint="cs"/>
          <w:rtl/>
        </w:rPr>
        <w:t>ی</w:t>
      </w:r>
      <w:r>
        <w:rPr>
          <w:rtl/>
        </w:rPr>
        <w:t xml:space="preserve"> (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Pr="00E32BBF">
        <w:rPr>
          <w:rStyle w:val="libArabicChar"/>
          <w:rFonts w:hint="cs"/>
          <w:rtl/>
        </w:rPr>
        <w:t>کان عمر ابن عبدالعزی</w:t>
      </w:r>
      <w:r w:rsidRPr="00E32BBF">
        <w:rPr>
          <w:rStyle w:val="libArabicChar"/>
          <w:rFonts w:hint="eastAsia"/>
          <w:rtl/>
        </w:rPr>
        <w:t>ز</w:t>
      </w:r>
      <w:r w:rsidRPr="00E32BBF">
        <w:rPr>
          <w:rStyle w:val="libArabicChar"/>
          <w:rtl/>
        </w:rPr>
        <w:t xml:space="preserve"> لا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کتف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بالخمرة بل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ضع</w:t>
      </w:r>
      <w:r w:rsidRPr="00E32BBF">
        <w:rPr>
          <w:rStyle w:val="libArabicChar"/>
          <w:rtl/>
        </w:rPr>
        <w:t xml:space="preserve"> 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ا</w:t>
      </w:r>
      <w:r w:rsidRPr="00E32BBF">
        <w:rPr>
          <w:rStyle w:val="libArabicChar"/>
          <w:rtl/>
        </w:rPr>
        <w:t xml:space="preserve"> التراب و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سجد</w:t>
      </w:r>
      <w:r w:rsidRPr="00E32BBF">
        <w:rPr>
          <w:rStyle w:val="libArabicChar"/>
          <w:rtl/>
        </w:rPr>
        <w:t xml:space="preserve"> 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 xml:space="preserve">'' </w:t>
      </w:r>
      <w:r>
        <w:rPr>
          <w:rtl/>
        </w:rPr>
        <w:t>عمر ابن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صرف 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 اکتفا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پر م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اس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اصحاب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آن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(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خاک ، پت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ر،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پر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آج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مسلمان اس سنت کو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بدعت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قدم آگ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سنّت نبو</w:t>
      </w:r>
      <w:r>
        <w:rPr>
          <w:rFonts w:hint="cs"/>
          <w:rtl/>
        </w:rPr>
        <w:t>ی</w:t>
      </w:r>
      <w:r>
        <w:rPr>
          <w:rtl/>
        </w:rPr>
        <w:t xml:space="preserve"> (ص) کو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جو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خضوع، انکسار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</w:t>
      </w:r>
      <w:r>
        <w:rPr>
          <w:rtl/>
        </w:rPr>
        <w:t xml:space="preserve"> سجد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سازگار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(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)_ </w:t>
      </w:r>
    </w:p>
    <w:p w:rsidR="0065778C" w:rsidRDefault="009C6A20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طبقات الکبر</w:t>
      </w:r>
      <w:r>
        <w:rPr>
          <w:rFonts w:hint="cs"/>
          <w:rtl/>
        </w:rPr>
        <w:t>ی</w:t>
      </w:r>
      <w:r>
        <w:rPr>
          <w:rtl/>
        </w:rPr>
        <w:t xml:space="preserve"> ، ابن سعد، جلد 6، ص 53_</w:t>
      </w:r>
    </w:p>
    <w:p w:rsidR="0065778C" w:rsidRDefault="0065778C" w:rsidP="00D2626E">
      <w:pPr>
        <w:pStyle w:val="libFootnote"/>
      </w:pPr>
      <w:r>
        <w:rPr>
          <w:rtl/>
        </w:rPr>
        <w:t>2) اخبار مكّ</w:t>
      </w:r>
      <w:r w:rsidRPr="00D2626E">
        <w:rPr>
          <w:rFonts w:hint="cs"/>
          <w:rtl/>
        </w:rPr>
        <w:t>ہ ازرق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2 ،ص 151_</w:t>
      </w:r>
    </w:p>
    <w:p w:rsidR="0065778C" w:rsidRDefault="0065778C" w:rsidP="00D2626E">
      <w:pPr>
        <w:pStyle w:val="libFootnote"/>
      </w:pPr>
      <w:r>
        <w:rPr>
          <w:rtl/>
        </w:rPr>
        <w:t>3) فتح البار</w:t>
      </w:r>
      <w:r>
        <w:rPr>
          <w:rFonts w:hint="cs"/>
          <w:rtl/>
        </w:rPr>
        <w:t>ی</w:t>
      </w:r>
      <w:r>
        <w:rPr>
          <w:rtl/>
        </w:rPr>
        <w:t xml:space="preserve"> ، جلد 1 ، ص 410_</w:t>
      </w:r>
    </w:p>
    <w:p w:rsidR="0065778C" w:rsidRDefault="00E54A53" w:rsidP="00082481">
      <w:pPr>
        <w:pStyle w:val="Heading2Center"/>
      </w:pPr>
      <w:r>
        <w:rPr>
          <w:rtl/>
        </w:rPr>
        <w:br w:type="page"/>
      </w:r>
      <w:bookmarkStart w:id="83" w:name="_Toc519769653"/>
      <w:r w:rsidR="0065778C">
        <w:rPr>
          <w:rtl/>
        </w:rPr>
        <w:lastRenderedPageBreak/>
        <w:t>7</w:t>
      </w:r>
      <w:bookmarkEnd w:id="83"/>
      <w:r w:rsidR="0065778C">
        <w:rPr>
          <w:rtl/>
        </w:rPr>
        <w:t xml:space="preserve"> </w:t>
      </w:r>
    </w:p>
    <w:p w:rsidR="0065778C" w:rsidRDefault="0065778C" w:rsidP="009C6A20">
      <w:pPr>
        <w:pStyle w:val="Heading2Center"/>
      </w:pPr>
      <w:bookmarkStart w:id="84" w:name="_Toc519769654"/>
      <w:r>
        <w:rPr>
          <w:rFonts w:hint="eastAsia"/>
          <w:rtl/>
        </w:rPr>
        <w:t>جمع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4"/>
    </w:p>
    <w:p w:rsidR="0065778C" w:rsidRDefault="0065778C" w:rsidP="0065778C">
      <w:pPr>
        <w:pStyle w:val="libNormal"/>
      </w:pPr>
    </w:p>
    <w:p w:rsidR="0065778C" w:rsidRDefault="00E54A53" w:rsidP="00E32BBF">
      <w:pPr>
        <w:pStyle w:val="Heading2Center"/>
      </w:pPr>
      <w:r>
        <w:rPr>
          <w:rtl/>
        </w:rPr>
        <w:br w:type="page"/>
      </w:r>
      <w:bookmarkStart w:id="85" w:name="_Toc519769655"/>
      <w:r w:rsidR="0065778C">
        <w:rPr>
          <w:rFonts w:hint="eastAsia"/>
          <w:rtl/>
        </w:rPr>
        <w:lastRenderedPageBreak/>
        <w:t>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مسئل</w:t>
      </w:r>
      <w:r w:rsidR="0065778C" w:rsidRPr="003C4FC4">
        <w:rPr>
          <w:rFonts w:hint="cs"/>
          <w:rtl/>
        </w:rPr>
        <w:t>ہ</w:t>
      </w:r>
      <w:r w:rsidR="0065778C">
        <w:rPr>
          <w:rtl/>
        </w:rPr>
        <w:t>:</w:t>
      </w:r>
      <w:bookmarkEnd w:id="85"/>
    </w:p>
    <w:p w:rsidR="0065778C" w:rsidRDefault="0065778C" w:rsidP="0065778C">
      <w:pPr>
        <w:pStyle w:val="libNormal"/>
      </w:pPr>
      <w:r>
        <w:rPr>
          <w:rFonts w:hint="eastAsia"/>
          <w:rtl/>
        </w:rPr>
        <w:t>نماز،</w:t>
      </w:r>
      <w:r>
        <w:rPr>
          <w:rtl/>
        </w:rPr>
        <w:t xml:space="preserve"> خالق اور مخلوق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تربيّت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لائح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عمل کا نام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نماز خودساز</w:t>
      </w:r>
      <w:r>
        <w:rPr>
          <w:rFonts w:hint="cs"/>
          <w:rtl/>
        </w:rPr>
        <w:t>ی</w:t>
      </w:r>
      <w:r>
        <w:rPr>
          <w:rtl/>
        </w:rPr>
        <w:t xml:space="preserve"> اور تزک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نفوس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فحشاء و منکر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روکن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عمل کا نام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نماز قرب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با جماعت نماز مسلمانوں ک</w:t>
      </w:r>
      <w:r>
        <w:rPr>
          <w:rFonts w:hint="cs"/>
          <w:rtl/>
        </w:rPr>
        <w:t>ی</w:t>
      </w:r>
      <w:r>
        <w:rPr>
          <w:rtl/>
        </w:rPr>
        <w:t xml:space="preserve"> قوّت و قدرت اور انک</w:t>
      </w:r>
      <w:r>
        <w:rPr>
          <w:rFonts w:hint="cs"/>
          <w:rtl/>
        </w:rPr>
        <w:t>ی</w:t>
      </w:r>
      <w:r>
        <w:rPr>
          <w:rtl/>
        </w:rPr>
        <w:t xml:space="preserve"> صفوف </w:t>
      </w:r>
      <w:r w:rsidR="004527F0">
        <w:rPr>
          <w:rtl/>
        </w:rPr>
        <w:t xml:space="preserve">میں </w:t>
      </w:r>
      <w:r>
        <w:rPr>
          <w:rtl/>
        </w:rPr>
        <w:t xml:space="preserve"> وحدت کا مظ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با افتخار زندگ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نماز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 پر دن رات </w:t>
      </w:r>
      <w:r w:rsidR="004527F0">
        <w:rPr>
          <w:rtl/>
        </w:rPr>
        <w:t xml:space="preserve">میں </w:t>
      </w:r>
      <w:r>
        <w:rPr>
          <w:rtl/>
        </w:rPr>
        <w:t xml:space="preserve"> پانچ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انسان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 و جان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زلال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دُ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نماز</w:t>
      </w:r>
      <w:r>
        <w:rPr>
          <w:rtl/>
        </w:rPr>
        <w:t xml:space="preserve"> کو رسول 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کا نور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'' </w:t>
      </w:r>
      <w:r w:rsidRPr="00E32BBF">
        <w:rPr>
          <w:rStyle w:val="libArabicChar"/>
          <w:rtl/>
        </w:rPr>
        <w:t>قرةُ ع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الصلاة</w:t>
      </w:r>
      <w:r>
        <w:rPr>
          <w:rtl/>
        </w:rPr>
        <w:t xml:space="preserve"> 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معراج شمار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_ </w:t>
      </w:r>
      <w:r w:rsidRPr="00E32BBF">
        <w:rPr>
          <w:rStyle w:val="libArabicChar"/>
          <w:rFonts w:hint="cs"/>
          <w:rtl/>
        </w:rPr>
        <w:t>''الصلوة معراج المؤمن''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(2)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بلند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قرب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مکارم الاخلاق ، ص 461_</w:t>
      </w:r>
    </w:p>
    <w:p w:rsidR="0065778C" w:rsidRDefault="0065778C" w:rsidP="00D2626E">
      <w:pPr>
        <w:pStyle w:val="libFootnote"/>
      </w:pPr>
      <w:r>
        <w:rPr>
          <w:rtl/>
        </w:rPr>
        <w:t>2) اگرچ</w:t>
      </w:r>
      <w:r w:rsidRPr="00D2626E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جمل</w:t>
      </w:r>
      <w:r w:rsidRPr="00D2626E">
        <w:rPr>
          <w:rFonts w:hint="cs"/>
          <w:rtl/>
        </w:rPr>
        <w:t>ہ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اسقدر مش</w:t>
      </w:r>
      <w:r w:rsidRPr="00D2626E">
        <w:rPr>
          <w:rFonts w:hint="cs"/>
          <w:rtl/>
        </w:rPr>
        <w:t>ہور ہے کہ علامہ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 w:rsidRPr="00D2626E">
        <w:rPr>
          <w:rFonts w:hint="cs"/>
          <w:rtl/>
        </w:rPr>
        <w:t>ے دوران اس جملہ سے استشہاد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( بحار الانوار ، جلد 79 ص 248، 303</w:t>
      </w:r>
      <w:r>
        <w:rPr>
          <w:rtl/>
        </w:rPr>
        <w:t>)_</w:t>
      </w: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متعارف</w:t>
      </w:r>
      <w:r w:rsidR="0065778C">
        <w:rPr>
          <w:rtl/>
        </w:rPr>
        <w:t xml:space="preserve"> کرا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E32BBF">
        <w:rPr>
          <w:rStyle w:val="libArabicChar"/>
          <w:rtl/>
        </w:rPr>
        <w:t>''الصلاة قربان کل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 xml:space="preserve"> تقّ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>''</w:t>
      </w:r>
      <w:r w:rsidR="0065778C">
        <w:rPr>
          <w:rtl/>
        </w:rPr>
        <w:t xml:space="preserve"> </w:t>
      </w:r>
      <w:r w:rsidR="0065778C" w:rsidRPr="00082481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مقام پر موضوع سخن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نمازوں کا پانچ اوقات </w:t>
      </w:r>
      <w:r w:rsidR="004527F0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حکم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باطل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جسطرح وقت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باطل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سبب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وقتوں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 اور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 کو جمع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)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_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عموماً اس بات پر اتفاق نظر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پانچ نمازوں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وقتوں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افضل و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نماز پنچگان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</w:t>
      </w:r>
      <w:r>
        <w:rPr>
          <w:rtl/>
        </w:rPr>
        <w:t xml:space="preserve"> پانچ وقتوں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_ سوائ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اس بات ک</w:t>
      </w:r>
      <w:r>
        <w:rPr>
          <w:rFonts w:hint="cs"/>
          <w:rtl/>
        </w:rPr>
        <w:t>ی</w:t>
      </w:r>
      <w:r>
        <w:rPr>
          <w:rtl/>
        </w:rPr>
        <w:t xml:space="preserve"> قائل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نماز پنچگان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پانچ اوقات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صرف عرف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عرفات </w:t>
      </w:r>
      <w:r w:rsidR="004527F0">
        <w:rPr>
          <w:rtl/>
        </w:rPr>
        <w:t xml:space="preserve">میں </w:t>
      </w:r>
      <w:r>
        <w:rPr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 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ا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</w:t>
      </w:r>
      <w:r>
        <w:rPr>
          <w:rFonts w:hint="cs"/>
          <w:rtl/>
        </w:rPr>
        <w:t>ی</w:t>
      </w:r>
      <w:r>
        <w:rPr>
          <w:rtl/>
        </w:rPr>
        <w:t xml:space="preserve"> رات مشعر الحرام </w:t>
      </w:r>
      <w:r w:rsidR="004527F0">
        <w:rPr>
          <w:rtl/>
        </w:rPr>
        <w:t xml:space="preserve">میں </w:t>
      </w:r>
      <w:r>
        <w:rPr>
          <w:rtl/>
        </w:rPr>
        <w:t xml:space="preserve"> مغرب و عشاء وال</w:t>
      </w:r>
      <w:r>
        <w:rPr>
          <w:rFonts w:hint="cs"/>
          <w:rtl/>
        </w:rPr>
        <w:t>ی</w:t>
      </w:r>
      <w:r>
        <w:rPr>
          <w:rtl/>
        </w:rPr>
        <w:t xml:space="preserve"> نماز کواک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سفر اور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اوقات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نماز جماعت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مسجد </w:t>
      </w:r>
      <w:r w:rsidR="004527F0">
        <w:rPr>
          <w:rtl/>
        </w:rPr>
        <w:t xml:space="preserve">میں </w:t>
      </w:r>
      <w:r>
        <w:rPr>
          <w:rtl/>
        </w:rPr>
        <w:t xml:space="preserve"> رفت وآمد مشکل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دو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)_ </w:t>
      </w:r>
    </w:p>
    <w:p w:rsidR="0065778C" w:rsidRDefault="0065778C" w:rsidP="00E32BBF">
      <w:pPr>
        <w:pStyle w:val="libNormal"/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_ نم</w:t>
      </w:r>
      <w:r>
        <w:rPr>
          <w:rtl/>
        </w:rPr>
        <w:t>از پنچگان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جدا جدا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</w:t>
      </w:r>
      <w:r>
        <w:rPr>
          <w:rFonts w:hint="eastAsia"/>
          <w:rtl/>
        </w:rPr>
        <w:t>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_ نمازوں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</w:t>
      </w:r>
      <w:r w:rsidR="004527F0">
        <w:rPr>
          <w:rtl/>
        </w:rPr>
        <w:t xml:space="preserve">میں </w:t>
      </w:r>
      <w:r>
        <w:rPr>
          <w:rtl/>
        </w:rPr>
        <w:t xml:space="preserve"> بجالان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اور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امر نماز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ولت اور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وسعت ک</w:t>
      </w:r>
      <w:r>
        <w:rPr>
          <w:rFonts w:hint="cs"/>
          <w:rtl/>
        </w:rPr>
        <w:t>ی</w:t>
      </w:r>
      <w:r>
        <w:rPr>
          <w:rtl/>
        </w:rPr>
        <w:t xml:space="preserve"> خاطر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کاف</w:t>
      </w:r>
      <w:r>
        <w:rPr>
          <w:rFonts w:hint="cs"/>
          <w:rtl/>
        </w:rPr>
        <w:t>ی</w:t>
      </w:r>
      <w:r>
        <w:rPr>
          <w:rtl/>
        </w:rPr>
        <w:t xml:space="preserve"> جلد 3، ص 265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26_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اور</w:t>
      </w:r>
      <w:r w:rsidR="0065778C">
        <w:rPr>
          <w:rtl/>
        </w:rPr>
        <w:t xml:space="preserve"> اس اجازت کو روح اسلام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سازگار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اسلام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''شر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عة</w:t>
      </w:r>
      <w:r w:rsidR="0065778C">
        <w:rPr>
          <w:rtl/>
        </w:rPr>
        <w:t xml:space="preserve"> سمحة و 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لة'' (آسان و 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ل)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تجرب</w:t>
      </w:r>
      <w:r w:rsidRPr="00471E8C">
        <w:rPr>
          <w:rFonts w:hint="cs"/>
          <w:rtl/>
        </w:rPr>
        <w:t>ے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پانچ وقتوں پر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کا سبب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اصل ن</w:t>
      </w:r>
      <w:r>
        <w:rPr>
          <w:rtl/>
        </w:rPr>
        <w:t xml:space="preserve">ماز بالکل فراموش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بعض لوگ نماز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E32BBF">
      <w:pPr>
        <w:pStyle w:val="Heading2Center"/>
      </w:pPr>
      <w:bookmarkStart w:id="86" w:name="_Toc519769656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معاشروں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پانچ</w:t>
      </w:r>
      <w:r>
        <w:rPr>
          <w:rtl/>
        </w:rPr>
        <w:t xml:space="preserve"> اوقات پر اصرار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آثار</w:t>
      </w:r>
      <w:r>
        <w:rPr>
          <w:rtl/>
        </w:rPr>
        <w:t>:</w:t>
      </w:r>
      <w:bookmarkEnd w:id="86"/>
    </w:p>
    <w:p w:rsidR="0065778C" w:rsidRDefault="0065778C" w:rsidP="0065778C">
      <w:pPr>
        <w:pStyle w:val="libNormal"/>
      </w:pPr>
      <w:r>
        <w:rPr>
          <w:rFonts w:hint="eastAsia"/>
          <w:rtl/>
        </w:rPr>
        <w:t>اسلام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عرف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 اور مشعر الحرام </w:t>
      </w:r>
      <w:r w:rsidR="004527F0">
        <w:rPr>
          <w:rtl/>
        </w:rPr>
        <w:t xml:space="preserve">میں </w:t>
      </w:r>
      <w:r>
        <w:rPr>
          <w:rtl/>
        </w:rPr>
        <w:t xml:space="preserve"> مغرب اور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جمع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EE653E" w:rsidP="0065778C">
      <w:pPr>
        <w:pStyle w:val="libNormal"/>
      </w:pPr>
      <w:r>
        <w:rPr>
          <w:rFonts w:hint="eastAsia"/>
          <w:rtl/>
        </w:rPr>
        <w:t xml:space="preserve">کیوں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فق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ائ،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نبو</w:t>
      </w:r>
      <w:r w:rsidR="0065778C">
        <w:rPr>
          <w:rFonts w:hint="cs"/>
          <w:rtl/>
        </w:rPr>
        <w:t>ی</w:t>
      </w:r>
      <w:r w:rsidR="0065778C">
        <w:rPr>
          <w:rtl/>
        </w:rPr>
        <w:t>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روشن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سفر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دوران اور بارش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اوقات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دو نمازوں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اک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کو جائز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ں؟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ناً</w:t>
      </w:r>
      <w:r w:rsidR="0065778C">
        <w:rPr>
          <w:rtl/>
        </w:rPr>
        <w:t xml:space="preserve"> امت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ولت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احکام نازل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تس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تقاضا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مشکلات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 </w:t>
      </w:r>
      <w:r w:rsidR="004527F0">
        <w:rPr>
          <w:rtl/>
        </w:rPr>
        <w:t xml:space="preserve">میں </w:t>
      </w:r>
      <w:r>
        <w:rPr>
          <w:rtl/>
        </w:rPr>
        <w:t xml:space="preserve"> _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جمع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کارخانوں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مزدوروں، دفتروں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کلاسوں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طالب علموں کو پانچ وقت نماز ک</w:t>
      </w:r>
      <w:r>
        <w:rPr>
          <w:rFonts w:hint="cs"/>
          <w:rtl/>
        </w:rPr>
        <w:t>ی</w:t>
      </w:r>
      <w:r>
        <w:rPr>
          <w:rtl/>
        </w:rPr>
        <w:t xml:space="preserve"> فرصت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کام</w:t>
      </w:r>
      <w:r>
        <w:rPr>
          <w:rtl/>
        </w:rPr>
        <w:t xml:space="preserve"> کرنا کاف</w:t>
      </w:r>
      <w:r>
        <w:rPr>
          <w:rFonts w:hint="cs"/>
          <w:rtl/>
        </w:rPr>
        <w:t>ی</w:t>
      </w:r>
      <w:r>
        <w:rPr>
          <w:rtl/>
        </w:rPr>
        <w:t xml:space="preserve"> دشوار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اگر لوگوں کو دو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اس اعتبار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انک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کام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ولت حاصل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tl/>
        </w:rPr>
        <w:t>_ اور نماز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تعداد ب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 xml:space="preserve">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ترک نماز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اور تارک صلوة لوگوں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جوان نماز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تارک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 کم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انصاف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E32BBF">
        <w:rPr>
          <w:rStyle w:val="libArabicChar"/>
          <w:rFonts w:hint="cs"/>
          <w:rtl/>
        </w:rPr>
        <w:t>'' بُعثتُ الی</w:t>
      </w:r>
      <w:r w:rsidRPr="00E32BBF">
        <w:rPr>
          <w:rStyle w:val="libArabicChar"/>
          <w:rtl/>
        </w:rPr>
        <w:t xml:space="preserve"> الشر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عة</w:t>
      </w:r>
      <w:r w:rsidRPr="00E32BBF">
        <w:rPr>
          <w:rStyle w:val="libArabicChar"/>
          <w:rtl/>
        </w:rPr>
        <w:t xml:space="preserve"> السمحة الس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لة''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اور رسولخدا(ص)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لوگوں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</w:t>
      </w:r>
      <w:r w:rsidR="004527F0">
        <w:rPr>
          <w:rtl/>
        </w:rPr>
        <w:t xml:space="preserve">میں 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فراد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مشکلات، ترک نماز کا موجب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_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پانچ وقت نماز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_ </w:t>
      </w:r>
    </w:p>
    <w:p w:rsidR="0065778C" w:rsidRDefault="0065778C" w:rsidP="00E32BBF">
      <w:pPr>
        <w:pStyle w:val="Heading2Center"/>
      </w:pPr>
      <w:bookmarkStart w:id="87" w:name="_Toc519769657"/>
      <w:r>
        <w:rPr>
          <w:rFonts w:hint="eastAsia"/>
          <w:rtl/>
        </w:rPr>
        <w:t>دو</w:t>
      </w:r>
      <w:r>
        <w:rPr>
          <w:rtl/>
        </w:rPr>
        <w:t xml:space="preserve"> نمازوں کو اک</w:t>
      </w:r>
      <w:r w:rsidRPr="003C4FC4">
        <w:rPr>
          <w:rFonts w:hint="cs"/>
          <w:rtl/>
        </w:rPr>
        <w:t>ٹھ</w:t>
      </w:r>
      <w:r w:rsidRPr="00452B33">
        <w:rPr>
          <w:rFonts w:hint="cs"/>
          <w:rtl/>
        </w:rPr>
        <w:t>ا پ</w:t>
      </w:r>
      <w:r w:rsidRPr="003C4FC4">
        <w:rPr>
          <w:rFonts w:hint="cs"/>
          <w:rtl/>
        </w:rPr>
        <w:t>ڑھ</w:t>
      </w:r>
      <w:r w:rsidRPr="00452B33">
        <w:rPr>
          <w:rFonts w:hint="cs"/>
          <w:rtl/>
        </w:rPr>
        <w:t>ن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جواز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87"/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کتب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سنن ترمذ</w:t>
      </w:r>
      <w:r>
        <w:rPr>
          <w:rFonts w:hint="cs"/>
          <w:rtl/>
        </w:rPr>
        <w:t>ی</w:t>
      </w:r>
      <w:r>
        <w:rPr>
          <w:rtl/>
        </w:rPr>
        <w:t xml:space="preserve"> ، مؤطّاء مالک، مسند احمد، سنن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مصنف عبدالرّزاق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کتابوں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30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527F0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اور مطر ( بارش)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خوف اور ضرر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و عصر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مغرب و عشاء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اکثر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 پانچ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اصحاب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ابن عباس، 2،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3_ ابو ايّوب انصار</w:t>
      </w:r>
      <w:r>
        <w:rPr>
          <w:rFonts w:hint="cs"/>
          <w:rtl/>
        </w:rPr>
        <w:t>ی</w:t>
      </w:r>
      <w:r>
        <w:rPr>
          <w:rtl/>
        </w:rPr>
        <w:t xml:space="preserve"> ، 4_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عمر ، 5_ ابو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، ان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1)مُج</w:t>
      </w:r>
      <w:r w:rsidRPr="00D2626E">
        <w:rPr>
          <w:rFonts w:hint="cs"/>
          <w:rtl/>
        </w:rPr>
        <w:t>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D2626E">
        <w:rPr>
          <w:rFonts w:hint="cs"/>
          <w:rtl/>
        </w:rPr>
        <w:t>ہل اور آسان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D2626E">
        <w:rPr>
          <w:rFonts w:hint="cs"/>
          <w:rtl/>
        </w:rPr>
        <w:t>ے ساتھ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( ترجمہ</w:t>
      </w:r>
      <w:r>
        <w:rPr>
          <w:rtl/>
        </w:rPr>
        <w:t>)_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1_ ابوزب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بن جب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،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ابن عبا</w:t>
      </w:r>
      <w:r w:rsidR="0065778C">
        <w:rPr>
          <w:rtl/>
        </w:rPr>
        <w:t>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صلّ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رسول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(ص) الظ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و العصر جم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عاً</w:t>
      </w:r>
      <w:r w:rsidR="0065778C">
        <w:rPr>
          <w:rtl/>
        </w:rPr>
        <w:t xml:space="preserve"> بالمد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نة</w:t>
      </w:r>
      <w:r w:rsidR="0065778C">
        <w:rPr>
          <w:rtl/>
        </w:rPr>
        <w:t xml:space="preserve"> 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خوف و لا سفر''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مدن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ة</w:t>
      </w:r>
      <w:r w:rsidR="004527F0">
        <w:rPr>
          <w:rFonts w:hint="eastAsia"/>
          <w:rtl/>
        </w:rPr>
        <w:t xml:space="preserve">میں </w:t>
      </w:r>
      <w:r w:rsidR="0065778C">
        <w:rPr>
          <w:rtl/>
        </w:rPr>
        <w:t xml:space="preserve"> بغ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خوف اور سفر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نماز 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او ر عصر کو اک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 انجام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ابو</w:t>
      </w:r>
      <w:r>
        <w:rPr>
          <w:rtl/>
        </w:rPr>
        <w:t xml:space="preserve">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>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'' </w:t>
      </w:r>
      <w:r w:rsidRPr="00E32BBF">
        <w:rPr>
          <w:rStyle w:val="libArabicChar"/>
          <w:rFonts w:hint="cs"/>
          <w:rtl/>
        </w:rPr>
        <w:t>أراد أن لا يَحرجَ أحداً من أمّت</w:t>
      </w:r>
      <w:r w:rsidR="00380DE6" w:rsidRPr="009B41EC">
        <w:rPr>
          <w:rStyle w:val="libArabicChar"/>
          <w:rFonts w:hint="cs"/>
          <w:rtl/>
        </w:rPr>
        <w:t>ه</w:t>
      </w:r>
      <w:r w:rsidRPr="00955C8D">
        <w:rPr>
          <w:rFonts w:hint="cs"/>
          <w:rtl/>
        </w:rPr>
        <w:t xml:space="preserve"> '' آنحضرت(ص) کا مقصد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کوئ</w:t>
      </w:r>
      <w:r>
        <w:rPr>
          <w:rFonts w:hint="cs"/>
          <w:rtl/>
        </w:rPr>
        <w:t>ی</w:t>
      </w:r>
      <w:r>
        <w:rPr>
          <w:rtl/>
        </w:rPr>
        <w:t xml:space="preserve"> مسلما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زحمت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''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2_ا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Pr="00E32BBF">
        <w:rPr>
          <w:rStyle w:val="libArabicChar"/>
          <w:rFonts w:hint="cs"/>
          <w:rtl/>
        </w:rPr>
        <w:t>جَمع رسول اللّ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بی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ر و العصر و المغرب و العشاء فی</w:t>
      </w:r>
      <w:r w:rsidRPr="00E32BBF">
        <w:rPr>
          <w:rStyle w:val="libArabicChar"/>
          <w:rtl/>
        </w:rPr>
        <w:t xml:space="preserve"> المد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خوف و لا مطر'' </w:t>
      </w: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اور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اور نماز مغرب و عشاء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کا اس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ا'' </w:t>
      </w:r>
      <w:r w:rsidRPr="00E32BBF">
        <w:rPr>
          <w:rStyle w:val="libArabicChar"/>
          <w:rFonts w:hint="cs"/>
          <w:rtl/>
        </w:rPr>
        <w:t>أراد أن لا ی</w:t>
      </w:r>
      <w:r w:rsidRPr="00E32BBF">
        <w:rPr>
          <w:rStyle w:val="libArabicChar"/>
          <w:rFonts w:hint="eastAsia"/>
          <w:rtl/>
        </w:rPr>
        <w:t>حرج</w:t>
      </w:r>
      <w:r w:rsidRPr="00E32BBF">
        <w:rPr>
          <w:rStyle w:val="libArabicChar"/>
          <w:rtl/>
        </w:rPr>
        <w:t>''</w:t>
      </w:r>
      <w:r>
        <w:rPr>
          <w:rtl/>
        </w:rPr>
        <w:t xml:space="preserve"> آنحضرت(ص) کا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مقصد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زحمت و مشقت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دوچار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3_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E32BBF">
      <w:pPr>
        <w:pStyle w:val="libArabic"/>
      </w:pPr>
      <w:r>
        <w:rPr>
          <w:rtl/>
        </w:rPr>
        <w:t xml:space="preserve">' ' خطبنا ابن عباس </w:t>
      </w:r>
      <w:r>
        <w:rPr>
          <w:rFonts w:hint="cs"/>
          <w:rtl/>
        </w:rPr>
        <w:t>ی</w:t>
      </w:r>
      <w:r>
        <w:rPr>
          <w:rFonts w:hint="eastAsia"/>
          <w:rtl/>
        </w:rPr>
        <w:t>وماً</w:t>
      </w:r>
      <w:r>
        <w:rPr>
          <w:rtl/>
        </w:rPr>
        <w:t xml:space="preserve"> بعد العصر حت</w:t>
      </w:r>
      <w:r>
        <w:rPr>
          <w:rFonts w:hint="cs"/>
          <w:rtl/>
        </w:rPr>
        <w:t>ی</w:t>
      </w:r>
      <w:r>
        <w:rPr>
          <w:rtl/>
        </w:rPr>
        <w:t xml:space="preserve"> غربت الشمس و بدت النجوم و جعل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الصلاة، الصلاة قال فجائ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، رجل من بنی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2،ص 151_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2،ص 152_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 w:rsidRPr="00E32BBF">
        <w:rPr>
          <w:rStyle w:val="libArabicChar"/>
          <w:rFonts w:hint="cs"/>
          <w:rtl/>
        </w:rPr>
        <w:lastRenderedPageBreak/>
        <w:t>ی</w:t>
      </w:r>
      <w:r w:rsidR="0065778C" w:rsidRPr="00E32BBF">
        <w:rPr>
          <w:rStyle w:val="libArabicChar"/>
          <w:rFonts w:hint="eastAsia"/>
          <w:rtl/>
        </w:rPr>
        <w:t>فتر</w:t>
      </w:r>
      <w:r w:rsidR="0065778C" w:rsidRPr="00E32BBF">
        <w:rPr>
          <w:rStyle w:val="libArabicChar"/>
          <w:rtl/>
        </w:rPr>
        <w:t xml:space="preserve"> و لا 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Fonts w:hint="eastAsia"/>
          <w:rtl/>
        </w:rPr>
        <w:t>تن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>: الصلوة ، الصلوة فقال ابن عباس أتعلّمن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 xml:space="preserve"> بالسّنّة لا اَمّ لک ثمّ قال: را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Fonts w:hint="eastAsia"/>
          <w:rtl/>
        </w:rPr>
        <w:t>ت</w:t>
      </w:r>
      <w:r w:rsidR="0065778C" w:rsidRPr="00E32BBF">
        <w:rPr>
          <w:rStyle w:val="libArabicChar"/>
          <w:rtl/>
        </w:rPr>
        <w:t xml:space="preserve"> رسول الله جمع ب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Fonts w:hint="eastAsia"/>
          <w:rtl/>
        </w:rPr>
        <w:t>ن</w:t>
      </w:r>
      <w:r w:rsidR="0065778C" w:rsidRPr="00E32BB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E32BBF">
        <w:rPr>
          <w:rStyle w:val="libArabicChar"/>
          <w:rFonts w:hint="cs"/>
          <w:rtl/>
        </w:rPr>
        <w:t>ر و العصر و المغرب و العشاء قال عبدالله بن شقی</w:t>
      </w:r>
      <w:r w:rsidR="0065778C" w:rsidRPr="00E32BBF">
        <w:rPr>
          <w:rStyle w:val="libArabicChar"/>
          <w:rFonts w:hint="eastAsia"/>
          <w:rtl/>
        </w:rPr>
        <w:t>ق</w:t>
      </w:r>
      <w:r w:rsidR="0065778C" w:rsidRPr="00E32BBF">
        <w:rPr>
          <w:rStyle w:val="libArabicChar"/>
          <w:rtl/>
        </w:rPr>
        <w:t>: فحاک ف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 xml:space="preserve"> صدر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tl/>
        </w:rPr>
        <w:t xml:space="preserve"> من ذلک ش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Fonts w:hint="eastAsia"/>
          <w:rtl/>
        </w:rPr>
        <w:t>ء</w:t>
      </w:r>
      <w:r w:rsidR="0065778C" w:rsidRPr="00E32BBF">
        <w:rPr>
          <w:rStyle w:val="libArabicChar"/>
          <w:rtl/>
        </w:rPr>
        <w:t xml:space="preserve"> فأت</w:t>
      </w:r>
      <w:r w:rsidR="0065778C" w:rsidRPr="00E32BBF">
        <w:rPr>
          <w:rStyle w:val="libArabicChar"/>
          <w:rFonts w:hint="cs"/>
          <w:rtl/>
        </w:rPr>
        <w:t>ی</w:t>
      </w:r>
      <w:r w:rsidR="0065778C" w:rsidRPr="00E32BBF">
        <w:rPr>
          <w:rStyle w:val="libArabicChar"/>
          <w:rFonts w:hint="eastAsia"/>
          <w:rtl/>
        </w:rPr>
        <w:t>تُ</w:t>
      </w:r>
      <w:r w:rsidR="0065778C" w:rsidRPr="00E32BBF">
        <w:rPr>
          <w:rStyle w:val="libArabicChar"/>
          <w:rtl/>
        </w:rPr>
        <w:t xml:space="preserve"> ابا 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E32BBF">
        <w:rPr>
          <w:rStyle w:val="libArabicChar"/>
          <w:rFonts w:hint="cs"/>
          <w:rtl/>
        </w:rPr>
        <w:t>ری</w:t>
      </w:r>
      <w:r w:rsidR="0065778C" w:rsidRPr="00E32BBF">
        <w:rPr>
          <w:rStyle w:val="libArabicChar"/>
          <w:rFonts w:hint="eastAsia"/>
          <w:rtl/>
        </w:rPr>
        <w:t>ر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E32BBF">
        <w:rPr>
          <w:rStyle w:val="libArabicChar"/>
          <w:rtl/>
        </w:rPr>
        <w:t xml:space="preserve"> فسألت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E32BBF">
        <w:rPr>
          <w:rStyle w:val="libArabicChar"/>
          <w:rFonts w:hint="cs"/>
          <w:rtl/>
        </w:rPr>
        <w:t xml:space="preserve"> ، فصّدق مقالتَ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E32BBF">
        <w:rPr>
          <w:rStyle w:val="libArabicChar"/>
          <w:rFonts w:hint="cs"/>
          <w:rtl/>
        </w:rPr>
        <w:t>''</w:t>
      </w:r>
      <w:r w:rsidR="0065778C" w:rsidRPr="00955C8D">
        <w:rPr>
          <w:rFonts w:hint="cs"/>
          <w:rtl/>
        </w:rPr>
        <w:t xml:space="preserve"> </w:t>
      </w:r>
      <w:r w:rsidR="0065778C" w:rsidRPr="00082481">
        <w:rPr>
          <w:rStyle w:val="libFootnotenumChar"/>
          <w:rFonts w:hint="cs"/>
          <w:rtl/>
        </w:rPr>
        <w:t>(1</w:t>
      </w:r>
      <w:r w:rsidR="0065778C" w:rsidRPr="00082481">
        <w:rPr>
          <w:rStyle w:val="libFootnotenumChar"/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ابن عباس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عصر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خطب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سورج غروب </w:t>
      </w:r>
      <w:r w:rsidRPr="00471E8C">
        <w:rPr>
          <w:rFonts w:hint="cs"/>
          <w:rtl/>
        </w:rPr>
        <w:t>ہ</w:t>
      </w:r>
      <w:r>
        <w:rPr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ستار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نماز، نماز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بنو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مسلسل نماز، نماز ک</w:t>
      </w:r>
      <w:r>
        <w:rPr>
          <w:rFonts w:hint="cs"/>
          <w:rtl/>
        </w:rPr>
        <w:t>ی</w:t>
      </w:r>
      <w:r>
        <w:rPr>
          <w:rtl/>
        </w:rPr>
        <w:t xml:space="preserve">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اس پر ابن عباس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، تو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سنت رسول(ص) سک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حسب و نسب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رسولخدا(ص)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کو ،اس</w:t>
      </w:r>
      <w:r>
        <w:rPr>
          <w:rFonts w:hint="cs"/>
          <w:rtl/>
        </w:rPr>
        <w:t>ی</w:t>
      </w:r>
      <w:r>
        <w:rPr>
          <w:rtl/>
        </w:rPr>
        <w:t xml:space="preserve"> طرح نماز مغرب و عشاء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شق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دل </w:t>
      </w:r>
      <w:r w:rsidR="004527F0">
        <w:rPr>
          <w:rtl/>
        </w:rPr>
        <w:t xml:space="preserve">میں </w:t>
      </w:r>
      <w:r>
        <w:rPr>
          <w:rtl/>
        </w:rPr>
        <w:t xml:space="preserve"> شک سا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ابو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عباس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4_ جابر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: '' </w:t>
      </w:r>
      <w:r w:rsidRPr="00E32BBF">
        <w:rPr>
          <w:rStyle w:val="libArabicChar"/>
          <w:rFonts w:hint="cs"/>
          <w:rtl/>
        </w:rPr>
        <w:t>صلّی</w:t>
      </w:r>
      <w:r w:rsidRPr="00E32BBF">
        <w:rPr>
          <w:rStyle w:val="libArabicChar"/>
          <w:rtl/>
        </w:rPr>
        <w:t xml:space="preserve"> النّب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>(ص) سبعاً جم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عاً</w:t>
      </w:r>
      <w:r w:rsidRPr="00E32BBF">
        <w:rPr>
          <w:rStyle w:val="libArabicChar"/>
          <w:rtl/>
        </w:rPr>
        <w:t xml:space="preserve"> و ثمان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اً</w:t>
      </w:r>
      <w:r w:rsidRPr="00E32BBF">
        <w:rPr>
          <w:rStyle w:val="libArabicChar"/>
          <w:rtl/>
        </w:rPr>
        <w:t xml:space="preserve"> جم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عاً</w:t>
      </w:r>
      <w:r w:rsidRPr="00E32BBF">
        <w:rPr>
          <w:rStyle w:val="libArabicChar"/>
          <w:rtl/>
        </w:rPr>
        <w:t>''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 w:rsidRPr="00471E8C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(مغرب اور عشاء ک</w:t>
      </w:r>
      <w:r>
        <w:rPr>
          <w:rFonts w:hint="cs"/>
          <w:rtl/>
        </w:rPr>
        <w:t>ی</w:t>
      </w:r>
      <w:r>
        <w:rPr>
          <w:rtl/>
        </w:rPr>
        <w:t xml:space="preserve"> نماز اس</w:t>
      </w:r>
      <w:r>
        <w:rPr>
          <w:rFonts w:hint="cs"/>
          <w:rtl/>
        </w:rPr>
        <w:t>ی</w:t>
      </w:r>
      <w:r>
        <w:rPr>
          <w:rtl/>
        </w:rPr>
        <w:t xml:space="preserve"> طرح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اور عصر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) 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سابق</w:t>
      </w:r>
      <w:r w:rsidRPr="00D2626E">
        <w:rPr>
          <w:rFonts w:hint="cs"/>
          <w:rtl/>
        </w:rPr>
        <w:t>ہ مدرک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جلد 1، ص 140 ( باب وقت المغرب)_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5_ سع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بن جُب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ر،</w:t>
      </w:r>
      <w:r w:rsidR="0065778C">
        <w:rPr>
          <w:rtl/>
        </w:rPr>
        <w:t xml:space="preserve"> ابن عباس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جَمع رسولُ الله (صل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الله 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و سلم ) بی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ر و العصر و بی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المغرب و العشاء بالمد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من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خوف و لا مطرً قال: فق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ل</w:t>
      </w:r>
      <w:r w:rsidRPr="00E32BBF">
        <w:rPr>
          <w:rStyle w:val="libArabicChar"/>
          <w:rtl/>
        </w:rPr>
        <w:t xml:space="preserve"> لأبن عباس : ما أراد بذلک؟ قال أراد أن لا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حرج</w:t>
      </w:r>
      <w:r w:rsidRPr="00E32BBF">
        <w:rPr>
          <w:rStyle w:val="libArabicChar"/>
          <w:rtl/>
        </w:rPr>
        <w:t xml:space="preserve"> أمتّ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خوف اور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نماز، اس</w:t>
      </w:r>
      <w:r>
        <w:rPr>
          <w:rFonts w:hint="cs"/>
          <w:rtl/>
        </w:rPr>
        <w:t>ی</w:t>
      </w:r>
      <w:r>
        <w:rPr>
          <w:rtl/>
        </w:rPr>
        <w:t xml:space="preserve"> طرح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ا،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کا اس کام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ا؟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</w:t>
      </w:r>
      <w:r>
        <w:rPr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آپ(ص)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امت مشقّت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6_ امام احمد ابن حنبل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مسند </w:t>
      </w:r>
      <w:r w:rsidR="004527F0">
        <w:rPr>
          <w:rtl/>
        </w:rPr>
        <w:t xml:space="preserve">میں </w:t>
      </w:r>
      <w:r>
        <w:rPr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7_ امام مالک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مؤطا'' </w:t>
      </w:r>
      <w:r w:rsidR="004527F0">
        <w:rPr>
          <w:rtl/>
        </w:rPr>
        <w:t xml:space="preserve">میں 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صلَّ رسولُ الله (ص) الظ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ر و العصر جمی</w:t>
      </w:r>
      <w:r w:rsidRPr="00E32BBF">
        <w:rPr>
          <w:rStyle w:val="libArabicChar"/>
          <w:rFonts w:hint="eastAsia"/>
          <w:rtl/>
        </w:rPr>
        <w:t>عاً</w:t>
      </w:r>
      <w:r w:rsidRPr="00E32BBF">
        <w:rPr>
          <w:rStyle w:val="libArabicChar"/>
          <w:rtl/>
        </w:rPr>
        <w:t xml:space="preserve"> و المغرب و العشاء جم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عاً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خوف و لا مطر''</w:t>
      </w:r>
      <w:r w:rsidRPr="00B648F9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سنن ترمذ</w:t>
      </w:r>
      <w:r>
        <w:rPr>
          <w:rFonts w:hint="cs"/>
          <w:rtl/>
        </w:rPr>
        <w:t>ی</w:t>
      </w:r>
      <w:r>
        <w:rPr>
          <w:rtl/>
        </w:rPr>
        <w:t xml:space="preserve"> ، جلد 121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187_</w:t>
      </w:r>
    </w:p>
    <w:p w:rsidR="0065778C" w:rsidRDefault="0065778C" w:rsidP="00D2626E">
      <w:pPr>
        <w:pStyle w:val="libFootnote"/>
      </w:pPr>
      <w:r>
        <w:rPr>
          <w:rtl/>
        </w:rPr>
        <w:t>2) مسند احمد، جلد 1 ، ص 223_</w:t>
      </w:r>
    </w:p>
    <w:p w:rsidR="0065778C" w:rsidRDefault="0065778C" w:rsidP="00D2626E">
      <w:pPr>
        <w:pStyle w:val="libFootnote"/>
      </w:pPr>
      <w:r>
        <w:rPr>
          <w:rtl/>
        </w:rPr>
        <w:t>3) مؤطا مالک، جلد 1 ، ص 144_</w:t>
      </w: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''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ظ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و عصر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 کو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مغرب و عشاء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 کو اک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ا 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تو دشمن کا خوف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اور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بارش کا خطر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8: '' مصنف عبدالرزاق''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جناب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عمر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جَمع لنا رسولُ الله صلَّ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الله 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و سلم مقی</w:t>
      </w:r>
      <w:r w:rsidRPr="00E32BBF">
        <w:rPr>
          <w:rStyle w:val="libArabicChar"/>
          <w:rFonts w:hint="eastAsia"/>
          <w:rtl/>
        </w:rPr>
        <w:t>ماً</w:t>
      </w:r>
      <w:r w:rsidRPr="00E32BBF">
        <w:rPr>
          <w:rStyle w:val="libArabicChar"/>
          <w:rtl/>
        </w:rPr>
        <w:t xml:space="preserve">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مسافرب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ر و </w:t>
      </w:r>
      <w:r w:rsidRPr="00E32BBF">
        <w:rPr>
          <w:rStyle w:val="libArabicChar"/>
          <w:rtl/>
        </w:rPr>
        <w:t>العصرفقال رجلٌ لأبن عمر : لم تر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النّب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(ص) فعل ذلک؟ قال لأن لا 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حرج</w:t>
      </w:r>
      <w:r w:rsidRPr="00E32BBF">
        <w:rPr>
          <w:rStyle w:val="libArabicChar"/>
          <w:rtl/>
        </w:rPr>
        <w:t xml:space="preserve"> اُمّت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أن جمع رجل''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ابن عمر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آپ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</w:t>
      </w:r>
      <w:r w:rsidR="00EE653E">
        <w:rPr>
          <w:rtl/>
        </w:rPr>
        <w:t xml:space="preserve">کیوں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پران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امت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دو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توزحمت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مبتلا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و( لوگ اس پراعتراض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9_ جابر ابن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جَمع رسولُ الله (ص) ب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>ر و العصر و المغرب و العشاء فی</w:t>
      </w:r>
      <w:r w:rsidRPr="00E32BBF">
        <w:rPr>
          <w:rStyle w:val="libArabicChar"/>
          <w:rtl/>
        </w:rPr>
        <w:t xml:space="preserve"> المد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للرّخص من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خوف: و لا علّة''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رسولخدا(ص)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خوف اوربغ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عذر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اور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اجازت اور رخصت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 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مصنف عبدالرزاق ، جلد 2 ، ص 556_</w:t>
      </w:r>
    </w:p>
    <w:p w:rsidR="0065778C" w:rsidRDefault="0065778C" w:rsidP="00D2626E">
      <w:pPr>
        <w:pStyle w:val="libFootnote"/>
      </w:pPr>
      <w:r>
        <w:rPr>
          <w:rtl/>
        </w:rPr>
        <w:t>2) معان</w:t>
      </w:r>
      <w:r>
        <w:rPr>
          <w:rFonts w:hint="cs"/>
          <w:rtl/>
        </w:rPr>
        <w:t>ی</w:t>
      </w:r>
      <w:r>
        <w:rPr>
          <w:rtl/>
        </w:rPr>
        <w:t xml:space="preserve"> الآثار، جلد 1 ، ص 161_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10_ ابو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نقل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جمع رسول الله (صل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الله عل</w:t>
      </w:r>
      <w:r w:rsidRPr="00E32BBF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و سلم ) بی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الصلوت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المد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نة</w:t>
      </w:r>
      <w:r w:rsidRPr="00E32BBF">
        <w:rPr>
          <w:rStyle w:val="libArabicChar"/>
          <w:rtl/>
        </w:rPr>
        <w:t xml:space="preserve"> من غ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ر</w:t>
      </w:r>
      <w:r w:rsidRPr="00E32BBF">
        <w:rPr>
          <w:rStyle w:val="libArabicChar"/>
          <w:rtl/>
        </w:rPr>
        <w:t xml:space="preserve"> خوف:''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رسولخدا</w:t>
      </w:r>
      <w:r>
        <w:rPr>
          <w:rtl/>
        </w:rPr>
        <w:t>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11_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مسعود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E32BBF">
        <w:rPr>
          <w:rStyle w:val="libArabicChar"/>
          <w:rtl/>
        </w:rPr>
        <w:t>'' جمع رسول الله (ص) ب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ن</w:t>
      </w:r>
      <w:r w:rsidRPr="00E32BBF">
        <w:rPr>
          <w:rStyle w:val="libArabicChar"/>
          <w:rtl/>
        </w:rPr>
        <w:t xml:space="preserve"> الاول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و العصر و المغرب و العشاء فق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Fonts w:hint="eastAsia"/>
          <w:rtl/>
        </w:rPr>
        <w:t>ل</w:t>
      </w:r>
      <w:r w:rsidRPr="00E32BBF">
        <w:rPr>
          <w:rStyle w:val="libArabicChar"/>
          <w:rtl/>
        </w:rPr>
        <w:t xml:space="preserve"> ل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فقال(ص) : صنعت</w:t>
      </w:r>
      <w:r w:rsidR="00380DE6" w:rsidRPr="009B41EC">
        <w:rPr>
          <w:rStyle w:val="libArabicChar"/>
          <w:rFonts w:hint="cs"/>
          <w:rtl/>
        </w:rPr>
        <w:t>ه</w:t>
      </w:r>
      <w:r w:rsidRPr="00E32BBF">
        <w:rPr>
          <w:rStyle w:val="libArabicChar"/>
          <w:rFonts w:hint="cs"/>
          <w:rtl/>
        </w:rPr>
        <w:t xml:space="preserve"> لئلّا تکون أمتی</w:t>
      </w:r>
      <w:r w:rsidRPr="00E32BBF">
        <w:rPr>
          <w:rStyle w:val="libArabicChar"/>
          <w:rtl/>
        </w:rPr>
        <w:t xml:space="preserve"> ف</w:t>
      </w:r>
      <w:r w:rsidRPr="00E32BBF">
        <w:rPr>
          <w:rStyle w:val="libArabicChar"/>
          <w:rFonts w:hint="cs"/>
          <w:rtl/>
        </w:rPr>
        <w:t>ی</w:t>
      </w:r>
      <w:r w:rsidRPr="00E32BBF">
        <w:rPr>
          <w:rStyle w:val="libArabicChar"/>
          <w:rtl/>
        </w:rPr>
        <w:t xml:space="preserve"> حرج''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رسولخدا</w:t>
      </w:r>
      <w:r>
        <w:rPr>
          <w:rtl/>
        </w:rPr>
        <w:t>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نماز، اس</w:t>
      </w:r>
      <w:r>
        <w:rPr>
          <w:rFonts w:hint="cs"/>
          <w:rtl/>
        </w:rPr>
        <w:t>ی</w:t>
      </w:r>
      <w:r>
        <w:rPr>
          <w:rtl/>
        </w:rPr>
        <w:t xml:space="preserve"> طرح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ا_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امّت مشقّت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اںپر</w:t>
      </w:r>
      <w:r>
        <w:rPr>
          <w:rtl/>
        </w:rPr>
        <w:t xml:space="preserve"> دوسوال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</w:p>
    <w:p w:rsidR="0065778C" w:rsidRDefault="0065778C" w:rsidP="00E32BBF">
      <w:pPr>
        <w:pStyle w:val="Heading2Center"/>
      </w:pPr>
      <w:bookmarkStart w:id="88" w:name="_Toc519769658"/>
      <w:r>
        <w:rPr>
          <w:rtl/>
        </w:rPr>
        <w:t>1_ مذکور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3C4FC4">
        <w:rPr>
          <w:rFonts w:hint="cs"/>
          <w:rtl/>
        </w:rPr>
        <w:t>ہ</w:t>
      </w:r>
      <w:r>
        <w:rPr>
          <w:rtl/>
        </w:rPr>
        <w:t xml:space="preserve"> :</w:t>
      </w:r>
      <w:bookmarkEnd w:id="88"/>
    </w:p>
    <w:p w:rsidR="0065778C" w:rsidRDefault="0065778C" w:rsidP="0065778C">
      <w:pPr>
        <w:pStyle w:val="libNormal"/>
      </w:pPr>
      <w:r>
        <w:rPr>
          <w:rFonts w:hint="eastAsia"/>
          <w:rtl/>
        </w:rPr>
        <w:t>مذکور</w:t>
      </w:r>
      <w:r w:rsidRPr="00471E8C">
        <w:rPr>
          <w:rFonts w:hint="cs"/>
          <w:rtl/>
        </w:rPr>
        <w:t>ہ</w:t>
      </w:r>
      <w:r>
        <w:rPr>
          <w:rtl/>
        </w:rPr>
        <w:t xml:space="preserve"> بالا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اور 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سند بعض بزرگ اصحاب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'' د و نکات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البزّاز، جلد 1 ، ص 283_</w:t>
      </w:r>
    </w:p>
    <w:p w:rsidR="0065778C" w:rsidRDefault="0065778C" w:rsidP="00D2626E">
      <w:pPr>
        <w:pStyle w:val="libFootnote"/>
      </w:pPr>
      <w:r>
        <w:rPr>
          <w:rtl/>
        </w:rPr>
        <w:t>2)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 w:rsidRPr="00D2626E">
        <w:rPr>
          <w:rFonts w:hint="cs"/>
          <w:rtl/>
        </w:rPr>
        <w:t>ہران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10، ص 219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10525_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تو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دو نمازوں کو اس حال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اک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ا انجام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مشکل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دشمن کا خوف، سفر ، بارش و 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،</w:t>
      </w:r>
      <w:r w:rsidR="0065778C">
        <w:rPr>
          <w:rtl/>
        </w:rPr>
        <w:t xml:space="preserve"> در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کا</w:t>
      </w:r>
      <w:r>
        <w:rPr>
          <w:rtl/>
        </w:rPr>
        <w:t xml:space="preserve"> مقصد '' امت کو رخصت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'' اور '' عسر و حرج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نجات دلانا''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نکات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سزاوار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لوگ اعتراض تراش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اضطرار</w:t>
      </w:r>
      <w:r>
        <w:rPr>
          <w:rFonts w:hint="cs"/>
          <w:rtl/>
        </w:rPr>
        <w:t>ی</w:t>
      </w:r>
      <w:r>
        <w:rPr>
          <w:rtl/>
        </w:rPr>
        <w:t xml:space="preserve"> موارد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ا؟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حقائق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خدا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متعصّب لوگ اجازت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آخر </w:t>
      </w:r>
      <w:r w:rsidR="00EE653E">
        <w:rPr>
          <w:rtl/>
        </w:rPr>
        <w:t xml:space="preserve">کیوں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</w:t>
      </w:r>
      <w:r w:rsidR="00EE653E">
        <w:rPr>
          <w:rtl/>
        </w:rPr>
        <w:t xml:space="preserve">کیوں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مسلمان جوان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حال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،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اندر اور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ر،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دفتروں اور کارخانوں </w:t>
      </w:r>
      <w:r w:rsidR="004527F0">
        <w:rPr>
          <w:rtl/>
        </w:rPr>
        <w:t xml:space="preserve">میں </w:t>
      </w:r>
      <w:r>
        <w:rPr>
          <w:rtl/>
        </w:rPr>
        <w:t xml:space="preserve"> اس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زمان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مکان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وسعت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اور تمام زمانوں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لوگوں کو مدنظر رک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تمام لوگوں کو پانچ وقت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مقيّد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بعض لوگ تارک الصلاة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آجکل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 کو آسان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کرد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سب لوگ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ر زمان و مکان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آسان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روزان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نمازوں کو بجالا سک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E32BBF">
        <w:rPr>
          <w:rStyle w:val="libAieChar"/>
          <w:rtl/>
        </w:rPr>
        <w:t>'' و مَا جَعَل عَل</w:t>
      </w:r>
      <w:r w:rsidRPr="00E32BBF">
        <w:rPr>
          <w:rStyle w:val="libAieChar"/>
          <w:rFonts w:hint="cs"/>
          <w:rtl/>
        </w:rPr>
        <w:t>ی</w:t>
      </w:r>
      <w:r w:rsidRPr="00E32BBF">
        <w:rPr>
          <w:rStyle w:val="libAieChar"/>
          <w:rFonts w:hint="eastAsia"/>
          <w:rtl/>
        </w:rPr>
        <w:t>كُم</w:t>
      </w:r>
      <w:r w:rsidRPr="00E32BBF">
        <w:rPr>
          <w:rStyle w:val="libAieChar"/>
          <w:rtl/>
        </w:rPr>
        <w:t xml:space="preserve"> ف</w:t>
      </w:r>
      <w:r w:rsidRPr="00E32BBF">
        <w:rPr>
          <w:rStyle w:val="libAieChar"/>
          <w:rFonts w:hint="cs"/>
          <w:rtl/>
        </w:rPr>
        <w:t>ی</w:t>
      </w:r>
      <w:r w:rsidRPr="00E32BBF">
        <w:rPr>
          <w:rStyle w:val="libAieChar"/>
          <w:rtl/>
        </w:rPr>
        <w:t xml:space="preserve"> الدّ</w:t>
      </w:r>
      <w:r w:rsidRPr="00E32BBF">
        <w:rPr>
          <w:rStyle w:val="libAieChar"/>
          <w:rFonts w:hint="cs"/>
          <w:rtl/>
        </w:rPr>
        <w:t>ی</w:t>
      </w:r>
      <w:r w:rsidRPr="00E32BBF">
        <w:rPr>
          <w:rStyle w:val="libAieChar"/>
          <w:rFonts w:hint="eastAsia"/>
          <w:rtl/>
        </w:rPr>
        <w:t>ن</w:t>
      </w:r>
      <w:r w:rsidRPr="00E32BBF">
        <w:rPr>
          <w:rStyle w:val="libAieChar"/>
          <w:rtl/>
        </w:rPr>
        <w:t xml:space="preserve"> من حَرَج:''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E32BBF">
      <w:pPr>
        <w:pStyle w:val="Heading2Center"/>
      </w:pPr>
      <w:bookmarkStart w:id="89" w:name="_Toc519769659"/>
      <w:r>
        <w:rPr>
          <w:rtl/>
        </w:rPr>
        <w:t>2_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نماز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اوقات:</w:t>
      </w:r>
      <w:bookmarkEnd w:id="89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جب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اوقات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نمازوں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ذکر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تعجب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ان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پانچ اوقات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وجوب پر اصرار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پانچ</w:t>
      </w:r>
      <w:r>
        <w:rPr>
          <w:rtl/>
        </w:rPr>
        <w:t xml:space="preserve"> اوقات </w:t>
      </w:r>
      <w:r w:rsidR="004527F0">
        <w:rPr>
          <w:rtl/>
        </w:rPr>
        <w:t xml:space="preserve">میں 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انکار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اگر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شامل حال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پانچ اوقات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نماز ادا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اختلاف</w:t>
      </w:r>
      <w:r>
        <w:rPr>
          <w:rtl/>
        </w:rPr>
        <w:t xml:space="preserve"> صرف ان پانچ اوقات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وجوب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: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1D52EF">
        <w:rPr>
          <w:rStyle w:val="libAieChar"/>
          <w:rFonts w:hint="cs"/>
          <w:rtl/>
        </w:rPr>
        <w:t>''و أقم الصلوة طَرَفی</w:t>
      </w:r>
      <w:r w:rsidR="00CE2672" w:rsidRPr="001D52EF">
        <w:rPr>
          <w:rStyle w:val="libAieChar"/>
          <w:rtl/>
        </w:rPr>
        <w:t xml:space="preserve"> الن</w:t>
      </w:r>
      <w:r w:rsidR="00CE2672" w:rsidRPr="00EC5D05">
        <w:rPr>
          <w:rStyle w:val="libAieChar"/>
          <w:rFonts w:hint="cs"/>
          <w:rtl/>
        </w:rPr>
        <w:t>ه</w:t>
      </w:r>
      <w:r w:rsidR="00CE2672" w:rsidRPr="001D52EF">
        <w:rPr>
          <w:rStyle w:val="libAieChar"/>
          <w:rFonts w:hint="cs"/>
          <w:rtl/>
        </w:rPr>
        <w:t>ار و زلفاً من اللّی</w:t>
      </w:r>
      <w:r w:rsidR="00CE2672" w:rsidRPr="001D52EF">
        <w:rPr>
          <w:rStyle w:val="libAieChar"/>
          <w:rFonts w:hint="eastAsia"/>
          <w:rtl/>
        </w:rPr>
        <w:t>ل</w:t>
      </w:r>
      <w:r w:rsidR="00CE2672" w:rsidRPr="001D52EF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دن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 اطراف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اور رات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حصّ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نماز ادا کرو ...''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طرف</w:t>
      </w:r>
      <w:r>
        <w:rPr>
          <w:rFonts w:hint="cs"/>
          <w:rtl/>
        </w:rPr>
        <w:t>ی</w:t>
      </w:r>
      <w:r>
        <w:rPr>
          <w:rtl/>
        </w:rPr>
        <w:t xml:space="preserve"> الن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ار'' نماز صبح ک</w:t>
      </w:r>
      <w:r>
        <w:rPr>
          <w:rFonts w:hint="cs"/>
          <w:rtl/>
        </w:rPr>
        <w:t>ی</w:t>
      </w:r>
      <w:r>
        <w:rPr>
          <w:rtl/>
        </w:rPr>
        <w:t xml:space="preserve"> طرف جو دن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اور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کا وقت سورج غروب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کا غروب آفتاب تک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 آسان</w:t>
      </w:r>
      <w:r>
        <w:rPr>
          <w:rFonts w:hint="cs"/>
          <w:rtl/>
        </w:rPr>
        <w:t>ی</w:t>
      </w:r>
      <w:r>
        <w:rPr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''زُلف</w:t>
      </w:r>
      <w:r>
        <w:rPr>
          <w:rtl/>
        </w:rPr>
        <w:t>اً م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لفظ '' زُلف'' استعمال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'' مختار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78_ اور الل</w:t>
      </w:r>
      <w:r w:rsidRPr="00D2626E">
        <w:rPr>
          <w:rFonts w:hint="cs"/>
          <w:rtl/>
        </w:rPr>
        <w:t>ہ نے تم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D2626E">
        <w:rPr>
          <w:rFonts w:hint="cs"/>
          <w:rtl/>
        </w:rPr>
        <w:t xml:space="preserve">ے مسئلے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اور مشقت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 xml:space="preserve">2) سورة </w:t>
      </w:r>
      <w:r w:rsidRPr="00D2626E">
        <w:rPr>
          <w:rFonts w:hint="cs"/>
          <w:rtl/>
        </w:rPr>
        <w:t>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114_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الصحاح</w:t>
      </w:r>
      <w:r w:rsidR="0065778C">
        <w:rPr>
          <w:rtl/>
        </w:rPr>
        <w:t>'' اور راغب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کتاب المفردات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لک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'' زلفة''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جمع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رات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ابتدائ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حصوں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استعمال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واضح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''زلفاً من الل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>'' مغرب اور عشاء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وقت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اشار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نمازوں کو عام طور پر پانچ وقتوں </w:t>
      </w:r>
      <w:r w:rsidR="004527F0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توو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پانچ اوقات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سب معتقد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2_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اسراء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;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1D52EF">
        <w:rPr>
          <w:rStyle w:val="libAieChar"/>
          <w:rFonts w:hint="cs"/>
          <w:rtl/>
        </w:rPr>
        <w:t>أ</w:t>
      </w:r>
      <w:r w:rsidR="00CE2672" w:rsidRPr="001D52EF">
        <w:rPr>
          <w:rStyle w:val="libAieChar"/>
          <w:rtl/>
        </w:rPr>
        <w:t>قم الصلوة لدُلُوک الشمس إل</w:t>
      </w:r>
      <w:r w:rsidR="00CE2672" w:rsidRPr="001D52EF">
        <w:rPr>
          <w:rStyle w:val="libAieChar"/>
          <w:rFonts w:hint="cs"/>
          <w:rtl/>
        </w:rPr>
        <w:t>ی</w:t>
      </w:r>
      <w:r w:rsidR="00CE2672" w:rsidRPr="001D52EF">
        <w:rPr>
          <w:rStyle w:val="libAieChar"/>
          <w:rtl/>
        </w:rPr>
        <w:t xml:space="preserve"> غَسَق الل</w:t>
      </w:r>
      <w:r w:rsidR="00CE2672" w:rsidRPr="001D52EF">
        <w:rPr>
          <w:rStyle w:val="libAieChar"/>
          <w:rFonts w:hint="cs"/>
          <w:rtl/>
        </w:rPr>
        <w:t>ی</w:t>
      </w:r>
      <w:r w:rsidR="00CE2672" w:rsidRPr="001D52EF">
        <w:rPr>
          <w:rStyle w:val="libAieChar"/>
          <w:rFonts w:hint="eastAsia"/>
          <w:rtl/>
        </w:rPr>
        <w:t>ل</w:t>
      </w:r>
      <w:r w:rsidR="00CE2672" w:rsidRPr="001D52EF">
        <w:rPr>
          <w:rStyle w:val="libAieChar"/>
          <w:rtl/>
        </w:rPr>
        <w:t xml:space="preserve"> و قرآن الفجر إنّ قرآن الفجر کانَ مش</w:t>
      </w:r>
      <w:r w:rsidR="00CE2672" w:rsidRPr="00EC5D05">
        <w:rPr>
          <w:rStyle w:val="libAieChar"/>
          <w:rFonts w:hint="cs"/>
          <w:rtl/>
        </w:rPr>
        <w:t>ه</w:t>
      </w:r>
      <w:r w:rsidR="00CE2672" w:rsidRPr="001D52EF">
        <w:rPr>
          <w:rStyle w:val="libAieChar"/>
          <w:rFonts w:hint="cs"/>
          <w:rtl/>
        </w:rPr>
        <w:t>وداً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Pr="00955C8D">
        <w:rPr>
          <w:rFonts w:hint="cs"/>
          <w:rtl/>
        </w:rPr>
        <w:t>'' نماز کوزوال آفتاب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آغاز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تک ادا کرو اس</w:t>
      </w:r>
      <w:r>
        <w:rPr>
          <w:rFonts w:hint="cs"/>
          <w:rtl/>
        </w:rPr>
        <w:t>ی</w:t>
      </w:r>
      <w:r>
        <w:rPr>
          <w:rtl/>
        </w:rPr>
        <w:t xml:space="preserve"> طرح قرآن فجر ( نماز صبح) ادا کرو ...''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دلوک''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کن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نصف الن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سورج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زوال کا وقت_ </w:t>
      </w:r>
    </w:p>
    <w:p w:rsidR="0065778C" w:rsidRDefault="0065778C" w:rsidP="0065778C">
      <w:pPr>
        <w:pStyle w:val="libNormal"/>
      </w:pPr>
      <w:r>
        <w:rPr>
          <w:rtl/>
        </w:rPr>
        <w:t>'' غسق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بعض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ابتداء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بعض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آد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راغب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''مفردات''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غسق'' رات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آد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دلوک شمس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غسق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مغرب و عشاء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قرآن فجر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اسرائ،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78_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نماز</w:t>
      </w:r>
      <w:r w:rsidR="0065778C">
        <w:rPr>
          <w:rtl/>
        </w:rPr>
        <w:t xml:space="preserve"> صبح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اشار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 xml:space="preserve">'' </w:t>
      </w:r>
      <w:r w:rsidRPr="001D52EF">
        <w:rPr>
          <w:rStyle w:val="libArabicChar"/>
          <w:rtl/>
        </w:rPr>
        <w:t>إن فَسّرنا الغسق بظ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ور اوّل الظلمة_ و حکا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 xml:space="preserve"> عن ابن عباس و عطا و النضر بن شمی</w:t>
      </w:r>
      <w:r w:rsidRPr="001D52EF">
        <w:rPr>
          <w:rStyle w:val="libArabicChar"/>
          <w:rFonts w:hint="eastAsia"/>
          <w:rtl/>
        </w:rPr>
        <w:t>ل</w:t>
      </w:r>
      <w:r w:rsidRPr="001D52EF">
        <w:rPr>
          <w:rStyle w:val="libArabicChar"/>
          <w:rtl/>
        </w:rPr>
        <w:t>_ کان الغسق عبارة عن أول المغرب و عل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tl/>
        </w:rPr>
        <w:t xml:space="preserve"> 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ذا التقدی</w:t>
      </w:r>
      <w:r w:rsidRPr="001D52EF">
        <w:rPr>
          <w:rStyle w:val="libArabicChar"/>
          <w:rFonts w:hint="eastAsia"/>
          <w:rtl/>
        </w:rPr>
        <w:t>ر</w:t>
      </w:r>
      <w:r w:rsidRPr="001D52EF">
        <w:rPr>
          <w:rStyle w:val="libArabicChar"/>
          <w:rtl/>
        </w:rPr>
        <w:t xml:space="preserve"> 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کون</w:t>
      </w:r>
      <w:r w:rsidRPr="001D52EF">
        <w:rPr>
          <w:rStyle w:val="libArabicChar"/>
          <w:rtl/>
        </w:rPr>
        <w:t xml:space="preserve"> المذکور ف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tl/>
        </w:rPr>
        <w:t xml:space="preserve"> الآ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ة</w:t>
      </w:r>
      <w:r w:rsidRPr="001D52EF">
        <w:rPr>
          <w:rStyle w:val="libArabicChar"/>
          <w:rtl/>
        </w:rPr>
        <w:t xml:space="preserve"> ثلاث اوقات وقت الزّوال ووقت أول المغرب و وقت الفجر، و 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ذا ی</w:t>
      </w:r>
      <w:r w:rsidRPr="001D52EF">
        <w:rPr>
          <w:rStyle w:val="libArabicChar"/>
          <w:rFonts w:hint="eastAsia"/>
          <w:rtl/>
        </w:rPr>
        <w:t>قتض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tl/>
        </w:rPr>
        <w:t xml:space="preserve"> أن 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کون</w:t>
      </w:r>
      <w:r w:rsidRPr="001D52EF">
        <w:rPr>
          <w:rStyle w:val="libArabicChar"/>
          <w:rtl/>
        </w:rPr>
        <w:t xml:space="preserve"> الزوال وقتا، للظُ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ر و العصر فی</w:t>
      </w:r>
      <w:r w:rsidRPr="001D52EF">
        <w:rPr>
          <w:rStyle w:val="libArabicChar"/>
          <w:rFonts w:hint="eastAsia"/>
          <w:rtl/>
        </w:rPr>
        <w:t>کون</w:t>
      </w:r>
      <w:r w:rsidRPr="001D52EF">
        <w:rPr>
          <w:rStyle w:val="libArabicChar"/>
          <w:rtl/>
        </w:rPr>
        <w:t xml:space="preserve"> 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ذا الوقت مشترکاً بی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الصلوت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و أن 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کون</w:t>
      </w:r>
      <w:r w:rsidRPr="001D52EF">
        <w:rPr>
          <w:rStyle w:val="libArabicChar"/>
          <w:rtl/>
        </w:rPr>
        <w:t xml:space="preserve"> أول المغرب وقتاً للمغرب و العشاء ف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کون</w:t>
      </w:r>
      <w:r w:rsidRPr="001D52EF">
        <w:rPr>
          <w:rStyle w:val="libArabicChar"/>
          <w:rtl/>
        </w:rPr>
        <w:t xml:space="preserve"> 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ذا الوقت مشترک</w:t>
      </w:r>
      <w:r w:rsidRPr="001D52EF">
        <w:rPr>
          <w:rStyle w:val="libArabicChar"/>
          <w:rtl/>
        </w:rPr>
        <w:t>اً ا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ضاً</w:t>
      </w:r>
      <w:r w:rsidRPr="001D52EF">
        <w:rPr>
          <w:rStyle w:val="libArabicChar"/>
          <w:rtl/>
        </w:rPr>
        <w:t xml:space="preserve"> ب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اتی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الصلوت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ف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ذا ی</w:t>
      </w:r>
      <w:r w:rsidRPr="001D52EF">
        <w:rPr>
          <w:rStyle w:val="libArabicChar"/>
          <w:rFonts w:hint="eastAsia"/>
          <w:rtl/>
        </w:rPr>
        <w:t>قتض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tl/>
        </w:rPr>
        <w:t xml:space="preserve"> جواز الجمع ب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Fonts w:hint="eastAsia"/>
          <w:rtl/>
        </w:rPr>
        <w:t>ن</w:t>
      </w:r>
      <w:r w:rsidRPr="001D52EF">
        <w:rPr>
          <w:rStyle w:val="libArabicChar"/>
          <w:rtl/>
        </w:rPr>
        <w:t xml:space="preserve"> الظ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ر و العصر و المغرب و العشاء مطلقاً''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غسق کو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آغاز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 عطا اور نضر بن شم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تو اس وقت غسق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مغرب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وگا_ اور اس بناء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ذکر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، ج 21، ص 27_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65778C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زوال کا وقت_ غروب کا وقت اور فجر کا وقت_ اس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بعد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اوقات تقاضا کرت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زوال نماز ظ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ر </w:t>
      </w:r>
      <w:r w:rsidR="0065778C">
        <w:rPr>
          <w:rtl/>
        </w:rPr>
        <w:t>و عصر کا مشترک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اورغروب نماز مغرب و عشاء کا مشترک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وقت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و اس کا نتی</w:t>
      </w:r>
      <w:r w:rsidR="0065778C">
        <w:rPr>
          <w:rFonts w:hint="eastAsia"/>
          <w:rtl/>
        </w:rPr>
        <w:t>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نکلا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نماز ظ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ر اور عصر کو ،اسی</w:t>
      </w:r>
      <w:r w:rsidR="0065778C">
        <w:rPr>
          <w:rtl/>
        </w:rPr>
        <w:t xml:space="preserve"> طرح نماز مغرب اور عشاء کو بغ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وشرط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اک</w:t>
      </w:r>
      <w:r w:rsidR="0065778C" w:rsidRPr="00471E8C">
        <w:rPr>
          <w:rFonts w:hint="cs"/>
          <w:rtl/>
        </w:rPr>
        <w:t>ٹھ</w:t>
      </w:r>
      <w:r w:rsidR="0065778C">
        <w:rPr>
          <w:rFonts w:hint="cs"/>
          <w:rtl/>
        </w:rPr>
        <w:t>ا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 xml:space="preserve">ا جاسکتا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تو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کو اچ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 نمازوں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عذر و سفر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جمع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عذر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eastAsia"/>
          <w:rtl/>
        </w:rPr>
        <w:t>حدود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 w:rsidRPr="00471E8C">
        <w:rPr>
          <w:rFonts w:hint="cs"/>
          <w:rtl/>
        </w:rPr>
        <w:t>ے</w:t>
      </w:r>
      <w:r>
        <w:rPr>
          <w:rtl/>
        </w:rPr>
        <w:t>_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موصوف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کران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صرف حال عذر </w:t>
      </w:r>
      <w:r w:rsidR="004527F0">
        <w:rPr>
          <w:rtl/>
        </w:rPr>
        <w:t xml:space="preserve">میں </w:t>
      </w:r>
      <w:r>
        <w:rPr>
          <w:rtl/>
        </w:rPr>
        <w:t xml:space="preserve"> محدود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متعدّد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جنک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وچکا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عذر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اور نماز مغرب و عشاء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امّت کو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ولت د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رخصت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علاو</w:t>
      </w:r>
      <w:r w:rsidRPr="00471E8C">
        <w:rPr>
          <w:rFonts w:hint="cs"/>
          <w:rtl/>
        </w:rPr>
        <w:t>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اطلاق کو کس طرح 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محدود موارد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 اصول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مسلّم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اکثر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بالکل وضاحت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ذکر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سابق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مندرج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نتائج اخذ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سابق</w:t>
      </w:r>
      <w:r w:rsidRPr="00D2626E">
        <w:rPr>
          <w:rFonts w:hint="cs"/>
          <w:rtl/>
        </w:rPr>
        <w:t>ہ مدرک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1_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وضاحت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پانچ نمازوں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اوقات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بجا آور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جائز 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کا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دو نمازوں کو اک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عذر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اور اس کام کو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رخصت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مشقتس</w:t>
      </w:r>
      <w:r w:rsidRPr="00471E8C">
        <w:rPr>
          <w:rFonts w:hint="cs"/>
          <w:rtl/>
        </w:rPr>
        <w:t>ے</w:t>
      </w:r>
      <w:r>
        <w:rPr>
          <w:rtl/>
        </w:rPr>
        <w:t xml:space="preserve"> دوچار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ُوں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پانچ اوقات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اصرار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رکاو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بنن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 بالخصوص جوان نسل اصل نماز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فرار کر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اور اس بات ک</w:t>
      </w:r>
      <w:r>
        <w:rPr>
          <w:rFonts w:hint="cs"/>
          <w:rtl/>
        </w:rPr>
        <w:t>ی</w:t>
      </w:r>
      <w:r>
        <w:rPr>
          <w:rtl/>
        </w:rPr>
        <w:t xml:space="preserve"> تمام ذم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دوش پر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کم</w:t>
      </w:r>
      <w:r>
        <w:rPr>
          <w:rtl/>
        </w:rPr>
        <w:t xml:space="preserve"> از کم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علماء اتنا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tl/>
        </w:rPr>
        <w:t>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پر عمل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''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شلتوت''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جعفر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فتاو</w:t>
      </w:r>
      <w:r>
        <w:rPr>
          <w:rFonts w:hint="cs"/>
          <w:rtl/>
        </w:rPr>
        <w:t>ی</w:t>
      </w:r>
      <w:r>
        <w:rPr>
          <w:rtl/>
        </w:rPr>
        <w:t xml:space="preserve"> پر عمل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دوبار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قبول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آج 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مزدوروں ، 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سکول و کا لجز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طلاب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طبقات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لوگوں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پانچ اوقات </w:t>
      </w:r>
      <w:r w:rsidR="004527F0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71E8C">
        <w:rPr>
          <w:rFonts w:hint="cs"/>
          <w:rtl/>
        </w:rPr>
        <w:t>ہ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 مشکل کام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ولتس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آجکل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معاشر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مد نظر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نسل جوان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نماز ترک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 سنت '' پر اس حد تک اصرار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''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ترک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سبب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9C6A20">
      <w:pPr>
        <w:pStyle w:val="Heading2Center"/>
      </w:pPr>
      <w:r>
        <w:rPr>
          <w:rtl/>
        </w:rPr>
        <w:br w:type="page"/>
      </w:r>
      <w:bookmarkStart w:id="90" w:name="_Toc519769660"/>
      <w:r w:rsidR="0065778C">
        <w:rPr>
          <w:rtl/>
        </w:rPr>
        <w:lastRenderedPageBreak/>
        <w:t>8</w:t>
      </w:r>
      <w:bookmarkEnd w:id="90"/>
      <w:r w:rsidR="0065778C">
        <w:rPr>
          <w:rtl/>
        </w:rPr>
        <w:t xml:space="preserve"> </w:t>
      </w:r>
    </w:p>
    <w:p w:rsidR="0065778C" w:rsidRDefault="0065778C" w:rsidP="009C6A20">
      <w:pPr>
        <w:pStyle w:val="Heading2Center"/>
      </w:pPr>
      <w:bookmarkStart w:id="91" w:name="_Toc519769661"/>
      <w:r>
        <w:rPr>
          <w:rFonts w:hint="eastAsia"/>
          <w:rtl/>
        </w:rPr>
        <w:t>وضو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پاؤں کا مسح</w:t>
      </w:r>
      <w:bookmarkEnd w:id="91"/>
    </w:p>
    <w:p w:rsidR="0065778C" w:rsidRDefault="0065778C" w:rsidP="0065778C">
      <w:pPr>
        <w:pStyle w:val="libNormal"/>
      </w:pPr>
    </w:p>
    <w:p w:rsidR="0065778C" w:rsidRDefault="00E54A53" w:rsidP="001D52EF">
      <w:pPr>
        <w:pStyle w:val="Heading2Center"/>
      </w:pPr>
      <w:r>
        <w:rPr>
          <w:rtl/>
        </w:rPr>
        <w:br w:type="page"/>
      </w:r>
      <w:bookmarkStart w:id="92" w:name="_Toc519769662"/>
      <w:r w:rsidR="0065778C">
        <w:rPr>
          <w:rFonts w:hint="eastAsia"/>
          <w:rtl/>
        </w:rPr>
        <w:lastRenderedPageBreak/>
        <w:t>قرآن</w:t>
      </w:r>
      <w:r w:rsidR="0065778C">
        <w:rPr>
          <w:rtl/>
        </w:rPr>
        <w:t xml:space="preserve">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اور پاؤں کا مسح:</w:t>
      </w:r>
      <w:bookmarkEnd w:id="92"/>
    </w:p>
    <w:p w:rsidR="0065778C" w:rsidRDefault="0065778C" w:rsidP="0065778C">
      <w:pPr>
        <w:pStyle w:val="libNormal"/>
      </w:pPr>
      <w:r>
        <w:rPr>
          <w:rFonts w:hint="eastAsia"/>
          <w:rtl/>
        </w:rPr>
        <w:t>وضو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پاؤں کا مسح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اعتراض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علماء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واجب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کو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بالکل واضح الفاظ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کا 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طرح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کا عمل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بالکل مطابق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(30)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جو اصحاب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) کا عمل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مقام افسوس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تمام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غور و فکر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،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پر حمل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الفاظ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</w:t>
      </w:r>
      <w:r>
        <w:rPr>
          <w:rtl/>
        </w:rPr>
        <w:t xml:space="preserve"> حق و عدالت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دُور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حق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شروع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'' روافض ( ان کا مقصود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>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روکار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وضو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مخالفت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الت و گمرا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کو کاف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حالانک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وجوب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اور رسولخدا(ص) کا عمل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ا_ 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اُن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پاس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نظر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پر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بات کو اخذ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گوارا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دلخوا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عوام تصوّر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سوچا 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باتوں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اور(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)اس طرح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شرمند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پ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گا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حاضر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71E8C">
        <w:rPr>
          <w:rFonts w:hint="cs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سورة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سورت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6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1D52EF">
      <w:pPr>
        <w:pStyle w:val="libAie"/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ايّ</w:t>
      </w:r>
      <w:r w:rsidR="00EC5D05" w:rsidRPr="00EC5D05">
        <w:rPr>
          <w:rFonts w:hint="cs"/>
          <w:rtl/>
        </w:rPr>
        <w:t>ه</w:t>
      </w:r>
      <w:r>
        <w:rPr>
          <w:rFonts w:hint="cs"/>
          <w:rtl/>
        </w:rPr>
        <w:t>ا الذی</w:t>
      </w:r>
      <w:r>
        <w:rPr>
          <w:rFonts w:hint="eastAsia"/>
          <w:rtl/>
        </w:rPr>
        <w:t>ن</w:t>
      </w:r>
      <w:r>
        <w:rPr>
          <w:rtl/>
        </w:rPr>
        <w:t xml:space="preserve"> آمنوا إذا قمتم إل</w:t>
      </w:r>
      <w:r>
        <w:rPr>
          <w:rFonts w:hint="cs"/>
          <w:rtl/>
        </w:rPr>
        <w:t>ی</w:t>
      </w:r>
      <w:r>
        <w:rPr>
          <w:rtl/>
        </w:rPr>
        <w:t xml:space="preserve"> الصلوة فاغسلوا وُجو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کم و أی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المرافق و اَمسَحُوا برُء وسکم و أرجلکم إل</w:t>
      </w:r>
      <w:r>
        <w:rPr>
          <w:rFonts w:hint="cs"/>
          <w:rtl/>
        </w:rPr>
        <w:t>ی</w:t>
      </w:r>
      <w:r>
        <w:rPr>
          <w:rtl/>
        </w:rPr>
        <w:t xml:space="preserve"> الکعب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ے</w:t>
      </w:r>
      <w:r>
        <w:rPr>
          <w:rtl/>
        </w:rPr>
        <w:t xml:space="preserve">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جب تم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و تو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روں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ولو اور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سر اور پاؤں کا اب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مسح کرو</w:t>
      </w:r>
      <w:r>
        <w:rPr>
          <w:rtl/>
        </w:rPr>
        <w:t xml:space="preserve">''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جلد 2، ص 518_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واضح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کلم</w:t>
      </w:r>
      <w:r w:rsidR="006577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''ارجلکم'' ( اپن</w:t>
      </w:r>
      <w:r w:rsidR="006577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پاؤں)کا کلم</w:t>
      </w:r>
      <w:r w:rsidR="006577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روسکم'' ( اپن</w:t>
      </w:r>
      <w:r w:rsidR="006577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سر) پر عطف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ہے</w:t>
      </w:r>
      <w:r>
        <w:rPr>
          <w:rtl/>
        </w:rPr>
        <w:t xml:space="preserve"> اور اس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دونوں کا مسح کرنا واجب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ونا_ 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ارجلکم'' کو نصب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(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>)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اس مطلب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کہ کلمہ '' ارجلکم'' کے اعراب کے بارے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دو مش</w:t>
      </w:r>
      <w:r w:rsidRPr="00D2626E">
        <w:rPr>
          <w:rFonts w:hint="cs"/>
          <w:rtl/>
        </w:rPr>
        <w:t>ہور قرا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 ک</w:t>
      </w:r>
      <w:r w:rsidRPr="00D2626E">
        <w:rPr>
          <w:rFonts w:hint="cs"/>
          <w:rtl/>
        </w:rPr>
        <w:t>ے ساتھ قرا ت کہ جسے بعض مشہور قرّاء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D2626E">
        <w:rPr>
          <w:rFonts w:hint="cs"/>
          <w:rtl/>
        </w:rPr>
        <w:t>ے</w:t>
      </w:r>
      <w:r>
        <w:rPr>
          <w:rtl/>
        </w:rPr>
        <w:t xml:space="preserve"> حمز</w:t>
      </w:r>
      <w:r w:rsidRPr="00D2626E">
        <w:rPr>
          <w:rFonts w:hint="cs"/>
          <w:rtl/>
        </w:rPr>
        <w:t>ہ ، ابوعمرو،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عاصم ن</w:t>
      </w:r>
      <w:r w:rsidRPr="00D2626E">
        <w:rPr>
          <w:rFonts w:hint="cs"/>
          <w:rtl/>
        </w:rPr>
        <w:t>ے ( ابوبکر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D2626E">
        <w:rPr>
          <w:rFonts w:hint="cs"/>
          <w:rtl/>
        </w:rPr>
        <w:t>ے مطابق ) 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D2626E">
        <w:rPr>
          <w:rFonts w:hint="cs"/>
          <w:rtl/>
        </w:rPr>
        <w:t>ے ساتھ پڑھا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بعض مش</w:t>
      </w:r>
      <w:r w:rsidRPr="00D2626E">
        <w:rPr>
          <w:rFonts w:hint="cs"/>
          <w:rtl/>
        </w:rPr>
        <w:t>ہو</w:t>
      </w:r>
      <w:r>
        <w:rPr>
          <w:rFonts w:hint="eastAsia"/>
          <w:rtl/>
        </w:rPr>
        <w:t>ر</w:t>
      </w:r>
      <w:r>
        <w:rPr>
          <w:rtl/>
        </w:rPr>
        <w:t xml:space="preserve"> قرّاء ن</w:t>
      </w:r>
      <w:r w:rsidRPr="00D2626E">
        <w:rPr>
          <w:rFonts w:hint="cs"/>
          <w:rtl/>
        </w:rPr>
        <w:t>ے اسے نصب کے ساتھ پڑھا ہے اور آجکل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D2626E">
        <w:rPr>
          <w:rFonts w:hint="cs"/>
          <w:rtl/>
        </w:rPr>
        <w:t xml:space="preserve">ے تمام رائج نسخوں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قرا ت ک</w:t>
      </w:r>
      <w:r w:rsidRPr="00D2626E">
        <w:rPr>
          <w:rFonts w:hint="cs"/>
          <w:rtl/>
        </w:rPr>
        <w:t>ے مطابق اعراب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اعراب ک</w:t>
      </w:r>
      <w:r w:rsidRPr="00D2626E">
        <w:rPr>
          <w:rFonts w:hint="cs"/>
          <w:rtl/>
        </w:rPr>
        <w:t xml:space="preserve">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>ے اعتبار سے کوئ</w:t>
      </w:r>
      <w:r>
        <w:rPr>
          <w:rFonts w:hint="cs"/>
          <w:rtl/>
        </w:rPr>
        <w:t>ی</w:t>
      </w:r>
      <w:r>
        <w:rPr>
          <w:rtl/>
        </w:rPr>
        <w:t xml:space="preserve"> فرق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D2626E">
        <w:rPr>
          <w:rFonts w:hint="cs"/>
          <w:rtl/>
        </w:rPr>
        <w:t>ڑتا ہے_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D2626E">
        <w:rPr>
          <w:rFonts w:hint="cs"/>
          <w:rtl/>
        </w:rPr>
        <w:t>ہ</w:t>
      </w:r>
      <w:r>
        <w:rPr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D2626E">
        <w:rPr>
          <w:rFonts w:hint="cs"/>
          <w:rtl/>
        </w:rPr>
        <w:t>ے ساتھ پڑھا جائے تو بالکل واضح ہے کہ ''ارجلکم'' کا '' رؤس'' پر عطف ہے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کہ وضو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پاؤں کا مسح کرو (جسطرح سر کا مسح کرت</w:t>
      </w:r>
      <w:r w:rsidRPr="00D2626E">
        <w:rPr>
          <w:rFonts w:hint="cs"/>
          <w:rtl/>
        </w:rPr>
        <w:t>ے ہو)اگر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اس قرا ت ک</w:t>
      </w:r>
      <w:r w:rsidRPr="00D2626E">
        <w:rPr>
          <w:rFonts w:hint="cs"/>
          <w:rtl/>
        </w:rPr>
        <w:t>ے مطابق ع</w:t>
      </w:r>
      <w:r>
        <w:rPr>
          <w:rFonts w:hint="eastAsia"/>
          <w:rtl/>
        </w:rPr>
        <w:t>مل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D2626E">
        <w:rPr>
          <w:rFonts w:hint="cs"/>
          <w:rtl/>
        </w:rPr>
        <w:t>ہ جس کے اور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D2626E">
        <w:rPr>
          <w:rFonts w:hint="cs"/>
          <w:rtl/>
        </w:rPr>
        <w:t>ہت سے طرفدار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D2626E">
        <w:rPr>
          <w:rFonts w:hint="cs"/>
          <w:rtl/>
        </w:rPr>
        <w:t>ہے؟</w:t>
      </w:r>
    </w:p>
    <w:p w:rsidR="0065778C" w:rsidRDefault="0065778C" w:rsidP="00D2626E">
      <w:pPr>
        <w:pStyle w:val="libFootnote"/>
      </w:pPr>
      <w:r>
        <w:rPr>
          <w:rFonts w:hint="eastAsia"/>
          <w:rtl/>
        </w:rPr>
        <w:t>اور</w:t>
      </w:r>
      <w:r>
        <w:rPr>
          <w:rtl/>
        </w:rPr>
        <w:t xml:space="preserve"> اس س</w:t>
      </w:r>
      <w:r w:rsidRPr="00D2626E">
        <w:rPr>
          <w:rFonts w:hint="cs"/>
          <w:rtl/>
        </w:rPr>
        <w:t>ے بڑھ کر اگر فتح ( زبر) کے ساتھ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D2626E">
        <w:rPr>
          <w:rFonts w:hint="cs"/>
          <w:rtl/>
        </w:rPr>
        <w:t>ڑھا جائے پھر بھ</w:t>
      </w:r>
      <w:r>
        <w:rPr>
          <w:rFonts w:hint="cs"/>
          <w:rtl/>
        </w:rPr>
        <w:t>ی</w:t>
      </w:r>
      <w:r>
        <w:rPr>
          <w:rtl/>
        </w:rPr>
        <w:t xml:space="preserve"> ''ارجلکم ''کا عطف ''برو سکم'' ک</w:t>
      </w:r>
      <w:r w:rsidRPr="00D2626E">
        <w:rPr>
          <w:rFonts w:hint="cs"/>
          <w:rtl/>
        </w:rPr>
        <w:t>ے محل پر ہوگا اور واضح ہے کہ</w:t>
      </w:r>
      <w:r>
        <w:rPr>
          <w:rtl/>
        </w:rPr>
        <w:t xml:space="preserve"> برؤسکم محل ک</w:t>
      </w:r>
      <w:r w:rsidRPr="00D2626E">
        <w:rPr>
          <w:rFonts w:hint="cs"/>
          <w:rtl/>
        </w:rPr>
        <w:t>ے اعتبار سے منصوب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D2626E">
        <w:rPr>
          <w:rFonts w:hint="cs"/>
          <w:rtl/>
        </w:rPr>
        <w:t>ہ</w:t>
      </w:r>
      <w:r>
        <w:rPr>
          <w:rtl/>
        </w:rPr>
        <w:t xml:space="preserve"> '' و امسحوا'' کا مفعول </w:t>
      </w:r>
      <w:r w:rsidRPr="00D2626E">
        <w:rPr>
          <w:rFonts w:hint="cs"/>
          <w:rtl/>
        </w:rPr>
        <w:t xml:space="preserve">ہے _ پس دونوں صورتوں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Pr="00D2626E">
        <w:rPr>
          <w:rFonts w:hint="cs"/>
          <w:rtl/>
        </w:rPr>
        <w:t>ے گا کہ پاؤں کا مسح کرو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 w:rsidRPr="00D2626E">
        <w:rPr>
          <w:rFonts w:hint="cs"/>
          <w:rtl/>
        </w:rPr>
        <w:t>ہ</w:t>
      </w:r>
      <w:r>
        <w:rPr>
          <w:rFonts w:hint="cs"/>
          <w:rtl/>
        </w:rPr>
        <w:t>اں</w:t>
      </w:r>
      <w:r>
        <w:rPr>
          <w:rtl/>
        </w:rPr>
        <w:t xml:space="preserve"> بعض لوگوں ن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وں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Fonts w:hint="cs"/>
          <w:rtl/>
        </w:rPr>
        <w:t xml:space="preserve"> ک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 xml:space="preserve"> اگر ''ارجلکم '' کو فتح ( زبر) ک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سات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 xml:space="preserve"> پ</w:t>
      </w:r>
      <w:r w:rsidRPr="00D2626E">
        <w:rPr>
          <w:rFonts w:hint="cs"/>
          <w:rtl/>
        </w:rPr>
        <w:t>ڑھ</w:t>
      </w:r>
      <w:r>
        <w:rPr>
          <w:rFonts w:hint="cs"/>
          <w:rtl/>
        </w:rPr>
        <w:t>ا جائ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تو اس کا '' وجو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 xml:space="preserve">کم'' پر عطف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وگای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ات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 xml:space="preserve"> اور من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 xml:space="preserve"> کو د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وی</w:t>
      </w:r>
      <w:r>
        <w:rPr>
          <w:rFonts w:hint="eastAsia"/>
          <w:rtl/>
        </w:rPr>
        <w:t>ئ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>س</w:t>
      </w:r>
      <w:r>
        <w:rPr>
          <w:rtl/>
        </w:rPr>
        <w:t xml:space="preserve"> طرح پاؤں کو د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ولی</w:t>
      </w:r>
      <w:r>
        <w:rPr>
          <w:rFonts w:hint="eastAsia"/>
          <w:rtl/>
        </w:rPr>
        <w:t>جئ</w:t>
      </w:r>
      <w:r w:rsidRPr="00D2626E">
        <w:rPr>
          <w:rFonts w:hint="cs"/>
          <w:rtl/>
        </w:rPr>
        <w:t>ے</w:t>
      </w:r>
      <w:r>
        <w:rPr>
          <w:rtl/>
        </w:rPr>
        <w:t xml:space="preserve"> حالانک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 xml:space="preserve"> ی</w:t>
      </w:r>
      <w:r w:rsidRPr="00D2626E">
        <w:rPr>
          <w:rFonts w:hint="cs"/>
          <w:rtl/>
        </w:rPr>
        <w:t>ہ</w:t>
      </w:r>
      <w:r>
        <w:rPr>
          <w:rtl/>
        </w:rPr>
        <w:t xml:space="preserve"> بات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قواعد ک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خلاف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فصاحت ک</w:t>
      </w:r>
      <w:r w:rsidRPr="00D2626E">
        <w:rPr>
          <w:rFonts w:hint="cs"/>
          <w:rtl/>
        </w:rPr>
        <w:t>ے</w:t>
      </w:r>
      <w:r>
        <w:rPr>
          <w:rFonts w:hint="cs"/>
          <w:rtl/>
        </w:rPr>
        <w:t xml:space="preserve"> سات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 xml:space="preserve">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Fonts w:hint="eastAsia"/>
          <w:rtl/>
        </w:rPr>
        <w:t>ب</w:t>
      </w:r>
      <w:r w:rsidRPr="00D2626E">
        <w:rPr>
          <w:rFonts w:hint="cs"/>
          <w:rtl/>
        </w:rPr>
        <w:t>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بات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ک</w:t>
      </w:r>
      <w:r w:rsidRPr="00D2626E">
        <w:rPr>
          <w:rFonts w:hint="cs"/>
          <w:rtl/>
        </w:rPr>
        <w:t>ے اس لئے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D2626E">
        <w:rPr>
          <w:rFonts w:hint="cs"/>
          <w:rtl/>
        </w:rPr>
        <w:t>ہ</w:t>
      </w:r>
      <w:r>
        <w:rPr>
          <w:rtl/>
        </w:rPr>
        <w:t xml:space="preserve"> معطوف اور معطوف عل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ک</w:t>
      </w:r>
      <w:r w:rsidRPr="00D2626E">
        <w:rPr>
          <w:rFonts w:hint="cs"/>
          <w:rtl/>
        </w:rPr>
        <w:t>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 w:rsidRPr="00D2626E">
        <w:rPr>
          <w:rFonts w:hint="cs"/>
          <w:rtl/>
        </w:rPr>
        <w:t>ہ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2626E">
        <w:rPr>
          <w:rFonts w:hint="cs"/>
          <w:rtl/>
        </w:rPr>
        <w:t>ہوتا ہے_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ا</w:t>
      </w:r>
      <w:r w:rsidRPr="00D2626E">
        <w:rPr>
          <w:rFonts w:hint="cs"/>
          <w:rtl/>
        </w:rPr>
        <w:t>ہلسنت عالم کے بقول محال ہے کہ '' ارجلکم '' کا ''وجوہکم'' پر عطف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>ہرگز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</w:t>
      </w:r>
      <w:r w:rsidRPr="00D2626E">
        <w:rPr>
          <w:rFonts w:hint="cs"/>
          <w:rtl/>
        </w:rPr>
        <w:t>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جاتا </w:t>
      </w:r>
      <w:r w:rsidRPr="00D2626E">
        <w:rPr>
          <w:rFonts w:hint="cs"/>
          <w:rtl/>
        </w:rPr>
        <w:t>ہے کہ</w:t>
      </w:r>
      <w:r>
        <w:rPr>
          <w:rtl/>
        </w:rPr>
        <w:t xml:space="preserve"> مثلا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>ہے '' ضربتُ ز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و مررتُ ببکر و عمراً'' ک</w:t>
      </w:r>
      <w:r w:rsidRPr="00D2626E">
        <w:rPr>
          <w:rFonts w:hint="cs"/>
          <w:rtl/>
        </w:rPr>
        <w:t>ہ ''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D2626E">
        <w:rPr>
          <w:rFonts w:hint="cs"/>
          <w:rtl/>
        </w:rPr>
        <w:t>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مارا اور بکر ک</w:t>
      </w:r>
      <w:r w:rsidRPr="00D2626E">
        <w:rPr>
          <w:rFonts w:hint="cs"/>
          <w:rtl/>
        </w:rPr>
        <w:t>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 w:rsidRPr="00D2626E">
        <w:rPr>
          <w:rFonts w:hint="cs"/>
          <w:rtl/>
        </w:rPr>
        <w:t>ے گزرا اور عم</w:t>
      </w:r>
      <w:r>
        <w:rPr>
          <w:rtl/>
        </w:rPr>
        <w:t xml:space="preserve">ر کو''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عمرو کو ب</w:t>
      </w:r>
      <w:r w:rsidRPr="00D2626E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مارا ( شرح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المصل</w:t>
      </w:r>
      <w:r>
        <w:rPr>
          <w:rFonts w:hint="cs"/>
          <w:rtl/>
        </w:rPr>
        <w:t>ی</w:t>
      </w:r>
      <w:r>
        <w:rPr>
          <w:rtl/>
        </w:rPr>
        <w:t xml:space="preserve"> ص 16)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رحال</w:t>
      </w:r>
      <w:r w:rsidR="0065778C">
        <w:rPr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پاؤں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مسح کا حکم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1D52EF">
      <w:pPr>
        <w:pStyle w:val="Heading2Center"/>
      </w:pPr>
      <w:bookmarkStart w:id="93" w:name="_Toc519769663"/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ات</w:t>
      </w:r>
      <w:bookmarkEnd w:id="93"/>
    </w:p>
    <w:p w:rsidR="0065778C" w:rsidRDefault="0065778C" w:rsidP="0065778C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مفروض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تو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انسان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من جمل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آپ(ص)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خاطر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ابن حزم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الاحکام ف</w:t>
      </w:r>
      <w:r>
        <w:rPr>
          <w:rFonts w:hint="cs"/>
          <w:rtl/>
        </w:rPr>
        <w:t>ی</w:t>
      </w:r>
      <w:r>
        <w:rPr>
          <w:rtl/>
        </w:rPr>
        <w:t xml:space="preserve"> اصول الاحکام'' </w:t>
      </w:r>
      <w:r w:rsidR="004527F0">
        <w:rPr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سنت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>
        <w:rPr>
          <w:rtl/>
        </w:rPr>
        <w:t xml:space="preserve">میں </w:t>
      </w:r>
      <w:r>
        <w:rPr>
          <w:rtl/>
        </w:rPr>
        <w:t xml:space="preserve"> قبول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مسح والا حکم منسوخ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ا </w:t>
      </w:r>
      <w:r w:rsidRPr="00471E8C">
        <w:rPr>
          <w:rFonts w:hint="cs"/>
          <w:rtl/>
        </w:rPr>
        <w:t>ہے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tl/>
        </w:rPr>
        <w:t>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اولا ً:تمام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منسوخ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>_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عام افراد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قسم کا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فصاحت کا اکمل و اتم نمون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قسم کا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>
        <w:rPr>
          <w:rtl/>
        </w:rPr>
        <w:t>_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جس طرح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بلاشک و 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نصب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ارجلکم'' کا عطف '' بر ء ؤسکم''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محل پر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وگا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رحال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tl/>
        </w:rPr>
        <w:t>وضو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سر اور پاؤں کا مسح کرو</w:t>
      </w:r>
      <w:r>
        <w:rPr>
          <w:rtl/>
        </w:rPr>
        <w:t>_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ثان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اً</w:t>
      </w:r>
      <w:r w:rsidR="0065778C">
        <w:rPr>
          <w:rtl/>
        </w:rPr>
        <w:t xml:space="preserve"> : جس طرح عنقر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 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وضو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اُن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آپ(ص)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متعدد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پاؤں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آپ(ص) وضو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پاؤں کا مسح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کس</w:t>
      </w:r>
      <w:r>
        <w:rPr>
          <w:rtl/>
        </w:rPr>
        <w:t xml:space="preserve"> طرح 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دستور کو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نسخ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علاو</w:t>
      </w:r>
      <w:r w:rsidRPr="00471E8C">
        <w:rPr>
          <w:rFonts w:hint="cs"/>
          <w:rtl/>
        </w:rPr>
        <w:t>ہ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،تعارض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مطابقت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،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مخالف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ان پر عمل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tl/>
        </w:rPr>
        <w:t>2_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'' جصاص''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احکام القرآن''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''وضو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مجمل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 عمل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صادق آجائ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مسح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سب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(غَسل) ''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ونا'' اور '' مسح کرنا'' دو مختلف اور 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مسح کو شامل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قضاوت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پر عمل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احکام القرآن ، جلد 2 ، ص 434_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3_ جناب فخر راز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اگر '' جرّ''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قرا 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''ارجلکم'' کا '' روؤسکم'' پر عطف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بالکل واضح طور پر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پاؤں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پر دلالت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ر </w:t>
      </w:r>
      <w:r w:rsidR="0065778C">
        <w:rPr>
          <w:rtl/>
        </w:rPr>
        <w:t>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کا مقصد پاؤں کا مسح کرنا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وگا، بلک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پاؤں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مُراد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Fonts w:hint="eastAsia"/>
          <w:rtl/>
        </w:rPr>
        <w:t>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وقت پان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استعمال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اسراف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کرو'' </w:t>
      </w:r>
      <w:r w:rsidR="0065778C" w:rsidRPr="00082481">
        <w:rPr>
          <w:rStyle w:val="libFootnotenumChar"/>
          <w:rFonts w:hint="cs"/>
          <w:rtl/>
        </w:rPr>
        <w:t>(1</w:t>
      </w:r>
      <w:r w:rsidR="0065778C" w:rsidRPr="00082481">
        <w:rPr>
          <w:rStyle w:val="libFootnotenumChar"/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اگر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</w:t>
      </w:r>
      <w:r w:rsidR="004527F0">
        <w:rPr>
          <w:rtl/>
        </w:rPr>
        <w:t xml:space="preserve">میں 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 </w:t>
      </w:r>
      <w:r>
        <w:rPr>
          <w:rFonts w:hint="cs"/>
          <w:rtl/>
        </w:rPr>
        <w:t>ی</w:t>
      </w:r>
      <w:r>
        <w:rPr>
          <w:rtl/>
        </w:rPr>
        <w:t xml:space="preserve"> کا درواز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كُ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ظوا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قرآن پر عمل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_ اگر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اجازت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''مسح'' کو ''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اسراف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ظوا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1D52EF">
      <w:pPr>
        <w:pStyle w:val="Heading2Center"/>
      </w:pPr>
      <w:bookmarkStart w:id="94" w:name="_Toc519769664"/>
      <w:r>
        <w:rPr>
          <w:rFonts w:hint="eastAsia"/>
          <w:rtl/>
        </w:rPr>
        <w:t>نص</w:t>
      </w:r>
      <w:r>
        <w:rPr>
          <w:rtl/>
        </w:rPr>
        <w:t xml:space="preserve"> ّ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مقابل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اد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 </w:t>
      </w:r>
      <w:r>
        <w:rPr>
          <w:rFonts w:hint="cs"/>
          <w:rtl/>
        </w:rPr>
        <w:t>ی</w:t>
      </w:r>
      <w:r>
        <w:rPr>
          <w:rtl/>
        </w:rPr>
        <w:t>:</w:t>
      </w:r>
      <w:bookmarkEnd w:id="94"/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قرائن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انداز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جسطرح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در مقابل نص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امر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،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اسطرح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با 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جسطرح آج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تعبّد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</w:t>
      </w:r>
      <w:r>
        <w:rPr>
          <w:rFonts w:hint="eastAsia"/>
          <w:rtl/>
        </w:rPr>
        <w:t>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اُس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تعبّد اس شدّت و قوت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مثلا</w:t>
      </w:r>
      <w:r>
        <w:rPr>
          <w:rtl/>
        </w:rPr>
        <w:t xml:space="preserve"> جب حضرت عمر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جمل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Pr="001D52EF">
        <w:rPr>
          <w:rStyle w:val="libArabicChar"/>
          <w:rFonts w:hint="cs"/>
          <w:rtl/>
        </w:rPr>
        <w:t>متعتان کانتا محللتان فی</w:t>
      </w:r>
      <w:r w:rsidRPr="001D52EF">
        <w:rPr>
          <w:rStyle w:val="libArabicChar"/>
          <w:rtl/>
        </w:rPr>
        <w:t xml:space="preserve"> زمن النب</w:t>
      </w:r>
      <w:r w:rsidRPr="001D52EF">
        <w:rPr>
          <w:rStyle w:val="libArabicChar"/>
          <w:rFonts w:hint="cs"/>
          <w:rtl/>
        </w:rPr>
        <w:t>ی</w:t>
      </w:r>
      <w:r w:rsidRPr="001D52EF">
        <w:rPr>
          <w:rStyle w:val="libArabicChar"/>
          <w:rtl/>
        </w:rPr>
        <w:t>(ص) و ا نا أحرم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ما و اعاقب علی</w:t>
      </w:r>
      <w:r w:rsidR="00380DE6" w:rsidRPr="009B41EC">
        <w:rPr>
          <w:rStyle w:val="libArabicChar"/>
          <w:rFonts w:hint="cs"/>
          <w:rtl/>
        </w:rPr>
        <w:t>ه</w:t>
      </w:r>
      <w:r w:rsidRPr="001D52EF">
        <w:rPr>
          <w:rStyle w:val="libArabicChar"/>
          <w:rFonts w:hint="cs"/>
          <w:rtl/>
        </w:rPr>
        <w:t>ما</w:t>
      </w:r>
      <w:r w:rsidRPr="001D52EF">
        <w:rPr>
          <w:rStyle w:val="libArabicChar"/>
          <w:rtl/>
        </w:rPr>
        <w:t xml:space="preserve"> متعة النساء و متعة الحج''</w:t>
      </w:r>
      <w:r>
        <w:rPr>
          <w:rtl/>
        </w:rPr>
        <w:t xml:space="preserve"> دو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کشّاف ، جلد 1 ، ص 610_</w:t>
      </w:r>
    </w:p>
    <w:p w:rsidR="0065778C" w:rsidRDefault="0065778C" w:rsidP="00D2626E">
      <w:pPr>
        <w:pStyle w:val="libFootnote"/>
      </w:pPr>
    </w:p>
    <w:p w:rsidR="0065778C" w:rsidRDefault="00E54A53" w:rsidP="00082481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متع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زمان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حلال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اُن دونوں کو حرام کرتا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اور جو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حکم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مخالفت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سزا دونگا،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متعة النساء اور دوسرا متع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حج</w:t>
      </w:r>
      <w:r w:rsidR="0065778C" w:rsidRPr="001D52EF">
        <w:rPr>
          <w:rStyle w:val="libFootnotenumChar"/>
          <w:rFonts w:hint="cs"/>
          <w:rtl/>
        </w:rPr>
        <w:t>(1)</w:t>
      </w:r>
      <w:r w:rsidR="0065778C" w:rsidRPr="00955C8D">
        <w:rPr>
          <w:rFonts w:hint="cs"/>
          <w:rtl/>
        </w:rPr>
        <w:t xml:space="preserve"> (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حج تمتع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خاص احکام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'' تو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ت کم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اصلاً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اصحاب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اُن پر تنق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اور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نص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مقابل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اجت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اد جائز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( اور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 شدت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>
        <w:rPr>
          <w:rtl/>
        </w:rPr>
        <w:t xml:space="preserve"> )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اگر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مسلمان 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دانشمند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''فلان عمل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حلال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حرام کر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وں'' سب اس پر تعجّب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بات کو فضول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سمج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حرام خدا کو حلال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حلال خدا کو حرام کر سک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احکام کو منسوخ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 ّک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کرنا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اسطرح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بعض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کو ملت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ائ، احکام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جرا 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پاؤں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انکار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اد کا 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وگا_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لوگوں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بالخصوص</w:t>
      </w:r>
      <w:r>
        <w:rPr>
          <w:rtl/>
        </w:rPr>
        <w:t xml:space="preserve"> اُس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تو بعض لوگ ننگ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بالکل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آد</w:t>
      </w:r>
      <w:r>
        <w:rPr>
          <w:rtl/>
        </w:rPr>
        <w:t>اب احترام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داخل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لوات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D2626E">
        <w:rPr>
          <w:rFonts w:hint="cs"/>
          <w:rtl/>
        </w:rPr>
        <w:t>ے مصادر ،نکاح موقّت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D2626E">
        <w:rPr>
          <w:rFonts w:hint="cs"/>
          <w:rtl/>
        </w:rPr>
        <w:t>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65778C">
        <w:rPr>
          <w:rFonts w:hint="cs"/>
          <w:rtl/>
        </w:rPr>
        <w:t>ماری</w:t>
      </w:r>
      <w:r w:rsidR="0065778C">
        <w:rPr>
          <w:rtl/>
        </w:rPr>
        <w:t xml:space="preserve"> اس بات پر گوا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صاحب تفسی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المنارکا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کلام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جس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وں آی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وضو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ذی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قائل افراد کی</w:t>
      </w:r>
      <w:r w:rsidR="0065778C">
        <w:rPr>
          <w:rtl/>
        </w:rPr>
        <w:t xml:space="preserve">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_ و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'' پاؤں پر تر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نچ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،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جو اکثر اوقات غبار آلود اور کثی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وت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صرف کوئی</w:t>
      </w:r>
      <w:r w:rsidR="0065778C">
        <w:rPr>
          <w:rtl/>
        </w:rPr>
        <w:t xml:space="preserve"> فائد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بل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پاؤں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وجات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آلود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اور کثی</w:t>
      </w:r>
      <w:r w:rsidR="0065778C">
        <w:rPr>
          <w:rFonts w:hint="eastAsia"/>
          <w:rtl/>
        </w:rPr>
        <w:t>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و جاتا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ابن قدام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متوف</w:t>
      </w:r>
      <w:r>
        <w:rPr>
          <w:rFonts w:hint="cs"/>
          <w:rtl/>
        </w:rPr>
        <w:t>ی</w:t>
      </w:r>
      <w:r>
        <w:rPr>
          <w:rtl/>
        </w:rPr>
        <w:t xml:space="preserve"> 620 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ق) بعض علماء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سر اس طرح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ذا مناسب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سر کا مسح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اسطرح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اور استحسان کو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قرآن پ</w:t>
      </w:r>
      <w:r>
        <w:rPr>
          <w:rFonts w:hint="eastAsia"/>
          <w:rtl/>
        </w:rPr>
        <w:t>ر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بات کو بُ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وضو نظافت اور عبادت دونوں کا مركّب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سر کا مسح کرنا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بعض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، نظافت کا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طرح پاؤں کا مسح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سر اور پاؤں کا مسح اس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وضو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آدم</w:t>
      </w:r>
      <w:r>
        <w:rPr>
          <w:rFonts w:hint="cs"/>
          <w:rtl/>
        </w:rPr>
        <w:t>ی</w:t>
      </w:r>
      <w:r>
        <w:rPr>
          <w:rtl/>
        </w:rPr>
        <w:t xml:space="preserve"> سر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پاؤں تک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ورن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سر کا مسح نظافت کا موجب بنتا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پاؤں کا مسح_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تابع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قاصر عقول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احکام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جس وقت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پر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سو رت </w:t>
      </w:r>
      <w:r w:rsidR="004527F0">
        <w:rPr>
          <w:rtl/>
        </w:rPr>
        <w:t xml:space="preserve">میں </w:t>
      </w:r>
      <w:r>
        <w:rPr>
          <w:rtl/>
        </w:rPr>
        <w:t xml:space="preserve"> حکم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اور من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ولو اور سر اور پاؤں کا مسح کرلو</w:t>
      </w:r>
      <w:r>
        <w:rPr>
          <w:rtl/>
        </w:rPr>
        <w:t xml:space="preserve"> تو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1)المغن</w:t>
      </w:r>
      <w:r>
        <w:rPr>
          <w:rFonts w:hint="cs"/>
          <w:rtl/>
        </w:rPr>
        <w:t>ی</w:t>
      </w:r>
      <w:r>
        <w:rPr>
          <w:rtl/>
        </w:rPr>
        <w:t xml:space="preserve"> ابن قدام</w:t>
      </w:r>
      <w:r w:rsidRPr="00D2626E">
        <w:rPr>
          <w:rFonts w:hint="cs"/>
          <w:rtl/>
        </w:rPr>
        <w:t>ہ ، جلد 1 ، 117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4527F0">
        <w:rPr>
          <w:rFonts w:hint="cs"/>
          <w:rtl/>
        </w:rPr>
        <w:t xml:space="preserve">میں </w:t>
      </w:r>
      <w:r w:rsidR="0065778C">
        <w:rPr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ناقص عقلوں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ذری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فلسف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چی</w:t>
      </w:r>
      <w:r w:rsidR="0065778C">
        <w:rPr>
          <w:rFonts w:hint="eastAsia"/>
          <w:rtl/>
        </w:rPr>
        <w:t>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اس حکم کی</w:t>
      </w:r>
      <w:r w:rsidR="0065778C">
        <w:rPr>
          <w:rtl/>
        </w:rPr>
        <w:t xml:space="preserve"> مخالفت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اور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مخالفتوں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لی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کلام خدا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نامعقول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ات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کرن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ئی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بالرا </w:t>
      </w:r>
      <w:r>
        <w:rPr>
          <w:rFonts w:hint="cs"/>
          <w:rtl/>
        </w:rPr>
        <w:t>ی</w:t>
      </w:r>
      <w:r>
        <w:rPr>
          <w:rtl/>
        </w:rPr>
        <w:t xml:space="preserve"> اور نص ّک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مقامات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 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مخدوش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5B1372">
      <w:pPr>
        <w:pStyle w:val="Heading2Center"/>
      </w:pPr>
      <w:bookmarkStart w:id="95" w:name="_Toc519769665"/>
      <w:r>
        <w:rPr>
          <w:rFonts w:hint="eastAsia"/>
          <w:rtl/>
        </w:rPr>
        <w:t>جوتوں</w:t>
      </w:r>
      <w:r>
        <w:rPr>
          <w:rtl/>
        </w:rPr>
        <w:t xml:space="preserve"> پر مسح کرنا</w:t>
      </w:r>
      <w:bookmarkEnd w:id="95"/>
    </w:p>
    <w:p w:rsidR="0065778C" w:rsidRDefault="0065778C" w:rsidP="0065778C">
      <w:pPr>
        <w:pStyle w:val="libNormal"/>
      </w:pP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محقق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برادران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وضو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جائز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اتنا اصرار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واجب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اکثر وضاحت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جاسکتا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عالم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اور صرف سفر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حال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واقعاً</w:t>
      </w:r>
      <w:r>
        <w:rPr>
          <w:rtl/>
        </w:rPr>
        <w:t xml:space="preserve"> انسان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احکام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کا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 واجب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جوتوں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جائز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اقليّت شمار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جوتوں پر مسح کو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_ ، جناب ابن عباس اور امام مالک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جوتوں پر مسح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>،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برادران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فتاو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خاص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Pr="005B1372">
        <w:rPr>
          <w:rStyle w:val="libArabicChar"/>
          <w:rFonts w:hint="cs"/>
          <w:rtl/>
        </w:rPr>
        <w:t>لئن تقطع قدمایی</w:t>
      </w:r>
      <w:r w:rsidRPr="005B1372">
        <w:rPr>
          <w:rStyle w:val="libArabicChar"/>
          <w:rtl/>
        </w:rPr>
        <w:t xml:space="preserve"> أحبّ إليّ من أن أمسح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الخفّ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>''اگر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دنوں پاؤں کا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پسند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( وضو </w:t>
      </w:r>
      <w:r w:rsidR="004527F0">
        <w:rPr>
          <w:rtl/>
        </w:rPr>
        <w:t xml:space="preserve">میں </w:t>
      </w:r>
      <w:r w:rsidR="0065778C">
        <w:rPr>
          <w:rtl/>
        </w:rPr>
        <w:t>) جوتوں پر مسح کروں''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جبک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دن 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آپ(ص) کا وضو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برادران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قرآن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،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معتبر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کر جا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ان دونوں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تمسک کروگ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محمد باقر _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، </w:t>
      </w:r>
      <w:r w:rsidR="004527F0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1_ مسکرات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(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نب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کو جائز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) 2_ جوتوں پر مسح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اور 3_ حج تمتع </w:t>
      </w:r>
      <w:r w:rsidR="004527F0">
        <w:rPr>
          <w:rtl/>
        </w:rPr>
        <w:t xml:space="preserve">میں </w:t>
      </w:r>
      <w:r>
        <w:rPr>
          <w:rtl/>
        </w:rPr>
        <w:t xml:space="preserve"> _ '' </w:t>
      </w:r>
      <w:r w:rsidRPr="005B1372">
        <w:rPr>
          <w:rStyle w:val="libArabicChar"/>
          <w:rtl/>
        </w:rPr>
        <w:t>ثلاثةٌ لا أتّق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ف</w:t>
      </w:r>
      <w:r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نّ</w:t>
      </w:r>
      <w:r w:rsidRPr="005B1372">
        <w:rPr>
          <w:rStyle w:val="libArabicChar"/>
          <w:rtl/>
        </w:rPr>
        <w:t xml:space="preserve"> أحداً شُربُ المُسکر و مسحٌ الخُفّ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 xml:space="preserve"> و مُتعة الحجّ''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5B1372">
      <w:pPr>
        <w:pStyle w:val="Heading2Center"/>
      </w:pPr>
      <w:bookmarkStart w:id="96" w:name="_Toc519769666"/>
      <w:r>
        <w:rPr>
          <w:rFonts w:hint="eastAsia"/>
          <w:rtl/>
        </w:rPr>
        <w:t>پاؤں</w:t>
      </w:r>
      <w:r>
        <w:rPr>
          <w:rtl/>
        </w:rPr>
        <w:t xml:space="preserve"> پر مسح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96"/>
    </w:p>
    <w:p w:rsidR="0065778C" w:rsidRDefault="0065778C" w:rsidP="0065778C">
      <w:pPr>
        <w:pStyle w:val="libNormal"/>
      </w:pPr>
      <w:r>
        <w:rPr>
          <w:rFonts w:hint="eastAsia"/>
          <w:rtl/>
        </w:rPr>
        <w:t>امام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اء اس بات پر متّفق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وضو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قبول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بالکل واضح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امام باقر _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مذکور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بالکل واضح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مبسوط سرخس</w:t>
      </w:r>
      <w:r>
        <w:rPr>
          <w:rFonts w:hint="cs"/>
          <w:rtl/>
        </w:rPr>
        <w:t>ی</w:t>
      </w:r>
      <w:r>
        <w:rPr>
          <w:rtl/>
        </w:rPr>
        <w:t xml:space="preserve"> ، جلد 1، ص 98_</w:t>
      </w:r>
    </w:p>
    <w:p w:rsidR="0065778C" w:rsidRDefault="0065778C" w:rsidP="00D2626E">
      <w:pPr>
        <w:pStyle w:val="libFootnote"/>
      </w:pPr>
      <w:r>
        <w:rPr>
          <w:rtl/>
        </w:rPr>
        <w:t>2) کاف</w:t>
      </w:r>
      <w:r>
        <w:rPr>
          <w:rFonts w:hint="cs"/>
          <w:rtl/>
        </w:rPr>
        <w:t>ی</w:t>
      </w:r>
      <w:r>
        <w:rPr>
          <w:rtl/>
        </w:rPr>
        <w:t xml:space="preserve"> ، جلد 3، ص 32_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جو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کتب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مکمل طور پر اختلاف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دس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پاؤں پر مسح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اشار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کرت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سر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پاؤں پر مسح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، جبک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بعض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پاؤں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کو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نسبت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اور بعض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جوتوں پر مسح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نسبت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صرف مسح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معروف کتب </w:t>
      </w:r>
      <w:r w:rsidR="004527F0">
        <w:rPr>
          <w:rtl/>
        </w:rPr>
        <w:t xml:space="preserve">میں 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2_ مسند احمد </w:t>
      </w:r>
    </w:p>
    <w:p w:rsidR="0065778C" w:rsidRDefault="0065778C" w:rsidP="0065778C">
      <w:pPr>
        <w:pStyle w:val="libNormal"/>
      </w:pPr>
      <w:r>
        <w:rPr>
          <w:rtl/>
        </w:rPr>
        <w:t>3_ سنن ابن ماج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4_ مستدر ک حاکم </w:t>
      </w:r>
    </w:p>
    <w:p w:rsidR="0065778C" w:rsidRDefault="0065778C" w:rsidP="0065778C">
      <w:pPr>
        <w:pStyle w:val="libNormal"/>
      </w:pPr>
      <w:r>
        <w:rPr>
          <w:rtl/>
        </w:rPr>
        <w:t>5_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6_ درّ المنثور </w:t>
      </w:r>
    </w:p>
    <w:p w:rsidR="0065778C" w:rsidRDefault="0065778C" w:rsidP="0065778C">
      <w:pPr>
        <w:pStyle w:val="libNormal"/>
      </w:pPr>
      <w:r>
        <w:rPr>
          <w:rtl/>
        </w:rPr>
        <w:t xml:space="preserve">7_کنزل العمال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کتب کا معتبر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اصحاب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</w:p>
    <w:p w:rsidR="0065778C" w:rsidRDefault="0065778C" w:rsidP="0065778C">
      <w:pPr>
        <w:pStyle w:val="libNormal"/>
      </w:pPr>
      <w:r>
        <w:rPr>
          <w:rtl/>
        </w:rPr>
        <w:t xml:space="preserve">2_ جناب ابن عباس </w:t>
      </w:r>
    </w:p>
    <w:p w:rsidR="0065778C" w:rsidRDefault="0065778C" w:rsidP="0065778C">
      <w:pPr>
        <w:pStyle w:val="libNormal"/>
      </w:pPr>
      <w:r>
        <w:rPr>
          <w:rtl/>
        </w:rPr>
        <w:t>3_ انس بن مالک (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مخصوص خادم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tl/>
        </w:rPr>
        <w:t xml:space="preserve">4_ جناب عثمان بن عفّان </w:t>
      </w:r>
    </w:p>
    <w:p w:rsidR="0065778C" w:rsidRDefault="0065778C" w:rsidP="0065778C">
      <w:pPr>
        <w:pStyle w:val="libNormal"/>
      </w:pPr>
      <w:r>
        <w:rPr>
          <w:rtl/>
        </w:rPr>
        <w:t>5_ بسر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6_ رفاع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7_ ابوظب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صرف پانچ کو 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اکتفاء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تعجب تو آلوس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مفسّر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پر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پاؤں پر مسح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صرف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جو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tl/>
        </w:rPr>
        <w:t>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ثبوت بن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B648F9">
        <w:rPr>
          <w:rStyle w:val="libFootnotenumChar"/>
          <w:rFonts w:hint="cs"/>
          <w:rtl/>
        </w:rPr>
        <w:t>(1</w:t>
      </w:r>
      <w:r w:rsidR="0065778C" w:rsidRPr="00B648F9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1_ </w:t>
      </w:r>
      <w:r w:rsidRPr="005B1372">
        <w:rPr>
          <w:rStyle w:val="libArabicChar"/>
          <w:rtl/>
        </w:rPr>
        <w:t>عن عليّ ابن اب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طالب (ع) قال: کنتُ أر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أن باطنَ القَدَمَ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 xml:space="preserve"> أحقّ بالمسح من ظا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ر 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ما حتيّ رأی</w:t>
      </w:r>
      <w:r w:rsidRPr="005B1372">
        <w:rPr>
          <w:rStyle w:val="libArabicChar"/>
          <w:rFonts w:hint="eastAsia"/>
          <w:rtl/>
        </w:rPr>
        <w:t>تُ</w:t>
      </w:r>
      <w:r w:rsidRPr="005B1372">
        <w:rPr>
          <w:rStyle w:val="libArabicChar"/>
          <w:rtl/>
        </w:rPr>
        <w:t xml:space="preserve"> رسولُ الله (ص) 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مسح</w:t>
      </w:r>
      <w:r w:rsidRPr="005B1372">
        <w:rPr>
          <w:rStyle w:val="libArabicChar"/>
          <w:rtl/>
        </w:rPr>
        <w:t xml:space="preserve"> ظا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رَ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ُما</w:t>
      </w:r>
      <w:r w:rsidRPr="005B1372">
        <w:rPr>
          <w:rStyle w:val="libArabicChar"/>
          <w:rtl/>
        </w:rPr>
        <w:t>: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تلول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پُشت ک</w:t>
      </w:r>
      <w:r>
        <w:rPr>
          <w:rFonts w:hint="cs"/>
          <w:rtl/>
        </w:rPr>
        <w:t>ی</w:t>
      </w:r>
      <w:r>
        <w:rPr>
          <w:rtl/>
        </w:rPr>
        <w:t xml:space="preserve"> نسبت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سزاوار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</w:t>
      </w:r>
      <w:r>
        <w:rPr>
          <w:rFonts w:hint="cs"/>
          <w:rtl/>
        </w:rPr>
        <w:t>ی</w:t>
      </w:r>
      <w:r>
        <w:rPr>
          <w:rtl/>
        </w:rPr>
        <w:t xml:space="preserve"> پشت پر مسح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2_ </w:t>
      </w:r>
      <w:r w:rsidRPr="005B1372">
        <w:rPr>
          <w:rStyle w:val="libArabicChar"/>
          <w:rtl/>
        </w:rPr>
        <w:t>عن اب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مطر قال: ب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نما</w:t>
      </w:r>
      <w:r w:rsidRPr="005B1372">
        <w:rPr>
          <w:rStyle w:val="libArabicChar"/>
          <w:rtl/>
        </w:rPr>
        <w:t xml:space="preserve"> نحن جلوس مع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_ ف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المسجد، جاء رجلٌ إل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عليّ ّ _ و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Fonts w:hint="eastAsia"/>
          <w:rtl/>
        </w:rPr>
        <w:t>قال</w:t>
      </w:r>
      <w:r w:rsidRPr="005B1372">
        <w:rPr>
          <w:rStyle w:val="libArabicChar"/>
          <w:rtl/>
        </w:rPr>
        <w:t>: أرن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وضوء رسول الله (ص) فدعا قنبر فقال أت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تن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بکوز من مائ، فغسل 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د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و وج</w:t>
      </w:r>
      <w:r w:rsidR="00380DE6" w:rsidRPr="009B41EC">
        <w:rPr>
          <w:rStyle w:val="libArabicChar"/>
          <w:rFonts w:hint="cs"/>
          <w:rtl/>
        </w:rPr>
        <w:t>ههه</w:t>
      </w:r>
      <w:r w:rsidRPr="005B1372">
        <w:rPr>
          <w:rStyle w:val="libArabicChar"/>
          <w:rFonts w:hint="cs"/>
          <w:rtl/>
        </w:rPr>
        <w:t xml:space="preserve"> ثلاثاً </w:t>
      </w:r>
      <w:r w:rsidRPr="005B1372">
        <w:rPr>
          <w:rStyle w:val="libArabicChar"/>
          <w:rtl/>
        </w:rPr>
        <w:t>فأدخَل بعض أصابعة ف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ف</w:t>
      </w:r>
      <w:r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و استنشق ثلاثاً و غسل ذارع</w:t>
      </w:r>
      <w:r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ثلاثاً و مسحَ رأس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واحدة ____ و رجلی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إل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الکعب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>''</w:t>
      </w:r>
      <w:r w:rsidRPr="00B648F9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روح المعان</w:t>
      </w:r>
      <w:r>
        <w:rPr>
          <w:rFonts w:hint="cs"/>
          <w:rtl/>
        </w:rPr>
        <w:t>ی</w:t>
      </w:r>
      <w:r>
        <w:rPr>
          <w:rtl/>
        </w:rPr>
        <w:t xml:space="preserve"> ، جلد 6، 87_</w:t>
      </w:r>
    </w:p>
    <w:p w:rsidR="0065778C" w:rsidRDefault="0065778C" w:rsidP="00D2626E">
      <w:pPr>
        <w:pStyle w:val="libFootnote"/>
      </w:pPr>
      <w:r>
        <w:rPr>
          <w:rtl/>
        </w:rPr>
        <w:t>2) مسند احمد جلد 1 ص 124_</w:t>
      </w:r>
    </w:p>
    <w:p w:rsidR="0065778C" w:rsidRDefault="0065778C" w:rsidP="00D2626E">
      <w:pPr>
        <w:pStyle w:val="libFootnote"/>
      </w:pPr>
      <w:r>
        <w:rPr>
          <w:rtl/>
        </w:rPr>
        <w:t>3) کنز العمال، جلد 9، ص 448_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مطر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مسجد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ٹھے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اتن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آدم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آپ(ع)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عرض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رسولخدا(ص)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وضو کرک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آپ</w:t>
      </w:r>
      <w:r w:rsidR="0065778C">
        <w:rPr>
          <w:rtl/>
        </w:rPr>
        <w:t>(ع)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قنبر کو آواز 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برتن 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آؤ،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آپ(ع) 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اور من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_ انگل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دانت صاف ک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اور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استنشاق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( ناک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ڈ</w:t>
      </w:r>
      <w:r w:rsidR="0065778C" w:rsidRPr="00955C8D">
        <w:rPr>
          <w:rFonts w:hint="cs"/>
          <w:rtl/>
        </w:rPr>
        <w:t>الا) اور پ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 (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) اور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وں کو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سر کا مسح اور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اُب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تک پاؤں کا مسح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اگرچ</w:t>
      </w:r>
      <w:r w:rsidRPr="00471E8C">
        <w:rPr>
          <w:rFonts w:hint="cs"/>
          <w:rtl/>
        </w:rPr>
        <w:t>ہ</w:t>
      </w:r>
      <w:r>
        <w:rPr>
          <w:rtl/>
        </w:rPr>
        <w:t xml:space="preserve">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 مختلف واقعات کو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اور ان </w:t>
      </w:r>
      <w:r w:rsidR="004527F0">
        <w:rPr>
          <w:rtl/>
        </w:rPr>
        <w:t xml:space="preserve">میں </w:t>
      </w:r>
      <w:r>
        <w:rPr>
          <w:rtl/>
        </w:rPr>
        <w:t xml:space="preserve"> قدر مشترک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پاؤں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5B1372">
      <w:pPr>
        <w:pStyle w:val="libArabic"/>
      </w:pPr>
      <w:r>
        <w:rPr>
          <w:rtl/>
        </w:rPr>
        <w:t>3: عن بسربن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قال: أت</w:t>
      </w:r>
      <w:r>
        <w:rPr>
          <w:rFonts w:hint="cs"/>
          <w:rtl/>
        </w:rPr>
        <w:t>ی</w:t>
      </w:r>
      <w:r>
        <w:rPr>
          <w:rtl/>
        </w:rPr>
        <w:t xml:space="preserve"> عثمان المقاعد فدعا بوضوء فتمضض و استنشق ، ثم غسل وج</w:t>
      </w:r>
      <w:r w:rsidR="00380DE6" w:rsidRPr="009B41EC">
        <w:rPr>
          <w:rFonts w:hint="cs"/>
          <w:rtl/>
        </w:rPr>
        <w:t>هه</w:t>
      </w:r>
      <w:r>
        <w:rPr>
          <w:rFonts w:hint="cs"/>
          <w:rtl/>
        </w:rPr>
        <w:t xml:space="preserve"> ثلاثاً و 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ثلاثاً ثلاثاً ثم مسح برأس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و رجلی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ثلاثاً ثلاثاً ، ثم قال : رأ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رسول الله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کذا توضّأ، 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ؤلائ</w:t>
      </w:r>
      <w:r>
        <w:rPr>
          <w:rtl/>
        </w:rPr>
        <w:t xml:space="preserve"> </w:t>
      </w:r>
      <w:r>
        <w:rPr>
          <w:rFonts w:hint="eastAsia"/>
          <w:rtl/>
        </w:rPr>
        <w:t>أکذلک</w:t>
      </w:r>
      <w:r>
        <w:rPr>
          <w:rtl/>
        </w:rPr>
        <w:t xml:space="preserve"> ؟ قالوا: نعم لنفر من أصحاب رسول الله (ص) عند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: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بسر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عثمان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ک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(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لوگ مل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مانگا اور کلّ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ناک </w:t>
      </w:r>
      <w:r w:rsidR="004527F0">
        <w:rPr>
          <w:rtl/>
        </w:rPr>
        <w:t xml:space="preserve">میں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الا،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احمد، جلد 1 ، ص 67_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کو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دونوں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وں کو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سر اور پاؤں کا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مرتب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مسح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ا،</w:t>
      </w:r>
      <w:r w:rsidR="0065778C">
        <w:rPr>
          <w:rtl/>
        </w:rPr>
        <w:t xml:space="preserve">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کو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طرح وضو فرمات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(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حاضر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محفل کو مخاطب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جواصحاب رسول ت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 ) </w:t>
      </w:r>
      <w:r w:rsidR="0065778C">
        <w:rPr>
          <w:rFonts w:hint="eastAsia"/>
          <w:rtl/>
        </w:rPr>
        <w:t>ا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لوگو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؟ سب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ج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حضرت عثمان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اصحاب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پاؤں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(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سر اور پاؤں کا مسح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_ممکن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بعض اصحاب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مستحب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کا اشتبا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) </w:t>
      </w:r>
    </w:p>
    <w:p w:rsidR="0065778C" w:rsidRDefault="0065778C" w:rsidP="0065778C">
      <w:pPr>
        <w:pStyle w:val="libNormal"/>
      </w:pPr>
      <w:r>
        <w:rPr>
          <w:rtl/>
        </w:rPr>
        <w:t>4:</w:t>
      </w:r>
      <w:r w:rsidRPr="005B1372">
        <w:rPr>
          <w:rStyle w:val="libArabicChar"/>
          <w:rtl/>
        </w:rPr>
        <w:t>عن رفاعة بن رافع أن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، سمع رسول الله (ص) ی</w:t>
      </w:r>
      <w:r w:rsidRPr="005B1372">
        <w:rPr>
          <w:rStyle w:val="libArabicChar"/>
          <w:rFonts w:hint="eastAsia"/>
          <w:rtl/>
        </w:rPr>
        <w:t>قول</w:t>
      </w:r>
      <w:r w:rsidRPr="005B1372">
        <w:rPr>
          <w:rStyle w:val="libArabicChar"/>
          <w:rtl/>
        </w:rPr>
        <w:t>: أنّ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لا تتمّ صلوة لأجد حتی</w:t>
      </w:r>
      <w:r w:rsidRPr="005B1372">
        <w:rPr>
          <w:rStyle w:val="libArabicChar"/>
          <w:rtl/>
        </w:rPr>
        <w:t xml:space="preserve"> 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سبغ</w:t>
      </w:r>
      <w:r w:rsidRPr="005B1372">
        <w:rPr>
          <w:rStyle w:val="libArabicChar"/>
          <w:rtl/>
        </w:rPr>
        <w:t xml:space="preserve"> الوضوئ، کما أمر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الله عز وجلّ ی</w:t>
      </w:r>
      <w:r w:rsidRPr="005B1372">
        <w:rPr>
          <w:rStyle w:val="libArabicChar"/>
          <w:rFonts w:hint="eastAsia"/>
          <w:rtl/>
        </w:rPr>
        <w:t>غسل</w:t>
      </w:r>
      <w:r w:rsidRPr="005B1372">
        <w:rPr>
          <w:rStyle w:val="libArabicChar"/>
          <w:rtl/>
        </w:rPr>
        <w:t xml:space="preserve"> وج</w:t>
      </w:r>
      <w:r w:rsidR="00380DE6" w:rsidRPr="009B41EC">
        <w:rPr>
          <w:rStyle w:val="libArabicChar"/>
          <w:rFonts w:hint="cs"/>
          <w:rtl/>
        </w:rPr>
        <w:t>هه</w:t>
      </w:r>
      <w:r w:rsidRPr="005B1372">
        <w:rPr>
          <w:rStyle w:val="libArabicChar"/>
          <w:rFonts w:hint="cs"/>
          <w:rtl/>
        </w:rPr>
        <w:t xml:space="preserve"> و ی</w:t>
      </w:r>
      <w:r w:rsidRPr="005B1372">
        <w:rPr>
          <w:rStyle w:val="libArabicChar"/>
          <w:rFonts w:hint="eastAsia"/>
          <w:rtl/>
        </w:rPr>
        <w:t>د</w:t>
      </w:r>
      <w:r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إل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المرفق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 xml:space="preserve"> و 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مسح</w:t>
      </w:r>
      <w:r w:rsidRPr="005B1372">
        <w:rPr>
          <w:rStyle w:val="libArabicChar"/>
          <w:rtl/>
        </w:rPr>
        <w:t xml:space="preserve"> برأس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و رجلی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إل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الکعب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>;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رفاع</w:t>
      </w:r>
      <w:r w:rsidRPr="00471E8C">
        <w:rPr>
          <w:rFonts w:hint="cs"/>
          <w:rtl/>
        </w:rPr>
        <w:t>ہ</w:t>
      </w:r>
      <w:r>
        <w:rPr>
          <w:rtl/>
        </w:rPr>
        <w:t xml:space="preserve"> بن رافع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سُنا فرما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اس وقت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تک اس طرح وضو </w:t>
      </w:r>
      <w:r>
        <w:rPr>
          <w:rtl/>
        </w:rPr>
        <w:t>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جسطرح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کوک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سرکا اور پاؤں کا اُب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 مسح کر</w:t>
      </w:r>
      <w:r w:rsidRPr="00471E8C">
        <w:rPr>
          <w:rFonts w:hint="cs"/>
          <w:rtl/>
        </w:rPr>
        <w:t>ے</w:t>
      </w:r>
      <w:r>
        <w:rPr>
          <w:rtl/>
        </w:rPr>
        <w:t xml:space="preserve"> 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سنن ابن ماج</w:t>
      </w:r>
      <w:r w:rsidRPr="00D2626E">
        <w:rPr>
          <w:rFonts w:hint="cs"/>
          <w:rtl/>
        </w:rPr>
        <w:t>ہ ، جلد 1 ، ص 156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5:</w:t>
      </w:r>
      <w:r w:rsidR="0065778C" w:rsidRPr="005B1372">
        <w:rPr>
          <w:rStyle w:val="libArabicChar"/>
          <w:rtl/>
        </w:rPr>
        <w:t>عن اب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مالک الاشعر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أنّ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قال لقوم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: اجتمعوا اصلّی</w:t>
      </w:r>
      <w:r w:rsidR="0065778C" w:rsidRPr="005B1372">
        <w:rPr>
          <w:rStyle w:val="libArabicChar"/>
          <w:rtl/>
        </w:rPr>
        <w:t xml:space="preserve"> بکم صلوة رسول الله صل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الله عل</w:t>
      </w:r>
      <w:r w:rsidR="0065778C"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و سلم فلمّا اجتمعوا قال : 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ل فی</w:t>
      </w:r>
      <w:r w:rsidR="0065778C" w:rsidRPr="005B1372">
        <w:rPr>
          <w:rStyle w:val="libArabicChar"/>
          <w:rFonts w:hint="eastAsia"/>
          <w:rtl/>
        </w:rPr>
        <w:t>کم</w:t>
      </w:r>
      <w:r w:rsidR="0065778C" w:rsidRPr="005B1372">
        <w:rPr>
          <w:rStyle w:val="libArabicChar"/>
          <w:rtl/>
        </w:rPr>
        <w:t xml:space="preserve"> أحد من غ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رکم؟</w:t>
      </w:r>
      <w:r w:rsidR="0065778C" w:rsidRPr="005B1372">
        <w:rPr>
          <w:rStyle w:val="libArabicChar"/>
          <w:rtl/>
        </w:rPr>
        <w:t xml:space="preserve"> قالوا لا الّا ابن أخت لنا، قال : ابن أخت القوم من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م ، فدعا بجفنة فی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ا</w:t>
      </w:r>
      <w:r w:rsidR="0065778C" w:rsidRPr="005B1372">
        <w:rPr>
          <w:rStyle w:val="libArabicChar"/>
          <w:rtl/>
        </w:rPr>
        <w:t xml:space="preserve"> ماء فتوضّا و مضمض و استنشق و غسل وج</w:t>
      </w:r>
      <w:r w:rsidR="00380DE6" w:rsidRPr="009B41EC">
        <w:rPr>
          <w:rStyle w:val="libArabicChar"/>
          <w:rFonts w:hint="cs"/>
          <w:rtl/>
        </w:rPr>
        <w:t>هه</w:t>
      </w:r>
      <w:r w:rsidR="0065778C" w:rsidRPr="005B1372">
        <w:rPr>
          <w:rStyle w:val="libArabicChar"/>
          <w:rFonts w:hint="cs"/>
          <w:rtl/>
        </w:rPr>
        <w:t xml:space="preserve"> ثلاثاً و</w:t>
      </w:r>
      <w:r w:rsidR="0065778C" w:rsidRPr="005B1372">
        <w:rPr>
          <w:rStyle w:val="libArabicChar"/>
          <w:rtl/>
        </w:rPr>
        <w:t xml:space="preserve"> ذراع</w:t>
      </w:r>
      <w:r w:rsidR="0065778C"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tl/>
        </w:rPr>
        <w:t xml:space="preserve"> ثلاثا ثلاثاً و مسح برأس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و ظ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ر قدمی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tl/>
        </w:rPr>
        <w:t xml:space="preserve"> ثم صلّ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ب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م</w:t>
      </w:r>
      <w:r w:rsidR="0065778C">
        <w:rPr>
          <w:rtl/>
        </w:rPr>
        <w:t>،</w:t>
      </w:r>
      <w:r w:rsidR="0065778C" w:rsidRPr="009B5392">
        <w:rPr>
          <w:rStyle w:val="libFootnotenumChar"/>
          <w:rtl/>
        </w:rPr>
        <w:t xml:space="preserve">(1)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ابومالک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جاؤ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وں_ جب سب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سب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انجا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وسر</w:t>
      </w:r>
      <w:r w:rsidRPr="00471E8C">
        <w:rPr>
          <w:rFonts w:hint="cs"/>
          <w:rtl/>
        </w:rPr>
        <w:t>ے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)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انجا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کا فرد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اس عبادت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دور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بعض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 رسولخدا(ص)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وضو ک</w:t>
      </w:r>
      <w:r>
        <w:rPr>
          <w:rFonts w:hint="cs"/>
          <w:rtl/>
        </w:rPr>
        <w:t>ی</w:t>
      </w:r>
      <w:r>
        <w:rPr>
          <w:rtl/>
        </w:rPr>
        <w:t xml:space="preserve"> وضاحت کرنا ممنوع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ا)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برتن مانگا اور اس طرح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وضو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کلّ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ناک </w:t>
      </w:r>
      <w:r w:rsidR="004527F0">
        <w:rPr>
          <w:rtl/>
        </w:rPr>
        <w:t xml:space="preserve">میں 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الا اور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اور بازوؤں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بعدسرکا اور پاؤں ک</w:t>
      </w:r>
      <w:r>
        <w:rPr>
          <w:rFonts w:hint="cs"/>
          <w:rtl/>
        </w:rPr>
        <w:t>ی</w:t>
      </w:r>
      <w:r>
        <w:rPr>
          <w:rtl/>
        </w:rPr>
        <w:t xml:space="preserve"> پشت کا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نماز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''_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مسند احمد، جلد 5 ، ص 342_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مندرج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بالا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ات،</w:t>
      </w:r>
      <w:r w:rsidR="0065778C">
        <w:rPr>
          <w:rtl/>
        </w:rPr>
        <w:t xml:space="preserve"> اُن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کا مختصر سا حص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معروف کتب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راو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توسط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ذا جو لوگ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نقل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صرف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ناآگا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اور متعصّب قسم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لوگ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جو</w:t>
      </w:r>
      <w:r w:rsidR="0065778C">
        <w:rPr>
          <w:rtl/>
        </w:rPr>
        <w:t xml:space="preserve"> خ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ال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شا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حقائق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چشم پوش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ان کا انکار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ختم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جاسکتا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وجوب پر دلالت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وضاحت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صفحات پر گذر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5B1372">
      <w:pPr>
        <w:pStyle w:val="Heading2Center"/>
      </w:pPr>
      <w:bookmarkStart w:id="97" w:name="_Toc519769667"/>
      <w:r>
        <w:rPr>
          <w:rFonts w:hint="eastAsia"/>
          <w:rtl/>
        </w:rPr>
        <w:t>مخالف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:</w:t>
      </w:r>
      <w:bookmarkEnd w:id="97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اس بات کا انکار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معروف کتب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اور دوسرا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مسح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وقت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علم اصول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مسلّم قاعد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فراموش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متضاد اور متعارض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تو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دلالت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لحاظ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جمع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تضاد ختم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آپس </w:t>
      </w:r>
      <w:r w:rsidR="004527F0">
        <w:rPr>
          <w:rtl/>
        </w:rPr>
        <w:t xml:space="preserve">میں </w:t>
      </w:r>
      <w:r>
        <w:rPr>
          <w:rtl/>
        </w:rPr>
        <w:t xml:space="preserve">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جمع ،عرف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مع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اروں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)_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جمع دلال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اخذ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ترک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معتبر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ثابت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اس قاعد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ان دو قسم ک</w:t>
      </w:r>
      <w:r>
        <w:rPr>
          <w:rFonts w:hint="cs"/>
          <w:rtl/>
        </w:rPr>
        <w:t>ی</w:t>
      </w:r>
      <w:r>
        <w:rPr>
          <w:rtl/>
        </w:rPr>
        <w:t>( مسح اور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)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دوران مسح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پر عمل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نظافت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پاؤں کود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 وضوکا حصّ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بعض راو</w:t>
      </w:r>
      <w:r>
        <w:rPr>
          <w:rFonts w:hint="cs"/>
          <w:rtl/>
        </w:rPr>
        <w:t>ی</w:t>
      </w:r>
      <w:r>
        <w:rPr>
          <w:rtl/>
        </w:rPr>
        <w:t xml:space="preserve"> جو اس منظ</w:t>
      </w:r>
      <w:r>
        <w:rPr>
          <w:rFonts w:hint="eastAsia"/>
          <w:rtl/>
        </w:rPr>
        <w:t>ر</w:t>
      </w:r>
      <w:r>
        <w:rPr>
          <w:rtl/>
        </w:rPr>
        <w:t xml:space="preserve"> کا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ونا، وضو کا جزء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اتفاق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اکثر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وضو </w:t>
      </w:r>
      <w:r w:rsidR="004527F0">
        <w:rPr>
          <w:rtl/>
        </w:rPr>
        <w:t xml:space="preserve">میں </w:t>
      </w:r>
      <w:r>
        <w:rPr>
          <w:rtl/>
        </w:rPr>
        <w:t xml:space="preserve"> مسح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پر</w:t>
      </w:r>
      <w:r>
        <w:rPr>
          <w:rtl/>
        </w:rPr>
        <w:t xml:space="preserve"> عمل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دونوں پاؤں کو اچ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اس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کام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ضرورت محسوس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بند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اور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جلد</w:t>
      </w:r>
      <w:r>
        <w:rPr>
          <w:rFonts w:hint="cs"/>
          <w:rtl/>
        </w:rPr>
        <w:t>ی</w:t>
      </w:r>
      <w:r>
        <w:rPr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پاؤں کا مسح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جو عام طور پر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جُدا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احتمال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کو نص ّ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اُکسا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فتو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صرف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واضح طو</w:t>
      </w:r>
      <w:r>
        <w:rPr>
          <w:rFonts w:hint="eastAsia"/>
          <w:rtl/>
        </w:rPr>
        <w:t>ر</w:t>
      </w:r>
      <w:r>
        <w:rPr>
          <w:rtl/>
        </w:rPr>
        <w:t xml:space="preserve"> پر مسح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کلمات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کو دور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پاؤں کو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مسح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5B1372">
      <w:pPr>
        <w:pStyle w:val="Heading2Center"/>
      </w:pPr>
      <w:r>
        <w:rPr>
          <w:rtl/>
        </w:rPr>
        <w:br w:type="page"/>
      </w:r>
      <w:bookmarkStart w:id="98" w:name="_Toc519769668"/>
      <w:r w:rsidR="0065778C">
        <w:rPr>
          <w:rFonts w:hint="eastAsia"/>
          <w:rtl/>
        </w:rPr>
        <w:lastRenderedPageBreak/>
        <w:t>س</w:t>
      </w:r>
      <w:r w:rsidR="0065778C" w:rsidRPr="003C4FC4">
        <w:rPr>
          <w:rFonts w:hint="cs"/>
          <w:rtl/>
        </w:rPr>
        <w:t>ہ</w:t>
      </w:r>
      <w:r w:rsidR="0065778C" w:rsidRPr="00452B33">
        <w:rPr>
          <w:rFonts w:hint="cs"/>
          <w:rtl/>
        </w:rPr>
        <w:t>ل</w:t>
      </w:r>
      <w:r w:rsidR="0065778C">
        <w:rPr>
          <w:rtl/>
        </w:rPr>
        <w:t xml:space="preserve"> اور آسان شر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عت</w:t>
      </w:r>
      <w:r w:rsidR="0065778C">
        <w:rPr>
          <w:rtl/>
        </w:rPr>
        <w:t>:</w:t>
      </w:r>
      <w:bookmarkEnd w:id="98"/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روئ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علاقوں اور تمام زمانوں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مکمل طور پر آسان اور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ذرا سوچئ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رات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پانچ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کو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مختلف علاقوں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مشکلات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_ اس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بعض لوگ وضو اور نماز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نص ّ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اجت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 اور مسح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احتمال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منتف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 بنواميّ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بازار گرم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رقم خرچ کرتا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ا، جعل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سب لوگ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، وضو </w:t>
      </w:r>
      <w:r w:rsidR="004527F0">
        <w:rPr>
          <w:rtl/>
        </w:rPr>
        <w:t xml:space="preserve">میں </w:t>
      </w:r>
      <w:r>
        <w:rPr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 اصرار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4527F0">
        <w:rPr>
          <w:rFonts w:hint="eastAsia"/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برعکس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مندرج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پر سب و شتم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لعنت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(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اس کام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) سعد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لا سکتا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،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کاش اُن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4527F0">
        <w:rPr>
          <w:rtl/>
        </w:rPr>
        <w:t xml:space="preserve">میں 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ثروت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جنگ تبوک کا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'' </w:t>
      </w:r>
      <w:r w:rsidRPr="005B1372">
        <w:rPr>
          <w:rStyle w:val="libArabicChar"/>
          <w:rFonts w:hint="cs"/>
          <w:rtl/>
        </w:rPr>
        <w:t>اما ترضی</w:t>
      </w:r>
      <w:r w:rsidRPr="005B1372">
        <w:rPr>
          <w:rStyle w:val="libArabicChar"/>
          <w:rtl/>
        </w:rPr>
        <w:t xml:space="preserve"> أن تکون 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بمنزلة 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ارون من موسی</w:t>
      </w:r>
      <w:r>
        <w:rPr>
          <w:rtl/>
        </w:rPr>
        <w:t xml:space="preserve"> '' کا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طرح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eastAsia"/>
          <w:rtl/>
        </w:rPr>
        <w:t>اواقع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رسولخدا(ص) کا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4527F0">
        <w:rPr>
          <w:rFonts w:hint="eastAsia"/>
          <w:rtl/>
        </w:rPr>
        <w:lastRenderedPageBreak/>
        <w:t xml:space="preserve">میں </w:t>
      </w:r>
      <w:r w:rsidR="0065778C">
        <w:rPr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ااور واقع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مبا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_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tl/>
        </w:rPr>
        <w:t xml:space="preserve"> مخالفت پر کتنا اصرار کرتا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2: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دو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_ بظا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صالح اور زا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( مگر ساد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لوح) افراد پر مشتمل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جو قصد قربت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لوگ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جو لوگوں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تلاوت قرآن ک</w:t>
      </w:r>
      <w:r>
        <w:rPr>
          <w:rFonts w:hint="cs"/>
          <w:rtl/>
        </w:rPr>
        <w:t>ی</w:t>
      </w:r>
      <w:r>
        <w:rPr>
          <w:rtl/>
        </w:rPr>
        <w:t xml:space="preserve"> رغبت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سورتوں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فضائل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tl/>
        </w:rPr>
        <w:t>غمبر اکرم(ص)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مقام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عالم جناب قرطب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تذکار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ص 155) پر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فضائل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جماعت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سورتوں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فضائل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>
        <w:rPr>
          <w:rtl/>
        </w:rPr>
        <w:t xml:space="preserve"> تمام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قصد قربت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انداز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لوگوں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کو جو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 و فقا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بالکل مُناف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)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 7، ص 120_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دانشمند ( قرطب</w:t>
      </w:r>
      <w:r w:rsidR="0065778C">
        <w:rPr>
          <w:rFonts w:hint="cs"/>
          <w:rtl/>
        </w:rPr>
        <w:t>ی</w:t>
      </w:r>
      <w:r w:rsidR="0065778C">
        <w:rPr>
          <w:rtl/>
        </w:rPr>
        <w:t>)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کتاب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صفح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پر خود '' حاکم''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بعض 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وخ</w:t>
      </w:r>
      <w:r w:rsidR="0065778C">
        <w:rPr>
          <w:rtl/>
        </w:rPr>
        <w:t xml:space="preserve"> محدّث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زا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قربة 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اور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سورتوں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فضائل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جعل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جب اس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پوچ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تم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؟</w:t>
      </w:r>
      <w:r w:rsidR="0065778C">
        <w:rPr>
          <w:rtl/>
        </w:rPr>
        <w:t xml:space="preserve"> تو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لوگ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کم توج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رغبت دلان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کام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اور جب ان کو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خود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</w:t>
      </w:r>
      <w:r w:rsidR="0065778C" w:rsidRPr="005B1372">
        <w:rPr>
          <w:rStyle w:val="libArabicChar"/>
          <w:rFonts w:hint="cs"/>
          <w:rtl/>
        </w:rPr>
        <w:t>من کذّب عليّ فلی</w:t>
      </w:r>
      <w:r w:rsidR="0065778C" w:rsidRPr="005B1372">
        <w:rPr>
          <w:rStyle w:val="libArabicChar"/>
          <w:rFonts w:hint="eastAsia"/>
          <w:rtl/>
        </w:rPr>
        <w:t>تبوء</w:t>
      </w:r>
      <w:r w:rsidR="0065778C" w:rsidRPr="005B1372">
        <w:rPr>
          <w:rStyle w:val="libArabicChar"/>
          <w:rtl/>
        </w:rPr>
        <w:t xml:space="preserve"> مقعد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من النّار</w:t>
      </w:r>
      <w:r w:rsidR="0065778C" w:rsidRPr="00955C8D">
        <w:rPr>
          <w:rFonts w:hint="cs"/>
          <w:rtl/>
        </w:rPr>
        <w:t>''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پر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باند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 اس کا </w:t>
      </w:r>
      <w:r w:rsidR="0065778C" w:rsidRPr="00471E8C">
        <w:rPr>
          <w:rFonts w:hint="cs"/>
          <w:rtl/>
        </w:rPr>
        <w:t>ٹھ</w:t>
      </w:r>
      <w:r w:rsidR="0065778C" w:rsidRPr="00955C8D">
        <w:rPr>
          <w:rFonts w:hint="cs"/>
          <w:rtl/>
        </w:rPr>
        <w:t>کان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نم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تو جواب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من کذب عليّ ...'' جس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خلاف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بولا_ اور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 آپ(ص)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فائد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بولا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تن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کتاب ''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</w:t>
      </w:r>
      <w:r w:rsidR="004527F0">
        <w:rPr>
          <w:rtl/>
        </w:rPr>
        <w:t xml:space="preserve">میں </w:t>
      </w:r>
      <w:r>
        <w:rPr>
          <w:rtl/>
        </w:rPr>
        <w:t xml:space="preserve"> ''کذّاب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وضّاع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)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: ان لوگوں کا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جو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رقم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بنو 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مذمت </w:t>
      </w:r>
      <w:r w:rsidR="004527F0">
        <w:rPr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_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سمرة ابن جندب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چار لا</w:t>
      </w:r>
      <w:r>
        <w:rPr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مذمت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قاتل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>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5B1372">
        <w:rPr>
          <w:rStyle w:val="libAieChar"/>
          <w:rtl/>
        </w:rPr>
        <w:t xml:space="preserve">و من الناس من </w:t>
      </w:r>
      <w:r w:rsidR="00CE2672" w:rsidRPr="005B1372">
        <w:rPr>
          <w:rStyle w:val="libAieChar"/>
          <w:rFonts w:hint="cs"/>
          <w:rtl/>
        </w:rPr>
        <w:t>ی</w:t>
      </w:r>
      <w:r w:rsidR="00CE2672" w:rsidRPr="005B1372">
        <w:rPr>
          <w:rStyle w:val="libAieChar"/>
          <w:rFonts w:hint="eastAsia"/>
          <w:rtl/>
        </w:rPr>
        <w:t>شر</w:t>
      </w:r>
      <w:r w:rsidR="00CE2672" w:rsidRPr="005B1372">
        <w:rPr>
          <w:rStyle w:val="libAieChar"/>
          <w:rFonts w:hint="cs"/>
          <w:rtl/>
        </w:rPr>
        <w:t>ی</w:t>
      </w:r>
      <w:r w:rsidR="00CE2672" w:rsidRPr="005B1372">
        <w:rPr>
          <w:rStyle w:val="libAieChar"/>
          <w:rtl/>
        </w:rPr>
        <w:t xml:space="preserve"> نفس</w:t>
      </w:r>
      <w:r w:rsidR="00CE2672" w:rsidRPr="00EC5D05">
        <w:rPr>
          <w:rStyle w:val="libAieChar"/>
          <w:rFonts w:hint="cs"/>
          <w:rtl/>
        </w:rPr>
        <w:t>ه</w:t>
      </w:r>
      <w:r w:rsidR="00CE2672" w:rsidRPr="005B1372">
        <w:rPr>
          <w:rStyle w:val="libAieChar"/>
          <w:rFonts w:hint="cs"/>
          <w:rtl/>
        </w:rPr>
        <w:t xml:space="preserve"> ، ابتغاء مرضات الله ...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 w:rsidRPr="00955C8D">
        <w:rPr>
          <w:rFonts w:hint="cs"/>
          <w:rtl/>
        </w:rPr>
        <w:t xml:space="preserve">''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قاتل عبدالرحمن ابن ملجم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بقرة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207_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اور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'' </w:t>
      </w:r>
      <w:r w:rsidR="0065778C" w:rsidRPr="005B1372">
        <w:rPr>
          <w:rStyle w:val="libArabicChar"/>
          <w:rtl/>
        </w:rPr>
        <w:t>و من الناس من يُعجبک قول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فی</w:t>
      </w:r>
      <w:r w:rsidR="0065778C" w:rsidRPr="005B1372">
        <w:rPr>
          <w:rStyle w:val="libArabicChar"/>
          <w:rtl/>
        </w:rPr>
        <w:t xml:space="preserve"> الح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اة</w:t>
      </w:r>
      <w:r w:rsidR="0065778C" w:rsidRPr="005B1372">
        <w:rPr>
          <w:rStyle w:val="libArabicChar"/>
          <w:rtl/>
        </w:rPr>
        <w:t xml:space="preserve"> الدن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ا</w:t>
      </w:r>
      <w:r w:rsidR="0065778C">
        <w:rPr>
          <w:rtl/>
        </w:rPr>
        <w:t xml:space="preserve"> ...'' </w:t>
      </w:r>
      <w:r w:rsidR="0065778C" w:rsidRPr="009B5392">
        <w:rPr>
          <w:rStyle w:val="libFootnotenumChar"/>
          <w:rtl/>
        </w:rPr>
        <w:t>(1)</w:t>
      </w:r>
      <w:r w:rsidR="0065778C">
        <w:rPr>
          <w:rtl/>
        </w:rPr>
        <w:t xml:space="preserve"> عل</w:t>
      </w:r>
      <w:r w:rsidR="0065778C">
        <w:rPr>
          <w:rFonts w:hint="cs"/>
          <w:rtl/>
        </w:rPr>
        <w:t>ی</w:t>
      </w:r>
      <w:r w:rsidR="0065778C">
        <w:rPr>
          <w:rtl/>
        </w:rPr>
        <w:t>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نازل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</w:t>
      </w:r>
      <w:r w:rsidR="0065778C" w:rsidRPr="009B5392">
        <w:rPr>
          <w:rStyle w:val="libFootnotenumChar"/>
          <w:rFonts w:hint="cs"/>
          <w:rtl/>
        </w:rPr>
        <w:t>(2</w:t>
      </w:r>
      <w:r w:rsidR="0065778C" w:rsidRPr="009B5392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5B1372">
      <w:pPr>
        <w:pStyle w:val="libArabic"/>
      </w:pPr>
      <w:r>
        <w:rPr>
          <w:rFonts w:hint="eastAsia"/>
          <w:rtl/>
        </w:rPr>
        <w:t>نعوذ</w:t>
      </w:r>
      <w:r>
        <w:rPr>
          <w:rtl/>
        </w:rPr>
        <w:t xml:space="preserve"> بالله من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ذ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الاکاذی</w:t>
      </w:r>
      <w:r>
        <w:rPr>
          <w:rFonts w:hint="eastAsia"/>
          <w:rtl/>
        </w:rPr>
        <w:t>ب</w:t>
      </w:r>
      <w:r>
        <w:rPr>
          <w:rtl/>
        </w:rPr>
        <w:t>_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بناء پر تعجب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4527F0">
        <w:rPr>
          <w:rtl/>
        </w:rPr>
        <w:t xml:space="preserve">میں </w:t>
      </w:r>
      <w:r>
        <w:rPr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وضو </w:t>
      </w:r>
      <w:r w:rsidR="004527F0">
        <w:rPr>
          <w:rtl/>
        </w:rPr>
        <w:t xml:space="preserve">میں 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جعل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_ </w:t>
      </w:r>
    </w:p>
    <w:p w:rsidR="0065778C" w:rsidRDefault="0065778C" w:rsidP="005B1372">
      <w:pPr>
        <w:pStyle w:val="Heading2Center"/>
      </w:pPr>
      <w:bookmarkStart w:id="99" w:name="_Toc519769669"/>
      <w:r>
        <w:rPr>
          <w:rFonts w:hint="eastAsia"/>
          <w:rtl/>
        </w:rPr>
        <w:t>جوتوں</w:t>
      </w:r>
      <w:r>
        <w:rPr>
          <w:rtl/>
        </w:rPr>
        <w:t xml:space="preserve"> پر مسح، عقل و شرع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ترازو </w:t>
      </w:r>
      <w:r w:rsidR="004527F0" w:rsidRPr="00452B33">
        <w:rPr>
          <w:rFonts w:hint="cs"/>
          <w:rtl/>
        </w:rPr>
        <w:t xml:space="preserve">میں </w:t>
      </w:r>
      <w:r>
        <w:rPr>
          <w:rtl/>
        </w:rPr>
        <w:t>:</w:t>
      </w:r>
      <w:bookmarkEnd w:id="99"/>
    </w:p>
    <w:p w:rsidR="0065778C" w:rsidRDefault="0065778C" w:rsidP="0065778C">
      <w:pPr>
        <w:pStyle w:val="libNormal"/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لوگ پاؤں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واجب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وضو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B1372">
        <w:t xml:space="preserve">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ے</w:t>
      </w:r>
      <w:r>
        <w:rPr>
          <w:rtl/>
        </w:rPr>
        <w:t xml:space="preserve"> توسط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عموماً اس بات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متعدد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وضاحت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اء کا اس بات پر اجماع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کرنا کس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کام کو سفر اور حضر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بطور مطلق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اگرچ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ضرورت ک</w:t>
      </w:r>
      <w:r w:rsidRPr="00471E8C">
        <w:rPr>
          <w:rFonts w:hint="cs"/>
          <w:rtl/>
        </w:rPr>
        <w:t>ے</w:t>
      </w:r>
      <w:r>
        <w:rPr>
          <w:rtl/>
        </w:rPr>
        <w:t xml:space="preserve"> مقامات </w:t>
      </w:r>
      <w:r w:rsidR="004527F0">
        <w:rPr>
          <w:rtl/>
        </w:rPr>
        <w:t xml:space="preserve">میں </w:t>
      </w:r>
      <w:r>
        <w:rPr>
          <w:rtl/>
        </w:rPr>
        <w:t xml:space="preserve"> منحصر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بقرة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204_</w:t>
      </w:r>
    </w:p>
    <w:p w:rsidR="0065778C" w:rsidRDefault="0065778C" w:rsidP="00D2626E">
      <w:pPr>
        <w:pStyle w:val="libFootnote"/>
      </w:pPr>
      <w:r>
        <w:rPr>
          <w:rtl/>
        </w:rPr>
        <w:t xml:space="preserve">2) </w:t>
      </w:r>
      <w:r w:rsidRPr="005B1372">
        <w:rPr>
          <w:rStyle w:val="libFootNoteArabicChar"/>
          <w:rtl/>
        </w:rPr>
        <w:t>ابن اب</w:t>
      </w:r>
      <w:r w:rsidRPr="005B1372">
        <w:rPr>
          <w:rStyle w:val="libFootNoteArabicChar"/>
          <w:rFonts w:hint="cs"/>
          <w:rtl/>
        </w:rPr>
        <w:t>ی</w:t>
      </w:r>
      <w:r w:rsidRPr="005B1372">
        <w:rPr>
          <w:rStyle w:val="libFootNoteArabicChar"/>
          <w:rtl/>
        </w:rPr>
        <w:t xml:space="preserve"> الحد</w:t>
      </w:r>
      <w:r w:rsidRPr="005B1372">
        <w:rPr>
          <w:rStyle w:val="libFootNoteArabicChar"/>
          <w:rFonts w:hint="cs"/>
          <w:rtl/>
        </w:rPr>
        <w:t>ی</w:t>
      </w:r>
      <w:r w:rsidRPr="005B1372">
        <w:rPr>
          <w:rStyle w:val="libFootNoteArabicChar"/>
          <w:rFonts w:hint="eastAsia"/>
          <w:rtl/>
        </w:rPr>
        <w:t>د</w:t>
      </w:r>
      <w:r w:rsidRPr="005B1372">
        <w:rPr>
          <w:rStyle w:val="libFootNoteArabicChar"/>
          <w:rtl/>
        </w:rPr>
        <w:t xml:space="preserve"> معتزل</w:t>
      </w:r>
      <w:r w:rsidRPr="005B1372">
        <w:rPr>
          <w:rStyle w:val="libFootNoteArabicChar"/>
          <w:rFonts w:hint="cs"/>
          <w:rtl/>
        </w:rPr>
        <w:t>ی</w:t>
      </w:r>
      <w:r w:rsidRPr="005B1372">
        <w:rPr>
          <w:rStyle w:val="libFootNoteArabicChar"/>
          <w:rtl/>
        </w:rPr>
        <w:t xml:space="preserve"> طبق نقل منت</w:t>
      </w:r>
      <w:r w:rsidR="00380DE6" w:rsidRPr="00D2626E">
        <w:rPr>
          <w:rStyle w:val="libFootNoteArabicChar"/>
          <w:rFonts w:hint="cs"/>
          <w:rtl/>
        </w:rPr>
        <w:t>ه</w:t>
      </w:r>
      <w:r w:rsidRPr="005B1372">
        <w:rPr>
          <w:rStyle w:val="libFootNoteArabicChar"/>
          <w:rFonts w:hint="cs"/>
          <w:rtl/>
        </w:rPr>
        <w:t>ی</w:t>
      </w:r>
      <w:r w:rsidRPr="005B1372">
        <w:rPr>
          <w:rStyle w:val="libFootNoteArabicChar"/>
          <w:rtl/>
        </w:rPr>
        <w:t xml:space="preserve"> المقال شرح حال ''سمرة ''</w:t>
      </w:r>
      <w:r>
        <w:rPr>
          <w:rtl/>
        </w:rPr>
        <w:t>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</w:t>
      </w:r>
      <w:r w:rsidR="0065778C">
        <w:rPr>
          <w:rtl/>
        </w:rPr>
        <w:t xml:space="preserve"> پر چند سوالات سامن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آت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، من جمل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>1_ پاؤں پر مسح کرنا تو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جوتوں پر مسح کرنا جائز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پا</w:t>
      </w:r>
      <w:r>
        <w:rPr>
          <w:rtl/>
        </w:rPr>
        <w:t>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 اور مسح کرنا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قائم مقام بن سکتا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جبک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علماء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اس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جوتوں</w:t>
      </w:r>
      <w:r>
        <w:rPr>
          <w:rtl/>
        </w:rPr>
        <w:t xml:space="preserve">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 xml:space="preserve">2: </w:t>
      </w:r>
      <w:r w:rsidR="00EE653E">
        <w:rPr>
          <w:rtl/>
        </w:rPr>
        <w:t xml:space="preserve">کیوں </w:t>
      </w:r>
      <w:r>
        <w:rPr>
          <w:rtl/>
        </w:rPr>
        <w:t xml:space="preserve">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سر اور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کا حکم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اور جوتوں پر مسح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3: </w:t>
      </w:r>
      <w:r w:rsidR="00EE653E">
        <w:rPr>
          <w:rtl/>
        </w:rPr>
        <w:t xml:space="preserve">کیوں 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4527F0">
        <w:rPr>
          <w:rtl/>
        </w:rPr>
        <w:t xml:space="preserve">میں </w:t>
      </w:r>
      <w:r>
        <w:rPr>
          <w:rtl/>
        </w:rPr>
        <w:t xml:space="preserve"> بالاتفاق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کو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باعث نجات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 xml:space="preserve">4: درست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(برادران ک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)بعض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معتبر ورا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527F0">
        <w:rPr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پاؤں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تعارض اور</w:t>
      </w:r>
      <w:r>
        <w:rPr>
          <w:rtl/>
        </w:rPr>
        <w:t xml:space="preserve"> </w:t>
      </w:r>
      <w:r>
        <w:rPr>
          <w:rFonts w:hint="eastAsia"/>
          <w:rtl/>
        </w:rPr>
        <w:t>تضاد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علمائ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اختلاف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اپنا مرجع قرار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غور و فکر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تعجب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کتاب</w:t>
      </w:r>
      <w:r w:rsidR="0065778C">
        <w:rPr>
          <w:rtl/>
        </w:rPr>
        <w:t xml:space="preserve"> '' الفق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المذا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ب الاربع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''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ضرورت اور اضطرار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وقت جوتوں پر مسح کرنا واجب اور بغ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ضرورت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جائز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اگرچ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پاؤں کا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ونا افضل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</w:t>
      </w:r>
      <w:r>
        <w:rPr>
          <w:rtl/>
        </w:rPr>
        <w:t xml:space="preserve"> '' حنابل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کرنا اُن کو با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نکالن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پاؤںد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افضل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اس </w:t>
      </w:r>
      <w:r w:rsidR="004527F0">
        <w:rPr>
          <w:rtl/>
        </w:rPr>
        <w:t xml:space="preserve">میں </w:t>
      </w:r>
      <w:r>
        <w:rPr>
          <w:rtl/>
        </w:rPr>
        <w:t xml:space="preserve"> رخصت کا اخذ کرنا اور نعمت کا شکر بجا لانا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کرنا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ثابت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تواتر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قابل</w:t>
      </w:r>
      <w:r>
        <w:rPr>
          <w:rtl/>
        </w:rPr>
        <w:t xml:space="preserve">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کتاب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مفصّل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جوتوں ک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مسح ک</w:t>
      </w:r>
      <w:r>
        <w:rPr>
          <w:rFonts w:hint="cs"/>
          <w:rtl/>
        </w:rPr>
        <w:t>ی</w:t>
      </w:r>
      <w:r>
        <w:rPr>
          <w:rtl/>
        </w:rPr>
        <w:t xml:space="preserve"> مقدار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مسح ک</w:t>
      </w:r>
      <w:r>
        <w:rPr>
          <w:rFonts w:hint="cs"/>
          <w:rtl/>
        </w:rPr>
        <w:t>ی</w:t>
      </w:r>
      <w:r>
        <w:rPr>
          <w:rtl/>
        </w:rPr>
        <w:t xml:space="preserve"> مدت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تک لگاتار جوتوں پ</w:t>
      </w:r>
      <w:r>
        <w:rPr>
          <w:rtl/>
        </w:rPr>
        <w:t>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مستحبّات ، مکرو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 اور مُبطلات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</w:t>
      </w:r>
      <w:r>
        <w:rPr>
          <w:rFonts w:hint="eastAsia"/>
          <w:rtl/>
        </w:rPr>
        <w:t>س</w:t>
      </w:r>
      <w:r>
        <w:rPr>
          <w:rtl/>
        </w:rPr>
        <w:t xml:space="preserve"> طرح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دوسرا جوتا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نا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جوتا حتماً چم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کا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چم</w:t>
      </w:r>
      <w:r w:rsidRPr="00471E8C">
        <w:rPr>
          <w:rFonts w:hint="cs"/>
          <w:rtl/>
        </w:rPr>
        <w:t>ڑے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شگاف دار جوتوں اور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شگاف جوتوں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... الغرض اس کتاب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تمفصّل گفتگو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(3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الفق</w:t>
      </w:r>
      <w:r w:rsidRPr="00D2626E">
        <w:rPr>
          <w:rFonts w:hint="cs"/>
          <w:rtl/>
        </w:rPr>
        <w:t>ہ عل</w:t>
      </w:r>
      <w:r>
        <w:rPr>
          <w:rFonts w:hint="cs"/>
          <w:rtl/>
        </w:rPr>
        <w:t>ی</w:t>
      </w:r>
      <w:r>
        <w:rPr>
          <w:rtl/>
        </w:rPr>
        <w:t xml:space="preserve"> المذا</w:t>
      </w:r>
      <w:r w:rsidRPr="00D2626E">
        <w:rPr>
          <w:rFonts w:hint="cs"/>
          <w:rtl/>
        </w:rPr>
        <w:t>ہب الاربعہ، جلد 1 ، ص 135</w:t>
      </w:r>
      <w:r>
        <w:rPr>
          <w:rtl/>
        </w:rPr>
        <w:t>_</w:t>
      </w:r>
    </w:p>
    <w:p w:rsidR="0065778C" w:rsidRDefault="0065778C" w:rsidP="00D2626E">
      <w:pPr>
        <w:pStyle w:val="libFootnote"/>
      </w:pPr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ص 136_</w:t>
      </w:r>
    </w:p>
    <w:p w:rsidR="0065778C" w:rsidRDefault="0065778C" w:rsidP="00D2626E">
      <w:pPr>
        <w:pStyle w:val="libFootnote"/>
      </w:pPr>
      <w:r>
        <w:rPr>
          <w:rtl/>
        </w:rPr>
        <w:t>3)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ضاً،</w:t>
      </w:r>
      <w:r>
        <w:rPr>
          <w:rtl/>
        </w:rPr>
        <w:t xml:space="preserve"> از ص 135 تا ص 147_</w:t>
      </w:r>
    </w:p>
    <w:p w:rsidR="0065778C" w:rsidRDefault="00E54A53" w:rsidP="00D2626E">
      <w:pPr>
        <w:pStyle w:val="libFootnote"/>
      </w:pPr>
      <w:r>
        <w:rPr>
          <w:rtl/>
        </w:rPr>
        <w:br w:type="page"/>
      </w:r>
      <w:r w:rsidR="0065778C" w:rsidRPr="009B5392">
        <w:rPr>
          <w:rStyle w:val="libNormalChar"/>
          <w:rtl/>
        </w:rPr>
        <w:lastRenderedPageBreak/>
        <w:t>5: علماء ا</w:t>
      </w:r>
      <w:r w:rsidR="0065778C" w:rsidRPr="009B5392">
        <w:rPr>
          <w:rStyle w:val="libNormalChar"/>
          <w:rFonts w:hint="cs"/>
          <w:rtl/>
        </w:rPr>
        <w:t xml:space="preserve">ہلسنت </w:t>
      </w:r>
      <w:r w:rsidR="00EE653E" w:rsidRPr="009B5392">
        <w:rPr>
          <w:rStyle w:val="libNormalChar"/>
          <w:rFonts w:hint="cs"/>
          <w:rtl/>
        </w:rPr>
        <w:t xml:space="preserve">کیوں </w:t>
      </w:r>
      <w:r w:rsidR="0065778C" w:rsidRPr="009B5392">
        <w:rPr>
          <w:rStyle w:val="libNormalChar"/>
          <w:rtl/>
        </w:rPr>
        <w:t xml:space="preserve"> جوت</w:t>
      </w:r>
      <w:r w:rsidR="0065778C" w:rsidRPr="009B5392">
        <w:rPr>
          <w:rStyle w:val="libNormalChar"/>
          <w:rFonts w:hint="cs"/>
          <w:rtl/>
        </w:rPr>
        <w:t>ے پر مسح والی</w:t>
      </w:r>
      <w:r w:rsidR="0065778C" w:rsidRPr="009B5392">
        <w:rPr>
          <w:rStyle w:val="libNormalChar"/>
          <w:rtl/>
        </w:rPr>
        <w:t xml:space="preserve"> روا</w:t>
      </w:r>
      <w:r w:rsidR="0065778C" w:rsidRPr="009B5392">
        <w:rPr>
          <w:rStyle w:val="libNormalChar"/>
          <w:rFonts w:hint="cs"/>
          <w:rtl/>
        </w:rPr>
        <w:t>ی</w:t>
      </w:r>
      <w:r w:rsidR="0065778C" w:rsidRPr="009B5392">
        <w:rPr>
          <w:rStyle w:val="libNormalChar"/>
          <w:rFonts w:hint="eastAsia"/>
          <w:rtl/>
        </w:rPr>
        <w:t>ات</w:t>
      </w:r>
      <w:r w:rsidR="0065778C" w:rsidRPr="009B5392">
        <w:rPr>
          <w:rStyle w:val="libNormalChar"/>
          <w:rtl/>
        </w:rPr>
        <w:t xml:space="preserve"> کو ضرورت ، سفر اور جنگ ک</w:t>
      </w:r>
      <w:r w:rsidR="0065778C" w:rsidRPr="009B5392">
        <w:rPr>
          <w:rStyle w:val="libNormalChar"/>
          <w:rFonts w:hint="cs"/>
          <w:rtl/>
        </w:rPr>
        <w:t>ے موارد اور جہاں جوتوں کا اتارنا ممکن نہی</w:t>
      </w:r>
      <w:r w:rsidR="0065778C" w:rsidRPr="009B5392">
        <w:rPr>
          <w:rStyle w:val="libNormalChar"/>
          <w:rFonts w:hint="eastAsia"/>
          <w:rtl/>
        </w:rPr>
        <w:t>ں</w:t>
      </w:r>
      <w:r w:rsidR="0065778C" w:rsidRPr="009B5392">
        <w:rPr>
          <w:rStyle w:val="libNormalChar"/>
          <w:rtl/>
        </w:rPr>
        <w:t xml:space="preserve"> </w:t>
      </w:r>
      <w:r w:rsidR="0065778C" w:rsidRPr="009B5392">
        <w:rPr>
          <w:rStyle w:val="libNormalChar"/>
          <w:rFonts w:hint="cs"/>
          <w:rtl/>
        </w:rPr>
        <w:t>ی</w:t>
      </w:r>
      <w:r w:rsidR="0065778C" w:rsidRPr="009B5392">
        <w:rPr>
          <w:rStyle w:val="libNormalChar"/>
          <w:rFonts w:hint="eastAsia"/>
          <w:rtl/>
        </w:rPr>
        <w:t>ا</w:t>
      </w:r>
      <w:r w:rsidR="0065778C" w:rsidRPr="009B5392">
        <w:rPr>
          <w:rStyle w:val="libNormalChar"/>
          <w:rtl/>
        </w:rPr>
        <w:t xml:space="preserve"> ب</w:t>
      </w:r>
      <w:r w:rsidR="0065778C" w:rsidRPr="009B5392">
        <w:rPr>
          <w:rStyle w:val="libNormalChar"/>
          <w:rFonts w:hint="cs"/>
          <w:rtl/>
        </w:rPr>
        <w:t>ہت ہی</w:t>
      </w:r>
      <w:r w:rsidR="0065778C" w:rsidRPr="009B5392">
        <w:rPr>
          <w:rStyle w:val="libNormalChar"/>
          <w:rtl/>
        </w:rPr>
        <w:t xml:space="preserve"> مشکل </w:t>
      </w:r>
      <w:r w:rsidR="0065778C" w:rsidRPr="009B5392">
        <w:rPr>
          <w:rStyle w:val="libNormalChar"/>
          <w:rFonts w:hint="cs"/>
          <w:rtl/>
        </w:rPr>
        <w:t>ہے، حمل نہی</w:t>
      </w:r>
      <w:r w:rsidR="0065778C" w:rsidRPr="009B5392">
        <w:rPr>
          <w:rStyle w:val="libNormalChar"/>
          <w:rFonts w:hint="eastAsia"/>
          <w:rtl/>
        </w:rPr>
        <w:t>ں</w:t>
      </w:r>
      <w:r w:rsidR="0065778C" w:rsidRPr="009B5392">
        <w:rPr>
          <w:rStyle w:val="libNormalChar"/>
          <w:rtl/>
        </w:rPr>
        <w:t xml:space="preserve"> کرت</w:t>
      </w:r>
      <w:r w:rsidR="0065778C" w:rsidRPr="009B5392">
        <w:rPr>
          <w:rStyle w:val="libNormalChar"/>
          <w:rFonts w:hint="cs"/>
          <w:rtl/>
        </w:rPr>
        <w:t>ے یہ</w:t>
      </w:r>
      <w:r w:rsidR="0065778C" w:rsidRPr="009B5392">
        <w:rPr>
          <w:rStyle w:val="libNormalChar"/>
          <w:rtl/>
        </w:rPr>
        <w:t xml:space="preserve"> ا</w:t>
      </w:r>
      <w:r w:rsidR="0065778C" w:rsidRPr="009B5392">
        <w:rPr>
          <w:rStyle w:val="libNormalChar"/>
          <w:rFonts w:hint="cs"/>
          <w:rtl/>
        </w:rPr>
        <w:t>ی</w:t>
      </w:r>
      <w:r w:rsidR="0065778C" w:rsidRPr="009B5392">
        <w:rPr>
          <w:rStyle w:val="libNormalChar"/>
          <w:rFonts w:hint="eastAsia"/>
          <w:rtl/>
        </w:rPr>
        <w:t>س</w:t>
      </w:r>
      <w:r w:rsidR="0065778C" w:rsidRPr="009B5392">
        <w:rPr>
          <w:rStyle w:val="libNormalChar"/>
          <w:rFonts w:hint="cs"/>
          <w:rtl/>
        </w:rPr>
        <w:t>ے</w:t>
      </w:r>
      <w:r w:rsidR="0065778C" w:rsidRPr="009B5392">
        <w:rPr>
          <w:rStyle w:val="libNormalChar"/>
          <w:rtl/>
        </w:rPr>
        <w:t xml:space="preserve"> سوالات </w:t>
      </w:r>
      <w:r w:rsidR="0065778C" w:rsidRPr="009B5392">
        <w:rPr>
          <w:rStyle w:val="libNormalChar"/>
          <w:rFonts w:hint="cs"/>
          <w:rtl/>
        </w:rPr>
        <w:t>ہی</w:t>
      </w:r>
      <w:r w:rsidR="0065778C" w:rsidRPr="009B5392">
        <w:rPr>
          <w:rStyle w:val="libNormalChar"/>
          <w:rFonts w:hint="eastAsia"/>
          <w:rtl/>
        </w:rPr>
        <w:t>ں</w:t>
      </w:r>
      <w:r w:rsidR="0065778C" w:rsidRPr="009B5392">
        <w:rPr>
          <w:rStyle w:val="libNormalChar"/>
          <w:rtl/>
        </w:rPr>
        <w:t xml:space="preserve"> جن کا جواب ن</w:t>
      </w:r>
      <w:r w:rsidR="0065778C" w:rsidRPr="009B5392">
        <w:rPr>
          <w:rStyle w:val="libNormalChar"/>
          <w:rFonts w:hint="cs"/>
          <w:rtl/>
        </w:rPr>
        <w:t>ہی</w:t>
      </w:r>
      <w:r w:rsidR="0065778C" w:rsidRPr="009B5392">
        <w:rPr>
          <w:rStyle w:val="libNormalChar"/>
          <w:rFonts w:hint="eastAsia"/>
          <w:rtl/>
        </w:rPr>
        <w:t>ں</w:t>
      </w:r>
      <w:r w:rsidR="0065778C" w:rsidRPr="009B5392">
        <w:rPr>
          <w:rStyle w:val="libNormalChar"/>
          <w:rtl/>
        </w:rPr>
        <w:t xml:space="preserve"> </w:t>
      </w:r>
      <w:r w:rsidR="0065778C" w:rsidRPr="009B5392">
        <w:rPr>
          <w:rStyle w:val="libNormalChar"/>
          <w:rFonts w:hint="cs"/>
          <w:rtl/>
        </w:rPr>
        <w:t>ہے اور صرف پہلے ہی</w:t>
      </w:r>
      <w:r w:rsidR="0065778C" w:rsidRPr="009B5392">
        <w:rPr>
          <w:rStyle w:val="libNormalChar"/>
          <w:rtl/>
        </w:rPr>
        <w:t xml:space="preserve"> س</w:t>
      </w:r>
      <w:r w:rsidR="0065778C" w:rsidRPr="009B5392">
        <w:rPr>
          <w:rStyle w:val="libNormalChar"/>
          <w:rFonts w:hint="cs"/>
          <w:rtl/>
        </w:rPr>
        <w:t>ےقضاوت کرلی</w:t>
      </w:r>
      <w:r w:rsidR="0065778C" w:rsidRPr="009B5392">
        <w:rPr>
          <w:rStyle w:val="libNormalChar"/>
          <w:rFonts w:hint="eastAsia"/>
          <w:rtl/>
        </w:rPr>
        <w:t>نا</w:t>
      </w:r>
      <w:r w:rsidR="0065778C" w:rsidRPr="009B5392">
        <w:rPr>
          <w:rStyle w:val="libNormalChar"/>
          <w:rtl/>
        </w:rPr>
        <w:t xml:space="preserve"> اس ساد</w:t>
      </w:r>
      <w:r w:rsidR="0065778C" w:rsidRPr="009B5392">
        <w:rPr>
          <w:rStyle w:val="libNormalChar"/>
          <w:rFonts w:hint="cs"/>
          <w:rtl/>
        </w:rPr>
        <w:t xml:space="preserve">ہ سے مسئلہ </w:t>
      </w:r>
      <w:r w:rsidR="004527F0">
        <w:rPr>
          <w:rStyle w:val="libNormalChar"/>
          <w:rFonts w:hint="cs"/>
          <w:rtl/>
        </w:rPr>
        <w:t xml:space="preserve">میں </w:t>
      </w:r>
      <w:r w:rsidR="0065778C" w:rsidRPr="009B5392">
        <w:rPr>
          <w:rStyle w:val="libNormalChar"/>
          <w:rtl/>
        </w:rPr>
        <w:t xml:space="preserve"> شور و غل کا باعث بنا </w:t>
      </w:r>
      <w:r w:rsidR="0065778C" w:rsidRPr="009B5392">
        <w:rPr>
          <w:rStyle w:val="libNormalChar"/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4527F0" w:rsidP="0065778C">
      <w:pPr>
        <w:pStyle w:val="libNormal"/>
      </w:pPr>
      <w:r>
        <w:rPr>
          <w:rFonts w:hint="eastAsia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خود جدّ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پور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پر مشا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برادران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لسنت </w:t>
      </w:r>
      <w:r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آدم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وضو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وضو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دوران اچ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پاؤں کو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_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دوسرا شخص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، من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جوتوں پر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نماز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چلا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>
        <w:rPr>
          <w:rtl/>
        </w:rPr>
        <w:t xml:space="preserve">میں </w:t>
      </w:r>
      <w:r w:rsidR="0065778C">
        <w:rPr>
          <w:rtl/>
        </w:rPr>
        <w:t xml:space="preserve"> 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رت</w:t>
      </w:r>
      <w:r w:rsidR="0065778C">
        <w:rPr>
          <w:rtl/>
        </w:rPr>
        <w:t xml:space="preserve"> </w:t>
      </w:r>
      <w:r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ڈ</w:t>
      </w:r>
      <w:r w:rsidR="0065778C" w:rsidRPr="00955C8D">
        <w:rPr>
          <w:rFonts w:hint="cs"/>
          <w:rtl/>
        </w:rPr>
        <w:t>وب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سوچن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ممکن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حک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حکم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جس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توج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ممکن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سوالات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مدارک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4527F0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حل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5B1372">
      <w:pPr>
        <w:pStyle w:val="Heading2Center"/>
      </w:pPr>
      <w:bookmarkStart w:id="100" w:name="_Toc519769670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چند اقسام پر مشتمل 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100"/>
    </w:p>
    <w:p w:rsidR="0065778C" w:rsidRDefault="0065778C" w:rsidP="0065778C">
      <w:pPr>
        <w:pStyle w:val="libNormal"/>
      </w:pPr>
      <w:r>
        <w:rPr>
          <w:rFonts w:hint="eastAsia"/>
          <w:rtl/>
        </w:rPr>
        <w:t>الف</w:t>
      </w:r>
      <w:r>
        <w:rPr>
          <w:rtl/>
        </w:rPr>
        <w:t>)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 w:rsidRPr="00471E8C">
        <w:rPr>
          <w:rFonts w:hint="cs"/>
          <w:rtl/>
        </w:rPr>
        <w:t>ے</w:t>
      </w:r>
      <w:r>
        <w:rPr>
          <w:rtl/>
        </w:rPr>
        <w:t xml:space="preserve"> منابع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عام طور پر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بالاتفاق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مثال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طور پر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tl/>
        </w:rPr>
        <w:t>1_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ابوالورد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امام محمد باقر _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ابوظب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جوتوں پر مسح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آپ(ع)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بولتا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 w:rsidRPr="005B1372">
        <w:rPr>
          <w:rStyle w:val="libArabicChar"/>
          <w:rtl/>
        </w:rPr>
        <w:lastRenderedPageBreak/>
        <w:t>'' أما بلغکم قول عليّ (ع) ف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کم</w:t>
      </w:r>
      <w:r w:rsidR="0065778C" w:rsidRPr="005B1372">
        <w:rPr>
          <w:rStyle w:val="libArabicChar"/>
          <w:rtl/>
        </w:rPr>
        <w:t xml:space="preserve"> : سبق الکتابُ الخُفّ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ن؟</w:t>
      </w:r>
      <w:r w:rsidR="0065778C" w:rsidRPr="005B1372">
        <w:rPr>
          <w:rStyle w:val="libArabicChar"/>
          <w:rtl/>
        </w:rPr>
        <w:t xml:space="preserve"> فقلتُ : 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ل فی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>ما</w:t>
      </w:r>
      <w:r w:rsidR="0065778C" w:rsidRPr="005B1372">
        <w:rPr>
          <w:rStyle w:val="libArabicChar"/>
          <w:rtl/>
        </w:rPr>
        <w:t xml:space="preserve"> رُخصةٌ؟ فقال إلا من عَدُوّ تقيّةً اُو ثُلج: تخاف عل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رجل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Fonts w:hint="eastAsia"/>
          <w:rtl/>
        </w:rPr>
        <w:t>ک</w:t>
      </w:r>
      <w:r w:rsidR="0065778C" w:rsidRPr="005B1372">
        <w:rPr>
          <w:rStyle w:val="libArabicChar"/>
          <w:rtl/>
        </w:rPr>
        <w:t>''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سُنا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کتاب خدا ( سورة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پر مقدم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رخصت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آپ(ع)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دشمن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تقيّ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مقصود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برف 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کو خطر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نکات کا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اولاً</w:t>
      </w:r>
      <w:r>
        <w:rPr>
          <w:rtl/>
        </w:rPr>
        <w:t>: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 ت عل</w:t>
      </w:r>
      <w:r>
        <w:rPr>
          <w:rFonts w:hint="cs"/>
          <w:rtl/>
        </w:rPr>
        <w:t>ی</w:t>
      </w:r>
      <w:r>
        <w:rPr>
          <w:rtl/>
        </w:rPr>
        <w:t xml:space="preserve"> (ع)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مسح کو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کس طرح ابوظب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جرا 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آپ(ع)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سازش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سوال کا جواب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بعد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حضرت عل</w:t>
      </w:r>
      <w:r>
        <w:rPr>
          <w:rFonts w:hint="cs"/>
          <w:rtl/>
        </w:rPr>
        <w:t>ی</w:t>
      </w:r>
      <w:r>
        <w:rPr>
          <w:rtl/>
        </w:rPr>
        <w:t xml:space="preserve"> 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مقدم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مقدم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تو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بالخصوص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سورة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سورة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وضو کا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نسخ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1)ت</w:t>
      </w:r>
      <w:r w:rsidRPr="00D2626E">
        <w:rPr>
          <w:rFonts w:hint="cs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جلد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1092_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ثالثاً</w:t>
      </w:r>
      <w:r w:rsidR="0065778C">
        <w:rPr>
          <w:rtl/>
        </w:rPr>
        <w:t>: امام محمد باقر _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نمائ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اگر جوتوں پر مسح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وارد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تو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ضرورت و اضطرار ،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سرد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جسک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پاؤں کو خطر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و، پر حمل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2: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 w:rsidRPr="00471E8C">
        <w:rPr>
          <w:rFonts w:hint="cs"/>
          <w:rtl/>
        </w:rPr>
        <w:t>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tl/>
        </w:rPr>
        <w:t>'' إنّا ا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لُ بی</w:t>
      </w:r>
      <w:r w:rsidRPr="005B1372">
        <w:rPr>
          <w:rStyle w:val="libArabicChar"/>
          <w:rFonts w:hint="eastAsia"/>
          <w:rtl/>
        </w:rPr>
        <w:t>ت</w:t>
      </w:r>
      <w:r w:rsidRPr="005B1372">
        <w:rPr>
          <w:rStyle w:val="libArabicChar"/>
          <w:rtl/>
        </w:rPr>
        <w:t>: ... لا نمسح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الخفّ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 xml:space="preserve"> فمن کان من ش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عتنا</w:t>
      </w:r>
      <w:r w:rsidRPr="005B1372">
        <w:rPr>
          <w:rStyle w:val="libArabicChar"/>
          <w:rtl/>
        </w:rPr>
        <w:t xml:space="preserve"> فل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قتد</w:t>
      </w:r>
      <w:r w:rsidRPr="005B1372">
        <w:rPr>
          <w:rStyle w:val="libArabicChar"/>
          <w:rtl/>
        </w:rPr>
        <w:t xml:space="preserve"> بنا وليَستنَّ بُسنتنا''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خاندان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مسح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اقتداکر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عمل کر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امام</w:t>
      </w:r>
      <w:r>
        <w:rPr>
          <w:rtl/>
        </w:rPr>
        <w:t xml:space="preserve"> جعفر صادق _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tl/>
        </w:rPr>
        <w:t>'' مَن مَسح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الخفّ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 xml:space="preserve"> فقد خالف الله و رؤسولَ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و کتابَ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ُ و وضوئ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لم ی</w:t>
      </w:r>
      <w:r w:rsidRPr="005B1372">
        <w:rPr>
          <w:rStyle w:val="libArabicChar"/>
          <w:rFonts w:hint="eastAsia"/>
          <w:rtl/>
        </w:rPr>
        <w:t>تمّ</w:t>
      </w:r>
      <w:r w:rsidRPr="005B1372">
        <w:rPr>
          <w:rStyle w:val="libArabicChar"/>
          <w:rtl/>
        </w:rPr>
        <w:t xml:space="preserve"> و صلاتُ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غی</w:t>
      </w:r>
      <w:r w:rsidRPr="005B1372">
        <w:rPr>
          <w:rStyle w:val="libArabicChar"/>
          <w:rFonts w:hint="eastAsia"/>
          <w:rtl/>
        </w:rPr>
        <w:t>رُ</w:t>
      </w:r>
      <w:r w:rsidRPr="005B1372">
        <w:rPr>
          <w:rStyle w:val="libArabicChar"/>
          <w:rtl/>
        </w:rPr>
        <w:t xml:space="preserve"> مُجز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ة</w:t>
      </w:r>
      <w:r w:rsidRPr="005B1372">
        <w:rPr>
          <w:rStyle w:val="libArabicChar"/>
          <w:rtl/>
        </w:rPr>
        <w:t>''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خدا، رسول(ص)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وضو درست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نماز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tl/>
        </w:rPr>
        <w:t xml:space="preserve"> ممنوعيّت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 w:rsidRPr="00D2626E">
        <w:rPr>
          <w:rFonts w:hint="cs"/>
          <w:rtl/>
        </w:rPr>
        <w:t>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، جلد 4، ص 415_</w:t>
      </w:r>
    </w:p>
    <w:p w:rsidR="0065778C" w:rsidRDefault="0065778C" w:rsidP="00D2626E">
      <w:pPr>
        <w:pStyle w:val="libFootnote"/>
      </w:pPr>
      <w:r>
        <w:rPr>
          <w:rtl/>
        </w:rPr>
        <w:t>2)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D2626E">
        <w:rPr>
          <w:rFonts w:hint="cs"/>
          <w:rtl/>
        </w:rPr>
        <w:t>ہ</w:t>
      </w:r>
      <w:r>
        <w:rPr>
          <w:rtl/>
        </w:rPr>
        <w:t xml:space="preserve"> ، جلد 1، ص 279_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471E8C">
        <w:rPr>
          <w:rFonts w:hint="cs"/>
          <w:rtl/>
        </w:rPr>
        <w:lastRenderedPageBreak/>
        <w:t>ہ</w:t>
      </w:r>
      <w:r w:rsidR="004527F0">
        <w:rPr>
          <w:rFonts w:hint="cs"/>
          <w:rtl/>
        </w:rPr>
        <w:t xml:space="preserve">میں </w:t>
      </w:r>
      <w:r w:rsidR="0065778C">
        <w:rPr>
          <w:rtl/>
        </w:rPr>
        <w:t xml:space="preserve"> جناب فخر راز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اُس بات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>
        <w:rPr>
          <w:rtl/>
        </w:rPr>
        <w:t xml:space="preserve"> دلات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جو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ج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ر و اخفاء وال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</w:t>
      </w:r>
      <w:r w:rsidR="004527F0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>_ بسم الل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4527F0">
        <w:rPr>
          <w:rFonts w:hint="cs"/>
          <w:rtl/>
        </w:rPr>
        <w:t xml:space="preserve">میں </w:t>
      </w:r>
      <w:r w:rsidR="0065778C">
        <w:rPr>
          <w:rtl/>
        </w:rPr>
        <w:t xml:space="preserve"> کچ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 xml:space="preserve"> لوگ قائل ت</w:t>
      </w:r>
      <w:r w:rsidR="0065778C" w:rsidRPr="00471E8C">
        <w:rPr>
          <w:rFonts w:hint="cs"/>
          <w:rtl/>
        </w:rPr>
        <w:t>ھے</w:t>
      </w:r>
      <w:r w:rsidR="0065778C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اس کا آ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ست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 xml:space="preserve">نا واجب </w:t>
      </w:r>
      <w:r w:rsidR="0065778C" w:rsidRPr="00471E8C">
        <w:rPr>
          <w:rFonts w:hint="cs"/>
          <w:rtl/>
        </w:rPr>
        <w:t>ہے</w:t>
      </w:r>
      <w:r w:rsidR="0065778C">
        <w:rPr>
          <w:rFonts w:hint="cs"/>
          <w:rtl/>
        </w:rPr>
        <w:t xml:space="preserve"> جبک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حضرت علی</w:t>
      </w:r>
      <w:r w:rsidR="0065778C">
        <w:rPr>
          <w:rtl/>
        </w:rPr>
        <w:t xml:space="preserve"> _ بسم الل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 xml:space="preserve"> کو بالج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ر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>نا ضروری</w:t>
      </w:r>
      <w:r w:rsidR="0065778C">
        <w:rPr>
          <w:rtl/>
        </w:rPr>
        <w:t xml:space="preserve"> سمج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>
        <w:rPr>
          <w:rFonts w:hint="cs"/>
          <w:rtl/>
        </w:rPr>
        <w:t xml:space="preserve"> تو اس پر جناب فخر رازی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tl/>
        </w:rPr>
        <w:t>'' من اتخذّ عليّا إماماً لد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قد استمسک بالعروة الوثق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ف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د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tl/>
        </w:rPr>
        <w:t xml:space="preserve"> و نفس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>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نفس </w:t>
      </w:r>
      <w:r w:rsidR="004527F0">
        <w:rPr>
          <w:rtl/>
        </w:rPr>
        <w:t xml:space="preserve">میں </w:t>
      </w:r>
      <w:r>
        <w:rPr>
          <w:rtl/>
        </w:rPr>
        <w:t xml:space="preserve"> عروة وثق</w:t>
      </w:r>
      <w:r>
        <w:rPr>
          <w:rFonts w:hint="cs"/>
          <w:rtl/>
        </w:rPr>
        <w:t>ی</w:t>
      </w:r>
      <w:r>
        <w:rPr>
          <w:rtl/>
        </w:rPr>
        <w:t xml:space="preserve"> (مضبوط 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) </w:t>
      </w:r>
      <w:r>
        <w:rPr>
          <w:rtl/>
        </w:rPr>
        <w:t>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متمسک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باوجود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اعتراض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>
        <w:rPr>
          <w:rtl/>
        </w:rPr>
        <w:t>)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قسم</w:t>
      </w:r>
      <w:r>
        <w:rPr>
          <w:rtl/>
        </w:rPr>
        <w:t xml:space="preserve"> اول :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مطلق طور پر اس مسح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ک</w:t>
      </w:r>
      <w:r>
        <w:rPr>
          <w:rFonts w:hint="cs"/>
          <w:rtl/>
        </w:rPr>
        <w:t>ی</w:t>
      </w:r>
      <w:r>
        <w:rPr>
          <w:rtl/>
        </w:rPr>
        <w:t xml:space="preserve"> مرفوع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5B1372">
        <w:rPr>
          <w:rStyle w:val="libArabicChar"/>
          <w:rFonts w:hint="cs"/>
          <w:rtl/>
        </w:rPr>
        <w:t>''أن</w:t>
      </w:r>
      <w:r w:rsidR="00380DE6" w:rsidRPr="009B41EC">
        <w:rPr>
          <w:rStyle w:val="libArabicChar"/>
          <w:rFonts w:hint="cs"/>
          <w:rtl/>
        </w:rPr>
        <w:t>ه</w:t>
      </w:r>
      <w:r w:rsidRPr="005B1372">
        <w:rPr>
          <w:rStyle w:val="libArabicChar"/>
          <w:rFonts w:hint="cs"/>
          <w:rtl/>
        </w:rPr>
        <w:t xml:space="preserve"> لا ی</w:t>
      </w:r>
      <w:r w:rsidRPr="005B1372">
        <w:rPr>
          <w:rStyle w:val="libArabicChar"/>
          <w:rFonts w:hint="eastAsia"/>
          <w:rtl/>
        </w:rPr>
        <w:t>أس</w:t>
      </w:r>
      <w:r w:rsidRPr="005B1372">
        <w:rPr>
          <w:rStyle w:val="libArabicChar"/>
          <w:rtl/>
        </w:rPr>
        <w:t xml:space="preserve"> بالوضوء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الخفّ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منقول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5B1372">
      <w:pPr>
        <w:pStyle w:val="libArabic"/>
      </w:pPr>
      <w:r>
        <w:rPr>
          <w:rtl/>
        </w:rPr>
        <w:t>'' مش</w:t>
      </w:r>
      <w:r>
        <w:rPr>
          <w:rFonts w:hint="cs"/>
          <w:rtl/>
        </w:rPr>
        <w:t>ی</w:t>
      </w:r>
      <w:r>
        <w:rPr>
          <w:rtl/>
        </w:rPr>
        <w:t xml:space="preserve"> رسول الله إل</w:t>
      </w:r>
      <w:r>
        <w:rPr>
          <w:rFonts w:hint="cs"/>
          <w:rtl/>
        </w:rPr>
        <w:t>ی</w:t>
      </w:r>
      <w:r>
        <w:rPr>
          <w:rtl/>
        </w:rPr>
        <w:t xml:space="preserve"> سباطة قوم فبال قائماً ثم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جلد1، ص 207_</w:t>
      </w:r>
    </w:p>
    <w:p w:rsidR="0065778C" w:rsidRDefault="0065778C" w:rsidP="00D2626E">
      <w:pPr>
        <w:pStyle w:val="libFootnote"/>
      </w:pPr>
      <w:r>
        <w:rPr>
          <w:rtl/>
        </w:rPr>
        <w:t>2)السنن الکبر</w:t>
      </w:r>
      <w:r>
        <w:rPr>
          <w:rFonts w:hint="cs"/>
          <w:rtl/>
        </w:rPr>
        <w:t>ی</w:t>
      </w:r>
      <w:r>
        <w:rPr>
          <w:rtl/>
        </w:rPr>
        <w:t xml:space="preserve"> ، جلد 1، ص 269_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5B1372">
        <w:rPr>
          <w:rStyle w:val="libArabicChar"/>
          <w:rFonts w:hint="eastAsia"/>
          <w:rtl/>
        </w:rPr>
        <w:lastRenderedPageBreak/>
        <w:t>دعا</w:t>
      </w:r>
      <w:r w:rsidR="0065778C" w:rsidRPr="005B1372">
        <w:rPr>
          <w:rStyle w:val="libArabicChar"/>
          <w:rtl/>
        </w:rPr>
        <w:t xml:space="preserve"> بمائ: فجئتُ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 بماء فتوضّأ و مسح علی</w:t>
      </w:r>
      <w:r w:rsidR="0065778C" w:rsidRPr="005B1372">
        <w:rPr>
          <w:rStyle w:val="libArabicChar"/>
          <w:rtl/>
        </w:rPr>
        <w:t xml:space="preserve"> خُفّ</w:t>
      </w:r>
      <w:r w:rsidR="0065778C"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tl/>
        </w:rPr>
        <w:t>''</w:t>
      </w:r>
      <w:r w:rsidR="0065778C" w:rsidRPr="009B5392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معذرت اور شرمندگ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مجبوراً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ترجم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''رسولخدا(ص)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 کرک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نکن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پان</w:t>
      </w:r>
      <w:r>
        <w:rPr>
          <w:rFonts w:hint="cs"/>
          <w:rtl/>
        </w:rPr>
        <w:t>ی</w:t>
      </w:r>
      <w:r>
        <w:rPr>
          <w:rtl/>
        </w:rPr>
        <w:t xml:space="preserve"> مانگا، </w:t>
      </w:r>
      <w:r w:rsidR="004527F0">
        <w:rPr>
          <w:rtl/>
        </w:rPr>
        <w:t xml:space="preserve">میں </w:t>
      </w:r>
      <w:r>
        <w:rPr>
          <w:rtl/>
        </w:rPr>
        <w:t xml:space="preserve"> ( حذ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>)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آپ(ص)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بعض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تقدس کو داغدار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(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) شامل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جو</w:t>
      </w:r>
      <w:r>
        <w:rPr>
          <w:rtl/>
        </w:rPr>
        <w:t xml:space="preserve"> شخص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شخصيّت کا مالک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کا کام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نامطلوب لوازم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وں؟ مقام افسوس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صحاح ستّ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تک علماء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استدلال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قسم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جوتوں پر مسح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5B1372">
      <w:pPr>
        <w:pStyle w:val="Heading2Center"/>
      </w:pPr>
      <w:bookmarkStart w:id="101" w:name="_Toc519769671"/>
      <w:r>
        <w:rPr>
          <w:rFonts w:hint="eastAsia"/>
          <w:rtl/>
        </w:rPr>
        <w:t>قسم</w:t>
      </w:r>
      <w:r>
        <w:rPr>
          <w:rtl/>
        </w:rPr>
        <w:t xml:space="preserve"> دوم:</w:t>
      </w:r>
      <w:bookmarkEnd w:id="101"/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( اگر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تو صرف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مقامات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مخصوص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مقدام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، ص 270_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سوال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،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پاس جاؤ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سفر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رسولخدا(ص)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مرا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اور 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سوال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تو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tl/>
        </w:rPr>
        <w:t xml:space="preserve">''کنّا إذا سافرنا مع رسول الله (ص) 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أمرنا</w:t>
      </w:r>
      <w:r w:rsidRPr="005B1372">
        <w:rPr>
          <w:rStyle w:val="libArabicChar"/>
          <w:rtl/>
        </w:rPr>
        <w:t xml:space="preserve"> بالمسح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خفافنا''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رسولخدا(ص)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سفر پر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تو آپ(ص)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واضح طور پر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موارد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مربوط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سفر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دستور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_اور اس قسم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منابع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(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قضاوت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) غور فکر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اولا</w:t>
      </w:r>
      <w:r>
        <w:rPr>
          <w:rtl/>
        </w:rPr>
        <w:t>: علم اصول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قاعد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قاعد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جمع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مطلق کو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کوجائز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موارد ضرورت و اضطرار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سفر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گرمقامات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_ اور دلچسپ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سنن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مفصّل باب جوتوں پر مسح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اس مدت کو سفر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اور حضر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، ص 272_</w:t>
      </w:r>
    </w:p>
    <w:p w:rsidR="0065778C" w:rsidRDefault="0065778C" w:rsidP="00D2626E">
      <w:pPr>
        <w:pStyle w:val="libFootnote"/>
      </w:pPr>
      <w:r>
        <w:rPr>
          <w:rtl/>
        </w:rPr>
        <w:t>2) السنن الکبر</w:t>
      </w:r>
      <w:r>
        <w:rPr>
          <w:rFonts w:hint="cs"/>
          <w:rtl/>
        </w:rPr>
        <w:t>ی</w:t>
      </w:r>
      <w:r>
        <w:rPr>
          <w:rtl/>
        </w:rPr>
        <w:t xml:space="preserve"> ، جلد 1 ، ص 275، 276_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سار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، اس 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روشن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جوتوں پر مسح 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جو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ضرورت اور اضطرار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حالات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مخصوص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اور عام حالات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جوت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اتارن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پاؤں پر مسح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جواز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جو بعض علماء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اجازت امت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عُسر و حرج کو دور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قابل قبول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عام جوتوں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اتارن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زحمت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منابع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مسح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ھٹ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نزول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اگر</w:t>
      </w:r>
      <w:r>
        <w:rPr>
          <w:rtl/>
        </w:rPr>
        <w:t xml:space="preserve"> اجازت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نزول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_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حت</w:t>
      </w:r>
      <w:r>
        <w:rPr>
          <w:rFonts w:hint="cs"/>
          <w:rtl/>
        </w:rPr>
        <w:t>ی</w:t>
      </w:r>
      <w:r>
        <w:rPr>
          <w:rtl/>
        </w:rPr>
        <w:t xml:space="preserve"> جنگ اور سفر </w:t>
      </w:r>
      <w:r w:rsidR="004527F0">
        <w:rPr>
          <w:rFonts w:hint="eastAsia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جوتوں پر مسح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اتار سکن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اصحاب ت</w:t>
      </w:r>
      <w:r>
        <w:rPr>
          <w:rFonts w:hint="cs"/>
          <w:rtl/>
        </w:rPr>
        <w:t>ی</w:t>
      </w:r>
      <w:r>
        <w:rPr>
          <w:rFonts w:hint="eastAsia"/>
          <w:rtl/>
        </w:rPr>
        <w:t>مّم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مّم</w:t>
      </w:r>
      <w:r>
        <w:rPr>
          <w:rtl/>
        </w:rPr>
        <w:t xml:space="preserve"> کا حکم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بطور کل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ثالثاً</w:t>
      </w:r>
      <w:r>
        <w:rPr>
          <w:rtl/>
        </w:rPr>
        <w:t>: اگر بعض اصحاب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حضر </w:t>
      </w:r>
      <w:r w:rsidR="004527F0">
        <w:rPr>
          <w:rtl/>
        </w:rPr>
        <w:t xml:space="preserve">میں </w:t>
      </w:r>
      <w:r>
        <w:rPr>
          <w:rtl/>
        </w:rPr>
        <w:t xml:space="preserve"> جوتوں پر مسح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شگاف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پر مسح کرنا ممکن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محدّث مرحوم صدوق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آفاق کتاب ''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 w:rsidRPr="00471E8C">
        <w:rPr>
          <w:rFonts w:hint="cs"/>
          <w:rtl/>
        </w:rPr>
        <w:t>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: نجاش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 شگاف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پاؤں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ناظر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</w:t>
      </w:r>
      <w:r>
        <w:rPr>
          <w:rtl/>
        </w:rPr>
        <w:t>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معروف</w:t>
      </w:r>
      <w:r>
        <w:rPr>
          <w:rtl/>
        </w:rPr>
        <w:t xml:space="preserve"> محدث جناب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السنن الکبر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باب''</w:t>
      </w:r>
      <w:r w:rsidRPr="005B1372">
        <w:rPr>
          <w:rStyle w:val="libArabicChar"/>
          <w:rtl/>
        </w:rPr>
        <w:t xml:space="preserve">باب الخفّ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 xml:space="preserve">1)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 w:rsidRPr="00D2626E">
        <w:rPr>
          <w:rFonts w:hint="cs"/>
          <w:rtl/>
        </w:rPr>
        <w:t>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ہ،</w:t>
      </w:r>
      <w:r>
        <w:rPr>
          <w:rtl/>
        </w:rPr>
        <w:t xml:space="preserve"> جلد 1، ص 48_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5B1372">
        <w:rPr>
          <w:rStyle w:val="libArabicChar"/>
          <w:rFonts w:hint="eastAsia"/>
          <w:rtl/>
        </w:rPr>
        <w:lastRenderedPageBreak/>
        <w:t>الذ</w:t>
      </w:r>
      <w:r w:rsidR="0065778C" w:rsidRPr="005B1372">
        <w:rPr>
          <w:rStyle w:val="libArabicChar"/>
          <w:rFonts w:hint="cs"/>
          <w:rtl/>
        </w:rPr>
        <w:t>ی</w:t>
      </w:r>
      <w:r w:rsidR="0065778C" w:rsidRPr="005B1372">
        <w:rPr>
          <w:rStyle w:val="libArabicChar"/>
          <w:rtl/>
        </w:rPr>
        <w:t xml:space="preserve"> مسح عل</w:t>
      </w:r>
      <w:r w:rsidR="0065778C" w:rsidRPr="005B1372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tl/>
        </w:rPr>
        <w:t xml:space="preserve"> رسول الل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5B1372">
        <w:rPr>
          <w:rStyle w:val="libArabicChar"/>
          <w:rFonts w:hint="cs"/>
          <w:rtl/>
        </w:rPr>
        <w:t xml:space="preserve">(ص) </w:t>
      </w:r>
      <w:r w:rsidR="0065778C" w:rsidRPr="00955C8D">
        <w:rPr>
          <w:rFonts w:hint="cs"/>
          <w:rtl/>
        </w:rPr>
        <w:t>'' (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مخصوص جوت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جن پر رسولخدا(ص)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مسح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>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عنوان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ذکر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اس باب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بعض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معلوم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اکثر 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اجر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اور انصار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طرح اوپر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''و کانت کذلک خفاف الم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اجر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و الأنصار مخرقة مشققة''</w:t>
      </w:r>
      <w:r w:rsidR="0065778C" w:rsidRPr="009B5392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  <w:r w:rsidR="0065778C">
        <w:cr/>
      </w:r>
      <w:r w:rsidR="0065778C">
        <w:rPr>
          <w:rFonts w:hint="eastAsia"/>
          <w:rtl/>
        </w:rPr>
        <w:t>اس</w:t>
      </w:r>
      <w:r w:rsidR="0065778C">
        <w:rPr>
          <w:rtl/>
        </w:rPr>
        <w:t xml:space="preserve"> بناء پر قو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احتمال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اصحاب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اپن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پاؤں پر مسح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وں_ اس بحث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تعجّب آور مراحل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جن راو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جوتوں پر مسح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کو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کب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ار رسولخدا(ص)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حاضر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 شرف حاصل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ا_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</w:t>
      </w:r>
      <w:r w:rsidR="0065778C">
        <w:rPr>
          <w:rFonts w:hint="eastAsia"/>
          <w:rtl/>
        </w:rPr>
        <w:t>و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آنحضرت(ص)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موجود 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;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ورا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مطابق; اس مسح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مخالف ت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تعجب آور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اکثر اوقات آنحضرت(ص)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5B1372">
        <w:rPr>
          <w:rStyle w:val="libArabicChar"/>
          <w:rtl/>
        </w:rPr>
        <w:t>'' لئن تقطع قدما</w:t>
      </w:r>
      <w:r w:rsidRPr="005B1372">
        <w:rPr>
          <w:rStyle w:val="libArabicChar"/>
          <w:rFonts w:hint="cs"/>
          <w:rtl/>
        </w:rPr>
        <w:t>یی</w:t>
      </w:r>
      <w:r w:rsidRPr="005B1372">
        <w:rPr>
          <w:rStyle w:val="libArabicChar"/>
          <w:rtl/>
        </w:rPr>
        <w:t xml:space="preserve"> أحبّ إليّ من أن أمسح عل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tl/>
        </w:rPr>
        <w:t xml:space="preserve"> الخفّ</w:t>
      </w:r>
      <w:r w:rsidRPr="005B1372">
        <w:rPr>
          <w:rStyle w:val="libArabicChar"/>
          <w:rFonts w:hint="cs"/>
          <w:rtl/>
        </w:rPr>
        <w:t>ی</w:t>
      </w:r>
      <w:r w:rsidRPr="005B1372">
        <w:rPr>
          <w:rStyle w:val="libArabicChar"/>
          <w:rFonts w:hint="eastAsia"/>
          <w:rtl/>
        </w:rPr>
        <w:t>ن</w:t>
      </w:r>
      <w:r w:rsidRPr="005B1372">
        <w:rPr>
          <w:rStyle w:val="libArabicChar"/>
          <w:rtl/>
        </w:rPr>
        <w:t>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دونوں پاؤں ک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کروں</w:t>
      </w:r>
      <w:r>
        <w:rPr>
          <w:rtl/>
        </w:rPr>
        <w:t xml:space="preserve">''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السنن الکبر</w:t>
      </w:r>
      <w:r>
        <w:rPr>
          <w:rFonts w:hint="cs"/>
          <w:rtl/>
        </w:rPr>
        <w:t>ی</w:t>
      </w:r>
      <w:r>
        <w:rPr>
          <w:rtl/>
        </w:rPr>
        <w:t xml:space="preserve"> ، جلد 1، ص 283_</w:t>
      </w:r>
    </w:p>
    <w:p w:rsidR="0065778C" w:rsidRDefault="0065778C" w:rsidP="00D2626E">
      <w:pPr>
        <w:pStyle w:val="libFootnote"/>
      </w:pPr>
      <w:r>
        <w:rPr>
          <w:rtl/>
        </w:rPr>
        <w:t>2) مبسوط سرخس</w:t>
      </w:r>
      <w:r>
        <w:rPr>
          <w:rFonts w:hint="cs"/>
          <w:rtl/>
        </w:rPr>
        <w:t>ی</w:t>
      </w:r>
      <w:r>
        <w:rPr>
          <w:rtl/>
        </w:rPr>
        <w:t xml:space="preserve"> ، جلد 1، ص 98_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Heading2Center"/>
      </w:pPr>
      <w:r>
        <w:rPr>
          <w:rtl/>
        </w:rPr>
        <w:br w:type="page"/>
      </w:r>
      <w:bookmarkStart w:id="102" w:name="_Toc519769672"/>
      <w:r w:rsidR="0065778C">
        <w:rPr>
          <w:rFonts w:hint="eastAsia"/>
          <w:rtl/>
        </w:rPr>
        <w:lastRenderedPageBreak/>
        <w:t>بحث</w:t>
      </w:r>
      <w:r w:rsidR="0065778C">
        <w:rPr>
          <w:rtl/>
        </w:rPr>
        <w:t xml:space="preserve"> کا آخر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</w:t>
      </w:r>
      <w:r w:rsidR="0065778C" w:rsidRPr="003C4FC4">
        <w:rPr>
          <w:rFonts w:hint="cs"/>
          <w:rtl/>
        </w:rPr>
        <w:t>ہ</w:t>
      </w:r>
      <w:r w:rsidR="0065778C">
        <w:rPr>
          <w:rtl/>
        </w:rPr>
        <w:t>:</w:t>
      </w:r>
      <w:bookmarkEnd w:id="102"/>
    </w:p>
    <w:p w:rsidR="0065778C" w:rsidRDefault="0065778C" w:rsidP="0065778C">
      <w:pPr>
        <w:pStyle w:val="libNormal"/>
      </w:pPr>
      <w:r>
        <w:rPr>
          <w:rtl/>
        </w:rPr>
        <w:t>1_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وضو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پاؤں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مسح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6) اس طرح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B1372"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اتباع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امام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کا فتو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2: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،وضو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71E8C">
        <w:rPr>
          <w:rFonts w:hint="cs"/>
          <w:rtl/>
        </w:rPr>
        <w:t>ہ</w:t>
      </w:r>
      <w:r>
        <w:rPr>
          <w:rtl/>
        </w:rPr>
        <w:t xml:space="preserve"> غالباً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</w:t>
      </w:r>
      <w:r w:rsidR="004527F0">
        <w:rPr>
          <w:rtl/>
        </w:rPr>
        <w:t xml:space="preserve">میں </w:t>
      </w:r>
      <w:r>
        <w:rPr>
          <w:rtl/>
        </w:rPr>
        <w:t xml:space="preserve"> اکثر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البت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اس مسح کو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موارد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منحصر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3: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منابع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جوتوں پر مسح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قدرمتضاد و متناقض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محقق کو شک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جوتوں پر مسح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کل</w:t>
      </w:r>
      <w:r>
        <w:rPr>
          <w:rFonts w:hint="cs"/>
          <w:rtl/>
        </w:rPr>
        <w:t>ی</w:t>
      </w:r>
      <w:r>
        <w:rPr>
          <w:rtl/>
        </w:rPr>
        <w:t xml:space="preserve"> طور پر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ضرورت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مواقع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eastAsia"/>
          <w:rtl/>
        </w:rPr>
        <w:t>مختص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مقدار سفر </w:t>
      </w:r>
      <w:r w:rsidR="004527F0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اور حضر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حکم پاؤں پر مسح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پاؤں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) اور ضرورت و اضطرار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وقت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جنگ اور دشوار سفر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بجائ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بند جوت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(انک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خُفّ)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اُن کا اتارنا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tl/>
        </w:rPr>
        <w:t xml:space="preserve"> مشکل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جوتوںپر ( مسح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مثل) مسح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5B1372">
      <w:pPr>
        <w:pStyle w:val="Heading2Center"/>
      </w:pPr>
      <w:r>
        <w:rPr>
          <w:rtl/>
        </w:rPr>
        <w:br w:type="page"/>
      </w:r>
      <w:bookmarkStart w:id="103" w:name="_Toc519769673"/>
      <w:r w:rsidR="0065778C">
        <w:rPr>
          <w:rtl/>
        </w:rPr>
        <w:lastRenderedPageBreak/>
        <w:t>9</w:t>
      </w:r>
      <w:bookmarkEnd w:id="103"/>
      <w:r w:rsidR="0065778C">
        <w:rPr>
          <w:rtl/>
        </w:rPr>
        <w:t xml:space="preserve"> </w:t>
      </w:r>
    </w:p>
    <w:p w:rsidR="0065778C" w:rsidRDefault="0065778C" w:rsidP="005B1372">
      <w:pPr>
        <w:pStyle w:val="Heading2Center"/>
      </w:pPr>
      <w:bookmarkStart w:id="104" w:name="_Toc519769674"/>
      <w:r>
        <w:rPr>
          <w:rFonts w:hint="eastAsia"/>
          <w:rtl/>
        </w:rPr>
        <w:t>بسم</w:t>
      </w:r>
      <w:r>
        <w:rPr>
          <w:rtl/>
        </w:rPr>
        <w:t xml:space="preserve"> الله سورة الحمد کا جزء </w:t>
      </w:r>
      <w:r w:rsidRPr="003C4FC4">
        <w:rPr>
          <w:rFonts w:hint="cs"/>
          <w:rtl/>
        </w:rPr>
        <w:t>ہے</w:t>
      </w:r>
      <w:bookmarkEnd w:id="104"/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</w:p>
    <w:p w:rsidR="0065778C" w:rsidRDefault="0065778C" w:rsidP="005B1372">
      <w:pPr>
        <w:pStyle w:val="Heading2Center"/>
      </w:pPr>
      <w:bookmarkStart w:id="105" w:name="_Toc519769675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تعجب آور نکت</w:t>
      </w:r>
      <w:r w:rsidRPr="003C4FC4">
        <w:rPr>
          <w:rFonts w:hint="cs"/>
          <w:rtl/>
        </w:rPr>
        <w:t>ہ</w:t>
      </w:r>
      <w:r>
        <w:rPr>
          <w:rtl/>
        </w:rPr>
        <w:t xml:space="preserve"> :</w:t>
      </w:r>
      <w:bookmarkEnd w:id="105"/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خان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مشرف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وحدت کو محفوظ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جس کا حکم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برادران ک</w:t>
      </w:r>
      <w:r>
        <w:rPr>
          <w:rFonts w:hint="cs"/>
          <w:rtl/>
        </w:rPr>
        <w:t>ی</w:t>
      </w:r>
      <w:r>
        <w:rPr>
          <w:rtl/>
        </w:rPr>
        <w:t xml:space="preserve"> نماز جماعت </w:t>
      </w:r>
      <w:r w:rsidR="004527F0">
        <w:rPr>
          <w:rtl/>
        </w:rPr>
        <w:t xml:space="preserve">میں </w:t>
      </w:r>
      <w:r>
        <w:rPr>
          <w:rtl/>
        </w:rPr>
        <w:t xml:space="preserve"> شرکت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مسجدالحرام اور مسجد النبّ</w:t>
      </w:r>
      <w:r>
        <w:rPr>
          <w:rFonts w:hint="cs"/>
          <w:rtl/>
        </w:rPr>
        <w:t>ی</w:t>
      </w:r>
      <w:r>
        <w:rPr>
          <w:rtl/>
        </w:rPr>
        <w:t xml:space="preserve">(ص) </w:t>
      </w:r>
      <w:r w:rsidR="004527F0">
        <w:rPr>
          <w:rtl/>
        </w:rPr>
        <w:t xml:space="preserve">میں </w:t>
      </w:r>
      <w:r>
        <w:rPr>
          <w:rtl/>
        </w:rPr>
        <w:t xml:space="preserve"> با جماعت نماز کا ثواب حاصل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تو اس وقت </w:t>
      </w:r>
      <w:r>
        <w:rPr>
          <w:rFonts w:hint="eastAsia"/>
          <w:rtl/>
        </w:rPr>
        <w:t>سب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انک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جلب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امام جماعت سورة الحمد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بالکل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انداز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مغرب و عشاء ک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4527F0">
        <w:rPr>
          <w:rtl/>
        </w:rPr>
        <w:t xml:space="preserve">میں 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آواز ب</w:t>
      </w:r>
      <w:r>
        <w:rPr>
          <w:rFonts w:hint="eastAsia"/>
          <w:rtl/>
        </w:rPr>
        <w:t>لندپ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بات کا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موجود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نسخوں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اکثر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مکرّم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شائع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سورة حمد ک</w:t>
      </w:r>
      <w:r>
        <w:rPr>
          <w:rFonts w:hint="cs"/>
          <w:rtl/>
        </w:rPr>
        <w:t>ی</w:t>
      </w:r>
      <w:r>
        <w:rPr>
          <w:rtl/>
        </w:rPr>
        <w:t xml:space="preserve">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تعجب کا باعث بنت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سلوک </w:t>
      </w:r>
      <w:r w:rsidR="00EE653E">
        <w:rPr>
          <w:rtl/>
        </w:rPr>
        <w:t xml:space="preserve">کیوں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او رجس وقت لوگ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مذا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اختلاف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تعجب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اور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مقام پر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موجود فتاو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بحث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وارد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اس</w:t>
      </w:r>
      <w:r w:rsidR="0065778C">
        <w:rPr>
          <w:rtl/>
        </w:rPr>
        <w:t xml:space="preserve"> مسئل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مجموع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طور پر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اء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وں پر مشتمل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بعض علما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ک</w:t>
      </w:r>
      <w:r>
        <w:rPr>
          <w:rFonts w:hint="cs"/>
          <w:rtl/>
        </w:rPr>
        <w:t>ی</w:t>
      </w:r>
      <w:r>
        <w:rPr>
          <w:rtl/>
        </w:rPr>
        <w:t xml:space="preserve"> ابتداء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نمازوں </w:t>
      </w:r>
      <w:r w:rsidR="004527F0">
        <w:rPr>
          <w:rtl/>
        </w:rPr>
        <w:t xml:space="preserve">میں </w:t>
      </w:r>
      <w:r>
        <w:rPr>
          <w:rtl/>
        </w:rPr>
        <w:t xml:space="preserve">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tl/>
        </w:rPr>
        <w:t>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اخفات</w:t>
      </w:r>
      <w:r>
        <w:rPr>
          <w:rFonts w:hint="cs"/>
          <w:rtl/>
        </w:rPr>
        <w:t>ی</w:t>
      </w:r>
      <w:r>
        <w:rPr>
          <w:rtl/>
        </w:rPr>
        <w:t xml:space="preserve"> نمازوں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2_ بعض علما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دل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علماء ( امام احمد ابن حنبل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>) کا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اصلاً ممنوع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امام مالک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والوں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فق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''ابن قدام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'' اپن</w:t>
      </w:r>
      <w:r>
        <w:rPr>
          <w:rFonts w:hint="cs"/>
          <w:rtl/>
        </w:rPr>
        <w:t>ی</w:t>
      </w:r>
      <w:r>
        <w:rPr>
          <w:rtl/>
        </w:rPr>
        <w:t xml:space="preserve"> کتابمغن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861E86">
        <w:rPr>
          <w:rStyle w:val="libArabicChar"/>
          <w:rtl/>
        </w:rPr>
        <w:t>'' انّ قراء ة بسم الل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 xml:space="preserve"> الرحمن</w:t>
      </w:r>
      <w:r w:rsidRPr="00861E86">
        <w:rPr>
          <w:rStyle w:val="libArabicChar"/>
          <w:rtl/>
        </w:rPr>
        <w:t xml:space="preserve"> الرّح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Fonts w:hint="eastAsia"/>
          <w:rtl/>
        </w:rPr>
        <w:t>م</w:t>
      </w:r>
      <w:r w:rsidRPr="00861E86">
        <w:rPr>
          <w:rStyle w:val="libArabicChar"/>
          <w:rtl/>
        </w:rPr>
        <w:t xml:space="preserve"> مشروعةً ف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tl/>
        </w:rPr>
        <w:t xml:space="preserve"> اوّل الفاتحة و اوّل کلّ سورة ف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tl/>
        </w:rPr>
        <w:t xml:space="preserve"> قول ا کثر ا 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ل العلم و قال مالک و الا وزاعی</w:t>
      </w:r>
      <w:r w:rsidRPr="00861E86">
        <w:rPr>
          <w:rStyle w:val="libArabicChar"/>
          <w:rtl/>
        </w:rPr>
        <w:t xml:space="preserve"> لا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Fonts w:hint="eastAsia"/>
          <w:rtl/>
        </w:rPr>
        <w:t>قرؤ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ا</w:t>
      </w:r>
      <w:r w:rsidRPr="00861E86">
        <w:rPr>
          <w:rStyle w:val="libArabicChar"/>
          <w:rtl/>
        </w:rPr>
        <w:t xml:space="preserve"> ف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tl/>
        </w:rPr>
        <w:t xml:space="preserve"> اول الفاتحة ... و لا تختلف الروا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Fonts w:hint="eastAsia"/>
          <w:rtl/>
        </w:rPr>
        <w:t>ة</w:t>
      </w:r>
      <w:r w:rsidRPr="00861E86">
        <w:rPr>
          <w:rStyle w:val="libArabicChar"/>
          <w:rtl/>
        </w:rPr>
        <w:t xml:space="preserve"> عن احمد ان الج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ر ب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ا غی</w:t>
      </w:r>
      <w:r w:rsidRPr="00861E86">
        <w:rPr>
          <w:rStyle w:val="libArabicChar"/>
          <w:rFonts w:hint="eastAsia"/>
          <w:rtl/>
        </w:rPr>
        <w:t>ر</w:t>
      </w:r>
      <w:r w:rsidRPr="00861E86">
        <w:rPr>
          <w:rStyle w:val="libArabicChar"/>
          <w:rtl/>
        </w:rPr>
        <w:t xml:space="preserve"> مسنون ... و 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Fonts w:hint="eastAsia"/>
          <w:rtl/>
        </w:rPr>
        <w:t>رو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tl/>
        </w:rPr>
        <w:t xml:space="preserve"> عن عطاء و طاووس و مجا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د و سعی</w:t>
      </w:r>
      <w:r w:rsidRPr="00861E86">
        <w:rPr>
          <w:rStyle w:val="libArabicChar"/>
          <w:rFonts w:hint="eastAsia"/>
          <w:rtl/>
        </w:rPr>
        <w:t>د</w:t>
      </w:r>
      <w:r w:rsidRPr="00861E86">
        <w:rPr>
          <w:rStyle w:val="libArabicChar"/>
          <w:rtl/>
        </w:rPr>
        <w:t xml:space="preserve"> بن جب</w:t>
      </w:r>
      <w:r w:rsidRPr="00861E86">
        <w:rPr>
          <w:rStyle w:val="libArabicChar"/>
          <w:rFonts w:hint="cs"/>
          <w:rtl/>
        </w:rPr>
        <w:t>ی</w:t>
      </w:r>
      <w:r w:rsidRPr="00861E86">
        <w:rPr>
          <w:rStyle w:val="libArabicChar"/>
          <w:rFonts w:hint="eastAsia"/>
          <w:rtl/>
        </w:rPr>
        <w:t>ر</w:t>
      </w:r>
      <w:r w:rsidRPr="00861E86">
        <w:rPr>
          <w:rStyle w:val="libArabicChar"/>
          <w:rtl/>
        </w:rPr>
        <w:t xml:space="preserve"> الج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ر</w:t>
      </w:r>
      <w:r w:rsidRPr="00861E86">
        <w:rPr>
          <w:rStyle w:val="libArabicChar"/>
          <w:rtl/>
        </w:rPr>
        <w:t xml:space="preserve"> ب</w:t>
      </w:r>
      <w:r w:rsidR="00EC5D05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 xml:space="preserve">ا و 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و مذ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>ب الشافعی</w:t>
      </w:r>
      <w:r w:rsidRPr="00861E86">
        <w:rPr>
          <w:rStyle w:val="libArabicChar"/>
          <w:rtl/>
        </w:rPr>
        <w:t xml:space="preserve"> ...،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سور</w:t>
      </w:r>
      <w:r w:rsidRPr="00471E8C">
        <w:rPr>
          <w:rFonts w:hint="cs"/>
          <w:rtl/>
        </w:rPr>
        <w:t>ہ</w:t>
      </w:r>
      <w:r>
        <w:rPr>
          <w:rtl/>
        </w:rPr>
        <w:t xml:space="preserve"> حمد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ردوسر</w:t>
      </w:r>
      <w:r>
        <w:rPr>
          <w:rFonts w:hint="cs"/>
          <w:rtl/>
        </w:rPr>
        <w:t>ی</w:t>
      </w:r>
      <w:r>
        <w:rPr>
          <w:rtl/>
        </w:rPr>
        <w:t xml:space="preserve"> سورت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آغاز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861E86">
        <w:rPr>
          <w:rStyle w:val="libArabicChar"/>
          <w:rtl/>
        </w:rPr>
        <w:t>بسم الل</w:t>
      </w:r>
      <w:r w:rsidR="00380DE6" w:rsidRPr="009B41EC">
        <w:rPr>
          <w:rStyle w:val="libArabicChar"/>
          <w:rFonts w:hint="cs"/>
          <w:rtl/>
        </w:rPr>
        <w:t>ه</w:t>
      </w:r>
      <w:r w:rsidRPr="00861E86">
        <w:rPr>
          <w:rStyle w:val="libArabicChar"/>
          <w:rFonts w:hint="cs"/>
          <w:rtl/>
        </w:rPr>
        <w:t xml:space="preserve"> الرحمن الرحی</w:t>
      </w:r>
      <w:r w:rsidRPr="00861E86">
        <w:rPr>
          <w:rStyle w:val="libArabicChar"/>
          <w:rFonts w:hint="eastAsia"/>
          <w:rtl/>
        </w:rPr>
        <w:t>م</w:t>
      </w:r>
      <w:r>
        <w:rPr>
          <w:rtl/>
        </w:rPr>
        <w:t xml:space="preserve"> کا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اکثر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المغن</w:t>
      </w:r>
      <w:r>
        <w:rPr>
          <w:rFonts w:hint="cs"/>
          <w:rtl/>
        </w:rPr>
        <w:t>ی</w:t>
      </w:r>
      <w:r>
        <w:rPr>
          <w:rtl/>
        </w:rPr>
        <w:t xml:space="preserve"> ابن قدام</w:t>
      </w:r>
      <w:r w:rsidRPr="00D2626E">
        <w:rPr>
          <w:rFonts w:hint="cs"/>
          <w:rtl/>
        </w:rPr>
        <w:t>ہ، جلد 1 ص 521</w:t>
      </w:r>
      <w:r>
        <w:rPr>
          <w:rtl/>
        </w:rPr>
        <w:t>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نزد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جائز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مالک اور اوزاع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لسنت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فق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ائ)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سورة حمد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ابتداء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( اور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بالج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>) جتن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امام احمد بن حنبل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سب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سب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بالج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tl/>
        </w:rPr>
        <w:t>( بلند آواز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)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نا سنت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... اور عطا، طاووس، مجا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 اور سع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بن جب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tl/>
        </w:rPr>
        <w:t>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بالج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اور امام شافع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کا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مذ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ب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عبارت </w:t>
      </w:r>
      <w:r w:rsidR="004527F0">
        <w:rPr>
          <w:rtl/>
        </w:rPr>
        <w:t xml:space="preserve">میں 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اقوال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''المن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و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861E86">
      <w:pPr>
        <w:pStyle w:val="libArabic"/>
      </w:pPr>
      <w:r>
        <w:rPr>
          <w:rtl/>
        </w:rPr>
        <w:t>''قال المالکيّة و الحنفيّ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لی</w:t>
      </w:r>
      <w:r>
        <w:rPr>
          <w:rFonts w:hint="eastAsia"/>
          <w:rtl/>
        </w:rPr>
        <w:t>ست</w:t>
      </w:r>
      <w:r>
        <w:rPr>
          <w:rtl/>
        </w:rPr>
        <w:t xml:space="preserve"> البسملة بآ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الفاتحة و لا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الّا من سورة النمل ... </w:t>
      </w:r>
    </w:p>
    <w:p w:rsidR="0065778C" w:rsidRDefault="0065778C" w:rsidP="00861E86">
      <w:pPr>
        <w:pStyle w:val="libArabic"/>
      </w:pPr>
      <w:r>
        <w:rPr>
          <w:rFonts w:hint="eastAsia"/>
          <w:rtl/>
        </w:rPr>
        <w:t>الّا</w:t>
      </w:r>
      <w:r>
        <w:rPr>
          <w:rtl/>
        </w:rPr>
        <w:t xml:space="preserve"> ا ن الحنفيّة قالوا </w:t>
      </w:r>
      <w:r>
        <w:rPr>
          <w:rFonts w:hint="cs"/>
          <w:rtl/>
        </w:rPr>
        <w:t>ی</w:t>
      </w:r>
      <w:r>
        <w:rPr>
          <w:rFonts w:hint="eastAsia"/>
          <w:rtl/>
        </w:rPr>
        <w:t>قرء</w:t>
      </w:r>
      <w:r>
        <w:rPr>
          <w:rtl/>
        </w:rPr>
        <w:t xml:space="preserve"> المنفرد بسم الله الرحمن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 الفاتحة ف</w:t>
      </w:r>
      <w:r>
        <w:rPr>
          <w:rFonts w:hint="cs"/>
          <w:rtl/>
        </w:rPr>
        <w:t>ی</w:t>
      </w:r>
      <w:r>
        <w:rPr>
          <w:rtl/>
        </w:rPr>
        <w:t xml:space="preserve"> کلّ رکعة: سرّاً ... </w:t>
      </w:r>
    </w:p>
    <w:p w:rsidR="0065778C" w:rsidRDefault="0065778C" w:rsidP="00861E86">
      <w:pPr>
        <w:pStyle w:val="libArabic"/>
      </w:pPr>
      <w:r>
        <w:rPr>
          <w:rFonts w:hint="eastAsia"/>
          <w:rtl/>
        </w:rPr>
        <w:t>و</w:t>
      </w:r>
      <w:r>
        <w:rPr>
          <w:rtl/>
        </w:rPr>
        <w:t xml:space="preserve"> قال الشافعيّة و الحنابلة البسملة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الفاتحة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قرائت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 فی</w:t>
      </w:r>
      <w:r>
        <w:rPr>
          <w:rtl/>
        </w:rPr>
        <w:t xml:space="preserve"> الصلوة الّا ا ن الحنابلة قالوا کالحنفيّة </w:t>
      </w:r>
      <w:r>
        <w:rPr>
          <w:rFonts w:hint="cs"/>
          <w:rtl/>
        </w:rPr>
        <w:t>ی</w:t>
      </w:r>
      <w:r>
        <w:rPr>
          <w:rFonts w:hint="eastAsia"/>
          <w:rtl/>
        </w:rPr>
        <w:t>قرؤ</w:t>
      </w:r>
      <w:r>
        <w:rPr>
          <w:rtl/>
        </w:rPr>
        <w:t xml:space="preserve"> ب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 سرّاً و لای</w:t>
      </w:r>
      <w:r>
        <w:rPr>
          <w:rFonts w:hint="eastAsia"/>
          <w:rtl/>
        </w:rPr>
        <w:t>ج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بَ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>
        <w:rPr>
          <w:rtl/>
        </w:rPr>
        <w:t xml:space="preserve">و قال الشافعيّة: </w:t>
      </w:r>
      <w:r>
        <w:rPr>
          <w:rFonts w:hint="cs"/>
          <w:rtl/>
        </w:rPr>
        <w:t>ی</w:t>
      </w:r>
      <w:r>
        <w:rPr>
          <w:rFonts w:hint="eastAsia"/>
          <w:rtl/>
        </w:rPr>
        <w:t>سّرّ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الصلوة السرّ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ب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 فی</w:t>
      </w:r>
      <w:r>
        <w:rPr>
          <w:rtl/>
        </w:rPr>
        <w:t xml:space="preserve"> الصلاة الج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ريّة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جلد 1، ص 46_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امام</w:t>
      </w:r>
      <w:r w:rsidR="0065778C">
        <w:rPr>
          <w:rtl/>
        </w:rPr>
        <w:t xml:space="preserve"> مالک اور ابوحن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ف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روکار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حمد اور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سورتوں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جزء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صرف سور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نمل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ذکر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جو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پر مشتمل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سورت کا جزء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...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شخص فراد</w:t>
      </w:r>
      <w:r>
        <w:rPr>
          <w:rFonts w:hint="cs"/>
          <w:rtl/>
        </w:rPr>
        <w:t>ی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 رکعت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صرف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آواز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ڑھے</w:t>
      </w:r>
      <w:r w:rsidRPr="00955C8D">
        <w:rPr>
          <w:rFonts w:hint="cs"/>
          <w:rtl/>
        </w:rPr>
        <w:t xml:space="preserve"> ...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اور امام احمد بن حنبل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فاتح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نماز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کا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نا واجب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فرق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اخفات</w:t>
      </w:r>
      <w:r>
        <w:rPr>
          <w:rFonts w:hint="cs"/>
          <w:rtl/>
        </w:rPr>
        <w:t>ی</w:t>
      </w:r>
      <w:r>
        <w:rPr>
          <w:rtl/>
        </w:rPr>
        <w:t xml:space="preserve"> نمازوں ( 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و عصر ک</w:t>
      </w:r>
      <w:r>
        <w:rPr>
          <w:rFonts w:hint="cs"/>
          <w:rtl/>
        </w:rPr>
        <w:t>ی</w:t>
      </w:r>
      <w:r>
        <w:rPr>
          <w:rtl/>
        </w:rPr>
        <w:t xml:space="preserve"> نماز)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بال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tl/>
        </w:rPr>
        <w:t xml:space="preserve"> نمازوں ( مغرب، عشا اور صبح ک</w:t>
      </w:r>
      <w:r>
        <w:rPr>
          <w:rFonts w:hint="cs"/>
          <w:rtl/>
        </w:rPr>
        <w:t>ی</w:t>
      </w:r>
      <w:r>
        <w:rPr>
          <w:rtl/>
        </w:rPr>
        <w:t xml:space="preserve"> نماز) </w:t>
      </w:r>
      <w:r w:rsidR="004527F0">
        <w:rPr>
          <w:rtl/>
        </w:rPr>
        <w:t xml:space="preserve">میں </w:t>
      </w:r>
      <w:r>
        <w:rPr>
          <w:rtl/>
        </w:rPr>
        <w:t xml:space="preserve">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اقوال </w:t>
      </w:r>
      <w:r w:rsidR="004527F0">
        <w:rPr>
          <w:rtl/>
        </w:rPr>
        <w:t xml:space="preserve">میں 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والوں کا قول: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فرق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علماء تمام نمازوں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مستحب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متفق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طور پر واجب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سورتوں </w:t>
      </w:r>
      <w:r w:rsidR="004527F0">
        <w:rPr>
          <w:rtl/>
        </w:rPr>
        <w:t xml:space="preserve">میں 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و معروف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جزء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سچ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رجانبدار</w:t>
      </w:r>
      <w:r>
        <w:rPr>
          <w:rtl/>
        </w:rPr>
        <w:t xml:space="preserve"> محقق واقعاً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وب جاتا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چونک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</w:t>
      </w:r>
      <w:r w:rsidRPr="00471E8C">
        <w:rPr>
          <w:rFonts w:hint="cs"/>
          <w:rtl/>
        </w:rPr>
        <w:t>ہے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23 سال اپن</w:t>
      </w:r>
      <w:r>
        <w:rPr>
          <w:rFonts w:hint="cs"/>
          <w:rtl/>
        </w:rPr>
        <w:t>ی</w:t>
      </w:r>
      <w:r>
        <w:rPr>
          <w:rtl/>
        </w:rPr>
        <w:t xml:space="preserve"> اکثر نمازوں کو جماعت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اور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ا_ اور سب اصحاب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نمازوں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کانوں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سنا 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کن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و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>ا سا عرص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گزرن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اتنا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اختلاف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بعض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کا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 xml:space="preserve">نا اصلا ممنوع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جبک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بعض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</w:t>
      </w:r>
      <w:r w:rsidR="0065778C">
        <w:rPr>
          <w:rtl/>
        </w:rPr>
        <w:t>کا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 xml:space="preserve">نا واجب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تا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ست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ا جائ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جبک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دوسرا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تا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نمازوں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بلند آواز 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ناقابل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کا انداز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متضاد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رسالتمآب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اس راز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; مطرف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بصر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tl/>
        </w:rPr>
        <w:t xml:space="preserve"> </w:t>
      </w:r>
    </w:p>
    <w:p w:rsidR="0065778C" w:rsidRDefault="0065778C" w:rsidP="00861E86">
      <w:pPr>
        <w:pStyle w:val="libArabic"/>
      </w:pPr>
      <w:r>
        <w:rPr>
          <w:rtl/>
        </w:rPr>
        <w:t xml:space="preserve">'' ذکرنا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ذا الرجل صلاة کنّا نصلی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مع رسول الله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مرد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اقتداء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نماز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کتاب''الام''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''و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بن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>''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کل سنن رسول الله (ص) قد غ</w:t>
      </w:r>
      <w:r>
        <w:rPr>
          <w:rFonts w:hint="cs"/>
          <w:rtl/>
        </w:rPr>
        <w:t>ی</w:t>
      </w:r>
      <w:r>
        <w:rPr>
          <w:rFonts w:hint="eastAsia"/>
          <w:rtl/>
        </w:rPr>
        <w:t>رّت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الصلاة''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تمام سنتوں حت</w:t>
      </w:r>
      <w:r>
        <w:rPr>
          <w:rFonts w:hint="cs"/>
          <w:rtl/>
        </w:rPr>
        <w:t>ی</w:t>
      </w:r>
      <w:r>
        <w:rPr>
          <w:rtl/>
        </w:rPr>
        <w:t xml:space="preserve"> نماز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1 ص 190_</w:t>
      </w:r>
    </w:p>
    <w:p w:rsidR="0065778C" w:rsidRDefault="0065778C" w:rsidP="00D2626E">
      <w:pPr>
        <w:pStyle w:val="libFootnote"/>
      </w:pPr>
      <w:r>
        <w:rPr>
          <w:rtl/>
        </w:rPr>
        <w:t>2) الامّ، جلد 1 ص 269_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بسم</w:t>
      </w:r>
      <w:r w:rsidR="0065778C">
        <w:rPr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بلند آواز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احاد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نبو</w:t>
      </w:r>
      <w:r w:rsidR="0065778C">
        <w:rPr>
          <w:rFonts w:hint="cs"/>
          <w:rtl/>
        </w:rPr>
        <w:t>ی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معروف کتب </w:t>
      </w:r>
      <w:r w:rsidR="004527F0">
        <w:rPr>
          <w:rtl/>
        </w:rPr>
        <w:t xml:space="preserve">میں </w:t>
      </w:r>
      <w:r>
        <w:rPr>
          <w:rtl/>
        </w:rPr>
        <w:t xml:space="preserve"> مکمل طور پر مختلف اقسام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فتاو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اختلاف کا سبب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مشخص راو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متضاد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آئند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F38C9">
      <w:pPr>
        <w:pStyle w:val="Heading2Center"/>
      </w:pPr>
      <w:bookmarkStart w:id="106" w:name="_Toc519769676"/>
      <w:r>
        <w:rPr>
          <w:rFonts w:hint="eastAsia"/>
          <w:rtl/>
        </w:rPr>
        <w:t>پ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6"/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</w:t>
      </w:r>
      <w:r w:rsidR="004527F0">
        <w:rPr>
          <w:rtl/>
        </w:rPr>
        <w:t xml:space="preserve">میں 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کا جزء شمار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بلند آواز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مستحب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>)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پانچ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اکتفاء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انکا مقام و منزلت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جلوت و خلوت اور سفر وحضر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رسول خدا(ص)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_دار قطن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سنن </w:t>
      </w:r>
      <w:r w:rsidR="004527F0">
        <w:rPr>
          <w:rtl/>
        </w:rPr>
        <w:t xml:space="preserve">میں </w:t>
      </w:r>
      <w:r>
        <w:rPr>
          <w:rtl/>
        </w:rPr>
        <w:t xml:space="preserve"> آ پ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 کان النب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(ص)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</w:t>
      </w:r>
      <w:r w:rsidRPr="004F38C9">
        <w:rPr>
          <w:rStyle w:val="libArabicChar"/>
          <w:rtl/>
        </w:rPr>
        <w:t xml:space="preserve"> ببسم الله الرحمن الرح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 xml:space="preserve"> ف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السورت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ن</w:t>
      </w:r>
      <w:r w:rsidRPr="004F38C9">
        <w:rPr>
          <w:rStyle w:val="libArabicChar"/>
          <w:rtl/>
        </w:rPr>
        <w:t xml:space="preserve"> جم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عاً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دو سورتوں (حمد اور بعد وال</w:t>
      </w:r>
      <w:r>
        <w:rPr>
          <w:rFonts w:hint="cs"/>
          <w:rtl/>
        </w:rPr>
        <w:t>ی</w:t>
      </w:r>
      <w:r>
        <w:rPr>
          <w:rtl/>
        </w:rPr>
        <w:t xml:space="preserve"> سورت)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''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سنن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1 ص302، اس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درّ المن</w:t>
      </w:r>
      <w:r>
        <w:rPr>
          <w:rtl/>
        </w:rPr>
        <w:t xml:space="preserve">ثور </w:t>
      </w:r>
      <w:r w:rsidR="004527F0">
        <w:rPr>
          <w:rtl/>
        </w:rPr>
        <w:t xml:space="preserve">میں </w:t>
      </w:r>
      <w:r>
        <w:rPr>
          <w:rtl/>
        </w:rPr>
        <w:t xml:space="preserve"> جلد 1 ص 22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</w:t>
      </w:r>
      <w:r>
        <w:rPr>
          <w:rtl/>
        </w:rPr>
        <w:t xml:space="preserve"> 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 xml:space="preserve">2_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انس بن مالک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خصوص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خادم اور جوان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آپ(ص)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خدمت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نچ 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>_ حاکم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مستدرک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اس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کو نقل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 صلّ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ت</w:t>
      </w:r>
      <w:r w:rsidRPr="004F38C9">
        <w:rPr>
          <w:rStyle w:val="libArabicChar"/>
          <w:rtl/>
        </w:rPr>
        <w:t xml:space="preserve"> خلف النب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و خلف اب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بکر و خلف عمر و خلف عثمان و خلف عل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کلَّ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 کانوا ی</w:t>
      </w:r>
      <w:r w:rsidRPr="004F38C9">
        <w:rPr>
          <w:rStyle w:val="libArabicChar"/>
          <w:rFonts w:hint="eastAsia"/>
          <w:rtl/>
        </w:rPr>
        <w:t>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رون</w:t>
      </w:r>
      <w:r w:rsidRPr="004F38C9">
        <w:rPr>
          <w:rStyle w:val="libArabicChar"/>
          <w:rtl/>
        </w:rPr>
        <w:t xml:space="preserve"> بقرائة بسم الله الرحمن الرح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 _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عام طور پر شب و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_دارقطن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 xml:space="preserve">''ان رسول الله (ص) کا ن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</w:t>
      </w:r>
      <w:r w:rsidRPr="004F38C9">
        <w:rPr>
          <w:rStyle w:val="libArabicChar"/>
          <w:rtl/>
        </w:rPr>
        <w:t xml:space="preserve"> ببسم الله الرحمن الرح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رسول</w:t>
      </w:r>
      <w:r>
        <w:rPr>
          <w:rtl/>
        </w:rPr>
        <w:t xml:space="preserve"> خدا(ص)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4_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راو</w:t>
      </w:r>
      <w:r>
        <w:rPr>
          <w:rFonts w:hint="cs"/>
          <w:rtl/>
        </w:rPr>
        <w:t>ی</w:t>
      </w:r>
      <w:r>
        <w:rPr>
          <w:rtl/>
        </w:rPr>
        <w:t xml:space="preserve"> جناب ابو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صحاح ستّ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F38C9">
        <w:rPr>
          <w:rStyle w:val="libArabicChar"/>
          <w:rtl/>
        </w:rPr>
        <w:t>'' کان رسول الله صل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الله عل</w:t>
      </w:r>
      <w:r w:rsidRPr="004F38C9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ی</w:t>
      </w:r>
      <w:r w:rsidRPr="004F38C9">
        <w:rPr>
          <w:rStyle w:val="libArabicChar"/>
          <w:rFonts w:hint="eastAsia"/>
          <w:rtl/>
        </w:rPr>
        <w:t>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</w:t>
      </w:r>
      <w:r w:rsidRPr="004F38C9">
        <w:rPr>
          <w:rStyle w:val="libArabicChar"/>
          <w:rtl/>
        </w:rPr>
        <w:t xml:space="preserve"> ببسم الله الرحمن الرّح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 xml:space="preserve"> ف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الصلوة''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رسولخدا(ص) نماز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الرحمن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ک</w:t>
      </w:r>
      <w:r>
        <w:rPr>
          <w:rFonts w:hint="eastAsia"/>
          <w:rtl/>
        </w:rPr>
        <w:t>رت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1 ،ص 232،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D2626E">
        <w:rPr>
          <w:rFonts w:hint="cs"/>
          <w:rtl/>
        </w:rPr>
        <w:t>ے رسولخدا(ص) حضرت ابوبکر ، حضرت عمر ، حضرت عثمان اور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D2626E">
        <w:rPr>
          <w:rFonts w:hint="cs"/>
          <w:rtl/>
        </w:rPr>
        <w:t>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D2626E">
        <w:rPr>
          <w:rFonts w:hint="cs"/>
          <w:rtl/>
        </w:rPr>
        <w:t>ھے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D2626E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 w:rsidRPr="00D2626E">
        <w:rPr>
          <w:rFonts w:hint="cs"/>
          <w:rtl/>
        </w:rPr>
        <w:t xml:space="preserve">ے </w:t>
      </w:r>
      <w:r>
        <w:rPr>
          <w:rtl/>
        </w:rPr>
        <w:t>سب بسم الل</w:t>
      </w:r>
      <w:r w:rsidRPr="00D2626E">
        <w:rPr>
          <w:rFonts w:hint="cs"/>
          <w:rtl/>
        </w:rPr>
        <w:t>ہ کو بلند آواز کے ساتھ پڑھتے تھے_مترجم</w:t>
      </w:r>
    </w:p>
    <w:p w:rsidR="0065778C" w:rsidRDefault="0065778C" w:rsidP="00D2626E">
      <w:pPr>
        <w:pStyle w:val="libFootnote"/>
      </w:pPr>
      <w:r>
        <w:rPr>
          <w:rtl/>
        </w:rPr>
        <w:t>2) الدّر المنثور جلد 1 ص 23_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معروف کتب '' السنن الکبر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'' </w:t>
      </w:r>
      <w:r w:rsidR="0065778C" w:rsidRPr="009B5392">
        <w:rPr>
          <w:rStyle w:val="libFootnotenumChar"/>
          <w:rtl/>
        </w:rPr>
        <w:t>(1)</w:t>
      </w:r>
      <w:r w:rsidR="0065778C">
        <w:rPr>
          <w:rtl/>
        </w:rPr>
        <w:t xml:space="preserve"> '' مستدرک حاکم'' </w:t>
      </w:r>
      <w:r w:rsidR="0065778C" w:rsidRPr="009B5392">
        <w:rPr>
          <w:rStyle w:val="libFootnotenumChar"/>
          <w:rtl/>
        </w:rPr>
        <w:t>(2)</w:t>
      </w:r>
      <w:r w:rsidR="0065778C">
        <w:rPr>
          <w:rtl/>
        </w:rPr>
        <w:t xml:space="preserve"> اور ''سنن دار قطن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'' </w:t>
      </w:r>
      <w:r w:rsidR="0065778C" w:rsidRPr="009B5392">
        <w:rPr>
          <w:rStyle w:val="libFootnotenumChar"/>
          <w:rtl/>
        </w:rPr>
        <w:t>(3)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نقل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5_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نماز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وقت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ا_ دار قطن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F38C9">
        <w:rPr>
          <w:rStyle w:val="libArabicChar"/>
          <w:rtl/>
        </w:rPr>
        <w:t>''اَمَّن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جبرئ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ل</w:t>
      </w:r>
      <w:r w:rsidRPr="004F38C9">
        <w:rPr>
          <w:rStyle w:val="libArabicChar"/>
          <w:rtl/>
        </w:rPr>
        <w:t xml:space="preserve"> عند الکعبة فج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 ببسم الله الرحمن الر ّحی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خان</w:t>
      </w:r>
      <w:r w:rsidRPr="00471E8C">
        <w:rPr>
          <w:rFonts w:hint="cs"/>
          <w:rtl/>
        </w:rPr>
        <w:t>ہ</w:t>
      </w:r>
      <w:r>
        <w:rPr>
          <w:rtl/>
        </w:rPr>
        <w:t xml:space="preserve"> کعب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(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) اور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</w:t>
      </w:r>
      <w:r w:rsidRPr="00B648F9">
        <w:rPr>
          <w:rStyle w:val="libFootnotenumChar"/>
          <w:rFonts w:hint="cs"/>
          <w:rtl/>
        </w:rPr>
        <w:t>(4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معروف علماء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عام طور پر ثق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حاکم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مستدرک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بات کا اضاف</w:t>
      </w:r>
      <w:r w:rsidRPr="00471E8C">
        <w:rPr>
          <w:rFonts w:hint="cs"/>
          <w:rtl/>
        </w:rPr>
        <w:t>ہ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مکتب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سورة حمد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متواتر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کتاب ''وسائل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''نماز </w:t>
      </w:r>
      <w:r w:rsidR="004527F0">
        <w:rPr>
          <w:rtl/>
        </w:rPr>
        <w:t xml:space="preserve">میں </w:t>
      </w:r>
      <w:r>
        <w:rPr>
          <w:rtl/>
        </w:rPr>
        <w:t xml:space="preserve"> قراء ت''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ابواب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باب نمبر 11 ،12،21 ،22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السنن الکبر</w:t>
      </w:r>
      <w:r>
        <w:rPr>
          <w:rFonts w:hint="cs"/>
          <w:rtl/>
        </w:rPr>
        <w:t>ی</w:t>
      </w:r>
      <w:r>
        <w:rPr>
          <w:rtl/>
        </w:rPr>
        <w:t xml:space="preserve"> جلد 2 ، ص 47_</w:t>
      </w:r>
    </w:p>
    <w:p w:rsidR="0065778C" w:rsidRDefault="0065778C" w:rsidP="00D2626E">
      <w:pPr>
        <w:pStyle w:val="libFootnote"/>
      </w:pPr>
      <w:r>
        <w:rPr>
          <w:rtl/>
        </w:rPr>
        <w:t>2)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1، ص 208_</w:t>
      </w:r>
    </w:p>
    <w:p w:rsidR="0065778C" w:rsidRDefault="0065778C" w:rsidP="00D2626E">
      <w:pPr>
        <w:pStyle w:val="libFootnote"/>
      </w:pPr>
      <w:r>
        <w:rPr>
          <w:rtl/>
        </w:rPr>
        <w:t>3)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،جلد</w:t>
      </w:r>
      <w:r>
        <w:rPr>
          <w:rtl/>
        </w:rPr>
        <w:t xml:space="preserve"> 1 ،ص 306 _</w:t>
      </w:r>
    </w:p>
    <w:p w:rsidR="0065778C" w:rsidRDefault="0065778C" w:rsidP="00D2626E">
      <w:pPr>
        <w:pStyle w:val="libFootnote"/>
      </w:pPr>
      <w:r>
        <w:rPr>
          <w:rtl/>
        </w:rPr>
        <w:t>4) سنن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1، ص 309_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آئم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(ع)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نقل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معتبر کتب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کاف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</w:t>
      </w:r>
      <w:r w:rsidR="0065778C">
        <w:rPr>
          <w:rtl/>
        </w:rPr>
        <w:t xml:space="preserve"> اخبار الرّضا(ع) ، اور مستدرک الوسائل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( نماز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قرائت قرآن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مربوط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ابواب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)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ذکر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بعد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کا دامن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ام کر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گمرا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اختلاف 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ب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(تا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گمرا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محفوظ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)؟ </w:t>
      </w:r>
    </w:p>
    <w:p w:rsidR="0065778C" w:rsidRDefault="0065778C" w:rsidP="004F38C9">
      <w:pPr>
        <w:pStyle w:val="Heading2Center"/>
      </w:pPr>
      <w:bookmarkStart w:id="107" w:name="_Toc519769677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7"/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قسم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پرمشتمل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کا جزء شمار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 xml:space="preserve">1_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4527F0">
        <w:rPr>
          <w:rtl/>
        </w:rPr>
        <w:t xml:space="preserve">میں </w:t>
      </w:r>
      <w:r>
        <w:rPr>
          <w:rtl/>
        </w:rPr>
        <w:t xml:space="preserve"> قتاد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انس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 صلّ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ت</w:t>
      </w:r>
      <w:r w:rsidRPr="004F38C9">
        <w:rPr>
          <w:rStyle w:val="libArabicChar"/>
          <w:rtl/>
        </w:rPr>
        <w:t xml:space="preserve"> مع رسول الله (ص) و اب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بکر و عمر و عثمان فلم اسمع احداً من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 ی</w:t>
      </w:r>
      <w:r w:rsidRPr="004F38C9">
        <w:rPr>
          <w:rStyle w:val="libArabicChar"/>
          <w:rFonts w:hint="eastAsia"/>
          <w:rtl/>
        </w:rPr>
        <w:t>قرء</w:t>
      </w:r>
      <w:r w:rsidRPr="004F38C9">
        <w:rPr>
          <w:rStyle w:val="libArabicChar"/>
          <w:rtl/>
        </w:rPr>
        <w:t xml:space="preserve"> بسم الله الرحمن الرّح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527F0" w:rsidP="0065778C">
      <w:pPr>
        <w:pStyle w:val="libNormal"/>
      </w:pPr>
      <w:r>
        <w:rPr>
          <w:rFonts w:hint="eastAsia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رسولخدا (ص) ، حضرت ابوبکر، حضرت عمر اور حضرت عثمان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نماز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>
        <w:rPr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سنا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نماز </w:t>
      </w:r>
      <w:r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الرحمن الرّح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م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''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جلد 2، '' باب حجة من قال لا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D2626E">
        <w:rPr>
          <w:rFonts w:hint="cs"/>
          <w:rtl/>
        </w:rPr>
        <w:t>ہر</w:t>
      </w:r>
      <w:r>
        <w:rPr>
          <w:rtl/>
        </w:rPr>
        <w:t xml:space="preserve"> بالبسملة'' ص 12_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توج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کرن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قراء 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بات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گئ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واقعاً</w:t>
      </w:r>
      <w:r>
        <w:rPr>
          <w:rtl/>
        </w:rPr>
        <w:t xml:space="preserve"> تعجب آور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انس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، خلفائ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ثلاث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>_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رسولخدا(ص) اور خلفائ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ثلاث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نماز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رصاحب 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سوچن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مجبور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اثر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جاعل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) اس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کوجعل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کا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</w:t>
      </w:r>
      <w:r>
        <w:rPr>
          <w:rtl/>
        </w:rPr>
        <w:t>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 کا نام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تاک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ڈھ</w:t>
      </w:r>
      <w:r w:rsidRPr="00955C8D">
        <w:rPr>
          <w:rFonts w:hint="cs"/>
          <w:rtl/>
        </w:rPr>
        <w:t>ول کاپول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2_ سنن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مغفل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''سمعن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 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و ا نا ا قرا بسم الله الرحمن الرّح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 xml:space="preserve"> فقال; ا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بنيّ محدث؟ صلَّ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تُ</w:t>
      </w:r>
      <w:r w:rsidRPr="004F38C9">
        <w:rPr>
          <w:rStyle w:val="libArabicChar"/>
          <w:rtl/>
        </w:rPr>
        <w:t xml:space="preserve"> خلف رسول الله صل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الله عل</w:t>
      </w:r>
      <w:r w:rsidRPr="004F38C9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و ا بی</w:t>
      </w:r>
      <w:r w:rsidRPr="004F38C9">
        <w:rPr>
          <w:rStyle w:val="libArabicChar"/>
          <w:rtl/>
        </w:rPr>
        <w:t xml:space="preserve"> بکر و عمر و عثمان فلم ا سمع ا حداً من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 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 بسم الله الرّحمن الرّحی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2 ، ص 52_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والد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مج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نماز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سنا توک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: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بدعت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جاد</w:t>
      </w:r>
      <w:r w:rsidR="0065778C">
        <w:rPr>
          <w:rtl/>
        </w:rPr>
        <w:t xml:space="preserve"> کرنا چا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 ؟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رسولخدا(ص) حضرت ابوبکر، حضرت عمر اور حضرت عثمان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چ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 نماز پ</w:t>
      </w:r>
      <w:r w:rsidR="0065778C" w:rsidRPr="00471E8C">
        <w:rPr>
          <w:rFonts w:hint="cs"/>
          <w:rtl/>
        </w:rPr>
        <w:t>ڑھ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کوبلند آواز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 xml:space="preserve">تا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''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>
        <w:rPr>
          <w:rFonts w:hint="cs"/>
          <w:rtl/>
        </w:rPr>
        <w:t>ی</w:t>
      </w:r>
      <w:r>
        <w:rPr>
          <w:rtl/>
        </w:rPr>
        <w:t xml:space="preserve"> نماز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3_ جناب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 المعجم الوس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4F38C9">
      <w:pPr>
        <w:pStyle w:val="libArabic"/>
      </w:pPr>
      <w:r>
        <w:rPr>
          <w:rtl/>
        </w:rPr>
        <w:t>'' کان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و آل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اذا قرء بسم الله الرّحمن الرّحی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زء من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المشرکون و قالوا محمد ی</w:t>
      </w:r>
      <w:r>
        <w:rPr>
          <w:rFonts w:hint="eastAsia"/>
          <w:rtl/>
        </w:rPr>
        <w:t>ذکرا</w:t>
      </w:r>
      <w:r>
        <w:rPr>
          <w:rtl/>
        </w:rPr>
        <w:t xml:space="preserve"> ل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Fonts w:hint="eastAsia"/>
          <w:rtl/>
        </w:rPr>
        <w:t>مامة</w:t>
      </w:r>
      <w:r>
        <w:rPr>
          <w:rtl/>
        </w:rPr>
        <w:t>_ وکان مس</w:t>
      </w:r>
      <w:r>
        <w:rPr>
          <w:rFonts w:hint="cs"/>
          <w:rtl/>
        </w:rPr>
        <w:t>ی</w:t>
      </w:r>
      <w:r>
        <w:rPr>
          <w:rFonts w:hint="eastAsia"/>
          <w:rtl/>
        </w:rPr>
        <w:t>لمة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tl/>
        </w:rPr>
        <w:t xml:space="preserve"> ''الرّحمن'' فلمّا نزلت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ذ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الآی</w:t>
      </w:r>
      <w:r>
        <w:rPr>
          <w:rFonts w:hint="eastAsia"/>
          <w:rtl/>
        </w:rPr>
        <w:t>ة</w:t>
      </w:r>
      <w:r>
        <w:rPr>
          <w:rtl/>
        </w:rPr>
        <w:t xml:space="preserve"> امر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و آل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ان لا ی</w:t>
      </w:r>
      <w:r>
        <w:rPr>
          <w:rFonts w:hint="eastAsia"/>
          <w:rtl/>
        </w:rPr>
        <w:t>ج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ب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ا؟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رسولخدا(ص) جب نماز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تمسخر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Pr="00471E8C">
        <w:rPr>
          <w:rFonts w:hint="cs"/>
          <w:rtl/>
        </w:rPr>
        <w:t>ہ</w:t>
      </w:r>
      <w:r>
        <w:rPr>
          <w:rtl/>
        </w:rPr>
        <w:t xml:space="preserve"> کا نام رحمن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محمد(ص) ک</w:t>
      </w:r>
      <w:r>
        <w:rPr>
          <w:rFonts w:hint="cs"/>
          <w:rtl/>
        </w:rPr>
        <w:t>ی</w:t>
      </w:r>
      <w:r>
        <w:rPr>
          <w:rtl/>
        </w:rPr>
        <w:t xml:space="preserve"> مراد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</w:t>
      </w:r>
      <w:r w:rsidRPr="00471E8C">
        <w:rPr>
          <w:rFonts w:hint="cs"/>
          <w:rtl/>
        </w:rPr>
        <w:t>ہ</w:t>
      </w:r>
      <w:r>
        <w:rPr>
          <w:rtl/>
        </w:rPr>
        <w:t xml:space="preserve"> کا خدا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حکم د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آثار بالکل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اولّا</w:t>
      </w:r>
      <w:r>
        <w:rPr>
          <w:rtl/>
        </w:rPr>
        <w:t>: رحمن کاکلم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صرف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56 مقامات پر ذکر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صرف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کا سول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16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تکرار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اگر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تو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دوسر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سورتوں کو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نا چا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مشرک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مسلمانوں کامذاق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 w:rsidRPr="00471E8C">
        <w:rPr>
          <w:rFonts w:hint="cs"/>
          <w:rtl/>
        </w:rPr>
        <w:t>ڑ</w:t>
      </w:r>
      <w:r w:rsidR="0065778C" w:rsidRPr="00955C8D">
        <w:rPr>
          <w:rFonts w:hint="cs"/>
          <w:rtl/>
        </w:rPr>
        <w:t>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: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تمسخرکرت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بات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نساء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نمبر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</w:t>
      </w:r>
      <w:r w:rsidRPr="004F38C9">
        <w:rPr>
          <w:rStyle w:val="libArabicChar"/>
          <w:rtl/>
        </w:rPr>
        <w:t>اذا سمعتم آ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ات</w:t>
      </w:r>
      <w:r w:rsidRPr="004F38C9">
        <w:rPr>
          <w:rStyle w:val="libArabicChar"/>
          <w:rtl/>
        </w:rPr>
        <w:t xml:space="preserve"> الله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کفر</w:t>
      </w:r>
      <w:r w:rsidRPr="004F38C9">
        <w:rPr>
          <w:rStyle w:val="libArabicChar"/>
          <w:rtl/>
        </w:rPr>
        <w:t xml:space="preserve"> ب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ا و يُست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زا ب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ا فلا تقعدوا مع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اذان کا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مذاق ا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58 نمبر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F38C9">
        <w:rPr>
          <w:rStyle w:val="libArabicChar"/>
          <w:rFonts w:hint="cs"/>
          <w:rtl/>
        </w:rPr>
        <w:t>''و اذا نادی</w:t>
      </w:r>
      <w:r w:rsidRPr="004F38C9">
        <w:rPr>
          <w:rStyle w:val="libArabicChar"/>
          <w:rFonts w:hint="eastAsia"/>
          <w:rtl/>
        </w:rPr>
        <w:t>تم</w:t>
      </w:r>
      <w:r w:rsidRPr="004F38C9">
        <w:rPr>
          <w:rStyle w:val="libArabicChar"/>
          <w:rtl/>
        </w:rPr>
        <w:t xml:space="preserve"> ال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الصلوة اتخذو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ا 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ُزُواً ''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اذان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ترک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tl/>
        </w:rPr>
        <w:t>ن مذاق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کا 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زاء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F38C9">
        <w:rPr>
          <w:rStyle w:val="libArabicChar"/>
          <w:rFonts w:hint="cs"/>
          <w:rtl/>
        </w:rPr>
        <w:t>''و اذا آک الذی</w:t>
      </w:r>
      <w:r w:rsidRPr="004F38C9">
        <w:rPr>
          <w:rStyle w:val="libArabicChar"/>
          <w:rFonts w:hint="eastAsia"/>
          <w:rtl/>
        </w:rPr>
        <w:t>ن</w:t>
      </w:r>
      <w:r w:rsidRPr="004F38C9">
        <w:rPr>
          <w:rStyle w:val="libArabicChar"/>
          <w:rtl/>
        </w:rPr>
        <w:t xml:space="preserve"> کفروا ان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تّخذونک</w:t>
      </w:r>
      <w:r w:rsidRPr="004F38C9">
        <w:rPr>
          <w:rStyle w:val="libArabicChar"/>
          <w:rtl/>
        </w:rPr>
        <w:t xml:space="preserve"> الّا 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ُزُواً''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لوگوں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سب ادلّ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قطع نظر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وعد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کو 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زا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محفوظ رک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گا </w:t>
      </w:r>
      <w:r w:rsidRPr="004F38C9">
        <w:rPr>
          <w:rStyle w:val="libArabicChar"/>
          <w:rFonts w:hint="cs"/>
          <w:rtl/>
        </w:rPr>
        <w:t>'' انّا کفی</w:t>
      </w:r>
      <w:r w:rsidRPr="004F38C9">
        <w:rPr>
          <w:rStyle w:val="libArabicChar"/>
          <w:rFonts w:hint="eastAsia"/>
          <w:rtl/>
        </w:rPr>
        <w:t>ناک</w:t>
      </w:r>
      <w:r w:rsidRPr="004F38C9">
        <w:rPr>
          <w:rStyle w:val="libArabicChar"/>
          <w:rtl/>
        </w:rPr>
        <w:t xml:space="preserve"> المست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زئی</w:t>
      </w:r>
      <w:r w:rsidRPr="004F38C9">
        <w:rPr>
          <w:rStyle w:val="libArabicChar"/>
          <w:rFonts w:hint="eastAsia"/>
          <w:rtl/>
        </w:rPr>
        <w:t>ن</w:t>
      </w:r>
      <w:r w:rsidRPr="004F38C9">
        <w:rPr>
          <w:rStyle w:val="libArabicChar"/>
          <w:rtl/>
        </w:rPr>
        <w:t>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ثالثاً</w:t>
      </w:r>
      <w:r>
        <w:rPr>
          <w:rtl/>
        </w:rPr>
        <w:t>: مس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 w:rsidRPr="00471E8C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جس کو اسقدر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اس کا نام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36_</w:t>
      </w:r>
    </w:p>
    <w:p w:rsidR="0065778C" w:rsidRDefault="0065778C" w:rsidP="00D2626E">
      <w:pPr>
        <w:pStyle w:val="libFootnote"/>
      </w:pPr>
      <w:r>
        <w:rPr>
          <w:rtl/>
        </w:rPr>
        <w:t>2) سورة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95_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رحمن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کو مخف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آ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ست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خاص طور پر اس بات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طرف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ر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لم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دعو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جرت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دسو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سال منظر عام پر آئ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اوراس وقت اسلام مکمل طور پر قوت اور قدرت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دا</w:t>
      </w:r>
      <w:r w:rsidR="0065778C">
        <w:rPr>
          <w:rtl/>
        </w:rPr>
        <w:t xml:space="preserve"> کرچکا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حقائق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معلوم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 w:rsidRPr="00471E8C">
        <w:rPr>
          <w:rFonts w:hint="cs"/>
          <w:rtl/>
        </w:rPr>
        <w:t>ھڑ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نا آگا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4: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 مصنف'' </w:t>
      </w:r>
      <w:r w:rsidR="004527F0">
        <w:rPr>
          <w:rtl/>
        </w:rPr>
        <w:t xml:space="preserve">میں </w:t>
      </w:r>
      <w:r>
        <w:rPr>
          <w:rtl/>
        </w:rPr>
        <w:t xml:space="preserve"> ابن عباس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ببسم الله الرحمن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قرائة الا عراب''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عرب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tl/>
        </w:rPr>
        <w:t>دّووں ک</w:t>
      </w:r>
      <w:r>
        <w:rPr>
          <w:rFonts w:hint="cs"/>
          <w:rtl/>
        </w:rPr>
        <w:t>ی</w:t>
      </w:r>
      <w:r>
        <w:rPr>
          <w:rtl/>
        </w:rPr>
        <w:t xml:space="preserve"> عادت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جدعان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''عبادل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''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عباس،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عمر اور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کوبلند آواز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''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 کر حضرت عل</w:t>
      </w:r>
      <w:r>
        <w:rPr>
          <w:rFonts w:hint="cs"/>
          <w:rtl/>
        </w:rPr>
        <w:t>ی</w:t>
      </w:r>
      <w:r>
        <w:rPr>
          <w:rtl/>
        </w:rPr>
        <w:t xml:space="preserve"> _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اعراب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متضاد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وجود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ادت اور امام حسن _ ک</w:t>
      </w:r>
      <w:r>
        <w:rPr>
          <w:rFonts w:hint="cs"/>
          <w:rtl/>
        </w:rPr>
        <w:t>ی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 جلد 2 ص 89_</w:t>
      </w:r>
    </w:p>
    <w:p w:rsidR="0065778C" w:rsidRDefault="0065778C" w:rsidP="00D2626E">
      <w:pPr>
        <w:pStyle w:val="libFootnote"/>
      </w:pPr>
      <w:r>
        <w:rPr>
          <w:rtl/>
        </w:rPr>
        <w:t>2) الدر المنثور ،جلد 1 ص 21_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باگ </w:t>
      </w:r>
      <w:r w:rsidR="0065778C" w:rsidRPr="00471E8C">
        <w:rPr>
          <w:rFonts w:hint="cs"/>
          <w:rtl/>
        </w:rPr>
        <w:t>ڈ</w:t>
      </w:r>
      <w:r w:rsidR="0065778C" w:rsidRPr="00955C8D">
        <w:rPr>
          <w:rFonts w:hint="cs"/>
          <w:rtl/>
        </w:rPr>
        <w:t>ور آگئ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تو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پور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کوشش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تمام آثار علو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عالم اسلام 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صفح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>ا 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جانتا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ا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مسلمانوں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آپ(ع)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فکر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معنو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افکار کا نفوذ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سلطنت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خطر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بات کا من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بولتا ثبوت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حاکم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مستدرک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معتبر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خادم ) جناب انس بن مالک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( مغرب، عشاء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نماز) </w:t>
      </w:r>
      <w:r w:rsidR="004527F0">
        <w:rPr>
          <w:rtl/>
        </w:rPr>
        <w:t xml:space="preserve">میں </w:t>
      </w:r>
      <w:r>
        <w:rPr>
          <w:rtl/>
        </w:rPr>
        <w:t xml:space="preserve"> سورة الحمد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بسم ال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کو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سورت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ا_ جب نماز ختم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(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 بچان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نماز </w:t>
      </w:r>
      <w:r w:rsidR="004527F0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)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اسرقت الصلوة ام نس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  <w:r>
        <w:rPr>
          <w:rtl/>
        </w:rPr>
        <w:t xml:space="preserve"> 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نماز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؟ 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</w:t>
      </w:r>
      <w:r>
        <w:rPr>
          <w:rtl/>
        </w:rPr>
        <w:t xml:space="preserve"> </w:t>
      </w: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4527F0">
        <w:rPr>
          <w:rtl/>
        </w:rPr>
        <w:t xml:space="preserve">میں 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بعد وال</w:t>
      </w:r>
      <w:r>
        <w:rPr>
          <w:rFonts w:hint="cs"/>
          <w:rtl/>
        </w:rPr>
        <w:t>ی</w:t>
      </w:r>
      <w:r>
        <w:rPr>
          <w:rtl/>
        </w:rPr>
        <w:t xml:space="preserve"> سورت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>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کو آزمانا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سلسل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اپنا کام شام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علاقوں </w:t>
      </w:r>
      <w:r w:rsidR="004527F0">
        <w:rPr>
          <w:rtl/>
        </w:rPr>
        <w:t xml:space="preserve">میں 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65778C" w:rsidP="004F38C9">
      <w:pPr>
        <w:pStyle w:val="Heading2Center"/>
      </w:pPr>
      <w:bookmarkStart w:id="108" w:name="_Toc519769678"/>
      <w:r>
        <w:rPr>
          <w:rFonts w:hint="eastAsia"/>
          <w:rtl/>
        </w:rPr>
        <w:t>ما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الدّفت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</w:t>
      </w:r>
      <w:r w:rsidRPr="003C4FC4">
        <w:rPr>
          <w:rFonts w:hint="cs"/>
          <w:rtl/>
        </w:rPr>
        <w:t>ہے</w:t>
      </w:r>
      <w:r>
        <w:rPr>
          <w:rtl/>
        </w:rPr>
        <w:t>:</w:t>
      </w:r>
      <w:bookmarkEnd w:id="108"/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دو جلد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جزء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جو بعض لوگ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صرف سورتوں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جدا کرن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جلد 1 ص 233_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_ اوّلاً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سور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حمد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صح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قرآن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تمام نسخوں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نمبر لگائ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گئ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سور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حمد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شمار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سورتوں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جدا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کام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براء ة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اور اگر جواب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سورت کا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سو</w:t>
      </w:r>
      <w:r>
        <w:rPr>
          <w:rtl/>
        </w:rPr>
        <w:t>رة انفال)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قابل قبول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اتفاقاً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انفال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براء ة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ارتباط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جزء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اگر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ذکر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سورت کا آغاز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شکن دشمنوں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اعلان جنگ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اعلان جنگ ، رحمن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نام رحمت عامّ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رحمت خاص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4F38C9">
      <w:pPr>
        <w:pStyle w:val="Heading2Center"/>
      </w:pPr>
      <w:bookmarkStart w:id="109" w:name="_Toc519769679"/>
      <w:r>
        <w:rPr>
          <w:rFonts w:hint="eastAsia"/>
          <w:rtl/>
        </w:rPr>
        <w:t>بحث</w:t>
      </w:r>
      <w:r>
        <w:rPr>
          <w:rtl/>
        </w:rPr>
        <w:t xml:space="preserve"> کا خلاص</w:t>
      </w:r>
      <w:r w:rsidRPr="003C4FC4">
        <w:rPr>
          <w:rFonts w:hint="cs"/>
          <w:rtl/>
        </w:rPr>
        <w:t>ہ</w:t>
      </w:r>
      <w:r>
        <w:rPr>
          <w:rtl/>
        </w:rPr>
        <w:t xml:space="preserve"> :</w:t>
      </w:r>
      <w:bookmarkEnd w:id="109"/>
    </w:p>
    <w:p w:rsidR="0065778C" w:rsidRDefault="0065778C" w:rsidP="0065778C">
      <w:pPr>
        <w:pStyle w:val="libNormal"/>
      </w:pPr>
      <w:r>
        <w:rPr>
          <w:rtl/>
        </w:rPr>
        <w:t>1_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سور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حمد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سورتوں ک</w:t>
      </w:r>
      <w:r>
        <w:rPr>
          <w:rFonts w:hint="cs"/>
          <w:rtl/>
        </w:rPr>
        <w:t>ی</w:t>
      </w:r>
      <w:r>
        <w:rPr>
          <w:rtl/>
        </w:rPr>
        <w:t xml:space="preserve"> ابتدا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( ان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جو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آپ(ص)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سابق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اصلاً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جزء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آنحضرت(ص)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بالاخفات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_ مشکوک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بلک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خود ان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قرائن موجود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انداز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جعل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ان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چ</w:t>
      </w:r>
      <w:r w:rsidR="0065778C" w:rsidRPr="00471E8C">
        <w:rPr>
          <w:rFonts w:hint="cs"/>
          <w:rtl/>
        </w:rPr>
        <w:t>ھے</w:t>
      </w:r>
      <w:r w:rsidR="0065778C">
        <w:rPr>
          <w:rtl/>
        </w:rPr>
        <w:t xml:space="preserve"> بنو اميّ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پر اسرار 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است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_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بالج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پ</w:t>
      </w:r>
      <w:r w:rsidR="0065778C" w:rsidRPr="00471E8C">
        <w:rPr>
          <w:rFonts w:hint="cs"/>
          <w:rtl/>
        </w:rPr>
        <w:t>ڑھ</w:t>
      </w:r>
      <w:r w:rsidR="0065778C">
        <w:rPr>
          <w:rFonts w:hint="eastAsia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تو معلوم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خصوص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علامت شمار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 اگر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حاصل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>) بنو اميّ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شدت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مخالفت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موضوع اس شد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اعتراض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آشکار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 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جو اصحاب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معاو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پ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_ اور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علاو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قرائن و شوا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د موجود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سطور بالا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ذکر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tl/>
        </w:rPr>
        <w:t>3_ ائم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تکا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(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ادا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پر اتفاق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امام جعفر صادق _ فرمات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''اجتمع آلُ محمّد صل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الله عل</w:t>
      </w:r>
      <w:r w:rsidRPr="004F38C9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tl/>
        </w:rPr>
        <w:t xml:space="preserve"> و آل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علی</w:t>
      </w:r>
      <w:r w:rsidRPr="004F38C9">
        <w:rPr>
          <w:rStyle w:val="libArabicChar"/>
          <w:rtl/>
        </w:rPr>
        <w:t xml:space="preserve"> الج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 ببسم الل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الرّحمن الرّحی</w:t>
      </w:r>
      <w:r w:rsidRPr="004F38C9">
        <w:rPr>
          <w:rStyle w:val="libArabicChar"/>
          <w:rFonts w:hint="eastAsia"/>
          <w:rtl/>
        </w:rPr>
        <w:t>م</w:t>
      </w:r>
      <w:r w:rsidRPr="004F38C9">
        <w:rPr>
          <w:rStyle w:val="libArabicChar"/>
          <w:rtl/>
        </w:rPr>
        <w:t xml:space="preserve"> 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آل محمّد (ص) کا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بلند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اتفاق </w:t>
      </w:r>
      <w:r w:rsidRPr="00471E8C">
        <w:rPr>
          <w:rFonts w:hint="cs"/>
          <w:rtl/>
        </w:rPr>
        <w:t>ہے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حداقل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مسائل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توجّ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تمام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کو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حداقل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نمازوں </w:t>
      </w:r>
      <w:r w:rsidR="004527F0">
        <w:rPr>
          <w:rtl/>
        </w:rPr>
        <w:t xml:space="preserve">میں 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نا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4_ حسن اختتام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عنوان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بحث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آخر پر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فخرراز</w:t>
      </w:r>
      <w:r>
        <w:rPr>
          <w:rFonts w:hint="cs"/>
          <w:rtl/>
        </w:rPr>
        <w:t>ی</w:t>
      </w:r>
      <w:r>
        <w:rPr>
          <w:rtl/>
        </w:rPr>
        <w:t xml:space="preserve"> صاحب''تفس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نقل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مستدرک الوسائل ، جلد 4 ص 189_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و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 xml:space="preserve">''انّ عليّا _ کا ن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بالغ</w:t>
      </w:r>
      <w:r w:rsidRPr="004F38C9">
        <w:rPr>
          <w:rStyle w:val="libArabicChar"/>
          <w:rtl/>
        </w:rPr>
        <w:t xml:space="preserve"> ف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 بالتسمی</w:t>
      </w:r>
      <w:r w:rsidRPr="004F38C9">
        <w:rPr>
          <w:rStyle w:val="libArabicChar"/>
          <w:rFonts w:hint="eastAsia"/>
          <w:rtl/>
        </w:rPr>
        <w:t>ة</w:t>
      </w:r>
      <w:r w:rsidRPr="004F38C9">
        <w:rPr>
          <w:rStyle w:val="libArabicChar"/>
          <w:rtl/>
        </w:rPr>
        <w:t xml:space="preserve"> فلما وصلت الدولة ال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بن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اميّ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بالغوا فی</w:t>
      </w:r>
      <w:r w:rsidRPr="004F38C9">
        <w:rPr>
          <w:rStyle w:val="libArabicChar"/>
          <w:rtl/>
        </w:rPr>
        <w:t xml:space="preserve"> المنع من الج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 سعی</w:t>
      </w:r>
      <w:r w:rsidRPr="004F38C9">
        <w:rPr>
          <w:rStyle w:val="libArabicChar"/>
          <w:rFonts w:hint="eastAsia"/>
          <w:rtl/>
        </w:rPr>
        <w:t>اً</w:t>
      </w:r>
      <w:r w:rsidRPr="004F38C9">
        <w:rPr>
          <w:rStyle w:val="libArabicChar"/>
          <w:rtl/>
        </w:rPr>
        <w:t xml:space="preserve"> ف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ابطال آثار علّ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_ 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بالج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اصرار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، جب حکومت، بنوام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بلند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_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آثار کو م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</w:t>
      </w:r>
      <w:r w:rsidRPr="00471E8C">
        <w:rPr>
          <w:rFonts w:hint="cs"/>
          <w:rtl/>
        </w:rPr>
        <w:t>ے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دانشمند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حذف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آشکار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جناب فخرراز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محدث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بات کونقل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حضرت عمر ابن خطاب، جناب ابن</w:t>
      </w:r>
      <w:r>
        <w:rPr>
          <w:rtl/>
        </w:rPr>
        <w:t xml:space="preserve"> عباس،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عمر اور عبدالل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بسم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بلند آواز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اس بات کا اضا</w:t>
      </w:r>
      <w:r>
        <w:rPr>
          <w:rtl/>
        </w:rPr>
        <w:t>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>'' اَمّا ا نَّ عل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ابن اب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طالب کان 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ج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ر</w:t>
      </w:r>
      <w:r w:rsidRPr="004F38C9">
        <w:rPr>
          <w:rStyle w:val="libArabicChar"/>
          <w:rtl/>
        </w:rPr>
        <w:t xml:space="preserve"> بالتسم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ة</w:t>
      </w:r>
      <w:r w:rsidRPr="004F38C9">
        <w:rPr>
          <w:rStyle w:val="libArabicChar"/>
          <w:rtl/>
        </w:rPr>
        <w:t xml:space="preserve"> فقد ثبت بالتواتر و من اقتد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ف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د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ن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tl/>
        </w:rPr>
        <w:t xml:space="preserve"> بعلّ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ابن اب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طالب فقد ا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تدی</w:t>
      </w:r>
      <w:r w:rsidRPr="004F38C9">
        <w:rPr>
          <w:rStyle w:val="libArabicChar"/>
          <w:rFonts w:hint="eastAsia"/>
          <w:rtl/>
        </w:rPr>
        <w:t>،</w:t>
      </w:r>
      <w:r w:rsidRPr="004F38C9">
        <w:rPr>
          <w:rStyle w:val="libArabicChar"/>
          <w:rtl/>
        </w:rPr>
        <w:t xml:space="preserve"> و الدل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ل</w:t>
      </w:r>
      <w:r w:rsidRPr="004F38C9">
        <w:rPr>
          <w:rStyle w:val="libArabicChar"/>
          <w:rtl/>
        </w:rPr>
        <w:t xml:space="preserve"> عل</w:t>
      </w:r>
      <w:r w:rsidRPr="004F38C9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tl/>
        </w:rPr>
        <w:t xml:space="preserve"> قول رسول الله اللّ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 ا در الحق مع علی</w:t>
      </w:r>
      <w:r w:rsidRPr="004F38C9">
        <w:rPr>
          <w:rStyle w:val="libArabicChar"/>
          <w:rtl/>
        </w:rPr>
        <w:t xml:space="preserve"> ح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Fonts w:hint="eastAsia"/>
          <w:rtl/>
        </w:rPr>
        <w:t>ث</w:t>
      </w:r>
      <w:r w:rsidRPr="004F38C9">
        <w:rPr>
          <w:rStyle w:val="libArabicChar"/>
          <w:rtl/>
        </w:rPr>
        <w:t xml:space="preserve"> دار،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فخرراز</w:t>
      </w:r>
      <w:r>
        <w:rPr>
          <w:rFonts w:hint="cs"/>
          <w:rtl/>
        </w:rPr>
        <w:t>ی</w:t>
      </w:r>
      <w:r>
        <w:rPr>
          <w:rtl/>
        </w:rPr>
        <w:t xml:space="preserve"> ، جلد 1، ص 206_</w:t>
      </w:r>
    </w:p>
    <w:p w:rsidR="0065778C" w:rsidRDefault="0065778C" w:rsidP="00D2626E">
      <w:pPr>
        <w:pStyle w:val="libFootnote"/>
      </w:pPr>
      <w:r>
        <w:rPr>
          <w:rtl/>
        </w:rPr>
        <w:t>2)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ص 204 و 205_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tl/>
        </w:rPr>
        <w:t xml:space="preserve"> حال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بسم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کو بالج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 پ</w:t>
      </w:r>
      <w:r w:rsidR="0065778C" w:rsidRPr="00471E8C">
        <w:rPr>
          <w:rFonts w:hint="cs"/>
          <w:rtl/>
        </w:rPr>
        <w:t>ڑھ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بات تواتر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ثابت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جو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حضرت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دا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پاجائ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گا</w:t>
      </w:r>
      <w:r w:rsidR="0065778C">
        <w:rPr>
          <w:rtl/>
        </w:rPr>
        <w:t>_ اس بات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>
        <w:rPr>
          <w:rtl/>
        </w:rPr>
        <w:t xml:space="preserve"> رسولخدا(ص)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حد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ث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بارال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 حق کو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رک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اور حق کو اس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پ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جس طرف عل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رخ کر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'' </w:t>
      </w:r>
    </w:p>
    <w:p w:rsidR="0065778C" w:rsidRDefault="0065778C" w:rsidP="0065778C">
      <w:pPr>
        <w:pStyle w:val="libNormal"/>
      </w:pPr>
    </w:p>
    <w:p w:rsidR="0065778C" w:rsidRDefault="00E54A53" w:rsidP="009B5392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t xml:space="preserve"> </w:t>
      </w:r>
      <w:r>
        <w:rPr>
          <w:rtl/>
        </w:rPr>
        <w:cr/>
      </w:r>
      <w:bookmarkStart w:id="110" w:name="_Toc519769680"/>
      <w:r w:rsidR="0065778C">
        <w:rPr>
          <w:rFonts w:hint="eastAsia"/>
          <w:rtl/>
        </w:rPr>
        <w:t>اَول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ائ</w:t>
      </w:r>
      <w:r w:rsidR="0065778C" w:rsidRPr="003C4FC4">
        <w:rPr>
          <w:rFonts w:hint="cs"/>
          <w:rtl/>
        </w:rPr>
        <w:t>ے</w:t>
      </w:r>
      <w:r w:rsidR="0065778C">
        <w:rPr>
          <w:rtl/>
        </w:rPr>
        <w:t xml:space="preserve"> ال</w:t>
      </w:r>
      <w:r w:rsidR="0065778C" w:rsidRPr="003C4FC4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س</w:t>
      </w:r>
      <w:r w:rsidR="0065778C" w:rsidRPr="003C4FC4">
        <w:rPr>
          <w:rFonts w:hint="cs"/>
          <w:rtl/>
        </w:rPr>
        <w:t>ے</w:t>
      </w:r>
      <w:r w:rsidR="0065778C" w:rsidRPr="00452B33">
        <w:rPr>
          <w:rFonts w:hint="cs"/>
          <w:rtl/>
        </w:rPr>
        <w:t xml:space="preserve"> توسّل</w:t>
      </w:r>
      <w:bookmarkEnd w:id="110"/>
    </w:p>
    <w:p w:rsidR="0065778C" w:rsidRDefault="0065778C" w:rsidP="0065778C">
      <w:pPr>
        <w:pStyle w:val="libNormal"/>
      </w:pPr>
    </w:p>
    <w:p w:rsidR="0065778C" w:rsidRDefault="00E54A53" w:rsidP="004F38C9">
      <w:pPr>
        <w:pStyle w:val="Heading2Center"/>
      </w:pPr>
      <w:r>
        <w:rPr>
          <w:rtl/>
        </w:rPr>
        <w:br w:type="page"/>
      </w:r>
      <w:bookmarkStart w:id="111" w:name="_Toc519769681"/>
      <w:r w:rsidR="0065778C">
        <w:rPr>
          <w:rtl/>
        </w:rPr>
        <w:lastRenderedPageBreak/>
        <w:t>''توسّل'' قرآن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اور عقل ک</w:t>
      </w:r>
      <w:r w:rsidR="0065778C" w:rsidRPr="003C4FC4">
        <w:rPr>
          <w:rFonts w:hint="cs"/>
          <w:rtl/>
        </w:rPr>
        <w:t>ے</w:t>
      </w:r>
      <w:r w:rsidR="0065778C" w:rsidRPr="00452B33">
        <w:rPr>
          <w:rFonts w:hint="cs"/>
          <w:rtl/>
        </w:rPr>
        <w:t xml:space="preserve"> آئ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 w:rsidRPr="003C4FC4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>:</w:t>
      </w:r>
      <w:bookmarkEnd w:id="111"/>
    </w:p>
    <w:p w:rsidR="0065778C" w:rsidRDefault="0065778C" w:rsidP="0065778C">
      <w:pPr>
        <w:pStyle w:val="libNormal"/>
      </w:pPr>
      <w:r>
        <w:rPr>
          <w:rFonts w:hint="eastAsia"/>
          <w:rtl/>
        </w:rPr>
        <w:t>بارگا</w:t>
      </w:r>
      <w:r w:rsidRPr="00471E8C">
        <w:rPr>
          <w:rFonts w:hint="cs"/>
          <w:rtl/>
        </w:rPr>
        <w:t>ہ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مشکلات حل کران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</w:t>
      </w:r>
      <w:r>
        <w:rPr>
          <w:rtl/>
        </w:rPr>
        <w:t>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متنازع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شرک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اس توسّل کو (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) جائز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گمان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توسّل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منع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 w:rsidRPr="004F38C9">
        <w:rPr>
          <w:rStyle w:val="libArabicChar"/>
          <w:rtl/>
        </w:rPr>
        <w:t xml:space="preserve">'' ما نعبد 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>م الّا لی</w:t>
      </w:r>
      <w:r w:rsidRPr="004F38C9">
        <w:rPr>
          <w:rStyle w:val="libArabicChar"/>
          <w:rFonts w:hint="eastAsia"/>
          <w:rtl/>
        </w:rPr>
        <w:t>قرّبُونا</w:t>
      </w:r>
      <w:r w:rsidRPr="004F38C9">
        <w:rPr>
          <w:rStyle w:val="libArabicChar"/>
          <w:rtl/>
        </w:rPr>
        <w:t xml:space="preserve"> ال</w:t>
      </w:r>
      <w:r w:rsidRPr="004F38C9">
        <w:rPr>
          <w:rStyle w:val="libArabicChar"/>
          <w:rFonts w:hint="cs"/>
          <w:rtl/>
        </w:rPr>
        <w:t>ی</w:t>
      </w:r>
      <w:r w:rsidRPr="004F38C9">
        <w:rPr>
          <w:rStyle w:val="libArabicChar"/>
          <w:rtl/>
        </w:rPr>
        <w:t xml:space="preserve"> الل</w:t>
      </w:r>
      <w:r w:rsidR="00380DE6" w:rsidRPr="009B41EC">
        <w:rPr>
          <w:rStyle w:val="libArabicChar"/>
          <w:rFonts w:hint="cs"/>
          <w:rtl/>
        </w:rPr>
        <w:t>ه</w:t>
      </w:r>
      <w:r w:rsidRPr="004F38C9">
        <w:rPr>
          <w:rStyle w:val="libArabicChar"/>
          <w:rFonts w:hint="cs"/>
          <w:rtl/>
        </w:rPr>
        <w:t xml:space="preserve"> زُلفی</w:t>
      </w:r>
      <w:r w:rsidRPr="004F38C9">
        <w:rPr>
          <w:rStyle w:val="libArabicChar"/>
          <w:rtl/>
        </w:rPr>
        <w:t xml:space="preserve"> ''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مانندمعبودوں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''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پوجا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اور اس بات کو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3_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قرآن</w:t>
      </w:r>
      <w:r w:rsidR="0065778C">
        <w:rPr>
          <w:rtl/>
        </w:rPr>
        <w:t xml:space="preserve">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شرکقرار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_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اور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ارشاد ربُ العزّت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'' فلا تدعوا مع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 حداً'' خدا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پکارو'' </w:t>
      </w:r>
      <w:r w:rsidR="0065778C" w:rsidRPr="009B5392">
        <w:rPr>
          <w:rStyle w:val="libFootnotenumChar"/>
          <w:rFonts w:hint="cs"/>
          <w:rtl/>
        </w:rPr>
        <w:t>(1</w:t>
      </w:r>
      <w:r w:rsidR="0065778C" w:rsidRPr="009B5392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Pr="00061FBC">
        <w:rPr>
          <w:rStyle w:val="libArabicChar"/>
          <w:rFonts w:hint="cs"/>
          <w:rtl/>
        </w:rPr>
        <w:t>والّذی</w:t>
      </w:r>
      <w:r w:rsidRPr="00061FBC">
        <w:rPr>
          <w:rStyle w:val="libArabicChar"/>
          <w:rFonts w:hint="eastAsia"/>
          <w:rtl/>
        </w:rPr>
        <w:t>ن</w:t>
      </w:r>
      <w:r w:rsidRPr="00061FBC">
        <w:rPr>
          <w:rStyle w:val="libArabicChar"/>
          <w:rtl/>
        </w:rPr>
        <w:t xml:space="preserve"> يَدعُونَ من دُون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Fonts w:hint="cs"/>
          <w:rtl/>
        </w:rPr>
        <w:t xml:space="preserve"> لا ی</w:t>
      </w:r>
      <w:r w:rsidRPr="00061FBC">
        <w:rPr>
          <w:rStyle w:val="libArabicChar"/>
          <w:rFonts w:hint="eastAsia"/>
          <w:rtl/>
        </w:rPr>
        <w:t>ستج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بون</w:t>
      </w:r>
      <w:r w:rsidRPr="00061FBC">
        <w:rPr>
          <w:rStyle w:val="libArabicChar"/>
          <w:rtl/>
        </w:rPr>
        <w:t xml:space="preserve"> ل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Fonts w:hint="cs"/>
          <w:rtl/>
        </w:rPr>
        <w:t>م بشی</w:t>
      </w:r>
      <w:r w:rsidRPr="00061FBC">
        <w:rPr>
          <w:rStyle w:val="libArabicChar"/>
          <w:rFonts w:hint="eastAsia"/>
          <w:rtl/>
        </w:rPr>
        <w:t>ئ</w:t>
      </w:r>
      <w:r>
        <w:rPr>
          <w:rtl/>
        </w:rPr>
        <w:t>:،''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کوپکارت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ّم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بالفرض اگر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اُن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جائز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جواز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دعووں کا خلاص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مقام افسوس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باتوںک</w:t>
      </w:r>
      <w:r>
        <w:rPr>
          <w:rFonts w:hint="cs"/>
          <w:rtl/>
        </w:rPr>
        <w:t>ی</w:t>
      </w:r>
      <w:r>
        <w:rPr>
          <w:rtl/>
        </w:rPr>
        <w:t xml:space="preserve"> خاطر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مسلمانوں پر شرک اورکفر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مال کو مباح جانا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سا خون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سا مال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وقت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کو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اصل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کر اس</w:t>
      </w:r>
      <w:r>
        <w:rPr>
          <w:rFonts w:hint="cs"/>
          <w:rtl/>
        </w:rPr>
        <w:t>ی</w:t>
      </w:r>
      <w:r>
        <w:rPr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 xml:space="preserve">ہ جن </w:t>
      </w:r>
      <w:r>
        <w:rPr>
          <w:rtl/>
        </w:rPr>
        <w:t>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18_</w:t>
      </w:r>
    </w:p>
    <w:p w:rsidR="0065778C" w:rsidRDefault="0065778C" w:rsidP="00D2626E">
      <w:pPr>
        <w:pStyle w:val="libFootnote"/>
      </w:pPr>
      <w:r>
        <w:rPr>
          <w:rtl/>
        </w:rPr>
        <w:t>2) سورة رعد،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14_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سب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'' توسل'' کو لغت،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اور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روشن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: سب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'' توسّل''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انتخاب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استعمال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کو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اجاتا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جو انسان کوکس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دوسر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کر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لغت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کتاب '' لسان العرب''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توسّل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 w:rsidRPr="00061FBC">
        <w:rPr>
          <w:rStyle w:val="libArabicChar"/>
          <w:rtl/>
        </w:rPr>
        <w:t>''وصَّل ال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tl/>
        </w:rPr>
        <w:t xml:space="preserve"> الله وس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لةً</w:t>
      </w:r>
      <w:r w:rsidRPr="00061FBC">
        <w:rPr>
          <w:rStyle w:val="libArabicChar"/>
          <w:rtl/>
        </w:rPr>
        <w:t xml:space="preserve"> اذا عَمل عملاً تقرب ال</w:t>
      </w:r>
      <w:r w:rsidRPr="00061FBC">
        <w:rPr>
          <w:rStyle w:val="libArabicChar"/>
          <w:rFonts w:hint="cs"/>
          <w:rtl/>
        </w:rPr>
        <w:t>ی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tl/>
        </w:rPr>
        <w:t xml:space="preserve"> والوس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لة</w:t>
      </w:r>
      <w:r w:rsidRPr="00061FBC">
        <w:rPr>
          <w:rStyle w:val="libArabicChar"/>
          <w:rtl/>
        </w:rPr>
        <w:t xml:space="preserve"> ما 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تقرّب</w:t>
      </w:r>
      <w:r w:rsidRPr="00061FBC">
        <w:rPr>
          <w:rStyle w:val="libArabicChar"/>
          <w:rtl/>
        </w:rPr>
        <w:t xml:space="preserve"> ب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Fonts w:hint="cs"/>
          <w:rtl/>
        </w:rPr>
        <w:t xml:space="preserve"> الی</w:t>
      </w:r>
      <w:r w:rsidRPr="00061FBC">
        <w:rPr>
          <w:rStyle w:val="libArabicChar"/>
          <w:rtl/>
        </w:rPr>
        <w:t xml:space="preserve"> الغ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ر</w:t>
      </w:r>
      <w:r w:rsidRPr="00061FBC">
        <w:rPr>
          <w:rStyle w:val="libArabicChar"/>
          <w:rtl/>
        </w:rPr>
        <w:t>;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توسّل کرنا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منتخب کرنا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 کا قرب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، اور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انسان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tl/>
        </w:rPr>
        <w:t xml:space="preserve">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tl/>
        </w:rPr>
        <w:t xml:space="preserve">مصباح اللغة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: '' </w:t>
      </w:r>
      <w:r w:rsidRPr="00061FBC">
        <w:rPr>
          <w:rStyle w:val="libArabicChar"/>
          <w:rFonts w:hint="cs"/>
          <w:rtl/>
        </w:rPr>
        <w:t>الوسی</w:t>
      </w:r>
      <w:r w:rsidRPr="00061FBC">
        <w:rPr>
          <w:rStyle w:val="libArabicChar"/>
          <w:rFonts w:hint="eastAsia"/>
          <w:rtl/>
        </w:rPr>
        <w:t>لة</w:t>
      </w:r>
      <w:r w:rsidRPr="00061FBC">
        <w:rPr>
          <w:rStyle w:val="libArabicChar"/>
          <w:rtl/>
        </w:rPr>
        <w:t xml:space="preserve"> ما 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تقرّب</w:t>
      </w:r>
      <w:r w:rsidRPr="00061FBC">
        <w:rPr>
          <w:rStyle w:val="libArabicChar"/>
          <w:rtl/>
        </w:rPr>
        <w:t xml:space="preserve"> ب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Fonts w:hint="cs"/>
          <w:rtl/>
        </w:rPr>
        <w:t xml:space="preserve"> الی</w:t>
      </w:r>
      <w:r w:rsidRPr="00061FBC">
        <w:rPr>
          <w:rStyle w:val="libArabicChar"/>
          <w:rtl/>
        </w:rPr>
        <w:t xml:space="preserve"> الش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ء</w:t>
      </w:r>
      <w:r w:rsidRPr="00061FBC">
        <w:rPr>
          <w:rStyle w:val="libArabicChar"/>
          <w:rtl/>
        </w:rPr>
        <w:t xml:space="preserve"> و الجمع الوسائل''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اس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</w:t>
      </w:r>
      <w:r>
        <w:rPr>
          <w:rtl/>
        </w:rPr>
        <w:t xml:space="preserve"> انسان دوسر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''وسائل ''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اللغة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: '' </w:t>
      </w:r>
      <w:r w:rsidRPr="00061FBC">
        <w:rPr>
          <w:rStyle w:val="libArabicChar"/>
          <w:rFonts w:hint="cs"/>
          <w:rtl/>
        </w:rPr>
        <w:t>الوسی</w:t>
      </w:r>
      <w:r w:rsidRPr="00061FBC">
        <w:rPr>
          <w:rStyle w:val="libArabicChar"/>
          <w:rFonts w:hint="eastAsia"/>
          <w:rtl/>
        </w:rPr>
        <w:t>لة</w:t>
      </w:r>
      <w:r w:rsidRPr="00061FBC">
        <w:rPr>
          <w:rStyle w:val="libArabicChar"/>
          <w:rtl/>
        </w:rPr>
        <w:t xml:space="preserve"> الرغبة و الطلب''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رغبت اور طلب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''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لغت ک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مطابق،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،</w:t>
      </w:r>
      <w:r>
        <w:rPr>
          <w:rtl/>
        </w:rPr>
        <w:t xml:space="preserve"> تقرب حاصل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انسان دوسر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قر</w:t>
      </w:r>
      <w:r>
        <w:rPr>
          <w:rtl/>
        </w:rPr>
        <w:t xml:space="preserve">ب حاصل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1_ سور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مائد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35و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ارشاد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: </w:t>
      </w:r>
    </w:p>
    <w:p w:rsidR="0065778C" w:rsidRDefault="0065778C" w:rsidP="00061FBC">
      <w:pPr>
        <w:pStyle w:val="libAie"/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ايّ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ا الّذی</w:t>
      </w:r>
      <w:r>
        <w:rPr>
          <w:rFonts w:hint="eastAsia"/>
          <w:rtl/>
        </w:rPr>
        <w:t>ن</w:t>
      </w:r>
      <w:r>
        <w:rPr>
          <w:rtl/>
        </w:rPr>
        <w:t xml:space="preserve"> آمنو اتقوا الله و ابتغوا ال</w:t>
      </w:r>
      <w:r>
        <w:rPr>
          <w:rFonts w:hint="cs"/>
          <w:rtl/>
        </w:rPr>
        <w:t>ی</w:t>
      </w:r>
      <w:r w:rsidR="00380DE6" w:rsidRPr="00EC5D05">
        <w:rPr>
          <w:rFonts w:hint="cs"/>
          <w:rtl/>
        </w:rPr>
        <w:t>ه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و جا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>دُوا فی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80DE6" w:rsidRPr="00EC5D05">
        <w:rPr>
          <w:rFonts w:hint="cs"/>
          <w:rtl/>
        </w:rPr>
        <w:t>ه</w:t>
      </w:r>
      <w:r>
        <w:rPr>
          <w:rtl/>
        </w:rPr>
        <w:t xml:space="preserve"> لعلکم تفلحون''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تمام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اوّل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کا حکم، دوّم،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منتخب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حکم 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جو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سوّم :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حکم، ان مجموع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صفات ( تقو</w:t>
      </w:r>
      <w:r>
        <w:rPr>
          <w:rFonts w:hint="cs"/>
          <w:rtl/>
        </w:rPr>
        <w:t>ی</w:t>
      </w:r>
      <w:r>
        <w:rPr>
          <w:rtl/>
        </w:rPr>
        <w:t xml:space="preserve"> ، توسّل اور 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اد)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آخر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: '' لعلکم تفلحون''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صفات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فلاح اور رستگار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tl/>
        </w:rPr>
        <w:t>2_ سورة اسرا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57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57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tl/>
        </w:rPr>
        <w:t>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56 کامطالع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جس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</w:p>
    <w:p w:rsidR="0065778C" w:rsidRDefault="0065778C" w:rsidP="00061FBC">
      <w:pPr>
        <w:pStyle w:val="libAie"/>
      </w:pPr>
      <w:r>
        <w:rPr>
          <w:rtl/>
        </w:rPr>
        <w:t>''قل ادعوا الّذ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زَعمتم من دُون</w:t>
      </w:r>
      <w:r w:rsidR="00380DE6" w:rsidRPr="00EC5D05">
        <w:rPr>
          <w:rFonts w:hint="cs"/>
          <w:rtl/>
        </w:rPr>
        <w:t>ه</w:t>
      </w:r>
      <w:r>
        <w:rPr>
          <w:rFonts w:hint="cs"/>
          <w:rtl/>
        </w:rPr>
        <w:t xml:space="preserve"> فَلا ی</w:t>
      </w:r>
      <w:r>
        <w:rPr>
          <w:rFonts w:hint="eastAsia"/>
          <w:rtl/>
        </w:rPr>
        <w:t>ملکونَ</w:t>
      </w:r>
      <w:r>
        <w:rPr>
          <w:rtl/>
        </w:rPr>
        <w:t xml:space="preserve"> کشفَ الضُرّ عنکم و لا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: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 جن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معبود تصوّر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tl/>
        </w:rPr>
        <w:t xml:space="preserve"> لوک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مشکل کوحل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حل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65778C" w:rsidRDefault="00CE2672" w:rsidP="0065778C">
      <w:pPr>
        <w:pStyle w:val="libNormal"/>
      </w:pP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61FBC">
        <w:rPr>
          <w:rStyle w:val="libAieChar"/>
          <w:rtl/>
        </w:rPr>
        <w:t>''قُل ادعوا الّذ</w:t>
      </w:r>
      <w:r w:rsidRPr="00061FBC">
        <w:rPr>
          <w:rStyle w:val="libAieChar"/>
          <w:rFonts w:hint="cs"/>
          <w:rtl/>
        </w:rPr>
        <w:t>ی</w:t>
      </w:r>
      <w:r w:rsidRPr="00061FBC">
        <w:rPr>
          <w:rStyle w:val="libAieChar"/>
          <w:rFonts w:hint="eastAsia"/>
          <w:rtl/>
        </w:rPr>
        <w:t>ن</w:t>
      </w:r>
      <w:r w:rsidRPr="00061FBC">
        <w:rPr>
          <w:rStyle w:val="libAieChar"/>
          <w:rtl/>
        </w:rPr>
        <w:t>'</w:t>
      </w:r>
      <w:r>
        <w:rPr>
          <w:rStyle w:val="libAieChar"/>
          <w:rtl/>
        </w:rPr>
        <w:t xml:space="preserve"> </w:t>
      </w:r>
      <w:r w:rsidRPr="00CE2672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65778C">
        <w:rPr>
          <w:rtl/>
        </w:rPr>
        <w:t>' وال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جمل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معلوم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معبودوں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مراد بت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اس قسم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،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ونک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کلم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الذ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tl/>
        </w:rPr>
        <w:t xml:space="preserve"> صاحب شعور اور صاحب عقل افراد 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استعمال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اجاتا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ذا اس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فرشت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مراد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لوگ پوجت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</w:t>
      </w:r>
      <w:r w:rsidR="0065778C" w:rsidRPr="00471E8C">
        <w:rPr>
          <w:rFonts w:hint="cs"/>
          <w:rtl/>
        </w:rPr>
        <w:t>ھے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حضرت 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مراد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گرو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معبود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عنوان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پرستش کرتا 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ا_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کرر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فرشت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حضرت ع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(ع) تم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مشکل کو حل کرسکت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بعد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061FBC">
        <w:rPr>
          <w:rStyle w:val="libAieChar"/>
          <w:rFonts w:hint="cs"/>
          <w:rtl/>
        </w:rPr>
        <w:t>اولئک الّذی</w:t>
      </w:r>
      <w:r w:rsidR="00CE2672" w:rsidRPr="00061FBC">
        <w:rPr>
          <w:rStyle w:val="libAieChar"/>
          <w:rFonts w:hint="eastAsia"/>
          <w:rtl/>
        </w:rPr>
        <w:t>ن</w:t>
      </w:r>
      <w:r w:rsidR="00CE2672" w:rsidRPr="00061FBC">
        <w:rPr>
          <w:rStyle w:val="libAieChar"/>
          <w:rtl/>
        </w:rPr>
        <w:t xml:space="preserve"> يَدعُون </w:t>
      </w:r>
      <w:r w:rsidR="00CE2672" w:rsidRPr="00061FBC">
        <w:rPr>
          <w:rStyle w:val="libAieChar"/>
          <w:rFonts w:hint="cs"/>
          <w:rtl/>
        </w:rPr>
        <w:t>ی</w:t>
      </w:r>
      <w:r w:rsidR="00CE2672" w:rsidRPr="00061FBC">
        <w:rPr>
          <w:rStyle w:val="libAieChar"/>
          <w:rFonts w:hint="eastAsia"/>
          <w:rtl/>
        </w:rPr>
        <w:t>بتغون</w:t>
      </w:r>
      <w:r w:rsidR="00CE2672" w:rsidRPr="00061FBC">
        <w:rPr>
          <w:rStyle w:val="libAieChar"/>
          <w:rtl/>
        </w:rPr>
        <w:t xml:space="preserve"> ال</w:t>
      </w:r>
      <w:r w:rsidR="00CE2672" w:rsidRPr="00061FBC">
        <w:rPr>
          <w:rStyle w:val="libAieChar"/>
          <w:rFonts w:hint="cs"/>
          <w:rtl/>
        </w:rPr>
        <w:t>ی</w:t>
      </w:r>
      <w:r w:rsidR="00CE2672" w:rsidRPr="00061FBC">
        <w:rPr>
          <w:rStyle w:val="libAieChar"/>
          <w:rtl/>
        </w:rPr>
        <w:t xml:space="preserve"> ربّ</w:t>
      </w:r>
      <w:r w:rsidR="00CE2672" w:rsidRPr="00EC5D05">
        <w:rPr>
          <w:rStyle w:val="libAieChar"/>
          <w:rFonts w:hint="cs"/>
          <w:rtl/>
        </w:rPr>
        <w:t>ه</w:t>
      </w:r>
      <w:r w:rsidR="00CE2672" w:rsidRPr="00061FBC">
        <w:rPr>
          <w:rStyle w:val="libAieChar"/>
          <w:rFonts w:hint="cs"/>
          <w:rtl/>
        </w:rPr>
        <w:t>م الوسی</w:t>
      </w:r>
      <w:r w:rsidR="00CE2672" w:rsidRPr="00061FBC">
        <w:rPr>
          <w:rStyle w:val="libAieChar"/>
          <w:rFonts w:hint="eastAsia"/>
          <w:rtl/>
        </w:rPr>
        <w:t>لة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; خود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( فرشت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</w:t>
      </w:r>
      <w:r w:rsidR="00CE2672" w:rsidRPr="00CE2672">
        <w:rPr>
          <w:rStyle w:val="libAlaemChar"/>
          <w:rtl/>
        </w:rPr>
        <w:t>)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خداوند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تقرب حاصل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اقرب جو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'' و </w:t>
      </w:r>
      <w:r>
        <w:rPr>
          <w:rFonts w:hint="cs"/>
          <w:rtl/>
        </w:rPr>
        <w:t>ی</w:t>
      </w:r>
      <w:r>
        <w:rPr>
          <w:rFonts w:hint="eastAsia"/>
          <w:rtl/>
        </w:rPr>
        <w:t>رجون</w:t>
      </w:r>
      <w:r>
        <w:rPr>
          <w:rtl/>
        </w:rPr>
        <w:t xml:space="preserve"> رحمة'';اور 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'' و </w:t>
      </w:r>
      <w:r>
        <w:rPr>
          <w:rFonts w:hint="cs"/>
          <w:rtl/>
        </w:rPr>
        <w:t>ی</w:t>
      </w:r>
      <w:r>
        <w:rPr>
          <w:rFonts w:hint="eastAsia"/>
          <w:rtl/>
        </w:rPr>
        <w:t>خافون</w:t>
      </w:r>
      <w:r>
        <w:rPr>
          <w:rtl/>
        </w:rPr>
        <w:t xml:space="preserve"> عذاب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عذاب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'' انّ عذاب ربک کان محذوراً ;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پروردگار کاعذاب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سب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>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گمان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کا مف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کاشف الضر)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طور پر مشکلات کا حل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قضائ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حاجات اور دفع کر بات کا سرچشم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عبادت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مستقل طور پر مؤثر اور کاشف ضر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جس</w:t>
      </w:r>
      <w:r>
        <w:rPr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طرف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خدا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نزد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وں،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ذوات مقدّس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،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شفاعت کرت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جو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شفاعت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واقعيّت اور شفاعت ک</w:t>
      </w:r>
      <w:r>
        <w:rPr>
          <w:rFonts w:hint="cs"/>
          <w:rtl/>
        </w:rPr>
        <w:t>ی</w:t>
      </w:r>
      <w:r>
        <w:rPr>
          <w:rtl/>
        </w:rPr>
        <w:t xml:space="preserve"> واقعيّت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شفاعت کو ثابت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توسل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 بات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سورة مائد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57 نمبر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ا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اقرب''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فرشت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(ع)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منتخب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</w:t>
      </w:r>
      <w:r>
        <w:rPr>
          <w:rtl/>
        </w:rPr>
        <w:t>'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م'' جمع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صاحب عقول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واضح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توسّل ان ک</w:t>
      </w:r>
      <w:r>
        <w:rPr>
          <w:rFonts w:hint="cs"/>
          <w:rtl/>
        </w:rPr>
        <w:t>ی</w:t>
      </w:r>
      <w:r>
        <w:rPr>
          <w:rtl/>
        </w:rPr>
        <w:t xml:space="preserve"> عبادت اور پوجا کرنا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طور پر مؤثر جاننا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ںمستقل</w:t>
      </w:r>
      <w:r>
        <w:rPr>
          <w:rtl/>
        </w:rPr>
        <w:t xml:space="preserve"> طور پر قاض</w:t>
      </w:r>
      <w:r>
        <w:rPr>
          <w:rFonts w:hint="cs"/>
          <w:rtl/>
        </w:rPr>
        <w:t>ی</w:t>
      </w:r>
      <w:r>
        <w:rPr>
          <w:rtl/>
        </w:rPr>
        <w:t xml:space="preserve"> الحاجات اورکاشف الکربات جاننا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ذوات مقدّس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شخص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جس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شفاعت اور سفارش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شخصيّت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جانا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،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شخص کوواسط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تعلقات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آپ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تعار</w:t>
      </w:r>
      <w:r>
        <w:rPr>
          <w:rFonts w:hint="eastAsia"/>
          <w:rtl/>
        </w:rPr>
        <w:t>ف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سفارش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کام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عبادت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اس</w:t>
      </w:r>
      <w:r w:rsidRPr="00471E8C">
        <w:rPr>
          <w:rFonts w:hint="cs"/>
          <w:rtl/>
        </w:rPr>
        <w:t>ے</w:t>
      </w:r>
      <w:r>
        <w:rPr>
          <w:rtl/>
        </w:rPr>
        <w:t xml:space="preserve"> مستقل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نا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cs"/>
          <w:rtl/>
        </w:rPr>
        <w:lastRenderedPageBreak/>
        <w:t>ی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اں</w:t>
      </w:r>
      <w:r w:rsidR="0065778C">
        <w:rPr>
          <w:rtl/>
        </w:rPr>
        <w:t xml:space="preserve"> مناسب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'' ابن علو</w:t>
      </w:r>
      <w:r w:rsidR="0065778C">
        <w:rPr>
          <w:rFonts w:hint="cs"/>
          <w:rtl/>
        </w:rPr>
        <w:t>ی</w:t>
      </w:r>
      <w:r w:rsidR="0065778C">
        <w:rPr>
          <w:rtl/>
        </w:rPr>
        <w:t>'' کا کلام نقل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ان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مش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ور کتاب ''مف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وم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جب</w:t>
      </w:r>
      <w:r w:rsidR="0065778C">
        <w:rPr>
          <w:rtl/>
        </w:rPr>
        <w:t xml:space="preserve"> ان تصحّح''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لوگوں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توسّل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سمج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غلط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_ اس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(اپن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نظر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مطابق) توسّل کا صح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ح</w:t>
      </w:r>
      <w:r w:rsidR="0065778C">
        <w:rPr>
          <w:rtl/>
        </w:rPr>
        <w:t xml:space="preserve"> مف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وم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>
        <w:rPr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ا</w:t>
      </w:r>
      <w:r w:rsidR="0065778C">
        <w:rPr>
          <w:rFonts w:hint="eastAsia"/>
          <w:rtl/>
        </w:rPr>
        <w:t>ور</w:t>
      </w:r>
      <w:r w:rsidR="0065778C">
        <w:rPr>
          <w:rtl/>
        </w:rPr>
        <w:t xml:space="preserve">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ل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محترم قار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توج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چند نکات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طرف مبذول کرات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1_ توسّل دعا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تبارک و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توجّ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پس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دف اور اصل</w:t>
      </w:r>
      <w:r>
        <w:rPr>
          <w:rFonts w:hint="cs"/>
          <w:rtl/>
        </w:rPr>
        <w:t>ی</w:t>
      </w:r>
      <w:r>
        <w:rPr>
          <w:rtl/>
        </w:rPr>
        <w:t xml:space="preserve"> مقصد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اور جس شخصيّت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آپ توسّل کر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تقرب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توسّل </w:t>
      </w:r>
      <w:r w:rsidR="004527F0">
        <w:rPr>
          <w:rtl/>
        </w:rPr>
        <w:t xml:space="preserve">میں 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وتو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مشرک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2_ جو انسان کس</w:t>
      </w:r>
      <w:r>
        <w:rPr>
          <w:rFonts w:hint="cs"/>
          <w:rtl/>
        </w:rPr>
        <w:t>ی</w:t>
      </w:r>
      <w:r>
        <w:rPr>
          <w:rtl/>
        </w:rPr>
        <w:t xml:space="preserve"> شخصيّت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انسان کا اس</w:t>
      </w:r>
      <w:r>
        <w:rPr>
          <w:rFonts w:hint="cs"/>
          <w:rtl/>
        </w:rPr>
        <w:t>ی</w:t>
      </w:r>
      <w:r>
        <w:rPr>
          <w:rtl/>
        </w:rPr>
        <w:t xml:space="preserve"> شخصيّت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ار محبّت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اعتقاد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مقرّب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بالفرض اگر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eastAsia"/>
          <w:rtl/>
        </w:rPr>
        <w:t>اس</w:t>
      </w:r>
      <w:r>
        <w:rPr>
          <w:rtl/>
        </w:rPr>
        <w:t xml:space="preserve"> شخصيّت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مکمل طور پر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تو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تک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علم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خداوند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شخصيّت کا مقربّ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ونا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3_ اگر توسّل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والا انسان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( متوسّلٌ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) جس شخ</w:t>
      </w:r>
      <w:r>
        <w:rPr>
          <w:rtl/>
        </w:rPr>
        <w:t>صيّت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اس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مستقل طور پر نفع ونقصان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مشرک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tl/>
        </w:rPr>
        <w:lastRenderedPageBreak/>
        <w:t>4_ توسّل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واجب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ضرور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اور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دعا قبول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منحصر راست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دعا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خداوند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حاضر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ونا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جس صورت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و_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خود خداوند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ارشاد فرما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061FBC">
        <w:rPr>
          <w:rStyle w:val="libAieChar"/>
          <w:rFonts w:hint="cs"/>
          <w:rtl/>
        </w:rPr>
        <w:t>''واذا سا لک عبادی</w:t>
      </w:r>
      <w:r w:rsidR="00CE2672" w:rsidRPr="00061FBC">
        <w:rPr>
          <w:rStyle w:val="libAieChar"/>
          <w:rtl/>
        </w:rPr>
        <w:t xml:space="preserve"> عنّ</w:t>
      </w:r>
      <w:r w:rsidR="00CE2672" w:rsidRPr="00061FBC">
        <w:rPr>
          <w:rStyle w:val="libAieChar"/>
          <w:rFonts w:hint="cs"/>
          <w:rtl/>
        </w:rPr>
        <w:t>ی</w:t>
      </w:r>
      <w:r w:rsidR="00CE2672" w:rsidRPr="00061FBC">
        <w:rPr>
          <w:rStyle w:val="libAieChar"/>
          <w:rtl/>
        </w:rPr>
        <w:t xml:space="preserve"> فانّ</w:t>
      </w:r>
      <w:r w:rsidR="00CE2672" w:rsidRPr="00061FBC">
        <w:rPr>
          <w:rStyle w:val="libAieChar"/>
          <w:rFonts w:hint="cs"/>
          <w:rtl/>
        </w:rPr>
        <w:t>ی</w:t>
      </w:r>
      <w:r w:rsidR="00CE2672" w:rsidRPr="00061FBC">
        <w:rPr>
          <w:rStyle w:val="libAieChar"/>
          <w:rtl/>
        </w:rPr>
        <w:t xml:space="preserve"> قر</w:t>
      </w:r>
      <w:r w:rsidR="00CE2672" w:rsidRPr="00061FBC">
        <w:rPr>
          <w:rStyle w:val="libAieChar"/>
          <w:rFonts w:hint="cs"/>
          <w:rtl/>
        </w:rPr>
        <w:t>ی</w:t>
      </w:r>
      <w:r w:rsidR="00CE2672" w:rsidRPr="00061FBC">
        <w:rPr>
          <w:rStyle w:val="libAieChar"/>
          <w:rFonts w:hint="eastAsia"/>
          <w:rtl/>
        </w:rPr>
        <w:t>بٌ</w:t>
      </w:r>
      <w:r w:rsidR="00CE2672" w:rsidRPr="00061FBC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''ابن علو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>'' اس مقدم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بعد،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علما، فق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اء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tl/>
        </w:rPr>
        <w:t>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اعمال صالح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ال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مشروعيّت ( جواز)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مسلمانوں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تقرب حاصل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مثلاً کوئ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صدق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تقرب حاصل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مسلّماً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کو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من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''جناب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ميّ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مختلف کتب </w:t>
      </w:r>
      <w:r w:rsidR="004527F0">
        <w:rPr>
          <w:rtl/>
        </w:rPr>
        <w:t xml:space="preserve">میں </w:t>
      </w:r>
      <w:r>
        <w:rPr>
          <w:rtl/>
        </w:rPr>
        <w:t xml:space="preserve"> بالخصوص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061FBC">
        <w:rPr>
          <w:rStyle w:val="libArabicChar"/>
          <w:rtl/>
        </w:rPr>
        <w:t>'' القاعدة الجل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لة</w:t>
      </w:r>
      <w:r w:rsidRPr="00061FBC">
        <w:rPr>
          <w:rStyle w:val="libArabicChar"/>
          <w:rtl/>
        </w:rPr>
        <w:t xml:space="preserve"> ف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tl/>
        </w:rPr>
        <w:t xml:space="preserve"> التوسّل و الوس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لة</w:t>
      </w:r>
      <w:r w:rsidRPr="00061FBC">
        <w:rPr>
          <w:rStyle w:val="libArabicChar"/>
          <w:rtl/>
        </w:rPr>
        <w:t>''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ميّ</w:t>
      </w:r>
      <w:r w:rsidRPr="00471E8C">
        <w:rPr>
          <w:rFonts w:hint="cs"/>
          <w:rtl/>
        </w:rPr>
        <w:t>ہ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جواز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پس اختلاف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، اعمال صالح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</w:t>
      </w:r>
      <w:r>
        <w:rPr>
          <w:rtl/>
        </w:rPr>
        <w:t>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مثلاً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: </w:t>
      </w:r>
      <w:r w:rsidRPr="00061FBC">
        <w:rPr>
          <w:rStyle w:val="libArabicChar"/>
          <w:rFonts w:hint="cs"/>
          <w:rtl/>
        </w:rPr>
        <w:t>اللّ</w:t>
      </w:r>
      <w:r w:rsidR="00380DE6" w:rsidRPr="009B41EC">
        <w:rPr>
          <w:rStyle w:val="libArabicChar"/>
          <w:rFonts w:hint="cs"/>
          <w:rtl/>
        </w:rPr>
        <w:t>ه</w:t>
      </w:r>
      <w:r w:rsidRPr="00061FBC">
        <w:rPr>
          <w:rStyle w:val="libArabicChar"/>
          <w:rFonts w:hint="cs"/>
          <w:rtl/>
        </w:rPr>
        <w:t>م انّی</w:t>
      </w:r>
      <w:r w:rsidRPr="00061FBC">
        <w:rPr>
          <w:rStyle w:val="libArabicChar"/>
          <w:rtl/>
        </w:rPr>
        <w:t xml:space="preserve"> اتوسّل ال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ک</w:t>
      </w:r>
      <w:r w:rsidRPr="00061FBC">
        <w:rPr>
          <w:rStyle w:val="libArabicChar"/>
          <w:rtl/>
        </w:rPr>
        <w:t xml:space="preserve"> بنب</w:t>
      </w:r>
      <w:r w:rsidRPr="00061FBC">
        <w:rPr>
          <w:rStyle w:val="libArabicChar"/>
          <w:rFonts w:hint="cs"/>
          <w:rtl/>
        </w:rPr>
        <w:t>ی</w:t>
      </w:r>
      <w:r w:rsidRPr="00061FBC">
        <w:rPr>
          <w:rStyle w:val="libArabicChar"/>
          <w:rFonts w:hint="eastAsia"/>
          <w:rtl/>
        </w:rPr>
        <w:t>ک</w:t>
      </w:r>
      <w:r w:rsidRPr="00061FBC">
        <w:rPr>
          <w:rStyle w:val="libArabicChar"/>
          <w:rtl/>
        </w:rPr>
        <w:t xml:space="preserve"> محمّد(ص)</w:t>
      </w:r>
      <w:r>
        <w:rPr>
          <w:rtl/>
        </w:rPr>
        <w:t xml:space="preserve"> ;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بقرة آ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186 (ترجم</w:t>
      </w:r>
      <w:r w:rsidRPr="00D2626E">
        <w:rPr>
          <w:rFonts w:hint="cs"/>
          <w:rtl/>
        </w:rPr>
        <w:t>ہ )جب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D2626E">
        <w:rPr>
          <w:rFonts w:hint="cs"/>
          <w:rtl/>
        </w:rPr>
        <w:t>ے</w:t>
      </w:r>
      <w:r>
        <w:rPr>
          <w:rtl/>
        </w:rPr>
        <w:t xml:space="preserve"> بند</w:t>
      </w:r>
      <w:r w:rsidRPr="00D2626E">
        <w:rPr>
          <w:rFonts w:hint="cs"/>
          <w:rtl/>
        </w:rPr>
        <w:t>ے مجھ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4527F0">
        <w:rPr>
          <w:rtl/>
        </w:rPr>
        <w:t xml:space="preserve">میں 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D2626E">
        <w:rPr>
          <w:rFonts w:hint="cs"/>
          <w:rtl/>
        </w:rPr>
        <w:t>ہوں</w:t>
      </w:r>
      <w:r>
        <w:rPr>
          <w:rtl/>
        </w:rPr>
        <w:t>'' 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بارال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تقرب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ت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نب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محمد مصطف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صلّ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عل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و آل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 سلم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ذات کو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بناتا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وں_ اس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 ابن علو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اضاف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لک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اس معن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اختلاف اور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کا اول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توسّل کا انکار کرناحق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قت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صرف ظا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ر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لفظ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اختلاف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>، واقع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اورحق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اختلاف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باالفاظ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صرف لفظوں کا نزاع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انک</w:t>
      </w:r>
      <w:r w:rsidRPr="00471E8C"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امر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اگر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انصاف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مطلب واضح اور اعتراض ختم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اسطرح فتن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خاموش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_ اورمسلمانوں پر مشرک اور ضلالت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موصوف اس مطلب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جوانسان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محبّت کرتا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محبت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انسان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شخص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شخص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محبت کرتا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محبّت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انسان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کو پسند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محبت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جب </w:t>
      </w:r>
      <w:r w:rsidRPr="00471E8C">
        <w:rPr>
          <w:rFonts w:hint="cs"/>
          <w:rtl/>
        </w:rPr>
        <w:t>ہ</w:t>
      </w:r>
      <w:r>
        <w:rPr>
          <w:rFonts w:hint="eastAsia"/>
          <w:rtl/>
        </w:rPr>
        <w:t>م</w:t>
      </w:r>
      <w:r>
        <w:rPr>
          <w:rtl/>
        </w:rPr>
        <w:t xml:space="preserve"> ان تمام امور </w:t>
      </w:r>
      <w:r w:rsidR="004527F0">
        <w:rPr>
          <w:rtl/>
        </w:rPr>
        <w:t xml:space="preserve">میں </w:t>
      </w:r>
      <w:r>
        <w:rPr>
          <w:rtl/>
        </w:rPr>
        <w:t xml:space="preserve"> غور و فکر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سب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باطن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عمل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پر تمام مسلمانوں کا اتفاق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کتاب مفا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ان تصحّح ص 116، 117_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البت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م بعد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اول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ائ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ال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توسّل اگر 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شان اور مقام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انک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اعمال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اس اعتبار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ذوات مقدس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خداوند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آبرومند ، عز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اور سربلند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کس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خاطر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توسّل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و، تو جب تک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تاث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مستقل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سمج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بلک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ان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شف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>
        <w:rPr>
          <w:rtl/>
        </w:rPr>
        <w:t xml:space="preserve"> سمج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تو 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توسّل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کفر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خلاف شرع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متعدّد مقامات پر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 شرک تو تب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مستقل طور پر مؤثر سمج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(</w:t>
      </w:r>
      <w:r w:rsidR="00CE2672">
        <w:rPr>
          <w:rStyle w:val="libAieChar"/>
          <w:rtl/>
        </w:rPr>
        <w:t xml:space="preserve"> </w:t>
      </w:r>
      <w:r w:rsidR="00CE2672" w:rsidRPr="00FA74E5">
        <w:rPr>
          <w:rStyle w:val="libAieChar"/>
          <w:rtl/>
        </w:rPr>
        <w:t>ما نعبد</w:t>
      </w:r>
      <w:r w:rsidR="00CE2672" w:rsidRPr="00EC5D05">
        <w:rPr>
          <w:rStyle w:val="libAieChar"/>
          <w:rFonts w:hint="cs"/>
          <w:rtl/>
        </w:rPr>
        <w:t>ه</w:t>
      </w:r>
      <w:r w:rsidR="00CE2672" w:rsidRPr="00FA74E5">
        <w:rPr>
          <w:rStyle w:val="libAieChar"/>
          <w:rFonts w:hint="cs"/>
          <w:rtl/>
        </w:rPr>
        <w:t>م الّا لی</w:t>
      </w:r>
      <w:r w:rsidR="00CE2672" w:rsidRPr="00FA74E5">
        <w:rPr>
          <w:rStyle w:val="libAieChar"/>
          <w:rFonts w:hint="eastAsia"/>
          <w:rtl/>
        </w:rPr>
        <w:t>قرّبونا</w:t>
      </w:r>
      <w:r w:rsidR="00CE2672" w:rsidRPr="00FA74E5">
        <w:rPr>
          <w:rStyle w:val="libAieChar"/>
          <w:rtl/>
        </w:rPr>
        <w:t xml:space="preserve"> ال</w:t>
      </w:r>
      <w:r w:rsidR="00CE2672" w:rsidRPr="00FA74E5">
        <w:rPr>
          <w:rStyle w:val="libAieChar"/>
          <w:rFonts w:hint="cs"/>
          <w:rtl/>
        </w:rPr>
        <w:t>ی</w:t>
      </w:r>
      <w:r w:rsidR="00CE2672" w:rsidRPr="00FA74E5">
        <w:rPr>
          <w:rStyle w:val="libAieChar"/>
          <w:rtl/>
        </w:rPr>
        <w:t xml:space="preserve"> الل</w:t>
      </w:r>
      <w:r w:rsidR="00CE2672" w:rsidRPr="00EC5D05">
        <w:rPr>
          <w:rStyle w:val="libAieChar"/>
          <w:rFonts w:hint="cs"/>
          <w:rtl/>
        </w:rPr>
        <w:t>ه</w:t>
      </w:r>
      <w:r w:rsidR="00CE2672" w:rsidRPr="00FA74E5">
        <w:rPr>
          <w:rStyle w:val="libAieChar"/>
          <w:rFonts w:hint="cs"/>
          <w:rtl/>
        </w:rPr>
        <w:t xml:space="preserve"> زلفی</w:t>
      </w:r>
      <w:r w:rsidR="00CE2672" w:rsidRPr="00FA74E5">
        <w:rPr>
          <w:rStyle w:val="libAieChar"/>
          <w:rtl/>
        </w:rPr>
        <w:t>''</w:t>
      </w:r>
      <w:r w:rsidR="00CE2672">
        <w:rPr>
          <w:rStyle w:val="libAieChar"/>
          <w:rtl/>
        </w:rPr>
        <w:t xml:space="preserve"> </w:t>
      </w:r>
      <w:r w:rsidR="00CE2672" w:rsidRPr="00CE2672">
        <w:rPr>
          <w:rStyle w:val="libAlaemChar"/>
          <w:rtl/>
        </w:rPr>
        <w:t>)</w:t>
      </w:r>
      <w:r w:rsidR="00CE2672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''عبادت اور ''شفاعت'' کو آپس </w:t>
      </w:r>
      <w:r w:rsidR="004527F0">
        <w:rPr>
          <w:rtl/>
        </w:rPr>
        <w:t xml:space="preserve">میں </w:t>
      </w:r>
      <w:r>
        <w:rPr>
          <w:rtl/>
        </w:rPr>
        <w:t xml:space="preserve">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گمان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شفاعت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واسطوں ک</w:t>
      </w:r>
      <w:r>
        <w:rPr>
          <w:rFonts w:hint="cs"/>
          <w:rtl/>
        </w:rPr>
        <w:t>ی</w:t>
      </w:r>
      <w:r>
        <w:rPr>
          <w:rtl/>
        </w:rPr>
        <w:t xml:space="preserve"> عبادت کرنا شرک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شفاعت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توسل کرنا شرک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(غور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061FBC">
      <w:pPr>
        <w:pStyle w:val="Heading2Center"/>
      </w:pPr>
      <w:bookmarkStart w:id="112" w:name="_Toc519769682"/>
      <w:r>
        <w:rPr>
          <w:rFonts w:hint="eastAsia"/>
          <w:rtl/>
        </w:rPr>
        <w:t>توسل،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>:</w:t>
      </w:r>
      <w:bookmarkEnd w:id="112"/>
    </w:p>
    <w:p w:rsidR="0065778C" w:rsidRDefault="0065778C" w:rsidP="0065778C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توسّل ،ک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اطلاق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،جو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اس توسل کو جو اسلام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و، جائز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مطلوب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توسل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>
        <w:rPr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متواتر </w:t>
      </w:r>
      <w:r>
        <w:rPr>
          <w:rFonts w:hint="cs"/>
          <w:rtl/>
        </w:rPr>
        <w:t>ی</w:t>
      </w:r>
      <w:r>
        <w:rPr>
          <w:rFonts w:hint="eastAsia"/>
          <w:rtl/>
        </w:rPr>
        <w:t>اتواتر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ذ 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مربوط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توسل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بعد،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</w:t>
      </w:r>
      <w:r w:rsidRPr="00D2626E">
        <w:rPr>
          <w:rFonts w:hint="cs"/>
          <w:rtl/>
        </w:rPr>
        <w:t>ہ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البت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روا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 اکرم(ص)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علاو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ن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شخص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توسّل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مربوط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،در خواست اور دعا ک</w:t>
      </w:r>
      <w:r>
        <w:rPr>
          <w:rFonts w:hint="cs"/>
          <w:rtl/>
        </w:rPr>
        <w:t>ی</w:t>
      </w:r>
      <w:r>
        <w:rPr>
          <w:rtl/>
        </w:rPr>
        <w:t xml:space="preserve"> صورت ،بعض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شفاعت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تقاضا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</w:t>
      </w:r>
      <w:r w:rsidR="004527F0">
        <w:rPr>
          <w:rtl/>
        </w:rPr>
        <w:t xml:space="preserve">میں 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کا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خلاص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تمام اقسام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اور اس انداز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>
        <w:rPr>
          <w:rtl/>
        </w:rPr>
        <w:t xml:space="preserve"> تلاش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اب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چند نمونوں کو ملاحظ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FA74E5">
      <w:pPr>
        <w:pStyle w:val="Heading2Center"/>
      </w:pPr>
      <w:bookmarkStart w:id="113" w:name="_Toc519769683"/>
      <w:r>
        <w:rPr>
          <w:rtl/>
        </w:rPr>
        <w:t>1_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ولادت س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پ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ل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حضرت آدم(ع) کا آپ(ص) س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توسّل کرنا</w:t>
      </w:r>
      <w:bookmarkEnd w:id="113"/>
    </w:p>
    <w:p w:rsidR="0065778C" w:rsidRDefault="0065778C" w:rsidP="0065778C">
      <w:pPr>
        <w:pStyle w:val="libNormal"/>
      </w:pPr>
      <w:r>
        <w:rPr>
          <w:rtl/>
        </w:rPr>
        <w:t>''حاکم''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''مستدرک''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آنحضرت(ص)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وقت حضرت آدم (ع)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خطا سرزد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تو آپ 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دعا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اسئلک بحقّ محمّد: لمّا غفرت ل</w:t>
      </w:r>
      <w:r>
        <w:rPr>
          <w:rFonts w:hint="cs"/>
          <w:rtl/>
        </w:rPr>
        <w:t>ی</w:t>
      </w:r>
      <w:r>
        <w:rPr>
          <w:rtl/>
        </w:rPr>
        <w:t xml:space="preserve">'' پروردگارا </w:t>
      </w:r>
      <w:r w:rsidR="004527F0">
        <w:rPr>
          <w:rtl/>
        </w:rPr>
        <w:t xml:space="preserve">میں </w:t>
      </w:r>
      <w:r>
        <w:rPr>
          <w:rtl/>
        </w:rPr>
        <w:t xml:space="preserve"> تج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حضرت محمد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کا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سوال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بخش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''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محمد(ص)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چانا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خلق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آدم 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: پروردگارا اس معرفت کا سبب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روح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ونک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سر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جمل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ا: '' لا 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الّا الله محمّد رسول الله '' اس عبارت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جو م</w:t>
      </w:r>
      <w:r>
        <w:rPr>
          <w:rFonts w:hint="eastAsia"/>
          <w:rtl/>
        </w:rPr>
        <w:t>حمّد</w:t>
      </w:r>
      <w:r>
        <w:rPr>
          <w:rtl/>
        </w:rPr>
        <w:t xml:space="preserve"> کا نام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>
        <w:rPr>
          <w:rtl/>
        </w:rPr>
        <w:t xml:space="preserve"> نام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تمام مخلوقات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محبوب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آدم تو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سچ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ا'' </w:t>
      </w:r>
      <w:r w:rsidRPr="00FA74E5">
        <w:rPr>
          <w:rStyle w:val="libArabicChar"/>
          <w:rFonts w:hint="cs"/>
          <w:rtl/>
        </w:rPr>
        <w:t>ان</w:t>
      </w:r>
      <w:r w:rsidR="00380DE6" w:rsidRPr="009B41EC">
        <w:rPr>
          <w:rStyle w:val="libArabicChar"/>
          <w:rFonts w:hint="cs"/>
          <w:rtl/>
        </w:rPr>
        <w:t>ه</w:t>
      </w:r>
      <w:r w:rsidRPr="00FA74E5">
        <w:rPr>
          <w:rStyle w:val="libArabicChar"/>
          <w:rFonts w:hint="cs"/>
          <w:rtl/>
        </w:rPr>
        <w:t xml:space="preserve"> لاحب الخلق الَّی</w:t>
      </w:r>
      <w:r w:rsidRPr="00FA74E5">
        <w:rPr>
          <w:rStyle w:val="libArabicChar"/>
          <w:rtl/>
        </w:rPr>
        <w:t>''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م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ر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نزد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ک</w:t>
      </w:r>
      <w:r w:rsidR="0065778C">
        <w:rPr>
          <w:rtl/>
        </w:rPr>
        <w:t xml:space="preserve"> تمام مخلوقات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ز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اد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محبوب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tl/>
        </w:rPr>
        <w:t xml:space="preserve">'' </w:t>
      </w:r>
      <w:r w:rsidRPr="00FA74E5">
        <w:rPr>
          <w:rStyle w:val="libArabicChar"/>
          <w:rtl/>
        </w:rPr>
        <w:t>''ادعون</w:t>
      </w:r>
      <w:r w:rsidRPr="00FA74E5">
        <w:rPr>
          <w:rStyle w:val="libArabicChar"/>
          <w:rFonts w:hint="cs"/>
          <w:rtl/>
        </w:rPr>
        <w:t>ی</w:t>
      </w:r>
      <w:r w:rsidRPr="00FA74E5">
        <w:rPr>
          <w:rStyle w:val="libArabicChar"/>
          <w:rtl/>
        </w:rPr>
        <w:t xml:space="preserve"> بحقّ</w:t>
      </w:r>
      <w:r w:rsidR="00380DE6" w:rsidRPr="009B41EC">
        <w:rPr>
          <w:rStyle w:val="libArabicChar"/>
          <w:rFonts w:hint="cs"/>
          <w:rtl/>
        </w:rPr>
        <w:t>ه</w:t>
      </w:r>
      <w:r w:rsidRPr="00FA74E5">
        <w:rPr>
          <w:rStyle w:val="libArabicChar"/>
          <w:rFonts w:hint="cs"/>
          <w:rtl/>
        </w:rPr>
        <w:t xml:space="preserve"> فقدغفرت لک''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حق کا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</w:t>
      </w:r>
      <w:r>
        <w:rPr>
          <w:rtl/>
        </w:rPr>
        <w:t>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مانگ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تج</w:t>
      </w:r>
      <w:r w:rsidRPr="00471E8C">
        <w:rPr>
          <w:rFonts w:hint="cs"/>
          <w:rtl/>
        </w:rPr>
        <w:t>ھے</w:t>
      </w:r>
      <w:r>
        <w:rPr>
          <w:rtl/>
        </w:rPr>
        <w:t xml:space="preserve"> معاف کردونگا''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ابوطالب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مربوط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بچپن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خلاص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''ابن عساکر''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''فتح البار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وکر حضرت ابوطالب(ع)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خشک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قحط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جگ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تبا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مچا رک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آؤ خداوند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حضور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ابوطالب(ع)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(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مراد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طفوليّت کا زمان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گزار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) اس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طرح درخشاں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ا_ جناب ابوطالب(ع)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گود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_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کمر کو خان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کعب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; اس</w:t>
      </w:r>
      <w:r>
        <w:rPr>
          <w:rFonts w:hint="cs"/>
          <w:rtl/>
        </w:rPr>
        <w:t>ی</w:t>
      </w:r>
      <w:r>
        <w:rPr>
          <w:rtl/>
        </w:rPr>
        <w:t xml:space="preserve"> وقت آسمان پر بادل اُم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 xml:space="preserve">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برس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خشک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سرسبز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_ اس وقت جناب ابوطالب(ع)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 جو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حاکم ن</w:t>
      </w:r>
      <w:r w:rsidRPr="00D2626E">
        <w:rPr>
          <w:rFonts w:hint="cs"/>
          <w:rtl/>
        </w:rPr>
        <w:t>ے مستدرک ، جلد 2 ص 615 پر اورحافظ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 xml:space="preserve">ے ''الخصائص </w:t>
      </w:r>
      <w:r>
        <w:rPr>
          <w:rtl/>
        </w:rPr>
        <w:t xml:space="preserve">النبويّة'' </w:t>
      </w:r>
      <w:r w:rsidR="004527F0">
        <w:rPr>
          <w:rtl/>
        </w:rPr>
        <w:t xml:space="preserve">میں </w:t>
      </w:r>
      <w:r>
        <w:rPr>
          <w:rtl/>
        </w:rPr>
        <w:t xml:space="preserve"> اس</w:t>
      </w:r>
      <w:r w:rsidRPr="00D2626E">
        <w:rPr>
          <w:rFonts w:hint="cs"/>
          <w:rtl/>
        </w:rPr>
        <w:t>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اور ب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 xml:space="preserve">ے اسے ''دلائل النبوة''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کہ عام طور پر اس کتاب </w:t>
      </w:r>
      <w:r w:rsidR="004527F0" w:rsidRPr="00D2626E">
        <w:rPr>
          <w:rFonts w:hint="cs"/>
          <w:rtl/>
        </w:rPr>
        <w:t xml:space="preserve">میں </w:t>
      </w:r>
      <w:r>
        <w:rPr>
          <w:rtl/>
        </w:rPr>
        <w:t xml:space="preserve"> و</w:t>
      </w:r>
      <w:r w:rsidRPr="00D2626E">
        <w:rPr>
          <w:rFonts w:hint="cs"/>
          <w:rtl/>
        </w:rPr>
        <w:t>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D2626E">
        <w:rPr>
          <w:rFonts w:hint="cs"/>
          <w:rtl/>
        </w:rPr>
        <w:t>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قسطلان</w:t>
      </w:r>
      <w:r>
        <w:rPr>
          <w:rFonts w:hint="cs"/>
          <w:rtl/>
        </w:rPr>
        <w:t>ی</w:t>
      </w:r>
      <w:r>
        <w:rPr>
          <w:rtl/>
        </w:rPr>
        <w:t xml:space="preserve"> اور زرقان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D2626E">
        <w:rPr>
          <w:rFonts w:hint="cs"/>
          <w:rtl/>
        </w:rPr>
        <w:t>ے مذاہب اللد</w:t>
      </w:r>
      <w:r>
        <w:rPr>
          <w:rFonts w:hint="eastAsia"/>
          <w:rtl/>
        </w:rPr>
        <w:t>نيّ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علماء ن</w:t>
      </w:r>
      <w:r w:rsidRPr="00D2626E">
        <w:rPr>
          <w:rFonts w:hint="cs"/>
          <w:rtl/>
        </w:rPr>
        <w:t>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D2626E">
        <w:rPr>
          <w:rFonts w:hint="cs"/>
          <w:rtl/>
        </w:rPr>
        <w:t>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2626E">
        <w:rPr>
          <w:rFonts w:hint="cs"/>
          <w:rtl/>
        </w:rPr>
        <w:t>ہے _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 w:rsidRPr="00D2626E">
        <w:rPr>
          <w:rFonts w:hint="cs"/>
          <w:rtl/>
        </w:rPr>
        <w:t>ے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D2626E">
        <w:rPr>
          <w:rFonts w:hint="cs"/>
          <w:rtl/>
        </w:rPr>
        <w:t>ےتاب</w:t>
      </w:r>
      <w:r>
        <w:rPr>
          <w:rtl/>
        </w:rPr>
        <w:t xml:space="preserve"> '' مفا</w:t>
      </w:r>
      <w:r w:rsidRPr="00D2626E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ان تصحّح ص 121 اور اسک</w:t>
      </w:r>
      <w:r w:rsidRPr="00D2626E">
        <w:rPr>
          <w:rFonts w:hint="cs"/>
          <w:rtl/>
        </w:rPr>
        <w:t>ے بعد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''_ </w:t>
      </w:r>
    </w:p>
    <w:p w:rsidR="0065778C" w:rsidRDefault="0065778C" w:rsidP="00D2626E">
      <w:pPr>
        <w:pStyle w:val="libFootnote"/>
      </w:pPr>
    </w:p>
    <w:p w:rsidR="0065778C" w:rsidRDefault="00E54A53" w:rsidP="00FA74E5">
      <w:pPr>
        <w:pStyle w:val="libArabic"/>
      </w:pPr>
      <w:r>
        <w:rPr>
          <w:rtl/>
        </w:rPr>
        <w:br w:type="page"/>
      </w:r>
      <w:r w:rsidR="0065778C">
        <w:rPr>
          <w:rtl/>
        </w:rPr>
        <w:lastRenderedPageBreak/>
        <w:t>''و اب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ض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ستسق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الغمام بوج</w:t>
      </w:r>
      <w:r w:rsidR="00380DE6" w:rsidRPr="009B41EC">
        <w:rPr>
          <w:rFonts w:hint="cs"/>
          <w:rtl/>
        </w:rPr>
        <w:t>هه</w:t>
      </w:r>
      <w:r w:rsidR="0065778C">
        <w:rPr>
          <w:rtl/>
        </w:rPr>
        <w:t xml:space="preserve"> </w:t>
      </w:r>
    </w:p>
    <w:p w:rsidR="0065778C" w:rsidRDefault="0065778C" w:rsidP="00FA74E5">
      <w:pPr>
        <w:pStyle w:val="libArabic"/>
      </w:pPr>
      <w:r>
        <w:rPr>
          <w:rFonts w:hint="eastAsia"/>
          <w:rtl/>
        </w:rPr>
        <w:t>ثمال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Fonts w:hint="cs"/>
          <w:rtl/>
        </w:rPr>
        <w:t>ی</w:t>
      </w:r>
      <w:r>
        <w:rPr>
          <w:rtl/>
        </w:rPr>
        <w:t xml:space="preserve"> عصمة للا رامل ''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 w:rsidRPr="00471E8C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صدق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بادل برس 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ملجا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پنا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گا</w:t>
      </w:r>
      <w:r>
        <w:rPr>
          <w:rtl/>
        </w:rPr>
        <w:t xml:space="preserve"> 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مرد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ذ 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نبوّت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نچا، توسّل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شفا پال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سنن ابن ماج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، مسند احمد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نقل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سند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اعتبار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رحال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''ک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 اورعرض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لگا</w:t>
      </w:r>
      <w:r>
        <w:rPr>
          <w:rtl/>
        </w:rPr>
        <w:t xml:space="preserve">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ے</w:t>
      </w:r>
      <w:r>
        <w:rPr>
          <w:rtl/>
        </w:rPr>
        <w:t xml:space="preserve"> رسول(ص) خدا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دُعا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شفا</w:t>
      </w:r>
      <w:r>
        <w:rPr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 د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دعا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وں اور اگر صبر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صبر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(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مصلحت اس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بو</w:t>
      </w:r>
      <w:r w:rsidRPr="00471E8C">
        <w:rPr>
          <w:rFonts w:hint="cs"/>
          <w:rtl/>
        </w:rPr>
        <w:t>ڑھے</w:t>
      </w:r>
      <w:r w:rsidRPr="00955C8D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حاجت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تو 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بو</w:t>
      </w:r>
      <w:r w:rsidRPr="00471E8C">
        <w:rPr>
          <w:rFonts w:hint="cs"/>
          <w:rtl/>
        </w:rPr>
        <w:t>ڑھے</w:t>
      </w:r>
      <w:r w:rsidRPr="00955C8D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حک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مکمل اور اَچ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انداز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وضو کرو اور دو رکعت نماز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و ، نماز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دعا پ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و</w:t>
      </w:r>
      <w:r>
        <w:rPr>
          <w:rtl/>
        </w:rPr>
        <w:t xml:space="preserve">: </w:t>
      </w:r>
    </w:p>
    <w:p w:rsidR="0065778C" w:rsidRDefault="0065778C" w:rsidP="00FA74E5">
      <w:pPr>
        <w:pStyle w:val="libArabic"/>
      </w:pPr>
      <w:r>
        <w:rPr>
          <w:rtl/>
        </w:rPr>
        <w:t>'' اللّ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م انّی</w:t>
      </w:r>
      <w:r>
        <w:rPr>
          <w:rtl/>
        </w:rPr>
        <w:t xml:space="preserve"> اسئلک و ا توجّ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الی</w:t>
      </w:r>
      <w:r>
        <w:rPr>
          <w:rFonts w:hint="eastAsia"/>
          <w:rtl/>
        </w:rPr>
        <w:t>ک</w:t>
      </w:r>
      <w:r>
        <w:rPr>
          <w:rtl/>
        </w:rPr>
        <w:t xml:space="preserve"> بنب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محمّد (ص) </w:t>
      </w:r>
    </w:p>
    <w:p w:rsidR="0065778C" w:rsidRDefault="0065778C" w:rsidP="00FA74E5">
      <w:pPr>
        <w:pStyle w:val="libArabic"/>
      </w:pPr>
      <w:r>
        <w:rPr>
          <w:rFonts w:hint="eastAsia"/>
          <w:rtl/>
        </w:rPr>
        <w:t>نبّ</w:t>
      </w:r>
      <w:r>
        <w:rPr>
          <w:rFonts w:hint="cs"/>
          <w:rtl/>
        </w:rPr>
        <w:t>ی</w:t>
      </w:r>
      <w:r>
        <w:rPr>
          <w:rtl/>
        </w:rPr>
        <w:t xml:space="preserve"> الرّحمة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محمّد (ص) انّ</w:t>
      </w:r>
      <w:r>
        <w:rPr>
          <w:rFonts w:hint="cs"/>
          <w:rtl/>
        </w:rPr>
        <w:t>ی</w:t>
      </w:r>
      <w:r>
        <w:rPr>
          <w:rtl/>
        </w:rPr>
        <w:t xml:space="preserve"> اتوجّ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 xml:space="preserve"> بک الی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2 ص 494 و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D2626E">
        <w:rPr>
          <w:rFonts w:hint="cs"/>
          <w:rtl/>
        </w:rPr>
        <w:t>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1 ص 116_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 w:rsidRPr="00FA74E5">
        <w:rPr>
          <w:rStyle w:val="libArabicChar"/>
          <w:rFonts w:hint="eastAsia"/>
          <w:rtl/>
        </w:rPr>
        <w:lastRenderedPageBreak/>
        <w:t>ربّ</w:t>
      </w:r>
      <w:r w:rsidR="0065778C" w:rsidRPr="00FA74E5">
        <w:rPr>
          <w:rStyle w:val="libArabicChar"/>
          <w:rFonts w:hint="cs"/>
          <w:rtl/>
        </w:rPr>
        <w:t>ی</w:t>
      </w:r>
      <w:r w:rsidR="0065778C" w:rsidRPr="00FA74E5">
        <w:rPr>
          <w:rStyle w:val="libArabicChar"/>
          <w:rtl/>
        </w:rPr>
        <w:t xml:space="preserve"> ف</w:t>
      </w:r>
      <w:r w:rsidR="0065778C" w:rsidRPr="00FA74E5">
        <w:rPr>
          <w:rStyle w:val="libArabicChar"/>
          <w:rFonts w:hint="cs"/>
          <w:rtl/>
        </w:rPr>
        <w:t>ی</w:t>
      </w:r>
      <w:r w:rsidR="0065778C" w:rsidRPr="00FA74E5">
        <w:rPr>
          <w:rStyle w:val="libArabicChar"/>
          <w:rtl/>
        </w:rPr>
        <w:t xml:space="preserve"> حاجت</w:t>
      </w:r>
      <w:r w:rsidR="0065778C" w:rsidRPr="00FA74E5">
        <w:rPr>
          <w:rStyle w:val="libArabicChar"/>
          <w:rFonts w:hint="cs"/>
          <w:rtl/>
        </w:rPr>
        <w:t>ی</w:t>
      </w:r>
      <w:r w:rsidR="0065778C" w:rsidRPr="00FA74E5">
        <w:rPr>
          <w:rStyle w:val="libArabicChar"/>
          <w:rtl/>
        </w:rPr>
        <w:t xml:space="preserve"> لتُقض</w:t>
      </w:r>
      <w:r w:rsidR="0065778C" w:rsidRPr="00FA74E5">
        <w:rPr>
          <w:rStyle w:val="libArabicChar"/>
          <w:rFonts w:hint="cs"/>
          <w:rtl/>
        </w:rPr>
        <w:t>ی</w:t>
      </w:r>
      <w:r w:rsidR="0065778C" w:rsidRPr="00FA74E5">
        <w:rPr>
          <w:rStyle w:val="libArabicChar"/>
          <w:rtl/>
        </w:rPr>
        <w:t xml:space="preserve"> ، اللّ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FA74E5">
        <w:rPr>
          <w:rStyle w:val="libArabicChar"/>
          <w:rFonts w:hint="cs"/>
          <w:rtl/>
        </w:rPr>
        <w:t>م شَفعّ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FA74E5">
        <w:rPr>
          <w:rStyle w:val="libArabicChar"/>
          <w:rFonts w:hint="cs"/>
          <w:rtl/>
        </w:rPr>
        <w:t>، فيَّ''</w:t>
      </w:r>
      <w:r w:rsidR="0065778C" w:rsidRPr="009B5392">
        <w:rPr>
          <w:rStyle w:val="libFootnotenumChar"/>
          <w:rFonts w:hint="cs"/>
          <w:rtl/>
        </w:rPr>
        <w:t>(1</w:t>
      </w:r>
      <w:r w:rsidR="0065778C" w:rsidRPr="009B5392">
        <w:rPr>
          <w:rStyle w:val="libFootnotenumChar"/>
          <w:rtl/>
        </w:rPr>
        <w:t>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بار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سوال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واسط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نب</w:t>
      </w:r>
      <w:r>
        <w:rPr>
          <w:rFonts w:hint="cs"/>
          <w:rtl/>
        </w:rPr>
        <w:t>ی</w:t>
      </w:r>
      <w:r>
        <w:rPr>
          <w:rtl/>
        </w:rPr>
        <w:t xml:space="preserve"> رحمت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محمد(ص)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آپ(ص)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اپن</w:t>
      </w:r>
      <w:r>
        <w:rPr>
          <w:rFonts w:hint="cs"/>
          <w:rtl/>
        </w:rPr>
        <w:t>ی</w:t>
      </w:r>
      <w:r>
        <w:rPr>
          <w:rtl/>
        </w:rPr>
        <w:t xml:space="preserve"> حاجت طلب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چلا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</w:t>
      </w:r>
      <w:r w:rsidRPr="00471E8C">
        <w:rPr>
          <w:rFonts w:hint="cs"/>
          <w:rtl/>
        </w:rPr>
        <w:t>ہ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چلاتا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وضو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 نماز پ</w:t>
      </w:r>
      <w:r w:rsidRPr="00471E8C">
        <w:rPr>
          <w:rFonts w:hint="cs"/>
          <w:rtl/>
        </w:rPr>
        <w:t>ڑھے</w:t>
      </w:r>
      <w:r w:rsidRPr="00955C8D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دعاپ</w:t>
      </w:r>
      <w:r w:rsidRPr="00471E8C">
        <w:rPr>
          <w:rFonts w:hint="cs"/>
          <w:rtl/>
        </w:rPr>
        <w:t>ڑھے</w:t>
      </w:r>
      <w:r w:rsidRPr="00955C8D">
        <w:rPr>
          <w:rFonts w:hint="cs"/>
          <w:rtl/>
        </w:rPr>
        <w:t>_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عثمان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افراد اس</w:t>
      </w:r>
      <w:r>
        <w:rPr>
          <w:rFonts w:hint="cs"/>
          <w:rtl/>
        </w:rPr>
        <w:t>ی</w:t>
      </w:r>
      <w:r>
        <w:rPr>
          <w:rtl/>
        </w:rPr>
        <w:t xml:space="preserve"> محفل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ٹھے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 w:rsidRPr="00471E8C">
        <w:rPr>
          <w:rFonts w:hint="cs"/>
          <w:rtl/>
        </w:rPr>
        <w:t>ڑھ</w:t>
      </w:r>
      <w:r w:rsidRPr="00955C8D">
        <w:rPr>
          <w:rFonts w:hint="cs"/>
          <w:rtl/>
        </w:rPr>
        <w:t>ا آدم</w:t>
      </w:r>
      <w:r>
        <w:rPr>
          <w:rFonts w:hint="cs"/>
          <w:rtl/>
        </w:rPr>
        <w:t>ی</w:t>
      </w:r>
      <w:r>
        <w:rPr>
          <w:rtl/>
        </w:rPr>
        <w:t xml:space="preserve"> مجلس </w:t>
      </w:r>
      <w:r w:rsidR="004527F0">
        <w:rPr>
          <w:rtl/>
        </w:rPr>
        <w:t xml:space="preserve">میں </w:t>
      </w:r>
      <w:r>
        <w:rPr>
          <w:rtl/>
        </w:rPr>
        <w:t xml:space="preserve"> داخل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اس حال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اثر اس پر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A74E5">
        <w:t xml:space="preserve"> 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دلچسپ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اکابر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صراحت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ترمذ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ابن ماج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رفاع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بلاشک و شب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</w:t>
      </w:r>
      <w:r w:rsidRPr="00B648F9">
        <w:rPr>
          <w:rStyle w:val="libFootnotenumChar"/>
          <w:rFonts w:hint="cs"/>
          <w:rtl/>
        </w:rPr>
        <w:t>(2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FA74E5">
      <w:pPr>
        <w:pStyle w:val="Heading2Center"/>
      </w:pPr>
      <w:bookmarkStart w:id="114" w:name="_Toc51976968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بعد اُن س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توسل</w:t>
      </w:r>
      <w:r>
        <w:rPr>
          <w:rtl/>
        </w:rPr>
        <w:t>''</w:t>
      </w:r>
      <w:bookmarkEnd w:id="114"/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دارم</w:t>
      </w:r>
      <w:r>
        <w:rPr>
          <w:rFonts w:hint="cs"/>
          <w:rtl/>
        </w:rPr>
        <w:t>ی</w:t>
      </w:r>
      <w:r>
        <w:rPr>
          <w:rtl/>
        </w:rPr>
        <w:t>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 کتاب ''سنن دارم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 w:rsidR="004527F0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، ص 119،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3578، اور سنن ابن ماج</w:t>
      </w:r>
      <w:r w:rsidRPr="00D2626E">
        <w:rPr>
          <w:rFonts w:hint="cs"/>
          <w:rtl/>
        </w:rPr>
        <w:t>ہ، جلد 1، ص 441،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1385 ، ومسند احمد، جلد 4، ص 138_</w:t>
      </w:r>
    </w:p>
    <w:p w:rsidR="0065778C" w:rsidRDefault="0065778C" w:rsidP="00D2626E">
      <w:pPr>
        <w:pStyle w:val="libFootnote"/>
      </w:pPr>
      <w:r>
        <w:rPr>
          <w:rtl/>
        </w:rPr>
        <w:t>2)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</w:t>
      </w:r>
      <w:r w:rsidRPr="00D2626E">
        <w:rPr>
          <w:rFonts w:hint="cs"/>
          <w:rtl/>
        </w:rPr>
        <w:t>ے ل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ے</w:t>
      </w:r>
      <w:r>
        <w:rPr>
          <w:rtl/>
        </w:rPr>
        <w:t xml:space="preserve"> آپ کتاب مجموعة الرسائل و المسائل ، جلد 1 ص 18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ميّ</w:t>
      </w:r>
      <w:r w:rsidRPr="00D2626E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 w:rsidRPr="00D2626E">
        <w:rPr>
          <w:rFonts w:hint="cs"/>
          <w:rtl/>
        </w:rPr>
        <w:t>ہ</w:t>
      </w:r>
      <w:r>
        <w:rPr>
          <w:rtl/>
        </w:rPr>
        <w:t xml:space="preserve"> </w:t>
      </w:r>
      <w:r w:rsidRPr="00D2626E">
        <w:rPr>
          <w:rFonts w:hint="cs"/>
          <w:rtl/>
        </w:rPr>
        <w:t xml:space="preserve">ہے '' </w:t>
      </w:r>
      <w:r w:rsidRPr="00FA74E5">
        <w:rPr>
          <w:rStyle w:val="libFootNoteArabicChar"/>
          <w:rFonts w:hint="cs"/>
          <w:rtl/>
        </w:rPr>
        <w:t>ان النسائی</w:t>
      </w:r>
      <w:r w:rsidRPr="00FA74E5">
        <w:rPr>
          <w:rStyle w:val="libFootNoteArabicChar"/>
          <w:rtl/>
        </w:rPr>
        <w:t xml:space="preserve"> و الترمذ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tl/>
        </w:rPr>
        <w:t xml:space="preserve"> رو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ا</w:t>
      </w:r>
      <w:r w:rsidRPr="00FA74E5">
        <w:rPr>
          <w:rStyle w:val="libFootNoteArabicChar"/>
          <w:rtl/>
        </w:rPr>
        <w:t xml:space="preserve"> حد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ثاً</w:t>
      </w:r>
      <w:r w:rsidRPr="00FA74E5">
        <w:rPr>
          <w:rStyle w:val="libFootNoteArabicChar"/>
          <w:rtl/>
        </w:rPr>
        <w:t xml:space="preserve"> صح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حاً</w:t>
      </w:r>
      <w:r w:rsidRPr="00FA74E5">
        <w:rPr>
          <w:rStyle w:val="libFootNoteArabicChar"/>
          <w:rtl/>
        </w:rPr>
        <w:t xml:space="preserve"> ان النّب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tl/>
        </w:rPr>
        <w:t xml:space="preserve"> علّم رجلاً ان 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دعو</w:t>
      </w:r>
      <w:r w:rsidRPr="00FA74E5">
        <w:rPr>
          <w:rStyle w:val="libFootNoteArabicChar"/>
          <w:rtl/>
        </w:rPr>
        <w:t xml:space="preserve"> ف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سال</w:t>
      </w:r>
      <w:r w:rsidRPr="00FA74E5">
        <w:rPr>
          <w:rStyle w:val="libFootNoteArabicChar"/>
          <w:rtl/>
        </w:rPr>
        <w:t xml:space="preserve"> الله ثم 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خاطب</w:t>
      </w:r>
      <w:r w:rsidRPr="00FA74E5">
        <w:rPr>
          <w:rStyle w:val="libFootNoteArabicChar"/>
          <w:rtl/>
        </w:rPr>
        <w:t xml:space="preserve"> النب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tl/>
        </w:rPr>
        <w:t xml:space="preserve"> ف</w:t>
      </w:r>
      <w:r w:rsidRPr="00FA74E5">
        <w:rPr>
          <w:rStyle w:val="libFootNoteArabicChar"/>
          <w:rFonts w:hint="cs"/>
          <w:rtl/>
        </w:rPr>
        <w:t>ی</w:t>
      </w:r>
      <w:r w:rsidRPr="00FA74E5">
        <w:rPr>
          <w:rStyle w:val="libFootNoteArabicChar"/>
          <w:rFonts w:hint="eastAsia"/>
          <w:rtl/>
        </w:rPr>
        <w:t>وسّل</w:t>
      </w:r>
      <w:r w:rsidRPr="00FA74E5">
        <w:rPr>
          <w:rStyle w:val="libFootNoteArabicChar"/>
          <w:rtl/>
        </w:rPr>
        <w:t xml:space="preserve"> ب</w:t>
      </w:r>
      <w:r w:rsidR="00380DE6" w:rsidRPr="00D2626E">
        <w:rPr>
          <w:rStyle w:val="libFootNoteArabicChar"/>
          <w:rFonts w:hint="cs"/>
          <w:rtl/>
        </w:rPr>
        <w:t>ه</w:t>
      </w:r>
      <w:r w:rsidRPr="00FA74E5">
        <w:rPr>
          <w:rStyle w:val="libFootNoteArabicChar"/>
          <w:rFonts w:hint="cs"/>
          <w:rtl/>
        </w:rPr>
        <w:t xml:space="preserve"> ثم ی</w:t>
      </w:r>
      <w:r w:rsidRPr="00FA74E5">
        <w:rPr>
          <w:rStyle w:val="libFootNoteArabicChar"/>
          <w:rFonts w:hint="eastAsia"/>
          <w:rtl/>
        </w:rPr>
        <w:t>سال</w:t>
      </w:r>
      <w:r w:rsidRPr="00FA74E5">
        <w:rPr>
          <w:rStyle w:val="libFootNoteArabicChar"/>
          <w:rtl/>
        </w:rPr>
        <w:t xml:space="preserve"> الله قبول ش</w:t>
      </w:r>
      <w:r w:rsidRPr="00FA74E5">
        <w:rPr>
          <w:rStyle w:val="libFootNoteArabicChar"/>
          <w:rFonts w:hint="eastAsia"/>
          <w:rtl/>
        </w:rPr>
        <w:t>فاعت</w:t>
      </w:r>
      <w:r w:rsidR="00380DE6" w:rsidRPr="00D2626E">
        <w:rPr>
          <w:rStyle w:val="libFootNoteArabicChar"/>
          <w:rFonts w:hint="cs"/>
          <w:rtl/>
        </w:rPr>
        <w:t>ه</w:t>
      </w:r>
      <w:r w:rsidRPr="00FA74E5">
        <w:rPr>
          <w:rStyle w:val="libFootNoteArabicChar"/>
          <w:rtl/>
        </w:rPr>
        <w:t>''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باب</w:t>
      </w:r>
      <w:r w:rsidR="0065778C">
        <w:rPr>
          <w:rtl/>
        </w:rPr>
        <w:t xml:space="preserve"> اس عنوان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قرار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'' </w:t>
      </w:r>
      <w:r w:rsidR="0065778C" w:rsidRPr="00FA74E5">
        <w:rPr>
          <w:rStyle w:val="libArabicChar"/>
          <w:rFonts w:hint="cs"/>
          <w:rtl/>
        </w:rPr>
        <w:t>باب ماحکم الل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FA74E5">
        <w:rPr>
          <w:rStyle w:val="libArabicChar"/>
          <w:rFonts w:hint="cs"/>
          <w:rtl/>
        </w:rPr>
        <w:t xml:space="preserve"> تعالی</w:t>
      </w:r>
      <w:r w:rsidR="0065778C" w:rsidRPr="00FA74E5">
        <w:rPr>
          <w:rStyle w:val="libArabicChar"/>
          <w:rtl/>
        </w:rPr>
        <w:t xml:space="preserve"> نبيّ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FA74E5">
        <w:rPr>
          <w:rStyle w:val="libArabicChar"/>
          <w:rFonts w:hint="cs"/>
          <w:rtl/>
        </w:rPr>
        <w:t xml:space="preserve"> (ص) بعد موت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FA74E5">
        <w:rPr>
          <w:rStyle w:val="libArabicChar"/>
          <w:rFonts w:hint="cs"/>
          <w:rtl/>
        </w:rPr>
        <w:t>''</w:t>
      </w:r>
      <w:r w:rsidR="0065778C" w:rsidRPr="00955C8D">
        <w:rPr>
          <w:rFonts w:hint="cs"/>
          <w:rtl/>
        </w:rPr>
        <w:t xml:space="preserve"> (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باب اس کرامت اور احترام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بار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جو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>(ص)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مختص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ان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رحلت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بعد) اس باب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وں</w:t>
      </w:r>
      <w:r w:rsidR="0065778C">
        <w:rPr>
          <w:rtl/>
        </w:rPr>
        <w:t xml:space="preserve"> رقمطراز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tl/>
        </w:rPr>
        <w:t>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قحط پ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_ بعض لوگ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گئ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چار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ا_ حضرت عائش</w:t>
      </w:r>
      <w:r w:rsidRPr="00471E8C">
        <w:rPr>
          <w:rFonts w:hint="cs"/>
          <w:rtl/>
        </w:rPr>
        <w:t>ےہ</w:t>
      </w:r>
      <w:r w:rsidRPr="00955C8D">
        <w:rPr>
          <w:rFonts w:hint="cs"/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قبر پر چل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جاؤ_ اور قبر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 </w:t>
      </w:r>
      <w:r w:rsidR="004527F0" w:rsidRPr="00955C8D">
        <w:rPr>
          <w:rFonts w:hint="cs"/>
          <w:rtl/>
        </w:rPr>
        <w:t xml:space="preserve">میں </w:t>
      </w:r>
      <w:r>
        <w:rPr>
          <w:rFonts w:hint="eastAsia"/>
          <w:rtl/>
        </w:rPr>
        <w:t>سوارخ</w:t>
      </w:r>
      <w:r>
        <w:rPr>
          <w:rtl/>
        </w:rPr>
        <w:t xml:space="preserve"> کرو، اس انداز </w:t>
      </w:r>
      <w:r w:rsidR="004527F0">
        <w:rPr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آسمان اندر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 آئ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انتظار کرو_ لوگ 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 w:rsidR="00FA74E5" w:rsidRPr="00955C8D">
        <w:t xml:space="preserve"> </w:t>
      </w:r>
      <w:r w:rsidRPr="00955C8D">
        <w:rPr>
          <w:rFonts w:hint="cs"/>
          <w:rtl/>
        </w:rPr>
        <w:t>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انداز </w:t>
      </w:r>
      <w:r w:rsidR="004527F0">
        <w:rPr>
          <w:rtl/>
        </w:rPr>
        <w:t xml:space="preserve">میں </w:t>
      </w:r>
      <w:r>
        <w:rPr>
          <w:rtl/>
        </w:rPr>
        <w:t xml:space="preserve"> سوراخ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آسمان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نظر آتا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ا; بارش برسنا شروع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اسقدر بارش برس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عرص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سرسبز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اون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 xml:space="preserve"> فرب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وگئ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_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FA74E5">
      <w:pPr>
        <w:pStyle w:val="Heading2Center"/>
      </w:pPr>
      <w:bookmarkStart w:id="115" w:name="_Toc519769685"/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چچا حضرت عباس س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توسل</w:t>
      </w:r>
      <w:r>
        <w:rPr>
          <w:rtl/>
        </w:rPr>
        <w:t>'':</w:t>
      </w:r>
      <w:bookmarkEnd w:id="115"/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قحط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 تو حضرت عمر ابن خطاب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حضرت عباس بن عبدالمطلب کا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باران رحمت طلب ک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'' </w:t>
      </w:r>
      <w:r w:rsidRPr="00FA74E5">
        <w:rPr>
          <w:rStyle w:val="libArabicChar"/>
          <w:rtl/>
        </w:rPr>
        <w:t>اللّ</w:t>
      </w:r>
      <w:r w:rsidR="00380DE6" w:rsidRPr="009B41EC">
        <w:rPr>
          <w:rStyle w:val="libArabicChar"/>
          <w:rFonts w:hint="cs"/>
          <w:rtl/>
        </w:rPr>
        <w:t>ه</w:t>
      </w:r>
      <w:r w:rsidRPr="00FA74E5">
        <w:rPr>
          <w:rStyle w:val="libArabicChar"/>
          <w:rFonts w:hint="cs"/>
          <w:rtl/>
        </w:rPr>
        <w:t>م انّاکنّا نتوسّل الی</w:t>
      </w:r>
      <w:r w:rsidRPr="00FA74E5">
        <w:rPr>
          <w:rStyle w:val="libArabicChar"/>
          <w:rFonts w:hint="eastAsia"/>
          <w:rtl/>
        </w:rPr>
        <w:t>ک</w:t>
      </w:r>
      <w:r w:rsidRPr="00FA74E5">
        <w:rPr>
          <w:rStyle w:val="libArabicChar"/>
          <w:rtl/>
        </w:rPr>
        <w:t xml:space="preserve"> بنبيّنا و تسق</w:t>
      </w:r>
      <w:r w:rsidRPr="00FA74E5">
        <w:rPr>
          <w:rStyle w:val="libArabicChar"/>
          <w:rFonts w:hint="cs"/>
          <w:rtl/>
        </w:rPr>
        <w:t>ی</w:t>
      </w:r>
      <w:r w:rsidRPr="00FA74E5">
        <w:rPr>
          <w:rStyle w:val="libArabicChar"/>
          <w:rFonts w:hint="eastAsia"/>
          <w:rtl/>
        </w:rPr>
        <w:t>نا</w:t>
      </w:r>
      <w:r w:rsidRPr="00FA74E5">
        <w:rPr>
          <w:rStyle w:val="libArabicChar"/>
          <w:rtl/>
        </w:rPr>
        <w:t xml:space="preserve"> و انّا نتوسّل </w:t>
      </w:r>
      <w:r w:rsidRPr="00FA74E5">
        <w:rPr>
          <w:rStyle w:val="libArabicChar"/>
          <w:rFonts w:hint="eastAsia"/>
          <w:rtl/>
        </w:rPr>
        <w:t>ال</w:t>
      </w:r>
      <w:r w:rsidRPr="00FA74E5">
        <w:rPr>
          <w:rStyle w:val="libArabicChar"/>
          <w:rFonts w:hint="cs"/>
          <w:rtl/>
        </w:rPr>
        <w:t>ی</w:t>
      </w:r>
      <w:r w:rsidRPr="00FA74E5">
        <w:rPr>
          <w:rStyle w:val="libArabicChar"/>
          <w:rFonts w:hint="eastAsia"/>
          <w:rtl/>
        </w:rPr>
        <w:t>ک</w:t>
      </w:r>
      <w:r w:rsidRPr="00FA74E5">
        <w:rPr>
          <w:rStyle w:val="libArabicChar"/>
          <w:rtl/>
        </w:rPr>
        <w:t xml:space="preserve"> بعمّ نبيّنا فاسقنا''</w:t>
      </w:r>
      <w:r>
        <w:rPr>
          <w:rtl/>
        </w:rPr>
        <w:t xml:space="preserve"> بارال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تو تو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پر باران رحمت نازل فرماتا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ا_ آج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تج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(ص)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چچا کاواسط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کر دعا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پر باران رحمت نازل فرما</w:t>
      </w:r>
      <w:r>
        <w:rPr>
          <w:rtl/>
        </w:rPr>
        <w:t xml:space="preserve">''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 دعا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فراوان بارش نازل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648F9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سنن 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1 ص 43_</w:t>
      </w:r>
    </w:p>
    <w:p w:rsidR="0065778C" w:rsidRDefault="0065778C" w:rsidP="00D2626E">
      <w:pPr>
        <w:pStyle w:val="libFootnote"/>
      </w:pPr>
      <w:r>
        <w:rPr>
          <w:rtl/>
        </w:rPr>
        <w:t>2)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جلد 2 ص 16، باب صلاة الاستسقائ_</w:t>
      </w:r>
    </w:p>
    <w:p w:rsidR="0065778C" w:rsidRDefault="0065778C" w:rsidP="00D2626E">
      <w:pPr>
        <w:pStyle w:val="libFootnote"/>
      </w:pPr>
    </w:p>
    <w:p w:rsidR="0065778C" w:rsidRDefault="00E54A53" w:rsidP="00D2626E">
      <w:pPr>
        <w:pStyle w:val="libFootnote"/>
      </w:pPr>
      <w:r>
        <w:rPr>
          <w:rtl/>
        </w:rPr>
        <w:br w:type="page"/>
      </w:r>
      <w:r w:rsidR="0065778C" w:rsidRPr="009B5392">
        <w:rPr>
          <w:rStyle w:val="libNormalChar"/>
          <w:rtl/>
        </w:rPr>
        <w:lastRenderedPageBreak/>
        <w:t>6_ ابن حجر مكّ</w:t>
      </w:r>
      <w:r w:rsidR="0065778C" w:rsidRPr="009B5392">
        <w:rPr>
          <w:rStyle w:val="libNormalChar"/>
          <w:rFonts w:hint="cs"/>
          <w:rtl/>
        </w:rPr>
        <w:t>ی</w:t>
      </w:r>
      <w:r w:rsidR="0065778C" w:rsidRPr="009B5392">
        <w:rPr>
          <w:rStyle w:val="libNormalChar"/>
          <w:rtl/>
        </w:rPr>
        <w:t xml:space="preserve"> ن</w:t>
      </w:r>
      <w:r w:rsidR="0065778C" w:rsidRPr="009B5392">
        <w:rPr>
          <w:rStyle w:val="libNormalChar"/>
          <w:rFonts w:hint="cs"/>
          <w:rtl/>
        </w:rPr>
        <w:t xml:space="preserve">ےصواعق محرقہ </w:t>
      </w:r>
      <w:r w:rsidR="004527F0">
        <w:rPr>
          <w:rStyle w:val="libNormalChar"/>
          <w:rFonts w:hint="cs"/>
          <w:rtl/>
        </w:rPr>
        <w:t xml:space="preserve">میں </w:t>
      </w:r>
      <w:r w:rsidR="0065778C" w:rsidRPr="009B5392">
        <w:rPr>
          <w:rStyle w:val="libNormalChar"/>
          <w:rtl/>
        </w:rPr>
        <w:t xml:space="preserve"> امام شافع</w:t>
      </w:r>
      <w:r w:rsidR="0065778C" w:rsidRPr="009B5392">
        <w:rPr>
          <w:rStyle w:val="libNormalChar"/>
          <w:rFonts w:hint="cs"/>
          <w:rtl/>
        </w:rPr>
        <w:t>ی</w:t>
      </w:r>
      <w:r w:rsidR="0065778C" w:rsidRPr="009B5392">
        <w:rPr>
          <w:rStyle w:val="libNormalChar"/>
          <w:rtl/>
        </w:rPr>
        <w:t xml:space="preserve"> س</w:t>
      </w:r>
      <w:r w:rsidR="0065778C" w:rsidRPr="009B5392">
        <w:rPr>
          <w:rStyle w:val="libNormalChar"/>
          <w:rFonts w:hint="cs"/>
          <w:rtl/>
        </w:rPr>
        <w:t>ے نقل کی</w:t>
      </w:r>
      <w:r w:rsidR="0065778C" w:rsidRPr="009B5392">
        <w:rPr>
          <w:rStyle w:val="libNormalChar"/>
          <w:rFonts w:hint="eastAsia"/>
          <w:rtl/>
        </w:rPr>
        <w:t>ا</w:t>
      </w:r>
      <w:r w:rsidR="0065778C" w:rsidRPr="009B5392">
        <w:rPr>
          <w:rStyle w:val="libNormalChar"/>
          <w:rtl/>
        </w:rPr>
        <w:t xml:space="preserve"> </w:t>
      </w:r>
      <w:r w:rsidR="0065778C" w:rsidRPr="009B5392">
        <w:rPr>
          <w:rStyle w:val="libNormalChar"/>
          <w:rFonts w:hint="cs"/>
          <w:rtl/>
        </w:rPr>
        <w:t>ہے کہ امام شافعی</w:t>
      </w:r>
      <w:r w:rsidR="0065778C" w:rsidRPr="009B5392">
        <w:rPr>
          <w:rStyle w:val="libNormalChar"/>
          <w:rtl/>
        </w:rPr>
        <w:t xml:space="preserve"> </w:t>
      </w:r>
      <w:r w:rsidR="0065778C" w:rsidRPr="009B5392">
        <w:rPr>
          <w:rStyle w:val="libNormalChar"/>
          <w:rFonts w:hint="cs"/>
          <w:rtl/>
        </w:rPr>
        <w:t>ہمی</w:t>
      </w:r>
      <w:r w:rsidR="0065778C" w:rsidRPr="009B5392">
        <w:rPr>
          <w:rStyle w:val="libNormalChar"/>
          <w:rFonts w:hint="eastAsia"/>
          <w:rtl/>
        </w:rPr>
        <w:t>ش</w:t>
      </w:r>
      <w:r w:rsidR="0065778C" w:rsidRPr="009B5392">
        <w:rPr>
          <w:rStyle w:val="libNormalChar"/>
          <w:rFonts w:hint="cs"/>
          <w:rtl/>
        </w:rPr>
        <w:t>ہ</w:t>
      </w:r>
      <w:r w:rsidR="0065778C" w:rsidRPr="009B5392">
        <w:rPr>
          <w:rStyle w:val="libNormalChar"/>
          <w:rtl/>
        </w:rPr>
        <w:t xml:space="preserve"> ا</w:t>
      </w:r>
      <w:r w:rsidR="0065778C" w:rsidRPr="009B5392">
        <w:rPr>
          <w:rStyle w:val="libNormalChar"/>
          <w:rFonts w:hint="cs"/>
          <w:rtl/>
        </w:rPr>
        <w:t>ہلبی</w:t>
      </w:r>
      <w:r w:rsidR="0065778C" w:rsidRPr="009B5392">
        <w:rPr>
          <w:rStyle w:val="libNormalChar"/>
          <w:rFonts w:hint="eastAsia"/>
          <w:rtl/>
        </w:rPr>
        <w:t>ت</w:t>
      </w:r>
      <w:r w:rsidR="0065778C" w:rsidRPr="009B5392">
        <w:rPr>
          <w:rStyle w:val="libNormalChar"/>
          <w:rtl/>
        </w:rPr>
        <w:t>(ع) رسول(ص) ک</w:t>
      </w:r>
      <w:r w:rsidR="0065778C" w:rsidRPr="009B5392">
        <w:rPr>
          <w:rStyle w:val="libNormalChar"/>
          <w:rFonts w:hint="cs"/>
          <w:rtl/>
        </w:rPr>
        <w:t>ے ساتھ توسّل کرتے تھے انہوں نے یہ</w:t>
      </w:r>
      <w:r w:rsidR="0065778C" w:rsidRPr="009B5392">
        <w:rPr>
          <w:rStyle w:val="libNormalChar"/>
          <w:rtl/>
        </w:rPr>
        <w:t xml:space="preserve"> مش</w:t>
      </w:r>
      <w:r w:rsidR="0065778C" w:rsidRPr="009B5392">
        <w:rPr>
          <w:rStyle w:val="libNormalChar"/>
          <w:rFonts w:hint="cs"/>
          <w:rtl/>
        </w:rPr>
        <w:t>ہور شعر، ان سے نقل کی</w:t>
      </w:r>
      <w:r w:rsidR="0065778C" w:rsidRPr="009B5392">
        <w:rPr>
          <w:rStyle w:val="libNormalChar"/>
          <w:rFonts w:hint="eastAsia"/>
          <w:rtl/>
        </w:rPr>
        <w:t>ا</w:t>
      </w:r>
      <w:r w:rsidR="0065778C" w:rsidRPr="009B5392">
        <w:rPr>
          <w:rStyle w:val="libNormalChar"/>
          <w:rtl/>
        </w:rPr>
        <w:t xml:space="preserve"> </w:t>
      </w:r>
      <w:r w:rsidR="0065778C" w:rsidRPr="009B5392">
        <w:rPr>
          <w:rStyle w:val="libNormalChar"/>
          <w:rFonts w:hint="cs"/>
          <w:rtl/>
        </w:rPr>
        <w:t>ہے</w:t>
      </w:r>
      <w:r w:rsidR="0065778C" w:rsidRPr="009B5392">
        <w:rPr>
          <w:rStyle w:val="libNormalChar"/>
          <w:rtl/>
        </w:rPr>
        <w:t>: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FA74E5">
      <w:pPr>
        <w:pStyle w:val="libArabic"/>
      </w:pPr>
      <w:r>
        <w:rPr>
          <w:rFonts w:hint="eastAsia"/>
          <w:rtl/>
        </w:rPr>
        <w:t>آل</w:t>
      </w:r>
      <w:r>
        <w:rPr>
          <w:rtl/>
        </w:rPr>
        <w:t xml:space="preserve"> النّب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FA74E5">
      <w:pPr>
        <w:pStyle w:val="libArabic"/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م الی</w:t>
      </w:r>
      <w:r w:rsidR="00380DE6" w:rsidRPr="009B41EC">
        <w:rPr>
          <w:rFonts w:hint="cs"/>
          <w:rtl/>
        </w:rPr>
        <w:t>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FA74E5">
      <w:pPr>
        <w:pStyle w:val="libArabic"/>
      </w:pPr>
      <w:r>
        <w:rPr>
          <w:rFonts w:hint="eastAsia"/>
          <w:rtl/>
        </w:rPr>
        <w:t>ا</w:t>
      </w:r>
      <w:r>
        <w:rPr>
          <w:rtl/>
        </w:rPr>
        <w:t xml:space="preserve"> َرجوا ب</w:t>
      </w:r>
      <w:r w:rsidR="00380DE6" w:rsidRPr="009B41EC">
        <w:rPr>
          <w:rFonts w:hint="cs"/>
          <w:rtl/>
        </w:rPr>
        <w:t>ه</w:t>
      </w:r>
      <w:r>
        <w:rPr>
          <w:rFonts w:hint="cs"/>
          <w:rtl/>
        </w:rPr>
        <w:t>م ا عطی</w:t>
      </w:r>
      <w:r>
        <w:rPr>
          <w:rtl/>
        </w:rPr>
        <w:t xml:space="preserve"> غداً </w:t>
      </w:r>
    </w:p>
    <w:p w:rsidR="0065778C" w:rsidRDefault="0065778C" w:rsidP="00FA74E5">
      <w:pPr>
        <w:pStyle w:val="libArabic"/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Fonts w:hint="eastAsia"/>
          <w:rtl/>
        </w:rPr>
        <w:t>رسولخدا</w:t>
      </w:r>
      <w:r>
        <w:rPr>
          <w:rtl/>
        </w:rPr>
        <w:t>(ص) کاخاندان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خداوند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تقرب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  <w:r w:rsidR="004527F0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دن انک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71E8C">
        <w:rPr>
          <w:rFonts w:hint="cs"/>
          <w:rtl/>
        </w:rPr>
        <w:t>ے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''رفاع</w:t>
      </w:r>
      <w:r>
        <w:rPr>
          <w:rFonts w:hint="cs"/>
          <w:rtl/>
        </w:rPr>
        <w:t>ی</w:t>
      </w:r>
      <w:r>
        <w:rPr>
          <w:rtl/>
        </w:rPr>
        <w:t>''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''کتاب التوصل ال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التوسّل''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مصنف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سخت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مختلف منابع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26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خدش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اتواتر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لسنت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ور</w:t>
      </w:r>
      <w:r>
        <w:rPr>
          <w:rtl/>
        </w:rPr>
        <w:t xml:space="preserve"> کتب </w:t>
      </w:r>
      <w:r w:rsidR="004527F0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پر اس باب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صرف چند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تذکر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ورن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1)التوصل إل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التوسّل ، ص 329_</w:t>
      </w:r>
    </w:p>
    <w:p w:rsidR="0065778C" w:rsidRDefault="00E54A53" w:rsidP="009B5392">
      <w:pPr>
        <w:pStyle w:val="Heading2Center"/>
      </w:pPr>
      <w:r>
        <w:rPr>
          <w:rtl/>
        </w:rPr>
        <w:br w:type="page"/>
      </w:r>
      <w:bookmarkStart w:id="116" w:name="_Toc519769686"/>
      <w:r w:rsidR="0065778C">
        <w:rPr>
          <w:rFonts w:hint="eastAsia"/>
          <w:rtl/>
        </w:rPr>
        <w:lastRenderedPageBreak/>
        <w:t>چند</w:t>
      </w:r>
      <w:r w:rsidR="0065778C">
        <w:rPr>
          <w:rtl/>
        </w:rPr>
        <w:t xml:space="preserve"> قابل توجّ</w:t>
      </w:r>
      <w:r w:rsidR="0065778C" w:rsidRPr="003C4FC4">
        <w:rPr>
          <w:rFonts w:hint="cs"/>
          <w:rtl/>
        </w:rPr>
        <w:t>ہ</w:t>
      </w:r>
      <w:r w:rsidR="0065778C" w:rsidRPr="00452B33">
        <w:rPr>
          <w:rFonts w:hint="cs"/>
          <w:rtl/>
        </w:rPr>
        <w:t xml:space="preserve"> نکات</w:t>
      </w:r>
      <w:bookmarkEnd w:id="116"/>
    </w:p>
    <w:p w:rsidR="0065778C" w:rsidRDefault="0065778C" w:rsidP="00FA74E5">
      <w:pPr>
        <w:pStyle w:val="Heading2Center"/>
      </w:pPr>
      <w:bookmarkStart w:id="117" w:name="_Toc519769687"/>
      <w:r>
        <w:rPr>
          <w:rtl/>
        </w:rPr>
        <w:t>1_ و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3C4FC4">
        <w:rPr>
          <w:rFonts w:hint="cs"/>
          <w:rtl/>
        </w:rPr>
        <w:t>ے</w:t>
      </w:r>
      <w:r w:rsidRPr="00452B33">
        <w:rPr>
          <w:rFonts w:hint="cs"/>
          <w:rtl/>
        </w:rPr>
        <w:t xml:space="preserve"> ب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ان</w:t>
      </w:r>
      <w:r w:rsidRPr="003C4FC4">
        <w:rPr>
          <w:rFonts w:hint="cs"/>
          <w:rtl/>
        </w:rPr>
        <w:t>ے</w:t>
      </w:r>
      <w:r>
        <w:rPr>
          <w:rtl/>
        </w:rPr>
        <w:t>:</w:t>
      </w:r>
      <w:bookmarkEnd w:id="117"/>
    </w:p>
    <w:p w:rsidR="0065778C" w:rsidRDefault="0065778C" w:rsidP="0065778C">
      <w:pPr>
        <w:pStyle w:val="libNormal"/>
      </w:pPr>
      <w:r>
        <w:rPr>
          <w:rFonts w:hint="eastAsia"/>
          <w:rtl/>
        </w:rPr>
        <w:t>متعصّب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دف کو ثابت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مسلمانوں پر فسق اور کفر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مت لگان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مندرج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مختلف شکلوں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توسّل کوجائز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بچ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بنات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بزرگان ک</w:t>
      </w:r>
      <w:r>
        <w:rPr>
          <w:rFonts w:hint="cs"/>
          <w:rtl/>
        </w:rPr>
        <w:t>ی</w:t>
      </w:r>
      <w:r>
        <w:rPr>
          <w:rtl/>
        </w:rPr>
        <w:t xml:space="preserve"> ذات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کرنا حرام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>
        <w:rPr>
          <w:rtl/>
        </w:rPr>
        <w:t>توسّل کرنا حرام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طرح انک</w:t>
      </w:r>
      <w:r>
        <w:rPr>
          <w:rFonts w:hint="cs"/>
          <w:rtl/>
        </w:rPr>
        <w:t>ی</w:t>
      </w:r>
      <w:r>
        <w:rPr>
          <w:rtl/>
        </w:rPr>
        <w:t xml:space="preserve"> دعا اور شفاعت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صرف انک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کرنا حرام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توسّل کرنا تو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توسّل کرنا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چونک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جب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منتقل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 کا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منقطع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'' </w:t>
      </w:r>
      <w:r w:rsidRPr="006454CA">
        <w:rPr>
          <w:rStyle w:val="libArabicChar"/>
          <w:rFonts w:hint="cs"/>
          <w:rtl/>
        </w:rPr>
        <w:t>انّک لا تُسمع الموتی</w:t>
      </w:r>
      <w:r>
        <w:rPr>
          <w:rtl/>
        </w:rPr>
        <w:t xml:space="preserve"> '' ا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آپ(ص) مردوں تک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واز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 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</w:t>
      </w:r>
      <w:r w:rsidRPr="00B648F9">
        <w:rPr>
          <w:rStyle w:val="libFootnotenumChar"/>
          <w:rtl/>
        </w:rPr>
        <w:t>(1)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آپ(ص) کا رابط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منقطع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وچکا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واقعاً شرمناک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: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اوّلاً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عامّ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اطلاق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تمسک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ان تمام اقسام کو جائز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''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>''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>''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_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80_</w:t>
      </w: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قرآن</w:t>
      </w:r>
      <w:r w:rsidR="0065778C">
        <w:rPr>
          <w:rtl/>
        </w:rPr>
        <w:t xml:space="preserve">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'' وابتغوا ال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الوس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>'' 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سا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ب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ان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اس چ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ز</w:t>
      </w:r>
      <w:r w:rsidR="0065778C">
        <w:rPr>
          <w:rtl/>
        </w:rPr>
        <w:t xml:space="preserve"> کو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خدا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تقرّب کا ذر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ع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پس جو ش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آپ کو خدا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قر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ب</w:t>
      </w:r>
      <w:r w:rsidR="0065778C">
        <w:rPr>
          <w:rtl/>
        </w:rPr>
        <w:t xml:space="preserve"> کرن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کا وس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ل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بن سکت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آپ اس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انتخاب کرسکت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چا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>(ص)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دعا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شفاعت، مقام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 xml:space="preserve">(ص)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و</w:t>
      </w:r>
      <w:r w:rsidR="0065778C">
        <w:rPr>
          <w:rtl/>
        </w:rPr>
        <w:t xml:space="preserve"> 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ذات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غمبر</w:t>
      </w:r>
      <w:r w:rsidR="0065778C">
        <w:rPr>
          <w:rtl/>
        </w:rPr>
        <w:t>(ص) 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و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بندگ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،</w:t>
      </w:r>
      <w:r w:rsidR="0065778C">
        <w:rPr>
          <w:rtl/>
        </w:rPr>
        <w:t xml:space="preserve"> اطاعت، عبود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ت</w:t>
      </w:r>
      <w:r w:rsidR="0065778C">
        <w:rPr>
          <w:rtl/>
        </w:rPr>
        <w:t xml:space="preserve"> اور د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گر</w:t>
      </w:r>
      <w:r w:rsidR="0065778C">
        <w:rPr>
          <w:rtl/>
        </w:rPr>
        <w:t xml:space="preserve"> صفات حسن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وج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س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بارگا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محبوب و مقرّب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الل</w:t>
      </w:r>
      <w:r w:rsidRPr="00471E8C"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امور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خدا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تقرّب حاصل کرو_ پس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کو صرف انسان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</w:t>
      </w:r>
      <w:r w:rsidR="004527F0">
        <w:rPr>
          <w:rtl/>
        </w:rPr>
        <w:t xml:space="preserve">میں </w:t>
      </w:r>
      <w:r>
        <w:rPr>
          <w:rtl/>
        </w:rPr>
        <w:t xml:space="preserve"> منحصر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 کا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اقسام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 </w:t>
      </w:r>
      <w:r w:rsidR="004527F0">
        <w:rPr>
          <w:rtl/>
        </w:rPr>
        <w:t xml:space="preserve">میں </w:t>
      </w:r>
      <w:r>
        <w:rPr>
          <w:rtl/>
        </w:rPr>
        <w:t xml:space="preserve"> رخن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صرف خدا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خدش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صرف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نفع و نقصان کا مالک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پاس</w:t>
      </w:r>
      <w:r>
        <w:rPr>
          <w:rtl/>
        </w:rPr>
        <w:t xml:space="preserve">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عطا کرد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واسط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عموم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اب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'' </w:t>
      </w:r>
      <w:r w:rsidRPr="006454CA">
        <w:rPr>
          <w:rStyle w:val="libArabicChar"/>
          <w:rFonts w:hint="cs"/>
          <w:rtl/>
        </w:rPr>
        <w:t>فاقرء</w:t>
      </w:r>
      <w:r w:rsidRPr="006454CA">
        <w:rPr>
          <w:rStyle w:val="libArabicChar"/>
          <w:rtl/>
        </w:rPr>
        <w:t xml:space="preserve"> وا ما ت</w:t>
      </w:r>
      <w:r w:rsidRPr="006454CA">
        <w:rPr>
          <w:rStyle w:val="libArabicChar"/>
          <w:rFonts w:hint="cs"/>
          <w:rtl/>
        </w:rPr>
        <w:t>ی</w:t>
      </w:r>
      <w:r w:rsidRPr="006454CA">
        <w:rPr>
          <w:rStyle w:val="libArabicChar"/>
          <w:rFonts w:hint="eastAsia"/>
          <w:rtl/>
        </w:rPr>
        <w:t>سَّر</w:t>
      </w:r>
      <w:r w:rsidRPr="006454CA">
        <w:rPr>
          <w:rStyle w:val="libArabicChar"/>
          <w:rtl/>
        </w:rPr>
        <w:t xml:space="preserve"> من القرآن''</w:t>
      </w:r>
      <w:r>
        <w:rPr>
          <w:rtl/>
        </w:rPr>
        <w:t xml:space="preserve"> جتنا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کرسکت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کرو '' </w:t>
      </w:r>
      <w:r w:rsidRPr="00B648F9">
        <w:rPr>
          <w:rStyle w:val="libFootnotenumChar"/>
          <w:rFonts w:hint="cs"/>
          <w:rtl/>
        </w:rPr>
        <w:t>(1)</w:t>
      </w:r>
      <w:r w:rsidRPr="00955C8D">
        <w:rPr>
          <w:rFonts w:hint="cs"/>
          <w:rtl/>
        </w:rPr>
        <w:t xml:space="preserve"> اب ا 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 شک کر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ھڑے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کرنا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ٹ</w:t>
      </w:r>
      <w:r>
        <w:rPr>
          <w:rtl/>
        </w:rPr>
        <w:t xml:space="preserve"> کر تلاوت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عمو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71E8C">
        <w:rPr>
          <w:rFonts w:hint="cs"/>
          <w:rtl/>
        </w:rPr>
        <w:t>ہہ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تلاوت قرآن ک</w:t>
      </w:r>
      <w:r>
        <w:rPr>
          <w:rFonts w:hint="cs"/>
          <w:rtl/>
        </w:rPr>
        <w:t>ی</w:t>
      </w:r>
      <w:r>
        <w:rPr>
          <w:rtl/>
        </w:rPr>
        <w:t xml:space="preserve"> تمام اقسام جائز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تلاوت سفر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 </w:t>
      </w:r>
      <w:r w:rsidR="004527F0">
        <w:rPr>
          <w:rtl/>
        </w:rPr>
        <w:t xml:space="preserve">میں </w:t>
      </w:r>
      <w:r>
        <w:rPr>
          <w:rtl/>
        </w:rPr>
        <w:t>_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وضو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وقت تک جائز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تک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عموم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خلاف قائم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>
        <w:rPr>
          <w:rtl/>
        </w:rPr>
        <w:t xml:space="preserve"> _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قرآن</w:t>
      </w:r>
      <w:r w:rsidR="0065778C">
        <w:rPr>
          <w:rtl/>
        </w:rPr>
        <w:t xml:space="preserve"> مج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عمومات اور اطلاقات اس وقت تک قابل عمل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ں،</w:t>
      </w:r>
      <w:r w:rsidR="0065778C">
        <w:rPr>
          <w:rtl/>
        </w:rPr>
        <w:t xml:space="preserve"> جب تک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مانع اور رکاو</w:t>
      </w:r>
      <w:r w:rsidR="0065778C" w:rsidRPr="00471E8C">
        <w:rPr>
          <w:rFonts w:hint="cs"/>
          <w:rtl/>
        </w:rPr>
        <w:t>ٹ</w:t>
      </w:r>
      <w:r w:rsidR="0065778C" w:rsidRPr="00955C8D">
        <w:rPr>
          <w:rFonts w:hint="cs"/>
          <w:rtl/>
        </w:rPr>
        <w:t xml:space="preserve"> در پ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ش</w:t>
      </w:r>
      <w:r w:rsidR="0065778C">
        <w:rPr>
          <w:rtl/>
        </w:rPr>
        <w:t xml:space="preserve">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آئ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>_ توسّل وال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عام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اور آ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ات</w:t>
      </w:r>
      <w:r w:rsidR="0065778C">
        <w:rPr>
          <w:rtl/>
        </w:rPr>
        <w:t xml:space="preserve"> قرآن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عموم پر عمل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اجاسکتا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جب تک کوئ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مانع ن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و_ پس 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م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ان عمومات پر عمل 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گ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اور </w:t>
      </w:r>
      <w:r w:rsidR="0065778C">
        <w:rPr>
          <w:rFonts w:hint="cs"/>
          <w:rtl/>
        </w:rPr>
        <w:t>ی</w:t>
      </w:r>
      <w:r w:rsidR="0065778C" w:rsidRPr="00471E8C">
        <w:rPr>
          <w:rFonts w:hint="cs"/>
          <w:rtl/>
        </w:rPr>
        <w:t>ہ</w:t>
      </w:r>
      <w:r w:rsidR="0065778C">
        <w:rPr>
          <w:rtl/>
        </w:rPr>
        <w:t xml:space="preserve"> ب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>ان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تراش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اں</w:t>
      </w:r>
      <w:r w:rsidR="0065778C">
        <w:rPr>
          <w:rtl/>
        </w:rPr>
        <w:t xml:space="preserve"> قبول ن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</w:t>
      </w:r>
      <w:r w:rsidR="0065778C">
        <w:rPr>
          <w:rFonts w:hint="eastAsia"/>
          <w:rtl/>
        </w:rPr>
        <w:t>کر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ںگ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اوپرپ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 قدر متنوّع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ک</w:t>
      </w:r>
      <w:r>
        <w:rPr>
          <w:rFonts w:hint="cs"/>
          <w:rtl/>
        </w:rPr>
        <w:t>ی</w:t>
      </w:r>
      <w:r>
        <w:rPr>
          <w:rtl/>
        </w:rPr>
        <w:t xml:space="preserve"> تمام اقسام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واقع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وا_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 w:rsidRPr="00471E8C">
        <w:rPr>
          <w:rFonts w:hint="cs"/>
          <w:rtl/>
        </w:rPr>
        <w:t>ے</w:t>
      </w:r>
      <w:r>
        <w:rPr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واقعات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وا_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توسّل، انک</w:t>
      </w:r>
      <w:r>
        <w:rPr>
          <w:rFonts w:hint="cs"/>
          <w:rtl/>
        </w:rPr>
        <w:t>ی</w:t>
      </w:r>
      <w:r>
        <w:rPr>
          <w:rtl/>
        </w:rPr>
        <w:t xml:space="preserve"> شفاعت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واقعات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_ ان متنوّع اور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ثالثاً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ذات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توسل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؟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ذات کااحترام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اطاعت اور عبوديّت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منزل پر فائز ت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>_ پس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</w:t>
      </w:r>
      <w:r>
        <w:rPr>
          <w:rFonts w:hint="eastAsia"/>
          <w:rtl/>
        </w:rPr>
        <w:t>ص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 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انک</w:t>
      </w:r>
      <w:r>
        <w:rPr>
          <w:rFonts w:hint="cs"/>
          <w:rtl/>
        </w:rPr>
        <w:t>ی</w:t>
      </w:r>
      <w:r>
        <w:rPr>
          <w:rtl/>
        </w:rPr>
        <w:t xml:space="preserve"> اطاعات، عبادات اور افعال حسن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 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متعصب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جائزقرار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طاعات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صرف الفاظ کا 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گ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ا </w:t>
      </w:r>
      <w:r w:rsidRPr="00471E8C">
        <w:rPr>
          <w:rFonts w:hint="cs"/>
          <w:rtl/>
        </w:rPr>
        <w:t>ہے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تعجّب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بعض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انکار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وفات کو (معاذ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)کفار ک</w:t>
      </w:r>
      <w:r>
        <w:rPr>
          <w:rFonts w:hint="cs"/>
          <w:rtl/>
        </w:rPr>
        <w:t>ی</w:t>
      </w:r>
      <w:r>
        <w:rPr>
          <w:rtl/>
        </w:rPr>
        <w:t xml:space="preserve"> وفات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جاو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کا تذکر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کرتا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'' 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(</w:t>
      </w:r>
      <w:r w:rsidR="00CE2672">
        <w:rPr>
          <w:rStyle w:val="libAieChar"/>
          <w:rFonts w:hint="cs"/>
          <w:rtl/>
        </w:rPr>
        <w:t xml:space="preserve"> </w:t>
      </w:r>
      <w:r w:rsidR="00CE2672" w:rsidRPr="006454CA">
        <w:rPr>
          <w:rStyle w:val="libAieChar"/>
          <w:rFonts w:hint="cs"/>
          <w:rtl/>
        </w:rPr>
        <w:t>بل احی</w:t>
      </w:r>
      <w:r w:rsidR="00CE2672" w:rsidRPr="006454CA">
        <w:rPr>
          <w:rStyle w:val="libAieChar"/>
          <w:rFonts w:hint="eastAsia"/>
          <w:rtl/>
        </w:rPr>
        <w:t>ائٌ</w:t>
      </w:r>
      <w:r w:rsidR="00CE2672" w:rsidRPr="006454CA">
        <w:rPr>
          <w:rStyle w:val="libAieChar"/>
          <w:rtl/>
        </w:rPr>
        <w:t xml:space="preserve"> عند ربّ</w:t>
      </w:r>
      <w:r w:rsidR="00CE2672" w:rsidRPr="00EC5D05">
        <w:rPr>
          <w:rStyle w:val="libAieChar"/>
          <w:rFonts w:hint="cs"/>
          <w:rtl/>
        </w:rPr>
        <w:t>ه</w:t>
      </w:r>
      <w:r w:rsidR="00CE2672" w:rsidRPr="006454CA">
        <w:rPr>
          <w:rStyle w:val="libAieChar"/>
          <w:rFonts w:hint="cs"/>
          <w:rtl/>
        </w:rPr>
        <w:t>م ی</w:t>
      </w:r>
      <w:r w:rsidR="00CE2672" w:rsidRPr="006454CA">
        <w:rPr>
          <w:rStyle w:val="libAieChar"/>
          <w:rFonts w:hint="eastAsia"/>
          <w:rtl/>
        </w:rPr>
        <w:t>رزقون</w:t>
      </w:r>
      <w:r w:rsidR="00CE2672" w:rsidRPr="006454CA">
        <w:rPr>
          <w:rStyle w:val="libAieChar"/>
          <w:rtl/>
        </w:rPr>
        <w:t>''</w:t>
      </w:r>
      <w:r w:rsidR="00CE2672">
        <w:rPr>
          <w:rStyle w:val="libAieChar"/>
          <w:rFonts w:hint="cs"/>
          <w:rtl/>
        </w:rPr>
        <w:t xml:space="preserve"> </w:t>
      </w:r>
      <w:r w:rsidR="00CE2672" w:rsidRPr="00CE2672">
        <w:rPr>
          <w:rStyle w:val="libAlaemChar"/>
          <w:rFonts w:hint="cs"/>
          <w:rtl/>
        </w:rPr>
        <w:t>)</w:t>
      </w:r>
      <w:r w:rsidR="00CE2672">
        <w:rPr>
          <w:rStyle w:val="libAieChar"/>
          <w:rFonts w:hint="cs"/>
          <w:rtl/>
        </w:rPr>
        <w:t xml:space="preserve"> </w:t>
      </w:r>
      <w:r w:rsidR="0065778C">
        <w:rPr>
          <w:rtl/>
        </w:rPr>
        <w:t xml:space="preserve"> </w:t>
      </w:r>
      <w:r w:rsidR="0065778C" w:rsidRPr="00B648F9">
        <w:rPr>
          <w:rStyle w:val="libFootnotenumChar"/>
          <w:rtl/>
        </w:rPr>
        <w:t>(1)</w:t>
      </w:r>
      <w:r w:rsidR="0065778C"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کا مقام ش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داء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مقام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جبک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آپ سب لوگ اپن</w:t>
      </w:r>
      <w:r>
        <w:rPr>
          <w:rFonts w:hint="cs"/>
          <w:rtl/>
        </w:rPr>
        <w:t>ی</w:t>
      </w:r>
      <w:r>
        <w:rPr>
          <w:rtl/>
        </w:rPr>
        <w:t xml:space="preserve"> نمازوں </w:t>
      </w:r>
      <w:r w:rsidR="004527F0">
        <w:rPr>
          <w:rtl/>
        </w:rPr>
        <w:t xml:space="preserve">میں </w:t>
      </w:r>
      <w:r>
        <w:rPr>
          <w:rtl/>
        </w:rPr>
        <w:t xml:space="preserve"> ان پر درودب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اگر رسولخدا(ص) وفات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بعد توسل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</w:t>
      </w:r>
      <w:r>
        <w:rPr>
          <w:rtl/>
        </w:rPr>
        <w:t>وپ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آپ کا سلام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فائد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( خدا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مانگت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</w:t>
      </w:r>
      <w:r w:rsidRPr="00471E8C">
        <w:rPr>
          <w:rFonts w:hint="cs"/>
          <w:rtl/>
        </w:rPr>
        <w:t>ھے</w:t>
      </w:r>
      <w:r w:rsidRPr="00955C8D">
        <w:rPr>
          <w:rFonts w:hint="cs"/>
          <w:rtl/>
        </w:rPr>
        <w:t xml:space="preserve"> تعصب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انس</w:t>
      </w:r>
      <w:r>
        <w:rPr>
          <w:rFonts w:hint="eastAsia"/>
          <w:rtl/>
        </w:rPr>
        <w:t>ان</w:t>
      </w:r>
      <w:r>
        <w:rPr>
          <w:rtl/>
        </w:rPr>
        <w:t xml:space="preserve"> کو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)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ان </w:t>
      </w:r>
      <w:r w:rsidR="004527F0">
        <w:rPr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علماء آنحضرت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مطابق اپنا اعتراض واپس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454CA">
      <w:pPr>
        <w:pStyle w:val="Heading2Center"/>
      </w:pPr>
      <w:bookmarkStart w:id="118" w:name="_Toc519769688"/>
      <w:r>
        <w:rPr>
          <w:rtl/>
        </w:rPr>
        <w:t>2_ ''افراط</w:t>
      </w:r>
      <w:r>
        <w:rPr>
          <w:rFonts w:hint="cs"/>
          <w:rtl/>
        </w:rPr>
        <w:t>ی</w:t>
      </w:r>
      <w:r>
        <w:rPr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tl/>
        </w:rPr>
        <w:t xml:space="preserve"> افراد''</w:t>
      </w:r>
      <w:bookmarkEnd w:id="118"/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افراط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 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دونوں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لوگ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مقصّر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اعتراض تراش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توسّل ک</w:t>
      </w:r>
      <w:r>
        <w:rPr>
          <w:rFonts w:hint="cs"/>
          <w:rtl/>
        </w:rPr>
        <w:t>ی</w:t>
      </w: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جائز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اور گمان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 کا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 w:rsidRPr="00471E8C">
        <w:rPr>
          <w:rFonts w:hint="cs"/>
          <w:rtl/>
        </w:rPr>
        <w:t>ے</w:t>
      </w:r>
      <w:r>
        <w:rPr>
          <w:rtl/>
        </w:rPr>
        <w:t xml:space="preserve"> کمال کا باعث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حالانک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سراسر غلط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اطاعت ، عبادت، اعمال اور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تقرّب 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توسّل کرنا، مسئل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 خدا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طلب کرنا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توسّل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471E8C">
        <w:rPr>
          <w:rFonts w:hint="cs"/>
          <w:rtl/>
        </w:rPr>
        <w:t>ڑ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غلّو کا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ان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خطر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نقصان اس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کم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ے</w:t>
      </w:r>
      <w:r>
        <w:rPr>
          <w:rtl/>
        </w:rPr>
        <w:t xml:space="preserve"> جمل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استعمال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سازگار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5778C" w:rsidRDefault="004B5145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1)سورة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169_</w:t>
      </w:r>
    </w:p>
    <w:p w:rsidR="0065778C" w:rsidRDefault="0065778C" w:rsidP="00D2626E">
      <w:pPr>
        <w:pStyle w:val="libFootnote"/>
      </w:pPr>
    </w:p>
    <w:p w:rsidR="0065778C" w:rsidRDefault="00E54A53" w:rsidP="009B5392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کرت</w:t>
      </w:r>
      <w:r w:rsidR="0065778C" w:rsidRPr="00471E8C">
        <w:rPr>
          <w:rFonts w:hint="cs"/>
          <w:rtl/>
        </w:rPr>
        <w:t>ے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 xml:space="preserve"> جو عبادت </w:t>
      </w:r>
      <w:r w:rsidR="004527F0">
        <w:rPr>
          <w:rtl/>
        </w:rPr>
        <w:t xml:space="preserve">میں </w:t>
      </w:r>
      <w:r w:rsidR="0065778C">
        <w:rPr>
          <w:rtl/>
        </w:rPr>
        <w:t xml:space="preserve"> توح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د</w:t>
      </w:r>
      <w:r w:rsidR="0065778C">
        <w:rPr>
          <w:rtl/>
        </w:rPr>
        <w:t xml:space="preserve"> ک</w:t>
      </w:r>
      <w:r w:rsidR="0065778C" w:rsidRPr="00471E8C">
        <w:rPr>
          <w:rFonts w:hint="cs"/>
          <w:rtl/>
        </w:rPr>
        <w:t>ے</w:t>
      </w:r>
      <w:r w:rsidR="0065778C" w:rsidRPr="00955C8D">
        <w:rPr>
          <w:rFonts w:hint="cs"/>
          <w:rtl/>
        </w:rPr>
        <w:t xml:space="preserve"> سات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مناف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</w:t>
      </w:r>
      <w:r w:rsidR="0065778C" w:rsidRPr="00471E8C">
        <w:rPr>
          <w:rFonts w:hint="cs"/>
          <w:rtl/>
        </w:rPr>
        <w:t>ہ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ں</w:t>
      </w:r>
      <w:r w:rsidR="0065778C">
        <w:rPr>
          <w:rtl/>
        </w:rPr>
        <w:t>_ چونک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</w:t>
      </w:r>
      <w:r w:rsidR="0065778C" w:rsidRPr="00442388">
        <w:rPr>
          <w:rStyle w:val="libArabicChar"/>
          <w:rFonts w:hint="cs"/>
          <w:rtl/>
        </w:rPr>
        <w:t>''لامؤثر فی</w:t>
      </w:r>
      <w:r w:rsidR="0065778C" w:rsidRPr="00442388">
        <w:rPr>
          <w:rStyle w:val="libArabicChar"/>
          <w:rtl/>
        </w:rPr>
        <w:t xml:space="preserve"> الوجود الّا اللّ</w:t>
      </w:r>
      <w:r w:rsidR="00380DE6" w:rsidRPr="009B41EC">
        <w:rPr>
          <w:rStyle w:val="libArabicChar"/>
          <w:rFonts w:hint="cs"/>
          <w:rtl/>
        </w:rPr>
        <w:t>ه</w:t>
      </w:r>
      <w:r w:rsidR="0065778C" w:rsidRPr="00442388">
        <w:rPr>
          <w:rStyle w:val="libArabicChar"/>
          <w:rFonts w:hint="cs"/>
          <w:rtl/>
        </w:rPr>
        <w:t>''</w:t>
      </w:r>
      <w:r w:rsidR="0065778C" w:rsidRPr="00955C8D">
        <w:rPr>
          <w:rFonts w:hint="cs"/>
          <w:rtl/>
        </w:rPr>
        <w:t xml:space="preserve"> اس عالم وجود </w:t>
      </w:r>
      <w:r w:rsidR="004527F0" w:rsidRPr="00955C8D">
        <w:rPr>
          <w:rFonts w:hint="cs"/>
          <w:rtl/>
        </w:rPr>
        <w:t xml:space="preserve">میں </w:t>
      </w:r>
      <w:r w:rsidR="0065778C">
        <w:rPr>
          <w:rtl/>
        </w:rPr>
        <w:t xml:space="preserve"> مؤثّر واقع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صرف الل</w:t>
      </w:r>
      <w:r w:rsidR="0065778C" w:rsidRPr="00471E8C">
        <w:rPr>
          <w:rFonts w:hint="cs"/>
          <w:rtl/>
        </w:rPr>
        <w:t>ہ</w:t>
      </w:r>
      <w:r w:rsidR="0065778C" w:rsidRPr="00955C8D">
        <w:rPr>
          <w:rFonts w:hint="cs"/>
          <w:rtl/>
        </w:rPr>
        <w:t xml:space="preserve"> تعال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ذات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اور جو کچ</w:t>
      </w:r>
      <w:r w:rsidR="0065778C" w:rsidRPr="00471E8C">
        <w:rPr>
          <w:rFonts w:hint="cs"/>
          <w:rtl/>
        </w:rPr>
        <w:t>ھ</w:t>
      </w:r>
      <w:r w:rsidR="0065778C" w:rsidRPr="00955C8D">
        <w:rPr>
          <w:rFonts w:hint="cs"/>
          <w:rtl/>
        </w:rPr>
        <w:t xml:space="preserve"> ب</w:t>
      </w:r>
      <w:r w:rsidR="0065778C" w:rsidRPr="00471E8C">
        <w:rPr>
          <w:rFonts w:hint="cs"/>
          <w:rtl/>
        </w:rPr>
        <w:t>ھ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موجود </w:t>
      </w:r>
      <w:r w:rsidR="0065778C" w:rsidRPr="00471E8C">
        <w:rPr>
          <w:rFonts w:hint="cs"/>
          <w:rtl/>
        </w:rPr>
        <w:t>ہے</w:t>
      </w:r>
      <w:r w:rsidR="0065778C" w:rsidRPr="00955C8D">
        <w:rPr>
          <w:rFonts w:hint="cs"/>
          <w:rtl/>
        </w:rPr>
        <w:t xml:space="preserve"> اس ک</w:t>
      </w:r>
      <w:r w:rsidR="0065778C">
        <w:rPr>
          <w:rFonts w:hint="cs"/>
          <w:rtl/>
        </w:rPr>
        <w:t>ی</w:t>
      </w:r>
      <w:r w:rsidR="0065778C">
        <w:rPr>
          <w:rtl/>
        </w:rPr>
        <w:t xml:space="preserve"> بدولت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ذا</w:t>
      </w:r>
      <w:r>
        <w:rPr>
          <w:rtl/>
        </w:rPr>
        <w:t xml:space="preserve"> جس طرح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منکر افراد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روکنا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افراط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اور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ارشاد کرنا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اور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راست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انا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در</w:t>
      </w:r>
      <w:r>
        <w:rPr>
          <w:rtl/>
        </w:rPr>
        <w:t xml:space="preserve"> واقع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 جاسکتا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 w:rsidRPr="00471E8C">
        <w:rPr>
          <w:rFonts w:hint="cs"/>
          <w:rtl/>
        </w:rPr>
        <w:t>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توسّل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قائل افراد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بعض کا افراط اور غلّو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جب 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افراط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فطرت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ول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تمام اعت</w:t>
      </w:r>
      <w:r>
        <w:rPr>
          <w:rFonts w:hint="eastAsia"/>
          <w:rtl/>
        </w:rPr>
        <w:t>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4527F0">
        <w:rPr>
          <w:rtl/>
        </w:rPr>
        <w:t xml:space="preserve">میں 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انحراف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لازم و ملزوم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غلط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</w:t>
      </w:r>
      <w:r w:rsidRPr="00471E8C">
        <w:rPr>
          <w:rFonts w:hint="cs"/>
          <w:rtl/>
        </w:rPr>
        <w:t>ہٹ</w:t>
      </w:r>
      <w:r w:rsidRPr="00955C8D">
        <w:rPr>
          <w:rFonts w:hint="cs"/>
          <w:rtl/>
        </w:rPr>
        <w:t xml:space="preserve"> د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گامزن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442388">
      <w:pPr>
        <w:pStyle w:val="Heading2Center"/>
      </w:pPr>
      <w:bookmarkStart w:id="119" w:name="_Toc519769689"/>
      <w:r>
        <w:rPr>
          <w:rtl/>
        </w:rPr>
        <w:t>3: تن</w:t>
      </w:r>
      <w:r w:rsidRPr="003C4FC4">
        <w:rPr>
          <w:rFonts w:hint="cs"/>
          <w:rtl/>
        </w:rPr>
        <w:t>ہ</w:t>
      </w:r>
      <w:r w:rsidRPr="00452B33">
        <w:rPr>
          <w:rFonts w:hint="cs"/>
          <w:rtl/>
        </w:rPr>
        <w:t>ا توسّل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3C4FC4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3C4FC4">
        <w:rPr>
          <w:rFonts w:hint="cs"/>
          <w:rtl/>
        </w:rPr>
        <w:t>ہے</w:t>
      </w:r>
      <w:r>
        <w:rPr>
          <w:rtl/>
        </w:rPr>
        <w:t xml:space="preserve"> _</w:t>
      </w:r>
      <w:bookmarkEnd w:id="119"/>
    </w:p>
    <w:p w:rsidR="0065778C" w:rsidRDefault="0065778C" w:rsidP="0065778C">
      <w:pPr>
        <w:pStyle w:val="libNormal"/>
      </w:pPr>
      <w:r>
        <w:rPr>
          <w:rFonts w:hint="eastAsia"/>
          <w:rtl/>
        </w:rPr>
        <w:t>لوگوں</w:t>
      </w:r>
      <w:r>
        <w:rPr>
          <w:rtl/>
        </w:rPr>
        <w:t xml:space="preserve"> کو اس بات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صرف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پر اکتفان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توسّل تو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</w:t>
      </w:r>
      <w:r>
        <w:rPr>
          <w:rtl/>
        </w:rPr>
        <w:t>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71E8C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اسطرح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ذ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سوال ا</w:t>
      </w:r>
      <w:r w:rsidRPr="00471E8C">
        <w:rPr>
          <w:rFonts w:hint="cs"/>
          <w:rtl/>
        </w:rPr>
        <w:t>ٹھ</w:t>
      </w:r>
      <w:r w:rsidRPr="00955C8D">
        <w:rPr>
          <w:rFonts w:hint="cs"/>
          <w:rtl/>
        </w:rPr>
        <w:t xml:space="preserve">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</w:t>
      </w:r>
      <w:r w:rsidR="00EE653E" w:rsidRPr="00955C8D">
        <w:rPr>
          <w:rFonts w:hint="cs"/>
          <w:rtl/>
        </w:rPr>
        <w:t xml:space="preserve">کیوں </w:t>
      </w:r>
      <w:r>
        <w:rPr>
          <w:rtl/>
        </w:rPr>
        <w:t xml:space="preserve"> توسّل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جواب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توسّل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ونک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آبرومند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EE653E">
        <w:rPr>
          <w:rtl/>
        </w:rPr>
        <w:t xml:space="preserve">کیوں </w:t>
      </w:r>
      <w:r>
        <w:rPr>
          <w:rtl/>
        </w:rPr>
        <w:t xml:space="preserve"> آبرومند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ں؟اپن</w:t>
      </w:r>
      <w:r w:rsidRPr="00471E8C"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آبرومند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طرف جانا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اں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چلتا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توسّل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قرب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</w:p>
    <w:p w:rsidR="0065778C" w:rsidRDefault="00E54A53" w:rsidP="0065778C">
      <w:pPr>
        <w:pStyle w:val="libNormal"/>
      </w:pPr>
      <w:r>
        <w:rPr>
          <w:rtl/>
        </w:rPr>
        <w:br w:type="page"/>
      </w:r>
      <w:r w:rsidR="0065778C">
        <w:rPr>
          <w:rFonts w:hint="eastAsia"/>
          <w:rtl/>
        </w:rPr>
        <w:lastRenderedPageBreak/>
        <w:t>حاصل</w:t>
      </w:r>
      <w:r w:rsidR="0065778C">
        <w:rPr>
          <w:rtl/>
        </w:rPr>
        <w:t xml:space="preserve"> ک</w:t>
      </w:r>
      <w:r w:rsidR="0065778C">
        <w:rPr>
          <w:rFonts w:hint="cs"/>
          <w:rtl/>
        </w:rPr>
        <w:t>ی</w:t>
      </w:r>
      <w:r w:rsidR="0065778C">
        <w:rPr>
          <w:rFonts w:hint="eastAsia"/>
          <w:rtl/>
        </w:rPr>
        <w:t>ا</w:t>
      </w:r>
      <w:r w:rsidR="0065778C">
        <w:rPr>
          <w:rtl/>
        </w:rPr>
        <w:t xml:space="preserve"> جاسکتا </w:t>
      </w:r>
      <w:r w:rsidR="0065778C" w:rsidRPr="00471E8C">
        <w:rPr>
          <w:rFonts w:hint="cs"/>
          <w:rtl/>
        </w:rPr>
        <w:t>ہے</w:t>
      </w:r>
      <w:r w:rsidR="0065778C"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71E8C">
        <w:rPr>
          <w:rFonts w:hint="cs"/>
          <w:rtl/>
        </w:rPr>
        <w:t>ے</w:t>
      </w:r>
      <w:r>
        <w:rPr>
          <w:rtl/>
        </w:rPr>
        <w:t xml:space="preserve"> ال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اعمال صالح ک</w:t>
      </w:r>
      <w:r>
        <w:rPr>
          <w:rFonts w:hint="cs"/>
          <w:rtl/>
        </w:rPr>
        <w:t>ی</w:t>
      </w:r>
      <w:r>
        <w:rPr>
          <w:rFonts w:hint="eastAsia"/>
          <w:rtl/>
        </w:rPr>
        <w:t>وج</w:t>
      </w:r>
      <w:r w:rsidRPr="00471E8C">
        <w:rPr>
          <w:rFonts w:hint="cs"/>
          <w:rtl/>
        </w:rPr>
        <w:t>ہ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خدا کا قرب ح</w:t>
      </w:r>
      <w:r>
        <w:rPr>
          <w:rtl/>
        </w:rPr>
        <w:t>اصل کرچک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توسّل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تقاضا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اں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ذا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ط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راست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وں_ توسّل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ساز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مکتب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>_ ک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توسّل پر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بلند مقاصد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بات ت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سب کو متوج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نا چا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_ </w:t>
      </w:r>
    </w:p>
    <w:p w:rsidR="0065778C" w:rsidRDefault="0065778C" w:rsidP="00442388">
      <w:pPr>
        <w:pStyle w:val="Heading2Center"/>
      </w:pPr>
      <w:bookmarkStart w:id="120" w:name="_Toc519769690"/>
      <w:r>
        <w:rPr>
          <w:rtl/>
        </w:rPr>
        <w:t>4: امور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توسّل:</w:t>
      </w:r>
      <w:bookmarkEnd w:id="120"/>
    </w:p>
    <w:p w:rsidR="0065778C" w:rsidRDefault="0065778C" w:rsidP="0065778C">
      <w:pPr>
        <w:pStyle w:val="libNormal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نکت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عالم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جسطرح </w:t>
      </w:r>
      <w:r>
        <w:rPr>
          <w:rtl/>
        </w:rPr>
        <w:t>امور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امور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ان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 توسل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مانع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جس وقت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مطلوب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نتائج تک پ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نچنا چا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71E8C">
        <w:rPr>
          <w:rFonts w:hint="cs"/>
          <w:rtl/>
        </w:rPr>
        <w:t>ھے</w:t>
      </w:r>
      <w:r>
        <w:rPr>
          <w:rtl/>
        </w:rPr>
        <w:t xml:space="preserve"> جات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ل چلات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فصل ک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ر موقع پر فصل کا</w:t>
      </w:r>
      <w:r w:rsidRPr="00471E8C">
        <w:rPr>
          <w:rFonts w:hint="cs"/>
          <w:rtl/>
        </w:rPr>
        <w:t>ٹ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استفاد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کرنا </w:t>
      </w:r>
      <w:r w:rsidRPr="00471E8C">
        <w:rPr>
          <w:rFonts w:hint="cs"/>
          <w:rtl/>
        </w:rPr>
        <w:t>ہ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غافل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سبز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اگات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سورج کانور اور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بحش قطر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ج،</w:t>
      </w:r>
      <w:r>
        <w:rPr>
          <w:rtl/>
        </w:rPr>
        <w:t xml:space="preserve"> گل 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71E8C">
        <w:rPr>
          <w:rFonts w:hint="cs"/>
          <w:rtl/>
        </w:rPr>
        <w:t>ہ</w:t>
      </w:r>
      <w:r>
        <w:rPr>
          <w:rtl/>
        </w:rPr>
        <w:t xml:space="preserve"> اور پ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 w:rsidR="004527F0">
        <w:rPr>
          <w:rtl/>
        </w:rPr>
        <w:t xml:space="preserve">میں </w:t>
      </w:r>
      <w:r>
        <w:rPr>
          <w:rtl/>
        </w:rPr>
        <w:t xml:space="preserve"> مددگار ثابت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کلّ</w:t>
      </w:r>
      <w:r>
        <w:rPr>
          <w:rFonts w:hint="cs"/>
          <w:rtl/>
        </w:rPr>
        <w:t>ی</w:t>
      </w:r>
      <w:r>
        <w:rPr>
          <w:rtl/>
        </w:rPr>
        <w:t xml:space="preserve"> طور پر عالم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002F8" w:rsidRDefault="00E54A53" w:rsidP="0065778C">
      <w:pPr>
        <w:pStyle w:val="libNormal"/>
      </w:pPr>
      <w:r>
        <w:rPr>
          <w:rtl/>
        </w:rPr>
        <w:br w:type="page"/>
      </w:r>
    </w:p>
    <w:p w:rsidR="00B002F8" w:rsidRDefault="00B002F8" w:rsidP="0065778C">
      <w:pPr>
        <w:pStyle w:val="libNormal"/>
      </w:pP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05D72"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>_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م عالم اسباب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صرف اسباب 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يّا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مسبب الاسباب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کو جانت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جس طرح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عالم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توسّل کرنا اور 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شفاعت کا تقاضا کرنا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البت</w:t>
      </w:r>
      <w:r w:rsidRPr="00471E8C">
        <w:rPr>
          <w:rFonts w:hint="cs"/>
          <w:rtl/>
        </w:rPr>
        <w:t>ہ</w:t>
      </w:r>
      <w:r>
        <w:rPr>
          <w:rtl/>
        </w:rPr>
        <w:t xml:space="preserve"> اس عالم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بار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افراط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موجود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جو اصلاً عالم اسباب کا انکار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گمان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عالم اسباب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71E8C">
        <w:rPr>
          <w:rFonts w:hint="cs"/>
          <w:rtl/>
        </w:rPr>
        <w:t>ہ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مناف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ے</w:t>
      </w:r>
      <w:r>
        <w:rPr>
          <w:rtl/>
        </w:rPr>
        <w:t xml:space="preserve"> 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قائل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آ</w:t>
      </w:r>
      <w:r>
        <w:rPr>
          <w:rtl/>
        </w:rPr>
        <w:t>گ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وقت آگ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ش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جلاتا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پان</w:t>
      </w:r>
      <w:r>
        <w:rPr>
          <w:rFonts w:hint="cs"/>
          <w:rtl/>
        </w:rPr>
        <w:t>ی</w:t>
      </w:r>
      <w:r>
        <w:rPr>
          <w:rtl/>
        </w:rPr>
        <w:t xml:space="preserve"> آگ کو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جس وقت آگ پر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ڈ</w:t>
      </w:r>
      <w:r w:rsidRPr="00955C8D">
        <w:rPr>
          <w:rFonts w:hint="cs"/>
          <w:rtl/>
        </w:rPr>
        <w:t xml:space="preserve">الا جاتا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تو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آگ کو بج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اس انداز </w:t>
      </w:r>
      <w:r w:rsidR="004527F0">
        <w:rPr>
          <w:rtl/>
        </w:rPr>
        <w:t xml:space="preserve">میں </w:t>
      </w:r>
      <w:r>
        <w:rPr>
          <w:rtl/>
        </w:rPr>
        <w:t xml:space="preserve"> علّت اور معلول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تمام واضح اور بد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روابط کا انکار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حالانک</w:t>
      </w:r>
      <w:r w:rsidRPr="00471E8C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انداز </w:t>
      </w:r>
      <w:r w:rsidR="004527F0">
        <w:rPr>
          <w:rtl/>
        </w:rPr>
        <w:t xml:space="preserve">میں </w:t>
      </w:r>
      <w:r>
        <w:rPr>
          <w:rtl/>
        </w:rPr>
        <w:t xml:space="preserve"> عالم اسباب کو قبول کرتا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اور فرماتا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 بادلوں کو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 w:rsidRPr="00471E8C">
        <w:rPr>
          <w:rFonts w:hint="cs"/>
          <w:rtl/>
        </w:rPr>
        <w:t>ے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بادل تشن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71E8C">
        <w:rPr>
          <w:rFonts w:hint="cs"/>
          <w:rtl/>
        </w:rPr>
        <w:t>ے</w:t>
      </w:r>
      <w:r>
        <w:rPr>
          <w:rtl/>
        </w:rPr>
        <w:t xml:space="preserve"> مرد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2388">
        <w:rPr>
          <w:rStyle w:val="libArabicChar"/>
          <w:rtl/>
        </w:rPr>
        <w:t>'' فيُح</w:t>
      </w:r>
      <w:r w:rsidRPr="00442388">
        <w:rPr>
          <w:rStyle w:val="libArabicChar"/>
          <w:rFonts w:hint="cs"/>
          <w:rtl/>
        </w:rPr>
        <w:t>یی</w:t>
      </w:r>
      <w:r w:rsidRPr="00442388">
        <w:rPr>
          <w:rStyle w:val="libArabicChar"/>
          <w:rtl/>
        </w:rPr>
        <w:t xml:space="preserve"> ب</w:t>
      </w:r>
      <w:r w:rsidR="00380DE6" w:rsidRPr="009B41EC">
        <w:rPr>
          <w:rStyle w:val="libArabicChar"/>
          <w:rFonts w:hint="cs"/>
          <w:rtl/>
        </w:rPr>
        <w:t>ه</w:t>
      </w:r>
      <w:r w:rsidRPr="00442388">
        <w:rPr>
          <w:rStyle w:val="libArabicChar"/>
          <w:rFonts w:hint="cs"/>
          <w:rtl/>
        </w:rPr>
        <w:t xml:space="preserve"> الارض بعد موت</w:t>
      </w:r>
      <w:r w:rsidR="00380DE6" w:rsidRPr="009B41EC">
        <w:rPr>
          <w:rStyle w:val="libArabicChar"/>
          <w:rFonts w:hint="cs"/>
          <w:rtl/>
        </w:rPr>
        <w:t>ه</w:t>
      </w:r>
      <w:r w:rsidRPr="00442388">
        <w:rPr>
          <w:rStyle w:val="libArabicChar"/>
          <w:rFonts w:hint="cs"/>
          <w:rtl/>
        </w:rPr>
        <w:t>ا''</w:t>
      </w:r>
      <w:r w:rsidRPr="00955C8D">
        <w:rPr>
          <w:rFonts w:hint="cs"/>
          <w:rtl/>
        </w:rPr>
        <w:t xml:space="preserve"> </w:t>
      </w:r>
      <w:r w:rsidRPr="00B648F9">
        <w:rPr>
          <w:rStyle w:val="libFootnotenumChar"/>
          <w:rFonts w:hint="cs"/>
          <w:rtl/>
        </w:rPr>
        <w:t>(1</w:t>
      </w:r>
      <w:r w:rsidRPr="00B648F9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tl/>
        </w:rPr>
        <w:t>''يُح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بارش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قطر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اس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علاو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عالم اسباب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71E8C">
        <w:rPr>
          <w:rFonts w:hint="cs"/>
          <w:rtl/>
        </w:rPr>
        <w:t>ہ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کو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رحال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اسباب ذات</w:t>
      </w:r>
      <w:r>
        <w:rPr>
          <w:rFonts w:hint="cs"/>
          <w:rtl/>
        </w:rPr>
        <w:t>ی</w:t>
      </w:r>
      <w:r>
        <w:rPr>
          <w:rtl/>
        </w:rPr>
        <w:t xml:space="preserve"> طور پر کوئ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>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جو کچ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پاس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 xml:space="preserve">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عطا کرد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ہے</w:t>
      </w:r>
      <w:r>
        <w:rPr>
          <w:rtl/>
        </w:rPr>
        <w:t xml:space="preserve">_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آثار الل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_ جس طرح اسباب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منکر، </w:t>
      </w:r>
    </w:p>
    <w:p w:rsidR="0065778C" w:rsidRDefault="00B648F9" w:rsidP="00B648F9">
      <w:pPr>
        <w:pStyle w:val="libLine"/>
      </w:pPr>
      <w:r>
        <w:rPr>
          <w:rtl/>
        </w:rPr>
        <w:t>____________________</w:t>
      </w:r>
      <w:r w:rsidR="0065778C">
        <w:rPr>
          <w:rtl/>
        </w:rPr>
        <w:t xml:space="preserve"> </w:t>
      </w:r>
    </w:p>
    <w:p w:rsidR="0065778C" w:rsidRDefault="0065778C" w:rsidP="00D2626E">
      <w:pPr>
        <w:pStyle w:val="libFootnote"/>
      </w:pPr>
      <w:r>
        <w:rPr>
          <w:rtl/>
        </w:rPr>
        <w:t>1) سورة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24_</w:t>
      </w:r>
    </w:p>
    <w:p w:rsidR="00826763" w:rsidRDefault="00E54A53" w:rsidP="009B5392">
      <w:pPr>
        <w:pStyle w:val="libNormal"/>
      </w:pPr>
      <w:r>
        <w:rPr>
          <w:rtl/>
        </w:rPr>
        <w:br w:type="page"/>
      </w:r>
    </w:p>
    <w:p w:rsidR="00826763" w:rsidRDefault="00826763" w:rsidP="009B5392">
      <w:pPr>
        <w:pStyle w:val="libNormal"/>
      </w:pPr>
    </w:p>
    <w:p w:rsidR="0065778C" w:rsidRDefault="0065778C" w:rsidP="009B5392">
      <w:pPr>
        <w:pStyle w:val="libNormal"/>
      </w:pPr>
      <w:r>
        <w:rPr>
          <w:rFonts w:hint="eastAsia"/>
          <w:rtl/>
        </w:rPr>
        <w:t>غافل</w:t>
      </w:r>
      <w:r>
        <w:rPr>
          <w:rtl/>
        </w:rPr>
        <w:t xml:space="preserve"> خطاکار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عالم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ب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اسباب کا انکار کرن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وال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_ </w:t>
      </w:r>
    </w:p>
    <w:p w:rsidR="0065778C" w:rsidRDefault="0065778C" w:rsidP="0065778C">
      <w:pPr>
        <w:pStyle w:val="libNormal"/>
      </w:pP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گذشت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سطور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527F0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71E8C">
        <w:rPr>
          <w:rFonts w:hint="cs"/>
          <w:rtl/>
        </w:rPr>
        <w:t>ہ</w:t>
      </w:r>
      <w:r>
        <w:rPr>
          <w:rtl/>
        </w:rPr>
        <w:t xml:space="preserve"> لوگ تعصّب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ات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ک</w:t>
      </w:r>
      <w:r w:rsidRPr="00471E8C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اسطرح ب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جا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خاتم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وجائ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اورپور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مسلمان آپس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اتحادّ کا مظا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کرت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ان دشمنوں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مقابل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</w:t>
      </w:r>
      <w:r w:rsidR="004527F0" w:rsidRPr="00955C8D">
        <w:rPr>
          <w:rFonts w:hint="cs"/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71E8C">
        <w:rPr>
          <w:rFonts w:hint="cs"/>
          <w:rtl/>
        </w:rPr>
        <w:t>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Pr="00471E8C">
        <w:rPr>
          <w:rFonts w:hint="cs"/>
          <w:rtl/>
        </w:rPr>
        <w:t>ڈٹ</w:t>
      </w:r>
      <w:r w:rsidRPr="00955C8D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وں 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قرآن، اسلام اور خدا کو اپن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حملوں کا نشان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 xml:space="preserve">وا </w:t>
      </w:r>
      <w:r w:rsidRPr="00471E8C">
        <w:rPr>
          <w:rFonts w:hint="cs"/>
          <w:rtl/>
        </w:rPr>
        <w:t>ہے</w:t>
      </w:r>
      <w:r w:rsidRPr="00955C8D">
        <w:rPr>
          <w:rFonts w:hint="cs"/>
          <w:rtl/>
        </w:rPr>
        <w:t>_ اور اسطرح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</w:t>
      </w:r>
      <w:r w:rsidRPr="00471E8C">
        <w:rPr>
          <w:rFonts w:hint="cs"/>
          <w:rtl/>
        </w:rPr>
        <w:t>ہ</w:t>
      </w:r>
      <w:r w:rsidRPr="00955C8D">
        <w:rPr>
          <w:rFonts w:hint="cs"/>
          <w:rtl/>
        </w:rPr>
        <w:t>ر قسم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شرک ، غلو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کوتا</w:t>
      </w:r>
      <w:r w:rsidRPr="00471E8C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 نقصان س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پاک کر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سامن</w:t>
      </w:r>
      <w:r w:rsidRPr="00471E8C">
        <w:rPr>
          <w:rFonts w:hint="cs"/>
          <w:rtl/>
        </w:rPr>
        <w:t>ے</w:t>
      </w:r>
      <w:r w:rsidRPr="00955C8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_ </w:t>
      </w:r>
    </w:p>
    <w:p w:rsidR="0065778C" w:rsidRDefault="0065778C" w:rsidP="0065778C">
      <w:pPr>
        <w:pStyle w:val="libNormal"/>
      </w:pPr>
    </w:p>
    <w:p w:rsidR="0065778C" w:rsidRDefault="0065778C" w:rsidP="0065778C">
      <w:pPr>
        <w:pStyle w:val="libNormal"/>
      </w:pPr>
      <w:r>
        <w:rPr>
          <w:rFonts w:hint="eastAsia"/>
          <w:rtl/>
        </w:rPr>
        <w:t>والسلام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شعبان</w:t>
      </w:r>
      <w:r>
        <w:rPr>
          <w:rtl/>
        </w:rPr>
        <w:t xml:space="preserve"> 1426 </w:t>
      </w:r>
      <w:r w:rsidRPr="00471E8C">
        <w:rPr>
          <w:rFonts w:hint="cs"/>
          <w:rtl/>
        </w:rPr>
        <w:t>ھ</w:t>
      </w:r>
      <w:r w:rsidRPr="00955C8D">
        <w:rPr>
          <w:rFonts w:hint="cs"/>
          <w:rtl/>
        </w:rPr>
        <w:t xml:space="preserve"> ق</w:t>
      </w:r>
      <w:r>
        <w:rPr>
          <w:rtl/>
        </w:rPr>
        <w:t xml:space="preserve"> </w:t>
      </w:r>
    </w:p>
    <w:p w:rsidR="0065778C" w:rsidRDefault="0065778C" w:rsidP="0065778C">
      <w:pPr>
        <w:pStyle w:val="libNormal"/>
      </w:pPr>
      <w:r>
        <w:rPr>
          <w:rFonts w:hint="eastAsia"/>
          <w:rtl/>
        </w:rPr>
        <w:t>ناصر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65778C" w:rsidRDefault="0065778C" w:rsidP="00452B3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229360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706893" w:rsidRDefault="00706893" w:rsidP="00706893">
          <w:pPr>
            <w:pStyle w:val="Heading2Center"/>
          </w:pPr>
          <w:r w:rsidRPr="00706893">
            <w:rPr>
              <w:rFonts w:hint="cs"/>
              <w:rtl/>
            </w:rPr>
            <w:t>فہرست</w:t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9769570" w:history="1">
            <w:r w:rsidRPr="00F649C9">
              <w:rPr>
                <w:rStyle w:val="Hyperlink"/>
                <w:rtl/>
              </w:rPr>
              <w:t>مقدمہ: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1" w:history="1">
            <w:r w:rsidRPr="00F649C9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2" w:history="1"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راستہ وحدت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طرف نہ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جاتا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3" w:history="1">
            <w:r w:rsidRPr="00F649C9">
              <w:rPr>
                <w:rStyle w:val="Hyperlink"/>
                <w:rtl/>
              </w:rPr>
              <w:t>1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4" w:history="1">
            <w:r w:rsidRPr="00F649C9">
              <w:rPr>
                <w:rStyle w:val="Hyperlink"/>
                <w:rtl/>
              </w:rPr>
              <w:t>قرآن ھر قسم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تحر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ف سے منزہ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5" w:history="1">
            <w:r w:rsidRPr="00F649C9">
              <w:rPr>
                <w:rStyle w:val="Hyperlink"/>
                <w:rtl/>
              </w:rPr>
              <w:t>عدم تحر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ف قرآن: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6" w:history="1">
            <w:r w:rsidRPr="00F649C9">
              <w:rPr>
                <w:rStyle w:val="Hyperlink"/>
                <w:rtl/>
              </w:rPr>
              <w:t>فر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دو کتاب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7" w:history="1">
            <w:r w:rsidRPr="00F649C9">
              <w:rPr>
                <w:rStyle w:val="Hyperlink"/>
                <w:rtl/>
              </w:rPr>
              <w:t>فرقہ و ارانہ دشمن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خاطر اسلام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جڑوں کوکھوکھلانہ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جائے _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8" w:history="1">
            <w:r w:rsidRPr="00F649C9">
              <w:rPr>
                <w:rStyle w:val="Hyperlink"/>
                <w:rtl/>
              </w:rPr>
              <w:t>عدم تحر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ف پر عقل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اور نقل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دل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79" w:history="1">
            <w:r w:rsidRPr="00F649C9">
              <w:rPr>
                <w:rStyle w:val="Hyperlink"/>
                <w:rtl/>
              </w:rPr>
              <w:t>اختتام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کلمات: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0" w:history="1">
            <w:r w:rsidRPr="00F649C9">
              <w:rPr>
                <w:rStyle w:val="Hyperlink"/>
                <w:rtl/>
              </w:rPr>
              <w:t>2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1" w:history="1">
            <w:r w:rsidRPr="00F649C9">
              <w:rPr>
                <w:rStyle w:val="Hyperlink"/>
                <w:rtl/>
              </w:rPr>
              <w:t>''تق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ہ'' قرآن و سنت کے آئ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نہ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2" w:history="1">
            <w:r w:rsidRPr="00F649C9">
              <w:rPr>
                <w:rStyle w:val="Hyperlink"/>
                <w:rtl/>
              </w:rPr>
              <w:t>1-تق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ہے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3" w:history="1">
            <w:r w:rsidRPr="00F649C9">
              <w:rPr>
                <w:rStyle w:val="Hyperlink"/>
                <w:rtl/>
              </w:rPr>
              <w:t>2_تق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اور نفاق کا فرق: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4" w:history="1">
            <w:r w:rsidRPr="00F649C9">
              <w:rPr>
                <w:rStyle w:val="Hyperlink"/>
                <w:rtl/>
              </w:rPr>
              <w:t>3_تق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عقل کے ترازو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5" w:history="1">
            <w:r w:rsidRPr="00F649C9">
              <w:rPr>
                <w:rStyle w:val="Hyperlink"/>
                <w:rtl/>
              </w:rPr>
              <w:t>4_تق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کتاب الہ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6" w:history="1">
            <w:r w:rsidRPr="00F649C9">
              <w:rPr>
                <w:rStyle w:val="Hyperlink"/>
                <w:rtl/>
              </w:rPr>
              <w:t>5_تق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اسلام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روا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7" w:history="1">
            <w:r w:rsidRPr="00F649C9">
              <w:rPr>
                <w:rStyle w:val="Hyperlink"/>
                <w:rtl/>
              </w:rPr>
              <w:t>6_ک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صرف کفار کے مقابلے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8" w:history="1">
            <w:r w:rsidRPr="00F649C9">
              <w:rPr>
                <w:rStyle w:val="Hyperlink"/>
                <w:rtl/>
              </w:rPr>
              <w:t>7) حرام تق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89" w:history="1">
            <w:r w:rsidRPr="00F649C9">
              <w:rPr>
                <w:rStyle w:val="Hyperlink"/>
                <w:rtl/>
              </w:rPr>
              <w:t>(مصلحت آم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ز ) تقيّہ: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0" w:history="1">
            <w:r w:rsidRPr="00F649C9">
              <w:rPr>
                <w:rStyle w:val="Hyperlink"/>
                <w:rtl/>
              </w:rPr>
              <w:t>3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1" w:history="1">
            <w:r w:rsidRPr="00F649C9">
              <w:rPr>
                <w:rStyle w:val="Hyperlink"/>
                <w:rtl/>
              </w:rPr>
              <w:t>عدالت صحابہ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2" w:history="1">
            <w:r w:rsidRPr="00F649C9">
              <w:rPr>
                <w:rStyle w:val="Hyperlink"/>
                <w:rtl/>
              </w:rPr>
              <w:t>1_ دو متضاد عق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دے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3" w:history="1">
            <w:r w:rsidRPr="00F649C9">
              <w:rPr>
                <w:rStyle w:val="Hyperlink"/>
                <w:rtl/>
              </w:rPr>
              <w:t>2_تنز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کے سلسلہ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شدّت پسند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4" w:history="1">
            <w:r w:rsidRPr="00F649C9">
              <w:rPr>
                <w:rStyle w:val="Hyperlink"/>
                <w:rtl/>
              </w:rPr>
              <w:t>3_ لا جواب سوالات: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5" w:history="1">
            <w:r w:rsidRPr="00F649C9">
              <w:rPr>
                <w:rStyle w:val="Hyperlink"/>
                <w:rtl/>
              </w:rPr>
              <w:t>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ا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بات حق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قت کے خلاف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6" w:history="1">
            <w:r w:rsidRPr="00F649C9">
              <w:rPr>
                <w:rStyle w:val="Hyperlink"/>
                <w:rtl/>
              </w:rPr>
              <w:t>4: صحابہ کون 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7" w:history="1">
            <w:r w:rsidRPr="00F649C9">
              <w:rPr>
                <w:rStyle w:val="Hyperlink"/>
                <w:rtl/>
              </w:rPr>
              <w:t>5:''عق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دہ تنز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 کا اصل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سبب''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8" w:history="1">
            <w:r w:rsidRPr="00F649C9">
              <w:rPr>
                <w:rStyle w:val="Hyperlink"/>
                <w:rtl/>
              </w:rPr>
              <w:t>6_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تمام اصحاب بغ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ر استثناء کے عادل تھے؟: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599" w:history="1">
            <w:r w:rsidRPr="00F649C9">
              <w:rPr>
                <w:rStyle w:val="Hyperlink"/>
                <w:rtl/>
              </w:rPr>
              <w:t>7_اصحاب 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غمبر(ص)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اقسام: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0" w:history="1">
            <w:r w:rsidRPr="00F649C9">
              <w:rPr>
                <w:rStyle w:val="Hyperlink"/>
                <w:rtl/>
              </w:rPr>
              <w:t>1_ پاک و صالح: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1" w:history="1">
            <w:r w:rsidRPr="00F649C9">
              <w:rPr>
                <w:rStyle w:val="Hyperlink"/>
                <w:rtl/>
              </w:rPr>
              <w:t>2_ مؤمن خطاکار: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2" w:history="1">
            <w:r w:rsidRPr="00F649C9">
              <w:rPr>
                <w:rStyle w:val="Hyperlink"/>
                <w:rtl/>
              </w:rPr>
              <w:t>3_ گناہگار افراد: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3" w:history="1">
            <w:r w:rsidRPr="00F649C9">
              <w:rPr>
                <w:rStyle w:val="Hyperlink"/>
                <w:rtl/>
              </w:rPr>
              <w:t>4_ ظاہر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مسلمان: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4" w:history="1">
            <w:r w:rsidRPr="00F649C9">
              <w:rPr>
                <w:rStyle w:val="Hyperlink"/>
                <w:rtl/>
              </w:rPr>
              <w:t>5_ منافق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5" w:history="1">
            <w:r w:rsidRPr="00F649C9">
              <w:rPr>
                <w:rStyle w:val="Hyperlink"/>
                <w:rtl/>
              </w:rPr>
              <w:t>8_تار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خ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گواہ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6" w:history="1">
            <w:r w:rsidRPr="00F649C9">
              <w:rPr>
                <w:rStyle w:val="Hyperlink"/>
                <w:rtl/>
              </w:rPr>
              <w:t>9_ 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غمبر(ص) کے زمانے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اس کے بعد بعض صحابہ پر حدّ کا جار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7" w:history="1">
            <w:r w:rsidRPr="00F649C9">
              <w:rPr>
                <w:rStyle w:val="Hyperlink"/>
                <w:rtl/>
              </w:rPr>
              <w:t>10_ نادرست توج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8" w:history="1">
            <w:r w:rsidRPr="00F649C9">
              <w:rPr>
                <w:rStyle w:val="Hyperlink"/>
                <w:rtl/>
              </w:rPr>
              <w:t>11_ مظلوميّت عل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(ع)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09" w:history="1">
            <w:r w:rsidRPr="00F649C9">
              <w:rPr>
                <w:rStyle w:val="Hyperlink"/>
                <w:rtl/>
              </w:rPr>
              <w:t>12: 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ک دلچسپ داستان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0" w:history="1">
            <w:r w:rsidRPr="00F649C9">
              <w:rPr>
                <w:rStyle w:val="Hyperlink"/>
                <w:rtl/>
              </w:rPr>
              <w:t>4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1" w:history="1">
            <w:r w:rsidRPr="00F649C9">
              <w:rPr>
                <w:rStyle w:val="Hyperlink"/>
                <w:rtl/>
              </w:rPr>
              <w:t>بزرگوں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قبروں کا احترام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2" w:history="1">
            <w:r w:rsidRPr="00F649C9">
              <w:rPr>
                <w:rStyle w:val="Hyperlink"/>
                <w:rtl/>
              </w:rPr>
              <w:t>اجمال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خاکہ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3" w:history="1">
            <w:r w:rsidRPr="00F649C9">
              <w:rPr>
                <w:rStyle w:val="Hyperlink"/>
                <w:rtl/>
              </w:rPr>
              <w:t>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ارت قبول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گذشتہ تار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خ: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4" w:history="1">
            <w:r w:rsidRPr="00F649C9">
              <w:rPr>
                <w:rStyle w:val="Hyperlink"/>
                <w:rtl/>
              </w:rPr>
              <w:t>قبور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ارت کے سلسلہ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شرک کا توہّم: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5" w:history="1">
            <w:r w:rsidRPr="00F649C9">
              <w:rPr>
                <w:rStyle w:val="Hyperlink"/>
                <w:rtl/>
              </w:rPr>
              <w:t>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شفاعت طلب کرنا توح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د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نظر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 کے ساتھ سازگار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6" w:history="1">
            <w:r w:rsidRPr="00F649C9">
              <w:rPr>
                <w:rStyle w:val="Hyperlink"/>
                <w:rtl/>
              </w:rPr>
              <w:t>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ا ( معاذ اللہ )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عقوب مشرک 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غمبر(ص) تھے؟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7" w:history="1">
            <w:r w:rsidRPr="00F649C9">
              <w:rPr>
                <w:rStyle w:val="Hyperlink"/>
                <w:rtl/>
              </w:rPr>
              <w:t>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قرآن مج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د، کفار اور منافق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کو شرک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طرف دعوت دے رہا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8" w:history="1">
            <w:r w:rsidRPr="00F649C9">
              <w:rPr>
                <w:rStyle w:val="Hyperlink"/>
                <w:rtl/>
              </w:rPr>
              <w:t>اول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ء الہ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شفاعت اُنک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ظاہر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زندگ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کے ساتھ مخصوص نہ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19" w:history="1">
            <w:r w:rsidRPr="00F649C9">
              <w:rPr>
                <w:rStyle w:val="Hyperlink"/>
                <w:rtl/>
              </w:rPr>
              <w:t>ہم ان متضاد باتوں کو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سے قبول کر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0" w:history="1">
            <w:r w:rsidRPr="00F649C9">
              <w:rPr>
                <w:rStyle w:val="Hyperlink"/>
                <w:rtl/>
              </w:rPr>
              <w:t>خوات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اور قبور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1" w:history="1">
            <w:r w:rsidRPr="00F649C9">
              <w:rPr>
                <w:rStyle w:val="Hyperlink"/>
                <w:rtl/>
              </w:rPr>
              <w:t>'' شدّ رحال'' فقط 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مساجد کے 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2" w:history="1">
            <w:r w:rsidRPr="00F649C9">
              <w:rPr>
                <w:rStyle w:val="Hyperlink"/>
                <w:rtl/>
              </w:rPr>
              <w:t>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قبور پر عمارت بنانا ممنوع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3" w:history="1">
            <w:r w:rsidRPr="00F649C9">
              <w:rPr>
                <w:rStyle w:val="Hyperlink"/>
                <w:rtl/>
              </w:rPr>
              <w:t>وہاب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ت کے ہاتھوں ثقافت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راث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نابود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4" w:history="1">
            <w:r w:rsidRPr="00F649C9">
              <w:rPr>
                <w:rStyle w:val="Hyperlink"/>
                <w:rtl/>
              </w:rPr>
              <w:t>بہانے: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5" w:history="1">
            <w:r w:rsidRPr="00F649C9">
              <w:rPr>
                <w:rStyle w:val="Hyperlink"/>
                <w:rtl/>
              </w:rPr>
              <w:t>1_ قبروں کو مسجد نہ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بنانا چاہ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6" w:history="1">
            <w:r w:rsidRPr="00F649C9">
              <w:rPr>
                <w:rStyle w:val="Hyperlink"/>
                <w:rtl/>
              </w:rPr>
              <w:t>2_ا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ک اور بہانہ: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7" w:history="1">
            <w:r w:rsidRPr="00F649C9">
              <w:rPr>
                <w:rStyle w:val="Hyperlink"/>
                <w:rtl/>
              </w:rPr>
              <w:t>بزرگان 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قبور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ز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ارت کے مثبت آثار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8" w:history="1">
            <w:r w:rsidRPr="00F649C9">
              <w:rPr>
                <w:rStyle w:val="Hyperlink"/>
                <w:rtl/>
              </w:rPr>
              <w:t>3:تبرّک کو چاہنا اور طلب کرناممنوع ہے_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29" w:history="1">
            <w:r w:rsidRPr="00F649C9">
              <w:rPr>
                <w:rStyle w:val="Hyperlink"/>
                <w:rtl/>
              </w:rPr>
              <w:t>علمائے اسلام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اہم ذمہ دار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0" w:history="1">
            <w:r w:rsidRPr="00F649C9">
              <w:rPr>
                <w:rStyle w:val="Hyperlink"/>
                <w:rtl/>
              </w:rPr>
              <w:t>5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1" w:history="1">
            <w:r w:rsidRPr="00F649C9">
              <w:rPr>
                <w:rStyle w:val="Hyperlink"/>
                <w:rtl/>
              </w:rPr>
              <w:t>نکاح موقّت (مُتعہ 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2" w:history="1">
            <w:r w:rsidRPr="00F649C9">
              <w:rPr>
                <w:rStyle w:val="Hyperlink"/>
                <w:rtl/>
              </w:rPr>
              <w:t xml:space="preserve">متعہ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ازدواج موقت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3" w:history="1">
            <w:r w:rsidRPr="00F649C9">
              <w:rPr>
                <w:rStyle w:val="Hyperlink"/>
                <w:rtl/>
              </w:rPr>
              <w:t>ضرورت اور 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4" w:history="1">
            <w:r w:rsidRPr="00F649C9">
              <w:rPr>
                <w:rStyle w:val="Hyperlink"/>
                <w:rtl/>
              </w:rPr>
              <w:t>نکاح مس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5" w:history="1">
            <w:r w:rsidRPr="00F649C9">
              <w:rPr>
                <w:rStyle w:val="Hyperlink"/>
                <w:rtl/>
              </w:rPr>
              <w:t>متعہ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6" w:history="1">
            <w:r w:rsidRPr="00F649C9">
              <w:rPr>
                <w:rStyle w:val="Hyperlink"/>
                <w:rtl/>
              </w:rPr>
              <w:t>سوء استفادہ: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7" w:history="1">
            <w:r w:rsidRPr="00F649C9">
              <w:rPr>
                <w:rStyle w:val="Hyperlink"/>
                <w:rtl/>
              </w:rPr>
              <w:t>نکاح متعہ، قرآن و سنّت اور اجماع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روشن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8" w:history="1">
            <w:r w:rsidRPr="00F649C9">
              <w:rPr>
                <w:rStyle w:val="Hyperlink"/>
                <w:rtl/>
              </w:rPr>
              <w:t>کس نے متعہ کو حرام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39" w:history="1">
            <w:r w:rsidRPr="00F649C9">
              <w:rPr>
                <w:rStyle w:val="Hyperlink"/>
                <w:rtl/>
              </w:rPr>
              <w:t>الف) خل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فہ اول کے دور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متعہ کا حلال ہونا: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0" w:history="1">
            <w:r w:rsidRPr="00F649C9">
              <w:rPr>
                <w:rStyle w:val="Hyperlink"/>
                <w:rtl/>
              </w:rPr>
              <w:t>ب) اجتہاد در مقابل نصّ: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1" w:history="1">
            <w:r w:rsidRPr="00F649C9">
              <w:rPr>
                <w:rStyle w:val="Hyperlink"/>
                <w:rtl/>
              </w:rPr>
              <w:t>حضرت عمر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مخالفت کا سبب: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2" w:history="1">
            <w:r w:rsidRPr="00F649C9">
              <w:rPr>
                <w:rStyle w:val="Hyperlink"/>
                <w:rtl/>
              </w:rPr>
              <w:t>متعہ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تحر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م کے بعد لوگوں کا ردّ عمل: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3" w:history="1">
            <w:r w:rsidRPr="00F649C9">
              <w:rPr>
                <w:rStyle w:val="Hyperlink"/>
                <w:rtl/>
              </w:rPr>
              <w:t>بہتر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راہ حل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4" w:history="1">
            <w:r w:rsidRPr="00F649C9">
              <w:rPr>
                <w:rStyle w:val="Hyperlink"/>
                <w:rtl/>
              </w:rPr>
              <w:t>6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5" w:history="1">
            <w:r w:rsidRPr="00F649C9">
              <w:rPr>
                <w:rStyle w:val="Hyperlink"/>
                <w:rtl/>
              </w:rPr>
              <w:t>زم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پر سجدہ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6" w:history="1">
            <w:r w:rsidRPr="00F649C9">
              <w:rPr>
                <w:rStyle w:val="Hyperlink"/>
                <w:rtl/>
              </w:rPr>
              <w:t>عبادات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سجدہ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اہم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7" w:history="1">
            <w:r w:rsidRPr="00F649C9">
              <w:rPr>
                <w:rStyle w:val="Hyperlink"/>
                <w:rtl/>
              </w:rPr>
              <w:t>غ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ر خدا کے 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ے سجدہ کرنا جائز نہ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8" w:history="1">
            <w:r w:rsidRPr="00F649C9">
              <w:rPr>
                <w:rStyle w:val="Hyperlink"/>
                <w:rtl/>
              </w:rPr>
              <w:t>کس 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ز پر سجدہ کرنا چاہ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49" w:history="1">
            <w:r w:rsidRPr="00F649C9">
              <w:rPr>
                <w:rStyle w:val="Hyperlink"/>
                <w:rtl/>
              </w:rPr>
              <w:t>4_ مسئلہ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ادلّہ: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0" w:history="1">
            <w:r w:rsidRPr="00F649C9">
              <w:rPr>
                <w:rStyle w:val="Hyperlink"/>
                <w:rtl/>
              </w:rPr>
              <w:t>الف) زم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پر سجدہ کے سلسلہ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معروف حد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 نبو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1" w:history="1">
            <w:r w:rsidRPr="00F649C9">
              <w:rPr>
                <w:rStyle w:val="Hyperlink"/>
                <w:rtl/>
              </w:rPr>
              <w:t>ب) س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رت 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غمبر(ص)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2" w:history="1">
            <w:r w:rsidRPr="00F649C9">
              <w:rPr>
                <w:rStyle w:val="Hyperlink"/>
                <w:rtl/>
              </w:rPr>
              <w:t>ج) صحابہ اور تابع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س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3" w:history="1">
            <w:r w:rsidRPr="00F649C9">
              <w:rPr>
                <w:rStyle w:val="Hyperlink"/>
                <w:rtl/>
              </w:rPr>
              <w:t>7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4" w:history="1">
            <w:r w:rsidRPr="00F649C9">
              <w:rPr>
                <w:rStyle w:val="Hyperlink"/>
                <w:rtl/>
              </w:rPr>
              <w:t>جمع 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صلات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5" w:history="1">
            <w:r w:rsidRPr="00F649C9">
              <w:rPr>
                <w:rStyle w:val="Hyperlink"/>
                <w:rtl/>
              </w:rPr>
              <w:t>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ان مسئلہ: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6" w:history="1">
            <w:r w:rsidRPr="00F649C9">
              <w:rPr>
                <w:rStyle w:val="Hyperlink"/>
                <w:rtl/>
              </w:rPr>
              <w:t>اسلام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معاشروں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پانچ اوقات پر اصرار کے آثار: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7" w:history="1">
            <w:r w:rsidRPr="00F649C9">
              <w:rPr>
                <w:rStyle w:val="Hyperlink"/>
                <w:rtl/>
              </w:rPr>
              <w:t>دو نمازوں کو اکٹھا پڑھنے کے جواز پر روا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8" w:history="1">
            <w:r w:rsidRPr="00F649C9">
              <w:rPr>
                <w:rStyle w:val="Hyperlink"/>
                <w:rtl/>
              </w:rPr>
              <w:t>1_ مذکورہ احاد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 کا نت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59" w:history="1">
            <w:r w:rsidRPr="00F649C9">
              <w:rPr>
                <w:rStyle w:val="Hyperlink"/>
                <w:rtl/>
              </w:rPr>
              <w:t>2_ قرآن مج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د اور نماز کے 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اوقات: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0" w:history="1">
            <w:r w:rsidRPr="00F649C9">
              <w:rPr>
                <w:rStyle w:val="Hyperlink"/>
                <w:rtl/>
              </w:rPr>
              <w:t>8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1" w:history="1">
            <w:r w:rsidRPr="00F649C9">
              <w:rPr>
                <w:rStyle w:val="Hyperlink"/>
                <w:rtl/>
              </w:rPr>
              <w:t>وضو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پاؤں کا مسح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2" w:history="1">
            <w:r w:rsidRPr="00F649C9">
              <w:rPr>
                <w:rStyle w:val="Hyperlink"/>
                <w:rtl/>
              </w:rPr>
              <w:t>قرآن مج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د اور پاؤں کا مسح: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3" w:history="1">
            <w:r w:rsidRPr="00F649C9">
              <w:rPr>
                <w:rStyle w:val="Hyperlink"/>
                <w:rtl/>
              </w:rPr>
              <w:t>عج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ب توج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4" w:history="1">
            <w:r w:rsidRPr="00F649C9">
              <w:rPr>
                <w:rStyle w:val="Hyperlink"/>
                <w:rtl/>
              </w:rPr>
              <w:t>نص ّ کے مقابلے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اجتہاد اور تفس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ر بالرا 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5" w:history="1">
            <w:r w:rsidRPr="00F649C9">
              <w:rPr>
                <w:rStyle w:val="Hyperlink"/>
                <w:rtl/>
              </w:rPr>
              <w:t>جوتوں پر مسح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6" w:history="1">
            <w:r w:rsidRPr="00F649C9">
              <w:rPr>
                <w:rStyle w:val="Hyperlink"/>
                <w:rtl/>
              </w:rPr>
              <w:t>پاؤں پر مسح اور احاد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 اسلام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7" w:history="1">
            <w:r w:rsidRPr="00F649C9">
              <w:rPr>
                <w:rStyle w:val="Hyperlink"/>
                <w:rtl/>
              </w:rPr>
              <w:t>مخالف روا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8" w:history="1">
            <w:r w:rsidRPr="00F649C9">
              <w:rPr>
                <w:rStyle w:val="Hyperlink"/>
                <w:rtl/>
              </w:rPr>
              <w:t>سہل اور آسان شر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69" w:history="1">
            <w:r w:rsidRPr="00F649C9">
              <w:rPr>
                <w:rStyle w:val="Hyperlink"/>
                <w:rtl/>
              </w:rPr>
              <w:t>جوتوں پر مسح، عقل و شرع کے ترازو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0" w:history="1">
            <w:r w:rsidRPr="00F649C9">
              <w:rPr>
                <w:rStyle w:val="Hyperlink"/>
                <w:rtl/>
              </w:rPr>
              <w:t>روا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 چند اقسام پر مشتمل 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1" w:history="1">
            <w:r w:rsidRPr="00F649C9">
              <w:rPr>
                <w:rStyle w:val="Hyperlink"/>
                <w:rtl/>
              </w:rPr>
              <w:t>قسم دوم: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2" w:history="1">
            <w:r w:rsidRPr="00F649C9">
              <w:rPr>
                <w:rStyle w:val="Hyperlink"/>
                <w:rtl/>
              </w:rPr>
              <w:t>بحث کا آخر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نت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3" w:history="1">
            <w:r w:rsidRPr="00F649C9">
              <w:rPr>
                <w:rStyle w:val="Hyperlink"/>
                <w:rtl/>
              </w:rPr>
              <w:t>9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4" w:history="1">
            <w:r w:rsidRPr="00F649C9">
              <w:rPr>
                <w:rStyle w:val="Hyperlink"/>
                <w:rtl/>
              </w:rPr>
              <w:t>بسم الله سورة الحمد کا جزء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5" w:history="1">
            <w:r w:rsidRPr="00F649C9">
              <w:rPr>
                <w:rStyle w:val="Hyperlink"/>
                <w:rtl/>
              </w:rPr>
              <w:t>ا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ک تعجب آور نکتہ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6" w:history="1">
            <w:r w:rsidRPr="00F649C9">
              <w:rPr>
                <w:rStyle w:val="Hyperlink"/>
                <w:rtl/>
              </w:rPr>
              <w:t>پہل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قسم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احاد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7" w:history="1">
            <w:r w:rsidRPr="00F649C9">
              <w:rPr>
                <w:rStyle w:val="Hyperlink"/>
                <w:rtl/>
              </w:rPr>
              <w:t>دوسر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قسم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احاد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8" w:history="1">
            <w:r w:rsidRPr="00F649C9">
              <w:rPr>
                <w:rStyle w:val="Hyperlink"/>
                <w:rtl/>
              </w:rPr>
              <w:t>ما 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الدّفت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 قرآن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79" w:history="1">
            <w:r w:rsidRPr="00F649C9">
              <w:rPr>
                <w:rStyle w:val="Hyperlink"/>
                <w:rtl/>
              </w:rPr>
              <w:t>بحث کا خلاصہ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0" w:history="1">
            <w:r w:rsidRPr="00F649C9">
              <w:rPr>
                <w:rStyle w:val="Hyperlink"/>
                <w:rtl/>
              </w:rPr>
              <w:t>اَول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ائے الہ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سے توسّل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1" w:history="1">
            <w:r w:rsidRPr="00F649C9">
              <w:rPr>
                <w:rStyle w:val="Hyperlink"/>
                <w:rtl/>
              </w:rPr>
              <w:t>''توسّل'' قرآن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آ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ات اور عقل کے آئ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نہ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2" w:history="1">
            <w:r w:rsidRPr="00F649C9">
              <w:rPr>
                <w:rStyle w:val="Hyperlink"/>
                <w:rtl/>
              </w:rPr>
              <w:t>توسل، اسلام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احاد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ث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روشن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3" w:history="1">
            <w:r w:rsidRPr="00F649C9">
              <w:rPr>
                <w:rStyle w:val="Hyperlink"/>
                <w:rtl/>
              </w:rPr>
              <w:t>1_ 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 اکرم(ص)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ولادت سے پہلے حضرت آدم(ع) کا آپ(ص) سے توسّل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4" w:history="1">
            <w:r w:rsidRPr="00F649C9">
              <w:rPr>
                <w:rStyle w:val="Hyperlink"/>
                <w:rtl/>
              </w:rPr>
              <w:t>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 اکرم(ص) ک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رحلت کے بعد اُن سے توسل''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215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5" w:history="1">
            <w:r w:rsidRPr="00F649C9">
              <w:rPr>
                <w:rStyle w:val="Hyperlink"/>
                <w:rtl/>
              </w:rPr>
              <w:t>''پ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غمبر اکرم(ص) کے چچا حضرت عباس سے توسل'':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6" w:history="1">
            <w:r w:rsidRPr="00F649C9">
              <w:rPr>
                <w:rStyle w:val="Hyperlink"/>
                <w:rtl/>
              </w:rPr>
              <w:t>چند قابل توجّہ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7" w:history="1">
            <w:r w:rsidRPr="00F649C9">
              <w:rPr>
                <w:rStyle w:val="Hyperlink"/>
                <w:rtl/>
              </w:rPr>
              <w:t>1_ وہاب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وں کے بہانے: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8" w:history="1">
            <w:r w:rsidRPr="00F649C9">
              <w:rPr>
                <w:rStyle w:val="Hyperlink"/>
                <w:rtl/>
              </w:rPr>
              <w:t>2_ ''افراط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اور غال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افراد''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8C14DB">
          <w:pPr>
            <w:pStyle w:val="libNormal"/>
            <w:rPr>
              <w:rStyle w:val="Hyperlink"/>
              <w:rFonts w:ascii="Fajer Noori Nastalique" w:hAnsi="Fajer Noori Nastalique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89" w:history="1">
            <w:r w:rsidRPr="00F649C9">
              <w:rPr>
                <w:rStyle w:val="Hyperlink"/>
                <w:rtl/>
              </w:rPr>
              <w:t>3: تنہا توسّل کاف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نہ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ں ہے _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519769690" w:history="1">
            <w:r w:rsidRPr="00F649C9">
              <w:rPr>
                <w:rStyle w:val="Hyperlink"/>
                <w:rtl/>
              </w:rPr>
              <w:t>4: امور تکو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>ن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tl/>
              </w:rPr>
              <w:t xml:space="preserve"> م</w:t>
            </w:r>
            <w:r w:rsidRPr="00F649C9">
              <w:rPr>
                <w:rStyle w:val="Hyperlink"/>
                <w:rFonts w:hint="cs"/>
                <w:rtl/>
              </w:rPr>
              <w:t>ی</w:t>
            </w:r>
            <w:r w:rsidRPr="00F649C9">
              <w:rPr>
                <w:rStyle w:val="Hyperlink"/>
                <w:rFonts w:hint="eastAsia"/>
                <w:rtl/>
              </w:rPr>
              <w:t>ں</w:t>
            </w:r>
            <w:r w:rsidRPr="00F649C9">
              <w:rPr>
                <w:rStyle w:val="Hyperlink"/>
                <w:rtl/>
              </w:rPr>
              <w:t xml:space="preserve">  توسّل: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Toc519769690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706893" w:rsidRDefault="00706893" w:rsidP="00706893">
          <w:pPr>
            <w:pStyle w:val="libNormal"/>
          </w:pPr>
          <w:r>
            <w:fldChar w:fldCharType="end"/>
          </w:r>
        </w:p>
      </w:sdtContent>
    </w:sdt>
    <w:sectPr w:rsidR="00706893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137" w:rsidRDefault="008B0137">
      <w:r>
        <w:separator/>
      </w:r>
    </w:p>
  </w:endnote>
  <w:endnote w:type="continuationSeparator" w:id="0">
    <w:p w:rsidR="008B0137" w:rsidRDefault="008B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26E" w:rsidRDefault="00D2626E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26E" w:rsidRPr="00826B03" w:rsidRDefault="00D2626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137" w:rsidRDefault="008B0137">
      <w:r>
        <w:separator/>
      </w:r>
    </w:p>
  </w:footnote>
  <w:footnote w:type="continuationSeparator" w:id="0">
    <w:p w:rsidR="008B0137" w:rsidRDefault="008B0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1FBC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481"/>
    <w:rsid w:val="00082816"/>
    <w:rsid w:val="00082A57"/>
    <w:rsid w:val="00083332"/>
    <w:rsid w:val="00083667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2EF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2B6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6BF6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0DE6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4FC4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783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388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27F0"/>
    <w:rsid w:val="00452B33"/>
    <w:rsid w:val="004536B6"/>
    <w:rsid w:val="004538D5"/>
    <w:rsid w:val="004539B0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1E8C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145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8C9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372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334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1F98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4CA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78C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2C4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5D72"/>
    <w:rsid w:val="00706753"/>
    <w:rsid w:val="0070689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C6B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0EA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6410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763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E86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77C"/>
    <w:rsid w:val="00896976"/>
    <w:rsid w:val="0089699B"/>
    <w:rsid w:val="00896E79"/>
    <w:rsid w:val="00897DB0"/>
    <w:rsid w:val="008A0E55"/>
    <w:rsid w:val="008A1044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137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14DB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1BDD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5C8D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AC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1EC"/>
    <w:rsid w:val="009B518F"/>
    <w:rsid w:val="009B5392"/>
    <w:rsid w:val="009B53ED"/>
    <w:rsid w:val="009B6511"/>
    <w:rsid w:val="009B7253"/>
    <w:rsid w:val="009B74A3"/>
    <w:rsid w:val="009C0699"/>
    <w:rsid w:val="009C125A"/>
    <w:rsid w:val="009C22E0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A20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3F8A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09E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292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02F8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8F9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19FB"/>
    <w:rsid w:val="00BE2BFE"/>
    <w:rsid w:val="00BE3ED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4D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272C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2672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2626E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6715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BBF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A53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858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39C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AFB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5D05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14B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53E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5FE"/>
    <w:rsid w:val="00F43697"/>
    <w:rsid w:val="00F436BF"/>
    <w:rsid w:val="00F43FDC"/>
    <w:rsid w:val="00F447F3"/>
    <w:rsid w:val="00F45477"/>
    <w:rsid w:val="00F455D8"/>
    <w:rsid w:val="00F45E0A"/>
    <w:rsid w:val="00F46554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5F26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4E5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62858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62858"/>
    <w:rPr>
      <w:rFonts w:ascii="Noto Nastaliq Urdu" w:eastAsia="Noto Nastaliq Urdu" w:hAnsi="Noto Nastaliq Urdu" w:cs="Noto Nastaliq Urdu"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D2626E"/>
    <w:pPr>
      <w:spacing w:before="240"/>
      <w:ind w:firstLine="0"/>
    </w:pPr>
    <w:rPr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D2626E"/>
    <w:rPr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C274D9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C274D9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AEE4-52D6-44BD-838F-6DDCBF1F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20076</TotalTime>
  <Pages>232</Pages>
  <Words>40154</Words>
  <Characters>228880</Characters>
  <Application>Microsoft Office Word</Application>
  <DocSecurity>0</DocSecurity>
  <Lines>1907</Lines>
  <Paragraphs>536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Windows User</cp:lastModifiedBy>
  <cp:revision>30</cp:revision>
  <cp:lastPrinted>2018-06-28T08:08:00Z</cp:lastPrinted>
  <dcterms:created xsi:type="dcterms:W3CDTF">2015-06-13T07:48:00Z</dcterms:created>
  <dcterms:modified xsi:type="dcterms:W3CDTF">2018-07-19T08:50:00Z</dcterms:modified>
</cp:coreProperties>
</file>