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BD0" w:rsidRPr="00020BD0" w:rsidRDefault="00020BD0" w:rsidP="00020BD0">
      <w:pPr>
        <w:pStyle w:val="Heading1Center"/>
        <w:rPr>
          <w:lang w:val="sw-KE"/>
        </w:rPr>
      </w:pPr>
      <w:bookmarkStart w:id="0" w:name="_Toc28694376"/>
      <w:r w:rsidRPr="00020BD0">
        <w:rPr>
          <w:lang w:val="sw-KE"/>
        </w:rPr>
        <w:t>MASOMO YA KI-ISLAMU</w:t>
      </w:r>
      <w:bookmarkEnd w:id="0"/>
      <w:r w:rsidRPr="00020BD0">
        <w:rPr>
          <w:lang w:val="sw-KE"/>
        </w:rPr>
        <w:t xml:space="preserve"> </w:t>
      </w:r>
    </w:p>
    <w:p w:rsidR="00020BD0" w:rsidRPr="00020BD0" w:rsidRDefault="00020BD0" w:rsidP="00020BD0">
      <w:pPr>
        <w:pStyle w:val="Heading2Center"/>
        <w:rPr>
          <w:lang w:val="sw-KE"/>
        </w:rPr>
      </w:pPr>
      <w:bookmarkStart w:id="1" w:name="_Toc28694377"/>
      <w:r w:rsidRPr="00020BD0">
        <w:rPr>
          <w:lang w:val="sw-KE"/>
        </w:rPr>
        <w:t>KITABU CHA PILI</w:t>
      </w:r>
      <w:bookmarkEnd w:id="1"/>
    </w:p>
    <w:p w:rsidR="00020BD0" w:rsidRPr="00020BD0" w:rsidRDefault="00020BD0" w:rsidP="00020BD0">
      <w:pPr>
        <w:pStyle w:val="Heading3Center"/>
        <w:rPr>
          <w:lang w:val="sw-KE"/>
        </w:rPr>
      </w:pPr>
      <w:bookmarkStart w:id="2" w:name="_Toc28694378"/>
      <w:r w:rsidRPr="00020BD0">
        <w:rPr>
          <w:lang w:val="sw-KE"/>
        </w:rPr>
        <w:t>DIBAJI</w:t>
      </w:r>
      <w:bookmarkEnd w:id="2"/>
    </w:p>
    <w:p w:rsidR="00020BD0" w:rsidRPr="00020BD0" w:rsidRDefault="00020BD0" w:rsidP="00020BD0">
      <w:pPr>
        <w:pStyle w:val="libNormal"/>
        <w:jc w:val="both"/>
        <w:rPr>
          <w:lang w:val="sw-KE"/>
        </w:rPr>
      </w:pPr>
      <w:r w:rsidRPr="00020BD0">
        <w:rPr>
          <w:lang w:val="sw-KE"/>
        </w:rPr>
        <w:t>Je, wajua nani Mwislamu? Mwislamu ni ambaye anaamini kuwa Mwenyezi Mungu ni Mmoja na Muhammad ni Mtume wake wa mwisho. Kama ukiamini haya, basi wewe ni Mwislamu.</w:t>
      </w:r>
    </w:p>
    <w:p w:rsidR="00020BD0" w:rsidRDefault="00020BD0" w:rsidP="00020BD0">
      <w:pPr>
        <w:pStyle w:val="libNormal"/>
        <w:jc w:val="both"/>
        <w:rPr>
          <w:lang w:val="sw-KE"/>
        </w:rPr>
      </w:pPr>
      <w:r w:rsidRPr="00020BD0">
        <w:rPr>
          <w:lang w:val="sw-KE"/>
        </w:rPr>
        <w:t>Lakini haitoshi kusema tu kuwa mimi ni Mwislamu; bali ni wajibu juu yako kutenda kwa mujibu wa kanuni za Ki-islamu, ili uwe Mwislamu wa ukweli, na uishi duniani katika raha, na upate utukufu Akhera</w:t>
      </w:r>
      <w:r w:rsidRPr="00244390">
        <w:rPr>
          <w:rStyle w:val="libFootnotenumChar"/>
          <w:lang w:val="sw-KE"/>
        </w:rPr>
        <w:footnoteReference w:id="1"/>
      </w:r>
      <w:r w:rsidRPr="00020BD0">
        <w:rPr>
          <w:lang w:val="sw-KE"/>
        </w:rPr>
        <w:t xml:space="preserve"> kwa kuingia peponi na kupata ridhaa za Mwenyezi Mungu.</w:t>
      </w:r>
    </w:p>
    <w:p w:rsidR="00020BD0" w:rsidRPr="00020BD0" w:rsidRDefault="00020BD0" w:rsidP="00020BD0">
      <w:pPr>
        <w:pStyle w:val="libNormal"/>
        <w:jc w:val="both"/>
        <w:rPr>
          <w:lang w:val="sw-KE"/>
        </w:rPr>
      </w:pPr>
      <w:r w:rsidRPr="00020BD0">
        <w:rPr>
          <w:lang w:val="sw-KE"/>
        </w:rPr>
        <w:t>Basi ni lazima juu yako kujitahidi kufanya hayo.</w:t>
      </w:r>
    </w:p>
    <w:p w:rsidR="00020BD0" w:rsidRPr="00020BD0" w:rsidRDefault="00020BD0" w:rsidP="00020BD0">
      <w:pPr>
        <w:pStyle w:val="libNormal"/>
        <w:jc w:val="both"/>
        <w:rPr>
          <w:lang w:val="sw-KE"/>
        </w:rPr>
      </w:pPr>
      <w:r w:rsidRPr="00020BD0">
        <w:rPr>
          <w:lang w:val="sw-KE"/>
        </w:rPr>
        <w:t>Na Uislamu una sehemu tatu:</w:t>
      </w:r>
    </w:p>
    <w:p w:rsidR="00020BD0" w:rsidRPr="00020BD0" w:rsidRDefault="00020BD0" w:rsidP="00020BD0">
      <w:pPr>
        <w:pStyle w:val="libNormal"/>
        <w:jc w:val="both"/>
        <w:rPr>
          <w:lang w:val="sw-KE"/>
        </w:rPr>
      </w:pPr>
      <w:r w:rsidRPr="00020BD0">
        <w:rPr>
          <w:lang w:val="sw-KE"/>
        </w:rPr>
        <w:t xml:space="preserve"> (1) Asili (Mizizi) ya Dini</w:t>
      </w:r>
    </w:p>
    <w:p w:rsidR="00020BD0" w:rsidRPr="00020BD0" w:rsidRDefault="00020BD0" w:rsidP="00020BD0">
      <w:pPr>
        <w:pStyle w:val="libNormal"/>
        <w:jc w:val="both"/>
        <w:rPr>
          <w:lang w:val="sw-KE"/>
        </w:rPr>
      </w:pPr>
      <w:r w:rsidRPr="00020BD0">
        <w:rPr>
          <w:lang w:val="sw-KE"/>
        </w:rPr>
        <w:t xml:space="preserve"> (2) Matawi ya Dini</w:t>
      </w:r>
    </w:p>
    <w:p w:rsidR="00020BD0" w:rsidRPr="00020BD0" w:rsidRDefault="00020BD0" w:rsidP="00020BD0">
      <w:pPr>
        <w:pStyle w:val="libNormal"/>
        <w:jc w:val="both"/>
        <w:rPr>
          <w:lang w:val="sw-KE"/>
        </w:rPr>
      </w:pPr>
      <w:r w:rsidRPr="00020BD0">
        <w:rPr>
          <w:lang w:val="sw-KE"/>
        </w:rPr>
        <w:t xml:space="preserve"> (3) Tabia (Mwenendo) ya Dini</w:t>
      </w:r>
    </w:p>
    <w:p w:rsidR="00020BD0" w:rsidRPr="00020BD0" w:rsidRDefault="00020BD0" w:rsidP="00020BD0">
      <w:pPr>
        <w:pStyle w:val="libNormal"/>
        <w:jc w:val="both"/>
        <w:rPr>
          <w:lang w:val="sw-KE"/>
        </w:rPr>
      </w:pPr>
      <w:r w:rsidRPr="00020BD0">
        <w:rPr>
          <w:lang w:val="sw-KE"/>
        </w:rPr>
        <w:t>Basi anayekubali kwa ukweli Asili ya Dini, na kutumia Matawi ya dini, na akiishajipamba na tabia ya dini, basi yeye ni mbora duniani na akhera (Kiyama</w:t>
      </w:r>
      <w:r w:rsidRPr="00244390">
        <w:rPr>
          <w:rStyle w:val="libFootnotenumChar"/>
          <w:lang w:val="sw-KE"/>
        </w:rPr>
        <w:footnoteReference w:id="2"/>
      </w:r>
      <w:r w:rsidR="00244390">
        <w:rPr>
          <w:lang w:val="sw-KE"/>
        </w:rPr>
        <w:t>).</w:t>
      </w:r>
    </w:p>
    <w:p w:rsidR="00EF1C51" w:rsidRDefault="00020BD0" w:rsidP="00020BD0">
      <w:pPr>
        <w:pStyle w:val="libNormal"/>
        <w:jc w:val="both"/>
        <w:rPr>
          <w:lang w:val="sw-KE"/>
        </w:rPr>
      </w:pPr>
      <w:r w:rsidRPr="00020BD0">
        <w:rPr>
          <w:lang w:val="sw-KE"/>
        </w:rPr>
        <w:t>Kitabu hiki kimesahihishwa na kimepangwa na Ayatullah Allamah Al-Haj Sayyid Saeed Akhtar Rizvi, Muasisi na Muhbiri Mkuu wa Bilal Muslim Mission of Tanzania.</w:t>
      </w:r>
    </w:p>
    <w:p w:rsidR="00EF1C51" w:rsidRDefault="00EF1C51">
      <w:pPr>
        <w:ind w:firstLine="0"/>
        <w:jc w:val="left"/>
        <w:rPr>
          <w:sz w:val="24"/>
          <w:lang w:val="sw-KE"/>
        </w:rPr>
      </w:pPr>
      <w:r>
        <w:rPr>
          <w:lang w:val="sw-KE"/>
        </w:rPr>
        <w:br w:type="page"/>
      </w:r>
    </w:p>
    <w:p w:rsidR="00020BD0" w:rsidRPr="00020BD0" w:rsidRDefault="00020BD0" w:rsidP="00EF1C51">
      <w:pPr>
        <w:pStyle w:val="Heading1Center"/>
        <w:rPr>
          <w:lang w:val="sw-KE"/>
        </w:rPr>
      </w:pPr>
      <w:bookmarkStart w:id="3" w:name="_Toc28694379"/>
      <w:r w:rsidRPr="00020BD0">
        <w:rPr>
          <w:lang w:val="sw-KE"/>
        </w:rPr>
        <w:lastRenderedPageBreak/>
        <w:t>MASOMO YA KI-ISLAM</w:t>
      </w:r>
      <w:bookmarkEnd w:id="3"/>
    </w:p>
    <w:p w:rsidR="00020BD0" w:rsidRPr="00020BD0" w:rsidRDefault="00020BD0" w:rsidP="00EF1C51">
      <w:pPr>
        <w:pStyle w:val="Heading2Center"/>
        <w:rPr>
          <w:lang w:val="sw-KE"/>
        </w:rPr>
      </w:pPr>
      <w:bookmarkStart w:id="4" w:name="_Toc28694380"/>
      <w:r w:rsidRPr="00020BD0">
        <w:rPr>
          <w:lang w:val="sw-KE"/>
        </w:rPr>
        <w:t>KITABU CHAPILI</w:t>
      </w:r>
      <w:bookmarkEnd w:id="4"/>
    </w:p>
    <w:p w:rsidR="00020BD0" w:rsidRPr="00020BD0" w:rsidRDefault="00020BD0" w:rsidP="00EF1C51">
      <w:pPr>
        <w:pStyle w:val="Heading3Center"/>
        <w:rPr>
          <w:lang w:val="sw-KE"/>
        </w:rPr>
      </w:pPr>
      <w:bookmarkStart w:id="5" w:name="_Toc28694381"/>
      <w:r w:rsidRPr="00020BD0">
        <w:rPr>
          <w:lang w:val="sw-KE"/>
        </w:rPr>
        <w:t>1. Somo la Kwanza</w:t>
      </w:r>
      <w:bookmarkEnd w:id="5"/>
    </w:p>
    <w:p w:rsidR="00020BD0" w:rsidRPr="00020BD0" w:rsidRDefault="00020BD0" w:rsidP="00244390">
      <w:pPr>
        <w:pStyle w:val="libNormal"/>
        <w:jc w:val="both"/>
        <w:rPr>
          <w:lang w:val="sw-KE"/>
        </w:rPr>
      </w:pPr>
      <w:r w:rsidRPr="00020BD0">
        <w:rPr>
          <w:lang w:val="sw-KE"/>
        </w:rPr>
        <w:t>Ndugu yangu,</w:t>
      </w:r>
      <w:r w:rsidR="00244390">
        <w:rPr>
          <w:lang w:val="sw-KE"/>
        </w:rPr>
        <w:t xml:space="preserve"> </w:t>
      </w:r>
      <w:r w:rsidRPr="00020BD0">
        <w:rPr>
          <w:lang w:val="sw-KE"/>
        </w:rPr>
        <w:t>Katika kitabu cha kwanza, umeelewa kuwa walikuja maimam (Viongozi wa dini) kumi na wawili ba</w:t>
      </w:r>
      <w:r w:rsidR="00244390">
        <w:rPr>
          <w:lang w:val="sw-KE"/>
        </w:rPr>
        <w:t xml:space="preserve">ada yake Mtume Mtukufu </w:t>
      </w:r>
      <w:r w:rsidR="00244390" w:rsidRPr="00EF1C51">
        <w:rPr>
          <w:rStyle w:val="libBold1Char"/>
          <w:lang w:val="sw-KE"/>
        </w:rPr>
        <w:t>(s.a.w.w</w:t>
      </w:r>
      <w:r w:rsidRPr="00EF1C51">
        <w:rPr>
          <w:rStyle w:val="libBold1Char"/>
          <w:lang w:val="sw-KE"/>
        </w:rPr>
        <w:t>)</w:t>
      </w:r>
      <w:r w:rsidR="00EF1C51">
        <w:rPr>
          <w:lang w:val="sw-KE"/>
        </w:rPr>
        <w:t>.</w:t>
      </w:r>
    </w:p>
    <w:p w:rsidR="00020BD0" w:rsidRPr="00020BD0" w:rsidRDefault="00020BD0" w:rsidP="00020BD0">
      <w:pPr>
        <w:pStyle w:val="libNormal"/>
        <w:jc w:val="both"/>
        <w:rPr>
          <w:lang w:val="sw-KE"/>
        </w:rPr>
      </w:pPr>
      <w:r w:rsidRPr="00020BD0">
        <w:rPr>
          <w:lang w:val="sw-KE"/>
        </w:rPr>
        <w:t>Katika kitabu hiki tunataja, kwa ufupi, hali (maisha) za mabwana hawa, pamoja na h</w:t>
      </w:r>
      <w:r w:rsidR="00244390">
        <w:rPr>
          <w:lang w:val="sw-KE"/>
        </w:rPr>
        <w:t xml:space="preserve">ali ya binti wake Mtume </w:t>
      </w:r>
      <w:r w:rsidR="00244390" w:rsidRPr="00EF1C51">
        <w:rPr>
          <w:rStyle w:val="libBold1Char"/>
          <w:lang w:val="sw-KE"/>
        </w:rPr>
        <w:t>(s.aw.w</w:t>
      </w:r>
      <w:r w:rsidRPr="00EF1C51">
        <w:rPr>
          <w:rStyle w:val="libBold1Char"/>
          <w:lang w:val="sw-KE"/>
        </w:rPr>
        <w:t>)</w:t>
      </w:r>
      <w:r w:rsidRPr="00020BD0">
        <w:rPr>
          <w:lang w:val="sw-KE"/>
        </w:rPr>
        <w:t>, naye ni mke wa wasii wake Mtume, na mama ya maimamu wengine.</w:t>
      </w:r>
    </w:p>
    <w:p w:rsidR="00020BD0" w:rsidRPr="00020BD0" w:rsidRDefault="00020BD0" w:rsidP="00020BD0">
      <w:pPr>
        <w:pStyle w:val="libNormal"/>
        <w:jc w:val="both"/>
        <w:rPr>
          <w:lang w:val="sw-KE"/>
        </w:rPr>
      </w:pPr>
      <w:r w:rsidRPr="00020BD0">
        <w:rPr>
          <w:lang w:val="sw-KE"/>
        </w:rPr>
        <w:t>Basi mimi ninataja hali zao hawa watukufu kwa ajili ya kuthibitisha imani, na kwa kujijulisha kwao ili tupate ugezo mwema katika maisha yetu.</w:t>
      </w:r>
    </w:p>
    <w:p w:rsidR="00020BD0" w:rsidRPr="00020BD0" w:rsidRDefault="00020BD0" w:rsidP="00020BD0">
      <w:pPr>
        <w:pStyle w:val="libNormal"/>
        <w:jc w:val="both"/>
        <w:rPr>
          <w:lang w:val="sw-KE"/>
        </w:rPr>
      </w:pPr>
      <w:r w:rsidRPr="00020BD0">
        <w:rPr>
          <w:lang w:val="sw-KE"/>
        </w:rPr>
        <w:t>Na yeyote akiwafuata na kutumia vitendo vyao na kufuatisha mwendo wao, basi kawa mtukufu duniani na akhera. Mungu ni msaidizi.</w:t>
      </w:r>
    </w:p>
    <w:p w:rsidR="00020BD0" w:rsidRPr="00020BD0" w:rsidRDefault="00020BD0" w:rsidP="00EF1C51">
      <w:pPr>
        <w:pStyle w:val="Heading3"/>
        <w:rPr>
          <w:lang w:val="sw-KE"/>
        </w:rPr>
      </w:pPr>
      <w:bookmarkStart w:id="6" w:name="_Toc28694382"/>
      <w:r w:rsidRPr="00020BD0">
        <w:rPr>
          <w:lang w:val="sw-KE"/>
        </w:rPr>
        <w:t>IMAM WA KWANZA</w:t>
      </w:r>
      <w:bookmarkEnd w:id="6"/>
    </w:p>
    <w:p w:rsidR="00020BD0" w:rsidRPr="00020BD0" w:rsidRDefault="00EF1C51" w:rsidP="00020BD0">
      <w:pPr>
        <w:pStyle w:val="libNormal"/>
        <w:jc w:val="both"/>
        <w:rPr>
          <w:lang w:val="sw-KE"/>
        </w:rPr>
      </w:pPr>
      <w:r>
        <w:rPr>
          <w:lang w:val="sw-KE"/>
        </w:rPr>
        <w:t xml:space="preserve">Naye ni Ali bin Abi Talib </w:t>
      </w:r>
      <w:r w:rsidRPr="00EF1C51">
        <w:rPr>
          <w:rStyle w:val="libFootnotenumChar"/>
          <w:lang w:val="sw-KE"/>
        </w:rPr>
        <w:t>(a.s</w:t>
      </w:r>
      <w:r w:rsidR="00020BD0" w:rsidRPr="00EF1C51">
        <w:rPr>
          <w:rStyle w:val="libFootnotenumChar"/>
          <w:lang w:val="sw-KE"/>
        </w:rPr>
        <w:t>)</w:t>
      </w:r>
      <w:r w:rsidR="00020BD0" w:rsidRPr="00020BD0">
        <w:rPr>
          <w:lang w:val="sw-KE"/>
        </w:rPr>
        <w:t>, na mama yake ni Fatima binti Asad, Ibnu Ami Rasulillahi: na mu</w:t>
      </w:r>
      <w:r>
        <w:rPr>
          <w:lang w:val="sw-KE"/>
        </w:rPr>
        <w:t xml:space="preserve">me wa binti wake Mtume </w:t>
      </w:r>
      <w:r w:rsidRPr="00EF1C51">
        <w:rPr>
          <w:rStyle w:val="libBold1Char"/>
          <w:lang w:val="sw-KE"/>
        </w:rPr>
        <w:t>(s.a.w.w</w:t>
      </w:r>
      <w:r w:rsidR="00020BD0" w:rsidRPr="00EF1C51">
        <w:rPr>
          <w:rStyle w:val="libBold1Char"/>
          <w:lang w:val="sw-KE"/>
        </w:rPr>
        <w:t>)</w:t>
      </w:r>
      <w:r w:rsidR="00020BD0" w:rsidRPr="00020BD0">
        <w:rPr>
          <w:lang w:val="sw-KE"/>
        </w:rPr>
        <w:t>. Ndiye Khalifa juu ya watu baada yake, naye ni Amirul Muuminiin (Mkuu wa walioamini), mzazi wa Maimamu wote (juu yao Amani na Rehema).</w:t>
      </w:r>
    </w:p>
    <w:p w:rsidR="00020BD0" w:rsidRPr="00020BD0" w:rsidRDefault="00020BD0" w:rsidP="00EF1C51">
      <w:pPr>
        <w:pStyle w:val="libNormal"/>
        <w:jc w:val="both"/>
        <w:rPr>
          <w:lang w:val="sw-KE"/>
        </w:rPr>
      </w:pPr>
      <w:r w:rsidRPr="00020BD0">
        <w:rPr>
          <w:lang w:val="sw-KE"/>
        </w:rPr>
        <w:t>Kazaliwa bwana huyu Kaabani (ndani ya Kaaba</w:t>
      </w:r>
      <w:r w:rsidR="00EF1C51" w:rsidRPr="00EF1C51">
        <w:rPr>
          <w:rStyle w:val="libFootnotenumChar"/>
          <w:lang w:val="sw-KE"/>
        </w:rPr>
        <w:footnoteReference w:id="3"/>
      </w:r>
      <w:r w:rsidR="00EF1C51">
        <w:rPr>
          <w:lang w:val="sw-KE"/>
        </w:rPr>
        <w:t xml:space="preserve"> </w:t>
      </w:r>
      <w:r w:rsidRPr="00020BD0">
        <w:rPr>
          <w:lang w:val="sw-KE"/>
        </w:rPr>
        <w:t>Tukufu) Maka, siku ya Ijumaa, usiku wa mwezi kumi na tatu, mfungo kumi, baada ya kupita miaka thelathini toka kuzaliwa</w:t>
      </w:r>
      <w:r w:rsidR="00EF1C51">
        <w:rPr>
          <w:lang w:val="sw-KE"/>
        </w:rPr>
        <w:t xml:space="preserve"> Mtume </w:t>
      </w:r>
      <w:r w:rsidR="00EF1C51" w:rsidRPr="00EF1C51">
        <w:rPr>
          <w:rStyle w:val="libBold1Char"/>
          <w:lang w:val="sw-KE"/>
        </w:rPr>
        <w:t>(s.a.w.w</w:t>
      </w:r>
      <w:r w:rsidRPr="00EF1C51">
        <w:rPr>
          <w:rStyle w:val="libBold1Char"/>
          <w:lang w:val="sw-KE"/>
        </w:rPr>
        <w:t>)</w:t>
      </w:r>
      <w:r w:rsidRPr="00020BD0">
        <w:rPr>
          <w:lang w:val="sw-KE"/>
        </w:rPr>
        <w:t>.</w:t>
      </w:r>
    </w:p>
    <w:p w:rsidR="00020BD0" w:rsidRPr="00020BD0" w:rsidRDefault="00020BD0" w:rsidP="002A3E74">
      <w:pPr>
        <w:pStyle w:val="libNormal"/>
        <w:jc w:val="both"/>
        <w:rPr>
          <w:lang w:val="sw-KE"/>
        </w:rPr>
      </w:pPr>
      <w:r w:rsidRPr="00020BD0">
        <w:rPr>
          <w:lang w:val="sw-KE"/>
        </w:rPr>
        <w:t>Na akawa shahidi (akauawa kwa ajili ya dini) usiku wa Ijumaa ndani ya msikiti wa Kufa mihirabuni</w:t>
      </w:r>
      <w:r w:rsidR="00EF1C51" w:rsidRPr="002A3E74">
        <w:rPr>
          <w:rStyle w:val="libFootnotenumChar"/>
          <w:lang w:val="sw-KE"/>
        </w:rPr>
        <w:footnoteReference w:id="4"/>
      </w:r>
      <w:r w:rsidR="002A3E74">
        <w:rPr>
          <w:lang w:val="sw-KE"/>
        </w:rPr>
        <w:t xml:space="preserve"> </w:t>
      </w:r>
      <w:r w:rsidRPr="00020BD0">
        <w:rPr>
          <w:lang w:val="sw-KE"/>
        </w:rPr>
        <w:t>kwa kupigwa upanga na Abdur-Rahman bin Muljimu (Mungu amuweke pabaya), usiku wa mwezi kumi na tisa, mwezi wa Ramadhani Mtukufu; akafa kwa siku ya tatu toka kupigwa. Na umri wake mtukufu ni miaka sitini na tatu.</w:t>
      </w:r>
    </w:p>
    <w:p w:rsidR="00020BD0" w:rsidRPr="00020BD0" w:rsidRDefault="00020BD0" w:rsidP="00020BD0">
      <w:pPr>
        <w:pStyle w:val="libNormal"/>
        <w:jc w:val="both"/>
        <w:rPr>
          <w:lang w:val="sw-KE"/>
        </w:rPr>
      </w:pPr>
      <w:r w:rsidRPr="00020BD0">
        <w:rPr>
          <w:lang w:val="sw-KE"/>
        </w:rPr>
        <w:t>Akasimamia matengenezo ya mazishi y</w:t>
      </w:r>
      <w:r w:rsidR="002A3E74">
        <w:rPr>
          <w:lang w:val="sw-KE"/>
        </w:rPr>
        <w:t xml:space="preserve">ake Imam Hassan na Hussein </w:t>
      </w:r>
      <w:r w:rsidR="002A3E74" w:rsidRPr="002A3E74">
        <w:rPr>
          <w:rStyle w:val="libFootnotenumChar"/>
          <w:lang w:val="sw-KE"/>
        </w:rPr>
        <w:t>(a.s</w:t>
      </w:r>
      <w:r w:rsidRPr="002A3E74">
        <w:rPr>
          <w:rStyle w:val="libFootnotenumChar"/>
          <w:lang w:val="sw-KE"/>
        </w:rPr>
        <w:t>)</w:t>
      </w:r>
      <w:r w:rsidRPr="00020BD0">
        <w:rPr>
          <w:lang w:val="sw-KE"/>
        </w:rPr>
        <w:t>, na akazikwa katika Najaf (Iraq)alipokuwepo sasa.</w:t>
      </w:r>
    </w:p>
    <w:p w:rsidR="00020BD0" w:rsidRPr="00020BD0" w:rsidRDefault="00020BD0" w:rsidP="00020BD0">
      <w:pPr>
        <w:pStyle w:val="libNormal"/>
        <w:jc w:val="both"/>
        <w:rPr>
          <w:lang w:val="sw-KE"/>
        </w:rPr>
      </w:pPr>
      <w:r w:rsidRPr="00020BD0">
        <w:rPr>
          <w:lang w:val="sw-KE"/>
        </w:rPr>
        <w:t>Yuna Bwana huyu mwema makuu na fadhila (ubora) zisizo hesabika. Amekuwa ni mtu wa kwanza kuamini; wala hakusujudia sanamu hata kidogo, na hakupata kushindwa vita vyovyote alivyo viongoza, wala hakuwahi kukimbia kunako mashambulizi yoyote ya maadui.</w:t>
      </w:r>
    </w:p>
    <w:p w:rsidR="00020BD0" w:rsidRPr="00020BD0" w:rsidRDefault="00020BD0" w:rsidP="002A3E74">
      <w:pPr>
        <w:pStyle w:val="libNormal"/>
        <w:jc w:val="both"/>
        <w:rPr>
          <w:lang w:val="sw-KE"/>
        </w:rPr>
      </w:pPr>
      <w:r w:rsidRPr="00020BD0">
        <w:rPr>
          <w:lang w:val="sw-KE"/>
        </w:rPr>
        <w:t xml:space="preserve">Na katika jumla </w:t>
      </w:r>
      <w:r w:rsidR="002A3E74">
        <w:rPr>
          <w:lang w:val="sw-KE"/>
        </w:rPr>
        <w:t xml:space="preserve">ya fadhila zake, Mtume </w:t>
      </w:r>
      <w:r w:rsidR="002A3E74" w:rsidRPr="002A3E74">
        <w:rPr>
          <w:rStyle w:val="libBold1Char"/>
          <w:lang w:val="sw-KE"/>
        </w:rPr>
        <w:t>(s.a.w.w)</w:t>
      </w:r>
      <w:r w:rsidR="002A3E74">
        <w:rPr>
          <w:lang w:val="sw-KE"/>
        </w:rPr>
        <w:t xml:space="preserve"> kasema:</w:t>
      </w:r>
      <w:r w:rsidR="002A3E74" w:rsidRPr="00020BD0">
        <w:rPr>
          <w:lang w:val="sw-KE"/>
        </w:rPr>
        <w:t xml:space="preserve"> </w:t>
      </w:r>
      <w:r w:rsidR="002A3E74">
        <w:rPr>
          <w:lang w:val="sw-KE"/>
        </w:rPr>
        <w:t>"</w:t>
      </w:r>
      <w:r w:rsidRPr="002A3E74">
        <w:rPr>
          <w:rStyle w:val="libBold1Char"/>
          <w:lang w:val="sw-KE"/>
        </w:rPr>
        <w:t>Kadhi mwenye kuamua v</w:t>
      </w:r>
      <w:r w:rsidR="002A3E74" w:rsidRPr="002A3E74">
        <w:rPr>
          <w:rStyle w:val="libBold1Char"/>
          <w:lang w:val="sw-KE"/>
        </w:rPr>
        <w:t>izuri kuliko wote ni Ali (a.s)</w:t>
      </w:r>
      <w:r w:rsidR="002A3E74">
        <w:rPr>
          <w:lang w:val="sw-KE"/>
        </w:rPr>
        <w:t>.</w:t>
      </w:r>
      <w:r w:rsidR="002A3E74" w:rsidRPr="002A3E74">
        <w:rPr>
          <w:lang w:val="sw-KE"/>
        </w:rPr>
        <w:t xml:space="preserve"> "</w:t>
      </w:r>
    </w:p>
    <w:p w:rsidR="00020BD0" w:rsidRPr="00020BD0" w:rsidRDefault="00020BD0" w:rsidP="002A3E74">
      <w:pPr>
        <w:pStyle w:val="libNormal"/>
        <w:jc w:val="both"/>
        <w:rPr>
          <w:lang w:val="sw-KE"/>
        </w:rPr>
      </w:pPr>
      <w:r w:rsidRPr="00020BD0">
        <w:rPr>
          <w:lang w:val="sw-KE"/>
        </w:rPr>
        <w:t>Na katika uwing</w:t>
      </w:r>
      <w:r w:rsidR="002A3E74">
        <w:rPr>
          <w:lang w:val="sw-KE"/>
        </w:rPr>
        <w:t xml:space="preserve">i wa elimu yake, Mtume </w:t>
      </w:r>
      <w:r w:rsidR="002A3E74" w:rsidRPr="002A3E74">
        <w:rPr>
          <w:rStyle w:val="libBold1Char"/>
          <w:lang w:val="sw-KE"/>
        </w:rPr>
        <w:t>(s.a.w.w</w:t>
      </w:r>
      <w:r w:rsidRPr="002A3E74">
        <w:rPr>
          <w:rStyle w:val="libBold1Char"/>
          <w:lang w:val="sw-KE"/>
        </w:rPr>
        <w:t>)</w:t>
      </w:r>
      <w:r w:rsidRPr="00020BD0">
        <w:rPr>
          <w:lang w:val="sw-KE"/>
        </w:rPr>
        <w:t xml:space="preserve"> kasema</w:t>
      </w:r>
      <w:r w:rsidR="002A3E74">
        <w:rPr>
          <w:lang w:val="sw-KE"/>
        </w:rPr>
        <w:t>:</w:t>
      </w:r>
      <w:r w:rsidRPr="00020BD0">
        <w:rPr>
          <w:lang w:val="sw-KE"/>
        </w:rPr>
        <w:t xml:space="preserve"> </w:t>
      </w:r>
      <w:r w:rsidR="002A3E74">
        <w:rPr>
          <w:lang w:val="sw-KE"/>
        </w:rPr>
        <w:t>"</w:t>
      </w:r>
      <w:r w:rsidRPr="002A3E74">
        <w:rPr>
          <w:rStyle w:val="libBold1Char"/>
          <w:lang w:val="sw-KE"/>
        </w:rPr>
        <w:t>Mimi ni Jiji la Elimu na Ali (a.s.) ni mlango wake</w:t>
      </w:r>
      <w:r w:rsidRPr="00020BD0">
        <w:rPr>
          <w:lang w:val="sw-KE"/>
        </w:rPr>
        <w:t>.</w:t>
      </w:r>
      <w:r w:rsidR="002A3E74" w:rsidRPr="002A3E74">
        <w:rPr>
          <w:lang w:val="sw-KE"/>
        </w:rPr>
        <w:t>"</w:t>
      </w:r>
    </w:p>
    <w:p w:rsidR="00020BD0" w:rsidRPr="00020BD0" w:rsidRDefault="00020BD0" w:rsidP="00020BD0">
      <w:pPr>
        <w:pStyle w:val="libNormal"/>
        <w:jc w:val="both"/>
        <w:rPr>
          <w:lang w:val="sw-KE"/>
        </w:rPr>
      </w:pPr>
      <w:r w:rsidRPr="00020BD0">
        <w:rPr>
          <w:lang w:val="sw-KE"/>
        </w:rPr>
        <w:t xml:space="preserve">Basi inatuonyesha kwamba </w:t>
      </w:r>
      <w:r w:rsidR="002A3E74">
        <w:rPr>
          <w:lang w:val="sw-KE"/>
        </w:rPr>
        <w:t xml:space="preserve">atakaye elimu ya Mtume </w:t>
      </w:r>
      <w:r w:rsidR="002A3E74" w:rsidRPr="00C975EB">
        <w:rPr>
          <w:rStyle w:val="libBold1Char"/>
          <w:lang w:val="sw-KE"/>
        </w:rPr>
        <w:t>(s.a.w.w</w:t>
      </w:r>
      <w:r w:rsidRPr="00C975EB">
        <w:rPr>
          <w:rStyle w:val="libBold1Char"/>
          <w:lang w:val="sw-KE"/>
        </w:rPr>
        <w:t>)</w:t>
      </w:r>
      <w:r w:rsidRPr="00020BD0">
        <w:rPr>
          <w:lang w:val="sw-KE"/>
        </w:rPr>
        <w:t xml:space="preserve"> ni lazima apitie mlangoni na ufunguliwe, na kama hakufunguliwa basi hana elimu, na kufunguliwa kwake ni kumfuata mafunzo yake</w:t>
      </w:r>
      <w:r w:rsidR="00C975EB">
        <w:rPr>
          <w:lang w:val="sw-KE"/>
        </w:rPr>
        <w:t xml:space="preserve"> na mwenendo wake Imam Ali </w:t>
      </w:r>
      <w:r w:rsidR="00C975EB" w:rsidRPr="00C975EB">
        <w:rPr>
          <w:rStyle w:val="libFootnotenumChar"/>
          <w:lang w:val="sw-KE"/>
        </w:rPr>
        <w:t>(a.s</w:t>
      </w:r>
      <w:r w:rsidRPr="00C975EB">
        <w:rPr>
          <w:rStyle w:val="libFootnotenumChar"/>
          <w:lang w:val="sw-KE"/>
        </w:rPr>
        <w:t>)</w:t>
      </w:r>
      <w:r w:rsidRPr="00020BD0">
        <w:rPr>
          <w:lang w:val="sw-KE"/>
        </w:rPr>
        <w:t>.</w:t>
      </w:r>
    </w:p>
    <w:p w:rsidR="00020BD0" w:rsidRPr="00020BD0" w:rsidRDefault="00020BD0" w:rsidP="00810C59">
      <w:pPr>
        <w:pStyle w:val="libNormal"/>
        <w:jc w:val="both"/>
        <w:rPr>
          <w:lang w:val="sw-KE"/>
        </w:rPr>
      </w:pPr>
      <w:r w:rsidRPr="00020BD0">
        <w:rPr>
          <w:lang w:val="sw-KE"/>
        </w:rPr>
        <w:t xml:space="preserve">Na katika kulazimiana na Haki, basi </w:t>
      </w:r>
      <w:r w:rsidR="00810C59">
        <w:rPr>
          <w:lang w:val="sw-KE"/>
        </w:rPr>
        <w:t xml:space="preserve">Mtume </w:t>
      </w:r>
      <w:r w:rsidR="00810C59" w:rsidRPr="00810C59">
        <w:rPr>
          <w:rStyle w:val="libBold1Char"/>
          <w:lang w:val="sw-KE"/>
        </w:rPr>
        <w:t>(s.a.w.w</w:t>
      </w:r>
      <w:r w:rsidRPr="00810C59">
        <w:rPr>
          <w:rStyle w:val="libBold1Char"/>
          <w:lang w:val="sw-KE"/>
        </w:rPr>
        <w:t>)</w:t>
      </w:r>
      <w:r w:rsidRPr="00020BD0">
        <w:rPr>
          <w:lang w:val="sw-KE"/>
        </w:rPr>
        <w:t xml:space="preserve"> kasema</w:t>
      </w:r>
      <w:r w:rsidR="00810C59">
        <w:rPr>
          <w:lang w:val="sw-KE"/>
        </w:rPr>
        <w:t>:</w:t>
      </w:r>
      <w:r w:rsidRPr="00020BD0">
        <w:rPr>
          <w:lang w:val="sw-KE"/>
        </w:rPr>
        <w:t xml:space="preserve"> </w:t>
      </w:r>
      <w:r w:rsidR="00810C59">
        <w:rPr>
          <w:lang w:val="sw-KE"/>
        </w:rPr>
        <w:t>"</w:t>
      </w:r>
      <w:r w:rsidRPr="00810C59">
        <w:rPr>
          <w:rStyle w:val="libBold1Char"/>
          <w:lang w:val="sw-KE"/>
        </w:rPr>
        <w:t>Ali yu pamoja na Haki na Haki ipopamoja na Ali</w:t>
      </w:r>
      <w:r w:rsidRPr="00020BD0">
        <w:rPr>
          <w:lang w:val="sw-KE"/>
        </w:rPr>
        <w:t>.</w:t>
      </w:r>
      <w:r w:rsidR="00810C59" w:rsidRPr="00810C59">
        <w:rPr>
          <w:lang w:val="sw-KE"/>
        </w:rPr>
        <w:t>"</w:t>
      </w:r>
    </w:p>
    <w:p w:rsidR="00020BD0" w:rsidRPr="00020BD0" w:rsidRDefault="00020BD0" w:rsidP="00020BD0">
      <w:pPr>
        <w:pStyle w:val="libNormal"/>
        <w:jc w:val="both"/>
        <w:rPr>
          <w:lang w:val="sw-KE"/>
        </w:rPr>
      </w:pPr>
      <w:r w:rsidRPr="00020BD0">
        <w:rPr>
          <w:lang w:val="sw-KE"/>
        </w:rPr>
        <w:lastRenderedPageBreak/>
        <w:t>Sina shaka wasemi wamesema kama mtambuzi, tambua wewe mwenyewe.</w:t>
      </w:r>
    </w:p>
    <w:p w:rsidR="00020BD0" w:rsidRPr="00020BD0" w:rsidRDefault="00020BD0" w:rsidP="00810C59">
      <w:pPr>
        <w:pStyle w:val="libNormal"/>
        <w:jc w:val="both"/>
        <w:rPr>
          <w:lang w:val="sw-KE"/>
        </w:rPr>
      </w:pPr>
      <w:r w:rsidRPr="00020BD0">
        <w:rPr>
          <w:lang w:val="sw-KE"/>
        </w:rPr>
        <w:t>Na alikuwa mwadilifu kwa raia wake, mgawa kwa usawa,</w:t>
      </w:r>
      <w:r w:rsidR="00810C59">
        <w:rPr>
          <w:lang w:val="sw-KE"/>
        </w:rPr>
        <w:t xml:space="preserve"> </w:t>
      </w:r>
      <w:r w:rsidRPr="00020BD0">
        <w:rPr>
          <w:lang w:val="sw-KE"/>
        </w:rPr>
        <w:t>mchamungu katika mshuko wa ulimwengu.</w:t>
      </w:r>
    </w:p>
    <w:p w:rsidR="00020BD0" w:rsidRPr="00020BD0" w:rsidRDefault="00020BD0" w:rsidP="00020BD0">
      <w:pPr>
        <w:pStyle w:val="libNormal"/>
        <w:jc w:val="both"/>
        <w:rPr>
          <w:lang w:val="sw-KE"/>
        </w:rPr>
      </w:pPr>
      <w:r w:rsidRPr="00020BD0">
        <w:rPr>
          <w:lang w:val="sw-KE"/>
        </w:rPr>
        <w:t>Alikuwa akienda katika idara ya mali (Hazina) na hutazama dhahabu na fedha na husema: "Ee ung'avu wake! Ee uweupe wake! Umkhadaa mwingine, siyo mimi". Kisha hugawa kwa watu.</w:t>
      </w:r>
    </w:p>
    <w:p w:rsidR="00020BD0" w:rsidRPr="00020BD0" w:rsidRDefault="00020BD0" w:rsidP="00020BD0">
      <w:pPr>
        <w:pStyle w:val="libNormal"/>
        <w:jc w:val="both"/>
        <w:rPr>
          <w:lang w:val="sw-KE"/>
        </w:rPr>
      </w:pPr>
      <w:r w:rsidRPr="00020BD0">
        <w:rPr>
          <w:lang w:val="sw-KE"/>
        </w:rPr>
        <w:t>Alikuwa anawahurumia maskini, hukaanao mafakiri; huwatekelezea wenye shida, na husema ukweli, na huhukumu kwa uadilifu.</w:t>
      </w:r>
    </w:p>
    <w:p w:rsidR="00810C59" w:rsidRDefault="00020BD0" w:rsidP="00020BD0">
      <w:pPr>
        <w:pStyle w:val="libNormal"/>
        <w:jc w:val="both"/>
        <w:rPr>
          <w:lang w:val="sw-KE"/>
        </w:rPr>
      </w:pPr>
      <w:r w:rsidRPr="00020BD0">
        <w:rPr>
          <w:lang w:val="sw-KE"/>
        </w:rPr>
        <w:t>Na kwa ujumla, yeye alikuwa kama Mtume katika kila sifa mpaka akamjaalia Mungu Mtukufu, katika aya ya Qur'an, kuwa yeye ni "Nafsi</w:t>
      </w:r>
      <w:r w:rsidR="00810C59">
        <w:rPr>
          <w:lang w:val="sw-KE"/>
        </w:rPr>
        <w:t>.</w:t>
      </w:r>
    </w:p>
    <w:p w:rsidR="00810C59" w:rsidRDefault="00810C59">
      <w:pPr>
        <w:ind w:firstLine="0"/>
        <w:jc w:val="left"/>
        <w:rPr>
          <w:sz w:val="24"/>
          <w:lang w:val="sw-KE"/>
        </w:rPr>
      </w:pPr>
      <w:r>
        <w:rPr>
          <w:lang w:val="sw-KE"/>
        </w:rPr>
        <w:br w:type="page"/>
      </w:r>
    </w:p>
    <w:p w:rsidR="00810C59" w:rsidRPr="00810C59" w:rsidRDefault="00810C59" w:rsidP="00810C59">
      <w:pPr>
        <w:pStyle w:val="Heading1Center"/>
        <w:rPr>
          <w:lang w:val="sw-KE"/>
        </w:rPr>
      </w:pPr>
      <w:bookmarkStart w:id="7" w:name="_Toc28694383"/>
      <w:r w:rsidRPr="00810C59">
        <w:rPr>
          <w:lang w:val="sw-KE"/>
        </w:rPr>
        <w:lastRenderedPageBreak/>
        <w:t>MASOMO YA KI-ISLAM</w:t>
      </w:r>
      <w:bookmarkEnd w:id="7"/>
    </w:p>
    <w:p w:rsidR="00020BD0" w:rsidRPr="00020BD0" w:rsidRDefault="00810C59" w:rsidP="00810C59">
      <w:pPr>
        <w:pStyle w:val="Heading2Center"/>
        <w:rPr>
          <w:lang w:val="sw-KE"/>
        </w:rPr>
      </w:pPr>
      <w:bookmarkStart w:id="8" w:name="_Toc28694384"/>
      <w:r w:rsidRPr="00810C59">
        <w:rPr>
          <w:lang w:val="sw-KE"/>
        </w:rPr>
        <w:t>KITABU CHAPILI</w:t>
      </w:r>
      <w:bookmarkEnd w:id="8"/>
    </w:p>
    <w:p w:rsidR="00020BD0" w:rsidRPr="00020BD0" w:rsidRDefault="004C2768" w:rsidP="00810C59">
      <w:pPr>
        <w:pStyle w:val="Heading3Center"/>
        <w:rPr>
          <w:lang w:val="sw-KE"/>
        </w:rPr>
      </w:pPr>
      <w:bookmarkStart w:id="9" w:name="_Toc28694385"/>
      <w:r w:rsidRPr="00020BD0">
        <w:rPr>
          <w:lang w:val="sw-KE"/>
        </w:rPr>
        <w:t>2. SOMO LA PILI</w:t>
      </w:r>
      <w:bookmarkEnd w:id="9"/>
    </w:p>
    <w:p w:rsidR="00020BD0" w:rsidRPr="00020BD0" w:rsidRDefault="00810C59" w:rsidP="00690ABE">
      <w:pPr>
        <w:pStyle w:val="Heading3"/>
        <w:rPr>
          <w:lang w:val="sw-KE"/>
        </w:rPr>
      </w:pPr>
      <w:bookmarkStart w:id="10" w:name="_Toc28694386"/>
      <w:r>
        <w:rPr>
          <w:lang w:val="sw-KE"/>
        </w:rPr>
        <w:t xml:space="preserve">BINTI WA NABII </w:t>
      </w:r>
      <w:r w:rsidRPr="00810C59">
        <w:rPr>
          <w:rStyle w:val="libBold1Char"/>
          <w:lang w:val="sw-KE"/>
        </w:rPr>
        <w:t>(s.a.w.w</w:t>
      </w:r>
      <w:r w:rsidR="00020BD0" w:rsidRPr="00810C59">
        <w:rPr>
          <w:rStyle w:val="libBold1Char"/>
          <w:lang w:val="sw-KE"/>
        </w:rPr>
        <w:t>)</w:t>
      </w:r>
      <w:r>
        <w:rPr>
          <w:rStyle w:val="libBold1Char"/>
          <w:lang w:val="sw-KE"/>
        </w:rPr>
        <w:t>.</w:t>
      </w:r>
      <w:bookmarkEnd w:id="10"/>
    </w:p>
    <w:p w:rsidR="00020BD0" w:rsidRPr="00020BD0" w:rsidRDefault="00020BD0" w:rsidP="00020BD0">
      <w:pPr>
        <w:pStyle w:val="libNormal"/>
        <w:jc w:val="both"/>
        <w:rPr>
          <w:lang w:val="sw-KE"/>
        </w:rPr>
      </w:pPr>
      <w:r w:rsidRPr="00020BD0">
        <w:rPr>
          <w:lang w:val="sw-KE"/>
        </w:rPr>
        <w:t>Yeye ni Fatima Zahra; Baba yake ni Rasulullah (Mjumbe na Mtume wake Mwenyezi Mungu)</w:t>
      </w:r>
      <w:r w:rsidR="00810C59">
        <w:rPr>
          <w:lang w:val="sw-KE"/>
        </w:rPr>
        <w:t xml:space="preserve"> Muhammad bin Abdullah </w:t>
      </w:r>
      <w:r w:rsidR="00810C59" w:rsidRPr="00810C59">
        <w:rPr>
          <w:rStyle w:val="libBold1Char"/>
          <w:lang w:val="sw-KE"/>
        </w:rPr>
        <w:t>(s.a.w.w</w:t>
      </w:r>
      <w:r w:rsidRPr="00810C59">
        <w:rPr>
          <w:rStyle w:val="libBold1Char"/>
          <w:lang w:val="sw-KE"/>
        </w:rPr>
        <w:t>)</w:t>
      </w:r>
      <w:r w:rsidRPr="00020BD0">
        <w:rPr>
          <w:lang w:val="sw-KE"/>
        </w:rPr>
        <w:t>; na mama yake ni Bibi Mtukufu Khadija Mama wa Waislamu, na mumewe ni bwana wa mawasii Ali Ameerul-Muuminiin, na watoto wake na wajukuze ni maimam watoharifu (juu yao Rehma na Amani).</w:t>
      </w:r>
    </w:p>
    <w:p w:rsidR="00020BD0" w:rsidRPr="00020BD0" w:rsidRDefault="00810C59" w:rsidP="00020BD0">
      <w:pPr>
        <w:pStyle w:val="libNormal"/>
        <w:jc w:val="both"/>
        <w:rPr>
          <w:lang w:val="sw-KE"/>
        </w:rPr>
      </w:pPr>
      <w:r>
        <w:rPr>
          <w:lang w:val="sw-KE"/>
        </w:rPr>
        <w:t xml:space="preserve">Alizaliwa Bibi Fatima </w:t>
      </w:r>
      <w:r w:rsidRPr="00810C59">
        <w:rPr>
          <w:rStyle w:val="libFootnotenumChar"/>
          <w:lang w:val="sw-KE"/>
        </w:rPr>
        <w:t>(a.s</w:t>
      </w:r>
      <w:r w:rsidR="00020BD0" w:rsidRPr="00810C59">
        <w:rPr>
          <w:rStyle w:val="libFootnotenumChar"/>
          <w:lang w:val="sw-KE"/>
        </w:rPr>
        <w:t>)</w:t>
      </w:r>
      <w:r w:rsidR="00020BD0" w:rsidRPr="00020BD0">
        <w:rPr>
          <w:lang w:val="sw-KE"/>
        </w:rPr>
        <w:t xml:space="preserve"> siku ya mwezi ishirini, mwezi wa mfungo tisa, mwaka wa arobaini na tano toka alipozaliwa Mtume </w:t>
      </w:r>
      <w:r w:rsidR="00020BD0" w:rsidRPr="006932C2">
        <w:rPr>
          <w:rStyle w:val="libBold1Char"/>
          <w:lang w:val="sw-KE"/>
        </w:rPr>
        <w:t>(s.a.w.w)</w:t>
      </w:r>
      <w:r w:rsidR="00020BD0" w:rsidRPr="00020BD0">
        <w:rPr>
          <w:lang w:val="sw-KE"/>
        </w:rPr>
        <w:t>.</w:t>
      </w:r>
    </w:p>
    <w:p w:rsidR="00020BD0" w:rsidRPr="00020BD0" w:rsidRDefault="00020BD0" w:rsidP="00020BD0">
      <w:pPr>
        <w:pStyle w:val="libNormal"/>
        <w:jc w:val="both"/>
        <w:rPr>
          <w:lang w:val="sw-KE"/>
        </w:rPr>
      </w:pPr>
      <w:r w:rsidRPr="00020BD0">
        <w:rPr>
          <w:lang w:val="sw-KE"/>
        </w:rPr>
        <w:t>Na akafa bibi huyo siku ya jumanne mwezi tatu, mfungo tisa, mwaka wa kumi na moja wa Hijiria</w:t>
      </w:r>
      <w:r w:rsidR="006932C2" w:rsidRPr="006932C2">
        <w:rPr>
          <w:rStyle w:val="libFootnotenumChar"/>
          <w:lang w:val="sw-KE"/>
        </w:rPr>
        <w:footnoteReference w:id="5"/>
      </w:r>
      <w:r w:rsidRPr="00020BD0">
        <w:rPr>
          <w:lang w:val="sw-KE"/>
        </w:rPr>
        <w:t>. Na umri wake ni miaka kumi nanane.</w:t>
      </w:r>
    </w:p>
    <w:p w:rsidR="00020BD0" w:rsidRPr="00020BD0" w:rsidRDefault="00020BD0" w:rsidP="00020BD0">
      <w:pPr>
        <w:pStyle w:val="libNormal"/>
        <w:jc w:val="both"/>
        <w:rPr>
          <w:lang w:val="sw-KE"/>
        </w:rPr>
      </w:pPr>
      <w:r w:rsidRPr="00020BD0">
        <w:rPr>
          <w:lang w:val="sw-KE"/>
        </w:rPr>
        <w:t>Na akasimamia matendo ya kifo</w:t>
      </w:r>
      <w:r w:rsidR="006932C2">
        <w:rPr>
          <w:lang w:val="sw-KE"/>
        </w:rPr>
        <w:t xml:space="preserve"> chake Amirul Muminiin Ali </w:t>
      </w:r>
      <w:r w:rsidR="006932C2" w:rsidRPr="006932C2">
        <w:rPr>
          <w:rStyle w:val="libFootnotenumChar"/>
          <w:lang w:val="sw-KE"/>
        </w:rPr>
        <w:t>(a.s</w:t>
      </w:r>
      <w:r w:rsidRPr="006932C2">
        <w:rPr>
          <w:rStyle w:val="libFootnotenumChar"/>
          <w:lang w:val="sw-KE"/>
        </w:rPr>
        <w:t>)</w:t>
      </w:r>
      <w:r w:rsidRPr="00020BD0">
        <w:rPr>
          <w:lang w:val="sw-KE"/>
        </w:rPr>
        <w:t>, akamzika Madina Munawwara (Mji wenye nuru, mji wake Mtume, uliopo katika Saudia Arabia), na akalificha kaburi lake kama alivyo usia mwenyewe Bibi Fatima.</w:t>
      </w:r>
    </w:p>
    <w:p w:rsidR="00020BD0" w:rsidRPr="00020BD0" w:rsidRDefault="00020BD0" w:rsidP="00020BD0">
      <w:pPr>
        <w:pStyle w:val="libNormal"/>
        <w:jc w:val="both"/>
        <w:rPr>
          <w:lang w:val="sw-KE"/>
        </w:rPr>
      </w:pPr>
      <w:r w:rsidRPr="00020BD0">
        <w:rPr>
          <w:lang w:val="sw-KE"/>
        </w:rPr>
        <w:t>Alikuwa bibi huyo kama baba yake kwa ibada na kumcha Mungu na ubora, na zimeshuka katika sifa zake aya nyingi za Qur'ani al-Hakim.</w:t>
      </w:r>
    </w:p>
    <w:p w:rsidR="00020BD0" w:rsidRPr="00020BD0" w:rsidRDefault="006932C2" w:rsidP="00020BD0">
      <w:pPr>
        <w:pStyle w:val="libNormal"/>
        <w:jc w:val="both"/>
        <w:rPr>
          <w:lang w:val="sw-KE"/>
        </w:rPr>
      </w:pPr>
      <w:r>
        <w:rPr>
          <w:lang w:val="sw-KE"/>
        </w:rPr>
        <w:t xml:space="preserve">Alikuwa Mtume </w:t>
      </w:r>
      <w:r w:rsidRPr="006932C2">
        <w:rPr>
          <w:rStyle w:val="libBold1Char"/>
          <w:lang w:val="sw-KE"/>
        </w:rPr>
        <w:t>(s.a.w.w</w:t>
      </w:r>
      <w:r w:rsidR="00020BD0" w:rsidRPr="006932C2">
        <w:rPr>
          <w:rStyle w:val="libBold1Char"/>
          <w:lang w:val="sw-KE"/>
        </w:rPr>
        <w:t>)</w:t>
      </w:r>
      <w:r w:rsidR="00020BD0" w:rsidRPr="00020BD0">
        <w:rPr>
          <w:lang w:val="sw-KE"/>
        </w:rPr>
        <w:t xml:space="preserve"> akimwita "</w:t>
      </w:r>
      <w:r w:rsidR="004C2768">
        <w:rPr>
          <w:rStyle w:val="libBold1Char"/>
          <w:lang w:val="sw-KE"/>
        </w:rPr>
        <w:t xml:space="preserve">Bibi </w:t>
      </w:r>
      <w:r w:rsidR="00020BD0" w:rsidRPr="004C2768">
        <w:rPr>
          <w:rStyle w:val="libBold1Char"/>
          <w:lang w:val="sw-KE"/>
        </w:rPr>
        <w:t>wa wanawake wa Ulimwenguni</w:t>
      </w:r>
      <w:r w:rsidR="00020BD0" w:rsidRPr="00020BD0">
        <w:rPr>
          <w:lang w:val="sw-KE"/>
        </w:rPr>
        <w:t>", na akimpenda mapenzi mazuri mpaka yeye akiwa anaingia k</w:t>
      </w:r>
      <w:r>
        <w:rPr>
          <w:lang w:val="sw-KE"/>
        </w:rPr>
        <w:t xml:space="preserve">wa Mtume </w:t>
      </w:r>
      <w:r w:rsidRPr="006932C2">
        <w:rPr>
          <w:rStyle w:val="libBold1Char"/>
          <w:lang w:val="sw-KE"/>
        </w:rPr>
        <w:t>(s.a.w.w</w:t>
      </w:r>
      <w:r w:rsidR="00020BD0" w:rsidRPr="006932C2">
        <w:rPr>
          <w:rStyle w:val="libBold1Char"/>
          <w:lang w:val="sw-KE"/>
        </w:rPr>
        <w:t>)</w:t>
      </w:r>
      <w:r w:rsidR="00020BD0" w:rsidRPr="00020BD0">
        <w:rPr>
          <w:lang w:val="sw-KE"/>
        </w:rPr>
        <w:t xml:space="preserve"> humkaribisha na kusimama na kumkaliza mahali pake, pengine humbusu mikono yake.</w:t>
      </w:r>
    </w:p>
    <w:p w:rsidR="00020BD0" w:rsidRPr="00020BD0" w:rsidRDefault="006932C2" w:rsidP="00020BD0">
      <w:pPr>
        <w:pStyle w:val="libNormal"/>
        <w:jc w:val="both"/>
        <w:rPr>
          <w:lang w:val="sw-KE"/>
        </w:rPr>
      </w:pPr>
      <w:r>
        <w:rPr>
          <w:lang w:val="sw-KE"/>
        </w:rPr>
        <w:t xml:space="preserve">Na Mtume </w:t>
      </w:r>
      <w:r w:rsidRPr="006932C2">
        <w:rPr>
          <w:rStyle w:val="libBold1Char"/>
          <w:lang w:val="sw-KE"/>
        </w:rPr>
        <w:t>(s.a.w.w</w:t>
      </w:r>
      <w:r w:rsidR="00020BD0" w:rsidRPr="006932C2">
        <w:rPr>
          <w:rStyle w:val="libBold1Char"/>
          <w:lang w:val="sw-KE"/>
        </w:rPr>
        <w:t xml:space="preserve">) </w:t>
      </w:r>
      <w:r w:rsidR="00020BD0" w:rsidRPr="00020BD0">
        <w:rPr>
          <w:lang w:val="sw-KE"/>
        </w:rPr>
        <w:t>akasema: "</w:t>
      </w:r>
      <w:r w:rsidR="00020BD0" w:rsidRPr="006932C2">
        <w:rPr>
          <w:rStyle w:val="libBold1Char"/>
          <w:lang w:val="sw-KE"/>
        </w:rPr>
        <w:t>Mungu huridhika analoridhika Fatima na hukasirika Unalo mkasirisha Fatima</w:t>
      </w:r>
      <w:r w:rsidR="00020BD0" w:rsidRPr="00020BD0">
        <w:rPr>
          <w:lang w:val="sw-KE"/>
        </w:rPr>
        <w:t>."</w:t>
      </w:r>
    </w:p>
    <w:p w:rsidR="00020BD0" w:rsidRPr="00020BD0" w:rsidRDefault="00020BD0" w:rsidP="00020BD0">
      <w:pPr>
        <w:pStyle w:val="libNormal"/>
        <w:jc w:val="both"/>
        <w:rPr>
          <w:lang w:val="sw-KE"/>
        </w:rPr>
      </w:pPr>
      <w:r w:rsidRPr="00020BD0">
        <w:rPr>
          <w:lang w:val="sw-KE"/>
        </w:rPr>
        <w:t>Pia Mtukufu Mtume amesema: "</w:t>
      </w:r>
      <w:r w:rsidRPr="00134A7C">
        <w:rPr>
          <w:rStyle w:val="libBold1Char"/>
          <w:lang w:val="sw-KE"/>
        </w:rPr>
        <w:t>Wabora wa wanawake wa peponi ni wanne: Mariam Binti Imrani, na Khadija Binti Khuwailid, na</w:t>
      </w:r>
      <w:r w:rsidR="00BA0A75" w:rsidRPr="00134A7C">
        <w:rPr>
          <w:rStyle w:val="libBold1Char"/>
          <w:lang w:val="sw-KE"/>
        </w:rPr>
        <w:t xml:space="preserve"> Fatima Binti Muhammad (s.a.w.w</w:t>
      </w:r>
      <w:r w:rsidRPr="00134A7C">
        <w:rPr>
          <w:rStyle w:val="libBold1Char"/>
          <w:lang w:val="sw-KE"/>
        </w:rPr>
        <w:t>) na Aasia Bint Muzaahim</w:t>
      </w:r>
      <w:r w:rsidRPr="00020BD0">
        <w:rPr>
          <w:lang w:val="sw-KE"/>
        </w:rPr>
        <w:t>.</w:t>
      </w:r>
    </w:p>
    <w:p w:rsidR="00020BD0" w:rsidRPr="00020BD0" w:rsidRDefault="00020BD0" w:rsidP="00020BD0">
      <w:pPr>
        <w:pStyle w:val="libNormal"/>
        <w:jc w:val="both"/>
        <w:rPr>
          <w:lang w:val="sw-KE"/>
        </w:rPr>
      </w:pPr>
      <w:r w:rsidRPr="00020BD0">
        <w:rPr>
          <w:lang w:val="sw-KE"/>
        </w:rPr>
        <w:t>Mtu mmoja akamwuliza bibi Aaisha "</w:t>
      </w:r>
      <w:r w:rsidRPr="00B91DA0">
        <w:rPr>
          <w:rStyle w:val="libBold1Char"/>
          <w:lang w:val="sw-KE"/>
        </w:rPr>
        <w:t>Mtu gani alikuwa mpenz</w:t>
      </w:r>
      <w:r w:rsidR="00BA0A75" w:rsidRPr="00B91DA0">
        <w:rPr>
          <w:rStyle w:val="libBold1Char"/>
          <w:lang w:val="sw-KE"/>
        </w:rPr>
        <w:t>i mno wa Mtukufu Mtume (s.a.w.w</w:t>
      </w:r>
      <w:r w:rsidRPr="00B91DA0">
        <w:rPr>
          <w:rStyle w:val="libBold1Char"/>
          <w:lang w:val="sw-KE"/>
        </w:rPr>
        <w:t>)? Akajibu: Fatima</w:t>
      </w:r>
      <w:r w:rsidRPr="00020BD0">
        <w:rPr>
          <w:lang w:val="sw-KE"/>
        </w:rPr>
        <w:t>.</w:t>
      </w:r>
    </w:p>
    <w:p w:rsidR="00020BD0" w:rsidRPr="00020BD0" w:rsidRDefault="00020BD0" w:rsidP="00020BD0">
      <w:pPr>
        <w:pStyle w:val="libNormal"/>
        <w:jc w:val="both"/>
        <w:rPr>
          <w:lang w:val="sw-KE"/>
        </w:rPr>
      </w:pPr>
      <w:r w:rsidRPr="00020BD0">
        <w:rPr>
          <w:lang w:val="sw-KE"/>
        </w:rPr>
        <w:t xml:space="preserve">Kisha akamwuliza: Ni gani kutokana na wanaume? Akajibu: Mume wake Bibi Fatima, yaani Ali bin Abi Talib </w:t>
      </w:r>
      <w:r w:rsidRPr="00BA0A75">
        <w:rPr>
          <w:rStyle w:val="libFootnotenumChar"/>
          <w:lang w:val="sw-KE"/>
        </w:rPr>
        <w:t>(a</w:t>
      </w:r>
      <w:r w:rsidR="00BA0A75" w:rsidRPr="00BA0A75">
        <w:rPr>
          <w:rStyle w:val="libFootnotenumChar"/>
          <w:lang w:val="sw-KE"/>
        </w:rPr>
        <w:t>.s</w:t>
      </w:r>
      <w:r w:rsidRPr="00BA0A75">
        <w:rPr>
          <w:rStyle w:val="libFootnotenumChar"/>
          <w:lang w:val="sw-KE"/>
        </w:rPr>
        <w:t>)</w:t>
      </w:r>
      <w:r w:rsidRPr="00020BD0">
        <w:rPr>
          <w:lang w:val="sw-KE"/>
        </w:rPr>
        <w:t>.</w:t>
      </w:r>
    </w:p>
    <w:p w:rsidR="00020BD0" w:rsidRPr="00020BD0" w:rsidRDefault="00BA0A75" w:rsidP="00020BD0">
      <w:pPr>
        <w:pStyle w:val="libNormal"/>
        <w:jc w:val="both"/>
        <w:rPr>
          <w:lang w:val="sw-KE"/>
        </w:rPr>
      </w:pPr>
      <w:r>
        <w:rPr>
          <w:lang w:val="sw-KE"/>
        </w:rPr>
        <w:t xml:space="preserve">Mtume Mtukufu </w:t>
      </w:r>
      <w:r w:rsidRPr="00BA0A75">
        <w:rPr>
          <w:rStyle w:val="libBold1Char"/>
          <w:lang w:val="sw-KE"/>
        </w:rPr>
        <w:t>(s.a.w.w</w:t>
      </w:r>
      <w:r w:rsidR="00020BD0" w:rsidRPr="00BA0A75">
        <w:rPr>
          <w:rStyle w:val="libBold1Char"/>
          <w:lang w:val="sw-KE"/>
        </w:rPr>
        <w:t>)</w:t>
      </w:r>
      <w:r w:rsidR="00020BD0" w:rsidRPr="00020BD0">
        <w:rPr>
          <w:lang w:val="sw-KE"/>
        </w:rPr>
        <w:t xml:space="preserve"> akasema: "</w:t>
      </w:r>
      <w:r w:rsidR="00020BD0" w:rsidRPr="00151DF1">
        <w:rPr>
          <w:rStyle w:val="libBold1Char"/>
          <w:lang w:val="sw-KE" w:bidi="fa-IR"/>
        </w:rPr>
        <w:t>Hakika, Mwenyezi Mungu ameniamrisha m</w:t>
      </w:r>
      <w:r w:rsidRPr="00151DF1">
        <w:rPr>
          <w:rStyle w:val="libBold1Char"/>
          <w:lang w:val="sw-KE" w:bidi="fa-IR"/>
        </w:rPr>
        <w:t>imi nimwoze Fatima kwa Ali</w:t>
      </w:r>
      <w:r>
        <w:rPr>
          <w:lang w:val="sw-KE"/>
        </w:rPr>
        <w:t xml:space="preserve"> </w:t>
      </w:r>
      <w:r w:rsidRPr="00BA0A75">
        <w:rPr>
          <w:rStyle w:val="libFootnotenumChar"/>
          <w:lang w:val="sw-KE"/>
        </w:rPr>
        <w:t>(a.s</w:t>
      </w:r>
      <w:r w:rsidR="00020BD0" w:rsidRPr="00BA0A75">
        <w:rPr>
          <w:rStyle w:val="libFootnotenumChar"/>
          <w:lang w:val="sw-KE"/>
        </w:rPr>
        <w:t>)</w:t>
      </w:r>
      <w:r w:rsidR="00020BD0" w:rsidRPr="00020BD0">
        <w:rPr>
          <w:lang w:val="sw-KE"/>
        </w:rPr>
        <w:t>.</w:t>
      </w:r>
    </w:p>
    <w:p w:rsidR="00020BD0" w:rsidRPr="00020BD0" w:rsidRDefault="00020BD0" w:rsidP="004C2768">
      <w:pPr>
        <w:pStyle w:val="libNormal"/>
        <w:jc w:val="both"/>
        <w:rPr>
          <w:lang w:val="sw-KE"/>
        </w:rPr>
      </w:pPr>
      <w:r w:rsidRPr="00020BD0">
        <w:rPr>
          <w:lang w:val="sw-KE"/>
        </w:rPr>
        <w:t>Kazaa bibi huy</w:t>
      </w:r>
      <w:r w:rsidR="00037CC4">
        <w:rPr>
          <w:lang w:val="sw-KE"/>
        </w:rPr>
        <w:t xml:space="preserve">o kwa Amirul Muuminiin Ali </w:t>
      </w:r>
      <w:r w:rsidR="00037CC4" w:rsidRPr="004C2768">
        <w:rPr>
          <w:rStyle w:val="libFootnotenumChar"/>
          <w:lang w:val="sw-KE"/>
        </w:rPr>
        <w:t>(a.s</w:t>
      </w:r>
      <w:r w:rsidRPr="004C2768">
        <w:rPr>
          <w:rStyle w:val="libFootnotenumChar"/>
          <w:lang w:val="sw-KE"/>
        </w:rPr>
        <w:t>)</w:t>
      </w:r>
      <w:r w:rsidRPr="00020BD0">
        <w:rPr>
          <w:lang w:val="sw-KE"/>
        </w:rPr>
        <w:t>: Imam</w:t>
      </w:r>
      <w:r w:rsidR="00037CC4">
        <w:rPr>
          <w:lang w:val="sw-KE"/>
        </w:rPr>
        <w:t xml:space="preserve"> Hassan</w:t>
      </w:r>
      <w:r w:rsidR="00037CC4" w:rsidRPr="004C2768">
        <w:rPr>
          <w:rStyle w:val="libFootnotenumChar"/>
          <w:lang w:val="sw-KE"/>
        </w:rPr>
        <w:t>(a.s)</w:t>
      </w:r>
      <w:r w:rsidR="00037CC4">
        <w:rPr>
          <w:lang w:val="sw-KE"/>
        </w:rPr>
        <w:t xml:space="preserve"> Imam Hussein </w:t>
      </w:r>
      <w:r w:rsidR="00037CC4" w:rsidRPr="004C2768">
        <w:rPr>
          <w:rStyle w:val="libFootnotenumChar"/>
          <w:lang w:val="sw-KE"/>
        </w:rPr>
        <w:t>(a.s</w:t>
      </w:r>
      <w:r w:rsidRPr="004C2768">
        <w:rPr>
          <w:rStyle w:val="libFootnotenumChar"/>
          <w:lang w:val="sw-KE"/>
        </w:rPr>
        <w:t>)</w:t>
      </w:r>
      <w:r w:rsidRPr="00020BD0">
        <w:rPr>
          <w:lang w:val="sw-KE"/>
        </w:rPr>
        <w:t xml:space="preserve"> Bibi Zaina</w:t>
      </w:r>
      <w:r w:rsidR="00037CC4">
        <w:rPr>
          <w:lang w:val="sw-KE"/>
        </w:rPr>
        <w:t xml:space="preserve">b </w:t>
      </w:r>
      <w:r w:rsidR="00037CC4" w:rsidRPr="004C2768">
        <w:rPr>
          <w:rStyle w:val="libFootnotenumChar"/>
          <w:lang w:val="sw-KE"/>
        </w:rPr>
        <w:t>(a.s)</w:t>
      </w:r>
      <w:r w:rsidR="00037CC4">
        <w:rPr>
          <w:lang w:val="sw-KE"/>
        </w:rPr>
        <w:t xml:space="preserve"> Bibi Ummu Kulthum </w:t>
      </w:r>
      <w:r w:rsidR="00037CC4" w:rsidRPr="004C2768">
        <w:rPr>
          <w:rStyle w:val="libFootnotenumChar"/>
          <w:lang w:val="sw-KE"/>
        </w:rPr>
        <w:t>(a.s</w:t>
      </w:r>
      <w:r w:rsidRPr="004C2768">
        <w:rPr>
          <w:rStyle w:val="libFootnotenumChar"/>
          <w:lang w:val="sw-KE"/>
        </w:rPr>
        <w:t>)</w:t>
      </w:r>
      <w:r w:rsidR="00037CC4">
        <w:rPr>
          <w:lang w:val="sw-KE"/>
        </w:rPr>
        <w:t>.</w:t>
      </w:r>
      <w:r w:rsidR="004C2768">
        <w:rPr>
          <w:lang w:val="sw-KE"/>
        </w:rPr>
        <w:t xml:space="preserve"> </w:t>
      </w:r>
      <w:r w:rsidR="00037CC4">
        <w:rPr>
          <w:lang w:val="sw-KE"/>
        </w:rPr>
        <w:t xml:space="preserve">Muhsin </w:t>
      </w:r>
      <w:r w:rsidR="00037CC4" w:rsidRPr="004C2768">
        <w:rPr>
          <w:rStyle w:val="libFootnotenumChar"/>
          <w:lang w:val="sw-KE"/>
        </w:rPr>
        <w:t>(a.s</w:t>
      </w:r>
      <w:r w:rsidR="004C2768" w:rsidRPr="004C2768">
        <w:rPr>
          <w:rStyle w:val="libFootnotenumChar"/>
          <w:lang w:val="sw-KE"/>
        </w:rPr>
        <w:t>)</w:t>
      </w:r>
      <w:r w:rsidRPr="00020BD0">
        <w:rPr>
          <w:lang w:val="sw-KE"/>
        </w:rPr>
        <w:t xml:space="preserve"> Lakini bwana Muhsin kafa tumboni zama alipopata mama yake msukosuko wa maadui. Kwa hiyo jumla ya watoto wa bibi Fatima ni 5.</w:t>
      </w:r>
    </w:p>
    <w:p w:rsidR="00D44CC3" w:rsidRDefault="00690ABE" w:rsidP="00D44CC3">
      <w:pPr>
        <w:pStyle w:val="libNormal"/>
        <w:jc w:val="both"/>
        <w:rPr>
          <w:lang w:val="sw-KE"/>
        </w:rPr>
      </w:pPr>
      <w:r>
        <w:rPr>
          <w:lang w:val="sw-KE"/>
        </w:rPr>
        <w:t xml:space="preserve">Mtume Mtukufu </w:t>
      </w:r>
      <w:r w:rsidRPr="00690ABE">
        <w:rPr>
          <w:rStyle w:val="libBold1Char"/>
          <w:lang w:val="sw-KE"/>
        </w:rPr>
        <w:t>(s.a.w.w</w:t>
      </w:r>
      <w:r w:rsidR="00020BD0" w:rsidRPr="00690ABE">
        <w:rPr>
          <w:rStyle w:val="libBold1Char"/>
          <w:lang w:val="sw-KE"/>
        </w:rPr>
        <w:t>)</w:t>
      </w:r>
      <w:r w:rsidR="00020BD0" w:rsidRPr="00020BD0">
        <w:rPr>
          <w:lang w:val="sw-KE"/>
        </w:rPr>
        <w:t xml:space="preserve"> amesema: "</w:t>
      </w:r>
      <w:r w:rsidR="00020BD0" w:rsidRPr="004C2768">
        <w:rPr>
          <w:rStyle w:val="libBold1Char"/>
          <w:lang w:val="sw-KE"/>
        </w:rPr>
        <w:t>Kila mtoto huchukuwa ukoo wa baba yake ispokuwa vizazi vya Fatima, kwani mimi ndiyo walii wao na nasaba wao</w:t>
      </w:r>
      <w:r w:rsidR="00020BD0" w:rsidRPr="00020BD0">
        <w:rPr>
          <w:lang w:val="sw-KE"/>
        </w:rPr>
        <w:t xml:space="preserve"> (yaani, vizazi vya Fatima wote ukoo wao unatokana kwa Mtukufu Mtume </w:t>
      </w:r>
      <w:r>
        <w:rPr>
          <w:rStyle w:val="libBold1Char"/>
          <w:lang w:val="sw-KE"/>
        </w:rPr>
        <w:t>(s.a.w.w</w:t>
      </w:r>
      <w:r w:rsidR="00020BD0" w:rsidRPr="00690ABE">
        <w:rPr>
          <w:rStyle w:val="libBold1Char"/>
          <w:lang w:val="sw-KE"/>
        </w:rPr>
        <w:t>)</w:t>
      </w:r>
      <w:r w:rsidR="00020BD0" w:rsidRPr="00020BD0">
        <w:rPr>
          <w:lang w:val="sw-KE"/>
        </w:rPr>
        <w:t>.</w:t>
      </w:r>
    </w:p>
    <w:p w:rsidR="00020BD0" w:rsidRPr="00020BD0" w:rsidRDefault="00690ABE" w:rsidP="00D44CC3">
      <w:pPr>
        <w:pStyle w:val="libNormal"/>
        <w:jc w:val="both"/>
        <w:rPr>
          <w:lang w:val="sw-KE"/>
        </w:rPr>
      </w:pPr>
      <w:r>
        <w:rPr>
          <w:lang w:val="sw-KE"/>
        </w:rPr>
        <w:lastRenderedPageBreak/>
        <w:t>Pia Mtume Mtukufu amesema:</w:t>
      </w:r>
      <w:r w:rsidR="00020BD0" w:rsidRPr="00020BD0">
        <w:rPr>
          <w:lang w:val="sw-KE"/>
        </w:rPr>
        <w:t xml:space="preserve"> "</w:t>
      </w:r>
      <w:r w:rsidR="00020BD0" w:rsidRPr="00690ABE">
        <w:rPr>
          <w:rStyle w:val="libBold1Char"/>
          <w:lang w:val="sw-KE"/>
        </w:rPr>
        <w:t>Kila ukoo na uhusiano utafatia siku ya qiyama ispokuwa ukoowangu na uhusiano wangu</w:t>
      </w:r>
      <w:r w:rsidR="00020BD0" w:rsidRPr="00020BD0">
        <w:rPr>
          <w:lang w:val="sw-KE"/>
        </w:rPr>
        <w:t>.</w:t>
      </w:r>
    </w:p>
    <w:p w:rsidR="00D44CC3" w:rsidRDefault="00D44CC3">
      <w:pPr>
        <w:ind w:firstLine="0"/>
        <w:jc w:val="left"/>
        <w:rPr>
          <w:b/>
          <w:bCs/>
          <w:color w:val="1F497D"/>
          <w:szCs w:val="36"/>
          <w:lang w:val="sw-KE"/>
        </w:rPr>
      </w:pPr>
      <w:r>
        <w:rPr>
          <w:lang w:val="sw-KE"/>
        </w:rPr>
        <w:br w:type="page"/>
      </w:r>
    </w:p>
    <w:p w:rsidR="00690ABE" w:rsidRPr="00690ABE" w:rsidRDefault="00690ABE" w:rsidP="00690ABE">
      <w:pPr>
        <w:pStyle w:val="Heading1Center"/>
        <w:rPr>
          <w:lang w:val="sw-KE"/>
        </w:rPr>
      </w:pPr>
      <w:bookmarkStart w:id="11" w:name="_Toc28694387"/>
      <w:r w:rsidRPr="00690ABE">
        <w:rPr>
          <w:lang w:val="sw-KE"/>
        </w:rPr>
        <w:lastRenderedPageBreak/>
        <w:t>MASOMO YA KI-ISLAM</w:t>
      </w:r>
      <w:bookmarkEnd w:id="11"/>
    </w:p>
    <w:p w:rsidR="00690ABE" w:rsidRDefault="00690ABE" w:rsidP="00690ABE">
      <w:pPr>
        <w:pStyle w:val="Heading2Center"/>
        <w:rPr>
          <w:lang w:val="sw-KE"/>
        </w:rPr>
      </w:pPr>
      <w:bookmarkStart w:id="12" w:name="_Toc28694388"/>
      <w:r w:rsidRPr="00690ABE">
        <w:rPr>
          <w:lang w:val="sw-KE"/>
        </w:rPr>
        <w:t>KITABU CHAPILI</w:t>
      </w:r>
      <w:bookmarkEnd w:id="12"/>
    </w:p>
    <w:p w:rsidR="00020BD0" w:rsidRPr="00020BD0" w:rsidRDefault="00690ABE" w:rsidP="00690ABE">
      <w:pPr>
        <w:pStyle w:val="Heading3Center"/>
        <w:rPr>
          <w:lang w:val="sw-KE"/>
        </w:rPr>
      </w:pPr>
      <w:bookmarkStart w:id="13" w:name="_Toc28694389"/>
      <w:r w:rsidRPr="00020BD0">
        <w:rPr>
          <w:lang w:val="sw-KE"/>
        </w:rPr>
        <w:t>3. SOMO LA TATU</w:t>
      </w:r>
      <w:bookmarkEnd w:id="13"/>
    </w:p>
    <w:p w:rsidR="00020BD0" w:rsidRPr="00020BD0" w:rsidRDefault="00020BD0" w:rsidP="00690ABE">
      <w:pPr>
        <w:pStyle w:val="Heading3"/>
        <w:rPr>
          <w:lang w:val="sw-KE"/>
        </w:rPr>
      </w:pPr>
      <w:bookmarkStart w:id="14" w:name="_Toc28694390"/>
      <w:r w:rsidRPr="00020BD0">
        <w:rPr>
          <w:lang w:val="sw-KE"/>
        </w:rPr>
        <w:t>IMAM WA PILI</w:t>
      </w:r>
      <w:bookmarkEnd w:id="14"/>
    </w:p>
    <w:p w:rsidR="00020BD0" w:rsidRPr="00020BD0" w:rsidRDefault="00684A52" w:rsidP="00020BD0">
      <w:pPr>
        <w:pStyle w:val="libNormal"/>
        <w:jc w:val="both"/>
        <w:rPr>
          <w:lang w:val="sw-KE"/>
        </w:rPr>
      </w:pPr>
      <w:r>
        <w:rPr>
          <w:lang w:val="sw-KE"/>
        </w:rPr>
        <w:t xml:space="preserve">Naye ni Hassan bin Ali bin Abi Talib </w:t>
      </w:r>
      <w:r w:rsidRPr="00684A52">
        <w:rPr>
          <w:rStyle w:val="libFootnotenumChar"/>
          <w:lang w:val="sw-KE"/>
        </w:rPr>
        <w:t>(a.s</w:t>
      </w:r>
      <w:r w:rsidR="00020BD0" w:rsidRPr="00684A52">
        <w:rPr>
          <w:rStyle w:val="libFootnotenumChar"/>
          <w:lang w:val="sw-KE"/>
        </w:rPr>
        <w:t>)</w:t>
      </w:r>
      <w:r w:rsidR="00020BD0" w:rsidRPr="00020BD0">
        <w:rPr>
          <w:lang w:val="sw-KE"/>
        </w:rPr>
        <w:t>. Mama yake ni Fatima Z</w:t>
      </w:r>
      <w:r>
        <w:rPr>
          <w:lang w:val="sw-KE"/>
        </w:rPr>
        <w:t xml:space="preserve">ahra binti wake Mtume </w:t>
      </w:r>
      <w:r w:rsidRPr="00684A52">
        <w:rPr>
          <w:rStyle w:val="libBold1Char"/>
        </w:rPr>
        <w:t>(s.a..w.w</w:t>
      </w:r>
      <w:r w:rsidR="00020BD0" w:rsidRPr="00684A52">
        <w:rPr>
          <w:rStyle w:val="libBold1Char"/>
          <w:lang w:val="sw-KE"/>
        </w:rPr>
        <w:t>)</w:t>
      </w:r>
      <w:r w:rsidR="00020BD0" w:rsidRPr="00020BD0">
        <w:rPr>
          <w:lang w:val="sw-KE"/>
        </w:rPr>
        <w:t>. Na Bwana huy</w:t>
      </w:r>
      <w:r>
        <w:rPr>
          <w:lang w:val="sw-KE"/>
        </w:rPr>
        <w:t xml:space="preserve">u ni mjukuu wake Mtume </w:t>
      </w:r>
      <w:r w:rsidRPr="00684A52">
        <w:rPr>
          <w:rStyle w:val="libBold1Char"/>
          <w:lang w:val="sw-KE"/>
        </w:rPr>
        <w:t>(s.a.w.w</w:t>
      </w:r>
      <w:r w:rsidR="00020BD0" w:rsidRPr="00684A52">
        <w:rPr>
          <w:rStyle w:val="libBold1Char"/>
          <w:lang w:val="sw-KE"/>
        </w:rPr>
        <w:t>)</w:t>
      </w:r>
      <w:r w:rsidR="00020BD0" w:rsidRPr="00020BD0">
        <w:rPr>
          <w:lang w:val="sw-KE"/>
        </w:rPr>
        <w:t>, na ni wapili katika makhalifa wake, na ni Imam juu ya watu, baada ya baba</w:t>
      </w:r>
      <w:r>
        <w:rPr>
          <w:lang w:val="sw-KE"/>
        </w:rPr>
        <w:t xml:space="preserve"> yake Amirul Muuminiin Ali </w:t>
      </w:r>
      <w:r w:rsidRPr="00684A52">
        <w:rPr>
          <w:rStyle w:val="libFootnotenumChar"/>
          <w:lang w:val="sw-KE"/>
        </w:rPr>
        <w:t>(a.s</w:t>
      </w:r>
      <w:r w:rsidR="00020BD0" w:rsidRPr="00684A52">
        <w:rPr>
          <w:rStyle w:val="libFootnotenumChar"/>
          <w:lang w:val="sw-KE"/>
        </w:rPr>
        <w:t>)</w:t>
      </w:r>
    </w:p>
    <w:p w:rsidR="00020BD0" w:rsidRPr="00020BD0" w:rsidRDefault="00020BD0" w:rsidP="00020BD0">
      <w:pPr>
        <w:pStyle w:val="libNormal"/>
        <w:jc w:val="both"/>
        <w:rPr>
          <w:lang w:val="sw-KE"/>
        </w:rPr>
      </w:pPr>
      <w:r w:rsidRPr="00020BD0">
        <w:rPr>
          <w:lang w:val="sw-KE"/>
        </w:rPr>
        <w:t>Kazaliwa Madina Munawwara, siku ya Juma nne, nusu ya mwezi mtukufu wa Ramadhani, mwaka wa tatu wa Hijiria.</w:t>
      </w:r>
    </w:p>
    <w:p w:rsidR="00020BD0" w:rsidRPr="00020BD0" w:rsidRDefault="00020BD0" w:rsidP="00020BD0">
      <w:pPr>
        <w:pStyle w:val="libNormal"/>
        <w:jc w:val="both"/>
        <w:rPr>
          <w:lang w:val="sw-KE"/>
        </w:rPr>
      </w:pPr>
      <w:r w:rsidRPr="00020BD0">
        <w:rPr>
          <w:lang w:val="sw-KE"/>
        </w:rPr>
        <w:t>Na akafariki hali ya kuwa shahidi kwa kupewa sumu, siku ya alhamisi, mwezi ishirini na nane, mwezi wa mfungo tano, mwaka wa arobaini na tisa wa Hijiria.</w:t>
      </w:r>
    </w:p>
    <w:p w:rsidR="00020BD0" w:rsidRPr="00020BD0" w:rsidRDefault="00020BD0" w:rsidP="00020BD0">
      <w:pPr>
        <w:pStyle w:val="libNormal"/>
        <w:jc w:val="both"/>
        <w:rPr>
          <w:lang w:val="sw-KE"/>
        </w:rPr>
      </w:pPr>
      <w:r w:rsidRPr="00020BD0">
        <w:rPr>
          <w:lang w:val="sw-KE"/>
        </w:rPr>
        <w:t>Na akasimamia maziko yake ndugu yake Imam Hussein</w:t>
      </w:r>
      <w:r w:rsidR="00A936F5">
        <w:rPr>
          <w:lang w:val="sw-KE"/>
        </w:rPr>
        <w:t xml:space="preserve"> </w:t>
      </w:r>
      <w:r w:rsidR="00A936F5" w:rsidRPr="00A936F5">
        <w:rPr>
          <w:rStyle w:val="libFootnotenumChar"/>
          <w:lang w:val="sw-KE"/>
        </w:rPr>
        <w:t>(a.s</w:t>
      </w:r>
      <w:r w:rsidRPr="00A936F5">
        <w:rPr>
          <w:rStyle w:val="libFootnotenumChar"/>
          <w:lang w:val="sw-KE"/>
        </w:rPr>
        <w:t>)</w:t>
      </w:r>
      <w:r w:rsidRPr="00020BD0">
        <w:rPr>
          <w:lang w:val="sw-KE"/>
        </w:rPr>
        <w:t>, na kazikwa Bakii mji wa Madina, mahala palipo kaburi lake sasa.</w:t>
      </w:r>
    </w:p>
    <w:p w:rsidR="00020BD0" w:rsidRPr="00020BD0" w:rsidRDefault="00020BD0" w:rsidP="00020BD0">
      <w:pPr>
        <w:pStyle w:val="libNormal"/>
        <w:jc w:val="both"/>
        <w:rPr>
          <w:lang w:val="sw-KE"/>
        </w:rPr>
      </w:pPr>
      <w:r w:rsidRPr="00020BD0">
        <w:rPr>
          <w:lang w:val="sw-KE"/>
        </w:rPr>
        <w:t>Alikuwa mwabudu mno katika zama zake, na mwenye elimu mno na mbora sana, alikuw</w:t>
      </w:r>
      <w:r w:rsidR="00A936F5">
        <w:rPr>
          <w:lang w:val="sw-KE"/>
        </w:rPr>
        <w:t xml:space="preserve">a kamshabihi mno Mtume </w:t>
      </w:r>
      <w:r w:rsidR="00A936F5" w:rsidRPr="00A936F5">
        <w:rPr>
          <w:rStyle w:val="libBold1Char"/>
          <w:lang w:val="sw-KE"/>
        </w:rPr>
        <w:t>(s.a.w.w</w:t>
      </w:r>
      <w:r w:rsidRPr="00A936F5">
        <w:rPr>
          <w:rStyle w:val="libBold1Char"/>
          <w:lang w:val="sw-KE"/>
        </w:rPr>
        <w:t>)</w:t>
      </w:r>
      <w:r w:rsidRPr="00020BD0">
        <w:rPr>
          <w:lang w:val="sw-KE"/>
        </w:rPr>
        <w:t>; na mkarimu mno katika Ahlul Bayt (Vizazi vyake Mtume) zama zake, na mpole mno kuliko watu wote.</w:t>
      </w:r>
    </w:p>
    <w:p w:rsidR="00A936F5" w:rsidRDefault="00020BD0" w:rsidP="00A936F5">
      <w:pPr>
        <w:pStyle w:val="libNormal"/>
        <w:jc w:val="both"/>
        <w:rPr>
          <w:lang w:val="sw-KE"/>
        </w:rPr>
      </w:pPr>
      <w:r w:rsidRPr="00020BD0">
        <w:rPr>
          <w:lang w:val="sw-KE"/>
        </w:rPr>
        <w:t>Ni katika jumla ya ukarimu wake kuwa alimjia mjakazi wake n</w:t>
      </w:r>
      <w:r w:rsidR="00A936F5">
        <w:rPr>
          <w:lang w:val="sw-KE"/>
        </w:rPr>
        <w:t xml:space="preserve">a shada la mrehani; akamwambia: </w:t>
      </w:r>
      <w:r w:rsidRPr="00020BD0">
        <w:rPr>
          <w:lang w:val="sw-KE"/>
        </w:rPr>
        <w:t>"</w:t>
      </w:r>
      <w:r w:rsidRPr="00A936F5">
        <w:rPr>
          <w:rStyle w:val="libBold1Char"/>
          <w:lang w:val="sw-KE"/>
        </w:rPr>
        <w:t>Wewe ni huru kwa lillahi</w:t>
      </w:r>
      <w:r w:rsidRPr="00020BD0">
        <w:rPr>
          <w:lang w:val="sw-KE"/>
        </w:rPr>
        <w:t>" (kwa ajili ya kupata ridhaa ya Mwenyezi Mungu). Kisha akaseina:- "Hivi hakutufunza Mungu Mtukufu Akisema:</w:t>
      </w:r>
    </w:p>
    <w:p w:rsidR="00A936F5" w:rsidRDefault="00A936F5" w:rsidP="00A936F5">
      <w:pPr>
        <w:pStyle w:val="libAie"/>
        <w:rPr>
          <w:lang w:val="sw-KE"/>
        </w:rPr>
      </w:pPr>
      <w:r w:rsidRPr="00A936F5">
        <w:rPr>
          <w:rtl/>
          <w:lang w:val="sw-KE"/>
        </w:rPr>
        <w:t xml:space="preserve">وَإِذَا حُيِّيتُم بِتَحِيَّةٍ فَحَيُّوا بِأَحْسَنَ مِنْهَا أَوْ رُدُّوهَا </w:t>
      </w:r>
      <w:r w:rsidRPr="00A936F5">
        <w:rPr>
          <w:rFonts w:hint="cs"/>
          <w:rtl/>
          <w:lang w:val="sw-KE"/>
        </w:rPr>
        <w:t xml:space="preserve"> إِنَّ اللَّـهَ كَانَ عَلَىٰ كُلِّ شَيْءٍ حَسِيبًا</w:t>
      </w:r>
      <w:r w:rsidRPr="00A936F5">
        <w:rPr>
          <w:rtl/>
          <w:lang w:val="sw-KE"/>
        </w:rPr>
        <w:t xml:space="preserve"> ﴿٨٦﴾</w:t>
      </w:r>
    </w:p>
    <w:p w:rsidR="00020BD0" w:rsidRPr="00020BD0" w:rsidRDefault="00A936F5" w:rsidP="00A936F5">
      <w:pPr>
        <w:pStyle w:val="libNormal"/>
        <w:jc w:val="both"/>
        <w:rPr>
          <w:lang w:val="sw-KE"/>
        </w:rPr>
      </w:pPr>
      <w:r w:rsidRPr="00A936F5">
        <w:rPr>
          <w:lang w:val="sw-KE"/>
        </w:rPr>
        <w:t>Na mnapo amkiwa kwa maamkio yoyote, basi nanyi itikieni kwa yaliyo bora kuliko hayo, au rejesheni hayo hayo. Hakika Mwenyezi Mungu ni Mwenye kuhisabu kila kitu.</w:t>
      </w:r>
    </w:p>
    <w:p w:rsidR="00020BD0" w:rsidRPr="00020BD0" w:rsidRDefault="00020BD0" w:rsidP="00020BD0">
      <w:pPr>
        <w:pStyle w:val="libNormal"/>
        <w:jc w:val="both"/>
        <w:rPr>
          <w:lang w:val="sw-KE"/>
        </w:rPr>
      </w:pPr>
      <w:r w:rsidRPr="00020BD0">
        <w:rPr>
          <w:lang w:val="sw-KE"/>
        </w:rPr>
        <w:t>Na katika upole wake, alimwona mtu wa Shami kampanda mnyama, alikuwa</w:t>
      </w:r>
      <w:r w:rsidR="00527F11">
        <w:rPr>
          <w:lang w:val="sw-KE"/>
        </w:rPr>
        <w:t xml:space="preserve"> anamlaani Imam Hassan </w:t>
      </w:r>
      <w:r w:rsidR="00527F11" w:rsidRPr="00527F11">
        <w:rPr>
          <w:rStyle w:val="libFootnotenumChar"/>
          <w:lang w:val="sw-KE"/>
        </w:rPr>
        <w:t>(a.s</w:t>
      </w:r>
      <w:r w:rsidRPr="00527F11">
        <w:rPr>
          <w:rStyle w:val="libFootnotenumChar"/>
          <w:lang w:val="sw-KE"/>
        </w:rPr>
        <w:t>)</w:t>
      </w:r>
      <w:r w:rsidRPr="00020BD0">
        <w:rPr>
          <w:lang w:val="sw-KE"/>
        </w:rPr>
        <w:t>, lakini Imam hakumrudishia lolote. Alipomaliza laana yake, Imam akamwendea na kumtolea salamu na akamchekea, na akamuuliza: "Ewe! Mzee, ninakudhani kuwa wewe ni mgeni; huenda wewe umekosa kunifahamu, basi lau ungalitaka tungalikutolea shida yako; na lau ungali tuomba tungalikupa, na lau ungali taka kukuongoza tungalikuongoza, na lau ungali taka kukuchukua tungali kuchukua, na lau ukiwa na njaa tutakushibisha na ukiwa huna nguo tutakuvisha, na ukiwa unaona upeke tutakuwa nawe; na ukiwa na haja tutakutekelezea haja yako."</w:t>
      </w:r>
    </w:p>
    <w:p w:rsidR="00020BD0" w:rsidRPr="00020BD0" w:rsidRDefault="00020BD0" w:rsidP="00020BD0">
      <w:pPr>
        <w:pStyle w:val="libNormal"/>
        <w:jc w:val="both"/>
        <w:rPr>
          <w:lang w:val="sw-KE"/>
        </w:rPr>
      </w:pPr>
      <w:r w:rsidRPr="00020BD0">
        <w:rPr>
          <w:lang w:val="sw-KE"/>
        </w:rPr>
        <w:t>Aliposikia yule mtu maneno yake Imamu, akalia, akasema: "Ninatoa shahada kuwa wewe ni Khalifa wa Mungu katika ardhi yake, na Mungu anajua mahala anapojaalia ujumbe wake."</w:t>
      </w:r>
    </w:p>
    <w:p w:rsidR="00020BD0" w:rsidRPr="00020BD0" w:rsidRDefault="00527F11" w:rsidP="00020BD0">
      <w:pPr>
        <w:pStyle w:val="libNormal"/>
        <w:jc w:val="both"/>
        <w:rPr>
          <w:lang w:val="sw-KE"/>
        </w:rPr>
      </w:pPr>
      <w:r>
        <w:rPr>
          <w:lang w:val="sw-KE"/>
        </w:rPr>
        <w:t xml:space="preserve">Na Mtukufu Mtume </w:t>
      </w:r>
      <w:r w:rsidRPr="00527F11">
        <w:rPr>
          <w:rStyle w:val="libBold1Char"/>
          <w:lang w:val="sw-KE"/>
        </w:rPr>
        <w:t>(s.a.w.w</w:t>
      </w:r>
      <w:r w:rsidR="00020BD0" w:rsidRPr="00527F11">
        <w:rPr>
          <w:rStyle w:val="libBold1Char"/>
          <w:lang w:val="sw-KE"/>
        </w:rPr>
        <w:t>)</w:t>
      </w:r>
      <w:r w:rsidR="00020BD0" w:rsidRPr="00020BD0">
        <w:rPr>
          <w:lang w:val="sw-KE"/>
        </w:rPr>
        <w:t xml:space="preserve"> amesema: "Mwenye furaha ya kutaka kumwangalia Bwana wa vijana w</w:t>
      </w:r>
      <w:r>
        <w:rPr>
          <w:lang w:val="sw-KE"/>
        </w:rPr>
        <w:t xml:space="preserve">a peponi amwangalie Hassan </w:t>
      </w:r>
      <w:r w:rsidRPr="00527F11">
        <w:rPr>
          <w:rStyle w:val="libFootnotenumChar"/>
          <w:lang w:val="sw-KE"/>
        </w:rPr>
        <w:t>(a.s</w:t>
      </w:r>
      <w:r w:rsidR="00020BD0" w:rsidRPr="00527F11">
        <w:rPr>
          <w:rStyle w:val="libFootnotenumChar"/>
          <w:lang w:val="sw-KE"/>
        </w:rPr>
        <w:t>)</w:t>
      </w:r>
      <w:r w:rsidR="00020BD0" w:rsidRPr="00020BD0">
        <w:rPr>
          <w:lang w:val="sw-KE"/>
        </w:rPr>
        <w:t>."</w:t>
      </w:r>
    </w:p>
    <w:p w:rsidR="00020BD0" w:rsidRPr="00020BD0" w:rsidRDefault="00527F11" w:rsidP="00020BD0">
      <w:pPr>
        <w:pStyle w:val="libNormal"/>
        <w:jc w:val="both"/>
        <w:rPr>
          <w:lang w:val="sw-KE"/>
        </w:rPr>
      </w:pPr>
      <w:r>
        <w:rPr>
          <w:lang w:val="sw-KE"/>
        </w:rPr>
        <w:t xml:space="preserve">Na Mtukufu Mtume </w:t>
      </w:r>
      <w:r w:rsidRPr="00527F11">
        <w:rPr>
          <w:rStyle w:val="libBold1Char"/>
          <w:lang w:val="sw-KE"/>
        </w:rPr>
        <w:t>(s.a..w.w</w:t>
      </w:r>
      <w:r w:rsidR="00020BD0" w:rsidRPr="00527F11">
        <w:rPr>
          <w:rStyle w:val="libBold1Char"/>
          <w:lang w:val="sw-KE"/>
        </w:rPr>
        <w:t>)</w:t>
      </w:r>
      <w:r w:rsidR="00020BD0" w:rsidRPr="00020BD0">
        <w:rPr>
          <w:lang w:val="sw-KE"/>
        </w:rPr>
        <w:t xml:space="preserve"> amesema: "</w:t>
      </w:r>
      <w:r w:rsidR="00020BD0" w:rsidRPr="00527F11">
        <w:rPr>
          <w:rStyle w:val="libBold1Char"/>
          <w:lang w:val="sw-KE"/>
        </w:rPr>
        <w:t>Mwenye kunipenda mimi ampende yeye</w:t>
      </w:r>
      <w:r w:rsidR="00020BD0" w:rsidRPr="00020BD0">
        <w:rPr>
          <w:lang w:val="sw-KE"/>
        </w:rPr>
        <w:t xml:space="preserve"> (yaani Hassan).</w:t>
      </w:r>
    </w:p>
    <w:p w:rsidR="00020BD0" w:rsidRPr="00020BD0" w:rsidRDefault="00020BD0" w:rsidP="00020BD0">
      <w:pPr>
        <w:pStyle w:val="libNormal"/>
        <w:jc w:val="both"/>
        <w:rPr>
          <w:lang w:val="sw-KE"/>
        </w:rPr>
      </w:pPr>
      <w:r w:rsidRPr="00020BD0">
        <w:rPr>
          <w:lang w:val="sw-KE"/>
        </w:rPr>
        <w:t>Imam Hassan alikwenda hija mara ishirini na tano, na alikuwa anakwenda kwa miguu kutoka Madina mpaka Maka.</w:t>
      </w:r>
    </w:p>
    <w:p w:rsidR="00020BD0" w:rsidRPr="00020BD0" w:rsidRDefault="00020BD0" w:rsidP="00EC0FFA">
      <w:pPr>
        <w:pStyle w:val="libNormal"/>
        <w:jc w:val="both"/>
        <w:rPr>
          <w:lang w:val="sw-KE"/>
        </w:rPr>
      </w:pPr>
      <w:r w:rsidRPr="00020BD0">
        <w:rPr>
          <w:lang w:val="sw-KE"/>
        </w:rPr>
        <w:lastRenderedPageBreak/>
        <w:t>Bwana Abu Hurair</w:t>
      </w:r>
      <w:r w:rsidR="00527F11">
        <w:rPr>
          <w:lang w:val="sw-KE"/>
        </w:rPr>
        <w:t xml:space="preserve">a, Sahaba wake Mtukufu </w:t>
      </w:r>
      <w:r w:rsidR="00527F11" w:rsidRPr="00527F11">
        <w:rPr>
          <w:rStyle w:val="libBold1Char"/>
          <w:lang w:val="sw-KE"/>
        </w:rPr>
        <w:t>(s.a.w.w</w:t>
      </w:r>
      <w:r w:rsidRPr="00527F11">
        <w:rPr>
          <w:rStyle w:val="libBold1Char"/>
          <w:lang w:val="sw-KE"/>
        </w:rPr>
        <w:t>)</w:t>
      </w:r>
      <w:r w:rsidRPr="00020BD0">
        <w:rPr>
          <w:lang w:val="sw-KE"/>
        </w:rPr>
        <w:t xml:space="preserve"> amesema: Akaja Hassan bin Ali, na akatoa salamu na jamaa wakamjibu; na akaendelea na nyendo zake, na Abu Huraira hajuwi aliwasalimu ni nani?</w:t>
      </w:r>
      <w:r w:rsidR="00EC0FFA">
        <w:rPr>
          <w:lang w:val="sw-KE"/>
        </w:rPr>
        <w:t xml:space="preserve"> </w:t>
      </w:r>
      <w:r w:rsidRPr="00020BD0">
        <w:rPr>
          <w:lang w:val="sw-KE"/>
        </w:rPr>
        <w:t xml:space="preserve"> kisha akaambiwa kwamba aliyetusalimu ni Hassan bin Ali.</w:t>
      </w:r>
    </w:p>
    <w:p w:rsidR="00020BD0" w:rsidRPr="00020BD0" w:rsidRDefault="00020BD0" w:rsidP="00020BD0">
      <w:pPr>
        <w:pStyle w:val="libNormal"/>
        <w:jc w:val="both"/>
        <w:rPr>
          <w:lang w:val="sw-KE"/>
        </w:rPr>
      </w:pPr>
      <w:r w:rsidRPr="00020BD0">
        <w:rPr>
          <w:lang w:val="sw-KE"/>
        </w:rPr>
        <w:t>Hapo Abu Huraira akamfuata na akasema: Salaam juu yako, ewe bwana wangu!</w:t>
      </w:r>
    </w:p>
    <w:p w:rsidR="00020BD0" w:rsidRPr="00020BD0" w:rsidRDefault="00020BD0" w:rsidP="00020BD0">
      <w:pPr>
        <w:pStyle w:val="libNormal"/>
        <w:jc w:val="both"/>
        <w:rPr>
          <w:lang w:val="sw-KE"/>
        </w:rPr>
      </w:pPr>
      <w:r w:rsidRPr="00020BD0">
        <w:rPr>
          <w:lang w:val="sw-KE"/>
        </w:rPr>
        <w:t>Watu wakamuuliza, "mbona unamwita bwana wako?</w:t>
      </w:r>
    </w:p>
    <w:p w:rsidR="00020BD0" w:rsidRPr="00020BD0" w:rsidRDefault="00020BD0" w:rsidP="008234CD">
      <w:pPr>
        <w:pStyle w:val="libNormal"/>
        <w:jc w:val="both"/>
        <w:rPr>
          <w:lang w:val="sw-KE"/>
        </w:rPr>
      </w:pPr>
      <w:r w:rsidRPr="00020BD0">
        <w:rPr>
          <w:lang w:val="sw-KE"/>
        </w:rPr>
        <w:t>Akasema Abu Huraira, "Ninakiri kuwa Mj</w:t>
      </w:r>
      <w:r w:rsidR="008234CD">
        <w:rPr>
          <w:lang w:val="sw-KE"/>
        </w:rPr>
        <w:t xml:space="preserve">umbe wa Mwenyezi Mungu </w:t>
      </w:r>
      <w:r w:rsidR="008234CD" w:rsidRPr="008234CD">
        <w:rPr>
          <w:rStyle w:val="libBold1Char"/>
          <w:lang w:val="sw-KE"/>
        </w:rPr>
        <w:t>(s.a.w.w</w:t>
      </w:r>
      <w:r w:rsidRPr="008234CD">
        <w:rPr>
          <w:rStyle w:val="libBold1Char"/>
          <w:lang w:val="sw-KE"/>
        </w:rPr>
        <w:t xml:space="preserve">) </w:t>
      </w:r>
      <w:r w:rsidRPr="00020BD0">
        <w:rPr>
          <w:lang w:val="sw-KE"/>
        </w:rPr>
        <w:t>akasema</w:t>
      </w:r>
      <w:r w:rsidR="008234CD">
        <w:rPr>
          <w:lang w:val="sw-KE"/>
        </w:rPr>
        <w:t>:</w:t>
      </w:r>
      <w:r w:rsidRPr="00020BD0">
        <w:rPr>
          <w:lang w:val="sw-KE"/>
        </w:rPr>
        <w:t xml:space="preserve"> "</w:t>
      </w:r>
      <w:r w:rsidRPr="008234CD">
        <w:rPr>
          <w:rStyle w:val="libBold1Char"/>
          <w:lang w:val="sw-KE"/>
        </w:rPr>
        <w:t>Hakika yeye ni bwana</w:t>
      </w:r>
      <w:r w:rsidRPr="00020BD0">
        <w:rPr>
          <w:lang w:val="sw-KE"/>
        </w:rPr>
        <w:t>."</w:t>
      </w:r>
    </w:p>
    <w:p w:rsidR="008234CD" w:rsidRDefault="008234CD">
      <w:pPr>
        <w:ind w:firstLine="0"/>
        <w:jc w:val="left"/>
        <w:rPr>
          <w:sz w:val="24"/>
          <w:lang w:val="sw-KE"/>
        </w:rPr>
      </w:pPr>
      <w:r>
        <w:rPr>
          <w:lang w:val="sw-KE"/>
        </w:rPr>
        <w:br w:type="page"/>
      </w:r>
    </w:p>
    <w:p w:rsidR="008234CD" w:rsidRPr="008234CD" w:rsidRDefault="008234CD" w:rsidP="008234CD">
      <w:pPr>
        <w:pStyle w:val="Heading1Center"/>
        <w:rPr>
          <w:lang w:val="sw-KE"/>
        </w:rPr>
      </w:pPr>
      <w:bookmarkStart w:id="15" w:name="_Toc28694391"/>
      <w:r w:rsidRPr="008234CD">
        <w:rPr>
          <w:lang w:val="sw-KE"/>
        </w:rPr>
        <w:lastRenderedPageBreak/>
        <w:t>MASOMO YA KI-ISLAM</w:t>
      </w:r>
      <w:bookmarkEnd w:id="15"/>
    </w:p>
    <w:p w:rsidR="008234CD" w:rsidRDefault="008234CD" w:rsidP="008234CD">
      <w:pPr>
        <w:pStyle w:val="Heading2Center"/>
        <w:rPr>
          <w:lang w:val="sw-KE"/>
        </w:rPr>
      </w:pPr>
      <w:bookmarkStart w:id="16" w:name="_Toc28694392"/>
      <w:r w:rsidRPr="008234CD">
        <w:rPr>
          <w:lang w:val="sw-KE"/>
        </w:rPr>
        <w:t>KITABU CHAPILI</w:t>
      </w:r>
      <w:bookmarkEnd w:id="16"/>
    </w:p>
    <w:p w:rsidR="00020BD0" w:rsidRPr="00020BD0" w:rsidRDefault="008234CD" w:rsidP="008234CD">
      <w:pPr>
        <w:pStyle w:val="Heading3Center"/>
        <w:rPr>
          <w:lang w:val="sw-KE"/>
        </w:rPr>
      </w:pPr>
      <w:bookmarkStart w:id="17" w:name="_Toc28694393"/>
      <w:r w:rsidRPr="00020BD0">
        <w:rPr>
          <w:lang w:val="sw-KE"/>
        </w:rPr>
        <w:t>4. SOMO LA NNE</w:t>
      </w:r>
      <w:bookmarkEnd w:id="17"/>
    </w:p>
    <w:p w:rsidR="00020BD0" w:rsidRPr="00020BD0" w:rsidRDefault="00020BD0" w:rsidP="008234CD">
      <w:pPr>
        <w:pStyle w:val="Heading3"/>
        <w:rPr>
          <w:lang w:val="sw-KE"/>
        </w:rPr>
      </w:pPr>
      <w:bookmarkStart w:id="18" w:name="_Toc28694394"/>
      <w:r w:rsidRPr="00020BD0">
        <w:rPr>
          <w:lang w:val="sw-KE"/>
        </w:rPr>
        <w:t>IMAMU</w:t>
      </w:r>
      <w:r w:rsidR="00CB3490">
        <w:rPr>
          <w:lang w:val="sw-KE"/>
        </w:rPr>
        <w:t xml:space="preserve"> </w:t>
      </w:r>
      <w:r w:rsidRPr="00020BD0">
        <w:rPr>
          <w:lang w:val="sw-KE"/>
        </w:rPr>
        <w:t>WA</w:t>
      </w:r>
      <w:r w:rsidR="00CB3490">
        <w:rPr>
          <w:lang w:val="sw-KE"/>
        </w:rPr>
        <w:t xml:space="preserve"> </w:t>
      </w:r>
      <w:r w:rsidRPr="00020BD0">
        <w:rPr>
          <w:lang w:val="sw-KE"/>
        </w:rPr>
        <w:t>TATU</w:t>
      </w:r>
      <w:bookmarkEnd w:id="18"/>
    </w:p>
    <w:p w:rsidR="00020BD0" w:rsidRPr="00020BD0" w:rsidRDefault="00020BD0" w:rsidP="00020BD0">
      <w:pPr>
        <w:pStyle w:val="libNormal"/>
        <w:jc w:val="both"/>
        <w:rPr>
          <w:lang w:val="sw-KE"/>
        </w:rPr>
      </w:pPr>
      <w:r w:rsidRPr="00020BD0">
        <w:rPr>
          <w:lang w:val="sw-KE"/>
        </w:rPr>
        <w:t>Naye ni Hus</w:t>
      </w:r>
      <w:r w:rsidR="00CB3490">
        <w:rPr>
          <w:lang w:val="sw-KE"/>
        </w:rPr>
        <w:t xml:space="preserve">sein bin Ali bin Abi Talib </w:t>
      </w:r>
      <w:r w:rsidR="00CB3490" w:rsidRPr="00CB3490">
        <w:rPr>
          <w:rStyle w:val="libFootnotenumChar"/>
          <w:lang w:val="sw-KE"/>
        </w:rPr>
        <w:t>(a.s</w:t>
      </w:r>
      <w:r w:rsidRPr="00CB3490">
        <w:rPr>
          <w:rStyle w:val="libFootnotenumChar"/>
          <w:lang w:val="sw-KE"/>
        </w:rPr>
        <w:t>)</w:t>
      </w:r>
      <w:r w:rsidRPr="00020BD0">
        <w:rPr>
          <w:lang w:val="sw-KE"/>
        </w:rPr>
        <w:t>, na mama yake ni Bibi F</w:t>
      </w:r>
      <w:r w:rsidR="00CB3490">
        <w:rPr>
          <w:lang w:val="sw-KE"/>
        </w:rPr>
        <w:t xml:space="preserve">atima, binti yake Mtume </w:t>
      </w:r>
      <w:r w:rsidR="00CB3490" w:rsidRPr="00CB3490">
        <w:rPr>
          <w:rStyle w:val="libBold1Char"/>
          <w:lang w:val="sw-KE"/>
        </w:rPr>
        <w:t>(s.aw.w</w:t>
      </w:r>
      <w:r w:rsidRPr="00CB3490">
        <w:rPr>
          <w:rStyle w:val="libBold1Char"/>
          <w:lang w:val="sw-KE"/>
        </w:rPr>
        <w:t>)</w:t>
      </w:r>
      <w:r w:rsidRPr="00020BD0">
        <w:rPr>
          <w:lang w:val="sw-KE"/>
        </w:rPr>
        <w:t xml:space="preserve">, na yeye ni mjukuu wa Mtume </w:t>
      </w:r>
      <w:r w:rsidRPr="005C5FC2">
        <w:rPr>
          <w:rStyle w:val="libBold1Char"/>
          <w:lang w:val="sw-KE"/>
        </w:rPr>
        <w:t>(s.a.w.w)</w:t>
      </w:r>
      <w:r w:rsidRPr="00020BD0">
        <w:rPr>
          <w:lang w:val="sw-KE"/>
        </w:rPr>
        <w:t xml:space="preserve">, ni wa tatu katika Makhalifa, na ni baba wa maimamu tisa baada yake, na ni Imam wa watu baada </w:t>
      </w:r>
      <w:r w:rsidR="00CB3490">
        <w:rPr>
          <w:lang w:val="sw-KE"/>
        </w:rPr>
        <w:t xml:space="preserve">ya kaka yake (Imam Hassan) </w:t>
      </w:r>
      <w:r w:rsidR="00CB3490" w:rsidRPr="00CB3490">
        <w:rPr>
          <w:rStyle w:val="libFootnotenumChar"/>
          <w:lang w:val="sw-KE"/>
        </w:rPr>
        <w:t>(a.s</w:t>
      </w:r>
      <w:r w:rsidRPr="00CB3490">
        <w:rPr>
          <w:rStyle w:val="libFootnotenumChar"/>
          <w:lang w:val="sw-KE"/>
        </w:rPr>
        <w:t>)</w:t>
      </w:r>
      <w:r w:rsidRPr="00020BD0">
        <w:rPr>
          <w:lang w:val="sw-KE"/>
        </w:rPr>
        <w:t>.</w:t>
      </w:r>
    </w:p>
    <w:p w:rsidR="00020BD0" w:rsidRPr="00020BD0" w:rsidRDefault="00020BD0" w:rsidP="00020BD0">
      <w:pPr>
        <w:pStyle w:val="libNormal"/>
        <w:jc w:val="both"/>
        <w:rPr>
          <w:lang w:val="sw-KE"/>
        </w:rPr>
      </w:pPr>
      <w:r w:rsidRPr="00020BD0">
        <w:rPr>
          <w:lang w:val="sw-KE"/>
        </w:rPr>
        <w:t>Kazaliwa Madina Munawwara, mwezi tatu Shaaban, mwaka wa nne wa Hijiria.</w:t>
      </w:r>
    </w:p>
    <w:p w:rsidR="00020BD0" w:rsidRPr="00020BD0" w:rsidRDefault="00020BD0" w:rsidP="007736AE">
      <w:pPr>
        <w:pStyle w:val="libNormal"/>
        <w:jc w:val="both"/>
        <w:rPr>
          <w:lang w:val="sw-KE"/>
        </w:rPr>
      </w:pPr>
      <w:r w:rsidRPr="00020BD0">
        <w:rPr>
          <w:lang w:val="sw-KE"/>
        </w:rPr>
        <w:t>Kauwawa hali ya kudhulumiwa kwa upanga katika hali ya kiu, katika mapigano ya Ashura</w:t>
      </w:r>
      <w:r w:rsidR="00A670A3" w:rsidRPr="007736AE">
        <w:rPr>
          <w:rStyle w:val="libFootnotenumChar"/>
          <w:lang w:val="sw-KE"/>
        </w:rPr>
        <w:footnoteReference w:id="6"/>
      </w:r>
      <w:r w:rsidR="007736AE">
        <w:rPr>
          <w:lang w:val="sw-KE"/>
        </w:rPr>
        <w:t xml:space="preserve"> </w:t>
      </w:r>
      <w:r w:rsidRPr="00020BD0">
        <w:rPr>
          <w:lang w:val="sw-KE"/>
        </w:rPr>
        <w:t>yaliyoko mashuhuri, siku ya Ijumaa, mwezi kumi mfungo nne mwaka wa sitini na moja wa Hijiria, na akasimamia mambo ya mazishi yake baada ya siku tatu mto</w:t>
      </w:r>
      <w:r w:rsidR="007736AE">
        <w:rPr>
          <w:lang w:val="sw-KE"/>
        </w:rPr>
        <w:t xml:space="preserve">to wake Ali Zainul Abediin </w:t>
      </w:r>
      <w:r w:rsidR="007736AE" w:rsidRPr="007736AE">
        <w:rPr>
          <w:rStyle w:val="libFootnotenumChar"/>
          <w:lang w:val="sw-KE"/>
        </w:rPr>
        <w:t>(a.s</w:t>
      </w:r>
      <w:r w:rsidRPr="007736AE">
        <w:rPr>
          <w:rStyle w:val="libFootnotenumChar"/>
          <w:lang w:val="sw-KE"/>
        </w:rPr>
        <w:t>)</w:t>
      </w:r>
      <w:r w:rsidRPr="00020BD0">
        <w:rPr>
          <w:lang w:val="sw-KE"/>
        </w:rPr>
        <w:t>, akamzika mahala lilipo kaburi lake sasa katika mji wa Karbala Mtakatifu.</w:t>
      </w:r>
    </w:p>
    <w:p w:rsidR="00020BD0" w:rsidRPr="00020BD0" w:rsidRDefault="00020BD0" w:rsidP="00020BD0">
      <w:pPr>
        <w:pStyle w:val="libNormal"/>
        <w:jc w:val="both"/>
        <w:rPr>
          <w:lang w:val="sw-KE"/>
        </w:rPr>
      </w:pPr>
      <w:r w:rsidRPr="00020BD0">
        <w:rPr>
          <w:lang w:val="sw-KE"/>
        </w:rPr>
        <w:t xml:space="preserve">Fadhila zake hazitajiki. Yeye ni manukato ya Mtume </w:t>
      </w:r>
      <w:r w:rsidRPr="007736AE">
        <w:rPr>
          <w:rStyle w:val="libBold1Char"/>
          <w:lang w:val="sw-KE"/>
        </w:rPr>
        <w:t>(s.a.w.w.w)</w:t>
      </w:r>
      <w:r w:rsidRPr="00020BD0">
        <w:rPr>
          <w:lang w:val="sw-KE"/>
        </w:rPr>
        <w:t xml:space="preserve">, kama alivyo sema Mtume </w:t>
      </w:r>
      <w:r w:rsidRPr="007736AE">
        <w:rPr>
          <w:rStyle w:val="libBold1Char"/>
          <w:lang w:val="sw-KE"/>
        </w:rPr>
        <w:t>(s.a.w.w)</w:t>
      </w:r>
      <w:r w:rsidRPr="00020BD0">
        <w:rPr>
          <w:lang w:val="sw-KE"/>
        </w:rPr>
        <w:t xml:space="preserve"> kwa yeye na kwa kaka yake Imam Hassan </w:t>
      </w:r>
      <w:r w:rsidRPr="007736AE">
        <w:rPr>
          <w:rStyle w:val="libFootnotenumChar"/>
          <w:lang w:val="sw-KE"/>
        </w:rPr>
        <w:t>(a.s)</w:t>
      </w:r>
      <w:r w:rsidRPr="00020BD0">
        <w:rPr>
          <w:lang w:val="sw-KE"/>
        </w:rPr>
        <w:t>: "Wao ni manukato yangu duniani".</w:t>
      </w:r>
    </w:p>
    <w:p w:rsidR="00020BD0" w:rsidRPr="00020BD0" w:rsidRDefault="007736AE" w:rsidP="00020BD0">
      <w:pPr>
        <w:pStyle w:val="libNormal"/>
        <w:jc w:val="both"/>
        <w:rPr>
          <w:lang w:val="sw-KE"/>
        </w:rPr>
      </w:pPr>
      <w:r>
        <w:rPr>
          <w:lang w:val="sw-KE"/>
        </w:rPr>
        <w:t xml:space="preserve">Na akasema Mtume </w:t>
      </w:r>
      <w:r w:rsidRPr="0040596C">
        <w:rPr>
          <w:rStyle w:val="libBold1Char"/>
          <w:lang w:val="sw-KE"/>
        </w:rPr>
        <w:t>(s.a</w:t>
      </w:r>
      <w:r w:rsidR="0040596C" w:rsidRPr="0040596C">
        <w:rPr>
          <w:rStyle w:val="libBold1Char"/>
          <w:lang w:val="sw-KE"/>
        </w:rPr>
        <w:t>.</w:t>
      </w:r>
      <w:r w:rsidRPr="0040596C">
        <w:rPr>
          <w:rStyle w:val="libBold1Char"/>
          <w:lang w:val="sw-KE"/>
        </w:rPr>
        <w:t>w.w</w:t>
      </w:r>
      <w:r w:rsidR="00020BD0" w:rsidRPr="0040596C">
        <w:rPr>
          <w:rStyle w:val="libBold1Char"/>
          <w:lang w:val="sw-KE"/>
        </w:rPr>
        <w:t>)</w:t>
      </w:r>
      <w:r w:rsidR="00020BD0" w:rsidRPr="00020BD0">
        <w:rPr>
          <w:lang w:val="sw-KE"/>
        </w:rPr>
        <w:t>: "</w:t>
      </w:r>
      <w:r w:rsidR="00020BD0" w:rsidRPr="0040596C">
        <w:rPr>
          <w:rStyle w:val="libBold1Char"/>
          <w:lang w:val="sw-KE"/>
        </w:rPr>
        <w:t>Hussein ni katika mimi na mimi ni katika Hussein</w:t>
      </w:r>
      <w:r w:rsidR="00020BD0" w:rsidRPr="00020BD0">
        <w:rPr>
          <w:lang w:val="sw-KE"/>
        </w:rPr>
        <w:t>." Pia akasema: "</w:t>
      </w:r>
      <w:r w:rsidR="00020BD0" w:rsidRPr="0040596C">
        <w:rPr>
          <w:rStyle w:val="libBold1Char"/>
          <w:lang w:val="sw-KE"/>
        </w:rPr>
        <w:t>Hassan na Hussein ni maimamu ijapokuwa wamesimama au wamekaa</w:t>
      </w:r>
      <w:r w:rsidR="00020BD0" w:rsidRPr="00020BD0">
        <w:rPr>
          <w:lang w:val="sw-KE"/>
        </w:rPr>
        <w:t>."</w:t>
      </w:r>
    </w:p>
    <w:p w:rsidR="00020BD0" w:rsidRPr="00020BD0" w:rsidRDefault="00020BD0" w:rsidP="00020BD0">
      <w:pPr>
        <w:pStyle w:val="libNormal"/>
        <w:jc w:val="both"/>
        <w:rPr>
          <w:lang w:val="sw-KE"/>
        </w:rPr>
      </w:pPr>
      <w:r w:rsidRPr="00020BD0">
        <w:rPr>
          <w:lang w:val="sw-KE"/>
        </w:rPr>
        <w:t xml:space="preserve">Alikuwa mjua mno na mwabudu mno, alikuwa anasali kila usiku elfu rakaa kama baba yake Amirul muuminiin Ali </w:t>
      </w:r>
      <w:r w:rsidRPr="0040596C">
        <w:rPr>
          <w:rStyle w:val="libFootnotenumChar"/>
          <w:lang w:val="sw-KE"/>
        </w:rPr>
        <w:t>(a.s)</w:t>
      </w:r>
      <w:r w:rsidRPr="00020BD0">
        <w:rPr>
          <w:lang w:val="sw-KE"/>
        </w:rPr>
        <w:t>.</w:t>
      </w:r>
    </w:p>
    <w:p w:rsidR="00020BD0" w:rsidRPr="00020BD0" w:rsidRDefault="00020BD0" w:rsidP="00020BD0">
      <w:pPr>
        <w:pStyle w:val="libNormal"/>
        <w:jc w:val="both"/>
        <w:rPr>
          <w:lang w:val="sw-KE"/>
        </w:rPr>
      </w:pPr>
      <w:r w:rsidRPr="00020BD0">
        <w:rPr>
          <w:lang w:val="sw-KE"/>
        </w:rPr>
        <w:t>Alikuwa anabeba siku nyingi mifuko ya vyakula kuwapelekea mafakiri, mpaka ikaonekana alama ya mizigo baada ya kuuwawa kwake; na alikuwa mkarimu, mpole na alikuwa anaghadhibika anapoona mtu akifanya kinyume cha sheria ya kiislamu.</w:t>
      </w:r>
    </w:p>
    <w:p w:rsidR="00020BD0" w:rsidRPr="00020BD0" w:rsidRDefault="00020BD0" w:rsidP="0040596C">
      <w:pPr>
        <w:pStyle w:val="libNormal"/>
        <w:jc w:val="both"/>
        <w:rPr>
          <w:lang w:val="sw-KE"/>
        </w:rPr>
      </w:pPr>
      <w:r w:rsidRPr="00020BD0">
        <w:rPr>
          <w:lang w:val="sw-KE"/>
        </w:rPr>
        <w:t>Na katika ukarimu wake kuwa Mwarabu mmoja alimkusudia kwa kutaka haja yake. Akamfany</w:t>
      </w:r>
      <w:r w:rsidR="0040596C">
        <w:rPr>
          <w:lang w:val="sw-KE"/>
        </w:rPr>
        <w:t xml:space="preserve">ia mashairi (nashidi), akasema: </w:t>
      </w:r>
      <w:r w:rsidRPr="00020BD0">
        <w:rPr>
          <w:lang w:val="sw-KE"/>
        </w:rPr>
        <w:t>"</w:t>
      </w:r>
      <w:r w:rsidRPr="0040596C">
        <w:rPr>
          <w:rStyle w:val="libBold1Char"/>
          <w:lang w:val="sw-KE"/>
        </w:rPr>
        <w:t>Hakurudi utupu ambaye akakutumai na akakusudia mlangoni kwako</w:t>
      </w:r>
      <w:r w:rsidRPr="00020BD0">
        <w:rPr>
          <w:lang w:val="sw-KE"/>
        </w:rPr>
        <w:t>."</w:t>
      </w:r>
    </w:p>
    <w:p w:rsidR="00020BD0" w:rsidRPr="00020BD0" w:rsidRDefault="00020BD0" w:rsidP="00020BD0">
      <w:pPr>
        <w:pStyle w:val="libNormal"/>
        <w:jc w:val="both"/>
        <w:rPr>
          <w:lang w:val="sw-KE"/>
        </w:rPr>
      </w:pPr>
      <w:r w:rsidRPr="00020BD0">
        <w:rPr>
          <w:lang w:val="sw-KE"/>
        </w:rPr>
        <w:t>"Wewe ni mkarimu na wewe mwenye kutegemewa: baba yako alikuwa muuwaji wa fasiki (wale wanaomwasi Mwenyezi Mungu)."</w:t>
      </w:r>
    </w:p>
    <w:p w:rsidR="00020BD0" w:rsidRPr="00020BD0" w:rsidRDefault="00020BD0" w:rsidP="00020BD0">
      <w:pPr>
        <w:pStyle w:val="libNormal"/>
        <w:jc w:val="both"/>
        <w:rPr>
          <w:lang w:val="sw-KE"/>
        </w:rPr>
      </w:pPr>
      <w:r w:rsidRPr="00020BD0">
        <w:rPr>
          <w:lang w:val="sw-KE"/>
        </w:rPr>
        <w:t>"Lau si ambayo imekuwa kutoka kwa wazee wenu, ingalitufunika moto wa Jahannam."</w:t>
      </w:r>
    </w:p>
    <w:p w:rsidR="00020BD0" w:rsidRPr="00020BD0" w:rsidRDefault="0040596C" w:rsidP="00020BD0">
      <w:pPr>
        <w:pStyle w:val="libNormal"/>
        <w:jc w:val="both"/>
        <w:rPr>
          <w:lang w:val="sw-KE"/>
        </w:rPr>
      </w:pPr>
      <w:r>
        <w:rPr>
          <w:lang w:val="sw-KE"/>
        </w:rPr>
        <w:t xml:space="preserve">Imam Hussein </w:t>
      </w:r>
      <w:r w:rsidRPr="0040596C">
        <w:rPr>
          <w:rStyle w:val="libFootnotenumChar"/>
          <w:lang w:val="sw-KE"/>
        </w:rPr>
        <w:t>(a.s</w:t>
      </w:r>
      <w:r w:rsidR="00020BD0" w:rsidRPr="0040596C">
        <w:rPr>
          <w:rStyle w:val="libFootnotenumChar"/>
          <w:lang w:val="sw-KE"/>
        </w:rPr>
        <w:t>)</w:t>
      </w:r>
      <w:r w:rsidR="00020BD0" w:rsidRPr="00020BD0">
        <w:rPr>
          <w:lang w:val="sw-KE"/>
        </w:rPr>
        <w:t xml:space="preserve"> aliposikia nashid hii akampa dinari elfu nne, na pia akamtaka msamaha kwamashairi haya:-</w:t>
      </w:r>
    </w:p>
    <w:p w:rsidR="00020BD0" w:rsidRPr="00020BD0" w:rsidRDefault="00020BD0" w:rsidP="00020BD0">
      <w:pPr>
        <w:pStyle w:val="libNormal"/>
        <w:jc w:val="both"/>
        <w:rPr>
          <w:lang w:val="sw-KE"/>
        </w:rPr>
      </w:pPr>
      <w:r w:rsidRPr="00020BD0">
        <w:rPr>
          <w:lang w:val="sw-KE"/>
        </w:rPr>
        <w:t>"Chukua hizi, mimi kwako ninataka msamaha, jua kuwa mimi ni mwenye huruma kwako.</w:t>
      </w:r>
    </w:p>
    <w:p w:rsidR="00020BD0" w:rsidRPr="00020BD0" w:rsidRDefault="00020BD0" w:rsidP="00020BD0">
      <w:pPr>
        <w:pStyle w:val="libNormal"/>
        <w:jc w:val="both"/>
        <w:rPr>
          <w:lang w:val="sw-KE"/>
        </w:rPr>
      </w:pPr>
      <w:r w:rsidRPr="00020BD0">
        <w:rPr>
          <w:lang w:val="sw-KE"/>
        </w:rPr>
        <w:t>"Lau tungalikuwa na fimbo katika mwenendo wetu wa mapema yangalikuwa mawingu yetu juu yako yenye kunywesha (kama ungalikuwa utawala wa dola ya Islamu mkononi mwetu, tungalikusaidia zaidi).</w:t>
      </w:r>
    </w:p>
    <w:p w:rsidR="00020BD0" w:rsidRPr="00020BD0" w:rsidRDefault="00020BD0" w:rsidP="00020BD0">
      <w:pPr>
        <w:pStyle w:val="libNormal"/>
        <w:jc w:val="both"/>
        <w:rPr>
          <w:lang w:val="sw-KE"/>
        </w:rPr>
      </w:pPr>
      <w:r w:rsidRPr="00020BD0">
        <w:rPr>
          <w:lang w:val="sw-KE"/>
        </w:rPr>
        <w:t>"Lakini khadaa ya zama ina migeuzo, na kitanga changu ni kichache cha nafaka (matumizi)."</w:t>
      </w:r>
    </w:p>
    <w:p w:rsidR="00020BD0" w:rsidRPr="00020BD0" w:rsidRDefault="0040596C" w:rsidP="00020BD0">
      <w:pPr>
        <w:pStyle w:val="libNormal"/>
        <w:jc w:val="both"/>
        <w:rPr>
          <w:lang w:val="sw-KE"/>
        </w:rPr>
      </w:pPr>
      <w:r>
        <w:rPr>
          <w:lang w:val="sw-KE"/>
        </w:rPr>
        <w:lastRenderedPageBreak/>
        <w:t xml:space="preserve">Akahisha </w:t>
      </w:r>
      <w:r w:rsidRPr="0040596C">
        <w:rPr>
          <w:rStyle w:val="libFootnotenumChar"/>
          <w:lang w:val="sw-KE"/>
        </w:rPr>
        <w:t>(a.s</w:t>
      </w:r>
      <w:r w:rsidR="00020BD0" w:rsidRPr="0040596C">
        <w:rPr>
          <w:rStyle w:val="libFootnotenumChar"/>
          <w:lang w:val="sw-KE"/>
        </w:rPr>
        <w:t>)</w:t>
      </w:r>
      <w:r w:rsidR="00020BD0" w:rsidRPr="00020BD0">
        <w:rPr>
          <w:lang w:val="sw-KE"/>
        </w:rPr>
        <w:t xml:space="preserve"> kwa msimamo wake wa ushujaa (ambao hapana mfano ulimwenguni) sharia za Ki-Islamu na dini ya baba yake Rasulullah </w:t>
      </w:r>
      <w:r w:rsidR="00020BD0" w:rsidRPr="0040596C">
        <w:rPr>
          <w:rStyle w:val="libBold1Char"/>
          <w:lang w:val="sw-KE"/>
        </w:rPr>
        <w:t>(s.a.w.w)</w:t>
      </w:r>
      <w:r w:rsidR="00020BD0" w:rsidRPr="00020BD0">
        <w:rPr>
          <w:lang w:val="sw-KE"/>
        </w:rPr>
        <w:t>, kamwe kuhuisha ulimwengu mzima mpaka siku ya kiyama.</w:t>
      </w:r>
    </w:p>
    <w:p w:rsidR="0040596C" w:rsidRDefault="00020BD0" w:rsidP="00020BD0">
      <w:pPr>
        <w:pStyle w:val="libNormal"/>
        <w:jc w:val="both"/>
        <w:rPr>
          <w:lang w:val="sw-KE"/>
        </w:rPr>
      </w:pPr>
      <w:r w:rsidRPr="00020BD0">
        <w:rPr>
          <w:lang w:val="sw-KE"/>
        </w:rPr>
        <w:t>Yeye ni bwana wa mashahidi na mbora mno baada ya kakaye.</w:t>
      </w:r>
    </w:p>
    <w:p w:rsidR="0040596C" w:rsidRDefault="0040596C">
      <w:pPr>
        <w:ind w:firstLine="0"/>
        <w:jc w:val="left"/>
        <w:rPr>
          <w:sz w:val="24"/>
          <w:lang w:val="sw-KE"/>
        </w:rPr>
      </w:pPr>
      <w:r>
        <w:rPr>
          <w:lang w:val="sw-KE"/>
        </w:rPr>
        <w:br w:type="page"/>
      </w:r>
    </w:p>
    <w:p w:rsidR="0040596C" w:rsidRPr="0040596C" w:rsidRDefault="0040596C" w:rsidP="0040596C">
      <w:pPr>
        <w:pStyle w:val="Heading1Center"/>
        <w:rPr>
          <w:lang w:val="sw-KE"/>
        </w:rPr>
      </w:pPr>
      <w:bookmarkStart w:id="19" w:name="_Toc28694395"/>
      <w:r w:rsidRPr="0040596C">
        <w:rPr>
          <w:lang w:val="sw-KE"/>
        </w:rPr>
        <w:lastRenderedPageBreak/>
        <w:t>MASOMO YA KI-ISLAM</w:t>
      </w:r>
      <w:bookmarkEnd w:id="19"/>
    </w:p>
    <w:p w:rsidR="00020BD0" w:rsidRPr="00020BD0" w:rsidRDefault="0040596C" w:rsidP="0040596C">
      <w:pPr>
        <w:pStyle w:val="Heading2Center"/>
        <w:rPr>
          <w:lang w:val="sw-KE"/>
        </w:rPr>
      </w:pPr>
      <w:bookmarkStart w:id="20" w:name="_Toc28694396"/>
      <w:r w:rsidRPr="0040596C">
        <w:rPr>
          <w:lang w:val="sw-KE"/>
        </w:rPr>
        <w:t>KITABU CHAPILI</w:t>
      </w:r>
      <w:bookmarkEnd w:id="20"/>
    </w:p>
    <w:p w:rsidR="00020BD0" w:rsidRPr="00020BD0" w:rsidRDefault="0040596C" w:rsidP="0040596C">
      <w:pPr>
        <w:pStyle w:val="Heading3Center"/>
        <w:rPr>
          <w:lang w:val="sw-KE"/>
        </w:rPr>
      </w:pPr>
      <w:bookmarkStart w:id="21" w:name="_Toc28694397"/>
      <w:r w:rsidRPr="00020BD0">
        <w:rPr>
          <w:lang w:val="sw-KE"/>
        </w:rPr>
        <w:t>5. SOMO LA TANO</w:t>
      </w:r>
      <w:bookmarkEnd w:id="21"/>
    </w:p>
    <w:p w:rsidR="00020BD0" w:rsidRPr="00020BD0" w:rsidRDefault="00020BD0" w:rsidP="0040596C">
      <w:pPr>
        <w:pStyle w:val="Heading3"/>
        <w:rPr>
          <w:lang w:val="sw-KE"/>
        </w:rPr>
      </w:pPr>
      <w:bookmarkStart w:id="22" w:name="_Toc28694398"/>
      <w:r w:rsidRPr="00020BD0">
        <w:rPr>
          <w:lang w:val="sw-KE"/>
        </w:rPr>
        <w:t>IMAMU WA NNE</w:t>
      </w:r>
      <w:bookmarkEnd w:id="22"/>
    </w:p>
    <w:p w:rsidR="00020BD0" w:rsidRPr="00020BD0" w:rsidRDefault="00020BD0" w:rsidP="00020BD0">
      <w:pPr>
        <w:pStyle w:val="libNormal"/>
        <w:jc w:val="both"/>
        <w:rPr>
          <w:lang w:val="sw-KE"/>
        </w:rPr>
      </w:pPr>
      <w:r w:rsidRPr="00020BD0">
        <w:rPr>
          <w:lang w:val="sw-KE"/>
        </w:rPr>
        <w:t>Na</w:t>
      </w:r>
      <w:r w:rsidR="0040596C">
        <w:rPr>
          <w:lang w:val="sw-KE"/>
        </w:rPr>
        <w:t xml:space="preserve">ye ni Imam Ali bin Hussein </w:t>
      </w:r>
      <w:r w:rsidR="0040596C" w:rsidRPr="0040596C">
        <w:rPr>
          <w:rStyle w:val="libFootnotenumChar"/>
          <w:lang w:val="sw-KE"/>
        </w:rPr>
        <w:t>(a.s</w:t>
      </w:r>
      <w:r w:rsidRPr="0040596C">
        <w:rPr>
          <w:rStyle w:val="libFootnotenumChar"/>
          <w:lang w:val="sw-KE"/>
        </w:rPr>
        <w:t>)</w:t>
      </w:r>
      <w:r w:rsidRPr="00020BD0">
        <w:rPr>
          <w:lang w:val="sw-KE"/>
        </w:rPr>
        <w:t>, na mama yake Shah Zanan, binti ya Mfalme Yazdajurd. (ShahZanan-Mfalme wa wanawake). Bibi huyo tena anaitwa "Shahr Bano" (Bibi wa Mji). Imam huyu kazaliwa Madina Munnawwara, nusu ya mwezi wa mfungo nane, mwaka thelathini n</w:t>
      </w:r>
      <w:r w:rsidR="00276E2D">
        <w:rPr>
          <w:lang w:val="sw-KE"/>
        </w:rPr>
        <w:t xml:space="preserve">a sita, siku aliyoteka Ali </w:t>
      </w:r>
      <w:r w:rsidR="00276E2D" w:rsidRPr="00276E2D">
        <w:rPr>
          <w:rStyle w:val="libFootnotenumChar"/>
          <w:lang w:val="sw-KE"/>
        </w:rPr>
        <w:t>(a.s</w:t>
      </w:r>
      <w:r w:rsidRPr="00276E2D">
        <w:rPr>
          <w:rStyle w:val="libFootnotenumChar"/>
          <w:lang w:val="sw-KE"/>
        </w:rPr>
        <w:t>)</w:t>
      </w:r>
      <w:r w:rsidRPr="00020BD0">
        <w:rPr>
          <w:lang w:val="sw-KE"/>
        </w:rPr>
        <w:t xml:space="preserve"> Basra. Na kafa hali ya kupewa sumu siku ya Jumamosi, mwezi ishirini na tano, mfungo nne, mwaka wa tisini na tano wa Hijiria. Na umri wake mtukufu ni miaka khamsin na saba. Kazikwa Bakii, mji wa Madina.</w:t>
      </w:r>
    </w:p>
    <w:p w:rsidR="00020BD0" w:rsidRPr="00020BD0" w:rsidRDefault="00020BD0" w:rsidP="00020BD0">
      <w:pPr>
        <w:pStyle w:val="libNormal"/>
        <w:jc w:val="both"/>
        <w:rPr>
          <w:lang w:val="sw-KE"/>
        </w:rPr>
      </w:pPr>
      <w:r w:rsidRPr="00020BD0">
        <w:rPr>
          <w:lang w:val="sw-KE"/>
        </w:rPr>
        <w:t>Alikuwa bila ya mfano katika elimu, na ibada na fadhila, na uchamungu, na kuwasaidia waliopata shida.</w:t>
      </w:r>
      <w:r w:rsidR="00276E2D">
        <w:rPr>
          <w:lang w:val="sw-KE"/>
        </w:rPr>
        <w:t xml:space="preserve"> Na wamepokea kutoka kwake </w:t>
      </w:r>
      <w:r w:rsidR="00276E2D" w:rsidRPr="00276E2D">
        <w:rPr>
          <w:rStyle w:val="libFootnotenumChar"/>
          <w:lang w:val="sw-KE"/>
        </w:rPr>
        <w:t>(a.s</w:t>
      </w:r>
      <w:r w:rsidRPr="00276E2D">
        <w:rPr>
          <w:rStyle w:val="libFootnotenumChar"/>
          <w:lang w:val="sw-KE"/>
        </w:rPr>
        <w:t>)</w:t>
      </w:r>
      <w:r w:rsidRPr="00020BD0">
        <w:rPr>
          <w:lang w:val="sw-KE"/>
        </w:rPr>
        <w:t xml:space="preserve"> wanachuoni wengi, na yamehifadhiwa kutokana kwake mawaidha, na uradi na Historia na mengineyo.</w:t>
      </w:r>
    </w:p>
    <w:p w:rsidR="00020BD0" w:rsidRPr="00020BD0" w:rsidRDefault="00020BD0" w:rsidP="00020BD0">
      <w:pPr>
        <w:pStyle w:val="libNormal"/>
        <w:jc w:val="both"/>
        <w:rPr>
          <w:lang w:val="sw-KE"/>
        </w:rPr>
      </w:pPr>
      <w:r w:rsidRPr="00020BD0">
        <w:rPr>
          <w:lang w:val="sw-KE"/>
        </w:rPr>
        <w:t>Alikuwa anatoka usiku anachukua mifuko ndani yake zimo dinari na dirhamu; na wakati mwingine akibeba vyakula au kuni, hata akifika majumba ya masikini na hugonga mlango, kisha huwapa alichonacho. Alikuwa akiuficha uso wake kwa sababu wasimjue masikini. Zama alipokufa ndipo walimjua kuwa yeye ndiye mchukuaji mifuko ya mapesa na vyakula.</w:t>
      </w:r>
    </w:p>
    <w:p w:rsidR="00020BD0" w:rsidRPr="00020BD0" w:rsidRDefault="00020BD0" w:rsidP="00020BD0">
      <w:pPr>
        <w:pStyle w:val="libNormal"/>
        <w:jc w:val="both"/>
        <w:rPr>
          <w:lang w:val="sw-KE"/>
        </w:rPr>
      </w:pPr>
      <w:r w:rsidRPr="00020BD0">
        <w:rPr>
          <w:lang w:val="sw-KE"/>
        </w:rPr>
        <w:t>Alikuwa anapendeza mno kula nao masikini na viwete na mayatima. Alikuwa mzuri mno wa tabia, alikuwa akiwaita kila mwezi watumishi wake na huwaambia:- "Akiwa yeyote katika nyie anayetaka kuolewa nitamwozesha au kumwuza nitamwuza, au kumwacha huru nitamwacha huru." Alikuwa anasema anapomjia mtu kutaka msaada: "Marahaba kwa mwenye kufikisha akiba yangu akhera."</w:t>
      </w:r>
    </w:p>
    <w:p w:rsidR="00020BD0" w:rsidRPr="00020BD0" w:rsidRDefault="00020BD0" w:rsidP="00020BD0">
      <w:pPr>
        <w:pStyle w:val="libNormal"/>
        <w:jc w:val="both"/>
        <w:rPr>
          <w:lang w:val="sw-KE"/>
        </w:rPr>
      </w:pPr>
      <w:r w:rsidRPr="00020BD0">
        <w:rPr>
          <w:lang w:val="sw-KE"/>
        </w:rPr>
        <w:t>Na katika uchamungu wake, alikuwa anasali mchana na usiku elfu rakaa</w:t>
      </w:r>
      <w:r w:rsidR="00276E2D" w:rsidRPr="00276E2D">
        <w:rPr>
          <w:rStyle w:val="libFootnotenumChar"/>
          <w:lang w:val="sw-KE"/>
        </w:rPr>
        <w:footnoteReference w:id="7"/>
      </w:r>
      <w:r w:rsidRPr="00020BD0">
        <w:rPr>
          <w:lang w:val="sw-KE"/>
        </w:rPr>
        <w:t>; na utapoingia wakati wa sala hutetemeka mwili wake, na hugeuka uso wake rangi ya njano, na kiwiliwili chake hutetemeka kama kuti. Na alikuwa anaitwa "DHUTH-THAFANATI" yaani mwenye magome. Na sababu yake kuwa kwa wingi wa kusujudu yakamtokea magome katika paa lauso, na vitanga vya mikono na magotini na katika vidole gumba. Kila miezi sita yakikatwa magome haya.</w:t>
      </w:r>
    </w:p>
    <w:p w:rsidR="00020BD0" w:rsidRPr="00020BD0" w:rsidRDefault="00020BD0" w:rsidP="00020BD0">
      <w:pPr>
        <w:pStyle w:val="libNormal"/>
        <w:jc w:val="both"/>
        <w:rPr>
          <w:lang w:val="sw-KE"/>
        </w:rPr>
      </w:pPr>
      <w:r w:rsidRPr="00020BD0">
        <w:rPr>
          <w:lang w:val="sw-KE"/>
        </w:rPr>
        <w:t>Na alikuwa kila anapomkumbuka Mwenyezi Mungu na neema zake, husujudu, na kila anaposoma aya yenye sijida, husujudu, na kila anapomaliza swala ya faradhi husujudu na huitwa As-Sajaad (yaani mwenye kusujudu sana).</w:t>
      </w:r>
    </w:p>
    <w:p w:rsidR="00020BD0" w:rsidRPr="00020BD0" w:rsidRDefault="00020BD0" w:rsidP="00020BD0">
      <w:pPr>
        <w:pStyle w:val="libNormal"/>
        <w:jc w:val="both"/>
        <w:rPr>
          <w:lang w:val="sw-KE"/>
        </w:rPr>
      </w:pPr>
      <w:r w:rsidRPr="00020BD0">
        <w:rPr>
          <w:lang w:val="sw-KE"/>
        </w:rPr>
        <w:t>Na wakati ule walikuwa wakisema "Hatukumwona Mquraish mbora kuliko yeye."</w:t>
      </w:r>
    </w:p>
    <w:p w:rsidR="00276E2D" w:rsidRDefault="00020BD0" w:rsidP="00276E2D">
      <w:pPr>
        <w:pStyle w:val="libNormal"/>
        <w:jc w:val="both"/>
        <w:rPr>
          <w:rFonts w:hint="cs"/>
          <w:rtl/>
          <w:lang w:val="sw-KE"/>
        </w:rPr>
      </w:pPr>
      <w:r w:rsidRPr="00020BD0">
        <w:rPr>
          <w:lang w:val="sw-KE"/>
        </w:rPr>
        <w:t xml:space="preserve">Na alitukanwa na mtu katika jamaa zake na kusikia yasiyompendeza, naye alikaa kimya. Baada </w:t>
      </w:r>
      <w:r w:rsidR="00276E2D">
        <w:rPr>
          <w:lang w:val="sw-KE"/>
        </w:rPr>
        <w:t xml:space="preserve">ya muda mdogo akaenda Imam </w:t>
      </w:r>
      <w:r w:rsidR="00276E2D" w:rsidRPr="00276E2D">
        <w:rPr>
          <w:rStyle w:val="libFootnotenumChar"/>
          <w:lang w:val="sw-KE"/>
        </w:rPr>
        <w:t>(a.s</w:t>
      </w:r>
      <w:r w:rsidRPr="00276E2D">
        <w:rPr>
          <w:rStyle w:val="libFootnotenumChar"/>
          <w:lang w:val="sw-KE"/>
        </w:rPr>
        <w:t>)</w:t>
      </w:r>
      <w:r w:rsidRPr="00020BD0">
        <w:rPr>
          <w:lang w:val="sw-KE"/>
        </w:rPr>
        <w:t xml:space="preserve"> kwake. </w:t>
      </w:r>
      <w:r w:rsidRPr="00020BD0">
        <w:rPr>
          <w:lang w:val="sw-KE"/>
        </w:rPr>
        <w:lastRenderedPageBreak/>
        <w:t>Wakad</w:t>
      </w:r>
      <w:r w:rsidR="00276E2D">
        <w:rPr>
          <w:lang w:val="sw-KE"/>
        </w:rPr>
        <w:t xml:space="preserve">hani waliokuwepo kuwa Imam </w:t>
      </w:r>
      <w:r w:rsidR="00276E2D" w:rsidRPr="00276E2D">
        <w:rPr>
          <w:rStyle w:val="libFootnotenumChar"/>
          <w:lang w:val="sw-KE"/>
        </w:rPr>
        <w:t>(a.s</w:t>
      </w:r>
      <w:r w:rsidRPr="00276E2D">
        <w:rPr>
          <w:rStyle w:val="libFootnotenumChar"/>
          <w:lang w:val="sw-KE"/>
        </w:rPr>
        <w:t>)</w:t>
      </w:r>
      <w:r w:rsidRPr="00020BD0">
        <w:rPr>
          <w:lang w:val="sw-KE"/>
        </w:rPr>
        <w:t xml:space="preserve"> anataka akamrudishie, sivyo, laa hasha, </w:t>
      </w:r>
      <w:r w:rsidR="00276E2D">
        <w:rPr>
          <w:lang w:val="sw-KE"/>
        </w:rPr>
        <w:t xml:space="preserve">alisoma Imam </w:t>
      </w:r>
      <w:r w:rsidR="00276E2D" w:rsidRPr="00276E2D">
        <w:rPr>
          <w:rStyle w:val="libFootnotenumChar"/>
          <w:lang w:val="sw-KE"/>
        </w:rPr>
        <w:t>(a.s</w:t>
      </w:r>
      <w:r w:rsidRPr="00276E2D">
        <w:rPr>
          <w:rStyle w:val="libFootnotenumChar"/>
          <w:lang w:val="sw-KE"/>
        </w:rPr>
        <w:t>)</w:t>
      </w:r>
      <w:r w:rsidRPr="00020BD0">
        <w:rPr>
          <w:lang w:val="sw-KE"/>
        </w:rPr>
        <w:t xml:space="preserve"> maneno ya Qur-an haya: </w:t>
      </w:r>
    </w:p>
    <w:p w:rsidR="00276E2D" w:rsidRDefault="00276E2D" w:rsidP="00276E2D">
      <w:pPr>
        <w:pStyle w:val="libAie"/>
        <w:rPr>
          <w:lang w:val="sw-KE"/>
        </w:rPr>
      </w:pPr>
      <w:r w:rsidRPr="00276E2D">
        <w:rPr>
          <w:rtl/>
        </w:rPr>
        <w:t xml:space="preserve"> </w:t>
      </w:r>
      <w:r w:rsidRPr="00276E2D">
        <w:rPr>
          <w:rtl/>
          <w:lang w:val="sw-KE"/>
        </w:rPr>
        <w:t xml:space="preserve">وَالْكَاظِمِينَ الْغَيْظَ وَالْعَافِينَ عَنِ النَّاسِ </w:t>
      </w:r>
      <w:r w:rsidRPr="00276E2D">
        <w:rPr>
          <w:rFonts w:hint="cs"/>
          <w:rtl/>
          <w:lang w:val="sw-KE"/>
        </w:rPr>
        <w:t xml:space="preserve"> وَاللَّـهُ يُحِبُّ الْمُحْسِنِينَ ﴿١٣٤﴾</w:t>
      </w:r>
      <w:r w:rsidR="00020BD0" w:rsidRPr="00020BD0">
        <w:rPr>
          <w:lang w:val="sw-KE"/>
        </w:rPr>
        <w:t xml:space="preserve"> </w:t>
      </w:r>
    </w:p>
    <w:p w:rsidR="002B27F1" w:rsidRDefault="002B27F1" w:rsidP="002B27F1">
      <w:pPr>
        <w:pStyle w:val="libNormal"/>
        <w:jc w:val="both"/>
        <w:rPr>
          <w:lang w:val="sw-KE"/>
        </w:rPr>
      </w:pPr>
      <w:r w:rsidRPr="00020BD0">
        <w:rPr>
          <w:lang w:val="sw-KE"/>
        </w:rPr>
        <w:t xml:space="preserve"> </w:t>
      </w:r>
      <w:r w:rsidR="00020BD0" w:rsidRPr="00020BD0">
        <w:rPr>
          <w:lang w:val="sw-KE"/>
        </w:rPr>
        <w:t>Na wavunjao ghadhabu na wanaosamehe watu, na</w:t>
      </w:r>
      <w:r>
        <w:rPr>
          <w:lang w:val="sw-KE"/>
        </w:rPr>
        <w:t xml:space="preserve"> Mungu anawapenda watendao mema</w:t>
      </w:r>
      <w:r w:rsidR="00020BD0" w:rsidRPr="00020BD0">
        <w:rPr>
          <w:lang w:val="sw-KE"/>
        </w:rPr>
        <w:t xml:space="preserve">. </w:t>
      </w:r>
    </w:p>
    <w:p w:rsidR="00020BD0" w:rsidRPr="00020BD0" w:rsidRDefault="00020BD0" w:rsidP="002B27F1">
      <w:pPr>
        <w:pStyle w:val="libNormal"/>
        <w:jc w:val="both"/>
        <w:rPr>
          <w:lang w:val="sw-KE"/>
        </w:rPr>
      </w:pPr>
      <w:r w:rsidRPr="00020BD0">
        <w:rPr>
          <w:lang w:val="sw-KE"/>
        </w:rPr>
        <w:t xml:space="preserve">Kisha Imam </w:t>
      </w:r>
      <w:r w:rsidRPr="002B27F1">
        <w:rPr>
          <w:rStyle w:val="libFootnotenumChar"/>
          <w:lang w:val="sw-KE"/>
        </w:rPr>
        <w:t>(a.s)</w:t>
      </w:r>
      <w:r w:rsidRPr="00020BD0">
        <w:rPr>
          <w:lang w:val="sw-KE"/>
        </w:rPr>
        <w:t xml:space="preserve"> akasema k</w:t>
      </w:r>
      <w:r w:rsidR="002B27F1">
        <w:rPr>
          <w:lang w:val="sw-KE"/>
        </w:rPr>
        <w:t>umw</w:t>
      </w:r>
      <w:r w:rsidRPr="00020BD0">
        <w:rPr>
          <w:lang w:val="sw-KE"/>
        </w:rPr>
        <w:t>a</w:t>
      </w:r>
      <w:r w:rsidR="002B27F1">
        <w:rPr>
          <w:lang w:val="sw-KE"/>
        </w:rPr>
        <w:t>mbia</w:t>
      </w:r>
      <w:r w:rsidRPr="00020BD0">
        <w:rPr>
          <w:lang w:val="sw-KE"/>
        </w:rPr>
        <w:t xml:space="preserve"> yule </w:t>
      </w:r>
      <w:r w:rsidR="002B27F1">
        <w:rPr>
          <w:lang w:val="sw-KE"/>
        </w:rPr>
        <w:t xml:space="preserve">aliye </w:t>
      </w:r>
      <w:r w:rsidRPr="00020BD0">
        <w:rPr>
          <w:lang w:val="sw-KE"/>
        </w:rPr>
        <w:t>tukana: "</w:t>
      </w:r>
      <w:r w:rsidRPr="002B27F1">
        <w:rPr>
          <w:rStyle w:val="libBold1Char"/>
          <w:lang w:val="sw-KE"/>
        </w:rPr>
        <w:t>Ee ndugu yangu! wewe umetushambulia sasa hivi, ukasema uliyoyasema, ikiwa ndivyo ulvyo sema kwangu, basi Mungu anisamehe, na ikiwa ulivyosema sivyo basi Mungu akusamehe</w:t>
      </w:r>
      <w:r w:rsidRPr="00020BD0">
        <w:rPr>
          <w:lang w:val="sw-KE"/>
        </w:rPr>
        <w:t>."</w:t>
      </w:r>
    </w:p>
    <w:p w:rsidR="002B27F1" w:rsidRDefault="002B27F1">
      <w:pPr>
        <w:ind w:firstLine="0"/>
        <w:jc w:val="left"/>
        <w:rPr>
          <w:sz w:val="24"/>
          <w:lang w:val="sw-KE"/>
        </w:rPr>
      </w:pPr>
      <w:r>
        <w:rPr>
          <w:lang w:val="sw-KE"/>
        </w:rPr>
        <w:br w:type="page"/>
      </w:r>
    </w:p>
    <w:p w:rsidR="002B27F1" w:rsidRPr="002B27F1" w:rsidRDefault="002B27F1" w:rsidP="002B27F1">
      <w:pPr>
        <w:pStyle w:val="Heading1Center"/>
        <w:rPr>
          <w:lang w:val="sw-KE"/>
        </w:rPr>
      </w:pPr>
      <w:bookmarkStart w:id="23" w:name="_Toc28694399"/>
      <w:r w:rsidRPr="002B27F1">
        <w:rPr>
          <w:lang w:val="sw-KE"/>
        </w:rPr>
        <w:lastRenderedPageBreak/>
        <w:t>MASOMO YA KI-ISLAM</w:t>
      </w:r>
      <w:bookmarkEnd w:id="23"/>
    </w:p>
    <w:p w:rsidR="00020BD0" w:rsidRPr="00020BD0" w:rsidRDefault="002B27F1" w:rsidP="002B27F1">
      <w:pPr>
        <w:pStyle w:val="Heading2Center"/>
        <w:rPr>
          <w:lang w:val="sw-KE"/>
        </w:rPr>
      </w:pPr>
      <w:bookmarkStart w:id="24" w:name="_Toc28694400"/>
      <w:r w:rsidRPr="002B27F1">
        <w:rPr>
          <w:lang w:val="sw-KE"/>
        </w:rPr>
        <w:t>KITABU CHAPILI</w:t>
      </w:r>
      <w:bookmarkEnd w:id="24"/>
    </w:p>
    <w:p w:rsidR="00020BD0" w:rsidRPr="00020BD0" w:rsidRDefault="002B27F1" w:rsidP="002B27F1">
      <w:pPr>
        <w:pStyle w:val="Heading3Center"/>
        <w:rPr>
          <w:lang w:val="sw-KE"/>
        </w:rPr>
      </w:pPr>
      <w:bookmarkStart w:id="25" w:name="_Toc28694401"/>
      <w:r w:rsidRPr="00020BD0">
        <w:rPr>
          <w:lang w:val="sw-KE"/>
        </w:rPr>
        <w:t>6. SOMO LA SITA</w:t>
      </w:r>
      <w:bookmarkEnd w:id="25"/>
    </w:p>
    <w:p w:rsidR="00020BD0" w:rsidRPr="00020BD0" w:rsidRDefault="00020BD0" w:rsidP="002B27F1">
      <w:pPr>
        <w:pStyle w:val="Heading3"/>
        <w:rPr>
          <w:lang w:val="sw-KE"/>
        </w:rPr>
      </w:pPr>
      <w:bookmarkStart w:id="26" w:name="_Toc28694402"/>
      <w:r w:rsidRPr="00020BD0">
        <w:rPr>
          <w:lang w:val="sw-KE"/>
        </w:rPr>
        <w:t>IMAMU</w:t>
      </w:r>
      <w:r w:rsidR="002B27F1">
        <w:rPr>
          <w:lang w:val="sw-KE"/>
        </w:rPr>
        <w:t xml:space="preserve"> </w:t>
      </w:r>
      <w:r w:rsidRPr="00020BD0">
        <w:rPr>
          <w:lang w:val="sw-KE"/>
        </w:rPr>
        <w:t>WA</w:t>
      </w:r>
      <w:r w:rsidR="002B27F1">
        <w:rPr>
          <w:lang w:val="sw-KE"/>
        </w:rPr>
        <w:t xml:space="preserve"> </w:t>
      </w:r>
      <w:r w:rsidRPr="00020BD0">
        <w:rPr>
          <w:lang w:val="sw-KE"/>
        </w:rPr>
        <w:t>TANO</w:t>
      </w:r>
      <w:bookmarkEnd w:id="26"/>
    </w:p>
    <w:p w:rsidR="00020BD0" w:rsidRPr="00020BD0" w:rsidRDefault="00020BD0" w:rsidP="00020BD0">
      <w:pPr>
        <w:pStyle w:val="libNormal"/>
        <w:jc w:val="both"/>
        <w:rPr>
          <w:lang w:val="sw-KE"/>
        </w:rPr>
      </w:pPr>
      <w:r w:rsidRPr="00020BD0">
        <w:rPr>
          <w:lang w:val="sw-KE"/>
        </w:rPr>
        <w:t>Naye</w:t>
      </w:r>
      <w:r w:rsidR="002B27F1">
        <w:rPr>
          <w:lang w:val="sw-KE"/>
        </w:rPr>
        <w:t xml:space="preserve"> ni Imamu Muhammad Al-Baqir </w:t>
      </w:r>
      <w:r w:rsidR="002B27F1" w:rsidRPr="002B27F1">
        <w:rPr>
          <w:rStyle w:val="libFootnotenumChar"/>
          <w:lang w:val="sw-KE"/>
        </w:rPr>
        <w:t>(a.s</w:t>
      </w:r>
      <w:r w:rsidRPr="002B27F1">
        <w:rPr>
          <w:rStyle w:val="libFootnotenumChar"/>
          <w:lang w:val="sw-KE"/>
        </w:rPr>
        <w:t>)</w:t>
      </w:r>
      <w:r w:rsidRPr="00020BD0">
        <w:rPr>
          <w:lang w:val="sw-KE"/>
        </w:rPr>
        <w:t>. Baba yake ni Imamu Ali Zain</w:t>
      </w:r>
      <w:r w:rsidR="002B27F1">
        <w:rPr>
          <w:lang w:val="sw-KE"/>
        </w:rPr>
        <w:t xml:space="preserve">ul-Abidiin </w:t>
      </w:r>
      <w:r w:rsidR="002B27F1" w:rsidRPr="002B27F1">
        <w:rPr>
          <w:rStyle w:val="libFootnotenumChar"/>
          <w:lang w:val="sw-KE"/>
        </w:rPr>
        <w:t>(a.s</w:t>
      </w:r>
      <w:r w:rsidRPr="002B27F1">
        <w:rPr>
          <w:rStyle w:val="libFootnotenumChar"/>
          <w:lang w:val="sw-KE"/>
        </w:rPr>
        <w:t>)</w:t>
      </w:r>
      <w:r w:rsidRPr="00020BD0">
        <w:rPr>
          <w:lang w:val="sw-KE"/>
        </w:rPr>
        <w:t xml:space="preserve"> na mama yake ni F</w:t>
      </w:r>
      <w:r w:rsidR="002B27F1">
        <w:rPr>
          <w:lang w:val="sw-KE"/>
        </w:rPr>
        <w:t xml:space="preserve">atima binti wa Imam Hassan </w:t>
      </w:r>
      <w:r w:rsidR="002B27F1" w:rsidRPr="002B27F1">
        <w:rPr>
          <w:rStyle w:val="libFootnotenumChar"/>
          <w:lang w:val="sw-KE"/>
        </w:rPr>
        <w:t>(a.s</w:t>
      </w:r>
      <w:r w:rsidRPr="002B27F1">
        <w:rPr>
          <w:rStyle w:val="libFootnotenumChar"/>
          <w:lang w:val="sw-KE"/>
        </w:rPr>
        <w:t>)</w:t>
      </w:r>
      <w:r w:rsidRPr="00020BD0">
        <w:rPr>
          <w:lang w:val="sw-KE"/>
        </w:rPr>
        <w:t>.</w:t>
      </w:r>
    </w:p>
    <w:p w:rsidR="00020BD0" w:rsidRPr="00020BD0" w:rsidRDefault="00020BD0" w:rsidP="00020BD0">
      <w:pPr>
        <w:pStyle w:val="libNormal"/>
        <w:jc w:val="both"/>
        <w:rPr>
          <w:lang w:val="sw-KE"/>
        </w:rPr>
      </w:pPr>
      <w:r w:rsidRPr="00020BD0">
        <w:rPr>
          <w:lang w:val="sw-KE"/>
        </w:rPr>
        <w:t>Kazaliwa siku ya Jumatatu mwezi wa mfungo kumi, mwaka wa khamsini na saba.</w:t>
      </w:r>
    </w:p>
    <w:p w:rsidR="00020BD0" w:rsidRPr="00020BD0" w:rsidRDefault="00020BD0" w:rsidP="00020BD0">
      <w:pPr>
        <w:pStyle w:val="libNormal"/>
        <w:jc w:val="both"/>
        <w:rPr>
          <w:lang w:val="sw-KE"/>
        </w:rPr>
      </w:pPr>
      <w:r w:rsidRPr="00020BD0">
        <w:rPr>
          <w:lang w:val="sw-KE"/>
        </w:rPr>
        <w:t>Baba yake alikuwa mjukuu</w:t>
      </w:r>
      <w:r w:rsidR="002B27F1">
        <w:rPr>
          <w:lang w:val="sw-KE"/>
        </w:rPr>
        <w:t xml:space="preserve"> wa Imam Ali bin Abi Talib </w:t>
      </w:r>
      <w:r w:rsidR="002B27F1" w:rsidRPr="002B27F1">
        <w:rPr>
          <w:rStyle w:val="libFootnotenumChar"/>
          <w:lang w:val="sw-KE"/>
        </w:rPr>
        <w:t>(a.s</w:t>
      </w:r>
      <w:r w:rsidRPr="002B27F1">
        <w:rPr>
          <w:rStyle w:val="libFootnotenumChar"/>
          <w:lang w:val="sw-KE"/>
        </w:rPr>
        <w:t>)</w:t>
      </w:r>
      <w:r w:rsidRPr="00020BD0">
        <w:rPr>
          <w:lang w:val="sw-KE"/>
        </w:rPr>
        <w:t>, na vile vile mama yake alikuwa mjukuu wa Imamu Ali</w:t>
      </w:r>
      <w:r w:rsidR="002B27F1">
        <w:rPr>
          <w:lang w:val="sw-KE"/>
        </w:rPr>
        <w:t xml:space="preserve"> bin Abi Talib </w:t>
      </w:r>
      <w:r w:rsidR="002B27F1" w:rsidRPr="002B27F1">
        <w:rPr>
          <w:rStyle w:val="libFootnotenumChar"/>
          <w:lang w:val="sw-KE"/>
        </w:rPr>
        <w:t>(a.s</w:t>
      </w:r>
      <w:r w:rsidRPr="002B27F1">
        <w:rPr>
          <w:rStyle w:val="libFootnotenumChar"/>
          <w:lang w:val="sw-KE"/>
        </w:rPr>
        <w:t>)</w:t>
      </w:r>
      <w:r w:rsidR="002B27F1">
        <w:rPr>
          <w:lang w:val="sw-KE"/>
        </w:rPr>
        <w:t xml:space="preserve"> </w:t>
      </w:r>
      <w:r w:rsidRPr="00020BD0">
        <w:rPr>
          <w:lang w:val="sw-KE"/>
        </w:rPr>
        <w:t>Kwa hiyo, yeye alikuwa mtu wa kwanza aliyekuwa kijukuu</w:t>
      </w:r>
      <w:r w:rsidR="002B27F1">
        <w:rPr>
          <w:lang w:val="sw-KE"/>
        </w:rPr>
        <w:t xml:space="preserve"> wa Imam Ali bin Abi Talib </w:t>
      </w:r>
      <w:r w:rsidR="002B27F1" w:rsidRPr="00151DF1">
        <w:rPr>
          <w:rStyle w:val="libFootnotenumChar"/>
          <w:lang w:val="sw-KE"/>
        </w:rPr>
        <w:t>(a.s</w:t>
      </w:r>
      <w:r w:rsidRPr="00151DF1">
        <w:rPr>
          <w:rStyle w:val="libFootnotenumChar"/>
          <w:lang w:val="sw-KE"/>
        </w:rPr>
        <w:t>)</w:t>
      </w:r>
      <w:r w:rsidRPr="00020BD0">
        <w:rPr>
          <w:lang w:val="sw-KE"/>
        </w:rPr>
        <w:t xml:space="preserve"> kwa pande mbili.</w:t>
      </w:r>
    </w:p>
    <w:p w:rsidR="00020BD0" w:rsidRPr="00020BD0" w:rsidRDefault="00020BD0" w:rsidP="00020BD0">
      <w:pPr>
        <w:pStyle w:val="libNormal"/>
        <w:jc w:val="both"/>
        <w:rPr>
          <w:lang w:val="sw-KE"/>
        </w:rPr>
      </w:pPr>
      <w:r w:rsidRPr="00020BD0">
        <w:rPr>
          <w:lang w:val="sw-KE"/>
        </w:rPr>
        <w:t>Alikufa kwa kupewa sumu siku ya Jumatatu, mwezi saba, mfiingo tatu, mwaka wa mia moja na kumi na nne wa Hijiria.</w:t>
      </w:r>
    </w:p>
    <w:p w:rsidR="00020BD0" w:rsidRPr="00020BD0" w:rsidRDefault="00020BD0" w:rsidP="00020BD0">
      <w:pPr>
        <w:pStyle w:val="libNormal"/>
        <w:jc w:val="both"/>
        <w:rPr>
          <w:lang w:val="sw-KE"/>
        </w:rPr>
      </w:pPr>
      <w:r w:rsidRPr="00020BD0">
        <w:rPr>
          <w:lang w:val="sw-KE"/>
        </w:rPr>
        <w:t>Umri wake ni miaka khamsini na saba, kazikwa Bakii-katika Madina Munawwara.</w:t>
      </w:r>
    </w:p>
    <w:p w:rsidR="00020BD0" w:rsidRPr="00020BD0" w:rsidRDefault="00020BD0" w:rsidP="00020BD0">
      <w:pPr>
        <w:pStyle w:val="libNormal"/>
        <w:jc w:val="both"/>
        <w:rPr>
          <w:lang w:val="sw-KE"/>
        </w:rPr>
      </w:pPr>
      <w:r w:rsidRPr="00020BD0">
        <w:rPr>
          <w:lang w:val="sw-KE"/>
        </w:rPr>
        <w:t>Alikuwa mwenye fadhila kubwa na utukufu na ucha Mungu, na alikuwa na Elimu nyingi na upole mwingi, na tabia nzuri, na ibada na unyenyekevu na ukarimu.</w:t>
      </w:r>
    </w:p>
    <w:p w:rsidR="00020BD0" w:rsidRPr="00020BD0" w:rsidRDefault="00020BD0" w:rsidP="00CC4E62">
      <w:pPr>
        <w:pStyle w:val="libNormal"/>
        <w:jc w:val="both"/>
        <w:rPr>
          <w:lang w:val="sw-KE"/>
        </w:rPr>
      </w:pPr>
      <w:r w:rsidRPr="00020BD0">
        <w:rPr>
          <w:lang w:val="sw-KE"/>
        </w:rPr>
        <w:t>Hadithi hii inaonyesha uzuri wa tabia yake: Siku moja, mkr</w:t>
      </w:r>
      <w:r w:rsidR="002B27F1">
        <w:rPr>
          <w:lang w:val="sw-KE"/>
        </w:rPr>
        <w:t xml:space="preserve">isto mmoja akamwambia Imam </w:t>
      </w:r>
      <w:r w:rsidR="002B27F1" w:rsidRPr="002B27F1">
        <w:rPr>
          <w:rStyle w:val="libFootnotenumChar"/>
          <w:lang w:val="sw-KE"/>
        </w:rPr>
        <w:t>(a.s</w:t>
      </w:r>
      <w:r w:rsidRPr="002B27F1">
        <w:rPr>
          <w:rStyle w:val="libFootnotenumChar"/>
          <w:lang w:val="sw-KE"/>
        </w:rPr>
        <w:t>)</w:t>
      </w:r>
      <w:r w:rsidRPr="00020BD0">
        <w:rPr>
          <w:lang w:val="sw-KE"/>
        </w:rPr>
        <w:t>: "Wewe ni ng'ombe." Imam akamjibu: "</w:t>
      </w:r>
      <w:r w:rsidRPr="00CC4E62">
        <w:rPr>
          <w:rStyle w:val="libBold1Char"/>
          <w:lang w:val="sw-KE"/>
        </w:rPr>
        <w:t>Mimi ni Baqir (mchimbua elimu)</w:t>
      </w:r>
      <w:r w:rsidRPr="00020BD0">
        <w:rPr>
          <w:lang w:val="sw-KE"/>
        </w:rPr>
        <w:t>." Mkristo akasema tena:-"Wewe ni mto</w:t>
      </w:r>
      <w:r w:rsidR="002B27F1">
        <w:rPr>
          <w:lang w:val="sw-KE"/>
        </w:rPr>
        <w:t xml:space="preserve">to wampishi." Akasema Imam </w:t>
      </w:r>
      <w:r w:rsidR="002B27F1" w:rsidRPr="002B27F1">
        <w:rPr>
          <w:rStyle w:val="libFootnotenumChar"/>
          <w:lang w:val="sw-KE"/>
        </w:rPr>
        <w:t>(a.s</w:t>
      </w:r>
      <w:r w:rsidRPr="002B27F1">
        <w:rPr>
          <w:rStyle w:val="libFootnotenumChar"/>
          <w:lang w:val="sw-KE"/>
        </w:rPr>
        <w:t>)</w:t>
      </w:r>
      <w:r w:rsidRPr="00020BD0">
        <w:rPr>
          <w:lang w:val="sw-KE"/>
        </w:rPr>
        <w:t xml:space="preserve"> "Hiyo kazi yake." Akamwambia tena:- "Wewe ni mtoto wa mshenzi."</w:t>
      </w:r>
      <w:r w:rsidR="002B27F1">
        <w:rPr>
          <w:lang w:val="sw-KE"/>
        </w:rPr>
        <w:t xml:space="preserve"> Akamjibu Imam </w:t>
      </w:r>
      <w:r w:rsidR="002B27F1" w:rsidRPr="002B27F1">
        <w:rPr>
          <w:rStyle w:val="libFootnotenumChar"/>
          <w:lang w:val="sw-KE"/>
        </w:rPr>
        <w:t>(a.s</w:t>
      </w:r>
      <w:r w:rsidRPr="002B27F1">
        <w:rPr>
          <w:rStyle w:val="libFootnotenumChar"/>
          <w:lang w:val="sw-KE"/>
        </w:rPr>
        <w:t>)</w:t>
      </w:r>
      <w:r w:rsidRPr="00020BD0">
        <w:rPr>
          <w:lang w:val="sw-KE"/>
        </w:rPr>
        <w:t xml:space="preserve"> "</w:t>
      </w:r>
      <w:r w:rsidRPr="00CC4E62">
        <w:rPr>
          <w:rStyle w:val="libBold1Char"/>
          <w:lang w:val="sw-KE"/>
        </w:rPr>
        <w:t>Ikiwa ulivyo sema ni kweli, Mungu amsamehe, na ikiwa ulivyosema ni uongo, basi Mungu akusamehe</w:t>
      </w:r>
      <w:r w:rsidRPr="00020BD0">
        <w:rPr>
          <w:lang w:val="sw-KE"/>
        </w:rPr>
        <w:t>."</w:t>
      </w:r>
    </w:p>
    <w:p w:rsidR="00020BD0" w:rsidRPr="00020BD0" w:rsidRDefault="00020BD0" w:rsidP="00020BD0">
      <w:pPr>
        <w:pStyle w:val="libNormal"/>
        <w:jc w:val="both"/>
        <w:rPr>
          <w:lang w:val="sw-KE"/>
        </w:rPr>
      </w:pPr>
      <w:r w:rsidRPr="00020BD0">
        <w:rPr>
          <w:lang w:val="sw-KE"/>
        </w:rPr>
        <w:t>K</w:t>
      </w:r>
      <w:r w:rsidR="002B27F1">
        <w:rPr>
          <w:lang w:val="sw-KE"/>
        </w:rPr>
        <w:t xml:space="preserve">wa alivyoona upole wa Imam </w:t>
      </w:r>
      <w:r w:rsidR="002B27F1" w:rsidRPr="002B27F1">
        <w:rPr>
          <w:rStyle w:val="libFootnotenumChar"/>
          <w:lang w:val="sw-KE"/>
        </w:rPr>
        <w:t>(a.s</w:t>
      </w:r>
      <w:r w:rsidRPr="002B27F1">
        <w:rPr>
          <w:rStyle w:val="libFootnotenumChar"/>
          <w:lang w:val="sw-KE"/>
        </w:rPr>
        <w:t>)</w:t>
      </w:r>
      <w:r w:rsidRPr="00020BD0">
        <w:rPr>
          <w:lang w:val="sw-KE"/>
        </w:rPr>
        <w:t>, akasilimu mkristo yule hapo hapo.</w:t>
      </w:r>
    </w:p>
    <w:p w:rsidR="00020BD0" w:rsidRPr="00020BD0" w:rsidRDefault="00020BD0" w:rsidP="00020BD0">
      <w:pPr>
        <w:pStyle w:val="libNormal"/>
        <w:jc w:val="both"/>
        <w:rPr>
          <w:lang w:val="sw-KE"/>
        </w:rPr>
      </w:pPr>
      <w:r w:rsidRPr="00020BD0">
        <w:rPr>
          <w:lang w:val="sw-KE"/>
        </w:rPr>
        <w:t xml:space="preserve">Bwana Jabiri bin Abdillah, Sahaba wake Mtume amesema, "Nilikuwa siku moja kwa Mtukufu Mtume </w:t>
      </w:r>
      <w:r w:rsidRPr="002B27F1">
        <w:rPr>
          <w:rStyle w:val="libBold1Char"/>
          <w:lang w:val="sw-KE"/>
        </w:rPr>
        <w:t>(s.a.w.w)</w:t>
      </w:r>
      <w:r w:rsidRPr="00020BD0">
        <w:rPr>
          <w:lang w:val="sw-KE"/>
        </w:rPr>
        <w:t>, huku amempakat</w:t>
      </w:r>
      <w:r w:rsidR="002B27F1">
        <w:rPr>
          <w:lang w:val="sw-KE"/>
        </w:rPr>
        <w:t xml:space="preserve">a mjukuu wake Imam Hussein </w:t>
      </w:r>
      <w:r w:rsidR="002B27F1" w:rsidRPr="002B27F1">
        <w:rPr>
          <w:rStyle w:val="libFootnotenumChar"/>
          <w:lang w:val="sw-KE"/>
        </w:rPr>
        <w:t>(a.s</w:t>
      </w:r>
      <w:r w:rsidRPr="002B27F1">
        <w:rPr>
          <w:rStyle w:val="libFootnotenumChar"/>
          <w:lang w:val="sw-KE"/>
        </w:rPr>
        <w:t>)</w:t>
      </w:r>
      <w:r w:rsidRPr="00020BD0">
        <w:rPr>
          <w:lang w:val="sw-KE"/>
        </w:rPr>
        <w:t xml:space="preserve"> mapajani, anacheza naye. Basi Mtukufu Mtume akamwambia: Ewe Jabir, huyu mwanangu atapata mwana . jina lake litakuwa Ali, ikiwa siku ya Qiyama mwitaji atataja: Asimame Sayyidul Abidiin (Bwana wa wenye ibada). Na huko atasimama Ali bin Hussein. na atamzaa kwa huyo mtoto ataitwa Muhammad, basi ewe Jabir, ukimdiriki nisalimie. Na ukikutana naye basi ujue kuwa hutaishi sana baada ya hapo.</w:t>
      </w:r>
    </w:p>
    <w:p w:rsidR="00020BD0" w:rsidRPr="00020BD0" w:rsidRDefault="00020BD0" w:rsidP="00020BD0">
      <w:pPr>
        <w:pStyle w:val="libNormal"/>
        <w:jc w:val="both"/>
        <w:rPr>
          <w:lang w:val="sw-KE"/>
        </w:rPr>
      </w:pPr>
      <w:r w:rsidRPr="00020BD0">
        <w:rPr>
          <w:lang w:val="sw-KE"/>
        </w:rPr>
        <w:t>Alikuwa bahar ya elimu. Alikuwa anaelezea kila swali analoulizwa pasina kupapasia. Akasema Ibnu Ata Al-Makki: "Sikuona wanachuoni kuwa wadogo mbele ya yeyote isipokuwa akijambel</w:t>
      </w:r>
      <w:r w:rsidR="002B27F1">
        <w:rPr>
          <w:lang w:val="sw-KE"/>
        </w:rPr>
        <w:t xml:space="preserve">e ya Imam Muhammad Al-Bair </w:t>
      </w:r>
      <w:r w:rsidR="002B27F1" w:rsidRPr="000D44B5">
        <w:rPr>
          <w:rStyle w:val="libFootnotenumChar"/>
          <w:lang w:val="sw-KE"/>
        </w:rPr>
        <w:t>(a.s</w:t>
      </w:r>
      <w:r w:rsidRPr="000D44B5">
        <w:rPr>
          <w:rStyle w:val="libFootnotenumChar"/>
          <w:lang w:val="sw-KE"/>
        </w:rPr>
        <w:t>)</w:t>
      </w:r>
      <w:r w:rsidRPr="00020BD0">
        <w:rPr>
          <w:lang w:val="sw-KE"/>
        </w:rPr>
        <w:t>. (Maana yake kuwa mwana chuoni yeyote akifika mbele ya Imam huyu huonekana kuwa anayo elimu ndogo sana). Hakika nimemwona Hakimu bin Utayba (na yeye ana heshima mb</w:t>
      </w:r>
      <w:r w:rsidR="000D44B5">
        <w:rPr>
          <w:lang w:val="sw-KE"/>
        </w:rPr>
        <w:t xml:space="preserve">ele ya watu) mbele ya Imam </w:t>
      </w:r>
      <w:r w:rsidR="000D44B5" w:rsidRPr="000D44B5">
        <w:rPr>
          <w:rStyle w:val="libFootnotenumChar"/>
          <w:lang w:val="sw-KE"/>
        </w:rPr>
        <w:t>(a.s</w:t>
      </w:r>
      <w:r w:rsidRPr="000D44B5">
        <w:rPr>
          <w:rStyle w:val="libFootnotenumChar"/>
          <w:lang w:val="sw-KE"/>
        </w:rPr>
        <w:t>)</w:t>
      </w:r>
      <w:r w:rsidRPr="00020BD0">
        <w:rPr>
          <w:lang w:val="sw-KE"/>
        </w:rPr>
        <w:t xml:space="preserve"> kama mtoto mbele ya mwalimu wake."</w:t>
      </w:r>
    </w:p>
    <w:p w:rsidR="00020BD0" w:rsidRPr="00020BD0" w:rsidRDefault="00020BD0" w:rsidP="000D44B5">
      <w:pPr>
        <w:pStyle w:val="libNormal"/>
        <w:jc w:val="both"/>
        <w:rPr>
          <w:lang w:val="sw-KE"/>
        </w:rPr>
      </w:pPr>
      <w:r w:rsidRPr="00020BD0">
        <w:rPr>
          <w:lang w:val="sw-KE"/>
        </w:rPr>
        <w:t xml:space="preserve">Akasema Muhammad bin Muslim: "Hakikupita moyoni mwangu chochote ila nilimwuliza Imam Muhammad Al-Baqir </w:t>
      </w:r>
      <w:r w:rsidRPr="000D44B5">
        <w:rPr>
          <w:rStyle w:val="libFootnotenumChar"/>
          <w:lang w:val="sw-KE"/>
        </w:rPr>
        <w:t>(</w:t>
      </w:r>
      <w:r w:rsidR="000D44B5" w:rsidRPr="000D44B5">
        <w:rPr>
          <w:rStyle w:val="libFootnotenumChar"/>
          <w:lang w:val="sw-KE"/>
        </w:rPr>
        <w:t>a.s</w:t>
      </w:r>
      <w:r w:rsidRPr="000D44B5">
        <w:rPr>
          <w:rStyle w:val="libFootnotenumChar"/>
          <w:lang w:val="sw-KE"/>
        </w:rPr>
        <w:t>)</w:t>
      </w:r>
      <w:r w:rsidRPr="00020BD0">
        <w:rPr>
          <w:lang w:val="sw-KE"/>
        </w:rPr>
        <w:t>. mpaka nilimwuliza thelathini elfu hadithi."</w:t>
      </w:r>
    </w:p>
    <w:p w:rsidR="00020BD0" w:rsidRPr="00020BD0" w:rsidRDefault="001B472E" w:rsidP="00020BD0">
      <w:pPr>
        <w:pStyle w:val="libNormal"/>
        <w:jc w:val="both"/>
        <w:rPr>
          <w:lang w:val="sw-KE"/>
        </w:rPr>
      </w:pPr>
      <w:r>
        <w:rPr>
          <w:lang w:val="sw-KE"/>
        </w:rPr>
        <w:lastRenderedPageBreak/>
        <w:t xml:space="preserve">Alikuwa Imam </w:t>
      </w:r>
      <w:r w:rsidRPr="008206D4">
        <w:rPr>
          <w:rStyle w:val="libFootnotenumChar"/>
          <w:lang w:val="sw-KE"/>
        </w:rPr>
        <w:t>(a.s</w:t>
      </w:r>
      <w:r w:rsidR="00020BD0" w:rsidRPr="008206D4">
        <w:rPr>
          <w:rStyle w:val="libFootnotenumChar"/>
          <w:lang w:val="sw-KE"/>
        </w:rPr>
        <w:t>)</w:t>
      </w:r>
      <w:r w:rsidR="00020BD0" w:rsidRPr="00020BD0">
        <w:rPr>
          <w:lang w:val="sw-KE"/>
        </w:rPr>
        <w:t xml:space="preserve"> anamkumbuka Mwenyezi Mungu daima, hata akasema mwanawe Imamu Jaafar Sadique </w:t>
      </w:r>
      <w:r w:rsidR="00020BD0" w:rsidRPr="008206D4">
        <w:rPr>
          <w:rStyle w:val="libFootnotenumChar"/>
          <w:lang w:val="sw-KE"/>
        </w:rPr>
        <w:t>(a.s</w:t>
      </w:r>
      <w:r w:rsidRPr="008206D4">
        <w:rPr>
          <w:rStyle w:val="libFootnotenumChar"/>
          <w:lang w:val="sw-KE"/>
        </w:rPr>
        <w:t>)</w:t>
      </w:r>
      <w:r>
        <w:rPr>
          <w:lang w:val="sw-KE"/>
        </w:rPr>
        <w:t>:</w:t>
      </w:r>
      <w:r w:rsidR="00020BD0" w:rsidRPr="00020BD0">
        <w:rPr>
          <w:lang w:val="sw-KE"/>
        </w:rPr>
        <w:t xml:space="preserve"> "Baba yangu alikuwa mwingi wa dhikiri, nilikuwa ninakwenda nayeye, na yeye anadhikiri Mungu, na alikuwa anazungumza na watu, na hali ile ile haachi kumkumbuka Mwenyezi Mungu, na alikuwa anasali tahajjudi</w:t>
      </w:r>
      <w:r w:rsidR="008206D4" w:rsidRPr="00CC4E62">
        <w:rPr>
          <w:rStyle w:val="libFootnotenumChar"/>
          <w:lang w:val="sw-KE"/>
        </w:rPr>
        <w:footnoteReference w:id="8"/>
      </w:r>
      <w:r w:rsidR="00020BD0" w:rsidRPr="00020BD0">
        <w:rPr>
          <w:lang w:val="sw-KE"/>
        </w:rPr>
        <w:t xml:space="preserve"> kwa kirefu, na alikuwa mwingi wa ibada, alikuwa analia sana kwa mapenzi ya Mungu."</w:t>
      </w:r>
    </w:p>
    <w:p w:rsidR="008206D4" w:rsidRDefault="008206D4">
      <w:pPr>
        <w:ind w:firstLine="0"/>
        <w:jc w:val="left"/>
        <w:rPr>
          <w:sz w:val="24"/>
          <w:lang w:val="sw-KE"/>
        </w:rPr>
      </w:pPr>
      <w:r>
        <w:rPr>
          <w:lang w:val="sw-KE"/>
        </w:rPr>
        <w:br w:type="page"/>
      </w:r>
    </w:p>
    <w:p w:rsidR="008206D4" w:rsidRPr="008206D4" w:rsidRDefault="008206D4" w:rsidP="008206D4">
      <w:pPr>
        <w:pStyle w:val="Heading1Center"/>
        <w:rPr>
          <w:lang w:val="sw-KE"/>
        </w:rPr>
      </w:pPr>
      <w:bookmarkStart w:id="27" w:name="_Toc28694403"/>
      <w:r w:rsidRPr="008206D4">
        <w:rPr>
          <w:lang w:val="sw-KE"/>
        </w:rPr>
        <w:lastRenderedPageBreak/>
        <w:t>MASOMO YA KI-ISLAM</w:t>
      </w:r>
      <w:bookmarkEnd w:id="27"/>
    </w:p>
    <w:p w:rsidR="00020BD0" w:rsidRPr="00020BD0" w:rsidRDefault="008206D4" w:rsidP="008206D4">
      <w:pPr>
        <w:pStyle w:val="Heading2Center"/>
        <w:rPr>
          <w:lang w:val="sw-KE"/>
        </w:rPr>
      </w:pPr>
      <w:bookmarkStart w:id="28" w:name="_Toc28694404"/>
      <w:r w:rsidRPr="008206D4">
        <w:rPr>
          <w:lang w:val="sw-KE"/>
        </w:rPr>
        <w:t>KITABU CHAPILI</w:t>
      </w:r>
      <w:bookmarkEnd w:id="28"/>
    </w:p>
    <w:p w:rsidR="00020BD0" w:rsidRPr="00020BD0" w:rsidRDefault="008206D4" w:rsidP="008206D4">
      <w:pPr>
        <w:pStyle w:val="Heading3Center"/>
        <w:rPr>
          <w:lang w:val="sw-KE"/>
        </w:rPr>
      </w:pPr>
      <w:bookmarkStart w:id="29" w:name="_Toc28694405"/>
      <w:r w:rsidRPr="00020BD0">
        <w:rPr>
          <w:lang w:val="sw-KE"/>
        </w:rPr>
        <w:t>7. SOMO LA SABA</w:t>
      </w:r>
      <w:bookmarkEnd w:id="29"/>
    </w:p>
    <w:p w:rsidR="00020BD0" w:rsidRPr="00020BD0" w:rsidRDefault="00020BD0" w:rsidP="008206D4">
      <w:pPr>
        <w:pStyle w:val="Heading3"/>
        <w:rPr>
          <w:lang w:val="sw-KE"/>
        </w:rPr>
      </w:pPr>
      <w:bookmarkStart w:id="30" w:name="_Toc28694406"/>
      <w:r w:rsidRPr="00020BD0">
        <w:rPr>
          <w:lang w:val="sw-KE"/>
        </w:rPr>
        <w:t>IMAMU WA SITA</w:t>
      </w:r>
      <w:bookmarkEnd w:id="30"/>
    </w:p>
    <w:p w:rsidR="00020BD0" w:rsidRPr="00020BD0" w:rsidRDefault="00020BD0" w:rsidP="00020BD0">
      <w:pPr>
        <w:pStyle w:val="libNormal"/>
        <w:jc w:val="both"/>
        <w:rPr>
          <w:lang w:val="sw-KE"/>
        </w:rPr>
      </w:pPr>
      <w:r w:rsidRPr="00020BD0">
        <w:rPr>
          <w:lang w:val="sw-KE"/>
        </w:rPr>
        <w:t>Yeye ni Jaafar bin Muhammad, As-</w:t>
      </w:r>
      <w:r w:rsidR="007C1743">
        <w:rPr>
          <w:lang w:val="sw-KE"/>
        </w:rPr>
        <w:t xml:space="preserve">Sadiq </w:t>
      </w:r>
      <w:r w:rsidR="007C1743" w:rsidRPr="007C1743">
        <w:rPr>
          <w:rStyle w:val="libFootnotenumChar"/>
          <w:lang w:val="sw-KE"/>
        </w:rPr>
        <w:t>(a.s</w:t>
      </w:r>
      <w:r w:rsidRPr="007C1743">
        <w:rPr>
          <w:rStyle w:val="libFootnotenumChar"/>
          <w:lang w:val="sw-KE"/>
        </w:rPr>
        <w:t>)</w:t>
      </w:r>
      <w:r w:rsidRPr="00020BD0">
        <w:rPr>
          <w:lang w:val="sw-KE"/>
        </w:rPr>
        <w:t>, mama yake ni Fatima (Na jina lake lingine ni Farwah).</w:t>
      </w:r>
    </w:p>
    <w:p w:rsidR="00020BD0" w:rsidRPr="00020BD0" w:rsidRDefault="007C1743" w:rsidP="00020BD0">
      <w:pPr>
        <w:pStyle w:val="libNormal"/>
        <w:jc w:val="both"/>
        <w:rPr>
          <w:lang w:val="sw-KE"/>
        </w:rPr>
      </w:pPr>
      <w:r>
        <w:rPr>
          <w:lang w:val="sw-KE"/>
        </w:rPr>
        <w:t xml:space="preserve">Kazaliwa Imam </w:t>
      </w:r>
      <w:r w:rsidRPr="007C1743">
        <w:rPr>
          <w:rStyle w:val="libFootnotenumChar"/>
          <w:lang w:val="sw-KE"/>
        </w:rPr>
        <w:t>(a.s</w:t>
      </w:r>
      <w:r w:rsidR="00020BD0" w:rsidRPr="007C1743">
        <w:rPr>
          <w:rStyle w:val="libFootnotenumChar"/>
          <w:lang w:val="sw-KE"/>
        </w:rPr>
        <w:t>)</w:t>
      </w:r>
      <w:r w:rsidR="00020BD0" w:rsidRPr="00020BD0">
        <w:rPr>
          <w:lang w:val="sw-KE"/>
        </w:rPr>
        <w:t xml:space="preserve"> Madina, siku ya Jumatatu, mwezi kumi na saba, mfungo sita. </w:t>
      </w:r>
      <w:r>
        <w:rPr>
          <w:lang w:val="sw-KE"/>
        </w:rPr>
        <w:t xml:space="preserve">siku alipozaliwa Mtume </w:t>
      </w:r>
      <w:r w:rsidRPr="007C1743">
        <w:rPr>
          <w:rStyle w:val="libBold1Char"/>
          <w:lang w:val="sw-KE"/>
        </w:rPr>
        <w:t>(s.a.w.w</w:t>
      </w:r>
      <w:r w:rsidR="00020BD0" w:rsidRPr="007C1743">
        <w:rPr>
          <w:rStyle w:val="libBold1Char"/>
          <w:lang w:val="sw-KE"/>
        </w:rPr>
        <w:t>)</w:t>
      </w:r>
      <w:r w:rsidR="00020BD0" w:rsidRPr="00020BD0">
        <w:rPr>
          <w:lang w:val="sw-KE"/>
        </w:rPr>
        <w:t>, mwaka wa thamanini na tatu Hijiria.</w:t>
      </w:r>
    </w:p>
    <w:p w:rsidR="00020BD0" w:rsidRPr="00020BD0" w:rsidRDefault="00020BD0" w:rsidP="00020BD0">
      <w:pPr>
        <w:pStyle w:val="libNormal"/>
        <w:jc w:val="both"/>
        <w:rPr>
          <w:lang w:val="sw-KE"/>
        </w:rPr>
      </w:pPr>
      <w:r w:rsidRPr="00020BD0">
        <w:rPr>
          <w:lang w:val="sw-KE"/>
        </w:rPr>
        <w:t>Amekufa kwa kupewa sumu, siku ya ishirini na tano, mfungo mosi, mwaka wa mia moja na arobaini na nane. Ulikuwa umri wake miaka sitini na tano.</w:t>
      </w:r>
    </w:p>
    <w:p w:rsidR="00020BD0" w:rsidRPr="00020BD0" w:rsidRDefault="007C1743" w:rsidP="00020BD0">
      <w:pPr>
        <w:pStyle w:val="libNormal"/>
        <w:jc w:val="both"/>
        <w:rPr>
          <w:lang w:val="sw-KE"/>
        </w:rPr>
      </w:pPr>
      <w:r>
        <w:rPr>
          <w:lang w:val="sw-KE"/>
        </w:rPr>
        <w:t xml:space="preserve">Alikuwa Imam </w:t>
      </w:r>
      <w:r w:rsidRPr="007C1743">
        <w:rPr>
          <w:rStyle w:val="libFootnotenumChar"/>
          <w:lang w:val="sw-KE"/>
        </w:rPr>
        <w:t>(a.s</w:t>
      </w:r>
      <w:r w:rsidR="00020BD0" w:rsidRPr="007C1743">
        <w:rPr>
          <w:rStyle w:val="libFootnotenumChar"/>
          <w:lang w:val="sw-KE"/>
        </w:rPr>
        <w:t>)</w:t>
      </w:r>
      <w:r w:rsidR="00020BD0" w:rsidRPr="00020BD0">
        <w:rPr>
          <w:lang w:val="sw-KE"/>
        </w:rPr>
        <w:t xml:space="preserve"> ana elimu na ubora na hekima, na ujuzi wa sheria, na uchamungu. na ukweli na uadilifu na ubwana na ukuu na ukarimu, na ushujaa, na mambo mengine matukufu yasiyo hifadhika.</w:t>
      </w:r>
    </w:p>
    <w:p w:rsidR="00020BD0" w:rsidRPr="00020BD0" w:rsidRDefault="008A56E6" w:rsidP="00020BD0">
      <w:pPr>
        <w:pStyle w:val="libNormal"/>
        <w:jc w:val="both"/>
        <w:rPr>
          <w:lang w:val="sw-KE"/>
        </w:rPr>
      </w:pPr>
      <w:r>
        <w:rPr>
          <w:lang w:val="sw-KE"/>
        </w:rPr>
        <w:t>Akasema Al-Mufid:</w:t>
      </w:r>
      <w:r w:rsidR="00020BD0" w:rsidRPr="00020BD0">
        <w:rPr>
          <w:lang w:val="sw-KE"/>
        </w:rPr>
        <w:t xml:space="preserve"> "Hawakuchukua wanachuoni kwa yeyote katika ahlul-bayt kama waliyonakili kwake, wala hajakutana na yeyote katika wanachuoni wa hadithi na historia aliye eneza elimu kuliko Imam Jaafar As-Sadiq</w:t>
      </w:r>
      <w:r w:rsidR="007C1743">
        <w:rPr>
          <w:lang w:val="sw-KE"/>
        </w:rPr>
        <w:t xml:space="preserve">ue </w:t>
      </w:r>
      <w:r w:rsidR="007C1743" w:rsidRPr="007C1743">
        <w:rPr>
          <w:rStyle w:val="libFootnotenumChar"/>
          <w:lang w:val="sw-KE"/>
        </w:rPr>
        <w:t>(a.s</w:t>
      </w:r>
      <w:r w:rsidR="00020BD0" w:rsidRPr="007C1743">
        <w:rPr>
          <w:rStyle w:val="libFootnotenumChar"/>
          <w:lang w:val="sw-KE"/>
        </w:rPr>
        <w:t>)</w:t>
      </w:r>
      <w:r w:rsidR="00020BD0" w:rsidRPr="00020BD0">
        <w:rPr>
          <w:lang w:val="sw-KE"/>
        </w:rPr>
        <w:t>.</w:t>
      </w:r>
    </w:p>
    <w:p w:rsidR="00020BD0" w:rsidRPr="00020BD0" w:rsidRDefault="00020BD0" w:rsidP="00020BD0">
      <w:pPr>
        <w:pStyle w:val="libNormal"/>
        <w:jc w:val="both"/>
        <w:rPr>
          <w:lang w:val="sw-KE"/>
        </w:rPr>
      </w:pPr>
      <w:r w:rsidRPr="00020BD0">
        <w:rPr>
          <w:lang w:val="sw-KE"/>
        </w:rPr>
        <w:t>Hakika wamekusanya majina ya watu waliopokea elimu kwake yeye (watu waaminifu na wenye imani mbalimbali , walikuwa watu elfu nne.Abu Hanifa, kiongozi wa Masuni, alikuwa mmoja wapo.</w:t>
      </w:r>
    </w:p>
    <w:p w:rsidR="00020BD0" w:rsidRPr="00020BD0" w:rsidRDefault="00020BD0" w:rsidP="00020BD0">
      <w:pPr>
        <w:pStyle w:val="libNormal"/>
        <w:jc w:val="both"/>
        <w:rPr>
          <w:lang w:val="sw-KE"/>
        </w:rPr>
      </w:pPr>
      <w:r w:rsidRPr="00020BD0">
        <w:rPr>
          <w:lang w:val="sw-KE"/>
        </w:rPr>
        <w:t>Na kwa sababu ya uchamungu wake, alikuwa anakula siki na mafuta na akivaa khanzu nzito si nzuri sana. Na pengine nguo zake zilikuwa na viraka.</w:t>
      </w:r>
    </w:p>
    <w:p w:rsidR="00020BD0" w:rsidRPr="00020BD0" w:rsidRDefault="00020BD0" w:rsidP="00020BD0">
      <w:pPr>
        <w:pStyle w:val="libNormal"/>
        <w:jc w:val="both"/>
        <w:rPr>
          <w:lang w:val="sw-KE"/>
        </w:rPr>
      </w:pPr>
      <w:r w:rsidRPr="00020BD0">
        <w:rPr>
          <w:lang w:val="sw-KE"/>
        </w:rPr>
        <w:t>Alikuwa anafanya kazi mwenyewe bustanini mwake. Na pengine alikuwa anaghumiwa katika ibada ya Mwenyezi Mungu.</w:t>
      </w:r>
    </w:p>
    <w:p w:rsidR="00020BD0" w:rsidRPr="00020BD0" w:rsidRDefault="00020BD0" w:rsidP="00020BD0">
      <w:pPr>
        <w:pStyle w:val="libNormal"/>
        <w:jc w:val="both"/>
        <w:rPr>
          <w:lang w:val="sw-KE"/>
        </w:rPr>
      </w:pPr>
      <w:r w:rsidRPr="00020BD0">
        <w:rPr>
          <w:lang w:val="sw-KE"/>
        </w:rPr>
        <w:t>Usiku mmoja Rashidi akampelekea mtu kumwita. Akasema mtumishi wake, "Nilikwenda kwake, nilimkuta katika chumba cha faragha, yamevurugika mashavu yake kwa udongo, kwa unyenyekevu,</w:t>
      </w:r>
    </w:p>
    <w:p w:rsidR="00020BD0" w:rsidRPr="00020BD0" w:rsidRDefault="00020BD0" w:rsidP="00020BD0">
      <w:pPr>
        <w:pStyle w:val="libNormal"/>
        <w:jc w:val="both"/>
        <w:rPr>
          <w:lang w:val="sw-KE"/>
        </w:rPr>
      </w:pPr>
      <w:r w:rsidRPr="00020BD0">
        <w:rPr>
          <w:lang w:val="sw-KE"/>
        </w:rPr>
        <w:t>anamwomba Mwenyezi Mungu huku akiinua mikono yake, pana alama ya mchanga usoni mwake na mashavuni mwake.</w:t>
      </w:r>
    </w:p>
    <w:p w:rsidR="00020BD0" w:rsidRPr="00020BD0" w:rsidRDefault="007C1743" w:rsidP="00020BD0">
      <w:pPr>
        <w:pStyle w:val="libNormal"/>
        <w:jc w:val="both"/>
        <w:rPr>
          <w:lang w:val="sw-KE"/>
        </w:rPr>
      </w:pPr>
      <w:r>
        <w:rPr>
          <w:lang w:val="sw-KE"/>
        </w:rPr>
        <w:t xml:space="preserve">Alikuwa Imam </w:t>
      </w:r>
      <w:r w:rsidRPr="007C1743">
        <w:rPr>
          <w:rStyle w:val="libFootnotenumChar"/>
          <w:lang w:val="sw-KE"/>
        </w:rPr>
        <w:t>(a.s</w:t>
      </w:r>
      <w:r w:rsidR="00020BD0" w:rsidRPr="007C1743">
        <w:rPr>
          <w:rStyle w:val="libFootnotenumChar"/>
          <w:lang w:val="sw-KE"/>
        </w:rPr>
        <w:t>)</w:t>
      </w:r>
      <w:r w:rsidR="00020BD0" w:rsidRPr="00020BD0">
        <w:rPr>
          <w:lang w:val="sw-KE"/>
        </w:rPr>
        <w:t xml:space="preserve"> mwingi wa kutoa sadaka, mzuri kwa tabia, mlainifu kwa maneno, mzuri kwa kikazi na kushirikiana naye.</w:t>
      </w:r>
    </w:p>
    <w:p w:rsidR="00020BD0" w:rsidRPr="00020BD0" w:rsidRDefault="007C1743" w:rsidP="00020BD0">
      <w:pPr>
        <w:pStyle w:val="libNormal"/>
        <w:jc w:val="both"/>
        <w:rPr>
          <w:lang w:val="sw-KE"/>
        </w:rPr>
      </w:pPr>
      <w:r>
        <w:rPr>
          <w:lang w:val="sw-KE"/>
        </w:rPr>
        <w:t xml:space="preserve">Siku moja Imam </w:t>
      </w:r>
      <w:r w:rsidRPr="00151DF1">
        <w:rPr>
          <w:rStyle w:val="libFootnotenumChar"/>
          <w:lang w:val="sw-KE" w:bidi="fa-IR"/>
        </w:rPr>
        <w:t>(a.s</w:t>
      </w:r>
      <w:r w:rsidR="00020BD0" w:rsidRPr="00151DF1">
        <w:rPr>
          <w:rStyle w:val="libFootnotenumChar"/>
          <w:lang w:val="sw-KE" w:bidi="fa-IR"/>
        </w:rPr>
        <w:t>)</w:t>
      </w:r>
      <w:r w:rsidR="00020BD0" w:rsidRPr="00020BD0">
        <w:rPr>
          <w:lang w:val="sw-KE"/>
        </w:rPr>
        <w:t xml:space="preserve"> alimwita mtumwa wake aitwae Musaadifu, akampa dinari elfu moja na akamwambia ajitayarishe kwa safari ya kwenda Misri kwa biashara. Kwani watu wa nyumbani wamezidi kuwa wengi, na nilazima kutafuta njia ya maisha.</w:t>
      </w:r>
    </w:p>
    <w:p w:rsidR="00020BD0" w:rsidRPr="00020BD0" w:rsidRDefault="00020BD0" w:rsidP="00020BD0">
      <w:pPr>
        <w:pStyle w:val="libNormal"/>
        <w:jc w:val="both"/>
        <w:rPr>
          <w:lang w:val="sw-KE"/>
        </w:rPr>
      </w:pPr>
      <w:r w:rsidRPr="00020BD0">
        <w:rPr>
          <w:lang w:val="sw-KE"/>
        </w:rPr>
        <w:t>Musaadifu akanunua vitu vya biashara na akaelekea Misri pamoja na kundi la wafanya biashara. Walipokaribia Misri, walikutana na kundi lingine waliokuwa wanatoka Misri, wakawaeleza, sisi tunavyo vitu fulani, je? vitu hivi vinapatikana kwenye mji?</w:t>
      </w:r>
    </w:p>
    <w:p w:rsidR="00020BD0" w:rsidRPr="00020BD0" w:rsidRDefault="00020BD0" w:rsidP="00020BD0">
      <w:pPr>
        <w:pStyle w:val="libNormal"/>
        <w:jc w:val="both"/>
        <w:rPr>
          <w:lang w:val="sw-KE"/>
        </w:rPr>
      </w:pPr>
      <w:r w:rsidRPr="00020BD0">
        <w:rPr>
          <w:lang w:val="sw-KE"/>
        </w:rPr>
        <w:t>Wakajibu, "hapana". Wakaahidiana kuwa wasiuze vitu vyao chini ya faida ya mia kwa mia. Wakafanya hivyo; baadae, wakarejea Madina.</w:t>
      </w:r>
    </w:p>
    <w:p w:rsidR="00020BD0" w:rsidRPr="00020BD0" w:rsidRDefault="00020BD0" w:rsidP="00020BD0">
      <w:pPr>
        <w:pStyle w:val="libNormal"/>
        <w:jc w:val="both"/>
        <w:rPr>
          <w:lang w:val="sw-KE"/>
        </w:rPr>
      </w:pPr>
      <w:r w:rsidRPr="00020BD0">
        <w:rPr>
          <w:lang w:val="sw-KE"/>
        </w:rPr>
        <w:t>M</w:t>
      </w:r>
      <w:r w:rsidR="007C1743">
        <w:rPr>
          <w:lang w:val="sw-KE"/>
        </w:rPr>
        <w:t xml:space="preserve">usadifu alikwenda kwa Imam </w:t>
      </w:r>
      <w:r w:rsidR="007C1743" w:rsidRPr="007C1743">
        <w:rPr>
          <w:rStyle w:val="libFootnotenumChar"/>
          <w:lang w:val="sw-KE"/>
        </w:rPr>
        <w:t>(a.s</w:t>
      </w:r>
      <w:r w:rsidRPr="007C1743">
        <w:rPr>
          <w:rStyle w:val="libFootnotenumChar"/>
          <w:lang w:val="sw-KE"/>
        </w:rPr>
        <w:t>)</w:t>
      </w:r>
      <w:r w:rsidRPr="00020BD0">
        <w:rPr>
          <w:lang w:val="sw-KE"/>
        </w:rPr>
        <w:t xml:space="preserve"> akachukua mifuko miwili, na ndani ya kila mfuko mna dinari elfu moja, na akasema:- mfuko huu ni ule wa rasilimali na huu ni faida.</w:t>
      </w:r>
    </w:p>
    <w:p w:rsidR="00020BD0" w:rsidRPr="00020BD0" w:rsidRDefault="00020BD0" w:rsidP="00020BD0">
      <w:pPr>
        <w:pStyle w:val="libNormal"/>
        <w:jc w:val="both"/>
        <w:rPr>
          <w:lang w:val="sw-KE"/>
        </w:rPr>
      </w:pPr>
      <w:r w:rsidRPr="00020BD0">
        <w:rPr>
          <w:lang w:val="sw-KE"/>
        </w:rPr>
        <w:lastRenderedPageBreak/>
        <w:t>Hapo Imam akamwambia, faida hii ni nyingi mlifanyaje kwenye vile vitu? Akamuelezea namna walivyofanya na namna walivyoapa.</w:t>
      </w:r>
    </w:p>
    <w:p w:rsidR="00020BD0" w:rsidRPr="00020BD0" w:rsidRDefault="007C1743" w:rsidP="00020BD0">
      <w:pPr>
        <w:pStyle w:val="libNormal"/>
        <w:jc w:val="both"/>
        <w:rPr>
          <w:lang w:val="sw-KE"/>
        </w:rPr>
      </w:pPr>
      <w:r>
        <w:rPr>
          <w:lang w:val="sw-KE"/>
        </w:rPr>
        <w:t xml:space="preserve">Hapo Imam </w:t>
      </w:r>
      <w:r w:rsidRPr="007C1743">
        <w:rPr>
          <w:rStyle w:val="libFootnotenumChar"/>
          <w:lang w:val="sw-KE"/>
        </w:rPr>
        <w:t>(a.s</w:t>
      </w:r>
      <w:r w:rsidR="00020BD0" w:rsidRPr="007C1743">
        <w:rPr>
          <w:rStyle w:val="libFootnotenumChar"/>
          <w:lang w:val="sw-KE"/>
        </w:rPr>
        <w:t>)</w:t>
      </w:r>
      <w:r w:rsidR="00020BD0" w:rsidRPr="00020BD0">
        <w:rPr>
          <w:lang w:val="sw-KE"/>
        </w:rPr>
        <w:t xml:space="preserve"> akastaajabu sana na akasema, je mliapa kuwa hamtawauzia umma wa Waislam ila kwa faida ya mia kwa mia?.</w:t>
      </w:r>
    </w:p>
    <w:p w:rsidR="00020BD0" w:rsidRPr="00020BD0" w:rsidRDefault="00020BD0" w:rsidP="00020BD0">
      <w:pPr>
        <w:pStyle w:val="libNormal"/>
        <w:jc w:val="both"/>
        <w:rPr>
          <w:lang w:val="sw-KE"/>
        </w:rPr>
      </w:pPr>
      <w:r w:rsidRPr="00020BD0">
        <w:rPr>
          <w:lang w:val="sw-KE"/>
        </w:rPr>
        <w:t>Kisha ak</w:t>
      </w:r>
      <w:r w:rsidR="00964C2F">
        <w:rPr>
          <w:lang w:val="sw-KE"/>
        </w:rPr>
        <w:t>achukua mfuko mmoja na akasema:</w:t>
      </w:r>
      <w:r w:rsidRPr="00020BD0">
        <w:rPr>
          <w:lang w:val="sw-KE"/>
        </w:rPr>
        <w:t xml:space="preserve"> "</w:t>
      </w:r>
      <w:r w:rsidRPr="00964C2F">
        <w:rPr>
          <w:rStyle w:val="libBold1Char"/>
          <w:lang w:val="sw-KE"/>
        </w:rPr>
        <w:t>Huu ni rasilmali yangu, na wala hatuna haja ya faida</w:t>
      </w:r>
      <w:r w:rsidRPr="00020BD0">
        <w:rPr>
          <w:lang w:val="sw-KE"/>
        </w:rPr>
        <w:t>."</w:t>
      </w:r>
    </w:p>
    <w:p w:rsidR="00020BD0" w:rsidRPr="00020BD0" w:rsidRDefault="00964C2F" w:rsidP="00020BD0">
      <w:pPr>
        <w:pStyle w:val="libNormal"/>
        <w:jc w:val="both"/>
        <w:rPr>
          <w:lang w:val="sw-KE"/>
        </w:rPr>
      </w:pPr>
      <w:r>
        <w:rPr>
          <w:lang w:val="sw-KE"/>
        </w:rPr>
        <w:t>Kisha akasema:</w:t>
      </w:r>
      <w:r w:rsidR="00020BD0" w:rsidRPr="00020BD0">
        <w:rPr>
          <w:lang w:val="sw-KE"/>
        </w:rPr>
        <w:t xml:space="preserve"> "</w:t>
      </w:r>
      <w:r w:rsidR="00020BD0" w:rsidRPr="00964C2F">
        <w:rPr>
          <w:rStyle w:val="libBold1Char"/>
          <w:lang w:val="sw-KE"/>
        </w:rPr>
        <w:t>Ewe Musaadifu, kupigana kwa panga ni rahisi kuliko kutafuta maisha kwa njia ya halali</w:t>
      </w:r>
      <w:r w:rsidR="00020BD0" w:rsidRPr="00020BD0">
        <w:rPr>
          <w:lang w:val="sw-KE"/>
        </w:rPr>
        <w:t>."</w:t>
      </w:r>
    </w:p>
    <w:p w:rsidR="006901C8" w:rsidRDefault="006901C8">
      <w:pPr>
        <w:ind w:firstLine="0"/>
        <w:jc w:val="left"/>
        <w:rPr>
          <w:sz w:val="24"/>
          <w:lang w:val="sw-KE"/>
        </w:rPr>
      </w:pPr>
      <w:r>
        <w:rPr>
          <w:lang w:val="sw-KE"/>
        </w:rPr>
        <w:br w:type="page"/>
      </w:r>
    </w:p>
    <w:p w:rsidR="006901C8" w:rsidRPr="006901C8" w:rsidRDefault="006901C8" w:rsidP="006901C8">
      <w:pPr>
        <w:pStyle w:val="Heading1Center"/>
        <w:rPr>
          <w:lang w:val="sw-KE"/>
        </w:rPr>
      </w:pPr>
      <w:bookmarkStart w:id="31" w:name="_Toc28694407"/>
      <w:r w:rsidRPr="006901C8">
        <w:rPr>
          <w:lang w:val="sw-KE"/>
        </w:rPr>
        <w:lastRenderedPageBreak/>
        <w:t>MASOMO YA KI-ISLAM</w:t>
      </w:r>
      <w:bookmarkEnd w:id="31"/>
    </w:p>
    <w:p w:rsidR="006901C8" w:rsidRDefault="006901C8" w:rsidP="006901C8">
      <w:pPr>
        <w:pStyle w:val="Heading2Center"/>
        <w:rPr>
          <w:lang w:val="sw-KE"/>
        </w:rPr>
      </w:pPr>
      <w:bookmarkStart w:id="32" w:name="_Toc28694408"/>
      <w:r w:rsidRPr="006901C8">
        <w:rPr>
          <w:lang w:val="sw-KE"/>
        </w:rPr>
        <w:t>KITABU CHAPILI</w:t>
      </w:r>
      <w:bookmarkEnd w:id="32"/>
    </w:p>
    <w:p w:rsidR="00020BD0" w:rsidRPr="00020BD0" w:rsidRDefault="006901C8" w:rsidP="006901C8">
      <w:pPr>
        <w:pStyle w:val="Heading3Center"/>
        <w:rPr>
          <w:lang w:val="sw-KE"/>
        </w:rPr>
      </w:pPr>
      <w:bookmarkStart w:id="33" w:name="_Toc28694409"/>
      <w:r w:rsidRPr="00020BD0">
        <w:rPr>
          <w:lang w:val="sw-KE"/>
        </w:rPr>
        <w:t>8. SOMO LA NANE</w:t>
      </w:r>
      <w:bookmarkEnd w:id="33"/>
    </w:p>
    <w:p w:rsidR="00020BD0" w:rsidRPr="00020BD0" w:rsidRDefault="00020BD0" w:rsidP="006901C8">
      <w:pPr>
        <w:pStyle w:val="Heading3"/>
        <w:rPr>
          <w:lang w:val="sw-KE"/>
        </w:rPr>
      </w:pPr>
      <w:bookmarkStart w:id="34" w:name="_Toc28694410"/>
      <w:r w:rsidRPr="00020BD0">
        <w:rPr>
          <w:lang w:val="sw-KE"/>
        </w:rPr>
        <w:t>IMAMU WA SABA</w:t>
      </w:r>
      <w:bookmarkEnd w:id="34"/>
    </w:p>
    <w:p w:rsidR="00020BD0" w:rsidRPr="00020BD0" w:rsidRDefault="00020BD0" w:rsidP="00020BD0">
      <w:pPr>
        <w:pStyle w:val="libNormal"/>
        <w:jc w:val="both"/>
        <w:rPr>
          <w:lang w:val="sw-KE"/>
        </w:rPr>
      </w:pPr>
      <w:r w:rsidRPr="00020BD0">
        <w:rPr>
          <w:lang w:val="sw-KE"/>
        </w:rPr>
        <w:t>Naye Imamu</w:t>
      </w:r>
      <w:r w:rsidR="006901C8">
        <w:rPr>
          <w:lang w:val="sw-KE"/>
        </w:rPr>
        <w:t xml:space="preserve"> Musa bin Jafar, Al-Kadhim </w:t>
      </w:r>
      <w:r w:rsidR="006901C8" w:rsidRPr="006901C8">
        <w:rPr>
          <w:rStyle w:val="libFootnotenumChar"/>
          <w:lang w:val="sw-KE"/>
        </w:rPr>
        <w:t>(a.s</w:t>
      </w:r>
      <w:r w:rsidRPr="006901C8">
        <w:rPr>
          <w:rStyle w:val="libFootnotenumChar"/>
          <w:lang w:val="sw-KE"/>
        </w:rPr>
        <w:t>)</w:t>
      </w:r>
      <w:r w:rsidRPr="00020BD0">
        <w:rPr>
          <w:lang w:val="sw-KE"/>
        </w:rPr>
        <w:t>. Mama yake ni Bibi Hamida Al-Musaffatu. Imam huyu kazaliwa Ab- wa, (Hapo ni mahala kati ya Maka na Madina), siku ya Jumapili, mwezi saba, mfungo tano, mwaka mia moja ishirini na nane Hijiria.</w:t>
      </w:r>
    </w:p>
    <w:p w:rsidR="00020BD0" w:rsidRPr="00020BD0" w:rsidRDefault="00020BD0" w:rsidP="00020BD0">
      <w:pPr>
        <w:pStyle w:val="libNormal"/>
        <w:jc w:val="both"/>
        <w:rPr>
          <w:lang w:val="sw-KE"/>
        </w:rPr>
      </w:pPr>
      <w:r w:rsidRPr="00020BD0">
        <w:rPr>
          <w:lang w:val="sw-KE"/>
        </w:rPr>
        <w:t>Alikufa Imam, kwa hali ya kupewa sumu, ndani ya gereza la mfalme Haruna. Alikaa humo muda mrefu kwa kufungwa, miaka kumi na nne kwa dhuluma na mateso tu. Alikufa mwezi ishirini na tano, mfungo kumi, mwaka mia moja na thelathini na tatu Hijiria.</w:t>
      </w:r>
    </w:p>
    <w:p w:rsidR="00020BD0" w:rsidRPr="00020BD0" w:rsidRDefault="00020BD0" w:rsidP="00020BD0">
      <w:pPr>
        <w:pStyle w:val="libNormal"/>
        <w:jc w:val="both"/>
        <w:rPr>
          <w:lang w:val="sw-KE"/>
        </w:rPr>
      </w:pPr>
      <w:r w:rsidRPr="00020BD0">
        <w:rPr>
          <w:lang w:val="sw-KE"/>
        </w:rPr>
        <w:t>Akasimamia mazishi ya</w:t>
      </w:r>
      <w:r w:rsidR="006901C8">
        <w:rPr>
          <w:lang w:val="sw-KE"/>
        </w:rPr>
        <w:t xml:space="preserve">ke mtoto wake Ali Ar-Ridha </w:t>
      </w:r>
      <w:r w:rsidR="006901C8" w:rsidRPr="006901C8">
        <w:rPr>
          <w:rStyle w:val="libFootnotenumChar"/>
          <w:lang w:val="sw-KE"/>
        </w:rPr>
        <w:t>(a.s)</w:t>
      </w:r>
      <w:r w:rsidR="006901C8">
        <w:rPr>
          <w:lang w:val="sw-KE"/>
        </w:rPr>
        <w:t xml:space="preserve"> </w:t>
      </w:r>
      <w:r w:rsidRPr="00020BD0">
        <w:rPr>
          <w:lang w:val="sw-KE"/>
        </w:rPr>
        <w:t>Kazikwa mtukufu katika Kadhimiya, mahala lilipo kaburi lake sasa.</w:t>
      </w:r>
    </w:p>
    <w:p w:rsidR="00020BD0" w:rsidRPr="00020BD0" w:rsidRDefault="00020BD0" w:rsidP="00020BD0">
      <w:pPr>
        <w:pStyle w:val="libNormal"/>
        <w:jc w:val="both"/>
        <w:rPr>
          <w:lang w:val="sw-KE"/>
        </w:rPr>
      </w:pPr>
      <w:r w:rsidRPr="00020BD0">
        <w:rPr>
          <w:lang w:val="sw-KE"/>
        </w:rPr>
        <w:t>Alikuwa anavunja ghadhabu; kwa hivyo akaitwa Al-Kadhimu' (Maana yake: Mvunja ghadhabu).</w:t>
      </w:r>
    </w:p>
    <w:p w:rsidR="00020BD0" w:rsidRPr="00020BD0" w:rsidRDefault="00020BD0" w:rsidP="00020BD0">
      <w:pPr>
        <w:pStyle w:val="libNormal"/>
        <w:jc w:val="both"/>
        <w:rPr>
          <w:lang w:val="sw-KE"/>
        </w:rPr>
      </w:pPr>
      <w:r w:rsidRPr="00020BD0">
        <w:rPr>
          <w:lang w:val="sw-KE"/>
        </w:rPr>
        <w:t>Na kwa sababu ya wema wake akaitwa'Al-Abdus-Salih' (Maana yake:- Mja mwema).</w:t>
      </w:r>
    </w:p>
    <w:p w:rsidR="00020BD0" w:rsidRPr="00020BD0" w:rsidRDefault="00020BD0" w:rsidP="00020BD0">
      <w:pPr>
        <w:pStyle w:val="libNormal"/>
        <w:jc w:val="both"/>
        <w:rPr>
          <w:lang w:val="sw-KE"/>
        </w:rPr>
      </w:pPr>
      <w:r w:rsidRPr="00020BD0">
        <w:rPr>
          <w:lang w:val="sw-KE"/>
        </w:rPr>
        <w:t>Ikaonekana elimu yake katika mambo mbali mbali iliyowashangaza watu. Na hadithi ya mazungumzo yake na Buraina (Mkuu wa wanaswara) ni ma</w:t>
      </w:r>
      <w:r w:rsidR="006901C8">
        <w:rPr>
          <w:lang w:val="sw-KE"/>
        </w:rPr>
        <w:t xml:space="preserve">shuhuri, alipomshinda Imam </w:t>
      </w:r>
      <w:r w:rsidR="006901C8" w:rsidRPr="006901C8">
        <w:rPr>
          <w:rStyle w:val="libFootnotenumChar"/>
          <w:lang w:val="sw-KE"/>
        </w:rPr>
        <w:t>(a.s</w:t>
      </w:r>
      <w:r w:rsidRPr="006901C8">
        <w:rPr>
          <w:rStyle w:val="libFootnotenumChar"/>
          <w:lang w:val="sw-KE"/>
        </w:rPr>
        <w:t>)</w:t>
      </w:r>
      <w:r w:rsidRPr="00020BD0">
        <w:rPr>
          <w:lang w:val="sw-KE"/>
        </w:rPr>
        <w:t xml:space="preserve"> akasilimu kwa nia halisi.</w:t>
      </w:r>
    </w:p>
    <w:p w:rsidR="00020BD0" w:rsidRPr="00020BD0" w:rsidRDefault="00020BD0" w:rsidP="00020BD0">
      <w:pPr>
        <w:pStyle w:val="libNormal"/>
        <w:jc w:val="both"/>
        <w:rPr>
          <w:lang w:val="sw-KE"/>
        </w:rPr>
      </w:pPr>
      <w:r w:rsidRPr="00020BD0">
        <w:rPr>
          <w:lang w:val="sw-KE"/>
        </w:rPr>
        <w:t xml:space="preserve">Maskini mmoja alimwomba Imam </w:t>
      </w:r>
      <w:r w:rsidRPr="006901C8">
        <w:rPr>
          <w:rStyle w:val="libFootnotenumChar"/>
          <w:lang w:val="sw-KE"/>
        </w:rPr>
        <w:t>(a</w:t>
      </w:r>
      <w:r w:rsidR="006901C8" w:rsidRPr="006901C8">
        <w:rPr>
          <w:rStyle w:val="libFootnotenumChar"/>
          <w:lang w:val="sw-KE"/>
        </w:rPr>
        <w:t>.s)</w:t>
      </w:r>
      <w:r w:rsidR="006901C8">
        <w:rPr>
          <w:lang w:val="sw-KE"/>
        </w:rPr>
        <w:t xml:space="preserve"> Dinari mia moja. Imam </w:t>
      </w:r>
      <w:r w:rsidR="006901C8" w:rsidRPr="006901C8">
        <w:rPr>
          <w:rStyle w:val="libFootnotenumChar"/>
          <w:lang w:val="sw-KE"/>
        </w:rPr>
        <w:t>(a.s</w:t>
      </w:r>
      <w:r w:rsidRPr="006901C8">
        <w:rPr>
          <w:rStyle w:val="libFootnotenumChar"/>
          <w:lang w:val="sw-KE"/>
        </w:rPr>
        <w:t>)</w:t>
      </w:r>
      <w:r w:rsidRPr="00020BD0">
        <w:rPr>
          <w:lang w:val="sw-KE"/>
        </w:rPr>
        <w:t xml:space="preserve"> akamuuliza maswali ili kujaribu kiasi cha maarifa yake. Alipomjibu akampa Dirham elfu mbili.</w:t>
      </w:r>
    </w:p>
    <w:p w:rsidR="00020BD0" w:rsidRPr="00020BD0" w:rsidRDefault="006901C8" w:rsidP="00020BD0">
      <w:pPr>
        <w:pStyle w:val="libNormal"/>
        <w:jc w:val="both"/>
        <w:rPr>
          <w:lang w:val="sw-KE"/>
        </w:rPr>
      </w:pPr>
      <w:r>
        <w:rPr>
          <w:lang w:val="sw-KE"/>
        </w:rPr>
        <w:t xml:space="preserve">Alikuwa Imam </w:t>
      </w:r>
      <w:r w:rsidRPr="006901C8">
        <w:rPr>
          <w:rStyle w:val="libFootnotenumChar"/>
          <w:lang w:val="sw-KE"/>
        </w:rPr>
        <w:t>(a.s</w:t>
      </w:r>
      <w:r w:rsidR="00020BD0" w:rsidRPr="006901C8">
        <w:rPr>
          <w:rStyle w:val="libFootnotenumChar"/>
          <w:lang w:val="sw-KE"/>
        </w:rPr>
        <w:t>)</w:t>
      </w:r>
      <w:r w:rsidR="00020BD0" w:rsidRPr="00020BD0">
        <w:rPr>
          <w:lang w:val="sw-KE"/>
        </w:rPr>
        <w:t xml:space="preserve"> mzuri mno kwa sauti kusoma Qur'ani. Na alikuwa mwingi wa ibada na kusoma Qur'an, na alikuwa anasujudu muda mrefu, na alikuwa mwingi wa kulia kwa m</w:t>
      </w:r>
      <w:r>
        <w:rPr>
          <w:lang w:val="sw-KE"/>
        </w:rPr>
        <w:t xml:space="preserve">apenzi ya Mungu. Kafa Imam </w:t>
      </w:r>
      <w:r w:rsidRPr="006901C8">
        <w:rPr>
          <w:rStyle w:val="libFootnotenumChar"/>
          <w:lang w:val="sw-KE"/>
        </w:rPr>
        <w:t>(a.s</w:t>
      </w:r>
      <w:r w:rsidR="00020BD0" w:rsidRPr="006901C8">
        <w:rPr>
          <w:rStyle w:val="libFootnotenumChar"/>
          <w:lang w:val="sw-KE"/>
        </w:rPr>
        <w:t>)</w:t>
      </w:r>
      <w:r w:rsidR="00020BD0" w:rsidRPr="00020BD0">
        <w:rPr>
          <w:lang w:val="sw-KE"/>
        </w:rPr>
        <w:t xml:space="preserve"> katika hali ya sijida.</w:t>
      </w:r>
    </w:p>
    <w:p w:rsidR="00020BD0" w:rsidRPr="00020BD0" w:rsidRDefault="00020BD0" w:rsidP="00020BD0">
      <w:pPr>
        <w:pStyle w:val="libNormal"/>
        <w:jc w:val="both"/>
        <w:rPr>
          <w:lang w:val="sw-KE"/>
        </w:rPr>
      </w:pPr>
      <w:r w:rsidRPr="00020BD0">
        <w:rPr>
          <w:lang w:val="sw-KE"/>
        </w:rPr>
        <w:t>Abu Hamza ali</w:t>
      </w:r>
      <w:r w:rsidR="006901C8">
        <w:rPr>
          <w:lang w:val="sw-KE"/>
        </w:rPr>
        <w:t xml:space="preserve">mwona Imam Musa Al- Kadhim </w:t>
      </w:r>
      <w:r w:rsidR="006901C8" w:rsidRPr="006901C8">
        <w:rPr>
          <w:rStyle w:val="libFootnotenumChar"/>
          <w:lang w:val="sw-KE"/>
        </w:rPr>
        <w:t>(a.s</w:t>
      </w:r>
      <w:r w:rsidRPr="006901C8">
        <w:rPr>
          <w:rStyle w:val="libFootnotenumChar"/>
          <w:lang w:val="sw-KE"/>
        </w:rPr>
        <w:t>)</w:t>
      </w:r>
      <w:r w:rsidRPr="00020BD0">
        <w:rPr>
          <w:lang w:val="sw-KE"/>
        </w:rPr>
        <w:t xml:space="preserve"> anafanya kazi kwenye shamba akiwa mwenye kujaa jasho kwenye miguu yake. Akamwuliza, wako wapi wafanyakazi?</w:t>
      </w:r>
    </w:p>
    <w:p w:rsidR="00020BD0" w:rsidRPr="00020BD0" w:rsidRDefault="00020BD0" w:rsidP="00020BD0">
      <w:pPr>
        <w:pStyle w:val="libNormal"/>
        <w:jc w:val="both"/>
        <w:rPr>
          <w:lang w:val="sw-KE"/>
        </w:rPr>
      </w:pPr>
      <w:r w:rsidRPr="00020BD0">
        <w:rPr>
          <w:lang w:val="sw-KE"/>
        </w:rPr>
        <w:t>Akamjibu. Ewe Abu Hamza, amefanya kazi kwa mikono yake aliyekuwa mbora zaidi kuliko mimi na baba yangu.</w:t>
      </w:r>
    </w:p>
    <w:p w:rsidR="00020BD0" w:rsidRPr="00020BD0" w:rsidRDefault="00020BD0" w:rsidP="00020BD0">
      <w:pPr>
        <w:pStyle w:val="libNormal"/>
        <w:jc w:val="both"/>
        <w:rPr>
          <w:lang w:val="sw-KE"/>
        </w:rPr>
      </w:pPr>
      <w:r w:rsidRPr="00020BD0">
        <w:rPr>
          <w:lang w:val="sw-KE"/>
        </w:rPr>
        <w:t>Abu Hamza akamwuliza, Ni nani huyo?</w:t>
      </w:r>
    </w:p>
    <w:p w:rsidR="00020BD0" w:rsidRPr="00020BD0" w:rsidRDefault="00020BD0" w:rsidP="00020BD0">
      <w:pPr>
        <w:pStyle w:val="libNormal"/>
        <w:jc w:val="both"/>
        <w:rPr>
          <w:lang w:val="sw-KE"/>
        </w:rPr>
      </w:pPr>
      <w:r w:rsidRPr="00020BD0">
        <w:rPr>
          <w:lang w:val="sw-KE"/>
        </w:rPr>
        <w:t>Akamjibu:-</w:t>
      </w:r>
      <w:r w:rsidR="006901C8">
        <w:rPr>
          <w:lang w:val="sw-KE"/>
        </w:rPr>
        <w:t xml:space="preserve"> Mtume wa Mwenyezi Mungu (s.w.t</w:t>
      </w:r>
      <w:r w:rsidRPr="00020BD0">
        <w:rPr>
          <w:lang w:val="sw-KE"/>
        </w:rPr>
        <w:t xml:space="preserve">) na Amirul -Muuminiin Ali </w:t>
      </w:r>
      <w:r w:rsidR="006901C8" w:rsidRPr="006901C8">
        <w:rPr>
          <w:rStyle w:val="libFootnotenumChar"/>
          <w:lang w:val="sw-KE"/>
        </w:rPr>
        <w:t>(a.s</w:t>
      </w:r>
      <w:r w:rsidRPr="006901C8">
        <w:rPr>
          <w:rStyle w:val="libFootnotenumChar"/>
          <w:lang w:val="sw-KE"/>
        </w:rPr>
        <w:t>)</w:t>
      </w:r>
      <w:r w:rsidRPr="00020BD0">
        <w:rPr>
          <w:lang w:val="sw-KE"/>
        </w:rPr>
        <w:t>, na wazazi wangu wote walikuwa wafanya kazi kwa mikono yao. Na njia hii ni njia ya Mitume na Mur-saliin na Mawasii na Ma-Saleh wote.</w:t>
      </w:r>
    </w:p>
    <w:p w:rsidR="00020BD0" w:rsidRPr="00B67B7C" w:rsidRDefault="00B67B7C" w:rsidP="00B67B7C">
      <w:pPr>
        <w:pStyle w:val="Heading2"/>
      </w:pPr>
      <w:bookmarkStart w:id="35" w:name="_Toc28694411"/>
      <w:r w:rsidRPr="00B67B7C">
        <w:t>9. SOMO LA TISA</w:t>
      </w:r>
      <w:bookmarkEnd w:id="35"/>
    </w:p>
    <w:p w:rsidR="00020BD0" w:rsidRPr="00020BD0" w:rsidRDefault="00020BD0" w:rsidP="00B67B7C">
      <w:pPr>
        <w:pStyle w:val="Heading3"/>
        <w:rPr>
          <w:lang w:val="sw-KE"/>
        </w:rPr>
      </w:pPr>
      <w:bookmarkStart w:id="36" w:name="_Toc28694412"/>
      <w:r w:rsidRPr="00020BD0">
        <w:rPr>
          <w:lang w:val="sw-KE"/>
        </w:rPr>
        <w:t>IMAMU WA NANE</w:t>
      </w:r>
      <w:bookmarkEnd w:id="36"/>
    </w:p>
    <w:p w:rsidR="00020BD0" w:rsidRPr="00020BD0" w:rsidRDefault="00020BD0" w:rsidP="00020BD0">
      <w:pPr>
        <w:pStyle w:val="libNormal"/>
        <w:jc w:val="both"/>
        <w:rPr>
          <w:lang w:val="sw-KE"/>
        </w:rPr>
      </w:pPr>
      <w:r w:rsidRPr="00020BD0">
        <w:rPr>
          <w:lang w:val="sw-KE"/>
        </w:rPr>
        <w:t>I</w:t>
      </w:r>
      <w:r w:rsidR="00B67B7C">
        <w:rPr>
          <w:lang w:val="sw-KE"/>
        </w:rPr>
        <w:t xml:space="preserve">mam Ali bin Musa Ar -Ridha </w:t>
      </w:r>
      <w:r w:rsidR="00B67B7C" w:rsidRPr="00B67B7C">
        <w:rPr>
          <w:rStyle w:val="libFootnotenumChar"/>
        </w:rPr>
        <w:t>(a.s</w:t>
      </w:r>
      <w:r w:rsidRPr="00B67B7C">
        <w:rPr>
          <w:rStyle w:val="libFootnotenumChar"/>
        </w:rPr>
        <w:t>)</w:t>
      </w:r>
      <w:r w:rsidRPr="00020BD0">
        <w:rPr>
          <w:lang w:val="sw-KE"/>
        </w:rPr>
        <w:t>. Mama yake ni Bibi Najma.</w:t>
      </w:r>
    </w:p>
    <w:p w:rsidR="00020BD0" w:rsidRPr="00020BD0" w:rsidRDefault="00020BD0" w:rsidP="00020BD0">
      <w:pPr>
        <w:pStyle w:val="libNormal"/>
        <w:jc w:val="both"/>
        <w:rPr>
          <w:lang w:val="sw-KE"/>
        </w:rPr>
      </w:pPr>
      <w:r w:rsidRPr="00020BD0">
        <w:rPr>
          <w:lang w:val="sw-KE"/>
        </w:rPr>
        <w:t xml:space="preserve">Kazaliwa Imam </w:t>
      </w:r>
      <w:r w:rsidR="00B67B7C" w:rsidRPr="00B67B7C">
        <w:rPr>
          <w:rStyle w:val="libFootnotenumChar"/>
          <w:lang w:val="sw-KE"/>
        </w:rPr>
        <w:t>(a.s</w:t>
      </w:r>
      <w:r w:rsidRPr="00B67B7C">
        <w:rPr>
          <w:rStyle w:val="libFootnotenumChar"/>
          <w:lang w:val="sw-KE"/>
        </w:rPr>
        <w:t>)</w:t>
      </w:r>
      <w:r w:rsidRPr="00020BD0">
        <w:rPr>
          <w:lang w:val="sw-KE"/>
        </w:rPr>
        <w:t xml:space="preserve"> siku ya Ijumaa, mwezi kumi na moja, mfungo pili, mwaka wa mia moja na arobaini na nane Hijiria, Madina Munawwara.</w:t>
      </w:r>
    </w:p>
    <w:p w:rsidR="00020BD0" w:rsidRPr="00020BD0" w:rsidRDefault="00020BD0" w:rsidP="00B67B7C">
      <w:pPr>
        <w:pStyle w:val="libNormal"/>
        <w:jc w:val="both"/>
        <w:rPr>
          <w:lang w:val="sw-KE"/>
        </w:rPr>
      </w:pPr>
      <w:r w:rsidRPr="00020BD0">
        <w:rPr>
          <w:lang w:val="sw-KE"/>
        </w:rPr>
        <w:t xml:space="preserve">Kafa kwa kupewa sumu , siku ya mwisho wa mwezi mfungo tano, rnwaka mia mbili na tatu. Akashughulikia mambo ya mazishi yake mtoto wake Al-Jawad </w:t>
      </w:r>
      <w:r w:rsidRPr="00B67B7C">
        <w:rPr>
          <w:rStyle w:val="libFootnotenumChar"/>
          <w:lang w:val="sw-KE"/>
        </w:rPr>
        <w:t>(a.s)</w:t>
      </w:r>
      <w:r w:rsidRPr="00020BD0">
        <w:rPr>
          <w:lang w:val="sw-KE"/>
        </w:rPr>
        <w:t>.Na kazikwa Mash-had mahali palipo kaburi lake sasa.</w:t>
      </w:r>
    </w:p>
    <w:p w:rsidR="00020BD0" w:rsidRPr="00020BD0" w:rsidRDefault="00020BD0" w:rsidP="00020BD0">
      <w:pPr>
        <w:pStyle w:val="libNormal"/>
        <w:jc w:val="both"/>
        <w:rPr>
          <w:lang w:val="sw-KE"/>
        </w:rPr>
      </w:pPr>
      <w:r w:rsidRPr="00020BD0">
        <w:rPr>
          <w:lang w:val="sw-KE"/>
        </w:rPr>
        <w:lastRenderedPageBreak/>
        <w:t>Elimu yake, na utukufu na ukarimu wake, na uzuri wa tabia na unyenyekevu wake, na ibada zake zinajulikana sana ulimwenguni, na haina haja ya kuzitaja.</w:t>
      </w:r>
    </w:p>
    <w:p w:rsidR="00020BD0" w:rsidRPr="00020BD0" w:rsidRDefault="00020BD0" w:rsidP="00020BD0">
      <w:pPr>
        <w:pStyle w:val="libNormal"/>
        <w:jc w:val="both"/>
        <w:rPr>
          <w:lang w:val="sw-KE"/>
        </w:rPr>
      </w:pPr>
      <w:r w:rsidRPr="00020BD0">
        <w:rPr>
          <w:lang w:val="sw-KE"/>
        </w:rPr>
        <w:t>Mfalme Mamun alitaka kumtawalisha mambo ya Ukhalifa wa ki-Islam</w:t>
      </w:r>
      <w:r w:rsidR="00B67B7C">
        <w:rPr>
          <w:lang w:val="sw-KE"/>
        </w:rPr>
        <w:t xml:space="preserve">u mahala pake. Lakini Imam </w:t>
      </w:r>
      <w:r w:rsidR="00B67B7C" w:rsidRPr="00B67B7C">
        <w:rPr>
          <w:rStyle w:val="libFootnotenumChar"/>
          <w:lang w:val="sw-KE"/>
        </w:rPr>
        <w:t>(a.s</w:t>
      </w:r>
      <w:r w:rsidRPr="00B67B7C">
        <w:rPr>
          <w:rStyle w:val="libFootnotenumChar"/>
          <w:lang w:val="sw-KE"/>
        </w:rPr>
        <w:t>)</w:t>
      </w:r>
      <w:r w:rsidRPr="00020BD0">
        <w:rPr>
          <w:lang w:val="sw-KE"/>
        </w:rPr>
        <w:t xml:space="preserve"> hakukubali kwa sababu nia yake Mamuni haikuwa safi. Na wakati</w:t>
      </w:r>
      <w:r w:rsidR="00B67B7C">
        <w:rPr>
          <w:lang w:val="sw-KE"/>
        </w:rPr>
        <w:t xml:space="preserve"> alipokataa Ukhalifa, Imam </w:t>
      </w:r>
      <w:r w:rsidR="00B67B7C" w:rsidRPr="00B67B7C">
        <w:rPr>
          <w:rStyle w:val="libFootnotenumChar"/>
          <w:lang w:val="sw-KE"/>
        </w:rPr>
        <w:t>(a.s</w:t>
      </w:r>
      <w:r w:rsidRPr="00B67B7C">
        <w:rPr>
          <w:rStyle w:val="libFootnotenumChar"/>
          <w:lang w:val="sw-KE"/>
        </w:rPr>
        <w:t>)</w:t>
      </w:r>
      <w:r w:rsidRPr="00020BD0">
        <w:rPr>
          <w:lang w:val="sw-KE"/>
        </w:rPr>
        <w:t xml:space="preserve"> alilazimishwa na Mamun kukubali awe maka</w:t>
      </w:r>
      <w:r w:rsidR="00B67B7C">
        <w:rPr>
          <w:lang w:val="sw-KE"/>
        </w:rPr>
        <w:t xml:space="preserve">mo baada yake. Lakini Imam </w:t>
      </w:r>
      <w:r w:rsidR="00B67B7C" w:rsidRPr="00B67B7C">
        <w:rPr>
          <w:rStyle w:val="libFootnotenumChar"/>
          <w:lang w:val="sw-KE"/>
        </w:rPr>
        <w:t>(a.s</w:t>
      </w:r>
      <w:r w:rsidRPr="00B67B7C">
        <w:rPr>
          <w:rStyle w:val="libFootnotenumChar"/>
          <w:lang w:val="sw-KE"/>
        </w:rPr>
        <w:t>)</w:t>
      </w:r>
      <w:r w:rsidRPr="00020BD0">
        <w:rPr>
          <w:lang w:val="sw-KE"/>
        </w:rPr>
        <w:t xml:space="preserve"> akatoa sharti kwamba hatafanya chochote katika mambo ya dola.</w:t>
      </w:r>
    </w:p>
    <w:p w:rsidR="00020BD0" w:rsidRPr="00020BD0" w:rsidRDefault="00020BD0" w:rsidP="00020BD0">
      <w:pPr>
        <w:pStyle w:val="libNormal"/>
        <w:jc w:val="both"/>
        <w:rPr>
          <w:lang w:val="sw-KE"/>
        </w:rPr>
      </w:pPr>
      <w:r w:rsidRPr="00020BD0">
        <w:rPr>
          <w:lang w:val="sw-KE"/>
        </w:rPr>
        <w:t>Umedhihiri uwingi wa elimu yake kuhusu dini na madhehebu mbalimbali katika mikutano ya mashindano ambayo aliyoifanya Mamun. Hata wasafiri waliporudi mijini kwao walikuwa wanahadithia habari za elimu yake.</w:t>
      </w:r>
    </w:p>
    <w:p w:rsidR="00020BD0" w:rsidRPr="00020BD0" w:rsidRDefault="00B67B7C" w:rsidP="00020BD0">
      <w:pPr>
        <w:pStyle w:val="libNormal"/>
        <w:jc w:val="both"/>
        <w:rPr>
          <w:lang w:val="sw-KE"/>
        </w:rPr>
      </w:pPr>
      <w:r>
        <w:rPr>
          <w:lang w:val="sw-KE"/>
        </w:rPr>
        <w:t xml:space="preserve">Imam </w:t>
      </w:r>
      <w:r w:rsidRPr="00B67B7C">
        <w:rPr>
          <w:rStyle w:val="libFootnotenumChar"/>
          <w:lang w:val="sw-KE"/>
        </w:rPr>
        <w:t>(a.s</w:t>
      </w:r>
      <w:r w:rsidR="00020BD0" w:rsidRPr="00B67B7C">
        <w:rPr>
          <w:rStyle w:val="libFootnotenumChar"/>
          <w:lang w:val="sw-KE"/>
        </w:rPr>
        <w:t>)</w:t>
      </w:r>
      <w:r w:rsidR="00020BD0" w:rsidRPr="00020BD0">
        <w:rPr>
          <w:lang w:val="sw-KE"/>
        </w:rPr>
        <w:t xml:space="preserve"> alikuwa anakesha kucha kwa ibada, na anasoma (Qur'ani nzima kwa siku tatu. Na wakati mwingine alikuwa anasali mchana na usiku rakaa elfu, na akisujudu kwa muda mrefu. Na alikuwa akifunga mara nyingi.</w:t>
      </w:r>
    </w:p>
    <w:p w:rsidR="00020BD0" w:rsidRPr="00020BD0" w:rsidRDefault="00B67B7C" w:rsidP="00B67B7C">
      <w:pPr>
        <w:pStyle w:val="libNormal"/>
        <w:jc w:val="both"/>
        <w:rPr>
          <w:lang w:val="sw-KE"/>
        </w:rPr>
      </w:pPr>
      <w:r>
        <w:rPr>
          <w:lang w:val="sw-KE"/>
        </w:rPr>
        <w:t xml:space="preserve">Alikuwa Imam </w:t>
      </w:r>
      <w:r w:rsidRPr="00B67B7C">
        <w:rPr>
          <w:rStyle w:val="libFootnotenumChar"/>
          <w:lang w:val="sw-KE"/>
        </w:rPr>
        <w:t>(a.s</w:t>
      </w:r>
      <w:r w:rsidR="00020BD0" w:rsidRPr="00B67B7C">
        <w:rPr>
          <w:rStyle w:val="libFootnotenumChar"/>
          <w:lang w:val="sw-KE"/>
        </w:rPr>
        <w:t>)</w:t>
      </w:r>
      <w:r w:rsidR="00020BD0" w:rsidRPr="00020BD0">
        <w:rPr>
          <w:lang w:val="sw-KE"/>
        </w:rPr>
        <w:t xml:space="preserve"> mwingi wa kutoa na kufululiza sadaka kwa siri, hasa katika usiku wa giza.</w:t>
      </w:r>
      <w:r>
        <w:rPr>
          <w:lang w:val="sw-KE"/>
        </w:rPr>
        <w:t xml:space="preserve"> Hakumkatisha Imam </w:t>
      </w:r>
      <w:r w:rsidRPr="00B67B7C">
        <w:rPr>
          <w:rStyle w:val="libFootnotenumChar"/>
          <w:lang w:val="sw-KE"/>
        </w:rPr>
        <w:t>(a.s</w:t>
      </w:r>
      <w:r w:rsidR="00020BD0" w:rsidRPr="00B67B7C">
        <w:rPr>
          <w:rStyle w:val="libFootnotenumChar"/>
          <w:lang w:val="sw-KE"/>
        </w:rPr>
        <w:t>)</w:t>
      </w:r>
      <w:r w:rsidR="00020BD0" w:rsidRPr="00020BD0">
        <w:rPr>
          <w:lang w:val="sw-KE"/>
        </w:rPr>
        <w:t xml:space="preserve"> maneno ya mtu yeyote, wala hakutumia neno chafu, wala hakutegemea chochote mbele ya mtu, wala hakucheka kwa sauti wala hakutema mate mbele ya yeyote.</w:t>
      </w:r>
    </w:p>
    <w:p w:rsidR="00020BD0" w:rsidRPr="00020BD0" w:rsidRDefault="00020BD0" w:rsidP="00020BD0">
      <w:pPr>
        <w:pStyle w:val="libNormal"/>
        <w:jc w:val="both"/>
        <w:rPr>
          <w:lang w:val="sw-KE"/>
        </w:rPr>
      </w:pPr>
      <w:r w:rsidRPr="00020BD0">
        <w:rPr>
          <w:lang w:val="sw-KE"/>
        </w:rPr>
        <w:t>Na wakati wa kula huwaita jamaa zake na watumishi wake mpaka wakeze na hula pamoja nao.</w:t>
      </w:r>
    </w:p>
    <w:p w:rsidR="00020BD0" w:rsidRPr="00020BD0" w:rsidRDefault="00B67B7C" w:rsidP="00B67B7C">
      <w:pPr>
        <w:pStyle w:val="Heading2"/>
        <w:rPr>
          <w:lang w:val="sw-KE"/>
        </w:rPr>
      </w:pPr>
      <w:bookmarkStart w:id="37" w:name="_Toc28694413"/>
      <w:r w:rsidRPr="00020BD0">
        <w:rPr>
          <w:lang w:val="sw-KE"/>
        </w:rPr>
        <w:t>10. SOMO LA KUMI</w:t>
      </w:r>
      <w:bookmarkEnd w:id="37"/>
    </w:p>
    <w:p w:rsidR="00020BD0" w:rsidRPr="00020BD0" w:rsidRDefault="00020BD0" w:rsidP="00B67B7C">
      <w:pPr>
        <w:pStyle w:val="Heading3"/>
        <w:rPr>
          <w:lang w:val="sw-KE"/>
        </w:rPr>
      </w:pPr>
      <w:bookmarkStart w:id="38" w:name="_Toc28694414"/>
      <w:r w:rsidRPr="00020BD0">
        <w:rPr>
          <w:lang w:val="sw-KE"/>
        </w:rPr>
        <w:t>IMAM WA TISA</w:t>
      </w:r>
      <w:bookmarkEnd w:id="38"/>
    </w:p>
    <w:p w:rsidR="00020BD0" w:rsidRPr="00020BD0" w:rsidRDefault="00020BD0" w:rsidP="00020BD0">
      <w:pPr>
        <w:pStyle w:val="libNormal"/>
        <w:jc w:val="both"/>
        <w:rPr>
          <w:lang w:val="sw-KE"/>
        </w:rPr>
      </w:pPr>
      <w:r w:rsidRPr="00020BD0">
        <w:rPr>
          <w:lang w:val="sw-KE"/>
        </w:rPr>
        <w:t>Naye Imam Muham</w:t>
      </w:r>
      <w:r w:rsidR="00B67B7C">
        <w:rPr>
          <w:lang w:val="sw-KE"/>
        </w:rPr>
        <w:t xml:space="preserve">mad Taki bin Ali, al Jawad </w:t>
      </w:r>
      <w:r w:rsidR="00B67B7C" w:rsidRPr="00DA76F4">
        <w:rPr>
          <w:rStyle w:val="libFootnotenumChar"/>
          <w:lang w:val="sw-KE"/>
        </w:rPr>
        <w:t>(a.s</w:t>
      </w:r>
      <w:r w:rsidRPr="00DA76F4">
        <w:rPr>
          <w:rStyle w:val="libFootnotenumChar"/>
          <w:lang w:val="sw-KE"/>
        </w:rPr>
        <w:t>)</w:t>
      </w:r>
      <w:r w:rsidRPr="00020BD0">
        <w:rPr>
          <w:lang w:val="sw-KE"/>
        </w:rPr>
        <w:t xml:space="preserve">. Mama yake ni </w:t>
      </w:r>
      <w:r w:rsidR="00B67B7C">
        <w:rPr>
          <w:lang w:val="sw-KE"/>
        </w:rPr>
        <w:t xml:space="preserve">bibi Sabika. Kazaliwa Imam </w:t>
      </w:r>
      <w:r w:rsidR="00B67B7C" w:rsidRPr="00DA76F4">
        <w:rPr>
          <w:rStyle w:val="libFootnotenumChar"/>
          <w:lang w:val="sw-KE"/>
        </w:rPr>
        <w:t>(a.s</w:t>
      </w:r>
      <w:r w:rsidRPr="00DA76F4">
        <w:rPr>
          <w:rStyle w:val="libFootnotenumChar"/>
          <w:lang w:val="sw-KE"/>
        </w:rPr>
        <w:t>)</w:t>
      </w:r>
      <w:r w:rsidRPr="00020BD0">
        <w:rPr>
          <w:lang w:val="sw-KE"/>
        </w:rPr>
        <w:t xml:space="preserve"> mwezi kumi, mfungo kumi, mwaka wa mia moja na tisini na tano, Hijiria, Madina Munawwara.</w:t>
      </w:r>
    </w:p>
    <w:p w:rsidR="00020BD0" w:rsidRPr="00020BD0" w:rsidRDefault="00020BD0" w:rsidP="00020BD0">
      <w:pPr>
        <w:pStyle w:val="libNormal"/>
        <w:jc w:val="both"/>
        <w:rPr>
          <w:lang w:val="sw-KE"/>
        </w:rPr>
      </w:pPr>
      <w:r w:rsidRPr="00020BD0">
        <w:rPr>
          <w:lang w:val="sw-KE"/>
        </w:rPr>
        <w:t>Kafa, hali ya kupewa sumu, Baghdadi mwisho wa mfungo pili, miaka mia mbili na ishirini.</w:t>
      </w:r>
    </w:p>
    <w:p w:rsidR="00020BD0" w:rsidRPr="00020BD0" w:rsidRDefault="00020BD0" w:rsidP="00020BD0">
      <w:pPr>
        <w:pStyle w:val="libNormal"/>
        <w:jc w:val="both"/>
        <w:rPr>
          <w:lang w:val="sw-KE"/>
        </w:rPr>
      </w:pPr>
      <w:r w:rsidRPr="00020BD0">
        <w:rPr>
          <w:lang w:val="sw-KE"/>
        </w:rPr>
        <w:t>Kazikwa nyuma ya babu</w:t>
      </w:r>
      <w:r w:rsidR="004D38B2">
        <w:rPr>
          <w:lang w:val="sw-KE"/>
        </w:rPr>
        <w:t xml:space="preserve"> yake, Imam Musa bin Jafar </w:t>
      </w:r>
      <w:r w:rsidR="004D38B2" w:rsidRPr="004D38B2">
        <w:rPr>
          <w:rStyle w:val="libFootnotenumChar"/>
          <w:lang w:val="sw-KE"/>
        </w:rPr>
        <w:t>(a.s</w:t>
      </w:r>
      <w:r w:rsidRPr="004D38B2">
        <w:rPr>
          <w:rStyle w:val="libFootnotenumChar"/>
          <w:lang w:val="sw-KE"/>
        </w:rPr>
        <w:t>)</w:t>
      </w:r>
      <w:r w:rsidRPr="00020BD0">
        <w:rPr>
          <w:lang w:val="sw-KE"/>
        </w:rPr>
        <w:t xml:space="preserve"> mahala lilipo sasa kaburi lake katika Kadhimiya.</w:t>
      </w:r>
    </w:p>
    <w:p w:rsidR="00020BD0" w:rsidRPr="00020BD0" w:rsidRDefault="004D38B2" w:rsidP="00020BD0">
      <w:pPr>
        <w:pStyle w:val="libNormal"/>
        <w:jc w:val="both"/>
        <w:rPr>
          <w:lang w:val="sw-KE"/>
        </w:rPr>
      </w:pPr>
      <w:r>
        <w:rPr>
          <w:lang w:val="sw-KE"/>
        </w:rPr>
        <w:t xml:space="preserve">Alikuwa Imam </w:t>
      </w:r>
      <w:r w:rsidRPr="004D38B2">
        <w:rPr>
          <w:rStyle w:val="libFootnotenumChar"/>
          <w:lang w:val="sw-KE"/>
        </w:rPr>
        <w:t>(a.s</w:t>
      </w:r>
      <w:r w:rsidR="00020BD0" w:rsidRPr="004D38B2">
        <w:rPr>
          <w:rStyle w:val="libFootnotenumChar"/>
          <w:lang w:val="sw-KE"/>
        </w:rPr>
        <w:t>)</w:t>
      </w:r>
      <w:r w:rsidR="00020BD0" w:rsidRPr="00020BD0">
        <w:rPr>
          <w:lang w:val="sw-KE"/>
        </w:rPr>
        <w:t xml:space="preserve"> mwanachuoni mno zama zake, na mbora na mkarimu na mtoaji, mzuri mno kwa kikazi, na mbora wa tabia, na alikuwa fasaha mno.</w:t>
      </w:r>
    </w:p>
    <w:p w:rsidR="00020BD0" w:rsidRPr="00020BD0" w:rsidRDefault="00020BD0" w:rsidP="00020BD0">
      <w:pPr>
        <w:pStyle w:val="libNormal"/>
        <w:jc w:val="both"/>
        <w:rPr>
          <w:lang w:val="sw-KE"/>
        </w:rPr>
      </w:pPr>
      <w:r w:rsidRPr="00020BD0">
        <w:rPr>
          <w:lang w:val="sw-KE"/>
        </w:rPr>
        <w:t>Alikuwa anapopanda mnyama huchukuwa dhahabu na fedha, na kama akiombwa na yeyote njiani humpa. Na akiombwa na Ammi zake huwapa dinari khamsini au zaidi, na akiombwa na mashangazi zake huwapa dinari ishirini na tano au zaidi.</w:t>
      </w:r>
    </w:p>
    <w:p w:rsidR="00020BD0" w:rsidRPr="00020BD0" w:rsidRDefault="00020BD0" w:rsidP="00020BD0">
      <w:pPr>
        <w:pStyle w:val="libNormal"/>
        <w:jc w:val="both"/>
        <w:rPr>
          <w:lang w:val="sw-KE"/>
        </w:rPr>
      </w:pPr>
      <w:r w:rsidRPr="00020BD0">
        <w:rPr>
          <w:lang w:val="sw-KE"/>
        </w:rPr>
        <w:t xml:space="preserve">Na elimu yake kubwa imedhihiri waziwazi kwa watu. Mara wanachuoni themanini walikusanyika kwake, baada ya kurudi kwenye hija yao. Walimwuliza maswali mbalimbali akiwajibu Imam </w:t>
      </w:r>
      <w:r w:rsidRPr="004D38B2">
        <w:rPr>
          <w:rStyle w:val="libFootnotenumChar"/>
          <w:lang w:val="sw-KE"/>
        </w:rPr>
        <w:t>(a.s)</w:t>
      </w:r>
      <w:r w:rsidRPr="00020BD0">
        <w:rPr>
          <w:lang w:val="sw-KE"/>
        </w:rPr>
        <w:t xml:space="preserve"> kwa kumtosheleza kila mtu.</w:t>
      </w:r>
    </w:p>
    <w:p w:rsidR="00020BD0" w:rsidRPr="00020BD0" w:rsidRDefault="00020BD0" w:rsidP="00020BD0">
      <w:pPr>
        <w:pStyle w:val="libNormal"/>
        <w:jc w:val="both"/>
        <w:rPr>
          <w:lang w:val="sw-KE"/>
        </w:rPr>
      </w:pPr>
      <w:r w:rsidRPr="00020BD0">
        <w:rPr>
          <w:lang w:val="sw-KE"/>
        </w:rPr>
        <w:t>Wakati mmoja watu wengi walikusanyika kwake na kumwuliza maswali thelathini elfu mahala pamoja, akawajibu wote pasi kuzuia wala kukosa. Alikuwa umri wake wakati huo miaka tisa tu, lakini mfano namna hii si kitu cha kustaajabisha kwa Ahlul-bayt.</w:t>
      </w:r>
    </w:p>
    <w:p w:rsidR="00020BD0" w:rsidRPr="00020BD0" w:rsidRDefault="00020BD0" w:rsidP="00020BD0">
      <w:pPr>
        <w:pStyle w:val="libNormal"/>
        <w:jc w:val="both"/>
        <w:rPr>
          <w:lang w:val="sw-KE"/>
        </w:rPr>
      </w:pPr>
      <w:r w:rsidRPr="00020BD0">
        <w:rPr>
          <w:lang w:val="sw-KE"/>
        </w:rPr>
        <w:t>Na khalifa Mamun Rashid alimwozesha binti wake, baada ya mtihani muhimu, na kisa chake ni mashuhuri.</w:t>
      </w:r>
    </w:p>
    <w:p w:rsidR="004D38B2" w:rsidRPr="004D38B2" w:rsidRDefault="004D38B2" w:rsidP="004D38B2">
      <w:pPr>
        <w:pStyle w:val="Heading1Center"/>
        <w:rPr>
          <w:lang w:val="sw-KE"/>
        </w:rPr>
      </w:pPr>
      <w:bookmarkStart w:id="39" w:name="_Toc28694415"/>
      <w:r w:rsidRPr="004D38B2">
        <w:rPr>
          <w:lang w:val="sw-KE"/>
        </w:rPr>
        <w:lastRenderedPageBreak/>
        <w:t>MASOMO YA KI-ISLAM</w:t>
      </w:r>
      <w:bookmarkEnd w:id="39"/>
    </w:p>
    <w:p w:rsidR="004D38B2" w:rsidRDefault="004D38B2" w:rsidP="004D38B2">
      <w:pPr>
        <w:pStyle w:val="Heading2Center"/>
        <w:rPr>
          <w:lang w:val="sw-KE"/>
        </w:rPr>
      </w:pPr>
      <w:bookmarkStart w:id="40" w:name="_Toc28694416"/>
      <w:r w:rsidRPr="004D38B2">
        <w:rPr>
          <w:lang w:val="sw-KE"/>
        </w:rPr>
        <w:t>KITABU CHAPILI</w:t>
      </w:r>
      <w:bookmarkEnd w:id="40"/>
    </w:p>
    <w:p w:rsidR="00020BD0" w:rsidRPr="00020BD0" w:rsidRDefault="004D38B2" w:rsidP="004D38B2">
      <w:pPr>
        <w:pStyle w:val="Heading3Center"/>
        <w:rPr>
          <w:lang w:val="sw-KE"/>
        </w:rPr>
      </w:pPr>
      <w:bookmarkStart w:id="41" w:name="_Toc28694417"/>
      <w:r w:rsidRPr="00020BD0">
        <w:rPr>
          <w:lang w:val="sw-KE"/>
        </w:rPr>
        <w:t>11. SOMO LA KUMI NA MOJA</w:t>
      </w:r>
      <w:bookmarkEnd w:id="41"/>
    </w:p>
    <w:p w:rsidR="00020BD0" w:rsidRPr="00020BD0" w:rsidRDefault="00020BD0" w:rsidP="004D38B2">
      <w:pPr>
        <w:pStyle w:val="Heading3"/>
        <w:rPr>
          <w:lang w:val="sw-KE"/>
        </w:rPr>
      </w:pPr>
      <w:bookmarkStart w:id="42" w:name="_Toc28694418"/>
      <w:r w:rsidRPr="00020BD0">
        <w:rPr>
          <w:lang w:val="sw-KE"/>
        </w:rPr>
        <w:t>IMAMU</w:t>
      </w:r>
      <w:r w:rsidR="004D38B2">
        <w:rPr>
          <w:lang w:val="sw-KE"/>
        </w:rPr>
        <w:t xml:space="preserve"> </w:t>
      </w:r>
      <w:r w:rsidRPr="00020BD0">
        <w:rPr>
          <w:lang w:val="sw-KE"/>
        </w:rPr>
        <w:t>WA</w:t>
      </w:r>
      <w:r w:rsidR="004D38B2">
        <w:rPr>
          <w:lang w:val="sw-KE"/>
        </w:rPr>
        <w:t xml:space="preserve"> </w:t>
      </w:r>
      <w:r w:rsidRPr="00020BD0">
        <w:rPr>
          <w:lang w:val="sw-KE"/>
        </w:rPr>
        <w:t>KUMI</w:t>
      </w:r>
      <w:bookmarkEnd w:id="42"/>
    </w:p>
    <w:p w:rsidR="00020BD0" w:rsidRPr="00020BD0" w:rsidRDefault="00020BD0" w:rsidP="00020BD0">
      <w:pPr>
        <w:pStyle w:val="libNormal"/>
        <w:jc w:val="both"/>
        <w:rPr>
          <w:lang w:val="sw-KE"/>
        </w:rPr>
      </w:pPr>
      <w:r w:rsidRPr="00020BD0">
        <w:rPr>
          <w:lang w:val="sw-KE"/>
        </w:rPr>
        <w:t xml:space="preserve">Naye ni Imam </w:t>
      </w:r>
      <w:r w:rsidR="004D38B2">
        <w:rPr>
          <w:lang w:val="sw-KE"/>
        </w:rPr>
        <w:t xml:space="preserve">Ali bin Muhammad, An-Naqii </w:t>
      </w:r>
      <w:r w:rsidR="004D38B2" w:rsidRPr="004D38B2">
        <w:rPr>
          <w:rStyle w:val="libFootnotenumChar"/>
          <w:lang w:val="sw-KE"/>
        </w:rPr>
        <w:t>(a.s</w:t>
      </w:r>
      <w:r w:rsidRPr="004D38B2">
        <w:rPr>
          <w:rStyle w:val="libFootnotenumChar"/>
          <w:lang w:val="sw-KE"/>
        </w:rPr>
        <w:t>)</w:t>
      </w:r>
      <w:r w:rsidRPr="00020BD0">
        <w:rPr>
          <w:lang w:val="sw-KE"/>
        </w:rPr>
        <w:t xml:space="preserve">. Mama yake ni </w:t>
      </w:r>
      <w:r w:rsidR="004D38B2">
        <w:rPr>
          <w:lang w:val="sw-KE"/>
        </w:rPr>
        <w:t xml:space="preserve">bibi Samana. Kazaliwa Imam </w:t>
      </w:r>
      <w:r w:rsidR="004D38B2" w:rsidRPr="004D38B2">
        <w:rPr>
          <w:rStyle w:val="libFootnotenumChar"/>
          <w:lang w:val="sw-KE"/>
        </w:rPr>
        <w:t>(a.s</w:t>
      </w:r>
      <w:r w:rsidRPr="004D38B2">
        <w:rPr>
          <w:rStyle w:val="libFootnotenumChar"/>
          <w:lang w:val="sw-KE"/>
        </w:rPr>
        <w:t>)</w:t>
      </w:r>
      <w:r w:rsidRPr="00020BD0">
        <w:rPr>
          <w:lang w:val="sw-KE"/>
        </w:rPr>
        <w:t xml:space="preserve"> Madina Munawwara, mwezi tano, mfungo kumi, mwaka mia mbili na kumi na nane. Kafariki, hali ya kupewa sumu, mji wa Samarra, siku ya Jumatatu, mwezi tatu, mfungo kumi, mwaka mia mbili na khamsini na nne. Kazikwa huko mahala palipo kaburi lake sasa.</w:t>
      </w:r>
    </w:p>
    <w:p w:rsidR="00020BD0" w:rsidRPr="00020BD0" w:rsidRDefault="00020BD0" w:rsidP="00020BD0">
      <w:pPr>
        <w:pStyle w:val="libNormal"/>
        <w:jc w:val="both"/>
        <w:rPr>
          <w:lang w:val="sw-KE"/>
        </w:rPr>
      </w:pPr>
      <w:r w:rsidRPr="00020BD0">
        <w:rPr>
          <w:lang w:val="sw-KE"/>
        </w:rPr>
        <w:t>Al kuwa Imam</w:t>
      </w:r>
      <w:r w:rsidR="004D38B2">
        <w:rPr>
          <w:lang w:val="sw-KE"/>
        </w:rPr>
        <w:t xml:space="preserve"> </w:t>
      </w:r>
      <w:r w:rsidR="004D38B2" w:rsidRPr="004D38B2">
        <w:rPr>
          <w:rStyle w:val="libFootnotenumChar"/>
          <w:lang w:val="sw-KE"/>
        </w:rPr>
        <w:t>(a.s</w:t>
      </w:r>
      <w:r w:rsidRPr="004D38B2">
        <w:rPr>
          <w:rStyle w:val="libFootnotenumChar"/>
          <w:lang w:val="sw-KE"/>
        </w:rPr>
        <w:t>)</w:t>
      </w:r>
      <w:r w:rsidRPr="00020BD0">
        <w:rPr>
          <w:lang w:val="sw-KE"/>
        </w:rPr>
        <w:t xml:space="preserve"> mbora kuliko watu wote wa zama zake. Alikuwa mwanachuoni mno. Naye ndio makusanyiko ya utukufu na ukarimu, na mlainifu wa mazungumzo. Na alikuwa mchamungu, na mzuri wa mwenendo na tabia na alikuwa mkarimu mno.</w:t>
      </w:r>
    </w:p>
    <w:p w:rsidR="00020BD0" w:rsidRPr="00020BD0" w:rsidRDefault="00020BD0" w:rsidP="00020BD0">
      <w:pPr>
        <w:pStyle w:val="libNormal"/>
        <w:jc w:val="both"/>
        <w:rPr>
          <w:lang w:val="sw-KE"/>
        </w:rPr>
      </w:pPr>
      <w:r w:rsidRPr="00020BD0">
        <w:rPr>
          <w:lang w:val="sw-KE"/>
        </w:rPr>
        <w:t>Siku moja mfalme alimpelekea thelathini elfu dirham, na Imam akampa mwarabu wa kufa kwa msaada, na akamwambia, "Kalipe deni zako na kwa watoto wako na ahali zako na utusamehe (hatuna zaidi)." Akasema yule Mwarabu, "Ee! Mtoto wa Mtume, nilikuwa ninatumai kupata chini ya kumi elfu, lakini Mungu anajua alipoweka ujumbe wake." Baadaye akachukua mali ile na akaenda zake.</w:t>
      </w:r>
    </w:p>
    <w:p w:rsidR="00020BD0" w:rsidRPr="00020BD0" w:rsidRDefault="004D38B2" w:rsidP="004D38B2">
      <w:pPr>
        <w:pStyle w:val="Heading2"/>
        <w:rPr>
          <w:lang w:val="sw-KE"/>
        </w:rPr>
      </w:pPr>
      <w:bookmarkStart w:id="43" w:name="_Toc28694419"/>
      <w:r w:rsidRPr="00020BD0">
        <w:rPr>
          <w:lang w:val="sw-KE"/>
        </w:rPr>
        <w:t>12. SOMO LA KUMI NA MBILI</w:t>
      </w:r>
      <w:bookmarkEnd w:id="43"/>
    </w:p>
    <w:p w:rsidR="00020BD0" w:rsidRPr="00020BD0" w:rsidRDefault="00020BD0" w:rsidP="004D38B2">
      <w:pPr>
        <w:pStyle w:val="Heading3"/>
        <w:rPr>
          <w:lang w:val="sw-KE"/>
        </w:rPr>
      </w:pPr>
      <w:bookmarkStart w:id="44" w:name="_Toc28694420"/>
      <w:r w:rsidRPr="00020BD0">
        <w:rPr>
          <w:lang w:val="sw-KE"/>
        </w:rPr>
        <w:t>IMAM WA KUMINA MOJA</w:t>
      </w:r>
      <w:bookmarkEnd w:id="44"/>
    </w:p>
    <w:p w:rsidR="00020BD0" w:rsidRPr="00020BD0" w:rsidRDefault="00020BD0" w:rsidP="00020BD0">
      <w:pPr>
        <w:pStyle w:val="libNormal"/>
        <w:jc w:val="both"/>
        <w:rPr>
          <w:lang w:val="sw-KE"/>
        </w:rPr>
      </w:pPr>
      <w:r w:rsidRPr="00020BD0">
        <w:rPr>
          <w:lang w:val="sw-KE"/>
        </w:rPr>
        <w:t xml:space="preserve">Naye ni Imam </w:t>
      </w:r>
      <w:r w:rsidR="004D38B2">
        <w:rPr>
          <w:lang w:val="sw-KE"/>
        </w:rPr>
        <w:t xml:space="preserve">Hassan bin Ali, Al -Askari </w:t>
      </w:r>
      <w:r w:rsidR="004D38B2" w:rsidRPr="00821E16">
        <w:rPr>
          <w:rStyle w:val="libFootnotenumChar"/>
          <w:lang w:val="sw-KE"/>
        </w:rPr>
        <w:t>(a.s)</w:t>
      </w:r>
      <w:r w:rsidR="004D38B2">
        <w:rPr>
          <w:lang w:val="sw-KE"/>
        </w:rPr>
        <w:t xml:space="preserve">. </w:t>
      </w:r>
      <w:r w:rsidRPr="00020BD0">
        <w:rPr>
          <w:lang w:val="sw-KE"/>
        </w:rPr>
        <w:t>Mama yake ni bibi Haditha.</w:t>
      </w:r>
    </w:p>
    <w:p w:rsidR="00020BD0" w:rsidRPr="00020BD0" w:rsidRDefault="004D38B2" w:rsidP="00020BD0">
      <w:pPr>
        <w:pStyle w:val="libNormal"/>
        <w:jc w:val="both"/>
        <w:rPr>
          <w:lang w:val="sw-KE"/>
        </w:rPr>
      </w:pPr>
      <w:r>
        <w:rPr>
          <w:lang w:val="sw-KE"/>
        </w:rPr>
        <w:t xml:space="preserve">Kazaliwa Imam </w:t>
      </w:r>
      <w:r w:rsidRPr="00821E16">
        <w:rPr>
          <w:rStyle w:val="libFootnotenumChar"/>
          <w:lang w:val="sw-KE"/>
        </w:rPr>
        <w:t>(a.s</w:t>
      </w:r>
      <w:r w:rsidR="00020BD0" w:rsidRPr="00821E16">
        <w:rPr>
          <w:rStyle w:val="libFootnotenumChar"/>
          <w:lang w:val="sw-KE"/>
        </w:rPr>
        <w:t>)</w:t>
      </w:r>
      <w:r w:rsidR="00020BD0" w:rsidRPr="00020BD0">
        <w:rPr>
          <w:lang w:val="sw-KE"/>
        </w:rPr>
        <w:t xml:space="preserve"> siku ya Jumatatu. mwezi kumi, mfungo saba, mwaka wa miambili na thelathini na mbili.</w:t>
      </w:r>
    </w:p>
    <w:p w:rsidR="00020BD0" w:rsidRPr="00020BD0" w:rsidRDefault="00020BD0" w:rsidP="00020BD0">
      <w:pPr>
        <w:pStyle w:val="libNormal"/>
        <w:jc w:val="both"/>
        <w:rPr>
          <w:lang w:val="sw-KE"/>
        </w:rPr>
      </w:pPr>
      <w:r w:rsidRPr="00020BD0">
        <w:rPr>
          <w:lang w:val="sw-KE"/>
        </w:rPr>
        <w:t>Amekufa hali ya kupewa sumu, siku ya Ijumaa, mwezi nane, mfungo sita, mwaka 260. Akasimamia mazishi yake</w:t>
      </w:r>
      <w:r w:rsidR="00821E16">
        <w:rPr>
          <w:lang w:val="sw-KE"/>
        </w:rPr>
        <w:t xml:space="preserve"> mtoto wake Imam Al-Hujjat </w:t>
      </w:r>
      <w:r w:rsidR="00821E16" w:rsidRPr="00821E16">
        <w:rPr>
          <w:rStyle w:val="libFootnotenumChar"/>
          <w:lang w:val="sw-KE"/>
        </w:rPr>
        <w:t>(a.s</w:t>
      </w:r>
      <w:r w:rsidRPr="00821E16">
        <w:rPr>
          <w:rStyle w:val="libFootnotenumChar"/>
          <w:lang w:val="sw-KE"/>
        </w:rPr>
        <w:t>)</w:t>
      </w:r>
      <w:r w:rsidRPr="00020BD0">
        <w:rPr>
          <w:lang w:val="sw-KE"/>
        </w:rPr>
        <w:t>. Kazikwa alipozikwa baba yake katika mji wa Samarra.</w:t>
      </w:r>
    </w:p>
    <w:p w:rsidR="00020BD0" w:rsidRPr="00020BD0" w:rsidRDefault="00020BD0" w:rsidP="00020BD0">
      <w:pPr>
        <w:pStyle w:val="libNormal"/>
        <w:jc w:val="both"/>
        <w:rPr>
          <w:lang w:val="sw-KE"/>
        </w:rPr>
      </w:pPr>
      <w:r w:rsidRPr="00020BD0">
        <w:rPr>
          <w:lang w:val="sw-KE"/>
        </w:rPr>
        <w:t>'Uso wake na mwili wake ulikuwa mzuri sana. Alikuwa anaheshimiwa sana ijapokuwa umri wake ulikuwa mdogo. Alik</w:t>
      </w:r>
      <w:r w:rsidR="00821E16">
        <w:rPr>
          <w:lang w:val="sw-KE"/>
        </w:rPr>
        <w:t xml:space="preserve">uwa anafanana na Mtume </w:t>
      </w:r>
      <w:r w:rsidR="00821E16" w:rsidRPr="00821E16">
        <w:rPr>
          <w:rStyle w:val="libBold1Char"/>
          <w:lang w:val="sw-KE"/>
        </w:rPr>
        <w:t>(s.a.w.w</w:t>
      </w:r>
      <w:r w:rsidRPr="00821E16">
        <w:rPr>
          <w:rStyle w:val="libBold1Char"/>
          <w:lang w:val="sw-KE"/>
        </w:rPr>
        <w:t>)</w:t>
      </w:r>
      <w:r w:rsidRPr="00020BD0">
        <w:rPr>
          <w:lang w:val="sw-KE"/>
        </w:rPr>
        <w:t xml:space="preserve"> katika tabia.</w:t>
      </w:r>
    </w:p>
    <w:p w:rsidR="00020BD0" w:rsidRPr="00020BD0" w:rsidRDefault="00020BD0" w:rsidP="00020BD0">
      <w:pPr>
        <w:pStyle w:val="libNormal"/>
        <w:jc w:val="both"/>
        <w:rPr>
          <w:lang w:val="sw-KE"/>
        </w:rPr>
      </w:pPr>
      <w:r w:rsidRPr="00020BD0">
        <w:rPr>
          <w:lang w:val="sw-KE"/>
        </w:rPr>
        <w:t>Yaliyosikiwa kwa Ismaili, kasema:- "'Nilikaa</w:t>
      </w:r>
      <w:r w:rsidR="00821E16">
        <w:rPr>
          <w:lang w:val="sw-KE"/>
        </w:rPr>
        <w:t xml:space="preserve"> njiani kwa kumngojea Imam </w:t>
      </w:r>
      <w:r w:rsidR="00821E16" w:rsidRPr="00821E16">
        <w:rPr>
          <w:rStyle w:val="libFootnotenumChar"/>
          <w:lang w:val="sw-KE"/>
        </w:rPr>
        <w:t>(a.s</w:t>
      </w:r>
      <w:r w:rsidRPr="00821E16">
        <w:rPr>
          <w:rStyle w:val="libFootnotenumChar"/>
          <w:lang w:val="sw-KE"/>
        </w:rPr>
        <w:t>)</w:t>
      </w:r>
      <w:r w:rsidRPr="00020BD0">
        <w:rPr>
          <w:lang w:val="sw-KE"/>
        </w:rPr>
        <w:t>. Alipopita nikamshtakia h</w:t>
      </w:r>
      <w:r w:rsidR="00821E16">
        <w:rPr>
          <w:lang w:val="sw-KE"/>
        </w:rPr>
        <w:t xml:space="preserve">ali yangu. Akasema Imam </w:t>
      </w:r>
      <w:r w:rsidR="00821E16" w:rsidRPr="00821E16">
        <w:rPr>
          <w:rStyle w:val="libFootnotenumChar"/>
          <w:lang w:val="sw-KE"/>
        </w:rPr>
        <w:t>(a.s)</w:t>
      </w:r>
      <w:r w:rsidR="00821E16">
        <w:rPr>
          <w:lang w:val="sw-KE"/>
        </w:rPr>
        <w:t>:</w:t>
      </w:r>
      <w:r w:rsidRPr="00020BD0">
        <w:rPr>
          <w:lang w:val="sw-KE"/>
        </w:rPr>
        <w:t xml:space="preserve"> Unaapa uongo kwa Mungu, nawe umeficha katika ardhi dinari mia. Sisemi hivyo kwa kuwa nisikupe chochote l</w:t>
      </w:r>
      <w:r w:rsidR="00821E16">
        <w:rPr>
          <w:lang w:val="sw-KE"/>
        </w:rPr>
        <w:t xml:space="preserve">a, nitakupa." Baadaye Imam </w:t>
      </w:r>
      <w:r w:rsidR="00821E16" w:rsidRPr="00821E16">
        <w:rPr>
          <w:rStyle w:val="libFootnotenumChar"/>
          <w:lang w:val="sw-KE"/>
        </w:rPr>
        <w:t>(a.s</w:t>
      </w:r>
      <w:r w:rsidRPr="00821E16">
        <w:rPr>
          <w:rStyle w:val="libFootnotenumChar"/>
          <w:lang w:val="sw-KE"/>
        </w:rPr>
        <w:t>)</w:t>
      </w:r>
      <w:r w:rsidRPr="00020BD0">
        <w:rPr>
          <w:lang w:val="sw-KE"/>
        </w:rPr>
        <w:t xml:space="preserve"> akamwamuru kijana wake kumpa alicho nacho. Akampa dinari mia.</w:t>
      </w:r>
    </w:p>
    <w:p w:rsidR="00020BD0" w:rsidRPr="00020BD0" w:rsidRDefault="00020BD0" w:rsidP="00020BD0">
      <w:pPr>
        <w:pStyle w:val="libNormal"/>
        <w:jc w:val="both"/>
        <w:rPr>
          <w:lang w:val="sw-KE"/>
        </w:rPr>
      </w:pPr>
      <w:r w:rsidRPr="00020BD0">
        <w:rPr>
          <w:lang w:val="sw-KE"/>
        </w:rPr>
        <w:t>Mtu mmoja akenda kw</w:t>
      </w:r>
      <w:r w:rsidR="00821E16">
        <w:rPr>
          <w:lang w:val="sw-KE"/>
        </w:rPr>
        <w:t xml:space="preserve">a Imam </w:t>
      </w:r>
      <w:r w:rsidR="00821E16" w:rsidRPr="00821E16">
        <w:rPr>
          <w:rStyle w:val="libFootnotenumChar"/>
          <w:lang w:val="sw-KE"/>
        </w:rPr>
        <w:t>(a.s</w:t>
      </w:r>
      <w:r w:rsidRPr="00821E16">
        <w:rPr>
          <w:rStyle w:val="libFootnotenumChar"/>
          <w:lang w:val="sw-KE"/>
        </w:rPr>
        <w:t>)</w:t>
      </w:r>
      <w:r w:rsidRPr="00020BD0">
        <w:rPr>
          <w:lang w:val="sw-KE"/>
        </w:rPr>
        <w:t xml:space="preserve"> aliposikia ukarimu wake. Yeye alikuwa anahi</w:t>
      </w:r>
      <w:r w:rsidR="00821E16">
        <w:rPr>
          <w:lang w:val="sw-KE"/>
        </w:rPr>
        <w:t xml:space="preserve">taji dirhamu miatano. Imam </w:t>
      </w:r>
      <w:r w:rsidR="00821E16" w:rsidRPr="00821E16">
        <w:rPr>
          <w:rStyle w:val="libFootnotenumChar"/>
          <w:lang w:val="sw-KE"/>
        </w:rPr>
        <w:t>(a.s</w:t>
      </w:r>
      <w:r w:rsidRPr="00821E16">
        <w:rPr>
          <w:rStyle w:val="libFootnotenumChar"/>
          <w:lang w:val="sw-KE"/>
        </w:rPr>
        <w:t>)</w:t>
      </w:r>
      <w:r w:rsidRPr="00020BD0">
        <w:rPr>
          <w:lang w:val="sw-KE"/>
        </w:rPr>
        <w:t xml:space="preserve"> akampa mia tano dirhamu, na akamzidishia mia tatu dirhamu.</w:t>
      </w:r>
    </w:p>
    <w:p w:rsidR="00020BD0" w:rsidRPr="00020BD0" w:rsidRDefault="00020BD0" w:rsidP="00020BD0">
      <w:pPr>
        <w:pStyle w:val="libNormal"/>
        <w:jc w:val="both"/>
        <w:rPr>
          <w:lang w:val="sw-KE"/>
        </w:rPr>
      </w:pPr>
      <w:r w:rsidRPr="00020BD0">
        <w:rPr>
          <w:lang w:val="sw-KE"/>
        </w:rPr>
        <w:t>Wanasw</w:t>
      </w:r>
      <w:r w:rsidR="00821E16">
        <w:rPr>
          <w:lang w:val="sw-KE"/>
        </w:rPr>
        <w:t xml:space="preserve">ara wakashuhudia kuwa Imam </w:t>
      </w:r>
      <w:r w:rsidR="00821E16" w:rsidRPr="00821E16">
        <w:rPr>
          <w:rStyle w:val="libFootnotenumChar"/>
          <w:lang w:val="sw-KE"/>
        </w:rPr>
        <w:t>(a.s</w:t>
      </w:r>
      <w:r w:rsidRPr="00821E16">
        <w:rPr>
          <w:rStyle w:val="libFootnotenumChar"/>
          <w:lang w:val="sw-KE"/>
        </w:rPr>
        <w:t>)</w:t>
      </w:r>
      <w:r w:rsidRPr="00020BD0">
        <w:rPr>
          <w:lang w:val="sw-KE"/>
        </w:rPr>
        <w:t xml:space="preserve"> ni mfano wa Masihi katika fadhila na elimu na miujiza yake.</w:t>
      </w:r>
    </w:p>
    <w:p w:rsidR="00020BD0" w:rsidRPr="00020BD0" w:rsidRDefault="00020BD0" w:rsidP="00020BD0">
      <w:pPr>
        <w:pStyle w:val="libNormal"/>
        <w:jc w:val="both"/>
        <w:rPr>
          <w:lang w:val="sw-KE"/>
        </w:rPr>
      </w:pPr>
      <w:r w:rsidRPr="00020BD0">
        <w:rPr>
          <w:lang w:val="sw-KE"/>
        </w:rPr>
        <w:t>Alik</w:t>
      </w:r>
      <w:r w:rsidR="00821E16">
        <w:rPr>
          <w:lang w:val="sw-KE"/>
        </w:rPr>
        <w:t xml:space="preserve">uwa Imam </w:t>
      </w:r>
      <w:r w:rsidR="00821E16" w:rsidRPr="00821E16">
        <w:rPr>
          <w:rStyle w:val="libFootnotenumChar"/>
          <w:lang w:val="sw-KE"/>
        </w:rPr>
        <w:t>(a.s</w:t>
      </w:r>
      <w:r w:rsidRPr="00821E16">
        <w:rPr>
          <w:rStyle w:val="libFootnotenumChar"/>
          <w:lang w:val="sw-KE"/>
        </w:rPr>
        <w:t>)</w:t>
      </w:r>
      <w:r w:rsidRPr="00020BD0">
        <w:rPr>
          <w:lang w:val="sw-KE"/>
        </w:rPr>
        <w:t xml:space="preserve"> mwingi wa ibada, na mwingi wa sala za usiku-(Tahajjud).</w:t>
      </w:r>
    </w:p>
    <w:p w:rsidR="00020BD0" w:rsidRPr="00020BD0" w:rsidRDefault="00821E16" w:rsidP="00821E16">
      <w:pPr>
        <w:pStyle w:val="Heading2"/>
        <w:rPr>
          <w:lang w:val="sw-KE"/>
        </w:rPr>
      </w:pPr>
      <w:bookmarkStart w:id="45" w:name="_Toc28694421"/>
      <w:r w:rsidRPr="00020BD0">
        <w:rPr>
          <w:lang w:val="sw-KE"/>
        </w:rPr>
        <w:lastRenderedPageBreak/>
        <w:t>13. SOMO LA KUMI NA TATU</w:t>
      </w:r>
      <w:bookmarkEnd w:id="45"/>
    </w:p>
    <w:p w:rsidR="00020BD0" w:rsidRPr="00020BD0" w:rsidRDefault="00020BD0" w:rsidP="00821E16">
      <w:pPr>
        <w:pStyle w:val="Heading3"/>
        <w:rPr>
          <w:lang w:val="sw-KE"/>
        </w:rPr>
      </w:pPr>
      <w:bookmarkStart w:id="46" w:name="_Toc28694422"/>
      <w:r w:rsidRPr="00020BD0">
        <w:rPr>
          <w:lang w:val="sw-KE"/>
        </w:rPr>
        <w:t>IMAM</w:t>
      </w:r>
      <w:r w:rsidR="00821E16">
        <w:rPr>
          <w:lang w:val="sw-KE"/>
        </w:rPr>
        <w:t>U</w:t>
      </w:r>
      <w:r w:rsidRPr="00020BD0">
        <w:rPr>
          <w:lang w:val="sw-KE"/>
        </w:rPr>
        <w:t xml:space="preserve"> WA KUMI NA MBILI</w:t>
      </w:r>
      <w:bookmarkEnd w:id="46"/>
    </w:p>
    <w:p w:rsidR="00020BD0" w:rsidRPr="00020BD0" w:rsidRDefault="00020BD0" w:rsidP="00020BD0">
      <w:pPr>
        <w:pStyle w:val="libNormal"/>
        <w:jc w:val="both"/>
        <w:rPr>
          <w:lang w:val="sw-KE"/>
        </w:rPr>
      </w:pPr>
      <w:r w:rsidRPr="00020BD0">
        <w:rPr>
          <w:lang w:val="sw-KE"/>
        </w:rPr>
        <w:t>Naye Imam Al</w:t>
      </w:r>
      <w:r w:rsidR="00821E16">
        <w:rPr>
          <w:lang w:val="sw-KE"/>
        </w:rPr>
        <w:t xml:space="preserve">-Mahdi Muhammad bin Hassan </w:t>
      </w:r>
      <w:r w:rsidR="00821E16" w:rsidRPr="00821E16">
        <w:rPr>
          <w:rStyle w:val="libFootnotenumChar"/>
          <w:lang w:val="sw-KE"/>
        </w:rPr>
        <w:t>(a.s</w:t>
      </w:r>
      <w:r w:rsidRPr="00821E16">
        <w:rPr>
          <w:rStyle w:val="libFootnotenumChar"/>
          <w:lang w:val="sw-KE"/>
        </w:rPr>
        <w:t>)</w:t>
      </w:r>
      <w:r w:rsidRPr="00020BD0">
        <w:rPr>
          <w:lang w:val="sw-KE"/>
        </w:rPr>
        <w:t>. Na mama yake ni Bibi Narjis.</w:t>
      </w:r>
    </w:p>
    <w:p w:rsidR="00020BD0" w:rsidRPr="00020BD0" w:rsidRDefault="00821E16" w:rsidP="00020BD0">
      <w:pPr>
        <w:pStyle w:val="libNormal"/>
        <w:jc w:val="both"/>
        <w:rPr>
          <w:lang w:val="sw-KE"/>
        </w:rPr>
      </w:pPr>
      <w:r>
        <w:rPr>
          <w:lang w:val="sw-KE"/>
        </w:rPr>
        <w:t xml:space="preserve">Kazaliwa Imam </w:t>
      </w:r>
      <w:r w:rsidRPr="00821E16">
        <w:rPr>
          <w:rStyle w:val="libFootnotenumChar"/>
          <w:lang w:val="sw-KE"/>
        </w:rPr>
        <w:t>(a.s</w:t>
      </w:r>
      <w:r w:rsidR="00020BD0" w:rsidRPr="00821E16">
        <w:rPr>
          <w:rStyle w:val="libFootnotenumChar"/>
          <w:lang w:val="sw-KE"/>
        </w:rPr>
        <w:t>)</w:t>
      </w:r>
      <w:r w:rsidR="00020BD0" w:rsidRPr="00020BD0">
        <w:rPr>
          <w:lang w:val="sw-KE"/>
        </w:rPr>
        <w:t xml:space="preserve"> Samarra, usiku wa nusu ya Shaaban, mwaka mia mbili na khamsini na tano.</w:t>
      </w:r>
    </w:p>
    <w:p w:rsidR="00020BD0" w:rsidRPr="00020BD0" w:rsidRDefault="00821E16" w:rsidP="00020BD0">
      <w:pPr>
        <w:pStyle w:val="libNormal"/>
        <w:jc w:val="both"/>
        <w:rPr>
          <w:lang w:val="sw-KE"/>
        </w:rPr>
      </w:pPr>
      <w:r>
        <w:rPr>
          <w:lang w:val="sw-KE"/>
        </w:rPr>
        <w:t xml:space="preserve">Imam huyo </w:t>
      </w:r>
      <w:r w:rsidRPr="00821E16">
        <w:rPr>
          <w:rStyle w:val="libFootnotenumChar"/>
          <w:lang w:val="sw-KE"/>
        </w:rPr>
        <w:t>(a.s</w:t>
      </w:r>
      <w:r w:rsidR="00020BD0" w:rsidRPr="00821E16">
        <w:rPr>
          <w:rStyle w:val="libFootnotenumChar"/>
          <w:lang w:val="sw-KE"/>
        </w:rPr>
        <w:t>)</w:t>
      </w:r>
      <w:r w:rsidR="00020BD0" w:rsidRPr="00020BD0">
        <w:rPr>
          <w:lang w:val="sw-KE"/>
        </w:rPr>
        <w:t xml:space="preserve"> ndiye wa mwisho na ni hoja ya Mungu ardhini. Na ni mwisho wa makhalifa wa Mtume Mtukufu. Na mwisho wa Maimamu wa Waislamu wa kumi na mbili.</w:t>
      </w:r>
    </w:p>
    <w:p w:rsidR="00020BD0" w:rsidRPr="00020BD0" w:rsidRDefault="00020BD0" w:rsidP="00020BD0">
      <w:pPr>
        <w:pStyle w:val="libNormal"/>
        <w:jc w:val="both"/>
        <w:rPr>
          <w:lang w:val="sw-KE"/>
        </w:rPr>
      </w:pPr>
      <w:r w:rsidRPr="00020BD0">
        <w:rPr>
          <w:lang w:val="sw-KE"/>
        </w:rPr>
        <w:t>Naye ni hai duniani sasa. Na karefusha Mungu Mtukufu umri wa</w:t>
      </w:r>
      <w:r w:rsidR="00821E16">
        <w:rPr>
          <w:lang w:val="sw-KE"/>
        </w:rPr>
        <w:t xml:space="preserve">ke Mtukufu </w:t>
      </w:r>
      <w:r w:rsidR="00821E16" w:rsidRPr="00821E16">
        <w:rPr>
          <w:rStyle w:val="libFootnotenumChar"/>
          <w:lang w:val="sw-KE"/>
        </w:rPr>
        <w:t>(a.s</w:t>
      </w:r>
      <w:r w:rsidRPr="00821E16">
        <w:rPr>
          <w:rStyle w:val="libFootnotenumChar"/>
          <w:lang w:val="sw-KE"/>
        </w:rPr>
        <w:t>)</w:t>
      </w:r>
      <w:r w:rsidRPr="00020BD0">
        <w:rPr>
          <w:lang w:val="sw-KE"/>
        </w:rPr>
        <w:t xml:space="preserve">. Naye ni Ghaib (haonekani). </w:t>
      </w:r>
      <w:r w:rsidR="004176BC" w:rsidRPr="00020BD0">
        <w:rPr>
          <w:lang w:val="sw-KE"/>
        </w:rPr>
        <w:t xml:space="preserve">Na Atadhihiri Karibu Ya Kiyama </w:t>
      </w:r>
      <w:r w:rsidRPr="00020BD0">
        <w:rPr>
          <w:lang w:val="sw-KE"/>
        </w:rPr>
        <w:t>wakati itapojaa dunia dhulma na madhambi. Na yeye atajaza dunia uadilifu na haki na usawa.</w:t>
      </w:r>
    </w:p>
    <w:p w:rsidR="00020BD0" w:rsidRPr="00020BD0" w:rsidRDefault="00020BD0" w:rsidP="00020BD0">
      <w:pPr>
        <w:pStyle w:val="libNormal"/>
        <w:jc w:val="both"/>
        <w:rPr>
          <w:lang w:val="sw-KE"/>
        </w:rPr>
      </w:pPr>
      <w:r w:rsidRPr="00020BD0">
        <w:rPr>
          <w:lang w:val="sw-KE"/>
        </w:rPr>
        <w:t>K</w:t>
      </w:r>
      <w:r w:rsidR="00821E16">
        <w:rPr>
          <w:lang w:val="sw-KE"/>
        </w:rPr>
        <w:t xml:space="preserve">ama alivyohubiri Mtume </w:t>
      </w:r>
      <w:r w:rsidR="00821E16" w:rsidRPr="00821E16">
        <w:rPr>
          <w:rStyle w:val="libBold1Char"/>
          <w:lang w:val="sw-KE"/>
        </w:rPr>
        <w:t>(s.a.w.w</w:t>
      </w:r>
      <w:r w:rsidR="00821E16">
        <w:rPr>
          <w:lang w:val="sw-KE"/>
        </w:rPr>
        <w:t xml:space="preserve">) na ma Imamu </w:t>
      </w:r>
      <w:r w:rsidR="00821E16" w:rsidRPr="00821E16">
        <w:rPr>
          <w:rStyle w:val="libFootnotenumChar"/>
          <w:lang w:val="sw-KE"/>
        </w:rPr>
        <w:t>(a.s</w:t>
      </w:r>
      <w:r w:rsidRPr="00821E16">
        <w:rPr>
          <w:rStyle w:val="libFootnotenumChar"/>
          <w:lang w:val="sw-KE"/>
        </w:rPr>
        <w:t>)</w:t>
      </w:r>
      <w:r w:rsidRPr="00020BD0">
        <w:rPr>
          <w:lang w:val="sw-KE"/>
        </w:rPr>
        <w:t>, kuwa yeye atabaki, hafi.</w:t>
      </w:r>
    </w:p>
    <w:p w:rsidR="00020BD0" w:rsidRPr="00020BD0" w:rsidRDefault="00020BD0" w:rsidP="00020BD0">
      <w:pPr>
        <w:pStyle w:val="libNormal"/>
        <w:jc w:val="both"/>
        <w:rPr>
          <w:lang w:val="sw-KE"/>
        </w:rPr>
      </w:pPr>
      <w:r w:rsidRPr="00020BD0">
        <w:rPr>
          <w:lang w:val="sw-KE"/>
        </w:rPr>
        <w:t>Atamiliki dunia nzima na kuimarisha na uadilifu, na atawauwa wadhalimu. Kama alivyosema Mwenyezi Mungu, "Mwenyezi Mungu aishindishe juu ya dini zote ijapokuwa washirikina wachukie."</w:t>
      </w:r>
    </w:p>
    <w:p w:rsidR="00020BD0" w:rsidRPr="00020BD0" w:rsidRDefault="00020BD0" w:rsidP="00020BD0">
      <w:pPr>
        <w:pStyle w:val="libNormal"/>
        <w:jc w:val="both"/>
        <w:rPr>
          <w:lang w:val="sw-KE"/>
        </w:rPr>
      </w:pPr>
      <w:r w:rsidRPr="00020BD0">
        <w:rPr>
          <w:lang w:val="sw-KE"/>
        </w:rPr>
        <w:t>Ee! Mola, fanya upesi faraja yake na wepesi kutoka kwake, utujaalie miongoni mwa wanusuru wake na wasaidizi wake.</w:t>
      </w:r>
    </w:p>
    <w:p w:rsidR="00020BD0" w:rsidRDefault="00020BD0" w:rsidP="00020BD0">
      <w:pPr>
        <w:pStyle w:val="libNormal"/>
        <w:jc w:val="both"/>
        <w:rPr>
          <w:lang w:val="sw-KE"/>
        </w:rPr>
      </w:pPr>
      <w:r w:rsidRPr="00020BD0">
        <w:rPr>
          <w:lang w:val="sw-KE"/>
        </w:rPr>
        <w:t>Na kwa s</w:t>
      </w:r>
      <w:r w:rsidR="00821E16">
        <w:rPr>
          <w:lang w:val="sw-KE"/>
        </w:rPr>
        <w:t xml:space="preserve">ababu kujificha kwake Imam </w:t>
      </w:r>
      <w:r w:rsidR="00821E16" w:rsidRPr="00821E16">
        <w:rPr>
          <w:rStyle w:val="libFootnotenumChar"/>
          <w:lang w:val="sw-KE"/>
        </w:rPr>
        <w:t>(a.s</w:t>
      </w:r>
      <w:r w:rsidRPr="00821E16">
        <w:rPr>
          <w:rStyle w:val="libFootnotenumChar"/>
          <w:lang w:val="sw-KE"/>
        </w:rPr>
        <w:t>)</w:t>
      </w:r>
      <w:r w:rsidRPr="00020BD0">
        <w:rPr>
          <w:lang w:val="sw-KE"/>
        </w:rPr>
        <w:t xml:space="preserve"> kulikuwa nyumbani kwake, wanakwenda Wa-Islamu mahari hapo katika Samarra kwa kumwabudu Mungu hapo. Na nyumba ile inaitwa "Sardab-ul-ghaibat."</w:t>
      </w:r>
    </w:p>
    <w:p w:rsidR="003C5BFF" w:rsidRPr="003C5BFF" w:rsidRDefault="003C5BFF" w:rsidP="003C5BFF">
      <w:pPr>
        <w:pStyle w:val="Heading3"/>
        <w:rPr>
          <w:lang w:val="sw-KE"/>
        </w:rPr>
      </w:pPr>
      <w:bookmarkStart w:id="47" w:name="_Toc28694423"/>
      <w:r w:rsidRPr="003C5BFF">
        <w:rPr>
          <w:lang w:val="sw-KE"/>
        </w:rPr>
        <w:t>SHARTI YA KUCHAPA</w:t>
      </w:r>
      <w:bookmarkEnd w:id="47"/>
      <w:r w:rsidRPr="003C5BFF">
        <w:rPr>
          <w:lang w:val="sw-KE"/>
        </w:rPr>
        <w:t xml:space="preserve"> </w:t>
      </w:r>
    </w:p>
    <w:p w:rsidR="003C5BFF" w:rsidRPr="003C5BFF" w:rsidRDefault="003C5BFF" w:rsidP="003C5BFF">
      <w:pPr>
        <w:pStyle w:val="libNormal"/>
        <w:jc w:val="both"/>
        <w:rPr>
          <w:rStyle w:val="libFootnotenumChar"/>
          <w:lang w:val="sw-KE"/>
        </w:rPr>
      </w:pPr>
      <w:r w:rsidRPr="003C5BFF">
        <w:rPr>
          <w:lang w:val="sw-KE"/>
        </w:rPr>
        <w:t xml:space="preserve">Sharti ya kuchapa au kusambaza ni kutaja rejeo hili. haki zote zimehifadhiwa na Taasisi ya Al-Hasanain Taasisi ya Imamu Husein </w:t>
      </w:r>
      <w:r w:rsidRPr="003C5BFF">
        <w:rPr>
          <w:rStyle w:val="libFootnotenumChar"/>
          <w:lang w:val="sw-KE"/>
        </w:rPr>
        <w:t>(a.s)</w:t>
      </w:r>
    </w:p>
    <w:p w:rsidR="003C5BFF" w:rsidRPr="003C5BFF" w:rsidRDefault="003C5BFF" w:rsidP="003C5BFF">
      <w:pPr>
        <w:pStyle w:val="libNormal"/>
        <w:jc w:val="both"/>
        <w:rPr>
          <w:lang w:val="sw-KE"/>
        </w:rPr>
      </w:pPr>
      <w:r w:rsidRPr="003C5BFF">
        <w:rPr>
          <w:lang w:val="sw-KE"/>
        </w:rPr>
        <w:t xml:space="preserve">Site ya Al-Imaamaini Al-Hassanaini </w:t>
      </w:r>
      <w:r w:rsidRPr="003C5BFF">
        <w:rPr>
          <w:rStyle w:val="libFootnotenumChar"/>
          <w:lang w:val="sw-KE"/>
        </w:rPr>
        <w:t>(a.s)</w:t>
      </w:r>
      <w:r w:rsidRPr="003C5BFF">
        <w:rPr>
          <w:lang w:val="sw-KE"/>
        </w:rPr>
        <w:t xml:space="preserve"> ya usambazaji wa utamaduni wa Kiislamu na mafunzo ya Kidini.</w:t>
      </w:r>
    </w:p>
    <w:p w:rsidR="003C5BFF" w:rsidRDefault="003C5BFF" w:rsidP="003C5BFF">
      <w:pPr>
        <w:pStyle w:val="Heading3"/>
        <w:rPr>
          <w:lang w:val="sw-KE"/>
        </w:rPr>
      </w:pPr>
      <w:bookmarkStart w:id="48" w:name="_Toc28694424"/>
      <w:r w:rsidRPr="003C5BFF">
        <w:rPr>
          <w:lang w:val="sw-KE"/>
        </w:rPr>
        <w:t>MWISHO WA KITABU</w:t>
      </w:r>
      <w:bookmarkEnd w:id="48"/>
    </w:p>
    <w:p w:rsidR="003C5BFF" w:rsidRDefault="003C5BFF">
      <w:pPr>
        <w:ind w:firstLine="0"/>
        <w:jc w:val="left"/>
        <w:rPr>
          <w:sz w:val="24"/>
          <w:lang w:val="sw-KE"/>
        </w:rPr>
      </w:pPr>
      <w:r>
        <w:rPr>
          <w:lang w:val="sw-KE"/>
        </w:rPr>
        <w:br w:type="page"/>
      </w:r>
    </w:p>
    <w:p w:rsidR="004252DC" w:rsidRDefault="003C5BFF" w:rsidP="003C5BFF">
      <w:pPr>
        <w:pStyle w:val="Heading3Center"/>
        <w:rPr>
          <w:lang w:val="sw-KE"/>
        </w:rPr>
      </w:pPr>
      <w:bookmarkStart w:id="49" w:name="_Toc28694425"/>
      <w:r>
        <w:rPr>
          <w:lang w:val="sw-KE"/>
        </w:rPr>
        <w:lastRenderedPageBreak/>
        <w:t>YALIYOMO</w:t>
      </w:r>
      <w:bookmarkEnd w:id="49"/>
    </w:p>
    <w:sdt>
      <w:sdtPr>
        <w:rPr>
          <w:rtl/>
        </w:rPr>
        <w:id w:val="19649594"/>
        <w:docPartObj>
          <w:docPartGallery w:val="Table of Contents"/>
          <w:docPartUnique/>
        </w:docPartObj>
      </w:sdtPr>
      <w:sdtEndPr>
        <w:rPr>
          <w:b w:val="0"/>
          <w:bCs w:val="0"/>
          <w:noProof w:val="0"/>
          <w:sz w:val="32"/>
          <w:rtl w:val="0"/>
        </w:rPr>
      </w:sdtEndPr>
      <w:sdtContent>
        <w:p w:rsidR="00151DF1" w:rsidRDefault="00151DF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8694376" w:history="1">
            <w:r w:rsidRPr="002553D5">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Toc28694376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77" w:history="1">
            <w:r w:rsidRPr="002553D5">
              <w:rPr>
                <w:rStyle w:val="Hyperlink"/>
                <w:lang w:val="sw-KE"/>
              </w:rPr>
              <w:t>KITABU CHA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Toc28694377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78" w:history="1">
            <w:r w:rsidRPr="002553D5">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Toc28694378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79"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Toc28694379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80"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Toc28694380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81" w:history="1">
            <w:r w:rsidRPr="002553D5">
              <w:rPr>
                <w:rStyle w:val="Hyperlink"/>
                <w:noProof/>
                <w:lang w:val="sw-KE"/>
              </w:rPr>
              <w:t>1. Somo la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82" w:history="1">
            <w:r w:rsidRPr="002553D5">
              <w:rPr>
                <w:rStyle w:val="Hyperlink"/>
                <w:noProof/>
                <w:lang w:val="sw-KE"/>
              </w:rPr>
              <w:t>IMAM WA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Toc28694382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83"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Toc28694383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84"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Toc28694384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85" w:history="1">
            <w:r w:rsidRPr="002553D5">
              <w:rPr>
                <w:rStyle w:val="Hyperlink"/>
                <w:noProof/>
                <w:lang w:val="sw-KE"/>
              </w:rPr>
              <w:t>2. SOMO LA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86" w:history="1">
            <w:r w:rsidRPr="002553D5">
              <w:rPr>
                <w:rStyle w:val="Hyperlink"/>
                <w:noProof/>
                <w:lang w:val="sw-KE"/>
              </w:rPr>
              <w:t xml:space="preserve">BINTI WA NABII </w:t>
            </w:r>
            <w:r w:rsidRPr="002553D5">
              <w:rPr>
                <w:rStyle w:val="Hyperlink"/>
                <w:bCs/>
                <w:noProof/>
                <w:lang w:val="sw-KE"/>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Toc28694386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87"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Toc28694387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88"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Toc28694388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89" w:history="1">
            <w:r w:rsidRPr="002553D5">
              <w:rPr>
                <w:rStyle w:val="Hyperlink"/>
                <w:noProof/>
                <w:lang w:val="sw-KE"/>
              </w:rPr>
              <w:t>3. SOMO LA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Toc28694389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90" w:history="1">
            <w:r w:rsidRPr="002553D5">
              <w:rPr>
                <w:rStyle w:val="Hyperlink"/>
                <w:noProof/>
                <w:lang w:val="sw-KE"/>
              </w:rPr>
              <w:t>IMAM WA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Toc28694390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91"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Toc28694391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92"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Toc28694392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93" w:history="1">
            <w:r w:rsidRPr="002553D5">
              <w:rPr>
                <w:rStyle w:val="Hyperlink"/>
                <w:noProof/>
                <w:lang w:val="sw-KE"/>
              </w:rPr>
              <w:t>4. SOMO LA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Toc28694393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94" w:history="1">
            <w:r w:rsidRPr="002553D5">
              <w:rPr>
                <w:rStyle w:val="Hyperlink"/>
                <w:noProof/>
                <w:lang w:val="sw-KE"/>
              </w:rPr>
              <w:t>IMAMU WA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Toc28694394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95"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Toc28694395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396"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Toc28694396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97" w:history="1">
            <w:r w:rsidRPr="002553D5">
              <w:rPr>
                <w:rStyle w:val="Hyperlink"/>
                <w:noProof/>
                <w:lang w:val="sw-KE"/>
              </w:rPr>
              <w:t>5. SOMO LA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Toc28694397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398" w:history="1">
            <w:r w:rsidRPr="002553D5">
              <w:rPr>
                <w:rStyle w:val="Hyperlink"/>
                <w:noProof/>
                <w:lang w:val="sw-KE"/>
              </w:rPr>
              <w:t>IMAMU WA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Toc28694398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399"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Toc28694399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00"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Toc28694400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01" w:history="1">
            <w:r w:rsidRPr="002553D5">
              <w:rPr>
                <w:rStyle w:val="Hyperlink"/>
                <w:noProof/>
                <w:lang w:val="sw-KE"/>
              </w:rPr>
              <w:t>6. SOMO LA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Toc28694401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02" w:history="1">
            <w:r w:rsidRPr="002553D5">
              <w:rPr>
                <w:rStyle w:val="Hyperlink"/>
                <w:noProof/>
                <w:lang w:val="sw-KE"/>
              </w:rPr>
              <w:t>IMAMU WA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Toc28694402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403"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Toc28694403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04"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Toc28694404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05" w:history="1">
            <w:r w:rsidRPr="002553D5">
              <w:rPr>
                <w:rStyle w:val="Hyperlink"/>
                <w:noProof/>
                <w:lang w:val="sw-KE"/>
              </w:rPr>
              <w:t>7. SOMO LA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Toc28694405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06" w:history="1">
            <w:r w:rsidRPr="002553D5">
              <w:rPr>
                <w:rStyle w:val="Hyperlink"/>
                <w:noProof/>
                <w:lang w:val="sw-KE"/>
              </w:rPr>
              <w:t>IMAMU WA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Toc28694406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407"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Toc28694407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08"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Toc28694408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09" w:history="1">
            <w:r w:rsidRPr="002553D5">
              <w:rPr>
                <w:rStyle w:val="Hyperlink"/>
                <w:noProof/>
                <w:lang w:val="sw-KE"/>
              </w:rPr>
              <w:t>8. SOMO LA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Toc28694409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10" w:history="1">
            <w:r w:rsidRPr="002553D5">
              <w:rPr>
                <w:rStyle w:val="Hyperlink"/>
                <w:noProof/>
                <w:lang w:val="sw-KE"/>
              </w:rPr>
              <w:t>IMAMU WA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Toc28694410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11" w:history="1">
            <w:r w:rsidRPr="002553D5">
              <w:rPr>
                <w:rStyle w:val="Hyperlink"/>
              </w:rPr>
              <w:t>9. SOMO LA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Toc28694411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12" w:history="1">
            <w:r w:rsidRPr="002553D5">
              <w:rPr>
                <w:rStyle w:val="Hyperlink"/>
                <w:noProof/>
                <w:lang w:val="sw-KE"/>
              </w:rPr>
              <w:t>IMAMU WA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Toc28694412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13" w:history="1">
            <w:r w:rsidRPr="002553D5">
              <w:rPr>
                <w:rStyle w:val="Hyperlink"/>
                <w:lang w:val="sw-KE"/>
              </w:rPr>
              <w:t>10. SOMO LA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Toc28694413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14" w:history="1">
            <w:r w:rsidRPr="002553D5">
              <w:rPr>
                <w:rStyle w:val="Hyperlink"/>
                <w:noProof/>
                <w:lang w:val="sw-KE"/>
              </w:rPr>
              <w:t>IMAM WA TISA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Toc28694414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51DF1" w:rsidRDefault="00151DF1">
          <w:pPr>
            <w:pStyle w:val="TOC1"/>
            <w:bidi/>
            <w:rPr>
              <w:rFonts w:asciiTheme="minorHAnsi" w:eastAsiaTheme="minorEastAsia" w:hAnsiTheme="minorHAnsi" w:cstheme="minorBidi"/>
              <w:b w:val="0"/>
              <w:bCs w:val="0"/>
              <w:color w:val="auto"/>
              <w:sz w:val="22"/>
              <w:szCs w:val="22"/>
              <w:rtl/>
            </w:rPr>
          </w:pPr>
          <w:hyperlink w:anchor="_Toc28694415" w:history="1">
            <w:r w:rsidRPr="002553D5">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Toc28694415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16" w:history="1">
            <w:r w:rsidRPr="002553D5">
              <w:rPr>
                <w:rStyle w:val="Hyperlink"/>
                <w:lang w:val="sw-KE"/>
              </w:rPr>
              <w:t>KITABU CHAPILI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Toc28694416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17" w:history="1">
            <w:r w:rsidRPr="002553D5">
              <w:rPr>
                <w:rStyle w:val="Hyperlink"/>
                <w:noProof/>
                <w:lang w:val="sw-KE"/>
              </w:rPr>
              <w:t>11. SOMO LA KUMI NA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Toc28694417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18" w:history="1">
            <w:r w:rsidRPr="002553D5">
              <w:rPr>
                <w:rStyle w:val="Hyperlink"/>
                <w:noProof/>
                <w:lang w:val="sw-KE"/>
              </w:rPr>
              <w:t>IMAMU WA KUMI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Toc28694418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19" w:history="1">
            <w:r w:rsidRPr="002553D5">
              <w:rPr>
                <w:rStyle w:val="Hyperlink"/>
                <w:lang w:val="sw-KE"/>
              </w:rPr>
              <w:t>12. SOMO LA KUMI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Toc28694419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20" w:history="1">
            <w:r w:rsidRPr="002553D5">
              <w:rPr>
                <w:rStyle w:val="Hyperlink"/>
                <w:noProof/>
                <w:lang w:val="sw-KE"/>
              </w:rPr>
              <w:t>IMAM WA KUMINA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Toc28694420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51DF1" w:rsidRDefault="00151DF1">
          <w:pPr>
            <w:pStyle w:val="TOC2"/>
            <w:bidi/>
            <w:rPr>
              <w:rFonts w:asciiTheme="minorHAnsi" w:eastAsiaTheme="minorEastAsia" w:hAnsiTheme="minorHAnsi" w:cstheme="minorBidi"/>
              <w:color w:val="auto"/>
              <w:sz w:val="22"/>
              <w:szCs w:val="22"/>
              <w:rtl/>
            </w:rPr>
          </w:pPr>
          <w:hyperlink w:anchor="_Toc28694421" w:history="1">
            <w:r w:rsidRPr="002553D5">
              <w:rPr>
                <w:rStyle w:val="Hyperlink"/>
                <w:lang w:val="sw-KE"/>
              </w:rPr>
              <w:t>13. SOMO LA KUMI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Toc28694421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22" w:history="1">
            <w:r w:rsidRPr="002553D5">
              <w:rPr>
                <w:rStyle w:val="Hyperlink"/>
                <w:noProof/>
                <w:lang w:val="sw-KE"/>
              </w:rPr>
              <w:t>IMAMU WA KUMI NA MBILI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Toc28694422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23" w:history="1">
            <w:r w:rsidRPr="002553D5">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Toc28694423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24" w:history="1">
            <w:r w:rsidRPr="002553D5">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Toc28694424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51DF1" w:rsidRDefault="00151DF1">
          <w:pPr>
            <w:pStyle w:val="TOC3"/>
            <w:bidi/>
            <w:rPr>
              <w:rFonts w:asciiTheme="minorHAnsi" w:eastAsiaTheme="minorEastAsia" w:hAnsiTheme="minorHAnsi" w:cstheme="minorBidi"/>
              <w:noProof/>
              <w:color w:val="auto"/>
              <w:sz w:val="22"/>
              <w:szCs w:val="22"/>
              <w:rtl/>
            </w:rPr>
          </w:pPr>
          <w:hyperlink w:anchor="_Toc28694425" w:history="1">
            <w:r w:rsidRPr="002553D5">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Toc28694425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51DF1" w:rsidRDefault="00151DF1" w:rsidP="00151DF1">
          <w:pPr>
            <w:ind w:firstLine="0"/>
          </w:pPr>
          <w:r>
            <w:fldChar w:fldCharType="end"/>
          </w:r>
        </w:p>
      </w:sdtContent>
    </w:sdt>
    <w:p w:rsidR="003C5BFF" w:rsidRPr="00020BD0" w:rsidRDefault="003C5BFF" w:rsidP="003C5BFF">
      <w:pPr>
        <w:pStyle w:val="libNormal"/>
        <w:jc w:val="both"/>
        <w:rPr>
          <w:lang w:val="sw-KE"/>
        </w:rPr>
      </w:pPr>
    </w:p>
    <w:sectPr w:rsidR="003C5BFF" w:rsidRPr="00020BD0"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591" w:rsidRDefault="00FB1591" w:rsidP="00113C59">
      <w:r>
        <w:separator/>
      </w:r>
    </w:p>
  </w:endnote>
  <w:endnote w:type="continuationSeparator" w:id="0">
    <w:p w:rsidR="00FB1591" w:rsidRDefault="00FB159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514C" w:rsidP="00745C1D">
    <w:pPr>
      <w:pStyle w:val="Footer"/>
      <w:tabs>
        <w:tab w:val="clear" w:pos="4153"/>
        <w:tab w:val="clear" w:pos="8306"/>
      </w:tabs>
    </w:pPr>
    <w:fldSimple w:instr=" PAGE   \* MERGEFORMAT ">
      <w:r w:rsidR="00151DF1">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514C" w:rsidP="00113C59">
    <w:pPr>
      <w:pStyle w:val="Footer"/>
    </w:pPr>
    <w:fldSimple w:instr=" PAGE   \* MERGEFORMAT ">
      <w:r w:rsidR="00151DF1">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0514C" w:rsidP="00745C1D">
    <w:pPr>
      <w:pStyle w:val="Footer"/>
      <w:tabs>
        <w:tab w:val="clear" w:pos="4153"/>
        <w:tab w:val="clear" w:pos="8306"/>
      </w:tabs>
    </w:pPr>
    <w:fldSimple w:instr=" PAGE   \* MERGEFORMAT ">
      <w:r w:rsidR="00151DF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591" w:rsidRDefault="00FB1591" w:rsidP="00113C59">
      <w:r>
        <w:separator/>
      </w:r>
    </w:p>
  </w:footnote>
  <w:footnote w:type="continuationSeparator" w:id="0">
    <w:p w:rsidR="00FB1591" w:rsidRDefault="00FB1591" w:rsidP="00113C59">
      <w:r>
        <w:continuationSeparator/>
      </w:r>
    </w:p>
  </w:footnote>
  <w:footnote w:id="1">
    <w:p w:rsidR="00020BD0" w:rsidRPr="00020BD0" w:rsidRDefault="00020BD0" w:rsidP="00020BD0">
      <w:pPr>
        <w:pStyle w:val="libFootnote0"/>
        <w:rPr>
          <w:lang w:val="sw-KE"/>
        </w:rPr>
      </w:pPr>
      <w:r w:rsidRPr="00020BD0">
        <w:rPr>
          <w:rStyle w:val="FootnoteReference"/>
          <w:vertAlign w:val="baseline"/>
          <w:lang w:val="sw-KE"/>
        </w:rPr>
        <w:footnoteRef/>
      </w:r>
      <w:r>
        <w:rPr>
          <w:lang w:val="sw-KE"/>
        </w:rPr>
        <w:t>.</w:t>
      </w:r>
      <w:r w:rsidRPr="00020BD0">
        <w:rPr>
          <w:lang w:val="sw-KE"/>
        </w:rPr>
        <w:t xml:space="preserve"> Akhera</w:t>
      </w:r>
      <w:r>
        <w:rPr>
          <w:lang w:val="sw-KE"/>
        </w:rPr>
        <w:t xml:space="preserve">: </w:t>
      </w:r>
      <w:r w:rsidRPr="00020BD0">
        <w:rPr>
          <w:lang w:val="sw-KE"/>
        </w:rPr>
        <w:t>Ufufuo</w:t>
      </w:r>
    </w:p>
  </w:footnote>
  <w:footnote w:id="2">
    <w:p w:rsidR="00020BD0" w:rsidRPr="00020BD0" w:rsidRDefault="00020BD0" w:rsidP="00020BD0">
      <w:pPr>
        <w:pStyle w:val="libFootnote0"/>
        <w:rPr>
          <w:lang w:val="sw-KE"/>
        </w:rPr>
      </w:pPr>
      <w:r w:rsidRPr="00020BD0">
        <w:rPr>
          <w:rStyle w:val="FootnoteReference"/>
          <w:vertAlign w:val="baseline"/>
          <w:lang w:val="sw-KE"/>
        </w:rPr>
        <w:footnoteRef/>
      </w:r>
      <w:r>
        <w:rPr>
          <w:lang w:val="sw-KE"/>
        </w:rPr>
        <w:t>.</w:t>
      </w:r>
      <w:r w:rsidRPr="00020BD0">
        <w:rPr>
          <w:lang w:val="sw-KE"/>
        </w:rPr>
        <w:t xml:space="preserve"> Kiyama</w:t>
      </w:r>
      <w:r>
        <w:rPr>
          <w:lang w:val="sw-KE"/>
        </w:rPr>
        <w:t>:</w:t>
      </w:r>
      <w:r w:rsidRPr="00020BD0">
        <w:rPr>
          <w:lang w:val="sw-KE"/>
        </w:rPr>
        <w:t xml:space="preserve"> Siku ya kufufuliwa</w:t>
      </w:r>
    </w:p>
  </w:footnote>
  <w:footnote w:id="3">
    <w:p w:rsidR="00EF1C51" w:rsidRPr="00EF1C51" w:rsidRDefault="00EF1C51" w:rsidP="00EF1C51">
      <w:pPr>
        <w:pStyle w:val="libFootnote0"/>
        <w:rPr>
          <w:lang w:val="sw-KE"/>
        </w:rPr>
      </w:pPr>
      <w:r w:rsidRPr="00EF1C51">
        <w:rPr>
          <w:rStyle w:val="FootnoteReference"/>
          <w:vertAlign w:val="baseline"/>
          <w:lang w:val="sw-KE"/>
        </w:rPr>
        <w:footnoteRef/>
      </w:r>
      <w:r>
        <w:rPr>
          <w:lang w:val="sw-KE"/>
        </w:rPr>
        <w:t>.</w:t>
      </w:r>
      <w:r w:rsidRPr="00EF1C51">
        <w:rPr>
          <w:lang w:val="sw-KE"/>
        </w:rPr>
        <w:t xml:space="preserve"> kaaba: Nyumba ya Mungu,ili</w:t>
      </w:r>
      <w:r w:rsidR="00D44CC3">
        <w:rPr>
          <w:lang w:val="sw-KE"/>
        </w:rPr>
        <w:t>yojengwa na Nabii Ibrahimu (a.s</w:t>
      </w:r>
      <w:r w:rsidRPr="00EF1C51">
        <w:rPr>
          <w:lang w:val="sw-KE"/>
        </w:rPr>
        <w:t>)</w:t>
      </w:r>
      <w:r>
        <w:rPr>
          <w:lang w:val="sw-KE"/>
        </w:rPr>
        <w:t xml:space="preserve">, </w:t>
      </w:r>
      <w:r w:rsidRPr="00EF1C51">
        <w:rPr>
          <w:lang w:val="sw-KE"/>
        </w:rPr>
        <w:t>katika mji wa Maka kwa ajili ya ibada ya Mwenyezi Mungu.</w:t>
      </w:r>
    </w:p>
  </w:footnote>
  <w:footnote w:id="4">
    <w:p w:rsidR="00EF1C51" w:rsidRPr="00EF1C51" w:rsidRDefault="00EF1C51" w:rsidP="00EF1C51">
      <w:pPr>
        <w:pStyle w:val="libFootnote0"/>
        <w:rPr>
          <w:lang w:val="sw-KE"/>
        </w:rPr>
      </w:pPr>
      <w:r w:rsidRPr="00EF1C51">
        <w:rPr>
          <w:rStyle w:val="FootnoteReference"/>
          <w:vertAlign w:val="baseline"/>
          <w:lang w:val="sw-KE"/>
        </w:rPr>
        <w:footnoteRef/>
      </w:r>
      <w:r>
        <w:rPr>
          <w:lang w:val="sw-KE"/>
        </w:rPr>
        <w:t>.</w:t>
      </w:r>
      <w:r w:rsidR="002A3E74" w:rsidRPr="002A3E74">
        <w:rPr>
          <w:lang w:val="sw-KE"/>
        </w:rPr>
        <w:t xml:space="preserve"> Mihirabu: Sehemu ya msikiti inayoonyesha kuelekea kibla.</w:t>
      </w:r>
      <w:r w:rsidRPr="00EF1C51">
        <w:rPr>
          <w:lang w:val="sw-KE"/>
        </w:rPr>
        <w:t xml:space="preserve"> </w:t>
      </w:r>
    </w:p>
  </w:footnote>
  <w:footnote w:id="5">
    <w:p w:rsidR="006932C2" w:rsidRPr="006932C2" w:rsidRDefault="006932C2" w:rsidP="006932C2">
      <w:pPr>
        <w:pStyle w:val="libFootnote0"/>
        <w:rPr>
          <w:lang w:val="sw-KE"/>
        </w:rPr>
      </w:pPr>
      <w:r w:rsidRPr="006932C2">
        <w:rPr>
          <w:rStyle w:val="FootnoteReference"/>
          <w:vertAlign w:val="baseline"/>
          <w:lang w:val="sw-KE"/>
        </w:rPr>
        <w:footnoteRef/>
      </w:r>
      <w:r>
        <w:rPr>
          <w:lang w:val="sw-KE"/>
        </w:rPr>
        <w:t>.</w:t>
      </w:r>
      <w:r w:rsidRPr="006932C2">
        <w:rPr>
          <w:lang w:val="sw-KE"/>
        </w:rPr>
        <w:t xml:space="preserve"> Hijiria: Chimbuko la tarehe kwa mwaka wa Kiislamu.</w:t>
      </w:r>
      <w:r w:rsidR="001C1E40" w:rsidRPr="001C1E40">
        <w:t xml:space="preserve"> </w:t>
      </w:r>
      <w:r w:rsidR="001C1E40" w:rsidRPr="001C1E40">
        <w:rPr>
          <w:lang w:val="sw-KE"/>
        </w:rPr>
        <w:t>Inahisabiwa ku</w:t>
      </w:r>
      <w:r w:rsidR="001C1E40">
        <w:rPr>
          <w:lang w:val="sw-KE"/>
        </w:rPr>
        <w:t>toka kuhama kwake Mtume (s.aw.w</w:t>
      </w:r>
      <w:r w:rsidR="001C1E40" w:rsidRPr="001C1E40">
        <w:rPr>
          <w:lang w:val="sw-KE"/>
        </w:rPr>
        <w:t>) Maka.</w:t>
      </w:r>
    </w:p>
  </w:footnote>
  <w:footnote w:id="6">
    <w:p w:rsidR="00A670A3" w:rsidRPr="007736AE" w:rsidRDefault="00A670A3" w:rsidP="007736AE">
      <w:pPr>
        <w:pStyle w:val="libFootnote0"/>
        <w:rPr>
          <w:lang w:val="sw-KE"/>
        </w:rPr>
      </w:pPr>
      <w:r w:rsidRPr="007736AE">
        <w:rPr>
          <w:rStyle w:val="FootnoteReference"/>
          <w:vertAlign w:val="baseline"/>
          <w:lang w:val="sw-KE"/>
        </w:rPr>
        <w:footnoteRef/>
      </w:r>
      <w:r w:rsidR="007736AE">
        <w:rPr>
          <w:lang w:val="sw-KE"/>
        </w:rPr>
        <w:t>.</w:t>
      </w:r>
      <w:r w:rsidR="007736AE" w:rsidRPr="007736AE">
        <w:t xml:space="preserve"> </w:t>
      </w:r>
      <w:r w:rsidR="007736AE" w:rsidRPr="007736AE">
        <w:rPr>
          <w:lang w:val="sw-KE"/>
        </w:rPr>
        <w:t>Ashura: Mwezi kumi mfungo nne, tarehe kumi ya mwezi wa Muharram.</w:t>
      </w:r>
      <w:r w:rsidRPr="007736AE">
        <w:rPr>
          <w:lang w:val="sw-KE"/>
        </w:rPr>
        <w:t xml:space="preserve"> </w:t>
      </w:r>
    </w:p>
  </w:footnote>
  <w:footnote w:id="7">
    <w:p w:rsidR="00276E2D" w:rsidRPr="00276E2D" w:rsidRDefault="00276E2D" w:rsidP="00276E2D">
      <w:pPr>
        <w:pStyle w:val="libFootnote0"/>
        <w:rPr>
          <w:lang w:val="sw-KE"/>
        </w:rPr>
      </w:pPr>
      <w:r w:rsidRPr="00276E2D">
        <w:rPr>
          <w:rStyle w:val="FootnoteReference"/>
          <w:vertAlign w:val="baseline"/>
          <w:lang w:val="sw-KE"/>
        </w:rPr>
        <w:footnoteRef/>
      </w:r>
      <w:r>
        <w:rPr>
          <w:lang w:val="sw-KE"/>
        </w:rPr>
        <w:t xml:space="preserve">. </w:t>
      </w:r>
      <w:r w:rsidRPr="00276E2D">
        <w:rPr>
          <w:lang w:val="sw-KE"/>
        </w:rPr>
        <w:t xml:space="preserve">Rakaa: Sehemu ya sala. Kila sala </w:t>
      </w:r>
      <w:r>
        <w:rPr>
          <w:lang w:val="sw-KE"/>
        </w:rPr>
        <w:t>inayo Rakaa mbili, tatu au nne.</w:t>
      </w:r>
      <w:r w:rsidRPr="00276E2D">
        <w:rPr>
          <w:lang w:val="sw-KE"/>
        </w:rPr>
        <w:t xml:space="preserve"> </w:t>
      </w:r>
    </w:p>
  </w:footnote>
  <w:footnote w:id="8">
    <w:p w:rsidR="008206D4" w:rsidRPr="008206D4" w:rsidRDefault="008206D4" w:rsidP="008206D4">
      <w:pPr>
        <w:pStyle w:val="libFootnote0"/>
        <w:rPr>
          <w:lang w:val="sw-KE"/>
        </w:rPr>
      </w:pPr>
      <w:r w:rsidRPr="008206D4">
        <w:rPr>
          <w:rStyle w:val="FootnoteReference"/>
          <w:vertAlign w:val="baseline"/>
          <w:lang w:val="sw-KE"/>
        </w:rPr>
        <w:footnoteRef/>
      </w:r>
      <w:r>
        <w:rPr>
          <w:lang w:val="sw-KE"/>
        </w:rPr>
        <w:t>.</w:t>
      </w:r>
      <w:r w:rsidRPr="008206D4">
        <w:rPr>
          <w:lang w:val="sw-KE"/>
        </w:rPr>
        <w:t xml:space="preserve"> Tahajjud: Sala zinazosaliwa baada ya nusu ya usiku. Sala hizi si za faradhi.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244390"/>
    <w:rsid w:val="00005A19"/>
    <w:rsid w:val="00020BD0"/>
    <w:rsid w:val="000267FE"/>
    <w:rsid w:val="00037CC4"/>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44B5"/>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A7C"/>
    <w:rsid w:val="00135E90"/>
    <w:rsid w:val="00136268"/>
    <w:rsid w:val="00136E6F"/>
    <w:rsid w:val="00141B08"/>
    <w:rsid w:val="0014341C"/>
    <w:rsid w:val="00143EEA"/>
    <w:rsid w:val="00147ED8"/>
    <w:rsid w:val="00151C03"/>
    <w:rsid w:val="00151DF1"/>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72E"/>
    <w:rsid w:val="001B577F"/>
    <w:rsid w:val="001B702D"/>
    <w:rsid w:val="001B7407"/>
    <w:rsid w:val="001C1E40"/>
    <w:rsid w:val="001C5EDB"/>
    <w:rsid w:val="001D41A1"/>
    <w:rsid w:val="001E11FF"/>
    <w:rsid w:val="001E25DC"/>
    <w:rsid w:val="001E5959"/>
    <w:rsid w:val="001F0713"/>
    <w:rsid w:val="00202C7B"/>
    <w:rsid w:val="00204B60"/>
    <w:rsid w:val="0020514C"/>
    <w:rsid w:val="002054C5"/>
    <w:rsid w:val="002139CB"/>
    <w:rsid w:val="00214801"/>
    <w:rsid w:val="002177A1"/>
    <w:rsid w:val="00224964"/>
    <w:rsid w:val="002267C7"/>
    <w:rsid w:val="00227FEE"/>
    <w:rsid w:val="00241F59"/>
    <w:rsid w:val="0024265C"/>
    <w:rsid w:val="002439A9"/>
    <w:rsid w:val="00244390"/>
    <w:rsid w:val="00244C2E"/>
    <w:rsid w:val="00250E0A"/>
    <w:rsid w:val="00251E02"/>
    <w:rsid w:val="00254B61"/>
    <w:rsid w:val="00257657"/>
    <w:rsid w:val="002628DE"/>
    <w:rsid w:val="00263F56"/>
    <w:rsid w:val="0027369F"/>
    <w:rsid w:val="00276E2D"/>
    <w:rsid w:val="002818EF"/>
    <w:rsid w:val="0028271F"/>
    <w:rsid w:val="0028397C"/>
    <w:rsid w:val="002A0284"/>
    <w:rsid w:val="002A338C"/>
    <w:rsid w:val="002A3E74"/>
    <w:rsid w:val="002A717D"/>
    <w:rsid w:val="002A73D7"/>
    <w:rsid w:val="002B27F1"/>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BFF"/>
    <w:rsid w:val="003C7C08"/>
    <w:rsid w:val="003D1668"/>
    <w:rsid w:val="003D2459"/>
    <w:rsid w:val="003D28ED"/>
    <w:rsid w:val="003D3107"/>
    <w:rsid w:val="003E148D"/>
    <w:rsid w:val="003E3600"/>
    <w:rsid w:val="003F33DE"/>
    <w:rsid w:val="00402C65"/>
    <w:rsid w:val="0040326E"/>
    <w:rsid w:val="00404EB7"/>
    <w:rsid w:val="0040596C"/>
    <w:rsid w:val="00407D56"/>
    <w:rsid w:val="00413479"/>
    <w:rsid w:val="00416E2B"/>
    <w:rsid w:val="004176BC"/>
    <w:rsid w:val="004209BA"/>
    <w:rsid w:val="00420C44"/>
    <w:rsid w:val="004241E7"/>
    <w:rsid w:val="004252DC"/>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2768"/>
    <w:rsid w:val="004C3E90"/>
    <w:rsid w:val="004C4336"/>
    <w:rsid w:val="004C77B5"/>
    <w:rsid w:val="004D38B2"/>
    <w:rsid w:val="004D7678"/>
    <w:rsid w:val="004D7CD7"/>
    <w:rsid w:val="004E2A9A"/>
    <w:rsid w:val="004E6E95"/>
    <w:rsid w:val="004F58BA"/>
    <w:rsid w:val="005022E5"/>
    <w:rsid w:val="00512375"/>
    <w:rsid w:val="005254BC"/>
    <w:rsid w:val="00526724"/>
    <w:rsid w:val="00527F11"/>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FC2"/>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4A52"/>
    <w:rsid w:val="0068652E"/>
    <w:rsid w:val="00687928"/>
    <w:rsid w:val="006901C8"/>
    <w:rsid w:val="00690ABE"/>
    <w:rsid w:val="0069163F"/>
    <w:rsid w:val="00691DBB"/>
    <w:rsid w:val="006932C2"/>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1931"/>
    <w:rsid w:val="007571E2"/>
    <w:rsid w:val="00757A95"/>
    <w:rsid w:val="00760354"/>
    <w:rsid w:val="00765BEF"/>
    <w:rsid w:val="007735AB"/>
    <w:rsid w:val="007736AE"/>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743"/>
    <w:rsid w:val="007C3DC9"/>
    <w:rsid w:val="007D1D2B"/>
    <w:rsid w:val="007D5FD1"/>
    <w:rsid w:val="007E0F02"/>
    <w:rsid w:val="007E2EBF"/>
    <w:rsid w:val="007E6DD9"/>
    <w:rsid w:val="007F4190"/>
    <w:rsid w:val="007F4E53"/>
    <w:rsid w:val="00806335"/>
    <w:rsid w:val="008105E2"/>
    <w:rsid w:val="00810C59"/>
    <w:rsid w:val="008128CA"/>
    <w:rsid w:val="00813440"/>
    <w:rsid w:val="008206D4"/>
    <w:rsid w:val="00821393"/>
    <w:rsid w:val="00821493"/>
    <w:rsid w:val="00821E16"/>
    <w:rsid w:val="008234CD"/>
    <w:rsid w:val="00825CD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56E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64564"/>
    <w:rsid w:val="00964C2F"/>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0A3"/>
    <w:rsid w:val="00A745EB"/>
    <w:rsid w:val="00A749A9"/>
    <w:rsid w:val="00A751DD"/>
    <w:rsid w:val="00A86979"/>
    <w:rsid w:val="00A91F7E"/>
    <w:rsid w:val="00A9330B"/>
    <w:rsid w:val="00A936F5"/>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67B7C"/>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1DA0"/>
    <w:rsid w:val="00B931B4"/>
    <w:rsid w:val="00B936D7"/>
    <w:rsid w:val="00B955A3"/>
    <w:rsid w:val="00BA0A75"/>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5EB"/>
    <w:rsid w:val="00CA2801"/>
    <w:rsid w:val="00CA41BF"/>
    <w:rsid w:val="00CB22FF"/>
    <w:rsid w:val="00CB3490"/>
    <w:rsid w:val="00CB686E"/>
    <w:rsid w:val="00CC0833"/>
    <w:rsid w:val="00CC156E"/>
    <w:rsid w:val="00CC4E62"/>
    <w:rsid w:val="00CD72D4"/>
    <w:rsid w:val="00CE30CD"/>
    <w:rsid w:val="00CF137D"/>
    <w:rsid w:val="00D10971"/>
    <w:rsid w:val="00D20EAE"/>
    <w:rsid w:val="00D212D5"/>
    <w:rsid w:val="00D24B24"/>
    <w:rsid w:val="00D24EB0"/>
    <w:rsid w:val="00D25987"/>
    <w:rsid w:val="00D302F5"/>
    <w:rsid w:val="00D33A32"/>
    <w:rsid w:val="00D404A6"/>
    <w:rsid w:val="00D44CC3"/>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A76F4"/>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0FFA"/>
    <w:rsid w:val="00EC1A32"/>
    <w:rsid w:val="00EC1A39"/>
    <w:rsid w:val="00EC5C01"/>
    <w:rsid w:val="00ED3DFD"/>
    <w:rsid w:val="00ED3F21"/>
    <w:rsid w:val="00ED57DD"/>
    <w:rsid w:val="00EE260F"/>
    <w:rsid w:val="00EE5654"/>
    <w:rsid w:val="00EE56E1"/>
    <w:rsid w:val="00EE604B"/>
    <w:rsid w:val="00EE6B33"/>
    <w:rsid w:val="00EF0462"/>
    <w:rsid w:val="00EF1C51"/>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591"/>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A936F5"/>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A936F5"/>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062AC-3577-4D09-8777-1BB5EB86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395</TotalTime>
  <Pages>21</Pages>
  <Words>4937</Words>
  <Characters>28146</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36</cp:revision>
  <cp:lastPrinted>1601-01-01T00:00:00Z</cp:lastPrinted>
  <dcterms:created xsi:type="dcterms:W3CDTF">2019-12-30T09:14:00Z</dcterms:created>
  <dcterms:modified xsi:type="dcterms:W3CDTF">2019-12-31T10:48:00Z</dcterms:modified>
</cp:coreProperties>
</file>