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EE" w:rsidRPr="004E7AEE" w:rsidRDefault="004E7AEE" w:rsidP="004E7AEE">
      <w:pPr>
        <w:pStyle w:val="Heading1Center"/>
        <w:rPr>
          <w:lang w:val="sw-KE"/>
        </w:rPr>
      </w:pPr>
      <w:bookmarkStart w:id="0" w:name="_Toc29901492"/>
      <w:r w:rsidRPr="004E7AEE">
        <w:rPr>
          <w:lang w:val="sw-KE"/>
        </w:rPr>
        <w:t>MASOMO YA KI-ISLAMU</w:t>
      </w:r>
      <w:bookmarkEnd w:id="0"/>
    </w:p>
    <w:p w:rsidR="004E7AEE" w:rsidRPr="004E7AEE" w:rsidRDefault="004E7AEE" w:rsidP="004E7AEE">
      <w:pPr>
        <w:pStyle w:val="Heading2Center"/>
        <w:rPr>
          <w:lang w:val="sw-KE"/>
        </w:rPr>
      </w:pPr>
      <w:bookmarkStart w:id="1" w:name="_Toc29901493"/>
      <w:r w:rsidRPr="004E7AEE">
        <w:rPr>
          <w:lang w:val="sw-KE"/>
        </w:rPr>
        <w:t>KITABU CHA NNE</w:t>
      </w:r>
      <w:bookmarkEnd w:id="1"/>
    </w:p>
    <w:p w:rsidR="004E7AEE" w:rsidRPr="004E7AEE" w:rsidRDefault="004E7AEE" w:rsidP="004E7AEE">
      <w:pPr>
        <w:pStyle w:val="Heading3"/>
        <w:rPr>
          <w:lang w:val="sw-KE"/>
        </w:rPr>
      </w:pPr>
      <w:bookmarkStart w:id="2" w:name="_Toc29901494"/>
      <w:r w:rsidRPr="004E7AEE">
        <w:rPr>
          <w:lang w:val="sw-KE"/>
        </w:rPr>
        <w:t>DIBAJI</w:t>
      </w:r>
      <w:bookmarkEnd w:id="2"/>
    </w:p>
    <w:p w:rsidR="004E7AEE" w:rsidRPr="004E7AEE" w:rsidRDefault="004E7AEE" w:rsidP="004E7AEE">
      <w:pPr>
        <w:pStyle w:val="libNormal"/>
        <w:jc w:val="both"/>
        <w:rPr>
          <w:lang w:val="sw-KE"/>
        </w:rPr>
      </w:pPr>
      <w:r w:rsidRPr="004E7AEE">
        <w:rPr>
          <w:lang w:val="sw-KE"/>
        </w:rPr>
        <w:t>Ewe Ndugu Yangu!</w:t>
      </w:r>
    </w:p>
    <w:p w:rsidR="004E7AEE" w:rsidRPr="004E7AEE" w:rsidRDefault="004E7AEE" w:rsidP="004E7AEE">
      <w:pPr>
        <w:pStyle w:val="libNormal"/>
        <w:jc w:val="both"/>
        <w:rPr>
          <w:lang w:val="sw-KE"/>
        </w:rPr>
      </w:pPr>
      <w:r w:rsidRPr="004E7AEE">
        <w:rPr>
          <w:lang w:val="sw-KE"/>
        </w:rPr>
        <w:t>Je, wajua nani Mwislamu? Mwislamu ni ambaye anaamini kuwa Mwenyezi Mungu ni Mmoja na Muhammad ni Mtume wake wa mwisho. Kama ukiamini haya, basi wewe ni Mwislamu.</w:t>
      </w:r>
    </w:p>
    <w:p w:rsidR="004E7AEE" w:rsidRPr="004E7AEE" w:rsidRDefault="004E7AEE" w:rsidP="004E7AEE">
      <w:pPr>
        <w:pStyle w:val="libNormal"/>
        <w:jc w:val="both"/>
        <w:rPr>
          <w:lang w:val="sw-KE"/>
        </w:rPr>
      </w:pPr>
      <w:r w:rsidRPr="004E7AEE">
        <w:rPr>
          <w:lang w:val="sw-KE"/>
        </w:rPr>
        <w:t>Lakini haitoshi kusema tu kuwa mimi ni Mwislamu; bali ni wajibu juu yako kutenda kwa mujibu wa kanuni za Ki-islamu, ili uwe Mwislamu wa ukweli, na uishi duniani katika raha, na upate utukufu Akhera</w:t>
      </w:r>
      <w:r w:rsidRPr="004E7AEE">
        <w:rPr>
          <w:rStyle w:val="libFootnotenumChar"/>
          <w:lang w:val="sw-KE"/>
        </w:rPr>
        <w:footnoteReference w:id="1"/>
      </w:r>
      <w:r w:rsidRPr="004E7AEE">
        <w:rPr>
          <w:lang w:val="sw-KE"/>
        </w:rPr>
        <w:t xml:space="preserve"> kwa kuingia peponi na kupata ridhaa za Mwenyezi Mungu.</w:t>
      </w:r>
      <w:r w:rsidRPr="004E7AEE">
        <w:rPr>
          <w:lang w:val="sw-KE"/>
        </w:rPr>
        <w:cr/>
        <w:t>Basi ni lazima juu yako kujitahidi kufanya hayo.</w:t>
      </w:r>
    </w:p>
    <w:p w:rsidR="004E7AEE" w:rsidRPr="004E7AEE" w:rsidRDefault="004E7AEE" w:rsidP="004E7AEE">
      <w:pPr>
        <w:pStyle w:val="libNormal"/>
        <w:jc w:val="both"/>
        <w:rPr>
          <w:lang w:val="sw-KE"/>
        </w:rPr>
      </w:pPr>
      <w:r w:rsidRPr="004E7AEE">
        <w:rPr>
          <w:lang w:val="sw-KE"/>
        </w:rPr>
        <w:t>Na Uislamu una sehemu tatu:</w:t>
      </w:r>
    </w:p>
    <w:p w:rsidR="004E7AEE" w:rsidRPr="004E7AEE" w:rsidRDefault="004E7AEE" w:rsidP="004E7AEE">
      <w:pPr>
        <w:pStyle w:val="libNormal"/>
        <w:jc w:val="both"/>
        <w:rPr>
          <w:lang w:val="sw-KE"/>
        </w:rPr>
      </w:pPr>
      <w:r w:rsidRPr="004E7AEE">
        <w:rPr>
          <w:lang w:val="sw-KE"/>
        </w:rPr>
        <w:t xml:space="preserve"> (1) Asili (Mizizi) ya Dini</w:t>
      </w:r>
    </w:p>
    <w:p w:rsidR="004E7AEE" w:rsidRPr="004E7AEE" w:rsidRDefault="004E7AEE" w:rsidP="004E7AEE">
      <w:pPr>
        <w:pStyle w:val="libNormal"/>
        <w:jc w:val="both"/>
        <w:rPr>
          <w:lang w:val="sw-KE"/>
        </w:rPr>
      </w:pPr>
      <w:r w:rsidRPr="004E7AEE">
        <w:rPr>
          <w:lang w:val="sw-KE"/>
        </w:rPr>
        <w:t xml:space="preserve"> (2) Matawi ya Dini</w:t>
      </w:r>
    </w:p>
    <w:p w:rsidR="004E7AEE" w:rsidRPr="004E7AEE" w:rsidRDefault="004E7AEE" w:rsidP="004E7AEE">
      <w:pPr>
        <w:pStyle w:val="libNormal"/>
        <w:jc w:val="both"/>
        <w:rPr>
          <w:lang w:val="sw-KE"/>
        </w:rPr>
      </w:pPr>
      <w:r w:rsidRPr="004E7AEE">
        <w:rPr>
          <w:lang w:val="sw-KE"/>
        </w:rPr>
        <w:t xml:space="preserve"> (3) Tabia (Mwenendo) ya Dini</w:t>
      </w:r>
    </w:p>
    <w:p w:rsidR="004E7AEE" w:rsidRPr="004E7AEE" w:rsidRDefault="004E7AEE" w:rsidP="004E7AEE">
      <w:pPr>
        <w:pStyle w:val="libNormal"/>
        <w:jc w:val="both"/>
        <w:rPr>
          <w:lang w:val="sw-KE"/>
        </w:rPr>
      </w:pPr>
      <w:r w:rsidRPr="004E7AEE">
        <w:rPr>
          <w:lang w:val="sw-KE"/>
        </w:rPr>
        <w:t>Basi anayekubali kwa ukweli Asili ya Dini, na kutumia Matawi ya dini, na akiishajipamba na tabia ya dini, basi yeye ni mbora duniani na akhera (Kiyama</w:t>
      </w:r>
      <w:r w:rsidRPr="004E7AEE">
        <w:rPr>
          <w:rStyle w:val="libFootnotenumChar"/>
          <w:lang w:val="sw-KE"/>
        </w:rPr>
        <w:footnoteReference w:id="2"/>
      </w:r>
      <w:r>
        <w:rPr>
          <w:lang w:val="sw-KE"/>
        </w:rPr>
        <w:t>.</w:t>
      </w:r>
    </w:p>
    <w:p w:rsidR="004E7AEE" w:rsidRPr="004E7AEE" w:rsidRDefault="004E7AEE" w:rsidP="004E7AEE">
      <w:pPr>
        <w:pStyle w:val="libNormal"/>
        <w:jc w:val="both"/>
        <w:rPr>
          <w:lang w:val="sw-KE"/>
        </w:rPr>
      </w:pPr>
      <w:r w:rsidRPr="004E7AEE">
        <w:rPr>
          <w:lang w:val="sw-KE"/>
        </w:rPr>
        <w:t>Kitabu hiki Kimefasiriwa na Sheikh Muhammed Ali Ngongabure, na kimesahihishwa na kimepangwa na Ayatullah Allamah Sayyid Saeed Akhtar Rizvi, Muasisi na Muhubiri wa Bilal Muslim Mission of Tanzania.</w:t>
      </w:r>
    </w:p>
    <w:p w:rsidR="004E7AEE" w:rsidRDefault="004E7AEE" w:rsidP="004E7AEE">
      <w:pPr>
        <w:pStyle w:val="libNormal"/>
        <w:jc w:val="both"/>
        <w:rPr>
          <w:lang w:val="sw-KE"/>
        </w:rPr>
      </w:pPr>
      <w:r w:rsidRPr="004E7AEE">
        <w:rPr>
          <w:lang w:val="sw-KE"/>
        </w:rPr>
        <w:t>Wabillahi Tawfiq.</w:t>
      </w:r>
    </w:p>
    <w:p w:rsidR="004E7AEE" w:rsidRDefault="004E7AEE">
      <w:pPr>
        <w:ind w:firstLine="0"/>
        <w:jc w:val="left"/>
        <w:rPr>
          <w:sz w:val="24"/>
          <w:lang w:val="sw-KE"/>
        </w:rPr>
      </w:pPr>
      <w:r>
        <w:rPr>
          <w:lang w:val="sw-KE"/>
        </w:rPr>
        <w:br w:type="page"/>
      </w:r>
    </w:p>
    <w:p w:rsidR="004E7AEE" w:rsidRPr="004E7AEE" w:rsidRDefault="004E7AEE" w:rsidP="004E7AEE">
      <w:pPr>
        <w:pStyle w:val="Heading1Center"/>
      </w:pPr>
      <w:bookmarkStart w:id="3" w:name="_Toc29901495"/>
      <w:r w:rsidRPr="004E7AEE">
        <w:lastRenderedPageBreak/>
        <w:t>MASOMO YA KI-ISLAMU</w:t>
      </w:r>
      <w:bookmarkEnd w:id="3"/>
    </w:p>
    <w:p w:rsidR="004E7AEE" w:rsidRDefault="004E7AEE" w:rsidP="004E7AEE">
      <w:pPr>
        <w:pStyle w:val="Heading2Center"/>
        <w:rPr>
          <w:lang w:val="sw-KE"/>
        </w:rPr>
      </w:pPr>
      <w:bookmarkStart w:id="4" w:name="_Toc29901496"/>
      <w:r w:rsidRPr="004E7AEE">
        <w:rPr>
          <w:lang w:val="sw-KE"/>
        </w:rPr>
        <w:t>KITABU CHA NNE</w:t>
      </w:r>
      <w:bookmarkEnd w:id="4"/>
    </w:p>
    <w:p w:rsidR="004E7AEE" w:rsidRPr="004E7AEE" w:rsidRDefault="004E7AEE" w:rsidP="004E7AEE">
      <w:pPr>
        <w:pStyle w:val="Heading3Center"/>
        <w:rPr>
          <w:lang w:val="sw-KE"/>
        </w:rPr>
      </w:pPr>
      <w:bookmarkStart w:id="5" w:name="_Toc29901497"/>
      <w:r w:rsidRPr="004E7AEE">
        <w:rPr>
          <w:lang w:val="sw-KE"/>
        </w:rPr>
        <w:t>SOMO LA KWANZA</w:t>
      </w:r>
      <w:bookmarkEnd w:id="5"/>
    </w:p>
    <w:p w:rsidR="004E7AEE" w:rsidRPr="004E7AEE" w:rsidRDefault="004E7AEE" w:rsidP="004E7AEE">
      <w:pPr>
        <w:pStyle w:val="Heading3"/>
        <w:rPr>
          <w:lang w:val="sw-KE"/>
        </w:rPr>
      </w:pPr>
      <w:bookmarkStart w:id="6" w:name="_Toc29901498"/>
      <w:r w:rsidRPr="004E7AEE">
        <w:rPr>
          <w:lang w:val="sw-KE"/>
        </w:rPr>
        <w:t>TABIA NZURI</w:t>
      </w:r>
      <w:bookmarkEnd w:id="6"/>
    </w:p>
    <w:p w:rsidR="004E7AEE" w:rsidRPr="004E7AEE" w:rsidRDefault="004E7AEE" w:rsidP="004E7AEE">
      <w:pPr>
        <w:pStyle w:val="libNormal"/>
        <w:jc w:val="both"/>
        <w:rPr>
          <w:lang w:val="sw-KE"/>
        </w:rPr>
      </w:pPr>
      <w:r>
        <w:rPr>
          <w:lang w:val="sw-KE"/>
        </w:rPr>
        <w:t xml:space="preserve">Akataja Mtume Mtukufu </w:t>
      </w:r>
      <w:r w:rsidRPr="004E7AEE">
        <w:rPr>
          <w:rStyle w:val="libBold1Char"/>
          <w:lang w:val="sw-KE"/>
        </w:rPr>
        <w:t>(s.a.w.w)</w:t>
      </w:r>
      <w:r w:rsidRPr="004E7AEE">
        <w:rPr>
          <w:lang w:val="sw-KE"/>
        </w:rPr>
        <w:t xml:space="preserve"> lengo muhimu </w:t>
      </w:r>
      <w:r>
        <w:rPr>
          <w:lang w:val="sw-KE"/>
        </w:rPr>
        <w:t>la utume wake. Na akasema hivi:</w:t>
      </w:r>
    </w:p>
    <w:p w:rsidR="004E7AEE" w:rsidRPr="004E7AEE" w:rsidRDefault="004E7AEE" w:rsidP="004E7AEE">
      <w:pPr>
        <w:pStyle w:val="libNormal"/>
        <w:jc w:val="both"/>
        <w:rPr>
          <w:lang w:val="sw-KE"/>
        </w:rPr>
      </w:pPr>
      <w:r w:rsidRPr="004E7AEE">
        <w:rPr>
          <w:lang w:val="sw-KE"/>
        </w:rPr>
        <w:t>"Kwahakika nimetumwa tu kwa ajili ya kutimiza mwenendo mzuri."</w:t>
      </w:r>
    </w:p>
    <w:p w:rsidR="004E7AEE" w:rsidRPr="004E7AEE" w:rsidRDefault="004E7AEE" w:rsidP="004E7AEE">
      <w:pPr>
        <w:pStyle w:val="libNormal"/>
        <w:jc w:val="both"/>
        <w:rPr>
          <w:lang w:val="sw-KE"/>
        </w:rPr>
      </w:pPr>
      <w:r w:rsidRPr="004E7AEE">
        <w:rPr>
          <w:lang w:val="sw-KE"/>
        </w:rPr>
        <w:t xml:space="preserve">Na hakika dini yote ni tabia nzuri; na Uislamu na sehemu zake zote </w:t>
      </w:r>
      <w:r>
        <w:rPr>
          <w:lang w:val="sw-KE"/>
        </w:rPr>
        <w:t>(</w:t>
      </w:r>
      <w:r w:rsidRPr="004E7AEE">
        <w:rPr>
          <w:lang w:val="sw-KE"/>
        </w:rPr>
        <w:t>yaani ibada na mwenendo na maamuzi na hukumu zake zote</w:t>
      </w:r>
      <w:r>
        <w:rPr>
          <w:lang w:val="sw-KE"/>
        </w:rPr>
        <w:t>)</w:t>
      </w:r>
      <w:r w:rsidRPr="004E7AEE">
        <w:rPr>
          <w:lang w:val="sw-KE"/>
        </w:rPr>
        <w:t xml:space="preserve"> hukusanyika kati ya tabia nzuri.</w:t>
      </w:r>
    </w:p>
    <w:p w:rsidR="004E7AEE" w:rsidRPr="004E7AEE" w:rsidRDefault="004E7AEE" w:rsidP="004E7AEE">
      <w:pPr>
        <w:pStyle w:val="libNormal"/>
        <w:jc w:val="both"/>
        <w:rPr>
          <w:lang w:val="sw-KE"/>
        </w:rPr>
      </w:pPr>
      <w:r w:rsidRPr="004E7AEE">
        <w:rPr>
          <w:lang w:val="sw-KE"/>
        </w:rPr>
        <w:t>Kama tulivyo eleza katika kitabu cha kwanza, Tabia nzuri ni sehemu muhimu ya Ki-Islamu. Katika sehemu hii ni mambo na matendo yanayopendeza kuyatenda. Na mambo na matendo yanayo pendeza kuyaacha.</w:t>
      </w:r>
    </w:p>
    <w:p w:rsidR="004E7AEE" w:rsidRPr="004E7AEE" w:rsidRDefault="004E7AEE" w:rsidP="004E7AEE">
      <w:pPr>
        <w:pStyle w:val="libNormal"/>
        <w:jc w:val="both"/>
        <w:rPr>
          <w:lang w:val="sw-KE"/>
        </w:rPr>
      </w:pPr>
      <w:r w:rsidRPr="004E7AEE">
        <w:rPr>
          <w:lang w:val="sw-KE"/>
        </w:rPr>
        <w:t>Katika masomo yanayo fuata tutataja mambo na matendo matukufu ambayo baadhi yao ni wajibu juu ya kila Muislamu, na baadhi yao ni sunna.</w:t>
      </w:r>
    </w:p>
    <w:p w:rsidR="004E7AEE" w:rsidRPr="004E7AEE" w:rsidRDefault="004E7AEE" w:rsidP="009C0953">
      <w:pPr>
        <w:pStyle w:val="Heading2"/>
        <w:rPr>
          <w:lang w:val="sw-KE"/>
        </w:rPr>
      </w:pPr>
      <w:bookmarkStart w:id="7" w:name="_Toc29901499"/>
      <w:r w:rsidRPr="004E7AEE">
        <w:rPr>
          <w:lang w:val="sw-KE"/>
        </w:rPr>
        <w:t>SOMO LA PILI</w:t>
      </w:r>
      <w:bookmarkEnd w:id="7"/>
    </w:p>
    <w:p w:rsidR="004E7AEE" w:rsidRPr="004E7AEE" w:rsidRDefault="004E7AEE" w:rsidP="009C0953">
      <w:pPr>
        <w:pStyle w:val="Heading3"/>
        <w:rPr>
          <w:lang w:val="sw-KE"/>
        </w:rPr>
      </w:pPr>
      <w:bookmarkStart w:id="8" w:name="_Toc29901500"/>
      <w:r w:rsidRPr="004E7AEE">
        <w:rPr>
          <w:lang w:val="sw-KE"/>
        </w:rPr>
        <w:t>MATENDO YALIYO FARADHI</w:t>
      </w:r>
      <w:bookmarkEnd w:id="8"/>
    </w:p>
    <w:p w:rsidR="004E7AEE" w:rsidRPr="004E7AEE" w:rsidRDefault="009C0953" w:rsidP="009C0953">
      <w:pPr>
        <w:pStyle w:val="libNormal"/>
        <w:jc w:val="both"/>
        <w:rPr>
          <w:lang w:val="sw-KE"/>
        </w:rPr>
      </w:pPr>
      <w:r>
        <w:rPr>
          <w:lang w:val="sw-KE"/>
        </w:rPr>
        <w:t>(</w:t>
      </w:r>
      <w:r w:rsidR="004E7AEE" w:rsidRPr="004E7AEE">
        <w:rPr>
          <w:lang w:val="sw-KE"/>
        </w:rPr>
        <w:t>1</w:t>
      </w:r>
      <w:r>
        <w:rPr>
          <w:lang w:val="sw-KE"/>
        </w:rPr>
        <w:t>)</w:t>
      </w:r>
      <w:r w:rsidR="004E7AEE" w:rsidRPr="004E7AEE">
        <w:rPr>
          <w:lang w:val="sw-KE"/>
        </w:rPr>
        <w:t xml:space="preserve"> Kufanya amali njema kwa moyo wa bidii na unyoofu:</w:t>
      </w:r>
    </w:p>
    <w:p w:rsidR="004E7AEE" w:rsidRPr="004E7AEE" w:rsidRDefault="004E7AEE" w:rsidP="004E7AEE">
      <w:pPr>
        <w:pStyle w:val="libNormal"/>
        <w:jc w:val="both"/>
        <w:rPr>
          <w:lang w:val="sw-KE"/>
        </w:rPr>
      </w:pPr>
      <w:r w:rsidRPr="004E7AEE">
        <w:rPr>
          <w:lang w:val="sw-KE"/>
        </w:rPr>
        <w:t xml:space="preserve">Mtukufu Mtume amesema: </w:t>
      </w:r>
      <w:r w:rsidRPr="009C0953">
        <w:rPr>
          <w:rStyle w:val="libBold1Char"/>
          <w:lang w:val="sw-KE"/>
        </w:rPr>
        <w:t>'Kwa hakika amali zote zinategemea nia zake</w:t>
      </w:r>
      <w:r w:rsidRPr="004E7AEE">
        <w:rPr>
          <w:lang w:val="sw-KE"/>
        </w:rPr>
        <w:t>."</w:t>
      </w:r>
    </w:p>
    <w:p w:rsidR="004E7AEE" w:rsidRPr="004E7AEE" w:rsidRDefault="009C0953" w:rsidP="009C0953">
      <w:pPr>
        <w:pStyle w:val="libNormal"/>
        <w:jc w:val="both"/>
        <w:rPr>
          <w:lang w:val="sw-KE"/>
        </w:rPr>
      </w:pPr>
      <w:r>
        <w:rPr>
          <w:lang w:val="sw-KE"/>
        </w:rPr>
        <w:t>(</w:t>
      </w:r>
      <w:r w:rsidR="004E7AEE" w:rsidRPr="004E7AEE">
        <w:rPr>
          <w:lang w:val="sw-KE"/>
        </w:rPr>
        <w:t>2</w:t>
      </w:r>
      <w:r>
        <w:rPr>
          <w:lang w:val="sw-KE"/>
        </w:rPr>
        <w:t xml:space="preserve">) </w:t>
      </w:r>
      <w:r w:rsidR="004E7AEE" w:rsidRPr="004E7AEE">
        <w:rPr>
          <w:lang w:val="sw-KE"/>
        </w:rPr>
        <w:t>Kutegemea Mwenyezi Mungu:</w:t>
      </w:r>
    </w:p>
    <w:p w:rsidR="004E7AEE" w:rsidRPr="004E7AEE" w:rsidRDefault="009C0953" w:rsidP="009C0953">
      <w:pPr>
        <w:pStyle w:val="libNormal"/>
        <w:jc w:val="both"/>
        <w:rPr>
          <w:lang w:val="sw-KE"/>
        </w:rPr>
      </w:pPr>
      <w:r>
        <w:rPr>
          <w:lang w:val="sw-KE"/>
        </w:rPr>
        <w:t>Mwenyezi Mungu amesema:</w:t>
      </w:r>
      <w:r w:rsidR="004E7AEE" w:rsidRPr="004E7AEE">
        <w:rPr>
          <w:lang w:val="sw-KE"/>
        </w:rPr>
        <w:t xml:space="preserve"> "</w:t>
      </w:r>
      <w:r w:rsidR="004E7AEE" w:rsidRPr="009C0953">
        <w:rPr>
          <w:rStyle w:val="libAieChar"/>
          <w:lang w:val="sw-KE"/>
        </w:rPr>
        <w:t>Na anayemtegemea Mwenyezi Mungu yeye humtoshea</w:t>
      </w:r>
      <w:r w:rsidR="004E7AEE" w:rsidRPr="004E7AEE">
        <w:rPr>
          <w:lang w:val="sw-KE"/>
        </w:rPr>
        <w:t xml:space="preserve">"........... </w:t>
      </w:r>
      <w:r>
        <w:rPr>
          <w:lang w:val="sw-KE"/>
        </w:rPr>
        <w:t>(</w:t>
      </w:r>
      <w:r w:rsidR="004E7AEE" w:rsidRPr="004E7AEE">
        <w:rPr>
          <w:lang w:val="sw-KE"/>
        </w:rPr>
        <w:t>Qur'an Sura ya 65 aya ya3</w:t>
      </w:r>
      <w:r>
        <w:rPr>
          <w:lang w:val="sw-KE"/>
        </w:rPr>
        <w:t>)</w:t>
      </w:r>
      <w:r w:rsidR="004E7AEE" w:rsidRPr="004E7AEE">
        <w:rPr>
          <w:lang w:val="sw-KE"/>
        </w:rPr>
        <w:t>.</w:t>
      </w:r>
    </w:p>
    <w:p w:rsidR="004E7AEE" w:rsidRPr="004E7AEE" w:rsidRDefault="004E7AEE" w:rsidP="009C0953">
      <w:pPr>
        <w:pStyle w:val="libNormal"/>
        <w:jc w:val="both"/>
        <w:rPr>
          <w:lang w:val="sw-KE"/>
        </w:rPr>
      </w:pPr>
      <w:r w:rsidRPr="004E7AEE">
        <w:rPr>
          <w:lang w:val="sw-KE"/>
        </w:rPr>
        <w:t>"</w:t>
      </w:r>
      <w:r w:rsidRPr="009C0953">
        <w:rPr>
          <w:rStyle w:val="libAieChar"/>
          <w:lang w:val="sw-KE"/>
        </w:rPr>
        <w:t>Na tegemeeni kwa Mwenyezi Mungu ikiwa nyinyi ni wenye kuamini</w:t>
      </w:r>
      <w:r w:rsidRPr="004E7AEE">
        <w:rPr>
          <w:lang w:val="sw-KE"/>
        </w:rPr>
        <w:t xml:space="preserve">", </w:t>
      </w:r>
      <w:r w:rsidR="009C0953">
        <w:rPr>
          <w:lang w:val="sw-KE"/>
        </w:rPr>
        <w:t>(</w:t>
      </w:r>
      <w:r w:rsidRPr="004E7AEE">
        <w:rPr>
          <w:lang w:val="sw-KE"/>
        </w:rPr>
        <w:t>Qur'an Sura ya 5, aya ya23</w:t>
      </w:r>
      <w:r w:rsidR="009C0953">
        <w:rPr>
          <w:lang w:val="sw-KE"/>
        </w:rPr>
        <w:t>)</w:t>
      </w:r>
      <w:r w:rsidRPr="004E7AEE">
        <w:rPr>
          <w:lang w:val="sw-KE"/>
        </w:rPr>
        <w:t>.</w:t>
      </w:r>
    </w:p>
    <w:p w:rsidR="004E7AEE" w:rsidRPr="004E7AEE" w:rsidRDefault="00AF2F1C" w:rsidP="00AF2F1C">
      <w:pPr>
        <w:pStyle w:val="libNormal"/>
        <w:jc w:val="both"/>
        <w:rPr>
          <w:lang w:val="sw-KE"/>
        </w:rPr>
      </w:pPr>
      <w:r>
        <w:rPr>
          <w:lang w:val="sw-KE"/>
        </w:rPr>
        <w:t>(</w:t>
      </w:r>
      <w:r w:rsidR="004E7AEE" w:rsidRPr="004E7AEE">
        <w:rPr>
          <w:lang w:val="sw-KE"/>
        </w:rPr>
        <w:t>3</w:t>
      </w:r>
      <w:r>
        <w:rPr>
          <w:lang w:val="sw-KE"/>
        </w:rPr>
        <w:t>)</w:t>
      </w:r>
      <w:r w:rsidR="004E7AEE" w:rsidRPr="004E7AEE">
        <w:rPr>
          <w:lang w:val="sw-KE"/>
        </w:rPr>
        <w:t xml:space="preserve"> Kutendeana Haki: </w:t>
      </w:r>
      <w:r>
        <w:rPr>
          <w:lang w:val="sw-KE"/>
        </w:rPr>
        <w:t>(</w:t>
      </w:r>
      <w:r w:rsidR="004E7AEE" w:rsidRPr="004E7AEE">
        <w:rPr>
          <w:lang w:val="sw-KE"/>
        </w:rPr>
        <w:t>Kuto kudhulumiana</w:t>
      </w:r>
      <w:r>
        <w:rPr>
          <w:lang w:val="sw-KE"/>
        </w:rPr>
        <w:t>).</w:t>
      </w:r>
    </w:p>
    <w:p w:rsidR="004E7AEE" w:rsidRPr="004E7AEE" w:rsidRDefault="004E7AEE" w:rsidP="00AF2F1C">
      <w:pPr>
        <w:pStyle w:val="libNormal"/>
        <w:jc w:val="both"/>
        <w:rPr>
          <w:lang w:val="sw-KE"/>
        </w:rPr>
      </w:pPr>
      <w:r w:rsidRPr="004E7AEE">
        <w:rPr>
          <w:lang w:val="sw-KE"/>
        </w:rPr>
        <w:t xml:space="preserve">Mtukufu Mtume </w:t>
      </w:r>
      <w:r w:rsidR="00AF2F1C" w:rsidRPr="00AF2F1C">
        <w:rPr>
          <w:rStyle w:val="libBold1Char"/>
          <w:lang w:val="sw-KE"/>
        </w:rPr>
        <w:t>(s.a.w.w)</w:t>
      </w:r>
      <w:r w:rsidR="00AF2F1C">
        <w:rPr>
          <w:lang w:val="sw-KE"/>
        </w:rPr>
        <w:t xml:space="preserve"> amesema:</w:t>
      </w:r>
      <w:r w:rsidRPr="004E7AEE">
        <w:rPr>
          <w:lang w:val="sw-KE"/>
        </w:rPr>
        <w:t xml:space="preserve"> "</w:t>
      </w:r>
      <w:r w:rsidRPr="00AF2F1C">
        <w:rPr>
          <w:rStyle w:val="libBold1Char"/>
          <w:lang w:val="sw-KE"/>
        </w:rPr>
        <w:t>Haikamiliki imani ya kiumbe hadi awe na sifa tatu, kutoa msaada wakati wa dhiki, usawa na unyoofu kati yake na mwenziwe, mwingi wa kutoa salamu</w:t>
      </w:r>
      <w:r w:rsidRPr="004E7AEE">
        <w:rPr>
          <w:lang w:val="sw-KE"/>
        </w:rPr>
        <w:t>."</w:t>
      </w:r>
    </w:p>
    <w:p w:rsidR="004E7AEE" w:rsidRPr="004E7AEE" w:rsidRDefault="00AF2F1C" w:rsidP="004E7AEE">
      <w:pPr>
        <w:pStyle w:val="libNormal"/>
        <w:jc w:val="both"/>
        <w:rPr>
          <w:lang w:val="sw-KE"/>
        </w:rPr>
      </w:pPr>
      <w:r>
        <w:rPr>
          <w:lang w:val="sw-KE"/>
        </w:rPr>
        <w:t>(4)</w:t>
      </w:r>
      <w:r w:rsidR="004E7AEE" w:rsidRPr="004E7AEE">
        <w:rPr>
          <w:lang w:val="sw-KE"/>
        </w:rPr>
        <w:t xml:space="preserve"> Kuwatendea mema wazee wawili:</w:t>
      </w:r>
    </w:p>
    <w:p w:rsidR="004E7AEE" w:rsidRPr="004E7AEE" w:rsidRDefault="004E7AEE" w:rsidP="00AF2F1C">
      <w:pPr>
        <w:pStyle w:val="libNormal"/>
        <w:jc w:val="both"/>
        <w:rPr>
          <w:lang w:val="sw-KE"/>
        </w:rPr>
      </w:pPr>
      <w:r w:rsidRPr="004E7AEE">
        <w:rPr>
          <w:lang w:val="sw-KE"/>
        </w:rPr>
        <w:t xml:space="preserve">Mwenyezi Mungu amesema: "Na Mola wako amehukumu kuwa msimwabudu yoyote ila yeye tu, na kuwafanyia wema wazazi wawili. Kama mmoja wao akifikia uzee mbele yako. au wote wawili, basi usiwaambie hata Ah; Wala usiwakemee. na useme nao kwa msemo wa heshima kabisa. Na uwainamishie bawa la unyenyekevu kwa huruma, na useme 'Molawangu! Warehemu </w:t>
      </w:r>
      <w:r w:rsidR="00AF2F1C">
        <w:rPr>
          <w:lang w:val="sw-KE"/>
        </w:rPr>
        <w:t>(</w:t>
      </w:r>
      <w:r w:rsidRPr="004E7AEE">
        <w:rPr>
          <w:lang w:val="sw-KE"/>
        </w:rPr>
        <w:t>Wazee wangu</w:t>
      </w:r>
      <w:r w:rsidR="00AF2F1C">
        <w:rPr>
          <w:lang w:val="sw-KE"/>
        </w:rPr>
        <w:t>)</w:t>
      </w:r>
      <w:r w:rsidRPr="004E7AEE">
        <w:rPr>
          <w:lang w:val="sw-KE"/>
        </w:rPr>
        <w:t xml:space="preserve"> kwani walinilea katika utoto".</w:t>
      </w:r>
    </w:p>
    <w:p w:rsidR="004E7AEE" w:rsidRPr="004E7AEE" w:rsidRDefault="00AF2F1C" w:rsidP="004E7AEE">
      <w:pPr>
        <w:pStyle w:val="libNormal"/>
        <w:jc w:val="both"/>
        <w:rPr>
          <w:lang w:val="sw-KE"/>
        </w:rPr>
      </w:pPr>
      <w:r w:rsidRPr="004E7AEE">
        <w:rPr>
          <w:lang w:val="sw-KE"/>
        </w:rPr>
        <w:t xml:space="preserve"> </w:t>
      </w:r>
      <w:r w:rsidR="004E7AEE" w:rsidRPr="004E7AEE">
        <w:rPr>
          <w:lang w:val="sw-KE"/>
        </w:rPr>
        <w:t>(5} Kuwaangalia jamaa wa damu:</w:t>
      </w:r>
    </w:p>
    <w:p w:rsidR="004E7AEE" w:rsidRPr="004E7AEE" w:rsidRDefault="004E7AEE" w:rsidP="00AF2F1C">
      <w:pPr>
        <w:pStyle w:val="libNormal"/>
        <w:jc w:val="both"/>
        <w:rPr>
          <w:lang w:val="sw-KE"/>
        </w:rPr>
      </w:pPr>
      <w:r w:rsidRPr="004E7AEE">
        <w:rPr>
          <w:lang w:val="sw-KE"/>
        </w:rPr>
        <w:t>Mwenyezi Mungu amesema: "</w:t>
      </w:r>
      <w:r w:rsidRPr="00AF2F1C">
        <w:rPr>
          <w:rStyle w:val="libAieChar"/>
          <w:lang w:val="sw-KE"/>
        </w:rPr>
        <w:t xml:space="preserve">Mcheni Mwenyezi mungu ambaye kwaye mnaomba na </w:t>
      </w:r>
      <w:r w:rsidR="00AF2F1C" w:rsidRPr="00B612A9">
        <w:rPr>
          <w:rStyle w:val="libAieChar"/>
          <w:lang w:val="sw-KE"/>
        </w:rPr>
        <w:t>(</w:t>
      </w:r>
      <w:r w:rsidRPr="00AF2F1C">
        <w:rPr>
          <w:rStyle w:val="libAieChar"/>
          <w:lang w:val="sw-KE"/>
        </w:rPr>
        <w:t>kuangalia</w:t>
      </w:r>
      <w:r w:rsidR="00AF2F1C" w:rsidRPr="00B612A9">
        <w:rPr>
          <w:rStyle w:val="libAieChar"/>
          <w:lang w:val="sw-KE"/>
        </w:rPr>
        <w:t xml:space="preserve">) </w:t>
      </w:r>
      <w:r w:rsidRPr="00AF2F1C">
        <w:rPr>
          <w:rStyle w:val="libAieChar"/>
          <w:lang w:val="sw-KE"/>
        </w:rPr>
        <w:t>jamaa wa damu, hakika Mwenyezi Mungu ni mlinzi juu yenu</w:t>
      </w:r>
      <w:r w:rsidRPr="004E7AEE">
        <w:rPr>
          <w:lang w:val="sw-KE"/>
        </w:rPr>
        <w:t xml:space="preserve">". </w:t>
      </w:r>
      <w:r w:rsidR="00AF2F1C">
        <w:rPr>
          <w:lang w:val="sw-KE"/>
        </w:rPr>
        <w:t>(</w:t>
      </w:r>
      <w:r w:rsidRPr="004E7AEE">
        <w:rPr>
          <w:lang w:val="sw-KE"/>
        </w:rPr>
        <w:t>Qur'an Sura ya 4, aya ya 2</w:t>
      </w:r>
      <w:r w:rsidR="00AF2F1C">
        <w:rPr>
          <w:lang w:val="sw-KE"/>
        </w:rPr>
        <w:t>)</w:t>
      </w:r>
      <w:r w:rsidRPr="004E7AEE">
        <w:rPr>
          <w:lang w:val="sw-KE"/>
        </w:rPr>
        <w:t>.</w:t>
      </w:r>
    </w:p>
    <w:p w:rsidR="004E7AEE" w:rsidRPr="004E7AEE" w:rsidRDefault="00AF2F1C" w:rsidP="00AF2F1C">
      <w:pPr>
        <w:pStyle w:val="libNormal"/>
        <w:jc w:val="both"/>
        <w:rPr>
          <w:lang w:val="sw-KE"/>
        </w:rPr>
      </w:pPr>
      <w:r w:rsidRPr="004E7AEE">
        <w:rPr>
          <w:lang w:val="sw-KE"/>
        </w:rPr>
        <w:t xml:space="preserve"> </w:t>
      </w:r>
      <w:r>
        <w:rPr>
          <w:lang w:val="sw-KE"/>
        </w:rPr>
        <w:t>(</w:t>
      </w:r>
      <w:r w:rsidR="004E7AEE" w:rsidRPr="004E7AEE">
        <w:rPr>
          <w:lang w:val="sw-KE"/>
        </w:rPr>
        <w:t>6) Kusaidiana mambo mema:</w:t>
      </w:r>
    </w:p>
    <w:p w:rsidR="004E7AEE" w:rsidRPr="004E7AEE" w:rsidRDefault="004E7AEE" w:rsidP="00AF2F1C">
      <w:pPr>
        <w:pStyle w:val="libNormal"/>
        <w:jc w:val="both"/>
        <w:rPr>
          <w:lang w:val="sw-KE"/>
        </w:rPr>
      </w:pPr>
      <w:r w:rsidRPr="004E7AEE">
        <w:rPr>
          <w:lang w:val="sw-KE"/>
        </w:rPr>
        <w:t>Mwenyezi Mungu katika Qur'an amesema: "</w:t>
      </w:r>
      <w:r w:rsidRPr="00AF2F1C">
        <w:rPr>
          <w:rStyle w:val="libAieChar"/>
          <w:lang w:val="sw-KE"/>
        </w:rPr>
        <w:t>Saidianeni katika wema na kumcha Mwenyezi Mungu, wala msisaidiane katika dhambi na maasi</w:t>
      </w:r>
      <w:r w:rsidRPr="004E7AEE">
        <w:rPr>
          <w:lang w:val="sw-KE"/>
        </w:rPr>
        <w:t xml:space="preserve">." </w:t>
      </w:r>
      <w:r w:rsidR="00AF2F1C">
        <w:rPr>
          <w:lang w:val="sw-KE"/>
        </w:rPr>
        <w:t>(</w:t>
      </w:r>
      <w:r w:rsidRPr="004E7AEE">
        <w:rPr>
          <w:lang w:val="sw-KE"/>
        </w:rPr>
        <w:t>Sura ya 5, aya ya 2</w:t>
      </w:r>
      <w:r w:rsidR="00AF2F1C">
        <w:rPr>
          <w:lang w:val="sw-KE"/>
        </w:rPr>
        <w:t>)</w:t>
      </w:r>
      <w:r w:rsidRPr="004E7AEE">
        <w:rPr>
          <w:lang w:val="sw-KE"/>
        </w:rPr>
        <w:t>.</w:t>
      </w:r>
    </w:p>
    <w:p w:rsidR="004E7AEE" w:rsidRPr="004E7AEE" w:rsidRDefault="008C7863" w:rsidP="008C7863">
      <w:pPr>
        <w:pStyle w:val="libNormal"/>
        <w:jc w:val="both"/>
        <w:rPr>
          <w:lang w:val="sw-KE"/>
        </w:rPr>
      </w:pPr>
      <w:r w:rsidRPr="004E7AEE">
        <w:rPr>
          <w:lang w:val="sw-KE"/>
        </w:rPr>
        <w:lastRenderedPageBreak/>
        <w:t xml:space="preserve"> </w:t>
      </w:r>
      <w:r w:rsidR="004E7AEE" w:rsidRPr="004E7AEE">
        <w:rPr>
          <w:lang w:val="sw-KE"/>
        </w:rPr>
        <w:t>(7</w:t>
      </w:r>
      <w:r>
        <w:rPr>
          <w:lang w:val="sw-KE"/>
        </w:rPr>
        <w:t xml:space="preserve">) </w:t>
      </w:r>
      <w:r w:rsidR="004E7AEE" w:rsidRPr="004E7AEE">
        <w:rPr>
          <w:lang w:val="sw-KE"/>
        </w:rPr>
        <w:t>Kupatanisha watu:</w:t>
      </w:r>
    </w:p>
    <w:p w:rsidR="004E7AEE" w:rsidRPr="004E7AEE" w:rsidRDefault="004E7AEE" w:rsidP="008C7863">
      <w:pPr>
        <w:pStyle w:val="libNormal"/>
        <w:jc w:val="both"/>
        <w:rPr>
          <w:lang w:val="sw-KE"/>
        </w:rPr>
      </w:pPr>
      <w:r w:rsidRPr="004E7AEE">
        <w:rPr>
          <w:lang w:val="sw-KE"/>
        </w:rPr>
        <w:t>Mwenyezi Mimgu amesema: "</w:t>
      </w:r>
      <w:r w:rsidRPr="003F54DA">
        <w:rPr>
          <w:rStyle w:val="libAieChar"/>
          <w:lang w:val="sw-KE"/>
        </w:rPr>
        <w:t xml:space="preserve">Basi mwogopeni Mwenyezi Mungu na suluhisheni mambo baina yenu, na mtiini Mwenyezi Mungu na Mtume wake ikiwa nyinyi ni katika wanao amini </w:t>
      </w:r>
      <w:r w:rsidR="008C7863" w:rsidRPr="003F54DA">
        <w:rPr>
          <w:rStyle w:val="libAieChar"/>
          <w:lang w:val="sw-KE"/>
        </w:rPr>
        <w:t>(</w:t>
      </w:r>
      <w:r w:rsidRPr="003F54DA">
        <w:rPr>
          <w:rStyle w:val="libAieChar"/>
          <w:lang w:val="sw-KE"/>
        </w:rPr>
        <w:t>kweli</w:t>
      </w:r>
      <w:r w:rsidR="008C7863" w:rsidRPr="003F54DA">
        <w:rPr>
          <w:rStyle w:val="libAieChar"/>
          <w:lang w:val="sw-KE"/>
        </w:rPr>
        <w:t>)</w:t>
      </w:r>
      <w:r w:rsidRPr="004E7AEE">
        <w:rPr>
          <w:lang w:val="sw-KE"/>
        </w:rPr>
        <w:t>".</w:t>
      </w:r>
      <w:r w:rsidR="008C7863">
        <w:rPr>
          <w:lang w:val="sw-KE"/>
        </w:rPr>
        <w:t>(</w:t>
      </w:r>
      <w:r w:rsidRPr="004E7AEE">
        <w:rPr>
          <w:lang w:val="sw-KE"/>
        </w:rPr>
        <w:t>Sura ya 8, aya ya 1</w:t>
      </w:r>
      <w:r w:rsidR="003F54DA">
        <w:rPr>
          <w:lang w:val="sw-KE"/>
        </w:rPr>
        <w:t>)</w:t>
      </w:r>
      <w:r w:rsidRPr="004E7AEE">
        <w:rPr>
          <w:lang w:val="sw-KE"/>
        </w:rPr>
        <w:t>.</w:t>
      </w:r>
    </w:p>
    <w:p w:rsidR="004E7AEE" w:rsidRPr="004E7AEE" w:rsidRDefault="004E7AEE" w:rsidP="003F54DA">
      <w:pPr>
        <w:pStyle w:val="libNormal"/>
        <w:jc w:val="both"/>
        <w:rPr>
          <w:lang w:val="sw-KE"/>
        </w:rPr>
      </w:pPr>
      <w:r w:rsidRPr="004E7AEE">
        <w:rPr>
          <w:lang w:val="sw-KE"/>
        </w:rPr>
        <w:t>"</w:t>
      </w:r>
      <w:r w:rsidRPr="003F54DA">
        <w:rPr>
          <w:rStyle w:val="libAieChar"/>
          <w:lang w:val="sw-KE"/>
        </w:rPr>
        <w:t xml:space="preserve">Kwa hakika Waislamu wote ni ndugu, basi patanisheni baina ya ndugu zenu. na mcheni Mwenyezi Mungu, </w:t>
      </w:r>
      <w:r w:rsidR="003F54DA">
        <w:rPr>
          <w:rStyle w:val="libAieChar"/>
          <w:lang w:val="sw-KE"/>
        </w:rPr>
        <w:t>(</w:t>
      </w:r>
      <w:r w:rsidRPr="003F54DA">
        <w:rPr>
          <w:rStyle w:val="libAieChar"/>
          <w:lang w:val="sw-KE"/>
        </w:rPr>
        <w:t>msipuuze jambo la kupatanisha</w:t>
      </w:r>
      <w:r w:rsidR="003F54DA">
        <w:rPr>
          <w:rStyle w:val="libAieChar"/>
          <w:lang w:val="sw-KE"/>
        </w:rPr>
        <w:t>)</w:t>
      </w:r>
      <w:r w:rsidRPr="003F54DA">
        <w:rPr>
          <w:rStyle w:val="libAieChar"/>
          <w:lang w:val="sw-KE"/>
        </w:rPr>
        <w:t xml:space="preserve"> ili mrehemiwe</w:t>
      </w:r>
      <w:r w:rsidRPr="004E7AEE">
        <w:rPr>
          <w:lang w:val="sw-KE"/>
        </w:rPr>
        <w:t xml:space="preserve">." </w:t>
      </w:r>
      <w:r w:rsidR="003F54DA">
        <w:rPr>
          <w:lang w:val="sw-KE"/>
        </w:rPr>
        <w:t>(</w:t>
      </w:r>
      <w:r w:rsidRPr="004E7AEE">
        <w:rPr>
          <w:lang w:val="sw-KE"/>
        </w:rPr>
        <w:t>Quran Sura ya 49, aya ya 10</w:t>
      </w:r>
      <w:r w:rsidR="003F54DA">
        <w:rPr>
          <w:lang w:val="sw-KE"/>
        </w:rPr>
        <w:t>)</w:t>
      </w:r>
      <w:r w:rsidRPr="004E7AEE">
        <w:rPr>
          <w:lang w:val="sw-KE"/>
        </w:rPr>
        <w:t>.</w:t>
      </w:r>
    </w:p>
    <w:p w:rsidR="004E7AEE" w:rsidRPr="004E7AEE" w:rsidRDefault="003F54DA" w:rsidP="003F54DA">
      <w:pPr>
        <w:pStyle w:val="libNormal"/>
        <w:jc w:val="both"/>
        <w:rPr>
          <w:lang w:val="sw-KE"/>
        </w:rPr>
      </w:pPr>
      <w:r>
        <w:rPr>
          <w:lang w:val="sw-KE"/>
        </w:rPr>
        <w:t>(</w:t>
      </w:r>
      <w:r w:rsidR="004E7AEE" w:rsidRPr="004E7AEE">
        <w:rPr>
          <w:lang w:val="sw-KE"/>
        </w:rPr>
        <w:t>8</w:t>
      </w:r>
      <w:r>
        <w:rPr>
          <w:lang w:val="sw-KE"/>
        </w:rPr>
        <w:t xml:space="preserve">) </w:t>
      </w:r>
      <w:r w:rsidR="004E7AEE" w:rsidRPr="004E7AEE">
        <w:rPr>
          <w:lang w:val="sw-KE"/>
        </w:rPr>
        <w:t>Ukweli:</w:t>
      </w:r>
    </w:p>
    <w:p w:rsidR="004E7AEE" w:rsidRPr="004E7AEE" w:rsidRDefault="003F54DA" w:rsidP="004E7AEE">
      <w:pPr>
        <w:pStyle w:val="libNormal"/>
        <w:jc w:val="both"/>
        <w:rPr>
          <w:lang w:val="sw-KE"/>
        </w:rPr>
      </w:pPr>
      <w:r>
        <w:rPr>
          <w:lang w:val="sw-KE"/>
        </w:rPr>
        <w:t>Mwenyezi Mungu amesema:</w:t>
      </w:r>
      <w:r w:rsidR="004E7AEE" w:rsidRPr="004E7AEE">
        <w:rPr>
          <w:lang w:val="sw-KE"/>
        </w:rPr>
        <w:t xml:space="preserve"> "</w:t>
      </w:r>
      <w:r w:rsidR="004E7AEE" w:rsidRPr="003F54DA">
        <w:rPr>
          <w:rStyle w:val="libAieChar"/>
          <w:lang w:val="sw-KE"/>
        </w:rPr>
        <w:t>Kwa yakini Mwenyezi Mungu atawatambulisha wale walio wa kweli na walio waong</w:t>
      </w:r>
      <w:r w:rsidRPr="00B612A9">
        <w:rPr>
          <w:rStyle w:val="libAieChar"/>
          <w:lang w:val="sw-KE"/>
        </w:rPr>
        <w:t>o</w:t>
      </w:r>
      <w:r>
        <w:rPr>
          <w:lang w:val="sw-KE"/>
        </w:rPr>
        <w:t>." (Sura ya 29, aya ya 3)</w:t>
      </w:r>
      <w:r w:rsidR="004E7AEE" w:rsidRPr="004E7AEE">
        <w:rPr>
          <w:lang w:val="sw-KE"/>
        </w:rPr>
        <w:t>. "</w:t>
      </w:r>
      <w:r w:rsidR="004E7AEE" w:rsidRPr="003F54DA">
        <w:rPr>
          <w:rStyle w:val="libAieChar"/>
          <w:lang w:val="sw-KE"/>
        </w:rPr>
        <w:t>Mwenyezi Mungu ametuamrisha tuwe wakweli</w:t>
      </w:r>
      <w:r>
        <w:rPr>
          <w:lang w:val="sw-KE"/>
        </w:rPr>
        <w:t>". (Qur'an Sura ya 9, aya ya 119)</w:t>
      </w:r>
      <w:r w:rsidR="004E7AEE" w:rsidRPr="004E7AEE">
        <w:rPr>
          <w:lang w:val="sw-KE"/>
        </w:rPr>
        <w:t>.</w:t>
      </w:r>
    </w:p>
    <w:p w:rsidR="004E7AEE" w:rsidRPr="004E7AEE" w:rsidRDefault="004E7AEE" w:rsidP="003F54DA">
      <w:pPr>
        <w:pStyle w:val="Heading2"/>
        <w:rPr>
          <w:lang w:val="sw-KE"/>
        </w:rPr>
      </w:pPr>
      <w:bookmarkStart w:id="9" w:name="_Toc29901501"/>
      <w:r w:rsidRPr="004E7AEE">
        <w:rPr>
          <w:lang w:val="sw-KE"/>
        </w:rPr>
        <w:t>SOMO LATATU</w:t>
      </w:r>
      <w:bookmarkEnd w:id="9"/>
    </w:p>
    <w:p w:rsidR="004E7AEE" w:rsidRPr="004E7AEE" w:rsidRDefault="003E4EC1" w:rsidP="003F54DA">
      <w:pPr>
        <w:pStyle w:val="Heading3"/>
        <w:rPr>
          <w:lang w:val="sw-KE"/>
        </w:rPr>
      </w:pPr>
      <w:bookmarkStart w:id="10" w:name="_Toc29901502"/>
      <w:r>
        <w:rPr>
          <w:lang w:val="sw-KE"/>
        </w:rPr>
        <w:t>MATENDO MATUKUFU (I)</w:t>
      </w:r>
      <w:bookmarkEnd w:id="10"/>
    </w:p>
    <w:p w:rsidR="004E7AEE" w:rsidRPr="004E7AEE" w:rsidRDefault="003F54DA" w:rsidP="006D170B">
      <w:pPr>
        <w:pStyle w:val="libNormal"/>
        <w:numPr>
          <w:ilvl w:val="0"/>
          <w:numId w:val="11"/>
        </w:numPr>
        <w:jc w:val="both"/>
        <w:rPr>
          <w:lang w:val="sw-KE"/>
        </w:rPr>
      </w:pPr>
      <w:r>
        <w:rPr>
          <w:lang w:val="sw-KE"/>
        </w:rPr>
        <w:t>Kuwa na tabia nzuri:</w:t>
      </w:r>
    </w:p>
    <w:p w:rsidR="004E7AEE" w:rsidRPr="004E7AEE" w:rsidRDefault="004E7AEE" w:rsidP="006D170B">
      <w:pPr>
        <w:pStyle w:val="libNormal"/>
        <w:jc w:val="both"/>
        <w:rPr>
          <w:lang w:val="sw-KE"/>
        </w:rPr>
      </w:pPr>
      <w:r w:rsidRPr="004E7AEE">
        <w:rPr>
          <w:lang w:val="sw-KE"/>
        </w:rPr>
        <w:t xml:space="preserve">Mtukufu Mtume </w:t>
      </w:r>
      <w:r w:rsidR="006D170B" w:rsidRPr="008E167F">
        <w:rPr>
          <w:rStyle w:val="libBold1Char"/>
          <w:lang w:val="sw-KE"/>
        </w:rPr>
        <w:t>(s.a.w.w)</w:t>
      </w:r>
      <w:r w:rsidR="006D170B">
        <w:rPr>
          <w:lang w:val="sw-KE"/>
        </w:rPr>
        <w:t xml:space="preserve"> amesema:</w:t>
      </w:r>
      <w:r w:rsidRPr="004E7AEE">
        <w:rPr>
          <w:lang w:val="sw-KE"/>
        </w:rPr>
        <w:t xml:space="preserve"> "</w:t>
      </w:r>
      <w:r w:rsidRPr="006D170B">
        <w:rPr>
          <w:rStyle w:val="libBold1Char"/>
          <w:lang w:val="sw-KE"/>
        </w:rPr>
        <w:t>Hakika alio kamilika imani miongoni mwa walioamini ni yule mwenye tabia nzuri</w:t>
      </w:r>
      <w:r w:rsidRPr="004E7AEE">
        <w:rPr>
          <w:lang w:val="sw-KE"/>
        </w:rPr>
        <w:t>".</w:t>
      </w:r>
    </w:p>
    <w:p w:rsidR="004E7AEE" w:rsidRPr="004E7AEE" w:rsidRDefault="004E7AEE" w:rsidP="006D170B">
      <w:pPr>
        <w:pStyle w:val="libNormal"/>
        <w:numPr>
          <w:ilvl w:val="0"/>
          <w:numId w:val="11"/>
        </w:numPr>
        <w:jc w:val="both"/>
        <w:rPr>
          <w:lang w:val="sw-KE"/>
        </w:rPr>
      </w:pPr>
      <w:r w:rsidRPr="004E7AEE">
        <w:rPr>
          <w:lang w:val="sw-KE"/>
        </w:rPr>
        <w:t>Kuwa na elimu:</w:t>
      </w:r>
    </w:p>
    <w:p w:rsidR="004E7AEE" w:rsidRPr="004E7AEE" w:rsidRDefault="006D170B" w:rsidP="006D170B">
      <w:pPr>
        <w:pStyle w:val="libNormal"/>
        <w:jc w:val="both"/>
        <w:rPr>
          <w:lang w:val="sw-KE"/>
        </w:rPr>
      </w:pPr>
      <w:r>
        <w:rPr>
          <w:lang w:val="sw-KE"/>
        </w:rPr>
        <w:t>Mwenyezi Mungu amesema:</w:t>
      </w:r>
      <w:r w:rsidR="004E7AEE" w:rsidRPr="004E7AEE">
        <w:rPr>
          <w:lang w:val="sw-KE"/>
        </w:rPr>
        <w:t xml:space="preserve"> "</w:t>
      </w:r>
      <w:r w:rsidR="004E7AEE" w:rsidRPr="006D170B">
        <w:rPr>
          <w:rStyle w:val="libAieChar"/>
          <w:lang w:val="sw-KE"/>
        </w:rPr>
        <w:t>Kwa hakika wanaomwogopa Mwenyezi Mungu miongoni m</w:t>
      </w:r>
      <w:r w:rsidRPr="00B612A9">
        <w:rPr>
          <w:rStyle w:val="libAieChar"/>
          <w:lang w:val="sw-KE"/>
        </w:rPr>
        <w:t>wa waja wake ni wale wataalamu (wanavyuoni)</w:t>
      </w:r>
      <w:r w:rsidR="004E7AEE" w:rsidRPr="004E7AEE">
        <w:rPr>
          <w:lang w:val="sw-KE"/>
        </w:rPr>
        <w:t xml:space="preserve">". </w:t>
      </w:r>
      <w:r>
        <w:rPr>
          <w:lang w:val="sw-KE"/>
        </w:rPr>
        <w:t>(</w:t>
      </w:r>
      <w:r w:rsidR="004E7AEE" w:rsidRPr="004E7AEE">
        <w:rPr>
          <w:lang w:val="sw-KE"/>
        </w:rPr>
        <w:t>Quran Sura ya 35 aya ya 28</w:t>
      </w:r>
      <w:r>
        <w:rPr>
          <w:lang w:val="sw-KE"/>
        </w:rPr>
        <w:t>)</w:t>
      </w:r>
      <w:r w:rsidR="004E7AEE" w:rsidRPr="004E7AEE">
        <w:rPr>
          <w:lang w:val="sw-KE"/>
        </w:rPr>
        <w:t>.</w:t>
      </w:r>
    </w:p>
    <w:p w:rsidR="004E7AEE" w:rsidRPr="004E7AEE" w:rsidRDefault="006D170B" w:rsidP="004E7AEE">
      <w:pPr>
        <w:pStyle w:val="libNormal"/>
        <w:jc w:val="both"/>
        <w:rPr>
          <w:lang w:val="sw-KE"/>
        </w:rPr>
      </w:pPr>
      <w:r>
        <w:rPr>
          <w:lang w:val="sw-KE"/>
        </w:rPr>
        <w:t xml:space="preserve">Mtukufu Mtume </w:t>
      </w:r>
      <w:r w:rsidRPr="006D170B">
        <w:rPr>
          <w:rStyle w:val="libBold1Char"/>
          <w:lang w:val="sw-KE"/>
        </w:rPr>
        <w:t>(s.a.w.w)</w:t>
      </w:r>
      <w:r>
        <w:rPr>
          <w:lang w:val="sw-KE"/>
        </w:rPr>
        <w:t xml:space="preserve"> amesema:</w:t>
      </w:r>
      <w:r w:rsidR="004E7AEE" w:rsidRPr="004E7AEE">
        <w:rPr>
          <w:lang w:val="sw-KE"/>
        </w:rPr>
        <w:t xml:space="preserve"> "</w:t>
      </w:r>
      <w:r w:rsidR="004E7AEE" w:rsidRPr="006D170B">
        <w:rPr>
          <w:rStyle w:val="libBold1Char"/>
          <w:lang w:val="sw-KE"/>
        </w:rPr>
        <w:t>Mwenye kutafuta elimu {mwanafunzi} hupendwa na Mwenyezi Mungu, hupendwa na Malaika, hupendwa na M</w:t>
      </w:r>
      <w:r w:rsidRPr="006D170B">
        <w:rPr>
          <w:rStyle w:val="libBold1Char"/>
          <w:lang w:val="sw-KE"/>
        </w:rPr>
        <w:t>itume, na wala hatapenda elimu ya dini</w:t>
      </w:r>
      <w:r w:rsidR="004E7AEE" w:rsidRPr="006D170B">
        <w:rPr>
          <w:rStyle w:val="libBold1Char"/>
          <w:lang w:val="sw-KE"/>
        </w:rPr>
        <w:t xml:space="preserve"> isipokuwa yule mtu ambae ni mwema</w:t>
      </w:r>
      <w:r w:rsidR="004E7AEE" w:rsidRPr="004E7AEE">
        <w:rPr>
          <w:lang w:val="sw-KE"/>
        </w:rPr>
        <w:t>."</w:t>
      </w:r>
    </w:p>
    <w:p w:rsidR="004E7AEE" w:rsidRPr="004E7AEE" w:rsidRDefault="004E7AEE" w:rsidP="000A3C37">
      <w:pPr>
        <w:pStyle w:val="libNormal"/>
        <w:numPr>
          <w:ilvl w:val="0"/>
          <w:numId w:val="11"/>
        </w:numPr>
        <w:jc w:val="both"/>
        <w:rPr>
          <w:lang w:val="sw-KE"/>
        </w:rPr>
      </w:pPr>
      <w:r w:rsidRPr="004E7AEE">
        <w:rPr>
          <w:lang w:val="sw-KE"/>
        </w:rPr>
        <w:t>Ushujaa:</w:t>
      </w:r>
    </w:p>
    <w:p w:rsidR="002C2120" w:rsidRDefault="004E7AEE" w:rsidP="002C2120">
      <w:pPr>
        <w:pStyle w:val="libNormal"/>
        <w:jc w:val="both"/>
        <w:rPr>
          <w:lang w:val="sw-KE"/>
        </w:rPr>
      </w:pPr>
      <w:r w:rsidRPr="004E7AEE">
        <w:rPr>
          <w:lang w:val="sw-KE"/>
        </w:rPr>
        <w:t xml:space="preserve">MtukufuMtume </w:t>
      </w:r>
      <w:r w:rsidR="000A3C37" w:rsidRPr="002C2120">
        <w:rPr>
          <w:rStyle w:val="libBold1Char"/>
          <w:lang w:val="sw-KE"/>
        </w:rPr>
        <w:t>(s.a.w.w)</w:t>
      </w:r>
      <w:r w:rsidR="000A3C37">
        <w:rPr>
          <w:lang w:val="sw-KE"/>
        </w:rPr>
        <w:t xml:space="preserve"> amesema: </w:t>
      </w:r>
      <w:r w:rsidRPr="004E7AEE">
        <w:rPr>
          <w:lang w:val="sw-KE"/>
        </w:rPr>
        <w:t>"</w:t>
      </w:r>
      <w:r w:rsidRPr="002C2120">
        <w:rPr>
          <w:rStyle w:val="libBold1Char"/>
          <w:lang w:val="sw-KE"/>
        </w:rPr>
        <w:t>Hamfalii mwenye imani awe bahili wala mwoga</w:t>
      </w:r>
      <w:r w:rsidRPr="004E7AEE">
        <w:rPr>
          <w:lang w:val="sw-KE"/>
        </w:rPr>
        <w:t xml:space="preserve">". </w:t>
      </w:r>
    </w:p>
    <w:p w:rsidR="004E7AEE" w:rsidRPr="004E7AEE" w:rsidRDefault="004E7AEE" w:rsidP="000A3C37">
      <w:pPr>
        <w:pStyle w:val="libNormal"/>
        <w:jc w:val="both"/>
        <w:rPr>
          <w:lang w:val="sw-KE"/>
        </w:rPr>
      </w:pPr>
      <w:r w:rsidRPr="004E7AEE">
        <w:rPr>
          <w:lang w:val="sw-KE"/>
        </w:rPr>
        <w:t>Mwenyezi Mungu anawasifu wenye imani katika Qur' an hivi:</w:t>
      </w:r>
    </w:p>
    <w:p w:rsidR="004E7AEE" w:rsidRPr="004E7AEE" w:rsidRDefault="004E7AEE" w:rsidP="004E7AEE">
      <w:pPr>
        <w:pStyle w:val="libNormal"/>
        <w:jc w:val="both"/>
        <w:rPr>
          <w:lang w:val="sw-KE"/>
        </w:rPr>
      </w:pPr>
      <w:r w:rsidRPr="006634C5">
        <w:rPr>
          <w:rStyle w:val="libAieChar"/>
          <w:lang w:val="sw-KE"/>
        </w:rPr>
        <w:t xml:space="preserve">'Muhammad ni Mtume wa Mwenyezi Mungu na walio pamoja nae ni wenye nyoyo thabiti </w:t>
      </w:r>
      <w:r w:rsidR="006634C5" w:rsidRPr="006634C5">
        <w:rPr>
          <w:rStyle w:val="libAieChar"/>
          <w:lang w:val="sw-KE"/>
        </w:rPr>
        <w:t>{mashujaa} mbele ya makafiri</w:t>
      </w:r>
      <w:r w:rsidR="006634C5">
        <w:rPr>
          <w:lang w:val="sw-KE"/>
        </w:rPr>
        <w:t>". (Qur'an Sura ya 48, aya ya 29)</w:t>
      </w:r>
      <w:r w:rsidRPr="004E7AEE">
        <w:rPr>
          <w:lang w:val="sw-KE"/>
        </w:rPr>
        <w:t>.</w:t>
      </w:r>
    </w:p>
    <w:p w:rsidR="004E7AEE" w:rsidRPr="004E7AEE" w:rsidRDefault="002350E6" w:rsidP="002350E6">
      <w:pPr>
        <w:pStyle w:val="libNormal"/>
        <w:numPr>
          <w:ilvl w:val="0"/>
          <w:numId w:val="11"/>
        </w:numPr>
        <w:jc w:val="both"/>
        <w:rPr>
          <w:lang w:val="sw-KE"/>
        </w:rPr>
      </w:pPr>
      <w:r>
        <w:rPr>
          <w:lang w:val="sw-KE"/>
        </w:rPr>
        <w:t>Unyenyekevu:</w:t>
      </w:r>
    </w:p>
    <w:p w:rsidR="004E7AEE" w:rsidRPr="004E7AEE" w:rsidRDefault="002350E6" w:rsidP="002350E6">
      <w:pPr>
        <w:pStyle w:val="libNormal"/>
        <w:jc w:val="both"/>
        <w:rPr>
          <w:lang w:val="sw-KE"/>
        </w:rPr>
      </w:pPr>
      <w:r>
        <w:rPr>
          <w:lang w:val="sw-KE"/>
        </w:rPr>
        <w:t xml:space="preserve">Mtume Mtukufu </w:t>
      </w:r>
      <w:r w:rsidRPr="002350E6">
        <w:rPr>
          <w:rStyle w:val="libBold1Char"/>
          <w:lang w:val="sw-KE"/>
        </w:rPr>
        <w:t>(s.a.w.w)</w:t>
      </w:r>
      <w:r w:rsidR="004E7AEE" w:rsidRPr="004E7AEE">
        <w:rPr>
          <w:lang w:val="sw-KE"/>
        </w:rPr>
        <w:t xml:space="preserve"> amesema: </w:t>
      </w:r>
      <w:bookmarkStart w:id="11" w:name="_Hlk29723151"/>
      <w:r w:rsidR="004E7AEE" w:rsidRPr="004E7AEE">
        <w:rPr>
          <w:lang w:val="sw-KE"/>
        </w:rPr>
        <w:t>"</w:t>
      </w:r>
      <w:bookmarkEnd w:id="11"/>
      <w:r w:rsidR="004E7AEE" w:rsidRPr="002350E6">
        <w:rPr>
          <w:rStyle w:val="libBold1Char"/>
          <w:lang w:val="sw-KE"/>
        </w:rPr>
        <w:t>Kwa hakika unyenye kevu</w:t>
      </w:r>
      <w:r w:rsidRPr="00B612A9">
        <w:rPr>
          <w:rStyle w:val="libBold1Char"/>
          <w:lang w:val="sw-KE"/>
        </w:rPr>
        <w:t xml:space="preserve"> </w:t>
      </w:r>
      <w:r w:rsidR="004E7AEE" w:rsidRPr="002350E6">
        <w:rPr>
          <w:rStyle w:val="libBold1Char"/>
          <w:lang w:val="sw-KE"/>
        </w:rPr>
        <w:t>humzidishia kiumbe daraja na cheo kwa Mwenyezi Mungu. Kwa hiyo nyenyekeeni, Mwenyezi Mimgu atawahurumien</w:t>
      </w:r>
      <w:r w:rsidR="004E7AEE" w:rsidRPr="004E7AEE">
        <w:rPr>
          <w:lang w:val="sw-KE"/>
        </w:rPr>
        <w:t>i.</w:t>
      </w:r>
      <w:r w:rsidRPr="002350E6">
        <w:rPr>
          <w:lang w:val="sw-KE"/>
        </w:rPr>
        <w:t>"</w:t>
      </w:r>
    </w:p>
    <w:p w:rsidR="004E7AEE" w:rsidRPr="004E7AEE" w:rsidRDefault="004E7AEE" w:rsidP="002350E6">
      <w:pPr>
        <w:pStyle w:val="libNormal"/>
        <w:numPr>
          <w:ilvl w:val="0"/>
          <w:numId w:val="11"/>
        </w:numPr>
        <w:jc w:val="both"/>
        <w:rPr>
          <w:lang w:val="sw-KE"/>
        </w:rPr>
      </w:pPr>
      <w:r w:rsidRPr="004E7AEE">
        <w:rPr>
          <w:lang w:val="sw-KE"/>
        </w:rPr>
        <w:t>Huruma na upole:</w:t>
      </w:r>
    </w:p>
    <w:p w:rsidR="004E7AEE" w:rsidRPr="004E7AEE" w:rsidRDefault="002350E6" w:rsidP="004E7AEE">
      <w:pPr>
        <w:pStyle w:val="libNormal"/>
        <w:jc w:val="both"/>
        <w:rPr>
          <w:lang w:val="sw-KE"/>
        </w:rPr>
      </w:pPr>
      <w:r>
        <w:rPr>
          <w:lang w:val="sw-KE"/>
        </w:rPr>
        <w:t xml:space="preserve">Mtukufu Mtume </w:t>
      </w:r>
      <w:r w:rsidRPr="002350E6">
        <w:rPr>
          <w:rStyle w:val="libBold1Char"/>
          <w:lang w:val="sw-KE"/>
        </w:rPr>
        <w:t>(s.a.w.w)</w:t>
      </w:r>
      <w:r w:rsidR="004E7AEE" w:rsidRPr="004E7AEE">
        <w:rPr>
          <w:lang w:val="sw-KE"/>
        </w:rPr>
        <w:t xml:space="preserve"> amesema: "</w:t>
      </w:r>
      <w:r w:rsidR="004E7AEE" w:rsidRPr="002350E6">
        <w:rPr>
          <w:rStyle w:val="libBold1Char"/>
          <w:lang w:val="sw-KE"/>
        </w:rPr>
        <w:t>Mwenye Imani imechanganyika elimu yake na upole, kwani elimu bila kuwa na upole haina faida yoyote</w:t>
      </w:r>
      <w:r w:rsidR="004E7AEE" w:rsidRPr="004E7AEE">
        <w:rPr>
          <w:lang w:val="sw-KE"/>
        </w:rPr>
        <w:t>".</w:t>
      </w:r>
    </w:p>
    <w:p w:rsidR="004E7AEE" w:rsidRPr="004E7AEE" w:rsidRDefault="002350E6" w:rsidP="002350E6">
      <w:pPr>
        <w:pStyle w:val="libNormal"/>
        <w:jc w:val="both"/>
        <w:rPr>
          <w:lang w:val="sw-KE"/>
        </w:rPr>
      </w:pPr>
      <w:r>
        <w:rPr>
          <w:lang w:val="sw-KE"/>
        </w:rPr>
        <w:t>(</w:t>
      </w:r>
      <w:r w:rsidR="004E7AEE" w:rsidRPr="004E7AEE">
        <w:rPr>
          <w:lang w:val="sw-KE"/>
        </w:rPr>
        <w:t>6</w:t>
      </w:r>
      <w:r>
        <w:rPr>
          <w:lang w:val="sw-KE"/>
        </w:rPr>
        <w:t>)</w:t>
      </w:r>
      <w:r w:rsidR="004E7AEE" w:rsidRPr="004E7AEE">
        <w:rPr>
          <w:lang w:val="sw-KE"/>
        </w:rPr>
        <w:t xml:space="preserve"> Kukaa vyema na watu:</w:t>
      </w:r>
    </w:p>
    <w:p w:rsidR="004E7AEE" w:rsidRPr="004E7AEE" w:rsidRDefault="002350E6" w:rsidP="004E7AEE">
      <w:pPr>
        <w:pStyle w:val="libNormal"/>
        <w:jc w:val="both"/>
        <w:rPr>
          <w:lang w:val="sw-KE"/>
        </w:rPr>
      </w:pPr>
      <w:r>
        <w:rPr>
          <w:lang w:val="sw-KE"/>
        </w:rPr>
        <w:t xml:space="preserve">Amesema Imam Jaffer As -Sadiq </w:t>
      </w:r>
      <w:r w:rsidRPr="002350E6">
        <w:rPr>
          <w:rStyle w:val="libFootnotenumChar"/>
          <w:lang w:val="sw-KE"/>
        </w:rPr>
        <w:t>(a.s)</w:t>
      </w:r>
      <w:r>
        <w:rPr>
          <w:lang w:val="sw-KE"/>
        </w:rPr>
        <w:t>:</w:t>
      </w:r>
      <w:r w:rsidR="004E7AEE" w:rsidRPr="004E7AEE">
        <w:rPr>
          <w:lang w:val="sw-KE"/>
        </w:rPr>
        <w:t xml:space="preserve"> "</w:t>
      </w:r>
      <w:r w:rsidR="004E7AEE" w:rsidRPr="002350E6">
        <w:rPr>
          <w:rStyle w:val="libBold1Char"/>
          <w:lang w:val="sw-KE"/>
        </w:rPr>
        <w:t>Muislamu ni ndugu wa Muislamu, asimdhulumu, asimdanganye, asimtupe na kumuacha, asimsengenye, asimfanyie hiyana wala asimnyime</w:t>
      </w:r>
      <w:r w:rsidR="004E7AEE" w:rsidRPr="004E7AEE">
        <w:rPr>
          <w:lang w:val="sw-KE"/>
        </w:rPr>
        <w:t>".</w:t>
      </w:r>
    </w:p>
    <w:p w:rsidR="004E7AEE" w:rsidRPr="004E7AEE" w:rsidRDefault="004E7AEE" w:rsidP="00465FAE">
      <w:pPr>
        <w:pStyle w:val="libNormal"/>
        <w:numPr>
          <w:ilvl w:val="0"/>
          <w:numId w:val="11"/>
        </w:numPr>
        <w:jc w:val="both"/>
        <w:rPr>
          <w:lang w:val="sw-KE"/>
        </w:rPr>
      </w:pPr>
      <w:r w:rsidRPr="004E7AEE">
        <w:rPr>
          <w:lang w:val="sw-KE"/>
        </w:rPr>
        <w:t>Ukarimu:</w:t>
      </w:r>
    </w:p>
    <w:p w:rsidR="004E7AEE" w:rsidRPr="004E7AEE" w:rsidRDefault="004E7AEE" w:rsidP="00465FAE">
      <w:pPr>
        <w:pStyle w:val="libNormal"/>
        <w:jc w:val="both"/>
        <w:rPr>
          <w:lang w:val="sw-KE"/>
        </w:rPr>
      </w:pPr>
      <w:r w:rsidRPr="004E7AEE">
        <w:rPr>
          <w:lang w:val="sw-KE"/>
        </w:rPr>
        <w:t>Mwenyezi</w:t>
      </w:r>
      <w:r w:rsidR="00465FAE">
        <w:rPr>
          <w:lang w:val="sw-KE"/>
        </w:rPr>
        <w:t xml:space="preserve"> Mungu amesema: "</w:t>
      </w:r>
      <w:r w:rsidR="00465FAE" w:rsidRPr="00465FAE">
        <w:rPr>
          <w:rStyle w:val="libAieChar"/>
          <w:lang w:val="sw-KE"/>
        </w:rPr>
        <w:t xml:space="preserve">Yule anayetoa </w:t>
      </w:r>
      <w:r w:rsidRPr="00465FAE">
        <w:rPr>
          <w:rStyle w:val="libAieChar"/>
          <w:lang w:val="sw-KE"/>
        </w:rPr>
        <w:t xml:space="preserve">zaka, </w:t>
      </w:r>
      <w:r w:rsidR="00465FAE" w:rsidRPr="00465FAE">
        <w:rPr>
          <w:rStyle w:val="libAieChar"/>
          <w:lang w:val="sw-KE"/>
        </w:rPr>
        <w:t>(</w:t>
      </w:r>
      <w:r w:rsidRPr="00465FAE">
        <w:rPr>
          <w:rStyle w:val="libAieChar"/>
          <w:lang w:val="sw-KE"/>
        </w:rPr>
        <w:t>Sadaka na mengineyo</w:t>
      </w:r>
      <w:r w:rsidR="00465FAE" w:rsidRPr="00465FAE">
        <w:rPr>
          <w:rStyle w:val="libAieChar"/>
          <w:lang w:val="sw-KE"/>
        </w:rPr>
        <w:t xml:space="preserve">) na kumcha Mwenyezi Mungu na kusadiki mambo mema </w:t>
      </w:r>
      <w:r w:rsidR="00465FAE" w:rsidRPr="00465FAE">
        <w:rPr>
          <w:rStyle w:val="libAieChar"/>
          <w:lang w:val="sw-KE"/>
        </w:rPr>
        <w:lastRenderedPageBreak/>
        <w:t>akafanya</w:t>
      </w:r>
      <w:r w:rsidRPr="00465FAE">
        <w:rPr>
          <w:rStyle w:val="libAieChar"/>
          <w:lang w:val="sw-KE"/>
        </w:rPr>
        <w:t>, Tutamrahisishia njia ya kwenda peponi</w:t>
      </w:r>
      <w:r w:rsidR="00465FAE">
        <w:rPr>
          <w:lang w:val="sw-KE"/>
        </w:rPr>
        <w:t xml:space="preserve">. (Qur'an Sura ya 92 aya ya 6-7). Mtume </w:t>
      </w:r>
      <w:r w:rsidR="00465FAE" w:rsidRPr="00465FAE">
        <w:rPr>
          <w:rStyle w:val="libBold1Char"/>
          <w:lang w:val="sw-KE"/>
        </w:rPr>
        <w:t>(s.a.w.w)</w:t>
      </w:r>
      <w:r w:rsidRPr="004E7AEE">
        <w:rPr>
          <w:lang w:val="sw-KE"/>
        </w:rPr>
        <w:t xml:space="preserve"> amesema "</w:t>
      </w:r>
      <w:r w:rsidRPr="00465FAE">
        <w:rPr>
          <w:rStyle w:val="libBold1Char"/>
          <w:lang w:val="sw-KE"/>
        </w:rPr>
        <w:t>Mkarimu ni mpenzi wa Mungu na bahili adui wa Mungu</w:t>
      </w:r>
      <w:r w:rsidRPr="004E7AEE">
        <w:rPr>
          <w:lang w:val="sw-KE"/>
        </w:rPr>
        <w:t>".</w:t>
      </w:r>
    </w:p>
    <w:p w:rsidR="004E7AEE" w:rsidRPr="004E7AEE" w:rsidRDefault="004E7AEE" w:rsidP="00465FAE">
      <w:pPr>
        <w:pStyle w:val="libNormal"/>
        <w:numPr>
          <w:ilvl w:val="0"/>
          <w:numId w:val="11"/>
        </w:numPr>
        <w:jc w:val="both"/>
        <w:rPr>
          <w:lang w:val="sw-KE"/>
        </w:rPr>
      </w:pPr>
      <w:r w:rsidRPr="004E7AEE">
        <w:rPr>
          <w:lang w:val="sw-KE"/>
        </w:rPr>
        <w:t>Utawa:</w:t>
      </w:r>
    </w:p>
    <w:p w:rsidR="00465FAE" w:rsidRDefault="004E7AEE" w:rsidP="008E167F">
      <w:pPr>
        <w:pStyle w:val="libNormal"/>
        <w:jc w:val="both"/>
        <w:rPr>
          <w:lang w:val="sw-KE"/>
        </w:rPr>
      </w:pPr>
      <w:r w:rsidRPr="004E7AEE">
        <w:rPr>
          <w:lang w:val="sw-KE"/>
        </w:rPr>
        <w:t xml:space="preserve">Uzuilifu wa tamaa hasa wa kike na kiume </w:t>
      </w:r>
    </w:p>
    <w:p w:rsidR="004E7AEE" w:rsidRPr="004E7AEE" w:rsidRDefault="008E167F" w:rsidP="004E7AEE">
      <w:pPr>
        <w:pStyle w:val="libNormal"/>
        <w:jc w:val="both"/>
        <w:rPr>
          <w:lang w:val="sw-KE"/>
        </w:rPr>
      </w:pPr>
      <w:r>
        <w:rPr>
          <w:lang w:val="sw-KE"/>
        </w:rPr>
        <w:t xml:space="preserve">Mtukufu Mtume </w:t>
      </w:r>
      <w:r w:rsidRPr="008E167F">
        <w:rPr>
          <w:rStyle w:val="libBold1Char"/>
          <w:lang w:val="sw-KE"/>
        </w:rPr>
        <w:t>(s.a.w.w)</w:t>
      </w:r>
      <w:r w:rsidR="004E7AEE" w:rsidRPr="004E7AEE">
        <w:rPr>
          <w:lang w:val="sw-KE"/>
        </w:rPr>
        <w:t xml:space="preserve"> amesema: "</w:t>
      </w:r>
      <w:r w:rsidR="004E7AEE" w:rsidRPr="008E167F">
        <w:rPr>
          <w:rStyle w:val="libBold1Char"/>
          <w:lang w:val="sw-KE"/>
        </w:rPr>
        <w:t>Mwenye kuzuwia tumbo lake na haramu, na utupu wake kwa haramu na ulimi wake na kila kilicho katazwa kusema, basi mtu huyo amejilinda kikweli kweli na mahala pake peponi</w:t>
      </w:r>
      <w:r w:rsidR="004E7AEE" w:rsidRPr="004E7AEE">
        <w:rPr>
          <w:lang w:val="sw-KE"/>
        </w:rPr>
        <w:t>.</w:t>
      </w:r>
      <w:r w:rsidRPr="008E167F">
        <w:rPr>
          <w:lang w:val="sw-KE"/>
        </w:rPr>
        <w:t>"</w:t>
      </w:r>
    </w:p>
    <w:p w:rsidR="004E7AEE" w:rsidRPr="004E7AEE" w:rsidRDefault="004E7AEE" w:rsidP="008E167F">
      <w:pPr>
        <w:pStyle w:val="libNormal"/>
        <w:numPr>
          <w:ilvl w:val="0"/>
          <w:numId w:val="11"/>
        </w:numPr>
        <w:jc w:val="both"/>
        <w:rPr>
          <w:lang w:val="sw-KE"/>
        </w:rPr>
      </w:pPr>
      <w:r w:rsidRPr="004E7AEE">
        <w:rPr>
          <w:lang w:val="sw-KE"/>
        </w:rPr>
        <w:t>Kuwasaidia wanyonge:</w:t>
      </w:r>
    </w:p>
    <w:p w:rsidR="003E4EC1" w:rsidRDefault="003E4EC1" w:rsidP="004E7AEE">
      <w:pPr>
        <w:pStyle w:val="libNormal"/>
        <w:jc w:val="both"/>
        <w:rPr>
          <w:lang w:val="sw-KE"/>
        </w:rPr>
      </w:pPr>
      <w:r>
        <w:rPr>
          <w:lang w:val="sw-KE"/>
        </w:rPr>
        <w:t>Mwenyezi Mungu amesema: "</w:t>
      </w:r>
      <w:r w:rsidRPr="003E4EC1">
        <w:rPr>
          <w:rStyle w:val="libAieChar"/>
          <w:lang w:val="sw-KE"/>
        </w:rPr>
        <w:t>Wamchao Mwenyezi Mungu ni ambao katika mali zao ni haki ya masikini</w:t>
      </w:r>
      <w:r w:rsidR="004E7AEE" w:rsidRPr="003E4EC1">
        <w:rPr>
          <w:rStyle w:val="libAieChar"/>
          <w:lang w:val="sw-KE"/>
        </w:rPr>
        <w:t xml:space="preserve"> aombaye na ujizuiaye kuomba</w:t>
      </w:r>
      <w:r>
        <w:rPr>
          <w:lang w:val="sw-KE"/>
        </w:rPr>
        <w:t>." (Qur'an, Sura ya 51 aya ya 19).</w:t>
      </w:r>
    </w:p>
    <w:p w:rsidR="003E4EC1" w:rsidRDefault="003E4EC1">
      <w:pPr>
        <w:ind w:firstLine="0"/>
        <w:jc w:val="left"/>
        <w:rPr>
          <w:sz w:val="24"/>
          <w:lang w:val="sw-KE"/>
        </w:rPr>
      </w:pPr>
      <w:r>
        <w:rPr>
          <w:lang w:val="sw-KE"/>
        </w:rPr>
        <w:br w:type="page"/>
      </w:r>
    </w:p>
    <w:p w:rsidR="003E4EC1" w:rsidRPr="003E4EC1" w:rsidRDefault="003E4EC1" w:rsidP="003E4EC1">
      <w:pPr>
        <w:pStyle w:val="Heading1Center"/>
        <w:rPr>
          <w:lang w:val="sw-KE"/>
        </w:rPr>
      </w:pPr>
      <w:bookmarkStart w:id="12" w:name="_Toc29901503"/>
      <w:r w:rsidRPr="003E4EC1">
        <w:rPr>
          <w:lang w:val="sw-KE"/>
        </w:rPr>
        <w:lastRenderedPageBreak/>
        <w:t>MASOMO YA KI-ISLAMU</w:t>
      </w:r>
      <w:bookmarkEnd w:id="12"/>
    </w:p>
    <w:p w:rsidR="004E7AEE" w:rsidRPr="004E7AEE" w:rsidRDefault="003E4EC1" w:rsidP="003E4EC1">
      <w:pPr>
        <w:pStyle w:val="Heading2Center"/>
        <w:rPr>
          <w:lang w:val="sw-KE"/>
        </w:rPr>
      </w:pPr>
      <w:bookmarkStart w:id="13" w:name="_Toc29901504"/>
      <w:r w:rsidRPr="003E4EC1">
        <w:rPr>
          <w:lang w:val="sw-KE"/>
        </w:rPr>
        <w:t>KITABU CHA NNE</w:t>
      </w:r>
      <w:bookmarkEnd w:id="13"/>
    </w:p>
    <w:p w:rsidR="004E7AEE" w:rsidRPr="004E7AEE" w:rsidRDefault="004E7AEE" w:rsidP="003E4EC1">
      <w:pPr>
        <w:pStyle w:val="Heading3Center"/>
        <w:rPr>
          <w:lang w:val="sw-KE"/>
        </w:rPr>
      </w:pPr>
      <w:bookmarkStart w:id="14" w:name="_Toc29901505"/>
      <w:r w:rsidRPr="004E7AEE">
        <w:rPr>
          <w:lang w:val="sw-KE"/>
        </w:rPr>
        <w:t>SURAYANNE</w:t>
      </w:r>
      <w:bookmarkEnd w:id="14"/>
    </w:p>
    <w:p w:rsidR="004E7AEE" w:rsidRPr="004E7AEE" w:rsidRDefault="003E4EC1" w:rsidP="003E4EC1">
      <w:pPr>
        <w:pStyle w:val="Heading3"/>
        <w:rPr>
          <w:lang w:val="sw-KE"/>
        </w:rPr>
      </w:pPr>
      <w:bookmarkStart w:id="15" w:name="_Toc29901506"/>
      <w:r>
        <w:rPr>
          <w:lang w:val="sw-KE"/>
        </w:rPr>
        <w:t>MATENDO MATUKUFU (II)</w:t>
      </w:r>
      <w:bookmarkEnd w:id="15"/>
    </w:p>
    <w:p w:rsidR="004E7AEE" w:rsidRPr="004E7AEE" w:rsidRDefault="003E4EC1" w:rsidP="004E7AEE">
      <w:pPr>
        <w:pStyle w:val="libNormal"/>
        <w:jc w:val="both"/>
        <w:rPr>
          <w:lang w:val="sw-KE"/>
        </w:rPr>
      </w:pPr>
      <w:r w:rsidRPr="004E7AEE">
        <w:rPr>
          <w:lang w:val="sw-KE"/>
        </w:rPr>
        <w:t xml:space="preserve"> </w:t>
      </w:r>
      <w:r w:rsidR="004E7AEE" w:rsidRPr="004E7AEE">
        <w:rPr>
          <w:lang w:val="sw-KE"/>
        </w:rPr>
        <w:t>(10) Kutoa Salamu kwa kutangaza:</w:t>
      </w:r>
    </w:p>
    <w:p w:rsidR="004E7AEE" w:rsidRPr="004E7AEE" w:rsidRDefault="004E7AEE" w:rsidP="004E7AEE">
      <w:pPr>
        <w:pStyle w:val="libNormal"/>
        <w:jc w:val="both"/>
        <w:rPr>
          <w:lang w:val="sw-KE"/>
        </w:rPr>
      </w:pPr>
      <w:r w:rsidRPr="004E7AEE">
        <w:rPr>
          <w:lang w:val="sw-KE"/>
        </w:rPr>
        <w:t>Kwa kutangaza maana yake ukitoa salamu toa kwa sauti hata isikike. usitoe kimya kimya hata waseme hukutoa salaamu.</w:t>
      </w:r>
    </w:p>
    <w:p w:rsidR="004E7AEE" w:rsidRPr="004E7AEE" w:rsidRDefault="003E4EC1" w:rsidP="004E7AEE">
      <w:pPr>
        <w:pStyle w:val="libNormal"/>
        <w:jc w:val="both"/>
        <w:rPr>
          <w:lang w:val="sw-KE"/>
        </w:rPr>
      </w:pPr>
      <w:r>
        <w:rPr>
          <w:lang w:val="sw-KE"/>
        </w:rPr>
        <w:t xml:space="preserve">(11) </w:t>
      </w:r>
      <w:r w:rsidR="004E7AEE" w:rsidRPr="004E7AEE">
        <w:rPr>
          <w:lang w:val="sw-KE"/>
        </w:rPr>
        <w:t>Kusubiri:</w:t>
      </w:r>
    </w:p>
    <w:p w:rsidR="004E7AEE" w:rsidRPr="004E7AEE" w:rsidRDefault="004E7AEE" w:rsidP="004E7AEE">
      <w:pPr>
        <w:pStyle w:val="libNormal"/>
        <w:jc w:val="both"/>
        <w:rPr>
          <w:lang w:val="sw-KE"/>
        </w:rPr>
      </w:pPr>
      <w:r w:rsidRPr="004E7AEE">
        <w:rPr>
          <w:lang w:val="sw-KE"/>
        </w:rPr>
        <w:t>Mwenyezi Mungu amesema: "</w:t>
      </w:r>
      <w:r w:rsidRPr="006D7F5F">
        <w:rPr>
          <w:rStyle w:val="libAieChar"/>
          <w:lang w:val="sw-KE"/>
        </w:rPr>
        <w:t>Na wapashe habari njema wanaosubiri. Ambao uwapatapo msiba husema: Hakika sisi ni wa Mwenyezi Mungu na kwake yeye tutarejea. Hao juu yao zitakuwa baraka zitokazo kwa Mola wao na re</w:t>
      </w:r>
      <w:r w:rsidR="006D7F5F" w:rsidRPr="006D7F5F">
        <w:rPr>
          <w:rStyle w:val="libAieChar"/>
          <w:lang w:val="sw-KE"/>
        </w:rPr>
        <w:t>hema; nao ndio wenye kuongoka</w:t>
      </w:r>
      <w:r w:rsidR="006D7F5F">
        <w:rPr>
          <w:lang w:val="sw-KE"/>
        </w:rPr>
        <w:t>. (Qur'an Sura ya 2 aya ya 156-157)</w:t>
      </w:r>
      <w:r w:rsidRPr="004E7AEE">
        <w:rPr>
          <w:lang w:val="sw-KE"/>
        </w:rPr>
        <w:t>.</w:t>
      </w:r>
    </w:p>
    <w:p w:rsidR="004E7AEE" w:rsidRPr="004E7AEE" w:rsidRDefault="004E7AEE" w:rsidP="004E7AEE">
      <w:pPr>
        <w:pStyle w:val="libNormal"/>
        <w:jc w:val="both"/>
        <w:rPr>
          <w:lang w:val="sw-KE"/>
        </w:rPr>
      </w:pPr>
      <w:r w:rsidRPr="004E7AEE">
        <w:rPr>
          <w:lang w:val="sw-KE"/>
        </w:rPr>
        <w:t>Mwenyezi Mungu amesema: "</w:t>
      </w:r>
      <w:r w:rsidRPr="007C5D39">
        <w:rPr>
          <w:rStyle w:val="libAieChar"/>
          <w:lang w:val="sw-KE"/>
        </w:rPr>
        <w:t>Na bila shaka wafanyao subira wata</w:t>
      </w:r>
      <w:r w:rsidR="006D7F5F" w:rsidRPr="007C5D39">
        <w:rPr>
          <w:rStyle w:val="libAieChar"/>
          <w:lang w:val="sw-KE"/>
        </w:rPr>
        <w:t>pewa ujira wao pasipo hesabu</w:t>
      </w:r>
      <w:r w:rsidR="006D7F5F">
        <w:rPr>
          <w:lang w:val="sw-KE"/>
        </w:rPr>
        <w:t>." (Qur'an Sura ya 39, aya ya 10)</w:t>
      </w:r>
      <w:r w:rsidRPr="004E7AEE">
        <w:rPr>
          <w:lang w:val="sw-KE"/>
        </w:rPr>
        <w:t>.</w:t>
      </w:r>
    </w:p>
    <w:p w:rsidR="004E7AEE" w:rsidRPr="004E7AEE" w:rsidRDefault="007C5D39" w:rsidP="004E7AEE">
      <w:pPr>
        <w:pStyle w:val="libNormal"/>
        <w:jc w:val="both"/>
        <w:rPr>
          <w:lang w:val="sw-KE"/>
        </w:rPr>
      </w:pPr>
      <w:r>
        <w:rPr>
          <w:lang w:val="sw-KE"/>
        </w:rPr>
        <w:t xml:space="preserve">(12) </w:t>
      </w:r>
      <w:r w:rsidR="004E7AEE" w:rsidRPr="004E7AEE">
        <w:rPr>
          <w:lang w:val="sw-KE"/>
        </w:rPr>
        <w:t>Kukirimu:</w:t>
      </w:r>
    </w:p>
    <w:p w:rsidR="004E7AEE" w:rsidRPr="004E7AEE" w:rsidRDefault="004E7AEE" w:rsidP="004E7AEE">
      <w:pPr>
        <w:pStyle w:val="libNormal"/>
        <w:jc w:val="both"/>
        <w:rPr>
          <w:lang w:val="sw-KE"/>
        </w:rPr>
      </w:pPr>
      <w:r w:rsidRPr="004E7AEE">
        <w:rPr>
          <w:lang w:val="sw-KE"/>
        </w:rPr>
        <w:t>Kukirimu watu huleta baraka na huondoa</w:t>
      </w:r>
      <w:r w:rsidR="007C5D39">
        <w:rPr>
          <w:lang w:val="sw-KE"/>
        </w:rPr>
        <w:t xml:space="preserve"> maafa na balaa. Mtukufu Mtume </w:t>
      </w:r>
      <w:r w:rsidR="007C5D39" w:rsidRPr="007C5D39">
        <w:rPr>
          <w:rStyle w:val="libBold1Char"/>
          <w:lang w:val="sw-KE"/>
        </w:rPr>
        <w:t>(s.a.w.w)</w:t>
      </w:r>
      <w:r w:rsidRPr="004E7AEE">
        <w:rPr>
          <w:lang w:val="sw-KE"/>
        </w:rPr>
        <w:t xml:space="preserve"> amesema: "</w:t>
      </w:r>
      <w:r w:rsidRPr="007C5D39">
        <w:rPr>
          <w:rStyle w:val="libBold1Char"/>
          <w:lang w:val="sw-KE"/>
        </w:rPr>
        <w:t>Akifika mgeni kwa watu huja na riziki yake kutoka mbinguni na akila chakula Mwenyezi Mungu huwaghofiria wale watu aliowashukia</w:t>
      </w:r>
      <w:r w:rsidRPr="004E7AEE">
        <w:rPr>
          <w:lang w:val="sw-KE"/>
        </w:rPr>
        <w:t>."</w:t>
      </w:r>
    </w:p>
    <w:p w:rsidR="004E7AEE" w:rsidRPr="004E7AEE" w:rsidRDefault="007C5D39" w:rsidP="004E7AEE">
      <w:pPr>
        <w:pStyle w:val="libNormal"/>
        <w:jc w:val="both"/>
        <w:rPr>
          <w:lang w:val="sw-KE"/>
        </w:rPr>
      </w:pPr>
      <w:r>
        <w:rPr>
          <w:lang w:val="sw-KE"/>
        </w:rPr>
        <w:t xml:space="preserve">(13) </w:t>
      </w:r>
      <w:r w:rsidR="004E7AEE" w:rsidRPr="004E7AEE">
        <w:rPr>
          <w:lang w:val="sw-KE"/>
        </w:rPr>
        <w:t>Kusameheana:</w:t>
      </w:r>
    </w:p>
    <w:p w:rsidR="004E7AEE" w:rsidRPr="004E7AEE" w:rsidRDefault="004E7AEE" w:rsidP="004E7AEE">
      <w:pPr>
        <w:pStyle w:val="libNormal"/>
        <w:jc w:val="both"/>
        <w:rPr>
          <w:lang w:val="sw-KE"/>
        </w:rPr>
      </w:pPr>
      <w:r w:rsidRPr="004E7AEE">
        <w:rPr>
          <w:lang w:val="sw-KE"/>
        </w:rPr>
        <w:t>Mwenyezi Mungu amesema: "</w:t>
      </w:r>
      <w:r w:rsidRPr="007C5D39">
        <w:rPr>
          <w:rStyle w:val="libAieChar"/>
          <w:lang w:val="sw-KE"/>
        </w:rPr>
        <w:t>Na mkiwasamehe na kupuuza yaliyopita na kuy</w:t>
      </w:r>
      <w:r w:rsidR="007C5D39" w:rsidRPr="007C5D39">
        <w:rPr>
          <w:rStyle w:val="libAieChar"/>
          <w:lang w:val="sw-KE"/>
        </w:rPr>
        <w:t>afuta kabisa katika nyoyo zenu basi Mwenyezi Mungu</w:t>
      </w:r>
      <w:r w:rsidRPr="007C5D39">
        <w:rPr>
          <w:rStyle w:val="libAieChar"/>
          <w:lang w:val="sw-KE"/>
        </w:rPr>
        <w:t xml:space="preserve"> atafurahi kwani Mwenyezi Mungu ni</w:t>
      </w:r>
      <w:r w:rsidR="007C5D39" w:rsidRPr="007C5D39">
        <w:rPr>
          <w:rStyle w:val="libAieChar"/>
          <w:lang w:val="sw-KE"/>
        </w:rPr>
        <w:t xml:space="preserve"> Msamehevu, Mwingi wa rehema</w:t>
      </w:r>
      <w:r w:rsidR="007C5D39">
        <w:rPr>
          <w:lang w:val="sw-KE"/>
        </w:rPr>
        <w:t>." (Qur'an, Sura ya 64, ayaya 14)</w:t>
      </w:r>
      <w:r w:rsidRPr="004E7AEE">
        <w:rPr>
          <w:lang w:val="sw-KE"/>
        </w:rPr>
        <w:t>.</w:t>
      </w:r>
    </w:p>
    <w:p w:rsidR="004E7AEE" w:rsidRPr="004E7AEE" w:rsidRDefault="00B32B6A" w:rsidP="004E7AEE">
      <w:pPr>
        <w:pStyle w:val="libNormal"/>
        <w:jc w:val="both"/>
        <w:rPr>
          <w:lang w:val="sw-KE"/>
        </w:rPr>
      </w:pPr>
      <w:r>
        <w:rPr>
          <w:lang w:val="sw-KE"/>
        </w:rPr>
        <w:t xml:space="preserve">(14) </w:t>
      </w:r>
      <w:r w:rsidR="004E7AEE" w:rsidRPr="004E7AEE">
        <w:rPr>
          <w:lang w:val="sw-KE"/>
        </w:rPr>
        <w:t>Kukidhi haja za watu:</w:t>
      </w:r>
    </w:p>
    <w:p w:rsidR="004E7AEE" w:rsidRPr="004E7AEE" w:rsidRDefault="004E7AEE" w:rsidP="004E7AEE">
      <w:pPr>
        <w:pStyle w:val="libNormal"/>
        <w:jc w:val="both"/>
        <w:rPr>
          <w:lang w:val="sw-KE"/>
        </w:rPr>
      </w:pPr>
      <w:r w:rsidRPr="004E7AEE">
        <w:rPr>
          <w:lang w:val="sw-KE"/>
        </w:rPr>
        <w:t>Mtukufu Mtu</w:t>
      </w:r>
      <w:r w:rsidR="00B32B6A">
        <w:rPr>
          <w:lang w:val="sw-KE"/>
        </w:rPr>
        <w:t xml:space="preserve">me </w:t>
      </w:r>
      <w:r w:rsidR="00B32B6A" w:rsidRPr="00B32B6A">
        <w:rPr>
          <w:rStyle w:val="libBold1Char"/>
          <w:lang w:val="sw-KE"/>
        </w:rPr>
        <w:t>(s.a.w.w)</w:t>
      </w:r>
      <w:r w:rsidRPr="004E7AEE">
        <w:rPr>
          <w:lang w:val="sw-KE"/>
        </w:rPr>
        <w:t xml:space="preserve"> amesema: "</w:t>
      </w:r>
      <w:r w:rsidRPr="00B32B6A">
        <w:rPr>
          <w:rStyle w:val="libBold1Char"/>
          <w:lang w:val="sw-KE"/>
        </w:rPr>
        <w:t>Mwenye kukidhi h</w:t>
      </w:r>
      <w:r w:rsidR="00B32B6A" w:rsidRPr="00B32B6A">
        <w:rPr>
          <w:rStyle w:val="libBold1Char"/>
          <w:lang w:val="sw-KE"/>
        </w:rPr>
        <w:t>aja ya ndugu ye mwenye kuamini Muislamu</w:t>
      </w:r>
      <w:r w:rsidRPr="00B32B6A">
        <w:rPr>
          <w:rStyle w:val="libBold1Char"/>
          <w:lang w:val="sw-KE"/>
        </w:rPr>
        <w:t xml:space="preserve"> basi kama amefanya ibada ya Mwenyezi Mungu maisha yake</w:t>
      </w:r>
      <w:r w:rsidRPr="004E7AEE">
        <w:rPr>
          <w:lang w:val="sw-KE"/>
        </w:rPr>
        <w:t>."</w:t>
      </w:r>
    </w:p>
    <w:p w:rsidR="004E7AEE" w:rsidRPr="004E7AEE" w:rsidRDefault="00B32B6A" w:rsidP="004E7AEE">
      <w:pPr>
        <w:pStyle w:val="libNormal"/>
        <w:jc w:val="both"/>
        <w:rPr>
          <w:lang w:val="sw-KE"/>
        </w:rPr>
      </w:pPr>
      <w:r>
        <w:rPr>
          <w:lang w:val="sw-KE"/>
        </w:rPr>
        <w:t xml:space="preserve">(15) </w:t>
      </w:r>
      <w:r w:rsidR="004E7AEE" w:rsidRPr="004E7AEE">
        <w:rPr>
          <w:lang w:val="sw-KE"/>
        </w:rPr>
        <w:t>Kufanya usawa kwa kila kitu:</w:t>
      </w:r>
    </w:p>
    <w:p w:rsidR="004E7AEE" w:rsidRPr="004E7AEE" w:rsidRDefault="00B32B6A" w:rsidP="004E7AEE">
      <w:pPr>
        <w:pStyle w:val="libNormal"/>
        <w:jc w:val="both"/>
        <w:rPr>
          <w:lang w:val="sw-KE"/>
        </w:rPr>
      </w:pPr>
      <w:r>
        <w:rPr>
          <w:lang w:val="sw-KE"/>
        </w:rPr>
        <w:t xml:space="preserve">Mtukufu Mtume </w:t>
      </w:r>
      <w:r w:rsidRPr="00B32B6A">
        <w:rPr>
          <w:rStyle w:val="libBold1Char"/>
          <w:lang w:val="sw-KE"/>
        </w:rPr>
        <w:t>(s.a.w.w)</w:t>
      </w:r>
      <w:r w:rsidR="004E7AEE" w:rsidRPr="004E7AEE">
        <w:rPr>
          <w:lang w:val="sw-KE"/>
        </w:rPr>
        <w:t xml:space="preserve"> amesema: "</w:t>
      </w:r>
      <w:r w:rsidR="004E7AEE" w:rsidRPr="00B32B6A">
        <w:rPr>
          <w:rStyle w:val="libBold1Char"/>
          <w:lang w:val="sw-KE"/>
        </w:rPr>
        <w:t>Unachopendelea kwa ajili ya nafsi yako, wapendelee wenzio pia. Fanya usawa kati ya wake zako kama unao wengi na kati ya wanao, wala usipendelee kabisa</w:t>
      </w:r>
      <w:r w:rsidR="004E7AEE" w:rsidRPr="004E7AEE">
        <w:rPr>
          <w:lang w:val="sw-KE"/>
        </w:rPr>
        <w:t>."</w:t>
      </w:r>
    </w:p>
    <w:p w:rsidR="004E7AEE" w:rsidRPr="004E7AEE" w:rsidRDefault="004E7AEE" w:rsidP="004E7AEE">
      <w:pPr>
        <w:pStyle w:val="libNormal"/>
        <w:jc w:val="both"/>
        <w:rPr>
          <w:lang w:val="sw-KE"/>
        </w:rPr>
      </w:pPr>
      <w:r w:rsidRPr="004E7AEE">
        <w:rPr>
          <w:lang w:val="sw-KE"/>
        </w:rPr>
        <w:t xml:space="preserve">Mwenyezi Mungu amesema: </w:t>
      </w:r>
      <w:r w:rsidRPr="00B32B6A">
        <w:rPr>
          <w:rStyle w:val="libAieChar"/>
          <w:lang w:val="sw-KE"/>
        </w:rPr>
        <w:t>Lawama iko juu ya wale wanao dhulumu watu na wakawafanyia jeuri katika ardhi pasipo haki.</w:t>
      </w:r>
      <w:r w:rsidR="00B32B6A" w:rsidRPr="00B32B6A">
        <w:rPr>
          <w:rStyle w:val="libAieChar"/>
          <w:lang w:val="sw-KE"/>
        </w:rPr>
        <w:t xml:space="preserve"> hao ndio watakao pata adhabu</w:t>
      </w:r>
      <w:r w:rsidR="00B32B6A">
        <w:rPr>
          <w:lang w:val="sw-KE"/>
        </w:rPr>
        <w:t>. (</w:t>
      </w:r>
      <w:r w:rsidRPr="004E7AEE">
        <w:rPr>
          <w:lang w:val="sw-KE"/>
        </w:rPr>
        <w:t>Qur'</w:t>
      </w:r>
      <w:r w:rsidR="00B32B6A">
        <w:rPr>
          <w:lang w:val="sw-KE"/>
        </w:rPr>
        <w:t>an, Sura ya 42 aya ya 42).</w:t>
      </w:r>
    </w:p>
    <w:p w:rsidR="004E7AEE" w:rsidRPr="004E7AEE" w:rsidRDefault="00080363" w:rsidP="004E7AEE">
      <w:pPr>
        <w:pStyle w:val="libNormal"/>
        <w:jc w:val="both"/>
        <w:rPr>
          <w:lang w:val="sw-KE"/>
        </w:rPr>
      </w:pPr>
      <w:r>
        <w:rPr>
          <w:lang w:val="sw-KE"/>
        </w:rPr>
        <w:t xml:space="preserve">(16) </w:t>
      </w:r>
      <w:r w:rsidR="004E7AEE" w:rsidRPr="004E7AEE">
        <w:rPr>
          <w:lang w:val="sw-KE"/>
        </w:rPr>
        <w:t>Kumcha Mwenyezi Mungu:</w:t>
      </w:r>
    </w:p>
    <w:p w:rsidR="004E7AEE" w:rsidRPr="004E7AEE" w:rsidRDefault="004E7AEE" w:rsidP="004E7AEE">
      <w:pPr>
        <w:pStyle w:val="libNormal"/>
        <w:jc w:val="both"/>
        <w:rPr>
          <w:lang w:val="sw-KE"/>
        </w:rPr>
      </w:pPr>
      <w:r w:rsidRPr="004E7AEE">
        <w:rPr>
          <w:lang w:val="sw-KE"/>
        </w:rPr>
        <w:t xml:space="preserve">Kuwa na hofu ya Mwenyezi Mungu na kuepukana na kila </w:t>
      </w:r>
      <w:r w:rsidR="00080363">
        <w:rPr>
          <w:lang w:val="sw-KE"/>
        </w:rPr>
        <w:t xml:space="preserve">maasi yake yote. Mtukufu Mtume </w:t>
      </w:r>
      <w:r w:rsidR="00080363" w:rsidRPr="00080363">
        <w:rPr>
          <w:rStyle w:val="libBold1Char"/>
          <w:lang w:val="sw-KE"/>
        </w:rPr>
        <w:t>(s.a.w.w)</w:t>
      </w:r>
      <w:r w:rsidRPr="004E7AEE">
        <w:rPr>
          <w:lang w:val="sw-KE"/>
        </w:rPr>
        <w:t xml:space="preserve"> amesema: "</w:t>
      </w:r>
      <w:r w:rsidRPr="00080363">
        <w:rPr>
          <w:rStyle w:val="libBold1Char"/>
          <w:lang w:val="sw-KE"/>
        </w:rPr>
        <w:t>Amali chache na uchaji wa Mwenyezi Mungu ni bora kuliko amali nyingi bila uchaji</w:t>
      </w:r>
      <w:r w:rsidRPr="004E7AEE">
        <w:rPr>
          <w:lang w:val="sw-KE"/>
        </w:rPr>
        <w:t>."</w:t>
      </w:r>
    </w:p>
    <w:p w:rsidR="004E7AEE" w:rsidRPr="004E7AEE" w:rsidRDefault="00080363" w:rsidP="004E7AEE">
      <w:pPr>
        <w:pStyle w:val="libNormal"/>
        <w:jc w:val="both"/>
        <w:rPr>
          <w:lang w:val="sw-KE"/>
        </w:rPr>
      </w:pPr>
      <w:r>
        <w:rPr>
          <w:lang w:val="sw-KE"/>
        </w:rPr>
        <w:t>(17) Usafi (</w:t>
      </w:r>
      <w:r w:rsidR="004E7AEE" w:rsidRPr="004E7AEE">
        <w:rPr>
          <w:lang w:val="sw-KE"/>
        </w:rPr>
        <w:t>Un</w:t>
      </w:r>
      <w:r>
        <w:rPr>
          <w:lang w:val="sw-KE"/>
        </w:rPr>
        <w:t>adhifu)</w:t>
      </w:r>
      <w:r w:rsidR="004E7AEE" w:rsidRPr="004E7AEE">
        <w:rPr>
          <w:lang w:val="sw-KE"/>
        </w:rPr>
        <w:t>:</w:t>
      </w:r>
    </w:p>
    <w:p w:rsidR="004E7AEE" w:rsidRPr="004E7AEE" w:rsidRDefault="00080363" w:rsidP="004E7AEE">
      <w:pPr>
        <w:pStyle w:val="libNormal"/>
        <w:jc w:val="both"/>
        <w:rPr>
          <w:lang w:val="sw-KE"/>
        </w:rPr>
      </w:pPr>
      <w:r>
        <w:rPr>
          <w:lang w:val="sw-KE"/>
        </w:rPr>
        <w:t xml:space="preserve">Mtukufu Mtume </w:t>
      </w:r>
      <w:r w:rsidRPr="00080363">
        <w:rPr>
          <w:rStyle w:val="libBold1Char"/>
          <w:lang w:val="sw-KE"/>
        </w:rPr>
        <w:t>(s.a.w.w)</w:t>
      </w:r>
      <w:r w:rsidR="004E7AEE" w:rsidRPr="004E7AEE">
        <w:rPr>
          <w:lang w:val="sw-KE"/>
        </w:rPr>
        <w:t xml:space="preserve"> amesema: "Unadhifu na usafi ni katika ima</w:t>
      </w:r>
      <w:r>
        <w:rPr>
          <w:lang w:val="sw-KE"/>
        </w:rPr>
        <w:t xml:space="preserve">ni." Amesema Imam Ali Ar-Ridha </w:t>
      </w:r>
      <w:r w:rsidRPr="00080363">
        <w:rPr>
          <w:rStyle w:val="libFootnotenumChar"/>
          <w:lang w:val="sw-KE"/>
        </w:rPr>
        <w:t>(a.s)</w:t>
      </w:r>
      <w:r>
        <w:rPr>
          <w:lang w:val="sw-KE"/>
        </w:rPr>
        <w:t>:</w:t>
      </w:r>
      <w:r w:rsidR="004E7AEE" w:rsidRPr="004E7AEE">
        <w:rPr>
          <w:lang w:val="sw-KE"/>
        </w:rPr>
        <w:t xml:space="preserve"> "</w:t>
      </w:r>
      <w:r w:rsidR="004E7AEE" w:rsidRPr="00080363">
        <w:rPr>
          <w:rStyle w:val="libBold1Char"/>
          <w:lang w:val="sw-KE"/>
        </w:rPr>
        <w:t>Kuwa nadhifu ni katika tabia na mienendo ya Mitume</w:t>
      </w:r>
      <w:r w:rsidR="004E7AEE" w:rsidRPr="004E7AEE">
        <w:rPr>
          <w:lang w:val="sw-KE"/>
        </w:rPr>
        <w:t>."</w:t>
      </w:r>
    </w:p>
    <w:p w:rsidR="004E7AEE" w:rsidRPr="004E7AEE" w:rsidRDefault="00080363" w:rsidP="00080363">
      <w:pPr>
        <w:pStyle w:val="libNormal"/>
        <w:jc w:val="both"/>
        <w:rPr>
          <w:lang w:val="sw-KE"/>
        </w:rPr>
      </w:pPr>
      <w:r>
        <w:rPr>
          <w:lang w:val="sw-KE"/>
        </w:rPr>
        <w:t xml:space="preserve">(18) </w:t>
      </w:r>
      <w:r w:rsidR="004E7AEE" w:rsidRPr="004E7AEE">
        <w:rPr>
          <w:lang w:val="sw-KE"/>
        </w:rPr>
        <w:t>Kuwa na Haya:</w:t>
      </w:r>
    </w:p>
    <w:p w:rsidR="004E7AEE" w:rsidRPr="004E7AEE" w:rsidRDefault="00F30347" w:rsidP="004E7AEE">
      <w:pPr>
        <w:pStyle w:val="libNormal"/>
        <w:jc w:val="both"/>
        <w:rPr>
          <w:lang w:val="sw-KE"/>
        </w:rPr>
      </w:pPr>
      <w:r>
        <w:rPr>
          <w:lang w:val="sw-KE"/>
        </w:rPr>
        <w:t xml:space="preserve">Mtukufu Mtume </w:t>
      </w:r>
      <w:r w:rsidRPr="00F30347">
        <w:rPr>
          <w:rStyle w:val="libBold1Char"/>
          <w:lang w:val="sw-KE"/>
        </w:rPr>
        <w:t>(s.a.w.w)</w:t>
      </w:r>
      <w:r w:rsidR="004E7AEE" w:rsidRPr="004E7AEE">
        <w:rPr>
          <w:lang w:val="sw-KE"/>
        </w:rPr>
        <w:t xml:space="preserve"> amesema: "</w:t>
      </w:r>
      <w:r w:rsidR="004E7AEE" w:rsidRPr="00F30347">
        <w:rPr>
          <w:rStyle w:val="libBold1Char"/>
          <w:lang w:val="sw-KE"/>
        </w:rPr>
        <w:t>Kuwa na haya ni katika imani</w:t>
      </w:r>
      <w:r w:rsidR="004E7AEE" w:rsidRPr="004E7AEE">
        <w:rPr>
          <w:lang w:val="sw-KE"/>
        </w:rPr>
        <w:t>." As</w:t>
      </w:r>
      <w:r>
        <w:rPr>
          <w:lang w:val="sw-KE"/>
        </w:rPr>
        <w:t>iyekuwa na haya, akafanya atakavyo</w:t>
      </w:r>
      <w:r w:rsidR="004E7AEE" w:rsidRPr="004E7AEE">
        <w:rPr>
          <w:lang w:val="sw-KE"/>
        </w:rPr>
        <w:t xml:space="preserve"> si Muislamu.</w:t>
      </w:r>
    </w:p>
    <w:p w:rsidR="004E7AEE" w:rsidRPr="004E7AEE" w:rsidRDefault="00F30347" w:rsidP="004E7AEE">
      <w:pPr>
        <w:pStyle w:val="libNormal"/>
        <w:jc w:val="both"/>
        <w:rPr>
          <w:lang w:val="sw-KE"/>
        </w:rPr>
      </w:pPr>
      <w:r>
        <w:rPr>
          <w:lang w:val="sw-KE"/>
        </w:rPr>
        <w:lastRenderedPageBreak/>
        <w:t>(19)</w:t>
      </w:r>
      <w:r w:rsidR="004E7AEE" w:rsidRPr="004E7AEE">
        <w:rPr>
          <w:lang w:val="sw-KE"/>
        </w:rPr>
        <w:t xml:space="preserve"> Kuoa:</w:t>
      </w:r>
    </w:p>
    <w:p w:rsidR="00F30347" w:rsidRDefault="00F30347" w:rsidP="004E7AEE">
      <w:pPr>
        <w:pStyle w:val="libNormal"/>
        <w:jc w:val="both"/>
        <w:rPr>
          <w:lang w:val="sw-KE"/>
        </w:rPr>
      </w:pPr>
      <w:r>
        <w:rPr>
          <w:lang w:val="sw-KE"/>
        </w:rPr>
        <w:t xml:space="preserve">Kuoa ni sunna ya Mtukufu Mtume </w:t>
      </w:r>
      <w:r w:rsidRPr="00F30347">
        <w:rPr>
          <w:rStyle w:val="libBold1Char"/>
          <w:lang w:val="sw-KE"/>
        </w:rPr>
        <w:t>(s.a.w.w)</w:t>
      </w:r>
      <w:r w:rsidR="004E7AEE" w:rsidRPr="004E7AEE">
        <w:rPr>
          <w:lang w:val="sw-KE"/>
        </w:rPr>
        <w:t xml:space="preserve">. </w:t>
      </w:r>
    </w:p>
    <w:p w:rsidR="004E7AEE" w:rsidRPr="004E7AEE" w:rsidRDefault="004E7AEE" w:rsidP="004E7AEE">
      <w:pPr>
        <w:pStyle w:val="libNormal"/>
        <w:jc w:val="both"/>
        <w:rPr>
          <w:lang w:val="sw-KE"/>
        </w:rPr>
      </w:pPr>
      <w:r w:rsidRPr="004E7AEE">
        <w:rPr>
          <w:lang w:val="sw-KE"/>
        </w:rPr>
        <w:t>M</w:t>
      </w:r>
      <w:r w:rsidR="00F30347">
        <w:rPr>
          <w:lang w:val="sw-KE"/>
        </w:rPr>
        <w:t xml:space="preserve">tukufu Mtume </w:t>
      </w:r>
      <w:r w:rsidR="00F30347" w:rsidRPr="00F30347">
        <w:rPr>
          <w:rStyle w:val="libBold1Char"/>
          <w:lang w:val="sw-KE"/>
        </w:rPr>
        <w:t>(s.a.w.w)</w:t>
      </w:r>
      <w:r w:rsidR="00F30347">
        <w:rPr>
          <w:lang w:val="sw-KE"/>
        </w:rPr>
        <w:t xml:space="preserve"> amesema:</w:t>
      </w:r>
      <w:r w:rsidRPr="004E7AEE">
        <w:rPr>
          <w:lang w:val="sw-KE"/>
        </w:rPr>
        <w:t xml:space="preserve"> "</w:t>
      </w:r>
      <w:r w:rsidRPr="00F30347">
        <w:rPr>
          <w:rStyle w:val="libBold1Char"/>
          <w:lang w:val="sw-KE"/>
        </w:rPr>
        <w:t>Mwenye kuoa ameilinda nusu ya imani yake basi amche Mwenyezi Mungu kwa nusu iliyobakia</w:t>
      </w:r>
      <w:r w:rsidRPr="004E7AEE">
        <w:rPr>
          <w:lang w:val="sw-KE"/>
        </w:rPr>
        <w:t>.'</w:t>
      </w:r>
    </w:p>
    <w:p w:rsidR="004E7AEE" w:rsidRPr="004E7AEE" w:rsidRDefault="00F30347" w:rsidP="0024741B">
      <w:pPr>
        <w:pStyle w:val="libNormal"/>
        <w:jc w:val="both"/>
        <w:rPr>
          <w:lang w:val="sw-KE"/>
        </w:rPr>
      </w:pPr>
      <w:r>
        <w:rPr>
          <w:lang w:val="sw-KE"/>
        </w:rPr>
        <w:t xml:space="preserve">(20) </w:t>
      </w:r>
      <w:r w:rsidR="0024741B">
        <w:rPr>
          <w:lang w:val="sw-KE"/>
        </w:rPr>
        <w:t>Kuwa na (</w:t>
      </w:r>
      <w:r w:rsidR="004E7AEE" w:rsidRPr="004E7AEE">
        <w:rPr>
          <w:lang w:val="sw-KE"/>
        </w:rPr>
        <w:t>ukunjufu</w:t>
      </w:r>
      <w:r w:rsidR="0024741B">
        <w:rPr>
          <w:lang w:val="sw-KE"/>
        </w:rPr>
        <w:t xml:space="preserve">) </w:t>
      </w:r>
      <w:r w:rsidR="004E7AEE" w:rsidRPr="004E7AEE">
        <w:rPr>
          <w:lang w:val="sw-KE"/>
        </w:rPr>
        <w:t>furaha:</w:t>
      </w:r>
    </w:p>
    <w:p w:rsidR="004E7AEE" w:rsidRPr="004E7AEE" w:rsidRDefault="004E7AEE" w:rsidP="004E7AEE">
      <w:pPr>
        <w:pStyle w:val="libNormal"/>
        <w:jc w:val="both"/>
        <w:rPr>
          <w:lang w:val="sw-KE"/>
        </w:rPr>
      </w:pPr>
      <w:r w:rsidRPr="004E7AEE">
        <w:rPr>
          <w:lang w:val="sw-KE"/>
        </w:rPr>
        <w:t>Mwenyezi Mungu amesema: "</w:t>
      </w:r>
      <w:r w:rsidRPr="00F30347">
        <w:rPr>
          <w:rStyle w:val="libAieChar"/>
          <w:lang w:val="sw-KE"/>
        </w:rPr>
        <w:t>Basi kwa sababu ya rehema ya Mwenyezi Mungu umekuwa laini kwao, na kama ungekuwa mkali na mwenye moyo mgum</w:t>
      </w:r>
      <w:r w:rsidR="00F30347" w:rsidRPr="00F30347">
        <w:rPr>
          <w:rStyle w:val="libAieChar"/>
          <w:lang w:val="sw-KE"/>
        </w:rPr>
        <w:t>u, bila shaka wangalikukimbia</w:t>
      </w:r>
      <w:r w:rsidR="00F30347">
        <w:rPr>
          <w:lang w:val="sw-KE"/>
        </w:rPr>
        <w:t>. (Qur' an, Sura ya 3 aya ya l59)</w:t>
      </w:r>
      <w:r w:rsidRPr="004E7AEE">
        <w:rPr>
          <w:lang w:val="sw-KE"/>
        </w:rPr>
        <w:t>.</w:t>
      </w:r>
    </w:p>
    <w:p w:rsidR="004E7AEE" w:rsidRPr="004E7AEE" w:rsidRDefault="002413F4" w:rsidP="004E7AEE">
      <w:pPr>
        <w:pStyle w:val="libNormal"/>
        <w:jc w:val="both"/>
        <w:rPr>
          <w:lang w:val="sw-KE"/>
        </w:rPr>
      </w:pPr>
      <w:r>
        <w:rPr>
          <w:lang w:val="sw-KE"/>
        </w:rPr>
        <w:t xml:space="preserve">(21) </w:t>
      </w:r>
      <w:r w:rsidR="004E7AEE" w:rsidRPr="004E7AEE">
        <w:rPr>
          <w:lang w:val="sw-KE"/>
        </w:rPr>
        <w:t>Kuwaheshimu watu:</w:t>
      </w:r>
    </w:p>
    <w:p w:rsidR="004E7AEE" w:rsidRPr="004E7AEE" w:rsidRDefault="0024741B" w:rsidP="004E7AEE">
      <w:pPr>
        <w:pStyle w:val="libNormal"/>
        <w:jc w:val="both"/>
        <w:rPr>
          <w:lang w:val="sw-KE"/>
        </w:rPr>
      </w:pPr>
      <w:r>
        <w:rPr>
          <w:lang w:val="sw-KE"/>
        </w:rPr>
        <w:t xml:space="preserve">Mtukufu Mtume </w:t>
      </w:r>
      <w:r w:rsidRPr="0024741B">
        <w:rPr>
          <w:rStyle w:val="libBold1Char"/>
          <w:lang w:val="sw-KE"/>
        </w:rPr>
        <w:t>(s.a.w.w)</w:t>
      </w:r>
      <w:r w:rsidR="004E7AEE" w:rsidRPr="004E7AEE">
        <w:rPr>
          <w:lang w:val="sw-KE"/>
        </w:rPr>
        <w:t xml:space="preserve"> amesema:</w:t>
      </w:r>
      <w:r>
        <w:rPr>
          <w:lang w:val="sw-KE"/>
        </w:rPr>
        <w:t xml:space="preserve"> </w:t>
      </w:r>
      <w:r w:rsidR="004E7AEE" w:rsidRPr="004E7AEE">
        <w:rPr>
          <w:lang w:val="sw-KE"/>
        </w:rPr>
        <w:t>"</w:t>
      </w:r>
      <w:r w:rsidR="004E7AEE" w:rsidRPr="0024741B">
        <w:rPr>
          <w:rStyle w:val="libBold1Char"/>
          <w:lang w:val="sw-KE"/>
        </w:rPr>
        <w:t>Waliokuwa watu wazima uwaheshimu kwa uzee wao, na walio wadogo wako uwaonee huruma na kuwapenda, na waliokuwa makamo yao watende kama upendavyo kutendewa nao</w:t>
      </w:r>
      <w:r w:rsidR="004E7AEE" w:rsidRPr="004E7AEE">
        <w:rPr>
          <w:lang w:val="sw-KE"/>
        </w:rPr>
        <w:t>."</w:t>
      </w:r>
    </w:p>
    <w:p w:rsidR="004E7AEE" w:rsidRPr="004E7AEE" w:rsidRDefault="0024741B" w:rsidP="004E7AEE">
      <w:pPr>
        <w:pStyle w:val="libNormal"/>
        <w:jc w:val="both"/>
        <w:rPr>
          <w:lang w:val="sw-KE"/>
        </w:rPr>
      </w:pPr>
      <w:r>
        <w:rPr>
          <w:lang w:val="sw-KE"/>
        </w:rPr>
        <w:t>(22)</w:t>
      </w:r>
      <w:r w:rsidR="004E7AEE" w:rsidRPr="004E7AEE">
        <w:rPr>
          <w:lang w:val="sw-KE"/>
        </w:rPr>
        <w:t xml:space="preserve"> Kumshukuru Mungu:</w:t>
      </w:r>
    </w:p>
    <w:p w:rsidR="004E7AEE" w:rsidRPr="004E7AEE" w:rsidRDefault="004E7AEE" w:rsidP="004E7AEE">
      <w:pPr>
        <w:pStyle w:val="libNormal"/>
        <w:jc w:val="both"/>
        <w:rPr>
          <w:lang w:val="sw-KE"/>
        </w:rPr>
      </w:pPr>
      <w:r w:rsidRPr="004E7AEE">
        <w:rPr>
          <w:lang w:val="sw-KE"/>
        </w:rPr>
        <w:t>Mwenyezi Mungu amesema: "</w:t>
      </w:r>
      <w:r w:rsidRPr="0024741B">
        <w:rPr>
          <w:rStyle w:val="libAieChar"/>
          <w:lang w:val="sw-KE"/>
        </w:rPr>
        <w:t>Na anayeshukuru, ana shu</w:t>
      </w:r>
      <w:r w:rsidR="0024741B" w:rsidRPr="0024741B">
        <w:rPr>
          <w:rStyle w:val="libAieChar"/>
          <w:lang w:val="sw-KE"/>
        </w:rPr>
        <w:t xml:space="preserve">kuru kwa manufaa ya nafsi yake </w:t>
      </w:r>
      <w:r w:rsidRPr="0024741B">
        <w:rPr>
          <w:rStyle w:val="libAieChar"/>
          <w:lang w:val="sw-KE"/>
        </w:rPr>
        <w:t xml:space="preserve">kwa ajili yake tu, na anayekufuru, kwa hakika </w:t>
      </w:r>
      <w:r w:rsidR="0024741B" w:rsidRPr="0024741B">
        <w:rPr>
          <w:rStyle w:val="libAieChar"/>
          <w:lang w:val="sw-KE"/>
        </w:rPr>
        <w:t>Mola wangu ni Mkwasi Mkarimu.</w:t>
      </w:r>
      <w:r w:rsidR="0024741B">
        <w:rPr>
          <w:lang w:val="sw-KE"/>
        </w:rPr>
        <w:t>" (Qur'an Sura ya 4, aya ya 147)</w:t>
      </w:r>
      <w:r w:rsidRPr="004E7AEE">
        <w:rPr>
          <w:lang w:val="sw-KE"/>
        </w:rPr>
        <w:t>.</w:t>
      </w:r>
    </w:p>
    <w:p w:rsidR="004E7AEE" w:rsidRPr="004E7AEE" w:rsidRDefault="004E7AEE" w:rsidP="004E7AEE">
      <w:pPr>
        <w:pStyle w:val="libNormal"/>
        <w:jc w:val="both"/>
        <w:rPr>
          <w:lang w:val="sw-KE"/>
        </w:rPr>
      </w:pPr>
      <w:r w:rsidRPr="004E7AEE">
        <w:rPr>
          <w:lang w:val="sw-KE"/>
        </w:rPr>
        <w:t>Tena Mwenyezi Mungu amesema: "</w:t>
      </w:r>
      <w:r w:rsidRPr="0024741B">
        <w:rPr>
          <w:rStyle w:val="libAieChar"/>
          <w:lang w:val="sw-KE"/>
        </w:rPr>
        <w:t>Kama mkishukuru nitaku</w:t>
      </w:r>
      <w:r w:rsidR="0024741B" w:rsidRPr="0024741B">
        <w:rPr>
          <w:rStyle w:val="libAieChar"/>
          <w:lang w:val="sw-KE"/>
        </w:rPr>
        <w:t>zidishieni, na kama mkikufuru,jueni</w:t>
      </w:r>
      <w:r w:rsidRPr="0024741B">
        <w:rPr>
          <w:rStyle w:val="libAieChar"/>
          <w:lang w:val="sw-KE"/>
        </w:rPr>
        <w:t xml:space="preserve"> kuwa adhab</w:t>
      </w:r>
      <w:r w:rsidR="0024741B" w:rsidRPr="0024741B">
        <w:rPr>
          <w:rStyle w:val="libAieChar"/>
          <w:lang w:val="sw-KE"/>
        </w:rPr>
        <w:t>uYangu nikali sana</w:t>
      </w:r>
      <w:r w:rsidR="0024741B">
        <w:rPr>
          <w:lang w:val="sw-KE"/>
        </w:rPr>
        <w:t>." (Quran, Sura ya 14, aya ya 7).</w:t>
      </w:r>
    </w:p>
    <w:p w:rsidR="004E7AEE" w:rsidRPr="004E7AEE" w:rsidRDefault="004E7AEE" w:rsidP="00113B1E">
      <w:pPr>
        <w:pStyle w:val="Heading2"/>
        <w:rPr>
          <w:lang w:val="sw-KE"/>
        </w:rPr>
      </w:pPr>
      <w:bookmarkStart w:id="16" w:name="_Toc29901507"/>
      <w:r w:rsidRPr="004E7AEE">
        <w:rPr>
          <w:lang w:val="sw-KE"/>
        </w:rPr>
        <w:t>SOMO LA TANO</w:t>
      </w:r>
      <w:bookmarkEnd w:id="16"/>
    </w:p>
    <w:p w:rsidR="004E7AEE" w:rsidRPr="004E7AEE" w:rsidRDefault="00113B1E" w:rsidP="00113B1E">
      <w:pPr>
        <w:pStyle w:val="Heading3"/>
        <w:rPr>
          <w:lang w:val="sw-KE"/>
        </w:rPr>
      </w:pPr>
      <w:bookmarkStart w:id="17" w:name="_Toc29901508"/>
      <w:r>
        <w:rPr>
          <w:lang w:val="sw-KE"/>
        </w:rPr>
        <w:t>MATENDO YALIYO HARAMU (1)</w:t>
      </w:r>
      <w:bookmarkEnd w:id="17"/>
    </w:p>
    <w:p w:rsidR="004E7AEE" w:rsidRPr="004E7AEE" w:rsidRDefault="00113B1E" w:rsidP="004E7AEE">
      <w:pPr>
        <w:pStyle w:val="libNormal"/>
        <w:jc w:val="both"/>
        <w:rPr>
          <w:lang w:val="sw-KE"/>
        </w:rPr>
      </w:pPr>
      <w:r>
        <w:rPr>
          <w:lang w:val="sw-KE"/>
        </w:rPr>
        <w:t>(1)</w:t>
      </w:r>
      <w:r w:rsidR="004E7AEE" w:rsidRPr="004E7AEE">
        <w:rPr>
          <w:lang w:val="sw-KE"/>
        </w:rPr>
        <w:t xml:space="preserve"> Kuwaasi na kuwahalifu wazazi:</w:t>
      </w:r>
    </w:p>
    <w:p w:rsidR="004E7AEE" w:rsidRPr="004E7AEE" w:rsidRDefault="004E7AEE" w:rsidP="004E7AEE">
      <w:pPr>
        <w:pStyle w:val="libNormal"/>
        <w:jc w:val="both"/>
        <w:rPr>
          <w:lang w:val="sw-KE"/>
        </w:rPr>
      </w:pPr>
      <w:r w:rsidRPr="004E7AEE">
        <w:rPr>
          <w:lang w:val="sw-KE"/>
        </w:rPr>
        <w:t>Katika hadithi tukufu, Mwenyezi Mungu amesema: "</w:t>
      </w:r>
      <w:r w:rsidRPr="00113B1E">
        <w:rPr>
          <w:rStyle w:val="libBold1Char"/>
          <w:lang w:val="sw-KE"/>
        </w:rPr>
        <w:t>Naapa kwa utukufu na nguvu zangu kwamba mtu yeyote asiyewatii wazazi wake, hata akija kwangu na amali njema za mitume wote sitazik</w:t>
      </w:r>
      <w:r w:rsidR="00113B1E" w:rsidRPr="00113B1E">
        <w:rPr>
          <w:rStyle w:val="libBold1Char"/>
          <w:lang w:val="sw-KE"/>
        </w:rPr>
        <w:t>ubali kamwe</w:t>
      </w:r>
      <w:r w:rsidR="00113B1E">
        <w:rPr>
          <w:lang w:val="sw-KE"/>
        </w:rPr>
        <w:t>.</w:t>
      </w:r>
      <w:r w:rsidRPr="004E7AEE">
        <w:rPr>
          <w:lang w:val="sw-KE"/>
        </w:rPr>
        <w:t>"</w:t>
      </w:r>
    </w:p>
    <w:p w:rsidR="004E7AEE" w:rsidRPr="004E7AEE" w:rsidRDefault="00113B1E" w:rsidP="004E7AEE">
      <w:pPr>
        <w:pStyle w:val="libNormal"/>
        <w:jc w:val="both"/>
        <w:rPr>
          <w:lang w:val="sw-KE"/>
        </w:rPr>
      </w:pPr>
      <w:r>
        <w:rPr>
          <w:lang w:val="sw-KE"/>
        </w:rPr>
        <w:t xml:space="preserve">(2) </w:t>
      </w:r>
      <w:r w:rsidR="004E7AEE" w:rsidRPr="004E7AEE">
        <w:rPr>
          <w:lang w:val="sw-KE"/>
        </w:rPr>
        <w:t>Kuzini:</w:t>
      </w:r>
    </w:p>
    <w:p w:rsidR="004E7AEE" w:rsidRPr="004E7AEE" w:rsidRDefault="004E7AEE" w:rsidP="001A4534">
      <w:pPr>
        <w:pStyle w:val="libNormal"/>
        <w:jc w:val="both"/>
        <w:rPr>
          <w:lang w:val="sw-KE"/>
        </w:rPr>
      </w:pPr>
      <w:r w:rsidRPr="004E7AEE">
        <w:rPr>
          <w:lang w:val="sw-KE"/>
        </w:rPr>
        <w:t>Mwenyezi Mungu amesema: "</w:t>
      </w:r>
      <w:r w:rsidRPr="00113B1E">
        <w:rPr>
          <w:rStyle w:val="libAieChar"/>
          <w:lang w:val="sw-KE"/>
        </w:rPr>
        <w:t>Wala msikaribie zina. Hakika hiyo ni u</w:t>
      </w:r>
      <w:r w:rsidR="00113B1E">
        <w:rPr>
          <w:rStyle w:val="libAieChar"/>
          <w:lang w:val="sw-KE"/>
        </w:rPr>
        <w:t xml:space="preserve">chafu </w:t>
      </w:r>
      <w:r w:rsidR="00113B1E" w:rsidRPr="00113B1E">
        <w:rPr>
          <w:rStyle w:val="libAieChar"/>
          <w:lang w:val="sw-KE"/>
        </w:rPr>
        <w:t>mkubwa nani njia mbaya kabisa</w:t>
      </w:r>
      <w:r w:rsidRPr="00113B1E">
        <w:rPr>
          <w:rStyle w:val="libAieChar"/>
          <w:lang w:val="sw-KE"/>
        </w:rPr>
        <w:t>.</w:t>
      </w:r>
      <w:r w:rsidR="001A4534">
        <w:rPr>
          <w:lang w:val="sw-KE"/>
        </w:rPr>
        <w:t>" (Qur'an Sura ya 17, aya ya 32)</w:t>
      </w:r>
      <w:r w:rsidRPr="004E7AEE">
        <w:rPr>
          <w:lang w:val="sw-KE"/>
        </w:rPr>
        <w:t>.</w:t>
      </w:r>
    </w:p>
    <w:p w:rsidR="004E7AEE" w:rsidRPr="004E7AEE" w:rsidRDefault="001A4534" w:rsidP="004E7AEE">
      <w:pPr>
        <w:pStyle w:val="libNormal"/>
        <w:jc w:val="both"/>
        <w:rPr>
          <w:lang w:val="sw-KE"/>
        </w:rPr>
      </w:pPr>
      <w:r>
        <w:rPr>
          <w:lang w:val="sw-KE"/>
        </w:rPr>
        <w:t xml:space="preserve">(3) </w:t>
      </w:r>
      <w:r w:rsidR="004E7AEE" w:rsidRPr="004E7AEE">
        <w:rPr>
          <w:lang w:val="sw-KE"/>
        </w:rPr>
        <w:t>Kufira:</w:t>
      </w:r>
    </w:p>
    <w:p w:rsidR="004E7AEE" w:rsidRPr="004E7AEE" w:rsidRDefault="004E7AEE" w:rsidP="004E7AEE">
      <w:pPr>
        <w:pStyle w:val="libNormal"/>
        <w:jc w:val="both"/>
        <w:rPr>
          <w:lang w:val="sw-KE"/>
        </w:rPr>
      </w:pPr>
      <w:r w:rsidRPr="004E7AEE">
        <w:rPr>
          <w:lang w:val="sw-KE"/>
        </w:rPr>
        <w:t>"</w:t>
      </w:r>
      <w:r w:rsidRPr="001A4534">
        <w:rPr>
          <w:rStyle w:val="libAieChar"/>
          <w:lang w:val="sw-KE"/>
        </w:rPr>
        <w:t>Na anayemwasi Mwenyezi Mungu na Mtume wake na kuiruka mipaka yake, Mwenyezi Mungu atamwingiza Motoni, humo atakaa milele, na atapata adhabu zifedheheshazo</w:t>
      </w:r>
      <w:r w:rsidR="001A4534">
        <w:rPr>
          <w:lang w:val="sw-KE"/>
        </w:rPr>
        <w:t>." (Qur"an Sura ya 4 aya ya 14)</w:t>
      </w:r>
      <w:r w:rsidRPr="004E7AEE">
        <w:rPr>
          <w:lang w:val="sw-KE"/>
        </w:rPr>
        <w:t>.</w:t>
      </w:r>
    </w:p>
    <w:p w:rsidR="004E7AEE" w:rsidRPr="004E7AEE" w:rsidRDefault="00DD5608" w:rsidP="004E7AEE">
      <w:pPr>
        <w:pStyle w:val="libNormal"/>
        <w:jc w:val="both"/>
        <w:rPr>
          <w:lang w:val="sw-KE"/>
        </w:rPr>
      </w:pPr>
      <w:r>
        <w:rPr>
          <w:lang w:val="sw-KE"/>
        </w:rPr>
        <w:t xml:space="preserve">(4) </w:t>
      </w:r>
      <w:r w:rsidR="004E7AEE" w:rsidRPr="004E7AEE">
        <w:rPr>
          <w:lang w:val="sw-KE"/>
        </w:rPr>
        <w:t>Kusagana wanawake:</w:t>
      </w:r>
    </w:p>
    <w:p w:rsidR="004E7AEE" w:rsidRPr="004E7AEE" w:rsidRDefault="004E7AEE" w:rsidP="004E7AEE">
      <w:pPr>
        <w:pStyle w:val="libNormal"/>
        <w:jc w:val="both"/>
        <w:rPr>
          <w:lang w:val="sw-KE"/>
        </w:rPr>
      </w:pPr>
      <w:r w:rsidRPr="004E7AEE">
        <w:rPr>
          <w:lang w:val="sw-KE"/>
        </w:rPr>
        <w:t>Hukumu yake ni kama hukumu ya kufirana, ni katika maasi makubwa yaliyo katazwa na Mwenyezi Mungu na Mtume wake.</w:t>
      </w:r>
    </w:p>
    <w:p w:rsidR="004E7AEE" w:rsidRPr="004E7AEE" w:rsidRDefault="00DD5608" w:rsidP="004E7AEE">
      <w:pPr>
        <w:pStyle w:val="libNormal"/>
        <w:jc w:val="both"/>
        <w:rPr>
          <w:lang w:val="sw-KE"/>
        </w:rPr>
      </w:pPr>
      <w:r>
        <w:rPr>
          <w:lang w:val="sw-KE"/>
        </w:rPr>
        <w:t xml:space="preserve">(5) </w:t>
      </w:r>
      <w:r w:rsidR="004E7AEE" w:rsidRPr="004E7AEE">
        <w:rPr>
          <w:lang w:val="sw-KE"/>
        </w:rPr>
        <w:t>Kunywa ulevi:</w:t>
      </w:r>
    </w:p>
    <w:p w:rsidR="004E7AEE" w:rsidRPr="004E7AEE" w:rsidRDefault="004E7AEE" w:rsidP="004E7AEE">
      <w:pPr>
        <w:pStyle w:val="libNormal"/>
        <w:jc w:val="both"/>
        <w:rPr>
          <w:lang w:val="sw-KE"/>
        </w:rPr>
      </w:pPr>
      <w:r w:rsidRPr="004E7AEE">
        <w:rPr>
          <w:lang w:val="sw-KE"/>
        </w:rPr>
        <w:t>Mwenyezi Mungu amesema: "</w:t>
      </w:r>
      <w:r w:rsidRPr="00DD5608">
        <w:rPr>
          <w:rStyle w:val="libAieChar"/>
          <w:lang w:val="sw-KE"/>
        </w:rPr>
        <w:t>Enyi mlio amini, bila sha</w:t>
      </w:r>
      <w:r w:rsidR="00DD5608" w:rsidRPr="00DD5608">
        <w:rPr>
          <w:rStyle w:val="libAieChar"/>
          <w:lang w:val="sw-KE"/>
        </w:rPr>
        <w:t>ka ulevi na kamari na masanamu ya kuabudu</w:t>
      </w:r>
      <w:r w:rsidR="00DD5608">
        <w:rPr>
          <w:rStyle w:val="libAieChar"/>
          <w:lang w:val="sw-KE"/>
        </w:rPr>
        <w:t xml:space="preserve"> na mishale ya ramli</w:t>
      </w:r>
      <w:r w:rsidRPr="00DD5608">
        <w:rPr>
          <w:rStyle w:val="libAieChar"/>
          <w:lang w:val="sw-KE"/>
        </w:rPr>
        <w:t xml:space="preserve"> ni uchafa wa kazi ya Shetani. Basi jiepusheni nayo, ili mpate kufaulu</w:t>
      </w:r>
      <w:r w:rsidR="00DD5608">
        <w:rPr>
          <w:lang w:val="sw-KE"/>
        </w:rPr>
        <w:t>. (Qur'an Sura ya 5. aya ya 91)</w:t>
      </w:r>
      <w:r w:rsidRPr="004E7AEE">
        <w:rPr>
          <w:lang w:val="sw-KE"/>
        </w:rPr>
        <w:t>.</w:t>
      </w:r>
    </w:p>
    <w:p w:rsidR="004E7AEE" w:rsidRPr="004E7AEE" w:rsidRDefault="00DD5608" w:rsidP="004E7AEE">
      <w:pPr>
        <w:pStyle w:val="libNormal"/>
        <w:jc w:val="both"/>
        <w:rPr>
          <w:lang w:val="sw-KE"/>
        </w:rPr>
      </w:pPr>
      <w:r>
        <w:rPr>
          <w:lang w:val="sw-KE"/>
        </w:rPr>
        <w:t xml:space="preserve">Mtukufu Mtume </w:t>
      </w:r>
      <w:r w:rsidRPr="00DD5608">
        <w:rPr>
          <w:rStyle w:val="libBold1Char"/>
          <w:lang w:val="sw-KE"/>
        </w:rPr>
        <w:t>(s.a.w.w)</w:t>
      </w:r>
      <w:r w:rsidR="004E7AEE" w:rsidRPr="004E7AEE">
        <w:rPr>
          <w:lang w:val="sw-KE"/>
        </w:rPr>
        <w:t xml:space="preserve"> amesema: "</w:t>
      </w:r>
      <w:r w:rsidR="004E7AEE" w:rsidRPr="00DD5608">
        <w:rPr>
          <w:rStyle w:val="libBold1Char"/>
          <w:lang w:val="sw-KE"/>
        </w:rPr>
        <w:t xml:space="preserve">Naapa kwa yule alio niteua na kunipa Utume, kwamba mlevi atakufa hali ana kiu, na kaburini anakiu, na atafufuliwa hali yeye anakiu na atakuwa anapiga kelele 'kiu </w:t>
      </w:r>
      <w:r w:rsidRPr="00DD5608">
        <w:rPr>
          <w:rStyle w:val="libBold1Char"/>
          <w:lang w:val="sw-KE"/>
        </w:rPr>
        <w:t>kiu' kwa miaka elfu; ataletewa (kwa kiu kubwa iliomshika)</w:t>
      </w:r>
      <w:r w:rsidR="004E7AEE" w:rsidRPr="00DD5608">
        <w:rPr>
          <w:rStyle w:val="libBold1Char"/>
          <w:lang w:val="sw-KE"/>
        </w:rPr>
        <w:t xml:space="preserve"> maji ya shaba iliyoyayushwa itayounguza nyuso zao. Kinywaji kibaya kilioje hicho. </w:t>
      </w:r>
      <w:r w:rsidR="004E7AEE" w:rsidRPr="00DD5608">
        <w:rPr>
          <w:rStyle w:val="libBold1Char"/>
          <w:lang w:val="sw-KE"/>
        </w:rPr>
        <w:lastRenderedPageBreak/>
        <w:t>Basi utaiva uso wake na kutoka meno yake na kuchopoka macho yake mule katika lile kaburi, na atakuwa hana budi kunywa na huyeyuka yalio tumboni mwake</w:t>
      </w:r>
      <w:r w:rsidR="004E7AEE" w:rsidRPr="004E7AEE">
        <w:rPr>
          <w:lang w:val="sw-KE"/>
        </w:rPr>
        <w:t>."</w:t>
      </w:r>
    </w:p>
    <w:p w:rsidR="004E7AEE" w:rsidRPr="004E7AEE" w:rsidRDefault="00DD5608" w:rsidP="004E7AEE">
      <w:pPr>
        <w:pStyle w:val="libNormal"/>
        <w:jc w:val="both"/>
        <w:rPr>
          <w:lang w:val="sw-KE"/>
        </w:rPr>
      </w:pPr>
      <w:r>
        <w:rPr>
          <w:lang w:val="sw-KE"/>
        </w:rPr>
        <w:t xml:space="preserve">(6) </w:t>
      </w:r>
      <w:r w:rsidR="004E7AEE" w:rsidRPr="004E7AEE">
        <w:rPr>
          <w:lang w:val="sw-KE"/>
        </w:rPr>
        <w:t>Kucheza Kamari:</w:t>
      </w:r>
    </w:p>
    <w:p w:rsidR="004E7AEE" w:rsidRPr="004E7AEE" w:rsidRDefault="004E7AEE" w:rsidP="004E7AEE">
      <w:pPr>
        <w:pStyle w:val="libNormal"/>
        <w:jc w:val="both"/>
        <w:rPr>
          <w:lang w:val="sw-KE"/>
        </w:rPr>
      </w:pPr>
      <w:r w:rsidRPr="00DD5608">
        <w:rPr>
          <w:rStyle w:val="libAieChar"/>
          <w:lang w:val="sw-KE"/>
        </w:rPr>
        <w:t>Hukumu ni kama ulevi, na Mwenyzi Mungu ameyataja maasi haya yote mawili katika aya k</w:t>
      </w:r>
      <w:r w:rsidR="00DD5608" w:rsidRPr="00DD5608">
        <w:rPr>
          <w:rStyle w:val="libAieChar"/>
          <w:lang w:val="sw-KE"/>
        </w:rPr>
        <w:t>ama tuliyo eleza katika ulevi</w:t>
      </w:r>
      <w:r w:rsidR="00DD5608">
        <w:rPr>
          <w:lang w:val="sw-KE"/>
        </w:rPr>
        <w:t>. (Qur'an, Sura ya 5 aya ya 91).</w:t>
      </w:r>
    </w:p>
    <w:p w:rsidR="004E7AEE" w:rsidRPr="004E7AEE" w:rsidRDefault="00DD5608" w:rsidP="004E7AEE">
      <w:pPr>
        <w:pStyle w:val="libNormal"/>
        <w:jc w:val="both"/>
        <w:rPr>
          <w:lang w:val="sw-KE"/>
        </w:rPr>
      </w:pPr>
      <w:r>
        <w:rPr>
          <w:lang w:val="sw-KE"/>
        </w:rPr>
        <w:t xml:space="preserve">(7) </w:t>
      </w:r>
      <w:r w:rsidR="004E7AEE" w:rsidRPr="004E7AEE">
        <w:rPr>
          <w:lang w:val="sw-KE"/>
        </w:rPr>
        <w:t>Kula mizoga na nguruwe na vingine vilivyoharamishwa:</w:t>
      </w:r>
    </w:p>
    <w:p w:rsidR="004E7AEE" w:rsidRPr="004E7AEE" w:rsidRDefault="004E7AEE" w:rsidP="004E7AEE">
      <w:pPr>
        <w:pStyle w:val="libNormal"/>
        <w:jc w:val="both"/>
        <w:rPr>
          <w:lang w:val="sw-KE"/>
        </w:rPr>
      </w:pPr>
      <w:r w:rsidRPr="004E7AEE">
        <w:rPr>
          <w:lang w:val="sw-KE"/>
        </w:rPr>
        <w:t>Mwenyezi Mungu amesema: "</w:t>
      </w:r>
      <w:r w:rsidRPr="00DD5608">
        <w:rPr>
          <w:rStyle w:val="libAieChar"/>
          <w:lang w:val="sw-KE"/>
        </w:rPr>
        <w:t xml:space="preserve">Yeye amekuharamishieni mizoga tu na damu na nyama ya nguruwe na kisichotajiwa katika kuchinjwa </w:t>
      </w:r>
      <w:r w:rsidR="00DD5608" w:rsidRPr="00DD5608">
        <w:rPr>
          <w:rStyle w:val="libAieChar"/>
          <w:lang w:val="sw-KE"/>
        </w:rPr>
        <w:t>kwake jina la Mwenyezi Mungu</w:t>
      </w:r>
      <w:r w:rsidR="00DD5608">
        <w:rPr>
          <w:lang w:val="sw-KE"/>
        </w:rPr>
        <w:t>." (Qur'an, Sura ya 2, aya ya 173)</w:t>
      </w:r>
      <w:r w:rsidRPr="004E7AEE">
        <w:rPr>
          <w:lang w:val="sw-KE"/>
        </w:rPr>
        <w:t>.</w:t>
      </w:r>
    </w:p>
    <w:p w:rsidR="004E7AEE" w:rsidRPr="004E7AEE" w:rsidRDefault="004E7AEE" w:rsidP="00DD5608">
      <w:pPr>
        <w:pStyle w:val="libNormal"/>
        <w:numPr>
          <w:ilvl w:val="0"/>
          <w:numId w:val="12"/>
        </w:numPr>
        <w:jc w:val="both"/>
        <w:rPr>
          <w:lang w:val="sw-KE"/>
        </w:rPr>
      </w:pPr>
      <w:r w:rsidRPr="004E7AEE">
        <w:rPr>
          <w:lang w:val="sw-KE"/>
        </w:rPr>
        <w:t>Kula mali za watu:</w:t>
      </w:r>
    </w:p>
    <w:p w:rsidR="004E7AEE" w:rsidRPr="004E7AEE" w:rsidRDefault="004E7AEE" w:rsidP="004E7AEE">
      <w:pPr>
        <w:pStyle w:val="libNormal"/>
        <w:jc w:val="both"/>
        <w:rPr>
          <w:lang w:val="sw-KE"/>
        </w:rPr>
      </w:pPr>
      <w:r w:rsidRPr="004E7AEE">
        <w:rPr>
          <w:lang w:val="sw-KE"/>
        </w:rPr>
        <w:t>Mwenyezi Mungu amesema: "</w:t>
      </w:r>
      <w:r w:rsidRPr="00DD5608">
        <w:rPr>
          <w:rStyle w:val="libAieChar"/>
          <w:lang w:val="sw-KE"/>
        </w:rPr>
        <w:t>Enyi mlio amini. Msiliane mali zenu kwa batili ispokuwa iwe biashara kwa kuridhiana baina yenu {hiyo inaj</w:t>
      </w:r>
      <w:r w:rsidR="00DD5608" w:rsidRPr="00DD5608">
        <w:rPr>
          <w:rStyle w:val="libAieChar"/>
          <w:lang w:val="sw-KE"/>
        </w:rPr>
        <w:t>uzu}</w:t>
      </w:r>
      <w:r w:rsidR="00DD5608">
        <w:rPr>
          <w:lang w:val="sw-KE"/>
        </w:rPr>
        <w:t>." (Qur'an Sura ya 4 aya ya29)</w:t>
      </w:r>
      <w:r w:rsidRPr="004E7AEE">
        <w:rPr>
          <w:lang w:val="sw-KE"/>
        </w:rPr>
        <w:t>.</w:t>
      </w:r>
    </w:p>
    <w:p w:rsidR="004E7AEE" w:rsidRPr="004E7AEE" w:rsidRDefault="00DD5608" w:rsidP="00DD5608">
      <w:pPr>
        <w:pStyle w:val="libNormal"/>
        <w:numPr>
          <w:ilvl w:val="0"/>
          <w:numId w:val="12"/>
        </w:numPr>
        <w:jc w:val="both"/>
        <w:rPr>
          <w:lang w:val="sw-KE"/>
        </w:rPr>
      </w:pPr>
      <w:r>
        <w:rPr>
          <w:lang w:val="sw-KE"/>
        </w:rPr>
        <w:t>Kula (rushwa)</w:t>
      </w:r>
      <w:r w:rsidR="004E7AEE" w:rsidRPr="004E7AEE">
        <w:rPr>
          <w:lang w:val="sw-KE"/>
        </w:rPr>
        <w:t xml:space="preserve"> mlungula:</w:t>
      </w:r>
    </w:p>
    <w:p w:rsidR="004E7AEE" w:rsidRPr="004E7AEE" w:rsidRDefault="00DD5608" w:rsidP="004E7AEE">
      <w:pPr>
        <w:pStyle w:val="libNormal"/>
        <w:jc w:val="both"/>
        <w:rPr>
          <w:lang w:val="sw-KE"/>
        </w:rPr>
      </w:pPr>
      <w:r>
        <w:rPr>
          <w:lang w:val="sw-KE"/>
        </w:rPr>
        <w:t>Mwenyezi Mungu amesema:</w:t>
      </w:r>
      <w:r w:rsidR="004E7AEE" w:rsidRPr="004E7AEE">
        <w:rPr>
          <w:lang w:val="sw-KE"/>
        </w:rPr>
        <w:t xml:space="preserve"> "</w:t>
      </w:r>
      <w:r w:rsidR="004E7AEE" w:rsidRPr="00DD5608">
        <w:rPr>
          <w:rStyle w:val="libAieChar"/>
          <w:lang w:val="sw-KE"/>
        </w:rPr>
        <w:t>Na utawaona wengi katika wao wanakimbilia kwenye dhambi n</w:t>
      </w:r>
      <w:r w:rsidRPr="00DD5608">
        <w:rPr>
          <w:rStyle w:val="libAieChar"/>
          <w:lang w:val="sw-KE"/>
        </w:rPr>
        <w:t>a uadui na ulaji wao wa haramu mlungula</w:t>
      </w:r>
      <w:r w:rsidR="004E7AEE" w:rsidRPr="00DD5608">
        <w:rPr>
          <w:rStyle w:val="libAieChar"/>
          <w:lang w:val="sw-KE"/>
        </w:rPr>
        <w:t>. Bila shaka wayaf</w:t>
      </w:r>
      <w:r w:rsidRPr="00DD5608">
        <w:rPr>
          <w:rStyle w:val="libAieChar"/>
          <w:lang w:val="sw-KE"/>
        </w:rPr>
        <w:t>anyayo hayo ni mabaya kabisa</w:t>
      </w:r>
      <w:r>
        <w:rPr>
          <w:lang w:val="sw-KE"/>
        </w:rPr>
        <w:t>." (</w:t>
      </w:r>
      <w:r w:rsidR="004E7AEE" w:rsidRPr="004E7AEE">
        <w:rPr>
          <w:lang w:val="sw-KE"/>
        </w:rPr>
        <w:t>Qur'an Sura ya 5,</w:t>
      </w:r>
      <w:r>
        <w:rPr>
          <w:lang w:val="sw-KE"/>
        </w:rPr>
        <w:t xml:space="preserve"> aya ya 62)</w:t>
      </w:r>
      <w:r w:rsidR="004E7AEE" w:rsidRPr="004E7AEE">
        <w:rPr>
          <w:lang w:val="sw-KE"/>
        </w:rPr>
        <w:t>.</w:t>
      </w:r>
    </w:p>
    <w:p w:rsidR="004E7AEE" w:rsidRPr="004E7AEE" w:rsidRDefault="00DD5608" w:rsidP="004E7AEE">
      <w:pPr>
        <w:pStyle w:val="libNormal"/>
        <w:jc w:val="both"/>
        <w:rPr>
          <w:lang w:val="sw-KE"/>
        </w:rPr>
      </w:pPr>
      <w:r>
        <w:rPr>
          <w:lang w:val="sw-KE"/>
        </w:rPr>
        <w:t xml:space="preserve">Amesema Imam Ali </w:t>
      </w:r>
      <w:r w:rsidRPr="00DD5608">
        <w:rPr>
          <w:rStyle w:val="libFootnotenumChar"/>
          <w:lang w:val="sw-KE"/>
        </w:rPr>
        <w:t>(a.s.)</w:t>
      </w:r>
      <w:r>
        <w:rPr>
          <w:lang w:val="sw-KE"/>
        </w:rPr>
        <w:t>: "</w:t>
      </w:r>
      <w:r w:rsidRPr="007C0B86">
        <w:rPr>
          <w:rStyle w:val="libBold1Char"/>
          <w:lang w:val="sw-KE"/>
        </w:rPr>
        <w:t>Mwenyezi Mungu amemlaani mla (rushwa)</w:t>
      </w:r>
      <w:r w:rsidR="004E7AEE" w:rsidRPr="007C0B86">
        <w:rPr>
          <w:rStyle w:val="libBold1Char"/>
          <w:lang w:val="sw-KE"/>
        </w:rPr>
        <w:t xml:space="preserve"> mlungula, mtoa mlungula na yule mwenye kusababisha hayo</w:t>
      </w:r>
      <w:r w:rsidR="004E7AEE" w:rsidRPr="004E7AEE">
        <w:rPr>
          <w:lang w:val="sw-KE"/>
        </w:rPr>
        <w:t>."</w:t>
      </w:r>
    </w:p>
    <w:p w:rsidR="007C0B86" w:rsidRDefault="007C0B86">
      <w:pPr>
        <w:ind w:firstLine="0"/>
        <w:jc w:val="left"/>
        <w:rPr>
          <w:sz w:val="24"/>
          <w:lang w:val="sw-KE"/>
        </w:rPr>
      </w:pPr>
      <w:r>
        <w:rPr>
          <w:lang w:val="sw-KE"/>
        </w:rPr>
        <w:br w:type="page"/>
      </w:r>
    </w:p>
    <w:p w:rsidR="007C0B86" w:rsidRPr="007C0B86" w:rsidRDefault="007C0B86" w:rsidP="007C0B86">
      <w:pPr>
        <w:pStyle w:val="Heading1Center"/>
        <w:rPr>
          <w:lang w:val="sw-KE"/>
        </w:rPr>
      </w:pPr>
      <w:bookmarkStart w:id="18" w:name="_Toc29901509"/>
      <w:r w:rsidRPr="007C0B86">
        <w:rPr>
          <w:lang w:val="sw-KE"/>
        </w:rPr>
        <w:lastRenderedPageBreak/>
        <w:t>MASOMO YA KI-ISLAMU</w:t>
      </w:r>
      <w:bookmarkEnd w:id="18"/>
    </w:p>
    <w:p w:rsidR="007C0B86" w:rsidRDefault="007C0B86" w:rsidP="007C0B86">
      <w:pPr>
        <w:pStyle w:val="Heading2Center"/>
        <w:rPr>
          <w:lang w:val="sw-KE"/>
        </w:rPr>
      </w:pPr>
      <w:bookmarkStart w:id="19" w:name="_Toc29901510"/>
      <w:r w:rsidRPr="007C0B86">
        <w:rPr>
          <w:lang w:val="sw-KE"/>
        </w:rPr>
        <w:t>KITABU CHA NNE</w:t>
      </w:r>
      <w:bookmarkEnd w:id="19"/>
    </w:p>
    <w:p w:rsidR="004E7AEE" w:rsidRPr="004E7AEE" w:rsidRDefault="004E7AEE" w:rsidP="007C0B86">
      <w:pPr>
        <w:pStyle w:val="Heading3Center"/>
        <w:rPr>
          <w:lang w:val="sw-KE"/>
        </w:rPr>
      </w:pPr>
      <w:bookmarkStart w:id="20" w:name="_Toc29901511"/>
      <w:r w:rsidRPr="004E7AEE">
        <w:rPr>
          <w:lang w:val="sw-KE"/>
        </w:rPr>
        <w:t>SOMO LA SITA</w:t>
      </w:r>
      <w:bookmarkEnd w:id="20"/>
    </w:p>
    <w:p w:rsidR="004E7AEE" w:rsidRPr="004E7AEE" w:rsidRDefault="007C0B86" w:rsidP="007C0B86">
      <w:pPr>
        <w:pStyle w:val="Heading3"/>
        <w:rPr>
          <w:lang w:val="sw-KE"/>
        </w:rPr>
      </w:pPr>
      <w:bookmarkStart w:id="21" w:name="_Toc29901512"/>
      <w:r>
        <w:rPr>
          <w:lang w:val="sw-KE"/>
        </w:rPr>
        <w:t>MATENDO YALIYO HARAMU (II)</w:t>
      </w:r>
      <w:bookmarkEnd w:id="21"/>
    </w:p>
    <w:p w:rsidR="004E7AEE" w:rsidRPr="004E7AEE" w:rsidRDefault="004E7AEE" w:rsidP="007C0B86">
      <w:pPr>
        <w:pStyle w:val="libNormal"/>
        <w:numPr>
          <w:ilvl w:val="0"/>
          <w:numId w:val="12"/>
        </w:numPr>
        <w:jc w:val="both"/>
        <w:rPr>
          <w:lang w:val="sw-KE"/>
        </w:rPr>
      </w:pPr>
      <w:r w:rsidRPr="004E7AEE">
        <w:rPr>
          <w:lang w:val="sw-KE"/>
        </w:rPr>
        <w:t>Kupoteza haki:</w:t>
      </w:r>
    </w:p>
    <w:p w:rsidR="004E7AEE" w:rsidRPr="004E7AEE" w:rsidRDefault="004E7AEE" w:rsidP="004E7AEE">
      <w:pPr>
        <w:pStyle w:val="libNormal"/>
        <w:jc w:val="both"/>
        <w:rPr>
          <w:lang w:val="sw-KE"/>
        </w:rPr>
      </w:pPr>
      <w:r w:rsidRPr="004E7AEE">
        <w:rPr>
          <w:lang w:val="sw-KE"/>
        </w:rPr>
        <w:t>Hapa kuna maana nyingi, kuna haki za Mwenyezi Mungu, hak</w:t>
      </w:r>
      <w:r w:rsidR="007C0B86">
        <w:rPr>
          <w:lang w:val="sw-KE"/>
        </w:rPr>
        <w:t xml:space="preserve">i za Mtukufu Mtume </w:t>
      </w:r>
      <w:r w:rsidR="007C0B86" w:rsidRPr="007C0B86">
        <w:rPr>
          <w:rStyle w:val="libBold1Char"/>
          <w:lang w:val="sw-KE"/>
        </w:rPr>
        <w:t>(s.a.w.w)</w:t>
      </w:r>
      <w:r w:rsidRPr="004E7AEE">
        <w:rPr>
          <w:lang w:val="sw-KE"/>
        </w:rPr>
        <w:t xml:space="preserve"> na haki za Waislamu kwa wenzao. Zote hizo ukipoteza moja wapo ni dhambi.</w:t>
      </w:r>
    </w:p>
    <w:p w:rsidR="004E7AEE" w:rsidRPr="004E7AEE" w:rsidRDefault="004E7AEE" w:rsidP="007C0B86">
      <w:pPr>
        <w:pStyle w:val="libNormal"/>
        <w:numPr>
          <w:ilvl w:val="0"/>
          <w:numId w:val="12"/>
        </w:numPr>
        <w:jc w:val="both"/>
        <w:rPr>
          <w:lang w:val="sw-KE"/>
        </w:rPr>
      </w:pPr>
      <w:r w:rsidRPr="004E7AEE">
        <w:rPr>
          <w:lang w:val="sw-KE"/>
        </w:rPr>
        <w:t>Kuiba:</w:t>
      </w:r>
    </w:p>
    <w:p w:rsidR="004E7AEE" w:rsidRPr="004E7AEE" w:rsidRDefault="004E7AEE" w:rsidP="004E7AEE">
      <w:pPr>
        <w:pStyle w:val="libNormal"/>
        <w:jc w:val="both"/>
        <w:rPr>
          <w:lang w:val="sw-KE"/>
        </w:rPr>
      </w:pPr>
      <w:r w:rsidRPr="004E7AEE">
        <w:rPr>
          <w:lang w:val="sw-KE"/>
        </w:rPr>
        <w:t>Ni dhambi ambayo inajulikana pote ulimwenguni. Mwenyezi Mungu amesema: 'Na mwizi mwanamume na mwizi mwanamke, ikateni mikono yao, malipo ya yale waliyo yachuma. Ndio adhab</w:t>
      </w:r>
      <w:r w:rsidR="007C0B86">
        <w:rPr>
          <w:lang w:val="sw-KE"/>
        </w:rPr>
        <w:t>u itokayo kwa Mwenyezi Mungu." (Qur'an Sura ya 5 aya ya38)</w:t>
      </w:r>
      <w:r w:rsidRPr="004E7AEE">
        <w:rPr>
          <w:lang w:val="sw-KE"/>
        </w:rPr>
        <w:t>.</w:t>
      </w:r>
    </w:p>
    <w:p w:rsidR="004E7AEE" w:rsidRPr="004E7AEE" w:rsidRDefault="007C0B86" w:rsidP="004E7AEE">
      <w:pPr>
        <w:pStyle w:val="libNormal"/>
        <w:jc w:val="both"/>
        <w:rPr>
          <w:lang w:val="sw-KE"/>
        </w:rPr>
      </w:pPr>
      <w:r>
        <w:rPr>
          <w:lang w:val="sw-KE"/>
        </w:rPr>
        <w:t>(12)</w:t>
      </w:r>
      <w:r w:rsidR="004E7AEE" w:rsidRPr="004E7AEE">
        <w:rPr>
          <w:lang w:val="sw-KE"/>
        </w:rPr>
        <w:t xml:space="preserve"> Ukuwadi na kusaidia katika mambo ya ndoa hata kwa mke wake:</w:t>
      </w:r>
    </w:p>
    <w:p w:rsidR="004E7AEE" w:rsidRPr="004E7AEE" w:rsidRDefault="007C0B86" w:rsidP="007C0B86">
      <w:pPr>
        <w:pStyle w:val="libNormal"/>
        <w:jc w:val="both"/>
        <w:rPr>
          <w:lang w:val="sw-KE"/>
        </w:rPr>
      </w:pPr>
      <w:r>
        <w:rPr>
          <w:lang w:val="sw-KE"/>
        </w:rPr>
        <w:t xml:space="preserve">Mtukufu Mtume </w:t>
      </w:r>
      <w:r w:rsidRPr="007C0B86">
        <w:rPr>
          <w:rStyle w:val="libBold1Char"/>
          <w:lang w:val="sw-KE"/>
        </w:rPr>
        <w:t>(s.a.w.w)</w:t>
      </w:r>
      <w:r w:rsidR="004E7AEE" w:rsidRPr="004E7AEE">
        <w:rPr>
          <w:lang w:val="sw-KE"/>
        </w:rPr>
        <w:t xml:space="preserve"> amesema: "</w:t>
      </w:r>
      <w:r w:rsidR="004E7AEE" w:rsidRPr="007C0B86">
        <w:rPr>
          <w:rStyle w:val="libBold1Char"/>
          <w:lang w:val="sw-KE"/>
        </w:rPr>
        <w:t>Hataingia peponi wala hapati harufu ya peponi." Akaulizwa, "Ni nani huyo</w:t>
      </w:r>
      <w:r w:rsidR="004E7AEE" w:rsidRPr="004E7AEE">
        <w:rPr>
          <w:lang w:val="sw-KE"/>
        </w:rPr>
        <w:t>?</w:t>
      </w:r>
    </w:p>
    <w:p w:rsidR="004E7AEE" w:rsidRPr="004E7AEE" w:rsidRDefault="004E7AEE" w:rsidP="004E7AEE">
      <w:pPr>
        <w:pStyle w:val="libNormal"/>
        <w:jc w:val="both"/>
        <w:rPr>
          <w:lang w:val="sw-KE"/>
        </w:rPr>
      </w:pPr>
      <w:r w:rsidRPr="004E7AEE">
        <w:rPr>
          <w:lang w:val="sw-KE"/>
        </w:rPr>
        <w:t>Akasema, "Yule mume ambaye anajua vema kwamba mke wake</w:t>
      </w:r>
      <w:r w:rsidR="007C0B86">
        <w:rPr>
          <w:lang w:val="sw-KE"/>
        </w:rPr>
        <w:t xml:space="preserve"> analala na mwanamume mwingine (na haoni aibu)</w:t>
      </w:r>
      <w:r w:rsidRPr="004E7AEE">
        <w:rPr>
          <w:lang w:val="sw-KE"/>
        </w:rPr>
        <w:t>.</w:t>
      </w:r>
    </w:p>
    <w:p w:rsidR="004E7AEE" w:rsidRPr="004E7AEE" w:rsidRDefault="007C0B86" w:rsidP="004E7AEE">
      <w:pPr>
        <w:pStyle w:val="libNormal"/>
        <w:jc w:val="both"/>
        <w:rPr>
          <w:lang w:val="sw-KE"/>
        </w:rPr>
      </w:pPr>
      <w:r>
        <w:rPr>
          <w:lang w:val="sw-KE"/>
        </w:rPr>
        <w:t xml:space="preserve">(13) </w:t>
      </w:r>
      <w:r w:rsidR="004E7AEE" w:rsidRPr="004E7AEE">
        <w:rPr>
          <w:lang w:val="sw-KE"/>
        </w:rPr>
        <w:t>Kusema uwongo:</w:t>
      </w:r>
    </w:p>
    <w:p w:rsidR="004E7AEE" w:rsidRPr="004E7AEE" w:rsidRDefault="004E7AEE" w:rsidP="004E7AEE">
      <w:pPr>
        <w:pStyle w:val="libNormal"/>
        <w:jc w:val="both"/>
        <w:rPr>
          <w:lang w:val="sw-KE"/>
        </w:rPr>
      </w:pPr>
      <w:r w:rsidRPr="004E7AEE">
        <w:rPr>
          <w:lang w:val="sw-KE"/>
        </w:rPr>
        <w:t>Ni haramu, dhambi kub</w:t>
      </w:r>
      <w:r w:rsidR="007C0B86">
        <w:rPr>
          <w:lang w:val="sw-KE"/>
        </w:rPr>
        <w:t xml:space="preserve">wa sana. Amesema Imam Al-Baqir </w:t>
      </w:r>
      <w:r w:rsidR="007C0B86" w:rsidRPr="007C0B86">
        <w:rPr>
          <w:rStyle w:val="libFootnotenumChar"/>
          <w:lang w:val="sw-KE"/>
        </w:rPr>
        <w:t>(a.s)</w:t>
      </w:r>
      <w:r w:rsidRPr="004E7AEE">
        <w:rPr>
          <w:lang w:val="sw-KE"/>
        </w:rPr>
        <w:t>: "</w:t>
      </w:r>
      <w:r w:rsidRPr="007C0B86">
        <w:rPr>
          <w:rStyle w:val="libBold1Char"/>
          <w:lang w:val="sw-KE"/>
        </w:rPr>
        <w:t>Hakika Mwenyezi Mungu ameweka kwa kila shari {uovu} kufuli na ufunguo wa makufuli hayo ni ulevi, na uwongo ni ubaya zaidi kuliko ulevi</w:t>
      </w:r>
      <w:r w:rsidRPr="004E7AEE">
        <w:rPr>
          <w:lang w:val="sw-KE"/>
        </w:rPr>
        <w:t>."</w:t>
      </w:r>
    </w:p>
    <w:p w:rsidR="004E7AEE" w:rsidRPr="004E7AEE" w:rsidRDefault="007C0B86" w:rsidP="004E7AEE">
      <w:pPr>
        <w:pStyle w:val="libNormal"/>
        <w:jc w:val="both"/>
        <w:rPr>
          <w:lang w:val="sw-KE"/>
        </w:rPr>
      </w:pPr>
      <w:r>
        <w:rPr>
          <w:lang w:val="sw-KE"/>
        </w:rPr>
        <w:t xml:space="preserve">(14) </w:t>
      </w:r>
      <w:r w:rsidR="004E7AEE" w:rsidRPr="004E7AEE">
        <w:rPr>
          <w:lang w:val="sw-KE"/>
        </w:rPr>
        <w:t>Kuteta na kufitinisha:</w:t>
      </w:r>
    </w:p>
    <w:p w:rsidR="004E7AEE" w:rsidRPr="004E7AEE" w:rsidRDefault="004E7AEE" w:rsidP="004E7AEE">
      <w:pPr>
        <w:pStyle w:val="libNormal"/>
        <w:jc w:val="both"/>
        <w:rPr>
          <w:lang w:val="sw-KE"/>
        </w:rPr>
      </w:pPr>
      <w:r w:rsidRPr="004E7AEE">
        <w:rPr>
          <w:lang w:val="sw-KE"/>
        </w:rPr>
        <w:t>Mwenyezi Mungu amesema: "</w:t>
      </w:r>
      <w:r w:rsidRPr="007C0B86">
        <w:rPr>
          <w:rStyle w:val="libAieChar"/>
          <w:lang w:val="sw-KE"/>
        </w:rPr>
        <w:t>Wala baadhi yenu wasiwaseme wengine. Je! Mmoja wenu anapenda kula nyama ya nduguye aliyekufa</w:t>
      </w:r>
      <w:r w:rsidR="007C0B86">
        <w:rPr>
          <w:lang w:val="sw-KE"/>
        </w:rPr>
        <w:t>?" (</w:t>
      </w:r>
      <w:r w:rsidRPr="004E7AEE">
        <w:rPr>
          <w:lang w:val="sw-KE"/>
        </w:rPr>
        <w:t>Qur'an, Sura ya 49 ay</w:t>
      </w:r>
      <w:r w:rsidR="007C0B86">
        <w:rPr>
          <w:lang w:val="sw-KE"/>
        </w:rPr>
        <w:t>a ya 12)</w:t>
      </w:r>
      <w:r w:rsidRPr="004E7AEE">
        <w:rPr>
          <w:lang w:val="sw-KE"/>
        </w:rPr>
        <w:t>.</w:t>
      </w:r>
    </w:p>
    <w:p w:rsidR="004E7AEE" w:rsidRPr="004E7AEE" w:rsidRDefault="007C0B86" w:rsidP="004E7AEE">
      <w:pPr>
        <w:pStyle w:val="libNormal"/>
        <w:jc w:val="both"/>
        <w:rPr>
          <w:lang w:val="sw-KE"/>
        </w:rPr>
      </w:pPr>
      <w:r>
        <w:rPr>
          <w:lang w:val="sw-KE"/>
        </w:rPr>
        <w:t xml:space="preserve">Mtukufu Mtume </w:t>
      </w:r>
      <w:r w:rsidRPr="007C0B86">
        <w:rPr>
          <w:rStyle w:val="libBold1Char"/>
          <w:lang w:val="sw-KE"/>
        </w:rPr>
        <w:t>(s.a.w.w)</w:t>
      </w:r>
      <w:r w:rsidR="004E7AEE" w:rsidRPr="004E7AEE">
        <w:rPr>
          <w:lang w:val="sw-KE"/>
        </w:rPr>
        <w:t xml:space="preserve"> ames</w:t>
      </w:r>
      <w:r>
        <w:rPr>
          <w:lang w:val="sw-KE"/>
        </w:rPr>
        <w:t>ema: "</w:t>
      </w:r>
      <w:r w:rsidRPr="007C0B86">
        <w:rPr>
          <w:rStyle w:val="libBold1Char"/>
          <w:lang w:val="sw-KE"/>
        </w:rPr>
        <w:t>Hataingia peponi mfitini (</w:t>
      </w:r>
      <w:r w:rsidR="004E7AEE" w:rsidRPr="007C0B86">
        <w:rPr>
          <w:rStyle w:val="libBold1Char"/>
          <w:lang w:val="sw-KE"/>
        </w:rPr>
        <w:t>mwenye kutangaza maneno ya huyu kwa yule il</w:t>
      </w:r>
      <w:r w:rsidRPr="007C0B86">
        <w:rPr>
          <w:rStyle w:val="libBold1Char"/>
          <w:lang w:val="sw-KE"/>
        </w:rPr>
        <w:t>i atie fitina na kuwagombanisha)</w:t>
      </w:r>
      <w:r w:rsidR="004E7AEE" w:rsidRPr="004E7AEE">
        <w:rPr>
          <w:lang w:val="sw-KE"/>
        </w:rPr>
        <w:t>."</w:t>
      </w:r>
    </w:p>
    <w:p w:rsidR="004E7AEE" w:rsidRPr="004E7AEE" w:rsidRDefault="007C0B86" w:rsidP="004E7AEE">
      <w:pPr>
        <w:pStyle w:val="libNormal"/>
        <w:jc w:val="both"/>
        <w:rPr>
          <w:lang w:val="sw-KE"/>
        </w:rPr>
      </w:pPr>
      <w:r>
        <w:rPr>
          <w:lang w:val="sw-KE"/>
        </w:rPr>
        <w:t xml:space="preserve">(15) </w:t>
      </w:r>
      <w:r w:rsidR="004E7AEE" w:rsidRPr="004E7AEE">
        <w:rPr>
          <w:lang w:val="sw-KE"/>
        </w:rPr>
        <w:t>Kula riba:</w:t>
      </w:r>
    </w:p>
    <w:p w:rsidR="004E7AEE" w:rsidRPr="004E7AEE" w:rsidRDefault="004E7AEE" w:rsidP="004E7AEE">
      <w:pPr>
        <w:pStyle w:val="libNormal"/>
        <w:jc w:val="both"/>
        <w:rPr>
          <w:lang w:val="sw-KE"/>
        </w:rPr>
      </w:pPr>
      <w:r w:rsidRPr="004E7AEE">
        <w:rPr>
          <w:lang w:val="sw-KE"/>
        </w:rPr>
        <w:t>Mwenyezi Mungu amesema:</w:t>
      </w:r>
      <w:r w:rsidR="007C0B86">
        <w:rPr>
          <w:lang w:val="sw-KE"/>
        </w:rPr>
        <w:t xml:space="preserve"> </w:t>
      </w:r>
      <w:r w:rsidRPr="004E7AEE">
        <w:rPr>
          <w:lang w:val="sw-KE"/>
        </w:rPr>
        <w:t>"</w:t>
      </w:r>
      <w:r w:rsidRPr="007C0B86">
        <w:rPr>
          <w:rStyle w:val="libAieChar"/>
          <w:lang w:val="sw-KE"/>
        </w:rPr>
        <w:t>Wale wanao kula riba................ wakasema, 'Biashara na ni kama riba.' Hali Mwenyezi Mungu ameihalalisha b</w:t>
      </w:r>
      <w:r w:rsidR="007C0B86" w:rsidRPr="007C0B86">
        <w:rPr>
          <w:rStyle w:val="libAieChar"/>
          <w:lang w:val="sw-KE"/>
        </w:rPr>
        <w:t>iashara na kaiharamisha riba.</w:t>
      </w:r>
      <w:r w:rsidR="007C0B86">
        <w:rPr>
          <w:lang w:val="sw-KE"/>
        </w:rPr>
        <w:t>" (Qur'an, Sura ya 2, aya ya 275)</w:t>
      </w:r>
      <w:r w:rsidRPr="004E7AEE">
        <w:rPr>
          <w:lang w:val="sw-KE"/>
        </w:rPr>
        <w:t>.</w:t>
      </w:r>
    </w:p>
    <w:p w:rsidR="004E7AEE" w:rsidRPr="004E7AEE" w:rsidRDefault="007C0B86" w:rsidP="004E7AEE">
      <w:pPr>
        <w:pStyle w:val="libNormal"/>
        <w:jc w:val="both"/>
        <w:rPr>
          <w:lang w:val="sw-KE"/>
        </w:rPr>
      </w:pPr>
      <w:r>
        <w:rPr>
          <w:lang w:val="sw-KE"/>
        </w:rPr>
        <w:t xml:space="preserve">Mtukufu Mtume </w:t>
      </w:r>
      <w:r w:rsidRPr="007C0B86">
        <w:rPr>
          <w:rStyle w:val="libBold1Char"/>
          <w:lang w:val="sw-KE"/>
        </w:rPr>
        <w:t>(s.a.w.w)</w:t>
      </w:r>
      <w:r w:rsidR="004E7AEE" w:rsidRPr="004E7AEE">
        <w:rPr>
          <w:lang w:val="sw-KE"/>
        </w:rPr>
        <w:t xml:space="preserve"> amesema: "</w:t>
      </w:r>
      <w:r w:rsidR="004E7AEE" w:rsidRPr="007C0B86">
        <w:rPr>
          <w:rStyle w:val="libBold1Char"/>
          <w:lang w:val="sw-KE"/>
        </w:rPr>
        <w:t>Mwenyezi Mungu amemlaani mla riba, mtoa riba, na mwandikaji wa riba na mshuhudiliaji hayo</w:t>
      </w:r>
      <w:r w:rsidR="004E7AEE" w:rsidRPr="004E7AEE">
        <w:rPr>
          <w:lang w:val="sw-KE"/>
        </w:rPr>
        <w:t>.''</w:t>
      </w:r>
    </w:p>
    <w:p w:rsidR="004E7AEE" w:rsidRPr="004E7AEE" w:rsidRDefault="007C0B86" w:rsidP="004E7AEE">
      <w:pPr>
        <w:pStyle w:val="libNormal"/>
        <w:jc w:val="both"/>
        <w:rPr>
          <w:lang w:val="sw-KE"/>
        </w:rPr>
      </w:pPr>
      <w:r>
        <w:rPr>
          <w:lang w:val="sw-KE"/>
        </w:rPr>
        <w:t xml:space="preserve">(16) </w:t>
      </w:r>
      <w:r w:rsidR="004E7AEE" w:rsidRPr="004E7AEE">
        <w:rPr>
          <w:lang w:val="sw-KE"/>
        </w:rPr>
        <w:t>Kuua:</w:t>
      </w:r>
    </w:p>
    <w:p w:rsidR="004E7AEE" w:rsidRPr="004E7AEE" w:rsidRDefault="004E7AEE" w:rsidP="004E7AEE">
      <w:pPr>
        <w:pStyle w:val="libNormal"/>
        <w:jc w:val="both"/>
        <w:rPr>
          <w:lang w:val="sw-KE"/>
        </w:rPr>
      </w:pPr>
      <w:r w:rsidRPr="004E7AEE">
        <w:rPr>
          <w:lang w:val="sw-KE"/>
        </w:rPr>
        <w:t>Mwenyez</w:t>
      </w:r>
      <w:r w:rsidR="007562EE">
        <w:rPr>
          <w:lang w:val="sw-KE"/>
        </w:rPr>
        <w:t xml:space="preserve">i Mungu amesema: </w:t>
      </w:r>
      <w:r w:rsidR="007562EE" w:rsidRPr="00CF30AD">
        <w:rPr>
          <w:rStyle w:val="libAieChar"/>
          <w:lang w:val="sw-KE"/>
        </w:rPr>
        <w:t>'</w:t>
      </w:r>
      <w:r w:rsidRPr="00CF30AD">
        <w:rPr>
          <w:rStyle w:val="libAieChar"/>
          <w:lang w:val="sw-KE"/>
        </w:rPr>
        <w:t xml:space="preserve">Na mwenye kumuua Muislamu kwa kukusudia, basi malipo yake ni Jahannamu, humo atakaa milele, na Mwenyezi Mungu amemghadhibikia na amemlaani </w:t>
      </w:r>
      <w:r w:rsidR="007562EE" w:rsidRPr="00CF30AD">
        <w:rPr>
          <w:rStyle w:val="libAieChar"/>
          <w:lang w:val="sw-KE"/>
        </w:rPr>
        <w:t>na amemwandalia adhabu kubwa.</w:t>
      </w:r>
      <w:r w:rsidR="007562EE">
        <w:rPr>
          <w:lang w:val="sw-KE"/>
        </w:rPr>
        <w:t>" (Qur'an Sura ya 4a ya ya 93)</w:t>
      </w:r>
      <w:r w:rsidRPr="004E7AEE">
        <w:rPr>
          <w:lang w:val="sw-KE"/>
        </w:rPr>
        <w:t>.</w:t>
      </w:r>
    </w:p>
    <w:p w:rsidR="004E7AEE" w:rsidRPr="004E7AEE" w:rsidRDefault="00CF30AD" w:rsidP="004E7AEE">
      <w:pPr>
        <w:pStyle w:val="libNormal"/>
        <w:jc w:val="both"/>
        <w:rPr>
          <w:lang w:val="sw-KE"/>
        </w:rPr>
      </w:pPr>
      <w:r>
        <w:rPr>
          <w:lang w:val="sw-KE"/>
        </w:rPr>
        <w:t xml:space="preserve">(17) </w:t>
      </w:r>
      <w:r w:rsidR="004E7AEE" w:rsidRPr="004E7AEE">
        <w:rPr>
          <w:lang w:val="sw-KE"/>
        </w:rPr>
        <w:t>Hiyana:</w:t>
      </w:r>
    </w:p>
    <w:p w:rsidR="004E7AEE" w:rsidRPr="004E7AEE" w:rsidRDefault="004E7AEE" w:rsidP="004E7AEE">
      <w:pPr>
        <w:pStyle w:val="libNormal"/>
        <w:jc w:val="both"/>
        <w:rPr>
          <w:lang w:val="sw-KE"/>
        </w:rPr>
      </w:pPr>
      <w:r w:rsidRPr="004E7AEE">
        <w:rPr>
          <w:lang w:val="sw-KE"/>
        </w:rPr>
        <w:t>Mwenyezi Mungu amesema: "</w:t>
      </w:r>
      <w:r w:rsidRPr="00CF30AD">
        <w:rPr>
          <w:rStyle w:val="libAieChar"/>
          <w:lang w:val="sw-KE"/>
        </w:rPr>
        <w:t>Hakika, Mwenyezi Mu</w:t>
      </w:r>
      <w:r w:rsidR="00CF30AD" w:rsidRPr="00CF30AD">
        <w:rPr>
          <w:rStyle w:val="libAieChar"/>
          <w:lang w:val="sw-KE"/>
        </w:rPr>
        <w:t>ngu hawapendi wafanyao hiyana</w:t>
      </w:r>
      <w:r w:rsidR="00CF30AD">
        <w:rPr>
          <w:lang w:val="sw-KE"/>
        </w:rPr>
        <w:t>. (Qur'an, Sura ya 8, aya ya 58).</w:t>
      </w:r>
    </w:p>
    <w:p w:rsidR="004E7AEE" w:rsidRPr="004E7AEE" w:rsidRDefault="00CF30AD" w:rsidP="004E7AEE">
      <w:pPr>
        <w:pStyle w:val="libNormal"/>
        <w:jc w:val="both"/>
        <w:rPr>
          <w:lang w:val="sw-KE"/>
        </w:rPr>
      </w:pPr>
      <w:r>
        <w:rPr>
          <w:lang w:val="sw-KE"/>
        </w:rPr>
        <w:t>(</w:t>
      </w:r>
      <w:r w:rsidR="004E7AEE" w:rsidRPr="004E7AEE">
        <w:rPr>
          <w:lang w:val="sw-KE"/>
        </w:rPr>
        <w:t>1</w:t>
      </w:r>
      <w:r>
        <w:rPr>
          <w:lang w:val="sw-KE"/>
        </w:rPr>
        <w:t xml:space="preserve">8) </w:t>
      </w:r>
      <w:r w:rsidR="004E7AEE" w:rsidRPr="004E7AEE">
        <w:rPr>
          <w:lang w:val="sw-KE"/>
        </w:rPr>
        <w:t>Dhuluma:</w:t>
      </w:r>
    </w:p>
    <w:p w:rsidR="004E7AEE" w:rsidRPr="004E7AEE" w:rsidRDefault="004E7AEE" w:rsidP="004E7AEE">
      <w:pPr>
        <w:pStyle w:val="libNormal"/>
        <w:jc w:val="both"/>
        <w:rPr>
          <w:lang w:val="sw-KE"/>
        </w:rPr>
      </w:pPr>
      <w:r w:rsidRPr="004E7AEE">
        <w:rPr>
          <w:lang w:val="sw-KE"/>
        </w:rPr>
        <w:t>Mwenyezi Mungu amesema: "</w:t>
      </w:r>
      <w:r w:rsidRPr="00CF30AD">
        <w:rPr>
          <w:rStyle w:val="libAieChar"/>
          <w:lang w:val="sw-KE"/>
        </w:rPr>
        <w:t>Wala usidhani</w:t>
      </w:r>
      <w:r w:rsidR="00CF30AD" w:rsidRPr="00CF30AD">
        <w:rPr>
          <w:rStyle w:val="libAieChar"/>
          <w:lang w:val="sw-KE"/>
        </w:rPr>
        <w:t xml:space="preserve"> Mwenyezi Mungu ameghafirika na haya</w:t>
      </w:r>
      <w:r w:rsidRPr="00CF30AD">
        <w:rPr>
          <w:rStyle w:val="libAieChar"/>
          <w:lang w:val="sw-KE"/>
        </w:rPr>
        <w:t xml:space="preserve"> wanayoyafanya madhalimu. Hakika yeye </w:t>
      </w:r>
      <w:r w:rsidRPr="00CF30AD">
        <w:rPr>
          <w:rStyle w:val="libAieChar"/>
          <w:lang w:val="sw-KE"/>
        </w:rPr>
        <w:lastRenderedPageBreak/>
        <w:t>anawaakhiri</w:t>
      </w:r>
      <w:r w:rsidR="00CF30AD" w:rsidRPr="00CF30AD">
        <w:rPr>
          <w:rStyle w:val="libAieChar"/>
          <w:lang w:val="sw-KE"/>
        </w:rPr>
        <w:t xml:space="preserve">sha tu mpaka siku ambayo macho </w:t>
      </w:r>
      <w:r w:rsidRPr="00CF30AD">
        <w:rPr>
          <w:rStyle w:val="libAieChar"/>
          <w:lang w:val="sw-KE"/>
        </w:rPr>
        <w:t>ya</w:t>
      </w:r>
      <w:r w:rsidR="00CF30AD" w:rsidRPr="00CF30AD">
        <w:rPr>
          <w:rStyle w:val="libAieChar"/>
          <w:lang w:val="sw-KE"/>
        </w:rPr>
        <w:t>o yatakodolea yatoke nje kwa khofu</w:t>
      </w:r>
      <w:r w:rsidR="00D22CBD">
        <w:rPr>
          <w:lang w:val="sw-KE"/>
        </w:rPr>
        <w:t>." (</w:t>
      </w:r>
      <w:r w:rsidRPr="004E7AEE">
        <w:rPr>
          <w:lang w:val="sw-KE"/>
        </w:rPr>
        <w:t>Qur'an, Sura ya 14 aya ya 42).</w:t>
      </w:r>
    </w:p>
    <w:p w:rsidR="004E7AEE" w:rsidRPr="004E7AEE" w:rsidRDefault="004E7AEE" w:rsidP="00D22CBD">
      <w:pPr>
        <w:pStyle w:val="Heading2"/>
        <w:rPr>
          <w:lang w:val="sw-KE"/>
        </w:rPr>
      </w:pPr>
      <w:bookmarkStart w:id="22" w:name="_Toc29901513"/>
      <w:r w:rsidRPr="004E7AEE">
        <w:rPr>
          <w:lang w:val="sw-KE"/>
        </w:rPr>
        <w:t>SOMO LA SABA</w:t>
      </w:r>
      <w:bookmarkEnd w:id="22"/>
    </w:p>
    <w:p w:rsidR="004E7AEE" w:rsidRPr="004E7AEE" w:rsidRDefault="00D22CBD" w:rsidP="00D22CBD">
      <w:pPr>
        <w:pStyle w:val="Heading3"/>
        <w:rPr>
          <w:lang w:val="sw-KE"/>
        </w:rPr>
      </w:pPr>
      <w:bookmarkStart w:id="23" w:name="_Toc29901514"/>
      <w:r>
        <w:rPr>
          <w:lang w:val="sw-KE"/>
        </w:rPr>
        <w:t>MATENDO YALIYO HARAMU (III)</w:t>
      </w:r>
      <w:bookmarkEnd w:id="23"/>
    </w:p>
    <w:p w:rsidR="004E7AEE" w:rsidRPr="004E7AEE" w:rsidRDefault="00D22CBD" w:rsidP="004E7AEE">
      <w:pPr>
        <w:pStyle w:val="libNormal"/>
        <w:jc w:val="both"/>
        <w:rPr>
          <w:lang w:val="sw-KE"/>
        </w:rPr>
      </w:pPr>
      <w:r>
        <w:rPr>
          <w:lang w:val="sw-KE"/>
        </w:rPr>
        <w:t xml:space="preserve">(19) </w:t>
      </w:r>
      <w:r w:rsidR="004E7AEE" w:rsidRPr="004E7AEE">
        <w:rPr>
          <w:lang w:val="sw-KE"/>
        </w:rPr>
        <w:t>Kutumia kwa fujo:</w:t>
      </w:r>
    </w:p>
    <w:p w:rsidR="004E7AEE" w:rsidRPr="004E7AEE" w:rsidRDefault="004E7AEE" w:rsidP="00D22CBD">
      <w:pPr>
        <w:pStyle w:val="libNormal"/>
        <w:jc w:val="both"/>
        <w:rPr>
          <w:lang w:val="sw-KE"/>
        </w:rPr>
      </w:pPr>
      <w:r w:rsidRPr="004E7AEE">
        <w:rPr>
          <w:lang w:val="sw-KE"/>
        </w:rPr>
        <w:t>M</w:t>
      </w:r>
      <w:r w:rsidR="00D22CBD">
        <w:rPr>
          <w:lang w:val="sw-KE"/>
        </w:rPr>
        <w:t>wenyezi Mungu amesema: "</w:t>
      </w:r>
      <w:r w:rsidR="00D22CBD" w:rsidRPr="00D22CBD">
        <w:rPr>
          <w:rStyle w:val="libAieChar"/>
          <w:lang w:val="sw-KE"/>
        </w:rPr>
        <w:t>Kuleni na kunyweni</w:t>
      </w:r>
      <w:r w:rsidRPr="00D22CBD">
        <w:rPr>
          <w:rStyle w:val="libAieChar"/>
          <w:lang w:val="sw-KE"/>
        </w:rPr>
        <w:t>. Lakini</w:t>
      </w:r>
      <w:r w:rsidR="00D22CBD" w:rsidRPr="00D22CBD">
        <w:rPr>
          <w:rStyle w:val="libAieChar"/>
          <w:lang w:val="sw-KE"/>
        </w:rPr>
        <w:t xml:space="preserve"> msipite kiasi tu. Hakika yeye (Mwenyezi Mungu)</w:t>
      </w:r>
      <w:r w:rsidRPr="00D22CBD">
        <w:rPr>
          <w:rStyle w:val="libAieChar"/>
          <w:lang w:val="sw-KE"/>
        </w:rPr>
        <w:t xml:space="preserve"> </w:t>
      </w:r>
      <w:r w:rsidR="00D22CBD" w:rsidRPr="00D22CBD">
        <w:rPr>
          <w:rStyle w:val="libAieChar"/>
          <w:lang w:val="sw-KE"/>
        </w:rPr>
        <w:t>hawapendi wapitao kiasi (wapindukiao mipaka)</w:t>
      </w:r>
      <w:r w:rsidR="00D22CBD">
        <w:rPr>
          <w:lang w:val="sw-KE"/>
        </w:rPr>
        <w:t>." (Qur'an,Sura ya7 aya ya 31)</w:t>
      </w:r>
      <w:r w:rsidRPr="004E7AEE">
        <w:rPr>
          <w:lang w:val="sw-KE"/>
        </w:rPr>
        <w:t>.</w:t>
      </w:r>
    </w:p>
    <w:p w:rsidR="004E7AEE" w:rsidRPr="004E7AEE" w:rsidRDefault="00D22CBD" w:rsidP="004E7AEE">
      <w:pPr>
        <w:pStyle w:val="libNormal"/>
        <w:jc w:val="both"/>
        <w:rPr>
          <w:lang w:val="sw-KE"/>
        </w:rPr>
      </w:pPr>
      <w:r>
        <w:rPr>
          <w:lang w:val="sw-KE"/>
        </w:rPr>
        <w:t xml:space="preserve">(20) </w:t>
      </w:r>
      <w:r w:rsidR="004E7AEE" w:rsidRPr="004E7AEE">
        <w:rPr>
          <w:lang w:val="sw-KE"/>
        </w:rPr>
        <w:t>Kudharau watu:</w:t>
      </w:r>
    </w:p>
    <w:p w:rsidR="004E7AEE" w:rsidRPr="004E7AEE" w:rsidRDefault="004E7AEE" w:rsidP="004E7AEE">
      <w:pPr>
        <w:pStyle w:val="libNormal"/>
        <w:jc w:val="both"/>
        <w:rPr>
          <w:lang w:val="sw-KE"/>
        </w:rPr>
      </w:pPr>
      <w:r w:rsidRPr="004E7AEE">
        <w:rPr>
          <w:lang w:val="sw-KE"/>
        </w:rPr>
        <w:t xml:space="preserve">Mwenyezi Mungu amesema: "Enyi mlio amini, Wanaume wasidharau wanaume wenzao, huenda wakawa bora kuliko wao, wala Wanawake wasiwadharau wanawake wenzao, huenda </w:t>
      </w:r>
      <w:r w:rsidR="005C1DDC">
        <w:rPr>
          <w:lang w:val="sw-KE"/>
        </w:rPr>
        <w:t>wakawa bora kuliko wao." (Qur'ani, Sura ya 49, aya ya 11)</w:t>
      </w:r>
      <w:r w:rsidRPr="004E7AEE">
        <w:rPr>
          <w:lang w:val="sw-KE"/>
        </w:rPr>
        <w:t>.</w:t>
      </w:r>
    </w:p>
    <w:p w:rsidR="004E7AEE" w:rsidRPr="004E7AEE" w:rsidRDefault="005C1DDC" w:rsidP="005C1DDC">
      <w:pPr>
        <w:pStyle w:val="libNormal"/>
        <w:jc w:val="both"/>
        <w:rPr>
          <w:lang w:val="sw-KE"/>
        </w:rPr>
      </w:pPr>
      <w:r>
        <w:rPr>
          <w:lang w:val="sw-KE"/>
        </w:rPr>
        <w:t xml:space="preserve"> (</w:t>
      </w:r>
      <w:r w:rsidR="004E7AEE" w:rsidRPr="004E7AEE">
        <w:rPr>
          <w:lang w:val="sw-KE"/>
        </w:rPr>
        <w:t>21</w:t>
      </w:r>
      <w:r>
        <w:rPr>
          <w:lang w:val="sw-KE"/>
        </w:rPr>
        <w:t xml:space="preserve">) </w:t>
      </w:r>
      <w:r w:rsidR="004E7AEE" w:rsidRPr="004E7AEE">
        <w:rPr>
          <w:lang w:val="sw-KE"/>
        </w:rPr>
        <w:t>Kuwaudhi watu:</w:t>
      </w:r>
    </w:p>
    <w:p w:rsidR="004E7AEE" w:rsidRPr="004E7AEE" w:rsidRDefault="004E7AEE" w:rsidP="004E7AEE">
      <w:pPr>
        <w:pStyle w:val="libNormal"/>
        <w:jc w:val="both"/>
        <w:rPr>
          <w:lang w:val="sw-KE"/>
        </w:rPr>
      </w:pPr>
      <w:r w:rsidRPr="004E7AEE">
        <w:rPr>
          <w:lang w:val="sw-KE"/>
        </w:rPr>
        <w:t xml:space="preserve">Mwenyezi Mungu amesema: "Na wale wanao waudhi wanaume Waislamu na wanawake Waislamu pasipo wao kufanya kosa lolote, bila shaka wamebeba dhulma kubwa na dhambi zilizo dhahiri." </w:t>
      </w:r>
      <w:r w:rsidR="005C1DDC">
        <w:rPr>
          <w:lang w:val="sw-KE"/>
        </w:rPr>
        <w:t>(Qur'an, Sura ya 33 aya ya 58)</w:t>
      </w:r>
      <w:r w:rsidRPr="004E7AEE">
        <w:rPr>
          <w:lang w:val="sw-KE"/>
        </w:rPr>
        <w:t>.</w:t>
      </w:r>
    </w:p>
    <w:p w:rsidR="004E7AEE" w:rsidRPr="004E7AEE" w:rsidRDefault="00435974" w:rsidP="004E7AEE">
      <w:pPr>
        <w:pStyle w:val="libNormal"/>
        <w:jc w:val="both"/>
        <w:rPr>
          <w:lang w:val="sw-KE"/>
        </w:rPr>
      </w:pPr>
      <w:r>
        <w:rPr>
          <w:lang w:val="sw-KE"/>
        </w:rPr>
        <w:t xml:space="preserve">Mtume </w:t>
      </w:r>
      <w:r w:rsidRPr="00435974">
        <w:rPr>
          <w:rStyle w:val="libBold1Char"/>
          <w:lang w:val="sw-KE"/>
        </w:rPr>
        <w:t>(s.a.w.w)</w:t>
      </w:r>
      <w:r w:rsidR="004E7AEE" w:rsidRPr="004E7AEE">
        <w:rPr>
          <w:lang w:val="sw-KE"/>
        </w:rPr>
        <w:t xml:space="preserve"> amesema: "</w:t>
      </w:r>
      <w:r w:rsidR="004E7AEE" w:rsidRPr="00435974">
        <w:rPr>
          <w:rStyle w:val="libBold1Char"/>
          <w:lang w:val="sw-KE"/>
        </w:rPr>
        <w:t>Mwislamu ni yule ambaye wamesalimika watu na vitimbi vya mkono na ulimi wake</w:t>
      </w:r>
      <w:r w:rsidR="004E7AEE" w:rsidRPr="004E7AEE">
        <w:rPr>
          <w:lang w:val="sw-KE"/>
        </w:rPr>
        <w:t>."</w:t>
      </w:r>
    </w:p>
    <w:p w:rsidR="004E7AEE" w:rsidRPr="004E7AEE" w:rsidRDefault="00435974" w:rsidP="004E7AEE">
      <w:pPr>
        <w:pStyle w:val="libNormal"/>
        <w:jc w:val="both"/>
        <w:rPr>
          <w:lang w:val="sw-KE"/>
        </w:rPr>
      </w:pPr>
      <w:r>
        <w:rPr>
          <w:lang w:val="sw-KE"/>
        </w:rPr>
        <w:t xml:space="preserve">(22) </w:t>
      </w:r>
      <w:r w:rsidR="004E7AEE" w:rsidRPr="004E7AEE">
        <w:rPr>
          <w:lang w:val="sw-KE"/>
        </w:rPr>
        <w:t>Kutoa siri:</w:t>
      </w:r>
    </w:p>
    <w:p w:rsidR="004E7AEE" w:rsidRPr="004E7AEE" w:rsidRDefault="00435974" w:rsidP="004E7AEE">
      <w:pPr>
        <w:pStyle w:val="libNormal"/>
        <w:jc w:val="both"/>
        <w:rPr>
          <w:lang w:val="sw-KE"/>
        </w:rPr>
      </w:pPr>
      <w:r>
        <w:rPr>
          <w:lang w:val="sw-KE"/>
        </w:rPr>
        <w:t xml:space="preserve">Mtukufu Mtume </w:t>
      </w:r>
      <w:r w:rsidRPr="00435974">
        <w:rPr>
          <w:rStyle w:val="libBold1Char"/>
          <w:lang w:val="sw-KE"/>
        </w:rPr>
        <w:t>(s.a.w.w)</w:t>
      </w:r>
      <w:r>
        <w:rPr>
          <w:lang w:val="sw-KE"/>
        </w:rPr>
        <w:t xml:space="preserve"> </w:t>
      </w:r>
      <w:r w:rsidR="004E7AEE" w:rsidRPr="004E7AEE">
        <w:rPr>
          <w:lang w:val="sw-KE"/>
        </w:rPr>
        <w:t>amesema: "</w:t>
      </w:r>
      <w:r w:rsidR="004E7AEE" w:rsidRPr="00435974">
        <w:rPr>
          <w:rStyle w:val="libBold1Char"/>
          <w:lang w:val="sw-KE"/>
        </w:rPr>
        <w:t>Mazungumzo kati ya watu wawili yaliyo zungumzwa ni amana; basi ukiyasema kwa watu huwa si mwaminifu.</w:t>
      </w:r>
      <w:r w:rsidR="004E7AEE" w:rsidRPr="004E7AEE">
        <w:rPr>
          <w:lang w:val="sw-KE"/>
        </w:rPr>
        <w:t>" Kwa hiyo kutoa si</w:t>
      </w:r>
      <w:r>
        <w:rPr>
          <w:lang w:val="sw-KE"/>
        </w:rPr>
        <w:t>ri ya mwenziwe ni dhambi kubwa (</w:t>
      </w:r>
      <w:r w:rsidR="004E7AEE" w:rsidRPr="004E7AEE">
        <w:rPr>
          <w:lang w:val="sw-KE"/>
        </w:rPr>
        <w:t>siri ina weza kuwa ni aibu ya mtu au ni ja</w:t>
      </w:r>
      <w:r>
        <w:rPr>
          <w:lang w:val="sw-KE"/>
        </w:rPr>
        <w:t>mbo lingine, mradi yote ni siri)</w:t>
      </w:r>
      <w:r w:rsidR="004E7AEE" w:rsidRPr="004E7AEE">
        <w:rPr>
          <w:lang w:val="sw-KE"/>
        </w:rPr>
        <w:t>.</w:t>
      </w:r>
    </w:p>
    <w:p w:rsidR="004E7AEE" w:rsidRPr="004E7AEE" w:rsidRDefault="00435974" w:rsidP="00435974">
      <w:pPr>
        <w:pStyle w:val="libNormal"/>
        <w:jc w:val="both"/>
        <w:rPr>
          <w:lang w:val="sw-KE"/>
        </w:rPr>
      </w:pPr>
      <w:r>
        <w:rPr>
          <w:lang w:val="sw-KE"/>
        </w:rPr>
        <w:t>(</w:t>
      </w:r>
      <w:r w:rsidR="004E7AEE" w:rsidRPr="004E7AEE">
        <w:rPr>
          <w:lang w:val="sw-KE"/>
        </w:rPr>
        <w:t>23</w:t>
      </w:r>
      <w:r>
        <w:rPr>
          <w:lang w:val="sw-KE"/>
        </w:rPr>
        <w:t>) Kuficha bidhaa (chakula)</w:t>
      </w:r>
      <w:r w:rsidR="004E7AEE" w:rsidRPr="004E7AEE">
        <w:rPr>
          <w:lang w:val="sw-KE"/>
        </w:rPr>
        <w:t xml:space="preserve"> ya mahitajio kwa kutaka kuuza kwa thamani kubwa:</w:t>
      </w:r>
    </w:p>
    <w:p w:rsidR="004E7AEE" w:rsidRPr="004E7AEE" w:rsidRDefault="004E7AEE" w:rsidP="004E7AEE">
      <w:pPr>
        <w:pStyle w:val="libNormal"/>
        <w:jc w:val="both"/>
        <w:rPr>
          <w:lang w:val="sw-KE"/>
        </w:rPr>
      </w:pPr>
      <w:r w:rsidRPr="004E7AEE">
        <w:rPr>
          <w:lang w:val="sw-KE"/>
        </w:rPr>
        <w:t>Imepokewa hadithi tukufu y</w:t>
      </w:r>
      <w:r w:rsidR="00435974">
        <w:rPr>
          <w:lang w:val="sw-KE"/>
        </w:rPr>
        <w:t xml:space="preserve">a Mtume </w:t>
      </w:r>
      <w:r w:rsidR="00435974" w:rsidRPr="00435974">
        <w:rPr>
          <w:rStyle w:val="libBold1Char"/>
          <w:lang w:val="sw-KE"/>
        </w:rPr>
        <w:t>(s.a.w.w)</w:t>
      </w:r>
      <w:r w:rsidRPr="004E7AEE">
        <w:rPr>
          <w:lang w:val="sw-KE"/>
        </w:rPr>
        <w:t xml:space="preserve"> amesema: "</w:t>
      </w:r>
      <w:r w:rsidRPr="00435974">
        <w:rPr>
          <w:rStyle w:val="libBold1Char"/>
          <w:lang w:val="sw-KE"/>
        </w:rPr>
        <w:t>Mficha vyakula kalaaniwa na Mwenyezi Mungu</w:t>
      </w:r>
      <w:r w:rsidRPr="004E7AEE">
        <w:rPr>
          <w:lang w:val="sw-KE"/>
        </w:rPr>
        <w:t>."</w:t>
      </w:r>
    </w:p>
    <w:p w:rsidR="004E7AEE" w:rsidRPr="004E7AEE" w:rsidRDefault="00435974" w:rsidP="004E7AEE">
      <w:pPr>
        <w:pStyle w:val="libNormal"/>
        <w:jc w:val="both"/>
        <w:rPr>
          <w:lang w:val="sw-KE"/>
        </w:rPr>
      </w:pPr>
      <w:r>
        <w:rPr>
          <w:lang w:val="sw-KE"/>
        </w:rPr>
        <w:t xml:space="preserve">(24) </w:t>
      </w:r>
      <w:r w:rsidR="004E7AEE" w:rsidRPr="004E7AEE">
        <w:rPr>
          <w:lang w:val="sw-KE"/>
        </w:rPr>
        <w:t>Kuwatazama wanawake wasio halali na wanawe:</w:t>
      </w:r>
    </w:p>
    <w:p w:rsidR="004E7AEE" w:rsidRPr="004E7AEE" w:rsidRDefault="00435974" w:rsidP="00435974">
      <w:pPr>
        <w:pStyle w:val="libNormal"/>
        <w:jc w:val="both"/>
        <w:rPr>
          <w:lang w:val="sw-KE"/>
        </w:rPr>
      </w:pPr>
      <w:r>
        <w:rPr>
          <w:lang w:val="sw-KE"/>
        </w:rPr>
        <w:t xml:space="preserve">Mtukufu Mtume </w:t>
      </w:r>
      <w:r w:rsidRPr="00435974">
        <w:rPr>
          <w:rStyle w:val="libBold1Char"/>
          <w:lang w:val="sw-KE"/>
        </w:rPr>
        <w:t>(s.a.w.w)</w:t>
      </w:r>
      <w:r>
        <w:rPr>
          <w:lang w:val="sw-KE"/>
        </w:rPr>
        <w:t xml:space="preserve"> amesema: "</w:t>
      </w:r>
      <w:r w:rsidRPr="0070340D">
        <w:rPr>
          <w:rStyle w:val="libBold1Char"/>
          <w:lang w:val="sw-KE"/>
        </w:rPr>
        <w:t xml:space="preserve">Tazama </w:t>
      </w:r>
      <w:r w:rsidR="004E7AEE" w:rsidRPr="0070340D">
        <w:rPr>
          <w:rStyle w:val="libBold1Char"/>
          <w:lang w:val="sw-KE"/>
        </w:rPr>
        <w:t>mtupo wajicho ni mshale wenye sumu katika mis</w:t>
      </w:r>
      <w:r w:rsidR="0070340D" w:rsidRPr="0070340D">
        <w:rPr>
          <w:rStyle w:val="libBold1Char"/>
          <w:lang w:val="sw-KE"/>
        </w:rPr>
        <w:t>hale ya Shetani. Mwenye kuacha kutazama</w:t>
      </w:r>
      <w:r w:rsidR="004E7AEE" w:rsidRPr="0070340D">
        <w:rPr>
          <w:rStyle w:val="libBold1Char"/>
          <w:lang w:val="sw-KE"/>
        </w:rPr>
        <w:t xml:space="preserve"> kwa kumuogopa Mwenyezi Mungu, Atampa Mwenyezi Mungu imani na atapata utamu wake moyoni mwake</w:t>
      </w:r>
      <w:r w:rsidR="004E7AEE" w:rsidRPr="004E7AEE">
        <w:rPr>
          <w:lang w:val="sw-KE"/>
        </w:rPr>
        <w:t>."</w:t>
      </w:r>
    </w:p>
    <w:p w:rsidR="004E7AEE" w:rsidRPr="004E7AEE" w:rsidRDefault="004E7AEE" w:rsidP="004E7AEE">
      <w:pPr>
        <w:pStyle w:val="libNormal"/>
        <w:jc w:val="both"/>
        <w:rPr>
          <w:lang w:val="sw-KE"/>
        </w:rPr>
      </w:pPr>
      <w:r w:rsidRPr="004E7AEE">
        <w:rPr>
          <w:lang w:val="sw-KE"/>
        </w:rPr>
        <w:t>Mwenyezi</w:t>
      </w:r>
      <w:r w:rsidR="0070340D">
        <w:rPr>
          <w:lang w:val="sw-KE"/>
        </w:rPr>
        <w:t xml:space="preserve"> Mungu anasema katika Qur' an: "</w:t>
      </w:r>
      <w:r w:rsidRPr="0070340D">
        <w:rPr>
          <w:rStyle w:val="libAieChar"/>
          <w:lang w:val="sw-KE"/>
        </w:rPr>
        <w:t>Waammbie Waislam</w:t>
      </w:r>
      <w:r w:rsidR="0070340D" w:rsidRPr="0070340D">
        <w:rPr>
          <w:rStyle w:val="libAieChar"/>
          <w:lang w:val="sw-KE"/>
        </w:rPr>
        <w:t>u wanaume wainamishe macho yao (wasitazame yaliyo katazwa)</w:t>
      </w:r>
      <w:r w:rsidRPr="004E7AEE">
        <w:rPr>
          <w:lang w:val="sw-KE"/>
        </w:rPr>
        <w:t xml:space="preserve">................... </w:t>
      </w:r>
      <w:r w:rsidRPr="0070340D">
        <w:rPr>
          <w:rStyle w:val="libAieChar"/>
          <w:lang w:val="sw-KE"/>
        </w:rPr>
        <w:t>Na waambie Waislamu wanawake wainamishe mach</w:t>
      </w:r>
      <w:r w:rsidR="0070340D" w:rsidRPr="0070340D">
        <w:rPr>
          <w:rStyle w:val="libAieChar"/>
          <w:lang w:val="sw-KE"/>
        </w:rPr>
        <w:t>o yao, na wazilinde tupu zao</w:t>
      </w:r>
      <w:r w:rsidR="0070340D">
        <w:rPr>
          <w:lang w:val="sw-KE"/>
        </w:rPr>
        <w:t>." (Qur'ani, Sura ya 24, aya ya 30)</w:t>
      </w:r>
      <w:r w:rsidRPr="004E7AEE">
        <w:rPr>
          <w:lang w:val="sw-KE"/>
        </w:rPr>
        <w:t>.</w:t>
      </w:r>
    </w:p>
    <w:p w:rsidR="004E7AEE" w:rsidRPr="004E7AEE" w:rsidRDefault="0070340D" w:rsidP="0070340D">
      <w:pPr>
        <w:pStyle w:val="libNormal"/>
        <w:jc w:val="both"/>
        <w:rPr>
          <w:lang w:val="sw-KE"/>
        </w:rPr>
      </w:pPr>
      <w:r>
        <w:rPr>
          <w:lang w:val="sw-KE"/>
        </w:rPr>
        <w:t>(</w:t>
      </w:r>
      <w:r w:rsidR="004E7AEE" w:rsidRPr="004E7AEE">
        <w:rPr>
          <w:lang w:val="sw-KE"/>
        </w:rPr>
        <w:t>25</w:t>
      </w:r>
      <w:r>
        <w:rPr>
          <w:lang w:val="sw-KE"/>
        </w:rPr>
        <w:t xml:space="preserve">) </w:t>
      </w:r>
      <w:r w:rsidR="004E7AEE" w:rsidRPr="004E7AEE">
        <w:rPr>
          <w:lang w:val="sw-KE"/>
        </w:rPr>
        <w:t>Kuhudhuria magomani na sinema za haramu:</w:t>
      </w:r>
    </w:p>
    <w:p w:rsidR="004E7AEE" w:rsidRPr="004E7AEE" w:rsidRDefault="0070340D" w:rsidP="004E7AEE">
      <w:pPr>
        <w:pStyle w:val="libNormal"/>
        <w:jc w:val="both"/>
        <w:rPr>
          <w:lang w:val="sw-KE"/>
        </w:rPr>
      </w:pPr>
      <w:r>
        <w:rPr>
          <w:lang w:val="sw-KE"/>
        </w:rPr>
        <w:t xml:space="preserve">Mtukufu Mtume </w:t>
      </w:r>
      <w:r w:rsidRPr="0070340D">
        <w:rPr>
          <w:rStyle w:val="libBold1Char"/>
          <w:lang w:val="sw-KE"/>
        </w:rPr>
        <w:t>(s.a.w.w)</w:t>
      </w:r>
      <w:r w:rsidR="004E7AEE" w:rsidRPr="004E7AEE">
        <w:rPr>
          <w:lang w:val="sw-KE"/>
        </w:rPr>
        <w:t xml:space="preserve"> amekataza kuhudhuria mahala popote patendwapo maasi na mambo yaliyo haramishwa. Katika sinema inakuwepo miziki, maneno na matendo ya aibu na matusi; na vitu hivi vimekatazwa sana katika Uislamu, kama ilivyoelezwa humu humu kitabuni.</w:t>
      </w:r>
    </w:p>
    <w:p w:rsidR="004E7AEE" w:rsidRPr="004E7AEE" w:rsidRDefault="0070340D" w:rsidP="004E7AEE">
      <w:pPr>
        <w:pStyle w:val="libNormal"/>
        <w:jc w:val="both"/>
        <w:rPr>
          <w:lang w:val="sw-KE"/>
        </w:rPr>
      </w:pPr>
      <w:r>
        <w:rPr>
          <w:lang w:val="sw-KE"/>
        </w:rPr>
        <w:t xml:space="preserve">(26) </w:t>
      </w:r>
      <w:r w:rsidR="004E7AEE" w:rsidRPr="004E7AEE">
        <w:rPr>
          <w:lang w:val="sw-KE"/>
        </w:rPr>
        <w:t>Kuimba na kusikiliza muziki:</w:t>
      </w:r>
    </w:p>
    <w:p w:rsidR="004E7AEE" w:rsidRPr="004E7AEE" w:rsidRDefault="0070340D" w:rsidP="004E7AEE">
      <w:pPr>
        <w:pStyle w:val="libNormal"/>
        <w:jc w:val="both"/>
        <w:rPr>
          <w:lang w:val="sw-KE"/>
        </w:rPr>
      </w:pPr>
      <w:r>
        <w:rPr>
          <w:lang w:val="sw-KE"/>
        </w:rPr>
        <w:t xml:space="preserve">Mtukufu Mtume </w:t>
      </w:r>
      <w:r w:rsidRPr="0070340D">
        <w:rPr>
          <w:rStyle w:val="libBold1Char"/>
          <w:lang w:val="sw-KE"/>
        </w:rPr>
        <w:t>(s.aw.w)</w:t>
      </w:r>
      <w:r>
        <w:rPr>
          <w:lang w:val="sw-KE"/>
        </w:rPr>
        <w:t xml:space="preserve"> </w:t>
      </w:r>
      <w:r w:rsidR="004E7AEE" w:rsidRPr="004E7AEE">
        <w:rPr>
          <w:lang w:val="sw-KE"/>
        </w:rPr>
        <w:t xml:space="preserve">amesema: </w:t>
      </w:r>
      <w:bookmarkStart w:id="24" w:name="_Hlk29806062"/>
      <w:r w:rsidR="004E7AEE" w:rsidRPr="004E7AEE">
        <w:rPr>
          <w:lang w:val="sw-KE"/>
        </w:rPr>
        <w:t>"</w:t>
      </w:r>
      <w:bookmarkEnd w:id="24"/>
      <w:r w:rsidR="004E7AEE" w:rsidRPr="00ED6A6D">
        <w:rPr>
          <w:rStyle w:val="libBold1Char"/>
          <w:lang w:val="sw-KE"/>
        </w:rPr>
        <w:t xml:space="preserve">Mpiga zeze atafufuliwa siku ya Qiyama na uso wake hauna nuru, na mikononi mwake zeze la moto, na juu ya kichwa watakuwepo Malaika sabini elfu wa adhabu na mikononi </w:t>
      </w:r>
      <w:r w:rsidR="004E7AEE" w:rsidRPr="00ED6A6D">
        <w:rPr>
          <w:rStyle w:val="libBold1Char"/>
          <w:lang w:val="sw-KE"/>
        </w:rPr>
        <w:lastRenderedPageBreak/>
        <w:t>kwa kila Malaika patakuwepo mundu wanampiga kichwani na usoni mwake, na atafufuliwa mwimbaji chongo, bubu, kiziwi, na mzinifu vivyo hivyo, na pia mwenye filimbi za zumari na mpiga dafu</w:t>
      </w:r>
      <w:r w:rsidR="004E7AEE" w:rsidRPr="004E7AEE">
        <w:rPr>
          <w:lang w:val="sw-KE"/>
        </w:rPr>
        <w:t>.</w:t>
      </w:r>
      <w:r w:rsidR="00ED6A6D" w:rsidRPr="00ED6A6D">
        <w:rPr>
          <w:lang w:val="sw-KE"/>
        </w:rPr>
        <w:t>"</w:t>
      </w:r>
    </w:p>
    <w:p w:rsidR="004E7AEE" w:rsidRPr="004E7AEE" w:rsidRDefault="004E7AEE" w:rsidP="00A24BC4">
      <w:pPr>
        <w:pStyle w:val="Heading2"/>
        <w:rPr>
          <w:lang w:val="sw-KE"/>
        </w:rPr>
      </w:pPr>
      <w:bookmarkStart w:id="25" w:name="_Toc29901515"/>
      <w:r w:rsidRPr="004E7AEE">
        <w:rPr>
          <w:lang w:val="sw-KE"/>
        </w:rPr>
        <w:t>SOMO LA NANE</w:t>
      </w:r>
      <w:bookmarkEnd w:id="25"/>
    </w:p>
    <w:p w:rsidR="004E7AEE" w:rsidRPr="004E7AEE" w:rsidRDefault="004E7AEE" w:rsidP="00A24BC4">
      <w:pPr>
        <w:pStyle w:val="Heading3"/>
        <w:rPr>
          <w:lang w:val="sw-KE"/>
        </w:rPr>
      </w:pPr>
      <w:bookmarkStart w:id="26" w:name="_Toc29901516"/>
      <w:r w:rsidRPr="004E7AEE">
        <w:rPr>
          <w:lang w:val="sw-KE"/>
        </w:rPr>
        <w:t>MATENDO YALIYO HARAMU</w:t>
      </w:r>
      <w:bookmarkEnd w:id="26"/>
    </w:p>
    <w:p w:rsidR="004E7AEE" w:rsidRPr="004E7AEE" w:rsidRDefault="00BC26E8" w:rsidP="004E7AEE">
      <w:pPr>
        <w:pStyle w:val="libNormal"/>
        <w:jc w:val="both"/>
        <w:rPr>
          <w:lang w:val="sw-KE"/>
        </w:rPr>
      </w:pPr>
      <w:r>
        <w:rPr>
          <w:lang w:val="sw-KE"/>
        </w:rPr>
        <w:t>(27)</w:t>
      </w:r>
      <w:r w:rsidR="004E7AEE" w:rsidRPr="004E7AEE">
        <w:rPr>
          <w:lang w:val="sw-KE"/>
        </w:rPr>
        <w:t xml:space="preserve"> Kujitoa shahawa kwa mkono:</w:t>
      </w:r>
    </w:p>
    <w:p w:rsidR="004E7AEE" w:rsidRPr="004E7AEE" w:rsidRDefault="004E7AEE" w:rsidP="004E7AEE">
      <w:pPr>
        <w:pStyle w:val="libNormal"/>
        <w:jc w:val="both"/>
        <w:rPr>
          <w:lang w:val="sw-KE"/>
        </w:rPr>
      </w:pPr>
      <w:r w:rsidRPr="004E7AEE">
        <w:rPr>
          <w:lang w:val="sw-KE"/>
        </w:rPr>
        <w:t>Ni haramu na dhambi, na pia huleta madhara mengi mwilini.</w:t>
      </w:r>
    </w:p>
    <w:p w:rsidR="004E7AEE" w:rsidRPr="004E7AEE" w:rsidRDefault="00BC26E8" w:rsidP="00BC26E8">
      <w:pPr>
        <w:pStyle w:val="libNormal"/>
        <w:jc w:val="both"/>
        <w:rPr>
          <w:lang w:val="sw-KE"/>
        </w:rPr>
      </w:pPr>
      <w:r>
        <w:rPr>
          <w:lang w:val="sw-KE"/>
        </w:rPr>
        <w:t>(</w:t>
      </w:r>
      <w:r w:rsidR="004E7AEE" w:rsidRPr="004E7AEE">
        <w:rPr>
          <w:lang w:val="sw-KE"/>
        </w:rPr>
        <w:t>28</w:t>
      </w:r>
      <w:r>
        <w:rPr>
          <w:lang w:val="sw-KE"/>
        </w:rPr>
        <w:t>)</w:t>
      </w:r>
      <w:r w:rsidR="004E7AEE" w:rsidRPr="004E7AEE">
        <w:rPr>
          <w:lang w:val="sw-KE"/>
        </w:rPr>
        <w:t xml:space="preserve"> Kuvunja ahadi:</w:t>
      </w:r>
    </w:p>
    <w:p w:rsidR="004E7AEE" w:rsidRPr="004E7AEE" w:rsidRDefault="004E7AEE" w:rsidP="00BC26E8">
      <w:pPr>
        <w:pStyle w:val="libNormal"/>
        <w:jc w:val="both"/>
        <w:rPr>
          <w:lang w:val="sw-KE"/>
        </w:rPr>
      </w:pPr>
      <w:r w:rsidRPr="004E7AEE">
        <w:rPr>
          <w:lang w:val="sw-KE"/>
        </w:rPr>
        <w:t>Katika</w:t>
      </w:r>
      <w:r w:rsidR="00BC26E8">
        <w:rPr>
          <w:lang w:val="sw-KE"/>
        </w:rPr>
        <w:t xml:space="preserve"> alama za imani, Mtukufu Mtume </w:t>
      </w:r>
      <w:r w:rsidR="00BC26E8" w:rsidRPr="00BC26E8">
        <w:rPr>
          <w:rStyle w:val="libBold1Char"/>
          <w:lang w:val="sw-KE"/>
        </w:rPr>
        <w:t>(s.a.w.w)</w:t>
      </w:r>
      <w:r w:rsidRPr="004E7AEE">
        <w:rPr>
          <w:lang w:val="sw-KE"/>
        </w:rPr>
        <w:t xml:space="preserve"> amesema; "</w:t>
      </w:r>
      <w:r w:rsidRPr="00BC26E8">
        <w:rPr>
          <w:rStyle w:val="libBold1Char"/>
          <w:lang w:val="sw-KE"/>
        </w:rPr>
        <w:t>Akitoa ahadi hutimiza, basi asiyetimza ahadi yake anatoka katika imani</w:t>
      </w:r>
      <w:r w:rsidRPr="004E7AEE">
        <w:rPr>
          <w:lang w:val="sw-KE"/>
        </w:rPr>
        <w:t>."</w:t>
      </w:r>
    </w:p>
    <w:p w:rsidR="004E7AEE" w:rsidRPr="004E7AEE" w:rsidRDefault="0011006C" w:rsidP="0011006C">
      <w:pPr>
        <w:pStyle w:val="libNormal"/>
        <w:jc w:val="both"/>
        <w:rPr>
          <w:lang w:val="sw-KE"/>
        </w:rPr>
      </w:pPr>
      <w:r>
        <w:rPr>
          <w:lang w:val="sw-KE"/>
        </w:rPr>
        <w:t>(</w:t>
      </w:r>
      <w:r w:rsidR="004E7AEE" w:rsidRPr="004E7AEE">
        <w:rPr>
          <w:lang w:val="sw-KE"/>
        </w:rPr>
        <w:t>29</w:t>
      </w:r>
      <w:r>
        <w:rPr>
          <w:lang w:val="sw-KE"/>
        </w:rPr>
        <w:t xml:space="preserve">) </w:t>
      </w:r>
      <w:r w:rsidR="004E7AEE" w:rsidRPr="004E7AEE">
        <w:rPr>
          <w:lang w:val="sw-KE"/>
        </w:rPr>
        <w:t>Kuvaa pete ya dhahabu na kujipamba wanaume kwa dhahabu:</w:t>
      </w:r>
    </w:p>
    <w:p w:rsidR="004E7AEE" w:rsidRPr="004E7AEE" w:rsidRDefault="004E7AEE" w:rsidP="004E7AEE">
      <w:pPr>
        <w:pStyle w:val="libNormal"/>
        <w:jc w:val="both"/>
        <w:rPr>
          <w:lang w:val="sw-KE"/>
        </w:rPr>
      </w:pPr>
      <w:r w:rsidRPr="004E7AEE">
        <w:rPr>
          <w:lang w:val="sw-KE"/>
        </w:rPr>
        <w:t>Ni haramu kwa mwanaume kuvaa dhabhabu kwa kiasi chochote.</w:t>
      </w:r>
    </w:p>
    <w:p w:rsidR="004E7AEE" w:rsidRPr="004E7AEE" w:rsidRDefault="0011006C" w:rsidP="0011006C">
      <w:pPr>
        <w:pStyle w:val="libNormal"/>
        <w:jc w:val="both"/>
        <w:rPr>
          <w:lang w:val="sw-KE"/>
        </w:rPr>
      </w:pPr>
      <w:r>
        <w:rPr>
          <w:lang w:val="sw-KE"/>
        </w:rPr>
        <w:t>(</w:t>
      </w:r>
      <w:r w:rsidR="004E7AEE" w:rsidRPr="004E7AEE">
        <w:rPr>
          <w:lang w:val="sw-KE"/>
        </w:rPr>
        <w:t>30</w:t>
      </w:r>
      <w:r>
        <w:rPr>
          <w:lang w:val="sw-KE"/>
        </w:rPr>
        <w:t xml:space="preserve">) </w:t>
      </w:r>
      <w:r w:rsidR="004E7AEE" w:rsidRPr="004E7AEE">
        <w:rPr>
          <w:lang w:val="sw-KE"/>
        </w:rPr>
        <w:t>Kuhadaa:</w:t>
      </w:r>
    </w:p>
    <w:p w:rsidR="004E7AEE" w:rsidRPr="004E7AEE" w:rsidRDefault="004E7AEE" w:rsidP="004E7AEE">
      <w:pPr>
        <w:pStyle w:val="libNormal"/>
        <w:jc w:val="both"/>
        <w:rPr>
          <w:lang w:val="sw-KE"/>
        </w:rPr>
      </w:pPr>
      <w:r w:rsidRPr="004E7AEE">
        <w:rPr>
          <w:lang w:val="sw-KE"/>
        </w:rPr>
        <w:t>Kuficha aibu au ubaya wa kitu unachomuuzia mtu ni haramu.</w:t>
      </w:r>
    </w:p>
    <w:p w:rsidR="004E7AEE" w:rsidRPr="004E7AEE" w:rsidRDefault="00566763" w:rsidP="00566763">
      <w:pPr>
        <w:pStyle w:val="libNormal"/>
        <w:jc w:val="both"/>
        <w:rPr>
          <w:lang w:val="sw-KE"/>
        </w:rPr>
      </w:pPr>
      <w:r>
        <w:rPr>
          <w:lang w:val="sw-KE"/>
        </w:rPr>
        <w:t>(</w:t>
      </w:r>
      <w:r w:rsidR="004E7AEE" w:rsidRPr="004E7AEE">
        <w:rPr>
          <w:lang w:val="sw-KE"/>
        </w:rPr>
        <w:t>31</w:t>
      </w:r>
      <w:r>
        <w:rPr>
          <w:lang w:val="sw-KE"/>
        </w:rPr>
        <w:t>)</w:t>
      </w:r>
      <w:r w:rsidR="004E7AEE" w:rsidRPr="004E7AEE">
        <w:rPr>
          <w:lang w:val="sw-KE"/>
        </w:rPr>
        <w:t xml:space="preserve"> Kughushi:</w:t>
      </w:r>
    </w:p>
    <w:p w:rsidR="004E7AEE" w:rsidRPr="004E7AEE" w:rsidRDefault="00566763" w:rsidP="00566763">
      <w:pPr>
        <w:pStyle w:val="libNormal"/>
        <w:jc w:val="both"/>
        <w:rPr>
          <w:lang w:val="sw-KE"/>
        </w:rPr>
      </w:pPr>
      <w:r>
        <w:rPr>
          <w:lang w:val="sw-KE"/>
        </w:rPr>
        <w:t xml:space="preserve">Mtukufu Mtume </w:t>
      </w:r>
      <w:r w:rsidRPr="00566763">
        <w:rPr>
          <w:rStyle w:val="libBold1Char"/>
          <w:lang w:val="sw-KE"/>
        </w:rPr>
        <w:t>(</w:t>
      </w:r>
      <w:r w:rsidR="004E7AEE" w:rsidRPr="00566763">
        <w:rPr>
          <w:rStyle w:val="libBold1Char"/>
          <w:lang w:val="sw-KE"/>
        </w:rPr>
        <w:t>s.a.w.w</w:t>
      </w:r>
      <w:r w:rsidRPr="00566763">
        <w:rPr>
          <w:rStyle w:val="libBold1Char"/>
          <w:lang w:val="sw-KE"/>
        </w:rPr>
        <w:t>)</w:t>
      </w:r>
      <w:r w:rsidR="004E7AEE" w:rsidRPr="004E7AEE">
        <w:rPr>
          <w:lang w:val="sw-KE"/>
        </w:rPr>
        <w:t xml:space="preserve"> amesema: "</w:t>
      </w:r>
      <w:r w:rsidR="004E7AEE" w:rsidRPr="00566763">
        <w:rPr>
          <w:rStyle w:val="libBold1Char"/>
          <w:lang w:val="sw-KE"/>
        </w:rPr>
        <w:t>Hayuko nasi mwenye kumghushi Muislamu mwenziwe</w:t>
      </w:r>
      <w:r w:rsidR="004E7AEE" w:rsidRPr="004E7AEE">
        <w:rPr>
          <w:lang w:val="sw-KE"/>
        </w:rPr>
        <w:t>."</w:t>
      </w:r>
    </w:p>
    <w:p w:rsidR="004E7AEE" w:rsidRPr="004E7AEE" w:rsidRDefault="00566763" w:rsidP="00566763">
      <w:pPr>
        <w:pStyle w:val="libNormal"/>
        <w:jc w:val="both"/>
        <w:rPr>
          <w:lang w:val="sw-KE"/>
        </w:rPr>
      </w:pPr>
      <w:r>
        <w:rPr>
          <w:lang w:val="sw-KE"/>
        </w:rPr>
        <w:t>(</w:t>
      </w:r>
      <w:r w:rsidR="004E7AEE" w:rsidRPr="004E7AEE">
        <w:rPr>
          <w:lang w:val="sw-KE"/>
        </w:rPr>
        <w:t>32</w:t>
      </w:r>
      <w:r>
        <w:rPr>
          <w:lang w:val="sw-KE"/>
        </w:rPr>
        <w:t>) Kupekua (</w:t>
      </w:r>
      <w:r w:rsidR="004E7AEE" w:rsidRPr="004E7AEE">
        <w:rPr>
          <w:lang w:val="sw-KE"/>
        </w:rPr>
        <w:t>kupeleleza</w:t>
      </w:r>
      <w:r>
        <w:rPr>
          <w:lang w:val="sw-KE"/>
        </w:rPr>
        <w:t>)</w:t>
      </w:r>
      <w:r w:rsidR="004E7AEE" w:rsidRPr="004E7AEE">
        <w:rPr>
          <w:lang w:val="sw-KE"/>
        </w:rPr>
        <w:t xml:space="preserve"> mambo ya watu:</w:t>
      </w:r>
    </w:p>
    <w:p w:rsidR="004E7AEE" w:rsidRPr="004E7AEE" w:rsidRDefault="004E7AEE" w:rsidP="004E7AEE">
      <w:pPr>
        <w:pStyle w:val="libNormal"/>
        <w:jc w:val="both"/>
        <w:rPr>
          <w:lang w:val="sw-KE"/>
        </w:rPr>
      </w:pPr>
      <w:r w:rsidRPr="004E7AEE">
        <w:rPr>
          <w:lang w:val="sw-KE"/>
        </w:rPr>
        <w:t>Mwenyezi Mungu amesema katika Qur'an: "</w:t>
      </w:r>
      <w:r w:rsidRPr="00566763">
        <w:rPr>
          <w:rStyle w:val="libBold1Char"/>
          <w:lang w:val="sw-KE"/>
        </w:rPr>
        <w:t>Enyi mlio amini; Jiepusheni sana na kuwadhania watu dhana mbaya, kwani kuwadhania watu dhana mbaya ni dhambi. Wala msipeleleze habari za wa</w:t>
      </w:r>
      <w:r w:rsidR="00566763" w:rsidRPr="00566763">
        <w:rPr>
          <w:rStyle w:val="libBold1Char"/>
          <w:lang w:val="sw-KE"/>
        </w:rPr>
        <w:t>tu</w:t>
      </w:r>
      <w:r w:rsidR="00566763">
        <w:rPr>
          <w:lang w:val="sw-KE"/>
        </w:rPr>
        <w:t>." (Qur'an, Sura ya 49 aya yal 2)</w:t>
      </w:r>
      <w:r w:rsidRPr="004E7AEE">
        <w:rPr>
          <w:lang w:val="sw-KE"/>
        </w:rPr>
        <w:t>.</w:t>
      </w:r>
    </w:p>
    <w:p w:rsidR="004E7AEE" w:rsidRPr="004E7AEE" w:rsidRDefault="00566763" w:rsidP="00566763">
      <w:pPr>
        <w:pStyle w:val="libNormal"/>
        <w:jc w:val="both"/>
        <w:rPr>
          <w:lang w:val="sw-KE"/>
        </w:rPr>
      </w:pPr>
      <w:r>
        <w:rPr>
          <w:lang w:val="sw-KE"/>
        </w:rPr>
        <w:t>(</w:t>
      </w:r>
      <w:r w:rsidR="004E7AEE" w:rsidRPr="004E7AEE">
        <w:rPr>
          <w:lang w:val="sw-KE"/>
        </w:rPr>
        <w:t>33</w:t>
      </w:r>
      <w:r>
        <w:rPr>
          <w:lang w:val="sw-KE"/>
        </w:rPr>
        <w:t xml:space="preserve">) </w:t>
      </w:r>
      <w:r w:rsidR="004E7AEE" w:rsidRPr="004E7AEE">
        <w:rPr>
          <w:lang w:val="sw-KE"/>
        </w:rPr>
        <w:t>Kutukana na kushutumu:</w:t>
      </w:r>
    </w:p>
    <w:p w:rsidR="004E7AEE" w:rsidRPr="004E7AEE" w:rsidRDefault="00566763" w:rsidP="00566763">
      <w:pPr>
        <w:pStyle w:val="libNormal"/>
        <w:jc w:val="both"/>
        <w:rPr>
          <w:lang w:val="sw-KE"/>
        </w:rPr>
      </w:pPr>
      <w:r>
        <w:rPr>
          <w:lang w:val="sw-KE"/>
        </w:rPr>
        <w:t xml:space="preserve">Mtukufu Mtume </w:t>
      </w:r>
      <w:r w:rsidRPr="00566763">
        <w:rPr>
          <w:rStyle w:val="libBold1Char"/>
          <w:lang w:val="sw-KE"/>
        </w:rPr>
        <w:t>(</w:t>
      </w:r>
      <w:r w:rsidR="004E7AEE" w:rsidRPr="00566763">
        <w:rPr>
          <w:rStyle w:val="libBold1Char"/>
          <w:lang w:val="sw-KE"/>
        </w:rPr>
        <w:t>s.a.w.w</w:t>
      </w:r>
      <w:r w:rsidRPr="00566763">
        <w:rPr>
          <w:rStyle w:val="libBold1Char"/>
          <w:lang w:val="sw-KE"/>
        </w:rPr>
        <w:t>)</w:t>
      </w:r>
      <w:r w:rsidR="004E7AEE" w:rsidRPr="004E7AEE">
        <w:rPr>
          <w:lang w:val="sw-KE"/>
        </w:rPr>
        <w:t xml:space="preserve"> amesema: "</w:t>
      </w:r>
      <w:r w:rsidR="004E7AEE" w:rsidRPr="00F02ED3">
        <w:rPr>
          <w:rStyle w:val="libBold1Char"/>
          <w:lang w:val="sw-KE"/>
        </w:rPr>
        <w:t>Kumtukana au kumshutumu mwenye imani mwenzio ni ufasiki</w:t>
      </w:r>
      <w:r w:rsidR="004E7AEE" w:rsidRPr="004E7AEE">
        <w:rPr>
          <w:lang w:val="sw-KE"/>
        </w:rPr>
        <w:t>."</w:t>
      </w:r>
    </w:p>
    <w:p w:rsidR="004E7AEE" w:rsidRPr="004E7AEE" w:rsidRDefault="001D4D59" w:rsidP="001D4D59">
      <w:pPr>
        <w:pStyle w:val="libNormal"/>
        <w:jc w:val="both"/>
        <w:rPr>
          <w:lang w:val="sw-KE"/>
        </w:rPr>
      </w:pPr>
      <w:r>
        <w:rPr>
          <w:lang w:val="sw-KE"/>
        </w:rPr>
        <w:t>(</w:t>
      </w:r>
      <w:r w:rsidR="004E7AEE" w:rsidRPr="004E7AEE">
        <w:rPr>
          <w:lang w:val="sw-KE"/>
        </w:rPr>
        <w:t>34</w:t>
      </w:r>
      <w:r>
        <w:rPr>
          <w:lang w:val="sw-KE"/>
        </w:rPr>
        <w:t>)</w:t>
      </w:r>
      <w:r w:rsidR="004E7AEE" w:rsidRPr="004E7AEE">
        <w:rPr>
          <w:lang w:val="sw-KE"/>
        </w:rPr>
        <w:t xml:space="preserve"> Kenda utupu wanawake kama hali ya sasa:</w:t>
      </w:r>
    </w:p>
    <w:p w:rsidR="004E7AEE" w:rsidRPr="004E7AEE" w:rsidRDefault="004E7AEE" w:rsidP="001D4D59">
      <w:pPr>
        <w:pStyle w:val="libNormal"/>
        <w:jc w:val="both"/>
        <w:rPr>
          <w:lang w:val="sw-KE"/>
        </w:rPr>
      </w:pPr>
      <w:r w:rsidRPr="004E7AEE">
        <w:rPr>
          <w:lang w:val="sw-KE"/>
        </w:rPr>
        <w:t>Mwe</w:t>
      </w:r>
      <w:r w:rsidR="001D4D59">
        <w:rPr>
          <w:lang w:val="sw-KE"/>
        </w:rPr>
        <w:t>nyezi Mungu amesema: "</w:t>
      </w:r>
      <w:r w:rsidR="001D4D59" w:rsidRPr="00F02ED3">
        <w:rPr>
          <w:rStyle w:val="libAieChar"/>
          <w:lang w:val="sw-KE"/>
        </w:rPr>
        <w:t>Na kaeni (</w:t>
      </w:r>
      <w:r w:rsidRPr="00F02ED3">
        <w:rPr>
          <w:rStyle w:val="libAieChar"/>
          <w:lang w:val="sw-KE"/>
        </w:rPr>
        <w:t>enyi wanawake</w:t>
      </w:r>
      <w:r w:rsidR="001D4D59" w:rsidRPr="00F02ED3">
        <w:rPr>
          <w:rStyle w:val="libAieChar"/>
          <w:lang w:val="sw-KE"/>
        </w:rPr>
        <w:t>)</w:t>
      </w:r>
      <w:r w:rsidRPr="00F02ED3">
        <w:rPr>
          <w:rStyle w:val="libAieChar"/>
          <w:lang w:val="sw-KE"/>
        </w:rPr>
        <w:t xml:space="preserve"> majumbani mwenu wala msionyeshe mapambo yenu kama walivyokuwa wakionyesha mapambo yao wanawake wa zama za ujahili</w:t>
      </w:r>
      <w:r w:rsidRPr="004E7AEE">
        <w:rPr>
          <w:lang w:val="sw-KE"/>
        </w:rPr>
        <w:t xml:space="preserve"> </w:t>
      </w:r>
      <w:r w:rsidR="001D4D59">
        <w:rPr>
          <w:lang w:val="sw-KE"/>
        </w:rPr>
        <w:t>(</w:t>
      </w:r>
      <w:r w:rsidRPr="004E7AEE">
        <w:rPr>
          <w:lang w:val="sw-KE"/>
        </w:rPr>
        <w:t>ujinga,ukafiri</w:t>
      </w:r>
      <w:r w:rsidR="001D4D59">
        <w:rPr>
          <w:lang w:val="sw-KE"/>
        </w:rPr>
        <w:t>)</w:t>
      </w:r>
      <w:r w:rsidRPr="004E7AEE">
        <w:rPr>
          <w:lang w:val="sw-KE"/>
        </w:rPr>
        <w:t xml:space="preserve">. </w:t>
      </w:r>
      <w:r w:rsidR="001D4D59">
        <w:rPr>
          <w:lang w:val="sw-KE"/>
        </w:rPr>
        <w:t>(</w:t>
      </w:r>
      <w:r w:rsidRPr="004E7AEE">
        <w:rPr>
          <w:lang w:val="sw-KE"/>
        </w:rPr>
        <w:t>Qur'an, Sura ya 33 aya ya 33</w:t>
      </w:r>
      <w:r w:rsidR="001D4D59">
        <w:rPr>
          <w:lang w:val="sw-KE"/>
        </w:rPr>
        <w:t>)</w:t>
      </w:r>
      <w:r w:rsidRPr="004E7AEE">
        <w:rPr>
          <w:lang w:val="sw-KE"/>
        </w:rPr>
        <w:t>.</w:t>
      </w:r>
    </w:p>
    <w:p w:rsidR="004E7AEE" w:rsidRPr="004E7AEE" w:rsidRDefault="001D4D59" w:rsidP="001D4D59">
      <w:pPr>
        <w:pStyle w:val="libNormal"/>
        <w:jc w:val="both"/>
        <w:rPr>
          <w:lang w:val="sw-KE"/>
        </w:rPr>
      </w:pPr>
      <w:r>
        <w:rPr>
          <w:lang w:val="sw-KE"/>
        </w:rPr>
        <w:t>(</w:t>
      </w:r>
      <w:r w:rsidR="004E7AEE" w:rsidRPr="004E7AEE">
        <w:rPr>
          <w:lang w:val="sw-KE"/>
        </w:rPr>
        <w:t>35</w:t>
      </w:r>
      <w:r>
        <w:rPr>
          <w:lang w:val="sw-KE"/>
        </w:rPr>
        <w:t>)</w:t>
      </w:r>
      <w:r w:rsidR="00F02ED3">
        <w:rPr>
          <w:lang w:val="sw-KE"/>
        </w:rPr>
        <w:t xml:space="preserve"> </w:t>
      </w:r>
      <w:r w:rsidR="004E7AEE" w:rsidRPr="004E7AEE">
        <w:rPr>
          <w:lang w:val="sw-KE"/>
        </w:rPr>
        <w:t>Kumsaidia mdhalimu:</w:t>
      </w:r>
    </w:p>
    <w:p w:rsidR="004E7AEE" w:rsidRPr="004E7AEE" w:rsidRDefault="004E7AEE" w:rsidP="00F02ED3">
      <w:pPr>
        <w:pStyle w:val="libNormal"/>
        <w:jc w:val="both"/>
        <w:rPr>
          <w:lang w:val="sw-KE"/>
        </w:rPr>
      </w:pPr>
      <w:r w:rsidRPr="004E7AEE">
        <w:rPr>
          <w:lang w:val="sw-KE"/>
        </w:rPr>
        <w:t>Mwenyezi Mungu amesema: "</w:t>
      </w:r>
      <w:r w:rsidRPr="00F02ED3">
        <w:rPr>
          <w:rStyle w:val="libAieChar"/>
          <w:lang w:val="sw-KE"/>
        </w:rPr>
        <w:t>Na saidianeni katika wema na utawa, wala msisaidiane katikadhambi na uasi.</w:t>
      </w:r>
      <w:r w:rsidRPr="004E7AEE">
        <w:rPr>
          <w:lang w:val="sw-KE"/>
        </w:rPr>
        <w:t xml:space="preserve">" </w:t>
      </w:r>
      <w:r w:rsidR="00F02ED3">
        <w:rPr>
          <w:lang w:val="sw-KE"/>
        </w:rPr>
        <w:t>(</w:t>
      </w:r>
      <w:r w:rsidRPr="004E7AEE">
        <w:rPr>
          <w:lang w:val="sw-KE"/>
        </w:rPr>
        <w:t>Qur'an, Sura ya 5 aya ya 3</w:t>
      </w:r>
      <w:r w:rsidR="00F02ED3">
        <w:rPr>
          <w:lang w:val="sw-KE"/>
        </w:rPr>
        <w:t>)</w:t>
      </w:r>
      <w:r w:rsidRPr="004E7AEE">
        <w:rPr>
          <w:lang w:val="sw-KE"/>
        </w:rPr>
        <w:t>.</w:t>
      </w:r>
    </w:p>
    <w:p w:rsidR="004E7AEE" w:rsidRPr="004E7AEE" w:rsidRDefault="00F02ED3" w:rsidP="00F02ED3">
      <w:pPr>
        <w:pStyle w:val="libNormal"/>
        <w:jc w:val="both"/>
        <w:rPr>
          <w:lang w:val="sw-KE"/>
        </w:rPr>
      </w:pPr>
      <w:r>
        <w:rPr>
          <w:lang w:val="sw-KE"/>
        </w:rPr>
        <w:t>(</w:t>
      </w:r>
      <w:r w:rsidR="004E7AEE" w:rsidRPr="004E7AEE">
        <w:rPr>
          <w:lang w:val="sw-KE"/>
        </w:rPr>
        <w:t>36</w:t>
      </w:r>
      <w:r>
        <w:rPr>
          <w:lang w:val="sw-KE"/>
        </w:rPr>
        <w:t xml:space="preserve">) </w:t>
      </w:r>
      <w:r w:rsidR="004E7AEE" w:rsidRPr="004E7AEE">
        <w:rPr>
          <w:lang w:val="sw-KE"/>
        </w:rPr>
        <w:t>Kuhukumu kinyume cha sheria ya Kiislamu:</w:t>
      </w:r>
    </w:p>
    <w:p w:rsidR="004E7AEE" w:rsidRPr="004E7AEE" w:rsidRDefault="004E7AEE" w:rsidP="00F02ED3">
      <w:pPr>
        <w:pStyle w:val="libNormal"/>
        <w:jc w:val="both"/>
        <w:rPr>
          <w:lang w:val="sw-KE"/>
        </w:rPr>
      </w:pPr>
      <w:r w:rsidRPr="004E7AEE">
        <w:rPr>
          <w:lang w:val="sw-KE"/>
        </w:rPr>
        <w:t>Mwenyezi Mungu amesema: "</w:t>
      </w:r>
      <w:r w:rsidRPr="00F02ED3">
        <w:rPr>
          <w:rStyle w:val="libAieChar"/>
          <w:lang w:val="sw-KE"/>
        </w:rPr>
        <w:t>Na wasiohukumu kwa yale aliyoyateremsha Mwenyezi Mungu, basi hao ndio makafiri</w:t>
      </w:r>
      <w:r w:rsidRPr="004E7AEE">
        <w:rPr>
          <w:lang w:val="sw-KE"/>
        </w:rPr>
        <w:t xml:space="preserve">." </w:t>
      </w:r>
      <w:r w:rsidR="00F02ED3">
        <w:rPr>
          <w:lang w:val="sw-KE"/>
        </w:rPr>
        <w:t>(</w:t>
      </w:r>
      <w:r w:rsidRPr="004E7AEE">
        <w:rPr>
          <w:lang w:val="sw-KE"/>
        </w:rPr>
        <w:t>Qur' an, Sura ya 5 aya ya 44</w:t>
      </w:r>
      <w:r w:rsidR="00F02ED3">
        <w:rPr>
          <w:lang w:val="sw-KE"/>
        </w:rPr>
        <w:t>)</w:t>
      </w:r>
      <w:r w:rsidRPr="004E7AEE">
        <w:rPr>
          <w:lang w:val="sw-KE"/>
        </w:rPr>
        <w:t>.</w:t>
      </w:r>
    </w:p>
    <w:p w:rsidR="00640A01" w:rsidRDefault="004E7AEE" w:rsidP="00F02ED3">
      <w:pPr>
        <w:pStyle w:val="libNormal"/>
        <w:jc w:val="both"/>
        <w:rPr>
          <w:lang w:val="sw-KE"/>
        </w:rPr>
      </w:pPr>
      <w:r w:rsidRPr="004E7AEE">
        <w:rPr>
          <w:lang w:val="sw-KE"/>
        </w:rPr>
        <w:t>"</w:t>
      </w:r>
      <w:r w:rsidRPr="00F02ED3">
        <w:rPr>
          <w:rStyle w:val="libAieChar"/>
          <w:lang w:val="sw-KE"/>
        </w:rPr>
        <w:t>Na wasiohukumu kwa yale aliyoyateremsha Mwenyezi Mungu basi hao ndio waasi</w:t>
      </w:r>
      <w:r w:rsidRPr="004E7AEE">
        <w:rPr>
          <w:lang w:val="sw-KE"/>
        </w:rPr>
        <w:t xml:space="preserve">." </w:t>
      </w:r>
      <w:r w:rsidR="00F02ED3">
        <w:rPr>
          <w:lang w:val="sw-KE"/>
        </w:rPr>
        <w:t>(</w:t>
      </w:r>
      <w:r w:rsidRPr="004E7AEE">
        <w:rPr>
          <w:lang w:val="sw-KE"/>
        </w:rPr>
        <w:t>Qur'an, Sura ya 5 aya ya 47</w:t>
      </w:r>
      <w:r w:rsidR="00F02ED3">
        <w:rPr>
          <w:lang w:val="sw-KE"/>
        </w:rPr>
        <w:t>)</w:t>
      </w:r>
      <w:r w:rsidRPr="004E7AEE">
        <w:rPr>
          <w:lang w:val="sw-KE"/>
        </w:rPr>
        <w:t>.</w:t>
      </w:r>
    </w:p>
    <w:p w:rsidR="00640A01" w:rsidRDefault="00640A01">
      <w:pPr>
        <w:ind w:firstLine="0"/>
        <w:jc w:val="left"/>
        <w:rPr>
          <w:sz w:val="24"/>
          <w:lang w:val="sw-KE"/>
        </w:rPr>
      </w:pPr>
      <w:r>
        <w:rPr>
          <w:lang w:val="sw-KE"/>
        </w:rPr>
        <w:br w:type="page"/>
      </w:r>
    </w:p>
    <w:p w:rsidR="00640A01" w:rsidRPr="00640A01" w:rsidRDefault="00640A01" w:rsidP="00640A01">
      <w:pPr>
        <w:pStyle w:val="Heading1Center"/>
        <w:rPr>
          <w:lang w:val="sw-KE"/>
        </w:rPr>
      </w:pPr>
      <w:bookmarkStart w:id="27" w:name="_Toc29901517"/>
      <w:r w:rsidRPr="00640A01">
        <w:rPr>
          <w:lang w:val="sw-KE"/>
        </w:rPr>
        <w:lastRenderedPageBreak/>
        <w:t>MASOMO YA KI-ISLAMU</w:t>
      </w:r>
      <w:bookmarkEnd w:id="27"/>
    </w:p>
    <w:p w:rsidR="00640A01" w:rsidRDefault="00640A01" w:rsidP="00640A01">
      <w:pPr>
        <w:pStyle w:val="Heading2Center"/>
        <w:rPr>
          <w:lang w:val="sw-KE"/>
        </w:rPr>
      </w:pPr>
      <w:bookmarkStart w:id="28" w:name="_Toc29901518"/>
      <w:r w:rsidRPr="00640A01">
        <w:rPr>
          <w:lang w:val="sw-KE"/>
        </w:rPr>
        <w:t>KITABU CHA NNE</w:t>
      </w:r>
      <w:bookmarkEnd w:id="28"/>
    </w:p>
    <w:p w:rsidR="004E7AEE" w:rsidRPr="004E7AEE" w:rsidRDefault="004E7AEE" w:rsidP="00640A01">
      <w:pPr>
        <w:pStyle w:val="Heading3Center"/>
        <w:rPr>
          <w:lang w:val="sw-KE"/>
        </w:rPr>
      </w:pPr>
      <w:bookmarkStart w:id="29" w:name="_Toc29901519"/>
      <w:r w:rsidRPr="004E7AEE">
        <w:rPr>
          <w:lang w:val="sw-KE"/>
        </w:rPr>
        <w:t>SOMO LA TISA</w:t>
      </w:r>
      <w:bookmarkEnd w:id="29"/>
    </w:p>
    <w:p w:rsidR="004E7AEE" w:rsidRPr="004E7AEE" w:rsidRDefault="00640A01" w:rsidP="00640A01">
      <w:pPr>
        <w:pStyle w:val="Heading3"/>
        <w:rPr>
          <w:lang w:val="sw-KE"/>
        </w:rPr>
      </w:pPr>
      <w:bookmarkStart w:id="30" w:name="_Toc29901520"/>
      <w:r>
        <w:rPr>
          <w:lang w:val="sw-KE"/>
        </w:rPr>
        <w:t>TABIAMBAYA (I)</w:t>
      </w:r>
      <w:bookmarkEnd w:id="30"/>
    </w:p>
    <w:p w:rsidR="004E7AEE" w:rsidRPr="004E7AEE" w:rsidRDefault="00640A01" w:rsidP="00640A01">
      <w:pPr>
        <w:pStyle w:val="libNormal"/>
        <w:jc w:val="both"/>
        <w:rPr>
          <w:lang w:val="sw-KE"/>
        </w:rPr>
      </w:pPr>
      <w:r>
        <w:rPr>
          <w:lang w:val="sw-KE"/>
        </w:rPr>
        <w:t>(</w:t>
      </w:r>
      <w:r w:rsidR="004E7AEE" w:rsidRPr="004E7AEE">
        <w:rPr>
          <w:lang w:val="sw-KE"/>
        </w:rPr>
        <w:t>1</w:t>
      </w:r>
      <w:r>
        <w:rPr>
          <w:lang w:val="sw-KE"/>
        </w:rPr>
        <w:t>)</w:t>
      </w:r>
      <w:r w:rsidR="004E7AEE" w:rsidRPr="004E7AEE">
        <w:rPr>
          <w:lang w:val="sw-KE"/>
        </w:rPr>
        <w:t xml:space="preserve"> Tabia mbaya:</w:t>
      </w:r>
    </w:p>
    <w:p w:rsidR="004E7AEE" w:rsidRPr="004E7AEE" w:rsidRDefault="004E7AEE" w:rsidP="00640A01">
      <w:pPr>
        <w:pStyle w:val="libNormal"/>
        <w:jc w:val="both"/>
        <w:rPr>
          <w:lang w:val="sw-KE"/>
        </w:rPr>
      </w:pPr>
      <w:r w:rsidRPr="004E7AEE">
        <w:rPr>
          <w:lang w:val="sw-KE"/>
        </w:rPr>
        <w:t xml:space="preserve">Mtukufu Mtume </w:t>
      </w:r>
      <w:r w:rsidR="00640A01" w:rsidRPr="00640A01">
        <w:rPr>
          <w:rStyle w:val="libBold1Char"/>
          <w:lang w:val="sw-KE"/>
        </w:rPr>
        <w:t>(s.a.w.w)</w:t>
      </w:r>
      <w:r w:rsidRPr="004E7AEE">
        <w:rPr>
          <w:lang w:val="sw-KE"/>
        </w:rPr>
        <w:t xml:space="preserve"> amesema: "</w:t>
      </w:r>
      <w:r w:rsidRPr="00640A01">
        <w:rPr>
          <w:rStyle w:val="libBold1Char"/>
          <w:lang w:val="sw-KE"/>
        </w:rPr>
        <w:t>Tabia mbaya huharibu amali ya mtu kama siki inavyo haribu asali</w:t>
      </w:r>
      <w:r w:rsidRPr="004E7AEE">
        <w:rPr>
          <w:lang w:val="sw-KE"/>
        </w:rPr>
        <w:t>."</w:t>
      </w:r>
    </w:p>
    <w:p w:rsidR="004E7AEE" w:rsidRPr="004E7AEE" w:rsidRDefault="00640A01" w:rsidP="00640A01">
      <w:pPr>
        <w:pStyle w:val="libNormal"/>
        <w:jc w:val="both"/>
        <w:rPr>
          <w:lang w:val="sw-KE"/>
        </w:rPr>
      </w:pPr>
      <w:r>
        <w:rPr>
          <w:lang w:val="sw-KE"/>
        </w:rPr>
        <w:t>(</w:t>
      </w:r>
      <w:r w:rsidR="004E7AEE" w:rsidRPr="004E7AEE">
        <w:rPr>
          <w:lang w:val="sw-KE"/>
        </w:rPr>
        <w:t>2</w:t>
      </w:r>
      <w:r>
        <w:rPr>
          <w:lang w:val="sw-KE"/>
        </w:rPr>
        <w:t xml:space="preserve">) </w:t>
      </w:r>
      <w:r w:rsidR="004E7AEE" w:rsidRPr="004E7AEE">
        <w:rPr>
          <w:lang w:val="sw-KE"/>
        </w:rPr>
        <w:t>Ubahili:</w:t>
      </w:r>
    </w:p>
    <w:p w:rsidR="004E7AEE" w:rsidRPr="004E7AEE" w:rsidRDefault="004E7AEE" w:rsidP="00640A01">
      <w:pPr>
        <w:pStyle w:val="libNormal"/>
        <w:jc w:val="both"/>
        <w:rPr>
          <w:lang w:val="sw-KE"/>
        </w:rPr>
      </w:pPr>
      <w:r w:rsidRPr="004E7AEE">
        <w:rPr>
          <w:lang w:val="sw-KE"/>
        </w:rPr>
        <w:t>Mwenyezi Mungu amesema: "</w:t>
      </w:r>
      <w:r w:rsidRPr="00640A01">
        <w:rPr>
          <w:rStyle w:val="libAieChar"/>
          <w:lang w:val="sw-KE"/>
        </w:rPr>
        <w:t xml:space="preserve">Wala wasione wale ambao wanafanya ubahili katika yale aliyowapa Mwenyezi Mungu katika </w:t>
      </w:r>
      <w:r w:rsidR="00640A01" w:rsidRPr="00640A01">
        <w:rPr>
          <w:rStyle w:val="libAieChar"/>
          <w:lang w:val="sw-KE"/>
        </w:rPr>
        <w:t>fadhila zake kuwa ni bora kwao (kufanya ubahili huko)</w:t>
      </w:r>
      <w:r w:rsidRPr="00640A01">
        <w:rPr>
          <w:rStyle w:val="libAieChar"/>
          <w:lang w:val="sw-KE"/>
        </w:rPr>
        <w:t>; La, ni vibaya kwao, Watafungwa kongwa za yale waliyofanyia ubahili siku ya Qiyama</w:t>
      </w:r>
      <w:r w:rsidRPr="004E7AEE">
        <w:rPr>
          <w:lang w:val="sw-KE"/>
        </w:rPr>
        <w:t xml:space="preserve">. </w:t>
      </w:r>
      <w:r w:rsidR="00640A01">
        <w:rPr>
          <w:lang w:val="sw-KE"/>
        </w:rPr>
        <w:t>(Qur'ani, Sura ya 3 aya ya 180)</w:t>
      </w:r>
      <w:r w:rsidRPr="004E7AEE">
        <w:rPr>
          <w:lang w:val="sw-KE"/>
        </w:rPr>
        <w:t>.</w:t>
      </w:r>
    </w:p>
    <w:p w:rsidR="004E7AEE" w:rsidRPr="004E7AEE" w:rsidRDefault="00640A01" w:rsidP="004E7AEE">
      <w:pPr>
        <w:pStyle w:val="libNormal"/>
        <w:jc w:val="both"/>
        <w:rPr>
          <w:lang w:val="sw-KE"/>
        </w:rPr>
      </w:pPr>
      <w:r>
        <w:rPr>
          <w:lang w:val="sw-KE"/>
        </w:rPr>
        <w:t xml:space="preserve">(3) </w:t>
      </w:r>
      <w:r w:rsidR="004E7AEE" w:rsidRPr="004E7AEE">
        <w:rPr>
          <w:lang w:val="sw-KE"/>
        </w:rPr>
        <w:t>Husda:</w:t>
      </w:r>
    </w:p>
    <w:p w:rsidR="004E7AEE" w:rsidRPr="004E7AEE" w:rsidRDefault="004E7AEE" w:rsidP="004E7AEE">
      <w:pPr>
        <w:pStyle w:val="libNormal"/>
        <w:jc w:val="both"/>
        <w:rPr>
          <w:lang w:val="sw-KE"/>
        </w:rPr>
      </w:pPr>
      <w:r w:rsidRPr="004E7AEE">
        <w:rPr>
          <w:lang w:val="sw-KE"/>
        </w:rPr>
        <w:t>Mwenyezi Mungu anasema: "</w:t>
      </w:r>
      <w:r w:rsidRPr="00640A01">
        <w:rPr>
          <w:rStyle w:val="libAieChar"/>
          <w:lang w:val="sw-KE"/>
        </w:rPr>
        <w:t>Wala msitamani vile ambavyo Mwenyezi Mungu amewafadhili baadhi yenu kuliko wengine. Wanaume wanayo sehemu ya vile walivyovichuma. Na mwombeni Mwenyezi Mungu fadhila zake; hakika Mwenyez</w:t>
      </w:r>
      <w:r w:rsidR="00640A01" w:rsidRPr="00640A01">
        <w:rPr>
          <w:rStyle w:val="libAieChar"/>
          <w:lang w:val="sw-KE"/>
        </w:rPr>
        <w:t>i Mungu ni Mjuzi wa kila kitu</w:t>
      </w:r>
      <w:r w:rsidR="00640A01">
        <w:rPr>
          <w:lang w:val="sw-KE"/>
        </w:rPr>
        <w:t>. (Qur'an, Sura ya 4 aya ya 320</w:t>
      </w:r>
      <w:r w:rsidRPr="004E7AEE">
        <w:rPr>
          <w:lang w:val="sw-KE"/>
        </w:rPr>
        <w:t>.</w:t>
      </w:r>
    </w:p>
    <w:p w:rsidR="004E7AEE" w:rsidRPr="004E7AEE" w:rsidRDefault="004E7AEE" w:rsidP="004E7AEE">
      <w:pPr>
        <w:pStyle w:val="libNormal"/>
        <w:jc w:val="both"/>
        <w:rPr>
          <w:lang w:val="sw-KE"/>
        </w:rPr>
      </w:pPr>
      <w:r w:rsidRPr="004E7AEE">
        <w:rPr>
          <w:lang w:val="sw-KE"/>
        </w:rPr>
        <w:t>Mwenyezi Mungu anasema: "</w:t>
      </w:r>
      <w:r w:rsidRPr="00640A01">
        <w:rPr>
          <w:rStyle w:val="libAieChar"/>
          <w:lang w:val="sw-KE"/>
        </w:rPr>
        <w:t>Au wanawafanyia watu husda kwa yale Aliyowapa Mwe</w:t>
      </w:r>
      <w:r w:rsidR="00640A01" w:rsidRPr="00640A01">
        <w:rPr>
          <w:rStyle w:val="libAieChar"/>
          <w:lang w:val="sw-KE"/>
        </w:rPr>
        <w:t>nyezi Mungu kwa ukarimu wake?</w:t>
      </w:r>
      <w:r w:rsidR="00640A01">
        <w:rPr>
          <w:lang w:val="sw-KE"/>
        </w:rPr>
        <w:t>" (Qur'an, Sura ya 4 aya ya 54)</w:t>
      </w:r>
      <w:r w:rsidRPr="004E7AEE">
        <w:rPr>
          <w:lang w:val="sw-KE"/>
        </w:rPr>
        <w:t>.</w:t>
      </w:r>
    </w:p>
    <w:p w:rsidR="004E7AEE" w:rsidRPr="004E7AEE" w:rsidRDefault="00640A01" w:rsidP="00640A01">
      <w:pPr>
        <w:pStyle w:val="libNormal"/>
        <w:jc w:val="both"/>
        <w:rPr>
          <w:lang w:val="sw-KE"/>
        </w:rPr>
      </w:pPr>
      <w:r>
        <w:rPr>
          <w:lang w:val="sw-KE"/>
        </w:rPr>
        <w:t xml:space="preserve">Mtukufu Mtume </w:t>
      </w:r>
      <w:r w:rsidRPr="00640A01">
        <w:rPr>
          <w:rStyle w:val="libBold1Char"/>
          <w:lang w:val="sw-KE"/>
        </w:rPr>
        <w:t>(</w:t>
      </w:r>
      <w:r w:rsidR="004E7AEE" w:rsidRPr="00640A01">
        <w:rPr>
          <w:rStyle w:val="libBold1Char"/>
          <w:lang w:val="sw-KE"/>
        </w:rPr>
        <w:t>s.a.w.w</w:t>
      </w:r>
      <w:r w:rsidRPr="00640A01">
        <w:rPr>
          <w:rStyle w:val="libBold1Char"/>
          <w:lang w:val="sw-KE"/>
        </w:rPr>
        <w:t>)</w:t>
      </w:r>
      <w:r>
        <w:rPr>
          <w:lang w:val="sw-KE"/>
        </w:rPr>
        <w:t xml:space="preserve"> amesema: "</w:t>
      </w:r>
      <w:r w:rsidRPr="00640A01">
        <w:rPr>
          <w:rStyle w:val="libBold1Char"/>
          <w:lang w:val="sw-KE"/>
        </w:rPr>
        <w:t>Husuda hula (</w:t>
      </w:r>
      <w:r w:rsidR="004E7AEE" w:rsidRPr="00640A01">
        <w:rPr>
          <w:rStyle w:val="libBold1Char"/>
          <w:lang w:val="sw-KE"/>
        </w:rPr>
        <w:t>huangamiza</w:t>
      </w:r>
      <w:r w:rsidRPr="00640A01">
        <w:rPr>
          <w:rStyle w:val="libBold1Char"/>
          <w:lang w:val="sw-KE"/>
        </w:rPr>
        <w:t>)</w:t>
      </w:r>
      <w:r w:rsidR="004E7AEE" w:rsidRPr="00640A01">
        <w:rPr>
          <w:rStyle w:val="libBold1Char"/>
          <w:lang w:val="sw-KE"/>
        </w:rPr>
        <w:t xml:space="preserve"> mema kama kuni invyoangamizwa na moto na kugeuka jivu</w:t>
      </w:r>
      <w:r w:rsidR="004E7AEE" w:rsidRPr="004E7AEE">
        <w:rPr>
          <w:lang w:val="sw-KE"/>
        </w:rPr>
        <w:t>."</w:t>
      </w:r>
    </w:p>
    <w:p w:rsidR="004E7AEE" w:rsidRPr="004E7AEE" w:rsidRDefault="00640A01" w:rsidP="00640A01">
      <w:pPr>
        <w:pStyle w:val="libNormal"/>
        <w:jc w:val="both"/>
        <w:rPr>
          <w:lang w:val="sw-KE"/>
        </w:rPr>
      </w:pPr>
      <w:r>
        <w:rPr>
          <w:lang w:val="sw-KE"/>
        </w:rPr>
        <w:t>(</w:t>
      </w:r>
      <w:r w:rsidR="004E7AEE" w:rsidRPr="004E7AEE">
        <w:rPr>
          <w:lang w:val="sw-KE"/>
        </w:rPr>
        <w:t>4</w:t>
      </w:r>
      <w:r>
        <w:rPr>
          <w:lang w:val="sw-KE"/>
        </w:rPr>
        <w:t xml:space="preserve">) </w:t>
      </w:r>
      <w:r w:rsidR="004E7AEE" w:rsidRPr="004E7AEE">
        <w:rPr>
          <w:lang w:val="sw-KE"/>
        </w:rPr>
        <w:t>Uwoga:</w:t>
      </w:r>
    </w:p>
    <w:p w:rsidR="004E7AEE" w:rsidRPr="004E7AEE" w:rsidRDefault="00640A01" w:rsidP="00640A01">
      <w:pPr>
        <w:pStyle w:val="libNormal"/>
        <w:jc w:val="both"/>
        <w:rPr>
          <w:lang w:val="sw-KE"/>
        </w:rPr>
      </w:pPr>
      <w:r>
        <w:rPr>
          <w:lang w:val="sw-KE"/>
        </w:rPr>
        <w:t xml:space="preserve">Mtukufu Mtume </w:t>
      </w:r>
      <w:r w:rsidRPr="00640A01">
        <w:rPr>
          <w:rStyle w:val="libBold1Char"/>
          <w:lang w:val="sw-KE"/>
        </w:rPr>
        <w:t>(</w:t>
      </w:r>
      <w:r w:rsidR="004E7AEE" w:rsidRPr="00640A01">
        <w:rPr>
          <w:rStyle w:val="libBold1Char"/>
          <w:lang w:val="sw-KE"/>
        </w:rPr>
        <w:t>s.a.w.w</w:t>
      </w:r>
      <w:r w:rsidRPr="00640A01">
        <w:rPr>
          <w:rStyle w:val="libBold1Char"/>
          <w:lang w:val="sw-KE"/>
        </w:rPr>
        <w:t>)</w:t>
      </w:r>
      <w:r w:rsidR="004E7AEE" w:rsidRPr="004E7AEE">
        <w:rPr>
          <w:lang w:val="sw-KE"/>
        </w:rPr>
        <w:t xml:space="preserve"> amesema: "</w:t>
      </w:r>
      <w:r w:rsidR="004E7AEE" w:rsidRPr="00640A01">
        <w:rPr>
          <w:rStyle w:val="libBold1Char"/>
          <w:lang w:val="sw-KE"/>
        </w:rPr>
        <w:t>Haimfalii mwenye imani kuwa bahili wala kuwa mwoga</w:t>
      </w:r>
      <w:r w:rsidR="004E7AEE" w:rsidRPr="004E7AEE">
        <w:rPr>
          <w:lang w:val="sw-KE"/>
        </w:rPr>
        <w:t>." Lakini kumwogopa Mwenyezi Mungu na kuacha maasi ni sifa nzuri mno.</w:t>
      </w:r>
    </w:p>
    <w:p w:rsidR="004E7AEE" w:rsidRPr="004E7AEE" w:rsidRDefault="00F45B4D" w:rsidP="00F45B4D">
      <w:pPr>
        <w:pStyle w:val="libNormal"/>
        <w:jc w:val="both"/>
        <w:rPr>
          <w:lang w:val="sw-KE"/>
        </w:rPr>
      </w:pPr>
      <w:r>
        <w:rPr>
          <w:lang w:val="sw-KE"/>
        </w:rPr>
        <w:t>(</w:t>
      </w:r>
      <w:r w:rsidR="004E7AEE" w:rsidRPr="004E7AEE">
        <w:rPr>
          <w:lang w:val="sw-KE"/>
        </w:rPr>
        <w:t>5</w:t>
      </w:r>
      <w:r>
        <w:rPr>
          <w:lang w:val="sw-KE"/>
        </w:rPr>
        <w:t xml:space="preserve">) </w:t>
      </w:r>
      <w:r w:rsidR="004E7AEE" w:rsidRPr="004E7AEE">
        <w:rPr>
          <w:lang w:val="sw-KE"/>
        </w:rPr>
        <w:t>Kukosa hima:</w:t>
      </w:r>
    </w:p>
    <w:p w:rsidR="004E7AEE" w:rsidRPr="004E7AEE" w:rsidRDefault="004E7AEE" w:rsidP="004E7AEE">
      <w:pPr>
        <w:pStyle w:val="libNormal"/>
        <w:jc w:val="both"/>
        <w:rPr>
          <w:lang w:val="sw-KE"/>
        </w:rPr>
      </w:pPr>
      <w:r w:rsidRPr="004E7AEE">
        <w:rPr>
          <w:lang w:val="sw-KE"/>
        </w:rPr>
        <w:t>Mtu kutokuwa na bidii na juhudi ni miongoni mwa wabaya, au kuwa na bidii katika mambo maovu yote haya ni maovu, na lazima uepukane nayo.</w:t>
      </w:r>
    </w:p>
    <w:p w:rsidR="004E7AEE" w:rsidRPr="004E7AEE" w:rsidRDefault="00F45B4D" w:rsidP="00F45B4D">
      <w:pPr>
        <w:pStyle w:val="libNormal"/>
        <w:jc w:val="both"/>
        <w:rPr>
          <w:lang w:val="sw-KE"/>
        </w:rPr>
      </w:pPr>
      <w:r>
        <w:rPr>
          <w:lang w:val="sw-KE"/>
        </w:rPr>
        <w:t>(</w:t>
      </w:r>
      <w:r w:rsidR="004E7AEE" w:rsidRPr="004E7AEE">
        <w:rPr>
          <w:lang w:val="sw-KE"/>
        </w:rPr>
        <w:t>6</w:t>
      </w:r>
      <w:r>
        <w:rPr>
          <w:lang w:val="sw-KE"/>
        </w:rPr>
        <w:t xml:space="preserve">) </w:t>
      </w:r>
      <w:r w:rsidR="004E7AEE" w:rsidRPr="004E7AEE">
        <w:rPr>
          <w:lang w:val="sw-KE"/>
        </w:rPr>
        <w:t>Ukaidi na inadi:</w:t>
      </w:r>
    </w:p>
    <w:p w:rsidR="004E7AEE" w:rsidRPr="004E7AEE" w:rsidRDefault="00F45B4D" w:rsidP="00F45B4D">
      <w:pPr>
        <w:pStyle w:val="libNormal"/>
        <w:jc w:val="both"/>
        <w:rPr>
          <w:lang w:val="sw-KE"/>
        </w:rPr>
      </w:pPr>
      <w:r>
        <w:rPr>
          <w:lang w:val="sw-KE"/>
        </w:rPr>
        <w:t xml:space="preserve">Mtukufu Mtume </w:t>
      </w:r>
      <w:r w:rsidRPr="00F45B4D">
        <w:rPr>
          <w:rStyle w:val="libBold1Char"/>
          <w:lang w:val="sw-KE"/>
        </w:rPr>
        <w:t>(</w:t>
      </w:r>
      <w:r w:rsidR="004E7AEE" w:rsidRPr="00F45B4D">
        <w:rPr>
          <w:rStyle w:val="libBold1Char"/>
          <w:lang w:val="sw-KE"/>
        </w:rPr>
        <w:t>s.a.w.w</w:t>
      </w:r>
      <w:r w:rsidRPr="00F45B4D">
        <w:rPr>
          <w:rStyle w:val="libBold1Char"/>
          <w:lang w:val="sw-KE"/>
        </w:rPr>
        <w:t>)</w:t>
      </w:r>
      <w:r w:rsidR="004E7AEE" w:rsidRPr="004E7AEE">
        <w:rPr>
          <w:lang w:val="sw-KE"/>
        </w:rPr>
        <w:t xml:space="preserve"> amesema: "</w:t>
      </w:r>
      <w:r w:rsidR="004E7AEE" w:rsidRPr="00F45B4D">
        <w:rPr>
          <w:rStyle w:val="libBold1Char"/>
          <w:lang w:val="sw-KE"/>
        </w:rPr>
        <w:t>Mwenye kuwa na inadi na ukaidi moyoni mwake hata kidogo sana, basi Mwenyezi Mungu atamfuata mtu huyo n</w:t>
      </w:r>
      <w:r w:rsidRPr="00F45B4D">
        <w:rPr>
          <w:rStyle w:val="libBold1Char"/>
          <w:lang w:val="sw-KE"/>
        </w:rPr>
        <w:t>a wale watu wa zama za ujahili (</w:t>
      </w:r>
      <w:r w:rsidR="004E7AEE" w:rsidRPr="00F45B4D">
        <w:rPr>
          <w:rStyle w:val="libBold1Char"/>
          <w:lang w:val="sw-KE"/>
        </w:rPr>
        <w:t>ukafiri kabla ya kuja Uislamu</w:t>
      </w:r>
      <w:r w:rsidRPr="00F45B4D">
        <w:rPr>
          <w:rStyle w:val="libBold1Char"/>
          <w:lang w:val="sw-KE"/>
        </w:rPr>
        <w:t>)</w:t>
      </w:r>
      <w:r w:rsidR="004E7AEE" w:rsidRPr="004E7AEE">
        <w:rPr>
          <w:lang w:val="sw-KE"/>
        </w:rPr>
        <w:t>."</w:t>
      </w:r>
    </w:p>
    <w:p w:rsidR="004E7AEE" w:rsidRPr="004E7AEE" w:rsidRDefault="00F45B4D" w:rsidP="00F45B4D">
      <w:pPr>
        <w:pStyle w:val="libNormal"/>
        <w:jc w:val="both"/>
        <w:rPr>
          <w:lang w:val="sw-KE"/>
        </w:rPr>
      </w:pPr>
      <w:r>
        <w:rPr>
          <w:lang w:val="sw-KE"/>
        </w:rPr>
        <w:t>(</w:t>
      </w:r>
      <w:r w:rsidR="004E7AEE" w:rsidRPr="004E7AEE">
        <w:rPr>
          <w:lang w:val="sw-KE"/>
        </w:rPr>
        <w:t>7</w:t>
      </w:r>
      <w:r>
        <w:rPr>
          <w:lang w:val="sw-KE"/>
        </w:rPr>
        <w:t xml:space="preserve">) </w:t>
      </w:r>
      <w:r w:rsidR="004E7AEE" w:rsidRPr="004E7AEE">
        <w:rPr>
          <w:lang w:val="sw-KE"/>
        </w:rPr>
        <w:t>Lipiza kisasi:</w:t>
      </w:r>
    </w:p>
    <w:p w:rsidR="004E7AEE" w:rsidRPr="004E7AEE" w:rsidRDefault="00F45B4D" w:rsidP="00F45B4D">
      <w:pPr>
        <w:pStyle w:val="libNormal"/>
        <w:jc w:val="both"/>
        <w:rPr>
          <w:lang w:val="sw-KE"/>
        </w:rPr>
      </w:pPr>
      <w:r>
        <w:rPr>
          <w:lang w:val="sw-KE"/>
        </w:rPr>
        <w:t xml:space="preserve">Mtukufu Mtume </w:t>
      </w:r>
      <w:r w:rsidRPr="00F45B4D">
        <w:rPr>
          <w:rStyle w:val="libBold1Char"/>
          <w:lang w:val="sw-KE"/>
        </w:rPr>
        <w:t>(</w:t>
      </w:r>
      <w:r w:rsidR="004E7AEE" w:rsidRPr="00F45B4D">
        <w:rPr>
          <w:rStyle w:val="libBold1Char"/>
          <w:lang w:val="sw-KE"/>
        </w:rPr>
        <w:t>s.a.w.w</w:t>
      </w:r>
      <w:r w:rsidRPr="00F45B4D">
        <w:rPr>
          <w:rStyle w:val="libBold1Char"/>
          <w:lang w:val="sw-KE"/>
        </w:rPr>
        <w:t>)</w:t>
      </w:r>
      <w:r w:rsidR="004E7AEE" w:rsidRPr="004E7AEE">
        <w:rPr>
          <w:lang w:val="sw-KE"/>
        </w:rPr>
        <w:t xml:space="preserve"> amesema: "</w:t>
      </w:r>
      <w:r w:rsidR="004E7AEE" w:rsidRPr="00F45B4D">
        <w:rPr>
          <w:rStyle w:val="libBold1Char"/>
          <w:lang w:val="sw-KE"/>
        </w:rPr>
        <w:t>Naapa kwa yule mwenye roho yangu mikononi mwake, mambo matatu haya ni katika matukufu; Haikupungua mali kwa kutoa Sadaka kwa hivyo toeni Sadaka, wala hakujuta mwenye kumsamehe Lil-LLaahi alio mdhulumu ila Mwenyezi Mungu kamzidishia heshima yake siku ya Qiyama, na mwenye kuanza kuomba omba basi Mwenyezi Mungu humfungulia umasikini</w:t>
      </w:r>
      <w:r w:rsidR="004E7AEE" w:rsidRPr="004E7AEE">
        <w:rPr>
          <w:lang w:val="sw-KE"/>
        </w:rPr>
        <w:t>.</w:t>
      </w:r>
      <w:r w:rsidRPr="00F45B4D">
        <w:rPr>
          <w:lang w:val="sw-KE"/>
        </w:rPr>
        <w:t>"</w:t>
      </w:r>
    </w:p>
    <w:p w:rsidR="004E7AEE" w:rsidRPr="004E7AEE" w:rsidRDefault="004E7AEE" w:rsidP="004E7AEE">
      <w:pPr>
        <w:pStyle w:val="libNormal"/>
        <w:jc w:val="both"/>
        <w:rPr>
          <w:lang w:val="sw-KE"/>
        </w:rPr>
      </w:pPr>
      <w:r w:rsidRPr="004E7AEE">
        <w:rPr>
          <w:lang w:val="sw-KE"/>
        </w:rPr>
        <w:t>Mwenyezi Mungu amesema: "</w:t>
      </w:r>
      <w:r w:rsidRPr="00F45B4D">
        <w:rPr>
          <w:rStyle w:val="libBold1Char"/>
          <w:lang w:val="sw-KE"/>
        </w:rPr>
        <w:t>Mkidhihirisha wema au mkificha au mkiyasamehe maovu, basi hakika Mwenyezi Mung</w:t>
      </w:r>
      <w:r w:rsidR="00F45B4D" w:rsidRPr="00F45B4D">
        <w:rPr>
          <w:rStyle w:val="libBold1Char"/>
          <w:lang w:val="sw-KE"/>
        </w:rPr>
        <w:t>u ni Msamehevu. mwenye uwezo</w:t>
      </w:r>
      <w:r w:rsidR="00F45B4D">
        <w:rPr>
          <w:lang w:val="sw-KE"/>
        </w:rPr>
        <w:t>." (Qur'an, Sura ya 4 aya ya 149)</w:t>
      </w:r>
      <w:r w:rsidRPr="004E7AEE">
        <w:rPr>
          <w:lang w:val="sw-KE"/>
        </w:rPr>
        <w:t>.</w:t>
      </w:r>
    </w:p>
    <w:p w:rsidR="004E7AEE" w:rsidRPr="004E7AEE" w:rsidRDefault="000F10CF" w:rsidP="004E7AEE">
      <w:pPr>
        <w:pStyle w:val="libNormal"/>
        <w:jc w:val="both"/>
        <w:rPr>
          <w:lang w:val="sw-KE"/>
        </w:rPr>
      </w:pPr>
      <w:r>
        <w:rPr>
          <w:lang w:val="sw-KE"/>
        </w:rPr>
        <w:lastRenderedPageBreak/>
        <w:t xml:space="preserve">(8) </w:t>
      </w:r>
      <w:r w:rsidR="004E7AEE" w:rsidRPr="004E7AEE">
        <w:rPr>
          <w:lang w:val="sw-KE"/>
        </w:rPr>
        <w:t>Kulalamika unapopata msiba:</w:t>
      </w:r>
    </w:p>
    <w:p w:rsidR="004E7AEE" w:rsidRPr="004E7AEE" w:rsidRDefault="004E7AEE" w:rsidP="004E7AEE">
      <w:pPr>
        <w:pStyle w:val="libNormal"/>
        <w:jc w:val="both"/>
        <w:rPr>
          <w:lang w:val="sw-KE"/>
        </w:rPr>
      </w:pPr>
      <w:r w:rsidRPr="004E7AEE">
        <w:rPr>
          <w:lang w:val="sw-KE"/>
        </w:rPr>
        <w:t>Hii ni sifa mbaya kabisa; na kinyume chake ni kusubiri na kuvumilia; Mwenyezi Mungu atakupa jaza ya subira yako.</w:t>
      </w:r>
    </w:p>
    <w:p w:rsidR="004E7AEE" w:rsidRPr="004E7AEE" w:rsidRDefault="004E7AEE" w:rsidP="000F10CF">
      <w:pPr>
        <w:pStyle w:val="Heading2"/>
        <w:rPr>
          <w:lang w:val="sw-KE"/>
        </w:rPr>
      </w:pPr>
      <w:bookmarkStart w:id="31" w:name="_Toc29901521"/>
      <w:r w:rsidRPr="004E7AEE">
        <w:rPr>
          <w:lang w:val="sw-KE"/>
        </w:rPr>
        <w:t>SOMO LA KUMI</w:t>
      </w:r>
      <w:bookmarkEnd w:id="31"/>
    </w:p>
    <w:p w:rsidR="004E7AEE" w:rsidRPr="004E7AEE" w:rsidRDefault="000F10CF" w:rsidP="000F10CF">
      <w:pPr>
        <w:pStyle w:val="Heading3"/>
        <w:rPr>
          <w:lang w:val="sw-KE"/>
        </w:rPr>
      </w:pPr>
      <w:bookmarkStart w:id="32" w:name="_Toc29901522"/>
      <w:r>
        <w:rPr>
          <w:lang w:val="sw-KE"/>
        </w:rPr>
        <w:t>TABIA MBAYA (II)</w:t>
      </w:r>
      <w:bookmarkEnd w:id="32"/>
    </w:p>
    <w:p w:rsidR="004E7AEE" w:rsidRPr="004E7AEE" w:rsidRDefault="000F10CF" w:rsidP="000F10CF">
      <w:pPr>
        <w:pStyle w:val="libNormal"/>
        <w:jc w:val="both"/>
        <w:rPr>
          <w:lang w:val="sw-KE"/>
        </w:rPr>
      </w:pPr>
      <w:r>
        <w:rPr>
          <w:lang w:val="sw-KE"/>
        </w:rPr>
        <w:t>(</w:t>
      </w:r>
      <w:r w:rsidR="004E7AEE" w:rsidRPr="004E7AEE">
        <w:rPr>
          <w:lang w:val="sw-KE"/>
        </w:rPr>
        <w:t>9</w:t>
      </w:r>
      <w:r>
        <w:rPr>
          <w:lang w:val="sw-KE"/>
        </w:rPr>
        <w:t>) Kutafakhari (kujiboresha)</w:t>
      </w:r>
      <w:r w:rsidR="004E7AEE" w:rsidRPr="004E7AEE">
        <w:rPr>
          <w:lang w:val="sw-KE"/>
        </w:rPr>
        <w:t>:</w:t>
      </w:r>
    </w:p>
    <w:p w:rsidR="004E7AEE" w:rsidRPr="004E7AEE" w:rsidRDefault="004E7AEE" w:rsidP="004E7AEE">
      <w:pPr>
        <w:pStyle w:val="libNormal"/>
        <w:jc w:val="both"/>
        <w:rPr>
          <w:lang w:val="sw-KE"/>
        </w:rPr>
      </w:pPr>
      <w:r w:rsidRPr="004E7AEE">
        <w:rPr>
          <w:lang w:val="sw-KE"/>
        </w:rPr>
        <w:t>Sik</w:t>
      </w:r>
      <w:r w:rsidR="000F10CF">
        <w:rPr>
          <w:lang w:val="sw-KE"/>
        </w:rPr>
        <w:t xml:space="preserve">u ya kuteka Maka Mtukufu Mtume </w:t>
      </w:r>
      <w:r w:rsidR="000F10CF" w:rsidRPr="000F10CF">
        <w:rPr>
          <w:rStyle w:val="libBold1Char"/>
          <w:lang w:val="sw-KE"/>
        </w:rPr>
        <w:t>(s.a.w.w)</w:t>
      </w:r>
      <w:r w:rsidRPr="004E7AEE">
        <w:rPr>
          <w:lang w:val="sw-KE"/>
        </w:rPr>
        <w:t xml:space="preserve"> akapanda mimbari akasema:</w:t>
      </w:r>
    </w:p>
    <w:p w:rsidR="004E7AEE" w:rsidRPr="004E7AEE" w:rsidRDefault="004E7AEE" w:rsidP="004E7AEE">
      <w:pPr>
        <w:pStyle w:val="libNormal"/>
        <w:jc w:val="both"/>
        <w:rPr>
          <w:lang w:val="sw-KE"/>
        </w:rPr>
      </w:pPr>
      <w:r w:rsidRPr="004E7AEE">
        <w:rPr>
          <w:lang w:val="sw-KE"/>
        </w:rPr>
        <w:t>"</w:t>
      </w:r>
      <w:r w:rsidRPr="000F10CF">
        <w:rPr>
          <w:rStyle w:val="libBold1Char"/>
          <w:lang w:val="sw-KE"/>
        </w:rPr>
        <w:t>Enyi watu, Mwenyezi Mungu ameondoa kwenu ufahari {majivuno} wa ujahili na kujivuniana na ukoo; kwa hakika nyinyi nyote mnatokana na ADAM na ADAM anatokana na Udongo; mbora wenu ni yule mwenye kumcha Mungu</w:t>
      </w:r>
      <w:r w:rsidRPr="004E7AEE">
        <w:rPr>
          <w:lang w:val="sw-KE"/>
        </w:rPr>
        <w:t>."</w:t>
      </w:r>
    </w:p>
    <w:p w:rsidR="004E7AEE" w:rsidRPr="004E7AEE" w:rsidRDefault="000F10CF" w:rsidP="004E7AEE">
      <w:pPr>
        <w:pStyle w:val="libNormal"/>
        <w:jc w:val="both"/>
        <w:rPr>
          <w:lang w:val="sw-KE"/>
        </w:rPr>
      </w:pPr>
      <w:r>
        <w:rPr>
          <w:lang w:val="sw-KE"/>
        </w:rPr>
        <w:t xml:space="preserve">(10) </w:t>
      </w:r>
      <w:r w:rsidR="004E7AEE" w:rsidRPr="004E7AEE">
        <w:rPr>
          <w:lang w:val="sw-KE"/>
        </w:rPr>
        <w:t>Pupa:</w:t>
      </w:r>
    </w:p>
    <w:p w:rsidR="004E7AEE" w:rsidRPr="004E7AEE" w:rsidRDefault="004E7AEE" w:rsidP="004E7AEE">
      <w:pPr>
        <w:pStyle w:val="libNormal"/>
        <w:jc w:val="both"/>
        <w:rPr>
          <w:lang w:val="sw-KE"/>
        </w:rPr>
      </w:pPr>
      <w:r w:rsidRPr="004E7AEE">
        <w:rPr>
          <w:lang w:val="sw-KE"/>
        </w:rPr>
        <w:t>Kuwa na pupa katika mambo mazuri ni sifa nzuri, lakini kuwa na pupa katika kula ni tabia mbaya mno na pia pupa katika kukusanya mali.</w:t>
      </w:r>
    </w:p>
    <w:p w:rsidR="004E7AEE" w:rsidRPr="004E7AEE" w:rsidRDefault="000F10CF" w:rsidP="000F10CF">
      <w:pPr>
        <w:pStyle w:val="libNormal"/>
        <w:jc w:val="both"/>
        <w:rPr>
          <w:lang w:val="sw-KE"/>
        </w:rPr>
      </w:pPr>
      <w:r>
        <w:rPr>
          <w:lang w:val="sw-KE"/>
        </w:rPr>
        <w:t xml:space="preserve">Mtukufu Mtume </w:t>
      </w:r>
      <w:r w:rsidRPr="000F10CF">
        <w:rPr>
          <w:rStyle w:val="libBold1Char"/>
          <w:lang w:val="sw-KE"/>
        </w:rPr>
        <w:t>(</w:t>
      </w:r>
      <w:r w:rsidR="004E7AEE" w:rsidRPr="000F10CF">
        <w:rPr>
          <w:rStyle w:val="libBold1Char"/>
          <w:lang w:val="sw-KE"/>
        </w:rPr>
        <w:t>s.a.w.w</w:t>
      </w:r>
      <w:r w:rsidRPr="000F10CF">
        <w:rPr>
          <w:rStyle w:val="libBold1Char"/>
          <w:lang w:val="sw-KE"/>
        </w:rPr>
        <w:t>)</w:t>
      </w:r>
      <w:r w:rsidR="004E7AEE" w:rsidRPr="004E7AEE">
        <w:rPr>
          <w:lang w:val="sw-KE"/>
        </w:rPr>
        <w:t xml:space="preserve"> amesema: "</w:t>
      </w:r>
      <w:r w:rsidR="004E7AEE" w:rsidRPr="000F10CF">
        <w:rPr>
          <w:rStyle w:val="libBold1Char"/>
          <w:lang w:val="sw-KE"/>
        </w:rPr>
        <w:t>Wenye pupa wawili hawashibi, mwenye pupa ya kujifunza elimu, na mwenye pupa ya kukusanya mali</w:t>
      </w:r>
      <w:r w:rsidR="004E7AEE" w:rsidRPr="004E7AEE">
        <w:rPr>
          <w:lang w:val="sw-KE"/>
        </w:rPr>
        <w:t>."</w:t>
      </w:r>
    </w:p>
    <w:p w:rsidR="004E7AEE" w:rsidRPr="004E7AEE" w:rsidRDefault="000F10CF" w:rsidP="000F10CF">
      <w:pPr>
        <w:pStyle w:val="libNormal"/>
        <w:jc w:val="both"/>
        <w:rPr>
          <w:lang w:val="sw-KE"/>
        </w:rPr>
      </w:pPr>
      <w:r>
        <w:rPr>
          <w:lang w:val="sw-KE"/>
        </w:rPr>
        <w:t>(</w:t>
      </w:r>
      <w:r w:rsidR="004E7AEE" w:rsidRPr="004E7AEE">
        <w:rPr>
          <w:lang w:val="sw-KE"/>
        </w:rPr>
        <w:t>11</w:t>
      </w:r>
      <w:r>
        <w:rPr>
          <w:lang w:val="sw-KE"/>
        </w:rPr>
        <w:t xml:space="preserve">) </w:t>
      </w:r>
      <w:r w:rsidR="004E7AEE" w:rsidRPr="004E7AEE">
        <w:rPr>
          <w:lang w:val="sw-KE"/>
        </w:rPr>
        <w:t>Haraka:</w:t>
      </w:r>
    </w:p>
    <w:p w:rsidR="004E7AEE" w:rsidRPr="004E7AEE" w:rsidRDefault="004E7AEE" w:rsidP="004E7AEE">
      <w:pPr>
        <w:pStyle w:val="libNormal"/>
        <w:jc w:val="both"/>
        <w:rPr>
          <w:lang w:val="sw-KE"/>
        </w:rPr>
      </w:pPr>
      <w:r w:rsidRPr="004E7AEE">
        <w:rPr>
          <w:lang w:val="sw-KE"/>
        </w:rPr>
        <w:t>Upo usemi usemao: "</w:t>
      </w:r>
      <w:r w:rsidRPr="00780A4E">
        <w:rPr>
          <w:rStyle w:val="libBold1Char"/>
          <w:lang w:val="sw-KE"/>
        </w:rPr>
        <w:t>Haraka haraka haina baraka</w:t>
      </w:r>
      <w:r w:rsidRPr="004E7AEE">
        <w:rPr>
          <w:lang w:val="sw-KE"/>
        </w:rPr>
        <w:t>."</w:t>
      </w:r>
    </w:p>
    <w:p w:rsidR="004E7AEE" w:rsidRPr="004E7AEE" w:rsidRDefault="00780A4E" w:rsidP="00780A4E">
      <w:pPr>
        <w:pStyle w:val="libNormal"/>
        <w:jc w:val="both"/>
        <w:rPr>
          <w:lang w:val="sw-KE"/>
        </w:rPr>
      </w:pPr>
      <w:r>
        <w:rPr>
          <w:lang w:val="sw-KE"/>
        </w:rPr>
        <w:t xml:space="preserve">Mtukufu Mtume </w:t>
      </w:r>
      <w:r w:rsidRPr="00780A4E">
        <w:rPr>
          <w:rStyle w:val="libBold1Char"/>
          <w:lang w:val="sw-KE"/>
        </w:rPr>
        <w:t>(</w:t>
      </w:r>
      <w:r w:rsidR="004E7AEE" w:rsidRPr="00780A4E">
        <w:rPr>
          <w:rStyle w:val="libBold1Char"/>
          <w:lang w:val="sw-KE"/>
        </w:rPr>
        <w:t>s.a.w.w</w:t>
      </w:r>
      <w:r w:rsidRPr="00780A4E">
        <w:rPr>
          <w:rStyle w:val="libBold1Char"/>
          <w:lang w:val="sw-KE"/>
        </w:rPr>
        <w:t>)</w:t>
      </w:r>
      <w:r w:rsidR="004E7AEE" w:rsidRPr="004E7AEE">
        <w:rPr>
          <w:lang w:val="sw-KE"/>
        </w:rPr>
        <w:t xml:space="preserve"> amesema: "</w:t>
      </w:r>
      <w:r w:rsidR="004E7AEE" w:rsidRPr="00780A4E">
        <w:rPr>
          <w:rStyle w:val="libBold1Char"/>
          <w:lang w:val="sw-KE"/>
        </w:rPr>
        <w:t>Haraka hutokana na shetani na subira kwa Mwenyezi Mungu</w:t>
      </w:r>
      <w:r w:rsidR="004E7AEE" w:rsidRPr="004E7AEE">
        <w:rPr>
          <w:lang w:val="sw-KE"/>
        </w:rPr>
        <w:t>.</w:t>
      </w:r>
      <w:r w:rsidRPr="00780A4E">
        <w:rPr>
          <w:lang w:val="sw-KE"/>
        </w:rPr>
        <w:t>"</w:t>
      </w:r>
    </w:p>
    <w:p w:rsidR="004E7AEE" w:rsidRPr="004E7AEE" w:rsidRDefault="004E7AEE" w:rsidP="00780A4E">
      <w:pPr>
        <w:pStyle w:val="libNormal"/>
        <w:numPr>
          <w:ilvl w:val="0"/>
          <w:numId w:val="12"/>
        </w:numPr>
        <w:jc w:val="both"/>
        <w:rPr>
          <w:lang w:val="sw-KE"/>
        </w:rPr>
      </w:pPr>
      <w:r w:rsidRPr="004E7AEE">
        <w:rPr>
          <w:lang w:val="sw-KE"/>
        </w:rPr>
        <w:t>Uvivu:</w:t>
      </w:r>
    </w:p>
    <w:p w:rsidR="004E7AEE" w:rsidRPr="004E7AEE" w:rsidRDefault="004E7AEE" w:rsidP="004E7AEE">
      <w:pPr>
        <w:pStyle w:val="libNormal"/>
        <w:jc w:val="both"/>
        <w:rPr>
          <w:lang w:val="sw-KE"/>
        </w:rPr>
      </w:pPr>
      <w:r w:rsidRPr="004E7AEE">
        <w:rPr>
          <w:lang w:val="sw-KE"/>
        </w:rPr>
        <w:t>Ni tabia mbaya; mvivu siku zote kwa uvivu wake hukosa mema mengi na siku zote huwataabuni.</w:t>
      </w:r>
    </w:p>
    <w:p w:rsidR="004E7AEE" w:rsidRPr="004E7AEE" w:rsidRDefault="004E7AEE" w:rsidP="004E7AEE">
      <w:pPr>
        <w:pStyle w:val="libNormal"/>
        <w:jc w:val="both"/>
        <w:rPr>
          <w:lang w:val="sw-KE"/>
        </w:rPr>
      </w:pPr>
      <w:r w:rsidRPr="004E7AEE">
        <w:rPr>
          <w:lang w:val="sw-KE"/>
        </w:rPr>
        <w:t>Mwenyezi Mungu amesema: "</w:t>
      </w:r>
      <w:r w:rsidRPr="00145759">
        <w:rPr>
          <w:rStyle w:val="libAieChar"/>
          <w:lang w:val="sw-KE"/>
        </w:rPr>
        <w:t>Na ya kwamba mtu hatapata ila aliyoyafanyia juhudi</w:t>
      </w:r>
      <w:r w:rsidRPr="004E7AEE">
        <w:rPr>
          <w:lang w:val="sw-KE"/>
        </w:rPr>
        <w:t>." {Qur'an, Sura ya 53 aya ya 39}.</w:t>
      </w:r>
    </w:p>
    <w:p w:rsidR="004E7AEE" w:rsidRPr="004E7AEE" w:rsidRDefault="004E7AEE" w:rsidP="00145759">
      <w:pPr>
        <w:pStyle w:val="libNormal"/>
        <w:numPr>
          <w:ilvl w:val="0"/>
          <w:numId w:val="12"/>
        </w:numPr>
        <w:jc w:val="both"/>
        <w:rPr>
          <w:lang w:val="sw-KE"/>
        </w:rPr>
      </w:pPr>
      <w:r w:rsidRPr="004E7AEE">
        <w:rPr>
          <w:lang w:val="sw-KE"/>
        </w:rPr>
        <w:t>Kusema ovyo ovyo:</w:t>
      </w:r>
    </w:p>
    <w:p w:rsidR="004E7AEE" w:rsidRPr="004E7AEE" w:rsidRDefault="004E7AEE" w:rsidP="00145759">
      <w:pPr>
        <w:pStyle w:val="libNormal"/>
        <w:jc w:val="both"/>
        <w:rPr>
          <w:lang w:val="sw-KE"/>
        </w:rPr>
      </w:pPr>
      <w:r w:rsidRPr="004E7AEE">
        <w:rPr>
          <w:lang w:val="sw-KE"/>
        </w:rPr>
        <w:t>Mwenyezi Mungu amesema: "</w:t>
      </w:r>
      <w:r w:rsidRPr="00145759">
        <w:rPr>
          <w:rStyle w:val="libAieChar"/>
          <w:lang w:val="sw-KE"/>
        </w:rPr>
        <w:t>Hatoi kauli yoyote isipokuwa kar</w:t>
      </w:r>
      <w:r w:rsidR="00145759" w:rsidRPr="00145759">
        <w:rPr>
          <w:rStyle w:val="libAieChar"/>
          <w:lang w:val="sw-KE"/>
        </w:rPr>
        <w:t>ibu naye yuko mngojeaji tayari (</w:t>
      </w:r>
      <w:r w:rsidRPr="00145759">
        <w:rPr>
          <w:rStyle w:val="libAieChar"/>
          <w:lang w:val="sw-KE"/>
        </w:rPr>
        <w:t>kuiandika</w:t>
      </w:r>
      <w:r w:rsidR="00145759" w:rsidRPr="00145759">
        <w:rPr>
          <w:rStyle w:val="libAieChar"/>
          <w:lang w:val="sw-KE"/>
        </w:rPr>
        <w:t>)</w:t>
      </w:r>
      <w:r w:rsidRPr="004E7AEE">
        <w:rPr>
          <w:lang w:val="sw-KE"/>
        </w:rPr>
        <w:t>." {Qur'an, Sura ya 50 aya ya l8}.</w:t>
      </w:r>
    </w:p>
    <w:p w:rsidR="004E7AEE" w:rsidRPr="004E7AEE" w:rsidRDefault="00145759" w:rsidP="00145759">
      <w:pPr>
        <w:pStyle w:val="libNormal"/>
        <w:jc w:val="both"/>
        <w:rPr>
          <w:lang w:val="sw-KE"/>
        </w:rPr>
      </w:pPr>
      <w:r>
        <w:rPr>
          <w:lang w:val="sw-KE"/>
        </w:rPr>
        <w:t>(</w:t>
      </w:r>
      <w:r w:rsidR="004E7AEE" w:rsidRPr="004E7AEE">
        <w:rPr>
          <w:lang w:val="sw-KE"/>
        </w:rPr>
        <w:t>14</w:t>
      </w:r>
      <w:r>
        <w:rPr>
          <w:lang w:val="sw-KE"/>
        </w:rPr>
        <w:t>) Kusema upuuzi (</w:t>
      </w:r>
      <w:r w:rsidR="004E7AEE" w:rsidRPr="004E7AEE">
        <w:rPr>
          <w:lang w:val="sw-KE"/>
        </w:rPr>
        <w:t>yasiyo na maana</w:t>
      </w:r>
      <w:r>
        <w:rPr>
          <w:lang w:val="sw-KE"/>
        </w:rPr>
        <w:t>)</w:t>
      </w:r>
      <w:r w:rsidR="004E7AEE" w:rsidRPr="004E7AEE">
        <w:rPr>
          <w:lang w:val="sw-KE"/>
        </w:rPr>
        <w:t>:</w:t>
      </w:r>
    </w:p>
    <w:p w:rsidR="004E7AEE" w:rsidRPr="004E7AEE" w:rsidRDefault="004E7AEE" w:rsidP="00145759">
      <w:pPr>
        <w:pStyle w:val="libNormal"/>
        <w:jc w:val="both"/>
        <w:rPr>
          <w:lang w:val="sw-KE"/>
        </w:rPr>
      </w:pPr>
      <w:r w:rsidRPr="004E7AEE">
        <w:rPr>
          <w:lang w:val="sw-KE"/>
        </w:rPr>
        <w:t>Mwenyezi Mungu amesema katika Qur'an tukufu kuhusu mambo ya Qiy</w:t>
      </w:r>
      <w:r w:rsidR="00145759">
        <w:rPr>
          <w:lang w:val="sw-KE"/>
        </w:rPr>
        <w:t>ama, watapoulizwa wahalifu (wafanyao maasi)</w:t>
      </w:r>
      <w:r w:rsidRPr="004E7AEE">
        <w:rPr>
          <w:lang w:val="sw-KE"/>
        </w:rPr>
        <w:t>: "Nikipi kilichowapelekeni Motoni?" Watasema: Hatukuwa miongoni mwa waliosali, wala hatukuwa tukilisha masikini. Na tulikuwa tukipiga por</w:t>
      </w:r>
      <w:r w:rsidR="00145759">
        <w:rPr>
          <w:lang w:val="sw-KE"/>
        </w:rPr>
        <w:t>ojo pamoja na wapigao porojo." (</w:t>
      </w:r>
      <w:r w:rsidRPr="004E7AEE">
        <w:rPr>
          <w:lang w:val="sw-KE"/>
        </w:rPr>
        <w:t>Qur'an, Sura ya 74 aya ya 42-47</w:t>
      </w:r>
      <w:r w:rsidR="00145759">
        <w:rPr>
          <w:lang w:val="sw-KE"/>
        </w:rPr>
        <w:t>)</w:t>
      </w:r>
      <w:r w:rsidRPr="004E7AEE">
        <w:rPr>
          <w:lang w:val="sw-KE"/>
        </w:rPr>
        <w:t>.</w:t>
      </w:r>
    </w:p>
    <w:p w:rsidR="004E7AEE" w:rsidRPr="004E7AEE" w:rsidRDefault="00145759" w:rsidP="00145759">
      <w:pPr>
        <w:pStyle w:val="libNormal"/>
        <w:jc w:val="both"/>
        <w:rPr>
          <w:lang w:val="sw-KE"/>
        </w:rPr>
      </w:pPr>
      <w:r>
        <w:rPr>
          <w:lang w:val="sw-KE"/>
        </w:rPr>
        <w:t>(</w:t>
      </w:r>
      <w:r w:rsidR="004E7AEE" w:rsidRPr="004E7AEE">
        <w:rPr>
          <w:lang w:val="sw-KE"/>
        </w:rPr>
        <w:t>15</w:t>
      </w:r>
      <w:r>
        <w:rPr>
          <w:lang w:val="sw-KE"/>
        </w:rPr>
        <w:t xml:space="preserve">) </w:t>
      </w:r>
      <w:r w:rsidR="004E7AEE" w:rsidRPr="004E7AEE">
        <w:rPr>
          <w:lang w:val="sw-KE"/>
        </w:rPr>
        <w:t>Kudharau:</w:t>
      </w:r>
    </w:p>
    <w:p w:rsidR="004E7AEE" w:rsidRPr="004E7AEE" w:rsidRDefault="004E7AEE" w:rsidP="004E7AEE">
      <w:pPr>
        <w:pStyle w:val="libNormal"/>
        <w:jc w:val="both"/>
        <w:rPr>
          <w:lang w:val="sw-KE"/>
        </w:rPr>
      </w:pPr>
      <w:r w:rsidRPr="004E7AEE">
        <w:rPr>
          <w:lang w:val="sw-KE"/>
        </w:rPr>
        <w:t>Mwenye kujidharau kuwa dhalili na h</w:t>
      </w:r>
      <w:r w:rsidR="00145759">
        <w:rPr>
          <w:lang w:val="sw-KE"/>
        </w:rPr>
        <w:t xml:space="preserve">ana hima. Imam Jaffer As-Sadiq </w:t>
      </w:r>
      <w:r w:rsidR="00145759" w:rsidRPr="00145759">
        <w:rPr>
          <w:rStyle w:val="libFootnotenumChar"/>
          <w:lang w:val="sw-KE"/>
        </w:rPr>
        <w:t>(a.s)</w:t>
      </w:r>
      <w:r w:rsidRPr="004E7AEE">
        <w:rPr>
          <w:lang w:val="sw-KE"/>
        </w:rPr>
        <w:t xml:space="preserve"> amesema: "</w:t>
      </w:r>
      <w:r w:rsidRPr="00145759">
        <w:rPr>
          <w:rStyle w:val="libBold1Char"/>
          <w:lang w:val="sw-KE"/>
        </w:rPr>
        <w:t>Hakika Mwenyezi Mungu amemwachilia mwenye imani mambo yake yote, lakini hakumwachia ajidhalilishe, kwani hukusoma Qur'an inasema</w:t>
      </w:r>
      <w:r w:rsidRPr="004E7AEE">
        <w:rPr>
          <w:lang w:val="sw-KE"/>
        </w:rPr>
        <w:t xml:space="preserve">, </w:t>
      </w:r>
      <w:r w:rsidRPr="00997D1C">
        <w:rPr>
          <w:rStyle w:val="libAieChar"/>
          <w:lang w:val="sw-KE"/>
        </w:rPr>
        <w:t>'Nautukufu hasani wa Mwenyezi Mungu na Mtume wake na walio amini.</w:t>
      </w:r>
      <w:r w:rsidR="00997D1C">
        <w:rPr>
          <w:lang w:val="sw-KE"/>
        </w:rPr>
        <w:t>' (Qur' an, Sura ya 63 aya ya 8)</w:t>
      </w:r>
      <w:r w:rsidRPr="004E7AEE">
        <w:rPr>
          <w:lang w:val="sw-KE"/>
        </w:rPr>
        <w:t>.</w:t>
      </w:r>
    </w:p>
    <w:p w:rsidR="004E7AEE" w:rsidRPr="004E7AEE" w:rsidRDefault="004E7AEE" w:rsidP="00997D1C">
      <w:pPr>
        <w:pStyle w:val="Heading2"/>
        <w:rPr>
          <w:lang w:val="sw-KE"/>
        </w:rPr>
      </w:pPr>
      <w:bookmarkStart w:id="33" w:name="_Toc29901523"/>
      <w:r w:rsidRPr="004E7AEE">
        <w:rPr>
          <w:lang w:val="sw-KE"/>
        </w:rPr>
        <w:t>SOMO LA KUMI NA MOJA</w:t>
      </w:r>
      <w:bookmarkEnd w:id="33"/>
    </w:p>
    <w:p w:rsidR="004E7AEE" w:rsidRPr="004E7AEE" w:rsidRDefault="00997D1C" w:rsidP="00997D1C">
      <w:pPr>
        <w:pStyle w:val="Heading3"/>
        <w:rPr>
          <w:lang w:val="sw-KE"/>
        </w:rPr>
      </w:pPr>
      <w:bookmarkStart w:id="34" w:name="_Toc29901524"/>
      <w:r>
        <w:rPr>
          <w:lang w:val="sw-KE"/>
        </w:rPr>
        <w:t>TABIA MBAYA (II)</w:t>
      </w:r>
      <w:bookmarkEnd w:id="34"/>
    </w:p>
    <w:p w:rsidR="004E7AEE" w:rsidRPr="004E7AEE" w:rsidRDefault="00997D1C" w:rsidP="00997D1C">
      <w:pPr>
        <w:pStyle w:val="libNormal"/>
        <w:jc w:val="both"/>
        <w:rPr>
          <w:lang w:val="sw-KE"/>
        </w:rPr>
      </w:pPr>
      <w:r>
        <w:rPr>
          <w:lang w:val="sw-KE"/>
        </w:rPr>
        <w:t>(</w:t>
      </w:r>
      <w:r w:rsidR="004E7AEE" w:rsidRPr="004E7AEE">
        <w:rPr>
          <w:lang w:val="sw-KE"/>
        </w:rPr>
        <w:t>16</w:t>
      </w:r>
      <w:r>
        <w:rPr>
          <w:lang w:val="sw-KE"/>
        </w:rPr>
        <w:t xml:space="preserve">) </w:t>
      </w:r>
      <w:r w:rsidR="004E7AEE" w:rsidRPr="004E7AEE">
        <w:rPr>
          <w:lang w:val="sw-KE"/>
        </w:rPr>
        <w:t>Kiburi:</w:t>
      </w:r>
    </w:p>
    <w:p w:rsidR="004E7AEE" w:rsidRPr="004E7AEE" w:rsidRDefault="00997D1C" w:rsidP="00997D1C">
      <w:pPr>
        <w:pStyle w:val="libNormal"/>
        <w:jc w:val="both"/>
        <w:rPr>
          <w:lang w:val="sw-KE"/>
        </w:rPr>
      </w:pPr>
      <w:r>
        <w:rPr>
          <w:lang w:val="sw-KE"/>
        </w:rPr>
        <w:lastRenderedPageBreak/>
        <w:t xml:space="preserve">Mtukufu Mtume </w:t>
      </w:r>
      <w:r w:rsidRPr="00997D1C">
        <w:rPr>
          <w:rStyle w:val="libBold1Char"/>
          <w:lang w:val="sw-KE"/>
        </w:rPr>
        <w:t>(s.a.w.w)</w:t>
      </w:r>
      <w:r w:rsidR="004E7AEE" w:rsidRPr="004E7AEE">
        <w:rPr>
          <w:lang w:val="sw-KE"/>
        </w:rPr>
        <w:t xml:space="preserve"> amesema: "</w:t>
      </w:r>
      <w:r w:rsidR="004E7AEE" w:rsidRPr="00997D1C">
        <w:rPr>
          <w:rStyle w:val="libBold1Char"/>
          <w:lang w:val="sw-KE"/>
        </w:rPr>
        <w:t>Hataingia Peponi mwenye kuwa nao moyoni kiburi hata kikiwa kiasi cha punje cha hardali</w:t>
      </w:r>
      <w:r w:rsidR="004E7AEE" w:rsidRPr="004E7AEE">
        <w:rPr>
          <w:lang w:val="sw-KE"/>
        </w:rPr>
        <w:t>."</w:t>
      </w:r>
    </w:p>
    <w:p w:rsidR="004E7AEE" w:rsidRPr="004E7AEE" w:rsidRDefault="00997D1C" w:rsidP="004E7AEE">
      <w:pPr>
        <w:pStyle w:val="libNormal"/>
        <w:jc w:val="both"/>
        <w:rPr>
          <w:lang w:val="sw-KE"/>
        </w:rPr>
      </w:pPr>
      <w:r>
        <w:rPr>
          <w:lang w:val="sw-KE"/>
        </w:rPr>
        <w:t xml:space="preserve">Na Nabii Musa </w:t>
      </w:r>
      <w:r w:rsidRPr="00997D1C">
        <w:rPr>
          <w:rStyle w:val="libFootnotenumChar"/>
          <w:lang w:val="sw-KE"/>
        </w:rPr>
        <w:t>(a.s)</w:t>
      </w:r>
      <w:r w:rsidR="004E7AEE" w:rsidRPr="004E7AEE">
        <w:rPr>
          <w:lang w:val="sw-KE"/>
        </w:rPr>
        <w:t xml:space="preserve"> akasema: "</w:t>
      </w:r>
      <w:r w:rsidR="004E7AEE" w:rsidRPr="00997D1C">
        <w:rPr>
          <w:rStyle w:val="libAieChar"/>
          <w:lang w:val="sw-KE"/>
        </w:rPr>
        <w:t>Hakika najikinga kwa Mola wangu na Mola wenu Anilinde na kila mwenye kiburi asiyeamini siku ya Hesabu</w:t>
      </w:r>
      <w:r w:rsidR="004B5111">
        <w:rPr>
          <w:lang w:val="sw-KE"/>
        </w:rPr>
        <w:t>." (Qur'an, Sura ya 40 aya ya 27)</w:t>
      </w:r>
      <w:r w:rsidR="004E7AEE" w:rsidRPr="004E7AEE">
        <w:rPr>
          <w:lang w:val="sw-KE"/>
        </w:rPr>
        <w:t>.</w:t>
      </w:r>
    </w:p>
    <w:p w:rsidR="004E7AEE" w:rsidRPr="004E7AEE" w:rsidRDefault="00997D1C" w:rsidP="00997D1C">
      <w:pPr>
        <w:pStyle w:val="libNormal"/>
        <w:jc w:val="both"/>
        <w:rPr>
          <w:lang w:val="sw-KE"/>
        </w:rPr>
      </w:pPr>
      <w:r>
        <w:rPr>
          <w:lang w:val="sw-KE"/>
        </w:rPr>
        <w:t>(</w:t>
      </w:r>
      <w:r w:rsidR="004E7AEE" w:rsidRPr="004E7AEE">
        <w:rPr>
          <w:lang w:val="sw-KE"/>
        </w:rPr>
        <w:t>17</w:t>
      </w:r>
      <w:r>
        <w:rPr>
          <w:lang w:val="sw-KE"/>
        </w:rPr>
        <w:t>) Mghafala (</w:t>
      </w:r>
      <w:r w:rsidR="004E7AEE" w:rsidRPr="004E7AEE">
        <w:rPr>
          <w:lang w:val="sw-KE"/>
        </w:rPr>
        <w:t>kusahau sahau)</w:t>
      </w:r>
    </w:p>
    <w:p w:rsidR="004E7AEE" w:rsidRPr="004E7AEE" w:rsidRDefault="004E7AEE" w:rsidP="004E7AEE">
      <w:pPr>
        <w:pStyle w:val="libNormal"/>
        <w:jc w:val="both"/>
        <w:rPr>
          <w:lang w:val="sw-KE"/>
        </w:rPr>
      </w:pPr>
      <w:r w:rsidRPr="004E7AEE">
        <w:rPr>
          <w:lang w:val="sw-KE"/>
        </w:rPr>
        <w:t>Ni tabia mbaya na huleta hasara kwako na kwa watu. Mwenyezi Mungu amewaonya katika Qur'ani wale ambao wanao tabia ya mghafala: "</w:t>
      </w:r>
      <w:r w:rsidRPr="00997D1C">
        <w:rPr>
          <w:rStyle w:val="libAieChar"/>
          <w:lang w:val="sw-KE"/>
        </w:rPr>
        <w:t>Na bila shaka tumewaumbia moto wa Jahannam wengi katika wanadamu na katika majini kwa sababu hii: 'Nyoyo wa</w:t>
      </w:r>
      <w:r w:rsidR="00997D1C" w:rsidRPr="00997D1C">
        <w:rPr>
          <w:rStyle w:val="libAieChar"/>
          <w:lang w:val="sw-KE"/>
        </w:rPr>
        <w:t xml:space="preserve"> nazo, lakini hawafahamu kwazo (Hawataki kufahamu kwazo)</w:t>
      </w:r>
      <w:r w:rsidRPr="00997D1C">
        <w:rPr>
          <w:rStyle w:val="libAieChar"/>
          <w:lang w:val="sw-KE"/>
        </w:rPr>
        <w:t>, Na macho wanayo lakini hawaoni kwayo, na maskio wanayo lakini hawasikii kwayo. Hao ni kama wanyama; bali wao ni wapotevu zaidi. Hao ndio walioghafilika.</w:t>
      </w:r>
      <w:r w:rsidR="00997D1C">
        <w:rPr>
          <w:lang w:val="sw-KE"/>
        </w:rPr>
        <w:t>" (Qur'an, Sura ya 7 aya ya 179)</w:t>
      </w:r>
      <w:r w:rsidRPr="004E7AEE">
        <w:rPr>
          <w:lang w:val="sw-KE"/>
        </w:rPr>
        <w:t>.</w:t>
      </w:r>
    </w:p>
    <w:p w:rsidR="004E7AEE" w:rsidRPr="004E7AEE" w:rsidRDefault="00997D1C" w:rsidP="004E7AEE">
      <w:pPr>
        <w:pStyle w:val="libNormal"/>
        <w:jc w:val="both"/>
        <w:rPr>
          <w:lang w:val="sw-KE"/>
        </w:rPr>
      </w:pPr>
      <w:r>
        <w:rPr>
          <w:lang w:val="sw-KE"/>
        </w:rPr>
        <w:t>(18) Ufedhuli na ujuvi (kutokuwa na haya)</w:t>
      </w:r>
      <w:r w:rsidR="004E7AEE" w:rsidRPr="004E7AEE">
        <w:rPr>
          <w:lang w:val="sw-KE"/>
        </w:rPr>
        <w:t>:</w:t>
      </w:r>
    </w:p>
    <w:p w:rsidR="004E7AEE" w:rsidRPr="004E7AEE" w:rsidRDefault="004E7AEE" w:rsidP="004E7AEE">
      <w:pPr>
        <w:pStyle w:val="libNormal"/>
        <w:jc w:val="both"/>
        <w:rPr>
          <w:lang w:val="sw-KE"/>
        </w:rPr>
      </w:pPr>
      <w:r w:rsidRPr="004E7AEE">
        <w:rPr>
          <w:lang w:val="sw-KE"/>
        </w:rPr>
        <w:t>Mtu kama anayo tabia mbaya kama hii hupatikana na misukosuko mingi, kwani hajali analolisema, wala hajali anae mfanyia ufedhuli huo na matokeo yake ni mabaya sana.</w:t>
      </w:r>
    </w:p>
    <w:p w:rsidR="004E7AEE" w:rsidRPr="004E7AEE" w:rsidRDefault="004B5111" w:rsidP="004B5111">
      <w:pPr>
        <w:pStyle w:val="libNormal"/>
        <w:jc w:val="both"/>
        <w:rPr>
          <w:lang w:val="sw-KE"/>
        </w:rPr>
      </w:pPr>
      <w:r>
        <w:rPr>
          <w:lang w:val="sw-KE"/>
        </w:rPr>
        <w:t>(</w:t>
      </w:r>
      <w:r w:rsidR="004E7AEE" w:rsidRPr="004E7AEE">
        <w:rPr>
          <w:lang w:val="sw-KE"/>
        </w:rPr>
        <w:t>19</w:t>
      </w:r>
      <w:r>
        <w:rPr>
          <w:lang w:val="sw-KE"/>
        </w:rPr>
        <w:t xml:space="preserve">) </w:t>
      </w:r>
      <w:r w:rsidR="004E7AEE" w:rsidRPr="004E7AEE">
        <w:rPr>
          <w:lang w:val="sw-KE"/>
        </w:rPr>
        <w:t>Kuwa na wasiwasi mwingi:</w:t>
      </w:r>
    </w:p>
    <w:p w:rsidR="004E7AEE" w:rsidRPr="004E7AEE" w:rsidRDefault="004B5111" w:rsidP="004B5111">
      <w:pPr>
        <w:pStyle w:val="libNormal"/>
        <w:jc w:val="both"/>
        <w:rPr>
          <w:lang w:val="sw-KE"/>
        </w:rPr>
      </w:pPr>
      <w:r>
        <w:rPr>
          <w:lang w:val="sw-KE"/>
        </w:rPr>
        <w:t xml:space="preserve">Mtukufu Mtume </w:t>
      </w:r>
      <w:r w:rsidRPr="004B5111">
        <w:rPr>
          <w:rStyle w:val="libBold1Char"/>
          <w:lang w:val="sw-KE"/>
        </w:rPr>
        <w:t>(</w:t>
      </w:r>
      <w:r w:rsidR="004E7AEE" w:rsidRPr="004B5111">
        <w:rPr>
          <w:rStyle w:val="libBold1Char"/>
          <w:lang w:val="sw-KE"/>
        </w:rPr>
        <w:t>s.a.w.w</w:t>
      </w:r>
      <w:r w:rsidRPr="004B5111">
        <w:rPr>
          <w:rStyle w:val="libBold1Char"/>
          <w:lang w:val="sw-KE"/>
        </w:rPr>
        <w:t>)</w:t>
      </w:r>
      <w:r w:rsidR="004E7AEE" w:rsidRPr="004E7AEE">
        <w:rPr>
          <w:lang w:val="sw-KE"/>
        </w:rPr>
        <w:t xml:space="preserve"> amesema:</w:t>
      </w:r>
      <w:r>
        <w:rPr>
          <w:lang w:val="sw-KE"/>
        </w:rPr>
        <w:t xml:space="preserve"> </w:t>
      </w:r>
      <w:r w:rsidR="004E7AEE" w:rsidRPr="004E7AEE">
        <w:rPr>
          <w:lang w:val="sw-KE"/>
        </w:rPr>
        <w:t>"</w:t>
      </w:r>
      <w:r w:rsidR="004E7AEE" w:rsidRPr="004B5111">
        <w:rPr>
          <w:rStyle w:val="libBold1Char"/>
          <w:lang w:val="sw-KE"/>
        </w:rPr>
        <w:t>Wasiwasi hutokana na Shetani</w:t>
      </w:r>
      <w:r w:rsidR="004E7AEE" w:rsidRPr="004E7AEE">
        <w:rPr>
          <w:lang w:val="sw-KE"/>
        </w:rPr>
        <w:t>."</w:t>
      </w:r>
    </w:p>
    <w:p w:rsidR="004E7AEE" w:rsidRPr="004E7AEE" w:rsidRDefault="004E7AEE" w:rsidP="004E7AEE">
      <w:pPr>
        <w:pStyle w:val="libNormal"/>
        <w:jc w:val="both"/>
        <w:rPr>
          <w:lang w:val="sw-KE"/>
        </w:rPr>
      </w:pPr>
      <w:r w:rsidRPr="004E7AEE">
        <w:rPr>
          <w:lang w:val="sw-KE"/>
        </w:rPr>
        <w:t>Mwenyezi Mung</w:t>
      </w:r>
      <w:r w:rsidR="004B5111">
        <w:rPr>
          <w:lang w:val="sw-KE"/>
        </w:rPr>
        <w:t>u amesema katika Qur'ani "</w:t>
      </w:r>
      <w:r w:rsidR="004B5111" w:rsidRPr="004B5111">
        <w:rPr>
          <w:rStyle w:val="libAieChar"/>
          <w:lang w:val="sw-KE"/>
        </w:rPr>
        <w:t xml:space="preserve">Sema Najilinda </w:t>
      </w:r>
      <w:r w:rsidRPr="004B5111">
        <w:rPr>
          <w:rStyle w:val="libAieChar"/>
          <w:lang w:val="sw-KE"/>
        </w:rPr>
        <w:t>na shari ya wasiwasi, shetani, aendaye kisirisiri kwa hila, atiaye wasiwasi katika mioyo ya watu</w:t>
      </w:r>
      <w:r w:rsidR="004B5111">
        <w:rPr>
          <w:lang w:val="sw-KE"/>
        </w:rPr>
        <w:t>." (</w:t>
      </w:r>
      <w:r w:rsidRPr="004E7AEE">
        <w:rPr>
          <w:lang w:val="sw-KE"/>
        </w:rPr>
        <w:t>Qu</w:t>
      </w:r>
      <w:r w:rsidR="004B5111">
        <w:rPr>
          <w:lang w:val="sw-KE"/>
        </w:rPr>
        <w:t>r'an Sura ya 114, aya ya 5 na 6)</w:t>
      </w:r>
      <w:r w:rsidRPr="004E7AEE">
        <w:rPr>
          <w:lang w:val="sw-KE"/>
        </w:rPr>
        <w:t>.</w:t>
      </w:r>
    </w:p>
    <w:p w:rsidR="004E7AEE" w:rsidRPr="004E7AEE" w:rsidRDefault="00A33CC5" w:rsidP="004E7AEE">
      <w:pPr>
        <w:pStyle w:val="libNormal"/>
        <w:jc w:val="both"/>
        <w:rPr>
          <w:lang w:val="sw-KE"/>
        </w:rPr>
      </w:pPr>
      <w:r>
        <w:rPr>
          <w:lang w:val="sw-KE" w:bidi="fa-IR"/>
        </w:rPr>
        <w:t>(</w:t>
      </w:r>
      <w:r>
        <w:rPr>
          <w:lang w:val="sw-KE"/>
        </w:rPr>
        <w:t xml:space="preserve">20) </w:t>
      </w:r>
      <w:r w:rsidR="004E7AEE" w:rsidRPr="004E7AEE">
        <w:rPr>
          <w:lang w:val="sw-KE"/>
        </w:rPr>
        <w:t>Uchafu:</w:t>
      </w:r>
    </w:p>
    <w:p w:rsidR="004E7AEE" w:rsidRPr="004E7AEE" w:rsidRDefault="00A33CC5" w:rsidP="00A33CC5">
      <w:pPr>
        <w:pStyle w:val="libNormal"/>
        <w:jc w:val="both"/>
        <w:rPr>
          <w:lang w:val="sw-KE"/>
        </w:rPr>
      </w:pPr>
      <w:r>
        <w:rPr>
          <w:lang w:val="sw-KE"/>
        </w:rPr>
        <w:t xml:space="preserve">Mtukufu Mtume </w:t>
      </w:r>
      <w:r w:rsidRPr="00A33CC5">
        <w:rPr>
          <w:rStyle w:val="libBold1Char"/>
          <w:lang w:val="sw-KE"/>
        </w:rPr>
        <w:t>(</w:t>
      </w:r>
      <w:r w:rsidR="004E7AEE" w:rsidRPr="00A33CC5">
        <w:rPr>
          <w:rStyle w:val="libBold1Char"/>
          <w:lang w:val="sw-KE"/>
        </w:rPr>
        <w:t>s.aw.w</w:t>
      </w:r>
      <w:r w:rsidRPr="00A33CC5">
        <w:rPr>
          <w:rStyle w:val="libBold1Char"/>
          <w:lang w:val="sw-KE"/>
        </w:rPr>
        <w:t>)</w:t>
      </w:r>
      <w:r w:rsidR="004E7AEE" w:rsidRPr="004E7AEE">
        <w:rPr>
          <w:lang w:val="sw-KE"/>
        </w:rPr>
        <w:t xml:space="preserve"> amesema: "</w:t>
      </w:r>
      <w:r w:rsidR="004E7AEE" w:rsidRPr="00A33CC5">
        <w:rPr>
          <w:rStyle w:val="libBold1Char"/>
          <w:lang w:val="sw-KE"/>
        </w:rPr>
        <w:t>Msikae wachafu bali muwe nadhifu, kwani unadhifu ni katika imani</w:t>
      </w:r>
      <w:r w:rsidR="004E7AEE" w:rsidRPr="004E7AEE">
        <w:rPr>
          <w:lang w:val="sw-KE"/>
        </w:rPr>
        <w:t>."</w:t>
      </w:r>
    </w:p>
    <w:p w:rsidR="004E7AEE" w:rsidRPr="004E7AEE" w:rsidRDefault="00A33CC5" w:rsidP="00A33CC5">
      <w:pPr>
        <w:pStyle w:val="libNormal"/>
        <w:jc w:val="both"/>
        <w:rPr>
          <w:lang w:val="sw-KE"/>
        </w:rPr>
      </w:pPr>
      <w:r>
        <w:rPr>
          <w:lang w:val="sw-KE"/>
        </w:rPr>
        <w:t>(</w:t>
      </w:r>
      <w:r w:rsidR="004E7AEE" w:rsidRPr="004E7AEE">
        <w:rPr>
          <w:lang w:val="sw-KE"/>
        </w:rPr>
        <w:t>21</w:t>
      </w:r>
      <w:r>
        <w:rPr>
          <w:lang w:val="sw-KE"/>
        </w:rPr>
        <w:t xml:space="preserve">) </w:t>
      </w:r>
      <w:r w:rsidR="004E7AEE" w:rsidRPr="004E7AEE">
        <w:rPr>
          <w:lang w:val="sw-KE"/>
        </w:rPr>
        <w:t>Kukosa huruma:</w:t>
      </w:r>
    </w:p>
    <w:p w:rsidR="004E7AEE" w:rsidRPr="004E7AEE" w:rsidRDefault="004E7AEE" w:rsidP="00B10112">
      <w:pPr>
        <w:pStyle w:val="libNormal"/>
        <w:jc w:val="both"/>
        <w:rPr>
          <w:lang w:val="sw-KE"/>
        </w:rPr>
      </w:pPr>
      <w:r w:rsidRPr="004E7AEE">
        <w:rPr>
          <w:lang w:val="sw-KE"/>
        </w:rPr>
        <w:t>Mwenyezi Mungu k</w:t>
      </w:r>
      <w:r w:rsidR="00A33CC5">
        <w:rPr>
          <w:lang w:val="sw-KE"/>
        </w:rPr>
        <w:t xml:space="preserve">atika mazungumzo na Mtume Musa </w:t>
      </w:r>
      <w:r w:rsidR="00A33CC5" w:rsidRPr="00B10112">
        <w:rPr>
          <w:rStyle w:val="libFootnotenumChar"/>
          <w:lang w:val="sw-KE"/>
        </w:rPr>
        <w:t>(a.s)</w:t>
      </w:r>
      <w:r w:rsidRPr="00B10112">
        <w:rPr>
          <w:rStyle w:val="libFootnotenumChar"/>
          <w:lang w:val="sw-KE"/>
        </w:rPr>
        <w:t xml:space="preserve"> </w:t>
      </w:r>
      <w:r w:rsidRPr="004E7AEE">
        <w:rPr>
          <w:lang w:val="sw-KE"/>
        </w:rPr>
        <w:t>akamwamb</w:t>
      </w:r>
      <w:r w:rsidR="00B10112">
        <w:rPr>
          <w:lang w:val="sw-KE"/>
        </w:rPr>
        <w:t>ia, "</w:t>
      </w:r>
      <w:r w:rsidR="00B10112" w:rsidRPr="00B10112">
        <w:rPr>
          <w:rStyle w:val="libBold1Char"/>
          <w:lang w:val="sw-KE"/>
        </w:rPr>
        <w:t>Mwenye kuwa na moyo mgumu (</w:t>
      </w:r>
      <w:r w:rsidRPr="00B10112">
        <w:rPr>
          <w:rStyle w:val="libBold1Char"/>
          <w:lang w:val="sw-KE"/>
        </w:rPr>
        <w:t>kukosa huruma</w:t>
      </w:r>
      <w:r w:rsidR="00B10112" w:rsidRPr="00B10112">
        <w:rPr>
          <w:rStyle w:val="libBold1Char"/>
          <w:lang w:val="sw-KE"/>
        </w:rPr>
        <w:t>)</w:t>
      </w:r>
      <w:r w:rsidRPr="00B10112">
        <w:rPr>
          <w:rStyle w:val="libBold1Char"/>
          <w:lang w:val="sw-KE"/>
        </w:rPr>
        <w:t xml:space="preserve"> ni yumbali nami</w:t>
      </w:r>
      <w:r w:rsidRPr="004E7AEE">
        <w:rPr>
          <w:lang w:val="sw-KE"/>
        </w:rPr>
        <w:t>."</w:t>
      </w:r>
    </w:p>
    <w:p w:rsidR="004E7AEE" w:rsidRPr="004E7AEE" w:rsidRDefault="00B10112" w:rsidP="00B10112">
      <w:pPr>
        <w:pStyle w:val="libNormal"/>
        <w:jc w:val="both"/>
        <w:rPr>
          <w:lang w:val="sw-KE"/>
        </w:rPr>
      </w:pPr>
      <w:r>
        <w:rPr>
          <w:lang w:val="sw-KE"/>
        </w:rPr>
        <w:t>(</w:t>
      </w:r>
      <w:r w:rsidR="004E7AEE" w:rsidRPr="004E7AEE">
        <w:rPr>
          <w:lang w:val="sw-KE"/>
        </w:rPr>
        <w:t>22</w:t>
      </w:r>
      <w:r>
        <w:rPr>
          <w:lang w:val="sw-KE"/>
        </w:rPr>
        <w:t xml:space="preserve">) </w:t>
      </w:r>
      <w:r w:rsidR="004E7AEE" w:rsidRPr="004E7AEE">
        <w:rPr>
          <w:lang w:val="sw-KE"/>
        </w:rPr>
        <w:t>Ulaghai:</w:t>
      </w:r>
    </w:p>
    <w:p w:rsidR="004E7AEE" w:rsidRPr="004E7AEE" w:rsidRDefault="004E7AEE" w:rsidP="004E7AEE">
      <w:pPr>
        <w:pStyle w:val="libNormal"/>
        <w:jc w:val="both"/>
        <w:rPr>
          <w:lang w:val="sw-KE"/>
        </w:rPr>
      </w:pPr>
      <w:r w:rsidRPr="004E7AEE">
        <w:rPr>
          <w:lang w:val="sw-KE"/>
        </w:rPr>
        <w:t>Mwenyezi Mungu amesema: "</w:t>
      </w:r>
      <w:r w:rsidRPr="00B10112">
        <w:rPr>
          <w:rStyle w:val="libAieChar"/>
          <w:lang w:val="sw-KE"/>
        </w:rPr>
        <w:t>Na maisha ya dunia hii si kitu ila ni starehe idanganyayo</w:t>
      </w:r>
      <w:r w:rsidR="00B10112">
        <w:rPr>
          <w:lang w:val="sw-KE"/>
        </w:rPr>
        <w:t>." (</w:t>
      </w:r>
      <w:r w:rsidRPr="004E7AEE">
        <w:rPr>
          <w:lang w:val="sw-KE"/>
        </w:rPr>
        <w:t xml:space="preserve">Qur'an, Sura ya </w:t>
      </w:r>
      <w:r w:rsidR="00B10112">
        <w:rPr>
          <w:lang w:val="sw-KE"/>
        </w:rPr>
        <w:t>3 aya yal 85)</w:t>
      </w:r>
      <w:r w:rsidRPr="004E7AEE">
        <w:rPr>
          <w:lang w:val="sw-KE"/>
        </w:rPr>
        <w:t>.</w:t>
      </w:r>
    </w:p>
    <w:p w:rsidR="004E7AEE" w:rsidRPr="004E7AEE" w:rsidRDefault="00B10112" w:rsidP="00B10112">
      <w:pPr>
        <w:pStyle w:val="libNormal"/>
        <w:jc w:val="both"/>
        <w:rPr>
          <w:lang w:val="sw-KE"/>
        </w:rPr>
      </w:pPr>
      <w:r w:rsidRPr="00B10112">
        <w:rPr>
          <w:rStyle w:val="libAieChar"/>
          <w:lang w:val="sw-KE"/>
        </w:rPr>
        <w:t>'</w:t>
      </w:r>
      <w:r w:rsidR="004E7AEE" w:rsidRPr="00B10112">
        <w:rPr>
          <w:rStyle w:val="libAieChar"/>
          <w:lang w:val="sw-KE"/>
        </w:rPr>
        <w:t>'Bila shaka ahadi ya Mwenyezi Mungu ni haki, basi yasikulaghaini maisha ya dunia hii, wala asikudanganyeni mdanga</w:t>
      </w:r>
      <w:r>
        <w:rPr>
          <w:rStyle w:val="libAieChar"/>
          <w:lang w:val="sw-KE"/>
        </w:rPr>
        <w:t>nyifu mkubwa {Ibilisi}, katika (</w:t>
      </w:r>
      <w:r w:rsidR="004E7AEE" w:rsidRPr="00B10112">
        <w:rPr>
          <w:rStyle w:val="libAieChar"/>
          <w:lang w:val="sw-KE"/>
        </w:rPr>
        <w:t>mambo ya</w:t>
      </w:r>
      <w:r>
        <w:rPr>
          <w:rStyle w:val="libAieChar"/>
          <w:lang w:val="sw-KE"/>
        </w:rPr>
        <w:t>)</w:t>
      </w:r>
      <w:r w:rsidR="004E7AEE" w:rsidRPr="00B10112">
        <w:rPr>
          <w:rStyle w:val="libAieChar"/>
          <w:lang w:val="sw-KE"/>
        </w:rPr>
        <w:t xml:space="preserve"> Mwenyezi Mungu</w:t>
      </w:r>
      <w:r>
        <w:rPr>
          <w:lang w:val="sw-KE"/>
        </w:rPr>
        <w:t>." (Qur'an, Sura ya 31 aya ya 33)</w:t>
      </w:r>
      <w:r w:rsidR="004E7AEE" w:rsidRPr="004E7AEE">
        <w:rPr>
          <w:lang w:val="sw-KE"/>
        </w:rPr>
        <w:t>.</w:t>
      </w:r>
    </w:p>
    <w:p w:rsidR="004E7AEE" w:rsidRPr="004E7AEE" w:rsidRDefault="00161A50" w:rsidP="00161A50">
      <w:pPr>
        <w:pStyle w:val="libNormal"/>
        <w:jc w:val="both"/>
        <w:rPr>
          <w:lang w:val="sw-KE"/>
        </w:rPr>
      </w:pPr>
      <w:r>
        <w:rPr>
          <w:lang w:val="sw-KE"/>
        </w:rPr>
        <w:t>(</w:t>
      </w:r>
      <w:r w:rsidR="004E7AEE" w:rsidRPr="004E7AEE">
        <w:rPr>
          <w:lang w:val="sw-KE"/>
        </w:rPr>
        <w:t>23</w:t>
      </w:r>
      <w:r>
        <w:rPr>
          <w:lang w:val="sw-KE"/>
        </w:rPr>
        <w:t xml:space="preserve">) </w:t>
      </w:r>
      <w:r w:rsidR="004E7AEE" w:rsidRPr="004E7AEE">
        <w:rPr>
          <w:lang w:val="sw-KE"/>
        </w:rPr>
        <w:t>Kusimbulia:</w:t>
      </w:r>
    </w:p>
    <w:p w:rsidR="004E7AEE" w:rsidRPr="004E7AEE" w:rsidRDefault="004E7AEE" w:rsidP="004E7AEE">
      <w:pPr>
        <w:pStyle w:val="libNormal"/>
        <w:jc w:val="both"/>
        <w:rPr>
          <w:lang w:val="sw-KE"/>
        </w:rPr>
      </w:pPr>
      <w:r w:rsidRPr="004E7AEE">
        <w:rPr>
          <w:lang w:val="sw-KE"/>
        </w:rPr>
        <w:t>Mwenyezi Mungu amesema: "</w:t>
      </w:r>
      <w:r w:rsidRPr="00161A50">
        <w:rPr>
          <w:rStyle w:val="libAieChar"/>
          <w:lang w:val="sw-KE"/>
        </w:rPr>
        <w:t>Enyi mlio amini Msiharibu sadaka z</w:t>
      </w:r>
      <w:r w:rsidR="00161A50" w:rsidRPr="00161A50">
        <w:rPr>
          <w:rStyle w:val="libAieChar"/>
          <w:lang w:val="sw-KE"/>
        </w:rPr>
        <w:t>enu kwa masimbulizi na udhia</w:t>
      </w:r>
      <w:r w:rsidR="00161A50">
        <w:rPr>
          <w:lang w:val="sw-KE"/>
        </w:rPr>
        <w:t>." (Qur' an, Sura ya 2 aya ya 264)</w:t>
      </w:r>
      <w:r w:rsidRPr="004E7AEE">
        <w:rPr>
          <w:lang w:val="sw-KE"/>
        </w:rPr>
        <w:t>.</w:t>
      </w:r>
    </w:p>
    <w:p w:rsidR="00144972" w:rsidRDefault="004E7AEE" w:rsidP="00144972">
      <w:pPr>
        <w:pStyle w:val="libNormal"/>
        <w:jc w:val="both"/>
        <w:rPr>
          <w:lang w:val="sw-KE"/>
        </w:rPr>
      </w:pPr>
      <w:r w:rsidRPr="004E7AEE">
        <w:rPr>
          <w:lang w:val="sw-KE"/>
        </w:rPr>
        <w:t>"</w:t>
      </w:r>
      <w:r w:rsidRPr="00144972">
        <w:rPr>
          <w:rStyle w:val="libAieChar"/>
          <w:lang w:val="sw-KE"/>
        </w:rPr>
        <w:t>Kauli njema na kumsamehe anayekukosea ni bora kuliko</w:t>
      </w:r>
      <w:r w:rsidR="00144972" w:rsidRPr="00144972">
        <w:rPr>
          <w:rStyle w:val="libAieChar"/>
          <w:lang w:val="sw-KE"/>
        </w:rPr>
        <w:t xml:space="preserve"> sadaka inayofuatishwa na udhia (</w:t>
      </w:r>
      <w:r w:rsidRPr="00144972">
        <w:rPr>
          <w:rStyle w:val="libAieChar"/>
          <w:lang w:val="sw-KE"/>
        </w:rPr>
        <w:t>masimbulizi</w:t>
      </w:r>
      <w:r w:rsidR="00144972" w:rsidRPr="00144972">
        <w:rPr>
          <w:rStyle w:val="libAieChar"/>
          <w:lang w:val="sw-KE"/>
        </w:rPr>
        <w:t>)</w:t>
      </w:r>
      <w:r w:rsidR="00144972">
        <w:rPr>
          <w:lang w:val="sw-KE"/>
        </w:rPr>
        <w:t>." (Qur'an, Sura ya 2 aya ya 263).</w:t>
      </w:r>
    </w:p>
    <w:p w:rsidR="00144972" w:rsidRDefault="00144972">
      <w:pPr>
        <w:ind w:firstLine="0"/>
        <w:jc w:val="left"/>
        <w:rPr>
          <w:sz w:val="24"/>
          <w:lang w:val="sw-KE"/>
        </w:rPr>
      </w:pPr>
      <w:r>
        <w:rPr>
          <w:lang w:val="sw-KE"/>
        </w:rPr>
        <w:br w:type="page"/>
      </w:r>
    </w:p>
    <w:p w:rsidR="00144972" w:rsidRPr="00144972" w:rsidRDefault="00144972" w:rsidP="00144972">
      <w:pPr>
        <w:pStyle w:val="Heading1Center"/>
        <w:rPr>
          <w:lang w:val="sw-KE"/>
        </w:rPr>
      </w:pPr>
      <w:bookmarkStart w:id="35" w:name="_Toc29901525"/>
      <w:r w:rsidRPr="00144972">
        <w:rPr>
          <w:lang w:val="sw-KE"/>
        </w:rPr>
        <w:lastRenderedPageBreak/>
        <w:t>MASOMO YA KI-ISLAMU</w:t>
      </w:r>
      <w:bookmarkEnd w:id="35"/>
    </w:p>
    <w:p w:rsidR="004E7AEE" w:rsidRPr="004E7AEE" w:rsidRDefault="00144972" w:rsidP="00144972">
      <w:pPr>
        <w:pStyle w:val="Heading2Center"/>
        <w:rPr>
          <w:lang w:val="sw-KE"/>
        </w:rPr>
      </w:pPr>
      <w:bookmarkStart w:id="36" w:name="_Toc29901526"/>
      <w:r w:rsidRPr="00144972">
        <w:rPr>
          <w:lang w:val="sw-KE"/>
        </w:rPr>
        <w:t>KITABU CHA NNE</w:t>
      </w:r>
      <w:bookmarkEnd w:id="36"/>
    </w:p>
    <w:p w:rsidR="004E7AEE" w:rsidRPr="004E7AEE" w:rsidRDefault="004E7AEE" w:rsidP="00144972">
      <w:pPr>
        <w:pStyle w:val="Heading3Center"/>
        <w:rPr>
          <w:lang w:val="sw-KE"/>
        </w:rPr>
      </w:pPr>
      <w:bookmarkStart w:id="37" w:name="_Toc29901527"/>
      <w:r w:rsidRPr="004E7AEE">
        <w:rPr>
          <w:lang w:val="sw-KE"/>
        </w:rPr>
        <w:t>SOMO LA KUMI NA MBILI</w:t>
      </w:r>
      <w:bookmarkEnd w:id="37"/>
    </w:p>
    <w:p w:rsidR="004E7AEE" w:rsidRPr="004E7AEE" w:rsidRDefault="004E7AEE" w:rsidP="00144972">
      <w:pPr>
        <w:pStyle w:val="Heading3"/>
        <w:rPr>
          <w:lang w:val="sw-KE"/>
        </w:rPr>
      </w:pPr>
      <w:bookmarkStart w:id="38" w:name="_Toc29901528"/>
      <w:r w:rsidRPr="004E7AEE">
        <w:rPr>
          <w:lang w:val="sw-KE"/>
        </w:rPr>
        <w:t>ADABU YA KUAMKIANA</w:t>
      </w:r>
      <w:bookmarkEnd w:id="38"/>
    </w:p>
    <w:p w:rsidR="004E7AEE" w:rsidRPr="004E7AEE" w:rsidRDefault="004E7AEE" w:rsidP="004E7AEE">
      <w:pPr>
        <w:pStyle w:val="libNormal"/>
        <w:jc w:val="both"/>
        <w:rPr>
          <w:lang w:val="sw-KE"/>
        </w:rPr>
      </w:pPr>
      <w:r w:rsidRPr="004E7AEE">
        <w:rPr>
          <w:lang w:val="sw-KE"/>
        </w:rPr>
        <w:t>Uislamu unawafundisha wafuasi wake kila njia ya kheri, udugu na kupendana kujuana kwa hali na kusaidiana na kuondoa kila ovu na kila baya baina yao.</w:t>
      </w:r>
    </w:p>
    <w:p w:rsidR="004E7AEE" w:rsidRPr="004E7AEE" w:rsidRDefault="004E7AEE" w:rsidP="00144972">
      <w:pPr>
        <w:pStyle w:val="libNormal"/>
        <w:jc w:val="both"/>
        <w:rPr>
          <w:lang w:val="sw-KE"/>
        </w:rPr>
      </w:pPr>
      <w:r w:rsidRPr="004E7AEE">
        <w:rPr>
          <w:lang w:val="sw-KE"/>
        </w:rPr>
        <w:t>Basi leo ndugu zanguni, nitakuleteeni adabu njema katika sheria ya kiislamu, nazo ni sheria za Waislamu, kuamkiana ili wapendane.</w:t>
      </w:r>
      <w:r w:rsidR="00144972">
        <w:rPr>
          <w:lang w:val="sw-KE"/>
        </w:rPr>
        <w:t xml:space="preserve"> Anaye amkia, huvunja majivuno (</w:t>
      </w:r>
      <w:r w:rsidRPr="004E7AEE">
        <w:rPr>
          <w:lang w:val="sw-KE"/>
        </w:rPr>
        <w:t>kiburi</w:t>
      </w:r>
      <w:r w:rsidR="00144972">
        <w:rPr>
          <w:lang w:val="sw-KE"/>
        </w:rPr>
        <w:t>)</w:t>
      </w:r>
      <w:r w:rsidRPr="004E7AEE">
        <w:rPr>
          <w:lang w:val="sw-KE"/>
        </w:rPr>
        <w:t xml:space="preserve"> ambayo ni tabia mbaya </w:t>
      </w:r>
      <w:r w:rsidR="00144972">
        <w:rPr>
          <w:lang w:val="sw-KE"/>
        </w:rPr>
        <w:t>kabisa nayo humtia mtu motoni, (</w:t>
      </w:r>
      <w:r w:rsidRPr="004E7AEE">
        <w:rPr>
          <w:lang w:val="sw-KE"/>
        </w:rPr>
        <w:t>Jahannam</w:t>
      </w:r>
      <w:r w:rsidR="00144972">
        <w:rPr>
          <w:lang w:val="sw-KE"/>
        </w:rPr>
        <w:t>)</w:t>
      </w:r>
      <w:r w:rsidRPr="004E7AEE">
        <w:rPr>
          <w:lang w:val="sw-KE"/>
        </w:rPr>
        <w:t xml:space="preserve"> anayeitikia maamkio, anamtukuza mwenziwe, humfanya bora kuliko yeye, na wote wawili hupata kheri kubwa</w:t>
      </w:r>
      <w:r w:rsidR="00144972">
        <w:rPr>
          <w:lang w:val="sw-KE"/>
        </w:rPr>
        <w:t>, (</w:t>
      </w:r>
      <w:r w:rsidRPr="004E7AEE">
        <w:rPr>
          <w:lang w:val="sw-KE"/>
        </w:rPr>
        <w:t>Thawabu</w:t>
      </w:r>
      <w:r w:rsidR="00144972">
        <w:rPr>
          <w:lang w:val="sw-KE"/>
        </w:rPr>
        <w:t xml:space="preserve">) Mtume wetu Muhammad </w:t>
      </w:r>
      <w:r w:rsidR="00144972" w:rsidRPr="00144972">
        <w:rPr>
          <w:rStyle w:val="libBold1Char"/>
          <w:lang w:val="sw-KE"/>
        </w:rPr>
        <w:t>(</w:t>
      </w:r>
      <w:r w:rsidRPr="00144972">
        <w:rPr>
          <w:rStyle w:val="libBold1Char"/>
          <w:lang w:val="sw-KE"/>
        </w:rPr>
        <w:t>s.a.w.w</w:t>
      </w:r>
      <w:r w:rsidR="00144972" w:rsidRPr="00144972">
        <w:rPr>
          <w:rStyle w:val="libBold1Char"/>
          <w:lang w:val="sw-KE"/>
        </w:rPr>
        <w:t>)</w:t>
      </w:r>
      <w:r w:rsidR="00144972">
        <w:rPr>
          <w:lang w:val="sw-KE"/>
        </w:rPr>
        <w:t xml:space="preserve"> amesema hivi:</w:t>
      </w:r>
    </w:p>
    <w:p w:rsidR="004E7AEE" w:rsidRPr="004E7AEE" w:rsidRDefault="004E7AEE" w:rsidP="004E7AEE">
      <w:pPr>
        <w:pStyle w:val="libNormal"/>
        <w:jc w:val="both"/>
        <w:rPr>
          <w:lang w:val="sw-KE"/>
        </w:rPr>
      </w:pPr>
      <w:r w:rsidRPr="00144972">
        <w:rPr>
          <w:rStyle w:val="libBold1Char"/>
          <w:lang w:val="sw-KE"/>
        </w:rPr>
        <w:t>Hapana zawadi bora kwa Mwislamu kumpelekea nduguye. ila kumpa neno la maarifa ambalo litamzidishia mafanikio mema na litalo mzuia kufanya maovu</w:t>
      </w:r>
      <w:r w:rsidRPr="004E7AEE">
        <w:rPr>
          <w:lang w:val="sw-KE"/>
        </w:rPr>
        <w:t>.</w:t>
      </w:r>
    </w:p>
    <w:p w:rsidR="004E7AEE" w:rsidRPr="004E7AEE" w:rsidRDefault="004E7AEE" w:rsidP="00144972">
      <w:pPr>
        <w:pStyle w:val="libNormal"/>
        <w:jc w:val="both"/>
        <w:rPr>
          <w:lang w:val="sw-KE"/>
        </w:rPr>
      </w:pPr>
      <w:r w:rsidRPr="004E7AEE">
        <w:rPr>
          <w:lang w:val="sw-KE"/>
        </w:rPr>
        <w:t>Kama nilivyoeleza, ikiwa hatuna tabia ya kuamkiana, na tuwe na hamu ya kuanza tabia hii bora na tupeane mikono na kuulizana hali, kama a</w:t>
      </w:r>
      <w:r w:rsidR="00144972">
        <w:rPr>
          <w:lang w:val="sw-KE"/>
        </w:rPr>
        <w:t xml:space="preserve">livyosema Mtume wetu, Muhammad </w:t>
      </w:r>
      <w:r w:rsidR="00144972" w:rsidRPr="00144972">
        <w:rPr>
          <w:rStyle w:val="libBold1Char"/>
          <w:lang w:val="sw-KE"/>
        </w:rPr>
        <w:t>(</w:t>
      </w:r>
      <w:r w:rsidRPr="00144972">
        <w:rPr>
          <w:rStyle w:val="libBold1Char"/>
          <w:lang w:val="sw-KE"/>
        </w:rPr>
        <w:t>s.a.w.w</w:t>
      </w:r>
      <w:r w:rsidR="00144972" w:rsidRPr="00144972">
        <w:rPr>
          <w:rStyle w:val="libBold1Char"/>
          <w:lang w:val="sw-KE"/>
        </w:rPr>
        <w:t>)</w:t>
      </w:r>
      <w:r w:rsidR="00144972">
        <w:rPr>
          <w:lang w:val="sw-KE"/>
        </w:rPr>
        <w:t xml:space="preserve"> hivi:</w:t>
      </w:r>
    </w:p>
    <w:p w:rsidR="004E7AEE" w:rsidRPr="004E7AEE" w:rsidRDefault="004E7AEE" w:rsidP="004E7AEE">
      <w:pPr>
        <w:pStyle w:val="libNormal"/>
        <w:jc w:val="both"/>
        <w:rPr>
          <w:lang w:val="sw-KE"/>
        </w:rPr>
      </w:pPr>
      <w:r w:rsidRPr="004E7AEE">
        <w:rPr>
          <w:lang w:val="sw-KE"/>
        </w:rPr>
        <w:t>Bora zaidi kwa Mwenyez</w:t>
      </w:r>
      <w:r w:rsidR="001A0DAC">
        <w:rPr>
          <w:lang w:val="sw-KE"/>
        </w:rPr>
        <w:t xml:space="preserve">i Mungu na Mtume watu Muhammad </w:t>
      </w:r>
      <w:r w:rsidR="001A0DAC" w:rsidRPr="001A0DAC">
        <w:rPr>
          <w:rStyle w:val="libBold1Char"/>
          <w:lang w:val="sw-KE"/>
        </w:rPr>
        <w:t>(s.a.w.w)</w:t>
      </w:r>
      <w:r w:rsidRPr="004E7AEE">
        <w:rPr>
          <w:lang w:val="sw-KE"/>
        </w:rPr>
        <w:t xml:space="preserve"> aliwataka Masahaba wake wawe na</w:t>
      </w:r>
      <w:r w:rsidR="001A0DAC">
        <w:rPr>
          <w:lang w:val="sw-KE"/>
        </w:rPr>
        <w:t xml:space="preserve"> sifa saba kama hizi zifuatazo:</w:t>
      </w:r>
    </w:p>
    <w:p w:rsidR="004E7AEE" w:rsidRPr="004E7AEE" w:rsidRDefault="004E7AEE" w:rsidP="004E7AEE">
      <w:pPr>
        <w:pStyle w:val="libNormal"/>
        <w:jc w:val="both"/>
        <w:rPr>
          <w:lang w:val="sw-KE"/>
        </w:rPr>
      </w:pPr>
      <w:r w:rsidRPr="004E7AEE">
        <w:rPr>
          <w:lang w:val="sw-KE"/>
        </w:rPr>
        <w:t>1. Kwenda kuwatazama wagonjwa.</w:t>
      </w:r>
    </w:p>
    <w:p w:rsidR="004E7AEE" w:rsidRPr="004E7AEE" w:rsidRDefault="004E7AEE" w:rsidP="004E7AEE">
      <w:pPr>
        <w:pStyle w:val="libNormal"/>
        <w:jc w:val="both"/>
        <w:rPr>
          <w:lang w:val="sw-KE"/>
        </w:rPr>
      </w:pPr>
      <w:r w:rsidRPr="004E7AEE">
        <w:rPr>
          <w:lang w:val="sw-KE"/>
        </w:rPr>
        <w:t>2. Kushirik</w:t>
      </w:r>
      <w:r w:rsidR="001A0DAC">
        <w:rPr>
          <w:lang w:val="sw-KE"/>
        </w:rPr>
        <w:t>i kwa kufuata jeneza la maiti, (Tashyiy-il Janaaza)</w:t>
      </w:r>
      <w:r w:rsidRPr="004E7AEE">
        <w:rPr>
          <w:lang w:val="sw-KE"/>
        </w:rPr>
        <w:t>.</w:t>
      </w:r>
    </w:p>
    <w:p w:rsidR="004E7AEE" w:rsidRPr="004E7AEE" w:rsidRDefault="004E7AEE" w:rsidP="004E7AEE">
      <w:pPr>
        <w:pStyle w:val="libNormal"/>
        <w:jc w:val="both"/>
        <w:rPr>
          <w:lang w:val="sw-KE"/>
        </w:rPr>
      </w:pPr>
      <w:r w:rsidRPr="004E7AEE">
        <w:rPr>
          <w:lang w:val="sw-KE"/>
        </w:rPr>
        <w:t>3. Atayeapa, kuthibitisha maneno yake akubaliwe.</w:t>
      </w:r>
    </w:p>
    <w:p w:rsidR="004E7AEE" w:rsidRPr="004E7AEE" w:rsidRDefault="004E7AEE" w:rsidP="004E7AEE">
      <w:pPr>
        <w:pStyle w:val="libNormal"/>
        <w:jc w:val="both"/>
        <w:rPr>
          <w:lang w:val="sw-KE"/>
        </w:rPr>
      </w:pPr>
      <w:r w:rsidRPr="004E7AEE">
        <w:rPr>
          <w:lang w:val="sw-KE"/>
        </w:rPr>
        <w:t>4. Anayekwenda chafya aombewe kheri kwa Mwenyezi Mungu.</w:t>
      </w:r>
    </w:p>
    <w:p w:rsidR="004E7AEE" w:rsidRPr="004E7AEE" w:rsidRDefault="004E7AEE" w:rsidP="004E7AEE">
      <w:pPr>
        <w:pStyle w:val="libNormal"/>
        <w:jc w:val="both"/>
        <w:rPr>
          <w:lang w:val="sw-KE"/>
        </w:rPr>
      </w:pPr>
      <w:r w:rsidRPr="004E7AEE">
        <w:rPr>
          <w:lang w:val="sw-KE"/>
        </w:rPr>
        <w:t>5. Aliyedhulumiwa avushwe na asaidiwe.</w:t>
      </w:r>
    </w:p>
    <w:p w:rsidR="004E7AEE" w:rsidRPr="004E7AEE" w:rsidRDefault="004E7AEE" w:rsidP="004E7AEE">
      <w:pPr>
        <w:pStyle w:val="libNormal"/>
        <w:jc w:val="both"/>
        <w:rPr>
          <w:lang w:val="sw-KE"/>
        </w:rPr>
      </w:pPr>
      <w:r w:rsidRPr="004E7AEE">
        <w:rPr>
          <w:lang w:val="sw-KE"/>
        </w:rPr>
        <w:t>6. Anayemkuta yeyote amwamkie.</w:t>
      </w:r>
    </w:p>
    <w:p w:rsidR="004E7AEE" w:rsidRPr="004E7AEE" w:rsidRDefault="004E7AEE" w:rsidP="004E7AEE">
      <w:pPr>
        <w:pStyle w:val="libNormal"/>
        <w:jc w:val="both"/>
        <w:rPr>
          <w:lang w:val="sw-KE"/>
        </w:rPr>
      </w:pPr>
      <w:r w:rsidRPr="004E7AEE">
        <w:rPr>
          <w:lang w:val="sw-KE"/>
        </w:rPr>
        <w:t>7. Anapoalikwa akuba</w:t>
      </w:r>
      <w:r w:rsidR="001A0DAC">
        <w:rPr>
          <w:lang w:val="sw-KE"/>
        </w:rPr>
        <w:t>li, (</w:t>
      </w:r>
      <w:r w:rsidRPr="004E7AEE">
        <w:rPr>
          <w:lang w:val="sw-KE"/>
        </w:rPr>
        <w:t>ila maaliko</w:t>
      </w:r>
      <w:r w:rsidR="001A0DAC">
        <w:rPr>
          <w:lang w:val="sw-KE"/>
        </w:rPr>
        <w:t xml:space="preserve"> yasiyofuata sheri ya Ki-Islamu)</w:t>
      </w:r>
      <w:r w:rsidRPr="004E7AEE">
        <w:rPr>
          <w:lang w:val="sw-KE"/>
        </w:rPr>
        <w:t>.</w:t>
      </w:r>
    </w:p>
    <w:p w:rsidR="004E7AEE" w:rsidRPr="004E7AEE" w:rsidRDefault="001A0DAC" w:rsidP="001A0DAC">
      <w:pPr>
        <w:pStyle w:val="libNormal"/>
        <w:jc w:val="both"/>
        <w:rPr>
          <w:lang w:val="sw-KE"/>
        </w:rPr>
      </w:pPr>
      <w:r>
        <w:rPr>
          <w:lang w:val="sw-KE"/>
        </w:rPr>
        <w:t>Hadithi ya pili kweli (</w:t>
      </w:r>
      <w:r w:rsidR="004E7AEE" w:rsidRPr="004E7AEE">
        <w:rPr>
          <w:lang w:val="sw-KE"/>
        </w:rPr>
        <w:t>S</w:t>
      </w:r>
      <w:r>
        <w:rPr>
          <w:lang w:val="sw-KE"/>
        </w:rPr>
        <w:t xml:space="preserve">ahii) kuwa Mtume wetu Muhammad </w:t>
      </w:r>
      <w:r w:rsidRPr="001A0DAC">
        <w:rPr>
          <w:rStyle w:val="libBold1Char"/>
          <w:lang w:val="sw-KE"/>
        </w:rPr>
        <w:t>(</w:t>
      </w:r>
      <w:r w:rsidR="004E7AEE" w:rsidRPr="001A0DAC">
        <w:rPr>
          <w:rStyle w:val="libBold1Char"/>
          <w:lang w:val="sw-KE"/>
        </w:rPr>
        <w:t>s.a.w.w</w:t>
      </w:r>
      <w:r w:rsidRPr="001A0DAC">
        <w:rPr>
          <w:rStyle w:val="libBold1Char"/>
          <w:lang w:val="sw-KE"/>
        </w:rPr>
        <w:t>)</w:t>
      </w:r>
      <w:r>
        <w:rPr>
          <w:lang w:val="sw-KE"/>
        </w:rPr>
        <w:t xml:space="preserve"> kasema hivi:</w:t>
      </w:r>
    </w:p>
    <w:p w:rsidR="004E7AEE" w:rsidRPr="004E7AEE" w:rsidRDefault="004E7AEE" w:rsidP="004E7AEE">
      <w:pPr>
        <w:pStyle w:val="libNormal"/>
        <w:jc w:val="both"/>
        <w:rPr>
          <w:lang w:val="sw-KE"/>
        </w:rPr>
      </w:pPr>
      <w:r w:rsidRPr="004E7AEE">
        <w:rPr>
          <w:lang w:val="sw-KE"/>
        </w:rPr>
        <w:t>Peponi kuna majumba yan</w:t>
      </w:r>
      <w:r w:rsidR="001A0DAC">
        <w:rPr>
          <w:lang w:val="sw-KE"/>
        </w:rPr>
        <w:t>ayoweza kuonekana ndani na nje (Transparent)</w:t>
      </w:r>
      <w:r w:rsidRPr="004E7AEE">
        <w:rPr>
          <w:lang w:val="sw-KE"/>
        </w:rPr>
        <w:t xml:space="preserve"> katika majumba haya watawekwa wale katika wafuasi wangu w</w:t>
      </w:r>
      <w:r w:rsidR="001A0DAC">
        <w:rPr>
          <w:lang w:val="sw-KE"/>
        </w:rPr>
        <w:t>enye tabia hizi:</w:t>
      </w:r>
    </w:p>
    <w:p w:rsidR="004E7AEE" w:rsidRPr="004E7AEE" w:rsidRDefault="004E7AEE" w:rsidP="004E7AEE">
      <w:pPr>
        <w:pStyle w:val="libNormal"/>
        <w:jc w:val="both"/>
        <w:rPr>
          <w:lang w:val="sw-KE"/>
        </w:rPr>
      </w:pPr>
      <w:r w:rsidRPr="004E7AEE">
        <w:rPr>
          <w:lang w:val="sw-KE"/>
        </w:rPr>
        <w:t>1.Anapozungumza na watu, huzungumza kwa adabu na heshima.</w:t>
      </w:r>
    </w:p>
    <w:p w:rsidR="004E7AEE" w:rsidRPr="004E7AEE" w:rsidRDefault="001A0DAC" w:rsidP="001A0DAC">
      <w:pPr>
        <w:pStyle w:val="libNormal"/>
        <w:jc w:val="both"/>
        <w:rPr>
          <w:lang w:val="sw-KE"/>
        </w:rPr>
      </w:pPr>
      <w:r>
        <w:rPr>
          <w:lang w:val="sw-KE"/>
        </w:rPr>
        <w:t>2.Anatabia ya kulisha (</w:t>
      </w:r>
      <w:r w:rsidR="004E7AEE" w:rsidRPr="004E7AEE">
        <w:rPr>
          <w:lang w:val="sw-KE"/>
        </w:rPr>
        <w:t>ukarimu</w:t>
      </w:r>
      <w:r>
        <w:rPr>
          <w:lang w:val="sw-KE"/>
        </w:rPr>
        <w:t>)</w:t>
      </w:r>
      <w:r w:rsidR="004E7AEE" w:rsidRPr="004E7AEE">
        <w:rPr>
          <w:lang w:val="sw-KE"/>
        </w:rPr>
        <w:t xml:space="preserve"> watu.</w:t>
      </w:r>
    </w:p>
    <w:p w:rsidR="004E7AEE" w:rsidRPr="004E7AEE" w:rsidRDefault="004E7AEE" w:rsidP="004E7AEE">
      <w:pPr>
        <w:pStyle w:val="libNormal"/>
        <w:jc w:val="both"/>
        <w:rPr>
          <w:lang w:val="sw-KE"/>
        </w:rPr>
      </w:pPr>
      <w:r w:rsidRPr="004E7AEE">
        <w:rPr>
          <w:lang w:val="sw-KE"/>
        </w:rPr>
        <w:t>3. Huamkia kw</w:t>
      </w:r>
      <w:r w:rsidR="001A0DAC">
        <w:rPr>
          <w:lang w:val="sw-KE"/>
        </w:rPr>
        <w:t>a sauti (hutoa salamu kwa sauti)</w:t>
      </w:r>
      <w:r w:rsidRPr="004E7AEE">
        <w:rPr>
          <w:lang w:val="sw-KE"/>
        </w:rPr>
        <w:t>.</w:t>
      </w:r>
    </w:p>
    <w:p w:rsidR="004E7AEE" w:rsidRPr="004E7AEE" w:rsidRDefault="001A0DAC" w:rsidP="001A0DAC">
      <w:pPr>
        <w:pStyle w:val="libNormal"/>
        <w:jc w:val="both"/>
        <w:rPr>
          <w:lang w:val="sw-KE"/>
        </w:rPr>
      </w:pPr>
      <w:r>
        <w:rPr>
          <w:lang w:val="sw-KE"/>
        </w:rPr>
        <w:t>4.Humuabudu Mwenyezi Mungu (</w:t>
      </w:r>
      <w:r w:rsidR="004E7AEE" w:rsidRPr="004E7AEE">
        <w:rPr>
          <w:lang w:val="sw-KE"/>
        </w:rPr>
        <w:t>husali</w:t>
      </w:r>
      <w:r>
        <w:rPr>
          <w:lang w:val="sw-KE"/>
        </w:rPr>
        <w:t>)</w:t>
      </w:r>
      <w:r w:rsidR="004E7AEE" w:rsidRPr="004E7AEE">
        <w:rPr>
          <w:lang w:val="sw-KE"/>
        </w:rPr>
        <w:t xml:space="preserve"> wakati wa usiku ambao watu wamelala.</w:t>
      </w:r>
    </w:p>
    <w:p w:rsidR="004E7AEE" w:rsidRPr="004E7AEE" w:rsidRDefault="004E7AEE" w:rsidP="004E7AEE">
      <w:pPr>
        <w:pStyle w:val="libNormal"/>
        <w:jc w:val="both"/>
        <w:rPr>
          <w:lang w:val="sw-KE"/>
        </w:rPr>
      </w:pPr>
      <w:r w:rsidRPr="004E7AEE">
        <w:rPr>
          <w:lang w:val="sw-KE"/>
        </w:rPr>
        <w:t>Baadae kasema; kuamkia kwa sauti ni makusudio ili Muislamu yoyote asiwe bakhili kuamkia Mwislamu mwenziwe.</w:t>
      </w:r>
    </w:p>
    <w:p w:rsidR="004E7AEE" w:rsidRPr="004E7AEE" w:rsidRDefault="001A0DAC" w:rsidP="001A0DAC">
      <w:pPr>
        <w:pStyle w:val="libNormal"/>
        <w:jc w:val="both"/>
        <w:rPr>
          <w:lang w:val="sw-KE"/>
        </w:rPr>
      </w:pPr>
      <w:r>
        <w:rPr>
          <w:lang w:val="sw-KE"/>
        </w:rPr>
        <w:t>Imamu wa sita Hazarat (</w:t>
      </w:r>
      <w:r w:rsidR="004E7AEE" w:rsidRPr="004E7AEE">
        <w:rPr>
          <w:lang w:val="sw-KE"/>
        </w:rPr>
        <w:t>Bwana</w:t>
      </w:r>
      <w:r>
        <w:rPr>
          <w:lang w:val="sw-KE"/>
        </w:rPr>
        <w:t xml:space="preserve">) Ja'far bin Muhammad </w:t>
      </w:r>
      <w:r w:rsidR="004E7AEE" w:rsidRPr="004E7AEE">
        <w:rPr>
          <w:lang w:val="sw-KE"/>
        </w:rPr>
        <w:t xml:space="preserve">Sadiq </w:t>
      </w:r>
      <w:r w:rsidRPr="001A0DAC">
        <w:rPr>
          <w:rStyle w:val="libFootnotenumChar"/>
          <w:lang w:val="sw-KE"/>
        </w:rPr>
        <w:t>(a.s)</w:t>
      </w:r>
      <w:r w:rsidR="004E7AEE" w:rsidRPr="004E7AEE">
        <w:rPr>
          <w:lang w:val="sw-KE"/>
        </w:rPr>
        <w:t xml:space="preserve"> amesema hivi: Moja katika alama za unyenyekevu wa Muislamu ni yeyote anayekuja usoni m</w:t>
      </w:r>
      <w:r w:rsidR="00C16A5C">
        <w:rPr>
          <w:lang w:val="sw-KE"/>
        </w:rPr>
        <w:t>wake humwamkia (kwa sauti)</w:t>
      </w:r>
      <w:r w:rsidR="004E7AEE" w:rsidRPr="004E7AEE">
        <w:rPr>
          <w:lang w:val="sw-KE"/>
        </w:rPr>
        <w:t>.</w:t>
      </w:r>
    </w:p>
    <w:p w:rsidR="004E7AEE" w:rsidRPr="004E7AEE" w:rsidRDefault="00C16A5C" w:rsidP="00C16A5C">
      <w:pPr>
        <w:pStyle w:val="libNormal"/>
        <w:jc w:val="both"/>
        <w:rPr>
          <w:lang w:val="sw-KE"/>
        </w:rPr>
      </w:pPr>
      <w:r>
        <w:rPr>
          <w:lang w:val="sw-KE"/>
        </w:rPr>
        <w:t xml:space="preserve">Amesema Mtume wetu, Muhammad </w:t>
      </w:r>
      <w:r w:rsidRPr="00C16A5C">
        <w:rPr>
          <w:rStyle w:val="libBold1Char"/>
          <w:lang w:val="sw-KE"/>
        </w:rPr>
        <w:t>(s.a.w.w)</w:t>
      </w:r>
      <w:r>
        <w:rPr>
          <w:lang w:val="sw-KE"/>
        </w:rPr>
        <w:t xml:space="preserve"> hivi: Mtu yoyote. kabla ya kuamkia (</w:t>
      </w:r>
      <w:r w:rsidR="004E7AEE" w:rsidRPr="004E7AEE">
        <w:rPr>
          <w:lang w:val="sw-KE"/>
        </w:rPr>
        <w:t>kukupa salaam</w:t>
      </w:r>
      <w:r>
        <w:rPr>
          <w:lang w:val="sw-KE"/>
        </w:rPr>
        <w:t>)</w:t>
      </w:r>
      <w:r w:rsidR="004E7AEE" w:rsidRPr="004E7AEE">
        <w:rPr>
          <w:lang w:val="sw-KE"/>
        </w:rPr>
        <w:t xml:space="preserve"> akizungumza nawe usimjibu.</w:t>
      </w:r>
    </w:p>
    <w:p w:rsidR="004E7AEE" w:rsidRPr="004E7AEE" w:rsidRDefault="004E7AEE" w:rsidP="004E7AEE">
      <w:pPr>
        <w:pStyle w:val="libNormal"/>
        <w:jc w:val="both"/>
        <w:rPr>
          <w:lang w:val="sw-KE"/>
        </w:rPr>
      </w:pPr>
      <w:r w:rsidRPr="004E7AEE">
        <w:rPr>
          <w:lang w:val="sw-KE"/>
        </w:rPr>
        <w:lastRenderedPageBreak/>
        <w:t>Anayekuja kwako bila ya kukuamkia {kukupa Salaamu} usimkaribishe chakula. mpaka aamkie.</w:t>
      </w:r>
    </w:p>
    <w:p w:rsidR="004E7AEE" w:rsidRPr="004E7AEE" w:rsidRDefault="004E7AEE" w:rsidP="004E7AEE">
      <w:pPr>
        <w:pStyle w:val="libNormal"/>
        <w:jc w:val="both"/>
        <w:rPr>
          <w:lang w:val="sw-KE"/>
        </w:rPr>
      </w:pPr>
      <w:r w:rsidRPr="004E7AEE">
        <w:rPr>
          <w:lang w:val="sw-KE"/>
        </w:rPr>
        <w:t>Asiyeweza kufanya lolote kabisa {mvivu} ni yule mtu asi</w:t>
      </w:r>
      <w:r w:rsidR="00C16A5C">
        <w:rPr>
          <w:lang w:val="sw-KE"/>
        </w:rPr>
        <w:t>yeweza kumwomba Mwenyezi Mungu (Kuomba Duaa)</w:t>
      </w:r>
      <w:r w:rsidRPr="004E7AEE">
        <w:rPr>
          <w:lang w:val="sw-KE"/>
        </w:rPr>
        <w:t>.</w:t>
      </w:r>
    </w:p>
    <w:p w:rsidR="004E7AEE" w:rsidRPr="004E7AEE" w:rsidRDefault="004E7AEE" w:rsidP="004E7AEE">
      <w:pPr>
        <w:pStyle w:val="libNormal"/>
        <w:jc w:val="both"/>
        <w:rPr>
          <w:lang w:val="sw-KE"/>
        </w:rPr>
      </w:pPr>
      <w:r w:rsidRPr="004E7AEE">
        <w:rPr>
          <w:lang w:val="sw-KE"/>
        </w:rPr>
        <w:t xml:space="preserve">Kuliko </w:t>
      </w:r>
      <w:r w:rsidR="00C16A5C">
        <w:rPr>
          <w:lang w:val="sw-KE"/>
        </w:rPr>
        <w:t>wote bakhili ni yule asieamkia (Kutoa Salaam)</w:t>
      </w:r>
    </w:p>
    <w:p w:rsidR="004E7AEE" w:rsidRPr="004E7AEE" w:rsidRDefault="004E7AEE" w:rsidP="004E7AEE">
      <w:pPr>
        <w:pStyle w:val="libNormal"/>
        <w:jc w:val="both"/>
        <w:rPr>
          <w:lang w:val="sw-KE"/>
        </w:rPr>
      </w:pPr>
      <w:r w:rsidRPr="004E7AEE">
        <w:rPr>
          <w:lang w:val="sw-KE"/>
        </w:rPr>
        <w:t>Mtu yoyote anapoondoka katika baraza yoyote {Majlis} na akaaga kwa kutoa salaam, baadae walio bakia wakizungumza lolote la kheri, yeye hupata sehemu ya thawabu, na kama watazungumza la shari, yeye hato kuwamo katika dhambi zao.</w:t>
      </w:r>
    </w:p>
    <w:p w:rsidR="004E7AEE" w:rsidRPr="004E7AEE" w:rsidRDefault="004E7AEE" w:rsidP="004E7AEE">
      <w:pPr>
        <w:pStyle w:val="libNormal"/>
        <w:jc w:val="both"/>
        <w:rPr>
          <w:lang w:val="sw-KE"/>
        </w:rPr>
      </w:pPr>
      <w:r w:rsidRPr="004E7AEE">
        <w:rPr>
          <w:lang w:val="sw-KE"/>
        </w:rPr>
        <w:t>Tumekwishaeleza na kutoa h</w:t>
      </w:r>
      <w:r w:rsidR="007B3135">
        <w:rPr>
          <w:lang w:val="sw-KE"/>
        </w:rPr>
        <w:t xml:space="preserve">adithi za Mtume wetu, Muhammad </w:t>
      </w:r>
      <w:r w:rsidR="007B3135" w:rsidRPr="007B3135">
        <w:rPr>
          <w:rStyle w:val="libBold1Char"/>
          <w:lang w:val="sw-KE"/>
        </w:rPr>
        <w:t>(s.aw.w)</w:t>
      </w:r>
      <w:r w:rsidRPr="004E7AEE">
        <w:rPr>
          <w:lang w:val="sw-KE"/>
        </w:rPr>
        <w:t xml:space="preserve"> </w:t>
      </w:r>
      <w:r w:rsidR="007B3135">
        <w:rPr>
          <w:lang w:val="sw-KE"/>
        </w:rPr>
        <w:t xml:space="preserve">na ya ImamJa-afar Sadiq </w:t>
      </w:r>
      <w:r w:rsidR="007B3135" w:rsidRPr="007B3135">
        <w:rPr>
          <w:rStyle w:val="libFootnotenumChar"/>
          <w:lang w:val="sw-KE"/>
        </w:rPr>
        <w:t>(a.s)</w:t>
      </w:r>
      <w:r w:rsidRPr="004E7AEE">
        <w:rPr>
          <w:lang w:val="sw-KE"/>
        </w:rPr>
        <w:t xml:space="preserve"> namna za faid</w:t>
      </w:r>
      <w:r w:rsidR="007B3135">
        <w:rPr>
          <w:lang w:val="sw-KE"/>
        </w:rPr>
        <w:t>a zitazopatikana kwa kuamkiana (</w:t>
      </w:r>
      <w:r w:rsidRPr="004E7AEE">
        <w:rPr>
          <w:lang w:val="sw-KE"/>
        </w:rPr>
        <w:t>kutoa</w:t>
      </w:r>
      <w:r w:rsidR="007B3135">
        <w:rPr>
          <w:lang w:val="sw-KE"/>
        </w:rPr>
        <w:t xml:space="preserve"> Salaam)</w:t>
      </w:r>
      <w:r w:rsidRPr="004E7AEE">
        <w:rPr>
          <w:lang w:val="sw-KE"/>
        </w:rPr>
        <w:t xml:space="preserve"> katika dini ya Ki-Islamu; sasa tutazame Qur </w:t>
      </w:r>
      <w:r w:rsidR="007B3135">
        <w:rPr>
          <w:lang w:val="sw-KE"/>
        </w:rPr>
        <w:t>an, Mwenyezi Mungu kasema hivi:</w:t>
      </w:r>
    </w:p>
    <w:p w:rsidR="004E7AEE" w:rsidRPr="004E7AEE" w:rsidRDefault="004E7AEE" w:rsidP="007B3135">
      <w:pPr>
        <w:pStyle w:val="libAie"/>
        <w:rPr>
          <w:lang w:val="sw-KE"/>
        </w:rPr>
      </w:pPr>
      <w:r w:rsidRPr="004E7AEE">
        <w:rPr>
          <w:lang w:val="sw-KE"/>
        </w:rPr>
        <w:t>Mtapo amkiwa mjibu kwa ubora au mjibu kama mlivyo amkiwa.</w:t>
      </w:r>
    </w:p>
    <w:p w:rsidR="004E7AEE" w:rsidRPr="004E7AEE" w:rsidRDefault="007B3135" w:rsidP="004E7AEE">
      <w:pPr>
        <w:pStyle w:val="libNormal"/>
        <w:jc w:val="both"/>
        <w:rPr>
          <w:lang w:val="sw-KE"/>
        </w:rPr>
      </w:pPr>
      <w:r>
        <w:rPr>
          <w:lang w:val="sw-KE"/>
        </w:rPr>
        <w:t>Kwa mfano, mtapo amkiwa hivi:</w:t>
      </w:r>
    </w:p>
    <w:p w:rsidR="004E7AEE" w:rsidRPr="004E7AEE" w:rsidRDefault="007B3135" w:rsidP="007B3135">
      <w:pPr>
        <w:pStyle w:val="libNormal"/>
        <w:jc w:val="both"/>
        <w:rPr>
          <w:lang w:val="sw-KE"/>
        </w:rPr>
      </w:pPr>
      <w:r>
        <w:rPr>
          <w:lang w:val="sw-KE"/>
        </w:rPr>
        <w:t>Amesema Mtume wetu, Muhammad (</w:t>
      </w:r>
      <w:r w:rsidR="004E7AEE" w:rsidRPr="004E7AEE">
        <w:rPr>
          <w:lang w:val="sw-KE"/>
        </w:rPr>
        <w:t>s.a.w.w</w:t>
      </w:r>
      <w:r>
        <w:rPr>
          <w:lang w:val="sw-KE"/>
        </w:rPr>
        <w:t>) hivi:</w:t>
      </w:r>
    </w:p>
    <w:p w:rsidR="004E7AEE" w:rsidRPr="004E7AEE" w:rsidRDefault="007B3135" w:rsidP="004E7AEE">
      <w:pPr>
        <w:pStyle w:val="libNormal"/>
        <w:jc w:val="both"/>
        <w:rPr>
          <w:lang w:val="sw-KE"/>
        </w:rPr>
      </w:pPr>
      <w:r>
        <w:rPr>
          <w:lang w:val="sw-KE"/>
        </w:rPr>
        <w:t xml:space="preserve">Atakaye kuamkia (Assalaamu </w:t>
      </w:r>
      <w:r w:rsidRPr="004E7AEE">
        <w:rPr>
          <w:lang w:val="sw-KE"/>
        </w:rPr>
        <w:t>Alayku</w:t>
      </w:r>
      <w:r>
        <w:rPr>
          <w:lang w:val="sw-KE"/>
        </w:rPr>
        <w:t>m Warah Matullahi wa Barakaatuhu)</w:t>
      </w:r>
      <w:r w:rsidR="004E7AEE" w:rsidRPr="004E7AEE">
        <w:rPr>
          <w:lang w:val="sw-KE"/>
        </w:rPr>
        <w:t xml:space="preserve"> ataandikiwa thawabu thalathini.</w:t>
      </w:r>
    </w:p>
    <w:p w:rsidR="004E7AEE" w:rsidRPr="004E7AEE" w:rsidRDefault="004E7AEE" w:rsidP="007B3135">
      <w:pPr>
        <w:pStyle w:val="Heading2"/>
        <w:rPr>
          <w:lang w:val="sw-KE"/>
        </w:rPr>
      </w:pPr>
      <w:bookmarkStart w:id="39" w:name="_Toc29901529"/>
      <w:r w:rsidRPr="004E7AEE">
        <w:rPr>
          <w:lang w:val="sw-KE"/>
        </w:rPr>
        <w:t>SOMO LA KUMINA TATU</w:t>
      </w:r>
      <w:bookmarkEnd w:id="39"/>
    </w:p>
    <w:p w:rsidR="004E7AEE" w:rsidRPr="004E7AEE" w:rsidRDefault="004E7AEE" w:rsidP="007B3135">
      <w:pPr>
        <w:pStyle w:val="Heading3"/>
        <w:rPr>
          <w:lang w:val="sw-KE"/>
        </w:rPr>
      </w:pPr>
      <w:bookmarkStart w:id="40" w:name="_Toc29901530"/>
      <w:r w:rsidRPr="004E7AEE">
        <w:rPr>
          <w:lang w:val="sw-KE"/>
        </w:rPr>
        <w:t>ADABU YA KI-ISLAMU JUU YA KULA</w:t>
      </w:r>
      <w:bookmarkEnd w:id="40"/>
    </w:p>
    <w:p w:rsidR="004E7AEE" w:rsidRPr="004E7AEE" w:rsidRDefault="004E7AEE" w:rsidP="004E7AEE">
      <w:pPr>
        <w:pStyle w:val="libNormal"/>
        <w:jc w:val="both"/>
        <w:rPr>
          <w:lang w:val="sw-KE"/>
        </w:rPr>
      </w:pPr>
      <w:r w:rsidRPr="004E7AEE">
        <w:rPr>
          <w:lang w:val="sw-KE"/>
        </w:rPr>
        <w:t>Ukila, kula kwa unyenyekevu kama alivyo mtumwa. Chukua tonge dogodogo, utafune vizuri ndipo uimeze. Usile chakula cha moto, wala usipulize kwa mdomo, bali ukiwa una haraka upepee ndipo ule, au ukiweke mpaka kipoe.</w:t>
      </w:r>
    </w:p>
    <w:p w:rsidR="004E7AEE" w:rsidRPr="004E7AEE" w:rsidRDefault="004E7AEE" w:rsidP="004E7AEE">
      <w:pPr>
        <w:pStyle w:val="libNormal"/>
        <w:jc w:val="both"/>
        <w:rPr>
          <w:lang w:val="sw-KE"/>
        </w:rPr>
      </w:pPr>
      <w:r w:rsidRPr="004E7AEE">
        <w:rPr>
          <w:lang w:val="sw-KE"/>
        </w:rPr>
        <w:t>Unapokula usimtazame usoni mwenzio unavyokula. Ukila usile kwa kasoro ya kutumia vidole vitatu. Chukua tonge kwenye chombo kilicho mbele yako wala usinyoshe mkono kuchukua kitu kilichopo mbele yamwenzio.</w:t>
      </w:r>
    </w:p>
    <w:p w:rsidR="004E7AEE" w:rsidRPr="004E7AEE" w:rsidRDefault="004E7AEE" w:rsidP="004E7AEE">
      <w:pPr>
        <w:pStyle w:val="libNormal"/>
        <w:jc w:val="both"/>
        <w:rPr>
          <w:lang w:val="sw-KE"/>
        </w:rPr>
      </w:pPr>
      <w:r w:rsidRPr="004E7AEE">
        <w:rPr>
          <w:lang w:val="sw-KE"/>
        </w:rPr>
        <w:t>Ukila uanzie kwa kula chumvi kabla ya kitu chochote. na ukisha kula kabisa mwishoni, umalizie kwa chumvi. Kwa kufanya hivyo, utaepukana na namna sabini na mbili za maradhi, miongoni mwao, wazimu, ukoma, mabalanga na maumivu ya koo, meno na tumbo; kama ilivy</w:t>
      </w:r>
      <w:r w:rsidR="007B3135">
        <w:rPr>
          <w:lang w:val="sw-KE"/>
        </w:rPr>
        <w:t xml:space="preserve">osema hadithi ya Mtukufu Mtume </w:t>
      </w:r>
      <w:r w:rsidR="007B3135" w:rsidRPr="007B3135">
        <w:rPr>
          <w:rStyle w:val="libBold1Char"/>
          <w:lang w:val="sw-KE"/>
        </w:rPr>
        <w:t>(s.a.w.w)</w:t>
      </w:r>
      <w:r w:rsidRPr="004E7AEE">
        <w:rPr>
          <w:lang w:val="sw-KE"/>
        </w:rPr>
        <w:t>. Ukila, kula kwa mkono wa kulia, na unapoanza kula sema, Bismi llaahi, na kila ukimeza tonge sema Alhamdu - Li-Llaahi.</w:t>
      </w:r>
    </w:p>
    <w:p w:rsidR="007B3135" w:rsidRDefault="004E7AEE" w:rsidP="004E7AEE">
      <w:pPr>
        <w:pStyle w:val="libNormal"/>
        <w:jc w:val="both"/>
        <w:rPr>
          <w:lang w:val="sw-KE"/>
        </w:rPr>
      </w:pPr>
      <w:r w:rsidRPr="004E7AEE">
        <w:rPr>
          <w:lang w:val="sw-KE"/>
        </w:rPr>
        <w:t>Imepokewa hadithi kutokana na Imam wa pili, Al -Hassan Bi</w:t>
      </w:r>
      <w:r w:rsidR="007B3135">
        <w:rPr>
          <w:lang w:val="sw-KE"/>
        </w:rPr>
        <w:t xml:space="preserve">n Ali </w:t>
      </w:r>
      <w:r w:rsidR="007B3135" w:rsidRPr="007B3135">
        <w:rPr>
          <w:rStyle w:val="libFootnotenumChar"/>
          <w:lang w:val="sw-KE"/>
        </w:rPr>
        <w:t>(a.s)</w:t>
      </w:r>
      <w:r w:rsidRPr="004E7AEE">
        <w:rPr>
          <w:lang w:val="sw-KE"/>
        </w:rPr>
        <w:t xml:space="preserve"> kwamba amesema, "Zipo adabu ambazo ni wajibu kwa kila Muislamu kuzijua anapokaa kwenye meza ya chakula. </w:t>
      </w:r>
      <w:r w:rsidRPr="0000680E">
        <w:rPr>
          <w:rStyle w:val="libBold1Char"/>
          <w:lang w:val="sw-KE"/>
        </w:rPr>
        <w:t>Nne katika hizo ni faradhi. Nazo ni</w:t>
      </w:r>
      <w:r w:rsidR="007B3135" w:rsidRPr="0000680E">
        <w:rPr>
          <w:rStyle w:val="libBold1Char"/>
          <w:lang w:val="sw-KE"/>
        </w:rPr>
        <w:t>:</w:t>
      </w:r>
      <w:r w:rsidRPr="004E7AEE">
        <w:rPr>
          <w:lang w:val="sw-KE"/>
        </w:rPr>
        <w:t xml:space="preserve"> </w:t>
      </w:r>
    </w:p>
    <w:p w:rsidR="007B3135" w:rsidRDefault="007B3135" w:rsidP="007B3135">
      <w:pPr>
        <w:pStyle w:val="libNormal"/>
        <w:jc w:val="both"/>
        <w:rPr>
          <w:lang w:val="sw-KE"/>
        </w:rPr>
      </w:pPr>
      <w:r>
        <w:rPr>
          <w:lang w:val="sw-KE"/>
        </w:rPr>
        <w:t xml:space="preserve">(a na </w:t>
      </w:r>
      <w:r w:rsidR="004E7AEE" w:rsidRPr="004E7AEE">
        <w:rPr>
          <w:lang w:val="sw-KE"/>
        </w:rPr>
        <w:t>b</w:t>
      </w:r>
      <w:r>
        <w:rPr>
          <w:lang w:val="sw-KE"/>
        </w:rPr>
        <w:t xml:space="preserve">) </w:t>
      </w:r>
      <w:r w:rsidR="004E7AEE" w:rsidRPr="004E7AEE">
        <w:rPr>
          <w:lang w:val="sw-KE"/>
        </w:rPr>
        <w:t>Kumjua na kuridhia aliyekujaalia hiyo rizki naye ni Mwenyezi Mungu</w:t>
      </w:r>
      <w:r>
        <w:rPr>
          <w:lang w:val="sw-KE"/>
        </w:rPr>
        <w:t>.</w:t>
      </w:r>
      <w:r w:rsidR="004E7AEE" w:rsidRPr="004E7AEE">
        <w:rPr>
          <w:lang w:val="sw-KE"/>
        </w:rPr>
        <w:t xml:space="preserve"> </w:t>
      </w:r>
    </w:p>
    <w:p w:rsidR="007B3135" w:rsidRDefault="007B3135" w:rsidP="004E7AEE">
      <w:pPr>
        <w:pStyle w:val="libNormal"/>
        <w:jc w:val="both"/>
        <w:rPr>
          <w:lang w:val="sw-KE"/>
        </w:rPr>
      </w:pPr>
      <w:r>
        <w:rPr>
          <w:lang w:val="sw-KE"/>
        </w:rPr>
        <w:t xml:space="preserve">(c) Kusema Bismi </w:t>
      </w:r>
      <w:r w:rsidR="004E7AEE" w:rsidRPr="004E7AEE">
        <w:rPr>
          <w:lang w:val="sw-KE"/>
        </w:rPr>
        <w:t>Lahi</w:t>
      </w:r>
      <w:r>
        <w:rPr>
          <w:lang w:val="sw-KE"/>
        </w:rPr>
        <w:t>,</w:t>
      </w:r>
      <w:r w:rsidR="004E7AEE" w:rsidRPr="004E7AEE">
        <w:rPr>
          <w:lang w:val="sw-KE"/>
        </w:rPr>
        <w:t xml:space="preserve"> unapoanza kula</w:t>
      </w:r>
      <w:r>
        <w:rPr>
          <w:lang w:val="sw-KE"/>
        </w:rPr>
        <w:t>.</w:t>
      </w:r>
      <w:r w:rsidR="004E7AEE" w:rsidRPr="004E7AEE">
        <w:rPr>
          <w:lang w:val="sw-KE"/>
        </w:rPr>
        <w:t xml:space="preserve"> </w:t>
      </w:r>
    </w:p>
    <w:p w:rsidR="007B3135" w:rsidRDefault="007B3135" w:rsidP="004E7AEE">
      <w:pPr>
        <w:pStyle w:val="libNormal"/>
        <w:jc w:val="both"/>
        <w:rPr>
          <w:lang w:val="sw-KE"/>
        </w:rPr>
      </w:pPr>
      <w:r>
        <w:rPr>
          <w:lang w:val="sw-KE"/>
        </w:rPr>
        <w:t xml:space="preserve">(d) </w:t>
      </w:r>
      <w:r w:rsidR="004E7AEE" w:rsidRPr="004E7AEE">
        <w:rPr>
          <w:lang w:val="sw-KE"/>
        </w:rPr>
        <w:t xml:space="preserve">Kumshukuru Mola kukupa siha kuweza kula chakula hicho. </w:t>
      </w:r>
    </w:p>
    <w:p w:rsidR="007B3135" w:rsidRDefault="004E7AEE" w:rsidP="0000680E">
      <w:pPr>
        <w:pStyle w:val="libBold1"/>
        <w:rPr>
          <w:lang w:val="sw-KE"/>
        </w:rPr>
      </w:pPr>
      <w:r w:rsidRPr="004E7AEE">
        <w:rPr>
          <w:lang w:val="sw-KE"/>
        </w:rPr>
        <w:t>Nne nyingine ni Sunna, nazo ni</w:t>
      </w:r>
      <w:r w:rsidR="0000680E">
        <w:rPr>
          <w:lang w:val="sw-KE"/>
        </w:rPr>
        <w:t>:</w:t>
      </w:r>
      <w:r w:rsidRPr="004E7AEE">
        <w:rPr>
          <w:lang w:val="sw-KE"/>
        </w:rPr>
        <w:t xml:space="preserve"> </w:t>
      </w:r>
    </w:p>
    <w:p w:rsidR="007B3135" w:rsidRDefault="00487ED8" w:rsidP="00487ED8">
      <w:pPr>
        <w:pStyle w:val="libNormal"/>
        <w:jc w:val="both"/>
        <w:rPr>
          <w:lang w:val="sw-KE"/>
        </w:rPr>
      </w:pPr>
      <w:r>
        <w:rPr>
          <w:lang w:val="sw-KE"/>
        </w:rPr>
        <w:t>(</w:t>
      </w:r>
      <w:r w:rsidR="004E7AEE" w:rsidRPr="004E7AEE">
        <w:rPr>
          <w:lang w:val="sw-KE"/>
        </w:rPr>
        <w:t>a</w:t>
      </w:r>
      <w:r>
        <w:rPr>
          <w:lang w:val="sw-KE"/>
        </w:rPr>
        <w:t xml:space="preserve">) </w:t>
      </w:r>
      <w:r w:rsidR="004E7AEE" w:rsidRPr="004E7AEE">
        <w:rPr>
          <w:lang w:val="sw-KE"/>
        </w:rPr>
        <w:t>Kuosha mkono kabla ya kula na baada ya kula</w:t>
      </w:r>
      <w:r>
        <w:rPr>
          <w:lang w:val="sw-KE"/>
        </w:rPr>
        <w:t>.</w:t>
      </w:r>
      <w:r w:rsidR="004E7AEE" w:rsidRPr="004E7AEE">
        <w:rPr>
          <w:lang w:val="sw-KE"/>
        </w:rPr>
        <w:t xml:space="preserve"> </w:t>
      </w:r>
    </w:p>
    <w:p w:rsidR="007B3135" w:rsidRDefault="00487ED8" w:rsidP="00487ED8">
      <w:pPr>
        <w:pStyle w:val="libNormal"/>
        <w:jc w:val="both"/>
        <w:rPr>
          <w:lang w:val="sw-KE"/>
        </w:rPr>
      </w:pPr>
      <w:r>
        <w:rPr>
          <w:lang w:val="sw-KE"/>
        </w:rPr>
        <w:t>(</w:t>
      </w:r>
      <w:r w:rsidR="004E7AEE" w:rsidRPr="004E7AEE">
        <w:rPr>
          <w:lang w:val="sw-KE"/>
        </w:rPr>
        <w:t>b</w:t>
      </w:r>
      <w:r>
        <w:rPr>
          <w:lang w:val="sw-KE"/>
        </w:rPr>
        <w:t xml:space="preserve">) </w:t>
      </w:r>
      <w:r w:rsidR="004E7AEE" w:rsidRPr="004E7AEE">
        <w:rPr>
          <w:lang w:val="sw-KE"/>
        </w:rPr>
        <w:t>Kaa na uegemee kushoto</w:t>
      </w:r>
      <w:r>
        <w:rPr>
          <w:lang w:val="sw-KE"/>
        </w:rPr>
        <w:t>.</w:t>
      </w:r>
      <w:r w:rsidR="004E7AEE" w:rsidRPr="004E7AEE">
        <w:rPr>
          <w:lang w:val="sw-KE"/>
        </w:rPr>
        <w:t xml:space="preserve"> </w:t>
      </w:r>
    </w:p>
    <w:p w:rsidR="007B3135" w:rsidRDefault="00487ED8" w:rsidP="00487ED8">
      <w:pPr>
        <w:pStyle w:val="libNormal"/>
        <w:jc w:val="both"/>
        <w:rPr>
          <w:lang w:val="sw-KE"/>
        </w:rPr>
      </w:pPr>
      <w:r>
        <w:rPr>
          <w:lang w:val="sw-KE"/>
        </w:rPr>
        <w:t>(</w:t>
      </w:r>
      <w:r w:rsidR="004E7AEE" w:rsidRPr="004E7AEE">
        <w:rPr>
          <w:lang w:val="sw-KE"/>
        </w:rPr>
        <w:t>c</w:t>
      </w:r>
      <w:r>
        <w:rPr>
          <w:lang w:val="sw-KE"/>
        </w:rPr>
        <w:t xml:space="preserve">) </w:t>
      </w:r>
      <w:r w:rsidR="004E7AEE" w:rsidRPr="004E7AEE">
        <w:rPr>
          <w:lang w:val="sw-KE"/>
        </w:rPr>
        <w:t>Tafuna kwa uzuri na ilainike</w:t>
      </w:r>
      <w:r>
        <w:rPr>
          <w:lang w:val="sw-KE"/>
        </w:rPr>
        <w:t>.</w:t>
      </w:r>
      <w:r w:rsidR="004E7AEE" w:rsidRPr="004E7AEE">
        <w:rPr>
          <w:lang w:val="sw-KE"/>
        </w:rPr>
        <w:t xml:space="preserve"> </w:t>
      </w:r>
    </w:p>
    <w:p w:rsidR="004E7AEE" w:rsidRPr="004E7AEE" w:rsidRDefault="00487ED8" w:rsidP="00487ED8">
      <w:pPr>
        <w:pStyle w:val="libNormal"/>
        <w:jc w:val="both"/>
        <w:rPr>
          <w:lang w:val="sw-KE"/>
        </w:rPr>
      </w:pPr>
      <w:r>
        <w:rPr>
          <w:lang w:val="sw-KE"/>
        </w:rPr>
        <w:lastRenderedPageBreak/>
        <w:t>(</w:t>
      </w:r>
      <w:r w:rsidR="004E7AEE" w:rsidRPr="004E7AEE">
        <w:rPr>
          <w:lang w:val="sw-KE"/>
        </w:rPr>
        <w:t>d</w:t>
      </w:r>
      <w:r>
        <w:rPr>
          <w:lang w:val="sw-KE"/>
        </w:rPr>
        <w:t xml:space="preserve">) </w:t>
      </w:r>
      <w:r w:rsidR="004E7AEE" w:rsidRPr="004E7AEE">
        <w:rPr>
          <w:lang w:val="sw-KE"/>
        </w:rPr>
        <w:t>Usimtazame mwenzio usoni.</w:t>
      </w:r>
    </w:p>
    <w:p w:rsidR="00487ED8" w:rsidRDefault="004E7AEE" w:rsidP="00FE7ABC">
      <w:pPr>
        <w:pStyle w:val="libNormal"/>
        <w:jc w:val="both"/>
        <w:rPr>
          <w:lang w:val="sw-KE"/>
        </w:rPr>
      </w:pPr>
      <w:r w:rsidRPr="004E7AEE">
        <w:rPr>
          <w:lang w:val="sw-KE"/>
        </w:rPr>
        <w:t xml:space="preserve">Imepokewa hadithi iliyotokana na Imamu wetu wa kwanza Sayyidna Ali bin Abi Talib </w:t>
      </w:r>
      <w:r w:rsidR="00487ED8" w:rsidRPr="00487ED8">
        <w:rPr>
          <w:rStyle w:val="libFootnotenumChar"/>
          <w:lang w:val="sw-KE"/>
        </w:rPr>
        <w:t>(</w:t>
      </w:r>
      <w:r w:rsidRPr="00487ED8">
        <w:rPr>
          <w:rStyle w:val="libFootnotenumChar"/>
          <w:lang w:val="sw-KE"/>
        </w:rPr>
        <w:t>a.s</w:t>
      </w:r>
      <w:r w:rsidR="00487ED8" w:rsidRPr="00487ED8">
        <w:rPr>
          <w:rStyle w:val="libFootnotenumChar"/>
          <w:lang w:val="sw-KE"/>
        </w:rPr>
        <w:t>)</w:t>
      </w:r>
      <w:r w:rsidRPr="004E7AEE">
        <w:rPr>
          <w:lang w:val="sw-KE"/>
        </w:rPr>
        <w:t xml:space="preserve"> kumwambia mwanawe Imam wetu wa pili Al -Hassan </w:t>
      </w:r>
      <w:r w:rsidR="00FE7ABC" w:rsidRPr="00FE7ABC">
        <w:rPr>
          <w:rStyle w:val="libFootnotenumChar"/>
          <w:lang w:val="sw-KE"/>
        </w:rPr>
        <w:t>(a.s)</w:t>
      </w:r>
      <w:r w:rsidR="00FE7ABC">
        <w:rPr>
          <w:lang w:val="sw-KE"/>
        </w:rPr>
        <w:t xml:space="preserve"> hivi:</w:t>
      </w:r>
      <w:r w:rsidRPr="004E7AEE">
        <w:rPr>
          <w:lang w:val="sw-KE"/>
        </w:rPr>
        <w:t xml:space="preserve"> Unataka nikufundishe tabia nzuri nne ambazo ukizifuata hutahitajia kwenda kwa tabibu? Akajibu ndio, ewe Ameerul -Mumineen. Akasema</w:t>
      </w:r>
      <w:r w:rsidR="00487ED8">
        <w:rPr>
          <w:lang w:val="sw-KE"/>
        </w:rPr>
        <w:t>:</w:t>
      </w:r>
      <w:r w:rsidRPr="004E7AEE">
        <w:rPr>
          <w:lang w:val="sw-KE"/>
        </w:rPr>
        <w:t xml:space="preserve"> </w:t>
      </w:r>
    </w:p>
    <w:p w:rsidR="00487ED8" w:rsidRDefault="00FE7ABC" w:rsidP="00487ED8">
      <w:pPr>
        <w:pStyle w:val="libNormal"/>
        <w:jc w:val="both"/>
        <w:rPr>
          <w:lang w:val="sw-KE"/>
        </w:rPr>
      </w:pPr>
      <w:r>
        <w:rPr>
          <w:lang w:val="sw-KE"/>
        </w:rPr>
        <w:t xml:space="preserve">(l) </w:t>
      </w:r>
      <w:r w:rsidR="004E7AEE" w:rsidRPr="004E7AEE">
        <w:rPr>
          <w:lang w:val="sw-KE"/>
        </w:rPr>
        <w:t xml:space="preserve">Usikae kwenye meza ya chakula ikiwa huoni njaa </w:t>
      </w:r>
    </w:p>
    <w:p w:rsidR="00487ED8" w:rsidRDefault="00FE7ABC" w:rsidP="00487ED8">
      <w:pPr>
        <w:pStyle w:val="libNormal"/>
        <w:jc w:val="both"/>
        <w:rPr>
          <w:lang w:val="sw-KE"/>
        </w:rPr>
      </w:pPr>
      <w:r>
        <w:rPr>
          <w:lang w:val="sw-KE"/>
        </w:rPr>
        <w:t>(2)</w:t>
      </w:r>
      <w:r w:rsidR="004E7AEE" w:rsidRPr="004E7AEE">
        <w:rPr>
          <w:lang w:val="sw-KE"/>
        </w:rPr>
        <w:t xml:space="preserve"> </w:t>
      </w:r>
      <w:r>
        <w:rPr>
          <w:lang w:val="sw-KE"/>
        </w:rPr>
        <w:t>Ondoka mezani kabla ya kushiba (iwe bado waweza kula)</w:t>
      </w:r>
      <w:r w:rsidR="004E7AEE" w:rsidRPr="004E7AEE">
        <w:rPr>
          <w:lang w:val="sw-KE"/>
        </w:rPr>
        <w:t xml:space="preserve"> </w:t>
      </w:r>
    </w:p>
    <w:p w:rsidR="00487ED8" w:rsidRDefault="00FE7ABC" w:rsidP="00FE7ABC">
      <w:pPr>
        <w:pStyle w:val="libNormal"/>
        <w:jc w:val="both"/>
        <w:rPr>
          <w:lang w:val="sw-KE"/>
        </w:rPr>
      </w:pPr>
      <w:r>
        <w:rPr>
          <w:lang w:val="sw-KE"/>
        </w:rPr>
        <w:t>(</w:t>
      </w:r>
      <w:r w:rsidR="004E7AEE" w:rsidRPr="004E7AEE">
        <w:rPr>
          <w:lang w:val="sw-KE"/>
        </w:rPr>
        <w:t>3</w:t>
      </w:r>
      <w:r>
        <w:rPr>
          <w:lang w:val="sw-KE"/>
        </w:rPr>
        <w:t>)</w:t>
      </w:r>
      <w:r w:rsidR="004E7AEE" w:rsidRPr="004E7AEE">
        <w:rPr>
          <w:lang w:val="sw-KE"/>
        </w:rPr>
        <w:t xml:space="preserve"> Tafuna sana mpaka kilainike </w:t>
      </w:r>
    </w:p>
    <w:p w:rsidR="004E7AEE" w:rsidRPr="004E7AEE" w:rsidRDefault="00FE7ABC" w:rsidP="00FE7ABC">
      <w:pPr>
        <w:pStyle w:val="libNormal"/>
        <w:jc w:val="both"/>
        <w:rPr>
          <w:lang w:val="sw-KE"/>
        </w:rPr>
      </w:pPr>
      <w:r>
        <w:rPr>
          <w:lang w:val="sw-KE"/>
        </w:rPr>
        <w:t>(</w:t>
      </w:r>
      <w:r w:rsidR="004E7AEE" w:rsidRPr="004E7AEE">
        <w:rPr>
          <w:lang w:val="sw-KE"/>
        </w:rPr>
        <w:t>4</w:t>
      </w:r>
      <w:r>
        <w:rPr>
          <w:lang w:val="sw-KE"/>
        </w:rPr>
        <w:t>)</w:t>
      </w:r>
      <w:r w:rsidR="004E7AEE" w:rsidRPr="004E7AEE">
        <w:rPr>
          <w:lang w:val="sw-KE"/>
        </w:rPr>
        <w:t xml:space="preserve"> K</w:t>
      </w:r>
      <w:r>
        <w:rPr>
          <w:lang w:val="sw-KE"/>
        </w:rPr>
        <w:t>abla ya kula kwanza nenda haja (chooni)</w:t>
      </w:r>
      <w:r w:rsidR="004E7AEE" w:rsidRPr="004E7AEE">
        <w:rPr>
          <w:lang w:val="sw-KE"/>
        </w:rPr>
        <w:t>.</w:t>
      </w:r>
    </w:p>
    <w:p w:rsidR="004E7AEE" w:rsidRPr="004E7AEE" w:rsidRDefault="004E7AEE" w:rsidP="004E7AEE">
      <w:pPr>
        <w:pStyle w:val="libNormal"/>
        <w:jc w:val="both"/>
        <w:rPr>
          <w:lang w:val="sw-KE"/>
        </w:rPr>
      </w:pPr>
      <w:r w:rsidRPr="004E7AEE">
        <w:rPr>
          <w:lang w:val="sw-KE"/>
        </w:rPr>
        <w:t>Ni sunna ukiosha mkono kabla ya kula, usifute mkono {kama wafanya vyo wengi) bali ule vivyo hivyo mkono umaji. Ukifanya hivyo huingia baraka katika chakula, na ukiosha baada ya kula ni sunna, kabla ya kufuta, upake usoni na machoni. na ukifanya hivyo utaepukana na ugonjwa wa macho na ukis</w:t>
      </w:r>
      <w:r w:rsidR="00FE7ABC">
        <w:rPr>
          <w:lang w:val="sw-KE"/>
        </w:rPr>
        <w:t>oma dua hii pia ni vizuri sana:</w:t>
      </w:r>
    </w:p>
    <w:p w:rsidR="004E7AEE" w:rsidRPr="004E7AEE" w:rsidRDefault="00FE7ABC" w:rsidP="00FE7ABC">
      <w:pPr>
        <w:pStyle w:val="libBold1"/>
        <w:rPr>
          <w:lang w:val="sw-KE"/>
        </w:rPr>
      </w:pPr>
      <w:r w:rsidRPr="004E7AEE">
        <w:rPr>
          <w:lang w:val="sw-KE"/>
        </w:rPr>
        <w:t>Al - Hamdu Lil - Laahil - Ladhii Hadaanaa Wa At-Amanaawasaqaa-Naa, Wa Kul- Lu Balaa - In Saa - Lihin Aw - Laa - Naa</w:t>
      </w:r>
      <w:r w:rsidR="004E7AEE" w:rsidRPr="004E7AEE">
        <w:rPr>
          <w:lang w:val="sw-KE"/>
        </w:rPr>
        <w:t>.</w:t>
      </w:r>
    </w:p>
    <w:p w:rsidR="00FE7ABC" w:rsidRDefault="00FE7ABC">
      <w:pPr>
        <w:ind w:firstLine="0"/>
        <w:jc w:val="left"/>
        <w:rPr>
          <w:sz w:val="24"/>
          <w:lang w:val="sw-KE"/>
        </w:rPr>
      </w:pPr>
      <w:r>
        <w:rPr>
          <w:lang w:val="sw-KE"/>
        </w:rPr>
        <w:br w:type="page"/>
      </w:r>
    </w:p>
    <w:p w:rsidR="007F349C" w:rsidRPr="007F349C" w:rsidRDefault="007F349C" w:rsidP="007F349C">
      <w:pPr>
        <w:pStyle w:val="Heading1Center"/>
        <w:rPr>
          <w:lang w:val="sw-KE"/>
        </w:rPr>
      </w:pPr>
      <w:bookmarkStart w:id="41" w:name="_Toc29901531"/>
      <w:r w:rsidRPr="007F349C">
        <w:rPr>
          <w:lang w:val="sw-KE"/>
        </w:rPr>
        <w:lastRenderedPageBreak/>
        <w:t>MASOMO YA KI-ISLAMU</w:t>
      </w:r>
      <w:bookmarkEnd w:id="41"/>
    </w:p>
    <w:p w:rsidR="004E7AEE" w:rsidRPr="004E7AEE" w:rsidRDefault="007F349C" w:rsidP="007F349C">
      <w:pPr>
        <w:pStyle w:val="Heading2Center"/>
        <w:rPr>
          <w:lang w:val="sw-KE"/>
        </w:rPr>
      </w:pPr>
      <w:bookmarkStart w:id="42" w:name="_Toc29901532"/>
      <w:r w:rsidRPr="007F349C">
        <w:rPr>
          <w:lang w:val="sw-KE"/>
        </w:rPr>
        <w:t>KITABU CHA NNE</w:t>
      </w:r>
      <w:bookmarkEnd w:id="42"/>
    </w:p>
    <w:p w:rsidR="004E7AEE" w:rsidRPr="004E7AEE" w:rsidRDefault="004E7AEE" w:rsidP="007F349C">
      <w:pPr>
        <w:pStyle w:val="Heading3Center"/>
        <w:rPr>
          <w:lang w:val="sw-KE"/>
        </w:rPr>
      </w:pPr>
      <w:bookmarkStart w:id="43" w:name="_Toc29901533"/>
      <w:r w:rsidRPr="004E7AEE">
        <w:rPr>
          <w:lang w:val="sw-KE"/>
        </w:rPr>
        <w:t>SOMO LA KUMI NA NNE</w:t>
      </w:r>
      <w:bookmarkEnd w:id="43"/>
    </w:p>
    <w:p w:rsidR="004E7AEE" w:rsidRPr="004E7AEE" w:rsidRDefault="004E7AEE" w:rsidP="007F349C">
      <w:pPr>
        <w:pStyle w:val="Heading3"/>
        <w:rPr>
          <w:lang w:val="sw-KE"/>
        </w:rPr>
      </w:pPr>
      <w:bookmarkStart w:id="44" w:name="_Toc29901534"/>
      <w:r w:rsidRPr="004E7AEE">
        <w:rPr>
          <w:lang w:val="sw-KE"/>
        </w:rPr>
        <w:t>ADABU YA KUNYWA MAJI</w:t>
      </w:r>
      <w:bookmarkEnd w:id="44"/>
    </w:p>
    <w:p w:rsidR="004E7AEE" w:rsidRPr="004E7AEE" w:rsidRDefault="004E7AEE" w:rsidP="004E7AEE">
      <w:pPr>
        <w:pStyle w:val="libNormal"/>
        <w:jc w:val="both"/>
        <w:rPr>
          <w:lang w:val="sw-KE"/>
        </w:rPr>
      </w:pPr>
      <w:r w:rsidRPr="004E7AEE">
        <w:rPr>
          <w:lang w:val="sw-KE"/>
        </w:rPr>
        <w:t>Katika vyombo vya fedha au dhahabu kula au kunywa maji ni haramu.</w:t>
      </w:r>
    </w:p>
    <w:p w:rsidR="004E7AEE" w:rsidRPr="004E7AEE" w:rsidRDefault="004E7AEE" w:rsidP="004E7AEE">
      <w:pPr>
        <w:pStyle w:val="libNormal"/>
        <w:jc w:val="both"/>
        <w:rPr>
          <w:lang w:val="sw-KE"/>
        </w:rPr>
      </w:pPr>
      <w:r w:rsidRPr="004E7AEE">
        <w:rPr>
          <w:lang w:val="sw-KE"/>
        </w:rPr>
        <w:t>Ukinywa usinywe kwa mara moja b</w:t>
      </w:r>
      <w:r w:rsidR="007F349C">
        <w:rPr>
          <w:lang w:val="sw-KE"/>
        </w:rPr>
        <w:t>ali meza mara tatu (</w:t>
      </w:r>
      <w:r w:rsidRPr="004E7AEE">
        <w:rPr>
          <w:lang w:val="sw-KE"/>
        </w:rPr>
        <w:t xml:space="preserve">maana yake kunywa kidogo sita. tena mara ya pili </w:t>
      </w:r>
      <w:r w:rsidR="007F349C">
        <w:rPr>
          <w:lang w:val="sw-KE"/>
        </w:rPr>
        <w:t>sita na mara ya mwisho yamalize)</w:t>
      </w:r>
      <w:r w:rsidRPr="004E7AEE">
        <w:rPr>
          <w:lang w:val="sw-KE"/>
        </w:rPr>
        <w:t>. Ukinywa maji kunywa kwa kunyonya na ukinywa kwa mara moja huleta ugonjwa wa moyo. Chombo cha kunywea maji kikiwa na pengo usinywe upande wa mkono wa chombo au penye pengo kwani mahala hapo huwa pachafu na watu hawaoshi mahala hapo kuhofia wasijikate. Ikiwa mchana unakunywa maji ni bora kunywa kwa kusimama na ikiwa usiku kwa kukaa kaa.</w:t>
      </w:r>
    </w:p>
    <w:p w:rsidR="004E7AEE" w:rsidRPr="004E7AEE" w:rsidRDefault="007F349C" w:rsidP="007F349C">
      <w:pPr>
        <w:pStyle w:val="libNormal"/>
        <w:jc w:val="both"/>
        <w:rPr>
          <w:lang w:val="sw-KE"/>
        </w:rPr>
      </w:pPr>
      <w:r>
        <w:rPr>
          <w:lang w:val="sw-KE"/>
        </w:rPr>
        <w:t>Imam Jaffer As-Sadiqi (</w:t>
      </w:r>
      <w:r w:rsidR="004E7AEE" w:rsidRPr="004E7AEE">
        <w:rPr>
          <w:lang w:val="sw-KE"/>
        </w:rPr>
        <w:t>Imam wetu wa sita</w:t>
      </w:r>
      <w:r>
        <w:rPr>
          <w:lang w:val="sw-KE"/>
        </w:rPr>
        <w:t>)</w:t>
      </w:r>
      <w:r w:rsidR="004E7AEE" w:rsidRPr="004E7AEE">
        <w:rPr>
          <w:lang w:val="sw-KE"/>
        </w:rPr>
        <w:t xml:space="preserve"> amesema, "Ikiwa mtu kabla ya kunywa maji akasema BISMI - LLAAH baadae anywe kidogo aseme AL- HAMDU -LIL - LAAH, tena anywe kidogo kwa kusema BISMIL-LAAH na baada ya kunywa aseme AL-HAMDU- LIL - LAAH na baadae mara ya tatu, basi kwa kufanya hivyo maadam maji yakiwepo tumboni mwake itatoa tasbihi kumhimidi Mwenyezi Mungu na thawabu atapata yeye.</w:t>
      </w:r>
    </w:p>
    <w:p w:rsidR="004E7AEE" w:rsidRPr="004E7AEE" w:rsidRDefault="004E7AEE" w:rsidP="004E7AEE">
      <w:pPr>
        <w:pStyle w:val="libNormal"/>
        <w:jc w:val="both"/>
        <w:rPr>
          <w:lang w:val="sw-KE"/>
        </w:rPr>
      </w:pPr>
      <w:r w:rsidRPr="004E7AEE">
        <w:rPr>
          <w:lang w:val="sw-KE"/>
        </w:rPr>
        <w:t>Usinywe maji mengi kwani husababisha maradhi, kunywa kiasi chakutuliza kiu. Hakuna kitu kizuri kuliko maji, kwani maji ni uhai wa kila kitu kama Anavyosema Mwenyezi Mungu katika Qur'an tukufu: WAJA - ALNAA MINA</w:t>
      </w:r>
      <w:r w:rsidR="007F349C">
        <w:rPr>
          <w:lang w:val="sw-KE"/>
        </w:rPr>
        <w:t>L - MAAIKUL - LA SHAY - IN HAI (</w:t>
      </w:r>
      <w:r w:rsidRPr="004E7AEE">
        <w:rPr>
          <w:lang w:val="sw-KE"/>
        </w:rPr>
        <w:t xml:space="preserve">Na tukafanya </w:t>
      </w:r>
      <w:r w:rsidR="007F349C">
        <w:rPr>
          <w:lang w:val="sw-KE"/>
        </w:rPr>
        <w:t>kwa maji kila kitu kilicho hai.)</w:t>
      </w:r>
      <w:r w:rsidRPr="004E7AEE">
        <w:rPr>
          <w:lang w:val="sw-KE"/>
        </w:rPr>
        <w:t xml:space="preserve"> Kwa hivyo maji ni uhai. Kuangalia maji yanayo tiririka huondoa huzuni.</w:t>
      </w:r>
    </w:p>
    <w:p w:rsidR="004E7AEE" w:rsidRPr="004E7AEE" w:rsidRDefault="004E7AEE" w:rsidP="004E7AEE">
      <w:pPr>
        <w:pStyle w:val="libNormal"/>
        <w:jc w:val="both"/>
        <w:rPr>
          <w:lang w:val="sw-KE"/>
        </w:rPr>
      </w:pPr>
      <w:r w:rsidRPr="004E7AEE">
        <w:rPr>
          <w:lang w:val="sw-KE"/>
        </w:rPr>
        <w:t>Kunywesha maji ni Ibada bora:</w:t>
      </w:r>
    </w:p>
    <w:p w:rsidR="004E7AEE" w:rsidRPr="004E7AEE" w:rsidRDefault="007F349C" w:rsidP="004E7AEE">
      <w:pPr>
        <w:pStyle w:val="libNormal"/>
        <w:jc w:val="both"/>
        <w:rPr>
          <w:lang w:val="sw-KE"/>
        </w:rPr>
      </w:pPr>
      <w:r>
        <w:rPr>
          <w:lang w:val="sw-KE"/>
        </w:rPr>
        <w:t xml:space="preserve">Mtukufu Mtume </w:t>
      </w:r>
      <w:r w:rsidRPr="007F349C">
        <w:rPr>
          <w:rStyle w:val="libBold1Char"/>
          <w:lang w:val="sw-KE"/>
        </w:rPr>
        <w:t>(s.a.w.w)</w:t>
      </w:r>
      <w:r w:rsidR="004E7AEE" w:rsidRPr="004E7AEE">
        <w:rPr>
          <w:lang w:val="sw-KE"/>
        </w:rPr>
        <w:t xml:space="preserve"> amesema, "</w:t>
      </w:r>
      <w:r w:rsidR="004E7AEE" w:rsidRPr="007F349C">
        <w:rPr>
          <w:rStyle w:val="libBold1Char"/>
          <w:lang w:val="sw-KE"/>
        </w:rPr>
        <w:t>Sadaka bora kabisa ni kumnywesha maji mwenye kiu</w:t>
      </w:r>
      <w:r w:rsidR="004E7AEE" w:rsidRPr="004E7AEE">
        <w:rPr>
          <w:lang w:val="sw-KE"/>
        </w:rPr>
        <w:t>", Na siku ya Qiyama malipo ya kwanza atayopewa binadamu ni jazaa ya kunywesha maji.</w:t>
      </w:r>
    </w:p>
    <w:p w:rsidR="004E7AEE" w:rsidRPr="004E7AEE" w:rsidRDefault="004E7AEE" w:rsidP="004E7AEE">
      <w:pPr>
        <w:pStyle w:val="libNormal"/>
        <w:jc w:val="both"/>
        <w:rPr>
          <w:lang w:val="sw-KE"/>
        </w:rPr>
      </w:pPr>
      <w:r w:rsidRPr="004E7AEE">
        <w:rPr>
          <w:lang w:val="sw-KE"/>
        </w:rPr>
        <w:t xml:space="preserve">Amesema Imam </w:t>
      </w:r>
      <w:r w:rsidR="007F349C">
        <w:rPr>
          <w:lang w:val="sw-KE"/>
        </w:rPr>
        <w:t xml:space="preserve">wetu wa sita Jaffer As - Sadiq </w:t>
      </w:r>
      <w:r w:rsidR="007F349C" w:rsidRPr="007F349C">
        <w:rPr>
          <w:rStyle w:val="libFootnotenumChar"/>
          <w:lang w:val="sw-KE"/>
        </w:rPr>
        <w:t>(a.s)</w:t>
      </w:r>
      <w:r w:rsidRPr="004E7AEE">
        <w:rPr>
          <w:lang w:val="sw-KE"/>
        </w:rPr>
        <w:t xml:space="preserve"> kwamba, "Mwenye kumnywesha maji mtu mahala panapo maji, thawabu yake ni kama kumweka huru mtumwa mmoja, na mwenye kumnywesha maji mtu mahala pasipokuwa na maji, </w:t>
      </w:r>
      <w:r w:rsidR="007F349C">
        <w:rPr>
          <w:lang w:val="sw-KE"/>
        </w:rPr>
        <w:t>thawabu yake ni kama kumhuisha (kumpa uhai)</w:t>
      </w:r>
      <w:r w:rsidRPr="004E7AEE">
        <w:rPr>
          <w:lang w:val="sw-KE"/>
        </w:rPr>
        <w:t xml:space="preserve"> mtu mmoja na mwenye kumhuisha mtu mmoja ni kama amewahuisha watu wote.</w:t>
      </w:r>
    </w:p>
    <w:p w:rsidR="004E7AEE" w:rsidRPr="004E7AEE" w:rsidRDefault="004E7AEE" w:rsidP="004E7AEE">
      <w:pPr>
        <w:pStyle w:val="libNormal"/>
        <w:jc w:val="both"/>
        <w:rPr>
          <w:lang w:val="sw-KE"/>
        </w:rPr>
      </w:pPr>
      <w:r w:rsidRPr="004E7AEE">
        <w:rPr>
          <w:lang w:val="sw-KE"/>
        </w:rPr>
        <w:t>Sahaba wa Imam wetu wa sita Bw. Daud Riq-qi anaeleza nilikuwa na Imam wa si</w:t>
      </w:r>
      <w:r w:rsidR="007F349C">
        <w:rPr>
          <w:lang w:val="sw-KE"/>
        </w:rPr>
        <w:t xml:space="preserve">ta </w:t>
      </w:r>
      <w:r w:rsidR="007F349C" w:rsidRPr="007F349C">
        <w:rPr>
          <w:rStyle w:val="libFootnotenumChar"/>
          <w:lang w:val="sw-KE"/>
        </w:rPr>
        <w:t>(a.s)</w:t>
      </w:r>
      <w:r w:rsidRPr="004E7AEE">
        <w:rPr>
          <w:lang w:val="sw-KE"/>
        </w:rPr>
        <w:t xml:space="preserve"> mara akaagiza maji, alipokwisha kunywa, nikamuona Imam analia, na machozi yamejaa machoni mwake, baadae akaniambia; "Ewe Daud, Mweneyezi Mungu awauwe wenye ku</w:t>
      </w:r>
      <w:r w:rsidR="007F349C">
        <w:rPr>
          <w:lang w:val="sw-KE"/>
        </w:rPr>
        <w:t xml:space="preserve">muua Imam Hussein bin Ali </w:t>
      </w:r>
      <w:r w:rsidR="007F349C" w:rsidRPr="007F349C">
        <w:rPr>
          <w:rStyle w:val="libFootnotenumChar"/>
          <w:lang w:val="sw-KE"/>
        </w:rPr>
        <w:t>(a.s)</w:t>
      </w:r>
      <w:r w:rsidRPr="004E7AEE">
        <w:rPr>
          <w:lang w:val="sw-KE"/>
        </w:rPr>
        <w:t xml:space="preserve"> namna gani kwa kumkumbuka Imam Hussein huleta huzuni. Mimi kila nikinywa maji baridi ilani nam</w:t>
      </w:r>
      <w:r w:rsidR="007F349C">
        <w:rPr>
          <w:lang w:val="sw-KE"/>
        </w:rPr>
        <w:t xml:space="preserve">kubuka babu yangu Imam Hussein </w:t>
      </w:r>
      <w:r w:rsidR="007F349C" w:rsidRPr="007F349C">
        <w:rPr>
          <w:rStyle w:val="libFootnotenumChar"/>
          <w:lang w:val="sw-KE"/>
        </w:rPr>
        <w:t>(a.s)</w:t>
      </w:r>
      <w:r w:rsidRPr="004E7AEE">
        <w:rPr>
          <w:lang w:val="sw-KE"/>
        </w:rPr>
        <w:t xml:space="preserve"> na kila amkumbukae Imam Hussein wakati anapokunywa maji basi Mwenyezi Mungu humuandikia thawabu mia elfu, na kusamehe madhambi kama hayo na kuzidishiwa daraja Peponi kama hiyo, na Mwenyezi Mungu atamfufua na sura yenye nuru."</w:t>
      </w:r>
    </w:p>
    <w:p w:rsidR="004E7AEE" w:rsidRPr="004E7AEE" w:rsidRDefault="004E7AEE" w:rsidP="004E7AEE">
      <w:pPr>
        <w:pStyle w:val="libNormal"/>
        <w:jc w:val="both"/>
        <w:rPr>
          <w:lang w:val="sw-KE"/>
        </w:rPr>
      </w:pPr>
      <w:r w:rsidRPr="004E7AEE">
        <w:rPr>
          <w:lang w:val="sw-KE"/>
        </w:rPr>
        <w:lastRenderedPageBreak/>
        <w:t>Basi kil</w:t>
      </w:r>
      <w:r w:rsidR="007F349C">
        <w:rPr>
          <w:lang w:val="sw-KE"/>
        </w:rPr>
        <w:t>a ukisha kunywa maji sema hivi:</w:t>
      </w:r>
    </w:p>
    <w:p w:rsidR="004E7AEE" w:rsidRPr="004E7AEE" w:rsidRDefault="007F349C" w:rsidP="007F349C">
      <w:pPr>
        <w:pStyle w:val="libBold1"/>
        <w:rPr>
          <w:lang w:val="sw-KE"/>
        </w:rPr>
      </w:pPr>
      <w:r w:rsidRPr="004E7AEE">
        <w:rPr>
          <w:lang w:val="sw-KE"/>
        </w:rPr>
        <w:t>Sala - Watul - Laahialal - Hussein Wa Ahli - Bay - Tihi Wa As - Ha - Bihi, Walaana - Tul - Laahi Alaa Qata - Latil - Husein Wa Aadaa - Ihii.</w:t>
      </w:r>
    </w:p>
    <w:p w:rsidR="004E7AEE" w:rsidRPr="004E7AEE" w:rsidRDefault="004E7AEE" w:rsidP="007F349C">
      <w:pPr>
        <w:pStyle w:val="Heading2"/>
        <w:rPr>
          <w:lang w:val="sw-KE"/>
        </w:rPr>
      </w:pPr>
      <w:bookmarkStart w:id="45" w:name="_Toc29901535"/>
      <w:r w:rsidRPr="004E7AEE">
        <w:rPr>
          <w:lang w:val="sw-KE"/>
        </w:rPr>
        <w:t>SOMO LA KUMI NA TANO</w:t>
      </w:r>
      <w:bookmarkEnd w:id="45"/>
    </w:p>
    <w:p w:rsidR="004E7AEE" w:rsidRPr="004E7AEE" w:rsidRDefault="004E7AEE" w:rsidP="007F349C">
      <w:pPr>
        <w:pStyle w:val="Heading3"/>
        <w:rPr>
          <w:lang w:val="sw-KE"/>
        </w:rPr>
      </w:pPr>
      <w:bookmarkStart w:id="46" w:name="_Toc29901536"/>
      <w:r w:rsidRPr="004E7AEE">
        <w:rPr>
          <w:lang w:val="sw-KE"/>
        </w:rPr>
        <w:t>ADABU YA MAVAZI NA KUVAA KWAKE</w:t>
      </w:r>
      <w:bookmarkEnd w:id="46"/>
    </w:p>
    <w:p w:rsidR="004E7AEE" w:rsidRPr="004E7AEE" w:rsidRDefault="004E7AEE" w:rsidP="004E7AEE">
      <w:pPr>
        <w:pStyle w:val="libNormal"/>
        <w:jc w:val="both"/>
        <w:rPr>
          <w:lang w:val="sw-KE"/>
        </w:rPr>
      </w:pPr>
      <w:r w:rsidRPr="004E7AEE">
        <w:rPr>
          <w:lang w:val="sw-KE"/>
        </w:rPr>
        <w:t>Vipi kuvaa na kuvaa nguo?</w:t>
      </w:r>
    </w:p>
    <w:p w:rsidR="004E7AEE" w:rsidRPr="004E7AEE" w:rsidRDefault="001112BF" w:rsidP="001112BF">
      <w:pPr>
        <w:pStyle w:val="libNormal"/>
        <w:jc w:val="both"/>
        <w:rPr>
          <w:lang w:val="sw-KE"/>
        </w:rPr>
      </w:pPr>
      <w:r>
        <w:rPr>
          <w:lang w:val="sw-KE"/>
        </w:rPr>
        <w:t xml:space="preserve">Mtukufu Mtume </w:t>
      </w:r>
      <w:r w:rsidRPr="001112BF">
        <w:rPr>
          <w:rStyle w:val="libBold1Char"/>
          <w:lang w:val="sw-KE"/>
        </w:rPr>
        <w:t>(s.a.w.w)</w:t>
      </w:r>
      <w:r w:rsidR="004E7AEE" w:rsidRPr="004E7AEE">
        <w:rPr>
          <w:lang w:val="sw-KE"/>
        </w:rPr>
        <w:t xml:space="preserve"> amesema</w:t>
      </w:r>
      <w:r>
        <w:rPr>
          <w:lang w:val="sw-KE"/>
        </w:rPr>
        <w:t>:</w:t>
      </w:r>
      <w:r w:rsidR="004E7AEE" w:rsidRPr="004E7AEE">
        <w:rPr>
          <w:lang w:val="sw-KE"/>
        </w:rPr>
        <w:t xml:space="preserve"> "</w:t>
      </w:r>
      <w:r w:rsidR="004E7AEE" w:rsidRPr="001112BF">
        <w:rPr>
          <w:rStyle w:val="libBold1Char"/>
          <w:lang w:val="sw-KE"/>
        </w:rPr>
        <w:t>Mwanamume haimfai kukaa uchi wakati wowote mchana au usiku</w:t>
      </w:r>
      <w:r w:rsidR="004E7AEE" w:rsidRPr="004E7AEE">
        <w:rPr>
          <w:lang w:val="sw-KE"/>
        </w:rPr>
        <w:t>."</w:t>
      </w:r>
    </w:p>
    <w:p w:rsidR="004E7AEE" w:rsidRPr="004E7AEE" w:rsidRDefault="001112BF" w:rsidP="001112BF">
      <w:pPr>
        <w:pStyle w:val="libNormal"/>
        <w:jc w:val="both"/>
        <w:rPr>
          <w:lang w:val="sw-KE"/>
        </w:rPr>
      </w:pPr>
      <w:r>
        <w:rPr>
          <w:lang w:val="sw-KE"/>
        </w:rPr>
        <w:t xml:space="preserve">Imam Ali bin Abi Talib </w:t>
      </w:r>
      <w:r w:rsidRPr="001112BF">
        <w:rPr>
          <w:rStyle w:val="libFootnotenumChar"/>
          <w:lang w:val="sw-KE"/>
        </w:rPr>
        <w:t>(a.s)</w:t>
      </w:r>
      <w:r w:rsidR="004E7AEE" w:rsidRPr="004E7AEE">
        <w:rPr>
          <w:lang w:val="sw-KE"/>
        </w:rPr>
        <w:t xml:space="preserve"> amesema</w:t>
      </w:r>
      <w:r>
        <w:rPr>
          <w:lang w:val="sw-KE"/>
        </w:rPr>
        <w:t>:</w:t>
      </w:r>
      <w:r w:rsidR="004E7AEE" w:rsidRPr="004E7AEE">
        <w:rPr>
          <w:lang w:val="sw-KE"/>
        </w:rPr>
        <w:t xml:space="preserve"> "</w:t>
      </w:r>
      <w:r w:rsidR="004E7AEE" w:rsidRPr="001112BF">
        <w:rPr>
          <w:rStyle w:val="libBold1Char"/>
          <w:lang w:val="sw-KE"/>
        </w:rPr>
        <w:t>Mtu anapokuwa uchini rahisi kujiwa na shauku ya matamanio, na ndio lengo la shetani kutaka kumpotosha, na anapokuwa amekaa na watu si vizuri kuondoa nguo kwenye mapaja ni upotevu wa adabu. Unapovua nguo sema Bismi llahi, na kama hukusema Bismi llahi, majini huvaanguo hizo hadi asubuhi</w:t>
      </w:r>
      <w:r w:rsidR="004E7AEE" w:rsidRPr="004E7AEE">
        <w:rPr>
          <w:lang w:val="sw-KE"/>
        </w:rPr>
        <w:t>."</w:t>
      </w:r>
    </w:p>
    <w:p w:rsidR="004E7AEE" w:rsidRPr="004E7AEE" w:rsidRDefault="004E7AEE" w:rsidP="004E7AEE">
      <w:pPr>
        <w:pStyle w:val="libNormal"/>
        <w:jc w:val="both"/>
        <w:rPr>
          <w:lang w:val="sw-KE"/>
        </w:rPr>
      </w:pPr>
      <w:r w:rsidRPr="004E7AEE">
        <w:rPr>
          <w:lang w:val="sw-KE"/>
        </w:rPr>
        <w:t>Aliulizwa Imam Musa Al - Kadh</w:t>
      </w:r>
      <w:r w:rsidR="001112BF">
        <w:rPr>
          <w:lang w:val="sw-KE"/>
        </w:rPr>
        <w:t xml:space="preserve">im </w:t>
      </w:r>
      <w:r w:rsidR="001112BF" w:rsidRPr="001112BF">
        <w:rPr>
          <w:rStyle w:val="libFootnotenumChar"/>
          <w:lang w:val="sw-KE"/>
        </w:rPr>
        <w:t>(a.s)</w:t>
      </w:r>
      <w:r w:rsidRPr="004E7AEE">
        <w:rPr>
          <w:lang w:val="sw-KE"/>
        </w:rPr>
        <w:t>, Je unasemaje mtu akiwa nazo nguo kiasi kama amefanya anasa? Akajibu</w:t>
      </w:r>
      <w:r w:rsidR="001112BF">
        <w:rPr>
          <w:lang w:val="sw-KE"/>
        </w:rPr>
        <w:t>:</w:t>
      </w:r>
      <w:r w:rsidRPr="004E7AEE">
        <w:rPr>
          <w:lang w:val="sw-KE"/>
        </w:rPr>
        <w:t xml:space="preserve"> </w:t>
      </w:r>
      <w:r w:rsidR="001112BF" w:rsidRPr="001112BF">
        <w:rPr>
          <w:rStyle w:val="libBold1Char"/>
          <w:lang w:val="sw-KE"/>
        </w:rPr>
        <w:t>S</w:t>
      </w:r>
      <w:r w:rsidRPr="001112BF">
        <w:rPr>
          <w:rStyle w:val="libBold1Char"/>
          <w:lang w:val="sw-KE"/>
        </w:rPr>
        <w:t>i anasa hata akiwa na nguo ishirini madhali anazivaa</w:t>
      </w:r>
      <w:r w:rsidRPr="004E7AEE">
        <w:rPr>
          <w:lang w:val="sw-KE"/>
        </w:rPr>
        <w:t>.</w:t>
      </w:r>
    </w:p>
    <w:p w:rsidR="004E7AEE" w:rsidRPr="004E7AEE" w:rsidRDefault="001112BF" w:rsidP="001112BF">
      <w:pPr>
        <w:pStyle w:val="libNormal"/>
        <w:jc w:val="both"/>
        <w:rPr>
          <w:lang w:val="sw-KE"/>
        </w:rPr>
      </w:pPr>
      <w:r>
        <w:rPr>
          <w:lang w:val="sw-KE"/>
        </w:rPr>
        <w:t xml:space="preserve">Ameerul Muumineen Ali </w:t>
      </w:r>
      <w:r w:rsidRPr="001112BF">
        <w:rPr>
          <w:rStyle w:val="libFootnotenumChar"/>
          <w:lang w:val="sw-KE"/>
        </w:rPr>
        <w:t>(a.s)</w:t>
      </w:r>
      <w:r w:rsidR="004E7AEE" w:rsidRPr="004E7AEE">
        <w:rPr>
          <w:lang w:val="sw-KE"/>
        </w:rPr>
        <w:t xml:space="preserve"> amesema</w:t>
      </w:r>
      <w:r>
        <w:rPr>
          <w:lang w:val="sw-KE"/>
        </w:rPr>
        <w:t>:</w:t>
      </w:r>
      <w:r w:rsidR="004E7AEE" w:rsidRPr="004E7AEE">
        <w:rPr>
          <w:lang w:val="sw-KE"/>
        </w:rPr>
        <w:t xml:space="preserve"> Mtu kuti</w:t>
      </w:r>
      <w:r>
        <w:rPr>
          <w:lang w:val="sw-KE"/>
        </w:rPr>
        <w:t>a viraka nguo zake, na kushona (vikikatika) viatu vyake na kubeba vyakula (</w:t>
      </w:r>
      <w:r w:rsidR="004E7AEE" w:rsidRPr="004E7AEE">
        <w:rPr>
          <w:lang w:val="sw-KE"/>
        </w:rPr>
        <w:t>v</w:t>
      </w:r>
      <w:r>
        <w:rPr>
          <w:lang w:val="sw-KE"/>
        </w:rPr>
        <w:t>itoweo)</w:t>
      </w:r>
      <w:r w:rsidR="004E7AEE" w:rsidRPr="004E7AEE">
        <w:rPr>
          <w:lang w:val="sw-KE"/>
        </w:rPr>
        <w:t xml:space="preserve"> vya matumizi ya nyumbani, kwa kufanya hivyo humlinda na kuwa na kiburi.''</w:t>
      </w:r>
    </w:p>
    <w:p w:rsidR="004E7AEE" w:rsidRPr="004E7AEE" w:rsidRDefault="001112BF" w:rsidP="001112BF">
      <w:pPr>
        <w:pStyle w:val="Heading3"/>
        <w:rPr>
          <w:lang w:val="sw-KE"/>
        </w:rPr>
      </w:pPr>
      <w:bookmarkStart w:id="47" w:name="_Toc29901537"/>
      <w:r w:rsidRPr="004E7AEE">
        <w:rPr>
          <w:lang w:val="sw-KE"/>
        </w:rPr>
        <w:t>UMARIDADI NA ADABU ZA KUVAA</w:t>
      </w:r>
      <w:bookmarkEnd w:id="47"/>
    </w:p>
    <w:p w:rsidR="004E7AEE" w:rsidRPr="004E7AEE" w:rsidRDefault="004E7AEE" w:rsidP="004E7AEE">
      <w:pPr>
        <w:pStyle w:val="libNormal"/>
        <w:jc w:val="both"/>
        <w:rPr>
          <w:lang w:val="sw-KE"/>
        </w:rPr>
      </w:pPr>
      <w:r w:rsidRPr="004E7AEE">
        <w:rPr>
          <w:lang w:val="sw-KE"/>
        </w:rPr>
        <w:t>Kujipamba kwa nguo safi nadhifu za halali ni wajibu wa kila binadamu kwa kiasi cha uwezo wake na kama hana basi atosheke kwa yale aliyonayo asijishughulishe kutafuta umaridadi kwa njia isiyo ya halali na akaharibu ibada zake.</w:t>
      </w:r>
    </w:p>
    <w:p w:rsidR="004E7AEE" w:rsidRPr="004E7AEE" w:rsidRDefault="004E7AEE" w:rsidP="004E7AEE">
      <w:pPr>
        <w:pStyle w:val="libNormal"/>
        <w:jc w:val="both"/>
        <w:rPr>
          <w:lang w:val="sw-KE"/>
        </w:rPr>
      </w:pPr>
      <w:r w:rsidRPr="004E7AEE">
        <w:rPr>
          <w:lang w:val="sw-KE"/>
        </w:rPr>
        <w:t>Kama Mwenyezi Mungu amekupa mali na uwezo wa kuwa na nguo nzuri, basi onyesha neema hizo kwa kuwa malidadi, na sio uchaji kuvaa nguo chafu au za viraka madhali unao uwezo wa kuwa malidadi.</w:t>
      </w:r>
    </w:p>
    <w:p w:rsidR="004E7AEE" w:rsidRPr="004E7AEE" w:rsidRDefault="004E7AEE" w:rsidP="004E7AEE">
      <w:pPr>
        <w:pStyle w:val="libNormal"/>
        <w:jc w:val="both"/>
        <w:rPr>
          <w:lang w:val="sw-KE"/>
        </w:rPr>
      </w:pPr>
      <w:r w:rsidRPr="004E7AEE">
        <w:rPr>
          <w:lang w:val="sw-KE"/>
        </w:rPr>
        <w:t>Mwenyezi Mungu hufurahiwa na mja wake ambaye huonyesha neema alizompa kwa kujivalia nguo nzuri.</w:t>
      </w:r>
    </w:p>
    <w:p w:rsidR="004E7AEE" w:rsidRPr="004E7AEE" w:rsidRDefault="004E7AEE" w:rsidP="001112BF">
      <w:pPr>
        <w:pStyle w:val="Heading2"/>
        <w:rPr>
          <w:lang w:val="sw-KE"/>
        </w:rPr>
      </w:pPr>
      <w:bookmarkStart w:id="48" w:name="_Toc29901538"/>
      <w:r w:rsidRPr="004E7AEE">
        <w:rPr>
          <w:lang w:val="sw-KE"/>
        </w:rPr>
        <w:t>SOMO LA KUMI NA SITA</w:t>
      </w:r>
      <w:bookmarkEnd w:id="48"/>
    </w:p>
    <w:p w:rsidR="004E7AEE" w:rsidRPr="004E7AEE" w:rsidRDefault="004E7AEE" w:rsidP="001112BF">
      <w:pPr>
        <w:pStyle w:val="Heading3"/>
        <w:rPr>
          <w:lang w:val="sw-KE"/>
        </w:rPr>
      </w:pPr>
      <w:bookmarkStart w:id="49" w:name="_Toc29901539"/>
      <w:r w:rsidRPr="004E7AEE">
        <w:rPr>
          <w:lang w:val="sw-KE"/>
        </w:rPr>
        <w:t>ADABU YA KULALA</w:t>
      </w:r>
      <w:bookmarkEnd w:id="49"/>
    </w:p>
    <w:p w:rsidR="004E7AEE" w:rsidRPr="004E7AEE" w:rsidRDefault="004E7AEE" w:rsidP="001112BF">
      <w:pPr>
        <w:pStyle w:val="Heading3"/>
        <w:rPr>
          <w:lang w:val="sw-KE"/>
        </w:rPr>
      </w:pPr>
      <w:bookmarkStart w:id="50" w:name="_Toc29901540"/>
      <w:r w:rsidRPr="004E7AEE">
        <w:rPr>
          <w:lang w:val="sw-KE"/>
        </w:rPr>
        <w:t>Wakati wa kulala:</w:t>
      </w:r>
      <w:bookmarkEnd w:id="50"/>
    </w:p>
    <w:p w:rsidR="004E7AEE" w:rsidRPr="004E7AEE" w:rsidRDefault="004E7AEE" w:rsidP="004E7AEE">
      <w:pPr>
        <w:pStyle w:val="libNormal"/>
        <w:jc w:val="both"/>
        <w:rPr>
          <w:lang w:val="sw-KE"/>
        </w:rPr>
      </w:pPr>
      <w:r w:rsidRPr="004E7AEE">
        <w:rPr>
          <w:lang w:val="sw-KE"/>
        </w:rPr>
        <w:t>Kulala baada ya mapambazuko hadi kuchomoza jua na kati ya wakati wa sala ya magharibi na sala ya isha, na baada ya sala ya alasiri ni karaha kulala. Kabla ya sala ya adhuhuri siku za joto na kati ya sala ya adhuhuri na alasiri ni sunna.</w:t>
      </w:r>
    </w:p>
    <w:p w:rsidR="004E7AEE" w:rsidRPr="004E7AEE" w:rsidRDefault="001112BF" w:rsidP="004E7AEE">
      <w:pPr>
        <w:pStyle w:val="libNormal"/>
        <w:jc w:val="both"/>
        <w:rPr>
          <w:lang w:val="sw-KE"/>
        </w:rPr>
      </w:pPr>
      <w:r>
        <w:rPr>
          <w:lang w:val="sw-KE"/>
        </w:rPr>
        <w:t>Imam Ali bin Hussein (Imam wetu wa 3)</w:t>
      </w:r>
      <w:r w:rsidR="004E7AEE" w:rsidRPr="004E7AEE">
        <w:rPr>
          <w:lang w:val="sw-KE"/>
        </w:rPr>
        <w:t xml:space="preserve"> alimuusia sahaba wake bw. Abu Hamza Thimala kusema, "Usilale kabla ya kuchomoza jua, mimi sikupendelea kufanya hivyo kwa sababu Mwenyezi Mungu wakati huo ndio huwagawanyia waja wake riziki yao, na kila atakaekuwa amelala wakati huo basi atanyimwa.</w:t>
      </w:r>
    </w:p>
    <w:p w:rsidR="001112BF" w:rsidRDefault="001112BF" w:rsidP="001112BF">
      <w:pPr>
        <w:pStyle w:val="libNormal"/>
        <w:jc w:val="both"/>
        <w:rPr>
          <w:lang w:val="sw-KE"/>
        </w:rPr>
      </w:pPr>
      <w:r>
        <w:rPr>
          <w:lang w:val="sw-KE"/>
        </w:rPr>
        <w:t xml:space="preserve">Mtukufu Mtume </w:t>
      </w:r>
      <w:r w:rsidRPr="001112BF">
        <w:rPr>
          <w:rStyle w:val="libBold1Char"/>
          <w:lang w:val="sw-KE"/>
        </w:rPr>
        <w:t>(s.a.w.w)</w:t>
      </w:r>
      <w:r w:rsidR="004E7AEE" w:rsidRPr="004E7AEE">
        <w:rPr>
          <w:lang w:val="sw-KE"/>
        </w:rPr>
        <w:t xml:space="preserve"> ame</w:t>
      </w:r>
      <w:r>
        <w:rPr>
          <w:lang w:val="sw-KE"/>
        </w:rPr>
        <w:t>sema, "Ardhi hupiga kelele kwa (</w:t>
      </w:r>
      <w:r w:rsidR="004E7AEE" w:rsidRPr="004E7AEE">
        <w:rPr>
          <w:lang w:val="sw-KE"/>
        </w:rPr>
        <w:t xml:space="preserve">kushitakia </w:t>
      </w:r>
      <w:r>
        <w:rPr>
          <w:lang w:val="sw-KE"/>
        </w:rPr>
        <w:t>kwa) Mwenyezi Mungu kwa vitu vitatu:</w:t>
      </w:r>
      <w:r w:rsidR="004E7AEE" w:rsidRPr="004E7AEE">
        <w:rPr>
          <w:lang w:val="sw-KE"/>
        </w:rPr>
        <w:t xml:space="preserve"> </w:t>
      </w:r>
    </w:p>
    <w:p w:rsidR="001112BF" w:rsidRDefault="001112BF" w:rsidP="001112BF">
      <w:pPr>
        <w:pStyle w:val="libNormal"/>
        <w:jc w:val="both"/>
        <w:rPr>
          <w:lang w:val="sw-KE"/>
        </w:rPr>
      </w:pPr>
      <w:r>
        <w:rPr>
          <w:lang w:val="sw-KE"/>
        </w:rPr>
        <w:t>(a) Kwa damu ya haramu (</w:t>
      </w:r>
      <w:r w:rsidR="004E7AEE" w:rsidRPr="004E7AEE">
        <w:rPr>
          <w:lang w:val="sw-KE"/>
        </w:rPr>
        <w:t>bila hatia</w:t>
      </w:r>
      <w:r>
        <w:rPr>
          <w:lang w:val="sw-KE"/>
        </w:rPr>
        <w:t xml:space="preserve">) </w:t>
      </w:r>
      <w:r w:rsidR="004E7AEE" w:rsidRPr="004E7AEE">
        <w:rPr>
          <w:lang w:val="sw-KE"/>
        </w:rPr>
        <w:t>kumwagwa juu ya ardhi</w:t>
      </w:r>
      <w:r>
        <w:rPr>
          <w:lang w:val="sw-KE"/>
        </w:rPr>
        <w:t>.</w:t>
      </w:r>
    </w:p>
    <w:p w:rsidR="001112BF" w:rsidRDefault="001112BF" w:rsidP="004E7AEE">
      <w:pPr>
        <w:pStyle w:val="libNormal"/>
        <w:jc w:val="both"/>
        <w:rPr>
          <w:lang w:val="sw-KE"/>
        </w:rPr>
      </w:pPr>
      <w:r>
        <w:rPr>
          <w:lang w:val="sw-KE"/>
        </w:rPr>
        <w:t xml:space="preserve"> (b) </w:t>
      </w:r>
      <w:r w:rsidR="004E7AEE" w:rsidRPr="004E7AEE">
        <w:rPr>
          <w:lang w:val="sw-KE"/>
        </w:rPr>
        <w:t>Anapooga mzinifu na kumwagia maji juu ya ardhi</w:t>
      </w:r>
      <w:r>
        <w:rPr>
          <w:lang w:val="sw-KE"/>
        </w:rPr>
        <w:t>.</w:t>
      </w:r>
      <w:r w:rsidR="004E7AEE" w:rsidRPr="004E7AEE">
        <w:rPr>
          <w:lang w:val="sw-KE"/>
        </w:rPr>
        <w:t xml:space="preserve"> </w:t>
      </w:r>
    </w:p>
    <w:p w:rsidR="004E7AEE" w:rsidRPr="004E7AEE" w:rsidRDefault="001112BF" w:rsidP="004E7AEE">
      <w:pPr>
        <w:pStyle w:val="libNormal"/>
        <w:jc w:val="both"/>
        <w:rPr>
          <w:lang w:val="sw-KE"/>
        </w:rPr>
      </w:pPr>
      <w:r>
        <w:rPr>
          <w:lang w:val="sw-KE"/>
        </w:rPr>
        <w:lastRenderedPageBreak/>
        <w:t xml:space="preserve">(c) </w:t>
      </w:r>
      <w:r w:rsidR="004E7AEE" w:rsidRPr="004E7AEE">
        <w:rPr>
          <w:lang w:val="sw-KE"/>
        </w:rPr>
        <w:t>Anapokuwa mtu amelala kabla ya kuchomoza jua."</w:t>
      </w:r>
    </w:p>
    <w:p w:rsidR="004E7AEE" w:rsidRPr="004E7AEE" w:rsidRDefault="004E7AEE" w:rsidP="004E7AEE">
      <w:pPr>
        <w:pStyle w:val="libNormal"/>
        <w:jc w:val="both"/>
        <w:rPr>
          <w:lang w:val="sw-KE"/>
        </w:rPr>
      </w:pPr>
      <w:r w:rsidRPr="004E7AEE">
        <w:rPr>
          <w:lang w:val="sw-KE"/>
        </w:rPr>
        <w:t>Imepokewa hadithi k</w:t>
      </w:r>
      <w:r w:rsidR="001112BF">
        <w:rPr>
          <w:lang w:val="sw-KE"/>
        </w:rPr>
        <w:t xml:space="preserve">utokana Imam Jaffer As - Sadiq </w:t>
      </w:r>
      <w:r w:rsidR="001112BF" w:rsidRPr="001112BF">
        <w:rPr>
          <w:rStyle w:val="libFootnotenumChar"/>
          <w:lang w:val="sw-KE"/>
        </w:rPr>
        <w:t>(a.s)</w:t>
      </w:r>
      <w:r w:rsidRPr="004E7AEE">
        <w:rPr>
          <w:lang w:val="sw-KE"/>
        </w:rPr>
        <w:t xml:space="preserve"> am</w:t>
      </w:r>
      <w:r w:rsidR="001112BF">
        <w:rPr>
          <w:lang w:val="sw-KE"/>
        </w:rPr>
        <w:t>esema:</w:t>
      </w:r>
      <w:r w:rsidRPr="004E7AEE">
        <w:rPr>
          <w:lang w:val="sw-KE"/>
        </w:rPr>
        <w:t xml:space="preserve"> "Kulala asubuhi ni nuksi, huzuia rizki, hugeuza rangi ya uso kuwa manjano na uso huwa mbaya sana kwa </w:t>
      </w:r>
      <w:r w:rsidR="001112BF">
        <w:rPr>
          <w:lang w:val="sw-KE"/>
        </w:rPr>
        <w:t>sababu wakati ule Bani Israili (Waisraili) wakiteremshiwa (riziki)</w:t>
      </w:r>
      <w:r w:rsidRPr="004E7AEE">
        <w:rPr>
          <w:lang w:val="sw-KE"/>
        </w:rPr>
        <w:t xml:space="preserve"> kuku wa kuchoma na balungi na kila anayekuwa wakati ule amelala hukosa riziki hiyo.</w:t>
      </w:r>
    </w:p>
    <w:p w:rsidR="001112BF" w:rsidRDefault="001112BF" w:rsidP="001112BF">
      <w:pPr>
        <w:pStyle w:val="libNormal"/>
        <w:jc w:val="both"/>
        <w:rPr>
          <w:lang w:val="sw-KE"/>
        </w:rPr>
      </w:pPr>
      <w:r>
        <w:rPr>
          <w:lang w:val="sw-KE"/>
        </w:rPr>
        <w:t xml:space="preserve">Mtukufu Mtume </w:t>
      </w:r>
      <w:r w:rsidRPr="001112BF">
        <w:rPr>
          <w:rStyle w:val="libBold1Char"/>
          <w:lang w:val="sw-KE"/>
        </w:rPr>
        <w:t>(s.a.w.w)</w:t>
      </w:r>
      <w:r w:rsidR="004E7AEE" w:rsidRPr="004E7AEE">
        <w:rPr>
          <w:lang w:val="sw-KE"/>
        </w:rPr>
        <w:t xml:space="preserve"> amesema</w:t>
      </w:r>
      <w:r>
        <w:rPr>
          <w:lang w:val="sw-KE"/>
        </w:rPr>
        <w:t>:</w:t>
      </w:r>
      <w:r w:rsidR="004E7AEE" w:rsidRPr="004E7AEE">
        <w:rPr>
          <w:lang w:val="sw-KE"/>
        </w:rPr>
        <w:t xml:space="preserve"> "Kila Mwislamu atakayekaa kwenye msala wake kutoka alfajiri hadi kuchomoza jua{ameshughulikia ibada sala, dhikiri na kusoma Qur'an} Mwenyezi Mungu atamlinda na moto wa Jahannam;" hadithi nyingine yaonyesha akifanya hivyo atapata thawabu ya Hija ya Sunna na atasamehewa dhambi zake.</w:t>
      </w:r>
    </w:p>
    <w:p w:rsidR="004E7AEE" w:rsidRPr="004E7AEE" w:rsidRDefault="004E7AEE" w:rsidP="00B02825">
      <w:pPr>
        <w:pStyle w:val="Heading2"/>
        <w:rPr>
          <w:lang w:val="sw-KE"/>
        </w:rPr>
      </w:pPr>
      <w:bookmarkStart w:id="51" w:name="_Toc29901541"/>
      <w:r w:rsidRPr="004E7AEE">
        <w:rPr>
          <w:lang w:val="sw-KE"/>
        </w:rPr>
        <w:t>SOMO LA KUMI NA SABA</w:t>
      </w:r>
      <w:bookmarkEnd w:id="51"/>
    </w:p>
    <w:p w:rsidR="004E7AEE" w:rsidRPr="004E7AEE" w:rsidRDefault="004E7AEE" w:rsidP="00B02825">
      <w:pPr>
        <w:pStyle w:val="Heading3"/>
        <w:rPr>
          <w:lang w:val="sw-KE"/>
        </w:rPr>
      </w:pPr>
      <w:bookmarkStart w:id="52" w:name="_Toc29901542"/>
      <w:r w:rsidRPr="004E7AEE">
        <w:rPr>
          <w:lang w:val="sw-KE"/>
        </w:rPr>
        <w:t>KUTAWADHA KABLA YA KULALA</w:t>
      </w:r>
      <w:bookmarkEnd w:id="52"/>
    </w:p>
    <w:p w:rsidR="004E7AEE" w:rsidRPr="004E7AEE" w:rsidRDefault="004E7AEE" w:rsidP="004E7AEE">
      <w:pPr>
        <w:pStyle w:val="libNormal"/>
        <w:jc w:val="both"/>
        <w:rPr>
          <w:lang w:val="sw-KE"/>
        </w:rPr>
      </w:pPr>
      <w:r w:rsidRPr="004E7AEE">
        <w:rPr>
          <w:lang w:val="sw-KE"/>
        </w:rPr>
        <w:t xml:space="preserve">"Iko hadithi iliyopokewa na Imam wetu </w:t>
      </w:r>
      <w:r w:rsidR="001112BF">
        <w:rPr>
          <w:lang w:val="sw-KE"/>
        </w:rPr>
        <w:t xml:space="preserve">wa Sita, Imam Jaafar As -Sadiq </w:t>
      </w:r>
      <w:r w:rsidR="001112BF" w:rsidRPr="001112BF">
        <w:rPr>
          <w:rStyle w:val="libFootnotenumChar"/>
          <w:lang w:val="sw-KE"/>
        </w:rPr>
        <w:t>(a.s)</w:t>
      </w:r>
      <w:r w:rsidRPr="004E7AEE">
        <w:rPr>
          <w:lang w:val="sw-KE"/>
        </w:rPr>
        <w:t xml:space="preserve"> </w:t>
      </w:r>
      <w:r w:rsidR="001112BF">
        <w:rPr>
          <w:lang w:val="sw-KE"/>
        </w:rPr>
        <w:t>inayosema hivi:</w:t>
      </w:r>
      <w:r w:rsidRPr="004E7AEE">
        <w:rPr>
          <w:lang w:val="sw-KE"/>
        </w:rPr>
        <w:t xml:space="preserve"> "</w:t>
      </w:r>
      <w:r w:rsidRPr="001112BF">
        <w:rPr>
          <w:rStyle w:val="libBold1Char"/>
          <w:lang w:val="sw-KE"/>
        </w:rPr>
        <w:t>Mtu akitawadha na kabla ya kulala kitandani mwake, basi kwa kutawadha kule, kitanda</w:t>
      </w:r>
      <w:r w:rsidR="001112BF" w:rsidRPr="001112BF">
        <w:rPr>
          <w:rStyle w:val="libBold1Char"/>
          <w:lang w:val="sw-KE"/>
        </w:rPr>
        <w:t xml:space="preserve"> kitakuwa na hukumu ya msikiti (</w:t>
      </w:r>
      <w:r w:rsidRPr="001112BF">
        <w:rPr>
          <w:rStyle w:val="libBold1Char"/>
          <w:lang w:val="sw-KE"/>
        </w:rPr>
        <w:t>atakuwa ana pata thawabu ya k</w:t>
      </w:r>
      <w:r w:rsidR="001112BF" w:rsidRPr="001112BF">
        <w:rPr>
          <w:rStyle w:val="libBold1Char"/>
          <w:lang w:val="sw-KE"/>
        </w:rPr>
        <w:t>ukaa msikitini na kufanya ibada)</w:t>
      </w:r>
      <w:r w:rsidRPr="001112BF">
        <w:rPr>
          <w:rStyle w:val="libBold1Char"/>
          <w:lang w:val="sw-KE"/>
        </w:rPr>
        <w:t>, na kama mtu amesahau kutawadha wakati huo na akakumbuka, anaruhusiwa kutayamamu kwa shuka anayojifunikia</w:t>
      </w:r>
      <w:r w:rsidRPr="004E7AEE">
        <w:rPr>
          <w:lang w:val="sw-KE"/>
        </w:rPr>
        <w:t>."</w:t>
      </w:r>
    </w:p>
    <w:p w:rsidR="004E7AEE" w:rsidRPr="004E7AEE" w:rsidRDefault="004E7AEE" w:rsidP="004E7AEE">
      <w:pPr>
        <w:pStyle w:val="libNormal"/>
        <w:jc w:val="both"/>
        <w:rPr>
          <w:lang w:val="sw-KE"/>
        </w:rPr>
      </w:pPr>
      <w:r w:rsidRPr="004E7AEE">
        <w:rPr>
          <w:lang w:val="sw-KE"/>
        </w:rPr>
        <w:t>Amiirul Muuminiin A</w:t>
      </w:r>
      <w:r w:rsidR="001112BF">
        <w:rPr>
          <w:lang w:val="sw-KE"/>
        </w:rPr>
        <w:t xml:space="preserve">li bin Abi Talib </w:t>
      </w:r>
      <w:r w:rsidR="001112BF" w:rsidRPr="001112BF">
        <w:rPr>
          <w:rStyle w:val="libFootnotenumChar"/>
          <w:lang w:val="sw-KE"/>
        </w:rPr>
        <w:t>(a.s)</w:t>
      </w:r>
      <w:r w:rsidR="001112BF">
        <w:rPr>
          <w:lang w:val="sw-KE"/>
        </w:rPr>
        <w:t xml:space="preserve"> amesema:</w:t>
      </w:r>
      <w:r w:rsidRPr="004E7AEE">
        <w:rPr>
          <w:lang w:val="sw-KE"/>
        </w:rPr>
        <w:t xml:space="preserve"> "</w:t>
      </w:r>
      <w:r w:rsidRPr="00B02825">
        <w:rPr>
          <w:rStyle w:val="libBold1Char"/>
          <w:lang w:val="sw-KE"/>
        </w:rPr>
        <w:t>Haimfai Muislamu kulala katika hali ya janaba bila ya kutawadha. Kama hakuna maji ya kuoga au kutawadha basi atayamamu, kwa sababu yu tohara na nadhifu na Mwenyezi Mungu Huipa baraka zake roho ile. Kama akifa katika hali ile, huijaza rehema zake, na kama yu hai, basi Mwenyezi Mungu humpeleka Malaika kumlinda".</w:t>
      </w:r>
    </w:p>
    <w:p w:rsidR="00B02825" w:rsidRPr="00B02825" w:rsidRDefault="00B02825" w:rsidP="00C14970">
      <w:pPr>
        <w:pStyle w:val="Heading3"/>
        <w:rPr>
          <w:lang w:val="sw-KE"/>
        </w:rPr>
      </w:pPr>
      <w:bookmarkStart w:id="53" w:name="_Toc29901543"/>
      <w:r w:rsidRPr="00B02825">
        <w:rPr>
          <w:lang w:val="sw-KE"/>
        </w:rPr>
        <w:t>SHARTI YA KUCHAPA</w:t>
      </w:r>
      <w:bookmarkEnd w:id="53"/>
      <w:r w:rsidRPr="00B02825">
        <w:rPr>
          <w:lang w:val="sw-KE"/>
        </w:rPr>
        <w:t xml:space="preserve"> </w:t>
      </w:r>
    </w:p>
    <w:p w:rsidR="00B02825" w:rsidRPr="00C14970" w:rsidRDefault="00B02825" w:rsidP="00B02825">
      <w:pPr>
        <w:pStyle w:val="libNormal"/>
        <w:jc w:val="both"/>
        <w:rPr>
          <w:rStyle w:val="libFootnotenumChar"/>
          <w:lang w:val="sw-KE"/>
        </w:rPr>
      </w:pPr>
      <w:r w:rsidRPr="00B02825">
        <w:rPr>
          <w:lang w:val="sw-KE"/>
        </w:rPr>
        <w:t xml:space="preserve">Sharti ya kuchapa au kusambaza ni kutaja rejeo hili. haki zote zimehifadhiwa na Taasisi ya Al-Hasanain Taasisi ya Imamu Husein </w:t>
      </w:r>
      <w:r w:rsidRPr="00C14970">
        <w:rPr>
          <w:rStyle w:val="libFootnotenumChar"/>
          <w:lang w:val="sw-KE"/>
        </w:rPr>
        <w:t>(a.s)</w:t>
      </w:r>
    </w:p>
    <w:p w:rsidR="00B02825" w:rsidRPr="00B02825" w:rsidRDefault="00B02825" w:rsidP="00B02825">
      <w:pPr>
        <w:pStyle w:val="libNormal"/>
        <w:jc w:val="both"/>
        <w:rPr>
          <w:lang w:val="sw-KE"/>
        </w:rPr>
      </w:pPr>
      <w:r w:rsidRPr="00B02825">
        <w:rPr>
          <w:lang w:val="sw-KE"/>
        </w:rPr>
        <w:t xml:space="preserve">Site ya Al-Imaamaini Al-Hassanaini </w:t>
      </w:r>
      <w:r w:rsidRPr="00C14970">
        <w:rPr>
          <w:rStyle w:val="libFootnotenumChar"/>
          <w:lang w:val="sw-KE"/>
        </w:rPr>
        <w:t>(a.s)</w:t>
      </w:r>
      <w:r w:rsidRPr="00B02825">
        <w:rPr>
          <w:lang w:val="sw-KE"/>
        </w:rPr>
        <w:t xml:space="preserve"> ya usambazaji wa utamaduni wa Kiislamu na mafunzo ya Kidini.</w:t>
      </w:r>
    </w:p>
    <w:p w:rsidR="00B02825" w:rsidRDefault="00B02825" w:rsidP="00C14970">
      <w:pPr>
        <w:pStyle w:val="Heading3"/>
        <w:rPr>
          <w:lang w:val="sw-KE"/>
        </w:rPr>
      </w:pPr>
      <w:bookmarkStart w:id="54" w:name="_Toc29901544"/>
      <w:r w:rsidRPr="00B02825">
        <w:rPr>
          <w:lang w:val="sw-KE"/>
        </w:rPr>
        <w:t>MWISHO WA KITABU</w:t>
      </w:r>
      <w:bookmarkEnd w:id="54"/>
    </w:p>
    <w:p w:rsidR="00B02825" w:rsidRDefault="00B02825">
      <w:pPr>
        <w:ind w:firstLine="0"/>
        <w:jc w:val="left"/>
        <w:rPr>
          <w:sz w:val="24"/>
          <w:lang w:val="sw-KE"/>
        </w:rPr>
      </w:pPr>
      <w:r>
        <w:rPr>
          <w:lang w:val="sw-KE"/>
        </w:rPr>
        <w:br w:type="page"/>
      </w:r>
    </w:p>
    <w:p w:rsidR="00413479" w:rsidRDefault="00B02825" w:rsidP="00B02825">
      <w:pPr>
        <w:pStyle w:val="Heading3Center"/>
        <w:rPr>
          <w:lang w:val="sw-KE"/>
        </w:rPr>
      </w:pPr>
      <w:bookmarkStart w:id="55" w:name="_Toc29901545"/>
      <w:r>
        <w:rPr>
          <w:lang w:val="sw-KE"/>
        </w:rPr>
        <w:lastRenderedPageBreak/>
        <w:t>YLIYOMO</w:t>
      </w:r>
      <w:bookmarkEnd w:id="55"/>
    </w:p>
    <w:sdt>
      <w:sdtPr>
        <w:rPr>
          <w:b w:val="0"/>
          <w:bCs w:val="0"/>
          <w:noProof w:val="0"/>
          <w:sz w:val="32"/>
          <w:rtl/>
        </w:rPr>
        <w:id w:val="16825532"/>
        <w:docPartObj>
          <w:docPartGallery w:val="Table of Contents"/>
          <w:docPartUnique/>
        </w:docPartObj>
      </w:sdtPr>
      <w:sdtEndPr>
        <w:rPr>
          <w:rtl w:val="0"/>
        </w:rPr>
      </w:sdtEndPr>
      <w:sdtContent>
        <w:p w:rsidR="00C14970" w:rsidRDefault="00C81827">
          <w:pPr>
            <w:pStyle w:val="TOC1"/>
            <w:bidi/>
            <w:rPr>
              <w:rFonts w:asciiTheme="minorHAnsi" w:eastAsiaTheme="minorEastAsia" w:hAnsiTheme="minorHAnsi" w:cstheme="minorBidi"/>
              <w:b w:val="0"/>
              <w:bCs w:val="0"/>
              <w:color w:val="auto"/>
              <w:sz w:val="22"/>
              <w:szCs w:val="22"/>
              <w:rtl/>
            </w:rPr>
          </w:pPr>
          <w:r w:rsidRPr="00C81827">
            <w:fldChar w:fldCharType="begin"/>
          </w:r>
          <w:r w:rsidR="00C14970">
            <w:instrText xml:space="preserve"> TOC \o "1-3" \h \z \u </w:instrText>
          </w:r>
          <w:r w:rsidRPr="00C81827">
            <w:fldChar w:fldCharType="separate"/>
          </w:r>
          <w:hyperlink w:anchor="_Toc29901492" w:history="1">
            <w:r w:rsidR="00C14970" w:rsidRPr="00977C01">
              <w:rPr>
                <w:rStyle w:val="Hyperlink"/>
                <w:lang w:val="sw-KE"/>
              </w:rPr>
              <w:t>MASOMO YA KI-ISLAMU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Toc29901492 \h</w:instrText>
            </w:r>
            <w:r w:rsidR="00C14970">
              <w:rPr>
                <w:webHidden/>
                <w:rtl/>
              </w:rPr>
              <w:instrText xml:space="preserve"> </w:instrText>
            </w:r>
            <w:r>
              <w:rPr>
                <w:webHidden/>
                <w:rtl/>
              </w:rPr>
            </w:r>
            <w:r>
              <w:rPr>
                <w:webHidden/>
                <w:rtl/>
              </w:rPr>
              <w:fldChar w:fldCharType="separate"/>
            </w:r>
            <w:r w:rsidR="00BE4B89">
              <w:rPr>
                <w:webHidden/>
                <w:rtl/>
              </w:rPr>
              <w:t>1</w:t>
            </w:r>
            <w:r>
              <w:rPr>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493" w:history="1">
            <w:r w:rsidR="00C14970" w:rsidRPr="00977C01">
              <w:rPr>
                <w:rStyle w:val="Hyperlink"/>
                <w:lang w:val="sw-KE"/>
              </w:rPr>
              <w:t>KITABU CHA NNE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Toc29901493 \h</w:instrText>
            </w:r>
            <w:r w:rsidR="00C14970">
              <w:rPr>
                <w:webHidden/>
                <w:rtl/>
              </w:rPr>
              <w:instrText xml:space="preserve"> </w:instrText>
            </w:r>
            <w:r>
              <w:rPr>
                <w:webHidden/>
                <w:rtl/>
              </w:rPr>
            </w:r>
            <w:r>
              <w:rPr>
                <w:webHidden/>
                <w:rtl/>
              </w:rPr>
              <w:fldChar w:fldCharType="separate"/>
            </w:r>
            <w:r w:rsidR="00BE4B89">
              <w:rPr>
                <w:webHidden/>
                <w:rtl/>
              </w:rPr>
              <w:t>1</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494" w:history="1">
            <w:r w:rsidR="00C14970" w:rsidRPr="00977C01">
              <w:rPr>
                <w:rStyle w:val="Hyperlink"/>
                <w:noProof/>
                <w:lang w:val="sw-KE"/>
              </w:rPr>
              <w:t>DIBAJI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Toc29901494 \h</w:instrText>
            </w:r>
            <w:r w:rsidR="00C14970">
              <w:rPr>
                <w:noProof/>
                <w:webHidden/>
                <w:rtl/>
              </w:rPr>
              <w:instrText xml:space="preserve"> </w:instrText>
            </w:r>
            <w:r>
              <w:rPr>
                <w:noProof/>
                <w:webHidden/>
                <w:rtl/>
              </w:rPr>
            </w:r>
            <w:r>
              <w:rPr>
                <w:noProof/>
                <w:webHidden/>
                <w:rtl/>
              </w:rPr>
              <w:fldChar w:fldCharType="separate"/>
            </w:r>
            <w:r w:rsidR="00BE4B89">
              <w:rPr>
                <w:noProof/>
                <w:webHidden/>
                <w:rtl/>
              </w:rPr>
              <w:t>1</w:t>
            </w:r>
            <w:r>
              <w:rPr>
                <w:noProof/>
                <w:webHidden/>
                <w:rtl/>
              </w:rPr>
              <w:fldChar w:fldCharType="end"/>
            </w:r>
          </w:hyperlink>
        </w:p>
        <w:p w:rsidR="00C14970" w:rsidRDefault="00C81827">
          <w:pPr>
            <w:pStyle w:val="TOC1"/>
            <w:bidi/>
            <w:rPr>
              <w:rFonts w:asciiTheme="minorHAnsi" w:eastAsiaTheme="minorEastAsia" w:hAnsiTheme="minorHAnsi" w:cstheme="minorBidi"/>
              <w:b w:val="0"/>
              <w:bCs w:val="0"/>
              <w:color w:val="auto"/>
              <w:sz w:val="22"/>
              <w:szCs w:val="22"/>
              <w:rtl/>
            </w:rPr>
          </w:pPr>
          <w:hyperlink w:anchor="_Toc29901495" w:history="1">
            <w:r w:rsidR="00C14970" w:rsidRPr="00977C01">
              <w:rPr>
                <w:rStyle w:val="Hyperlink"/>
              </w:rPr>
              <w:t>MASOMO YA KI-ISLAMU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Toc29901495 \h</w:instrText>
            </w:r>
            <w:r w:rsidR="00C14970">
              <w:rPr>
                <w:webHidden/>
                <w:rtl/>
              </w:rPr>
              <w:instrText xml:space="preserve"> </w:instrText>
            </w:r>
            <w:r>
              <w:rPr>
                <w:webHidden/>
                <w:rtl/>
              </w:rPr>
            </w:r>
            <w:r>
              <w:rPr>
                <w:webHidden/>
                <w:rtl/>
              </w:rPr>
              <w:fldChar w:fldCharType="separate"/>
            </w:r>
            <w:r w:rsidR="00BE4B89">
              <w:rPr>
                <w:webHidden/>
                <w:rtl/>
              </w:rPr>
              <w:t>2</w:t>
            </w:r>
            <w:r>
              <w:rPr>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496" w:history="1">
            <w:r w:rsidR="00C14970" w:rsidRPr="00977C01">
              <w:rPr>
                <w:rStyle w:val="Hyperlink"/>
                <w:lang w:val="sw-KE"/>
              </w:rPr>
              <w:t>KITABU CHA NNE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Toc29901496 \h</w:instrText>
            </w:r>
            <w:r w:rsidR="00C14970">
              <w:rPr>
                <w:webHidden/>
                <w:rtl/>
              </w:rPr>
              <w:instrText xml:space="preserve"> </w:instrText>
            </w:r>
            <w:r>
              <w:rPr>
                <w:webHidden/>
                <w:rtl/>
              </w:rPr>
            </w:r>
            <w:r>
              <w:rPr>
                <w:webHidden/>
                <w:rtl/>
              </w:rPr>
              <w:fldChar w:fldCharType="separate"/>
            </w:r>
            <w:r w:rsidR="00BE4B89">
              <w:rPr>
                <w:webHidden/>
                <w:rtl/>
              </w:rPr>
              <w:t>2</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497" w:history="1">
            <w:r w:rsidR="00C14970" w:rsidRPr="00977C01">
              <w:rPr>
                <w:rStyle w:val="Hyperlink"/>
                <w:noProof/>
                <w:lang w:val="sw-KE"/>
              </w:rPr>
              <w:t>SOMO LA KWANZA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Toc29901497 \h</w:instrText>
            </w:r>
            <w:r w:rsidR="00C14970">
              <w:rPr>
                <w:noProof/>
                <w:webHidden/>
                <w:rtl/>
              </w:rPr>
              <w:instrText xml:space="preserve"> </w:instrText>
            </w:r>
            <w:r>
              <w:rPr>
                <w:noProof/>
                <w:webHidden/>
                <w:rtl/>
              </w:rPr>
            </w:r>
            <w:r>
              <w:rPr>
                <w:noProof/>
                <w:webHidden/>
                <w:rtl/>
              </w:rPr>
              <w:fldChar w:fldCharType="separate"/>
            </w:r>
            <w:r w:rsidR="00BE4B89">
              <w:rPr>
                <w:noProof/>
                <w:webHidden/>
                <w:rtl/>
              </w:rPr>
              <w:t>2</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498" w:history="1">
            <w:r w:rsidR="00C14970" w:rsidRPr="00977C01">
              <w:rPr>
                <w:rStyle w:val="Hyperlink"/>
                <w:noProof/>
                <w:lang w:val="sw-KE"/>
              </w:rPr>
              <w:t>TABIA NZURI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Toc29901498 \h</w:instrText>
            </w:r>
            <w:r w:rsidR="00C14970">
              <w:rPr>
                <w:noProof/>
                <w:webHidden/>
                <w:rtl/>
              </w:rPr>
              <w:instrText xml:space="preserve"> </w:instrText>
            </w:r>
            <w:r>
              <w:rPr>
                <w:noProof/>
                <w:webHidden/>
                <w:rtl/>
              </w:rPr>
            </w:r>
            <w:r>
              <w:rPr>
                <w:noProof/>
                <w:webHidden/>
                <w:rtl/>
              </w:rPr>
              <w:fldChar w:fldCharType="separate"/>
            </w:r>
            <w:r w:rsidR="00BE4B89">
              <w:rPr>
                <w:noProof/>
                <w:webHidden/>
                <w:rtl/>
              </w:rPr>
              <w:t>2</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499" w:history="1">
            <w:r w:rsidR="00C14970" w:rsidRPr="00977C01">
              <w:rPr>
                <w:rStyle w:val="Hyperlink"/>
                <w:lang w:val="sw-KE"/>
              </w:rPr>
              <w:t>SOMO LA PILI</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Toc29901499 \h</w:instrText>
            </w:r>
            <w:r w:rsidR="00C14970">
              <w:rPr>
                <w:webHidden/>
                <w:rtl/>
              </w:rPr>
              <w:instrText xml:space="preserve"> </w:instrText>
            </w:r>
            <w:r>
              <w:rPr>
                <w:webHidden/>
                <w:rtl/>
              </w:rPr>
            </w:r>
            <w:r>
              <w:rPr>
                <w:webHidden/>
                <w:rtl/>
              </w:rPr>
              <w:fldChar w:fldCharType="separate"/>
            </w:r>
            <w:r w:rsidR="00BE4B89">
              <w:rPr>
                <w:webHidden/>
                <w:rtl/>
              </w:rPr>
              <w:t>2</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00" w:history="1">
            <w:r w:rsidR="00C14970" w:rsidRPr="00977C01">
              <w:rPr>
                <w:rStyle w:val="Hyperlink"/>
                <w:noProof/>
                <w:lang w:val="sw-KE"/>
              </w:rPr>
              <w:t>MATENDO YALIYO FARADHI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Toc29901500 \h</w:instrText>
            </w:r>
            <w:r w:rsidR="00C14970">
              <w:rPr>
                <w:noProof/>
                <w:webHidden/>
                <w:rtl/>
              </w:rPr>
              <w:instrText xml:space="preserve"> </w:instrText>
            </w:r>
            <w:r>
              <w:rPr>
                <w:noProof/>
                <w:webHidden/>
                <w:rtl/>
              </w:rPr>
            </w:r>
            <w:r>
              <w:rPr>
                <w:noProof/>
                <w:webHidden/>
                <w:rtl/>
              </w:rPr>
              <w:fldChar w:fldCharType="separate"/>
            </w:r>
            <w:r w:rsidR="00BE4B89">
              <w:rPr>
                <w:noProof/>
                <w:webHidden/>
                <w:rtl/>
              </w:rPr>
              <w:t>2</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01" w:history="1">
            <w:r w:rsidR="00C14970" w:rsidRPr="00977C01">
              <w:rPr>
                <w:rStyle w:val="Hyperlink"/>
                <w:lang w:val="sw-KE"/>
              </w:rPr>
              <w:t>SOMO LATATU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Toc29901501 \h</w:instrText>
            </w:r>
            <w:r w:rsidR="00C14970">
              <w:rPr>
                <w:webHidden/>
                <w:rtl/>
              </w:rPr>
              <w:instrText xml:space="preserve"> </w:instrText>
            </w:r>
            <w:r>
              <w:rPr>
                <w:webHidden/>
                <w:rtl/>
              </w:rPr>
            </w:r>
            <w:r>
              <w:rPr>
                <w:webHidden/>
                <w:rtl/>
              </w:rPr>
              <w:fldChar w:fldCharType="separate"/>
            </w:r>
            <w:r w:rsidR="00BE4B89">
              <w:rPr>
                <w:webHidden/>
                <w:rtl/>
              </w:rPr>
              <w:t>3</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02" w:history="1">
            <w:r w:rsidR="00C14970" w:rsidRPr="00977C01">
              <w:rPr>
                <w:rStyle w:val="Hyperlink"/>
                <w:noProof/>
                <w:lang w:val="sw-KE"/>
              </w:rPr>
              <w:t>MATENDO MATUKUFU (I)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Toc29901502 \h</w:instrText>
            </w:r>
            <w:r w:rsidR="00C14970">
              <w:rPr>
                <w:noProof/>
                <w:webHidden/>
                <w:rtl/>
              </w:rPr>
              <w:instrText xml:space="preserve"> </w:instrText>
            </w:r>
            <w:r>
              <w:rPr>
                <w:noProof/>
                <w:webHidden/>
                <w:rtl/>
              </w:rPr>
            </w:r>
            <w:r>
              <w:rPr>
                <w:noProof/>
                <w:webHidden/>
                <w:rtl/>
              </w:rPr>
              <w:fldChar w:fldCharType="separate"/>
            </w:r>
            <w:r w:rsidR="00BE4B89">
              <w:rPr>
                <w:noProof/>
                <w:webHidden/>
                <w:rtl/>
              </w:rPr>
              <w:t>3</w:t>
            </w:r>
            <w:r>
              <w:rPr>
                <w:noProof/>
                <w:webHidden/>
                <w:rtl/>
              </w:rPr>
              <w:fldChar w:fldCharType="end"/>
            </w:r>
          </w:hyperlink>
        </w:p>
        <w:p w:rsidR="00C14970" w:rsidRDefault="00C81827">
          <w:pPr>
            <w:pStyle w:val="TOC1"/>
            <w:bidi/>
            <w:rPr>
              <w:rFonts w:asciiTheme="minorHAnsi" w:eastAsiaTheme="minorEastAsia" w:hAnsiTheme="minorHAnsi" w:cstheme="minorBidi"/>
              <w:b w:val="0"/>
              <w:bCs w:val="0"/>
              <w:color w:val="auto"/>
              <w:sz w:val="22"/>
              <w:szCs w:val="22"/>
              <w:rtl/>
            </w:rPr>
          </w:pPr>
          <w:hyperlink w:anchor="_Toc29901503" w:history="1">
            <w:r w:rsidR="00C14970" w:rsidRPr="00977C01">
              <w:rPr>
                <w:rStyle w:val="Hyperlink"/>
                <w:lang w:val="sw-KE"/>
              </w:rPr>
              <w:t>MASOMO YA KI-ISLAMU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Toc29901503 \h</w:instrText>
            </w:r>
            <w:r w:rsidR="00C14970">
              <w:rPr>
                <w:webHidden/>
                <w:rtl/>
              </w:rPr>
              <w:instrText xml:space="preserve"> </w:instrText>
            </w:r>
            <w:r>
              <w:rPr>
                <w:webHidden/>
                <w:rtl/>
              </w:rPr>
            </w:r>
            <w:r>
              <w:rPr>
                <w:webHidden/>
                <w:rtl/>
              </w:rPr>
              <w:fldChar w:fldCharType="separate"/>
            </w:r>
            <w:r w:rsidR="00BE4B89">
              <w:rPr>
                <w:webHidden/>
                <w:rtl/>
              </w:rPr>
              <w:t>5</w:t>
            </w:r>
            <w:r>
              <w:rPr>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04" w:history="1">
            <w:r w:rsidR="00C14970" w:rsidRPr="00977C01">
              <w:rPr>
                <w:rStyle w:val="Hyperlink"/>
                <w:lang w:val="sw-KE"/>
              </w:rPr>
              <w:t>KITABU CHA NNE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Toc29901504 \h</w:instrText>
            </w:r>
            <w:r w:rsidR="00C14970">
              <w:rPr>
                <w:webHidden/>
                <w:rtl/>
              </w:rPr>
              <w:instrText xml:space="preserve"> </w:instrText>
            </w:r>
            <w:r>
              <w:rPr>
                <w:webHidden/>
                <w:rtl/>
              </w:rPr>
            </w:r>
            <w:r>
              <w:rPr>
                <w:webHidden/>
                <w:rtl/>
              </w:rPr>
              <w:fldChar w:fldCharType="separate"/>
            </w:r>
            <w:r w:rsidR="00BE4B89">
              <w:rPr>
                <w:webHidden/>
                <w:rtl/>
              </w:rPr>
              <w:t>5</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05" w:history="1">
            <w:r w:rsidR="00C14970" w:rsidRPr="00977C01">
              <w:rPr>
                <w:rStyle w:val="Hyperlink"/>
                <w:noProof/>
                <w:lang w:val="sw-KE"/>
              </w:rPr>
              <w:t>SURAYANNE</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Toc29901505 \h</w:instrText>
            </w:r>
            <w:r w:rsidR="00C14970">
              <w:rPr>
                <w:noProof/>
                <w:webHidden/>
                <w:rtl/>
              </w:rPr>
              <w:instrText xml:space="preserve"> </w:instrText>
            </w:r>
            <w:r>
              <w:rPr>
                <w:noProof/>
                <w:webHidden/>
                <w:rtl/>
              </w:rPr>
            </w:r>
            <w:r>
              <w:rPr>
                <w:noProof/>
                <w:webHidden/>
                <w:rtl/>
              </w:rPr>
              <w:fldChar w:fldCharType="separate"/>
            </w:r>
            <w:r w:rsidR="00BE4B89">
              <w:rPr>
                <w:noProof/>
                <w:webHidden/>
                <w:rtl/>
              </w:rPr>
              <w:t>5</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06" w:history="1">
            <w:r w:rsidR="00C14970" w:rsidRPr="00977C01">
              <w:rPr>
                <w:rStyle w:val="Hyperlink"/>
                <w:noProof/>
                <w:lang w:val="sw-KE"/>
              </w:rPr>
              <w:t>MATENDO MATUKUFU (II)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Toc29901506 \h</w:instrText>
            </w:r>
            <w:r w:rsidR="00C14970">
              <w:rPr>
                <w:noProof/>
                <w:webHidden/>
                <w:rtl/>
              </w:rPr>
              <w:instrText xml:space="preserve"> </w:instrText>
            </w:r>
            <w:r>
              <w:rPr>
                <w:noProof/>
                <w:webHidden/>
                <w:rtl/>
              </w:rPr>
            </w:r>
            <w:r>
              <w:rPr>
                <w:noProof/>
                <w:webHidden/>
                <w:rtl/>
              </w:rPr>
              <w:fldChar w:fldCharType="separate"/>
            </w:r>
            <w:r w:rsidR="00BE4B89">
              <w:rPr>
                <w:noProof/>
                <w:webHidden/>
                <w:rtl/>
              </w:rPr>
              <w:t>5</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07" w:history="1">
            <w:r w:rsidR="00C14970" w:rsidRPr="00977C01">
              <w:rPr>
                <w:rStyle w:val="Hyperlink"/>
                <w:lang w:val="sw-KE"/>
              </w:rPr>
              <w:t>SOMO LA TANO</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Toc29901507 \h</w:instrText>
            </w:r>
            <w:r w:rsidR="00C14970">
              <w:rPr>
                <w:webHidden/>
                <w:rtl/>
              </w:rPr>
              <w:instrText xml:space="preserve"> </w:instrText>
            </w:r>
            <w:r>
              <w:rPr>
                <w:webHidden/>
                <w:rtl/>
              </w:rPr>
            </w:r>
            <w:r>
              <w:rPr>
                <w:webHidden/>
                <w:rtl/>
              </w:rPr>
              <w:fldChar w:fldCharType="separate"/>
            </w:r>
            <w:r w:rsidR="00BE4B89">
              <w:rPr>
                <w:webHidden/>
                <w:rtl/>
              </w:rPr>
              <w:t>6</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08" w:history="1">
            <w:r w:rsidR="00C14970" w:rsidRPr="00977C01">
              <w:rPr>
                <w:rStyle w:val="Hyperlink"/>
                <w:noProof/>
                <w:lang w:val="sw-KE"/>
              </w:rPr>
              <w:t>MATENDO YALIYO HARAMU (1)</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Toc29901508 \h</w:instrText>
            </w:r>
            <w:r w:rsidR="00C14970">
              <w:rPr>
                <w:noProof/>
                <w:webHidden/>
                <w:rtl/>
              </w:rPr>
              <w:instrText xml:space="preserve"> </w:instrText>
            </w:r>
            <w:r>
              <w:rPr>
                <w:noProof/>
                <w:webHidden/>
                <w:rtl/>
              </w:rPr>
            </w:r>
            <w:r>
              <w:rPr>
                <w:noProof/>
                <w:webHidden/>
                <w:rtl/>
              </w:rPr>
              <w:fldChar w:fldCharType="separate"/>
            </w:r>
            <w:r w:rsidR="00BE4B89">
              <w:rPr>
                <w:noProof/>
                <w:webHidden/>
                <w:rtl/>
              </w:rPr>
              <w:t>6</w:t>
            </w:r>
            <w:r>
              <w:rPr>
                <w:noProof/>
                <w:webHidden/>
                <w:rtl/>
              </w:rPr>
              <w:fldChar w:fldCharType="end"/>
            </w:r>
          </w:hyperlink>
        </w:p>
        <w:p w:rsidR="00C14970" w:rsidRDefault="00C81827">
          <w:pPr>
            <w:pStyle w:val="TOC1"/>
            <w:bidi/>
            <w:rPr>
              <w:rFonts w:asciiTheme="minorHAnsi" w:eastAsiaTheme="minorEastAsia" w:hAnsiTheme="minorHAnsi" w:cstheme="minorBidi"/>
              <w:b w:val="0"/>
              <w:bCs w:val="0"/>
              <w:color w:val="auto"/>
              <w:sz w:val="22"/>
              <w:szCs w:val="22"/>
              <w:rtl/>
            </w:rPr>
          </w:pPr>
          <w:hyperlink w:anchor="_Toc29901509" w:history="1">
            <w:r w:rsidR="00C14970" w:rsidRPr="00977C01">
              <w:rPr>
                <w:rStyle w:val="Hyperlink"/>
                <w:lang w:val="sw-KE"/>
              </w:rPr>
              <w:t>MASOMO YA KI-ISLAMU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Toc29901509 \h</w:instrText>
            </w:r>
            <w:r w:rsidR="00C14970">
              <w:rPr>
                <w:webHidden/>
                <w:rtl/>
              </w:rPr>
              <w:instrText xml:space="preserve"> </w:instrText>
            </w:r>
            <w:r>
              <w:rPr>
                <w:webHidden/>
                <w:rtl/>
              </w:rPr>
            </w:r>
            <w:r>
              <w:rPr>
                <w:webHidden/>
                <w:rtl/>
              </w:rPr>
              <w:fldChar w:fldCharType="separate"/>
            </w:r>
            <w:r w:rsidR="00BE4B89">
              <w:rPr>
                <w:webHidden/>
                <w:rtl/>
              </w:rPr>
              <w:t>8</w:t>
            </w:r>
            <w:r>
              <w:rPr>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10" w:history="1">
            <w:r w:rsidR="00C14970" w:rsidRPr="00977C01">
              <w:rPr>
                <w:rStyle w:val="Hyperlink"/>
                <w:lang w:val="sw-KE"/>
              </w:rPr>
              <w:t>KITABU CHA NNE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Toc29901510 \h</w:instrText>
            </w:r>
            <w:r w:rsidR="00C14970">
              <w:rPr>
                <w:webHidden/>
                <w:rtl/>
              </w:rPr>
              <w:instrText xml:space="preserve"> </w:instrText>
            </w:r>
            <w:r>
              <w:rPr>
                <w:webHidden/>
                <w:rtl/>
              </w:rPr>
            </w:r>
            <w:r>
              <w:rPr>
                <w:webHidden/>
                <w:rtl/>
              </w:rPr>
              <w:fldChar w:fldCharType="separate"/>
            </w:r>
            <w:r w:rsidR="00BE4B89">
              <w:rPr>
                <w:webHidden/>
                <w:rtl/>
              </w:rPr>
              <w:t>8</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11" w:history="1">
            <w:r w:rsidR="00C14970" w:rsidRPr="00977C01">
              <w:rPr>
                <w:rStyle w:val="Hyperlink"/>
                <w:noProof/>
                <w:lang w:val="sw-KE"/>
              </w:rPr>
              <w:t>SOMO LA SITA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Toc29901511 \h</w:instrText>
            </w:r>
            <w:r w:rsidR="00C14970">
              <w:rPr>
                <w:noProof/>
                <w:webHidden/>
                <w:rtl/>
              </w:rPr>
              <w:instrText xml:space="preserve"> </w:instrText>
            </w:r>
            <w:r>
              <w:rPr>
                <w:noProof/>
                <w:webHidden/>
                <w:rtl/>
              </w:rPr>
            </w:r>
            <w:r>
              <w:rPr>
                <w:noProof/>
                <w:webHidden/>
                <w:rtl/>
              </w:rPr>
              <w:fldChar w:fldCharType="separate"/>
            </w:r>
            <w:r w:rsidR="00BE4B89">
              <w:rPr>
                <w:noProof/>
                <w:webHidden/>
                <w:rtl/>
              </w:rPr>
              <w:t>8</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12" w:history="1">
            <w:r w:rsidR="00C14970" w:rsidRPr="00977C01">
              <w:rPr>
                <w:rStyle w:val="Hyperlink"/>
                <w:noProof/>
                <w:lang w:val="sw-KE"/>
              </w:rPr>
              <w:t>MATENDO YALIYO HARAMU (II)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Toc29901512 \h</w:instrText>
            </w:r>
            <w:r w:rsidR="00C14970">
              <w:rPr>
                <w:noProof/>
                <w:webHidden/>
                <w:rtl/>
              </w:rPr>
              <w:instrText xml:space="preserve"> </w:instrText>
            </w:r>
            <w:r>
              <w:rPr>
                <w:noProof/>
                <w:webHidden/>
                <w:rtl/>
              </w:rPr>
            </w:r>
            <w:r>
              <w:rPr>
                <w:noProof/>
                <w:webHidden/>
                <w:rtl/>
              </w:rPr>
              <w:fldChar w:fldCharType="separate"/>
            </w:r>
            <w:r w:rsidR="00BE4B89">
              <w:rPr>
                <w:noProof/>
                <w:webHidden/>
                <w:rtl/>
              </w:rPr>
              <w:t>8</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13" w:history="1">
            <w:r w:rsidR="00C14970" w:rsidRPr="00977C01">
              <w:rPr>
                <w:rStyle w:val="Hyperlink"/>
                <w:lang w:val="sw-KE"/>
              </w:rPr>
              <w:t>SOMO LA SABA</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Toc29901513 \h</w:instrText>
            </w:r>
            <w:r w:rsidR="00C14970">
              <w:rPr>
                <w:webHidden/>
                <w:rtl/>
              </w:rPr>
              <w:instrText xml:space="preserve"> </w:instrText>
            </w:r>
            <w:r>
              <w:rPr>
                <w:webHidden/>
                <w:rtl/>
              </w:rPr>
            </w:r>
            <w:r>
              <w:rPr>
                <w:webHidden/>
                <w:rtl/>
              </w:rPr>
              <w:fldChar w:fldCharType="separate"/>
            </w:r>
            <w:r w:rsidR="00BE4B89">
              <w:rPr>
                <w:webHidden/>
                <w:rtl/>
              </w:rPr>
              <w:t>9</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14" w:history="1">
            <w:r w:rsidR="00C14970" w:rsidRPr="00977C01">
              <w:rPr>
                <w:rStyle w:val="Hyperlink"/>
                <w:noProof/>
                <w:lang w:val="sw-KE"/>
              </w:rPr>
              <w:t>MATENDO YALIYO HARAMU (III)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Toc29901514 \h</w:instrText>
            </w:r>
            <w:r w:rsidR="00C14970">
              <w:rPr>
                <w:noProof/>
                <w:webHidden/>
                <w:rtl/>
              </w:rPr>
              <w:instrText xml:space="preserve"> </w:instrText>
            </w:r>
            <w:r>
              <w:rPr>
                <w:noProof/>
                <w:webHidden/>
                <w:rtl/>
              </w:rPr>
            </w:r>
            <w:r>
              <w:rPr>
                <w:noProof/>
                <w:webHidden/>
                <w:rtl/>
              </w:rPr>
              <w:fldChar w:fldCharType="separate"/>
            </w:r>
            <w:r w:rsidR="00BE4B89">
              <w:rPr>
                <w:noProof/>
                <w:webHidden/>
                <w:rtl/>
              </w:rPr>
              <w:t>9</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15" w:history="1">
            <w:r w:rsidR="00C14970" w:rsidRPr="00977C01">
              <w:rPr>
                <w:rStyle w:val="Hyperlink"/>
                <w:lang w:val="sw-KE"/>
              </w:rPr>
              <w:t>SOMO LA NANE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Toc29901515 \h</w:instrText>
            </w:r>
            <w:r w:rsidR="00C14970">
              <w:rPr>
                <w:webHidden/>
                <w:rtl/>
              </w:rPr>
              <w:instrText xml:space="preserve"> </w:instrText>
            </w:r>
            <w:r>
              <w:rPr>
                <w:webHidden/>
                <w:rtl/>
              </w:rPr>
            </w:r>
            <w:r>
              <w:rPr>
                <w:webHidden/>
                <w:rtl/>
              </w:rPr>
              <w:fldChar w:fldCharType="separate"/>
            </w:r>
            <w:r w:rsidR="00BE4B89">
              <w:rPr>
                <w:webHidden/>
                <w:rtl/>
              </w:rPr>
              <w:t>10</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16" w:history="1">
            <w:r w:rsidR="00C14970" w:rsidRPr="00977C01">
              <w:rPr>
                <w:rStyle w:val="Hyperlink"/>
                <w:noProof/>
                <w:lang w:val="sw-KE"/>
              </w:rPr>
              <w:t>MATENDO YALIYO HARAMU</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Toc29901516 \h</w:instrText>
            </w:r>
            <w:r w:rsidR="00C14970">
              <w:rPr>
                <w:noProof/>
                <w:webHidden/>
                <w:rtl/>
              </w:rPr>
              <w:instrText xml:space="preserve"> </w:instrText>
            </w:r>
            <w:r>
              <w:rPr>
                <w:noProof/>
                <w:webHidden/>
                <w:rtl/>
              </w:rPr>
            </w:r>
            <w:r>
              <w:rPr>
                <w:noProof/>
                <w:webHidden/>
                <w:rtl/>
              </w:rPr>
              <w:fldChar w:fldCharType="separate"/>
            </w:r>
            <w:r w:rsidR="00BE4B89">
              <w:rPr>
                <w:noProof/>
                <w:webHidden/>
                <w:rtl/>
              </w:rPr>
              <w:t>10</w:t>
            </w:r>
            <w:r>
              <w:rPr>
                <w:noProof/>
                <w:webHidden/>
                <w:rtl/>
              </w:rPr>
              <w:fldChar w:fldCharType="end"/>
            </w:r>
          </w:hyperlink>
        </w:p>
        <w:p w:rsidR="00C14970" w:rsidRDefault="00C81827">
          <w:pPr>
            <w:pStyle w:val="TOC1"/>
            <w:bidi/>
            <w:rPr>
              <w:rFonts w:asciiTheme="minorHAnsi" w:eastAsiaTheme="minorEastAsia" w:hAnsiTheme="minorHAnsi" w:cstheme="minorBidi"/>
              <w:b w:val="0"/>
              <w:bCs w:val="0"/>
              <w:color w:val="auto"/>
              <w:sz w:val="22"/>
              <w:szCs w:val="22"/>
              <w:rtl/>
            </w:rPr>
          </w:pPr>
          <w:hyperlink w:anchor="_Toc29901517" w:history="1">
            <w:r w:rsidR="00C14970" w:rsidRPr="00977C01">
              <w:rPr>
                <w:rStyle w:val="Hyperlink"/>
                <w:lang w:val="sw-KE"/>
              </w:rPr>
              <w:t>MASOMO YA KI-ISLAMU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Toc29901517 \h</w:instrText>
            </w:r>
            <w:r w:rsidR="00C14970">
              <w:rPr>
                <w:webHidden/>
                <w:rtl/>
              </w:rPr>
              <w:instrText xml:space="preserve"> </w:instrText>
            </w:r>
            <w:r>
              <w:rPr>
                <w:webHidden/>
                <w:rtl/>
              </w:rPr>
            </w:r>
            <w:r>
              <w:rPr>
                <w:webHidden/>
                <w:rtl/>
              </w:rPr>
              <w:fldChar w:fldCharType="separate"/>
            </w:r>
            <w:r w:rsidR="00BE4B89">
              <w:rPr>
                <w:webHidden/>
                <w:rtl/>
              </w:rPr>
              <w:t>11</w:t>
            </w:r>
            <w:r>
              <w:rPr>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18" w:history="1">
            <w:r w:rsidR="00C14970" w:rsidRPr="00977C01">
              <w:rPr>
                <w:rStyle w:val="Hyperlink"/>
                <w:lang w:val="sw-KE"/>
              </w:rPr>
              <w:t>KITABU CHA NNE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Toc29901518 \h</w:instrText>
            </w:r>
            <w:r w:rsidR="00C14970">
              <w:rPr>
                <w:webHidden/>
                <w:rtl/>
              </w:rPr>
              <w:instrText xml:space="preserve"> </w:instrText>
            </w:r>
            <w:r>
              <w:rPr>
                <w:webHidden/>
                <w:rtl/>
              </w:rPr>
            </w:r>
            <w:r>
              <w:rPr>
                <w:webHidden/>
                <w:rtl/>
              </w:rPr>
              <w:fldChar w:fldCharType="separate"/>
            </w:r>
            <w:r w:rsidR="00BE4B89">
              <w:rPr>
                <w:webHidden/>
                <w:rtl/>
              </w:rPr>
              <w:t>11</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19" w:history="1">
            <w:r w:rsidR="00C14970" w:rsidRPr="00977C01">
              <w:rPr>
                <w:rStyle w:val="Hyperlink"/>
                <w:noProof/>
                <w:lang w:val="sw-KE"/>
              </w:rPr>
              <w:t>SOMO LA TISA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Toc29901519 \h</w:instrText>
            </w:r>
            <w:r w:rsidR="00C14970">
              <w:rPr>
                <w:noProof/>
                <w:webHidden/>
                <w:rtl/>
              </w:rPr>
              <w:instrText xml:space="preserve"> </w:instrText>
            </w:r>
            <w:r>
              <w:rPr>
                <w:noProof/>
                <w:webHidden/>
                <w:rtl/>
              </w:rPr>
            </w:r>
            <w:r>
              <w:rPr>
                <w:noProof/>
                <w:webHidden/>
                <w:rtl/>
              </w:rPr>
              <w:fldChar w:fldCharType="separate"/>
            </w:r>
            <w:r w:rsidR="00BE4B89">
              <w:rPr>
                <w:noProof/>
                <w:webHidden/>
                <w:rtl/>
              </w:rPr>
              <w:t>11</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20" w:history="1">
            <w:r w:rsidR="00C14970" w:rsidRPr="00977C01">
              <w:rPr>
                <w:rStyle w:val="Hyperlink"/>
                <w:noProof/>
                <w:lang w:val="sw-KE"/>
              </w:rPr>
              <w:t>TABIAMBAYA (I)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Toc29901520 \h</w:instrText>
            </w:r>
            <w:r w:rsidR="00C14970">
              <w:rPr>
                <w:noProof/>
                <w:webHidden/>
                <w:rtl/>
              </w:rPr>
              <w:instrText xml:space="preserve"> </w:instrText>
            </w:r>
            <w:r>
              <w:rPr>
                <w:noProof/>
                <w:webHidden/>
                <w:rtl/>
              </w:rPr>
            </w:r>
            <w:r>
              <w:rPr>
                <w:noProof/>
                <w:webHidden/>
                <w:rtl/>
              </w:rPr>
              <w:fldChar w:fldCharType="separate"/>
            </w:r>
            <w:r w:rsidR="00BE4B89">
              <w:rPr>
                <w:noProof/>
                <w:webHidden/>
                <w:rtl/>
              </w:rPr>
              <w:t>11</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21" w:history="1">
            <w:r w:rsidR="00C14970" w:rsidRPr="00977C01">
              <w:rPr>
                <w:rStyle w:val="Hyperlink"/>
                <w:lang w:val="sw-KE"/>
              </w:rPr>
              <w:t>SOMO LA KUMI</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Toc29901521 \h</w:instrText>
            </w:r>
            <w:r w:rsidR="00C14970">
              <w:rPr>
                <w:webHidden/>
                <w:rtl/>
              </w:rPr>
              <w:instrText xml:space="preserve"> </w:instrText>
            </w:r>
            <w:r>
              <w:rPr>
                <w:webHidden/>
                <w:rtl/>
              </w:rPr>
            </w:r>
            <w:r>
              <w:rPr>
                <w:webHidden/>
                <w:rtl/>
              </w:rPr>
              <w:fldChar w:fldCharType="separate"/>
            </w:r>
            <w:r w:rsidR="00BE4B89">
              <w:rPr>
                <w:webHidden/>
                <w:rtl/>
              </w:rPr>
              <w:t>12</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22" w:history="1">
            <w:r w:rsidR="00C14970" w:rsidRPr="00977C01">
              <w:rPr>
                <w:rStyle w:val="Hyperlink"/>
                <w:noProof/>
                <w:lang w:val="sw-KE"/>
              </w:rPr>
              <w:t>TABIA MBAYA (II)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Toc29901522 \h</w:instrText>
            </w:r>
            <w:r w:rsidR="00C14970">
              <w:rPr>
                <w:noProof/>
                <w:webHidden/>
                <w:rtl/>
              </w:rPr>
              <w:instrText xml:space="preserve"> </w:instrText>
            </w:r>
            <w:r>
              <w:rPr>
                <w:noProof/>
                <w:webHidden/>
                <w:rtl/>
              </w:rPr>
            </w:r>
            <w:r>
              <w:rPr>
                <w:noProof/>
                <w:webHidden/>
                <w:rtl/>
              </w:rPr>
              <w:fldChar w:fldCharType="separate"/>
            </w:r>
            <w:r w:rsidR="00BE4B89">
              <w:rPr>
                <w:noProof/>
                <w:webHidden/>
                <w:rtl/>
              </w:rPr>
              <w:t>12</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23" w:history="1">
            <w:r w:rsidR="00C14970" w:rsidRPr="00977C01">
              <w:rPr>
                <w:rStyle w:val="Hyperlink"/>
                <w:lang w:val="sw-KE"/>
              </w:rPr>
              <w:t>SOMO LA KUMI NA MOJA</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Toc29901523 \h</w:instrText>
            </w:r>
            <w:r w:rsidR="00C14970">
              <w:rPr>
                <w:webHidden/>
                <w:rtl/>
              </w:rPr>
              <w:instrText xml:space="preserve"> </w:instrText>
            </w:r>
            <w:r>
              <w:rPr>
                <w:webHidden/>
                <w:rtl/>
              </w:rPr>
            </w:r>
            <w:r>
              <w:rPr>
                <w:webHidden/>
                <w:rtl/>
              </w:rPr>
              <w:fldChar w:fldCharType="separate"/>
            </w:r>
            <w:r w:rsidR="00BE4B89">
              <w:rPr>
                <w:webHidden/>
                <w:rtl/>
              </w:rPr>
              <w:t>12</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24" w:history="1">
            <w:r w:rsidR="00C14970" w:rsidRPr="00977C01">
              <w:rPr>
                <w:rStyle w:val="Hyperlink"/>
                <w:noProof/>
                <w:lang w:val="sw-KE"/>
              </w:rPr>
              <w:t>TABIA MBAYA (II)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Toc29901524 \h</w:instrText>
            </w:r>
            <w:r w:rsidR="00C14970">
              <w:rPr>
                <w:noProof/>
                <w:webHidden/>
                <w:rtl/>
              </w:rPr>
              <w:instrText xml:space="preserve"> </w:instrText>
            </w:r>
            <w:r>
              <w:rPr>
                <w:noProof/>
                <w:webHidden/>
                <w:rtl/>
              </w:rPr>
            </w:r>
            <w:r>
              <w:rPr>
                <w:noProof/>
                <w:webHidden/>
                <w:rtl/>
              </w:rPr>
              <w:fldChar w:fldCharType="separate"/>
            </w:r>
            <w:r w:rsidR="00BE4B89">
              <w:rPr>
                <w:noProof/>
                <w:webHidden/>
                <w:rtl/>
              </w:rPr>
              <w:t>12</w:t>
            </w:r>
            <w:r>
              <w:rPr>
                <w:noProof/>
                <w:webHidden/>
                <w:rtl/>
              </w:rPr>
              <w:fldChar w:fldCharType="end"/>
            </w:r>
          </w:hyperlink>
        </w:p>
        <w:p w:rsidR="00C14970" w:rsidRDefault="00C81827">
          <w:pPr>
            <w:pStyle w:val="TOC1"/>
            <w:bidi/>
            <w:rPr>
              <w:rFonts w:asciiTheme="minorHAnsi" w:eastAsiaTheme="minorEastAsia" w:hAnsiTheme="minorHAnsi" w:cstheme="minorBidi"/>
              <w:b w:val="0"/>
              <w:bCs w:val="0"/>
              <w:color w:val="auto"/>
              <w:sz w:val="22"/>
              <w:szCs w:val="22"/>
              <w:rtl/>
            </w:rPr>
          </w:pPr>
          <w:hyperlink w:anchor="_Toc29901525" w:history="1">
            <w:r w:rsidR="00C14970" w:rsidRPr="00977C01">
              <w:rPr>
                <w:rStyle w:val="Hyperlink"/>
                <w:lang w:val="sw-KE"/>
              </w:rPr>
              <w:t>MASOMO YA KI-ISLAMU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Toc29901525 \h</w:instrText>
            </w:r>
            <w:r w:rsidR="00C14970">
              <w:rPr>
                <w:webHidden/>
                <w:rtl/>
              </w:rPr>
              <w:instrText xml:space="preserve"> </w:instrText>
            </w:r>
            <w:r>
              <w:rPr>
                <w:webHidden/>
                <w:rtl/>
              </w:rPr>
            </w:r>
            <w:r>
              <w:rPr>
                <w:webHidden/>
                <w:rtl/>
              </w:rPr>
              <w:fldChar w:fldCharType="separate"/>
            </w:r>
            <w:r w:rsidR="00BE4B89">
              <w:rPr>
                <w:webHidden/>
                <w:rtl/>
              </w:rPr>
              <w:t>14</w:t>
            </w:r>
            <w:r>
              <w:rPr>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26" w:history="1">
            <w:r w:rsidR="00C14970" w:rsidRPr="00977C01">
              <w:rPr>
                <w:rStyle w:val="Hyperlink"/>
                <w:lang w:val="sw-KE"/>
              </w:rPr>
              <w:t>KITABU CHA NNE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Toc29901526 \h</w:instrText>
            </w:r>
            <w:r w:rsidR="00C14970">
              <w:rPr>
                <w:webHidden/>
                <w:rtl/>
              </w:rPr>
              <w:instrText xml:space="preserve"> </w:instrText>
            </w:r>
            <w:r>
              <w:rPr>
                <w:webHidden/>
                <w:rtl/>
              </w:rPr>
            </w:r>
            <w:r>
              <w:rPr>
                <w:webHidden/>
                <w:rtl/>
              </w:rPr>
              <w:fldChar w:fldCharType="separate"/>
            </w:r>
            <w:r w:rsidR="00BE4B89">
              <w:rPr>
                <w:webHidden/>
                <w:rtl/>
              </w:rPr>
              <w:t>14</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27" w:history="1">
            <w:r w:rsidR="00C14970" w:rsidRPr="00977C01">
              <w:rPr>
                <w:rStyle w:val="Hyperlink"/>
                <w:noProof/>
                <w:lang w:val="sw-KE"/>
              </w:rPr>
              <w:t>SOMO LA KUMI NA MBILI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Toc29901527 \h</w:instrText>
            </w:r>
            <w:r w:rsidR="00C14970">
              <w:rPr>
                <w:noProof/>
                <w:webHidden/>
                <w:rtl/>
              </w:rPr>
              <w:instrText xml:space="preserve"> </w:instrText>
            </w:r>
            <w:r>
              <w:rPr>
                <w:noProof/>
                <w:webHidden/>
                <w:rtl/>
              </w:rPr>
            </w:r>
            <w:r>
              <w:rPr>
                <w:noProof/>
                <w:webHidden/>
                <w:rtl/>
              </w:rPr>
              <w:fldChar w:fldCharType="separate"/>
            </w:r>
            <w:r w:rsidR="00BE4B89">
              <w:rPr>
                <w:noProof/>
                <w:webHidden/>
                <w:rtl/>
              </w:rPr>
              <w:t>14</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28" w:history="1">
            <w:r w:rsidR="00C14970" w:rsidRPr="00977C01">
              <w:rPr>
                <w:rStyle w:val="Hyperlink"/>
                <w:noProof/>
                <w:lang w:val="sw-KE"/>
              </w:rPr>
              <w:t>ADABU YA KUAMKIANA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Toc29901528 \h</w:instrText>
            </w:r>
            <w:r w:rsidR="00C14970">
              <w:rPr>
                <w:noProof/>
                <w:webHidden/>
                <w:rtl/>
              </w:rPr>
              <w:instrText xml:space="preserve"> </w:instrText>
            </w:r>
            <w:r>
              <w:rPr>
                <w:noProof/>
                <w:webHidden/>
                <w:rtl/>
              </w:rPr>
            </w:r>
            <w:r>
              <w:rPr>
                <w:noProof/>
                <w:webHidden/>
                <w:rtl/>
              </w:rPr>
              <w:fldChar w:fldCharType="separate"/>
            </w:r>
            <w:r w:rsidR="00BE4B89">
              <w:rPr>
                <w:noProof/>
                <w:webHidden/>
                <w:rtl/>
              </w:rPr>
              <w:t>14</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29" w:history="1">
            <w:r w:rsidR="00C14970" w:rsidRPr="00977C01">
              <w:rPr>
                <w:rStyle w:val="Hyperlink"/>
                <w:lang w:val="sw-KE"/>
              </w:rPr>
              <w:t>SOMO LA KUMINA TATU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Toc29901529 \h</w:instrText>
            </w:r>
            <w:r w:rsidR="00C14970">
              <w:rPr>
                <w:webHidden/>
                <w:rtl/>
              </w:rPr>
              <w:instrText xml:space="preserve"> </w:instrText>
            </w:r>
            <w:r>
              <w:rPr>
                <w:webHidden/>
                <w:rtl/>
              </w:rPr>
            </w:r>
            <w:r>
              <w:rPr>
                <w:webHidden/>
                <w:rtl/>
              </w:rPr>
              <w:fldChar w:fldCharType="separate"/>
            </w:r>
            <w:r w:rsidR="00BE4B89">
              <w:rPr>
                <w:webHidden/>
                <w:rtl/>
              </w:rPr>
              <w:t>15</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30" w:history="1">
            <w:r w:rsidR="00C14970" w:rsidRPr="00977C01">
              <w:rPr>
                <w:rStyle w:val="Hyperlink"/>
                <w:noProof/>
                <w:lang w:val="sw-KE"/>
              </w:rPr>
              <w:t>ADABU YA KI-ISLAMU JUU YA KULA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Toc29901530 \h</w:instrText>
            </w:r>
            <w:r w:rsidR="00C14970">
              <w:rPr>
                <w:noProof/>
                <w:webHidden/>
                <w:rtl/>
              </w:rPr>
              <w:instrText xml:space="preserve"> </w:instrText>
            </w:r>
            <w:r>
              <w:rPr>
                <w:noProof/>
                <w:webHidden/>
                <w:rtl/>
              </w:rPr>
            </w:r>
            <w:r>
              <w:rPr>
                <w:noProof/>
                <w:webHidden/>
                <w:rtl/>
              </w:rPr>
              <w:fldChar w:fldCharType="separate"/>
            </w:r>
            <w:r w:rsidR="00BE4B89">
              <w:rPr>
                <w:noProof/>
                <w:webHidden/>
                <w:rtl/>
              </w:rPr>
              <w:t>15</w:t>
            </w:r>
            <w:r>
              <w:rPr>
                <w:noProof/>
                <w:webHidden/>
                <w:rtl/>
              </w:rPr>
              <w:fldChar w:fldCharType="end"/>
            </w:r>
          </w:hyperlink>
        </w:p>
        <w:p w:rsidR="00C14970" w:rsidRDefault="00C81827">
          <w:pPr>
            <w:pStyle w:val="TOC1"/>
            <w:bidi/>
            <w:rPr>
              <w:rFonts w:asciiTheme="minorHAnsi" w:eastAsiaTheme="minorEastAsia" w:hAnsiTheme="minorHAnsi" w:cstheme="minorBidi"/>
              <w:b w:val="0"/>
              <w:bCs w:val="0"/>
              <w:color w:val="auto"/>
              <w:sz w:val="22"/>
              <w:szCs w:val="22"/>
              <w:rtl/>
            </w:rPr>
          </w:pPr>
          <w:hyperlink w:anchor="_Toc29901531" w:history="1">
            <w:r w:rsidR="00C14970" w:rsidRPr="00977C01">
              <w:rPr>
                <w:rStyle w:val="Hyperlink"/>
                <w:lang w:val="sw-KE"/>
              </w:rPr>
              <w:t>MASOMO YA KI-ISLAMU</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Toc29901531 \h</w:instrText>
            </w:r>
            <w:r w:rsidR="00C14970">
              <w:rPr>
                <w:webHidden/>
                <w:rtl/>
              </w:rPr>
              <w:instrText xml:space="preserve"> </w:instrText>
            </w:r>
            <w:r>
              <w:rPr>
                <w:webHidden/>
                <w:rtl/>
              </w:rPr>
            </w:r>
            <w:r>
              <w:rPr>
                <w:webHidden/>
                <w:rtl/>
              </w:rPr>
              <w:fldChar w:fldCharType="separate"/>
            </w:r>
            <w:r w:rsidR="00BE4B89">
              <w:rPr>
                <w:webHidden/>
                <w:rtl/>
              </w:rPr>
              <w:t>17</w:t>
            </w:r>
            <w:r>
              <w:rPr>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32" w:history="1">
            <w:r w:rsidR="00C14970" w:rsidRPr="00977C01">
              <w:rPr>
                <w:rStyle w:val="Hyperlink"/>
                <w:lang w:val="sw-KE"/>
              </w:rPr>
              <w:t>KITABU CHA NNE</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Toc29901532 \h</w:instrText>
            </w:r>
            <w:r w:rsidR="00C14970">
              <w:rPr>
                <w:webHidden/>
                <w:rtl/>
              </w:rPr>
              <w:instrText xml:space="preserve"> </w:instrText>
            </w:r>
            <w:r>
              <w:rPr>
                <w:webHidden/>
                <w:rtl/>
              </w:rPr>
            </w:r>
            <w:r>
              <w:rPr>
                <w:webHidden/>
                <w:rtl/>
              </w:rPr>
              <w:fldChar w:fldCharType="separate"/>
            </w:r>
            <w:r w:rsidR="00BE4B89">
              <w:rPr>
                <w:webHidden/>
                <w:rtl/>
              </w:rPr>
              <w:t>17</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33" w:history="1">
            <w:r w:rsidR="00C14970" w:rsidRPr="00977C01">
              <w:rPr>
                <w:rStyle w:val="Hyperlink"/>
                <w:noProof/>
                <w:lang w:val="sw-KE"/>
              </w:rPr>
              <w:t>SOMO LA KUMI NA NNE</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Toc29901533 \h</w:instrText>
            </w:r>
            <w:r w:rsidR="00C14970">
              <w:rPr>
                <w:noProof/>
                <w:webHidden/>
                <w:rtl/>
              </w:rPr>
              <w:instrText xml:space="preserve"> </w:instrText>
            </w:r>
            <w:r>
              <w:rPr>
                <w:noProof/>
                <w:webHidden/>
                <w:rtl/>
              </w:rPr>
            </w:r>
            <w:r>
              <w:rPr>
                <w:noProof/>
                <w:webHidden/>
                <w:rtl/>
              </w:rPr>
              <w:fldChar w:fldCharType="separate"/>
            </w:r>
            <w:r w:rsidR="00BE4B89">
              <w:rPr>
                <w:noProof/>
                <w:webHidden/>
                <w:rtl/>
              </w:rPr>
              <w:t>17</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34" w:history="1">
            <w:r w:rsidR="00C14970" w:rsidRPr="00977C01">
              <w:rPr>
                <w:rStyle w:val="Hyperlink"/>
                <w:noProof/>
                <w:lang w:val="sw-KE"/>
              </w:rPr>
              <w:t>ADABU YA KUNYWA MAJI</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Toc29901534 \h</w:instrText>
            </w:r>
            <w:r w:rsidR="00C14970">
              <w:rPr>
                <w:noProof/>
                <w:webHidden/>
                <w:rtl/>
              </w:rPr>
              <w:instrText xml:space="preserve"> </w:instrText>
            </w:r>
            <w:r>
              <w:rPr>
                <w:noProof/>
                <w:webHidden/>
                <w:rtl/>
              </w:rPr>
            </w:r>
            <w:r>
              <w:rPr>
                <w:noProof/>
                <w:webHidden/>
                <w:rtl/>
              </w:rPr>
              <w:fldChar w:fldCharType="separate"/>
            </w:r>
            <w:r w:rsidR="00BE4B89">
              <w:rPr>
                <w:noProof/>
                <w:webHidden/>
                <w:rtl/>
              </w:rPr>
              <w:t>17</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35" w:history="1">
            <w:r w:rsidR="00C14970" w:rsidRPr="00977C01">
              <w:rPr>
                <w:rStyle w:val="Hyperlink"/>
                <w:lang w:val="sw-KE"/>
              </w:rPr>
              <w:t>SOMO LA KUMI NA TANO</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Toc29901535 \h</w:instrText>
            </w:r>
            <w:r w:rsidR="00C14970">
              <w:rPr>
                <w:webHidden/>
                <w:rtl/>
              </w:rPr>
              <w:instrText xml:space="preserve"> </w:instrText>
            </w:r>
            <w:r>
              <w:rPr>
                <w:webHidden/>
                <w:rtl/>
              </w:rPr>
            </w:r>
            <w:r>
              <w:rPr>
                <w:webHidden/>
                <w:rtl/>
              </w:rPr>
              <w:fldChar w:fldCharType="separate"/>
            </w:r>
            <w:r w:rsidR="00BE4B89">
              <w:rPr>
                <w:webHidden/>
                <w:rtl/>
              </w:rPr>
              <w:t>18</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36" w:history="1">
            <w:r w:rsidR="00C14970" w:rsidRPr="00977C01">
              <w:rPr>
                <w:rStyle w:val="Hyperlink"/>
                <w:noProof/>
                <w:lang w:val="sw-KE"/>
              </w:rPr>
              <w:t>ADABU YA MAVAZI NA KUVAA KWAKE</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Toc29901536 \h</w:instrText>
            </w:r>
            <w:r w:rsidR="00C14970">
              <w:rPr>
                <w:noProof/>
                <w:webHidden/>
                <w:rtl/>
              </w:rPr>
              <w:instrText xml:space="preserve"> </w:instrText>
            </w:r>
            <w:r>
              <w:rPr>
                <w:noProof/>
                <w:webHidden/>
                <w:rtl/>
              </w:rPr>
            </w:r>
            <w:r>
              <w:rPr>
                <w:noProof/>
                <w:webHidden/>
                <w:rtl/>
              </w:rPr>
              <w:fldChar w:fldCharType="separate"/>
            </w:r>
            <w:r w:rsidR="00BE4B89">
              <w:rPr>
                <w:noProof/>
                <w:webHidden/>
                <w:rtl/>
              </w:rPr>
              <w:t>18</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37" w:history="1">
            <w:r w:rsidR="00C14970" w:rsidRPr="00977C01">
              <w:rPr>
                <w:rStyle w:val="Hyperlink"/>
                <w:noProof/>
                <w:lang w:val="sw-KE"/>
              </w:rPr>
              <w:t>UMARIDADI NA ADABU ZA KUVAA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Toc29901537 \h</w:instrText>
            </w:r>
            <w:r w:rsidR="00C14970">
              <w:rPr>
                <w:noProof/>
                <w:webHidden/>
                <w:rtl/>
              </w:rPr>
              <w:instrText xml:space="preserve"> </w:instrText>
            </w:r>
            <w:r>
              <w:rPr>
                <w:noProof/>
                <w:webHidden/>
                <w:rtl/>
              </w:rPr>
            </w:r>
            <w:r>
              <w:rPr>
                <w:noProof/>
                <w:webHidden/>
                <w:rtl/>
              </w:rPr>
              <w:fldChar w:fldCharType="separate"/>
            </w:r>
            <w:r w:rsidR="00BE4B89">
              <w:rPr>
                <w:noProof/>
                <w:webHidden/>
                <w:rtl/>
              </w:rPr>
              <w:t>18</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38" w:history="1">
            <w:r w:rsidR="00C14970" w:rsidRPr="00977C01">
              <w:rPr>
                <w:rStyle w:val="Hyperlink"/>
                <w:lang w:val="sw-KE"/>
              </w:rPr>
              <w:t>SOMO LA KUMI NA SITA</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Toc29901538 \h</w:instrText>
            </w:r>
            <w:r w:rsidR="00C14970">
              <w:rPr>
                <w:webHidden/>
                <w:rtl/>
              </w:rPr>
              <w:instrText xml:space="preserve"> </w:instrText>
            </w:r>
            <w:r>
              <w:rPr>
                <w:webHidden/>
                <w:rtl/>
              </w:rPr>
            </w:r>
            <w:r>
              <w:rPr>
                <w:webHidden/>
                <w:rtl/>
              </w:rPr>
              <w:fldChar w:fldCharType="separate"/>
            </w:r>
            <w:r w:rsidR="00BE4B89">
              <w:rPr>
                <w:webHidden/>
                <w:rtl/>
              </w:rPr>
              <w:t>18</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39" w:history="1">
            <w:r w:rsidR="00C14970" w:rsidRPr="00977C01">
              <w:rPr>
                <w:rStyle w:val="Hyperlink"/>
                <w:noProof/>
                <w:lang w:val="sw-KE"/>
              </w:rPr>
              <w:t>ADABU YA KULALA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Toc29901539 \h</w:instrText>
            </w:r>
            <w:r w:rsidR="00C14970">
              <w:rPr>
                <w:noProof/>
                <w:webHidden/>
                <w:rtl/>
              </w:rPr>
              <w:instrText xml:space="preserve"> </w:instrText>
            </w:r>
            <w:r>
              <w:rPr>
                <w:noProof/>
                <w:webHidden/>
                <w:rtl/>
              </w:rPr>
            </w:r>
            <w:r>
              <w:rPr>
                <w:noProof/>
                <w:webHidden/>
                <w:rtl/>
              </w:rPr>
              <w:fldChar w:fldCharType="separate"/>
            </w:r>
            <w:r w:rsidR="00BE4B89">
              <w:rPr>
                <w:noProof/>
                <w:webHidden/>
                <w:rtl/>
              </w:rPr>
              <w:t>18</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40" w:history="1">
            <w:r w:rsidR="00C14970" w:rsidRPr="00977C01">
              <w:rPr>
                <w:rStyle w:val="Hyperlink"/>
                <w:noProof/>
                <w:lang w:val="sw-KE"/>
              </w:rPr>
              <w:t>Wakati wa kulala: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Toc29901540 \h</w:instrText>
            </w:r>
            <w:r w:rsidR="00C14970">
              <w:rPr>
                <w:noProof/>
                <w:webHidden/>
                <w:rtl/>
              </w:rPr>
              <w:instrText xml:space="preserve"> </w:instrText>
            </w:r>
            <w:r>
              <w:rPr>
                <w:noProof/>
                <w:webHidden/>
                <w:rtl/>
              </w:rPr>
            </w:r>
            <w:r>
              <w:rPr>
                <w:noProof/>
                <w:webHidden/>
                <w:rtl/>
              </w:rPr>
              <w:fldChar w:fldCharType="separate"/>
            </w:r>
            <w:r w:rsidR="00BE4B89">
              <w:rPr>
                <w:noProof/>
                <w:webHidden/>
                <w:rtl/>
              </w:rPr>
              <w:t>18</w:t>
            </w:r>
            <w:r>
              <w:rPr>
                <w:noProof/>
                <w:webHidden/>
                <w:rtl/>
              </w:rPr>
              <w:fldChar w:fldCharType="end"/>
            </w:r>
          </w:hyperlink>
        </w:p>
        <w:p w:rsidR="00C14970" w:rsidRDefault="00C81827">
          <w:pPr>
            <w:pStyle w:val="TOC2"/>
            <w:bidi/>
            <w:rPr>
              <w:rFonts w:asciiTheme="minorHAnsi" w:eastAsiaTheme="minorEastAsia" w:hAnsiTheme="minorHAnsi" w:cstheme="minorBidi"/>
              <w:color w:val="auto"/>
              <w:sz w:val="22"/>
              <w:szCs w:val="22"/>
              <w:rtl/>
            </w:rPr>
          </w:pPr>
          <w:hyperlink w:anchor="_Toc29901541" w:history="1">
            <w:r w:rsidR="00C14970" w:rsidRPr="00977C01">
              <w:rPr>
                <w:rStyle w:val="Hyperlink"/>
                <w:lang w:val="sw-KE"/>
              </w:rPr>
              <w:t>SOMO LA KUMI NA SABA</w:t>
            </w:r>
            <w:r w:rsidR="00C14970">
              <w:rPr>
                <w:webHidden/>
                <w:rtl/>
              </w:rPr>
              <w:tab/>
            </w:r>
            <w:r>
              <w:rPr>
                <w:webHidden/>
                <w:rtl/>
              </w:rPr>
              <w:fldChar w:fldCharType="begin"/>
            </w:r>
            <w:r w:rsidR="00C14970">
              <w:rPr>
                <w:webHidden/>
                <w:rtl/>
              </w:rPr>
              <w:instrText xml:space="preserve"> </w:instrText>
            </w:r>
            <w:r w:rsidR="00C14970">
              <w:rPr>
                <w:webHidden/>
              </w:rPr>
              <w:instrText>PAGEREF</w:instrText>
            </w:r>
            <w:r w:rsidR="00C14970">
              <w:rPr>
                <w:webHidden/>
                <w:rtl/>
              </w:rPr>
              <w:instrText xml:space="preserve"> _</w:instrText>
            </w:r>
            <w:r w:rsidR="00C14970">
              <w:rPr>
                <w:webHidden/>
              </w:rPr>
              <w:instrText>Toc29901541 \h</w:instrText>
            </w:r>
            <w:r w:rsidR="00C14970">
              <w:rPr>
                <w:webHidden/>
                <w:rtl/>
              </w:rPr>
              <w:instrText xml:space="preserve"> </w:instrText>
            </w:r>
            <w:r>
              <w:rPr>
                <w:webHidden/>
                <w:rtl/>
              </w:rPr>
            </w:r>
            <w:r>
              <w:rPr>
                <w:webHidden/>
                <w:rtl/>
              </w:rPr>
              <w:fldChar w:fldCharType="separate"/>
            </w:r>
            <w:r w:rsidR="00BE4B89">
              <w:rPr>
                <w:webHidden/>
                <w:rtl/>
              </w:rPr>
              <w:t>19</w:t>
            </w:r>
            <w:r>
              <w:rPr>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42" w:history="1">
            <w:r w:rsidR="00C14970" w:rsidRPr="00977C01">
              <w:rPr>
                <w:rStyle w:val="Hyperlink"/>
                <w:noProof/>
                <w:lang w:val="sw-KE"/>
              </w:rPr>
              <w:t>KUTAWADHA KABLA YA KULALA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Toc29901542 \h</w:instrText>
            </w:r>
            <w:r w:rsidR="00C14970">
              <w:rPr>
                <w:noProof/>
                <w:webHidden/>
                <w:rtl/>
              </w:rPr>
              <w:instrText xml:space="preserve"> </w:instrText>
            </w:r>
            <w:r>
              <w:rPr>
                <w:noProof/>
                <w:webHidden/>
                <w:rtl/>
              </w:rPr>
            </w:r>
            <w:r>
              <w:rPr>
                <w:noProof/>
                <w:webHidden/>
                <w:rtl/>
              </w:rPr>
              <w:fldChar w:fldCharType="separate"/>
            </w:r>
            <w:r w:rsidR="00BE4B89">
              <w:rPr>
                <w:noProof/>
                <w:webHidden/>
                <w:rtl/>
              </w:rPr>
              <w:t>19</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43" w:history="1">
            <w:r w:rsidR="00C14970" w:rsidRPr="00977C01">
              <w:rPr>
                <w:rStyle w:val="Hyperlink"/>
                <w:noProof/>
                <w:lang w:val="sw-KE"/>
              </w:rPr>
              <w:t>SHARTI YA KUCHAPA</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Toc29901543 \h</w:instrText>
            </w:r>
            <w:r w:rsidR="00C14970">
              <w:rPr>
                <w:noProof/>
                <w:webHidden/>
                <w:rtl/>
              </w:rPr>
              <w:instrText xml:space="preserve"> </w:instrText>
            </w:r>
            <w:r>
              <w:rPr>
                <w:noProof/>
                <w:webHidden/>
                <w:rtl/>
              </w:rPr>
            </w:r>
            <w:r>
              <w:rPr>
                <w:noProof/>
                <w:webHidden/>
                <w:rtl/>
              </w:rPr>
              <w:fldChar w:fldCharType="separate"/>
            </w:r>
            <w:r w:rsidR="00BE4B89">
              <w:rPr>
                <w:noProof/>
                <w:webHidden/>
                <w:rtl/>
              </w:rPr>
              <w:t>19</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44" w:history="1">
            <w:r w:rsidR="00C14970" w:rsidRPr="00977C01">
              <w:rPr>
                <w:rStyle w:val="Hyperlink"/>
                <w:noProof/>
                <w:lang w:val="sw-KE"/>
              </w:rPr>
              <w:t>MWISHO WA KITABU</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Toc29901544 \h</w:instrText>
            </w:r>
            <w:r w:rsidR="00C14970">
              <w:rPr>
                <w:noProof/>
                <w:webHidden/>
                <w:rtl/>
              </w:rPr>
              <w:instrText xml:space="preserve"> </w:instrText>
            </w:r>
            <w:r>
              <w:rPr>
                <w:noProof/>
                <w:webHidden/>
                <w:rtl/>
              </w:rPr>
            </w:r>
            <w:r>
              <w:rPr>
                <w:noProof/>
                <w:webHidden/>
                <w:rtl/>
              </w:rPr>
              <w:fldChar w:fldCharType="separate"/>
            </w:r>
            <w:r w:rsidR="00BE4B89">
              <w:rPr>
                <w:noProof/>
                <w:webHidden/>
                <w:rtl/>
              </w:rPr>
              <w:t>19</w:t>
            </w:r>
            <w:r>
              <w:rPr>
                <w:noProof/>
                <w:webHidden/>
                <w:rtl/>
              </w:rPr>
              <w:fldChar w:fldCharType="end"/>
            </w:r>
          </w:hyperlink>
        </w:p>
        <w:p w:rsidR="00C14970" w:rsidRDefault="00C81827">
          <w:pPr>
            <w:pStyle w:val="TOC3"/>
            <w:bidi/>
            <w:rPr>
              <w:rFonts w:asciiTheme="minorHAnsi" w:eastAsiaTheme="minorEastAsia" w:hAnsiTheme="minorHAnsi" w:cstheme="minorBidi"/>
              <w:noProof/>
              <w:color w:val="auto"/>
              <w:sz w:val="22"/>
              <w:szCs w:val="22"/>
              <w:rtl/>
            </w:rPr>
          </w:pPr>
          <w:hyperlink w:anchor="_Toc29901545" w:history="1">
            <w:r w:rsidR="00C14970" w:rsidRPr="00977C01">
              <w:rPr>
                <w:rStyle w:val="Hyperlink"/>
                <w:noProof/>
                <w:lang w:val="sw-KE"/>
              </w:rPr>
              <w:t>YLIYOMO</w:t>
            </w:r>
            <w:r w:rsidR="00C14970">
              <w:rPr>
                <w:noProof/>
                <w:webHidden/>
                <w:rtl/>
              </w:rPr>
              <w:tab/>
            </w:r>
            <w:r>
              <w:rPr>
                <w:noProof/>
                <w:webHidden/>
                <w:rtl/>
              </w:rPr>
              <w:fldChar w:fldCharType="begin"/>
            </w:r>
            <w:r w:rsidR="00C14970">
              <w:rPr>
                <w:noProof/>
                <w:webHidden/>
                <w:rtl/>
              </w:rPr>
              <w:instrText xml:space="preserve"> </w:instrText>
            </w:r>
            <w:r w:rsidR="00C14970">
              <w:rPr>
                <w:noProof/>
                <w:webHidden/>
              </w:rPr>
              <w:instrText>PAGEREF</w:instrText>
            </w:r>
            <w:r w:rsidR="00C14970">
              <w:rPr>
                <w:noProof/>
                <w:webHidden/>
                <w:rtl/>
              </w:rPr>
              <w:instrText xml:space="preserve"> _</w:instrText>
            </w:r>
            <w:r w:rsidR="00C14970">
              <w:rPr>
                <w:noProof/>
                <w:webHidden/>
              </w:rPr>
              <w:instrText>Toc29901545 \h</w:instrText>
            </w:r>
            <w:r w:rsidR="00C14970">
              <w:rPr>
                <w:noProof/>
                <w:webHidden/>
                <w:rtl/>
              </w:rPr>
              <w:instrText xml:space="preserve"> </w:instrText>
            </w:r>
            <w:r>
              <w:rPr>
                <w:noProof/>
                <w:webHidden/>
                <w:rtl/>
              </w:rPr>
            </w:r>
            <w:r>
              <w:rPr>
                <w:noProof/>
                <w:webHidden/>
                <w:rtl/>
              </w:rPr>
              <w:fldChar w:fldCharType="separate"/>
            </w:r>
            <w:r w:rsidR="00BE4B89">
              <w:rPr>
                <w:noProof/>
                <w:webHidden/>
                <w:rtl/>
              </w:rPr>
              <w:t>20</w:t>
            </w:r>
            <w:r>
              <w:rPr>
                <w:noProof/>
                <w:webHidden/>
                <w:rtl/>
              </w:rPr>
              <w:fldChar w:fldCharType="end"/>
            </w:r>
          </w:hyperlink>
        </w:p>
        <w:p w:rsidR="00B02825" w:rsidRPr="00C14970" w:rsidRDefault="00C81827" w:rsidP="00C14970">
          <w:r>
            <w:fldChar w:fldCharType="end"/>
          </w:r>
        </w:p>
      </w:sdtContent>
    </w:sdt>
    <w:sectPr w:rsidR="00B02825" w:rsidRPr="00C14970"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5F9" w:rsidRDefault="005665F9" w:rsidP="00113C59">
      <w:r>
        <w:separator/>
      </w:r>
    </w:p>
  </w:endnote>
  <w:endnote w:type="continuationSeparator" w:id="0">
    <w:p w:rsidR="005665F9" w:rsidRDefault="005665F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DAC" w:rsidRDefault="00C81827" w:rsidP="00745C1D">
    <w:pPr>
      <w:pStyle w:val="Footer"/>
      <w:tabs>
        <w:tab w:val="clear" w:pos="4153"/>
        <w:tab w:val="clear" w:pos="8306"/>
      </w:tabs>
    </w:pPr>
    <w:fldSimple w:instr=" PAGE   \* MERGEFORMAT ">
      <w:r w:rsidR="00BE4B89">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DAC" w:rsidRDefault="00C81827" w:rsidP="00113C59">
    <w:pPr>
      <w:pStyle w:val="Footer"/>
    </w:pPr>
    <w:fldSimple w:instr=" PAGE   \* MERGEFORMAT ">
      <w:r w:rsidR="00BE4B89">
        <w:rPr>
          <w:noProof/>
        </w:rPr>
        <w:t>21</w:t>
      </w:r>
    </w:fldSimple>
  </w:p>
  <w:p w:rsidR="001A0DAC" w:rsidRDefault="001A0DA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DAC" w:rsidRDefault="00C81827" w:rsidP="00745C1D">
    <w:pPr>
      <w:pStyle w:val="Footer"/>
      <w:tabs>
        <w:tab w:val="clear" w:pos="4153"/>
        <w:tab w:val="clear" w:pos="8306"/>
      </w:tabs>
    </w:pPr>
    <w:fldSimple w:instr=" PAGE   \* MERGEFORMAT ">
      <w:r w:rsidR="00BE4B8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5F9" w:rsidRDefault="005665F9" w:rsidP="00113C59">
      <w:r>
        <w:separator/>
      </w:r>
    </w:p>
  </w:footnote>
  <w:footnote w:type="continuationSeparator" w:id="0">
    <w:p w:rsidR="005665F9" w:rsidRDefault="005665F9" w:rsidP="00113C59">
      <w:r>
        <w:continuationSeparator/>
      </w:r>
    </w:p>
  </w:footnote>
  <w:footnote w:id="1">
    <w:p w:rsidR="001A0DAC" w:rsidRPr="004E7AEE" w:rsidRDefault="001A0DAC" w:rsidP="004E7AEE">
      <w:pPr>
        <w:pStyle w:val="libFootnote0"/>
        <w:rPr>
          <w:lang w:val="sw-KE"/>
        </w:rPr>
      </w:pPr>
      <w:r w:rsidRPr="004E7AEE">
        <w:rPr>
          <w:rStyle w:val="FootnoteReference"/>
          <w:vertAlign w:val="baseline"/>
          <w:lang w:val="sw-KE"/>
        </w:rPr>
        <w:footnoteRef/>
      </w:r>
      <w:r>
        <w:rPr>
          <w:lang w:val="sw-KE"/>
        </w:rPr>
        <w:t xml:space="preserve">. </w:t>
      </w:r>
      <w:r w:rsidRPr="004E7AEE">
        <w:rPr>
          <w:lang w:val="sw-KE"/>
        </w:rPr>
        <w:t>Akhera</w:t>
      </w:r>
      <w:r>
        <w:rPr>
          <w:lang w:val="sw-KE"/>
        </w:rPr>
        <w:t>:</w:t>
      </w:r>
      <w:r w:rsidRPr="004E7AEE">
        <w:rPr>
          <w:lang w:val="sw-KE"/>
        </w:rPr>
        <w:t xml:space="preserve"> Ufufuo</w:t>
      </w:r>
      <w:r>
        <w:rPr>
          <w:lang w:val="sw-KE"/>
        </w:rPr>
        <w:t>.</w:t>
      </w:r>
      <w:r w:rsidRPr="004E7AEE">
        <w:rPr>
          <w:lang w:val="sw-KE"/>
        </w:rPr>
        <w:t xml:space="preserve"> </w:t>
      </w:r>
    </w:p>
  </w:footnote>
  <w:footnote w:id="2">
    <w:p w:rsidR="001A0DAC" w:rsidRPr="004E7AEE" w:rsidRDefault="001A0DAC" w:rsidP="004E7AEE">
      <w:pPr>
        <w:pStyle w:val="libFootnote0"/>
        <w:rPr>
          <w:lang w:val="sw-KE"/>
        </w:rPr>
      </w:pPr>
      <w:r w:rsidRPr="004E7AEE">
        <w:rPr>
          <w:rStyle w:val="FootnoteReference"/>
          <w:vertAlign w:val="baseline"/>
          <w:lang w:val="sw-KE"/>
        </w:rPr>
        <w:footnoteRef/>
      </w:r>
      <w:r>
        <w:rPr>
          <w:lang w:val="sw-KE"/>
        </w:rPr>
        <w:t>.</w:t>
      </w:r>
      <w:r w:rsidRPr="004E7AEE">
        <w:rPr>
          <w:lang w:val="sw-KE"/>
        </w:rPr>
        <w:t xml:space="preserve"> Kiyama</w:t>
      </w:r>
      <w:r>
        <w:rPr>
          <w:lang w:val="sw-KE"/>
        </w:rPr>
        <w:t>:</w:t>
      </w:r>
      <w:r w:rsidRPr="004E7AEE">
        <w:rPr>
          <w:lang w:val="sw-KE"/>
        </w:rPr>
        <w:t xml:space="preserve"> Siku ya kufufiiliwa</w:t>
      </w:r>
      <w:r>
        <w:rPr>
          <w:lang w:val="sw-KE"/>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DAC" w:rsidRDefault="001A0DA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DAC" w:rsidRDefault="001A0DA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098396E"/>
    <w:multiLevelType w:val="hybridMultilevel"/>
    <w:tmpl w:val="20BC3B84"/>
    <w:lvl w:ilvl="0" w:tplc="73224F8C">
      <w:start w:val="1"/>
      <w:numFmt w:val="decimal"/>
      <w:lvlText w:val="(%1)"/>
      <w:lvlJc w:val="left"/>
      <w:pPr>
        <w:ind w:left="81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5AAB0EB4"/>
    <w:multiLevelType w:val="hybridMultilevel"/>
    <w:tmpl w:val="F5127C5C"/>
    <w:lvl w:ilvl="0" w:tplc="9DFE918A">
      <w:start w:val="8"/>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8"/>
  </w:num>
  <w:num w:numId="4">
    <w:abstractNumId w:val="10"/>
  </w:num>
  <w:num w:numId="5">
    <w:abstractNumId w:val="1"/>
  </w:num>
  <w:num w:numId="6">
    <w:abstractNumId w:val="11"/>
  </w:num>
  <w:num w:numId="7">
    <w:abstractNumId w:val="2"/>
  </w:num>
  <w:num w:numId="8">
    <w:abstractNumId w:val="3"/>
  </w:num>
  <w:num w:numId="9">
    <w:abstractNumId w:val="6"/>
  </w:num>
  <w:num w:numId="10">
    <w:abstractNumId w:val="7"/>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15DF7"/>
    <w:rsid w:val="00005A19"/>
    <w:rsid w:val="0000680E"/>
    <w:rsid w:val="000267FE"/>
    <w:rsid w:val="00040798"/>
    <w:rsid w:val="00043023"/>
    <w:rsid w:val="00054406"/>
    <w:rsid w:val="0006216A"/>
    <w:rsid w:val="00067F84"/>
    <w:rsid w:val="00071C97"/>
    <w:rsid w:val="000761F7"/>
    <w:rsid w:val="00076A3A"/>
    <w:rsid w:val="00080363"/>
    <w:rsid w:val="00092805"/>
    <w:rsid w:val="00092A0C"/>
    <w:rsid w:val="000966AD"/>
    <w:rsid w:val="000A22BE"/>
    <w:rsid w:val="000A3C37"/>
    <w:rsid w:val="000A7750"/>
    <w:rsid w:val="000B3A56"/>
    <w:rsid w:val="000B5E75"/>
    <w:rsid w:val="000C0A89"/>
    <w:rsid w:val="000C7722"/>
    <w:rsid w:val="000D0932"/>
    <w:rsid w:val="000D1BDF"/>
    <w:rsid w:val="000D71B7"/>
    <w:rsid w:val="000E591F"/>
    <w:rsid w:val="000E6824"/>
    <w:rsid w:val="000F10CF"/>
    <w:rsid w:val="000F355B"/>
    <w:rsid w:val="0010049D"/>
    <w:rsid w:val="00101CEF"/>
    <w:rsid w:val="00107A6B"/>
    <w:rsid w:val="0011006C"/>
    <w:rsid w:val="001106A5"/>
    <w:rsid w:val="001112BF"/>
    <w:rsid w:val="00111AE3"/>
    <w:rsid w:val="0011352E"/>
    <w:rsid w:val="00113B0B"/>
    <w:rsid w:val="00113B1E"/>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972"/>
    <w:rsid w:val="00145759"/>
    <w:rsid w:val="00147ED8"/>
    <w:rsid w:val="00151C03"/>
    <w:rsid w:val="00153917"/>
    <w:rsid w:val="00157306"/>
    <w:rsid w:val="00160F76"/>
    <w:rsid w:val="00161A50"/>
    <w:rsid w:val="00163D83"/>
    <w:rsid w:val="00164767"/>
    <w:rsid w:val="00164810"/>
    <w:rsid w:val="001712E1"/>
    <w:rsid w:val="00182CD3"/>
    <w:rsid w:val="0018664D"/>
    <w:rsid w:val="00187017"/>
    <w:rsid w:val="00187246"/>
    <w:rsid w:val="001937F7"/>
    <w:rsid w:val="001A0DAC"/>
    <w:rsid w:val="001A1408"/>
    <w:rsid w:val="001A3110"/>
    <w:rsid w:val="001A4534"/>
    <w:rsid w:val="001A4C37"/>
    <w:rsid w:val="001A4D9B"/>
    <w:rsid w:val="001A6EC0"/>
    <w:rsid w:val="001B07B7"/>
    <w:rsid w:val="001B16FD"/>
    <w:rsid w:val="001B577F"/>
    <w:rsid w:val="001B702D"/>
    <w:rsid w:val="001B7407"/>
    <w:rsid w:val="001C5EDB"/>
    <w:rsid w:val="001D41A1"/>
    <w:rsid w:val="001D4D59"/>
    <w:rsid w:val="001E11FF"/>
    <w:rsid w:val="001E25DC"/>
    <w:rsid w:val="001E5959"/>
    <w:rsid w:val="001F0713"/>
    <w:rsid w:val="00202C7B"/>
    <w:rsid w:val="002054C5"/>
    <w:rsid w:val="002139CB"/>
    <w:rsid w:val="00214801"/>
    <w:rsid w:val="002177A1"/>
    <w:rsid w:val="00224964"/>
    <w:rsid w:val="002267C7"/>
    <w:rsid w:val="00227FEE"/>
    <w:rsid w:val="002350E6"/>
    <w:rsid w:val="002413F4"/>
    <w:rsid w:val="00241F59"/>
    <w:rsid w:val="0024265C"/>
    <w:rsid w:val="002439A9"/>
    <w:rsid w:val="00244C2E"/>
    <w:rsid w:val="0024741B"/>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5F15"/>
    <w:rsid w:val="002B71A8"/>
    <w:rsid w:val="002B7989"/>
    <w:rsid w:val="002C0451"/>
    <w:rsid w:val="002C1543"/>
    <w:rsid w:val="002C2120"/>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387C"/>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EC1"/>
    <w:rsid w:val="003F33DE"/>
    <w:rsid w:val="003F54DA"/>
    <w:rsid w:val="00402C65"/>
    <w:rsid w:val="0040326E"/>
    <w:rsid w:val="00404EB7"/>
    <w:rsid w:val="00407D56"/>
    <w:rsid w:val="00413479"/>
    <w:rsid w:val="00415DF7"/>
    <w:rsid w:val="00416E2B"/>
    <w:rsid w:val="004209BA"/>
    <w:rsid w:val="00420C44"/>
    <w:rsid w:val="004241E7"/>
    <w:rsid w:val="00430581"/>
    <w:rsid w:val="00434A97"/>
    <w:rsid w:val="00435974"/>
    <w:rsid w:val="00437035"/>
    <w:rsid w:val="00440C62"/>
    <w:rsid w:val="00446BBA"/>
    <w:rsid w:val="00453381"/>
    <w:rsid w:val="004538D5"/>
    <w:rsid w:val="00455A59"/>
    <w:rsid w:val="00465FAE"/>
    <w:rsid w:val="0046634E"/>
    <w:rsid w:val="00467E54"/>
    <w:rsid w:val="00470378"/>
    <w:rsid w:val="004722F9"/>
    <w:rsid w:val="00475E99"/>
    <w:rsid w:val="00481FD0"/>
    <w:rsid w:val="0048221F"/>
    <w:rsid w:val="00487ED8"/>
    <w:rsid w:val="004919C3"/>
    <w:rsid w:val="004953C3"/>
    <w:rsid w:val="00497042"/>
    <w:rsid w:val="004A0866"/>
    <w:rsid w:val="004A5116"/>
    <w:rsid w:val="004B17F4"/>
    <w:rsid w:val="004B3F28"/>
    <w:rsid w:val="004B5111"/>
    <w:rsid w:val="004C3E90"/>
    <w:rsid w:val="004C4336"/>
    <w:rsid w:val="004C77B5"/>
    <w:rsid w:val="004D7678"/>
    <w:rsid w:val="004D7CD7"/>
    <w:rsid w:val="004E2A9A"/>
    <w:rsid w:val="004E6E95"/>
    <w:rsid w:val="004E76B6"/>
    <w:rsid w:val="004E7AEE"/>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5F9"/>
    <w:rsid w:val="00566763"/>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1DDC"/>
    <w:rsid w:val="005D2C72"/>
    <w:rsid w:val="005E2913"/>
    <w:rsid w:val="00614301"/>
    <w:rsid w:val="00620B12"/>
    <w:rsid w:val="006210F4"/>
    <w:rsid w:val="00625C71"/>
    <w:rsid w:val="00627A7B"/>
    <w:rsid w:val="00632AD1"/>
    <w:rsid w:val="006357C1"/>
    <w:rsid w:val="00636D3F"/>
    <w:rsid w:val="00640A01"/>
    <w:rsid w:val="00641A2D"/>
    <w:rsid w:val="00643F5E"/>
    <w:rsid w:val="00646D08"/>
    <w:rsid w:val="00651640"/>
    <w:rsid w:val="00651ADF"/>
    <w:rsid w:val="006574EA"/>
    <w:rsid w:val="00657D48"/>
    <w:rsid w:val="00663284"/>
    <w:rsid w:val="006634C5"/>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170B"/>
    <w:rsid w:val="006D36EC"/>
    <w:rsid w:val="006D41DF"/>
    <w:rsid w:val="006D6DC1"/>
    <w:rsid w:val="006D6F9A"/>
    <w:rsid w:val="006D7F5F"/>
    <w:rsid w:val="006E2C8E"/>
    <w:rsid w:val="006E446F"/>
    <w:rsid w:val="006E6291"/>
    <w:rsid w:val="006F005A"/>
    <w:rsid w:val="006F32FB"/>
    <w:rsid w:val="006F7CE8"/>
    <w:rsid w:val="00701353"/>
    <w:rsid w:val="0070340D"/>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2EE"/>
    <w:rsid w:val="007571E2"/>
    <w:rsid w:val="00757A95"/>
    <w:rsid w:val="00760354"/>
    <w:rsid w:val="00765BEF"/>
    <w:rsid w:val="007735AB"/>
    <w:rsid w:val="00773E4E"/>
    <w:rsid w:val="00775FFA"/>
    <w:rsid w:val="00776C54"/>
    <w:rsid w:val="00777AC5"/>
    <w:rsid w:val="00780A4E"/>
    <w:rsid w:val="0078259F"/>
    <w:rsid w:val="00782872"/>
    <w:rsid w:val="00784287"/>
    <w:rsid w:val="00796AAA"/>
    <w:rsid w:val="007A22D0"/>
    <w:rsid w:val="007A6185"/>
    <w:rsid w:val="007B10B3"/>
    <w:rsid w:val="007B1D12"/>
    <w:rsid w:val="007B2F17"/>
    <w:rsid w:val="007B3135"/>
    <w:rsid w:val="007B46B3"/>
    <w:rsid w:val="007B5CD8"/>
    <w:rsid w:val="007B6D51"/>
    <w:rsid w:val="007C088F"/>
    <w:rsid w:val="007C0B86"/>
    <w:rsid w:val="007C3DC9"/>
    <w:rsid w:val="007C5D39"/>
    <w:rsid w:val="007D1D2B"/>
    <w:rsid w:val="007D5FD1"/>
    <w:rsid w:val="007E2EBF"/>
    <w:rsid w:val="007E6DD9"/>
    <w:rsid w:val="007F349C"/>
    <w:rsid w:val="007F4190"/>
    <w:rsid w:val="007F4E53"/>
    <w:rsid w:val="00806335"/>
    <w:rsid w:val="008105E2"/>
    <w:rsid w:val="008128CA"/>
    <w:rsid w:val="00813440"/>
    <w:rsid w:val="00821393"/>
    <w:rsid w:val="00821493"/>
    <w:rsid w:val="00826B87"/>
    <w:rsid w:val="00830AFB"/>
    <w:rsid w:val="00831A28"/>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7863"/>
    <w:rsid w:val="008D5FE6"/>
    <w:rsid w:val="008D6657"/>
    <w:rsid w:val="008E167F"/>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7D1C"/>
    <w:rsid w:val="009A53CC"/>
    <w:rsid w:val="009A7001"/>
    <w:rsid w:val="009A7DA5"/>
    <w:rsid w:val="009B01D4"/>
    <w:rsid w:val="009B0C22"/>
    <w:rsid w:val="009B7253"/>
    <w:rsid w:val="009C09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BC4"/>
    <w:rsid w:val="00A2642A"/>
    <w:rsid w:val="00A26AD5"/>
    <w:rsid w:val="00A30F05"/>
    <w:rsid w:val="00A33CC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7535"/>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F1C"/>
    <w:rsid w:val="00AF33DF"/>
    <w:rsid w:val="00B01257"/>
    <w:rsid w:val="00B02825"/>
    <w:rsid w:val="00B1002E"/>
    <w:rsid w:val="00B10112"/>
    <w:rsid w:val="00B11AF5"/>
    <w:rsid w:val="00B12ED2"/>
    <w:rsid w:val="00B14C29"/>
    <w:rsid w:val="00B17010"/>
    <w:rsid w:val="00B24ABA"/>
    <w:rsid w:val="00B32B6A"/>
    <w:rsid w:val="00B37FEA"/>
    <w:rsid w:val="00B426ED"/>
    <w:rsid w:val="00B42E0C"/>
    <w:rsid w:val="00B47827"/>
    <w:rsid w:val="00B506FA"/>
    <w:rsid w:val="00B55A74"/>
    <w:rsid w:val="00B612A9"/>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6E8"/>
    <w:rsid w:val="00BC499A"/>
    <w:rsid w:val="00BC717E"/>
    <w:rsid w:val="00BC7435"/>
    <w:rsid w:val="00BD2608"/>
    <w:rsid w:val="00BD4DFE"/>
    <w:rsid w:val="00BD593F"/>
    <w:rsid w:val="00BD6706"/>
    <w:rsid w:val="00BE0D08"/>
    <w:rsid w:val="00BE4B89"/>
    <w:rsid w:val="00BE7ED8"/>
    <w:rsid w:val="00C07677"/>
    <w:rsid w:val="00C14970"/>
    <w:rsid w:val="00C1570C"/>
    <w:rsid w:val="00C16A5C"/>
    <w:rsid w:val="00C22361"/>
    <w:rsid w:val="00C26D89"/>
    <w:rsid w:val="00C31833"/>
    <w:rsid w:val="00C33018"/>
    <w:rsid w:val="00C33B4D"/>
    <w:rsid w:val="00C35A49"/>
    <w:rsid w:val="00C36AF1"/>
    <w:rsid w:val="00C37458"/>
    <w:rsid w:val="00C37AF7"/>
    <w:rsid w:val="00C45E29"/>
    <w:rsid w:val="00C617E5"/>
    <w:rsid w:val="00C667E4"/>
    <w:rsid w:val="00C76A9C"/>
    <w:rsid w:val="00C81827"/>
    <w:rsid w:val="00C81C96"/>
    <w:rsid w:val="00C9021F"/>
    <w:rsid w:val="00C9028D"/>
    <w:rsid w:val="00C906FE"/>
    <w:rsid w:val="00CA2801"/>
    <w:rsid w:val="00CA41BF"/>
    <w:rsid w:val="00CB22FF"/>
    <w:rsid w:val="00CB686E"/>
    <w:rsid w:val="00CC0833"/>
    <w:rsid w:val="00CC156E"/>
    <w:rsid w:val="00CD72D4"/>
    <w:rsid w:val="00CE30CD"/>
    <w:rsid w:val="00CF137D"/>
    <w:rsid w:val="00CF30AD"/>
    <w:rsid w:val="00D10971"/>
    <w:rsid w:val="00D16718"/>
    <w:rsid w:val="00D20EAE"/>
    <w:rsid w:val="00D212D5"/>
    <w:rsid w:val="00D22CBD"/>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5608"/>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6A6D"/>
    <w:rsid w:val="00EE260F"/>
    <w:rsid w:val="00EE5654"/>
    <w:rsid w:val="00EE56E1"/>
    <w:rsid w:val="00EE604B"/>
    <w:rsid w:val="00EE6B33"/>
    <w:rsid w:val="00EF0462"/>
    <w:rsid w:val="00EF6505"/>
    <w:rsid w:val="00EF7A6F"/>
    <w:rsid w:val="00F02C57"/>
    <w:rsid w:val="00F02ED3"/>
    <w:rsid w:val="00F070E5"/>
    <w:rsid w:val="00F1517E"/>
    <w:rsid w:val="00F16678"/>
    <w:rsid w:val="00F26388"/>
    <w:rsid w:val="00F30347"/>
    <w:rsid w:val="00F31BE3"/>
    <w:rsid w:val="00F34B21"/>
    <w:rsid w:val="00F34CA5"/>
    <w:rsid w:val="00F41E90"/>
    <w:rsid w:val="00F436BF"/>
    <w:rsid w:val="00F45B4D"/>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7ABC"/>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7B3135"/>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7B3135"/>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5BF90-641A-4725-AA44-E11B356F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241</TotalTime>
  <Pages>21</Pages>
  <Words>6051</Words>
  <Characters>34494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2</cp:revision>
  <cp:lastPrinted>2020-01-15T09:30:00Z</cp:lastPrinted>
  <dcterms:created xsi:type="dcterms:W3CDTF">2020-01-15T09:30:00Z</dcterms:created>
  <dcterms:modified xsi:type="dcterms:W3CDTF">2020-01-15T09:30:00Z</dcterms:modified>
</cp:coreProperties>
</file>