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F74" w:rsidRDefault="00FD3F74" w:rsidP="00FD3F74">
      <w:pPr>
        <w:pStyle w:val="Heading1Center"/>
        <w:rPr>
          <w:lang w:val="sw-KE"/>
        </w:rPr>
      </w:pPr>
      <w:bookmarkStart w:id="0" w:name="_Toc46076656"/>
      <w:r>
        <w:rPr>
          <w:lang w:val="sw-KE"/>
        </w:rPr>
        <w:t>NAHJUL-BALAGHAH</w:t>
      </w:r>
      <w:bookmarkEnd w:id="0"/>
    </w:p>
    <w:p w:rsidR="00FD3F74" w:rsidRDefault="00FD3F74" w:rsidP="00FD3F74">
      <w:pPr>
        <w:pStyle w:val="Heading2Center"/>
        <w:rPr>
          <w:lang w:val="sw-KE"/>
        </w:rPr>
      </w:pPr>
      <w:bookmarkStart w:id="1" w:name="_Toc46076657"/>
      <w:r>
        <w:rPr>
          <w:lang w:val="sw-KE"/>
        </w:rPr>
        <w:t>MAJMUA YA KHUTBA, AMRI, BARUA, RISALA, MAWAIDHA NA SEMI ZA</w:t>
      </w:r>
      <w:bookmarkEnd w:id="1"/>
      <w:r>
        <w:rPr>
          <w:lang w:val="sw-KE"/>
        </w:rPr>
        <w:t xml:space="preserve"> </w:t>
      </w:r>
    </w:p>
    <w:p w:rsidR="00FD3F74" w:rsidRPr="00FD3F74" w:rsidRDefault="00FD3F74" w:rsidP="00FD3F74">
      <w:pPr>
        <w:pStyle w:val="Heading3Center"/>
        <w:rPr>
          <w:rStyle w:val="libFootnotenumChar"/>
          <w:lang w:val="sw-KE"/>
        </w:rPr>
      </w:pPr>
      <w:bookmarkStart w:id="2" w:name="_Toc46076658"/>
      <w:r>
        <w:rPr>
          <w:lang w:val="sw-KE"/>
        </w:rPr>
        <w:t xml:space="preserve">AMIRUL-MUUMININ ALI BIN ABU TALIB </w:t>
      </w:r>
      <w:r w:rsidRPr="00FD3F74">
        <w:rPr>
          <w:rStyle w:val="libFootnotenumChar"/>
          <w:lang w:val="sw-KE"/>
        </w:rPr>
        <w:t>(a.s)</w:t>
      </w:r>
      <w:bookmarkEnd w:id="2"/>
    </w:p>
    <w:p w:rsidR="00FD3F74" w:rsidRDefault="00FD3F74" w:rsidP="00C20D1A">
      <w:pPr>
        <w:pStyle w:val="Heading3Center"/>
        <w:rPr>
          <w:lang w:val="sw-KE"/>
        </w:rPr>
      </w:pPr>
      <w:bookmarkStart w:id="3" w:name="_Toc46076659"/>
      <w:r>
        <w:rPr>
          <w:lang w:val="sw-KE"/>
        </w:rPr>
        <w:t>Mkusanyaji: Al-Sharif</w:t>
      </w:r>
      <w:r w:rsidR="00C20D1A">
        <w:rPr>
          <w:lang w:val="sw-KE"/>
        </w:rPr>
        <w:t xml:space="preserve"> Al-Radhii</w:t>
      </w:r>
      <w:bookmarkEnd w:id="3"/>
    </w:p>
    <w:p w:rsidR="00C20D1A" w:rsidRDefault="00C20D1A" w:rsidP="00C20D1A">
      <w:pPr>
        <w:pStyle w:val="Heading3Center"/>
        <w:rPr>
          <w:lang w:val="sw-KE"/>
        </w:rPr>
      </w:pPr>
      <w:bookmarkStart w:id="4" w:name="_Toc46076660"/>
      <w:r>
        <w:rPr>
          <w:lang w:val="sw-KE"/>
        </w:rPr>
        <w:t>Kimetarjumiwa na: Sheikh Haroon Pingili</w:t>
      </w:r>
      <w:bookmarkEnd w:id="4"/>
      <w:r>
        <w:rPr>
          <w:lang w:val="sw-KE"/>
        </w:rPr>
        <w:t xml:space="preserve"> </w:t>
      </w:r>
    </w:p>
    <w:p w:rsidR="00B52A64" w:rsidRPr="00B52A64" w:rsidRDefault="00C20D1A" w:rsidP="00C20D1A">
      <w:pPr>
        <w:pStyle w:val="Heading3"/>
        <w:rPr>
          <w:lang w:val="sw-KE"/>
        </w:rPr>
      </w:pPr>
      <w:bookmarkStart w:id="5" w:name="_Toc46076661"/>
      <w:r w:rsidRPr="00B52A64">
        <w:rPr>
          <w:lang w:val="sw-KE"/>
        </w:rPr>
        <w:t>NENO LA MCHAPISHAJI</w:t>
      </w:r>
      <w:bookmarkEnd w:id="5"/>
    </w:p>
    <w:p w:rsidR="00B52A64" w:rsidRPr="00B52A64" w:rsidRDefault="00B52A64" w:rsidP="00B52A64">
      <w:pPr>
        <w:ind w:firstLine="0"/>
        <w:rPr>
          <w:sz w:val="24"/>
          <w:szCs w:val="24"/>
          <w:lang w:val="sw-KE"/>
        </w:rPr>
      </w:pPr>
      <w:r w:rsidRPr="00B52A64">
        <w:rPr>
          <w:sz w:val="24"/>
          <w:szCs w:val="24"/>
          <w:lang w:val="sw-KE"/>
        </w:rPr>
        <w:t>Kitabu kilichoko mkononi mwako ni tarjumi kutoka lugha ya Kiarabu ya kitabu maarufu katika ulimwengu wa Kiislamu, Nahju 'l-Balaghah. Kitabu hiki kitachapishwa katika majalada mbali mbali, na hili ulilo nalo mkononi ni jalada la kwanza.</w:t>
      </w:r>
    </w:p>
    <w:p w:rsidR="00B52A64" w:rsidRPr="00B52A64" w:rsidRDefault="00B52A64" w:rsidP="00B52A64">
      <w:pPr>
        <w:ind w:firstLine="0"/>
        <w:rPr>
          <w:sz w:val="24"/>
          <w:szCs w:val="24"/>
          <w:lang w:val="sw-KE"/>
        </w:rPr>
      </w:pPr>
      <w:r w:rsidRPr="00B52A64">
        <w:rPr>
          <w:sz w:val="24"/>
          <w:szCs w:val="24"/>
          <w:lang w:val="sw-KE"/>
        </w:rPr>
        <w:t>Nahju 'l-Balaghah ni mkusanyiko wa khutba, baru</w:t>
      </w:r>
      <w:r w:rsidR="00C20D1A">
        <w:rPr>
          <w:sz w:val="24"/>
          <w:szCs w:val="24"/>
          <w:lang w:val="sw-KE"/>
        </w:rPr>
        <w:t xml:space="preserve">a na maelekezo ya Imam Ali </w:t>
      </w:r>
      <w:r w:rsidR="00C20D1A" w:rsidRPr="00C20D1A">
        <w:rPr>
          <w:rStyle w:val="libFootnotenumChar"/>
          <w:lang w:val="sw-KE"/>
        </w:rPr>
        <w:t>(a.s</w:t>
      </w:r>
      <w:r w:rsidRPr="00C20D1A">
        <w:rPr>
          <w:rStyle w:val="libFootnotenumChar"/>
          <w:lang w:val="sw-KE"/>
        </w:rPr>
        <w:t>)</w:t>
      </w:r>
      <w:r w:rsidRPr="00B52A64">
        <w:rPr>
          <w:sz w:val="24"/>
          <w:szCs w:val="24"/>
          <w:lang w:val="sw-KE"/>
        </w:rPr>
        <w:t>. Mengi yamesemwa kuhusu ubora na ufasaha wa maneno yaliyomo katika khutba na harua hizo. Kwa ufupi, Nahju 'l-Balaghah ni kilele cha ufasaha.</w:t>
      </w:r>
    </w:p>
    <w:p w:rsidR="00B52A64" w:rsidRPr="00B52A64" w:rsidRDefault="00B52A64" w:rsidP="00B52A64">
      <w:pPr>
        <w:ind w:firstLine="0"/>
        <w:rPr>
          <w:sz w:val="24"/>
          <w:szCs w:val="24"/>
          <w:lang w:val="sw-KE"/>
        </w:rPr>
      </w:pPr>
      <w:r w:rsidRPr="00B52A64">
        <w:rPr>
          <w:sz w:val="24"/>
          <w:szCs w:val="24"/>
          <w:lang w:val="sw-KE"/>
        </w:rPr>
        <w:t>Mbali na mawaidha yaliyomo humo, msomaji atafaidika na lugha iliyomo katika khutba na barua hizo, hususan kwa wasomaji wa Kiarabu.</w:t>
      </w:r>
    </w:p>
    <w:p w:rsidR="00B52A64" w:rsidRPr="00B52A64" w:rsidRDefault="00B52A64" w:rsidP="00B52A64">
      <w:pPr>
        <w:ind w:firstLine="0"/>
        <w:rPr>
          <w:sz w:val="24"/>
          <w:szCs w:val="24"/>
          <w:lang w:val="sw-KE"/>
        </w:rPr>
      </w:pPr>
      <w:r w:rsidRPr="00B52A64">
        <w:rPr>
          <w:sz w:val="24"/>
          <w:szCs w:val="24"/>
          <w:lang w:val="sw-KE"/>
        </w:rPr>
        <w:t xml:space="preserve">Inasemekana kwamba baada ya Qur'ani Tukufu na maneno ya Mtukufu Mtume </w:t>
      </w:r>
      <w:r w:rsidRPr="00C20D1A">
        <w:rPr>
          <w:rStyle w:val="libBold1Char"/>
          <w:lang w:val="sw-KE"/>
        </w:rPr>
        <w:t>(s.a.w.w)</w:t>
      </w:r>
      <w:r w:rsidRPr="00B52A64">
        <w:rPr>
          <w:sz w:val="24"/>
          <w:szCs w:val="24"/>
          <w:lang w:val="sw-KE"/>
        </w:rPr>
        <w:t>, Nahju 'l-Balaghah ndiyo inayofuatia kwa ufasaha na ubora wa maneno.</w:t>
      </w:r>
    </w:p>
    <w:p w:rsidR="00B52A64" w:rsidRPr="00B52A64" w:rsidRDefault="00B52A64" w:rsidP="00B52A64">
      <w:pPr>
        <w:ind w:firstLine="0"/>
        <w:rPr>
          <w:sz w:val="24"/>
          <w:szCs w:val="24"/>
          <w:lang w:val="sw-KE"/>
        </w:rPr>
      </w:pPr>
      <w:r w:rsidRPr="00B52A64">
        <w:rPr>
          <w:sz w:val="24"/>
          <w:szCs w:val="24"/>
          <w:lang w:val="sw-KE"/>
        </w:rPr>
        <w:t>Si rahisi kwa msomaji wa Kiswahili kupata ladha ileile aipatayo msomaji wa Kiarabu kutokana na ukweli kwamba lugha ya Kiarabu ni pana mno na msamiati wake ni mkubwa. Pamoja na hayo, mtarjumi wetu amejitahidi sana kuleta maana ya maneno ya Kiarabu kwenye lugha ya Kiswahili bila kupoteza maana yake.</w:t>
      </w:r>
    </w:p>
    <w:p w:rsidR="00B52A64" w:rsidRPr="00B52A64" w:rsidRDefault="00B52A64" w:rsidP="00B52A64">
      <w:pPr>
        <w:ind w:firstLine="0"/>
        <w:rPr>
          <w:sz w:val="24"/>
          <w:szCs w:val="24"/>
          <w:lang w:val="sw-KE"/>
        </w:rPr>
      </w:pPr>
      <w:r w:rsidRPr="00B52A64">
        <w:rPr>
          <w:sz w:val="24"/>
          <w:szCs w:val="24"/>
          <w:lang w:val="sw-KE"/>
        </w:rPr>
        <w:t>Kwa vile kitabu hiki ni muhimu sana, tumeona ni bora tukichapishe katika lugha ya Kiswahili ili Waislamu na wasomaji wetu wazungumzao Kiswahili wapate kunufaika na yaliyomo humo. Hivyo, ni matumaini yetu kwamba kitabu hiki kitakkuwa ni chenye manufaa sana kwao na katika jamii yetu.</w:t>
      </w:r>
    </w:p>
    <w:p w:rsidR="00B52A64" w:rsidRPr="00B52A64" w:rsidRDefault="00B52A64" w:rsidP="00B52A64">
      <w:pPr>
        <w:ind w:firstLine="0"/>
        <w:rPr>
          <w:sz w:val="24"/>
          <w:szCs w:val="24"/>
          <w:lang w:val="sw-KE"/>
        </w:rPr>
      </w:pPr>
      <w:r w:rsidRPr="00B52A64">
        <w:rPr>
          <w:sz w:val="24"/>
          <w:szCs w:val="24"/>
          <w:lang w:val="sw-KE"/>
        </w:rPr>
        <w:t>Tunamshukuru ndugu yetu, Sheikh Harun Pingili kwa kukubali jukumu hili kukitarjumi kitabu hiki. Vilevile tunawashukuru wale wote walioshiriki kwa njia moja au nyingine hadi kufanikisha kuchapishwa kwa kitabu hiki.</w:t>
      </w:r>
    </w:p>
    <w:p w:rsidR="00B52A64" w:rsidRPr="00B52A64" w:rsidRDefault="00B52A64" w:rsidP="00B52A64">
      <w:pPr>
        <w:ind w:firstLine="0"/>
        <w:rPr>
          <w:sz w:val="24"/>
          <w:szCs w:val="24"/>
          <w:lang w:val="sw-KE"/>
        </w:rPr>
      </w:pPr>
      <w:r w:rsidRPr="00B52A64">
        <w:rPr>
          <w:sz w:val="24"/>
          <w:szCs w:val="24"/>
          <w:lang w:val="sw-KE"/>
        </w:rPr>
        <w:t>Mchapishaji</w:t>
      </w:r>
    </w:p>
    <w:p w:rsidR="00B52A64" w:rsidRPr="00B52A64" w:rsidRDefault="00B52A64" w:rsidP="00B52A64">
      <w:pPr>
        <w:ind w:firstLine="0"/>
        <w:rPr>
          <w:sz w:val="24"/>
          <w:szCs w:val="24"/>
          <w:lang w:val="sw-KE"/>
        </w:rPr>
      </w:pPr>
      <w:r w:rsidRPr="00B52A64">
        <w:rPr>
          <w:sz w:val="24"/>
          <w:szCs w:val="24"/>
          <w:lang w:val="sw-KE"/>
        </w:rPr>
        <w:t>Al-Itrah Foundation</w:t>
      </w:r>
    </w:p>
    <w:p w:rsidR="00B52A64" w:rsidRPr="00B52A64" w:rsidRDefault="00B52A64" w:rsidP="00B52A64">
      <w:pPr>
        <w:ind w:firstLine="0"/>
        <w:rPr>
          <w:sz w:val="24"/>
          <w:szCs w:val="24"/>
          <w:lang w:val="sw-KE"/>
        </w:rPr>
      </w:pPr>
      <w:r w:rsidRPr="00B52A64">
        <w:rPr>
          <w:sz w:val="24"/>
          <w:szCs w:val="24"/>
          <w:lang w:val="sw-KE"/>
        </w:rPr>
        <w:t>S. L. P. 19701</w:t>
      </w:r>
    </w:p>
    <w:p w:rsidR="00B52A64" w:rsidRDefault="00B52A64" w:rsidP="00B52A64">
      <w:pPr>
        <w:ind w:firstLine="0"/>
        <w:rPr>
          <w:sz w:val="24"/>
          <w:szCs w:val="24"/>
          <w:lang w:val="sw-KE"/>
        </w:rPr>
      </w:pPr>
      <w:r w:rsidRPr="00B52A64">
        <w:rPr>
          <w:sz w:val="24"/>
          <w:szCs w:val="24"/>
          <w:lang w:val="sw-KE"/>
        </w:rPr>
        <w:t>Dar-es-Salaam, Tanzania</w:t>
      </w:r>
    </w:p>
    <w:p w:rsidR="00B52A64" w:rsidRDefault="00B52A64">
      <w:pPr>
        <w:ind w:firstLine="0"/>
        <w:jc w:val="left"/>
        <w:rPr>
          <w:sz w:val="24"/>
          <w:szCs w:val="24"/>
          <w:lang w:val="sw-KE"/>
        </w:rPr>
      </w:pPr>
      <w:r>
        <w:rPr>
          <w:sz w:val="24"/>
          <w:szCs w:val="24"/>
          <w:lang w:val="sw-KE"/>
        </w:rPr>
        <w:br w:type="page"/>
      </w:r>
    </w:p>
    <w:p w:rsidR="00B52A64" w:rsidRPr="00B52A64" w:rsidRDefault="00C20D1A" w:rsidP="00C20D1A">
      <w:pPr>
        <w:pStyle w:val="Heading3"/>
        <w:rPr>
          <w:lang w:val="sw-KE"/>
        </w:rPr>
      </w:pPr>
      <w:bookmarkStart w:id="6" w:name="_Toc46076662"/>
      <w:r w:rsidRPr="00B52A64">
        <w:rPr>
          <w:lang w:val="sw-KE"/>
        </w:rPr>
        <w:lastRenderedPageBreak/>
        <w:t>DIBAJI</w:t>
      </w:r>
      <w:bookmarkEnd w:id="6"/>
    </w:p>
    <w:p w:rsidR="00B52A64" w:rsidRPr="00B52A64" w:rsidRDefault="00B52A64" w:rsidP="00B52A64">
      <w:pPr>
        <w:ind w:firstLine="0"/>
        <w:rPr>
          <w:sz w:val="24"/>
          <w:szCs w:val="24"/>
          <w:lang w:val="sw-KE"/>
        </w:rPr>
      </w:pPr>
      <w:r w:rsidRPr="00B52A64">
        <w:rPr>
          <w:sz w:val="24"/>
          <w:szCs w:val="24"/>
          <w:lang w:val="sw-KE"/>
        </w:rPr>
        <w:t>Kwa jina la Mwenyezi Mungu Mwingi wa Rehema Mwenye Kurehemu. Kwanza yanipasa nimshukuru Mwenyezi Mungu Jalali, asiye kuwa na mithali, kwa neema zake za kila hali na kila mahali, hata nikaweza mimi mja mpungufu, kutimiza kazi hii tukufu ya kuipitia tarjuma hii ya Kiswahili ya Nahju 'l-Balaghah.</w:t>
      </w:r>
    </w:p>
    <w:p w:rsidR="00B52A64" w:rsidRPr="00B52A64" w:rsidRDefault="00B52A64" w:rsidP="00B52A64">
      <w:pPr>
        <w:ind w:firstLine="0"/>
        <w:rPr>
          <w:sz w:val="24"/>
          <w:szCs w:val="24"/>
          <w:lang w:val="sw-KE"/>
        </w:rPr>
      </w:pPr>
      <w:r w:rsidRPr="00B52A64">
        <w:rPr>
          <w:sz w:val="24"/>
          <w:szCs w:val="24"/>
          <w:lang w:val="sw-KE"/>
        </w:rPr>
        <w:t>Nahju 'l-Balaghah ni jina la diwani mashuhuri yenye khutba, uweza wa kusema, na barua za Imam Alî bin A</w:t>
      </w:r>
      <w:r w:rsidR="00C20D1A">
        <w:rPr>
          <w:sz w:val="24"/>
          <w:szCs w:val="24"/>
          <w:lang w:val="sw-KE"/>
        </w:rPr>
        <w:t xml:space="preserve">bu Talib </w:t>
      </w:r>
      <w:r w:rsidR="00C20D1A" w:rsidRPr="00C20D1A">
        <w:rPr>
          <w:rStyle w:val="libFootnotenumChar"/>
          <w:lang w:val="sw-KE"/>
        </w:rPr>
        <w:t>(a.s</w:t>
      </w:r>
      <w:r w:rsidRPr="00C20D1A">
        <w:rPr>
          <w:rStyle w:val="libFootnotenumChar"/>
          <w:lang w:val="sw-KE"/>
        </w:rPr>
        <w:t>)</w:t>
      </w:r>
      <w:r w:rsidRPr="00B52A64">
        <w:rPr>
          <w:sz w:val="24"/>
          <w:szCs w:val="24"/>
          <w:lang w:val="sw-KE"/>
        </w:rPr>
        <w:t>. Haya yote yamekusanywa na Sharîf Ar-Radhi. Diwani hii yenye khutba takriban 237, baru 79 na mithali 480 ilikamilika mwezi wa Rajab 400 A.H./1009 A.D. Maana ya NAHJ ni njia iliyo wazi, au barabara kuu; na maana ya Balaghah ni ufasaha (wa lugha) au ilimu ya usemaji, n.k. Kwa hivyo Nahju 'l-Balaghah yaani Barabara kuu ya ufasaha.</w:t>
      </w:r>
    </w:p>
    <w:p w:rsidR="00B52A64" w:rsidRPr="00B52A64" w:rsidRDefault="00B52A64" w:rsidP="00B52A64">
      <w:pPr>
        <w:ind w:firstLine="0"/>
        <w:rPr>
          <w:sz w:val="24"/>
          <w:szCs w:val="24"/>
          <w:lang w:val="sw-KE"/>
        </w:rPr>
      </w:pPr>
      <w:r w:rsidRPr="00B52A64">
        <w:rPr>
          <w:sz w:val="24"/>
          <w:szCs w:val="24"/>
          <w:lang w:val="sw-KE"/>
        </w:rPr>
        <w:t>"Huyu Imam 'Ali ni nani? Ni vigumu mno kuzitaja sifa zake kwa ukamilifu. Yeye alikuwa mtaalamu, shujaa na khatibu kuliko wote. Uchamungu wake, mapenzi yake ya Mwenyezi Mungu, uaminifu wake na ushupavu wake wa kufuata dini ulikuwa wa darja ya juu kuliko mtu yeyote ...... akichukia diplomasia (ujanja), na akipenda haki na insafu. Sera zake ni kama zilivyoamrishwa na Mwenyezi Mungu. Wataalamu wa Kiyahudi na wa Kikristo wakijaaliwa kujua daraja ya ilimu yake huisujudia ilimu hiyo isioweza kufananishwa.</w:t>
      </w:r>
    </w:p>
    <w:p w:rsidR="00B52A64" w:rsidRPr="00B52A64" w:rsidRDefault="00B52A64" w:rsidP="00B52A64">
      <w:pPr>
        <w:ind w:firstLine="0"/>
        <w:rPr>
          <w:sz w:val="24"/>
          <w:szCs w:val="24"/>
          <w:lang w:val="sw-KE"/>
        </w:rPr>
      </w:pPr>
      <w:r w:rsidRPr="00B52A64">
        <w:rPr>
          <w:sz w:val="24"/>
          <w:szCs w:val="24"/>
          <w:lang w:val="sw-KE"/>
        </w:rPr>
        <w:t>Wafalme wa Ki-Rumi wangependa kuzitundika picha zake katika kasri zao, na maaskari wakubwa wa vita wangependelea kulichonga jina lake kwenye panga zao.</w:t>
      </w:r>
    </w:p>
    <w:p w:rsidR="00B52A64" w:rsidRPr="000E6B54" w:rsidRDefault="00B52A64" w:rsidP="000E6B54">
      <w:pPr>
        <w:bidi/>
        <w:ind w:firstLine="0"/>
        <w:rPr>
          <w:sz w:val="28"/>
          <w:szCs w:val="28"/>
          <w:lang w:val="sw-KE"/>
        </w:rPr>
      </w:pPr>
      <w:r w:rsidRPr="000E6B54">
        <w:rPr>
          <w:sz w:val="28"/>
          <w:szCs w:val="28"/>
          <w:lang w:val="sw-KE"/>
        </w:rPr>
        <w:t xml:space="preserve">    </w:t>
      </w:r>
      <w:r w:rsidRPr="000E6B54">
        <w:rPr>
          <w:sz w:val="28"/>
          <w:szCs w:val="28"/>
          <w:rtl/>
          <w:lang w:val="sw-KE"/>
        </w:rPr>
        <w:t xml:space="preserve">لآ فثي </w:t>
      </w:r>
      <w:r w:rsidR="00C20D1A" w:rsidRPr="000E6B54">
        <w:rPr>
          <w:rFonts w:hint="cs"/>
          <w:sz w:val="28"/>
          <w:szCs w:val="28"/>
          <w:rtl/>
          <w:lang w:bidi="ar-EG"/>
        </w:rPr>
        <w:t>إ</w:t>
      </w:r>
      <w:r w:rsidRPr="000E6B54">
        <w:rPr>
          <w:sz w:val="28"/>
          <w:szCs w:val="28"/>
          <w:rtl/>
          <w:lang w:val="sw-KE"/>
        </w:rPr>
        <w:t xml:space="preserve">لاَّ </w:t>
      </w:r>
      <w:r w:rsidR="00C20D1A" w:rsidRPr="000E6B54">
        <w:rPr>
          <w:rFonts w:hint="cs"/>
          <w:sz w:val="28"/>
          <w:szCs w:val="28"/>
          <w:rtl/>
          <w:lang w:val="sw-KE"/>
        </w:rPr>
        <w:t>عَ</w:t>
      </w:r>
      <w:r w:rsidR="00C20D1A" w:rsidRPr="000E6B54">
        <w:rPr>
          <w:sz w:val="28"/>
          <w:szCs w:val="28"/>
          <w:rtl/>
          <w:lang w:val="sw-KE"/>
        </w:rPr>
        <w:t xml:space="preserve">لِيَّ وَ لآ سَيْفَ اِلاَّ </w:t>
      </w:r>
      <w:r w:rsidR="00C20D1A" w:rsidRPr="000E6B54">
        <w:rPr>
          <w:rFonts w:hint="cs"/>
          <w:sz w:val="28"/>
          <w:szCs w:val="28"/>
          <w:rtl/>
          <w:lang w:val="sw-KE"/>
        </w:rPr>
        <w:t>ذُ</w:t>
      </w:r>
      <w:r w:rsidRPr="000E6B54">
        <w:rPr>
          <w:sz w:val="28"/>
          <w:szCs w:val="28"/>
          <w:rtl/>
          <w:lang w:val="sw-KE"/>
        </w:rPr>
        <w:t>و الْفقار</w:t>
      </w:r>
    </w:p>
    <w:p w:rsidR="00B52A64" w:rsidRPr="00B52A64" w:rsidRDefault="00B52A64" w:rsidP="00B52A64">
      <w:pPr>
        <w:ind w:firstLine="0"/>
        <w:rPr>
          <w:sz w:val="24"/>
          <w:szCs w:val="24"/>
          <w:lang w:val="sw-KE"/>
        </w:rPr>
      </w:pPr>
      <w:r w:rsidRPr="00B52A64">
        <w:rPr>
          <w:sz w:val="24"/>
          <w:szCs w:val="24"/>
          <w:lang w:val="sw-KE"/>
        </w:rPr>
        <w:t>"</w:t>
      </w:r>
      <w:r w:rsidRPr="00C20D1A">
        <w:rPr>
          <w:rStyle w:val="libBold1Char"/>
          <w:lang w:val="sw-KE"/>
        </w:rPr>
        <w:t>Hayuko kijana shujaa mfano wa 'Ali! wala hakuna upanga mfano wa Dh-ul-</w:t>
      </w:r>
      <w:r w:rsidR="00C20D1A" w:rsidRPr="00C20D1A">
        <w:rPr>
          <w:rStyle w:val="libBold1Char"/>
          <w:lang w:val="sw-KE"/>
        </w:rPr>
        <w:t xml:space="preserve">Faqar (upanga wa Imam 'Alî </w:t>
      </w:r>
      <w:r w:rsidR="00C20D1A" w:rsidRPr="00C20D1A">
        <w:rPr>
          <w:rStyle w:val="libFootnotenumChar"/>
          <w:lang w:val="sw-KE"/>
        </w:rPr>
        <w:t>(a.s</w:t>
      </w:r>
      <w:r w:rsidRPr="00C20D1A">
        <w:rPr>
          <w:rStyle w:val="libFootnotenumChar"/>
          <w:lang w:val="sw-KE"/>
        </w:rPr>
        <w:t>)</w:t>
      </w:r>
      <w:r w:rsidRPr="00C20D1A">
        <w:rPr>
          <w:rStyle w:val="libBold1Char"/>
          <w:lang w:val="sw-KE"/>
        </w:rPr>
        <w:t xml:space="preserve"> aliorithi kwa Mtume)</w:t>
      </w:r>
      <w:r w:rsidRPr="00B52A64">
        <w:rPr>
          <w:sz w:val="24"/>
          <w:szCs w:val="24"/>
          <w:lang w:val="sw-KE"/>
        </w:rPr>
        <w:t>."</w:t>
      </w:r>
    </w:p>
    <w:p w:rsidR="00B52A64" w:rsidRPr="00B52A64" w:rsidRDefault="00B52A64" w:rsidP="00B52A64">
      <w:pPr>
        <w:ind w:firstLine="0"/>
        <w:rPr>
          <w:sz w:val="24"/>
          <w:szCs w:val="24"/>
          <w:lang w:val="sw-KE"/>
        </w:rPr>
      </w:pPr>
      <w:r w:rsidRPr="00B52A64">
        <w:rPr>
          <w:sz w:val="24"/>
          <w:szCs w:val="24"/>
          <w:lang w:val="sw-KE"/>
        </w:rPr>
        <w:t>Allama Mustafa Beck Najeeb wa al-Azhar, Cairo amesema:</w:t>
      </w:r>
    </w:p>
    <w:p w:rsidR="00B52A64" w:rsidRPr="000E6B54" w:rsidRDefault="00B52A64" w:rsidP="000E6B54">
      <w:pPr>
        <w:bidi/>
        <w:ind w:firstLine="0"/>
        <w:rPr>
          <w:sz w:val="28"/>
          <w:szCs w:val="28"/>
          <w:lang w:val="sw-KE"/>
        </w:rPr>
      </w:pPr>
      <w:r w:rsidRPr="000E6B54">
        <w:rPr>
          <w:sz w:val="28"/>
          <w:szCs w:val="28"/>
          <w:lang w:val="sw-KE"/>
        </w:rPr>
        <w:t xml:space="preserve">    </w:t>
      </w:r>
      <w:r w:rsidRPr="000E6B54">
        <w:rPr>
          <w:sz w:val="28"/>
          <w:szCs w:val="28"/>
          <w:rtl/>
          <w:lang w:val="sw-KE"/>
        </w:rPr>
        <w:t>خَرَجَ اِلَي الدُّ نْيَا وَ الثَّهَادَةُ مَكْتُوْبَهَّ عَلي جَبَيْنِهِ وَ خَرجَ مِنْهَا وَ الثَّهَادَةُ مَكْتُوْبَهَّ عَلي دَ لِكَ الجَبَيْنِ بضَرْبَهِ حُسَّا مٍ لَقدْ كَمَا عَلِمْنَا فِي الْكَعْبَهِ وَ ضُربَ كَمَ عَلِمْنَا فِي الْمَسْجِدِ قأَيَّه بَدَايَهٍ وَ نِهَايَهٍ اَثْْبَهَ بالْحَيَاةِ الّتي بَيْنَهُمَا مِنْ تِلْكَ الْبدَايَهٍ وَ تِلْكَ النَّهَايَهِ؟</w:t>
      </w:r>
    </w:p>
    <w:p w:rsidR="00B52A64" w:rsidRPr="00B52A64" w:rsidRDefault="00B52A64" w:rsidP="00B52A64">
      <w:pPr>
        <w:ind w:firstLine="0"/>
        <w:rPr>
          <w:sz w:val="24"/>
          <w:szCs w:val="24"/>
          <w:lang w:val="sw-KE"/>
        </w:rPr>
      </w:pPr>
      <w:r w:rsidRPr="00B52A64">
        <w:rPr>
          <w:sz w:val="24"/>
          <w:szCs w:val="24"/>
          <w:lang w:val="sw-KE"/>
        </w:rPr>
        <w:t>"</w:t>
      </w:r>
      <w:r w:rsidRPr="00EB3836">
        <w:rPr>
          <w:rStyle w:val="libBold1Char"/>
          <w:lang w:val="sw-KE"/>
        </w:rPr>
        <w:t>Imam 'Alî amekuja duniani na shahada imeandikwa kwenye kipaji chake; na ameondoka duniani na shahada vile vile imeandikwa kwenye hicho kipaji kwa dharba ya upanga. Kama tunavyojua amezaliwa ndani ya Ka'bah, na kama tujuavyo amepigwa dharba (ya upanga) msikitini. Ilioje ajabu? Mwanzo wake na mwisho wake kupata darja ya kifo cha kishahidi</w:t>
      </w:r>
      <w:r w:rsidRPr="00B52A64">
        <w:rPr>
          <w:sz w:val="24"/>
          <w:szCs w:val="24"/>
          <w:lang w:val="sw-KE"/>
        </w:rPr>
        <w:t>."</w:t>
      </w:r>
    </w:p>
    <w:p w:rsidR="00B52A64" w:rsidRPr="00B52A64" w:rsidRDefault="00B52A64" w:rsidP="00B52A64">
      <w:pPr>
        <w:ind w:firstLine="0"/>
        <w:rPr>
          <w:sz w:val="24"/>
          <w:szCs w:val="24"/>
          <w:lang w:val="sw-KE"/>
        </w:rPr>
      </w:pPr>
      <w:r w:rsidRPr="00B52A64">
        <w:rPr>
          <w:sz w:val="24"/>
          <w:szCs w:val="24"/>
          <w:lang w:val="sw-KE"/>
        </w:rPr>
        <w:t>Sheikh Abbas Mahmud al-Aqqad - mwandishi maarufu wa Ki-masri amesema:</w:t>
      </w:r>
    </w:p>
    <w:p w:rsidR="00B52A64" w:rsidRPr="00B52A64" w:rsidRDefault="00B52A64" w:rsidP="00B52A64">
      <w:pPr>
        <w:ind w:firstLine="0"/>
        <w:rPr>
          <w:sz w:val="24"/>
          <w:szCs w:val="24"/>
          <w:lang w:val="sw-KE"/>
        </w:rPr>
      </w:pPr>
      <w:r w:rsidRPr="00B52A64">
        <w:rPr>
          <w:sz w:val="24"/>
          <w:szCs w:val="24"/>
          <w:lang w:val="sw-KE"/>
        </w:rPr>
        <w:t xml:space="preserve">"Mtu yeyote ambaye amebobea katika lugha ya Ki-arabu atakubali tu kwamba Nahju 'l-Balaghah inafuata kwa ubora wake baada ya maneno ya Mwenyezi Mungu na Mtume wake. Maneno ya 'Alî ni yenye maana na fikra nzito. Kwa hivyo Nahju 'l-Balaghah lazima isomwe kwa makini, na irejewe na idondolewe na wanafunzi na walimu. Ninapenda kutilia mkazo kwamba Nahju 'l-Balaghah iingizwe kwenye mukhtasar wa masomo na mafundisho </w:t>
      </w:r>
      <w:r w:rsidRPr="00B52A64">
        <w:rPr>
          <w:sz w:val="24"/>
          <w:szCs w:val="24"/>
          <w:lang w:val="sw-KE"/>
        </w:rPr>
        <w:lastRenderedPageBreak/>
        <w:t>(syllabi) ya vyuo vikuu vyote vya Masri na Beirut kwenye masomo ya kiwango cha juu ya lugha na falsafa."</w:t>
      </w:r>
    </w:p>
    <w:p w:rsidR="00B52A64" w:rsidRPr="00B52A64" w:rsidRDefault="00B52A64" w:rsidP="00B52A64">
      <w:pPr>
        <w:ind w:firstLine="0"/>
        <w:rPr>
          <w:sz w:val="24"/>
          <w:szCs w:val="24"/>
          <w:lang w:val="sw-KE"/>
        </w:rPr>
      </w:pPr>
      <w:r w:rsidRPr="00B52A64">
        <w:rPr>
          <w:sz w:val="24"/>
          <w:szCs w:val="24"/>
          <w:lang w:val="sw-KE"/>
        </w:rPr>
        <w:t>Sheikh Muhammad 'Abdo - Mufti wa Masri na Profesa wa lugha ya Kiarabu na falsafa amesema:</w:t>
      </w:r>
    </w:p>
    <w:p w:rsidR="00B52A64" w:rsidRPr="000E6B54" w:rsidRDefault="00B52A64" w:rsidP="000E6B54">
      <w:pPr>
        <w:bidi/>
        <w:ind w:firstLine="0"/>
        <w:rPr>
          <w:sz w:val="28"/>
          <w:szCs w:val="28"/>
          <w:lang w:val="sw-KE"/>
        </w:rPr>
      </w:pPr>
      <w:r w:rsidRPr="000E6B54">
        <w:rPr>
          <w:sz w:val="28"/>
          <w:szCs w:val="28"/>
          <w:lang w:val="sw-KE"/>
        </w:rPr>
        <w:t xml:space="preserve">    </w:t>
      </w:r>
      <w:r w:rsidRPr="000E6B54">
        <w:rPr>
          <w:sz w:val="28"/>
          <w:szCs w:val="28"/>
          <w:rtl/>
          <w:lang w:val="sw-KE"/>
        </w:rPr>
        <w:t xml:space="preserve">تَحْتَ </w:t>
      </w:r>
      <w:r w:rsidR="00EB3836" w:rsidRPr="000E6B54">
        <w:rPr>
          <w:sz w:val="28"/>
          <w:szCs w:val="28"/>
          <w:rtl/>
          <w:lang w:val="sw-KE"/>
        </w:rPr>
        <w:t>كَلاَمِ الْخَالِق وَ فَوْقَ كَ</w:t>
      </w:r>
      <w:r w:rsidR="00EB3836" w:rsidRPr="000E6B54">
        <w:rPr>
          <w:rFonts w:hint="cs"/>
          <w:sz w:val="28"/>
          <w:szCs w:val="28"/>
          <w:rtl/>
          <w:lang w:val="sw-KE"/>
        </w:rPr>
        <w:t>لاَ</w:t>
      </w:r>
      <w:r w:rsidRPr="000E6B54">
        <w:rPr>
          <w:sz w:val="28"/>
          <w:szCs w:val="28"/>
          <w:rtl/>
          <w:lang w:val="sw-KE"/>
        </w:rPr>
        <w:t xml:space="preserve"> مِ الْمَخْلُوق</w:t>
      </w:r>
      <w:r w:rsidR="000E6B54">
        <w:rPr>
          <w:rFonts w:hint="cs"/>
          <w:sz w:val="28"/>
          <w:szCs w:val="28"/>
          <w:rtl/>
          <w:lang w:val="sw-KE"/>
        </w:rPr>
        <w:t>.</w:t>
      </w:r>
    </w:p>
    <w:p w:rsidR="00B52A64" w:rsidRPr="00B52A64" w:rsidRDefault="00B52A64" w:rsidP="00B52A64">
      <w:pPr>
        <w:ind w:firstLine="0"/>
        <w:rPr>
          <w:sz w:val="24"/>
          <w:szCs w:val="24"/>
          <w:lang w:val="sw-KE"/>
        </w:rPr>
      </w:pPr>
      <w:r w:rsidRPr="00B52A64">
        <w:rPr>
          <w:sz w:val="24"/>
          <w:szCs w:val="24"/>
          <w:lang w:val="sw-KE"/>
        </w:rPr>
        <w:t>"Mtu yeyote hawezi kukataa kwamba 'Alî alikuwa Imamu wa makhatibu, mwalimu na kiongozi wa waandishi na wanafalsafa. Bila ya shaka khutba zake na maneno yake ni yenye kiwango cha juu kabisa kushinda maneno ya mtu ye yote isipokuwa maneno ya Mwenyezi Mungu na Mtume wake:"</w:t>
      </w:r>
    </w:p>
    <w:p w:rsidR="00B52A64" w:rsidRPr="00B52A64" w:rsidRDefault="00B52A64" w:rsidP="00B52A64">
      <w:pPr>
        <w:ind w:firstLine="0"/>
        <w:rPr>
          <w:sz w:val="24"/>
          <w:szCs w:val="24"/>
          <w:lang w:val="sw-KE"/>
        </w:rPr>
      </w:pPr>
      <w:r w:rsidRPr="00B52A64">
        <w:rPr>
          <w:sz w:val="24"/>
          <w:szCs w:val="24"/>
          <w:lang w:val="sw-KE"/>
        </w:rPr>
        <w:t>'Abd-ul-Masîh al-Antaqi - Mhariri wa Kikristo wa gazeti la Ki-masri Al- Ahram amesema:</w:t>
      </w:r>
    </w:p>
    <w:p w:rsidR="00B52A64" w:rsidRPr="00B52A64" w:rsidRDefault="00B52A64" w:rsidP="00B52A64">
      <w:pPr>
        <w:ind w:firstLine="0"/>
        <w:rPr>
          <w:sz w:val="24"/>
          <w:szCs w:val="24"/>
          <w:lang w:val="sw-KE"/>
        </w:rPr>
      </w:pPr>
      <w:r w:rsidRPr="00B52A64">
        <w:rPr>
          <w:sz w:val="24"/>
          <w:szCs w:val="24"/>
          <w:lang w:val="sw-KE"/>
        </w:rPr>
        <w:t>'Alî alikuwa Imamu kwenye nyanja za vita, Imamu wa siasa, Imamu wa dini, Imamu wa falsafa, Imamu wa maadili, Imamu wa maandiko mbali mbali, na Imamu wa ilmu na hikma."</w:t>
      </w:r>
    </w:p>
    <w:p w:rsidR="00B52A64" w:rsidRPr="00B52A64" w:rsidRDefault="00B52A64" w:rsidP="00B52A64">
      <w:pPr>
        <w:ind w:firstLine="0"/>
        <w:rPr>
          <w:sz w:val="24"/>
          <w:szCs w:val="24"/>
          <w:lang w:val="sw-KE"/>
        </w:rPr>
      </w:pPr>
      <w:r w:rsidRPr="00B52A64">
        <w:rPr>
          <w:sz w:val="24"/>
          <w:szCs w:val="24"/>
          <w:lang w:val="sw-KE"/>
        </w:rPr>
        <w:t>Profesa Muhammad Kamil, Cairo amesema:</w:t>
      </w:r>
    </w:p>
    <w:p w:rsidR="00B52A64" w:rsidRPr="00A75714" w:rsidRDefault="00B52A64" w:rsidP="00A75714">
      <w:pPr>
        <w:bidi/>
        <w:ind w:firstLine="0"/>
        <w:rPr>
          <w:sz w:val="28"/>
          <w:szCs w:val="28"/>
          <w:lang w:val="sw-KE"/>
        </w:rPr>
      </w:pPr>
      <w:r w:rsidRPr="00A75714">
        <w:rPr>
          <w:sz w:val="28"/>
          <w:szCs w:val="28"/>
          <w:lang w:val="sw-KE"/>
        </w:rPr>
        <w:t xml:space="preserve">    </w:t>
      </w:r>
      <w:r w:rsidRPr="00A75714">
        <w:rPr>
          <w:sz w:val="28"/>
          <w:szCs w:val="28"/>
          <w:rtl/>
          <w:lang w:val="sw-KE"/>
        </w:rPr>
        <w:t>فاِ دَا لَمْ يَكُنْ عَلِيّ نَبِي</w:t>
      </w:r>
      <w:r w:rsidR="00A75714">
        <w:rPr>
          <w:sz w:val="28"/>
          <w:szCs w:val="28"/>
          <w:rtl/>
          <w:lang w:val="sw-KE"/>
        </w:rPr>
        <w:t>ًّا فلَقدْ كَانَ خُلُقُهَ نَبَو</w:t>
      </w:r>
      <w:r w:rsidRPr="00A75714">
        <w:rPr>
          <w:sz w:val="28"/>
          <w:szCs w:val="28"/>
          <w:rtl/>
          <w:lang w:val="sw-KE"/>
        </w:rPr>
        <w:t>تًّا</w:t>
      </w:r>
      <w:r w:rsidR="00A75714">
        <w:rPr>
          <w:rFonts w:hint="cs"/>
          <w:sz w:val="28"/>
          <w:szCs w:val="28"/>
          <w:rtl/>
          <w:lang w:val="sw-KE"/>
        </w:rPr>
        <w:t>.</w:t>
      </w:r>
    </w:p>
    <w:p w:rsidR="00B52A64" w:rsidRPr="00B52A64" w:rsidRDefault="00B52A64" w:rsidP="00B52A64">
      <w:pPr>
        <w:ind w:firstLine="0"/>
        <w:rPr>
          <w:sz w:val="24"/>
          <w:szCs w:val="24"/>
          <w:lang w:val="sw-KE"/>
        </w:rPr>
      </w:pPr>
      <w:r w:rsidRPr="00B52A64">
        <w:rPr>
          <w:sz w:val="24"/>
          <w:szCs w:val="24"/>
          <w:lang w:val="sw-KE"/>
        </w:rPr>
        <w:t>"</w:t>
      </w:r>
      <w:r w:rsidRPr="00641D6B">
        <w:rPr>
          <w:rStyle w:val="libBold1Char"/>
          <w:lang w:val="sw-KE"/>
        </w:rPr>
        <w:t>Ijapokuwa Imam 'Alî alikuwa si nabii, lakini khulqa yake ilikuwa ya kinabii</w:t>
      </w:r>
      <w:r w:rsidRPr="00B52A64">
        <w:rPr>
          <w:sz w:val="24"/>
          <w:szCs w:val="24"/>
          <w:lang w:val="sw-KE"/>
        </w:rPr>
        <w:t>."</w:t>
      </w:r>
    </w:p>
    <w:p w:rsidR="00B52A64" w:rsidRPr="00B52A64" w:rsidRDefault="00B52A64" w:rsidP="00B52A64">
      <w:pPr>
        <w:ind w:firstLine="0"/>
        <w:rPr>
          <w:sz w:val="24"/>
          <w:szCs w:val="24"/>
          <w:lang w:val="sw-KE"/>
        </w:rPr>
      </w:pPr>
      <w:r w:rsidRPr="00B52A64">
        <w:rPr>
          <w:sz w:val="24"/>
          <w:szCs w:val="24"/>
          <w:lang w:val="sw-KE"/>
        </w:rPr>
        <w:t>Shaykh Nasif al-Yazidi alipokuwa akimwaidhi mwanawe alimwambia: “Kama unataka mamlaka ya juu kabisa dhidi ya wenzako katika masomo, hikma, maandiko, inshaa n.k. basi hifadhi Qur'ani Tukufu na Nahju 'l- Balaghah”.</w:t>
      </w:r>
    </w:p>
    <w:p w:rsidR="00B52A64" w:rsidRPr="00B52A64" w:rsidRDefault="00B52A64" w:rsidP="00B52A64">
      <w:pPr>
        <w:ind w:firstLine="0"/>
        <w:rPr>
          <w:sz w:val="24"/>
          <w:szCs w:val="24"/>
          <w:lang w:val="sw-KE"/>
        </w:rPr>
      </w:pPr>
      <w:r w:rsidRPr="00B52A64">
        <w:rPr>
          <w:sz w:val="24"/>
          <w:szCs w:val="24"/>
          <w:lang w:val="sw-KE"/>
        </w:rPr>
        <w:t xml:space="preserve">Amîn Nakhlah anasema: “Mtu yeyote anayetamani kuikata kiu yake (ya </w:t>
      </w:r>
      <w:r w:rsidR="00EB3836">
        <w:rPr>
          <w:sz w:val="24"/>
          <w:szCs w:val="24"/>
          <w:lang w:val="sw-KE"/>
        </w:rPr>
        <w:t xml:space="preserve">kiroho) kwa maneno ya 'Ali </w:t>
      </w:r>
      <w:r w:rsidR="00EB3836" w:rsidRPr="00EB3836">
        <w:rPr>
          <w:rStyle w:val="libFootnotenumChar"/>
          <w:lang w:val="sw-KE"/>
        </w:rPr>
        <w:t>(a.s</w:t>
      </w:r>
      <w:r w:rsidRPr="00EB3836">
        <w:rPr>
          <w:rStyle w:val="libFootnotenumChar"/>
          <w:lang w:val="sw-KE"/>
        </w:rPr>
        <w:t>)</w:t>
      </w:r>
      <w:r w:rsidRPr="00B52A64">
        <w:rPr>
          <w:sz w:val="24"/>
          <w:szCs w:val="24"/>
          <w:lang w:val="sw-KE"/>
        </w:rPr>
        <w:t xml:space="preserve"> lazima ausome kila ukurasa wa Nahju 'l- Balaghah kwa uangalifu.</w:t>
      </w:r>
    </w:p>
    <w:p w:rsidR="00B52A64" w:rsidRPr="00B52A64" w:rsidRDefault="00B52A64" w:rsidP="00B52A64">
      <w:pPr>
        <w:ind w:firstLine="0"/>
        <w:rPr>
          <w:sz w:val="24"/>
          <w:szCs w:val="24"/>
          <w:lang w:val="sw-KE"/>
        </w:rPr>
      </w:pPr>
      <w:r w:rsidRPr="00B52A64">
        <w:rPr>
          <w:sz w:val="24"/>
          <w:szCs w:val="24"/>
          <w:lang w:val="sw-KE"/>
        </w:rPr>
        <w:t>Nahju 'l-Balaghah ni diwani ambayo humfanya kila mtu kuuk</w:t>
      </w:r>
      <w:r w:rsidR="00EB3836">
        <w:rPr>
          <w:sz w:val="24"/>
          <w:szCs w:val="24"/>
          <w:lang w:val="sw-KE"/>
        </w:rPr>
        <w:t xml:space="preserve">ubali ubingwa wa Imam 'Ali </w:t>
      </w:r>
      <w:r w:rsidR="00EB3836" w:rsidRPr="00EB3836">
        <w:rPr>
          <w:rStyle w:val="libFootnotenumChar"/>
          <w:lang w:val="sw-KE"/>
        </w:rPr>
        <w:t>(a.s</w:t>
      </w:r>
      <w:r w:rsidRPr="00EB3836">
        <w:rPr>
          <w:rStyle w:val="libFootnotenumChar"/>
          <w:lang w:val="sw-KE"/>
        </w:rPr>
        <w:t>)</w:t>
      </w:r>
      <w:r w:rsidRPr="00B52A64">
        <w:rPr>
          <w:sz w:val="24"/>
          <w:szCs w:val="24"/>
          <w:lang w:val="sw-KE"/>
        </w:rPr>
        <w:t>. Hakuna kitabu kinachoweza kuishinda Nahju 'l- Balaghah isipokuwa Qur'ani Tukufu. Humo ndani ya Nahju 'l-Balaghah utazikuta lulu za maarifa zilizotungwa kwenye mikufu mizuri, utayakuta maua ya lugha ambayo huifanya akili ya binadamu inukie kwa harufu nzuri ya ushujaa na uungwana; vile vile humo utaikuta mito ya lugha safi ambayo ni mitamu na baridi zaidi kuliko mto wa al-Kauthar.</w:t>
      </w:r>
    </w:p>
    <w:p w:rsidR="00B52A64" w:rsidRPr="00B52A64" w:rsidRDefault="00EB3836" w:rsidP="00B52A64">
      <w:pPr>
        <w:ind w:firstLine="0"/>
        <w:rPr>
          <w:sz w:val="24"/>
          <w:szCs w:val="24"/>
          <w:lang w:val="sw-KE"/>
        </w:rPr>
      </w:pPr>
      <w:r>
        <w:rPr>
          <w:sz w:val="24"/>
          <w:szCs w:val="24"/>
          <w:lang w:val="sw-KE"/>
        </w:rPr>
        <w:t xml:space="preserve">Imam 'Alî </w:t>
      </w:r>
      <w:r w:rsidRPr="00EB3836">
        <w:rPr>
          <w:rStyle w:val="libFootnotenumChar"/>
          <w:lang w:val="sw-KE"/>
        </w:rPr>
        <w:t>(a.s</w:t>
      </w:r>
      <w:r w:rsidR="00B52A64" w:rsidRPr="00EB3836">
        <w:rPr>
          <w:rStyle w:val="libFootnotenumChar"/>
          <w:lang w:val="sw-KE"/>
        </w:rPr>
        <w:t>)</w:t>
      </w:r>
      <w:r w:rsidR="00B52A64" w:rsidRPr="00B52A64">
        <w:rPr>
          <w:sz w:val="24"/>
          <w:szCs w:val="24"/>
          <w:lang w:val="sw-KE"/>
        </w:rPr>
        <w:t xml:space="preserve"> anawaidhi juu ya maudhui mbali mbali, k.m. Kuumbwa kwa ardhi na mbingu, tawhîd, taqwa, malaika, zuhd, Qiyamah, kiburi, tamaa, vita vya Jamal, Siffin, Nahrawan, ibada, maarifa, tamaa, imani, insafu, n. k.</w:t>
      </w:r>
    </w:p>
    <w:p w:rsidR="00B52A64" w:rsidRPr="00B52A64" w:rsidRDefault="00B52A64" w:rsidP="00B52A64">
      <w:pPr>
        <w:ind w:firstLine="0"/>
        <w:rPr>
          <w:sz w:val="24"/>
          <w:szCs w:val="24"/>
          <w:lang w:val="sw-KE"/>
        </w:rPr>
      </w:pPr>
      <w:r w:rsidRPr="00B52A64">
        <w:rPr>
          <w:sz w:val="24"/>
          <w:szCs w:val="24"/>
          <w:lang w:val="sw-KE"/>
        </w:rPr>
        <w:t>Katika mithal</w:t>
      </w:r>
      <w:r w:rsidR="00EB3836">
        <w:rPr>
          <w:sz w:val="24"/>
          <w:szCs w:val="24"/>
          <w:lang w:val="sw-KE"/>
        </w:rPr>
        <w:t xml:space="preserve">i yake mashuhuri Imam 'Alî </w:t>
      </w:r>
      <w:r w:rsidR="00EB3836" w:rsidRPr="00EB3836">
        <w:rPr>
          <w:rStyle w:val="libFootnotenumChar"/>
          <w:lang w:val="sw-KE"/>
        </w:rPr>
        <w:t>(a.s</w:t>
      </w:r>
      <w:r w:rsidRPr="00EB3836">
        <w:rPr>
          <w:rStyle w:val="libFootnotenumChar"/>
          <w:lang w:val="sw-KE"/>
        </w:rPr>
        <w:t>)</w:t>
      </w:r>
      <w:r w:rsidRPr="00B52A64">
        <w:rPr>
          <w:sz w:val="24"/>
          <w:szCs w:val="24"/>
          <w:lang w:val="sw-KE"/>
        </w:rPr>
        <w:t xml:space="preserve"> anatuwaidhi sisi wanaadamu kutobaguwana kwa makabila.</w:t>
      </w:r>
    </w:p>
    <w:p w:rsidR="00B52A64" w:rsidRPr="00B52A64" w:rsidRDefault="00B52A64" w:rsidP="00B52A64">
      <w:pPr>
        <w:ind w:firstLine="0"/>
        <w:rPr>
          <w:sz w:val="24"/>
          <w:szCs w:val="24"/>
          <w:lang w:val="sw-KE"/>
        </w:rPr>
      </w:pPr>
      <w:r w:rsidRPr="00B52A64">
        <w:rPr>
          <w:sz w:val="24"/>
          <w:szCs w:val="24"/>
          <w:lang w:val="sw-KE"/>
        </w:rPr>
        <w:t>"Watu kwa makamu ni sawa sawa</w:t>
      </w:r>
    </w:p>
    <w:p w:rsidR="00B52A64" w:rsidRPr="00B52A64" w:rsidRDefault="00B52A64" w:rsidP="00B52A64">
      <w:pPr>
        <w:ind w:firstLine="0"/>
        <w:rPr>
          <w:sz w:val="24"/>
          <w:szCs w:val="24"/>
          <w:lang w:val="sw-KE"/>
        </w:rPr>
      </w:pPr>
      <w:r w:rsidRPr="00B52A64">
        <w:rPr>
          <w:sz w:val="24"/>
          <w:szCs w:val="24"/>
          <w:lang w:val="sw-KE"/>
        </w:rPr>
        <w:t>Baba ni Adamu na mama Hawa</w:t>
      </w:r>
    </w:p>
    <w:p w:rsidR="00B52A64" w:rsidRPr="00B52A64" w:rsidRDefault="00B52A64" w:rsidP="00B52A64">
      <w:pPr>
        <w:ind w:firstLine="0"/>
        <w:rPr>
          <w:sz w:val="24"/>
          <w:szCs w:val="24"/>
          <w:lang w:val="sw-KE"/>
        </w:rPr>
      </w:pPr>
      <w:r w:rsidRPr="00B52A64">
        <w:rPr>
          <w:sz w:val="24"/>
          <w:szCs w:val="24"/>
          <w:lang w:val="sw-KE"/>
        </w:rPr>
        <w:t>Ukijia'dhimu kwa kuzaliwa</w:t>
      </w:r>
    </w:p>
    <w:p w:rsidR="00B52A64" w:rsidRPr="00B52A64" w:rsidRDefault="00B52A64" w:rsidP="00B52A64">
      <w:pPr>
        <w:ind w:firstLine="0"/>
        <w:rPr>
          <w:sz w:val="24"/>
          <w:szCs w:val="24"/>
          <w:lang w:val="sw-KE"/>
        </w:rPr>
      </w:pPr>
      <w:r w:rsidRPr="00B52A64">
        <w:rPr>
          <w:sz w:val="24"/>
          <w:szCs w:val="24"/>
          <w:lang w:val="sw-KE"/>
        </w:rPr>
        <w:t>Maji na kinamu uliumbiwa</w:t>
      </w:r>
    </w:p>
    <w:p w:rsidR="00B52A64" w:rsidRPr="00B52A64" w:rsidRDefault="00B52A64" w:rsidP="00B52A64">
      <w:pPr>
        <w:ind w:firstLine="0"/>
        <w:rPr>
          <w:sz w:val="24"/>
          <w:szCs w:val="24"/>
          <w:lang w:val="sw-KE"/>
        </w:rPr>
      </w:pPr>
      <w:r w:rsidRPr="00B52A64">
        <w:rPr>
          <w:sz w:val="24"/>
          <w:szCs w:val="24"/>
          <w:lang w:val="sw-KE"/>
        </w:rPr>
        <w:t>Fahamu na jua mwana Adamu"</w:t>
      </w:r>
    </w:p>
    <w:p w:rsidR="00B52A64" w:rsidRPr="00B52A64" w:rsidRDefault="00B52A64" w:rsidP="00B52A64">
      <w:pPr>
        <w:ind w:firstLine="0"/>
        <w:rPr>
          <w:sz w:val="24"/>
          <w:szCs w:val="24"/>
          <w:lang w:val="sw-KE"/>
        </w:rPr>
      </w:pPr>
      <w:r w:rsidRPr="00B52A64">
        <w:rPr>
          <w:sz w:val="24"/>
          <w:szCs w:val="24"/>
          <w:lang w:val="sw-KE"/>
        </w:rPr>
        <w:t>Maneno haya ya Sayyidna 'Alî yamo katika msingi wa Qur'ani Tukufu. (Sh. 'Alî Muhsin al-Barwani).</w:t>
      </w:r>
    </w:p>
    <w:p w:rsidR="00B52A64" w:rsidRPr="00B52A64" w:rsidRDefault="00B52A64" w:rsidP="00B52A64">
      <w:pPr>
        <w:ind w:firstLine="0"/>
        <w:rPr>
          <w:sz w:val="24"/>
          <w:szCs w:val="24"/>
          <w:lang w:val="sw-KE"/>
        </w:rPr>
      </w:pPr>
      <w:r w:rsidRPr="00B52A64">
        <w:rPr>
          <w:sz w:val="24"/>
          <w:szCs w:val="24"/>
          <w:lang w:val="sw-KE"/>
        </w:rPr>
        <w:t xml:space="preserve">Tunatumai wasomaji wetu watastafidi sana na tarjama hii ya Nahju 'l-Balaghah (kwa lugha ya Kiswahili) ambayo imefanywa kwa kifundi na ujuzi </w:t>
      </w:r>
      <w:r w:rsidRPr="00B52A64">
        <w:rPr>
          <w:sz w:val="24"/>
          <w:szCs w:val="24"/>
          <w:lang w:val="sw-KE"/>
        </w:rPr>
        <w:lastRenderedPageBreak/>
        <w:t>mkubwa. Mwenyezi Mungu atujaalie tawfiq ya Kutenda Kheri na atuepushe na kila shari.</w:t>
      </w:r>
    </w:p>
    <w:p w:rsidR="00B52A64" w:rsidRPr="00B52A64" w:rsidRDefault="00B52A64" w:rsidP="00B52A64">
      <w:pPr>
        <w:ind w:firstLine="0"/>
        <w:rPr>
          <w:sz w:val="24"/>
          <w:szCs w:val="24"/>
          <w:lang w:val="sw-KE"/>
        </w:rPr>
      </w:pPr>
      <w:r w:rsidRPr="00B52A64">
        <w:rPr>
          <w:sz w:val="24"/>
          <w:szCs w:val="24"/>
          <w:lang w:val="sw-KE"/>
        </w:rPr>
        <w:t>Wa Billahi Tawfîq,</w:t>
      </w:r>
    </w:p>
    <w:p w:rsidR="00B52A64" w:rsidRPr="00B52A64" w:rsidRDefault="009D625F" w:rsidP="009D625F">
      <w:pPr>
        <w:pStyle w:val="Heading3Center"/>
        <w:rPr>
          <w:lang w:val="sw-KE"/>
        </w:rPr>
      </w:pPr>
      <w:bookmarkStart w:id="7" w:name="_Toc46076663"/>
      <w:r w:rsidRPr="00B52A64">
        <w:rPr>
          <w:lang w:val="sw-KE"/>
        </w:rPr>
        <w:t xml:space="preserve">KUKHUSU NASABA YA AMIRUL-MU’MININA ALI </w:t>
      </w:r>
      <w:r w:rsidRPr="00EB3836">
        <w:rPr>
          <w:rStyle w:val="libFootnotenumChar"/>
          <w:lang w:val="sw-KE"/>
        </w:rPr>
        <w:t>(A.S)</w:t>
      </w:r>
      <w:r w:rsidRPr="00B52A64">
        <w:rPr>
          <w:lang w:val="sw-KE"/>
        </w:rPr>
        <w:t xml:space="preserve"> NA KUTAJA SEHEMU KIDOGO YA FADHAILI ZAKE</w:t>
      </w:r>
      <w:bookmarkEnd w:id="7"/>
    </w:p>
    <w:p w:rsidR="00B52A64" w:rsidRPr="00B52A64" w:rsidRDefault="00B52A64" w:rsidP="00B52A64">
      <w:pPr>
        <w:ind w:firstLine="0"/>
        <w:rPr>
          <w:sz w:val="24"/>
          <w:szCs w:val="24"/>
          <w:lang w:val="sw-KE"/>
        </w:rPr>
      </w:pPr>
      <w:r w:rsidRPr="00B52A64">
        <w:rPr>
          <w:sz w:val="24"/>
          <w:szCs w:val="24"/>
          <w:lang w:val="sw-KE"/>
        </w:rPr>
        <w:t>Yeye ni Abul’Hasan Ali bin Abi Taalibina jina lake Abdu Manaf bin Abdulmuttalib - na jina lake ni: Shaybatul’hamd bin Hashim-na jina lake ni Amr bin Abdu Manaf bin Qusayyi. Kuniya ambayo aghlabu hutumika kumuita ilikuwa: Abul’hasan.</w:t>
      </w:r>
    </w:p>
    <w:p w:rsidR="00B52A64" w:rsidRPr="00B52A64" w:rsidRDefault="00B52A64" w:rsidP="00B52A64">
      <w:pPr>
        <w:ind w:firstLine="0"/>
        <w:rPr>
          <w:sz w:val="24"/>
          <w:szCs w:val="24"/>
          <w:lang w:val="sw-KE"/>
        </w:rPr>
      </w:pPr>
      <w:r w:rsidRPr="00B52A64">
        <w:rPr>
          <w:sz w:val="24"/>
          <w:szCs w:val="24"/>
          <w:lang w:val="sw-KE"/>
        </w:rPr>
        <w:t xml:space="preserve">Na mwanawe Hasan </w:t>
      </w:r>
      <w:r w:rsidRPr="00345880">
        <w:rPr>
          <w:rStyle w:val="libFootnotenumChar"/>
          <w:lang w:val="sw-KE"/>
        </w:rPr>
        <w:t>(a.s)</w:t>
      </w:r>
      <w:r w:rsidRPr="00B52A64">
        <w:rPr>
          <w:sz w:val="24"/>
          <w:szCs w:val="24"/>
          <w:lang w:val="sw-KE"/>
        </w:rPr>
        <w:t xml:space="preserve"> katika zama za uhai wa M</w:t>
      </w:r>
      <w:r w:rsidR="00345880">
        <w:rPr>
          <w:sz w:val="24"/>
          <w:szCs w:val="24"/>
          <w:lang w:val="sw-KE"/>
        </w:rPr>
        <w:t xml:space="preserve">tume wa Mwenyezi Mungu </w:t>
      </w:r>
      <w:r w:rsidR="00345880" w:rsidRPr="00345880">
        <w:rPr>
          <w:rStyle w:val="libBold1Char"/>
          <w:lang w:val="sw-KE"/>
        </w:rPr>
        <w:t>(s.a.w.w</w:t>
      </w:r>
      <w:r w:rsidRPr="00345880">
        <w:rPr>
          <w:rStyle w:val="libBold1Char"/>
          <w:lang w:val="sw-KE"/>
        </w:rPr>
        <w:t>)</w:t>
      </w:r>
      <w:r w:rsidRPr="00B52A64">
        <w:rPr>
          <w:sz w:val="24"/>
          <w:szCs w:val="24"/>
          <w:lang w:val="sw-KE"/>
        </w:rPr>
        <w:t xml:space="preserve"> alikuwa akimwita Abulhusayn, na Husayn </w:t>
      </w:r>
      <w:r w:rsidRPr="00345880">
        <w:rPr>
          <w:rStyle w:val="libFootnotenumChar"/>
          <w:lang w:val="sw-KE"/>
        </w:rPr>
        <w:t>(a.s)</w:t>
      </w:r>
      <w:r w:rsidRPr="00B52A64">
        <w:rPr>
          <w:sz w:val="24"/>
          <w:szCs w:val="24"/>
          <w:lang w:val="sw-KE"/>
        </w:rPr>
        <w:t xml:space="preserve"> alikuwa akimwita Abulhasan, na wawili hao walikuwa wakimwita Mtume wa Mwenyezi Mungu </w:t>
      </w:r>
      <w:r w:rsidRPr="00345880">
        <w:rPr>
          <w:rStyle w:val="libBold1Char"/>
          <w:lang w:val="sw-KE"/>
        </w:rPr>
        <w:t>(s.a.w</w:t>
      </w:r>
      <w:r w:rsidR="00345880" w:rsidRPr="00345880">
        <w:rPr>
          <w:rStyle w:val="libBold1Char"/>
          <w:lang w:val="sw-KE"/>
        </w:rPr>
        <w:t>.w</w:t>
      </w:r>
      <w:r w:rsidRPr="00345880">
        <w:rPr>
          <w:rStyle w:val="libBold1Char"/>
          <w:lang w:val="sw-KE"/>
        </w:rPr>
        <w:t>)</w:t>
      </w:r>
      <w:r w:rsidRPr="00B52A64">
        <w:rPr>
          <w:sz w:val="24"/>
          <w:szCs w:val="24"/>
          <w:lang w:val="sw-KE"/>
        </w:rPr>
        <w:t xml:space="preserve"> baba y</w:t>
      </w:r>
      <w:r w:rsidR="00345880">
        <w:rPr>
          <w:sz w:val="24"/>
          <w:szCs w:val="24"/>
          <w:lang w:val="sw-KE"/>
        </w:rPr>
        <w:t xml:space="preserve">ao, na alipokufa Nabii </w:t>
      </w:r>
      <w:r w:rsidR="00345880" w:rsidRPr="00345880">
        <w:rPr>
          <w:rStyle w:val="libBold1Char"/>
          <w:lang w:val="sw-KE"/>
        </w:rPr>
        <w:t>(s.a.w.w</w:t>
      </w:r>
      <w:r w:rsidRPr="00345880">
        <w:rPr>
          <w:rStyle w:val="libBold1Char"/>
          <w:lang w:val="sw-KE"/>
        </w:rPr>
        <w:t>)</w:t>
      </w:r>
      <w:r w:rsidRPr="00B52A64">
        <w:rPr>
          <w:sz w:val="24"/>
          <w:szCs w:val="24"/>
          <w:lang w:val="sw-KE"/>
        </w:rPr>
        <w:t xml:space="preserve"> ndipo walimwita baba yao baba.</w:t>
      </w:r>
    </w:p>
    <w:p w:rsidR="00B52A64" w:rsidRPr="00B52A64" w:rsidRDefault="00B52A64" w:rsidP="00B52A64">
      <w:pPr>
        <w:ind w:firstLine="0"/>
        <w:rPr>
          <w:sz w:val="24"/>
          <w:szCs w:val="24"/>
          <w:lang w:val="sw-KE"/>
        </w:rPr>
      </w:pPr>
      <w:r w:rsidRPr="00B52A64">
        <w:rPr>
          <w:sz w:val="24"/>
          <w:szCs w:val="24"/>
          <w:lang w:val="sw-KE"/>
        </w:rPr>
        <w:t xml:space="preserve">Na Mtume wa Mwenyezi Mungu alimpa kunia ya: Abu Turab, hivyo ni kwa sababu siku moja alimkuta amelala usingizi kwenye mchanga, hali ikiwa ridaa-nguo-yake imemdondoka, na mchanga ukawa umemtapakaa mwilini mwake. Akamjia na akaketi karibu ya kichwa chake, na alimwamsha na akawa yuampangusa mchanga toka mgongoni huku akimwambia: “Kaa; kwa hakika wewe ni Abu Turab” na tokea hapo ikawa miongoni mwa kunia aipendayo mno katika kunia zake </w:t>
      </w:r>
      <w:r w:rsidRPr="00345880">
        <w:rPr>
          <w:rStyle w:val="libFootnotenumChar"/>
          <w:lang w:val="sw-KE"/>
        </w:rPr>
        <w:t>(a.s)</w:t>
      </w:r>
      <w:r w:rsidRPr="00B52A64">
        <w:rPr>
          <w:sz w:val="24"/>
          <w:szCs w:val="24"/>
          <w:lang w:val="sw-KE"/>
        </w:rPr>
        <w:t>. Alikuwa ana- furahi kuitwa kunia hii (Abuturab).</w:t>
      </w:r>
    </w:p>
    <w:p w:rsidR="00B52A64" w:rsidRPr="00B52A64" w:rsidRDefault="00B52A64" w:rsidP="00B52A64">
      <w:pPr>
        <w:ind w:firstLine="0"/>
        <w:rPr>
          <w:sz w:val="24"/>
          <w:szCs w:val="24"/>
          <w:lang w:val="sw-KE"/>
        </w:rPr>
      </w:pPr>
      <w:r w:rsidRPr="00B52A64">
        <w:rPr>
          <w:sz w:val="24"/>
          <w:szCs w:val="24"/>
          <w:lang w:val="sw-KE"/>
        </w:rPr>
        <w:t xml:space="preserve">Na Bani Umayyah walikuwa wakiwaraghibisha makhatibu wao wamtukane kwa kunia hii wakiwa juu ya mimbari, na waliifanya kuwa ni upungufu fulani na ni dosari kwake; Basi ikawa kwake kama wamemvika pambo, kulingana </w:t>
      </w:r>
      <w:r w:rsidR="00345880">
        <w:rPr>
          <w:sz w:val="24"/>
          <w:szCs w:val="24"/>
          <w:lang w:val="sw-KE"/>
        </w:rPr>
        <w:t>na alivyosema Hasan Albasri (r.</w:t>
      </w:r>
      <w:r w:rsidRPr="00B52A64">
        <w:rPr>
          <w:sz w:val="24"/>
          <w:szCs w:val="24"/>
          <w:lang w:val="sw-KE"/>
        </w:rPr>
        <w:t xml:space="preserve">a). Jina lake la kwanza ambalo mama yake alimwita ni: Haidara, ikiwa ni jina la baba yake Asad bin Hashim - na Alhaidara ni: Simba, baba yake (yaani Abutalib) alimbadilisha jina hilo na akamwita Ali. Na kuna kauli isemayo kuwa: Haidara ni jina ambalo Makurayshi walikuwa wana mwita. Kauli ya kwanza ndio sahihi; kwa kuwa kuna habari yajulisha hivyo kutokana na yeye mwenyewe, siku alipomkabili Marhab ambaye alikuwa anajigamba kutafakhari akisema: “Ana lladhi sammatni ummi Marhaba” ndipo hapo Imam Ali </w:t>
      </w:r>
      <w:r w:rsidRPr="00345880">
        <w:rPr>
          <w:rStyle w:val="libFootnotenumChar"/>
          <w:lang w:val="sw-KE"/>
        </w:rPr>
        <w:t>(a.s)</w:t>
      </w:r>
      <w:r w:rsidRPr="00B52A64">
        <w:rPr>
          <w:sz w:val="24"/>
          <w:szCs w:val="24"/>
          <w:lang w:val="sw-KE"/>
        </w:rPr>
        <w:t xml:space="preserve"> alimjibu na kumkabili: “Ana lladhi sammatni Haidara”.</w:t>
      </w:r>
    </w:p>
    <w:p w:rsidR="007130FD" w:rsidRDefault="00B52A64" w:rsidP="00B52A64">
      <w:pPr>
        <w:ind w:firstLine="0"/>
        <w:rPr>
          <w:sz w:val="24"/>
          <w:szCs w:val="24"/>
          <w:lang w:val="sw-KE"/>
        </w:rPr>
      </w:pPr>
      <w:r w:rsidRPr="00B52A64">
        <w:rPr>
          <w:sz w:val="24"/>
          <w:szCs w:val="24"/>
          <w:lang w:val="sw-KE"/>
        </w:rPr>
        <w:t xml:space="preserve">Jina la mama yake ni Faatima binti Asad bin Hashim bin Abdi Manaf bin Qusayyi, ni (mwana mama wa kwanza Hashimiya amezaa kwa Bwana wa kihashimii; Ali </w:t>
      </w:r>
      <w:r w:rsidRPr="00345880">
        <w:rPr>
          <w:rStyle w:val="libFootnotenumChar"/>
          <w:lang w:val="sw-KE"/>
        </w:rPr>
        <w:t>(a.s)</w:t>
      </w:r>
      <w:r w:rsidRPr="00B52A64">
        <w:rPr>
          <w:sz w:val="24"/>
          <w:szCs w:val="24"/>
          <w:lang w:val="sw-KE"/>
        </w:rPr>
        <w:t xml:space="preserve"> alikuwa mdogo katika watoto wake (huyu mama), na Ja’far alikuwa mkubwa kuliko yeye kwa miaka kumi, na Aqiil alikuwa mkubwa kuliko yeye kwa miaka kumi, na Talib ni mkubwa kuliko Aqiil kwa miaka kumi, na Fatima binti Asad mama wa hao wote.</w:t>
      </w:r>
    </w:p>
    <w:p w:rsidR="007130FD" w:rsidRDefault="007130FD">
      <w:pPr>
        <w:ind w:firstLine="0"/>
        <w:jc w:val="left"/>
        <w:rPr>
          <w:sz w:val="24"/>
          <w:szCs w:val="24"/>
          <w:lang w:val="sw-KE"/>
        </w:rPr>
      </w:pPr>
      <w:r>
        <w:rPr>
          <w:sz w:val="24"/>
          <w:szCs w:val="24"/>
          <w:lang w:val="sw-KE"/>
        </w:rPr>
        <w:br w:type="page"/>
      </w:r>
    </w:p>
    <w:p w:rsidR="009D625F" w:rsidRDefault="009D625F" w:rsidP="009D625F">
      <w:pPr>
        <w:pStyle w:val="Heading1Center"/>
        <w:rPr>
          <w:lang w:val="sw-KE"/>
        </w:rPr>
      </w:pPr>
      <w:bookmarkStart w:id="8" w:name="_Toc46076664"/>
      <w:r w:rsidRPr="009D625F">
        <w:rPr>
          <w:lang w:val="sw-KE"/>
        </w:rPr>
        <w:lastRenderedPageBreak/>
        <w:t>NAHJUL-BALAGHAH</w:t>
      </w:r>
      <w:bookmarkEnd w:id="8"/>
    </w:p>
    <w:p w:rsidR="006E701A" w:rsidRDefault="006E701A" w:rsidP="006E701A">
      <w:pPr>
        <w:pStyle w:val="Heading2Center"/>
        <w:rPr>
          <w:lang w:val="sw-KE"/>
        </w:rPr>
      </w:pPr>
      <w:bookmarkStart w:id="9" w:name="_Toc46076665"/>
      <w:r>
        <w:rPr>
          <w:lang w:val="sw-KE"/>
        </w:rPr>
        <w:t>JUZUU YA KWANZA</w:t>
      </w:r>
      <w:bookmarkEnd w:id="9"/>
    </w:p>
    <w:p w:rsidR="007130FD" w:rsidRPr="00A8444B" w:rsidRDefault="00484CFB" w:rsidP="00484CFB">
      <w:pPr>
        <w:pStyle w:val="Heading3"/>
        <w:rPr>
          <w:rStyle w:val="libFootnotenumChar"/>
          <w:lang w:val="sw-KE"/>
        </w:rPr>
      </w:pPr>
      <w:bookmarkStart w:id="10" w:name="_Toc46076666"/>
      <w:r>
        <w:rPr>
          <w:lang w:val="sw-KE"/>
        </w:rPr>
        <w:t xml:space="preserve">1. </w:t>
      </w:r>
      <w:r w:rsidR="00A8444B">
        <w:rPr>
          <w:lang w:val="sw-KE"/>
        </w:rPr>
        <w:t xml:space="preserve">NA KATIKA </w:t>
      </w:r>
      <w:r w:rsidR="00A8444B" w:rsidRPr="007130FD">
        <w:rPr>
          <w:lang w:val="sw-KE"/>
        </w:rPr>
        <w:t xml:space="preserve">KHUTBA </w:t>
      </w:r>
      <w:r w:rsidR="00A8444B">
        <w:rPr>
          <w:lang w:val="sw-KE"/>
        </w:rPr>
        <w:t xml:space="preserve">ZAKE </w:t>
      </w:r>
      <w:r w:rsidR="00A8444B" w:rsidRPr="00A8444B">
        <w:rPr>
          <w:rStyle w:val="libFootnotenumChar"/>
          <w:lang w:val="sw-KE"/>
        </w:rPr>
        <w:t>(a.s)</w:t>
      </w:r>
      <w:bookmarkEnd w:id="10"/>
    </w:p>
    <w:p w:rsidR="007130FD" w:rsidRPr="007130FD" w:rsidRDefault="007130FD" w:rsidP="007130FD">
      <w:pPr>
        <w:ind w:firstLine="0"/>
        <w:rPr>
          <w:sz w:val="24"/>
          <w:szCs w:val="24"/>
          <w:lang w:val="sw-KE"/>
        </w:rPr>
      </w:pPr>
      <w:r w:rsidRPr="007130FD">
        <w:rPr>
          <w:sz w:val="24"/>
          <w:szCs w:val="24"/>
          <w:lang w:val="sw-KE"/>
        </w:rPr>
        <w:t xml:space="preserve">Ndani ya khutba hii anaelezea kuumbwa kwa ardhi, mbingu, na kuumbwa kwa Adam </w:t>
      </w:r>
      <w:r w:rsidRPr="009D625F">
        <w:rPr>
          <w:rStyle w:val="libFootnotenumChar"/>
          <w:lang w:val="sw-KE"/>
        </w:rPr>
        <w:t>(a.s)</w:t>
      </w:r>
    </w:p>
    <w:p w:rsidR="007130FD" w:rsidRPr="00484CFB" w:rsidRDefault="002339CB" w:rsidP="00484CFB">
      <w:pPr>
        <w:bidi/>
        <w:jc w:val="both"/>
        <w:rPr>
          <w:sz w:val="28"/>
          <w:szCs w:val="28"/>
        </w:rPr>
      </w:pPr>
      <w:r w:rsidRPr="00484CFB">
        <w:rPr>
          <w:sz w:val="28"/>
          <w:szCs w:val="28"/>
          <w:rtl/>
        </w:rPr>
        <w:t>الحَمْدُ للهِ الَّذَي لاَ يَبْلُغُ مِدْحَتَهُ القَائِلُونَ، وَلاِ يُحْصِي نَعْمَاءَهُ العَادُّونَ، ولاَ يُؤَدِّي حَقَّهُ الُمجْتَهِدُونَ، الَّذِي لاَ يُدْركُهُ بُعْدُ الهِمَمِ، وَلاَ يَنَالُهُ غَوْصُ الفِطَنِ، الَّذِي لَيْسَ لِصِفَتِهِ حَدٌّ مَحْدُودٌ، وَلاَ نَعْتٌ مَوْجُودٌ، وَلا وَقْتٌ مَعْدُودٌ، وَلا أَجَلٌ مَمْدُودٌ</w:t>
      </w:r>
      <w:r w:rsidRPr="00484CFB">
        <w:rPr>
          <w:sz w:val="28"/>
          <w:szCs w:val="28"/>
        </w:rPr>
        <w:t xml:space="preserve">. </w:t>
      </w:r>
      <w:r w:rsidRPr="00484CFB">
        <w:rPr>
          <w:sz w:val="28"/>
          <w:szCs w:val="28"/>
          <w:rtl/>
        </w:rPr>
        <w:t>فَطَرَ الخَلائِقَ بِقُدْرَتِهَ، وَنَشَرَ الرِّيَاحَ بِرَحْمَتِهِ، وَوَتَّدَ بِالصُّخُورِ مَيَدَانَ أَرْضِهِ</w:t>
      </w:r>
      <w:r w:rsidRPr="00484CFB">
        <w:rPr>
          <w:rFonts w:hint="cs"/>
          <w:sz w:val="28"/>
          <w:szCs w:val="28"/>
          <w:rtl/>
        </w:rPr>
        <w:t>.</w:t>
      </w:r>
    </w:p>
    <w:p w:rsidR="007130FD" w:rsidRPr="007130FD" w:rsidRDefault="002339CB" w:rsidP="002C0612">
      <w:pPr>
        <w:ind w:firstLine="0"/>
        <w:rPr>
          <w:sz w:val="24"/>
          <w:szCs w:val="24"/>
          <w:lang w:val="sw-KE"/>
        </w:rPr>
      </w:pPr>
      <w:r>
        <w:rPr>
          <w:sz w:val="24"/>
          <w:szCs w:val="24"/>
          <w:lang w:val="sw-KE"/>
        </w:rPr>
        <w:t xml:space="preserve">Sifa zote njema zinamstahikia Mwenyezi Mungu </w:t>
      </w:r>
      <w:r w:rsidR="007130FD" w:rsidRPr="007130FD">
        <w:rPr>
          <w:sz w:val="24"/>
          <w:szCs w:val="24"/>
          <w:lang w:val="sw-KE"/>
        </w:rPr>
        <w:t>ambaye ubora wa sifa zake hawa ufikii wasemaji. Ambaye neema zake wahasibu hawawezi kuzihisabu. Wenye juhudi hawawezi kutekeleza haki ya utii wake.Ambaye fahamu ya hali ya juu ya wenye akili haiwezi kumfikia kumtambua</w:t>
      </w:r>
      <w:r w:rsidR="002300CA" w:rsidRPr="005076AF">
        <w:rPr>
          <w:rStyle w:val="libFootnotenumChar"/>
          <w:lang w:val="sw-KE"/>
        </w:rPr>
        <w:footnoteReference w:id="1"/>
      </w:r>
      <w:r w:rsidR="005076AF">
        <w:rPr>
          <w:sz w:val="24"/>
          <w:szCs w:val="24"/>
          <w:lang w:val="sw-KE"/>
        </w:rPr>
        <w:t>,</w:t>
      </w:r>
      <w:r w:rsidR="007130FD" w:rsidRPr="007130FD">
        <w:rPr>
          <w:sz w:val="24"/>
          <w:szCs w:val="24"/>
          <w:lang w:val="sw-KE"/>
        </w:rPr>
        <w:t xml:space="preserve"> wala, utambuzi wa kina hauwezi kumuelewa</w:t>
      </w:r>
      <w:r w:rsidR="005076AF" w:rsidRPr="002C0612">
        <w:rPr>
          <w:rStyle w:val="libFootnotenumChar"/>
          <w:lang w:val="sw-KE"/>
        </w:rPr>
        <w:footnoteReference w:id="2"/>
      </w:r>
      <w:r w:rsidR="007130FD" w:rsidRPr="007130FD">
        <w:rPr>
          <w:sz w:val="24"/>
          <w:szCs w:val="24"/>
          <w:lang w:val="sw-KE"/>
        </w:rPr>
        <w:t xml:space="preserve">  ambaye sifa zake hazina mpaka wenye kikomo</w:t>
      </w:r>
      <w:r w:rsidR="002C0612" w:rsidRPr="002C0612">
        <w:rPr>
          <w:rStyle w:val="libFootnotenumChar"/>
          <w:lang w:val="sw-KE"/>
        </w:rPr>
        <w:footnoteReference w:id="3"/>
      </w:r>
      <w:r w:rsidR="002C0612">
        <w:rPr>
          <w:sz w:val="24"/>
          <w:szCs w:val="24"/>
          <w:lang w:val="sw-KE"/>
        </w:rPr>
        <w:t>,</w:t>
      </w:r>
      <w:r w:rsidR="007130FD" w:rsidRPr="007130FD">
        <w:rPr>
          <w:sz w:val="24"/>
          <w:szCs w:val="24"/>
          <w:lang w:val="sw-KE"/>
        </w:rPr>
        <w:t xml:space="preserve"> wala hana sifa.</w:t>
      </w:r>
      <w:r>
        <w:rPr>
          <w:sz w:val="24"/>
          <w:szCs w:val="24"/>
          <w:lang w:val="sw-KE"/>
        </w:rPr>
        <w:t xml:space="preserve"> </w:t>
      </w:r>
      <w:r w:rsidR="007130FD" w:rsidRPr="007130FD">
        <w:rPr>
          <w:sz w:val="24"/>
          <w:szCs w:val="24"/>
          <w:lang w:val="sw-KE"/>
        </w:rPr>
        <w:t>Wala wakati uhisabiwao, wala muda uliowekwa</w:t>
      </w:r>
      <w:r w:rsidR="002B0AFF" w:rsidRPr="002B0AFF">
        <w:rPr>
          <w:rStyle w:val="libFootnotenumChar"/>
          <w:lang w:val="sw-KE"/>
        </w:rPr>
        <w:footnoteReference w:id="4"/>
      </w:r>
      <w:r w:rsidR="002B0AFF">
        <w:rPr>
          <w:sz w:val="24"/>
          <w:szCs w:val="24"/>
          <w:lang w:val="sw-KE"/>
        </w:rPr>
        <w:t>.</w:t>
      </w:r>
      <w:r w:rsidR="007130FD" w:rsidRPr="007130FD">
        <w:rPr>
          <w:sz w:val="24"/>
          <w:szCs w:val="24"/>
          <w:lang w:val="sw-KE"/>
        </w:rPr>
        <w:t xml:space="preserve"> Ameumba viumbe kwa uwezo wake, na ameutawanya upepo kwa rehema zake; kwa milima ameimarisha</w:t>
      </w:r>
      <w:r w:rsidRPr="002339CB">
        <w:rPr>
          <w:lang w:val="sw-KE"/>
        </w:rPr>
        <w:t xml:space="preserve"> </w:t>
      </w:r>
      <w:r w:rsidRPr="002339CB">
        <w:rPr>
          <w:sz w:val="24"/>
          <w:szCs w:val="24"/>
          <w:lang w:val="sw-KE"/>
        </w:rPr>
        <w:t>ardhi yake</w:t>
      </w:r>
      <w:r>
        <w:rPr>
          <w:sz w:val="24"/>
          <w:szCs w:val="24"/>
          <w:lang w:val="sw-KE"/>
        </w:rPr>
        <w:t xml:space="preserve"> ili isi</w:t>
      </w:r>
      <w:r w:rsidR="001E224F">
        <w:rPr>
          <w:sz w:val="24"/>
          <w:szCs w:val="24"/>
          <w:lang w:val="sw-KE"/>
        </w:rPr>
        <w:t>yumbe</w:t>
      </w:r>
      <w:r w:rsidR="007130FD" w:rsidRPr="007130FD">
        <w:rPr>
          <w:sz w:val="24"/>
          <w:szCs w:val="24"/>
          <w:lang w:val="sw-KE"/>
        </w:rPr>
        <w:t>.</w:t>
      </w:r>
    </w:p>
    <w:p w:rsidR="007130FD" w:rsidRPr="0099261F" w:rsidRDefault="005076AF" w:rsidP="0099261F">
      <w:pPr>
        <w:bidi/>
        <w:jc w:val="both"/>
        <w:rPr>
          <w:sz w:val="28"/>
          <w:szCs w:val="28"/>
          <w:lang w:val="sw-KE"/>
        </w:rPr>
      </w:pPr>
      <w:r w:rsidRPr="0099261F">
        <w:rPr>
          <w:sz w:val="28"/>
          <w:szCs w:val="28"/>
          <w:rtl/>
          <w:lang w:val="sw-KE"/>
        </w:rPr>
        <w:t xml:space="preserve">أَوَّلُ الدِّينِ مَعْرِفَتُهُ، وَكَمَالُ مَعْرِفَتِهِ التَّصْديقُ بِهِ، وَكَمَالُ التَّصْدِيقِ بِهِ تَوْحِيدُهُ، وَكَمَالُ تَوْحِيدِهِ الاخْلاصُ لَهُ، وَكَمَالُ الاخْلاصِ لَهُ نَفْيُ الصِّفَاتِ عَنْهُ، لِشَهَادَةِ كُلِّ صِفَة أَنَّها غَيْرُ المَوْصُوفِ، وَشَهَادَةِ كُلِّ مَوْصُوف </w:t>
      </w:r>
      <w:r w:rsidRPr="0099261F">
        <w:rPr>
          <w:sz w:val="28"/>
          <w:szCs w:val="28"/>
          <w:rtl/>
          <w:lang w:val="sw-KE"/>
        </w:rPr>
        <w:lastRenderedPageBreak/>
        <w:t>أَنَّهُ غَيْرُ الصِّفَةِ، فَمَنْ وَصَفَ اللهَ سُبْحَانَهُ فَقَدْ قَرَنَهُ، وَمَنْ قَرَنَهُ فَقَدْ ثَنَّاهُ،وَمَنْ ثَنَّاهُ فَقَد جَزَّأَهُ، وَمَنْ جَزَّأَهُ فَقَدْ جَهِلَهُ، [وَمَنْ جَهِلَهُ فَقَدْ أشَارَ إِلَيْهِ]،</w:t>
      </w:r>
      <w:r w:rsidRPr="0099261F">
        <w:rPr>
          <w:rFonts w:hint="cs"/>
          <w:sz w:val="28"/>
          <w:szCs w:val="28"/>
          <w:rtl/>
          <w:lang w:val="sw-KE"/>
        </w:rPr>
        <w:t xml:space="preserve"> </w:t>
      </w:r>
      <w:r w:rsidRPr="0099261F">
        <w:rPr>
          <w:sz w:val="28"/>
          <w:szCs w:val="28"/>
          <w:rtl/>
          <w:lang w:val="sw-KE"/>
        </w:rPr>
        <w:t>وَمَنْ أشَارَ إِلَيْهِ فَقَدْ حَدَّهُ، وَمَنْ حَدَّهُ فَقَدْ عَدَّهُ</w:t>
      </w:r>
      <w:r w:rsidRPr="0099261F">
        <w:rPr>
          <w:rFonts w:hint="cs"/>
          <w:sz w:val="28"/>
          <w:szCs w:val="28"/>
          <w:rtl/>
          <w:lang w:val="sw-KE"/>
        </w:rPr>
        <w:t>.</w:t>
      </w:r>
    </w:p>
    <w:p w:rsidR="00A37372" w:rsidRDefault="007130FD" w:rsidP="00A37372">
      <w:pPr>
        <w:ind w:firstLine="0"/>
        <w:rPr>
          <w:sz w:val="24"/>
          <w:szCs w:val="24"/>
          <w:lang w:val="sw-KE"/>
        </w:rPr>
      </w:pPr>
      <w:r w:rsidRPr="007130FD">
        <w:rPr>
          <w:sz w:val="24"/>
          <w:szCs w:val="24"/>
          <w:lang w:val="sw-KE"/>
        </w:rPr>
        <w:t>La kwanza katika dini ni kumtambua yeye</w:t>
      </w:r>
      <w:r w:rsidR="0079785B" w:rsidRPr="002619AD">
        <w:rPr>
          <w:rStyle w:val="libFootnotenumChar"/>
          <w:lang w:val="sw-KE"/>
        </w:rPr>
        <w:footnoteReference w:id="5"/>
      </w:r>
      <w:r w:rsidR="002619AD">
        <w:rPr>
          <w:sz w:val="24"/>
          <w:szCs w:val="24"/>
          <w:lang w:val="sw-KE"/>
        </w:rPr>
        <w:t>,</w:t>
      </w:r>
      <w:r w:rsidRPr="007130FD">
        <w:rPr>
          <w:sz w:val="24"/>
          <w:szCs w:val="24"/>
          <w:lang w:val="sw-KE"/>
        </w:rPr>
        <w:t xml:space="preserve"> na ukamilifu wa kumtambua ni kumsadiki, na ukamilifu wa kumsadiki ni kumpwekesha</w:t>
      </w:r>
      <w:r w:rsidR="002619AD" w:rsidRPr="002619AD">
        <w:rPr>
          <w:rStyle w:val="libFootnotenumChar"/>
          <w:lang w:val="sw-KE"/>
        </w:rPr>
        <w:footnoteReference w:id="6"/>
      </w:r>
      <w:r w:rsidR="002619AD">
        <w:rPr>
          <w:sz w:val="24"/>
          <w:szCs w:val="24"/>
          <w:lang w:val="sw-KE"/>
        </w:rPr>
        <w:t>.</w:t>
      </w:r>
      <w:r w:rsidR="00A37372">
        <w:rPr>
          <w:sz w:val="24"/>
          <w:szCs w:val="24"/>
          <w:lang w:val="sw-KE"/>
        </w:rPr>
        <w:t xml:space="preserve"> </w:t>
      </w:r>
      <w:r w:rsidRPr="007130FD">
        <w:rPr>
          <w:sz w:val="24"/>
          <w:szCs w:val="24"/>
          <w:lang w:val="sw-KE"/>
        </w:rPr>
        <w:t>Na ukamilifu wa kumpwekesha ni kumtakasa na ukamilifu wa kumtakasa ni kumuepusha mbali na sifa. Na mwenye kumsifu Mwenyezi Mungu swt. Atakuwa amemuambatanisha</w:t>
      </w:r>
      <w:r w:rsidR="002619AD" w:rsidRPr="000F5C64">
        <w:rPr>
          <w:rStyle w:val="libFootnotenumChar"/>
          <w:lang w:val="sw-KE"/>
        </w:rPr>
        <w:footnoteReference w:id="7"/>
      </w:r>
      <w:r w:rsidR="000F5C64">
        <w:rPr>
          <w:sz w:val="24"/>
          <w:szCs w:val="24"/>
          <w:lang w:val="sw-KE"/>
        </w:rPr>
        <w:t>,</w:t>
      </w:r>
      <w:r w:rsidRPr="007130FD">
        <w:rPr>
          <w:sz w:val="24"/>
          <w:szCs w:val="24"/>
          <w:lang w:val="sw-KE"/>
        </w:rPr>
        <w:t xml:space="preserve"> na mwenye kumuambatanisha amemfanya kuwa wawili</w:t>
      </w:r>
      <w:r w:rsidR="000F5C64" w:rsidRPr="00CA0CB8">
        <w:rPr>
          <w:rStyle w:val="libFootnotenumChar"/>
          <w:lang w:val="sw-KE"/>
        </w:rPr>
        <w:footnoteReference w:id="8"/>
      </w:r>
      <w:r w:rsidR="00CA0CB8">
        <w:rPr>
          <w:sz w:val="24"/>
          <w:szCs w:val="24"/>
          <w:lang w:val="sw-KE"/>
        </w:rPr>
        <w:t>,</w:t>
      </w:r>
      <w:r w:rsidRPr="007130FD">
        <w:rPr>
          <w:sz w:val="24"/>
          <w:szCs w:val="24"/>
          <w:lang w:val="sw-KE"/>
        </w:rPr>
        <w:t xml:space="preserve"> na mwenye kumfanya kuwa wawili atakuwa amemfanya kuwa mwenye sehemu sehemu, na mwenye kumfanya kuwa mwenye sehe</w:t>
      </w:r>
      <w:r w:rsidR="002619AD">
        <w:rPr>
          <w:sz w:val="24"/>
          <w:szCs w:val="24"/>
          <w:lang w:val="sw-KE"/>
        </w:rPr>
        <w:t>mu sehemu atakuwa hamjui (s.w.t</w:t>
      </w:r>
      <w:r w:rsidRPr="007130FD">
        <w:rPr>
          <w:sz w:val="24"/>
          <w:szCs w:val="24"/>
          <w:lang w:val="sw-KE"/>
        </w:rPr>
        <w:t>), na asiyemjua atakuwa amemuonyesha, na mwenye kumuonyesha atakuwa amemwekea mipaka</w:t>
      </w:r>
      <w:r w:rsidR="00CA0CB8">
        <w:rPr>
          <w:rStyle w:val="FootnoteReference"/>
          <w:sz w:val="24"/>
          <w:szCs w:val="24"/>
          <w:lang w:val="sw-KE"/>
        </w:rPr>
        <w:footnoteReference w:id="9"/>
      </w:r>
      <w:r w:rsidR="00CA0CB8">
        <w:rPr>
          <w:sz w:val="24"/>
          <w:szCs w:val="24"/>
          <w:lang w:val="sw-KE"/>
        </w:rPr>
        <w:t>,</w:t>
      </w:r>
      <w:r w:rsidRPr="007130FD">
        <w:rPr>
          <w:sz w:val="24"/>
          <w:szCs w:val="24"/>
          <w:lang w:val="sw-KE"/>
        </w:rPr>
        <w:t xml:space="preserve"> na mwenye </w:t>
      </w:r>
      <w:r w:rsidR="00A37372">
        <w:rPr>
          <w:sz w:val="24"/>
          <w:szCs w:val="24"/>
          <w:lang w:val="sw-KE"/>
        </w:rPr>
        <w:t>kumuwekea mipaka atakuwa amemuhe</w:t>
      </w:r>
      <w:r w:rsidRPr="007130FD">
        <w:rPr>
          <w:sz w:val="24"/>
          <w:szCs w:val="24"/>
          <w:lang w:val="sw-KE"/>
        </w:rPr>
        <w:t>sabu</w:t>
      </w:r>
      <w:r w:rsidR="00CA0CB8" w:rsidRPr="00CA0CB8">
        <w:rPr>
          <w:rStyle w:val="libFootnotenumChar"/>
          <w:lang w:val="sw-KE"/>
        </w:rPr>
        <w:footnoteReference w:id="10"/>
      </w:r>
      <w:r w:rsidR="00CA0CB8">
        <w:rPr>
          <w:sz w:val="24"/>
          <w:szCs w:val="24"/>
          <w:lang w:val="sw-KE"/>
        </w:rPr>
        <w:t>.</w:t>
      </w:r>
      <w:r w:rsidRPr="007130FD">
        <w:rPr>
          <w:sz w:val="24"/>
          <w:szCs w:val="24"/>
          <w:lang w:val="sw-KE"/>
        </w:rPr>
        <w:t xml:space="preserve"> </w:t>
      </w:r>
    </w:p>
    <w:p w:rsidR="00A37372" w:rsidRPr="00973BBD" w:rsidRDefault="003463C9" w:rsidP="00973BBD">
      <w:pPr>
        <w:bidi/>
        <w:rPr>
          <w:sz w:val="28"/>
          <w:szCs w:val="28"/>
          <w:lang w:val="sw-KE"/>
        </w:rPr>
      </w:pPr>
      <w:r w:rsidRPr="00973BBD">
        <w:rPr>
          <w:sz w:val="28"/>
          <w:szCs w:val="28"/>
          <w:rtl/>
          <w:lang w:val="sw-KE"/>
        </w:rPr>
        <w:t>وَمَنْ أشَارَ إِلَيْهِ فَقَدْ حَدَّهُ، وَمَنْ حَدَّهُ فَقَدْ عَدَّهُ، وَمَنْ قَالَ: «فِيمَ» فَقَدْ ضَمَّنَهُ، وَمَنْ قَالَ: «عَلاَمَ؟» فَقَدْ أَخْلَى مِنُهُ</w:t>
      </w:r>
      <w:r w:rsidRPr="00973BBD">
        <w:rPr>
          <w:sz w:val="28"/>
          <w:szCs w:val="28"/>
          <w:lang w:val="sw-KE"/>
        </w:rPr>
        <w:t>.</w:t>
      </w:r>
      <w:r w:rsidRPr="00973BBD">
        <w:rPr>
          <w:sz w:val="28"/>
          <w:szCs w:val="28"/>
          <w:rtl/>
          <w:lang w:val="sw-KE"/>
        </w:rPr>
        <w:t xml:space="preserve">كائِنٌ لاَ عَنْ حَدَث، مَوْجُودٌ لاَ عَنْ عَدَم، مَعَ كُلِّ شَيْء لاَ بِمُقَارَنَة، وَغَيْرُ كُلِّ شيء لا </w:t>
      </w:r>
      <w:r w:rsidRPr="00973BBD">
        <w:rPr>
          <w:sz w:val="28"/>
          <w:szCs w:val="28"/>
          <w:rtl/>
          <w:lang w:val="sw-KE"/>
        </w:rPr>
        <w:lastRenderedPageBreak/>
        <w:t>بِمُزَايَلَة، فَاعِلٌ لا بِمَعْنَى الْحَرَكَاتِ وَالاْلةِ، بَصِيرٌ إذْ لاَ مَنْظُورَ إلَيْهِ مِنْ خَلْقِهِ، مُتَوَحِّدٌ إذْ لاَ سَكَنَ يَسْتَأْنِسُ بهِ وَلاَ يَسْتوْحِشُ لِفَقْدِهِ</w:t>
      </w:r>
      <w:r w:rsidRPr="00973BBD">
        <w:rPr>
          <w:sz w:val="28"/>
          <w:szCs w:val="28"/>
          <w:lang w:val="sw-KE"/>
        </w:rPr>
        <w:t>.</w:t>
      </w:r>
    </w:p>
    <w:p w:rsidR="007130FD" w:rsidRPr="007130FD" w:rsidRDefault="007130FD" w:rsidP="00A37372">
      <w:pPr>
        <w:ind w:firstLine="0"/>
        <w:rPr>
          <w:sz w:val="24"/>
          <w:szCs w:val="24"/>
          <w:lang w:val="sw-KE"/>
        </w:rPr>
      </w:pPr>
      <w:r w:rsidRPr="007130FD">
        <w:rPr>
          <w:sz w:val="24"/>
          <w:szCs w:val="24"/>
          <w:lang w:val="sw-KE"/>
        </w:rPr>
        <w:t>Na mwenye kusema yuko ndani ya nini? Anakuwa amemwingiza (s.w.t) ndani ya kitu</w:t>
      </w:r>
      <w:r w:rsidR="009F70A5" w:rsidRPr="009F70A5">
        <w:rPr>
          <w:rStyle w:val="libFootnotenumChar"/>
          <w:lang w:val="sw-KE"/>
        </w:rPr>
        <w:footnoteReference w:id="11"/>
      </w:r>
      <w:r w:rsidR="009F70A5">
        <w:rPr>
          <w:sz w:val="24"/>
          <w:szCs w:val="24"/>
          <w:lang w:val="sw-KE"/>
        </w:rPr>
        <w:t>.</w:t>
      </w:r>
      <w:r w:rsidR="00A37372">
        <w:rPr>
          <w:sz w:val="24"/>
          <w:szCs w:val="24"/>
          <w:lang w:val="sw-KE"/>
        </w:rPr>
        <w:t xml:space="preserve"> </w:t>
      </w:r>
      <w:r w:rsidRPr="007130FD">
        <w:rPr>
          <w:sz w:val="24"/>
          <w:szCs w:val="24"/>
          <w:lang w:val="sw-KE"/>
        </w:rPr>
        <w:t>Na mwenye kusema yuko juu ya nini? Atakuwa amemtoa humo</w:t>
      </w:r>
      <w:r w:rsidR="009F70A5" w:rsidRPr="00866D4A">
        <w:rPr>
          <w:rStyle w:val="libFootnotenumChar"/>
          <w:lang w:val="sw-KE"/>
        </w:rPr>
        <w:footnoteReference w:id="12"/>
      </w:r>
      <w:r w:rsidR="00866D4A">
        <w:rPr>
          <w:sz w:val="24"/>
          <w:szCs w:val="24"/>
          <w:lang w:val="sw-KE"/>
        </w:rPr>
        <w:t>.</w:t>
      </w:r>
      <w:r w:rsidRPr="007130FD">
        <w:rPr>
          <w:sz w:val="24"/>
          <w:szCs w:val="24"/>
          <w:lang w:val="sw-KE"/>
        </w:rPr>
        <w:t xml:space="preserve"> Amekuwa yupo sio kwa kutukia, yupo lakini sio kwa maana ya hakuwapo hapo kabla. Yuko pamoja na kila kitu si kwa mwambatano wa kimwili</w:t>
      </w:r>
      <w:r w:rsidR="00866D4A" w:rsidRPr="0047330E">
        <w:rPr>
          <w:rStyle w:val="libFootnotenumChar"/>
          <w:lang w:val="sw-KE"/>
        </w:rPr>
        <w:footnoteReference w:id="13"/>
      </w:r>
      <w:r w:rsidR="0047330E">
        <w:rPr>
          <w:sz w:val="24"/>
          <w:szCs w:val="24"/>
          <w:lang w:val="sw-KE"/>
        </w:rPr>
        <w:t>.</w:t>
      </w:r>
      <w:r w:rsidRPr="007130FD">
        <w:rPr>
          <w:sz w:val="24"/>
          <w:szCs w:val="24"/>
          <w:lang w:val="sw-KE"/>
        </w:rPr>
        <w:t xml:space="preserve"> Yutafauti na kila kitu si utafauti wa kimwili, mtendaji sio kwa maana ya harakati za kimwili na vyombo, mwenye kuona pindi hakuna wakuonwa kati ya viumbe wake. Yu pweke pindi hakuna mkazi analiwazika naye wala haoni ukiwa kwa kukosekana kwake.</w:t>
      </w:r>
    </w:p>
    <w:p w:rsidR="007130FD" w:rsidRPr="007130FD" w:rsidRDefault="00A8444B" w:rsidP="00F07395">
      <w:pPr>
        <w:pStyle w:val="Heading3"/>
        <w:rPr>
          <w:lang w:val="sw-KE"/>
        </w:rPr>
      </w:pPr>
      <w:bookmarkStart w:id="11" w:name="_Toc46076667"/>
      <w:r w:rsidRPr="007130FD">
        <w:rPr>
          <w:lang w:val="sw-KE"/>
        </w:rPr>
        <w:t>KUUMBWA KWA ULIMWENGU</w:t>
      </w:r>
      <w:r>
        <w:rPr>
          <w:lang w:val="sw-KE"/>
        </w:rPr>
        <w:t>:</w:t>
      </w:r>
      <w:bookmarkEnd w:id="11"/>
    </w:p>
    <w:p w:rsidR="00F07395" w:rsidRPr="00274B50" w:rsidRDefault="00F07395" w:rsidP="00274B50">
      <w:pPr>
        <w:bidi/>
        <w:rPr>
          <w:sz w:val="28"/>
          <w:szCs w:val="28"/>
          <w:lang w:val="sw-KE"/>
        </w:rPr>
      </w:pPr>
      <w:r w:rsidRPr="00274B50">
        <w:rPr>
          <w:sz w:val="28"/>
          <w:szCs w:val="28"/>
          <w:rtl/>
          <w:lang w:val="sw-KE"/>
        </w:rPr>
        <w:t>أَنْشَأَ الخَلْقَ إنْشَاءً، وَابْتَدَأَهُ ابْتِدَاءً، بِلاَ رَوِيَّة أَجَالَهَا، وَلاَ تَجْرِبَة اسْتَفَادَهَا، وَلاَ حَرَكَة أَحْدَثَهَا، وَلاَ هَمَامَةِ نَفْس اظْطَرَبَ فِيهَا</w:t>
      </w:r>
      <w:r w:rsidRPr="00274B50">
        <w:rPr>
          <w:sz w:val="28"/>
          <w:szCs w:val="28"/>
          <w:lang w:val="sw-KE"/>
        </w:rPr>
        <w:t xml:space="preserve"> .</w:t>
      </w:r>
      <w:r w:rsidRPr="00274B50">
        <w:rPr>
          <w:sz w:val="28"/>
          <w:szCs w:val="28"/>
          <w:rtl/>
          <w:lang w:val="sw-KE"/>
        </w:rPr>
        <w:t>أَحَالَ الاْشياءَ ل</w:t>
      </w:r>
      <w:r w:rsidRPr="00274B50">
        <w:rPr>
          <w:rFonts w:hint="cs"/>
          <w:sz w:val="28"/>
          <w:szCs w:val="28"/>
          <w:rtl/>
          <w:lang w:val="sw-KE"/>
        </w:rPr>
        <w:t>أ</w:t>
      </w:r>
      <w:r w:rsidRPr="00274B50">
        <w:rPr>
          <w:sz w:val="28"/>
          <w:szCs w:val="28"/>
          <w:rtl/>
          <w:lang w:val="sw-KE"/>
        </w:rPr>
        <w:t>وْقَاتِهَا، وَلاَمَ بَيْنَ مُخْتَلِفَاتِهَا، وَغَرَّزَ غَرائِزَهَا، وَأَلزَمَهَا أشْبَاحَهَا، عَالِماً بِهَا قَبْلَ ابْتِدَائِهَا، مُحِيطاً بِحُدُودِها وَانْتِهَائِهَا، عَارفاً بِقَرَائِنِها وَأَحْنَائِهَا</w:t>
      </w:r>
      <w:r w:rsidRPr="00274B50">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Alianza kuumba viumbe mwanzo, na kuvibuni kwa ubunifu, bila ya kupitisha fikra, wala kufaidika na uzoefu wowote, wala hakufanya harakati yeyote, wala kusumbuliwa na azma ya ndani ya nafsi, amevitoa viumbe (kutoka hakuna kitu na kuviingiza) kwenye ulimwengu wa kuwepo kwa wakati wake.</w:t>
      </w:r>
    </w:p>
    <w:p w:rsidR="007130FD" w:rsidRPr="007130FD" w:rsidRDefault="007130FD" w:rsidP="007130FD">
      <w:pPr>
        <w:ind w:firstLine="0"/>
        <w:rPr>
          <w:sz w:val="24"/>
          <w:szCs w:val="24"/>
          <w:lang w:val="sw-KE"/>
        </w:rPr>
      </w:pPr>
      <w:r w:rsidRPr="007130FD">
        <w:rPr>
          <w:sz w:val="24"/>
          <w:szCs w:val="24"/>
          <w:lang w:val="sw-KE"/>
        </w:rPr>
        <w:t>Akaviunganisha viumbe pamoja na tofauti zao. Akaweka silika zao, na akaziambatanisha hizo silika na wenyewe. Akiwa mjuzi (s.w.t) kabla hajabuni (viumbe) akiwa mwenye kuelewa kwa ukamilifu, mipaka yao na mwisho wao, akiwa mwenye kutambua utashi wao na sehemu zao nyingi.</w:t>
      </w:r>
    </w:p>
    <w:p w:rsidR="00A165A6" w:rsidRPr="00274B50" w:rsidRDefault="00A165A6" w:rsidP="00274B50">
      <w:pPr>
        <w:bidi/>
        <w:rPr>
          <w:sz w:val="28"/>
          <w:szCs w:val="28"/>
          <w:rtl/>
        </w:rPr>
      </w:pPr>
      <w:r w:rsidRPr="00274B50">
        <w:rPr>
          <w:sz w:val="28"/>
          <w:szCs w:val="28"/>
          <w:rtl/>
        </w:rPr>
        <w:t>ثُمَّ أَنْشَأَ ـ سُبْحَانَهُ ـ فَتْقَ الاْجْوَاءِ، وَشَقَّ الاْرْجَاءِ، وَسَكَائِكَ الَهوَاءِ، فأَجازَ فِيهَا مَاءً مُتَلاطِماً تَيَّارُهُ، مُتَراكِماً زَخَّارُهُ، حَمَلَهُ عَلَى مَتْنِ</w:t>
      </w:r>
      <w:r w:rsidRPr="00274B50">
        <w:rPr>
          <w:rFonts w:hint="cs"/>
          <w:sz w:val="28"/>
          <w:szCs w:val="28"/>
          <w:rtl/>
        </w:rPr>
        <w:t xml:space="preserve"> </w:t>
      </w:r>
      <w:r w:rsidRPr="00274B50">
        <w:rPr>
          <w:sz w:val="28"/>
          <w:szCs w:val="28"/>
          <w:rtl/>
        </w:rPr>
        <w:t>الرِّيحِ الْعَاصِفَةِ، وَالزَّعْزَعِ الْقَاصِفَةِ، فَأَمَرَها بِرَدِّهِ، وَسَلَّطَهَا عَلَى شَدِّهِ، وَقَرنَهَا إِلَى حَدِّهِ، الهَوَاءُ مِنْ تَحْتِها فَتِيقٌ، وَالمَاءُ مِنْ فَوْقِهَا دَفِيقٌ</w:t>
      </w:r>
      <w:r w:rsidRPr="00274B50">
        <w:rPr>
          <w:sz w:val="28"/>
          <w:szCs w:val="28"/>
        </w:rPr>
        <w:t>.</w:t>
      </w:r>
    </w:p>
    <w:p w:rsidR="007130FD" w:rsidRPr="007130FD" w:rsidRDefault="000A0009" w:rsidP="007130FD">
      <w:pPr>
        <w:ind w:firstLine="0"/>
        <w:rPr>
          <w:sz w:val="24"/>
          <w:szCs w:val="24"/>
          <w:lang w:val="sw-KE"/>
        </w:rPr>
      </w:pPr>
      <w:r>
        <w:rPr>
          <w:sz w:val="24"/>
          <w:szCs w:val="24"/>
          <w:lang w:val="sw-KE"/>
        </w:rPr>
        <w:t>Kisha aliumba (s.w.t</w:t>
      </w:r>
      <w:r w:rsidR="007130FD" w:rsidRPr="007130FD">
        <w:rPr>
          <w:sz w:val="24"/>
          <w:szCs w:val="24"/>
          <w:lang w:val="sw-KE"/>
        </w:rPr>
        <w:t>) mwanya wa anga na eneo la mbingu na utando wa upepo, alimimina humo maji ambayo mawimbi yake yalikuwa makali na mawimbi yalilundikana moja juu ya jingine, aliyabebesha kwenye upepo uendao kwa kasi, na mtikisiko mkali, na kimbunga kinachovunja. Aliyaamrisha yamwage (mvua) aliufanya upepo uwe na uwezo wa kuzuia nguvu za mvua na kuijulisha mipaka yake. Upepo ulivuma chini hali maji yalibubujika kwa kasi kwa upande wa juu.</w:t>
      </w:r>
    </w:p>
    <w:p w:rsidR="007130FD" w:rsidRPr="00274B50" w:rsidRDefault="000A0009" w:rsidP="00EA6E64">
      <w:pPr>
        <w:bidi/>
        <w:rPr>
          <w:sz w:val="28"/>
          <w:szCs w:val="28"/>
          <w:lang w:val="sw-KE"/>
        </w:rPr>
      </w:pPr>
      <w:r w:rsidRPr="00274B50">
        <w:rPr>
          <w:sz w:val="28"/>
          <w:szCs w:val="28"/>
          <w:rtl/>
          <w:lang w:val="sw-KE"/>
        </w:rPr>
        <w:lastRenderedPageBreak/>
        <w:t>ثُمَّ أَنْشَأَ سُبْحَانَهُ رِيحاً اعْتَقَمَ مَهَبّ</w:t>
      </w:r>
      <w:r w:rsidR="005A440B" w:rsidRPr="00274B50">
        <w:rPr>
          <w:sz w:val="28"/>
          <w:szCs w:val="28"/>
          <w:rtl/>
          <w:lang w:val="sw-KE"/>
        </w:rPr>
        <w:t>َهَا</w:t>
      </w:r>
      <w:r w:rsidR="00EA6E64" w:rsidRPr="00274B50">
        <w:rPr>
          <w:sz w:val="28"/>
          <w:szCs w:val="28"/>
          <w:rtl/>
          <w:lang w:val="sw-KE"/>
        </w:rPr>
        <w:t>، وَأَدَامَ مُرَبَّهَا</w:t>
      </w:r>
      <w:r w:rsidRPr="00274B50">
        <w:rPr>
          <w:sz w:val="28"/>
          <w:szCs w:val="28"/>
          <w:rtl/>
          <w:lang w:val="sw-KE"/>
        </w:rPr>
        <w:t>، وَأَعْصَفَ مَجْرَاها، وَأَبْعَدَ مَنْشَاهَا، ف</w:t>
      </w:r>
      <w:r w:rsidR="00EA6E64" w:rsidRPr="00274B50">
        <w:rPr>
          <w:sz w:val="28"/>
          <w:szCs w:val="28"/>
          <w:rtl/>
          <w:lang w:val="sw-KE"/>
        </w:rPr>
        <w:t>َأَمَرَها بِتَصْفِيقِ المَاءِ</w:t>
      </w:r>
      <w:r w:rsidRPr="00274B50">
        <w:rPr>
          <w:sz w:val="28"/>
          <w:szCs w:val="28"/>
          <w:rtl/>
          <w:lang w:val="sw-KE"/>
        </w:rPr>
        <w:t xml:space="preserve"> الزَّخَّارِ، وَإِثَارَةِ م</w:t>
      </w:r>
      <w:r w:rsidR="00EA6E64" w:rsidRPr="00274B50">
        <w:rPr>
          <w:sz w:val="28"/>
          <w:szCs w:val="28"/>
          <w:rtl/>
          <w:lang w:val="sw-KE"/>
        </w:rPr>
        <w:t>َوْجِ البِحَارِ، فَمَخَضَتْهُ</w:t>
      </w:r>
      <w:r w:rsidRPr="00274B50">
        <w:rPr>
          <w:sz w:val="28"/>
          <w:szCs w:val="28"/>
          <w:rtl/>
          <w:lang w:val="sw-KE"/>
        </w:rPr>
        <w:t xml:space="preserve"> مَخْضَ السِّقَاءِ، وَعَصَفَتْ بهِ عَصْفَهَا بِالفَضَاءِ</w:t>
      </w:r>
      <w:r w:rsidR="00EA6E64" w:rsidRPr="00274B50">
        <w:rPr>
          <w:rFonts w:hint="cs"/>
          <w:sz w:val="28"/>
          <w:szCs w:val="28"/>
          <w:rtl/>
          <w:lang w:val="sw-KE"/>
        </w:rPr>
        <w:t>.</w:t>
      </w:r>
    </w:p>
    <w:p w:rsidR="007130FD" w:rsidRPr="007130FD" w:rsidRDefault="000A0009" w:rsidP="007130FD">
      <w:pPr>
        <w:ind w:firstLine="0"/>
        <w:rPr>
          <w:sz w:val="24"/>
          <w:szCs w:val="24"/>
          <w:lang w:val="sw-KE"/>
        </w:rPr>
      </w:pPr>
      <w:r>
        <w:rPr>
          <w:sz w:val="24"/>
          <w:szCs w:val="24"/>
          <w:lang w:val="sw-KE"/>
        </w:rPr>
        <w:t>Kisha (s.w.t</w:t>
      </w:r>
      <w:r w:rsidR="007130FD" w:rsidRPr="007130FD">
        <w:rPr>
          <w:sz w:val="24"/>
          <w:szCs w:val="24"/>
          <w:lang w:val="sw-KE"/>
        </w:rPr>
        <w:t>) aliumba upepo ambao ulifanya mvumo wake uwe tasa. Yaani mvumo wa hewa ulifanywa usioweza kurutubisha kizazi, kwa kuwa kuna upepo urutubishao mimea na kuifanya itoe mazao. Na upepo huu uli- umbwa ili kuyatikisa maji tu. Na akadumisha kubaki kwake, mwendo wake ulishika kasi na akayatawanya kwa umbali na kwa upana.</w:t>
      </w:r>
    </w:p>
    <w:p w:rsidR="007130FD" w:rsidRPr="00E42577" w:rsidRDefault="005A440B" w:rsidP="00E42577">
      <w:pPr>
        <w:bidi/>
        <w:rPr>
          <w:sz w:val="28"/>
          <w:szCs w:val="28"/>
          <w:lang w:val="sw-KE"/>
        </w:rPr>
      </w:pPr>
      <w:r w:rsidRPr="00E42577">
        <w:rPr>
          <w:sz w:val="28"/>
          <w:szCs w:val="28"/>
          <w:rtl/>
          <w:lang w:val="sw-KE"/>
        </w:rPr>
        <w:t>تَرُدُّ أَوَّلَهُ عَلَى آخِرِهِ، وَسَاجِيَهُ عَلَى مَائِرِهِ، حَتَّى عَبَّ عُبَابُهُ، وَرَمَى بِالزَّبَدِ رُكَامُهُ</w:t>
      </w:r>
      <w:r w:rsidRPr="00E42577">
        <w:rPr>
          <w:rFonts w:hint="cs"/>
          <w:sz w:val="28"/>
          <w:szCs w:val="28"/>
          <w:rtl/>
          <w:lang w:val="sw-KE"/>
        </w:rPr>
        <w:t xml:space="preserve">، </w:t>
      </w:r>
      <w:r w:rsidRPr="00E42577">
        <w:rPr>
          <w:sz w:val="28"/>
          <w:szCs w:val="28"/>
          <w:rtl/>
          <w:lang w:val="sw-KE"/>
        </w:rPr>
        <w:t>فَرَفَعَهُ فِي هَوَاء مُنْفَتِق، وَجَوٍّ مُنْفَهِق، فَسَوَّى مِنْهُ سَبْعَ سَموَات، جَعَلَ سُفْلاَهُنَّ مَوْجاً مَكْفُوفاً، وَعُلْيَاهُنَّ سَقْفاً مَحْفُوظاً، وَسَمْكاً مَرْفُوعاً، بِغَيْر عَمَد يَدْعَمُهَا، وَلا دِسَار يَنْظِمُها</w:t>
      </w:r>
      <w:r w:rsidRPr="00E42577">
        <w:rPr>
          <w:sz w:val="28"/>
          <w:szCs w:val="28"/>
          <w:lang w:val="sw-KE"/>
        </w:rPr>
        <w:t xml:space="preserve"> .</w:t>
      </w:r>
      <w:r w:rsidRPr="00E42577">
        <w:rPr>
          <w:sz w:val="28"/>
          <w:szCs w:val="28"/>
          <w:rtl/>
          <w:lang w:val="sw-KE"/>
        </w:rPr>
        <w:t>ثُمَّ زَيَّنَهَا بِزينَةِ الكَوَاكِبِ، وَضِياءِ الثَّوَاقِبِ، وَأَجْرَى فِيها سِرَاجاً مُسْتَطِيراً، وَقَمَراً مُنِيراً: في فَلَك دَائِر، وَسَقْف سَائِر، وَرَقِيم مَائِر.</w:t>
      </w:r>
    </w:p>
    <w:p w:rsidR="007130FD" w:rsidRPr="007130FD" w:rsidRDefault="007130FD" w:rsidP="00A2631F">
      <w:pPr>
        <w:ind w:firstLine="0"/>
        <w:rPr>
          <w:sz w:val="24"/>
          <w:szCs w:val="24"/>
          <w:lang w:val="sw-KE"/>
        </w:rPr>
      </w:pPr>
      <w:r w:rsidRPr="007130FD">
        <w:rPr>
          <w:sz w:val="24"/>
          <w:szCs w:val="24"/>
          <w:lang w:val="sw-KE"/>
        </w:rPr>
        <w:t>Kisha aliuamrisha upepo kuyanyanyua maji yalio kwenye kina, na kuongeza kasi ya mawimbi ya bahari. Yakatikisa mtikiso kama ule ufanywao kwa kinywaji cha maziwa. Na kuvuma nayo angani. (Anakusudia kueleza kuwa upepo ukivuma angani anga ambazo ziko tupu huwa mvumo wake mkali kwa sababu ya kutozuilika na kitu chochote, na upepo huu ulivuma na maji mengi mvumo mkali sana).</w:t>
      </w:r>
      <w:r w:rsidR="00A2631F">
        <w:rPr>
          <w:sz w:val="24"/>
          <w:szCs w:val="24"/>
          <w:lang w:val="sw-KE"/>
        </w:rPr>
        <w:t xml:space="preserve"> </w:t>
      </w:r>
      <w:r w:rsidRPr="007130FD">
        <w:rPr>
          <w:sz w:val="24"/>
          <w:szCs w:val="24"/>
          <w:lang w:val="sw-KE"/>
        </w:rPr>
        <w:t>Wayarudisha ya mwanzo nyuma na yaliyotulia kuyapeleka kwa yaliyo kwenye mtikisiko, mpaka yakainuka mwinuko. Na sehemu ya chini il</w:t>
      </w:r>
      <w:r w:rsidR="00A2631F">
        <w:rPr>
          <w:sz w:val="24"/>
          <w:szCs w:val="24"/>
          <w:lang w:val="sw-KE"/>
        </w:rPr>
        <w:t>ijaa povu. Baadaye Mungu (s.w.t</w:t>
      </w:r>
      <w:r w:rsidRPr="007130FD">
        <w:rPr>
          <w:sz w:val="24"/>
          <w:szCs w:val="24"/>
          <w:lang w:val="sw-KE"/>
        </w:rPr>
        <w:t>) aliinua povu lile juu ya upepo ulio wazi kutoka humo aliumba mbingu Saba. Na sehemu ya mawimbi ya chini aliyazuia na kuwa kituo, na ya juu kuwa kama dari inayo zuia na jumba lililoinuka bila ya nguzo zenye kulikinga, wala misumari inayo imarisha, kisha alizipamba (mbingu) kwa mapambo ya nyota na mianga yenye nuru. Na alipitisha humo jua lenye taa yenye kuenea mwanga wake. Na mwezi wenye nuru katika sayari zinazozunguka. Na dari inayokwenda, na ubao uendao</w:t>
      </w:r>
      <w:r w:rsidR="00A2631F" w:rsidRPr="00A2631F">
        <w:rPr>
          <w:rStyle w:val="libFootnotenumChar"/>
          <w:lang w:val="sw-KE"/>
        </w:rPr>
        <w:footnoteReference w:id="14"/>
      </w:r>
      <w:r w:rsidR="00A2631F">
        <w:rPr>
          <w:sz w:val="24"/>
          <w:szCs w:val="24"/>
          <w:lang w:val="sw-KE"/>
        </w:rPr>
        <w:t>.</w:t>
      </w:r>
    </w:p>
    <w:p w:rsidR="007130FD" w:rsidRPr="007130FD" w:rsidRDefault="00A8444B" w:rsidP="000D70BC">
      <w:pPr>
        <w:pStyle w:val="Heading3"/>
        <w:rPr>
          <w:lang w:val="sw-KE"/>
        </w:rPr>
      </w:pPr>
      <w:bookmarkStart w:id="12" w:name="_Toc46076668"/>
      <w:r>
        <w:rPr>
          <w:lang w:val="sw-KE"/>
        </w:rPr>
        <w:t>KUUMBA MALAIKA</w:t>
      </w:r>
      <w:bookmarkEnd w:id="12"/>
    </w:p>
    <w:p w:rsidR="007130FD" w:rsidRPr="00E42577" w:rsidRDefault="003D6031" w:rsidP="00E42577">
      <w:pPr>
        <w:bidi/>
        <w:rPr>
          <w:sz w:val="28"/>
          <w:szCs w:val="28"/>
        </w:rPr>
      </w:pPr>
      <w:r w:rsidRPr="00E42577">
        <w:rPr>
          <w:sz w:val="28"/>
          <w:szCs w:val="28"/>
          <w:rtl/>
        </w:rPr>
        <w:t>ثُمَّ فَتَقَ مَا بَيْنَ السَّمواتِ العُلاَ، فَمَلاَهُنَّ أَطْواراً مِنْ مَلائِكَتِهِ</w:t>
      </w:r>
      <w:r w:rsidRPr="00E42577">
        <w:rPr>
          <w:sz w:val="28"/>
          <w:szCs w:val="28"/>
        </w:rPr>
        <w:t>:</w:t>
      </w:r>
      <w:r w:rsidRPr="00E42577">
        <w:rPr>
          <w:rFonts w:hint="cs"/>
          <w:sz w:val="28"/>
          <w:szCs w:val="28"/>
          <w:rtl/>
        </w:rPr>
        <w:t xml:space="preserve"> </w:t>
      </w:r>
      <w:r w:rsidRPr="00E42577">
        <w:rPr>
          <w:sz w:val="28"/>
          <w:szCs w:val="28"/>
          <w:rtl/>
        </w:rPr>
        <w:t>مِنْهُمْ سُجُودٌ لاَيَرْكَعُونَ، وَرُكُوعٌ لاَ يَنْتَصِبُونَ، وَصَافُّونَ لاَ يَتَزَايَلُونَ، وَمُسَبِّحُونَ لاَ يَسْأَمُونَ، لاَ يَغْشَاهُمْ نَوْمُ العُيُونِ، وَلاَ سَهْوُ العُقُولِ، وَلاَ فَتْرَةُ الاَبْدَانِ، ولاَ غَفْلَةُ النِّسْيَانِ.</w:t>
      </w:r>
    </w:p>
    <w:p w:rsidR="007130FD" w:rsidRPr="007130FD" w:rsidRDefault="007130FD" w:rsidP="003D6031">
      <w:pPr>
        <w:ind w:firstLine="0"/>
        <w:rPr>
          <w:sz w:val="24"/>
          <w:szCs w:val="24"/>
          <w:lang w:val="sw-KE"/>
        </w:rPr>
      </w:pPr>
      <w:r w:rsidRPr="007130FD">
        <w:rPr>
          <w:sz w:val="24"/>
          <w:szCs w:val="24"/>
          <w:lang w:val="sw-KE"/>
        </w:rPr>
        <w:t>Kisha aliumba mwanya kati ya mbingu za juu na kuzijaza malaika wake wenye daraja tofauti</w:t>
      </w:r>
      <w:r w:rsidR="003D6031" w:rsidRPr="003D6031">
        <w:rPr>
          <w:rStyle w:val="libFootnotenumChar"/>
          <w:lang w:val="sw-KE"/>
        </w:rPr>
        <w:footnoteReference w:id="15"/>
      </w:r>
      <w:r w:rsidR="003D6031">
        <w:rPr>
          <w:sz w:val="24"/>
          <w:szCs w:val="24"/>
          <w:lang w:val="sw-KE"/>
        </w:rPr>
        <w:t>.</w:t>
      </w:r>
      <w:r w:rsidRPr="007130FD">
        <w:rPr>
          <w:sz w:val="24"/>
          <w:szCs w:val="24"/>
          <w:lang w:val="sw-KE"/>
        </w:rPr>
        <w:t xml:space="preserve">Mabingwa wa ibada, miongoni mwao kuna ambao wamesujudu na wala hawarukuu, na kuna waliorukuu na wala hawasimami, </w:t>
      </w:r>
      <w:r w:rsidRPr="007130FD">
        <w:rPr>
          <w:sz w:val="24"/>
          <w:szCs w:val="24"/>
          <w:lang w:val="sw-KE"/>
        </w:rPr>
        <w:lastRenderedPageBreak/>
        <w:t>kuna waliosimama katika safu na wala hawatawanyiki kuna wanaosabihi na wala hawachoki, hawasinzii, wala hapitiwi, wala hawanyong’onyei, wala kughafilika kwa kusahau.</w:t>
      </w:r>
    </w:p>
    <w:p w:rsidR="007130FD" w:rsidRPr="00EF2C3C" w:rsidRDefault="003D6031" w:rsidP="003D6031">
      <w:pPr>
        <w:bidi/>
        <w:ind w:firstLine="0"/>
        <w:rPr>
          <w:sz w:val="28"/>
          <w:szCs w:val="28"/>
          <w:lang w:val="sw-KE"/>
        </w:rPr>
      </w:pPr>
      <w:r w:rsidRPr="00EF2C3C">
        <w:rPr>
          <w:sz w:val="28"/>
          <w:szCs w:val="28"/>
          <w:rtl/>
          <w:lang w:val="sw-KE"/>
        </w:rPr>
        <w:t>وَمِنْهُمْ أُمَنَاءُ عَلَى وَحْيِهِ، وأَلسِنَةٌ إِلَى رُسُلِهِ، وَمُخْتَلِفُونَ بِقَضَائِهِ وَأَمْرهِ</w:t>
      </w:r>
      <w:r w:rsidRPr="00EF2C3C">
        <w:rPr>
          <w:sz w:val="28"/>
          <w:szCs w:val="28"/>
          <w:lang w:val="sw-KE"/>
        </w:rPr>
        <w:t>.</w:t>
      </w:r>
      <w:r w:rsidR="00EF2C3C" w:rsidRPr="00EF2C3C">
        <w:rPr>
          <w:rFonts w:hint="cs"/>
          <w:sz w:val="28"/>
          <w:szCs w:val="28"/>
          <w:rtl/>
          <w:lang w:val="sw-KE"/>
        </w:rPr>
        <w:t xml:space="preserve"> </w:t>
      </w:r>
      <w:r w:rsidRPr="00EF2C3C">
        <w:rPr>
          <w:sz w:val="28"/>
          <w:szCs w:val="28"/>
          <w:rtl/>
          <w:lang w:val="sw-KE"/>
        </w:rPr>
        <w:t>وَمِنْهُمُ الحَفَظَةُ لِ</w:t>
      </w:r>
      <w:r w:rsidR="00EF2C3C">
        <w:rPr>
          <w:sz w:val="28"/>
          <w:szCs w:val="28"/>
          <w:rtl/>
          <w:lang w:val="sw-KE"/>
        </w:rPr>
        <w:t>عِبَادِهِ، وَالسَّدَنَةُ</w:t>
      </w:r>
      <w:r w:rsidR="00EF2C3C" w:rsidRPr="00EF2C3C">
        <w:rPr>
          <w:sz w:val="28"/>
          <w:szCs w:val="28"/>
          <w:rtl/>
          <w:lang w:val="sw-KE"/>
        </w:rPr>
        <w:t xml:space="preserve"> لاِ</w:t>
      </w:r>
      <w:r w:rsidRPr="00EF2C3C">
        <w:rPr>
          <w:sz w:val="28"/>
          <w:szCs w:val="28"/>
          <w:rtl/>
          <w:lang w:val="sw-KE"/>
        </w:rPr>
        <w:t>بْوَابِ جِنَانِهِ</w:t>
      </w:r>
      <w:r w:rsidRPr="00EF2C3C">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b. Miongoni mwao kuna waaminifu wa wahyi wa Mungu, na ni ndimi zitamkazo ndani ya vinywa vya mitume Wake, na wanaopokezana kwa hukumu na amri zake (kupitia wao Mungu hupitisha hukumu kwa amtakae kwa apendacho).</w:t>
      </w:r>
    </w:p>
    <w:p w:rsidR="007130FD" w:rsidRPr="00EF2C3C" w:rsidRDefault="00EF2C3C" w:rsidP="00EF2C3C">
      <w:pPr>
        <w:bidi/>
        <w:ind w:firstLine="0"/>
        <w:rPr>
          <w:sz w:val="28"/>
          <w:szCs w:val="28"/>
          <w:lang w:val="sw-KE"/>
        </w:rPr>
      </w:pPr>
      <w:r>
        <w:rPr>
          <w:sz w:val="28"/>
          <w:szCs w:val="28"/>
          <w:rtl/>
          <w:lang w:val="sw-KE"/>
        </w:rPr>
        <w:t>وَمِنْهُمُ الثَّابِتَةُ في الاْ</w:t>
      </w:r>
      <w:r w:rsidRPr="00EF2C3C">
        <w:rPr>
          <w:sz w:val="28"/>
          <w:szCs w:val="28"/>
          <w:rtl/>
          <w:lang w:val="sw-KE"/>
        </w:rPr>
        <w:t>رَضِينَ السُّفْلَى أَقْدَامُهُمْ، وَالمَارِقَةُ مِنَ السَّماءِ العُلْيَا أَعْ</w:t>
      </w:r>
      <w:r>
        <w:rPr>
          <w:sz w:val="28"/>
          <w:szCs w:val="28"/>
          <w:rtl/>
          <w:lang w:val="sw-KE"/>
        </w:rPr>
        <w:t>نَاقُهُمْ، والخَارجَةُ مِنَ الا</w:t>
      </w:r>
      <w:r w:rsidRPr="00EF2C3C">
        <w:rPr>
          <w:sz w:val="28"/>
          <w:szCs w:val="28"/>
          <w:rtl/>
          <w:lang w:val="sw-KE"/>
        </w:rPr>
        <w:t>َقْطَارِ أَرْكَانُهُمْ، وَالمُنَاسِبَةُ لِقَوَائِمِ العَرْشِ أَكْتَافُهُمْ، نَاكِسَةٌ دُونَهُ</w:t>
      </w:r>
      <w:r>
        <w:rPr>
          <w:sz w:val="28"/>
          <w:szCs w:val="28"/>
          <w:rtl/>
          <w:lang w:val="sw-KE"/>
        </w:rPr>
        <w:t xml:space="preserve"> أَبْصارُهُمْ، مُتَلَفِّعُونَ</w:t>
      </w:r>
      <w:r w:rsidRPr="00EF2C3C">
        <w:rPr>
          <w:sz w:val="28"/>
          <w:szCs w:val="28"/>
          <w:rtl/>
          <w:lang w:val="sw-KE"/>
        </w:rPr>
        <w:t xml:space="preserve"> تَحْتَهُ بِأَجْنِحَتِهِمْ، مَضْرُوبَةٌ بَيْنَهُمْ وَبَيْنَ مِنْ دُونَهُمْ حُجُبُ العِزَّةِ، وَأسْتَارُ القُدْرَةِ، لاَ يَتَوَهَّمُونَ رَبَّهُمْ بالتَّصْوِيرِ، وَلاَ يُجْرُونَ عَلَيْهِ صِفَاتِ المَصْنُوع</w:t>
      </w:r>
      <w:r>
        <w:rPr>
          <w:sz w:val="28"/>
          <w:szCs w:val="28"/>
          <w:rtl/>
          <w:lang w:val="sw-KE"/>
        </w:rPr>
        <w:t>ِينَ، وَلاَ يَحُدُّونَهُ بِالاْ</w:t>
      </w:r>
      <w:r w:rsidRPr="00EF2C3C">
        <w:rPr>
          <w:sz w:val="28"/>
          <w:szCs w:val="28"/>
          <w:rtl/>
          <w:lang w:val="sw-KE"/>
        </w:rPr>
        <w:t>ماكِنِ، وَلاَ يُشِيرُونَ إِلَيْهِ بِالنَّظَائِرِ</w:t>
      </w:r>
      <w:r w:rsidRPr="00EF2C3C">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c. Malaika wahifadhi wa waja Wake (s</w:t>
      </w:r>
      <w:r w:rsidR="007B4EF3">
        <w:rPr>
          <w:sz w:val="24"/>
          <w:szCs w:val="24"/>
          <w:lang w:val="sw-KE"/>
        </w:rPr>
        <w:t>.</w:t>
      </w:r>
      <w:r w:rsidRPr="007130FD">
        <w:rPr>
          <w:sz w:val="24"/>
          <w:szCs w:val="24"/>
          <w:lang w:val="sw-KE"/>
        </w:rPr>
        <w:t>w</w:t>
      </w:r>
      <w:r w:rsidR="007B4EF3">
        <w:rPr>
          <w:sz w:val="24"/>
          <w:szCs w:val="24"/>
          <w:lang w:val="sw-KE"/>
        </w:rPr>
        <w:t>.</w:t>
      </w:r>
      <w:r w:rsidRPr="007130FD">
        <w:rPr>
          <w:sz w:val="24"/>
          <w:szCs w:val="24"/>
          <w:lang w:val="sw-KE"/>
        </w:rPr>
        <w:t>t), kana kwamba wao ni nguvu iliyowekwa ndani ya miili ya wanadamu na nafsini mwao. Na miongoni mwao wamo ambao miguu yao imeimarika katika ardhi ya chini, na shingo zao zimechomoza kwenye mbingu ya juu, na nguzo zao zimezidi kwenye peo (horizon), na mabega yamelingana na nguzo za Arshi, wenye kuinamisha macho yao mbali na Arshi, wenye kuizingira kwa mbawa zao, imepigwa pazia ya utukufu kati yao na wasiokuwa wao na stara ya uwezo, hawamfanyii taswira Mola wao, wala hawampitishii sifa za viumbe, wala hawamuwekei mipaka ya mahali, wala hawamuashirii kwa mifano.</w:t>
      </w:r>
    </w:p>
    <w:p w:rsidR="007130FD" w:rsidRPr="007B4EF3" w:rsidRDefault="00A8444B" w:rsidP="007B4EF3">
      <w:pPr>
        <w:pStyle w:val="Heading3"/>
        <w:rPr>
          <w:rStyle w:val="libFootnotenumChar"/>
          <w:lang w:val="sw-KE"/>
        </w:rPr>
      </w:pPr>
      <w:bookmarkStart w:id="13" w:name="_Toc46076669"/>
      <w:r>
        <w:rPr>
          <w:lang w:val="sw-KE"/>
        </w:rPr>
        <w:t xml:space="preserve">KUUMBWA KWA ADAM </w:t>
      </w:r>
      <w:r w:rsidRPr="007B4EF3">
        <w:rPr>
          <w:rStyle w:val="libFootnotenumChar"/>
          <w:lang w:val="sw-KE"/>
        </w:rPr>
        <w:t>(A.S)</w:t>
      </w:r>
      <w:bookmarkEnd w:id="13"/>
    </w:p>
    <w:p w:rsidR="007130FD" w:rsidRPr="003016FA" w:rsidRDefault="003016FA" w:rsidP="003016FA">
      <w:pPr>
        <w:bidi/>
        <w:ind w:firstLine="0"/>
        <w:rPr>
          <w:sz w:val="28"/>
          <w:szCs w:val="28"/>
          <w:lang w:val="sw-KE"/>
        </w:rPr>
      </w:pPr>
      <w:r w:rsidRPr="003016FA">
        <w:rPr>
          <w:sz w:val="28"/>
          <w:szCs w:val="28"/>
          <w:rtl/>
          <w:lang w:val="sw-KE"/>
        </w:rPr>
        <w:t>ثُمَّ جَمَعَ سُبْحَانَهُ مِنْ حَزْ</w:t>
      </w:r>
      <w:r>
        <w:rPr>
          <w:sz w:val="28"/>
          <w:szCs w:val="28"/>
          <w:rtl/>
          <w:lang w:val="sw-KE"/>
        </w:rPr>
        <w:t>نِ الاْ</w:t>
      </w:r>
      <w:r w:rsidRPr="003016FA">
        <w:rPr>
          <w:sz w:val="28"/>
          <w:szCs w:val="28"/>
          <w:rtl/>
          <w:lang w:val="sw-KE"/>
        </w:rPr>
        <w:t>رْضِ وَسَهْل</w:t>
      </w:r>
      <w:r>
        <w:rPr>
          <w:sz w:val="28"/>
          <w:szCs w:val="28"/>
          <w:rtl/>
          <w:lang w:val="sw-KE"/>
        </w:rPr>
        <w:t>ِهَا، وَعَذْبِهَا وَسَبَخِهَا</w:t>
      </w:r>
      <w:r w:rsidRPr="003016FA">
        <w:rPr>
          <w:sz w:val="28"/>
          <w:szCs w:val="28"/>
          <w:rtl/>
          <w:lang w:val="sw-KE"/>
        </w:rPr>
        <w:t>، تُرْبَةً</w:t>
      </w:r>
      <w:r w:rsidRPr="003016FA">
        <w:rPr>
          <w:rFonts w:hint="cs"/>
          <w:sz w:val="28"/>
          <w:szCs w:val="28"/>
          <w:rtl/>
          <w:lang w:val="sw-KE"/>
        </w:rPr>
        <w:t xml:space="preserve"> </w:t>
      </w:r>
      <w:r>
        <w:rPr>
          <w:sz w:val="28"/>
          <w:szCs w:val="28"/>
          <w:rtl/>
          <w:lang w:val="sw-KE"/>
        </w:rPr>
        <w:t>سَنَّهَا بالمَاءِ</w:t>
      </w:r>
      <w:r>
        <w:rPr>
          <w:rFonts w:hint="cs"/>
          <w:sz w:val="28"/>
          <w:szCs w:val="28"/>
          <w:rtl/>
          <w:lang w:val="sw-KE"/>
        </w:rPr>
        <w:t xml:space="preserve"> </w:t>
      </w:r>
      <w:r>
        <w:rPr>
          <w:sz w:val="28"/>
          <w:szCs w:val="28"/>
          <w:rtl/>
          <w:lang w:val="sw-KE"/>
        </w:rPr>
        <w:t>حَتَّى خَلَصَتْ، وَلاَطَهَا</w:t>
      </w:r>
      <w:r w:rsidRPr="003016FA">
        <w:rPr>
          <w:sz w:val="28"/>
          <w:szCs w:val="28"/>
          <w:rtl/>
          <w:lang w:val="sw-KE"/>
        </w:rPr>
        <w:t xml:space="preserve"> ب</w:t>
      </w:r>
      <w:r>
        <w:rPr>
          <w:sz w:val="28"/>
          <w:szCs w:val="28"/>
          <w:rtl/>
          <w:lang w:val="sw-KE"/>
        </w:rPr>
        <w:t>ِالبَلَّةِ حَتَّى لَزَبَتْ</w:t>
      </w:r>
      <w:r w:rsidRPr="003016FA">
        <w:rPr>
          <w:sz w:val="28"/>
          <w:szCs w:val="28"/>
          <w:rtl/>
          <w:lang w:val="sw-KE"/>
        </w:rPr>
        <w:t xml:space="preserve">، فَجَبَلَ </w:t>
      </w:r>
      <w:r>
        <w:rPr>
          <w:sz w:val="28"/>
          <w:szCs w:val="28"/>
          <w:rtl/>
          <w:lang w:val="sw-KE"/>
        </w:rPr>
        <w:t>مِنْها صُورَةً ذَاتَ أَحْنَاء</w:t>
      </w:r>
      <w:r w:rsidRPr="003016FA">
        <w:rPr>
          <w:sz w:val="28"/>
          <w:szCs w:val="28"/>
          <w:rtl/>
          <w:lang w:val="sw-KE"/>
        </w:rPr>
        <w:t xml:space="preserve"> وَوُصُول، وَأَعْضَاء وَفُصُول: أَجْمَدَهَا حَتَّى اسْتَمْسَكَتْ، وَأَص</w:t>
      </w:r>
      <w:r>
        <w:rPr>
          <w:sz w:val="28"/>
          <w:szCs w:val="28"/>
          <w:rtl/>
          <w:lang w:val="sw-KE"/>
        </w:rPr>
        <w:t>ْلَدَهَا حَتَّى صَلْصَلَتْ</w:t>
      </w:r>
      <w:r w:rsidRPr="003016FA">
        <w:rPr>
          <w:sz w:val="28"/>
          <w:szCs w:val="28"/>
          <w:rtl/>
          <w:lang w:val="sw-KE"/>
        </w:rPr>
        <w:t>، لِوَقْت مَعْدُود، وَأجَل مَعْلُوم</w:t>
      </w:r>
      <w:r w:rsidRPr="003016FA">
        <w:rPr>
          <w:rFonts w:hint="cs"/>
          <w:sz w:val="28"/>
          <w:szCs w:val="28"/>
          <w:rtl/>
          <w:lang w:val="sw-KE"/>
        </w:rPr>
        <w:t>.</w:t>
      </w:r>
    </w:p>
    <w:p w:rsidR="007130FD" w:rsidRPr="007130FD" w:rsidRDefault="007B4EF3" w:rsidP="007130FD">
      <w:pPr>
        <w:ind w:firstLine="0"/>
        <w:rPr>
          <w:sz w:val="24"/>
          <w:szCs w:val="24"/>
          <w:lang w:val="sw-KE"/>
        </w:rPr>
      </w:pPr>
      <w:r>
        <w:rPr>
          <w:sz w:val="24"/>
          <w:szCs w:val="24"/>
          <w:lang w:val="sw-KE"/>
        </w:rPr>
        <w:t>Kisha (s.w.t</w:t>
      </w:r>
      <w:r w:rsidR="007130FD" w:rsidRPr="007130FD">
        <w:rPr>
          <w:sz w:val="24"/>
          <w:szCs w:val="24"/>
          <w:lang w:val="sw-KE"/>
        </w:rPr>
        <w:t>) alikusanya aina za udongo: Ngumu, laini, tamu, chachu, udongo ambao aliumwagia maji mpaka ukalowana, na aliukanda kwa unyevunyevu mpaka ukaganda, kutoka humo aliumba sura yenye pande tofauti, na viungo tanzu, sehemu ya pingili aliigandisha na ikashikamana, akaifanya kuwa ngumu mpaka ikawa ngumu, kiasi cha kusikika sauti, kwa wakati uliowekwa kwa muda ujulikanao.</w:t>
      </w:r>
    </w:p>
    <w:p w:rsidR="007130FD" w:rsidRPr="006D692B" w:rsidRDefault="006D692B" w:rsidP="006D692B">
      <w:pPr>
        <w:bidi/>
        <w:ind w:firstLine="0"/>
        <w:rPr>
          <w:sz w:val="28"/>
          <w:szCs w:val="28"/>
          <w:rtl/>
          <w:lang w:val="sw-KE"/>
        </w:rPr>
      </w:pPr>
      <w:r w:rsidRPr="006D692B">
        <w:rPr>
          <w:sz w:val="28"/>
          <w:szCs w:val="28"/>
          <w:rtl/>
          <w:lang w:val="sw-KE"/>
        </w:rPr>
        <w:t xml:space="preserve">ثُمَّ نَفَخَ </w:t>
      </w:r>
      <w:r>
        <w:rPr>
          <w:sz w:val="28"/>
          <w:szCs w:val="28"/>
          <w:rtl/>
          <w:lang w:val="sw-KE"/>
        </w:rPr>
        <w:t>فِيها مِنْ رُوحِهِ فَمَثُلَتْ</w:t>
      </w:r>
      <w:r w:rsidRPr="006D692B">
        <w:rPr>
          <w:sz w:val="28"/>
          <w:szCs w:val="28"/>
          <w:rtl/>
          <w:lang w:val="sw-KE"/>
        </w:rPr>
        <w:t xml:space="preserve"> إِنْساناً ذَا أَذْهَان يُجيلُهَا، وَفِكَر يَتَصَرَّفُ بِهَا، وَجَوَارِحَ </w:t>
      </w:r>
      <w:r>
        <w:rPr>
          <w:sz w:val="28"/>
          <w:szCs w:val="28"/>
          <w:rtl/>
          <w:lang w:val="sw-KE"/>
        </w:rPr>
        <w:t>يَخْتَدِمُهَا</w:t>
      </w:r>
      <w:r w:rsidRPr="006D692B">
        <w:rPr>
          <w:sz w:val="28"/>
          <w:szCs w:val="28"/>
          <w:rtl/>
          <w:lang w:val="sw-KE"/>
        </w:rPr>
        <w:t>، وَأَدَوَات يُقَلِّبُهَا، وَمَعْرِفَة يَفْرُقُ بِهَا بَيْنَ الحَقِّ وَالبَاطِلِ، والاَذْوَاقِ وا</w:t>
      </w:r>
      <w:r>
        <w:rPr>
          <w:sz w:val="28"/>
          <w:szCs w:val="28"/>
          <w:rtl/>
          <w:lang w:val="sw-KE"/>
        </w:rPr>
        <w:t>لَمشَامِّ، وَالاْلوَانِ وَالاْ</w:t>
      </w:r>
      <w:r w:rsidRPr="006D692B">
        <w:rPr>
          <w:sz w:val="28"/>
          <w:szCs w:val="28"/>
          <w:rtl/>
          <w:lang w:val="sw-KE"/>
        </w:rPr>
        <w:t>ج</w:t>
      </w:r>
      <w:r>
        <w:rPr>
          <w:sz w:val="28"/>
          <w:szCs w:val="28"/>
          <w:rtl/>
          <w:lang w:val="sw-KE"/>
        </w:rPr>
        <w:t>ْنَاس، مَعْجُوناً بطِينَةِ الاْ</w:t>
      </w:r>
      <w:r w:rsidRPr="006D692B">
        <w:rPr>
          <w:sz w:val="28"/>
          <w:szCs w:val="28"/>
          <w:rtl/>
          <w:lang w:val="sw-KE"/>
        </w:rPr>
        <w:t>لوَانِ الُمخْتَلِفَةِ، وَالا</w:t>
      </w:r>
      <w:r>
        <w:rPr>
          <w:sz w:val="28"/>
          <w:szCs w:val="28"/>
          <w:rtl/>
          <w:lang w:val="sw-KE"/>
        </w:rPr>
        <w:t>َشْبَاهِ المُؤْتَلِفَةِ، وَالاْضْدَادِ المُتَعَادِيَةِ، والا</w:t>
      </w:r>
      <w:r w:rsidRPr="006D692B">
        <w:rPr>
          <w:sz w:val="28"/>
          <w:szCs w:val="28"/>
          <w:rtl/>
          <w:lang w:val="sw-KE"/>
        </w:rPr>
        <w:t>َخْلاطِ المُتَبَايِنَةِ، مِنَ</w:t>
      </w:r>
      <w:r w:rsidRPr="006D692B">
        <w:rPr>
          <w:rFonts w:hint="cs"/>
          <w:sz w:val="28"/>
          <w:szCs w:val="28"/>
          <w:rtl/>
          <w:lang w:val="sw-KE"/>
        </w:rPr>
        <w:t xml:space="preserve"> </w:t>
      </w:r>
      <w:r w:rsidRPr="006D692B">
        <w:rPr>
          <w:sz w:val="28"/>
          <w:szCs w:val="28"/>
          <w:rtl/>
          <w:lang w:val="sw-KE"/>
        </w:rPr>
        <w:t>الحَرِّ والبَرْدِ، وَالبَلَّةِ وَالْجُمُودِ</w:t>
      </w:r>
      <w:r w:rsidR="00C355B7" w:rsidRPr="00C355B7">
        <w:rPr>
          <w:sz w:val="28"/>
          <w:szCs w:val="28"/>
          <w:rtl/>
          <w:lang w:val="sw-KE"/>
        </w:rPr>
        <w:t>، وَالْمَساءَةِ وَالسُّرُورِ</w:t>
      </w:r>
      <w:r w:rsidRPr="006D692B">
        <w:rPr>
          <w:rFonts w:hint="cs"/>
          <w:sz w:val="28"/>
          <w:szCs w:val="28"/>
          <w:rtl/>
          <w:lang w:val="sw-KE"/>
        </w:rPr>
        <w:t>.</w:t>
      </w:r>
    </w:p>
    <w:p w:rsidR="007130FD" w:rsidRPr="007130FD" w:rsidRDefault="007130FD" w:rsidP="007130FD">
      <w:pPr>
        <w:ind w:firstLine="0"/>
        <w:rPr>
          <w:sz w:val="24"/>
          <w:szCs w:val="24"/>
          <w:lang w:val="sw-KE"/>
        </w:rPr>
      </w:pPr>
      <w:r w:rsidRPr="007130FD">
        <w:rPr>
          <w:sz w:val="24"/>
          <w:szCs w:val="24"/>
          <w:lang w:val="sw-KE"/>
        </w:rPr>
        <w:t xml:space="preserve">Baadaye alipulizia humo roho, akawa mtu mwenye akili imsukumayo, na fikra aitumikishayo, na viungo vya mwili avitumiavyo, na ala zimsaidiazo kubadilisha hali yake, na maarifa ambayo kwayo anatofautisha kati ya haki na batili, akiwa na uwezo wa kuonja, na kunusa, kupambanua rangi, na jinsi yenye mchanganyiko wa udongo wa rangi tofauti, na vitu vyenye kufanana </w:t>
      </w:r>
      <w:r w:rsidRPr="007130FD">
        <w:rPr>
          <w:sz w:val="24"/>
          <w:szCs w:val="24"/>
          <w:lang w:val="sw-KE"/>
        </w:rPr>
        <w:lastRenderedPageBreak/>
        <w:t>na kuafikiana, vitu vilivyo kinyume na visivyoafikiana. Aina tofauti za mchanganyiko: kama vile joto, baridi, hali ya chepe, ugumu, chuki, furaha.</w:t>
      </w:r>
    </w:p>
    <w:p w:rsidR="007130FD" w:rsidRPr="00280001" w:rsidRDefault="00280001" w:rsidP="00280001">
      <w:pPr>
        <w:bidi/>
        <w:ind w:firstLine="0"/>
        <w:rPr>
          <w:sz w:val="28"/>
          <w:szCs w:val="28"/>
          <w:lang w:val="sw-KE"/>
        </w:rPr>
      </w:pPr>
      <w:r w:rsidRPr="00280001">
        <w:rPr>
          <w:sz w:val="28"/>
          <w:szCs w:val="28"/>
          <w:rtl/>
          <w:lang w:val="sw-KE"/>
        </w:rPr>
        <w:t>وَاسْتَأْدَى اللهُ سُبْحَ</w:t>
      </w:r>
      <w:r>
        <w:rPr>
          <w:sz w:val="28"/>
          <w:szCs w:val="28"/>
          <w:rtl/>
          <w:lang w:val="sw-KE"/>
        </w:rPr>
        <w:t>انَهُ المَلائكَةَ وَدِيعَتَهُ</w:t>
      </w:r>
      <w:r w:rsidRPr="00280001">
        <w:rPr>
          <w:sz w:val="28"/>
          <w:szCs w:val="28"/>
          <w:rtl/>
          <w:lang w:val="sw-KE"/>
        </w:rPr>
        <w:t xml:space="preserve"> لَدَيْهِمْ، وَعَهْدَ وَصِيَّتِهِ إِلَيْهمْ، في الاْذْعَانِ بالسُّجُودِ لَهُ، وَالخُنُوعِ لِتَكْرِمَتِهِ، فَقَالَ عزَّمِن قائِل: (اسْجُدُوا لاِدَمَ فَسَجَدُوا إِلاَّ إِبْلِيسَ)</w:t>
      </w:r>
      <w:r>
        <w:rPr>
          <w:rFonts w:hint="cs"/>
          <w:sz w:val="28"/>
          <w:szCs w:val="28"/>
          <w:rtl/>
          <w:lang w:val="sw-KE"/>
        </w:rPr>
        <w:t xml:space="preserve"> </w:t>
      </w:r>
      <w:r w:rsidRPr="00280001">
        <w:rPr>
          <w:sz w:val="28"/>
          <w:szCs w:val="28"/>
          <w:rtl/>
          <w:lang w:val="sw-KE"/>
        </w:rPr>
        <w:t>وَقَبِيلَهُ، اعْتَرَتْهُمُ الحَمِيَّةُ، وَغَلَبَتْ عَلَيْهِمُ الشِّقْوَةُ، وَتَعَزَّزُوا بِخِلْقَةِ النَّارِ، وَاسْتَوْهَنُوا خَلْقَ الصَّلْصَالِ، فَأَعْطَاهُ اللهُ تَعالَى النَّظِرَةَ اسْتِحْقَاقاً لِلسُّخْطَةِ، وَاسْتِتْماماً لِلْبَلِيَّةِ، وَإِنْجَازاً لِلْعِدَةِ، فَقَالَ: (إنَّكَ مِنَ المُنْظَرِينَ إِلَى يَوْمِ الْوَقْتِ الْمَعْلُومِ)</w:t>
      </w:r>
      <w:r w:rsidRPr="00280001">
        <w:rPr>
          <w:sz w:val="28"/>
          <w:szCs w:val="28"/>
          <w:lang w:val="sw-KE"/>
        </w:rPr>
        <w:t>.</w:t>
      </w:r>
    </w:p>
    <w:p w:rsidR="007130FD" w:rsidRPr="007130FD" w:rsidRDefault="00C355B7" w:rsidP="00280001">
      <w:pPr>
        <w:ind w:firstLine="0"/>
        <w:rPr>
          <w:sz w:val="24"/>
          <w:szCs w:val="24"/>
          <w:lang w:val="sw-KE"/>
        </w:rPr>
      </w:pPr>
      <w:r>
        <w:rPr>
          <w:sz w:val="24"/>
          <w:szCs w:val="24"/>
          <w:lang w:val="sw-KE"/>
        </w:rPr>
        <w:t xml:space="preserve">Mwenyezi </w:t>
      </w:r>
      <w:r w:rsidR="007130FD" w:rsidRPr="007130FD">
        <w:rPr>
          <w:sz w:val="24"/>
          <w:szCs w:val="24"/>
          <w:lang w:val="sw-KE"/>
        </w:rPr>
        <w:t xml:space="preserve">Mungu </w:t>
      </w:r>
      <w:r>
        <w:rPr>
          <w:sz w:val="24"/>
          <w:szCs w:val="24"/>
          <w:lang w:val="sw-KE"/>
        </w:rPr>
        <w:t>Mtukufu</w:t>
      </w:r>
      <w:r w:rsidR="007130FD" w:rsidRPr="007130FD">
        <w:rPr>
          <w:sz w:val="24"/>
          <w:szCs w:val="24"/>
          <w:lang w:val="sw-KE"/>
        </w:rPr>
        <w:t xml:space="preserve"> aliwataka malaika watekeleze ahadi aliyowekeana nao, na kutimiza agizo lake la kuwataka wamsujudie Adamu, na kunyenyekea ili kumpa heshima, akasema (s.w.t): “</w:t>
      </w:r>
      <w:r w:rsidR="007130FD" w:rsidRPr="00280001">
        <w:rPr>
          <w:rStyle w:val="libAieChar"/>
          <w:lang w:val="sw-KE"/>
        </w:rPr>
        <w:t xml:space="preserve">Msujudiyeni Adamu, </w:t>
      </w:r>
      <w:r w:rsidR="00280001">
        <w:rPr>
          <w:rStyle w:val="libAieChar"/>
          <w:lang w:val="sw-KE"/>
        </w:rPr>
        <w:t xml:space="preserve">wote </w:t>
      </w:r>
      <w:r w:rsidR="007130FD" w:rsidRPr="00280001">
        <w:rPr>
          <w:rStyle w:val="libAieChar"/>
          <w:lang w:val="sw-KE"/>
        </w:rPr>
        <w:t>walisujudu isipokuwa iblisi</w:t>
      </w:r>
      <w:r w:rsidR="007130FD" w:rsidRPr="007130FD">
        <w:rPr>
          <w:sz w:val="24"/>
          <w:szCs w:val="24"/>
          <w:lang w:val="sw-KE"/>
        </w:rPr>
        <w:t>”. Quran 2:34. Yeye alijiona, akazidiwa na uovu, akajitukuza na kufanya kibri kwa sababu ya kuumbwa kutokana na moto. Alikebehi asili ya umbo la Adamu, yaani udongo.</w:t>
      </w:r>
      <w:r w:rsidR="00280001">
        <w:rPr>
          <w:sz w:val="24"/>
          <w:szCs w:val="24"/>
          <w:lang w:val="sw-KE"/>
        </w:rPr>
        <w:t xml:space="preserve"> Mwenyezi </w:t>
      </w:r>
      <w:r w:rsidR="007130FD" w:rsidRPr="007130FD">
        <w:rPr>
          <w:sz w:val="24"/>
          <w:szCs w:val="24"/>
          <w:lang w:val="sw-KE"/>
        </w:rPr>
        <w:t xml:space="preserve">Mungu </w:t>
      </w:r>
      <w:r w:rsidR="00280001">
        <w:rPr>
          <w:sz w:val="24"/>
          <w:szCs w:val="24"/>
          <w:lang w:val="sw-KE"/>
        </w:rPr>
        <w:t>Mtukufu</w:t>
      </w:r>
      <w:r w:rsidR="007130FD" w:rsidRPr="007130FD">
        <w:rPr>
          <w:sz w:val="24"/>
          <w:szCs w:val="24"/>
          <w:lang w:val="sw-KE"/>
        </w:rPr>
        <w:t xml:space="preserve"> alimpa (Ibilisi) muda ili ghadhabu ithibiti kwake. Na kukamilisha mtihani ( kwa mwanadamu) na kutekeleza ahadi, akasema: “</w:t>
      </w:r>
      <w:r w:rsidR="007130FD" w:rsidRPr="00280001">
        <w:rPr>
          <w:rStyle w:val="libAieChar"/>
          <w:lang w:val="sw-KE"/>
        </w:rPr>
        <w:t>Basi kwa hakika umekwisha kuwa mingoni mwa waliopewa muhula mpaka ya siku ya wakati maalum</w:t>
      </w:r>
      <w:r w:rsidR="007130FD" w:rsidRPr="007130FD">
        <w:rPr>
          <w:sz w:val="24"/>
          <w:szCs w:val="24"/>
          <w:lang w:val="sw-KE"/>
        </w:rPr>
        <w:t>” (15:38, 38:81)</w:t>
      </w:r>
      <w:r w:rsidR="005F004B">
        <w:rPr>
          <w:sz w:val="24"/>
          <w:szCs w:val="24"/>
          <w:lang w:val="sw-KE"/>
        </w:rPr>
        <w:t>.</w:t>
      </w:r>
    </w:p>
    <w:p w:rsidR="007130FD" w:rsidRPr="00D12469" w:rsidRDefault="00D12469" w:rsidP="00D12469">
      <w:pPr>
        <w:bidi/>
        <w:ind w:firstLine="0"/>
        <w:rPr>
          <w:sz w:val="28"/>
          <w:szCs w:val="28"/>
          <w:rtl/>
          <w:lang w:val="sw-KE"/>
        </w:rPr>
      </w:pPr>
      <w:r w:rsidRPr="00D12469">
        <w:rPr>
          <w:sz w:val="28"/>
          <w:szCs w:val="28"/>
          <w:rtl/>
          <w:lang w:val="sw-KE"/>
        </w:rPr>
        <w:t>ثُمَّ أَسْكَنَ سُبْحَانَهُ آدَمَ دَاراً أرْغَدَ فِيهَاعَيْشَهُ، وَآمَنَ فِيهَا مَحَلَّتَهُ، وَحَذَّرَهُ إِبْلِيسَ وَعَدَاوَتَهُ</w:t>
      </w:r>
      <w:r>
        <w:rPr>
          <w:sz w:val="28"/>
          <w:szCs w:val="28"/>
          <w:rtl/>
          <w:lang w:val="sw-KE"/>
        </w:rPr>
        <w:t>، فَاغْتَرَّهُ</w:t>
      </w:r>
      <w:r w:rsidRPr="00D12469">
        <w:rPr>
          <w:sz w:val="28"/>
          <w:szCs w:val="28"/>
          <w:rtl/>
          <w:lang w:val="sw-KE"/>
        </w:rPr>
        <w:t xml:space="preserve"> عَدُوُّهُ نَفَاسَةً عَلَيْهِ بِدَارِ</w:t>
      </w:r>
      <w:r>
        <w:rPr>
          <w:sz w:val="28"/>
          <w:szCs w:val="28"/>
          <w:rtl/>
          <w:lang w:val="sw-KE"/>
        </w:rPr>
        <w:t xml:space="preserve"> الْمُقَامِ، وَمُرَافَقَةِ الاْ</w:t>
      </w:r>
      <w:r w:rsidRPr="00D12469">
        <w:rPr>
          <w:sz w:val="28"/>
          <w:szCs w:val="28"/>
          <w:rtl/>
          <w:lang w:val="sw-KE"/>
        </w:rPr>
        <w:t>بْرَارِ، فَبَاعَ الْيَقِينَ بِشَكِّهِ، وَالعَزِيمَةَ بِوَهْنِ</w:t>
      </w:r>
      <w:r>
        <w:rPr>
          <w:sz w:val="28"/>
          <w:szCs w:val="28"/>
          <w:rtl/>
          <w:lang w:val="sw-KE"/>
        </w:rPr>
        <w:t>هِ، وَاسْتَبْدَلَ بِالْجَذَلِ وَجَلاً</w:t>
      </w:r>
      <w:r w:rsidRPr="00D12469">
        <w:rPr>
          <w:sz w:val="28"/>
          <w:szCs w:val="28"/>
          <w:rtl/>
          <w:lang w:val="sw-KE"/>
        </w:rPr>
        <w:t>، وَبِالاْغْتِرَارِ نَدَماً</w:t>
      </w:r>
      <w:r w:rsidRPr="00D12469">
        <w:rPr>
          <w:sz w:val="28"/>
          <w:szCs w:val="28"/>
          <w:lang w:val="sw-KE"/>
        </w:rPr>
        <w:t>.</w:t>
      </w:r>
      <w:r w:rsidRPr="00D12469">
        <w:rPr>
          <w:rFonts w:hint="cs"/>
          <w:sz w:val="28"/>
          <w:szCs w:val="28"/>
          <w:rtl/>
          <w:lang w:val="sw-KE"/>
        </w:rPr>
        <w:t xml:space="preserve"> </w:t>
      </w:r>
      <w:r w:rsidRPr="00D12469">
        <w:rPr>
          <w:sz w:val="28"/>
          <w:szCs w:val="28"/>
          <w:rtl/>
          <w:lang w:val="sw-KE"/>
        </w:rPr>
        <w:t>ثُمَّ بَسَطَ اللهُ سُبْحَانَهُ لَهُ في تَوْبَتِهِ، وَلَقَّاهُ كَلِمَةَ رَحْمَتِهِ، وَوَعَدَهُ المَرَدَّ إِلَى جَنَّتِهِ، فَأَهْبَطَهُ إِلَى دَارِ الَبَلِيَّةِ، وَتَنَاسُلِ الذُّرِّيَّةِ</w:t>
      </w:r>
      <w:r w:rsidRPr="00D12469">
        <w:rPr>
          <w:sz w:val="28"/>
          <w:szCs w:val="28"/>
          <w:lang w:val="sw-KE"/>
        </w:rPr>
        <w:t>.</w:t>
      </w:r>
    </w:p>
    <w:p w:rsidR="007130FD" w:rsidRPr="007130FD" w:rsidRDefault="007130FD" w:rsidP="00A8444B">
      <w:pPr>
        <w:ind w:firstLine="0"/>
        <w:rPr>
          <w:sz w:val="24"/>
          <w:szCs w:val="24"/>
          <w:lang w:val="sw-KE"/>
        </w:rPr>
      </w:pPr>
      <w:r w:rsidRPr="007130FD">
        <w:rPr>
          <w:sz w:val="24"/>
          <w:szCs w:val="24"/>
          <w:lang w:val="sw-KE"/>
        </w:rPr>
        <w:t xml:space="preserve">Baadaye </w:t>
      </w:r>
      <w:r w:rsidR="00D12469">
        <w:rPr>
          <w:sz w:val="24"/>
          <w:szCs w:val="24"/>
          <w:lang w:val="sw-KE"/>
        </w:rPr>
        <w:t xml:space="preserve">Mwezi </w:t>
      </w:r>
      <w:r w:rsidRPr="007130FD">
        <w:rPr>
          <w:sz w:val="24"/>
          <w:szCs w:val="24"/>
          <w:lang w:val="sw-KE"/>
        </w:rPr>
        <w:t xml:space="preserve">Mungu </w:t>
      </w:r>
      <w:r w:rsidR="00D12469">
        <w:rPr>
          <w:sz w:val="24"/>
          <w:szCs w:val="24"/>
          <w:lang w:val="sw-KE"/>
        </w:rPr>
        <w:t>Mtukufu</w:t>
      </w:r>
      <w:r w:rsidRPr="007130FD">
        <w:rPr>
          <w:sz w:val="24"/>
          <w:szCs w:val="24"/>
          <w:lang w:val="sw-KE"/>
        </w:rPr>
        <w:t xml:space="preserve"> alimuweka Adamu peponi ambapo aliyafanya maisha yake yakuridhisha, na kubaki kwa amani. Alimtahadharisha na Ibilisi na uadui wake. Adui yake (ambae ni Ibilisi) alimghuri. Akimwonea wivu kubaki kwake milele Peponi akiwa na watendao mema. Akauza yakini kwa shaka yake, na azma kwa unyonge wake, na furaha aliibadilisha kwa woga. Na kuhadaika ikawa ni majuto.</w:t>
      </w:r>
      <w:r w:rsidR="00A8444B">
        <w:rPr>
          <w:sz w:val="24"/>
          <w:szCs w:val="24"/>
          <w:lang w:val="sw-KE"/>
        </w:rPr>
        <w:t xml:space="preserve"> </w:t>
      </w:r>
      <w:r w:rsidRPr="007130FD">
        <w:rPr>
          <w:sz w:val="24"/>
          <w:szCs w:val="24"/>
          <w:lang w:val="sw-KE"/>
        </w:rPr>
        <w:t xml:space="preserve">Kisha </w:t>
      </w:r>
      <w:r w:rsidR="00A8444B">
        <w:rPr>
          <w:sz w:val="24"/>
          <w:szCs w:val="24"/>
          <w:lang w:val="sw-KE"/>
        </w:rPr>
        <w:t xml:space="preserve">Mwenyezi </w:t>
      </w:r>
      <w:r w:rsidRPr="007130FD">
        <w:rPr>
          <w:sz w:val="24"/>
          <w:szCs w:val="24"/>
          <w:lang w:val="sw-KE"/>
        </w:rPr>
        <w:t xml:space="preserve">Mungu </w:t>
      </w:r>
      <w:r w:rsidR="00A8444B">
        <w:rPr>
          <w:sz w:val="24"/>
          <w:szCs w:val="24"/>
          <w:lang w:val="sw-KE"/>
        </w:rPr>
        <w:t>Mtukufu</w:t>
      </w:r>
      <w:r w:rsidRPr="007130FD">
        <w:rPr>
          <w:sz w:val="24"/>
          <w:szCs w:val="24"/>
          <w:lang w:val="sw-KE"/>
        </w:rPr>
        <w:t xml:space="preserve"> alimpa Adamu fursa ya kutubia. Alimfundisha neno la rehema Zake. Na alimuahidi kumrudisha kwenye Pepo yake. Alimteremsha duniani kwenye makazi ya mtihani, nyumba ya majaribu, na kuzaa watoto.</w:t>
      </w:r>
    </w:p>
    <w:p w:rsidR="007130FD" w:rsidRPr="007130FD" w:rsidRDefault="00A8444B" w:rsidP="00A8444B">
      <w:pPr>
        <w:pStyle w:val="Heading3"/>
        <w:rPr>
          <w:lang w:val="sw-KE"/>
        </w:rPr>
      </w:pPr>
      <w:bookmarkStart w:id="14" w:name="_Toc46076670"/>
      <w:r w:rsidRPr="007130FD">
        <w:rPr>
          <w:lang w:val="sw-KE"/>
        </w:rPr>
        <w:t>KUTEULIWA KWA MANABII</w:t>
      </w:r>
      <w:r>
        <w:rPr>
          <w:lang w:val="sw-KE"/>
        </w:rPr>
        <w:t xml:space="preserve"> </w:t>
      </w:r>
      <w:r w:rsidRPr="00A8444B">
        <w:rPr>
          <w:rStyle w:val="libFootnotenumChar"/>
          <w:lang w:val="sw-KE"/>
        </w:rPr>
        <w:t>(A.S)</w:t>
      </w:r>
      <w:bookmarkEnd w:id="14"/>
    </w:p>
    <w:p w:rsidR="007130FD" w:rsidRPr="00A8444B" w:rsidRDefault="00A8444B" w:rsidP="00A8444B">
      <w:pPr>
        <w:bidi/>
        <w:ind w:firstLine="0"/>
        <w:rPr>
          <w:sz w:val="28"/>
          <w:szCs w:val="28"/>
          <w:lang w:val="sw-KE"/>
        </w:rPr>
      </w:pPr>
      <w:r w:rsidRPr="00A8444B">
        <w:rPr>
          <w:sz w:val="28"/>
          <w:szCs w:val="28"/>
          <w:rtl/>
          <w:lang w:val="sw-KE"/>
        </w:rPr>
        <w:t>وَاصْطَفى سُبْحَانَهُ مِنْ وَلَدَهِ أَنْبيَاءَ أَخَذَ</w:t>
      </w:r>
      <w:r>
        <w:rPr>
          <w:sz w:val="28"/>
          <w:szCs w:val="28"/>
          <w:rtl/>
          <w:lang w:val="sw-KE"/>
        </w:rPr>
        <w:t xml:space="preserve"> عَلَى الْوَحْيِ مِيثَاقَهُمْ</w:t>
      </w:r>
      <w:r w:rsidRPr="00A8444B">
        <w:rPr>
          <w:sz w:val="28"/>
          <w:szCs w:val="28"/>
          <w:rtl/>
          <w:lang w:val="sw-KE"/>
        </w:rPr>
        <w:t>، وَعَلَى تَبْليغِ الرِّسَالَةِ أَمَانَتَهُمْ، لَمَّا بَدَّلَ أَكْثَرُ خَلْقِهِ عَهْدَ اللهِ إِلَيْهِمْ، فَجَه</w:t>
      </w:r>
      <w:r>
        <w:rPr>
          <w:sz w:val="28"/>
          <w:szCs w:val="28"/>
          <w:rtl/>
          <w:lang w:val="sw-KE"/>
        </w:rPr>
        <w:t>ِلُوا حَقَّهُ، واتَّخَذُوا الاْ</w:t>
      </w:r>
      <w:r w:rsidRPr="00A8444B">
        <w:rPr>
          <w:sz w:val="28"/>
          <w:szCs w:val="28"/>
          <w:rtl/>
          <w:lang w:val="sw-KE"/>
        </w:rPr>
        <w:t>نْدَاد</w:t>
      </w:r>
      <w:r>
        <w:rPr>
          <w:sz w:val="28"/>
          <w:szCs w:val="28"/>
          <w:rtl/>
          <w:lang w:val="sw-KE"/>
        </w:rPr>
        <w:t>َ مَعَهُ، وَاجْتَالَتْهُمُ</w:t>
      </w:r>
      <w:r w:rsidRPr="00A8444B">
        <w:rPr>
          <w:sz w:val="28"/>
          <w:szCs w:val="28"/>
          <w:rtl/>
          <w:lang w:val="sw-KE"/>
        </w:rPr>
        <w:t xml:space="preserve"> الشَّيَاطِينُ عَنْ مَعْرفَتِهِ، وَ</w:t>
      </w:r>
      <w:r>
        <w:rPr>
          <w:sz w:val="28"/>
          <w:szCs w:val="28"/>
          <w:rtl/>
          <w:lang w:val="sw-KE"/>
        </w:rPr>
        <w:t>اقتَطَعَتْهُمْ عَنْ عِبَادَتِهِ</w:t>
      </w:r>
      <w:r>
        <w:rPr>
          <w:rFonts w:hint="cs"/>
          <w:sz w:val="28"/>
          <w:szCs w:val="28"/>
          <w:rtl/>
          <w:lang w:val="sw-KE"/>
        </w:rPr>
        <w:t>.</w:t>
      </w:r>
    </w:p>
    <w:p w:rsidR="007130FD" w:rsidRPr="007130FD" w:rsidRDefault="00A8444B" w:rsidP="00A8444B">
      <w:pPr>
        <w:ind w:firstLine="0"/>
        <w:rPr>
          <w:sz w:val="24"/>
          <w:szCs w:val="24"/>
          <w:lang w:val="sw-KE"/>
        </w:rPr>
      </w:pPr>
      <w:r>
        <w:rPr>
          <w:sz w:val="24"/>
          <w:szCs w:val="24"/>
          <w:lang w:val="sw-KE"/>
        </w:rPr>
        <w:t xml:space="preserve">Mwezi </w:t>
      </w:r>
      <w:r w:rsidR="007130FD" w:rsidRPr="007130FD">
        <w:rPr>
          <w:sz w:val="24"/>
          <w:szCs w:val="24"/>
          <w:lang w:val="sw-KE"/>
        </w:rPr>
        <w:t xml:space="preserve">Mungu </w:t>
      </w:r>
      <w:r>
        <w:rPr>
          <w:sz w:val="24"/>
          <w:szCs w:val="24"/>
          <w:lang w:val="sw-KE"/>
        </w:rPr>
        <w:t>Mtukufu</w:t>
      </w:r>
      <w:r w:rsidR="007130FD" w:rsidRPr="007130FD">
        <w:rPr>
          <w:sz w:val="24"/>
          <w:szCs w:val="24"/>
          <w:lang w:val="sw-KE"/>
        </w:rPr>
        <w:t xml:space="preserve"> aliwateua manabii katika kizazi chake - watoto wa Adamu </w:t>
      </w:r>
      <w:r w:rsidR="007130FD" w:rsidRPr="00942067">
        <w:rPr>
          <w:rStyle w:val="libFootnotenumChar"/>
          <w:lang w:val="sw-KE"/>
        </w:rPr>
        <w:t>(a.s)</w:t>
      </w:r>
      <w:r w:rsidR="007130FD" w:rsidRPr="007130FD">
        <w:rPr>
          <w:sz w:val="24"/>
          <w:szCs w:val="24"/>
          <w:lang w:val="sw-KE"/>
        </w:rPr>
        <w:t xml:space="preserve"> - akachukuwa kwao ahadi kwa ajili ya wahyi, na kuchukuwa dhamana kwao kwa ajili ya kuifikisha risala - Ujumbe - lakini wengi katika viumbe Wake walivyobadili ahadi ya Mung</w:t>
      </w:r>
      <w:r w:rsidR="00942067">
        <w:rPr>
          <w:sz w:val="24"/>
          <w:szCs w:val="24"/>
          <w:lang w:val="sw-KE"/>
        </w:rPr>
        <w:t>u walipotosha agizo lake (s.w.t</w:t>
      </w:r>
      <w:r w:rsidR="007130FD" w:rsidRPr="007130FD">
        <w:rPr>
          <w:sz w:val="24"/>
          <w:szCs w:val="24"/>
          <w:lang w:val="sw-KE"/>
        </w:rPr>
        <w:t>) kwao wakapuuza haki yake wakamfanyia washirika pamoja naye. Shetani aliwapotosha mbali na kumtambua Yeye. Na aliwaweka mbali na ibada yake.</w:t>
      </w:r>
    </w:p>
    <w:p w:rsidR="007130FD" w:rsidRPr="00942067" w:rsidRDefault="00942067" w:rsidP="00942067">
      <w:pPr>
        <w:bidi/>
        <w:ind w:firstLine="0"/>
        <w:rPr>
          <w:sz w:val="28"/>
          <w:szCs w:val="28"/>
          <w:lang w:val="sw-KE"/>
        </w:rPr>
      </w:pPr>
      <w:r w:rsidRPr="00942067">
        <w:rPr>
          <w:sz w:val="28"/>
          <w:szCs w:val="28"/>
          <w:rtl/>
          <w:lang w:val="sw-KE"/>
        </w:rPr>
        <w:lastRenderedPageBreak/>
        <w:t>فَبَعَثَ فِيهمْ رُسُلَهُ، وَوَاتَرَ إِلَيْهِمْ أَ</w:t>
      </w:r>
      <w:r>
        <w:rPr>
          <w:sz w:val="28"/>
          <w:szCs w:val="28"/>
          <w:rtl/>
          <w:lang w:val="sw-KE"/>
        </w:rPr>
        <w:t>نْبِياءَهُ، لِيَسْتَأْدُوهُمْ</w:t>
      </w:r>
      <w:r w:rsidRPr="00942067">
        <w:rPr>
          <w:sz w:val="28"/>
          <w:szCs w:val="28"/>
          <w:rtl/>
          <w:lang w:val="sw-KE"/>
        </w:rPr>
        <w:t xml:space="preserve"> مِيثَاقَ فِطْرَتِهِ، وَيُذَكِّرُوهُمْ مَنْسِيَّ نِعْمَتِهِ، وَيَحْتَجُّوا عَلَيْهِمْ بَالتَّبْلِيغِ، وَيُثِيرُوا لَهُمْ دَفَائِنَ الْعُقُولِ، وَيُرُوهُمْ آيَاتِ الْمَقْدِرَةِ: مِنْ سَقْف فَوْقَهُمْ مَرْفُوع، وَمِهَاد تَحْتَهُمْ مَوْضُوع، وَمَعَايِشَ تُحْيِيهِمْ، و</w:t>
      </w:r>
      <w:r>
        <w:rPr>
          <w:sz w:val="28"/>
          <w:szCs w:val="28"/>
          <w:rtl/>
          <w:lang w:val="sw-KE"/>
        </w:rPr>
        <w:t>َآجَال تُفْنِيهمْ، وَأَوْصَاب</w:t>
      </w:r>
      <w:r w:rsidRPr="00942067">
        <w:rPr>
          <w:sz w:val="28"/>
          <w:szCs w:val="28"/>
          <w:rtl/>
          <w:lang w:val="sw-KE"/>
        </w:rPr>
        <w:t xml:space="preserve"> تُهْرِمُهُمْ، </w:t>
      </w:r>
      <w:r>
        <w:rPr>
          <w:sz w:val="28"/>
          <w:szCs w:val="28"/>
          <w:rtl/>
          <w:lang w:val="sw-KE"/>
        </w:rPr>
        <w:t>وَأَحْدَاث تَتَابَعُ عَلَيْهِمْ</w:t>
      </w:r>
      <w:r>
        <w:rPr>
          <w:rFonts w:hint="cs"/>
          <w:sz w:val="28"/>
          <w:szCs w:val="28"/>
          <w:rtl/>
          <w:lang w:val="sw-KE"/>
        </w:rPr>
        <w:t>.</w:t>
      </w:r>
    </w:p>
    <w:p w:rsidR="007130FD" w:rsidRPr="007130FD" w:rsidRDefault="007130FD" w:rsidP="007130FD">
      <w:pPr>
        <w:ind w:firstLine="0"/>
        <w:rPr>
          <w:sz w:val="24"/>
          <w:szCs w:val="24"/>
          <w:lang w:val="sw-KE"/>
        </w:rPr>
      </w:pPr>
      <w:r w:rsidRPr="007130FD">
        <w:rPr>
          <w:sz w:val="24"/>
          <w:szCs w:val="24"/>
          <w:lang w:val="sw-KE"/>
        </w:rPr>
        <w:t>Aliwatuma kwao Mitume wake, aliwapeleka manabii wake kwao kwa vipindi: Ili watekeleze ahadi ya kuumba kwao, na wakumbushe neema zake zilizosahauliwa, na ili watoe hoja kwao kwa kufikisha ujumbe. Ili kuamsha vipaji vya hikima vilivyofichikana. Na kuwaonesha alama za uwezo wake wa kila kitu kama vile mbingu zilizoinuliwa na ardhi iliotandikwa chini yao, na sababu za maisha zinazowapa uhai, na ajali zinazowamaliza, na taabu zinazowazeesha na matukio yanayofululiza kwao.</w:t>
      </w:r>
    </w:p>
    <w:p w:rsidR="007130FD" w:rsidRPr="008A2E19" w:rsidRDefault="008A2E19" w:rsidP="008A2E19">
      <w:pPr>
        <w:bidi/>
        <w:ind w:firstLine="0"/>
        <w:rPr>
          <w:sz w:val="28"/>
          <w:szCs w:val="28"/>
          <w:lang w:val="sw-KE"/>
        </w:rPr>
      </w:pPr>
      <w:r w:rsidRPr="008A2E19">
        <w:rPr>
          <w:sz w:val="28"/>
          <w:szCs w:val="28"/>
          <w:rtl/>
          <w:lang w:val="sw-KE"/>
        </w:rPr>
        <w:t>وَلَمْ يُخْلِ اللهُ سُبْحَانَهُ خَلْقَهُ مِنْ نَبِيٍّ مُرْسَل، أَوْ كِتَاب مُنْزَل، أَوْ حُجَّة لاَزِمَة، أَوْ مَح</w:t>
      </w:r>
      <w:r>
        <w:rPr>
          <w:sz w:val="28"/>
          <w:szCs w:val="28"/>
          <w:rtl/>
          <w:lang w:val="sw-KE"/>
        </w:rPr>
        <w:t>َجَّة</w:t>
      </w:r>
      <w:r w:rsidRPr="008A2E19">
        <w:rPr>
          <w:sz w:val="28"/>
          <w:szCs w:val="28"/>
          <w:rtl/>
          <w:lang w:val="sw-KE"/>
        </w:rPr>
        <w:t xml:space="preserve"> قَائِمَة، رُسُلٌ لا تُقَصِّرُ بِهِمْ قِلَّةُ عَدَدِهِمْ، وَلاَ كَثْرَةُ</w:t>
      </w:r>
      <w:r w:rsidRPr="008A2E19">
        <w:rPr>
          <w:rFonts w:hint="cs"/>
          <w:sz w:val="28"/>
          <w:szCs w:val="28"/>
          <w:rtl/>
          <w:lang w:val="sw-KE"/>
        </w:rPr>
        <w:t xml:space="preserve"> </w:t>
      </w:r>
      <w:r w:rsidRPr="008A2E19">
        <w:rPr>
          <w:sz w:val="28"/>
          <w:szCs w:val="28"/>
          <w:rtl/>
          <w:lang w:val="sw-KE"/>
        </w:rPr>
        <w:t>المُكَذِّبِينَ لَهُمْ: مِنْ سَابِق سُمِّيَ لَهُ مَنْ بَعْدَهُ، أَوْ غَابِر عَرَّفَهُ مَنْ قَبْلَهُ</w:t>
      </w:r>
      <w:r w:rsidRPr="008A2E19">
        <w:rPr>
          <w:sz w:val="28"/>
          <w:szCs w:val="28"/>
          <w:lang w:val="sw-KE"/>
        </w:rPr>
        <w:t>.</w:t>
      </w:r>
      <w:r w:rsidRPr="008A2E19">
        <w:rPr>
          <w:rFonts w:hint="cs"/>
          <w:sz w:val="28"/>
          <w:szCs w:val="28"/>
          <w:rtl/>
          <w:lang w:val="sw-KE"/>
        </w:rPr>
        <w:t xml:space="preserve"> </w:t>
      </w:r>
      <w:r>
        <w:rPr>
          <w:sz w:val="28"/>
          <w:szCs w:val="28"/>
          <w:rtl/>
          <w:lang w:val="sw-KE"/>
        </w:rPr>
        <w:t>عَلَى ذْلِكَ نَسَلَتِ</w:t>
      </w:r>
      <w:r w:rsidRPr="008A2E19">
        <w:rPr>
          <w:sz w:val="28"/>
          <w:szCs w:val="28"/>
          <w:rtl/>
          <w:lang w:val="sw-KE"/>
        </w:rPr>
        <w:t xml:space="preserve"> القُرُونُ، وَمَضَتِ الدُّهُورُ، وَسَلَفَتِ الاْباء</w:t>
      </w:r>
      <w:r>
        <w:rPr>
          <w:sz w:val="28"/>
          <w:szCs w:val="28"/>
          <w:rtl/>
          <w:lang w:val="sw-KE"/>
        </w:rPr>
        <w:t>ُ، وَخَلَفَتِ الاْ</w:t>
      </w:r>
      <w:r w:rsidRPr="008A2E19">
        <w:rPr>
          <w:sz w:val="28"/>
          <w:szCs w:val="28"/>
          <w:rtl/>
          <w:lang w:val="sw-KE"/>
        </w:rPr>
        <w:t>بْنَاءُ.</w:t>
      </w:r>
    </w:p>
    <w:p w:rsidR="007130FD" w:rsidRPr="007130FD" w:rsidRDefault="00DF7C3F" w:rsidP="00DF7C3F">
      <w:pPr>
        <w:ind w:firstLine="0"/>
        <w:rPr>
          <w:sz w:val="24"/>
          <w:szCs w:val="24"/>
          <w:lang w:val="sw-KE"/>
        </w:rPr>
      </w:pPr>
      <w:r>
        <w:rPr>
          <w:sz w:val="24"/>
          <w:szCs w:val="24"/>
          <w:lang w:val="sw-KE"/>
        </w:rPr>
        <w:t xml:space="preserve">Mwenyezi </w:t>
      </w:r>
      <w:r w:rsidR="008A2E19">
        <w:rPr>
          <w:sz w:val="24"/>
          <w:szCs w:val="24"/>
          <w:lang w:val="sw-KE"/>
        </w:rPr>
        <w:t xml:space="preserve">Mungu </w:t>
      </w:r>
      <w:r>
        <w:rPr>
          <w:sz w:val="24"/>
          <w:szCs w:val="24"/>
          <w:lang w:val="sw-KE"/>
        </w:rPr>
        <w:t>Mtukufu</w:t>
      </w:r>
      <w:r w:rsidR="007130FD" w:rsidRPr="007130FD">
        <w:rPr>
          <w:sz w:val="24"/>
          <w:szCs w:val="24"/>
          <w:lang w:val="sw-KE"/>
        </w:rPr>
        <w:t xml:space="preserve"> hakuwaacha viumbe wake bila ya nabii mwenye kutumwa, au bila ya Kitabu kilichoteremshwa, au bila ya hoja ya lazima, au bila ya njia iliyonyooka.</w:t>
      </w:r>
      <w:r w:rsidR="008A2E19">
        <w:rPr>
          <w:sz w:val="24"/>
          <w:szCs w:val="24"/>
          <w:lang w:val="sw-KE"/>
        </w:rPr>
        <w:t xml:space="preserve"> </w:t>
      </w:r>
      <w:r w:rsidR="007130FD" w:rsidRPr="007130FD">
        <w:rPr>
          <w:sz w:val="24"/>
          <w:szCs w:val="24"/>
          <w:lang w:val="sw-KE"/>
        </w:rPr>
        <w:t>Hawa wajumbe, hawakujihisi kuwa wachache kwa udogo wa idadi yao wala kwa ukubwa wa idadi ya wanaowakadhibisha. Miongoni mwao aliyetangulia humtaja anayefuata baada yake au mfuasi aliyetambulishwa na mtangulizi wake.</w:t>
      </w:r>
      <w:r w:rsidR="008A2E19">
        <w:rPr>
          <w:sz w:val="24"/>
          <w:szCs w:val="24"/>
          <w:lang w:val="sw-KE"/>
        </w:rPr>
        <w:t xml:space="preserve"> </w:t>
      </w:r>
      <w:r w:rsidR="007130FD" w:rsidRPr="007130FD">
        <w:rPr>
          <w:sz w:val="24"/>
          <w:szCs w:val="24"/>
          <w:lang w:val="sw-KE"/>
        </w:rPr>
        <w:t>Kwa utaratibu huo karne baada ya karne zilipita, vilizaliwa vizazi. Miaka ikapita, mababa walipita na watoto walichukua nafasi.</w:t>
      </w:r>
    </w:p>
    <w:p w:rsidR="007130FD" w:rsidRPr="007130FD" w:rsidRDefault="00141EA3" w:rsidP="00141EA3">
      <w:pPr>
        <w:pStyle w:val="Heading3"/>
        <w:rPr>
          <w:lang w:val="sw-KE"/>
        </w:rPr>
      </w:pPr>
      <w:bookmarkStart w:id="15" w:name="_Toc46076671"/>
      <w:r>
        <w:rPr>
          <w:lang w:val="sw-KE"/>
        </w:rPr>
        <w:t>KUTUMWA KWA MUHAMMAD (s.a.w.w</w:t>
      </w:r>
      <w:r w:rsidRPr="007130FD">
        <w:rPr>
          <w:lang w:val="sw-KE"/>
        </w:rPr>
        <w:t>)</w:t>
      </w:r>
      <w:bookmarkEnd w:id="15"/>
    </w:p>
    <w:p w:rsidR="007130FD" w:rsidRPr="00A70D88" w:rsidRDefault="00A70D88" w:rsidP="00A70D88">
      <w:pPr>
        <w:bidi/>
        <w:ind w:firstLine="0"/>
        <w:rPr>
          <w:sz w:val="28"/>
          <w:szCs w:val="28"/>
          <w:lang w:val="sw-KE"/>
        </w:rPr>
      </w:pPr>
      <w:r w:rsidRPr="00A70D88">
        <w:rPr>
          <w:sz w:val="28"/>
          <w:szCs w:val="28"/>
          <w:rtl/>
          <w:lang w:val="sw-KE"/>
        </w:rPr>
        <w:t>إِلَى أَنْ بَعَثَ اللهُ سُبْحَانَهُ مُح</w:t>
      </w:r>
      <w:r>
        <w:rPr>
          <w:sz w:val="28"/>
          <w:szCs w:val="28"/>
          <w:rtl/>
          <w:lang w:val="sw-KE"/>
        </w:rPr>
        <w:t>َمَّداً(صلى الله عليه وآله) لاِنْجَازِ عِدَتِهِ</w:t>
      </w:r>
      <w:r w:rsidRPr="00A70D88">
        <w:rPr>
          <w:sz w:val="28"/>
          <w:szCs w:val="28"/>
          <w:rtl/>
          <w:lang w:val="sw-KE"/>
        </w:rPr>
        <w:t xml:space="preserve"> وَتَمامِ نُبُوَّتِهِ، مَأْخُوذاً عَلَى النَّبِيِّينَ مِيث</w:t>
      </w:r>
      <w:r>
        <w:rPr>
          <w:sz w:val="28"/>
          <w:szCs w:val="28"/>
          <w:rtl/>
          <w:lang w:val="sw-KE"/>
        </w:rPr>
        <w:t>َاقُهُ، مَشْهُورَةً سِمَاتُهُ</w:t>
      </w:r>
      <w:r w:rsidRPr="00A70D88">
        <w:rPr>
          <w:sz w:val="28"/>
          <w:szCs w:val="28"/>
          <w:rtl/>
          <w:lang w:val="sw-KE"/>
        </w:rPr>
        <w:t>، كَرِيماً مِيلادُهُ</w:t>
      </w:r>
      <w:r w:rsidRPr="00A70D88">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Hali iliendelea hivyo mpaka Allah (s.w.</w:t>
      </w:r>
      <w:r w:rsidR="00A70D88">
        <w:rPr>
          <w:sz w:val="24"/>
          <w:szCs w:val="24"/>
          <w:lang w:val="sw-KE"/>
        </w:rPr>
        <w:t xml:space="preserve">t) alipomtuma Muhammad </w:t>
      </w:r>
      <w:r w:rsidR="00A70D88" w:rsidRPr="00A70D88">
        <w:rPr>
          <w:rStyle w:val="libBold1Char"/>
          <w:lang w:val="sw-KE"/>
        </w:rPr>
        <w:t>(s.a.w.w</w:t>
      </w:r>
      <w:r w:rsidRPr="00A70D88">
        <w:rPr>
          <w:rStyle w:val="libBold1Char"/>
          <w:lang w:val="sw-KE"/>
        </w:rPr>
        <w:t>)</w:t>
      </w:r>
      <w:r w:rsidRPr="007130FD">
        <w:rPr>
          <w:sz w:val="24"/>
          <w:szCs w:val="24"/>
          <w:lang w:val="sw-KE"/>
        </w:rPr>
        <w:t>, mjumbe Wake ili kutimiza idadi Yake, na kukamilisha unabii Wake. Akiwa mwenye kuchukua ahadi Yake kutoka k</w:t>
      </w:r>
      <w:r w:rsidR="00A70D88">
        <w:rPr>
          <w:sz w:val="24"/>
          <w:szCs w:val="24"/>
          <w:lang w:val="sw-KE"/>
        </w:rPr>
        <w:t xml:space="preserve">wa manabii, alama zake </w:t>
      </w:r>
      <w:r w:rsidR="00A70D88" w:rsidRPr="00A70D88">
        <w:rPr>
          <w:rStyle w:val="libBold1Char"/>
          <w:lang w:val="sw-KE"/>
        </w:rPr>
        <w:t>(s.a.w.w</w:t>
      </w:r>
      <w:r w:rsidRPr="00A70D88">
        <w:rPr>
          <w:rStyle w:val="libBold1Char"/>
          <w:lang w:val="sw-KE"/>
        </w:rPr>
        <w:t>)</w:t>
      </w:r>
      <w:r w:rsidRPr="007130FD">
        <w:rPr>
          <w:sz w:val="24"/>
          <w:szCs w:val="24"/>
          <w:lang w:val="sw-KE"/>
        </w:rPr>
        <w:t xml:space="preserve"> zilikuwa mashuhuri, uzao wake ni wa heshima.</w:t>
      </w:r>
    </w:p>
    <w:p w:rsidR="007130FD" w:rsidRPr="00A70D88" w:rsidRDefault="00A70D88" w:rsidP="00A70D88">
      <w:pPr>
        <w:bidi/>
        <w:ind w:firstLine="0"/>
        <w:rPr>
          <w:sz w:val="28"/>
          <w:szCs w:val="28"/>
          <w:lang w:val="sw-KE"/>
        </w:rPr>
      </w:pPr>
      <w:r>
        <w:rPr>
          <w:sz w:val="28"/>
          <w:szCs w:val="28"/>
          <w:rtl/>
          <w:lang w:val="sw-KE"/>
        </w:rPr>
        <w:t>وَأهْلُ الاْ</w:t>
      </w:r>
      <w:r w:rsidRPr="00A70D88">
        <w:rPr>
          <w:sz w:val="28"/>
          <w:szCs w:val="28"/>
          <w:rtl/>
          <w:lang w:val="sw-KE"/>
        </w:rPr>
        <w:t>رْضِ يَوْمَئِذ مِلَلٌ مُتَفَرِّقَةٌ، وَأَهْوَاءٌ مُنْتَشِرَةٌ، وَطَرَائِقُ مُتَشَتِّتَةٌ، بَيْنَ مُشَبِّه ل</w:t>
      </w:r>
      <w:r>
        <w:rPr>
          <w:sz w:val="28"/>
          <w:szCs w:val="28"/>
          <w:rtl/>
          <w:lang w:val="sw-KE"/>
        </w:rPr>
        <w:t>لهِ بِخَلْقِهِ، أَوْ مُلْحِد</w:t>
      </w:r>
      <w:r>
        <w:rPr>
          <w:rFonts w:hint="cs"/>
          <w:sz w:val="28"/>
          <w:szCs w:val="28"/>
          <w:rtl/>
          <w:lang w:val="sw-KE"/>
        </w:rPr>
        <w:t xml:space="preserve"> </w:t>
      </w:r>
      <w:r w:rsidRPr="00A70D88">
        <w:rPr>
          <w:sz w:val="28"/>
          <w:szCs w:val="28"/>
          <w:rtl/>
          <w:lang w:val="sw-KE"/>
        </w:rPr>
        <w:t>في اسْمِهِ، أَوْ مُشِير إِلَى غَيْرهِ</w:t>
      </w:r>
    </w:p>
    <w:p w:rsidR="007130FD" w:rsidRPr="007130FD" w:rsidRDefault="007130FD" w:rsidP="007130FD">
      <w:pPr>
        <w:ind w:firstLine="0"/>
        <w:rPr>
          <w:sz w:val="24"/>
          <w:szCs w:val="24"/>
          <w:lang w:val="sw-KE"/>
        </w:rPr>
      </w:pPr>
      <w:r w:rsidRPr="007130FD">
        <w:rPr>
          <w:sz w:val="24"/>
          <w:szCs w:val="24"/>
          <w:lang w:val="sw-KE"/>
        </w:rPr>
        <w:t>Watu wa dunia hii wakati huo walikuwa kwenye itikadi zinazotofautiana, tamaa za nafsi zimeenea, na njia zikiwa tofauti, wakiwemo waliomshabihisha Mungu (s.w.t.) na viumbe Wake au w</w:t>
      </w:r>
      <w:r w:rsidR="00DB66C8">
        <w:rPr>
          <w:sz w:val="24"/>
          <w:szCs w:val="24"/>
          <w:lang w:val="sw-KE"/>
        </w:rPr>
        <w:t>enye kupotosha jina lake (s.w.t</w:t>
      </w:r>
      <w:r w:rsidRPr="007130FD">
        <w:rPr>
          <w:sz w:val="24"/>
          <w:szCs w:val="24"/>
          <w:lang w:val="sw-KE"/>
        </w:rPr>
        <w:t>) au wenye kumshirikisha na viumbe.</w:t>
      </w:r>
    </w:p>
    <w:p w:rsidR="007130FD" w:rsidRPr="007130FD" w:rsidRDefault="00DB66C8" w:rsidP="00DB66C8">
      <w:pPr>
        <w:bidi/>
        <w:ind w:firstLine="0"/>
        <w:rPr>
          <w:sz w:val="24"/>
          <w:szCs w:val="24"/>
          <w:lang w:val="sw-KE"/>
        </w:rPr>
      </w:pPr>
      <w:r w:rsidRPr="00DB66C8">
        <w:rPr>
          <w:sz w:val="24"/>
          <w:szCs w:val="24"/>
          <w:rtl/>
          <w:lang w:val="sw-KE"/>
        </w:rPr>
        <w:t>فَهَدَاهُمْ بهِ مِنَ الضَّلاَلَةِ، وَأَنْقَذَهُمْ بمَكانِهِ مِنَ الجَهَالَةِ</w:t>
      </w:r>
      <w:r w:rsidRPr="00DB66C8">
        <w:rPr>
          <w:sz w:val="24"/>
          <w:szCs w:val="24"/>
          <w:lang w:val="sw-KE"/>
        </w:rPr>
        <w:t>.</w:t>
      </w:r>
      <w:r>
        <w:rPr>
          <w:rFonts w:hint="cs"/>
          <w:sz w:val="24"/>
          <w:szCs w:val="24"/>
          <w:rtl/>
          <w:lang w:val="sw-KE"/>
        </w:rPr>
        <w:t xml:space="preserve"> </w:t>
      </w:r>
      <w:r w:rsidRPr="00DB66C8">
        <w:rPr>
          <w:sz w:val="24"/>
          <w:szCs w:val="24"/>
          <w:rtl/>
          <w:lang w:val="sw-KE"/>
        </w:rPr>
        <w:t xml:space="preserve">ثُمَّ اخْتَارَ </w:t>
      </w:r>
      <w:r w:rsidR="00FE488F">
        <w:rPr>
          <w:sz w:val="24"/>
          <w:szCs w:val="24"/>
          <w:rtl/>
          <w:lang w:val="sw-KE"/>
        </w:rPr>
        <w:t>سُبْحَانَهُ لِ</w:t>
      </w:r>
      <w:r w:rsidRPr="00DB66C8">
        <w:rPr>
          <w:sz w:val="24"/>
          <w:szCs w:val="24"/>
          <w:rtl/>
          <w:lang w:val="sw-KE"/>
        </w:rPr>
        <w:t>محَمَّد صلى الله عليه لِقَاءَهُ، وَرَضِيَ لَهُ مَا عِنْدَهُ، فَأَكْرَمَهُ عَنْ دَارِالدُّنْيَا، وَرَغِبَ بِهَ عَنْ مُقَارَنَةِ البَلْوَ</w:t>
      </w:r>
      <w:r>
        <w:rPr>
          <w:sz w:val="24"/>
          <w:szCs w:val="24"/>
          <w:rtl/>
          <w:lang w:val="sw-KE"/>
        </w:rPr>
        <w:t>ى، فَقَبَضَهُ إِلَيْهِ كَرِيماً</w:t>
      </w:r>
      <w:r>
        <w:rPr>
          <w:rFonts w:hint="cs"/>
          <w:sz w:val="24"/>
          <w:szCs w:val="24"/>
          <w:rtl/>
          <w:lang w:val="sw-KE"/>
        </w:rPr>
        <w:t>.</w:t>
      </w:r>
    </w:p>
    <w:p w:rsidR="007130FD" w:rsidRPr="007130FD" w:rsidRDefault="007130FD" w:rsidP="00D745AA">
      <w:pPr>
        <w:ind w:firstLine="0"/>
        <w:rPr>
          <w:sz w:val="24"/>
          <w:szCs w:val="24"/>
          <w:lang w:val="sw-KE"/>
        </w:rPr>
      </w:pPr>
      <w:r w:rsidRPr="007130FD">
        <w:rPr>
          <w:sz w:val="24"/>
          <w:szCs w:val="24"/>
          <w:lang w:val="sw-KE"/>
        </w:rPr>
        <w:t xml:space="preserve">Mwenyezi Mungu </w:t>
      </w:r>
      <w:r w:rsidR="00593A2C">
        <w:rPr>
          <w:sz w:val="24"/>
          <w:szCs w:val="24"/>
          <w:lang w:val="sw-KE" w:bidi="ar-EG"/>
        </w:rPr>
        <w:t>Mtukufu</w:t>
      </w:r>
      <w:r w:rsidRPr="007130FD">
        <w:rPr>
          <w:sz w:val="24"/>
          <w:szCs w:val="24"/>
          <w:lang w:val="sw-KE"/>
        </w:rPr>
        <w:t xml:space="preserve"> aliwaongoza kupitia kwake kutokana na upoto</w:t>
      </w:r>
      <w:r w:rsidR="00593A2C">
        <w:rPr>
          <w:sz w:val="24"/>
          <w:szCs w:val="24"/>
          <w:lang w:val="sw-KE"/>
        </w:rPr>
        <w:t xml:space="preserve">vu, na kwa nafasi yake </w:t>
      </w:r>
      <w:r w:rsidR="00593A2C" w:rsidRPr="00593A2C">
        <w:rPr>
          <w:rStyle w:val="libBold1Char"/>
          <w:lang w:val="sw-KE"/>
        </w:rPr>
        <w:t>(s.a.w.w</w:t>
      </w:r>
      <w:r w:rsidRPr="00593A2C">
        <w:rPr>
          <w:rStyle w:val="libBold1Char"/>
          <w:lang w:val="sw-KE"/>
        </w:rPr>
        <w:t>)</w:t>
      </w:r>
      <w:r w:rsidRPr="007130FD">
        <w:rPr>
          <w:sz w:val="24"/>
          <w:szCs w:val="24"/>
          <w:lang w:val="sw-KE"/>
        </w:rPr>
        <w:t xml:space="preserve"> aliwaokoa mbali na ujahili.</w:t>
      </w:r>
      <w:r w:rsidR="00593A2C">
        <w:rPr>
          <w:sz w:val="24"/>
          <w:szCs w:val="24"/>
          <w:lang w:val="sw-KE"/>
        </w:rPr>
        <w:t xml:space="preserve"> </w:t>
      </w:r>
      <w:r w:rsidRPr="007130FD">
        <w:rPr>
          <w:sz w:val="24"/>
          <w:szCs w:val="24"/>
          <w:lang w:val="sw-KE"/>
        </w:rPr>
        <w:t xml:space="preserve">Kisha </w:t>
      </w:r>
      <w:r w:rsidR="00593A2C">
        <w:rPr>
          <w:sz w:val="24"/>
          <w:szCs w:val="24"/>
          <w:lang w:val="sw-KE"/>
        </w:rPr>
        <w:t xml:space="preserve">Mwenyezi </w:t>
      </w:r>
      <w:r w:rsidRPr="007130FD">
        <w:rPr>
          <w:sz w:val="24"/>
          <w:szCs w:val="24"/>
          <w:lang w:val="sw-KE"/>
        </w:rPr>
        <w:t xml:space="preserve">Mungu </w:t>
      </w:r>
      <w:r w:rsidR="00593A2C">
        <w:rPr>
          <w:sz w:val="24"/>
          <w:szCs w:val="24"/>
          <w:lang w:val="sw-KE"/>
        </w:rPr>
        <w:t xml:space="preserve">Mtukufu alimhitari Muhamamd </w:t>
      </w:r>
      <w:r w:rsidR="00593A2C" w:rsidRPr="00593A2C">
        <w:rPr>
          <w:rStyle w:val="libBold1Char"/>
          <w:lang w:val="sw-KE"/>
        </w:rPr>
        <w:t>(s.a.w.w</w:t>
      </w:r>
      <w:r w:rsidRPr="00593A2C">
        <w:rPr>
          <w:rStyle w:val="libBold1Char"/>
          <w:lang w:val="sw-KE"/>
        </w:rPr>
        <w:t>)</w:t>
      </w:r>
      <w:r w:rsidRPr="007130FD">
        <w:rPr>
          <w:sz w:val="24"/>
          <w:szCs w:val="24"/>
          <w:lang w:val="sw-KE"/>
        </w:rPr>
        <w:t xml:space="preserve"> kukutana naye na alimridhia ili awe karibu Yake (s.w.t), na alimzidishia heshima kwa kumwondoa duniani mahali pa majaribu, kwa hiyo alimchukuwa Kwake</w:t>
      </w:r>
      <w:r w:rsidR="00D745AA">
        <w:rPr>
          <w:sz w:val="24"/>
          <w:szCs w:val="24"/>
          <w:lang w:val="sw-KE"/>
        </w:rPr>
        <w:t xml:space="preserve"> </w:t>
      </w:r>
      <w:r w:rsidR="00D745AA" w:rsidRPr="00D745AA">
        <w:rPr>
          <w:rStyle w:val="libBold1Char"/>
          <w:lang w:val="sw-KE"/>
        </w:rPr>
        <w:t>(s.a.w.w)</w:t>
      </w:r>
      <w:r w:rsidRPr="007130FD">
        <w:rPr>
          <w:sz w:val="24"/>
          <w:szCs w:val="24"/>
          <w:lang w:val="sw-KE"/>
        </w:rPr>
        <w:t xml:space="preserve"> kwa heshima.</w:t>
      </w:r>
    </w:p>
    <w:p w:rsidR="007130FD" w:rsidRPr="000226E2" w:rsidRDefault="000226E2" w:rsidP="00056356">
      <w:pPr>
        <w:bidi/>
        <w:ind w:firstLine="0"/>
        <w:rPr>
          <w:sz w:val="28"/>
          <w:szCs w:val="28"/>
          <w:lang w:val="sw-KE"/>
        </w:rPr>
      </w:pPr>
      <w:r w:rsidRPr="000226E2">
        <w:rPr>
          <w:sz w:val="28"/>
          <w:szCs w:val="28"/>
          <w:rtl/>
          <w:lang w:val="sw-KE"/>
        </w:rPr>
        <w:lastRenderedPageBreak/>
        <w:t>وَخَل</w:t>
      </w:r>
      <w:r w:rsidR="00056356">
        <w:rPr>
          <w:sz w:val="28"/>
          <w:szCs w:val="28"/>
          <w:rtl/>
          <w:lang w:val="sw-KE"/>
        </w:rPr>
        <w:t>َّفَ فِيكُمْ مَا خَلَّفَتِ الاْ</w:t>
      </w:r>
      <w:r w:rsidRPr="000226E2">
        <w:rPr>
          <w:sz w:val="28"/>
          <w:szCs w:val="28"/>
          <w:rtl/>
          <w:lang w:val="sw-KE"/>
        </w:rPr>
        <w:t>نْبيَاءُ في أُمَمِها، إذْ لَم يَتْرُكُوهُمْ هَمَلاً،</w:t>
      </w:r>
      <w:r w:rsidR="00056356">
        <w:rPr>
          <w:sz w:val="28"/>
          <w:szCs w:val="28"/>
          <w:rtl/>
          <w:lang w:val="sw-KE"/>
        </w:rPr>
        <w:t xml:space="preserve"> بِغَيْر طَريق واضِح، ولاَعَلَم</w:t>
      </w:r>
      <w:r w:rsidRPr="000226E2">
        <w:rPr>
          <w:sz w:val="28"/>
          <w:szCs w:val="28"/>
          <w:rtl/>
          <w:lang w:val="sw-KE"/>
        </w:rPr>
        <w:t xml:space="preserve"> قَائِم</w:t>
      </w:r>
      <w:r w:rsidRPr="000226E2">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Na aliacha kwenu ambayo manabii waliacha katika Umma zao</w:t>
      </w:r>
      <w:r w:rsidR="000226E2" w:rsidRPr="006A0F9D">
        <w:rPr>
          <w:rStyle w:val="libFootnotenumChar"/>
          <w:lang w:val="sw-KE"/>
        </w:rPr>
        <w:footnoteReference w:id="16"/>
      </w:r>
      <w:r w:rsidR="006A0F9D">
        <w:rPr>
          <w:sz w:val="24"/>
          <w:szCs w:val="24"/>
          <w:lang w:val="sw-KE"/>
        </w:rPr>
        <w:t>.</w:t>
      </w:r>
      <w:r w:rsidRPr="007130FD">
        <w:rPr>
          <w:sz w:val="24"/>
          <w:szCs w:val="24"/>
          <w:lang w:val="sw-KE"/>
        </w:rPr>
        <w:t xml:space="preserve"> Kwani hawakuwaacha wamepuuzwa, bila ya kuwaeleza njia iliyowazi, wala watakayoongoka kwayo.</w:t>
      </w:r>
    </w:p>
    <w:p w:rsidR="007130FD" w:rsidRPr="007130FD" w:rsidRDefault="00056356" w:rsidP="00056356">
      <w:pPr>
        <w:pStyle w:val="Heading3"/>
        <w:rPr>
          <w:lang w:val="sw-KE"/>
        </w:rPr>
      </w:pPr>
      <w:bookmarkStart w:id="16" w:name="_Toc46076672"/>
      <w:r w:rsidRPr="007130FD">
        <w:rPr>
          <w:lang w:val="sw-KE"/>
        </w:rPr>
        <w:t>KITABU CHA MWENYEZI MUNGU NA SUNNAH</w:t>
      </w:r>
      <w:bookmarkEnd w:id="16"/>
    </w:p>
    <w:p w:rsidR="007130FD" w:rsidRPr="00056356" w:rsidRDefault="00056356" w:rsidP="00056356">
      <w:pPr>
        <w:bidi/>
        <w:ind w:firstLine="0"/>
        <w:rPr>
          <w:sz w:val="28"/>
          <w:szCs w:val="28"/>
          <w:lang w:val="sw-KE"/>
        </w:rPr>
      </w:pPr>
      <w:r w:rsidRPr="00056356">
        <w:rPr>
          <w:sz w:val="28"/>
          <w:szCs w:val="28"/>
          <w:rtl/>
          <w:lang w:val="sw-KE"/>
        </w:rPr>
        <w:t>كِتَابَ رَبِّكُمْ [فِيكُمْ:] مُبَيِّناً حَلاَلَهُ وَحَرامَهُ، وَفَرَائِضَهُ وَفَضَائِ</w:t>
      </w:r>
      <w:r>
        <w:rPr>
          <w:sz w:val="28"/>
          <w:szCs w:val="28"/>
          <w:rtl/>
          <w:lang w:val="sw-KE"/>
        </w:rPr>
        <w:t>لَهُ، وَنَاسِخَهُ وَمَنْسُوخَهُ</w:t>
      </w:r>
      <w:r w:rsidRPr="00056356">
        <w:rPr>
          <w:sz w:val="28"/>
          <w:szCs w:val="28"/>
          <w:rtl/>
          <w:lang w:val="sw-KE"/>
        </w:rPr>
        <w:t>، وَرُخَصَهُ وَعَزَائِمَهُ، وَخَاصَّهُ وَعَامَّهُ، وَعِبَرَهُ وَأَمْثَالَه</w:t>
      </w:r>
      <w:r>
        <w:rPr>
          <w:sz w:val="28"/>
          <w:szCs w:val="28"/>
          <w:rtl/>
          <w:lang w:val="sw-KE"/>
        </w:rPr>
        <w:t>ُ، وَمُرْسَلَهُ وَمَحْدُودَهُ</w:t>
      </w:r>
      <w:r w:rsidRPr="00056356">
        <w:rPr>
          <w:sz w:val="28"/>
          <w:szCs w:val="28"/>
          <w:rtl/>
          <w:lang w:val="sw-KE"/>
        </w:rPr>
        <w:t>، وَمُحْكَ</w:t>
      </w:r>
      <w:r>
        <w:rPr>
          <w:sz w:val="28"/>
          <w:szCs w:val="28"/>
          <w:rtl/>
          <w:lang w:val="sw-KE"/>
        </w:rPr>
        <w:t>مَهُ وَمُتَشَابِهَهُ</w:t>
      </w:r>
      <w:r w:rsidRPr="00056356">
        <w:rPr>
          <w:sz w:val="28"/>
          <w:szCs w:val="28"/>
          <w:rtl/>
          <w:lang w:val="sw-KE"/>
        </w:rPr>
        <w:t>، مُفَسِّراً جُمَلَهُ، وَمُبَيِّناً غَوَامِضَهُ</w:t>
      </w:r>
      <w:r w:rsidRPr="00056356">
        <w:rPr>
          <w:sz w:val="28"/>
          <w:szCs w:val="28"/>
          <w:lang w:val="sw-KE"/>
        </w:rPr>
        <w:t>.</w:t>
      </w:r>
    </w:p>
    <w:p w:rsidR="00056356" w:rsidRDefault="007130FD" w:rsidP="007130FD">
      <w:pPr>
        <w:ind w:firstLine="0"/>
        <w:rPr>
          <w:sz w:val="24"/>
          <w:szCs w:val="24"/>
          <w:lang w:val="sw-KE"/>
        </w:rPr>
      </w:pPr>
      <w:r w:rsidRPr="007130FD">
        <w:rPr>
          <w:sz w:val="24"/>
          <w:szCs w:val="24"/>
          <w:lang w:val="sw-KE"/>
        </w:rPr>
        <w:t>Amekuachieni Kitabu cha Mwenyezi Mungu, Mola wenu: kibainishacho halali yake na haramu yake</w:t>
      </w:r>
      <w:r w:rsidR="00056356" w:rsidRPr="00E76A7C">
        <w:rPr>
          <w:rStyle w:val="libFootnotenumChar"/>
          <w:lang w:val="sw-KE"/>
        </w:rPr>
        <w:footnoteReference w:id="17"/>
      </w:r>
      <w:r w:rsidR="00E76A7C">
        <w:rPr>
          <w:sz w:val="24"/>
          <w:szCs w:val="24"/>
          <w:lang w:val="sw-KE"/>
        </w:rPr>
        <w:t>.</w:t>
      </w:r>
      <w:r w:rsidRPr="007130FD">
        <w:rPr>
          <w:sz w:val="24"/>
          <w:szCs w:val="24"/>
          <w:lang w:val="sw-KE"/>
        </w:rPr>
        <w:t xml:space="preserve"> Faradhi zake na fadhila zake. Batilisho (nasikh) zake na zilizobatilishwa (mansukh) zake, ruhusa zake na azma zake, hukumu ambazo ni makhsusi, na ambazo zipo katika sura ya jumla, na ambazo zina mafunzo ndani yake na mithali, ndefu na fupi, thabiti zake na mutashabih zake: zilizo wazi na ambazo ni ngumu kueleweka maana yake, zenye kufasiri aya zilizokuja kwa maana ya jumla, na zenye kubainisha maana zake ngumu. </w:t>
      </w:r>
    </w:p>
    <w:p w:rsidR="00056356" w:rsidRPr="00056356" w:rsidRDefault="00056356" w:rsidP="00056356">
      <w:pPr>
        <w:bidi/>
        <w:ind w:firstLine="0"/>
        <w:rPr>
          <w:sz w:val="28"/>
          <w:szCs w:val="28"/>
          <w:lang w:val="sw-KE" w:bidi="ar-EG"/>
        </w:rPr>
      </w:pPr>
      <w:r w:rsidRPr="00056356">
        <w:rPr>
          <w:sz w:val="28"/>
          <w:szCs w:val="28"/>
          <w:rtl/>
          <w:lang w:val="sw-KE"/>
        </w:rPr>
        <w:t>بَيْنَ مَأْخُوذ مِيثَاقُ عِلْمِهِ، وَمُوَسَّ</w:t>
      </w:r>
      <w:r>
        <w:rPr>
          <w:sz w:val="28"/>
          <w:szCs w:val="28"/>
          <w:rtl/>
          <w:lang w:val="sw-KE"/>
        </w:rPr>
        <w:t>ع عَلَى العِبَادِ في جَهْلِهِ</w:t>
      </w:r>
      <w:r w:rsidRPr="00056356">
        <w:rPr>
          <w:sz w:val="28"/>
          <w:szCs w:val="28"/>
          <w:rtl/>
          <w:lang w:val="sw-KE"/>
        </w:rPr>
        <w:t>، وَبَيْنَ مُثْبَت في الكِتابِ فَرْضُهُ، وَمَعْلُوم في السُّنَّهِ نَسْخُهُ، وَوَاجب في السُّنَّةِ أَخْذُهُ، وَمُرَخَّص في الكِتابِ تَرْكُهُ</w:t>
      </w:r>
      <w:r>
        <w:rPr>
          <w:rFonts w:hint="cs"/>
          <w:sz w:val="28"/>
          <w:szCs w:val="28"/>
          <w:rtl/>
          <w:lang w:val="sw-KE"/>
        </w:rPr>
        <w:t>.</w:t>
      </w:r>
      <w:r w:rsidRPr="00056356">
        <w:rPr>
          <w:sz w:val="28"/>
          <w:szCs w:val="28"/>
          <w:rtl/>
          <w:lang w:val="sw-KE"/>
        </w:rPr>
        <w:t xml:space="preserve"> </w:t>
      </w:r>
    </w:p>
    <w:p w:rsidR="007130FD" w:rsidRPr="007130FD" w:rsidRDefault="007130FD" w:rsidP="00056356">
      <w:pPr>
        <w:ind w:firstLine="0"/>
        <w:rPr>
          <w:sz w:val="24"/>
          <w:szCs w:val="24"/>
          <w:lang w:val="sw-KE"/>
        </w:rPr>
      </w:pPr>
      <w:r w:rsidRPr="007130FD">
        <w:rPr>
          <w:sz w:val="24"/>
          <w:szCs w:val="24"/>
          <w:lang w:val="sw-KE"/>
        </w:rPr>
        <w:t>Humo kuna aya ambazo kuzijua ni lazima, na kuna ambazo watu wanaruhusiwa kutozijua.</w:t>
      </w:r>
      <w:r w:rsidR="00056356">
        <w:rPr>
          <w:sz w:val="24"/>
          <w:szCs w:val="24"/>
          <w:lang w:val="sw-KE"/>
        </w:rPr>
        <w:t xml:space="preserve"> </w:t>
      </w:r>
      <w:r w:rsidRPr="007130FD">
        <w:rPr>
          <w:sz w:val="24"/>
          <w:szCs w:val="24"/>
          <w:lang w:val="sw-KE"/>
        </w:rPr>
        <w:t>Na ambazo imethibiti Kitabuni faradhi yake, na zajulikana kutenguliwa katika sunnah, na ambazo ni wajibu katika sunnah kuzitekeleza, na ambazo katika kitabu zaruhusiwa kuziacha.</w:t>
      </w:r>
    </w:p>
    <w:p w:rsidR="007130FD" w:rsidRPr="00056356" w:rsidRDefault="00056356" w:rsidP="00056356">
      <w:pPr>
        <w:bidi/>
        <w:ind w:firstLine="0"/>
        <w:rPr>
          <w:sz w:val="28"/>
          <w:szCs w:val="28"/>
          <w:lang w:val="sw-KE"/>
        </w:rPr>
      </w:pPr>
      <w:r w:rsidRPr="00056356">
        <w:rPr>
          <w:sz w:val="28"/>
          <w:szCs w:val="28"/>
          <w:rtl/>
          <w:lang w:val="sw-KE"/>
        </w:rPr>
        <w:t>وَبَيْنَ وَاجِب بِوَقْتِهِ، وَزَائِل في مُسْتَقْبَلِهِ، وَمُبَايَنٌ بَيْنَ مَحَارِمِهِ، مِنْ كَبير أَوْعَدَ عَلَيْهِ نِيرَانَهُ، أَوْ صَغِير أَرْصَدَ لَهُ غُفْرَانَهُ، وَبَيْنَ مَقْبُول في أَدْنَاهُ، ومُوَسَّع في أَقْصَاهُ</w:t>
      </w:r>
      <w:r w:rsidRPr="00056356">
        <w:rPr>
          <w:sz w:val="28"/>
          <w:szCs w:val="28"/>
          <w:lang w:val="sw-KE"/>
        </w:rPr>
        <w:t>.</w:t>
      </w:r>
    </w:p>
    <w:p w:rsidR="007130FD" w:rsidRPr="007130FD" w:rsidRDefault="007130FD" w:rsidP="00056356">
      <w:pPr>
        <w:ind w:firstLine="0"/>
        <w:rPr>
          <w:sz w:val="24"/>
          <w:szCs w:val="24"/>
          <w:lang w:val="sw-KE"/>
        </w:rPr>
      </w:pPr>
      <w:r w:rsidRPr="007130FD">
        <w:rPr>
          <w:sz w:val="24"/>
          <w:szCs w:val="24"/>
          <w:lang w:val="sw-KE"/>
        </w:rPr>
        <w:t>Na kuna ambazo ni wajibu kwa wakati wake, na wenye kuondoka wakati ujao, uharamu wake pia watofautiana, kuna ambazo ni kubwa ametishia kwa (kosa hilo) moto wake, au ndogo zenye ghofrani yake, na kati ya yanayokubalika uchache wake na yenye wasaa katika umbali wake.</w:t>
      </w:r>
      <w:r w:rsidR="00056356">
        <w:rPr>
          <w:rFonts w:hint="cs"/>
          <w:sz w:val="24"/>
          <w:szCs w:val="24"/>
          <w:rtl/>
          <w:lang w:val="sw-KE"/>
        </w:rPr>
        <w:t xml:space="preserve"> </w:t>
      </w:r>
      <w:r w:rsidRPr="007130FD">
        <w:rPr>
          <w:sz w:val="24"/>
          <w:szCs w:val="24"/>
          <w:lang w:val="sw-KE"/>
        </w:rPr>
        <w:t xml:space="preserve">Kuna </w:t>
      </w:r>
      <w:r w:rsidRPr="007130FD">
        <w:rPr>
          <w:sz w:val="24"/>
          <w:szCs w:val="24"/>
          <w:lang w:val="sw-KE"/>
        </w:rPr>
        <w:lastRenderedPageBreak/>
        <w:t>ambazo uchache wake wakubaliwa (kwa Mungu) na zenye uwezekano wa kutanuliwa (hukumu yake)</w:t>
      </w:r>
      <w:r w:rsidR="004A6999" w:rsidRPr="007E27D0">
        <w:rPr>
          <w:rStyle w:val="libFootnotenumChar"/>
          <w:lang w:val="sw-KE"/>
        </w:rPr>
        <w:footnoteReference w:id="18"/>
      </w:r>
      <w:r w:rsidR="004A6999">
        <w:rPr>
          <w:sz w:val="24"/>
          <w:szCs w:val="24"/>
          <w:lang w:val="sw-KE"/>
        </w:rPr>
        <w:t>.</w:t>
      </w:r>
    </w:p>
    <w:p w:rsidR="007130FD" w:rsidRPr="007130FD" w:rsidRDefault="007E27D0" w:rsidP="007E27D0">
      <w:pPr>
        <w:pStyle w:val="Heading3"/>
        <w:rPr>
          <w:lang w:val="sw-KE"/>
        </w:rPr>
      </w:pPr>
      <w:bookmarkStart w:id="17" w:name="_Toc46076673"/>
      <w:r w:rsidRPr="007130FD">
        <w:rPr>
          <w:lang w:val="sw-KE"/>
        </w:rPr>
        <w:t>NDANI YA KHUTBA HII AELEZEA HIJJA</w:t>
      </w:r>
      <w:bookmarkEnd w:id="17"/>
    </w:p>
    <w:p w:rsidR="007130FD" w:rsidRPr="00E02C2C" w:rsidRDefault="00E02C2C" w:rsidP="00E02C2C">
      <w:pPr>
        <w:bidi/>
        <w:ind w:firstLine="0"/>
        <w:rPr>
          <w:sz w:val="28"/>
          <w:szCs w:val="28"/>
          <w:lang w:val="sw-KE"/>
        </w:rPr>
      </w:pPr>
      <w:r w:rsidRPr="00E02C2C">
        <w:rPr>
          <w:sz w:val="28"/>
          <w:szCs w:val="28"/>
          <w:rtl/>
          <w:lang w:val="sw-KE"/>
        </w:rPr>
        <w:t>وَفَرَضَ عَلَيْكُمْ حَجَّ بَيْتِهِ الحَرَامِ، الّ</w:t>
      </w:r>
      <w:r>
        <w:rPr>
          <w:sz w:val="28"/>
          <w:szCs w:val="28"/>
          <w:rtl/>
          <w:lang w:val="sw-KE"/>
        </w:rPr>
        <w:t>َذِي جَعَلَهُ قِبْلَةً لِلاْ</w:t>
      </w:r>
      <w:r w:rsidRPr="00E02C2C">
        <w:rPr>
          <w:sz w:val="28"/>
          <w:szCs w:val="28"/>
          <w:rtl/>
          <w:lang w:val="sw-KE"/>
        </w:rPr>
        <w:t>نَامِ، يَرِدُونَهُ وُرُودَ الاَن</w:t>
      </w:r>
      <w:r>
        <w:rPr>
          <w:sz w:val="28"/>
          <w:szCs w:val="28"/>
          <w:rtl/>
          <w:lang w:val="sw-KE"/>
        </w:rPr>
        <w:t>ْعَامِ، وَيأْلَهُونَ إِلَيْهِ</w:t>
      </w:r>
      <w:r w:rsidRPr="00E02C2C">
        <w:rPr>
          <w:sz w:val="28"/>
          <w:szCs w:val="28"/>
          <w:rtl/>
          <w:lang w:val="sw-KE"/>
        </w:rPr>
        <w:t xml:space="preserve"> وُلُوهَ الحَمَامِ</w:t>
      </w:r>
      <w:r w:rsidRPr="00E02C2C">
        <w:rPr>
          <w:sz w:val="28"/>
          <w:szCs w:val="28"/>
          <w:lang w:val="sw-KE"/>
        </w:rPr>
        <w:t>.</w:t>
      </w:r>
    </w:p>
    <w:p w:rsidR="007130FD" w:rsidRPr="007130FD" w:rsidRDefault="007130FD" w:rsidP="007130FD">
      <w:pPr>
        <w:ind w:firstLine="0"/>
        <w:rPr>
          <w:sz w:val="24"/>
          <w:szCs w:val="24"/>
          <w:lang w:val="sw-KE"/>
        </w:rPr>
      </w:pPr>
      <w:r w:rsidRPr="007130FD">
        <w:rPr>
          <w:sz w:val="24"/>
          <w:szCs w:val="24"/>
          <w:lang w:val="sw-KE"/>
        </w:rPr>
        <w:t>Na amewajibisha juu yenu kuhiji nyumba yake tukufu, ambayo ameifanya Qibla kwa wanadamu, wanaiendea kama wanyama walazimikapo kuyaendea manyweo ya maji wanayahamanikia uhamanikaji wa njiwa.</w:t>
      </w:r>
    </w:p>
    <w:p w:rsidR="007130FD" w:rsidRPr="000E6B54" w:rsidRDefault="000E6B54" w:rsidP="000E6B54">
      <w:pPr>
        <w:bidi/>
        <w:ind w:firstLine="0"/>
        <w:rPr>
          <w:sz w:val="28"/>
          <w:szCs w:val="28"/>
          <w:lang w:val="sw-KE"/>
        </w:rPr>
      </w:pPr>
      <w:r w:rsidRPr="000E6B54">
        <w:rPr>
          <w:sz w:val="28"/>
          <w:szCs w:val="28"/>
          <w:rtl/>
          <w:lang w:val="sw-KE"/>
        </w:rPr>
        <w:t>جَعَلَهُ سُبْحَانَهُ عَلاَمَةً لِتَوَاضُعِهمْ لِعَظَمَتِهِ، وَإِذْعَانِهِمْ لِعِزَّتِهِ، وَاخْتَارَ مِنْ خَلْقِهِ سُمَّاعاً أَجَابُوا إِلَيْهِ دَعْوَتَهُ، وَصَدَّقُوا كَلِمَتِهُ، وَوَقَفُوا مَوَاقِفَ أَنْبِيَائِهِ، وَتَشَبَّهُوا بمَلاَئِكَتِهِ المُطِيفِينَ بِعَرْشِهِ، يُحْرِزُونَ الاْرْبَاحَ فِي مَتْجَرِ عِبَادَتِهِ، وَيَتَبَادَرُونَ عِنْدَهُ مَوْعِدَ مَغْفِرَتِهِ</w:t>
      </w:r>
      <w:r w:rsidRPr="000E6B54">
        <w:rPr>
          <w:sz w:val="28"/>
          <w:szCs w:val="28"/>
          <w:lang w:val="sw-KE"/>
        </w:rPr>
        <w:t>.</w:t>
      </w:r>
    </w:p>
    <w:p w:rsidR="000E6B54" w:rsidRDefault="000E6B54" w:rsidP="000E6B54">
      <w:pPr>
        <w:ind w:firstLine="0"/>
        <w:rPr>
          <w:sz w:val="24"/>
          <w:szCs w:val="24"/>
          <w:lang w:val="sw-KE"/>
        </w:rPr>
      </w:pPr>
      <w:r>
        <w:rPr>
          <w:sz w:val="24"/>
          <w:szCs w:val="24"/>
          <w:lang w:val="sw-KE"/>
        </w:rPr>
        <w:t xml:space="preserve">Mwenyezi </w:t>
      </w:r>
      <w:r w:rsidR="007130FD" w:rsidRPr="007130FD">
        <w:rPr>
          <w:sz w:val="24"/>
          <w:szCs w:val="24"/>
          <w:lang w:val="sw-KE"/>
        </w:rPr>
        <w:t xml:space="preserve">Mungu </w:t>
      </w:r>
      <w:r>
        <w:rPr>
          <w:sz w:val="24"/>
          <w:szCs w:val="24"/>
          <w:lang w:val="sw-KE"/>
        </w:rPr>
        <w:t>Mtukufu</w:t>
      </w:r>
      <w:r w:rsidR="007130FD" w:rsidRPr="007130FD">
        <w:rPr>
          <w:sz w:val="24"/>
          <w:szCs w:val="24"/>
          <w:lang w:val="sw-KE"/>
        </w:rPr>
        <w:t xml:space="preserve"> ameifanya (Kaaba) iwe ndio alama ya unyenyekevu wao kuunyenyekea utukufu Wake, na utii wao kwa enzi Yake. Amechagua kutoka kwa viumbe Wake watiifu walioitikia wito wake. Na wamesadikisha neno Lake. Na wakasimama msimamo wa manabii Wake. Wakashabihiana na malaika wake wazungukao Arshi Yake. Wanafaidika na biashara ya ibada yake. Wakiharakia kwenye ahadi ya msamaha Wake.</w:t>
      </w:r>
    </w:p>
    <w:p w:rsidR="000E6B54" w:rsidRPr="000E6B54" w:rsidRDefault="000E6B54" w:rsidP="000E6B54">
      <w:pPr>
        <w:bidi/>
        <w:ind w:firstLine="0"/>
        <w:rPr>
          <w:sz w:val="28"/>
          <w:szCs w:val="28"/>
          <w:lang w:val="sw-KE"/>
        </w:rPr>
      </w:pPr>
      <w:r w:rsidRPr="000E6B54">
        <w:rPr>
          <w:sz w:val="28"/>
          <w:szCs w:val="28"/>
          <w:rtl/>
          <w:lang w:val="sw-KE"/>
        </w:rPr>
        <w:t>جَعَلَهُ سُبْحَانَهُ لِلاِسْلامِ عَلَماً، وَلِلْعَائِذِينَ حَرَماً، فَرَضَ حَجَّهُ، وَأَوْجَبَ حَقَّهُ، وَ</w:t>
      </w:r>
      <w:r>
        <w:rPr>
          <w:sz w:val="28"/>
          <w:szCs w:val="28"/>
          <w:rtl/>
          <w:lang w:val="sw-KE"/>
        </w:rPr>
        <w:t>كَتَبَ عَلَيْكُمْ وِفَادَتَهُ</w:t>
      </w:r>
      <w:r w:rsidRPr="000E6B54">
        <w:rPr>
          <w:sz w:val="28"/>
          <w:szCs w:val="28"/>
          <w:rtl/>
          <w:lang w:val="sw-KE"/>
        </w:rPr>
        <w:t>، فَقَا</w:t>
      </w:r>
      <w:r>
        <w:rPr>
          <w:sz w:val="28"/>
          <w:szCs w:val="28"/>
          <w:rtl/>
          <w:lang w:val="sw-KE"/>
        </w:rPr>
        <w:t>لَ سُبْحَانَهُ: (وَللهِ</w:t>
      </w:r>
      <w:r w:rsidRPr="000E6B54">
        <w:rPr>
          <w:sz w:val="28"/>
          <w:szCs w:val="28"/>
          <w:rtl/>
          <w:lang w:val="sw-KE"/>
        </w:rPr>
        <w:t xml:space="preserve"> عَلَى النَّاسِ حِجُّ الْبَيْتِ مَنِ اسْتَطَاعَ إِلَيْهِ سَبِيلاً وَمَنْ كَفَرَ فَإِنَّ اللهَ غَنِيٌّ عَنِ العَالَمينَ</w:t>
      </w:r>
      <w:r>
        <w:rPr>
          <w:rFonts w:hint="cs"/>
          <w:sz w:val="28"/>
          <w:szCs w:val="28"/>
          <w:rtl/>
          <w:lang w:val="sw-KE"/>
        </w:rPr>
        <w:t>.</w:t>
      </w:r>
    </w:p>
    <w:p w:rsidR="007130FD" w:rsidRPr="007130FD" w:rsidRDefault="007130FD" w:rsidP="000E6B54">
      <w:pPr>
        <w:ind w:firstLine="0"/>
        <w:rPr>
          <w:sz w:val="24"/>
          <w:szCs w:val="24"/>
          <w:lang w:val="sw-KE"/>
        </w:rPr>
      </w:pPr>
      <w:r w:rsidRPr="007130FD">
        <w:rPr>
          <w:sz w:val="24"/>
          <w:szCs w:val="24"/>
          <w:lang w:val="sw-KE"/>
        </w:rPr>
        <w:t xml:space="preserve"> Mungu (s.w.t.) ameifanya (nyumba hii) kuwa ni alama ya Uislamu na ni lengo la heshima kwa wanaojikinga nayo.</w:t>
      </w:r>
    </w:p>
    <w:p w:rsidR="007130FD" w:rsidRPr="007130FD" w:rsidRDefault="007130FD" w:rsidP="007130FD">
      <w:pPr>
        <w:ind w:firstLine="0"/>
        <w:rPr>
          <w:sz w:val="24"/>
          <w:szCs w:val="24"/>
          <w:lang w:val="sw-KE"/>
        </w:rPr>
      </w:pPr>
    </w:p>
    <w:p w:rsidR="00E42577" w:rsidRDefault="007130FD" w:rsidP="007130FD">
      <w:pPr>
        <w:ind w:firstLine="0"/>
        <w:rPr>
          <w:sz w:val="24"/>
          <w:szCs w:val="24"/>
          <w:lang w:val="sw-KE"/>
        </w:rPr>
      </w:pPr>
      <w:r w:rsidRPr="007130FD">
        <w:rPr>
          <w:sz w:val="24"/>
          <w:szCs w:val="24"/>
          <w:lang w:val="sw-KE"/>
        </w:rPr>
        <w:t>Amefaradhisha haki yake, na kulazimisha kuihiji. Na amefanya faradhi juu yenu kuiendea aliposema (s.w.t.): “Na kwa ajili ya Mwenyezi Mungu imewajibikia watu wahiji kwenye Nyumba hiyo, kwa yule awazae njia ya kwendea. Na atakayekanusha basi Mwenyezi Mungu si mhitaji kwa walimwengu. (3:97)</w:t>
      </w:r>
      <w:r w:rsidR="000E6B54">
        <w:rPr>
          <w:sz w:val="24"/>
          <w:szCs w:val="24"/>
          <w:lang w:val="sw-KE"/>
        </w:rPr>
        <w:t>.</w:t>
      </w:r>
    </w:p>
    <w:p w:rsidR="00E42577" w:rsidRDefault="00E42577">
      <w:pPr>
        <w:ind w:firstLine="0"/>
        <w:jc w:val="left"/>
        <w:rPr>
          <w:sz w:val="24"/>
          <w:szCs w:val="24"/>
          <w:lang w:val="sw-KE"/>
        </w:rPr>
      </w:pPr>
      <w:r>
        <w:rPr>
          <w:sz w:val="24"/>
          <w:szCs w:val="24"/>
          <w:lang w:val="sw-KE"/>
        </w:rPr>
        <w:br w:type="page"/>
      </w:r>
    </w:p>
    <w:p w:rsidR="00A810C5" w:rsidRPr="00A810C5" w:rsidRDefault="00A810C5" w:rsidP="00A810C5">
      <w:pPr>
        <w:pStyle w:val="Heading1Center"/>
        <w:rPr>
          <w:lang w:val="sw-KE"/>
        </w:rPr>
      </w:pPr>
      <w:bookmarkStart w:id="18" w:name="_Toc46076674"/>
      <w:r w:rsidRPr="00A810C5">
        <w:rPr>
          <w:lang w:val="sw-KE"/>
        </w:rPr>
        <w:lastRenderedPageBreak/>
        <w:t>NAHJUL-BALAGHAH</w:t>
      </w:r>
      <w:bookmarkEnd w:id="18"/>
    </w:p>
    <w:p w:rsidR="007130FD" w:rsidRPr="007130FD" w:rsidRDefault="00A810C5" w:rsidP="00A810C5">
      <w:pPr>
        <w:pStyle w:val="Heading2Center"/>
        <w:rPr>
          <w:lang w:val="sw-KE"/>
        </w:rPr>
      </w:pPr>
      <w:bookmarkStart w:id="19" w:name="_Toc46076675"/>
      <w:r w:rsidRPr="00A810C5">
        <w:rPr>
          <w:lang w:val="sw-KE"/>
        </w:rPr>
        <w:t>JUZUU YA KWANZA</w:t>
      </w:r>
      <w:bookmarkEnd w:id="19"/>
    </w:p>
    <w:p w:rsidR="00ED0856" w:rsidRPr="00AB14E4" w:rsidRDefault="00ED0856" w:rsidP="00A810C5">
      <w:pPr>
        <w:pStyle w:val="Heading3Center"/>
        <w:rPr>
          <w:lang w:val="sw-KE"/>
        </w:rPr>
      </w:pPr>
      <w:bookmarkStart w:id="20" w:name="_Toc46076676"/>
      <w:r w:rsidRPr="00ED0856">
        <w:rPr>
          <w:lang w:val="sw-KE"/>
        </w:rPr>
        <w:t xml:space="preserve">2. </w:t>
      </w:r>
      <w:r w:rsidR="00A810C5" w:rsidRPr="00ED0856">
        <w:rPr>
          <w:lang w:val="sw-KE"/>
        </w:rPr>
        <w:t xml:space="preserve">MIONGONI MWA KHUTBA ZAKE </w:t>
      </w:r>
      <w:r w:rsidR="00E42577" w:rsidRPr="00E42577">
        <w:rPr>
          <w:rStyle w:val="libFootnotenumChar"/>
          <w:lang w:val="sw-KE"/>
        </w:rPr>
        <w:t>(a.s)</w:t>
      </w:r>
      <w:r w:rsidR="00A810C5">
        <w:rPr>
          <w:rStyle w:val="libFootnotenumChar"/>
          <w:lang w:val="sw-KE"/>
        </w:rPr>
        <w:t xml:space="preserve"> </w:t>
      </w:r>
      <w:r w:rsidR="00A810C5" w:rsidRPr="00ED0856">
        <w:rPr>
          <w:lang w:val="sw-KE"/>
        </w:rPr>
        <w:t>BAADA YA KUTOKA KWAKE SIFFIINI</w:t>
      </w:r>
      <w:bookmarkEnd w:id="20"/>
    </w:p>
    <w:p w:rsidR="00ED0856" w:rsidRPr="005E70DB" w:rsidRDefault="005E70DB" w:rsidP="005E70DB">
      <w:pPr>
        <w:bidi/>
        <w:ind w:firstLine="0"/>
        <w:rPr>
          <w:sz w:val="28"/>
          <w:szCs w:val="28"/>
          <w:lang w:val="sw-KE"/>
        </w:rPr>
      </w:pPr>
      <w:r w:rsidRPr="005E70DB">
        <w:rPr>
          <w:sz w:val="28"/>
          <w:szCs w:val="28"/>
          <w:rtl/>
          <w:lang w:val="sw-KE"/>
        </w:rPr>
        <w:t>أحْمَدُهُ اسْتِتْماماً لِنِعْمَتِهِ، وَاسْتِسْلاَماً لِعِزَّتِهِ، واسْتِعْصَاماً مِنْ مَعْصِيَتِهِ، وَأَسْتَعِينُهُ فَاقَةً إِلى كِفَايَتِهِ، إِنَّهُ لاَ يَضِ</w:t>
      </w:r>
      <w:r>
        <w:rPr>
          <w:sz w:val="28"/>
          <w:szCs w:val="28"/>
          <w:rtl/>
          <w:lang w:val="sw-KE"/>
        </w:rPr>
        <w:t>لُّ مَنْ هَدَاهُ، وَلا يَئِلُ</w:t>
      </w:r>
      <w:r w:rsidRPr="005E70DB">
        <w:rPr>
          <w:sz w:val="28"/>
          <w:szCs w:val="28"/>
          <w:rtl/>
          <w:lang w:val="sw-KE"/>
        </w:rPr>
        <w:t xml:space="preserve"> مَنْ عَادَاهُ، وَلا يَفْتَقِرُ مَنْ كَفَاهُ; فَإِنَّهُ أَرْجَحُ ما وُزِنَ، وَأَفْضَلُ مَا خُزِنَ</w:t>
      </w:r>
      <w:r w:rsidRPr="005E70DB">
        <w:rPr>
          <w:sz w:val="28"/>
          <w:szCs w:val="28"/>
          <w:lang w:val="sw-KE"/>
        </w:rPr>
        <w:t>.</w:t>
      </w:r>
    </w:p>
    <w:p w:rsidR="005E70DB" w:rsidRDefault="005E70DB" w:rsidP="005E70DB">
      <w:pPr>
        <w:ind w:firstLine="0"/>
        <w:rPr>
          <w:sz w:val="24"/>
          <w:szCs w:val="24"/>
          <w:lang w:val="sw-KE"/>
        </w:rPr>
      </w:pPr>
      <w:r>
        <w:rPr>
          <w:sz w:val="24"/>
          <w:szCs w:val="24"/>
          <w:lang w:val="sw-KE"/>
        </w:rPr>
        <w:t>Namuhimidi yeye (s.w.t</w:t>
      </w:r>
      <w:r w:rsidR="00ED0856" w:rsidRPr="00ED0856">
        <w:rPr>
          <w:sz w:val="24"/>
          <w:szCs w:val="24"/>
          <w:lang w:val="sw-KE"/>
        </w:rPr>
        <w:t>) nikiomba utimilifu wa neema Zake, na kusalimu amri kwa utukufu Wake, na kujihifadhi na maasi yake, Namwomba msaada nikiwa mwenye haja ya toshelezo Lake: Kwa hakika hapotei aliyemwongoza, wala hajinasui mwenye kumfanyia uadui.</w:t>
      </w:r>
      <w:r>
        <w:rPr>
          <w:sz w:val="24"/>
          <w:szCs w:val="24"/>
          <w:lang w:val="sw-KE"/>
        </w:rPr>
        <w:t xml:space="preserve"> </w:t>
      </w:r>
      <w:r w:rsidR="00ED0856" w:rsidRPr="00ED0856">
        <w:rPr>
          <w:sz w:val="24"/>
          <w:szCs w:val="24"/>
          <w:lang w:val="sw-KE"/>
        </w:rPr>
        <w:t>Wala hawi fukara mwenye kutoshelezwa na yeye. Kwani kumhimidi ni kuzito mno katika mizani na ni hazina bora.</w:t>
      </w:r>
    </w:p>
    <w:p w:rsidR="005E70DB" w:rsidRPr="005E70DB" w:rsidRDefault="005E70DB" w:rsidP="005E70DB">
      <w:pPr>
        <w:bidi/>
        <w:ind w:firstLine="0"/>
        <w:rPr>
          <w:sz w:val="24"/>
          <w:szCs w:val="24"/>
          <w:rtl/>
          <w:lang w:bidi="ar-EG"/>
        </w:rPr>
      </w:pPr>
      <w:r w:rsidRPr="005E70DB">
        <w:rPr>
          <w:sz w:val="24"/>
          <w:szCs w:val="24"/>
          <w:rtl/>
          <w:lang w:val="sw-KE"/>
        </w:rPr>
        <w:t>وَأَشْهَدُ أَنْ لاَ إِلهَ إِلاَّ اللهُ، شَهَادَةً مُمْتَحَناً إِخْلاَ</w:t>
      </w:r>
      <w:r>
        <w:rPr>
          <w:sz w:val="24"/>
          <w:szCs w:val="24"/>
          <w:rtl/>
          <w:lang w:val="sw-KE"/>
        </w:rPr>
        <w:t>صُهَا، مُعْتَقَداً مُصَاصُهَا</w:t>
      </w:r>
      <w:r w:rsidRPr="005E70DB">
        <w:rPr>
          <w:sz w:val="24"/>
          <w:szCs w:val="24"/>
          <w:rtl/>
          <w:lang w:val="sw-KE"/>
        </w:rPr>
        <w:t xml:space="preserve">، نَتَمَسَّكُ بها أَبَداً </w:t>
      </w:r>
      <w:r>
        <w:rPr>
          <w:sz w:val="24"/>
          <w:szCs w:val="24"/>
          <w:rtl/>
          <w:lang w:val="sw-KE"/>
        </w:rPr>
        <w:t>ما أَبْقانَا، وَنَدَّخِرُهَا لا</w:t>
      </w:r>
      <w:r w:rsidRPr="005E70DB">
        <w:rPr>
          <w:sz w:val="24"/>
          <w:szCs w:val="24"/>
          <w:rtl/>
          <w:lang w:val="sw-KE"/>
        </w:rPr>
        <w:t>َهَاوِيلِ مَا يَلْقَانَا، فَإِنَّها عَزيمَةُ الاْ</w:t>
      </w:r>
      <w:r>
        <w:rPr>
          <w:sz w:val="24"/>
          <w:szCs w:val="24"/>
          <w:rtl/>
          <w:lang w:val="sw-KE"/>
        </w:rPr>
        <w:t>يمَانِ، وَفَاتِحَةُ الاْ</w:t>
      </w:r>
      <w:r w:rsidRPr="005E70DB">
        <w:rPr>
          <w:sz w:val="24"/>
          <w:szCs w:val="24"/>
          <w:rtl/>
          <w:lang w:val="sw-KE"/>
        </w:rPr>
        <w:t>حْسَانِ، وَمَرْضَاةُ الرَّحْمنِ، وَمَدْحَرَةُ الشَّيْطَانِ</w:t>
      </w:r>
      <w:r>
        <w:rPr>
          <w:rFonts w:hint="cs"/>
          <w:sz w:val="24"/>
          <w:szCs w:val="24"/>
          <w:rtl/>
          <w:lang w:bidi="ar-EG"/>
        </w:rPr>
        <w:t>.</w:t>
      </w:r>
    </w:p>
    <w:p w:rsidR="00ED0856" w:rsidRPr="00ED0856" w:rsidRDefault="00ED0856" w:rsidP="005E70DB">
      <w:pPr>
        <w:ind w:firstLine="0"/>
        <w:rPr>
          <w:sz w:val="24"/>
          <w:szCs w:val="24"/>
          <w:lang w:val="sw-KE"/>
        </w:rPr>
      </w:pPr>
      <w:r w:rsidRPr="00ED0856">
        <w:rPr>
          <w:sz w:val="24"/>
          <w:szCs w:val="24"/>
          <w:lang w:val="sw-KE"/>
        </w:rPr>
        <w:t>Na ninashuhudia kuwa hapana mungu isipokuwa Allah, Peke yake hana mshirika, ushuhuda uliotihaniwa wenye ikhilasi hali ya kuitakidi uhalisi wake.</w:t>
      </w:r>
      <w:r w:rsidR="005E70DB">
        <w:rPr>
          <w:sz w:val="24"/>
          <w:szCs w:val="24"/>
          <w:lang w:val="sw-KE"/>
        </w:rPr>
        <w:t xml:space="preserve"> </w:t>
      </w:r>
      <w:r w:rsidRPr="00ED0856">
        <w:rPr>
          <w:sz w:val="24"/>
          <w:szCs w:val="24"/>
          <w:lang w:val="sw-KE"/>
        </w:rPr>
        <w:t>Tunashikamana nayo shahada milele kwa kadiri atakavyotubakisha, na tunaihifadhi kwa ajili ya hofu itakayotupata, kwa sababu ni azma thabiti ya imani, na ni ufunguo wa mema na radhi ya Mwenyezi Mungu, Mwingi wa Rehema, na ni sababu ya kuwa mbali na Shetani.</w:t>
      </w:r>
    </w:p>
    <w:p w:rsidR="00ED0856" w:rsidRPr="007D6AC0" w:rsidRDefault="007D6AC0" w:rsidP="007D6AC0">
      <w:pPr>
        <w:bidi/>
        <w:ind w:firstLine="0"/>
        <w:rPr>
          <w:sz w:val="28"/>
          <w:szCs w:val="28"/>
          <w:lang w:val="sw-KE"/>
        </w:rPr>
      </w:pPr>
      <w:r w:rsidRPr="007D6AC0">
        <w:rPr>
          <w:sz w:val="28"/>
          <w:szCs w:val="28"/>
          <w:rtl/>
          <w:lang w:val="sw-KE"/>
        </w:rPr>
        <w:t>وَأَشْهَدُ أَنَّ مُحَمَّداً عَبْدُهُ وَرَسُولُهُ، أرْسَلَهُ بِالدِّينِ المشْهُورِ، وَالعَلَمِ المأْثُورِ، وَالكِتَابِ المسْطُورِ، وَالنُّورِ السَّاطِعِ، وَالضِّيَاءِ اللاَّمِعِ، وَالاَمْرِ الصَّادِعِ، إزَاحَةً لِلشُّبُهَاتِ، وَاحْتِجَاجاً بِالبَيِّنَاتِ، وَتَحْذِيراً بِالايَا</w:t>
      </w:r>
      <w:r>
        <w:rPr>
          <w:sz w:val="28"/>
          <w:szCs w:val="28"/>
          <w:rtl/>
          <w:lang w:val="sw-KE"/>
        </w:rPr>
        <w:t>تِ، وَتَخْويفاً بِالمَثُلاَتِ</w:t>
      </w:r>
      <w:r w:rsidRPr="007D6AC0">
        <w:rPr>
          <w:sz w:val="28"/>
          <w:szCs w:val="28"/>
          <w:rtl/>
          <w:lang w:val="sw-KE"/>
        </w:rPr>
        <w:t xml:space="preserve">، </w:t>
      </w:r>
      <w:r>
        <w:rPr>
          <w:sz w:val="28"/>
          <w:szCs w:val="28"/>
          <w:rtl/>
          <w:lang w:val="sw-KE"/>
        </w:rPr>
        <w:t>وَالنَّاسُ في فِتَن انْجَذَمَ</w:t>
      </w:r>
      <w:r w:rsidRPr="007D6AC0">
        <w:rPr>
          <w:sz w:val="28"/>
          <w:szCs w:val="28"/>
          <w:rtl/>
          <w:lang w:val="sw-KE"/>
        </w:rPr>
        <w:t xml:space="preserve"> فِيها حَبْلُ الدّ</w:t>
      </w:r>
      <w:r>
        <w:rPr>
          <w:sz w:val="28"/>
          <w:szCs w:val="28"/>
          <w:rtl/>
          <w:lang w:val="sw-KE"/>
        </w:rPr>
        <w:t>ِينِ، وَتَزَعْزَعَتْ سَوَارِي</w:t>
      </w:r>
      <w:r w:rsidRPr="007D6AC0">
        <w:rPr>
          <w:sz w:val="28"/>
          <w:szCs w:val="28"/>
          <w:rtl/>
          <w:lang w:val="sw-KE"/>
        </w:rPr>
        <w:t xml:space="preserve"> اليَقِينِ، وَاخْتَلَفَ النَّجْر</w:t>
      </w:r>
      <w:r>
        <w:rPr>
          <w:sz w:val="28"/>
          <w:szCs w:val="28"/>
          <w:rtl/>
          <w:lang w:val="sw-KE"/>
        </w:rPr>
        <w:t>ُ، وَتَشَتَّتَ الاْ</w:t>
      </w:r>
      <w:r w:rsidRPr="007D6AC0">
        <w:rPr>
          <w:sz w:val="28"/>
          <w:szCs w:val="28"/>
          <w:rtl/>
          <w:lang w:val="sw-KE"/>
        </w:rPr>
        <w:t>مْرُ، وَضَاقَ</w:t>
      </w:r>
      <w:r w:rsidRPr="007D6AC0">
        <w:rPr>
          <w:rtl/>
        </w:rPr>
        <w:t xml:space="preserve"> </w:t>
      </w:r>
      <w:r w:rsidRPr="007D6AC0">
        <w:rPr>
          <w:sz w:val="28"/>
          <w:szCs w:val="28"/>
          <w:rtl/>
          <w:lang w:val="sw-KE"/>
        </w:rPr>
        <w:t>الْـمَخْرَجُ، وَعَمِيَ المَصْدَرُ، فَالهُدَى خَامِلٌ، واَلعَمَى شَامِلٌ.</w:t>
      </w:r>
    </w:p>
    <w:p w:rsidR="00ED0856" w:rsidRPr="00ED0856" w:rsidRDefault="00ED0856" w:rsidP="007D6AC0">
      <w:pPr>
        <w:ind w:firstLine="0"/>
        <w:rPr>
          <w:sz w:val="24"/>
          <w:szCs w:val="24"/>
          <w:lang w:val="sw-KE"/>
        </w:rPr>
      </w:pPr>
      <w:r w:rsidRPr="00ED0856">
        <w:rPr>
          <w:sz w:val="24"/>
          <w:szCs w:val="24"/>
          <w:lang w:val="sw-KE"/>
        </w:rPr>
        <w:t>Na ninashuhudia kuwa Muhammad ni mja Wake na mjumbe Wake, amemtuma na dini mashuhuri, na sheria iliyonukuliwa, na Kitabu kilichoandikwa, na nuru yenye mwanga, mwanga wenye kuangaza, na amri iliyo wazi, ili kuondoa shaka, na kutoa hoja kwa ubainifu, na kutahadharisha kwa alama, na kuhofisha kwa adhabu.</w:t>
      </w:r>
      <w:r w:rsidR="007D6AC0">
        <w:rPr>
          <w:sz w:val="24"/>
          <w:szCs w:val="24"/>
          <w:lang w:val="sw-KE"/>
        </w:rPr>
        <w:t xml:space="preserve"> </w:t>
      </w:r>
      <w:r w:rsidRPr="00ED0856">
        <w:rPr>
          <w:sz w:val="24"/>
          <w:szCs w:val="24"/>
          <w:lang w:val="sw-KE"/>
        </w:rPr>
        <w:t>Na watu wapo katika fitna ya moja kwa moja. Kuna kamba ya dini, na nguzo ya yakini imetetereka, Misingi imetofautiana, mambo yalikuwa yamevurugika, njia ya kujinasua ilibana. Upenyo uliingia giza, mwongozo ulikuwa haujulikani, upofu ulienea.</w:t>
      </w:r>
    </w:p>
    <w:p w:rsidR="00ED0856" w:rsidRPr="002227DC" w:rsidRDefault="002227DC" w:rsidP="002227DC">
      <w:pPr>
        <w:bidi/>
        <w:ind w:firstLine="0"/>
        <w:rPr>
          <w:sz w:val="28"/>
          <w:szCs w:val="28"/>
          <w:rtl/>
          <w:lang w:bidi="ar-EG"/>
        </w:rPr>
      </w:pPr>
      <w:r w:rsidRPr="002227DC">
        <w:rPr>
          <w:sz w:val="28"/>
          <w:szCs w:val="28"/>
          <w:rtl/>
          <w:lang w:val="sw-KE"/>
        </w:rPr>
        <w:t>عُصِيَ الرَّحْمنُ، وَنُص</w:t>
      </w:r>
      <w:r>
        <w:rPr>
          <w:sz w:val="28"/>
          <w:szCs w:val="28"/>
          <w:rtl/>
          <w:lang w:val="sw-KE"/>
        </w:rPr>
        <w:t>ِرَ الشَّيْطَانُ، وَخُذِلَ الاْ</w:t>
      </w:r>
      <w:r w:rsidRPr="002227DC">
        <w:rPr>
          <w:sz w:val="28"/>
          <w:szCs w:val="28"/>
          <w:rtl/>
          <w:lang w:val="sw-KE"/>
        </w:rPr>
        <w:t>يمَانُ، فَانْهَارَتْ دَعَائِمُهُ، وَتَنكّ</w:t>
      </w:r>
      <w:r>
        <w:rPr>
          <w:sz w:val="28"/>
          <w:szCs w:val="28"/>
          <w:rtl/>
          <w:lang w:val="sw-KE"/>
        </w:rPr>
        <w:t>َرَتْ مَعَالِمُهُ، وَدَرَسَتْ</w:t>
      </w:r>
      <w:r w:rsidRPr="002227DC">
        <w:rPr>
          <w:sz w:val="28"/>
          <w:szCs w:val="28"/>
          <w:rtl/>
          <w:lang w:val="sw-KE"/>
        </w:rPr>
        <w:t xml:space="preserve"> سُبُلُهُ، وَعَفَتْ شُرُكُهُ</w:t>
      </w:r>
      <w:r>
        <w:rPr>
          <w:rFonts w:hint="cs"/>
          <w:sz w:val="28"/>
          <w:szCs w:val="28"/>
          <w:rtl/>
          <w:lang w:bidi="ar-EG"/>
        </w:rPr>
        <w:t>.</w:t>
      </w:r>
    </w:p>
    <w:p w:rsidR="00ED0856" w:rsidRPr="00ED0856" w:rsidRDefault="00ED0856" w:rsidP="00ED0856">
      <w:pPr>
        <w:ind w:firstLine="0"/>
        <w:rPr>
          <w:sz w:val="24"/>
          <w:szCs w:val="24"/>
          <w:lang w:val="sw-KE"/>
        </w:rPr>
      </w:pPr>
      <w:r w:rsidRPr="00ED0856">
        <w:rPr>
          <w:sz w:val="24"/>
          <w:szCs w:val="24"/>
          <w:lang w:val="sw-KE"/>
        </w:rPr>
        <w:t>Mungu mwingi wa rehema walimuasi, Shetani akanusuriwa, imani ilitelekezwa, kwa hiyo nguzo zake zikaporomoka. Mafunzo yake yakabadilika na njia mitaa yake iliharibika.</w:t>
      </w:r>
    </w:p>
    <w:p w:rsidR="00ED0856" w:rsidRPr="002227DC" w:rsidRDefault="002227DC" w:rsidP="002227DC">
      <w:pPr>
        <w:bidi/>
        <w:ind w:firstLine="0"/>
        <w:rPr>
          <w:sz w:val="28"/>
          <w:szCs w:val="28"/>
          <w:lang w:val="sw-KE"/>
        </w:rPr>
      </w:pPr>
      <w:r w:rsidRPr="002227DC">
        <w:rPr>
          <w:sz w:val="28"/>
          <w:szCs w:val="28"/>
          <w:rtl/>
          <w:lang w:val="sw-KE"/>
        </w:rPr>
        <w:t>أَطَاعُوا الشَّيْطَانَ فَسَلَكُوا مَسَالِكَهُ، وَوَرَدُوا مَنَاهِلَهُ، بِهِمْ سَارَتْ أَعْلامُهُ، وَقَامَ لِوَاؤُهُ، في فِتَن دَاسَتْهُمْ بِأَخْفَافِهَا، وَوَطِئَتْهُمْ بأَظْلاَفِهَا، وَقَامَتْ عَلَى سَنَابِكِهَا، فَهُمْ فِيهَا تَائِهُونَ حَائِرونَ جَاهِلُونَ مَفْتُونُونَ، في خَيْرِ دَار، وَشَرِّ جِيرَان، نَوْمُهُمْ سُهُودٌ، وَكُحْلُهُمْ دُمُوعٌ، بأَرْض عَالِمُها مُلْجَمٌ، وَجَاهِلُها مُكْرَمٌ</w:t>
      </w:r>
      <w:r w:rsidRPr="002227DC">
        <w:rPr>
          <w:sz w:val="28"/>
          <w:szCs w:val="28"/>
          <w:lang w:val="sw-KE"/>
        </w:rPr>
        <w:t>.</w:t>
      </w:r>
    </w:p>
    <w:p w:rsidR="00ED0856" w:rsidRPr="00ED0856" w:rsidRDefault="00ED0856" w:rsidP="002227DC">
      <w:pPr>
        <w:ind w:firstLine="0"/>
        <w:rPr>
          <w:sz w:val="24"/>
          <w:szCs w:val="24"/>
          <w:lang w:val="sw-KE"/>
        </w:rPr>
      </w:pPr>
      <w:r w:rsidRPr="00ED0856">
        <w:rPr>
          <w:sz w:val="24"/>
          <w:szCs w:val="24"/>
          <w:lang w:val="sw-KE"/>
        </w:rPr>
        <w:lastRenderedPageBreak/>
        <w:t>Walimtii Shetani wakafuata mwenendo wake, wakapita mapito yake, kwao wao alama zake zilipita, bendera yake ikasimama katika fitina, iliyowakanyanga kwa kwato zake, hivyo wao wamepotea wanatangatanga, wajinga wamefitiniwa, wakiwa ndani ya nyumba bora na majirani waovu</w:t>
      </w:r>
      <w:r w:rsidR="002227DC" w:rsidRPr="006D33E3">
        <w:rPr>
          <w:rStyle w:val="libFootnotenumChar"/>
          <w:lang w:val="sw-KE"/>
        </w:rPr>
        <w:footnoteReference w:id="19"/>
      </w:r>
      <w:r w:rsidR="006D33E3">
        <w:rPr>
          <w:sz w:val="24"/>
          <w:szCs w:val="24"/>
          <w:lang w:val="sw-KE"/>
        </w:rPr>
        <w:t xml:space="preserve">. </w:t>
      </w:r>
      <w:r w:rsidRPr="00ED0856">
        <w:rPr>
          <w:sz w:val="24"/>
          <w:szCs w:val="24"/>
          <w:lang w:val="sw-KE"/>
        </w:rPr>
        <w:t>Usingizi wao ni kukesha, na wanja wao ni machozi</w:t>
      </w:r>
      <w:r w:rsidR="002227DC" w:rsidRPr="006D33E3">
        <w:rPr>
          <w:rStyle w:val="libFootnotenumChar"/>
          <w:lang w:val="sw-KE"/>
        </w:rPr>
        <w:footnoteReference w:id="20"/>
      </w:r>
      <w:r w:rsidR="006D33E3">
        <w:rPr>
          <w:sz w:val="24"/>
          <w:szCs w:val="24"/>
          <w:lang w:val="sw-KE"/>
        </w:rPr>
        <w:t>.</w:t>
      </w:r>
      <w:r w:rsidR="002227DC">
        <w:rPr>
          <w:sz w:val="24"/>
          <w:szCs w:val="24"/>
          <w:lang w:val="sw-KE"/>
        </w:rPr>
        <w:t xml:space="preserve"> </w:t>
      </w:r>
      <w:r w:rsidRPr="00ED0856">
        <w:rPr>
          <w:sz w:val="24"/>
          <w:szCs w:val="24"/>
          <w:lang w:val="sw-KE"/>
        </w:rPr>
        <w:t>Hali ya kuwa wako katika ardhi ambayo mwanachuo wake huzibwa kinywa</w:t>
      </w:r>
      <w:r w:rsidR="00491D0D" w:rsidRPr="00A23D65">
        <w:rPr>
          <w:rStyle w:val="libFootnotenumChar"/>
          <w:lang w:val="sw-KE"/>
        </w:rPr>
        <w:footnoteReference w:id="21"/>
      </w:r>
      <w:r w:rsidR="00A23D65">
        <w:rPr>
          <w:sz w:val="24"/>
          <w:szCs w:val="24"/>
          <w:lang w:val="sw-KE"/>
        </w:rPr>
        <w:t>,</w:t>
      </w:r>
      <w:r w:rsidRPr="00ED0856">
        <w:rPr>
          <w:sz w:val="24"/>
          <w:szCs w:val="24"/>
          <w:lang w:val="sw-KE"/>
        </w:rPr>
        <w:t xml:space="preserve"> na jahili wake huheshimiwa</w:t>
      </w:r>
      <w:r w:rsidR="00A23D65" w:rsidRPr="00C52538">
        <w:rPr>
          <w:rStyle w:val="libFootnotenumChar"/>
          <w:lang w:val="sw-KE"/>
        </w:rPr>
        <w:footnoteReference w:id="22"/>
      </w:r>
      <w:r w:rsidR="00C52538">
        <w:rPr>
          <w:sz w:val="24"/>
          <w:szCs w:val="24"/>
          <w:lang w:val="sw-KE"/>
        </w:rPr>
        <w:t>.</w:t>
      </w:r>
    </w:p>
    <w:p w:rsidR="00C52538" w:rsidRDefault="00C52538" w:rsidP="00C52538">
      <w:pPr>
        <w:pStyle w:val="Heading3Center"/>
        <w:rPr>
          <w:lang w:val="sw-KE"/>
        </w:rPr>
      </w:pPr>
      <w:bookmarkStart w:id="21" w:name="_Toc46076677"/>
      <w:r w:rsidRPr="00ED0856">
        <w:rPr>
          <w:lang w:val="sw-KE"/>
        </w:rPr>
        <w:t xml:space="preserve">NDANI YA KHUTBA HII PIA ALIASHIRIA KWA AALI ZAKE NABII </w:t>
      </w:r>
      <w:r w:rsidRPr="00C52538">
        <w:rPr>
          <w:rStyle w:val="libFootnotenumChar"/>
          <w:lang w:val="sw-KE"/>
        </w:rPr>
        <w:t>(a.s.)</w:t>
      </w:r>
      <w:r w:rsidR="00ED0856" w:rsidRPr="00ED0856">
        <w:rPr>
          <w:lang w:val="sw-KE"/>
        </w:rPr>
        <w:t>:</w:t>
      </w:r>
      <w:bookmarkEnd w:id="21"/>
      <w:r w:rsidR="00ED0856" w:rsidRPr="00ED0856">
        <w:rPr>
          <w:lang w:val="sw-KE"/>
        </w:rPr>
        <w:t xml:space="preserve"> </w:t>
      </w:r>
    </w:p>
    <w:p w:rsidR="00C52538" w:rsidRPr="00C52538" w:rsidRDefault="00C52538" w:rsidP="00C52538">
      <w:pPr>
        <w:bidi/>
        <w:ind w:firstLine="0"/>
        <w:rPr>
          <w:sz w:val="28"/>
          <w:szCs w:val="28"/>
          <w:rtl/>
          <w:lang w:bidi="ar-EG"/>
        </w:rPr>
      </w:pPr>
      <w:r w:rsidRPr="00C52538">
        <w:rPr>
          <w:sz w:val="28"/>
          <w:szCs w:val="28"/>
          <w:rtl/>
          <w:lang w:val="sw-KE"/>
        </w:rPr>
        <w:t>هُ</w:t>
      </w:r>
      <w:r>
        <w:rPr>
          <w:sz w:val="28"/>
          <w:szCs w:val="28"/>
          <w:rtl/>
          <w:lang w:val="sw-KE"/>
        </w:rPr>
        <w:t>مْ مَوْضِعُ سِرِّهِ، وَلَجَأُ</w:t>
      </w:r>
      <w:r w:rsidRPr="00C52538">
        <w:rPr>
          <w:sz w:val="28"/>
          <w:szCs w:val="28"/>
          <w:rtl/>
          <w:lang w:val="sw-KE"/>
        </w:rPr>
        <w:t xml:space="preserve"> أَمْرِهِ، وَعَي</w:t>
      </w:r>
      <w:r>
        <w:rPr>
          <w:sz w:val="28"/>
          <w:szCs w:val="28"/>
          <w:rtl/>
          <w:lang w:val="sw-KE"/>
        </w:rPr>
        <w:t>ْبَةُ عِلْمِهِ، وَمَوْئِلُ</w:t>
      </w:r>
      <w:r w:rsidRPr="00C52538">
        <w:rPr>
          <w:sz w:val="28"/>
          <w:szCs w:val="28"/>
          <w:rtl/>
          <w:lang w:val="sw-KE"/>
        </w:rPr>
        <w:t xml:space="preserve"> حُكْمِهِ، وَكُهُوفُ كُتُبِهِ، وَجِبَالُ دِينِه، بِهِمْ أَقَامَ انْحِناءَ ظَهْرِهِ، وَأذْهَبَ ارْتِعَادَ فَرَائِصِهِ</w:t>
      </w:r>
      <w:r>
        <w:rPr>
          <w:rFonts w:hint="cs"/>
          <w:sz w:val="28"/>
          <w:szCs w:val="28"/>
          <w:rtl/>
          <w:lang w:bidi="ar-EG"/>
        </w:rPr>
        <w:t>.</w:t>
      </w:r>
    </w:p>
    <w:p w:rsidR="00ED0856" w:rsidRPr="00ED0856" w:rsidRDefault="00ED0856" w:rsidP="00ED0856">
      <w:pPr>
        <w:ind w:firstLine="0"/>
        <w:rPr>
          <w:sz w:val="24"/>
          <w:szCs w:val="24"/>
          <w:lang w:val="sw-KE"/>
        </w:rPr>
      </w:pPr>
      <w:r w:rsidRPr="00ED0856">
        <w:rPr>
          <w:sz w:val="24"/>
          <w:szCs w:val="24"/>
          <w:lang w:val="sw-KE"/>
        </w:rPr>
        <w:t>Wao ni mahali pa kuweka siri yake, kimbilio la mambo yake, chombo cha ilimu yake. Marejeo ya hekima zake, pango la vitabu vyake, (mahali pa kuhifadhia vitabu) na milima ya dini yake, kupitia kwao Mungu amenyoosha mgongo</w:t>
      </w:r>
      <w:r w:rsidR="00C52538" w:rsidRPr="00592AEE">
        <w:rPr>
          <w:rStyle w:val="libFootnotenumChar"/>
          <w:lang w:val="sw-KE"/>
        </w:rPr>
        <w:footnoteReference w:id="23"/>
      </w:r>
      <w:r w:rsidR="00592AEE">
        <w:rPr>
          <w:sz w:val="24"/>
          <w:szCs w:val="24"/>
          <w:lang w:val="sw-KE"/>
        </w:rPr>
        <w:t>,</w:t>
      </w:r>
      <w:r w:rsidRPr="00ED0856">
        <w:rPr>
          <w:sz w:val="24"/>
          <w:szCs w:val="24"/>
          <w:lang w:val="sw-KE"/>
        </w:rPr>
        <w:t xml:space="preserve"> mgongo wa dini yake, na aliondoa mtetemeko wa viungo vyake</w:t>
      </w:r>
      <w:r w:rsidR="00592AEE" w:rsidRPr="00102B9A">
        <w:rPr>
          <w:rStyle w:val="libFootnotenumChar"/>
          <w:lang w:val="sw-KE"/>
        </w:rPr>
        <w:footnoteReference w:id="24"/>
      </w:r>
      <w:r w:rsidR="00102B9A">
        <w:rPr>
          <w:sz w:val="24"/>
          <w:szCs w:val="24"/>
          <w:lang w:val="sw-KE"/>
        </w:rPr>
        <w:t>.</w:t>
      </w:r>
    </w:p>
    <w:p w:rsidR="00102B9A" w:rsidRDefault="00DE5123" w:rsidP="00DE5123">
      <w:pPr>
        <w:pStyle w:val="Heading3"/>
        <w:rPr>
          <w:lang w:val="sw-KE"/>
        </w:rPr>
      </w:pPr>
      <w:bookmarkStart w:id="22" w:name="_Toc46076678"/>
      <w:r w:rsidRPr="00ED0856">
        <w:rPr>
          <w:lang w:val="sw-KE"/>
        </w:rPr>
        <w:t>NA AKAWAKUSUDIA WATU WENGINE (WANAFIKI):</w:t>
      </w:r>
      <w:bookmarkEnd w:id="22"/>
      <w:r w:rsidRPr="00ED0856">
        <w:rPr>
          <w:lang w:val="sw-KE"/>
        </w:rPr>
        <w:t xml:space="preserve"> </w:t>
      </w:r>
    </w:p>
    <w:p w:rsidR="00102B9A" w:rsidRPr="00102B9A" w:rsidRDefault="00102B9A" w:rsidP="00102B9A">
      <w:pPr>
        <w:bidi/>
        <w:ind w:firstLine="0"/>
        <w:rPr>
          <w:sz w:val="28"/>
          <w:szCs w:val="28"/>
          <w:rtl/>
          <w:lang w:val="sw-KE" w:bidi="ar-EG"/>
        </w:rPr>
      </w:pPr>
      <w:r w:rsidRPr="00102B9A">
        <w:rPr>
          <w:sz w:val="28"/>
          <w:szCs w:val="28"/>
          <w:rtl/>
          <w:lang w:val="sw-KE"/>
        </w:rPr>
        <w:t>زَرَعُوا الفُجُورَ، وَسَقَوْهُ الغ</w:t>
      </w:r>
      <w:r>
        <w:rPr>
          <w:sz w:val="28"/>
          <w:szCs w:val="28"/>
          <w:rtl/>
          <w:lang w:val="sw-KE"/>
        </w:rPr>
        <w:t>ُرُورَ، وَحَصَدُوا الثُّبُورَ</w:t>
      </w:r>
      <w:r w:rsidRPr="00102B9A">
        <w:rPr>
          <w:sz w:val="28"/>
          <w:szCs w:val="28"/>
          <w:rtl/>
          <w:lang w:val="sw-KE"/>
        </w:rPr>
        <w:t>، لا يُقَاسُ بِآلِ مُحَمَّد(عليهم السلام)مِنْ هذِهِ الاُمَّةِ أَحَدٌ، وَلا يُسَوَّى بِهِمْ مَنْ جَرَتْ نِعْمَتُهُمْ عَلَيْهِ أبَداً</w:t>
      </w:r>
      <w:r w:rsidRPr="00102B9A">
        <w:rPr>
          <w:sz w:val="28"/>
          <w:szCs w:val="28"/>
          <w:lang w:val="sw-KE"/>
        </w:rPr>
        <w:t>.</w:t>
      </w:r>
      <w:r w:rsidR="00147F02" w:rsidRPr="00147F02">
        <w:rPr>
          <w:rtl/>
        </w:rPr>
        <w:t xml:space="preserve"> </w:t>
      </w:r>
      <w:r w:rsidR="00147F02" w:rsidRPr="00147F02">
        <w:rPr>
          <w:sz w:val="28"/>
          <w:szCs w:val="28"/>
          <w:rtl/>
          <w:lang w:val="sw-KE" w:bidi="ar-EG"/>
        </w:rPr>
        <w:t>هُمْ أَسَاسُ الدِّينِ، وَعِمَادُ اليَقِينِ، إِلَيْهمْ يَفِيءُ الغَالي(6)، وَبِهِمْ يَلْحَقُ التَّالي، وَلَهُمْ خَصَائِصُ حَقِّ الوِلايَةِ، وَفِيهِمُ الوَصِيَّةُ وَالوِرَاثَةُ، الاْنَ إِذْ رَجَعَ الحَقُّ إِلَى أَهْلِهِ، وَنُقِلَ إِلَى مُنْتَقَلِهِ.</w:t>
      </w:r>
    </w:p>
    <w:p w:rsidR="00147F02" w:rsidRDefault="00ED0856" w:rsidP="00147F02">
      <w:pPr>
        <w:ind w:firstLine="0"/>
        <w:rPr>
          <w:sz w:val="24"/>
          <w:szCs w:val="24"/>
          <w:lang w:val="sw-KE"/>
        </w:rPr>
      </w:pPr>
      <w:r w:rsidRPr="00ED0856">
        <w:rPr>
          <w:sz w:val="24"/>
          <w:szCs w:val="24"/>
          <w:lang w:val="sw-KE"/>
        </w:rPr>
        <w:lastRenderedPageBreak/>
        <w:t>Waliupanda uovu na wakaunyweshea kwa hila na walivuna maangamizi</w:t>
      </w:r>
      <w:r w:rsidR="00DE5123" w:rsidRPr="00147F02">
        <w:rPr>
          <w:rStyle w:val="libFootnotenumChar"/>
          <w:lang w:val="sw-KE"/>
        </w:rPr>
        <w:footnoteReference w:id="25"/>
      </w:r>
      <w:r w:rsidR="00147F02">
        <w:rPr>
          <w:sz w:val="24"/>
          <w:szCs w:val="24"/>
          <w:lang w:val="sw-KE"/>
        </w:rPr>
        <w:t>,</w:t>
      </w:r>
      <w:r w:rsidRPr="00ED0856">
        <w:rPr>
          <w:sz w:val="24"/>
          <w:szCs w:val="24"/>
          <w:lang w:val="sw-KE"/>
        </w:rPr>
        <w:t xml:space="preserve"> Aali Muhammad </w:t>
      </w:r>
      <w:r w:rsidRPr="00147F02">
        <w:rPr>
          <w:rStyle w:val="libFootnotenumChar"/>
          <w:lang w:val="sw-KE"/>
        </w:rPr>
        <w:t>(a.s)</w:t>
      </w:r>
      <w:r w:rsidRPr="00ED0856">
        <w:rPr>
          <w:sz w:val="24"/>
          <w:szCs w:val="24"/>
          <w:lang w:val="sw-KE"/>
        </w:rPr>
        <w:t xml:space="preserve"> Hawalinganishwi na yeyote kutika Ummah huu, wala hawawi sawa kabisa nao ambao neema zao zimepitia kwao. Wao ndio msingi wa dini, na nguzo ya yakini. Kwao hurejeshwa mwenye kuvuka mpaka, na kwao huunganishwa aliyeachwa nyuma</w:t>
      </w:r>
      <w:r w:rsidR="00147F02" w:rsidRPr="00147F02">
        <w:rPr>
          <w:rStyle w:val="libFootnotenumChar"/>
          <w:lang w:val="sw-KE"/>
        </w:rPr>
        <w:footnoteReference w:id="26"/>
      </w:r>
      <w:r w:rsidR="00147F02">
        <w:rPr>
          <w:sz w:val="24"/>
          <w:szCs w:val="24"/>
          <w:lang w:val="sw-KE"/>
        </w:rPr>
        <w:t xml:space="preserve">. </w:t>
      </w:r>
      <w:r w:rsidRPr="00ED0856">
        <w:rPr>
          <w:sz w:val="24"/>
          <w:szCs w:val="24"/>
          <w:lang w:val="sw-KE"/>
        </w:rPr>
        <w:t>Haki ya uongozi ni mahususi kwao. Na kwao kuna wasia na urithi; hivi sasa wakati haki imerejea kwa wenyewe, na inahamishiwa mahala penyewe!</w:t>
      </w:r>
    </w:p>
    <w:p w:rsidR="00ED0856" w:rsidRPr="00ED0856" w:rsidRDefault="00ED0856" w:rsidP="00147F02">
      <w:pPr>
        <w:pStyle w:val="Heading3"/>
        <w:rPr>
          <w:lang w:val="sw-KE"/>
        </w:rPr>
      </w:pPr>
      <w:bookmarkStart w:id="23" w:name="_Toc46076679"/>
      <w:r w:rsidRPr="00ED0856">
        <w:rPr>
          <w:lang w:val="sw-KE"/>
        </w:rPr>
        <w:t xml:space="preserve">3. </w:t>
      </w:r>
      <w:r w:rsidR="00147F02" w:rsidRPr="00ED0856">
        <w:rPr>
          <w:lang w:val="sw-KE"/>
        </w:rPr>
        <w:t>KATIKA JUMLA YA KHUTBA ZAKE</w:t>
      </w:r>
      <w:r w:rsidR="00147F02">
        <w:rPr>
          <w:lang w:val="sw-KE"/>
        </w:rPr>
        <w:t xml:space="preserve"> </w:t>
      </w:r>
      <w:r w:rsidR="00147F02" w:rsidRPr="00147F02">
        <w:rPr>
          <w:rStyle w:val="libFootnotenumChar"/>
          <w:lang w:val="sw-KE"/>
        </w:rPr>
        <w:t>(a.s)</w:t>
      </w:r>
      <w:r w:rsidRPr="00ED0856">
        <w:rPr>
          <w:lang w:val="sw-KE"/>
        </w:rPr>
        <w:t>:</w:t>
      </w:r>
      <w:bookmarkEnd w:id="23"/>
    </w:p>
    <w:p w:rsidR="00560CDE" w:rsidRDefault="00ED0856" w:rsidP="00ED0856">
      <w:pPr>
        <w:ind w:firstLine="0"/>
        <w:rPr>
          <w:sz w:val="24"/>
          <w:szCs w:val="24"/>
          <w:lang w:val="sw-KE"/>
        </w:rPr>
      </w:pPr>
      <w:r w:rsidRPr="00ED0856">
        <w:rPr>
          <w:sz w:val="24"/>
          <w:szCs w:val="24"/>
          <w:lang w:val="sw-KE"/>
        </w:rPr>
        <w:t>Nayo ni ile maarufu kuwa ni khutba ya Shaq’shaqiyah</w:t>
      </w:r>
      <w:r w:rsidR="00560CDE" w:rsidRPr="00560CDE">
        <w:rPr>
          <w:rStyle w:val="libFootnotenumChar"/>
          <w:lang w:val="sw-KE"/>
        </w:rPr>
        <w:footnoteReference w:id="27"/>
      </w:r>
      <w:r w:rsidR="00560CDE">
        <w:rPr>
          <w:sz w:val="24"/>
          <w:szCs w:val="24"/>
          <w:lang w:val="sw-KE"/>
        </w:rPr>
        <w:t>.</w:t>
      </w:r>
      <w:r w:rsidRPr="00ED0856">
        <w:rPr>
          <w:sz w:val="24"/>
          <w:szCs w:val="24"/>
          <w:lang w:val="sw-KE"/>
        </w:rPr>
        <w:t xml:space="preserve"> </w:t>
      </w:r>
    </w:p>
    <w:p w:rsidR="00560CDE" w:rsidRPr="00560CDE" w:rsidRDefault="00560CDE" w:rsidP="00560CDE">
      <w:pPr>
        <w:bidi/>
        <w:ind w:firstLine="0"/>
        <w:rPr>
          <w:sz w:val="28"/>
          <w:szCs w:val="28"/>
          <w:lang w:val="sw-KE"/>
        </w:rPr>
      </w:pPr>
      <w:r w:rsidRPr="00560CDE">
        <w:rPr>
          <w:sz w:val="28"/>
          <w:szCs w:val="28"/>
          <w:rtl/>
          <w:lang w:val="sw-KE"/>
        </w:rPr>
        <w:t>أَ</w:t>
      </w:r>
      <w:r>
        <w:rPr>
          <w:sz w:val="28"/>
          <w:szCs w:val="28"/>
          <w:rtl/>
          <w:lang w:val="sw-KE"/>
        </w:rPr>
        <w:t>مَا وَالله لَقَدْ تَقَمَّصَها</w:t>
      </w:r>
      <w:r w:rsidRPr="00560CDE">
        <w:rPr>
          <w:sz w:val="28"/>
          <w:szCs w:val="28"/>
          <w:rtl/>
          <w:lang w:val="sw-KE"/>
        </w:rPr>
        <w:t xml:space="preserve"> فُلانٌ، وَإِنَّهُ لَيَعْلَمُ أَنَّ مَحَلِّيَ مِنهَا مَحَلُّ القُطْبِ مِنَ الرَّحَا، يَنْحَدِرُ عَنِّي السَّيْلُ، وَلا يَرْقَى </w:t>
      </w:r>
      <w:r>
        <w:rPr>
          <w:sz w:val="28"/>
          <w:szCs w:val="28"/>
          <w:rtl/>
          <w:lang w:val="sw-KE"/>
        </w:rPr>
        <w:t>إِلَيَّ الطَّيْرُ، فَسَدَلْتُ</w:t>
      </w:r>
      <w:r w:rsidRPr="00560CDE">
        <w:rPr>
          <w:sz w:val="28"/>
          <w:szCs w:val="28"/>
          <w:rtl/>
          <w:lang w:val="sw-KE"/>
        </w:rPr>
        <w:t xml:space="preserve"> دُونَهَا ثَوْبا</w:t>
      </w:r>
      <w:r>
        <w:rPr>
          <w:sz w:val="28"/>
          <w:szCs w:val="28"/>
          <w:rtl/>
          <w:lang w:val="sw-KE"/>
        </w:rPr>
        <w:t>ً، وَطَوَيْتُ عَنْهَا كَشْحاً</w:t>
      </w:r>
      <w:r w:rsidRPr="00560CDE">
        <w:rPr>
          <w:sz w:val="28"/>
          <w:szCs w:val="28"/>
          <w:rtl/>
          <w:lang w:val="sw-KE"/>
        </w:rPr>
        <w:t>، وَطَفِقْتُ أَرْتَئِي بَيْن</w:t>
      </w:r>
      <w:r>
        <w:rPr>
          <w:sz w:val="28"/>
          <w:szCs w:val="28"/>
          <w:rtl/>
          <w:lang w:val="sw-KE"/>
        </w:rPr>
        <w:t>َ أَنْ أَصُولَ بِيَد جَذَّاءَ، أَوْ أَصْبِرَ عَلَى طَخْيَة</w:t>
      </w:r>
      <w:r w:rsidRPr="00560CDE">
        <w:rPr>
          <w:sz w:val="28"/>
          <w:szCs w:val="28"/>
          <w:rtl/>
          <w:lang w:val="sw-KE"/>
        </w:rPr>
        <w:t xml:space="preserve"> عَمْيَاءَ، يَهْرَمُ فيهَا الكَبيرُ، وَيَشِيبُ فِيهَا الصَّغِيرُ، وَيَكْدَحُ فِيهَا مُؤْمِنٌ حَتَّى يَلْقَى رَبَّهُ</w:t>
      </w:r>
      <w:r w:rsidRPr="00560CDE">
        <w:rPr>
          <w:sz w:val="28"/>
          <w:szCs w:val="28"/>
          <w:lang w:val="sw-KE"/>
        </w:rPr>
        <w:t>.</w:t>
      </w:r>
    </w:p>
    <w:p w:rsidR="00560CDE" w:rsidRDefault="00ED0856" w:rsidP="00560CDE">
      <w:pPr>
        <w:ind w:firstLine="0"/>
        <w:rPr>
          <w:sz w:val="24"/>
          <w:szCs w:val="24"/>
          <w:lang w:val="sw-KE"/>
        </w:rPr>
      </w:pPr>
      <w:r w:rsidRPr="00ED0856">
        <w:rPr>
          <w:sz w:val="24"/>
          <w:szCs w:val="24"/>
          <w:lang w:val="sw-KE"/>
        </w:rPr>
        <w:t>Amma! Wallahi fulani, ameuvaa (Ukhalifa)</w:t>
      </w:r>
      <w:r w:rsidR="00560CDE" w:rsidRPr="00560CDE">
        <w:rPr>
          <w:rStyle w:val="libFootnotenumChar"/>
          <w:lang w:val="sw-KE"/>
        </w:rPr>
        <w:footnoteReference w:id="28"/>
      </w:r>
      <w:r w:rsidRPr="00ED0856">
        <w:rPr>
          <w:sz w:val="24"/>
          <w:szCs w:val="24"/>
          <w:lang w:val="sw-KE"/>
        </w:rPr>
        <w:t xml:space="preserve"> hali akiwa </w:t>
      </w:r>
      <w:r w:rsidR="00560CDE">
        <w:rPr>
          <w:sz w:val="24"/>
          <w:szCs w:val="24"/>
          <w:lang w:val="sw-KE"/>
        </w:rPr>
        <w:t>yuajuwa kuwa nafasi yangu kuhu</w:t>
      </w:r>
      <w:r w:rsidRPr="00ED0856">
        <w:rPr>
          <w:sz w:val="24"/>
          <w:szCs w:val="24"/>
          <w:lang w:val="sw-KE"/>
        </w:rPr>
        <w:t>siana nao ni sawa na mahala pa muhimili wa jiwe la kusagia, maji ya mafuriko huniporomokea wala ndege hawezi kunirukia.</w:t>
      </w:r>
      <w:r w:rsidR="00560CDE">
        <w:rPr>
          <w:sz w:val="24"/>
          <w:szCs w:val="24"/>
          <w:lang w:val="sw-KE"/>
        </w:rPr>
        <w:t xml:space="preserve"> </w:t>
      </w:r>
      <w:r w:rsidRPr="00ED0856">
        <w:rPr>
          <w:sz w:val="24"/>
          <w:szCs w:val="24"/>
          <w:lang w:val="sw-KE"/>
        </w:rPr>
        <w:t>Nilijikinga nao kwa nguo na nikajiweka kando nao. Nikajifikiria, je! Nishambulie na mkono butu, au nilivumilie giza la upofu</w:t>
      </w:r>
      <w:r w:rsidR="00560CDE" w:rsidRPr="00A01A13">
        <w:rPr>
          <w:rStyle w:val="libFootnotenumChar"/>
          <w:lang w:val="sw-KE"/>
        </w:rPr>
        <w:footnoteReference w:id="29"/>
      </w:r>
      <w:r w:rsidR="00A01A13">
        <w:rPr>
          <w:sz w:val="24"/>
          <w:szCs w:val="24"/>
          <w:lang w:val="sw-KE"/>
        </w:rPr>
        <w:t>,</w:t>
      </w:r>
      <w:r w:rsidRPr="00ED0856">
        <w:rPr>
          <w:sz w:val="24"/>
          <w:szCs w:val="24"/>
          <w:lang w:val="sw-KE"/>
        </w:rPr>
        <w:t xml:space="preserve"> mtu mkubwa humo huzeeka, na mdogo humo huwa kijana, muumini anataabika </w:t>
      </w:r>
      <w:r w:rsidR="00560CDE">
        <w:rPr>
          <w:sz w:val="24"/>
          <w:szCs w:val="24"/>
          <w:lang w:val="sw-KE"/>
        </w:rPr>
        <w:t>humo mpaka akutane na Mola wake.</w:t>
      </w:r>
    </w:p>
    <w:p w:rsidR="00560CDE" w:rsidRPr="00560CDE" w:rsidRDefault="00560CDE" w:rsidP="00560CDE">
      <w:pPr>
        <w:bidi/>
        <w:ind w:firstLine="0"/>
        <w:rPr>
          <w:sz w:val="28"/>
          <w:szCs w:val="28"/>
          <w:lang w:val="sw-KE"/>
        </w:rPr>
      </w:pPr>
      <w:r w:rsidRPr="00560CDE">
        <w:rPr>
          <w:sz w:val="28"/>
          <w:szCs w:val="28"/>
          <w:rtl/>
          <w:lang w:val="sw-KE"/>
        </w:rPr>
        <w:t>فَرَأَيْتُ أَنَّ ا</w:t>
      </w:r>
      <w:r w:rsidR="00A01A13">
        <w:rPr>
          <w:sz w:val="28"/>
          <w:szCs w:val="28"/>
          <w:rtl/>
          <w:lang w:val="sw-KE"/>
        </w:rPr>
        <w:t>لصَّبْرَ عَلَى هَاتَا أَحْجَى</w:t>
      </w:r>
      <w:r w:rsidRPr="00560CDE">
        <w:rPr>
          <w:sz w:val="28"/>
          <w:szCs w:val="28"/>
          <w:rtl/>
          <w:lang w:val="sw-KE"/>
        </w:rPr>
        <w:t>، فَصَبَرتُ وَفي الْعَيْنِ قَذىً، وَفي ا</w:t>
      </w:r>
      <w:r w:rsidR="00A01A13">
        <w:rPr>
          <w:sz w:val="28"/>
          <w:szCs w:val="28"/>
          <w:rtl/>
          <w:lang w:val="sw-KE"/>
        </w:rPr>
        <w:t>لحَلْقِ شَجاً، أرى تُرَاثي</w:t>
      </w:r>
      <w:r w:rsidRPr="00560CDE">
        <w:rPr>
          <w:sz w:val="28"/>
          <w:szCs w:val="28"/>
          <w:rtl/>
          <w:lang w:val="sw-KE"/>
        </w:rPr>
        <w:t xml:space="preserve"> نَهْباً، حَتَّى مَضَى </w:t>
      </w:r>
      <w:r w:rsidR="00A01A13">
        <w:rPr>
          <w:sz w:val="28"/>
          <w:szCs w:val="28"/>
          <w:rtl/>
          <w:lang w:val="sw-KE"/>
        </w:rPr>
        <w:t>الاْ</w:t>
      </w:r>
      <w:r w:rsidRPr="00560CDE">
        <w:rPr>
          <w:sz w:val="28"/>
          <w:szCs w:val="28"/>
          <w:rtl/>
          <w:lang w:val="sw-KE"/>
        </w:rPr>
        <w:t>وَّلُ</w:t>
      </w:r>
      <w:r w:rsidR="00A01A13">
        <w:rPr>
          <w:sz w:val="28"/>
          <w:szCs w:val="28"/>
          <w:rtl/>
          <w:lang w:val="sw-KE"/>
        </w:rPr>
        <w:t xml:space="preserve"> لِسَبِيلِهِ، فَأَدْلَى بِهَا</w:t>
      </w:r>
      <w:r w:rsidR="00A01A13">
        <w:rPr>
          <w:rFonts w:hint="cs"/>
          <w:sz w:val="28"/>
          <w:szCs w:val="28"/>
          <w:rtl/>
          <w:lang w:val="sw-KE"/>
        </w:rPr>
        <w:t xml:space="preserve"> </w:t>
      </w:r>
      <w:r w:rsidRPr="00560CDE">
        <w:rPr>
          <w:sz w:val="28"/>
          <w:szCs w:val="28"/>
          <w:rtl/>
          <w:lang w:val="sw-KE"/>
        </w:rPr>
        <w:t>إِلَى فلان بَعْدَهُ</w:t>
      </w:r>
      <w:r w:rsidRPr="00560CDE">
        <w:rPr>
          <w:sz w:val="28"/>
          <w:szCs w:val="28"/>
          <w:lang w:val="sw-KE"/>
        </w:rPr>
        <w:t>.</w:t>
      </w:r>
    </w:p>
    <w:p w:rsidR="00560CDE" w:rsidRDefault="00560CDE" w:rsidP="00560CDE">
      <w:pPr>
        <w:ind w:firstLine="0"/>
        <w:rPr>
          <w:sz w:val="24"/>
          <w:szCs w:val="24"/>
          <w:lang w:val="sw-KE"/>
        </w:rPr>
      </w:pPr>
      <w:r>
        <w:rPr>
          <w:sz w:val="24"/>
          <w:szCs w:val="24"/>
          <w:lang w:val="sw-KE"/>
        </w:rPr>
        <w:t xml:space="preserve"> Nikaona </w:t>
      </w:r>
      <w:r w:rsidR="00ED0856" w:rsidRPr="00ED0856">
        <w:rPr>
          <w:sz w:val="24"/>
          <w:szCs w:val="24"/>
          <w:lang w:val="sw-KE"/>
        </w:rPr>
        <w:t>kuivumilia hali hii ni busara, basi nikasubiri hali jichoni mwangu muna utongotongo, na kooni kuna kitu kilichokwama.</w:t>
      </w:r>
      <w:r>
        <w:rPr>
          <w:sz w:val="24"/>
          <w:szCs w:val="24"/>
          <w:lang w:val="sw-KE"/>
        </w:rPr>
        <w:t xml:space="preserve"> </w:t>
      </w:r>
      <w:r w:rsidR="00ED0856" w:rsidRPr="00ED0856">
        <w:rPr>
          <w:sz w:val="24"/>
          <w:szCs w:val="24"/>
          <w:lang w:val="sw-KE"/>
        </w:rPr>
        <w:t xml:space="preserve">Naiona mirathi yangu </w:t>
      </w:r>
      <w:r w:rsidR="00ED0856" w:rsidRPr="00ED0856">
        <w:rPr>
          <w:sz w:val="24"/>
          <w:szCs w:val="24"/>
          <w:lang w:val="sw-KE"/>
        </w:rPr>
        <w:lastRenderedPageBreak/>
        <w:t>imepokonywa</w:t>
      </w:r>
      <w:r w:rsidR="00D05469" w:rsidRPr="00623D14">
        <w:rPr>
          <w:rStyle w:val="libFootnotenumChar"/>
          <w:lang w:val="sw-KE"/>
        </w:rPr>
        <w:footnoteReference w:id="30"/>
      </w:r>
      <w:r w:rsidR="00623D14">
        <w:rPr>
          <w:sz w:val="24"/>
          <w:szCs w:val="24"/>
          <w:lang w:val="sw-KE"/>
        </w:rPr>
        <w:t>,</w:t>
      </w:r>
      <w:r w:rsidR="00ED0856" w:rsidRPr="00ED0856">
        <w:rPr>
          <w:sz w:val="24"/>
          <w:szCs w:val="24"/>
          <w:lang w:val="sw-KE"/>
        </w:rPr>
        <w:t xml:space="preserve"> wa kwanza akapita katika njia yake, - yaani alikufa - akampasia (ukhalifa) fulani baada yake. </w:t>
      </w:r>
    </w:p>
    <w:p w:rsidR="00560CDE" w:rsidRPr="00485794" w:rsidRDefault="005443DF" w:rsidP="005443DF">
      <w:pPr>
        <w:bidi/>
        <w:ind w:firstLine="0"/>
        <w:rPr>
          <w:sz w:val="28"/>
          <w:szCs w:val="28"/>
          <w:lang w:val="sw-KE"/>
        </w:rPr>
      </w:pPr>
      <w:r w:rsidRPr="00485794">
        <w:rPr>
          <w:sz w:val="28"/>
          <w:szCs w:val="28"/>
          <w:rtl/>
          <w:lang w:val="sw-KE"/>
        </w:rPr>
        <w:t>ثم تمثل بقول الاعشى</w:t>
      </w:r>
      <w:r w:rsidRPr="00485794">
        <w:rPr>
          <w:sz w:val="28"/>
          <w:szCs w:val="28"/>
          <w:lang w:val="sw-KE"/>
        </w:rPr>
        <w:t>:</w:t>
      </w:r>
      <w:r w:rsidRPr="00485794">
        <w:rPr>
          <w:rFonts w:hint="cs"/>
          <w:sz w:val="28"/>
          <w:szCs w:val="28"/>
          <w:rtl/>
          <w:lang w:val="sw-KE"/>
        </w:rPr>
        <w:t xml:space="preserve"> </w:t>
      </w:r>
      <w:r w:rsidRPr="00485794">
        <w:rPr>
          <w:sz w:val="28"/>
          <w:szCs w:val="28"/>
          <w:rtl/>
          <w:lang w:val="sw-KE"/>
        </w:rPr>
        <w:t>شَتَّانَ مَا يَوْمِي عَلَى كُورِهَا وَيَوْمُ حَيَّانَ أَخِي جَابِرِ</w:t>
      </w:r>
      <w:r w:rsidRPr="00485794">
        <w:rPr>
          <w:rFonts w:hint="cs"/>
          <w:sz w:val="28"/>
          <w:szCs w:val="28"/>
          <w:rtl/>
          <w:lang w:val="sw-KE"/>
        </w:rPr>
        <w:t>.</w:t>
      </w:r>
    </w:p>
    <w:p w:rsidR="00ED0856" w:rsidRPr="00ED0856" w:rsidRDefault="005443DF" w:rsidP="00ED0856">
      <w:pPr>
        <w:ind w:firstLine="0"/>
        <w:rPr>
          <w:sz w:val="24"/>
          <w:szCs w:val="24"/>
          <w:lang w:val="sw-KE"/>
        </w:rPr>
      </w:pPr>
      <w:r>
        <w:rPr>
          <w:sz w:val="24"/>
          <w:szCs w:val="24"/>
          <w:lang w:val="sw-KE"/>
        </w:rPr>
        <w:t xml:space="preserve">Kisha </w:t>
      </w:r>
      <w:r w:rsidR="00ED0856" w:rsidRPr="00ED0856">
        <w:rPr>
          <w:sz w:val="24"/>
          <w:szCs w:val="24"/>
          <w:lang w:val="sw-KE"/>
        </w:rPr>
        <w:t>Alinakili ubeti wa kauli ya Al-A’asha - maana yake: kuna tofauti kubwa kati ya siku yangu nikiwa juu ya ngamia na siku ya Hayyani nduguye Jabir: (yaanni siku ya Hayyani ilikuwa ya raha).</w:t>
      </w:r>
    </w:p>
    <w:p w:rsidR="00ED0856" w:rsidRPr="005443DF" w:rsidRDefault="005443DF" w:rsidP="005443DF">
      <w:pPr>
        <w:bidi/>
        <w:ind w:firstLine="0"/>
        <w:rPr>
          <w:sz w:val="28"/>
          <w:szCs w:val="28"/>
          <w:lang w:val="sw-KE"/>
        </w:rPr>
      </w:pPr>
      <w:r w:rsidRPr="005443DF">
        <w:rPr>
          <w:sz w:val="28"/>
          <w:szCs w:val="28"/>
          <w:rtl/>
          <w:lang w:val="sw-KE"/>
        </w:rPr>
        <w:t>فَيَا عَجَباً</w:t>
      </w:r>
      <w:r w:rsidR="00CF2364">
        <w:rPr>
          <w:sz w:val="28"/>
          <w:szCs w:val="28"/>
          <w:rtl/>
          <w:lang w:val="sw-KE"/>
        </w:rPr>
        <w:t>!! بَيْنَا هُوَ يَسْتَقِيلُها</w:t>
      </w:r>
      <w:r w:rsidRPr="005443DF">
        <w:rPr>
          <w:sz w:val="28"/>
          <w:szCs w:val="28"/>
          <w:rtl/>
          <w:lang w:val="sw-KE"/>
        </w:rPr>
        <w:t xml:space="preserve"> في حَيَاتِهِ إِذْ عَقَدَهَا لاخَرَ بَعْدَ وَفَاتِهِ ـ لَشَد</w:t>
      </w:r>
      <w:r w:rsidR="00CF2364">
        <w:rPr>
          <w:sz w:val="28"/>
          <w:szCs w:val="28"/>
          <w:rtl/>
          <w:lang w:val="sw-KE"/>
        </w:rPr>
        <w:t>َّ مَا تَشَطَّرَا ضَرْعَيْهَا</w:t>
      </w:r>
      <w:r w:rsidRPr="005443DF">
        <w:rPr>
          <w:sz w:val="28"/>
          <w:szCs w:val="28"/>
          <w:rtl/>
          <w:lang w:val="sw-KE"/>
        </w:rPr>
        <w:t xml:space="preserve"> ! ـ فَصَيَّرَهَا في حَوْزَة خَشْنَاءَ، يَغْلُ</w:t>
      </w:r>
      <w:r w:rsidR="00CF2364">
        <w:rPr>
          <w:sz w:val="28"/>
          <w:szCs w:val="28"/>
          <w:rtl/>
          <w:lang w:val="sw-KE"/>
        </w:rPr>
        <w:t>ظُ كَلْمُهَا</w:t>
      </w:r>
      <w:r w:rsidRPr="005443DF">
        <w:rPr>
          <w:sz w:val="28"/>
          <w:szCs w:val="28"/>
          <w:rtl/>
          <w:lang w:val="sw-KE"/>
        </w:rPr>
        <w:t>، وَيَخْشُنُ م</w:t>
      </w:r>
      <w:r w:rsidR="00CF2364">
        <w:rPr>
          <w:sz w:val="28"/>
          <w:szCs w:val="28"/>
          <w:rtl/>
          <w:lang w:val="sw-KE"/>
        </w:rPr>
        <w:t>َسُّهَا، وَيَكْثُرُ العِثَارُ</w:t>
      </w:r>
      <w:r w:rsidRPr="005443DF">
        <w:rPr>
          <w:sz w:val="28"/>
          <w:szCs w:val="28"/>
          <w:rtl/>
          <w:lang w:val="sw-KE"/>
        </w:rPr>
        <w:t>[فِيهَا] وَالاْعْتَذَارُ مِنْهَا، فَصَا</w:t>
      </w:r>
      <w:r w:rsidR="00CF2364">
        <w:rPr>
          <w:sz w:val="28"/>
          <w:szCs w:val="28"/>
          <w:rtl/>
          <w:lang w:val="sw-KE"/>
        </w:rPr>
        <w:t>حِبُهَا كَرَاكِبِ الصَّعْبَةِ</w:t>
      </w:r>
      <w:r w:rsidRPr="005443DF">
        <w:rPr>
          <w:sz w:val="28"/>
          <w:szCs w:val="28"/>
          <w:rtl/>
          <w:lang w:val="sw-KE"/>
        </w:rPr>
        <w:t xml:space="preserve">، </w:t>
      </w:r>
      <w:r w:rsidR="00CF2364">
        <w:rPr>
          <w:sz w:val="28"/>
          <w:szCs w:val="28"/>
          <w:rtl/>
          <w:lang w:val="sw-KE"/>
        </w:rPr>
        <w:t>إِنْ أَشْنَقَ لَهَا خَرَمَ</w:t>
      </w:r>
      <w:r w:rsidRPr="005443DF">
        <w:rPr>
          <w:sz w:val="28"/>
          <w:szCs w:val="28"/>
          <w:rtl/>
          <w:lang w:val="sw-KE"/>
        </w:rPr>
        <w:t>، وَإِن</w:t>
      </w:r>
      <w:r w:rsidR="00CF2364">
        <w:rPr>
          <w:sz w:val="28"/>
          <w:szCs w:val="28"/>
          <w:rtl/>
          <w:lang w:val="sw-KE"/>
        </w:rPr>
        <w:t>ْ أَسْلَسَ لَهَا تَقَحَّمَ</w:t>
      </w:r>
      <w:r w:rsidRPr="005443DF">
        <w:rPr>
          <w:sz w:val="28"/>
          <w:szCs w:val="28"/>
          <w:rtl/>
          <w:lang w:val="sw-KE"/>
        </w:rPr>
        <w:t>، فَمُنِيَ</w:t>
      </w:r>
      <w:r w:rsidRPr="005443DF">
        <w:rPr>
          <w:rtl/>
        </w:rPr>
        <w:t xml:space="preserve"> </w:t>
      </w:r>
      <w:r w:rsidRPr="005443DF">
        <w:rPr>
          <w:sz w:val="28"/>
          <w:szCs w:val="28"/>
          <w:rtl/>
          <w:lang w:val="sw-KE"/>
        </w:rPr>
        <w:t>النَّاسُ</w:t>
      </w:r>
      <w:r>
        <w:rPr>
          <w:sz w:val="28"/>
          <w:szCs w:val="28"/>
          <w:rtl/>
          <w:lang w:val="sw-KE"/>
        </w:rPr>
        <w:t xml:space="preserve"> ـ لَعَمْرُ اللهِ ـ بِخَبْط</w:t>
      </w:r>
      <w:r w:rsidRPr="005443DF">
        <w:rPr>
          <w:sz w:val="28"/>
          <w:szCs w:val="28"/>
          <w:rtl/>
          <w:lang w:val="sw-KE"/>
        </w:rPr>
        <w:t xml:space="preserve"> وَشِمَ</w:t>
      </w:r>
      <w:r>
        <w:rPr>
          <w:sz w:val="28"/>
          <w:szCs w:val="28"/>
          <w:rtl/>
          <w:lang w:val="sw-KE"/>
        </w:rPr>
        <w:t>اس، وَتَلَوُّن وَاعْتِرَاض</w:t>
      </w:r>
      <w:r w:rsidRPr="005443DF">
        <w:rPr>
          <w:sz w:val="28"/>
          <w:szCs w:val="28"/>
          <w:rtl/>
          <w:lang w:val="sw-KE"/>
        </w:rPr>
        <w:t>.</w:t>
      </w:r>
    </w:p>
    <w:p w:rsidR="005443DF" w:rsidRDefault="00ED0856" w:rsidP="005443DF">
      <w:pPr>
        <w:ind w:firstLine="0"/>
        <w:rPr>
          <w:sz w:val="24"/>
          <w:szCs w:val="24"/>
          <w:lang w:val="sw-KE"/>
        </w:rPr>
      </w:pPr>
      <w:r w:rsidRPr="00ED0856">
        <w:rPr>
          <w:sz w:val="24"/>
          <w:szCs w:val="24"/>
          <w:lang w:val="sw-KE"/>
        </w:rPr>
        <w:t>Ajabu ilioje! Alikuwa anaomba wamuuzulu wakati wa uhai wake, punde si punde akaagiza uende kwa mwingine baada ya kifo chake!</w:t>
      </w:r>
      <w:r w:rsidR="005443DF">
        <w:rPr>
          <w:sz w:val="24"/>
          <w:szCs w:val="24"/>
          <w:lang w:val="sw-KE"/>
        </w:rPr>
        <w:t xml:space="preserve"> </w:t>
      </w:r>
      <w:r w:rsidRPr="00ED0856">
        <w:rPr>
          <w:sz w:val="24"/>
          <w:szCs w:val="24"/>
          <w:lang w:val="sw-KE"/>
        </w:rPr>
        <w:t>Kwa hakika wameshirikiana viwele vyake viwili wao kwa wao tu, huyu mmoja ameuweka (ukhalifa) katika upande ulio mgumu, mguso wake wakwaruza, kujikwaa kunakithiri na kuomba udhuru, aliyekuwa nao ni kama aliyepanda ngamia machachari asiyepandika: akimvuta hatamu atamkaba na akimlegezea atamtupa kweye maangamizi, hapo wallahi watu watapa</w:t>
      </w:r>
      <w:r w:rsidR="005443DF">
        <w:rPr>
          <w:sz w:val="24"/>
          <w:szCs w:val="24"/>
          <w:lang w:val="sw-KE"/>
        </w:rPr>
        <w:t>twa na myumbo, uovu na kupotoka.</w:t>
      </w:r>
      <w:r w:rsidRPr="00ED0856">
        <w:rPr>
          <w:sz w:val="24"/>
          <w:szCs w:val="24"/>
          <w:lang w:val="sw-KE"/>
        </w:rPr>
        <w:t xml:space="preserve"> </w:t>
      </w:r>
    </w:p>
    <w:p w:rsidR="005443DF" w:rsidRPr="00770B33" w:rsidRDefault="00770B33" w:rsidP="00770B33">
      <w:pPr>
        <w:bidi/>
        <w:ind w:firstLine="0"/>
        <w:rPr>
          <w:sz w:val="28"/>
          <w:szCs w:val="28"/>
          <w:rtl/>
          <w:lang w:val="sw-KE" w:bidi="ar-EG"/>
        </w:rPr>
      </w:pPr>
      <w:r w:rsidRPr="00770B33">
        <w:rPr>
          <w:sz w:val="28"/>
          <w:szCs w:val="28"/>
          <w:rtl/>
          <w:lang w:val="sw-KE"/>
        </w:rPr>
        <w:t>فَصَبَرْتُ عَلَى طُولِ الْمُدَّةِ، وَشِدَّةِ الْمحْنَةِ، حَتَّى إِذا مَضَى لِسَبِيلِهِ جَعَلَهَا في جَمَاعَة زَعَمَ أَنَّي أَحَد</w:t>
      </w:r>
      <w:r>
        <w:rPr>
          <w:sz w:val="28"/>
          <w:szCs w:val="28"/>
          <w:rtl/>
          <w:lang w:val="sw-KE"/>
        </w:rPr>
        <w:t>ُهُمْ. فَيَاللهِ وَلِلشُّورَى</w:t>
      </w:r>
      <w:r w:rsidRPr="00770B33">
        <w:rPr>
          <w:sz w:val="28"/>
          <w:szCs w:val="28"/>
          <w:rtl/>
          <w:lang w:val="sw-KE"/>
        </w:rPr>
        <w:t>! مَتَى اعْتَرَضَ الرَّيْبُ فِيَّ مَعَ الاْوَّلِ مِنْهُمْ، حَتَّى صِرْتُ أُقْرَنُ إِلَى هذِهِ النَّ</w:t>
      </w:r>
      <w:r>
        <w:rPr>
          <w:sz w:val="28"/>
          <w:szCs w:val="28"/>
          <w:rtl/>
          <w:lang w:val="sw-KE"/>
        </w:rPr>
        <w:t>ظَائِرِ! لكِنِّي أَسفَفْتُ</w:t>
      </w:r>
      <w:r w:rsidRPr="00770B33">
        <w:rPr>
          <w:sz w:val="28"/>
          <w:szCs w:val="28"/>
          <w:rtl/>
          <w:lang w:val="sw-KE"/>
        </w:rPr>
        <w:t xml:space="preserve"> إِذْ أَسَفُّوا، وَطِرْتُ إِذْ طَارُوا، فَصَغَا</w:t>
      </w:r>
      <w:r>
        <w:rPr>
          <w:sz w:val="28"/>
          <w:szCs w:val="28"/>
          <w:rtl/>
          <w:lang w:val="sw-KE"/>
        </w:rPr>
        <w:t xml:space="preserve"> رَجُلُ مِنْهُمْ لِضِغْنِه</w:t>
      </w:r>
      <w:r w:rsidRPr="00770B33">
        <w:rPr>
          <w:sz w:val="28"/>
          <w:szCs w:val="28"/>
          <w:rtl/>
          <w:lang w:val="sw-KE"/>
        </w:rPr>
        <w:t>، وَمَالَ الاْخَرُ</w:t>
      </w:r>
      <w:r w:rsidRPr="00770B33">
        <w:rPr>
          <w:rtl/>
        </w:rPr>
        <w:t xml:space="preserve"> </w:t>
      </w:r>
      <w:r>
        <w:rPr>
          <w:sz w:val="28"/>
          <w:szCs w:val="28"/>
          <w:rtl/>
          <w:lang w:val="sw-KE" w:bidi="ar-EG"/>
        </w:rPr>
        <w:t>لِصِهْرهِ، مَعَ هَن وَهَن</w:t>
      </w:r>
      <w:r w:rsidRPr="00770B33">
        <w:rPr>
          <w:sz w:val="28"/>
          <w:szCs w:val="28"/>
          <w:rtl/>
          <w:lang w:val="sw-KE" w:bidi="ar-EG"/>
        </w:rPr>
        <w:t>.</w:t>
      </w:r>
    </w:p>
    <w:p w:rsidR="00ED0856" w:rsidRPr="00ED0856" w:rsidRDefault="00ED0856" w:rsidP="00ED0856">
      <w:pPr>
        <w:ind w:firstLine="0"/>
        <w:rPr>
          <w:sz w:val="24"/>
          <w:szCs w:val="24"/>
          <w:lang w:val="sw-KE"/>
        </w:rPr>
      </w:pPr>
      <w:r w:rsidRPr="00ED0856">
        <w:rPr>
          <w:sz w:val="24"/>
          <w:szCs w:val="24"/>
          <w:lang w:val="sw-KE"/>
        </w:rPr>
        <w:t>Nilivumilia kwa muda mrefu wote huo, ingawaje ulikuwa mtihani mgumu: Na alipofikia muda wake akauweka chini ya uchaguzi wa kundi la watu sita akadai akinidhania mimi ni mmoja kati yao. Eee Mungu! Nahusika nini mimi na Shuura!</w:t>
      </w:r>
      <w:r w:rsidR="00660713" w:rsidRPr="00660713">
        <w:rPr>
          <w:rStyle w:val="libFootnotenumChar"/>
          <w:lang w:val="sw-KE"/>
        </w:rPr>
        <w:footnoteReference w:id="31"/>
      </w:r>
      <w:r w:rsidR="00660713">
        <w:rPr>
          <w:sz w:val="24"/>
          <w:szCs w:val="24"/>
          <w:lang w:val="sw-KE"/>
        </w:rPr>
        <w:t>.</w:t>
      </w:r>
    </w:p>
    <w:p w:rsidR="00ED0856" w:rsidRPr="00ED0856" w:rsidRDefault="00ED0856" w:rsidP="00ED0856">
      <w:pPr>
        <w:ind w:firstLine="0"/>
        <w:rPr>
          <w:sz w:val="24"/>
          <w:szCs w:val="24"/>
          <w:lang w:val="sw-KE"/>
        </w:rPr>
      </w:pPr>
    </w:p>
    <w:p w:rsidR="003C0FAF" w:rsidRDefault="00ED0856" w:rsidP="003C0FAF">
      <w:pPr>
        <w:ind w:firstLine="0"/>
        <w:rPr>
          <w:sz w:val="24"/>
          <w:szCs w:val="24"/>
          <w:lang w:val="sw-KE"/>
        </w:rPr>
      </w:pPr>
      <w:r w:rsidRPr="00ED0856">
        <w:rPr>
          <w:sz w:val="24"/>
          <w:szCs w:val="24"/>
          <w:lang w:val="sw-KE"/>
        </w:rPr>
        <w:t>Lini ameingiwa na shaka na mimi wa kwanza katika wao kiasi niwe naambatanishwa na mfano wa hawa! Lakini nilitua walipotua, na niliruka waliporuka, mtu miongoni mwao alinigeuka kwa sababu ya kunichukia kwake</w:t>
      </w:r>
      <w:r w:rsidR="0056196D" w:rsidRPr="0056196D">
        <w:rPr>
          <w:rStyle w:val="libFootnotenumChar"/>
          <w:lang w:val="sw-KE"/>
        </w:rPr>
        <w:footnoteReference w:id="32"/>
      </w:r>
      <w:r w:rsidR="0056196D">
        <w:rPr>
          <w:sz w:val="24"/>
          <w:szCs w:val="24"/>
          <w:lang w:val="sw-KE"/>
        </w:rPr>
        <w:t>,</w:t>
      </w:r>
      <w:r w:rsidRPr="00ED0856">
        <w:rPr>
          <w:sz w:val="24"/>
          <w:szCs w:val="24"/>
          <w:lang w:val="sw-KE"/>
        </w:rPr>
        <w:t xml:space="preserve"> na mwingine alielemea upande wa shemeji yake</w:t>
      </w:r>
      <w:r w:rsidR="0056196D" w:rsidRPr="00253680">
        <w:rPr>
          <w:rStyle w:val="libFootnotenumChar"/>
          <w:lang w:val="sw-KE"/>
        </w:rPr>
        <w:footnoteReference w:id="33"/>
      </w:r>
      <w:r w:rsidR="00253680">
        <w:rPr>
          <w:sz w:val="24"/>
          <w:szCs w:val="24"/>
          <w:lang w:val="sw-KE"/>
        </w:rPr>
        <w:t>.</w:t>
      </w:r>
      <w:r w:rsidR="003C0FAF">
        <w:rPr>
          <w:sz w:val="24"/>
          <w:szCs w:val="24"/>
          <w:lang w:val="sw-KE"/>
        </w:rPr>
        <w:t xml:space="preserve"> Pakiwa na hili na lile.</w:t>
      </w:r>
      <w:r w:rsidRPr="00ED0856">
        <w:rPr>
          <w:sz w:val="24"/>
          <w:szCs w:val="24"/>
          <w:lang w:val="sw-KE"/>
        </w:rPr>
        <w:t xml:space="preserve"> </w:t>
      </w:r>
    </w:p>
    <w:p w:rsidR="003C0FAF" w:rsidRPr="003C0FAF" w:rsidRDefault="003C0FAF" w:rsidP="003C0FAF">
      <w:pPr>
        <w:bidi/>
        <w:ind w:firstLine="0"/>
        <w:rPr>
          <w:sz w:val="28"/>
          <w:szCs w:val="28"/>
          <w:rtl/>
          <w:lang w:bidi="ar-EG"/>
        </w:rPr>
      </w:pPr>
      <w:r w:rsidRPr="003C0FAF">
        <w:rPr>
          <w:sz w:val="28"/>
          <w:szCs w:val="28"/>
          <w:rtl/>
          <w:lang w:val="sw-KE"/>
        </w:rPr>
        <w:t>إِلَى أَنْ قَامَ ثَالِثُ القَوْمِ، نَافِجَاً حِضْنَيْ</w:t>
      </w:r>
      <w:r>
        <w:rPr>
          <w:sz w:val="28"/>
          <w:szCs w:val="28"/>
          <w:rtl/>
          <w:lang w:val="sw-KE"/>
        </w:rPr>
        <w:t>هِ</w:t>
      </w:r>
      <w:r w:rsidRPr="003C0FAF">
        <w:rPr>
          <w:sz w:val="28"/>
          <w:szCs w:val="28"/>
          <w:rtl/>
          <w:lang w:val="sw-KE"/>
        </w:rPr>
        <w:t xml:space="preserve"> بَيْ</w:t>
      </w:r>
      <w:r>
        <w:rPr>
          <w:sz w:val="28"/>
          <w:szCs w:val="28"/>
          <w:rtl/>
          <w:lang w:val="sw-KE"/>
        </w:rPr>
        <w:t>نَ نَثِيلهِ وَمُعْتَلَفِهِ</w:t>
      </w:r>
      <w:r w:rsidRPr="003C0FAF">
        <w:rPr>
          <w:sz w:val="28"/>
          <w:szCs w:val="28"/>
          <w:rtl/>
          <w:lang w:val="sw-KE"/>
        </w:rPr>
        <w:t>، وَقَامَ مَع</w:t>
      </w:r>
      <w:r>
        <w:rPr>
          <w:sz w:val="28"/>
          <w:szCs w:val="28"/>
          <w:rtl/>
          <w:lang w:val="sw-KE"/>
        </w:rPr>
        <w:t>َهُ بَنُو أَبِيهِ يَخْضَمُونَ</w:t>
      </w:r>
      <w:r w:rsidRPr="003C0FAF">
        <w:rPr>
          <w:sz w:val="28"/>
          <w:szCs w:val="28"/>
          <w:rtl/>
          <w:lang w:val="sw-KE"/>
        </w:rPr>
        <w:t xml:space="preserve"> مَالَ </w:t>
      </w:r>
      <w:r>
        <w:rPr>
          <w:sz w:val="28"/>
          <w:szCs w:val="28"/>
          <w:rtl/>
          <w:lang w:val="sw-KE"/>
        </w:rPr>
        <w:t>اللهِ خَضْمَ الاْبِل نِبْتَةَ</w:t>
      </w:r>
      <w:r w:rsidRPr="003C0FAF">
        <w:rPr>
          <w:sz w:val="28"/>
          <w:szCs w:val="28"/>
          <w:rtl/>
          <w:lang w:val="sw-KE"/>
        </w:rPr>
        <w:t xml:space="preserve"> الرَّبِيعِ، إِلَى أَن</w:t>
      </w:r>
      <w:r>
        <w:rPr>
          <w:sz w:val="28"/>
          <w:szCs w:val="28"/>
          <w:rtl/>
          <w:lang w:val="sw-KE"/>
        </w:rPr>
        <w:t>ِ انْتَكَثَ عَلَيْهِ فَتْلُهُ</w:t>
      </w:r>
      <w:r w:rsidRPr="003C0FAF">
        <w:rPr>
          <w:sz w:val="28"/>
          <w:szCs w:val="28"/>
          <w:rtl/>
          <w:lang w:val="sw-KE"/>
        </w:rPr>
        <w:t>، وَأَجْهَزَ ع</w:t>
      </w:r>
      <w:r>
        <w:rPr>
          <w:sz w:val="28"/>
          <w:szCs w:val="28"/>
          <w:rtl/>
          <w:lang w:val="sw-KE"/>
        </w:rPr>
        <w:t>َلَيْهِ عَمَلُهُ، وَكَبَتْ</w:t>
      </w:r>
      <w:r w:rsidRPr="003C0FAF">
        <w:rPr>
          <w:sz w:val="28"/>
          <w:szCs w:val="28"/>
          <w:rtl/>
          <w:lang w:val="sw-KE"/>
        </w:rPr>
        <w:t xml:space="preserve"> بِهِ بِطْنَتُهُ</w:t>
      </w:r>
      <w:r>
        <w:rPr>
          <w:rFonts w:hint="cs"/>
          <w:sz w:val="28"/>
          <w:szCs w:val="28"/>
          <w:rtl/>
          <w:lang w:bidi="ar-EG"/>
        </w:rPr>
        <w:t>.</w:t>
      </w:r>
    </w:p>
    <w:p w:rsidR="00ED0856" w:rsidRPr="00ED0856" w:rsidRDefault="003C0FAF" w:rsidP="00ED0856">
      <w:pPr>
        <w:ind w:firstLine="0"/>
        <w:rPr>
          <w:sz w:val="24"/>
          <w:szCs w:val="24"/>
          <w:lang w:val="sw-KE"/>
        </w:rPr>
      </w:pPr>
      <w:r>
        <w:rPr>
          <w:sz w:val="24"/>
          <w:szCs w:val="24"/>
          <w:lang w:val="sw-KE"/>
        </w:rPr>
        <w:t xml:space="preserve">Mpaka </w:t>
      </w:r>
      <w:r w:rsidR="00ED0856" w:rsidRPr="00ED0856">
        <w:rPr>
          <w:sz w:val="24"/>
          <w:szCs w:val="24"/>
          <w:lang w:val="sw-KE"/>
        </w:rPr>
        <w:t>akasimama watatu wao hali ameinua kifua chake mbele kati ya kinyesi chake na chakula chake - chakula cha mifugo - walisimama pamoja naye watoto wa babu yake, wakawa wanazitafuna mali za Mungu kama anavyotafuna ngamia majani ya msimu wa kuchipua (spring season), mpaka kamba yake ikakatika, na matendo yake yakammaliza, na ulafi wake ukamtupa chini kifudifudi.</w:t>
      </w:r>
    </w:p>
    <w:p w:rsidR="00ED0856" w:rsidRPr="0004438F" w:rsidRDefault="0004438F" w:rsidP="0004438F">
      <w:pPr>
        <w:bidi/>
        <w:ind w:firstLine="0"/>
        <w:rPr>
          <w:sz w:val="28"/>
          <w:szCs w:val="28"/>
          <w:lang w:val="sw-KE"/>
        </w:rPr>
      </w:pPr>
      <w:r w:rsidRPr="0004438F">
        <w:rPr>
          <w:sz w:val="28"/>
          <w:szCs w:val="28"/>
          <w:rtl/>
          <w:lang w:val="sw-KE"/>
        </w:rPr>
        <w:lastRenderedPageBreak/>
        <w:t>فَمَا رَاعَنِي إلاَّ وَالنَّاسُ إليَّ كَعُرْ</w:t>
      </w:r>
      <w:r>
        <w:rPr>
          <w:sz w:val="28"/>
          <w:szCs w:val="28"/>
          <w:rtl/>
          <w:lang w:val="sw-KE"/>
        </w:rPr>
        <w:t>فِ الضَّبُعِ، يَنْثَالُونَ</w:t>
      </w:r>
      <w:r w:rsidRPr="0004438F">
        <w:rPr>
          <w:sz w:val="28"/>
          <w:szCs w:val="28"/>
          <w:rtl/>
          <w:lang w:val="sw-KE"/>
        </w:rPr>
        <w:t xml:space="preserve"> عَلَيَّ مِنْ كُلِّ جَانِب، حَتَّى لَقَدْ وُطِىءَ ا</w:t>
      </w:r>
      <w:r>
        <w:rPr>
          <w:sz w:val="28"/>
          <w:szCs w:val="28"/>
          <w:rtl/>
          <w:lang w:val="sw-KE"/>
        </w:rPr>
        <w:t>لحَسَنَانِ، وَشُقَّ عِطْفَايَ</w:t>
      </w:r>
      <w:r w:rsidRPr="0004438F">
        <w:rPr>
          <w:sz w:val="28"/>
          <w:szCs w:val="28"/>
          <w:rtl/>
          <w:lang w:val="sw-KE"/>
        </w:rPr>
        <w:t>، مُجْتَمِعِينَ حَوْلي كَرَبِيضَةِ الغَنَمِ</w:t>
      </w:r>
      <w:r w:rsidRPr="0004438F">
        <w:rPr>
          <w:sz w:val="28"/>
          <w:szCs w:val="28"/>
          <w:lang w:val="sw-KE"/>
        </w:rPr>
        <w:t>.</w:t>
      </w:r>
    </w:p>
    <w:p w:rsidR="00ED0856" w:rsidRPr="00ED0856" w:rsidRDefault="00ED0856" w:rsidP="00ED0856">
      <w:pPr>
        <w:ind w:firstLine="0"/>
        <w:rPr>
          <w:sz w:val="24"/>
          <w:szCs w:val="24"/>
          <w:lang w:val="sw-KE"/>
        </w:rPr>
      </w:pPr>
      <w:r w:rsidRPr="00ED0856">
        <w:rPr>
          <w:sz w:val="24"/>
          <w:szCs w:val="24"/>
          <w:lang w:val="sw-KE"/>
        </w:rPr>
        <w:t>Nilishitushwa na kundi la watu likimiminika kuja kwangu mfano wa manyoya ya shingoni mwa fisi toka kila upande, kiasi kwamba Hasan na Husayn walikanyagwa, na sehemu za ncha za mabega ya vazi langu zikararuriwa, wakiwa wamejikusanya kunizunguka kama kundi la kondoo na mbuzi.</w:t>
      </w:r>
    </w:p>
    <w:p w:rsidR="00ED0856" w:rsidRPr="009731BA" w:rsidRDefault="009731BA" w:rsidP="009731BA">
      <w:pPr>
        <w:bidi/>
        <w:ind w:firstLine="0"/>
        <w:rPr>
          <w:sz w:val="28"/>
          <w:szCs w:val="28"/>
          <w:rtl/>
          <w:lang w:val="sw-KE" w:bidi="ar-EG"/>
        </w:rPr>
      </w:pPr>
      <w:r w:rsidRPr="009731BA">
        <w:rPr>
          <w:sz w:val="28"/>
          <w:szCs w:val="28"/>
          <w:rtl/>
          <w:lang w:val="sw-KE"/>
        </w:rPr>
        <w:t>فَلَمَّا نَهَضْتُ ب</w:t>
      </w:r>
      <w:r>
        <w:rPr>
          <w:sz w:val="28"/>
          <w:szCs w:val="28"/>
          <w:rtl/>
          <w:lang w:val="sw-KE"/>
        </w:rPr>
        <w:t>ِالاْمْرِ نَكَثَتْ طَائِفَةٌ</w:t>
      </w:r>
      <w:r w:rsidRPr="009731BA">
        <w:rPr>
          <w:sz w:val="28"/>
          <w:szCs w:val="28"/>
          <w:rtl/>
          <w:lang w:val="sw-KE"/>
        </w:rPr>
        <w:t>، وَمَرَقَتْ أُخْرَى</w:t>
      </w:r>
      <w:r>
        <w:rPr>
          <w:sz w:val="28"/>
          <w:szCs w:val="28"/>
          <w:rtl/>
          <w:lang w:val="sw-KE"/>
        </w:rPr>
        <w:t>، وَفَسَقَ [وقسط ]آخَرُونَ</w:t>
      </w:r>
      <w:r w:rsidRPr="009731BA">
        <w:rPr>
          <w:sz w:val="28"/>
          <w:szCs w:val="28"/>
          <w:rtl/>
          <w:lang w:val="sw-KE"/>
        </w:rPr>
        <w:t xml:space="preserve"> كَأَنَّهُمْ لَمْ يَسْمَع</w:t>
      </w:r>
      <w:r>
        <w:rPr>
          <w:sz w:val="28"/>
          <w:szCs w:val="28"/>
          <w:rtl/>
          <w:lang w:val="sw-KE"/>
        </w:rPr>
        <w:t xml:space="preserve">ُوا اللهَ سُبْحَانَهُ يَقُولُ: </w:t>
      </w:r>
      <w:r w:rsidRPr="009731BA">
        <w:rPr>
          <w:sz w:val="28"/>
          <w:szCs w:val="28"/>
          <w:rtl/>
          <w:lang w:val="sw-KE"/>
        </w:rPr>
        <w:t>تِلْكَ الدَّارُ الاخِرَةُ نَجْعَلُهَاِ</w:t>
      </w:r>
      <w:r w:rsidR="00EB1C0E">
        <w:rPr>
          <w:rFonts w:hint="cs"/>
          <w:sz w:val="28"/>
          <w:szCs w:val="28"/>
          <w:rtl/>
          <w:lang w:val="sw-KE"/>
        </w:rPr>
        <w:t xml:space="preserve"> </w:t>
      </w:r>
      <w:r w:rsidRPr="009731BA">
        <w:rPr>
          <w:sz w:val="28"/>
          <w:szCs w:val="28"/>
          <w:rtl/>
          <w:lang w:val="sw-KE"/>
        </w:rPr>
        <w:t>للَّذِينَ لاَ يُريدُونَ عُلُوّاً في الاَرْضِ وَلاَ فَسَاداً وَالعَاقِبَةُ لِلْمُتَّقِينَ</w:t>
      </w:r>
      <w:r>
        <w:rPr>
          <w:rFonts w:hint="cs"/>
          <w:sz w:val="28"/>
          <w:szCs w:val="28"/>
          <w:rtl/>
          <w:lang w:val="sw-KE" w:bidi="ar-EG"/>
        </w:rPr>
        <w:t>.</w:t>
      </w:r>
    </w:p>
    <w:p w:rsidR="00ED0856" w:rsidRPr="00ED0856" w:rsidRDefault="00ED0856" w:rsidP="00ED0856">
      <w:pPr>
        <w:ind w:firstLine="0"/>
        <w:rPr>
          <w:sz w:val="24"/>
          <w:szCs w:val="24"/>
          <w:lang w:val="sw-KE"/>
        </w:rPr>
      </w:pPr>
      <w:r w:rsidRPr="00ED0856">
        <w:rPr>
          <w:sz w:val="24"/>
          <w:szCs w:val="24"/>
          <w:lang w:val="sw-KE"/>
        </w:rPr>
        <w:t>Nilipochukua hatamu za uongozi, kundi moja lilivunja ahadi na jingine liliasi, na lililobaki lilifanya uovu na dhulma</w:t>
      </w:r>
      <w:r w:rsidR="003064C6" w:rsidRPr="00642645">
        <w:rPr>
          <w:rStyle w:val="libFootnotenumChar"/>
          <w:lang w:val="sw-KE"/>
        </w:rPr>
        <w:footnoteReference w:id="34"/>
      </w:r>
      <w:r w:rsidRPr="00ED0856">
        <w:rPr>
          <w:sz w:val="24"/>
          <w:szCs w:val="24"/>
          <w:lang w:val="sw-KE"/>
        </w:rPr>
        <w:t xml:space="preserve"> kana kwamba hawakusikia neno la Mungu aliposema: “</w:t>
      </w:r>
      <w:r w:rsidRPr="003064C6">
        <w:rPr>
          <w:rStyle w:val="libAieChar"/>
          <w:lang w:val="sw-KE"/>
        </w:rPr>
        <w:t>Hayo ndiyo makazi ya akhera, tumewafanyia wale wasiotaka kujitukuza duniani wala ufisadi, na mwisho mwema ni wa wachamungu</w:t>
      </w:r>
      <w:r w:rsidRPr="00ED0856">
        <w:rPr>
          <w:sz w:val="24"/>
          <w:szCs w:val="24"/>
          <w:lang w:val="sw-KE"/>
        </w:rPr>
        <w:t>.” (28:83).</w:t>
      </w:r>
    </w:p>
    <w:p w:rsidR="00ED0856" w:rsidRPr="00EB1C0E" w:rsidRDefault="00EB1C0E" w:rsidP="00EB1C0E">
      <w:pPr>
        <w:bidi/>
        <w:ind w:firstLine="0"/>
        <w:rPr>
          <w:sz w:val="28"/>
          <w:szCs w:val="28"/>
          <w:lang w:val="sw-KE"/>
        </w:rPr>
      </w:pPr>
      <w:r w:rsidRPr="00EB1C0E">
        <w:rPr>
          <w:sz w:val="28"/>
          <w:szCs w:val="28"/>
          <w:rtl/>
          <w:lang w:val="sw-KE"/>
        </w:rPr>
        <w:t>بَلَى! وَاللهِ لَقَدْ</w:t>
      </w:r>
      <w:r w:rsidRPr="00EB1C0E">
        <w:rPr>
          <w:rtl/>
        </w:rPr>
        <w:t xml:space="preserve"> </w:t>
      </w:r>
      <w:r w:rsidRPr="00EB1C0E">
        <w:rPr>
          <w:sz w:val="28"/>
          <w:szCs w:val="28"/>
          <w:rtl/>
          <w:lang w:val="sw-KE"/>
        </w:rPr>
        <w:t>سَمِعُوهَا وَوَعَوْهَا، وَل</w:t>
      </w:r>
      <w:r>
        <w:rPr>
          <w:sz w:val="28"/>
          <w:szCs w:val="28"/>
          <w:rtl/>
          <w:lang w:val="sw-KE"/>
        </w:rPr>
        <w:t>كِنَّهُمْ حَلِيَتَ الدُّنْيَا</w:t>
      </w:r>
      <w:r w:rsidRPr="00EB1C0E">
        <w:rPr>
          <w:sz w:val="28"/>
          <w:szCs w:val="28"/>
          <w:rtl/>
          <w:lang w:val="sw-KE"/>
        </w:rPr>
        <w:t xml:space="preserve"> في أَعْيُن</w:t>
      </w:r>
      <w:r>
        <w:rPr>
          <w:sz w:val="28"/>
          <w:szCs w:val="28"/>
          <w:rtl/>
          <w:lang w:val="sw-KE"/>
        </w:rPr>
        <w:t>ِهمْ، وَرَاقَهُمْ زِبْرِجُهَا</w:t>
      </w:r>
      <w:r w:rsidRPr="00EB1C0E">
        <w:rPr>
          <w:sz w:val="28"/>
          <w:szCs w:val="28"/>
          <w:rtl/>
          <w:lang w:val="sw-KE"/>
        </w:rPr>
        <w:t>!</w:t>
      </w:r>
      <w:r w:rsidRPr="00EB1C0E">
        <w:rPr>
          <w:rtl/>
        </w:rPr>
        <w:t xml:space="preserve"> </w:t>
      </w:r>
      <w:r w:rsidRPr="00EB1C0E">
        <w:rPr>
          <w:sz w:val="28"/>
          <w:szCs w:val="28"/>
          <w:rtl/>
          <w:lang w:val="sw-KE"/>
        </w:rPr>
        <w:t>أَمَا وَالَّذِي فَلَقَ ال</w:t>
      </w:r>
      <w:r>
        <w:rPr>
          <w:sz w:val="28"/>
          <w:szCs w:val="28"/>
          <w:rtl/>
          <w:lang w:val="sw-KE"/>
        </w:rPr>
        <w:t>ْحَبَّةَ، وَبَرَأَ النَّسَمَةَ، لَوْلاَ حُضُورُ الْحَاضِرِ</w:t>
      </w:r>
      <w:r w:rsidRPr="00EB1C0E">
        <w:rPr>
          <w:sz w:val="28"/>
          <w:szCs w:val="28"/>
          <w:rtl/>
          <w:lang w:val="sw-KE"/>
        </w:rPr>
        <w:t>، وَقِيَامُ ال</w:t>
      </w:r>
      <w:r>
        <w:rPr>
          <w:sz w:val="28"/>
          <w:szCs w:val="28"/>
          <w:rtl/>
          <w:lang w:val="sw-KE"/>
        </w:rPr>
        <w:t>ْحُجَّةِ بِوُجُودِ النَّاصِرِ</w:t>
      </w:r>
      <w:r w:rsidRPr="00EB1C0E">
        <w:rPr>
          <w:sz w:val="28"/>
          <w:szCs w:val="28"/>
          <w:rtl/>
          <w:lang w:val="sw-KE"/>
        </w:rPr>
        <w:t>، وَمَا أَخَذَ اللهُ عَلَى العُلَمَاءِ أَلاّ</w:t>
      </w:r>
      <w:r>
        <w:rPr>
          <w:sz w:val="28"/>
          <w:szCs w:val="28"/>
          <w:rtl/>
          <w:lang w:val="sw-KE"/>
        </w:rPr>
        <w:t>َ يُقَارُّوا عَلَى كِظَّةِ</w:t>
      </w:r>
      <w:r w:rsidRPr="00EB1C0E">
        <w:rPr>
          <w:sz w:val="28"/>
          <w:szCs w:val="28"/>
          <w:rtl/>
          <w:lang w:val="sw-KE"/>
        </w:rPr>
        <w:t xml:space="preserve"> ظَالِ</w:t>
      </w:r>
      <w:r>
        <w:rPr>
          <w:sz w:val="28"/>
          <w:szCs w:val="28"/>
          <w:rtl/>
          <w:lang w:val="sw-KE"/>
        </w:rPr>
        <w:t>م، وَلا سَغَبِ مَظْلُوم، لاَ</w:t>
      </w:r>
      <w:r w:rsidRPr="00EB1C0E">
        <w:rPr>
          <w:sz w:val="28"/>
          <w:szCs w:val="28"/>
          <w:rtl/>
          <w:lang w:val="sw-KE"/>
        </w:rPr>
        <w:t>لقَيْ</w:t>
      </w:r>
      <w:r>
        <w:rPr>
          <w:sz w:val="28"/>
          <w:szCs w:val="28"/>
          <w:rtl/>
          <w:lang w:val="sw-KE"/>
        </w:rPr>
        <w:t>تُ حَبْلَهَا عَلَى غَارِبِهَا</w:t>
      </w:r>
      <w:r w:rsidRPr="00EB1C0E">
        <w:rPr>
          <w:sz w:val="28"/>
          <w:szCs w:val="28"/>
          <w:rtl/>
          <w:lang w:val="sw-KE"/>
        </w:rPr>
        <w:t>، وَلَسَقَيْتُ آخِ</w:t>
      </w:r>
      <w:r>
        <w:rPr>
          <w:sz w:val="28"/>
          <w:szCs w:val="28"/>
          <w:rtl/>
          <w:lang w:val="sw-KE"/>
        </w:rPr>
        <w:t>رَهَا بِكَأْسِ أَوَّلِها، وَلاَ</w:t>
      </w:r>
      <w:r w:rsidRPr="00EB1C0E">
        <w:rPr>
          <w:sz w:val="28"/>
          <w:szCs w:val="28"/>
          <w:rtl/>
          <w:lang w:val="sw-KE"/>
        </w:rPr>
        <w:t>لفَيْتُمْ دُنْيَاكُمْ هذِهِ أَزْهَدَ</w:t>
      </w:r>
      <w:r>
        <w:rPr>
          <w:sz w:val="28"/>
          <w:szCs w:val="28"/>
          <w:rtl/>
          <w:lang w:val="sw-KE"/>
        </w:rPr>
        <w:t xml:space="preserve"> عِنْدِي مِنْ عَفْطَةِ عَنْز</w:t>
      </w:r>
      <w:r w:rsidRPr="00EB1C0E">
        <w:rPr>
          <w:sz w:val="28"/>
          <w:szCs w:val="28"/>
          <w:rtl/>
          <w:lang w:val="sw-KE"/>
        </w:rPr>
        <w:t>!</w:t>
      </w:r>
    </w:p>
    <w:p w:rsidR="00ED0856" w:rsidRPr="00ED0856" w:rsidRDefault="00ED0856" w:rsidP="00ED0856">
      <w:pPr>
        <w:ind w:firstLine="0"/>
        <w:rPr>
          <w:sz w:val="24"/>
          <w:szCs w:val="24"/>
          <w:lang w:val="sw-KE"/>
        </w:rPr>
      </w:pPr>
      <w:r w:rsidRPr="00ED0856">
        <w:rPr>
          <w:sz w:val="24"/>
          <w:szCs w:val="24"/>
          <w:lang w:val="sw-KE"/>
        </w:rPr>
        <w:t>Ndio wallahi waliyasikia na waliyaelewa lakini machoni mwao dunia ilijipamba na kuliwapendeza kujiremba kwake. Angalia! naapa kwa yule ambaye ameatua mbegu na kumuumba binadamu, lau si kufika kwa watu na kulazimu hoja kwa kuwepo wasaidizi - yaani askari wa kumnusuru - na ahadi iliyochukuliwa na Mungu kwa wanachuoni, kuwa wasiridhike kimya kimya na ulafi wa madhalimu na kusagwa kwa haki ya mdhulumiwa, ningeitupa kamba ya ukhalifa kwenye bega lake - yaani ninge tupilia mbali suala la ukhalifa bila kujali - na ningemtendea wa mwisho kama wa kwanza. Na mungeona kwa maoni yangu huu ulimwengu wenu si bora kuliko chafya ya mbuzi”.</w:t>
      </w:r>
    </w:p>
    <w:p w:rsidR="00ED0856" w:rsidRPr="0080178A" w:rsidRDefault="0080178A" w:rsidP="0080178A">
      <w:pPr>
        <w:bidi/>
        <w:ind w:firstLine="0"/>
        <w:rPr>
          <w:sz w:val="28"/>
          <w:szCs w:val="28"/>
          <w:lang w:val="sw-KE"/>
        </w:rPr>
      </w:pPr>
      <w:r w:rsidRPr="0080178A">
        <w:rPr>
          <w:sz w:val="28"/>
          <w:szCs w:val="28"/>
          <w:rtl/>
          <w:lang w:val="sw-KE"/>
        </w:rPr>
        <w:t xml:space="preserve">قالوا: وقام </w:t>
      </w:r>
      <w:r>
        <w:rPr>
          <w:sz w:val="28"/>
          <w:szCs w:val="28"/>
          <w:rtl/>
          <w:lang w:val="sw-KE"/>
        </w:rPr>
        <w:t>إِليه رجل من أهل السواد</w:t>
      </w:r>
      <w:r w:rsidRPr="0080178A">
        <w:rPr>
          <w:sz w:val="28"/>
          <w:szCs w:val="28"/>
          <w:rtl/>
          <w:lang w:val="sw-KE"/>
        </w:rPr>
        <w:t xml:space="preserve"> عند بلوغه إلى هذا الموضع من خطبته، فناوله كتاباً، فأقبل ينظر فيه، فلمّا فرغ من قراءته قال له ابن عباس: يا أميرا</w:t>
      </w:r>
      <w:r>
        <w:rPr>
          <w:sz w:val="28"/>
          <w:szCs w:val="28"/>
          <w:rtl/>
          <w:lang w:val="sw-KE"/>
        </w:rPr>
        <w:t>لمؤمنين، لو اطَّرَدت مَقالتكَ</w:t>
      </w:r>
      <w:r w:rsidRPr="0080178A">
        <w:rPr>
          <w:sz w:val="28"/>
          <w:szCs w:val="28"/>
          <w:rtl/>
          <w:lang w:val="sw-KE"/>
        </w:rPr>
        <w:t xml:space="preserve"> من حيث أَفضيتَ</w:t>
      </w:r>
      <w:r>
        <w:rPr>
          <w:rFonts w:hint="cs"/>
          <w:sz w:val="28"/>
          <w:szCs w:val="28"/>
          <w:rtl/>
          <w:lang w:val="sw-KE"/>
        </w:rPr>
        <w:t>.</w:t>
      </w:r>
    </w:p>
    <w:p w:rsidR="00ED0856" w:rsidRPr="00ED0856" w:rsidRDefault="00ED0856" w:rsidP="00ED0856">
      <w:pPr>
        <w:ind w:firstLine="0"/>
        <w:rPr>
          <w:sz w:val="24"/>
          <w:szCs w:val="24"/>
          <w:lang w:val="sw-KE"/>
        </w:rPr>
      </w:pPr>
      <w:r w:rsidRPr="00ED0856">
        <w:rPr>
          <w:sz w:val="24"/>
          <w:szCs w:val="24"/>
          <w:lang w:val="sw-KE"/>
        </w:rPr>
        <w:t>Walisema kuwa: Amirul-Mu’minina alipofikia hapa katika KHUTBA hii, mtu mmoja katika watu wa Iraqi alisimama na kumkabidhi karatasi yenye maandishi, akawa anaiangalia, alipomaliza kuisoma, ibn Abbas alimwambia: Ewe Amirul-Mu’minina ungeendelea na KHUTBA yako ulipoachia!</w:t>
      </w:r>
    </w:p>
    <w:p w:rsidR="00ED0856" w:rsidRPr="0080178A" w:rsidRDefault="0080178A" w:rsidP="0080178A">
      <w:pPr>
        <w:bidi/>
        <w:ind w:firstLine="0"/>
        <w:rPr>
          <w:sz w:val="28"/>
          <w:szCs w:val="28"/>
          <w:rtl/>
          <w:lang w:val="sw-KE"/>
        </w:rPr>
      </w:pPr>
      <w:r w:rsidRPr="0080178A">
        <w:rPr>
          <w:sz w:val="28"/>
          <w:szCs w:val="28"/>
          <w:rtl/>
          <w:lang w:val="sw-KE"/>
        </w:rPr>
        <w:t>فَقَالَ(عليه السلام)</w:t>
      </w:r>
      <w:r w:rsidRPr="0080178A">
        <w:rPr>
          <w:sz w:val="28"/>
          <w:szCs w:val="28"/>
          <w:lang w:val="sw-KE"/>
        </w:rPr>
        <w:t>:</w:t>
      </w:r>
      <w:r w:rsidRPr="0080178A">
        <w:rPr>
          <w:rFonts w:hint="cs"/>
          <w:sz w:val="28"/>
          <w:szCs w:val="28"/>
          <w:rtl/>
          <w:lang w:val="sw-KE"/>
        </w:rPr>
        <w:t xml:space="preserve"> </w:t>
      </w:r>
      <w:r w:rsidRPr="0080178A">
        <w:rPr>
          <w:sz w:val="28"/>
          <w:szCs w:val="28"/>
          <w:rtl/>
          <w:lang w:val="sw-KE"/>
        </w:rPr>
        <w:t>هَيْهَاتَ يَابْنَ عَبَّاس! تِلْكَ شِقْشِقَةٌ هَدَرَتْ ثُمَّ قَرَّتْ</w:t>
      </w:r>
      <w:r w:rsidRPr="0080178A">
        <w:rPr>
          <w:sz w:val="28"/>
          <w:szCs w:val="28"/>
          <w:lang w:val="sw-KE"/>
        </w:rPr>
        <w:t>!</w:t>
      </w:r>
    </w:p>
    <w:p w:rsidR="00ED0856" w:rsidRPr="00ED0856" w:rsidRDefault="00ED0856" w:rsidP="00ED0856">
      <w:pPr>
        <w:ind w:firstLine="0"/>
        <w:rPr>
          <w:sz w:val="24"/>
          <w:szCs w:val="24"/>
          <w:lang w:val="sw-KE"/>
        </w:rPr>
      </w:pPr>
      <w:r w:rsidRPr="00ED0856">
        <w:rPr>
          <w:sz w:val="24"/>
          <w:szCs w:val="24"/>
          <w:lang w:val="sw-KE"/>
        </w:rPr>
        <w:t>Hivyo basi alijibu: “Ewe ibn Abbas hilo ni povu la ngamia, ameunguruma kisha akanyamaza”.</w:t>
      </w:r>
    </w:p>
    <w:p w:rsidR="00ED0856" w:rsidRPr="0080178A" w:rsidRDefault="0080178A" w:rsidP="0080178A">
      <w:pPr>
        <w:bidi/>
        <w:ind w:firstLine="0"/>
        <w:rPr>
          <w:sz w:val="28"/>
          <w:szCs w:val="28"/>
          <w:lang w:val="sw-KE"/>
        </w:rPr>
      </w:pPr>
      <w:r w:rsidRPr="0080178A">
        <w:rPr>
          <w:sz w:val="28"/>
          <w:szCs w:val="28"/>
          <w:rtl/>
          <w:lang w:val="sw-KE"/>
        </w:rPr>
        <w:lastRenderedPageBreak/>
        <w:t>قال ابن عباس: فوالله ما أَسفت على كلام قطّ كأَسفي على ذلك الكلام أَلاَّ يكون أميرالمؤمنين(عليه السلام)بلغ منه حيث أراد</w:t>
      </w:r>
      <w:r w:rsidRPr="0080178A">
        <w:rPr>
          <w:sz w:val="28"/>
          <w:szCs w:val="28"/>
          <w:lang w:val="sw-KE"/>
        </w:rPr>
        <w:t>.</w:t>
      </w:r>
    </w:p>
    <w:p w:rsidR="00ED0856" w:rsidRPr="00ED0856" w:rsidRDefault="00ED0856" w:rsidP="00ED0856">
      <w:pPr>
        <w:ind w:firstLine="0"/>
        <w:rPr>
          <w:sz w:val="24"/>
          <w:szCs w:val="24"/>
          <w:lang w:val="sw-KE"/>
        </w:rPr>
      </w:pPr>
      <w:r w:rsidRPr="00ED0856">
        <w:rPr>
          <w:sz w:val="24"/>
          <w:szCs w:val="24"/>
          <w:lang w:val="sw-KE"/>
        </w:rPr>
        <w:t>Ibn Abbas akasema: “Wallahi sikuwahi kuhuzunikia maneno kamwe, kama huzuni yangu juu ya maneno haya kwamba awe Amirul-Mu’minin hakufikia alipotaka”.</w:t>
      </w:r>
    </w:p>
    <w:p w:rsidR="00ED0856" w:rsidRPr="00ED0856" w:rsidRDefault="00ED0856" w:rsidP="00ED0856">
      <w:pPr>
        <w:ind w:firstLine="0"/>
        <w:rPr>
          <w:sz w:val="24"/>
          <w:szCs w:val="24"/>
          <w:lang w:val="sw-KE"/>
        </w:rPr>
      </w:pPr>
      <w:r w:rsidRPr="00ED0856">
        <w:rPr>
          <w:sz w:val="24"/>
          <w:szCs w:val="24"/>
          <w:lang w:val="sw-KE"/>
        </w:rPr>
        <w:t xml:space="preserve">Amesema Sharifu (r.a), kauli yake </w:t>
      </w:r>
      <w:r w:rsidRPr="0080178A">
        <w:rPr>
          <w:rStyle w:val="libFootnotenumChar"/>
          <w:lang w:val="sw-KE"/>
        </w:rPr>
        <w:t>(a.s)</w:t>
      </w:r>
      <w:r w:rsidRPr="00ED0856">
        <w:rPr>
          <w:sz w:val="24"/>
          <w:szCs w:val="24"/>
          <w:lang w:val="sw-KE"/>
        </w:rPr>
        <w:t xml:space="preserve">: “Ni kama mfano wa aliyepanda ngamia mkorofi”: Anakusudia kuwa, ikiwa atakaza kuvuta hatamu hali akimkinza kichwa chake atararua pua yake, na endapo atamlegezea kitu kidogo na ugumu wake atamuendesha mbio ovyo, na wala hatomdhibiti, husemwa: Ashnaka naakata akikivuta kichwa chake kwa hatamu na kukiinua, na Washanakahaa aidhwan, pia hutumika kwa maana hiyo, hilo limesemwa na ibn Sakiit katika kitabu Islahu al-Mantiq. Na sababu ya kusema </w:t>
      </w:r>
      <w:r w:rsidRPr="0080178A">
        <w:rPr>
          <w:rStyle w:val="libFootnotenumChar"/>
          <w:lang w:val="sw-KE"/>
        </w:rPr>
        <w:t>(a.s)</w:t>
      </w:r>
      <w:r w:rsidRPr="00ED0856">
        <w:rPr>
          <w:sz w:val="24"/>
          <w:szCs w:val="24"/>
          <w:lang w:val="sw-KE"/>
        </w:rPr>
        <w:t xml:space="preserve"> (Ashanaka laha) na wala hakusema Ashnaakaha kwa kuwa amelijaalia liwe mkabala wa kauli yake: (Aslasalaha) hivyo inakuwa kama kwamba amesema: In raf ’a laha ra’saha bizimami: yaani ameishika.</w:t>
      </w:r>
    </w:p>
    <w:p w:rsidR="00716FBA" w:rsidRDefault="00ED0856" w:rsidP="00ED0856">
      <w:pPr>
        <w:ind w:firstLine="0"/>
        <w:rPr>
          <w:sz w:val="24"/>
          <w:szCs w:val="24"/>
          <w:lang w:val="sw-KE"/>
        </w:rPr>
      </w:pPr>
      <w:r w:rsidRPr="00ED0856">
        <w:rPr>
          <w:sz w:val="24"/>
          <w:szCs w:val="24"/>
          <w:lang w:val="sw-KE"/>
        </w:rPr>
        <w:t xml:space="preserve">Na katika hadithi imekuja kuwa Mtume wa Mungu </w:t>
      </w:r>
      <w:r w:rsidRPr="0080178A">
        <w:rPr>
          <w:rStyle w:val="libBold1Char"/>
          <w:lang w:val="sw-KE"/>
        </w:rPr>
        <w:t>(s.a.w.w)</w:t>
      </w:r>
      <w:r w:rsidRPr="00ED0856">
        <w:rPr>
          <w:sz w:val="24"/>
          <w:szCs w:val="24"/>
          <w:lang w:val="sw-KE"/>
        </w:rPr>
        <w:t xml:space="preserve"> alihutubia akiwa juu ya ngamia aliyemvuta hatamu kwa kuinua kichwa chake. </w:t>
      </w:r>
    </w:p>
    <w:p w:rsidR="00ED0856" w:rsidRPr="00ED0856" w:rsidRDefault="00716FBA" w:rsidP="00ED0856">
      <w:pPr>
        <w:ind w:firstLine="0"/>
        <w:rPr>
          <w:sz w:val="24"/>
          <w:szCs w:val="24"/>
          <w:lang w:val="sw-KE"/>
        </w:rPr>
      </w:pPr>
      <w:r>
        <w:rPr>
          <w:sz w:val="24"/>
          <w:szCs w:val="24"/>
          <w:lang w:val="sw-KE"/>
        </w:rPr>
        <w:t>Na miongo</w:t>
      </w:r>
      <w:r w:rsidR="00ED0856" w:rsidRPr="00ED0856">
        <w:rPr>
          <w:sz w:val="24"/>
          <w:szCs w:val="24"/>
          <w:lang w:val="sw-KE"/>
        </w:rPr>
        <w:t>ni mwa ushahidi kuwa (ashnaka) maana yake (Shaanaka) ni kauli ya Adiyyu bin Zayd al-Abadiyy: Sa’a aha maa tabaiyyana fil aidi wa ish- nakuhaa ilal-a’anaaqi.</w:t>
      </w:r>
    </w:p>
    <w:p w:rsidR="00ED0856" w:rsidRPr="00ED0856" w:rsidRDefault="00ED0856" w:rsidP="00716FBA">
      <w:pPr>
        <w:pStyle w:val="Heading3"/>
        <w:rPr>
          <w:lang w:val="sw-KE"/>
        </w:rPr>
      </w:pPr>
      <w:bookmarkStart w:id="24" w:name="_Toc46076680"/>
      <w:r w:rsidRPr="00ED0856">
        <w:rPr>
          <w:lang w:val="sw-KE"/>
        </w:rPr>
        <w:t xml:space="preserve">4. </w:t>
      </w:r>
      <w:r w:rsidR="00716FBA" w:rsidRPr="00ED0856">
        <w:rPr>
          <w:lang w:val="sw-KE"/>
        </w:rPr>
        <w:t xml:space="preserve">NA MIONGONI MWA KHUTBA ZAKE </w:t>
      </w:r>
      <w:r w:rsidR="00716FBA" w:rsidRPr="00716FBA">
        <w:rPr>
          <w:rStyle w:val="libFootnotenumChar"/>
          <w:lang w:val="sw-KE"/>
        </w:rPr>
        <w:t>(a.s)</w:t>
      </w:r>
      <w:bookmarkEnd w:id="24"/>
    </w:p>
    <w:p w:rsidR="00ED0856" w:rsidRPr="008933F3" w:rsidRDefault="008933F3" w:rsidP="008933F3">
      <w:pPr>
        <w:bidi/>
        <w:ind w:firstLine="0"/>
        <w:rPr>
          <w:sz w:val="28"/>
          <w:szCs w:val="28"/>
          <w:lang w:val="sw-KE"/>
        </w:rPr>
      </w:pPr>
      <w:r w:rsidRPr="008933F3">
        <w:rPr>
          <w:sz w:val="28"/>
          <w:szCs w:val="28"/>
          <w:rtl/>
          <w:lang w:val="sw-KE"/>
        </w:rPr>
        <w:t>وفيها يعظ الناس ويهديهم من ضلالتهم، ويقال: إنه خطبها بعد قتل طلحة والزبير</w:t>
      </w:r>
      <w:r>
        <w:rPr>
          <w:rFonts w:hint="cs"/>
          <w:sz w:val="28"/>
          <w:szCs w:val="28"/>
          <w:rtl/>
          <w:lang w:val="sw-KE"/>
        </w:rPr>
        <w:t>.</w:t>
      </w:r>
    </w:p>
    <w:p w:rsidR="00ED0856" w:rsidRPr="00ED0856" w:rsidRDefault="00ED0856" w:rsidP="00ED0856">
      <w:pPr>
        <w:ind w:firstLine="0"/>
        <w:rPr>
          <w:sz w:val="24"/>
          <w:szCs w:val="24"/>
          <w:lang w:val="sw-KE"/>
        </w:rPr>
      </w:pPr>
      <w:r w:rsidRPr="00ED0856">
        <w:rPr>
          <w:sz w:val="24"/>
          <w:szCs w:val="24"/>
          <w:lang w:val="sw-KE"/>
        </w:rPr>
        <w:t>Hotuba hii ameitoa baada ya kuuliwa Talha na Zubair ili kuwaongoza watu na (kuwabainishia) ukamilifu wa yakini ya ustahiki wa uongozi wake:-</w:t>
      </w:r>
    </w:p>
    <w:p w:rsidR="00ED0856" w:rsidRPr="003B677A" w:rsidRDefault="003B677A" w:rsidP="003B677A">
      <w:pPr>
        <w:bidi/>
        <w:ind w:firstLine="0"/>
        <w:rPr>
          <w:sz w:val="28"/>
          <w:szCs w:val="28"/>
          <w:rtl/>
          <w:lang w:val="sw-KE" w:bidi="ar-EG"/>
        </w:rPr>
      </w:pPr>
      <w:r w:rsidRPr="003B677A">
        <w:rPr>
          <w:sz w:val="28"/>
          <w:szCs w:val="28"/>
          <w:rtl/>
          <w:lang w:val="sw-KE"/>
        </w:rPr>
        <w:t>بِنَا اهْتَدَيْتُمْ في الظَّلْمَاء</w:t>
      </w:r>
      <w:r>
        <w:rPr>
          <w:sz w:val="28"/>
          <w:szCs w:val="28"/>
          <w:rtl/>
          <w:lang w:val="sw-KE"/>
        </w:rPr>
        <w:t>ِ، وَتَسَنَّمْتُمُ العلْيَاءَ</w:t>
      </w:r>
      <w:r w:rsidRPr="003B677A">
        <w:rPr>
          <w:sz w:val="28"/>
          <w:szCs w:val="28"/>
          <w:rtl/>
          <w:lang w:val="sw-KE"/>
        </w:rPr>
        <w:t>، وبِنَا</w:t>
      </w:r>
      <w:r>
        <w:rPr>
          <w:sz w:val="28"/>
          <w:szCs w:val="28"/>
          <w:rtl/>
          <w:lang w:val="sw-KE"/>
        </w:rPr>
        <w:t xml:space="preserve"> انْفَجَرْتُم عَنِ السِّرَارِ</w:t>
      </w:r>
      <w:r w:rsidRPr="003B677A">
        <w:rPr>
          <w:sz w:val="28"/>
          <w:szCs w:val="28"/>
          <w:rtl/>
          <w:lang w:val="sw-KE"/>
        </w:rPr>
        <w:t>، وُ</w:t>
      </w:r>
      <w:r>
        <w:rPr>
          <w:sz w:val="28"/>
          <w:szCs w:val="28"/>
          <w:rtl/>
          <w:lang w:val="sw-KE"/>
        </w:rPr>
        <w:t>قِرَ</w:t>
      </w:r>
      <w:r w:rsidRPr="003B677A">
        <w:rPr>
          <w:sz w:val="28"/>
          <w:szCs w:val="28"/>
          <w:rtl/>
          <w:lang w:val="sw-KE"/>
        </w:rPr>
        <w:t xml:space="preserve"> سَم</w:t>
      </w:r>
      <w:r>
        <w:rPr>
          <w:sz w:val="28"/>
          <w:szCs w:val="28"/>
          <w:rtl/>
          <w:lang w:val="sw-KE"/>
        </w:rPr>
        <w:t>ْعٌ لَمْ يَفْقَهِ الوَاعِيَةَ، كَيْفَ يُرَاعِي النَّبْأَةَ</w:t>
      </w:r>
      <w:r w:rsidRPr="003B677A">
        <w:rPr>
          <w:sz w:val="28"/>
          <w:szCs w:val="28"/>
          <w:rtl/>
          <w:lang w:val="sw-KE"/>
        </w:rPr>
        <w:t xml:space="preserve"> مَنْ أَصَمَّتْهُ الصَّيْحَةُ؟</w:t>
      </w:r>
      <w:r w:rsidRPr="003B677A">
        <w:rPr>
          <w:rtl/>
        </w:rPr>
        <w:t xml:space="preserve"> </w:t>
      </w:r>
      <w:r>
        <w:rPr>
          <w:sz w:val="28"/>
          <w:szCs w:val="28"/>
          <w:rtl/>
          <w:lang w:val="sw-KE" w:bidi="ar-EG"/>
        </w:rPr>
        <w:t>رُبِطَ جَنَانٌ</w:t>
      </w:r>
      <w:r w:rsidRPr="003B677A">
        <w:rPr>
          <w:sz w:val="28"/>
          <w:szCs w:val="28"/>
          <w:rtl/>
          <w:lang w:val="sw-KE" w:bidi="ar-EG"/>
        </w:rPr>
        <w:t xml:space="preserve"> لَمْ يُفَارِقْهُ الخَفَقَانُ.</w:t>
      </w:r>
    </w:p>
    <w:p w:rsidR="00ED0856" w:rsidRPr="00ED0856" w:rsidRDefault="00ED0856" w:rsidP="003B677A">
      <w:pPr>
        <w:ind w:firstLine="0"/>
        <w:rPr>
          <w:sz w:val="24"/>
          <w:szCs w:val="24"/>
          <w:lang w:val="sw-KE"/>
        </w:rPr>
      </w:pPr>
      <w:r w:rsidRPr="00ED0856">
        <w:rPr>
          <w:sz w:val="24"/>
          <w:szCs w:val="24"/>
          <w:lang w:val="sw-KE"/>
        </w:rPr>
        <w:t>“Kupitia sisi mumeongoka kutoka gizani</w:t>
      </w:r>
      <w:r w:rsidR="00876274" w:rsidRPr="00876274">
        <w:rPr>
          <w:rStyle w:val="libFootnotenumChar"/>
          <w:lang w:val="sw-KE"/>
        </w:rPr>
        <w:footnoteReference w:id="35"/>
      </w:r>
      <w:r w:rsidRPr="00ED0856">
        <w:rPr>
          <w:sz w:val="24"/>
          <w:szCs w:val="24"/>
          <w:lang w:val="sw-KE"/>
        </w:rPr>
        <w:t xml:space="preserve"> na mumepanda daraja ya juu. Na kupitia sisi mumepambazukiwa na alfajiri mkiwa mbali na giza la usiku.</w:t>
      </w:r>
      <w:r w:rsidR="003B677A">
        <w:rPr>
          <w:sz w:val="24"/>
          <w:szCs w:val="24"/>
          <w:lang w:val="sw-KE"/>
        </w:rPr>
        <w:t xml:space="preserve"> </w:t>
      </w:r>
      <w:r w:rsidRPr="00ED0856">
        <w:rPr>
          <w:sz w:val="24"/>
          <w:szCs w:val="24"/>
          <w:lang w:val="sw-KE"/>
        </w:rPr>
        <w:t>Asiyenisikia, basi lizibe sikio lisilosikia mawaidha. Vipi ataisikia sauti dhaifu na aizingatie aliyefanywa kiziwi (hakuweza kusikia) na ukelele wa sauti kubwa? (Atasikia sauti yangu dhaifu?). Uimarike moyo ulioendelea kumwogopa Allah.</w:t>
      </w:r>
    </w:p>
    <w:p w:rsidR="00ED0856" w:rsidRPr="003B677A" w:rsidRDefault="003B677A" w:rsidP="003B677A">
      <w:pPr>
        <w:bidi/>
        <w:ind w:firstLine="0"/>
        <w:rPr>
          <w:sz w:val="28"/>
          <w:szCs w:val="28"/>
          <w:lang w:val="sw-KE"/>
        </w:rPr>
      </w:pPr>
      <w:r w:rsidRPr="003B677A">
        <w:rPr>
          <w:sz w:val="28"/>
          <w:szCs w:val="28"/>
          <w:rtl/>
          <w:lang w:val="sw-KE"/>
        </w:rPr>
        <w:t>مَا زِلتُ أَنْتَظِرُ بِكُمْ عَوَاق</w:t>
      </w:r>
      <w:r>
        <w:rPr>
          <w:sz w:val="28"/>
          <w:szCs w:val="28"/>
          <w:rtl/>
          <w:lang w:val="sw-KE"/>
        </w:rPr>
        <w:t>ِبَ الغَدْرِ، وَأَتَوَسَّمُكُمْ بِحِلْيَةِ الـمُغْتَرِّينَ</w:t>
      </w:r>
      <w:r w:rsidRPr="003B677A">
        <w:rPr>
          <w:sz w:val="28"/>
          <w:szCs w:val="28"/>
          <w:rtl/>
          <w:lang w:val="sw-KE"/>
        </w:rPr>
        <w:t>، سَتَرَن</w:t>
      </w:r>
      <w:r>
        <w:rPr>
          <w:sz w:val="28"/>
          <w:szCs w:val="28"/>
          <w:rtl/>
          <w:lang w:val="sw-KE"/>
        </w:rPr>
        <w:t>ي عَنْكُمْ جِلْبَابُ الدِّينِ</w:t>
      </w:r>
      <w:r w:rsidRPr="003B677A">
        <w:rPr>
          <w:sz w:val="28"/>
          <w:szCs w:val="28"/>
          <w:rtl/>
          <w:lang w:val="sw-KE"/>
        </w:rPr>
        <w:t>، وَبَصَّرَنِيكُمْ صِدْقُ النِّيَّةِ، أَقَمْتُ لَكُمْ عَلَى سَنَنِ الح</w:t>
      </w:r>
      <w:r>
        <w:rPr>
          <w:sz w:val="28"/>
          <w:szCs w:val="28"/>
          <w:rtl/>
          <w:lang w:val="sw-KE"/>
        </w:rPr>
        <w:t>َقِّ في جَوَادِّ الـمَضَلَّةِ</w:t>
      </w:r>
      <w:r w:rsidRPr="003B677A">
        <w:rPr>
          <w:sz w:val="28"/>
          <w:szCs w:val="28"/>
          <w:rtl/>
          <w:lang w:val="sw-KE"/>
        </w:rPr>
        <w:t>، حيْثُ تَلْتَقُونَ وَلا دَلِيلَ، وَتَحْتَفِرُونَ وَلا تُميِهُونَ</w:t>
      </w:r>
      <w:r w:rsidRPr="003B677A">
        <w:rPr>
          <w:sz w:val="28"/>
          <w:szCs w:val="28"/>
          <w:lang w:val="sw-KE"/>
        </w:rPr>
        <w:t>.</w:t>
      </w:r>
    </w:p>
    <w:p w:rsidR="00ED0856" w:rsidRPr="00ED0856" w:rsidRDefault="00ED0856" w:rsidP="00ED0856">
      <w:pPr>
        <w:ind w:firstLine="0"/>
        <w:rPr>
          <w:sz w:val="24"/>
          <w:szCs w:val="24"/>
          <w:lang w:val="sw-KE"/>
        </w:rPr>
      </w:pPr>
      <w:r w:rsidRPr="00ED0856">
        <w:rPr>
          <w:sz w:val="24"/>
          <w:szCs w:val="24"/>
          <w:lang w:val="sw-KE"/>
        </w:rPr>
        <w:t>Siku zote nilikuwa natazamia kutoka kwenu usaliti, na nimekuoneni ndani ya pambo la walioghurika, pazia ya dini imewaficheni mbali na mimi. Lakini nia yangu ya kweli imenionesha mlivyo. Nilizisimamisha kwa ajili yenu njia za haki kati ya njia za upotovu, hali ikiwa mlikuwa mnakutana lakini hapakuwa na kiongozi, na mlichimba bila ya kupatikana maji.</w:t>
      </w:r>
    </w:p>
    <w:p w:rsidR="00ED0856" w:rsidRPr="00876274" w:rsidRDefault="00876274" w:rsidP="00876274">
      <w:pPr>
        <w:bidi/>
        <w:ind w:firstLine="0"/>
        <w:rPr>
          <w:sz w:val="28"/>
          <w:szCs w:val="28"/>
          <w:rtl/>
          <w:lang w:val="sw-KE" w:bidi="ar-EG"/>
        </w:rPr>
      </w:pPr>
      <w:r w:rsidRPr="00876274">
        <w:rPr>
          <w:sz w:val="28"/>
          <w:szCs w:val="28"/>
          <w:rtl/>
          <w:lang w:val="sw-KE"/>
        </w:rPr>
        <w:lastRenderedPageBreak/>
        <w:t>اليَوْم</w:t>
      </w:r>
      <w:r>
        <w:rPr>
          <w:sz w:val="28"/>
          <w:szCs w:val="28"/>
          <w:rtl/>
          <w:lang w:val="sw-KE"/>
        </w:rPr>
        <w:t>َ أُنْطِقُ لَكُمُ العَجْمَاءَ</w:t>
      </w:r>
      <w:r w:rsidRPr="00876274">
        <w:rPr>
          <w:sz w:val="28"/>
          <w:szCs w:val="28"/>
          <w:rtl/>
          <w:lang w:val="sw-KE"/>
        </w:rPr>
        <w:t xml:space="preserve"> ذاتَ البَ</w:t>
      </w:r>
      <w:r>
        <w:rPr>
          <w:sz w:val="28"/>
          <w:szCs w:val="28"/>
          <w:rtl/>
          <w:lang w:val="sw-KE"/>
        </w:rPr>
        <w:t>يَان! عَزَبَ</w:t>
      </w:r>
      <w:r w:rsidRPr="00876274">
        <w:rPr>
          <w:sz w:val="28"/>
          <w:szCs w:val="28"/>
          <w:rtl/>
          <w:lang w:val="sw-KE"/>
        </w:rPr>
        <w:t xml:space="preserve"> رَأْيُ امْرِىء تَخَلَّفَ</w:t>
      </w:r>
      <w:r w:rsidRPr="00876274">
        <w:rPr>
          <w:rtl/>
        </w:rPr>
        <w:t xml:space="preserve"> </w:t>
      </w:r>
      <w:r w:rsidRPr="00876274">
        <w:rPr>
          <w:sz w:val="28"/>
          <w:szCs w:val="28"/>
          <w:rtl/>
          <w:lang w:val="sw-KE" w:bidi="ar-EG"/>
        </w:rPr>
        <w:t>عَنِّي، مَا شَكَكْتُ في الحَقِّ مُذْ أُرِيتُهُ</w:t>
      </w:r>
      <w:r>
        <w:rPr>
          <w:sz w:val="28"/>
          <w:szCs w:val="28"/>
          <w:rtl/>
          <w:lang w:val="sw-KE" w:bidi="ar-EG"/>
        </w:rPr>
        <w:t>! لَمْ يُوجِسْ مُوسَى خِيفَةً</w:t>
      </w:r>
      <w:r w:rsidRPr="00876274">
        <w:rPr>
          <w:sz w:val="28"/>
          <w:szCs w:val="28"/>
          <w:rtl/>
          <w:lang w:val="sw-KE" w:bidi="ar-EG"/>
        </w:rPr>
        <w:t xml:space="preserve"> عَلَى نَفْسِهِ، أَشْفَقَ مِنْ غَلَبَةِ الجُهَّالِ وَدُوَلِ الض</w:t>
      </w:r>
      <w:r>
        <w:rPr>
          <w:sz w:val="28"/>
          <w:szCs w:val="28"/>
          <w:rtl/>
          <w:lang w:val="sw-KE" w:bidi="ar-EG"/>
        </w:rPr>
        <w:t>َّلالِ! اليَوْمَ تَوَاقَفْنَا</w:t>
      </w:r>
      <w:r w:rsidRPr="00876274">
        <w:rPr>
          <w:sz w:val="28"/>
          <w:szCs w:val="28"/>
          <w:rtl/>
          <w:lang w:val="sw-KE" w:bidi="ar-EG"/>
        </w:rPr>
        <w:t xml:space="preserve"> عَلَى سَبِيلِ الحَقِّ وَالباطِلِ، مَنْ وَثِقَ بِمَاء لَمْ يَظْمَأْ!</w:t>
      </w:r>
    </w:p>
    <w:p w:rsidR="00ED0856" w:rsidRPr="00ED0856" w:rsidRDefault="00ED0856" w:rsidP="00082AF4">
      <w:pPr>
        <w:ind w:firstLine="0"/>
        <w:rPr>
          <w:sz w:val="24"/>
          <w:szCs w:val="24"/>
          <w:lang w:val="sw-KE"/>
        </w:rPr>
      </w:pPr>
      <w:r w:rsidRPr="00ED0856">
        <w:rPr>
          <w:sz w:val="24"/>
          <w:szCs w:val="24"/>
          <w:lang w:val="sw-KE"/>
        </w:rPr>
        <w:t>Leo navifanya hivi vitu bubu</w:t>
      </w:r>
      <w:r w:rsidR="00876274" w:rsidRPr="00876274">
        <w:rPr>
          <w:rStyle w:val="libFootnotenumChar"/>
          <w:lang w:val="sw-KE"/>
        </w:rPr>
        <w:footnoteReference w:id="36"/>
      </w:r>
      <w:r w:rsidRPr="00ED0856">
        <w:rPr>
          <w:sz w:val="24"/>
          <w:szCs w:val="24"/>
          <w:lang w:val="sw-KE"/>
        </w:rPr>
        <w:t>vyenye ubainifu viwasemesheni.</w:t>
      </w:r>
      <w:r w:rsidR="00876274">
        <w:rPr>
          <w:sz w:val="24"/>
          <w:szCs w:val="24"/>
          <w:lang w:val="sw-KE"/>
        </w:rPr>
        <w:t xml:space="preserve"> </w:t>
      </w:r>
      <w:r w:rsidRPr="00ED0856">
        <w:rPr>
          <w:sz w:val="24"/>
          <w:szCs w:val="24"/>
          <w:lang w:val="sw-KE"/>
        </w:rPr>
        <w:t xml:space="preserve">Hana rai mwenye kuwa kinyume na mimi. Sikuwa na shaka na haki toka nilipoonyeshwa! Musa </w:t>
      </w:r>
      <w:r w:rsidRPr="00876274">
        <w:rPr>
          <w:rStyle w:val="libFootnotenumChar"/>
          <w:lang w:val="sw-KE"/>
        </w:rPr>
        <w:t>(a.s)</w:t>
      </w:r>
      <w:r w:rsidRPr="00ED0856">
        <w:rPr>
          <w:sz w:val="24"/>
          <w:szCs w:val="24"/>
          <w:lang w:val="sw-KE"/>
        </w:rPr>
        <w:t xml:space="preserve"> hakujihofia binafsi</w:t>
      </w:r>
      <w:r w:rsidR="00876274" w:rsidRPr="00876274">
        <w:rPr>
          <w:rStyle w:val="libFootnotenumChar"/>
          <w:lang w:val="sw-KE"/>
        </w:rPr>
        <w:footnoteReference w:id="37"/>
      </w:r>
      <w:r w:rsidR="00876274">
        <w:rPr>
          <w:sz w:val="24"/>
          <w:szCs w:val="24"/>
          <w:lang w:val="sw-KE"/>
        </w:rPr>
        <w:t>,</w:t>
      </w:r>
      <w:r w:rsidRPr="00ED0856">
        <w:rPr>
          <w:sz w:val="24"/>
          <w:szCs w:val="24"/>
          <w:lang w:val="sw-KE"/>
        </w:rPr>
        <w:t xml:space="preserve"> bali alihofia ushindi wa majahili na zamu ya upotovu! Leo tumesimama njia panda kati ya haki na batili</w:t>
      </w:r>
      <w:r w:rsidR="00876274" w:rsidRPr="00082AF4">
        <w:rPr>
          <w:rStyle w:val="libFootnotenumChar"/>
          <w:lang w:val="sw-KE"/>
        </w:rPr>
        <w:footnoteReference w:id="38"/>
      </w:r>
      <w:r w:rsidR="00082AF4">
        <w:rPr>
          <w:sz w:val="24"/>
          <w:szCs w:val="24"/>
          <w:lang w:val="sw-KE"/>
        </w:rPr>
        <w:t xml:space="preserve">. </w:t>
      </w:r>
      <w:r w:rsidRPr="00ED0856">
        <w:rPr>
          <w:sz w:val="24"/>
          <w:szCs w:val="24"/>
          <w:lang w:val="sw-KE"/>
        </w:rPr>
        <w:t>Mwenye kuwa na hakika ya kupata maji hawezi kuhisi kiu</w:t>
      </w:r>
      <w:r w:rsidR="00082AF4" w:rsidRPr="002B35D6">
        <w:rPr>
          <w:rStyle w:val="libFootnotenumChar"/>
          <w:lang w:val="sw-KE"/>
        </w:rPr>
        <w:footnoteReference w:id="39"/>
      </w:r>
      <w:r w:rsidR="002B35D6">
        <w:rPr>
          <w:sz w:val="24"/>
          <w:szCs w:val="24"/>
          <w:lang w:val="sw-KE"/>
        </w:rPr>
        <w:t>.</w:t>
      </w:r>
    </w:p>
    <w:p w:rsidR="00ED0856" w:rsidRPr="00ED0856" w:rsidRDefault="00ED0856" w:rsidP="00ED0856">
      <w:pPr>
        <w:ind w:firstLine="0"/>
        <w:rPr>
          <w:sz w:val="24"/>
          <w:szCs w:val="24"/>
          <w:lang w:val="sw-KE"/>
        </w:rPr>
      </w:pPr>
    </w:p>
    <w:p w:rsidR="00ED0856" w:rsidRPr="00ED0856" w:rsidRDefault="00ED0856" w:rsidP="00ED0856">
      <w:pPr>
        <w:ind w:firstLine="0"/>
        <w:rPr>
          <w:sz w:val="24"/>
          <w:szCs w:val="24"/>
          <w:lang w:val="sw-KE"/>
        </w:rPr>
      </w:pPr>
      <w:r w:rsidRPr="00ED0856">
        <w:rPr>
          <w:sz w:val="24"/>
          <w:szCs w:val="24"/>
          <w:lang w:val="sw-KE"/>
        </w:rPr>
        <w:t xml:space="preserve">Maelezo: Maneno haya na mifano yamedondolewa kutoka KHUTBA ndefu iliyonasibishwa kwake </w:t>
      </w:r>
      <w:r w:rsidRPr="003323E2">
        <w:rPr>
          <w:rStyle w:val="libFootnotenumChar"/>
          <w:lang w:val="sw-KE"/>
        </w:rPr>
        <w:t>(a.s)</w:t>
      </w:r>
      <w:r w:rsidRPr="00ED0856">
        <w:rPr>
          <w:sz w:val="24"/>
          <w:szCs w:val="24"/>
          <w:lang w:val="sw-KE"/>
        </w:rPr>
        <w:t>, kaumu ya watu fulani imezidisha humo vitu, kilichowafanya wafanye hivyo ni utashi wa nafsi zao.</w:t>
      </w:r>
    </w:p>
    <w:p w:rsidR="00ED0856" w:rsidRPr="00ED0856" w:rsidRDefault="00ED0856" w:rsidP="00ED0856">
      <w:pPr>
        <w:ind w:firstLine="0"/>
        <w:rPr>
          <w:sz w:val="24"/>
          <w:szCs w:val="24"/>
          <w:lang w:val="sw-KE"/>
        </w:rPr>
      </w:pPr>
      <w:r w:rsidRPr="00ED0856">
        <w:rPr>
          <w:sz w:val="24"/>
          <w:szCs w:val="24"/>
          <w:lang w:val="sw-KE"/>
        </w:rPr>
        <w:t xml:space="preserve">Matamshi hayo hayaafikiani na utaratibu wake </w:t>
      </w:r>
      <w:r w:rsidRPr="003323E2">
        <w:rPr>
          <w:rStyle w:val="libFootnotenumChar"/>
          <w:lang w:val="sw-KE"/>
        </w:rPr>
        <w:t>(a.s)</w:t>
      </w:r>
      <w:r w:rsidRPr="00ED0856">
        <w:rPr>
          <w:sz w:val="24"/>
          <w:szCs w:val="24"/>
          <w:lang w:val="sw-KE"/>
        </w:rPr>
        <w:t xml:space="preserve"> katika KHUTBA, wala ufasaha wa hayo hauendani na ufasaha wake. Wala hapana haja ya kutaja kwa kuwa ni mashuhuri.</w:t>
      </w:r>
    </w:p>
    <w:p w:rsidR="00ED0856" w:rsidRPr="00ED0856" w:rsidRDefault="00ED0856" w:rsidP="00ED0856">
      <w:pPr>
        <w:ind w:firstLine="0"/>
        <w:rPr>
          <w:sz w:val="24"/>
          <w:szCs w:val="24"/>
          <w:lang w:val="sw-KE"/>
        </w:rPr>
      </w:pPr>
      <w:r w:rsidRPr="00ED0856">
        <w:rPr>
          <w:sz w:val="24"/>
          <w:szCs w:val="24"/>
          <w:lang w:val="sw-KE"/>
        </w:rPr>
        <w:t xml:space="preserve">Na sisi tutafafanua matamko haya, kwa kuwa ni maneno yake </w:t>
      </w:r>
      <w:r w:rsidRPr="003323E2">
        <w:rPr>
          <w:rStyle w:val="libFootnotenumChar"/>
          <w:lang w:val="sw-KE"/>
        </w:rPr>
        <w:t>(a.s)</w:t>
      </w:r>
      <w:r w:rsidRPr="00ED0856">
        <w:rPr>
          <w:sz w:val="24"/>
          <w:szCs w:val="24"/>
          <w:lang w:val="sw-KE"/>
        </w:rPr>
        <w:t xml:space="preserve">, hawi na shaka na hilo mwenye dhouqu na naqdu na kuwa na maarifa na mwenendo wa watoa khutba na wenye ufasaha katika khutba zao na risala zao. Na kwa sababu Ar-Radhiyy (r.a) ameidondoa na ameinasibisha kwake </w:t>
      </w:r>
      <w:r w:rsidRPr="003323E2">
        <w:rPr>
          <w:rStyle w:val="libFootnotenumChar"/>
          <w:lang w:val="sw-KE"/>
        </w:rPr>
        <w:t>(a.s)</w:t>
      </w:r>
      <w:r w:rsidRPr="00ED0856">
        <w:rPr>
          <w:sz w:val="24"/>
          <w:szCs w:val="24"/>
          <w:lang w:val="sw-KE"/>
        </w:rPr>
        <w:t xml:space="preserve"> na ameisahihisha na kuondoa yasiyo yake.</w:t>
      </w:r>
    </w:p>
    <w:p w:rsidR="00ED0856" w:rsidRDefault="00ED0856" w:rsidP="00082AF4">
      <w:pPr>
        <w:ind w:firstLine="0"/>
        <w:jc w:val="left"/>
        <w:rPr>
          <w:sz w:val="24"/>
          <w:szCs w:val="24"/>
          <w:lang w:val="sw-KE"/>
        </w:rPr>
      </w:pPr>
      <w:r>
        <w:rPr>
          <w:sz w:val="24"/>
          <w:szCs w:val="24"/>
          <w:lang w:val="sw-KE"/>
        </w:rPr>
        <w:br w:type="page"/>
      </w:r>
    </w:p>
    <w:p w:rsidR="00161608" w:rsidRPr="00161608" w:rsidRDefault="00161608" w:rsidP="00161608">
      <w:pPr>
        <w:pStyle w:val="Heading1Center"/>
        <w:rPr>
          <w:lang w:val="sw-KE"/>
        </w:rPr>
      </w:pPr>
      <w:bookmarkStart w:id="25" w:name="_Toc46076681"/>
      <w:r w:rsidRPr="00161608">
        <w:rPr>
          <w:lang w:val="sw-KE"/>
        </w:rPr>
        <w:lastRenderedPageBreak/>
        <w:t>NAHJUL-BALAGHAH</w:t>
      </w:r>
      <w:bookmarkEnd w:id="25"/>
    </w:p>
    <w:p w:rsidR="00ED0856" w:rsidRPr="00ED0856" w:rsidRDefault="00161608" w:rsidP="00161608">
      <w:pPr>
        <w:pStyle w:val="Heading2Center"/>
        <w:rPr>
          <w:lang w:val="sw-KE"/>
        </w:rPr>
      </w:pPr>
      <w:bookmarkStart w:id="26" w:name="_Toc46076682"/>
      <w:r w:rsidRPr="00161608">
        <w:rPr>
          <w:lang w:val="sw-KE"/>
        </w:rPr>
        <w:t>JUZUU YA KWANZA</w:t>
      </w:r>
      <w:bookmarkEnd w:id="26"/>
    </w:p>
    <w:p w:rsidR="00ED0856" w:rsidRPr="00161608" w:rsidRDefault="00ED0856" w:rsidP="00161608">
      <w:pPr>
        <w:pStyle w:val="Heading3"/>
        <w:rPr>
          <w:rStyle w:val="libFootnotenumChar"/>
          <w:lang w:val="sw-KE"/>
        </w:rPr>
      </w:pPr>
      <w:bookmarkStart w:id="27" w:name="_Toc46076683"/>
      <w:r w:rsidRPr="00ED0856">
        <w:rPr>
          <w:lang w:val="sw-KE"/>
        </w:rPr>
        <w:t xml:space="preserve">5. </w:t>
      </w:r>
      <w:r w:rsidR="00161608" w:rsidRPr="00ED0856">
        <w:rPr>
          <w:lang w:val="sw-KE"/>
        </w:rPr>
        <w:t xml:space="preserve">MIONGONI MWA KHUTBA ZAKE </w:t>
      </w:r>
      <w:r w:rsidR="00161608" w:rsidRPr="00161608">
        <w:rPr>
          <w:rStyle w:val="libFootnotenumChar"/>
          <w:lang w:val="sw-KE"/>
        </w:rPr>
        <w:t>(a.s)</w:t>
      </w:r>
      <w:bookmarkEnd w:id="27"/>
    </w:p>
    <w:p w:rsidR="00161608" w:rsidRPr="00161608" w:rsidRDefault="00161608" w:rsidP="00161608">
      <w:pPr>
        <w:bidi/>
        <w:ind w:firstLine="0"/>
        <w:rPr>
          <w:sz w:val="28"/>
          <w:szCs w:val="28"/>
          <w:rtl/>
          <w:lang w:val="sw-KE" w:bidi="ar-EG"/>
        </w:rPr>
      </w:pPr>
      <w:r w:rsidRPr="00161608">
        <w:rPr>
          <w:sz w:val="28"/>
          <w:szCs w:val="28"/>
          <w:rtl/>
          <w:lang w:val="sw-KE"/>
        </w:rPr>
        <w:t>لمّا قبض رسول الله (صلى الله عليه وآله</w:t>
      </w:r>
      <w:r>
        <w:rPr>
          <w:rFonts w:hint="cs"/>
          <w:sz w:val="28"/>
          <w:szCs w:val="28"/>
          <w:rtl/>
          <w:lang w:val="sw-KE"/>
        </w:rPr>
        <w:t>)</w:t>
      </w:r>
      <w:r w:rsidRPr="00161608">
        <w:rPr>
          <w:rtl/>
        </w:rPr>
        <w:t xml:space="preserve"> </w:t>
      </w:r>
      <w:r w:rsidRPr="00161608">
        <w:rPr>
          <w:sz w:val="28"/>
          <w:szCs w:val="28"/>
          <w:rtl/>
          <w:lang w:val="sw-KE" w:bidi="ar-EG"/>
        </w:rPr>
        <w:t>وخاطبه العباس وأبوسفيان في أن يبايعا له بالخلافة</w:t>
      </w:r>
      <w:r w:rsidR="007E0804">
        <w:rPr>
          <w:rFonts w:hint="cs"/>
          <w:sz w:val="28"/>
          <w:szCs w:val="28"/>
          <w:rtl/>
          <w:lang w:val="sw-KE" w:bidi="ar-EG"/>
        </w:rPr>
        <w:t>:</w:t>
      </w:r>
    </w:p>
    <w:p w:rsidR="00161608" w:rsidRDefault="00ED0856" w:rsidP="00161608">
      <w:pPr>
        <w:ind w:firstLine="0"/>
        <w:rPr>
          <w:sz w:val="24"/>
          <w:szCs w:val="24"/>
          <w:lang w:val="sw-KE"/>
        </w:rPr>
      </w:pPr>
      <w:r w:rsidRPr="00ED0856">
        <w:rPr>
          <w:sz w:val="24"/>
          <w:szCs w:val="24"/>
          <w:lang w:val="sw-KE"/>
        </w:rPr>
        <w:t>Alip</w:t>
      </w:r>
      <w:r w:rsidR="00161608">
        <w:rPr>
          <w:sz w:val="24"/>
          <w:szCs w:val="24"/>
          <w:lang w:val="sw-KE"/>
        </w:rPr>
        <w:t xml:space="preserve">ofishwa Mtume wa Mungu </w:t>
      </w:r>
      <w:r w:rsidR="00161608" w:rsidRPr="00161608">
        <w:rPr>
          <w:rStyle w:val="libBold1Char"/>
          <w:lang w:val="sw-KE"/>
        </w:rPr>
        <w:t>(s.a.w.w)</w:t>
      </w:r>
      <w:r w:rsidR="00161608">
        <w:rPr>
          <w:sz w:val="24"/>
          <w:szCs w:val="24"/>
          <w:lang w:val="sw-KE"/>
        </w:rPr>
        <w:t xml:space="preserve">, </w:t>
      </w:r>
      <w:r w:rsidRPr="00ED0856">
        <w:rPr>
          <w:sz w:val="24"/>
          <w:szCs w:val="24"/>
          <w:lang w:val="sw-KE"/>
        </w:rPr>
        <w:t xml:space="preserve">Abbas na Abu Sufyan bin Harb walimsemesha Ali </w:t>
      </w:r>
      <w:r w:rsidRPr="00161608">
        <w:rPr>
          <w:rStyle w:val="libFootnotenumChar"/>
          <w:lang w:val="sw-KE"/>
        </w:rPr>
        <w:t>(a.s)</w:t>
      </w:r>
      <w:r w:rsidRPr="00ED0856">
        <w:rPr>
          <w:sz w:val="24"/>
          <w:szCs w:val="24"/>
          <w:lang w:val="sw-KE"/>
        </w:rPr>
        <w:t xml:space="preserve"> kuwa wamfanyie bai’a ya ukhalifa, ndipo aliposema </w:t>
      </w:r>
      <w:r w:rsidRPr="00161608">
        <w:rPr>
          <w:rStyle w:val="libFootnotenumChar"/>
          <w:lang w:val="sw-KE"/>
        </w:rPr>
        <w:t>(a.s)</w:t>
      </w:r>
      <w:r w:rsidRPr="00ED0856">
        <w:rPr>
          <w:sz w:val="24"/>
          <w:szCs w:val="24"/>
          <w:lang w:val="sw-KE"/>
        </w:rPr>
        <w:t xml:space="preserve">: </w:t>
      </w:r>
    </w:p>
    <w:p w:rsidR="00161608" w:rsidRPr="00D67799" w:rsidRDefault="00D67799" w:rsidP="00D67799">
      <w:pPr>
        <w:bidi/>
        <w:ind w:firstLine="0"/>
        <w:rPr>
          <w:sz w:val="24"/>
          <w:szCs w:val="24"/>
          <w:lang w:val="sw-KE"/>
        </w:rPr>
      </w:pPr>
      <w:r w:rsidRPr="00D67799">
        <w:rPr>
          <w:sz w:val="28"/>
          <w:szCs w:val="28"/>
          <w:rtl/>
          <w:lang w:val="sw-KE"/>
        </w:rPr>
        <w:t>أَيُّها النَّاسُ، شُقُّوا أَمْوَاجَ الفِتَنِ بِسُفُنِ النَّجَاةِ، وَعَرِّجُوا عَنْ طَريقِ الـمُنَافَرَةِ، وَضَعُوا تِيجَانَ الـمُفَاخَرَةِ</w:t>
      </w:r>
      <w:r w:rsidRPr="00D67799">
        <w:rPr>
          <w:sz w:val="28"/>
          <w:szCs w:val="28"/>
          <w:lang w:val="sw-KE"/>
        </w:rPr>
        <w:t>.</w:t>
      </w:r>
      <w:r w:rsidRPr="00D67799">
        <w:rPr>
          <w:sz w:val="28"/>
          <w:szCs w:val="28"/>
          <w:rtl/>
        </w:rPr>
        <w:t xml:space="preserve"> </w:t>
      </w:r>
      <w:r w:rsidRPr="00D67799">
        <w:rPr>
          <w:sz w:val="28"/>
          <w:szCs w:val="28"/>
          <w:rtl/>
          <w:lang w:val="sw-KE"/>
        </w:rPr>
        <w:t>أَفْلَحَ مَنْ نَهَضَ بِج</w:t>
      </w:r>
      <w:r>
        <w:rPr>
          <w:sz w:val="28"/>
          <w:szCs w:val="28"/>
          <w:rtl/>
          <w:lang w:val="sw-KE"/>
        </w:rPr>
        <w:t>َنَاح، أوِ اسْتَسْلَمَ فَأَراحَ</w:t>
      </w:r>
      <w:r>
        <w:rPr>
          <w:rFonts w:hint="cs"/>
          <w:sz w:val="28"/>
          <w:szCs w:val="28"/>
          <w:rtl/>
          <w:lang w:val="sw-KE"/>
        </w:rPr>
        <w:t>.</w:t>
      </w:r>
    </w:p>
    <w:p w:rsidR="00ED0856" w:rsidRPr="00ED0856" w:rsidRDefault="007E0804" w:rsidP="00161608">
      <w:pPr>
        <w:ind w:firstLine="0"/>
        <w:rPr>
          <w:sz w:val="24"/>
          <w:szCs w:val="24"/>
          <w:lang w:val="sw-KE"/>
        </w:rPr>
      </w:pPr>
      <w:r>
        <w:rPr>
          <w:sz w:val="24"/>
          <w:szCs w:val="24"/>
          <w:lang w:val="sw-KE"/>
        </w:rPr>
        <w:t>E</w:t>
      </w:r>
      <w:r w:rsidR="00ED0856" w:rsidRPr="00ED0856">
        <w:rPr>
          <w:sz w:val="24"/>
          <w:szCs w:val="24"/>
          <w:lang w:val="sw-KE"/>
        </w:rPr>
        <w:t>nyi watu</w:t>
      </w:r>
      <w:r>
        <w:rPr>
          <w:sz w:val="24"/>
          <w:szCs w:val="24"/>
          <w:lang w:val="sw-KE"/>
        </w:rPr>
        <w:t>!</w:t>
      </w:r>
      <w:r w:rsidR="00ED0856" w:rsidRPr="00ED0856">
        <w:rPr>
          <w:sz w:val="24"/>
          <w:szCs w:val="24"/>
          <w:lang w:val="sw-KE"/>
        </w:rPr>
        <w:t xml:space="preserve"> yapasueni mawimbi ya fitna kwa merikebu za uokovu, na jiepusheni na njia za chuki, vueni taji za fahari, atakuwa amefanikiwa mwenye kuinuka na bawa</w:t>
      </w:r>
      <w:r w:rsidR="00D67799" w:rsidRPr="00D67799">
        <w:rPr>
          <w:rStyle w:val="libFootnotenumChar"/>
          <w:lang w:val="sw-KE"/>
        </w:rPr>
        <w:footnoteReference w:id="40"/>
      </w:r>
      <w:r w:rsidR="00D67799">
        <w:rPr>
          <w:sz w:val="24"/>
          <w:szCs w:val="24"/>
          <w:lang w:val="sw-KE"/>
        </w:rPr>
        <w:t>,</w:t>
      </w:r>
      <w:r w:rsidR="00ED0856" w:rsidRPr="00ED0856">
        <w:rPr>
          <w:sz w:val="24"/>
          <w:szCs w:val="24"/>
          <w:lang w:val="sw-KE"/>
        </w:rPr>
        <w:t xml:space="preserve"> au asalimu amri akapumzisha (akapumzisha nafsi yake au wengine wakabaki salama).</w:t>
      </w:r>
    </w:p>
    <w:p w:rsidR="00ED0856" w:rsidRPr="00D67799" w:rsidRDefault="00D67799" w:rsidP="00D67799">
      <w:pPr>
        <w:bidi/>
        <w:ind w:firstLine="0"/>
        <w:rPr>
          <w:sz w:val="28"/>
          <w:szCs w:val="28"/>
          <w:lang w:val="sw-KE"/>
        </w:rPr>
      </w:pPr>
      <w:r w:rsidRPr="00D67799">
        <w:rPr>
          <w:sz w:val="28"/>
          <w:szCs w:val="28"/>
          <w:rtl/>
          <w:lang w:val="sw-KE"/>
        </w:rPr>
        <w:t>مَاءٌ آجِنٌ(3)، وَلُقْمَةٌ يَغَصُّ بِهَا آكِلُهَا، وَمُجْتَنِي الَّثمَرَةِ لِغَيْرِ وَقْتِ إِينَاعِهَا(4) كالزَّارعِ بِغَيْرِ أَرْضِهِ</w:t>
      </w:r>
      <w:r w:rsidRPr="00D67799">
        <w:rPr>
          <w:sz w:val="28"/>
          <w:szCs w:val="28"/>
          <w:lang w:val="sw-KE"/>
        </w:rPr>
        <w:t>.</w:t>
      </w:r>
    </w:p>
    <w:p w:rsidR="00ED0856" w:rsidRPr="00ED0856" w:rsidRDefault="00ED0856" w:rsidP="00ED0856">
      <w:pPr>
        <w:ind w:firstLine="0"/>
        <w:rPr>
          <w:sz w:val="24"/>
          <w:szCs w:val="24"/>
          <w:lang w:val="sw-KE"/>
        </w:rPr>
      </w:pPr>
      <w:r w:rsidRPr="00ED0856">
        <w:rPr>
          <w:sz w:val="24"/>
          <w:szCs w:val="24"/>
          <w:lang w:val="sw-KE"/>
        </w:rPr>
        <w:t>Ni maji machafu</w:t>
      </w:r>
      <w:r w:rsidR="00D67799" w:rsidRPr="00D67799">
        <w:rPr>
          <w:rStyle w:val="libFootnotenumChar"/>
          <w:lang w:val="sw-KE"/>
        </w:rPr>
        <w:footnoteReference w:id="41"/>
      </w:r>
      <w:r w:rsidR="00D67799">
        <w:rPr>
          <w:sz w:val="24"/>
          <w:szCs w:val="24"/>
          <w:lang w:val="sw-KE"/>
        </w:rPr>
        <w:t>,</w:t>
      </w:r>
      <w:r w:rsidRPr="00ED0856">
        <w:rPr>
          <w:sz w:val="24"/>
          <w:szCs w:val="24"/>
          <w:lang w:val="sw-KE"/>
        </w:rPr>
        <w:t xml:space="preserve"> na ni tonge limkwamalo mlaji wake, na ni sawa na mchuma matunda kabla ya wakati wa kupevuka kwake</w:t>
      </w:r>
      <w:r w:rsidR="00D67799" w:rsidRPr="00350987">
        <w:rPr>
          <w:rStyle w:val="libFootnotenumChar"/>
          <w:lang w:val="sw-KE"/>
        </w:rPr>
        <w:footnoteReference w:id="42"/>
      </w:r>
      <w:r w:rsidR="00350987">
        <w:rPr>
          <w:sz w:val="24"/>
          <w:szCs w:val="24"/>
          <w:lang w:val="sw-KE"/>
        </w:rPr>
        <w:t>,</w:t>
      </w:r>
      <w:r w:rsidRPr="00ED0856">
        <w:rPr>
          <w:sz w:val="24"/>
          <w:szCs w:val="24"/>
          <w:lang w:val="sw-KE"/>
        </w:rPr>
        <w:t xml:space="preserve"> na ni sawa na mkulima wa ardhi isiyo yake.</w:t>
      </w:r>
    </w:p>
    <w:p w:rsidR="00ED0856" w:rsidRPr="00350987" w:rsidRDefault="00350987" w:rsidP="00350987">
      <w:pPr>
        <w:bidi/>
        <w:ind w:firstLine="0"/>
        <w:rPr>
          <w:sz w:val="28"/>
          <w:szCs w:val="28"/>
          <w:rtl/>
          <w:lang w:val="sw-KE" w:bidi="ar-EG"/>
        </w:rPr>
      </w:pPr>
      <w:r w:rsidRPr="00350987">
        <w:rPr>
          <w:sz w:val="28"/>
          <w:szCs w:val="28"/>
          <w:rtl/>
          <w:lang w:val="sw-KE"/>
        </w:rPr>
        <w:t>فَإِنْ أقُلْ يَقُولُوا: حَرَصَ عَلَى الـمُلْكِ، وَإنْ أَسْكُتْ يَقُولُوا: جَزع</w:t>
      </w:r>
      <w:r>
        <w:rPr>
          <w:sz w:val="28"/>
          <w:szCs w:val="28"/>
          <w:rtl/>
          <w:lang w:val="sw-KE"/>
        </w:rPr>
        <w:t>َ مِنَ المَوْتِ! هَيْهَاتَ بَعْدَ اللَّتَيَّا وَالَّتِي</w:t>
      </w:r>
      <w:r w:rsidRPr="00350987">
        <w:rPr>
          <w:sz w:val="28"/>
          <w:szCs w:val="28"/>
          <w:rtl/>
          <w:lang w:val="sw-KE"/>
        </w:rPr>
        <w:t>! وَاللهِ لاَبْنُ أَبي طَالِب آنَسُ بالمَوْتِ مِنَ الطِّفْلِ بِثَ</w:t>
      </w:r>
      <w:r>
        <w:rPr>
          <w:sz w:val="28"/>
          <w:szCs w:val="28"/>
          <w:rtl/>
          <w:lang w:val="sw-KE"/>
        </w:rPr>
        <w:t>دْي أُمِّهِ، بَلِ انْدَمَجْتُ</w:t>
      </w:r>
      <w:r w:rsidRPr="00350987">
        <w:rPr>
          <w:sz w:val="28"/>
          <w:szCs w:val="28"/>
          <w:rtl/>
          <w:lang w:val="sw-KE"/>
        </w:rPr>
        <w:t xml:space="preserve"> عَلَى مَكْنُونِ عِلْم لَوْ بُحْتُ بِهِ لاَضْطَرَبْتُمُ اضْطِرَابَ ا</w:t>
      </w:r>
      <w:r>
        <w:rPr>
          <w:sz w:val="28"/>
          <w:szCs w:val="28"/>
          <w:rtl/>
          <w:lang w:val="sw-KE"/>
        </w:rPr>
        <w:t>لاْرْشِيَةِ في الطَّوِيِّ</w:t>
      </w:r>
      <w:r w:rsidRPr="00350987">
        <w:rPr>
          <w:sz w:val="28"/>
          <w:szCs w:val="28"/>
          <w:rtl/>
          <w:lang w:val="sw-KE"/>
        </w:rPr>
        <w:t xml:space="preserve"> البَعِيدَةِ</w:t>
      </w:r>
      <w:r w:rsidRPr="00350987">
        <w:rPr>
          <w:sz w:val="28"/>
          <w:szCs w:val="28"/>
          <w:lang w:val="sw-KE"/>
        </w:rPr>
        <w:t>!</w:t>
      </w:r>
    </w:p>
    <w:p w:rsidR="003A7553" w:rsidRPr="003A7553" w:rsidRDefault="00ED0856" w:rsidP="003A7553">
      <w:pPr>
        <w:ind w:firstLine="0"/>
        <w:rPr>
          <w:sz w:val="24"/>
          <w:szCs w:val="24"/>
          <w:lang w:val="sw-KE"/>
        </w:rPr>
      </w:pPr>
      <w:r w:rsidRPr="00ED0856">
        <w:rPr>
          <w:sz w:val="24"/>
          <w:szCs w:val="24"/>
          <w:lang w:val="sw-KE"/>
        </w:rPr>
        <w:t>Nikisema mimi watasema: Amepupia ufalme, na nikinyamaza watasema: Amekuwa si mvumilivu wa umauti! haiwi baada ya kale (kafupi) na huyu (mrefu)!</w:t>
      </w:r>
      <w:r w:rsidR="00AB14E4" w:rsidRPr="00AB14E4">
        <w:rPr>
          <w:rStyle w:val="libFootnotenumChar"/>
          <w:lang w:val="sw-KE"/>
        </w:rPr>
        <w:footnoteReference w:id="43"/>
      </w:r>
      <w:r w:rsidRPr="00ED0856">
        <w:rPr>
          <w:sz w:val="24"/>
          <w:szCs w:val="24"/>
          <w:lang w:val="sw-KE"/>
        </w:rPr>
        <w:t xml:space="preserve"> Wallahi mwana wa Abi Talib ni mchangamfu mno wa mauti kuliko </w:t>
      </w:r>
      <w:r w:rsidRPr="00ED0856">
        <w:rPr>
          <w:sz w:val="24"/>
          <w:szCs w:val="24"/>
          <w:lang w:val="sw-KE"/>
        </w:rPr>
        <w:lastRenderedPageBreak/>
        <w:t>mtoto mchanga anavyochangamkia ziwa la mama yake, isipokuwa nimezingirwa ndani ya ilimu iliyositiriwa, lau ningeifichua mngetetemeka mtetemo wa kamba ya kisima cha ndoo katika kisima kirefu.</w:t>
      </w:r>
    </w:p>
    <w:p w:rsidR="003A7553" w:rsidRPr="003A7553" w:rsidRDefault="003A7553" w:rsidP="003E5454">
      <w:pPr>
        <w:pStyle w:val="Heading3"/>
        <w:rPr>
          <w:lang w:val="sw-KE"/>
        </w:rPr>
      </w:pPr>
      <w:bookmarkStart w:id="28" w:name="_Toc46076684"/>
      <w:r w:rsidRPr="003A7553">
        <w:rPr>
          <w:lang w:val="sw-KE"/>
        </w:rPr>
        <w:t xml:space="preserve">6. </w:t>
      </w:r>
      <w:r w:rsidR="003E5454" w:rsidRPr="003A7553">
        <w:rPr>
          <w:lang w:val="sw-KE"/>
        </w:rPr>
        <w:t xml:space="preserve">MIONGONI MWA KHUTBA ZAKE </w:t>
      </w:r>
      <w:r w:rsidR="003E5454" w:rsidRPr="003E5454">
        <w:rPr>
          <w:rStyle w:val="libFootnotenumChar"/>
          <w:lang w:val="sw-KE"/>
        </w:rPr>
        <w:t>(a.s)</w:t>
      </w:r>
      <w:bookmarkEnd w:id="28"/>
    </w:p>
    <w:p w:rsidR="003A7553" w:rsidRPr="00AA3DA2" w:rsidRDefault="004C4707" w:rsidP="0023599D">
      <w:pPr>
        <w:bidi/>
        <w:ind w:firstLine="0"/>
        <w:rPr>
          <w:sz w:val="28"/>
          <w:szCs w:val="28"/>
          <w:lang w:val="sw-KE"/>
        </w:rPr>
      </w:pPr>
      <w:r w:rsidRPr="00AA3DA2">
        <w:rPr>
          <w:sz w:val="28"/>
          <w:szCs w:val="28"/>
          <w:rtl/>
          <w:lang w:val="sw-KE"/>
        </w:rPr>
        <w:t>ومن كلام له (عليه السلام)</w:t>
      </w:r>
      <w:r w:rsidRPr="00AA3DA2">
        <w:rPr>
          <w:rFonts w:hint="cs"/>
          <w:sz w:val="28"/>
          <w:szCs w:val="28"/>
          <w:rtl/>
          <w:lang w:val="sw-KE"/>
        </w:rPr>
        <w:t xml:space="preserve"> </w:t>
      </w:r>
      <w:r w:rsidRPr="00AA3DA2">
        <w:rPr>
          <w:sz w:val="28"/>
          <w:szCs w:val="28"/>
          <w:rtl/>
          <w:lang w:val="sw-KE"/>
        </w:rPr>
        <w:t>لمّا أشير عليه بألاّ يتبع طلحةَ والزبيرَ ولا يُرصدَ لهما القتال</w:t>
      </w:r>
      <w:r w:rsidRPr="00AA3DA2">
        <w:rPr>
          <w:rFonts w:hint="cs"/>
          <w:sz w:val="28"/>
          <w:szCs w:val="28"/>
          <w:rtl/>
          <w:lang w:val="sw-KE"/>
        </w:rPr>
        <w:t>:</w:t>
      </w:r>
    </w:p>
    <w:p w:rsidR="003A7553" w:rsidRPr="003A7553" w:rsidRDefault="003A7553" w:rsidP="004C4707">
      <w:pPr>
        <w:ind w:firstLine="0"/>
        <w:rPr>
          <w:sz w:val="24"/>
          <w:szCs w:val="24"/>
          <w:lang w:val="sw-KE"/>
        </w:rPr>
      </w:pPr>
      <w:r w:rsidRPr="003A7553">
        <w:rPr>
          <w:sz w:val="24"/>
          <w:szCs w:val="24"/>
          <w:lang w:val="sw-KE"/>
        </w:rPr>
        <w:t xml:space="preserve">Aliposhauriwa kuwa asimfuatilie Talha na Zubair wala </w:t>
      </w:r>
      <w:r w:rsidR="004C4707">
        <w:rPr>
          <w:sz w:val="24"/>
          <w:szCs w:val="24"/>
          <w:lang w:val="sw-KE"/>
        </w:rPr>
        <w:t>kwa lengo la</w:t>
      </w:r>
      <w:r w:rsidR="0023599D">
        <w:rPr>
          <w:sz w:val="24"/>
          <w:szCs w:val="24"/>
          <w:lang w:val="sw-KE"/>
        </w:rPr>
        <w:t xml:space="preserve"> kupambana dhidi ya Alisema</w:t>
      </w:r>
      <w:r w:rsidRPr="003A7553">
        <w:rPr>
          <w:sz w:val="24"/>
          <w:szCs w:val="24"/>
          <w:lang w:val="sw-KE"/>
        </w:rPr>
        <w:t>:</w:t>
      </w:r>
    </w:p>
    <w:p w:rsidR="0023599D" w:rsidRPr="0023599D" w:rsidRDefault="0023599D" w:rsidP="0023599D">
      <w:pPr>
        <w:bidi/>
        <w:ind w:firstLine="0"/>
        <w:rPr>
          <w:sz w:val="28"/>
          <w:szCs w:val="28"/>
          <w:rtl/>
          <w:lang w:val="sw-KE" w:bidi="ar-EG"/>
        </w:rPr>
      </w:pPr>
      <w:r w:rsidRPr="0023599D">
        <w:rPr>
          <w:sz w:val="28"/>
          <w:szCs w:val="28"/>
          <w:rtl/>
          <w:lang w:val="sw-KE" w:bidi="ar-EG"/>
        </w:rPr>
        <w:t>وَاللهِ لاَ أَكُونُ كالضَّبُعِ:</w:t>
      </w:r>
      <w:r>
        <w:rPr>
          <w:sz w:val="28"/>
          <w:szCs w:val="28"/>
          <w:rtl/>
          <w:lang w:val="sw-KE" w:bidi="ar-EG"/>
        </w:rPr>
        <w:t xml:space="preserve"> تَنَامُ عَلى طُولِ اللَّدْمِ</w:t>
      </w:r>
      <w:r w:rsidRPr="0023599D">
        <w:rPr>
          <w:sz w:val="28"/>
          <w:szCs w:val="28"/>
          <w:rtl/>
          <w:lang w:val="sw-KE" w:bidi="ar-EG"/>
        </w:rPr>
        <w:t>، حَتَّى يَصِلَ إِلَيْهَا طَالِبُهَا،</w:t>
      </w:r>
      <w:r>
        <w:rPr>
          <w:sz w:val="28"/>
          <w:szCs w:val="28"/>
          <w:rtl/>
          <w:lang w:val="sw-KE" w:bidi="ar-EG"/>
        </w:rPr>
        <w:t>وَيَخْتِلَهَا رَاصِدُها</w:t>
      </w:r>
      <w:r w:rsidRPr="0023599D">
        <w:rPr>
          <w:sz w:val="28"/>
          <w:szCs w:val="28"/>
          <w:rtl/>
          <w:lang w:val="sw-KE" w:bidi="ar-EG"/>
        </w:rPr>
        <w:t>، وَلكِنِّي أَضْرِبُ بِالمُقْبِلِ إِلَى الحَقِّ المُدْبِرَ عَنْهُ، وَبِالسَّامِعِ</w:t>
      </w:r>
      <w:r>
        <w:rPr>
          <w:sz w:val="28"/>
          <w:szCs w:val="28"/>
          <w:rtl/>
          <w:lang w:val="sw-KE" w:bidi="ar-EG"/>
        </w:rPr>
        <w:t xml:space="preserve"> المُطِيعِ العَاصِيَ المُريبَ</w:t>
      </w:r>
      <w:r w:rsidRPr="0023599D">
        <w:rPr>
          <w:sz w:val="28"/>
          <w:szCs w:val="28"/>
          <w:rtl/>
          <w:lang w:val="sw-KE" w:bidi="ar-EG"/>
        </w:rPr>
        <w:t xml:space="preserve"> أَبَداً، حَتَّى يَأْتِيَ عَلَيَّ يَوْمِي</w:t>
      </w:r>
      <w:r w:rsidRPr="0023599D">
        <w:rPr>
          <w:sz w:val="28"/>
          <w:szCs w:val="28"/>
          <w:lang w:val="sw-KE" w:bidi="ar-EG"/>
        </w:rPr>
        <w:t>.</w:t>
      </w:r>
      <w:r w:rsidRPr="0023599D">
        <w:rPr>
          <w:rFonts w:hint="cs"/>
          <w:sz w:val="28"/>
          <w:szCs w:val="28"/>
          <w:rtl/>
          <w:lang w:val="sw-KE" w:bidi="ar-EG"/>
        </w:rPr>
        <w:t xml:space="preserve"> </w:t>
      </w:r>
      <w:r w:rsidRPr="0023599D">
        <w:rPr>
          <w:sz w:val="28"/>
          <w:szCs w:val="28"/>
          <w:rtl/>
          <w:lang w:val="sw-KE" w:bidi="ar-EG"/>
        </w:rPr>
        <w:t>فَوَاللهِ مَا زِلتُ مَدْفُوعاً عَنْ حَقِّي، مُسْتَأْثَراً عَلَيَّ، مُنْذُ قَبَضَ اللهُ تعالى نَبِيَّهُ(صلى الله عليه وآله)حَتَّى يَوْمِ النَّاسِ هذَا.</w:t>
      </w:r>
    </w:p>
    <w:p w:rsidR="003A7553" w:rsidRDefault="003A7553" w:rsidP="0023599D">
      <w:pPr>
        <w:ind w:firstLine="0"/>
        <w:rPr>
          <w:sz w:val="24"/>
          <w:szCs w:val="24"/>
          <w:lang w:val="sw-KE"/>
        </w:rPr>
      </w:pPr>
      <w:r w:rsidRPr="003A7553">
        <w:rPr>
          <w:sz w:val="24"/>
          <w:szCs w:val="24"/>
          <w:lang w:val="sw-KE"/>
        </w:rPr>
        <w:t>Wallahi siwi kama fisi anayelala muda wote wa mdundo mpaka amfike anayemtafuta, na amhadae muwindaji wake.</w:t>
      </w:r>
      <w:r w:rsidR="0023599D">
        <w:rPr>
          <w:sz w:val="24"/>
          <w:szCs w:val="24"/>
          <w:lang w:val="sw-KE"/>
        </w:rPr>
        <w:t xml:space="preserve"> </w:t>
      </w:r>
      <w:r w:rsidRPr="003A7553">
        <w:rPr>
          <w:sz w:val="24"/>
          <w:szCs w:val="24"/>
          <w:lang w:val="sw-KE"/>
        </w:rPr>
        <w:t xml:space="preserve">Lakini mimi nitampiga aigeuziaye mgongo haki kwa msaada wa anayeikubali, na kwa msaada wa msikivu mtii nitampiga, nitampiga muasi mwenye shaka daima, mpaka nijiwe na siku yangu (ya mauti); Wallahi ningali nasukumwa mbali na haki yangu, imetwaliwa kinyume nami toka siku Mwenyezi Mungu </w:t>
      </w:r>
      <w:r w:rsidR="0023599D">
        <w:rPr>
          <w:sz w:val="24"/>
          <w:szCs w:val="24"/>
          <w:lang w:val="sw-KE"/>
        </w:rPr>
        <w:t>Mtukufu</w:t>
      </w:r>
      <w:r w:rsidRPr="003A7553">
        <w:rPr>
          <w:sz w:val="24"/>
          <w:szCs w:val="24"/>
          <w:lang w:val="sw-KE"/>
        </w:rPr>
        <w:t xml:space="preserve"> </w:t>
      </w:r>
      <w:r w:rsidR="0023599D">
        <w:rPr>
          <w:sz w:val="24"/>
          <w:szCs w:val="24"/>
          <w:lang w:val="sw-KE"/>
        </w:rPr>
        <w:t xml:space="preserve">alipomfisha Nabii wake </w:t>
      </w:r>
      <w:r w:rsidR="0023599D" w:rsidRPr="0023599D">
        <w:rPr>
          <w:rStyle w:val="libBold1Char"/>
          <w:lang w:val="sw-KE"/>
        </w:rPr>
        <w:t>(s.a.w.w</w:t>
      </w:r>
      <w:r w:rsidRPr="0023599D">
        <w:rPr>
          <w:rStyle w:val="libBold1Char"/>
          <w:lang w:val="sw-KE"/>
        </w:rPr>
        <w:t>)</w:t>
      </w:r>
      <w:r w:rsidRPr="003A7553">
        <w:rPr>
          <w:sz w:val="24"/>
          <w:szCs w:val="24"/>
          <w:lang w:val="sw-KE"/>
        </w:rPr>
        <w:t xml:space="preserve"> mpaka siku hii ya leo</w:t>
      </w:r>
      <w:r w:rsidR="0023599D" w:rsidRPr="0023599D">
        <w:rPr>
          <w:rStyle w:val="libFootnotenumChar"/>
          <w:lang w:val="sw-KE"/>
        </w:rPr>
        <w:footnoteReference w:id="44"/>
      </w:r>
      <w:r w:rsidR="0023599D">
        <w:rPr>
          <w:sz w:val="24"/>
          <w:szCs w:val="24"/>
          <w:lang w:val="sw-KE"/>
        </w:rPr>
        <w:t>.</w:t>
      </w:r>
    </w:p>
    <w:p w:rsidR="00C9649A" w:rsidRPr="00C9649A" w:rsidRDefault="00C9649A" w:rsidP="00C9649A">
      <w:pPr>
        <w:pStyle w:val="Heading3"/>
        <w:rPr>
          <w:lang w:val="sw-KE"/>
        </w:rPr>
      </w:pPr>
      <w:bookmarkStart w:id="29" w:name="_Toc46076685"/>
      <w:r w:rsidRPr="00C9649A">
        <w:rPr>
          <w:lang w:val="sw-KE"/>
        </w:rPr>
        <w:t xml:space="preserve">7. MIONGONI MWA KHUTBA ZAKE </w:t>
      </w:r>
      <w:r w:rsidRPr="00C9649A">
        <w:rPr>
          <w:rStyle w:val="libFootnotenumChar"/>
          <w:lang w:val="sw-KE"/>
        </w:rPr>
        <w:t>(a.s)</w:t>
      </w:r>
      <w:bookmarkEnd w:id="29"/>
    </w:p>
    <w:p w:rsidR="00C9649A" w:rsidRPr="001C7291" w:rsidRDefault="006E1F6E" w:rsidP="006E1F6E">
      <w:pPr>
        <w:bidi/>
        <w:ind w:firstLine="0"/>
        <w:rPr>
          <w:sz w:val="24"/>
          <w:szCs w:val="24"/>
          <w:rtl/>
          <w:lang w:val="sw-KE" w:bidi="ar-EG"/>
        </w:rPr>
      </w:pPr>
      <w:r w:rsidRPr="001C7291">
        <w:rPr>
          <w:sz w:val="24"/>
          <w:szCs w:val="24"/>
          <w:rtl/>
          <w:lang w:val="sw-KE" w:bidi="ar-EG"/>
        </w:rPr>
        <w:t>ومن خطبة له (عليه السلام)</w:t>
      </w:r>
      <w:r w:rsidRPr="001C7291">
        <w:rPr>
          <w:rFonts w:hint="cs"/>
          <w:sz w:val="24"/>
          <w:szCs w:val="24"/>
          <w:rtl/>
          <w:lang w:val="sw-KE" w:bidi="ar-EG"/>
        </w:rPr>
        <w:t xml:space="preserve">، </w:t>
      </w:r>
      <w:r w:rsidRPr="001C7291">
        <w:rPr>
          <w:sz w:val="24"/>
          <w:szCs w:val="24"/>
          <w:rtl/>
          <w:lang w:val="sw-KE" w:bidi="ar-EG"/>
        </w:rPr>
        <w:t>يذم فيها أتباع الشيطان</w:t>
      </w:r>
    </w:p>
    <w:p w:rsidR="00C9649A" w:rsidRPr="00C9649A" w:rsidRDefault="00C9649A" w:rsidP="00C9649A">
      <w:pPr>
        <w:ind w:firstLine="0"/>
        <w:rPr>
          <w:sz w:val="24"/>
          <w:szCs w:val="24"/>
          <w:lang w:val="sw-KE"/>
        </w:rPr>
      </w:pPr>
      <w:r w:rsidRPr="00C9649A">
        <w:rPr>
          <w:sz w:val="24"/>
          <w:szCs w:val="24"/>
          <w:lang w:val="sw-KE"/>
        </w:rPr>
        <w:t>Katika kuwalaumu wafuasi wa Shetani:</w:t>
      </w:r>
    </w:p>
    <w:p w:rsidR="006E1F6E" w:rsidRPr="00C05223" w:rsidRDefault="006E1F6E" w:rsidP="006E1F6E">
      <w:pPr>
        <w:bidi/>
        <w:ind w:firstLine="0"/>
        <w:rPr>
          <w:sz w:val="24"/>
          <w:szCs w:val="24"/>
          <w:lang w:val="sw-KE"/>
        </w:rPr>
      </w:pPr>
      <w:r w:rsidRPr="00C05223">
        <w:rPr>
          <w:sz w:val="24"/>
          <w:szCs w:val="24"/>
          <w:rtl/>
          <w:lang w:val="sw-KE"/>
        </w:rPr>
        <w:t>اتَّخَذُوا الشَّ</w:t>
      </w:r>
      <w:r w:rsidR="00936147" w:rsidRPr="00C05223">
        <w:rPr>
          <w:sz w:val="24"/>
          <w:szCs w:val="24"/>
          <w:rtl/>
          <w:lang w:val="sw-KE"/>
        </w:rPr>
        <w:t>يْطَانَ لاِ</w:t>
      </w:r>
      <w:r w:rsidR="008E34CB" w:rsidRPr="00C05223">
        <w:rPr>
          <w:sz w:val="24"/>
          <w:szCs w:val="24"/>
          <w:rtl/>
          <w:lang w:val="sw-KE"/>
        </w:rPr>
        <w:t>مْرِهِمْ مِلاَكاً</w:t>
      </w:r>
      <w:r w:rsidRPr="00C05223">
        <w:rPr>
          <w:sz w:val="24"/>
          <w:szCs w:val="24"/>
          <w:rtl/>
          <w:lang w:val="sw-KE"/>
        </w:rPr>
        <w:t>، وَاتَّخَذَهُمْ لَهُ أَش</w:t>
      </w:r>
      <w:r w:rsidR="008E34CB" w:rsidRPr="00C05223">
        <w:rPr>
          <w:sz w:val="24"/>
          <w:szCs w:val="24"/>
          <w:rtl/>
          <w:lang w:val="sw-KE"/>
        </w:rPr>
        <w:t>ْرَاكاً، فَبَاضَ وَفَرَّخَ</w:t>
      </w:r>
      <w:r w:rsidR="008E34CB" w:rsidRPr="00C05223">
        <w:rPr>
          <w:rFonts w:hint="cs"/>
          <w:sz w:val="24"/>
          <w:szCs w:val="24"/>
          <w:rtl/>
          <w:lang w:val="sw-KE"/>
        </w:rPr>
        <w:t xml:space="preserve"> </w:t>
      </w:r>
      <w:r w:rsidRPr="00C05223">
        <w:rPr>
          <w:sz w:val="24"/>
          <w:szCs w:val="24"/>
          <w:rtl/>
          <w:lang w:val="sw-KE"/>
        </w:rPr>
        <w:t>في صُدُورِهِمْ، وَدَبَّ وَدَرَجَ في حُجُورِهِمْ، فَنَظَرَ بِأَعْيُنِهِمْ، وَنَطَقَبِ</w:t>
      </w:r>
      <w:r w:rsidRPr="00C05223">
        <w:rPr>
          <w:rFonts w:hint="cs"/>
          <w:sz w:val="24"/>
          <w:szCs w:val="24"/>
          <w:rtl/>
          <w:lang w:val="sw-KE"/>
        </w:rPr>
        <w:t xml:space="preserve"> </w:t>
      </w:r>
      <w:r w:rsidRPr="00C05223">
        <w:rPr>
          <w:sz w:val="24"/>
          <w:szCs w:val="24"/>
          <w:rtl/>
          <w:lang w:val="sw-KE"/>
        </w:rPr>
        <w:t>أَلسِنَتِهِمْ، فَرَكِبَ بِهِمُ الزَّلَلَ، وَزَيَّنَ لَهُمُ الخَطَلَ، فِعْلَ مَنْ قَدْ شَرِكَهُ الشَّيْطَانُ في سُلْطَانِهِ، وَنَطَقَ بِالبَاطِلِ عَلى لِسَانِهِ!</w:t>
      </w:r>
    </w:p>
    <w:p w:rsidR="00C9649A" w:rsidRDefault="00C9649A" w:rsidP="006E1F6E">
      <w:pPr>
        <w:ind w:firstLine="0"/>
        <w:rPr>
          <w:sz w:val="24"/>
          <w:szCs w:val="24"/>
          <w:lang w:val="sw-KE"/>
        </w:rPr>
      </w:pPr>
      <w:r w:rsidRPr="00C9649A">
        <w:rPr>
          <w:sz w:val="24"/>
          <w:szCs w:val="24"/>
          <w:lang w:val="sw-KE"/>
        </w:rPr>
        <w:t>Wamemfanya shetani kuwa ndio kiini cha mambo yao, na yeye amewafanya washirika wake.</w:t>
      </w:r>
      <w:r w:rsidR="006E1F6E">
        <w:rPr>
          <w:sz w:val="24"/>
          <w:szCs w:val="24"/>
          <w:lang w:val="sw-KE"/>
        </w:rPr>
        <w:t xml:space="preserve"> </w:t>
      </w:r>
      <w:r w:rsidRPr="00C9649A">
        <w:rPr>
          <w:sz w:val="24"/>
          <w:szCs w:val="24"/>
          <w:lang w:val="sw-KE"/>
        </w:rPr>
        <w:t>Hivyo basi ametaga na kutotoa vifuani mwao,1 na ametambaa na kujiburuza mapajani mwao,2kwa hiyo aliangalia kwa macho yao, na alitamka kwa ndimi zao, hivyo basi aliwapotosha, na kuwapambia kauli ovu, na makosa mabaya ni kitendo cha ambaye shetani ameshirikiana naye katika mamlaka yake na akatamka ya batili ulimini mwake.”</w:t>
      </w:r>
    </w:p>
    <w:p w:rsidR="00900F25" w:rsidRPr="00900F25" w:rsidRDefault="00900F25" w:rsidP="00900F25">
      <w:pPr>
        <w:pStyle w:val="Heading3"/>
        <w:rPr>
          <w:rStyle w:val="libFootnotenumChar"/>
        </w:rPr>
      </w:pPr>
      <w:bookmarkStart w:id="30" w:name="_Toc46076686"/>
      <w:r w:rsidRPr="00900F25">
        <w:rPr>
          <w:lang w:val="sw-KE"/>
        </w:rPr>
        <w:t xml:space="preserve">8. NA MIONGONI MWA MANENO YAKE </w:t>
      </w:r>
      <w:r w:rsidRPr="00900F25">
        <w:rPr>
          <w:rStyle w:val="libFootnotenumChar"/>
          <w:lang w:val="sw-KE"/>
        </w:rPr>
        <w:t>(A.S)</w:t>
      </w:r>
      <w:bookmarkEnd w:id="30"/>
    </w:p>
    <w:p w:rsidR="00900F25" w:rsidRPr="00900F25" w:rsidRDefault="00900F25" w:rsidP="00900F25">
      <w:pPr>
        <w:ind w:firstLine="0"/>
        <w:jc w:val="center"/>
        <w:rPr>
          <w:sz w:val="24"/>
          <w:szCs w:val="24"/>
          <w:rtl/>
          <w:lang w:val="sw-KE"/>
        </w:rPr>
      </w:pPr>
      <w:r w:rsidRPr="00900F25">
        <w:rPr>
          <w:sz w:val="24"/>
          <w:szCs w:val="24"/>
          <w:rtl/>
          <w:lang w:val="sw-KE"/>
        </w:rPr>
        <w:t>ومن كلام له (عليه السلام)</w:t>
      </w:r>
    </w:p>
    <w:p w:rsidR="00900F25" w:rsidRPr="00C05223" w:rsidRDefault="00900F25" w:rsidP="00900F25">
      <w:pPr>
        <w:bidi/>
        <w:ind w:firstLine="0"/>
        <w:jc w:val="center"/>
        <w:rPr>
          <w:rFonts w:ascii="Traditional Arabic" w:hAnsi="Traditional Arabic"/>
          <w:sz w:val="24"/>
          <w:szCs w:val="24"/>
          <w:rtl/>
          <w:lang w:val="sw-KE"/>
        </w:rPr>
      </w:pPr>
      <w:r w:rsidRPr="00C05223">
        <w:rPr>
          <w:rFonts w:ascii="Traditional Arabic" w:hAnsi="Traditional Arabic"/>
          <w:sz w:val="24"/>
          <w:szCs w:val="24"/>
          <w:rtl/>
          <w:lang w:val="sw-KE"/>
        </w:rPr>
        <w:t>يعني به الزبير في حال اقتضت ذلك</w:t>
      </w:r>
      <w:r w:rsidRPr="00C05223">
        <w:rPr>
          <w:rFonts w:ascii="Traditional Arabic" w:hAnsi="Traditional Arabic"/>
          <w:sz w:val="24"/>
          <w:szCs w:val="24"/>
          <w:lang w:val="sw-KE"/>
        </w:rPr>
        <w:t xml:space="preserve">] </w:t>
      </w:r>
      <w:r w:rsidRPr="00C05223">
        <w:rPr>
          <w:rFonts w:ascii="Traditional Arabic" w:hAnsi="Traditional Arabic"/>
          <w:sz w:val="24"/>
          <w:szCs w:val="24"/>
          <w:rtl/>
          <w:lang w:val="sw-KE"/>
        </w:rPr>
        <w:t>ويدعوه للدخول في البيعة ثانية</w:t>
      </w:r>
      <w:r w:rsidRPr="00C05223">
        <w:rPr>
          <w:rFonts w:ascii="Traditional Arabic" w:hAnsi="Traditional Arabic"/>
          <w:sz w:val="24"/>
          <w:szCs w:val="24"/>
          <w:lang w:val="sw-KE"/>
        </w:rPr>
        <w:t xml:space="preserve"> [</w:t>
      </w:r>
    </w:p>
    <w:p w:rsidR="00900F25" w:rsidRPr="00900F25" w:rsidRDefault="00900F25" w:rsidP="00900F25">
      <w:pPr>
        <w:ind w:firstLine="0"/>
        <w:rPr>
          <w:sz w:val="24"/>
          <w:szCs w:val="24"/>
          <w:lang w:val="sw-KE"/>
        </w:rPr>
      </w:pPr>
      <w:r w:rsidRPr="00900F25">
        <w:rPr>
          <w:sz w:val="24"/>
          <w:szCs w:val="24"/>
          <w:lang w:val="sw-KE"/>
        </w:rPr>
        <w:t>Kwayo anamkusudia Zubair katika hali ambayo ilibidi iwe hivyo:</w:t>
      </w:r>
    </w:p>
    <w:p w:rsidR="00900F25" w:rsidRPr="00C05223" w:rsidRDefault="00900F25" w:rsidP="00900F25">
      <w:pPr>
        <w:bidi/>
        <w:ind w:firstLine="0"/>
        <w:rPr>
          <w:rFonts w:ascii="Traditional Arabic" w:hAnsi="Traditional Arabic"/>
          <w:sz w:val="24"/>
          <w:szCs w:val="24"/>
          <w:lang w:val="sw-KE"/>
        </w:rPr>
      </w:pPr>
      <w:r w:rsidRPr="00C05223">
        <w:rPr>
          <w:rFonts w:ascii="Traditional Arabic" w:hAnsi="Traditional Arabic"/>
          <w:sz w:val="24"/>
          <w:szCs w:val="24"/>
          <w:rtl/>
          <w:lang w:val="sw-KE"/>
        </w:rPr>
        <w:t>يَزْعُمُ أَنَّهُ قَدْ بَايَعَ بِيَدِهِ، وَلَمْ يُبَايعْ بِقَلْبِهِ، فَقَدْ أَقَرَّ بِالبَيْعَةِ، وَادَّعَى الوَلِيجَةَ(4)، فَلْيَأْتِ عَلَيْهَا بِأَمْر يُعْرَفُ، وَإِلاَّ فَلْيَدخُلْ فِيَما خَرَجَ مِنْهُ</w:t>
      </w:r>
      <w:r w:rsidRPr="00C05223">
        <w:rPr>
          <w:rFonts w:ascii="Traditional Arabic" w:hAnsi="Traditional Arabic"/>
          <w:sz w:val="24"/>
          <w:szCs w:val="24"/>
          <w:lang w:val="sw-KE"/>
        </w:rPr>
        <w:t>.</w:t>
      </w:r>
    </w:p>
    <w:p w:rsidR="00900F25" w:rsidRPr="00900F25" w:rsidRDefault="00900F25" w:rsidP="00900F25">
      <w:pPr>
        <w:ind w:firstLine="0"/>
        <w:rPr>
          <w:sz w:val="24"/>
          <w:szCs w:val="24"/>
          <w:lang w:val="sw-KE"/>
        </w:rPr>
      </w:pPr>
      <w:r w:rsidRPr="00900F25">
        <w:rPr>
          <w:sz w:val="24"/>
          <w:szCs w:val="24"/>
          <w:lang w:val="sw-KE"/>
        </w:rPr>
        <w:t xml:space="preserve">Anadhani kuwa amekula kiapo cha utii kwa mkono wake, wala hakula kiapo kwa moyo wake, kwa hiyo amekiri kula kiapo cha utii, na anadai yaliyojificha </w:t>
      </w:r>
      <w:r w:rsidRPr="00900F25">
        <w:rPr>
          <w:sz w:val="24"/>
          <w:szCs w:val="24"/>
          <w:lang w:val="sw-KE"/>
        </w:rPr>
        <w:lastRenderedPageBreak/>
        <w:t xml:space="preserve">ndani ya dhamira yake, basi na alete hoja ya kuthibitisha hilo, kama </w:t>
      </w:r>
      <w:r w:rsidR="007C3541">
        <w:rPr>
          <w:sz w:val="24"/>
          <w:szCs w:val="24"/>
          <w:lang w:val="sw-KE"/>
        </w:rPr>
        <w:t>sivyo yampasa aingie alikotoka</w:t>
      </w:r>
      <w:r w:rsidR="007C3541" w:rsidRPr="003D4804">
        <w:rPr>
          <w:rStyle w:val="libFootnotenumChar"/>
          <w:lang w:val="sw-KE"/>
        </w:rPr>
        <w:footnoteReference w:id="45"/>
      </w:r>
      <w:r w:rsidR="007C3541">
        <w:rPr>
          <w:sz w:val="24"/>
          <w:szCs w:val="24"/>
          <w:lang w:val="sw-KE"/>
        </w:rPr>
        <w:t>.</w:t>
      </w:r>
    </w:p>
    <w:p w:rsidR="003D4804" w:rsidRPr="003D4804" w:rsidRDefault="003D4804" w:rsidP="003D4804">
      <w:pPr>
        <w:pStyle w:val="Heading3"/>
        <w:rPr>
          <w:rStyle w:val="libFootnotenumChar"/>
          <w:lang w:val="sw-KE"/>
        </w:rPr>
      </w:pPr>
      <w:bookmarkStart w:id="31" w:name="_Toc46076687"/>
      <w:r w:rsidRPr="003D4804">
        <w:rPr>
          <w:lang w:val="sw-KE"/>
        </w:rPr>
        <w:t xml:space="preserve">9. MIONGONI MWA MANENO YAKE </w:t>
      </w:r>
      <w:r w:rsidRPr="003D4804">
        <w:rPr>
          <w:rStyle w:val="libFootnotenumChar"/>
          <w:lang w:val="sw-KE"/>
        </w:rPr>
        <w:t>(A.S)</w:t>
      </w:r>
      <w:bookmarkEnd w:id="31"/>
    </w:p>
    <w:p w:rsidR="003D4804" w:rsidRDefault="003D4804" w:rsidP="003D4804">
      <w:pPr>
        <w:ind w:firstLine="0"/>
        <w:rPr>
          <w:sz w:val="24"/>
          <w:szCs w:val="24"/>
          <w:lang w:val="sw-KE"/>
        </w:rPr>
      </w:pPr>
    </w:p>
    <w:p w:rsidR="003D4804" w:rsidRPr="003D4804" w:rsidRDefault="003D4804" w:rsidP="003D4804">
      <w:pPr>
        <w:bidi/>
        <w:ind w:firstLine="0"/>
        <w:jc w:val="center"/>
        <w:rPr>
          <w:sz w:val="24"/>
          <w:szCs w:val="24"/>
          <w:rtl/>
          <w:lang w:val="sw-KE"/>
        </w:rPr>
      </w:pPr>
      <w:r w:rsidRPr="003D4804">
        <w:rPr>
          <w:sz w:val="24"/>
          <w:szCs w:val="24"/>
          <w:rtl/>
          <w:lang w:val="sw-KE"/>
        </w:rPr>
        <w:t>ومن كلام له (عليه السلام)</w:t>
      </w:r>
    </w:p>
    <w:p w:rsidR="003D4804" w:rsidRPr="003D4804" w:rsidRDefault="003D4804" w:rsidP="003D4804">
      <w:pPr>
        <w:bidi/>
        <w:ind w:firstLine="0"/>
        <w:jc w:val="center"/>
        <w:rPr>
          <w:sz w:val="24"/>
          <w:szCs w:val="24"/>
          <w:rtl/>
          <w:lang w:val="sw-KE"/>
        </w:rPr>
      </w:pPr>
      <w:r w:rsidRPr="003D4804">
        <w:rPr>
          <w:sz w:val="24"/>
          <w:szCs w:val="24"/>
          <w:rtl/>
          <w:lang w:val="sw-KE"/>
        </w:rPr>
        <w:t>في صفته وصفة خصومه ويقال إنّها في أصحاب الجمل</w:t>
      </w:r>
    </w:p>
    <w:p w:rsidR="003D4804" w:rsidRDefault="003D4804" w:rsidP="003D4804">
      <w:pPr>
        <w:ind w:firstLine="0"/>
        <w:rPr>
          <w:sz w:val="24"/>
          <w:szCs w:val="24"/>
          <w:lang w:val="sw-KE"/>
        </w:rPr>
      </w:pPr>
      <w:r w:rsidRPr="003D4804">
        <w:rPr>
          <w:sz w:val="24"/>
          <w:szCs w:val="24"/>
          <w:lang w:val="sw-KE"/>
        </w:rPr>
        <w:t xml:space="preserve">Miongoni mwa maneno yake </w:t>
      </w:r>
      <w:r w:rsidRPr="003D4804">
        <w:rPr>
          <w:rStyle w:val="libFootnotenumChar"/>
          <w:lang w:val="sw-KE"/>
        </w:rPr>
        <w:t>(a.s)</w:t>
      </w:r>
      <w:r>
        <w:rPr>
          <w:rStyle w:val="libFootnotenumChar"/>
          <w:lang w:val="sw-KE"/>
        </w:rPr>
        <w:t xml:space="preserve">. </w:t>
      </w:r>
      <w:r>
        <w:rPr>
          <w:sz w:val="24"/>
          <w:szCs w:val="24"/>
          <w:lang w:val="sw-KE"/>
        </w:rPr>
        <w:t xml:space="preserve">Maelezo yanayomhusu </w:t>
      </w:r>
      <w:r w:rsidRPr="003D4804">
        <w:rPr>
          <w:rStyle w:val="libFootnotenumChar"/>
          <w:lang w:val="sw-KE"/>
        </w:rPr>
        <w:t>(a.s)</w:t>
      </w:r>
      <w:r w:rsidRPr="003D4804">
        <w:rPr>
          <w:sz w:val="24"/>
          <w:szCs w:val="24"/>
          <w:lang w:val="sw-KE"/>
        </w:rPr>
        <w:t xml:space="preserve"> na maelezo ya mahasimu wake, na pengine husemwa kuwa: yanawahusu watu wa Vita vya Jamal (Ngamia): </w:t>
      </w:r>
    </w:p>
    <w:p w:rsidR="003D4804" w:rsidRDefault="003D4804" w:rsidP="003D4804">
      <w:pPr>
        <w:bidi/>
        <w:ind w:firstLine="0"/>
        <w:rPr>
          <w:sz w:val="24"/>
          <w:szCs w:val="24"/>
          <w:lang w:val="sw-KE"/>
        </w:rPr>
      </w:pPr>
      <w:r w:rsidRPr="003D4804">
        <w:rPr>
          <w:sz w:val="24"/>
          <w:szCs w:val="24"/>
          <w:rtl/>
          <w:lang w:val="sw-KE"/>
        </w:rPr>
        <w:t>وقَدْ أَرْعَدُوا و</w:t>
      </w:r>
      <w:r>
        <w:rPr>
          <w:sz w:val="24"/>
          <w:szCs w:val="24"/>
          <w:rtl/>
          <w:lang w:val="sw-KE"/>
        </w:rPr>
        <w:t>َأبْرَقُوا، وَمَعَ هذَيْنِ الاْ</w:t>
      </w:r>
      <w:r w:rsidRPr="003D4804">
        <w:rPr>
          <w:sz w:val="24"/>
          <w:szCs w:val="24"/>
          <w:rtl/>
          <w:lang w:val="sw-KE"/>
        </w:rPr>
        <w:t>مْرَيْنِ الفَشَلُ، وَلَسْنَا نُرْعِدُ حَتَّى</w:t>
      </w:r>
      <w:r w:rsidRPr="003D4804">
        <w:rPr>
          <w:rtl/>
        </w:rPr>
        <w:t xml:space="preserve"> </w:t>
      </w:r>
      <w:r w:rsidRPr="003D4804">
        <w:rPr>
          <w:sz w:val="24"/>
          <w:szCs w:val="24"/>
          <w:rtl/>
          <w:lang w:val="sw-KE"/>
        </w:rPr>
        <w:t>نُوقِعَ، وَلا نُسِيلُ حَتَّى نُمْطِرَ.</w:t>
      </w:r>
    </w:p>
    <w:p w:rsidR="003D4804" w:rsidRPr="003D4804" w:rsidRDefault="003D4804" w:rsidP="003D4804">
      <w:pPr>
        <w:ind w:firstLine="0"/>
        <w:rPr>
          <w:sz w:val="24"/>
          <w:szCs w:val="24"/>
          <w:lang w:val="sw-KE"/>
        </w:rPr>
      </w:pPr>
      <w:r w:rsidRPr="003D4804">
        <w:rPr>
          <w:sz w:val="24"/>
          <w:szCs w:val="24"/>
          <w:lang w:val="sw-KE"/>
        </w:rPr>
        <w:t>“Kwa kweli waliunguruma na kumulika</w:t>
      </w:r>
      <w:r w:rsidRPr="003D4804">
        <w:rPr>
          <w:rStyle w:val="libFootnotenumChar"/>
          <w:lang w:val="sw-KE"/>
        </w:rPr>
        <w:footnoteReference w:id="46"/>
      </w:r>
      <w:r>
        <w:rPr>
          <w:sz w:val="24"/>
          <w:szCs w:val="24"/>
          <w:lang w:val="sw-KE"/>
        </w:rPr>
        <w:t>,</w:t>
      </w:r>
      <w:r w:rsidRPr="003D4804">
        <w:rPr>
          <w:sz w:val="24"/>
          <w:szCs w:val="24"/>
          <w:lang w:val="sw-KE"/>
        </w:rPr>
        <w:t xml:space="preserve"> pamoja na mambo mawili haya ni woga. Sisi hatuungurumi mpaka tushambulie adui na hatutiririki mpaka tunyeshe</w:t>
      </w:r>
      <w:r w:rsidRPr="003D4804">
        <w:rPr>
          <w:rStyle w:val="libFootnotenumChar"/>
          <w:lang w:val="sw-KE"/>
        </w:rPr>
        <w:footnoteReference w:id="47"/>
      </w:r>
      <w:r>
        <w:rPr>
          <w:sz w:val="24"/>
          <w:szCs w:val="24"/>
          <w:lang w:val="sw-KE"/>
        </w:rPr>
        <w:t>.</w:t>
      </w:r>
    </w:p>
    <w:p w:rsidR="00C03886" w:rsidRPr="00C03886" w:rsidRDefault="00D60C02" w:rsidP="00D60C02">
      <w:pPr>
        <w:pStyle w:val="Heading3"/>
        <w:rPr>
          <w:lang w:val="sw-KE"/>
        </w:rPr>
      </w:pPr>
      <w:bookmarkStart w:id="32" w:name="_Toc46076688"/>
      <w:r w:rsidRPr="00C03886">
        <w:rPr>
          <w:lang w:val="sw-KE"/>
        </w:rPr>
        <w:t xml:space="preserve">10. MIONGONI MWA MANENO YAKE </w:t>
      </w:r>
      <w:r w:rsidRPr="00D60C02">
        <w:rPr>
          <w:rStyle w:val="libFootnotenumChar"/>
          <w:lang w:val="sw-KE"/>
        </w:rPr>
        <w:t>(A.S)</w:t>
      </w:r>
      <w:bookmarkEnd w:id="32"/>
    </w:p>
    <w:p w:rsidR="00D60C02" w:rsidRPr="00D60C02" w:rsidRDefault="00D60C02" w:rsidP="00D60C02">
      <w:pPr>
        <w:bidi/>
        <w:ind w:firstLine="0"/>
        <w:jc w:val="center"/>
        <w:rPr>
          <w:sz w:val="24"/>
          <w:szCs w:val="24"/>
          <w:rtl/>
          <w:lang w:val="sw-KE"/>
        </w:rPr>
      </w:pPr>
      <w:r w:rsidRPr="00D60C02">
        <w:rPr>
          <w:sz w:val="24"/>
          <w:szCs w:val="24"/>
          <w:rtl/>
          <w:lang w:val="sw-KE"/>
        </w:rPr>
        <w:t>ومن خطبة له (عليه السلام)</w:t>
      </w:r>
    </w:p>
    <w:p w:rsidR="00D60C02" w:rsidRPr="00D60C02" w:rsidRDefault="00D60C02" w:rsidP="00D60C02">
      <w:pPr>
        <w:bidi/>
        <w:ind w:firstLine="0"/>
        <w:jc w:val="center"/>
        <w:rPr>
          <w:sz w:val="24"/>
          <w:szCs w:val="24"/>
          <w:lang w:val="sw-KE"/>
        </w:rPr>
      </w:pPr>
      <w:r w:rsidRPr="00D60C02">
        <w:rPr>
          <w:sz w:val="24"/>
          <w:szCs w:val="24"/>
          <w:rtl/>
          <w:lang w:val="sw-KE"/>
        </w:rPr>
        <w:t>يريد الشيطان أويكني به عن قوم</w:t>
      </w:r>
    </w:p>
    <w:p w:rsidR="00C03886" w:rsidRPr="00C03886" w:rsidRDefault="00C03886" w:rsidP="00C03886">
      <w:pPr>
        <w:ind w:firstLine="0"/>
        <w:rPr>
          <w:sz w:val="24"/>
          <w:szCs w:val="24"/>
          <w:lang w:val="sw-KE"/>
        </w:rPr>
      </w:pPr>
      <w:r w:rsidRPr="00C03886">
        <w:rPr>
          <w:sz w:val="24"/>
          <w:szCs w:val="24"/>
          <w:lang w:val="sw-KE"/>
        </w:rPr>
        <w:t xml:space="preserve">Miongoni mwa maneno yake </w:t>
      </w:r>
      <w:r w:rsidRPr="00BD0B82">
        <w:rPr>
          <w:rStyle w:val="libFootnotenumChar"/>
          <w:lang w:val="sw-KE"/>
        </w:rPr>
        <w:t>(a.s)</w:t>
      </w:r>
      <w:r w:rsidRPr="00C03886">
        <w:rPr>
          <w:sz w:val="24"/>
          <w:szCs w:val="24"/>
          <w:lang w:val="sw-KE"/>
        </w:rPr>
        <w:t>- Al wahihiy ameieleza hii ndani ya Kitabu chake (Al jamaalu).</w:t>
      </w:r>
    </w:p>
    <w:p w:rsidR="00C03886" w:rsidRPr="00C03886" w:rsidRDefault="00C03886" w:rsidP="00D60C02">
      <w:pPr>
        <w:ind w:firstLine="0"/>
        <w:rPr>
          <w:sz w:val="24"/>
          <w:szCs w:val="24"/>
          <w:lang w:val="sw-KE"/>
        </w:rPr>
      </w:pPr>
      <w:r w:rsidRPr="00C03886">
        <w:rPr>
          <w:sz w:val="24"/>
          <w:szCs w:val="24"/>
          <w:lang w:val="sw-KE"/>
        </w:rPr>
        <w:t>Katika khutba hii huenda anamkusudia shetani wa kweli, na inawezekana awe anamkusudia Mu’awiya. Au kinaya - mfano wa maneno, anawakusudia watu fulani wafanyao yanayofanana na yafanywayo na shetani:</w:t>
      </w:r>
    </w:p>
    <w:p w:rsidR="00C03886" w:rsidRPr="00C03886" w:rsidRDefault="00D60C02" w:rsidP="00D60C02">
      <w:pPr>
        <w:ind w:firstLine="0"/>
        <w:rPr>
          <w:sz w:val="24"/>
          <w:szCs w:val="24"/>
          <w:lang w:val="sw-KE"/>
        </w:rPr>
      </w:pPr>
      <w:r w:rsidRPr="00D60C02">
        <w:rPr>
          <w:sz w:val="24"/>
          <w:szCs w:val="24"/>
          <w:rtl/>
          <w:lang w:val="sw-KE"/>
        </w:rPr>
        <w:t>أَلاَ وإنَّ الشَّيْطَانَ قَدْ جَمَعَ حِزْبَهُ وَاسْتَجْلَبَ خَيْلَهُ وَرَجِلَهُ، وإِنَّ مَعِي لَبَصِيرَتي .مَا لَبَّسْتُ عَلَى نَفْسِي، وَلاَ لُبِّسَ عَلَيَّ. وَايْمُ اللهِ لاَفْرِطَنَّ لَهُمْ حَوْضاً أَنَا مَاتِحُهُ! لاَ يَصْدِرُونَ عَنْهُ، وَلاَ يَعُودُونَ إِلَيْهِ</w:t>
      </w:r>
      <w:r w:rsidRPr="00D60C02">
        <w:rPr>
          <w:sz w:val="24"/>
          <w:szCs w:val="24"/>
          <w:lang w:val="sw-KE"/>
        </w:rPr>
        <w:t>.</w:t>
      </w:r>
    </w:p>
    <w:p w:rsidR="00C03886" w:rsidRDefault="00C03886" w:rsidP="00C03886">
      <w:pPr>
        <w:ind w:firstLine="0"/>
        <w:rPr>
          <w:sz w:val="24"/>
          <w:szCs w:val="24"/>
          <w:lang w:val="sw-KE"/>
        </w:rPr>
      </w:pPr>
      <w:r w:rsidRPr="00C03886">
        <w:rPr>
          <w:sz w:val="24"/>
          <w:szCs w:val="24"/>
          <w:lang w:val="sw-KE"/>
        </w:rPr>
        <w:t>Angalia! Kwa hakika shetani amekusanya kundi lake, na amewaleta wapanda farasi wake na askari waendao kwa miguu. Nami nina busara yangu. Sijajidanganya wala sijadanganywa. Nitawajazia hodhi la maji ambalo mimi ndiye mfutaji wake, hawarudi baada ya kunywa wala hawatolirudia</w:t>
      </w:r>
      <w:r w:rsidR="00D60C02" w:rsidRPr="00D60C02">
        <w:rPr>
          <w:rStyle w:val="libFootnotenumChar"/>
          <w:lang w:val="sw-KE"/>
        </w:rPr>
        <w:footnoteReference w:id="48"/>
      </w:r>
      <w:r w:rsidR="00D60C02">
        <w:rPr>
          <w:sz w:val="24"/>
          <w:szCs w:val="24"/>
          <w:lang w:val="sw-KE"/>
        </w:rPr>
        <w:t>.</w:t>
      </w:r>
    </w:p>
    <w:p w:rsidR="002A5893" w:rsidRPr="002A5893" w:rsidRDefault="002A5893" w:rsidP="002A5893">
      <w:pPr>
        <w:pStyle w:val="Heading3"/>
        <w:rPr>
          <w:lang w:val="sw-KE"/>
        </w:rPr>
      </w:pPr>
      <w:bookmarkStart w:id="33" w:name="_Toc46076689"/>
      <w:r w:rsidRPr="002A5893">
        <w:rPr>
          <w:lang w:val="sw-KE"/>
        </w:rPr>
        <w:t xml:space="preserve">11. NA KATIKA MANENO YAKE </w:t>
      </w:r>
      <w:r w:rsidRPr="002A5893">
        <w:rPr>
          <w:rStyle w:val="libFootnotenumChar"/>
          <w:lang w:val="sw-KE"/>
        </w:rPr>
        <w:t>(A.S)</w:t>
      </w:r>
      <w:bookmarkEnd w:id="33"/>
    </w:p>
    <w:p w:rsidR="002A5893" w:rsidRPr="002A5893" w:rsidRDefault="002A5893" w:rsidP="002A5893">
      <w:pPr>
        <w:bidi/>
        <w:ind w:firstLine="0"/>
        <w:jc w:val="center"/>
        <w:rPr>
          <w:sz w:val="24"/>
          <w:szCs w:val="24"/>
          <w:rtl/>
          <w:lang w:val="sw-KE" w:bidi="ar-EG"/>
        </w:rPr>
      </w:pPr>
      <w:r w:rsidRPr="002A5893">
        <w:rPr>
          <w:sz w:val="24"/>
          <w:szCs w:val="24"/>
          <w:rtl/>
          <w:lang w:val="sw-KE" w:bidi="ar-EG"/>
        </w:rPr>
        <w:t>ومن كلام له (عليه السلام)</w:t>
      </w:r>
    </w:p>
    <w:p w:rsidR="002A5893" w:rsidRDefault="002A5893" w:rsidP="002A5893">
      <w:pPr>
        <w:bidi/>
        <w:ind w:firstLine="0"/>
        <w:jc w:val="center"/>
        <w:rPr>
          <w:sz w:val="24"/>
          <w:szCs w:val="24"/>
          <w:rtl/>
          <w:lang w:val="sw-KE" w:bidi="ar-EG"/>
        </w:rPr>
      </w:pPr>
      <w:r w:rsidRPr="002A5893">
        <w:rPr>
          <w:sz w:val="24"/>
          <w:szCs w:val="24"/>
          <w:rtl/>
          <w:lang w:val="sw-KE" w:bidi="ar-EG"/>
        </w:rPr>
        <w:lastRenderedPageBreak/>
        <w:t>لابنه محمّد بن الحنفية لمّا أعطاه الراية يوم الجمل</w:t>
      </w:r>
    </w:p>
    <w:p w:rsidR="002A5893" w:rsidRPr="002A5893" w:rsidRDefault="002A5893" w:rsidP="002A5893">
      <w:pPr>
        <w:ind w:firstLine="0"/>
        <w:rPr>
          <w:sz w:val="24"/>
          <w:szCs w:val="24"/>
          <w:lang w:val="sw-KE"/>
        </w:rPr>
      </w:pPr>
      <w:r w:rsidRPr="002A5893">
        <w:rPr>
          <w:sz w:val="24"/>
          <w:szCs w:val="24"/>
          <w:lang w:val="sw-KE"/>
        </w:rPr>
        <w:t>Kwa mwanawe Muhammad ibnul-Hanafiyya alipokuwa akimpa bendera siku ya Jamal:</w:t>
      </w:r>
    </w:p>
    <w:p w:rsidR="002A5893" w:rsidRPr="002A5893" w:rsidRDefault="002A5893" w:rsidP="002A5893">
      <w:pPr>
        <w:bidi/>
        <w:ind w:firstLine="0"/>
        <w:rPr>
          <w:sz w:val="24"/>
          <w:szCs w:val="24"/>
          <w:lang w:val="sw-KE"/>
        </w:rPr>
      </w:pPr>
      <w:r w:rsidRPr="002A5893">
        <w:rPr>
          <w:sz w:val="24"/>
          <w:szCs w:val="24"/>
          <w:rtl/>
          <w:lang w:val="sw-KE"/>
        </w:rPr>
        <w:t>تَزُولُ الجِبَالُ وَلاَ تَزُلْ! عَضَّ عَلَى نَاجِذِكَ، أَعِرِ اللهَ جُمجُمَتَكَ، تِدْ</w:t>
      </w:r>
      <w:r>
        <w:rPr>
          <w:sz w:val="24"/>
          <w:szCs w:val="24"/>
          <w:rtl/>
          <w:lang w:val="sw-KE"/>
        </w:rPr>
        <w:t>في</w:t>
      </w:r>
      <w:r>
        <w:rPr>
          <w:rFonts w:hint="cs"/>
          <w:sz w:val="24"/>
          <w:szCs w:val="24"/>
          <w:rtl/>
          <w:lang w:val="sw-KE"/>
        </w:rPr>
        <w:t xml:space="preserve"> </w:t>
      </w:r>
      <w:r w:rsidRPr="002A5893">
        <w:rPr>
          <w:sz w:val="24"/>
          <w:szCs w:val="24"/>
          <w:rtl/>
          <w:lang w:val="sw-KE"/>
        </w:rPr>
        <w:t>الاْرْضِ قَدَمَكَ، ارْمِ بِبَصَرِكَ أَقْصَى القَوْمِ، وَغُضَّ بَصَرَكَ، وَاعْلَمْ أَنَّ النَّصْرَ مِنْ عِنْدِ اللهِ سُبْحَانَهُ</w:t>
      </w:r>
      <w:r w:rsidRPr="002A5893">
        <w:rPr>
          <w:sz w:val="24"/>
          <w:szCs w:val="24"/>
          <w:lang w:val="sw-KE"/>
        </w:rPr>
        <w:t>.</w:t>
      </w:r>
    </w:p>
    <w:p w:rsidR="00CD0F58" w:rsidRDefault="002A5893" w:rsidP="001B37D4">
      <w:pPr>
        <w:ind w:firstLine="0"/>
        <w:rPr>
          <w:sz w:val="24"/>
          <w:szCs w:val="24"/>
          <w:lang w:val="sw-KE"/>
        </w:rPr>
      </w:pPr>
      <w:r w:rsidRPr="002A5893">
        <w:rPr>
          <w:sz w:val="24"/>
          <w:szCs w:val="24"/>
          <w:lang w:val="sw-KE"/>
        </w:rPr>
        <w:t>Milima huenda ikaondoka na ikatoweka (mahali pake) wewe usiondoke! Uma meno yako</w:t>
      </w:r>
      <w:r w:rsidR="00FB2047" w:rsidRPr="001B37D4">
        <w:rPr>
          <w:rStyle w:val="libFootnotenumChar"/>
          <w:lang w:val="sw-KE"/>
        </w:rPr>
        <w:footnoteReference w:id="49"/>
      </w:r>
      <w:r w:rsidR="001B37D4">
        <w:rPr>
          <w:sz w:val="24"/>
          <w:szCs w:val="24"/>
          <w:lang w:val="sw-KE"/>
        </w:rPr>
        <w:t>.</w:t>
      </w:r>
      <w:r w:rsidRPr="002A5893">
        <w:rPr>
          <w:sz w:val="24"/>
          <w:szCs w:val="24"/>
          <w:lang w:val="sw-KE"/>
        </w:rPr>
        <w:t xml:space="preserve"> Mwazime Mungu fuvu lako la kichwa chako. Imarisha nyayo zako ardhini, mtazame adui wa mbali, fumba macho yako</w:t>
      </w:r>
      <w:r w:rsidR="001B37D4" w:rsidRPr="001B37D4">
        <w:rPr>
          <w:rStyle w:val="libFootnotenumChar"/>
          <w:lang w:val="sw-KE"/>
        </w:rPr>
        <w:footnoteReference w:id="50"/>
      </w:r>
      <w:r w:rsidR="001B37D4">
        <w:rPr>
          <w:sz w:val="24"/>
          <w:szCs w:val="24"/>
          <w:lang w:val="sw-KE"/>
        </w:rPr>
        <w:t>.</w:t>
      </w:r>
      <w:r w:rsidRPr="002A5893">
        <w:rPr>
          <w:sz w:val="24"/>
          <w:szCs w:val="24"/>
          <w:lang w:val="sw-KE"/>
        </w:rPr>
        <w:t xml:space="preserve"> (Yaani usiogope adui kwa kujali wingi wao na kutishika), jua kuwa ushindi ni kutoka mwa Mwenyezi Mungu </w:t>
      </w:r>
      <w:r w:rsidR="00245D7D">
        <w:rPr>
          <w:sz w:val="24"/>
          <w:szCs w:val="24"/>
          <w:lang w:val="sw-KE"/>
        </w:rPr>
        <w:t>(</w:t>
      </w:r>
      <w:r w:rsidRPr="002A5893">
        <w:rPr>
          <w:sz w:val="24"/>
          <w:szCs w:val="24"/>
          <w:lang w:val="sw-KE"/>
        </w:rPr>
        <w:t>s</w:t>
      </w:r>
      <w:r w:rsidR="00245D7D">
        <w:rPr>
          <w:sz w:val="24"/>
          <w:szCs w:val="24"/>
          <w:lang w:val="sw-KE"/>
        </w:rPr>
        <w:t>.</w:t>
      </w:r>
      <w:r w:rsidRPr="002A5893">
        <w:rPr>
          <w:sz w:val="24"/>
          <w:szCs w:val="24"/>
          <w:lang w:val="sw-KE"/>
        </w:rPr>
        <w:t>w</w:t>
      </w:r>
      <w:r w:rsidR="00245D7D">
        <w:rPr>
          <w:sz w:val="24"/>
          <w:szCs w:val="24"/>
          <w:lang w:val="sw-KE"/>
        </w:rPr>
        <w:t>.t).</w:t>
      </w:r>
    </w:p>
    <w:p w:rsidR="00773711" w:rsidRPr="00773711" w:rsidRDefault="00773711" w:rsidP="00773711">
      <w:pPr>
        <w:pStyle w:val="Heading3"/>
        <w:rPr>
          <w:rStyle w:val="libFootnotenumChar"/>
          <w:lang w:val="sw-KE"/>
        </w:rPr>
      </w:pPr>
      <w:bookmarkStart w:id="34" w:name="_Toc46076690"/>
      <w:r w:rsidRPr="00773711">
        <w:rPr>
          <w:lang w:val="sw-KE"/>
        </w:rPr>
        <w:t xml:space="preserve">12. MIONGONI MWA MANENO YAKE </w:t>
      </w:r>
      <w:r w:rsidRPr="00773711">
        <w:rPr>
          <w:rStyle w:val="libFootnotenumChar"/>
          <w:lang w:val="sw-KE"/>
        </w:rPr>
        <w:t>(A.S)</w:t>
      </w:r>
      <w:bookmarkEnd w:id="34"/>
    </w:p>
    <w:p w:rsidR="00773711" w:rsidRPr="00773711" w:rsidRDefault="00773711" w:rsidP="00773711">
      <w:pPr>
        <w:bidi/>
        <w:ind w:firstLine="0"/>
        <w:jc w:val="center"/>
        <w:rPr>
          <w:sz w:val="24"/>
          <w:szCs w:val="24"/>
          <w:rtl/>
          <w:lang w:val="sw-KE"/>
        </w:rPr>
      </w:pPr>
      <w:r w:rsidRPr="00773711">
        <w:rPr>
          <w:sz w:val="24"/>
          <w:szCs w:val="24"/>
          <w:rtl/>
          <w:lang w:val="sw-KE"/>
        </w:rPr>
        <w:t>ومن كلام له (عليه السلام)</w:t>
      </w:r>
    </w:p>
    <w:p w:rsidR="00773711" w:rsidRDefault="00773711" w:rsidP="00773711">
      <w:pPr>
        <w:bidi/>
        <w:ind w:firstLine="0"/>
        <w:jc w:val="center"/>
        <w:rPr>
          <w:sz w:val="24"/>
          <w:szCs w:val="24"/>
          <w:lang w:val="sw-KE"/>
        </w:rPr>
      </w:pPr>
      <w:r w:rsidRPr="00773711">
        <w:rPr>
          <w:sz w:val="24"/>
          <w:szCs w:val="24"/>
          <w:rtl/>
          <w:lang w:val="sw-KE"/>
        </w:rPr>
        <w:t>لمّا أظفره الله تعالى بأصحاب الجمل</w:t>
      </w:r>
    </w:p>
    <w:p w:rsidR="00773711" w:rsidRDefault="00773711" w:rsidP="00773711">
      <w:pPr>
        <w:ind w:firstLine="0"/>
        <w:rPr>
          <w:sz w:val="24"/>
          <w:szCs w:val="24"/>
          <w:lang w:val="sw-KE"/>
        </w:rPr>
      </w:pPr>
      <w:r w:rsidRPr="00773711">
        <w:rPr>
          <w:sz w:val="24"/>
          <w:szCs w:val="24"/>
          <w:lang w:val="sw-KE"/>
        </w:rPr>
        <w:t xml:space="preserve">Mwenyezi Mungu alipompa ushindi dhidi ya watu wa Jamal (Ngamia). </w:t>
      </w:r>
    </w:p>
    <w:p w:rsidR="00773711" w:rsidRDefault="00773711" w:rsidP="00773711">
      <w:pPr>
        <w:bidi/>
        <w:ind w:firstLine="0"/>
        <w:rPr>
          <w:sz w:val="24"/>
          <w:szCs w:val="24"/>
          <w:lang w:val="sw-KE"/>
        </w:rPr>
      </w:pPr>
      <w:r w:rsidRPr="00773711">
        <w:rPr>
          <w:sz w:val="24"/>
          <w:szCs w:val="24"/>
          <w:rtl/>
          <w:lang w:val="sw-KE"/>
        </w:rPr>
        <w:t>وقد قال له بعض أصحابه:وددت أن أخي فلاناًمعك شاهداًليرى ما نصرك الله به علىأعدائك، فقال له عليه السلام</w:t>
      </w:r>
      <w:r w:rsidRPr="00773711">
        <w:rPr>
          <w:sz w:val="24"/>
          <w:szCs w:val="24"/>
          <w:lang w:val="sw-KE"/>
        </w:rPr>
        <w:t>:</w:t>
      </w:r>
    </w:p>
    <w:p w:rsidR="00773711" w:rsidRPr="00773711" w:rsidRDefault="00773711" w:rsidP="00773711">
      <w:pPr>
        <w:ind w:firstLine="0"/>
        <w:rPr>
          <w:sz w:val="24"/>
          <w:szCs w:val="24"/>
          <w:lang w:val="sw-KE"/>
        </w:rPr>
      </w:pPr>
      <w:r w:rsidRPr="00773711">
        <w:rPr>
          <w:sz w:val="24"/>
          <w:szCs w:val="24"/>
          <w:lang w:val="sw-KE"/>
        </w:rPr>
        <w:t xml:space="preserve">Mmoja kati ya Sahaba wake alisema: “Natamani lau ndugu yangu fulani angekuwa yupo, ili aone ushindi Mungu aliokusaidia kuupata dhidi ya maadui zako.” Hapo akasema </w:t>
      </w:r>
      <w:r w:rsidRPr="00773711">
        <w:rPr>
          <w:rStyle w:val="libFootnotenumChar"/>
          <w:lang w:val="sw-KE"/>
        </w:rPr>
        <w:t>(a.s)</w:t>
      </w:r>
      <w:r w:rsidRPr="00773711">
        <w:rPr>
          <w:sz w:val="24"/>
          <w:szCs w:val="24"/>
          <w:lang w:val="sw-KE"/>
        </w:rPr>
        <w:t>:</w:t>
      </w:r>
    </w:p>
    <w:p w:rsidR="00773711" w:rsidRPr="00773711" w:rsidRDefault="00773711" w:rsidP="000C4D1F">
      <w:pPr>
        <w:bidi/>
        <w:ind w:firstLine="0"/>
        <w:rPr>
          <w:sz w:val="24"/>
          <w:szCs w:val="24"/>
          <w:lang w:val="sw-KE"/>
        </w:rPr>
      </w:pPr>
      <w:r w:rsidRPr="00773711">
        <w:rPr>
          <w:sz w:val="24"/>
          <w:szCs w:val="24"/>
          <w:rtl/>
          <w:lang w:val="sw-KE"/>
        </w:rPr>
        <w:t>أَهَوَى أَخِيكَ مَعَنَا؟</w:t>
      </w:r>
      <w:r w:rsidR="00E0161C">
        <w:rPr>
          <w:rFonts w:hint="cs"/>
          <w:sz w:val="24"/>
          <w:szCs w:val="24"/>
          <w:rtl/>
          <w:lang w:val="sw-KE"/>
        </w:rPr>
        <w:t xml:space="preserve"> </w:t>
      </w:r>
      <w:r w:rsidRPr="00773711">
        <w:rPr>
          <w:sz w:val="24"/>
          <w:szCs w:val="24"/>
          <w:rtl/>
          <w:lang w:val="sw-KE"/>
        </w:rPr>
        <w:t>قال: نَعَم</w:t>
      </w:r>
      <w:r w:rsidRPr="00773711">
        <w:rPr>
          <w:sz w:val="24"/>
          <w:szCs w:val="24"/>
          <w:lang w:val="sw-KE"/>
        </w:rPr>
        <w:t>.</w:t>
      </w:r>
      <w:r w:rsidR="00E0161C">
        <w:rPr>
          <w:rFonts w:hint="cs"/>
          <w:sz w:val="24"/>
          <w:szCs w:val="24"/>
          <w:rtl/>
          <w:lang w:val="sw-KE"/>
        </w:rPr>
        <w:t xml:space="preserve"> </w:t>
      </w:r>
      <w:r w:rsidRPr="00773711">
        <w:rPr>
          <w:sz w:val="24"/>
          <w:szCs w:val="24"/>
          <w:rtl/>
          <w:lang w:val="sw-KE"/>
        </w:rPr>
        <w:t>قالَ: فَقَدْ شَهِدنَا، وَلَقَدْ شَهِدَنَا في عَسْكَرِنَا هذَا أَقْوَامٌ في أَصْلاَبِ الرِّجَالِ، وَأَرْحَامِ النِّسَاءِ، سَيَرْعُفُ بِهِمُ الزَّمَانُ، ويَقْوَى بِهِمُ الاْيمَانُ</w:t>
      </w:r>
      <w:r w:rsidRPr="00773711">
        <w:rPr>
          <w:sz w:val="24"/>
          <w:szCs w:val="24"/>
          <w:lang w:val="sw-KE"/>
        </w:rPr>
        <w:t>.</w:t>
      </w:r>
    </w:p>
    <w:p w:rsidR="00773711" w:rsidRPr="00773711" w:rsidRDefault="00773711" w:rsidP="00773711">
      <w:pPr>
        <w:ind w:firstLine="0"/>
        <w:rPr>
          <w:sz w:val="24"/>
          <w:szCs w:val="24"/>
          <w:lang w:val="sw-KE"/>
        </w:rPr>
      </w:pPr>
      <w:r w:rsidRPr="00773711">
        <w:rPr>
          <w:sz w:val="24"/>
          <w:szCs w:val="24"/>
          <w:lang w:val="sw-KE"/>
        </w:rPr>
        <w:t xml:space="preserve">Je, mwelemeo na upendo wa ndugu yako u pamoja nasi?” Akasema: “Ndiyo,” akasema </w:t>
      </w:r>
      <w:r w:rsidRPr="00E0161C">
        <w:rPr>
          <w:rStyle w:val="libFootnotenumChar"/>
          <w:lang w:val="sw-KE"/>
        </w:rPr>
        <w:t>(a.s)</w:t>
      </w:r>
      <w:r w:rsidRPr="00773711">
        <w:rPr>
          <w:sz w:val="24"/>
          <w:szCs w:val="24"/>
          <w:lang w:val="sw-KE"/>
        </w:rPr>
        <w:t>: “Basi itakuwa kwamba alikuwa pamoja nasi katika kikosi cha askari wetu hawa, kwa hakika walikuwa wapo hata wale ambao bado wapo viunoni mwa wanaume na mifuko ya uzazi ya wanawake, punde tu wakati utawatoa, na</w:t>
      </w:r>
      <w:r w:rsidR="000C4D1F">
        <w:rPr>
          <w:sz w:val="24"/>
          <w:szCs w:val="24"/>
          <w:lang w:val="sw-KE"/>
        </w:rPr>
        <w:t xml:space="preserve"> kwa wao imani itakuwa na nguvu</w:t>
      </w:r>
      <w:r w:rsidRPr="00773711">
        <w:rPr>
          <w:sz w:val="24"/>
          <w:szCs w:val="24"/>
          <w:lang w:val="sw-KE"/>
        </w:rPr>
        <w:t>.</w:t>
      </w:r>
    </w:p>
    <w:p w:rsidR="004627FA" w:rsidRPr="004627FA" w:rsidRDefault="004627FA" w:rsidP="004627FA">
      <w:pPr>
        <w:pStyle w:val="Heading3"/>
        <w:rPr>
          <w:lang w:val="sw-KE"/>
        </w:rPr>
      </w:pPr>
      <w:bookmarkStart w:id="35" w:name="_Toc46076691"/>
      <w:r w:rsidRPr="004627FA">
        <w:rPr>
          <w:lang w:val="sw-KE"/>
        </w:rPr>
        <w:t xml:space="preserve">13. NA MIONGONI MWA MANENO YAKE </w:t>
      </w:r>
      <w:r w:rsidRPr="004627FA">
        <w:rPr>
          <w:rStyle w:val="libFootnotenumChar"/>
          <w:lang w:val="sw-KE"/>
        </w:rPr>
        <w:t>(A.S)</w:t>
      </w:r>
      <w:bookmarkEnd w:id="35"/>
    </w:p>
    <w:p w:rsidR="004627FA" w:rsidRPr="004627FA" w:rsidRDefault="004627FA" w:rsidP="004627FA">
      <w:pPr>
        <w:bidi/>
        <w:ind w:firstLine="0"/>
        <w:jc w:val="center"/>
        <w:rPr>
          <w:sz w:val="24"/>
          <w:szCs w:val="24"/>
          <w:rtl/>
          <w:lang w:val="sw-KE"/>
        </w:rPr>
      </w:pPr>
      <w:r w:rsidRPr="004627FA">
        <w:rPr>
          <w:sz w:val="24"/>
          <w:szCs w:val="24"/>
          <w:rtl/>
          <w:lang w:val="sw-KE"/>
        </w:rPr>
        <w:t>ومن كلام له (عليه السلام)</w:t>
      </w:r>
    </w:p>
    <w:p w:rsidR="004627FA" w:rsidRDefault="004627FA" w:rsidP="004627FA">
      <w:pPr>
        <w:bidi/>
        <w:ind w:firstLine="0"/>
        <w:jc w:val="center"/>
        <w:rPr>
          <w:sz w:val="24"/>
          <w:szCs w:val="24"/>
          <w:lang w:val="sw-KE"/>
        </w:rPr>
      </w:pPr>
      <w:r w:rsidRPr="004627FA">
        <w:rPr>
          <w:sz w:val="24"/>
          <w:szCs w:val="24"/>
          <w:rtl/>
          <w:lang w:val="sw-KE"/>
        </w:rPr>
        <w:t>في ذم البصرة وأهلها بعد وقعة الجمل</w:t>
      </w:r>
    </w:p>
    <w:p w:rsidR="004627FA" w:rsidRPr="004627FA" w:rsidRDefault="004627FA" w:rsidP="004627FA">
      <w:pPr>
        <w:ind w:firstLine="0"/>
        <w:rPr>
          <w:sz w:val="24"/>
          <w:szCs w:val="24"/>
          <w:lang w:val="sw-KE"/>
        </w:rPr>
      </w:pPr>
      <w:r w:rsidRPr="004627FA">
        <w:rPr>
          <w:sz w:val="24"/>
          <w:szCs w:val="24"/>
          <w:lang w:val="sw-KE"/>
        </w:rPr>
        <w:t>Kuwalaumu watu wa Basra baada ya vita vya Jamal (Ngamia):</w:t>
      </w:r>
    </w:p>
    <w:p w:rsidR="004627FA" w:rsidRPr="004627FA" w:rsidRDefault="004627FA" w:rsidP="004627FA">
      <w:pPr>
        <w:bidi/>
        <w:ind w:firstLine="0"/>
        <w:rPr>
          <w:sz w:val="24"/>
          <w:szCs w:val="24"/>
          <w:lang w:val="sw-KE"/>
        </w:rPr>
      </w:pPr>
      <w:r w:rsidRPr="004627FA">
        <w:rPr>
          <w:sz w:val="24"/>
          <w:szCs w:val="24"/>
          <w:rtl/>
          <w:lang w:val="sw-KE"/>
        </w:rPr>
        <w:t>كُنْتُمْ جُنْدَ الْمَرْأَةِ، وَأَتْبَاعَ البَهِيمَةِ، رَغَا فَأَجَبْتُم، وَعُقِرَ فَهَرَبْتُمْ</w:t>
      </w:r>
      <w:r w:rsidRPr="004627FA">
        <w:rPr>
          <w:sz w:val="24"/>
          <w:szCs w:val="24"/>
          <w:lang w:val="sw-KE"/>
        </w:rPr>
        <w:t>.</w:t>
      </w:r>
      <w:r w:rsidRPr="004627FA">
        <w:rPr>
          <w:rtl/>
        </w:rPr>
        <w:t xml:space="preserve"> </w:t>
      </w:r>
      <w:r w:rsidRPr="004627FA">
        <w:rPr>
          <w:sz w:val="24"/>
          <w:szCs w:val="24"/>
          <w:rtl/>
          <w:lang w:val="sw-KE"/>
        </w:rPr>
        <w:t>أَخْلاَقُكُمْ دِقَاقٌ، وَعَهْدُكُمْ شِقَاقٌ، وَدِيْنُكُمْ نِفَاقٌ، وَمَاؤُكُمْ زُعَاقٌ</w:t>
      </w:r>
      <w:r w:rsidRPr="004627FA">
        <w:rPr>
          <w:sz w:val="24"/>
          <w:szCs w:val="24"/>
          <w:lang w:val="sw-KE"/>
        </w:rPr>
        <w:t>.</w:t>
      </w:r>
      <w:r w:rsidRPr="004627FA">
        <w:rPr>
          <w:sz w:val="24"/>
          <w:szCs w:val="24"/>
          <w:rtl/>
          <w:lang w:val="sw-KE"/>
        </w:rPr>
        <w:t>المُقِيمُ بَيْنَ أَظْهُرِكُمْ مُرْتَهَنٌ بِذَنْبِهِ، وَالشَّاخِصُ عَنْكُمْ مُتَدَارَكٌ بِرَحْمة مِنْ رَبِّهِ</w:t>
      </w:r>
      <w:r w:rsidRPr="004627FA">
        <w:rPr>
          <w:sz w:val="24"/>
          <w:szCs w:val="24"/>
          <w:lang w:val="sw-KE"/>
        </w:rPr>
        <w:t>.</w:t>
      </w:r>
      <w:r w:rsidRPr="004627FA">
        <w:rPr>
          <w:sz w:val="24"/>
          <w:szCs w:val="24"/>
          <w:rtl/>
          <w:lang w:val="sw-KE"/>
        </w:rPr>
        <w:t>كَأَنِّي بِمَسْجِدكُمْ كَجُؤْجُؤِ سَفِينَة، قَدْ بَعَثَ اللهُ عَلَيْها العَذَابَ مِنْ فَوْقِها وَمِنْ تَحتِها، وَغَرِقَ مَنْ في ضِمْنِها.</w:t>
      </w:r>
    </w:p>
    <w:p w:rsidR="004627FA" w:rsidRPr="004627FA" w:rsidRDefault="004627FA" w:rsidP="004627FA">
      <w:pPr>
        <w:ind w:firstLine="0"/>
        <w:rPr>
          <w:sz w:val="24"/>
          <w:szCs w:val="24"/>
          <w:lang w:val="sw-KE"/>
        </w:rPr>
      </w:pPr>
      <w:r w:rsidRPr="004627FA">
        <w:rPr>
          <w:sz w:val="24"/>
          <w:szCs w:val="24"/>
          <w:lang w:val="sw-KE"/>
        </w:rPr>
        <w:lastRenderedPageBreak/>
        <w:t>Mlikuwa askari wa mwanamke, na wafuasi wa mnyama</w:t>
      </w:r>
      <w:r w:rsidR="00873B3A" w:rsidRPr="00D43BA9">
        <w:rPr>
          <w:rStyle w:val="libFootnotenumChar"/>
          <w:lang w:val="sw-KE"/>
        </w:rPr>
        <w:footnoteReference w:id="51"/>
      </w:r>
      <w:r w:rsidR="00D43BA9">
        <w:rPr>
          <w:sz w:val="24"/>
          <w:szCs w:val="24"/>
          <w:lang w:val="sw-KE"/>
        </w:rPr>
        <w:t>;</w:t>
      </w:r>
      <w:r w:rsidRPr="004627FA">
        <w:rPr>
          <w:sz w:val="24"/>
          <w:szCs w:val="24"/>
          <w:lang w:val="sw-KE"/>
        </w:rPr>
        <w:t xml:space="preserve"> amepiga kelele mkamwitika, na akajeruhiwa mkakimbia. Tabia zenu ni mbaya na ahadi zenu ni khiyana na dini yenu ni unafiki, maji yenu ya chumvi</w:t>
      </w:r>
      <w:r w:rsidR="00D43BA9" w:rsidRPr="00D43BA9">
        <w:rPr>
          <w:rStyle w:val="libFootnotenumChar"/>
          <w:lang w:val="sw-KE"/>
        </w:rPr>
        <w:footnoteReference w:id="52"/>
      </w:r>
      <w:r w:rsidR="00D43BA9">
        <w:rPr>
          <w:sz w:val="24"/>
          <w:szCs w:val="24"/>
          <w:lang w:val="sw-KE"/>
        </w:rPr>
        <w:t>.</w:t>
      </w:r>
      <w:r w:rsidRPr="004627FA">
        <w:rPr>
          <w:sz w:val="24"/>
          <w:szCs w:val="24"/>
          <w:lang w:val="sw-KE"/>
        </w:rPr>
        <w:t xml:space="preserve"> Mwenye kuishi kati yenu yuko rehani kwa dhambi zake, mwenye kuondoka kwenu atapata amani ya rehema kutoka kwa Mola wake Mlezi. Kama nauona msikiti wenu wafanana na sehemu ya mbele ya Safina (boti), Mungu ameipeleka adhabu kutoka juu na kutoka chini </w:t>
      </w:r>
      <w:r>
        <w:rPr>
          <w:sz w:val="24"/>
          <w:szCs w:val="24"/>
          <w:lang w:val="sw-KE"/>
        </w:rPr>
        <w:t>yake, na waliomo humo wamezama.</w:t>
      </w:r>
    </w:p>
    <w:p w:rsidR="004627FA" w:rsidRPr="004627FA" w:rsidRDefault="004627FA" w:rsidP="004627FA">
      <w:pPr>
        <w:bidi/>
        <w:ind w:firstLine="0"/>
        <w:rPr>
          <w:sz w:val="24"/>
          <w:szCs w:val="24"/>
          <w:lang w:val="sw-KE"/>
        </w:rPr>
      </w:pPr>
      <w:r w:rsidRPr="004627FA">
        <w:rPr>
          <w:sz w:val="24"/>
          <w:szCs w:val="24"/>
          <w:rtl/>
          <w:lang w:val="sw-KE"/>
        </w:rPr>
        <w:t>وفي رواية: وَأيْمُ اللهِ لَتَغْرَقَنَّ بَلْدَتُكُمْ حَتَّى كَأَنِّي أَنْظُرُ إِلى مَسْجِدِهَا كَجُؤْجُؤِ سَفِينَة، أَوْ نَعَامَة جَاثِمَة</w:t>
      </w:r>
      <w:r>
        <w:rPr>
          <w:rFonts w:hint="cs"/>
          <w:sz w:val="24"/>
          <w:szCs w:val="24"/>
          <w:rtl/>
          <w:lang w:val="sw-KE"/>
        </w:rPr>
        <w:t>.</w:t>
      </w:r>
    </w:p>
    <w:p w:rsidR="004627FA" w:rsidRPr="004627FA" w:rsidRDefault="004627FA" w:rsidP="004627FA">
      <w:pPr>
        <w:ind w:firstLine="0"/>
        <w:rPr>
          <w:sz w:val="24"/>
          <w:szCs w:val="24"/>
          <w:lang w:val="sw-KE"/>
        </w:rPr>
      </w:pPr>
      <w:r w:rsidRPr="004627FA">
        <w:rPr>
          <w:sz w:val="24"/>
          <w:szCs w:val="24"/>
          <w:lang w:val="sw-KE"/>
        </w:rPr>
        <w:t>Na katika riwaya nyingine: “Wallahi mji wenu utazama, kana kwamba nauona msikiti wenu ukiwa kama sehemu ya mbele ya boti au mbu</w:t>
      </w:r>
      <w:r>
        <w:rPr>
          <w:sz w:val="24"/>
          <w:szCs w:val="24"/>
          <w:lang w:val="sw-KE"/>
        </w:rPr>
        <w:t>ni aliyeanguka kwa kifua chake.</w:t>
      </w:r>
    </w:p>
    <w:p w:rsidR="004627FA" w:rsidRPr="004627FA" w:rsidRDefault="004627FA" w:rsidP="004627FA">
      <w:pPr>
        <w:bidi/>
        <w:ind w:firstLine="0"/>
        <w:rPr>
          <w:sz w:val="24"/>
          <w:szCs w:val="24"/>
          <w:lang w:val="sw-KE"/>
        </w:rPr>
      </w:pPr>
      <w:r w:rsidRPr="004627FA">
        <w:rPr>
          <w:sz w:val="24"/>
          <w:szCs w:val="24"/>
          <w:rtl/>
          <w:lang w:val="sw-KE"/>
        </w:rPr>
        <w:t>وفي رواية أخرى: كَجُؤْجُؤِ طَيْر في لُجَّةِ بَحْر</w:t>
      </w:r>
      <w:r>
        <w:rPr>
          <w:rFonts w:hint="cs"/>
          <w:sz w:val="24"/>
          <w:szCs w:val="24"/>
          <w:rtl/>
          <w:lang w:val="sw-KE"/>
        </w:rPr>
        <w:t>.</w:t>
      </w:r>
    </w:p>
    <w:p w:rsidR="004627FA" w:rsidRDefault="004627FA" w:rsidP="004627FA">
      <w:pPr>
        <w:ind w:firstLine="0"/>
        <w:rPr>
          <w:sz w:val="24"/>
          <w:szCs w:val="24"/>
          <w:lang w:val="sw-KE"/>
        </w:rPr>
      </w:pPr>
      <w:r>
        <w:rPr>
          <w:sz w:val="24"/>
          <w:szCs w:val="24"/>
          <w:lang w:val="sw-KE"/>
        </w:rPr>
        <w:t xml:space="preserve">Na katika usemi wake mwingine: </w:t>
      </w:r>
      <w:r w:rsidRPr="004627FA">
        <w:rPr>
          <w:sz w:val="24"/>
          <w:szCs w:val="24"/>
          <w:lang w:val="sw-KE"/>
        </w:rPr>
        <w:t>Kama kifua cha n</w:t>
      </w:r>
      <w:r>
        <w:rPr>
          <w:sz w:val="24"/>
          <w:szCs w:val="24"/>
          <w:lang w:val="sw-KE"/>
        </w:rPr>
        <w:t>dege katika kilindi cha bahari.</w:t>
      </w:r>
    </w:p>
    <w:p w:rsidR="005606EA" w:rsidRPr="005606EA" w:rsidRDefault="005606EA" w:rsidP="005606EA">
      <w:pPr>
        <w:pStyle w:val="Heading3"/>
        <w:rPr>
          <w:rStyle w:val="libFootnotenumChar"/>
          <w:lang w:val="sw-KE"/>
        </w:rPr>
      </w:pPr>
      <w:bookmarkStart w:id="36" w:name="_Toc46076692"/>
      <w:r w:rsidRPr="005606EA">
        <w:rPr>
          <w:lang w:val="sw-KE"/>
        </w:rPr>
        <w:t xml:space="preserve">14. NA MIONGONI MWA USEMI WAKE </w:t>
      </w:r>
      <w:r w:rsidRPr="005606EA">
        <w:rPr>
          <w:rStyle w:val="libFootnotenumChar"/>
          <w:lang w:val="sw-KE"/>
        </w:rPr>
        <w:t>(A.S)</w:t>
      </w:r>
      <w:bookmarkEnd w:id="36"/>
    </w:p>
    <w:p w:rsidR="005606EA" w:rsidRPr="005606EA" w:rsidRDefault="005606EA" w:rsidP="005606EA">
      <w:pPr>
        <w:bidi/>
        <w:ind w:firstLine="0"/>
        <w:jc w:val="center"/>
        <w:rPr>
          <w:sz w:val="24"/>
          <w:szCs w:val="24"/>
          <w:rtl/>
          <w:lang w:val="sw-KE"/>
        </w:rPr>
      </w:pPr>
      <w:r w:rsidRPr="005606EA">
        <w:rPr>
          <w:sz w:val="24"/>
          <w:szCs w:val="24"/>
          <w:rtl/>
          <w:lang w:val="sw-KE"/>
        </w:rPr>
        <w:t>ومن كلام له (عليه السلام)</w:t>
      </w:r>
    </w:p>
    <w:p w:rsidR="005606EA" w:rsidRDefault="005606EA" w:rsidP="005606EA">
      <w:pPr>
        <w:bidi/>
        <w:ind w:firstLine="0"/>
        <w:jc w:val="center"/>
        <w:rPr>
          <w:sz w:val="24"/>
          <w:szCs w:val="24"/>
          <w:lang w:val="sw-KE"/>
        </w:rPr>
      </w:pPr>
      <w:r w:rsidRPr="005606EA">
        <w:rPr>
          <w:sz w:val="24"/>
          <w:szCs w:val="24"/>
          <w:rtl/>
          <w:lang w:val="sw-KE"/>
        </w:rPr>
        <w:t>في مثل ذلك</w:t>
      </w:r>
    </w:p>
    <w:p w:rsidR="00873B3A" w:rsidRPr="004627FA" w:rsidRDefault="005606EA" w:rsidP="005606EA">
      <w:pPr>
        <w:ind w:firstLine="0"/>
        <w:rPr>
          <w:sz w:val="24"/>
          <w:szCs w:val="24"/>
          <w:lang w:val="sw-KE"/>
        </w:rPr>
      </w:pPr>
      <w:r w:rsidRPr="005606EA">
        <w:rPr>
          <w:sz w:val="24"/>
          <w:szCs w:val="24"/>
          <w:lang w:val="sw-KE"/>
        </w:rPr>
        <w:t>Katika mfano kama huo:</w:t>
      </w:r>
    </w:p>
    <w:p w:rsidR="005606EA" w:rsidRDefault="005606EA" w:rsidP="005606EA">
      <w:pPr>
        <w:ind w:firstLine="0"/>
        <w:rPr>
          <w:sz w:val="24"/>
          <w:szCs w:val="24"/>
          <w:lang w:val="sw-KE"/>
        </w:rPr>
      </w:pPr>
      <w:r w:rsidRPr="005606EA">
        <w:rPr>
          <w:sz w:val="24"/>
          <w:szCs w:val="24"/>
          <w:rtl/>
          <w:lang w:val="sw-KE"/>
        </w:rPr>
        <w:t>أرْضُكُمْ قَرِيبَةٌ مِنَ المَاءِ، بَعِيدَةٌ مِنَ السَّماءِ، خَفَّتْ عُقُولُكُمْ، وَسَفِهَتْ حُلُومُكُمْ، فَأَنْتُمْ غَرَضٌ لِنَابِل، وَأُكْلَةٌ لاِكِل، وَفَرِيسَةٌ لِصائِد</w:t>
      </w:r>
      <w:r w:rsidRPr="005606EA">
        <w:rPr>
          <w:sz w:val="24"/>
          <w:szCs w:val="24"/>
          <w:lang w:val="sw-KE"/>
        </w:rPr>
        <w:t>.</w:t>
      </w:r>
    </w:p>
    <w:p w:rsidR="00773711" w:rsidRDefault="005606EA" w:rsidP="005606EA">
      <w:pPr>
        <w:ind w:firstLine="0"/>
        <w:rPr>
          <w:sz w:val="24"/>
          <w:szCs w:val="24"/>
          <w:lang w:val="sw-KE"/>
        </w:rPr>
      </w:pPr>
      <w:r w:rsidRPr="005606EA">
        <w:rPr>
          <w:sz w:val="24"/>
          <w:szCs w:val="24"/>
          <w:lang w:val="sw-KE"/>
        </w:rPr>
        <w:t>Ardhi yenu ipo karibu na maji. Iko mbali na mbingu</w:t>
      </w:r>
      <w:r>
        <w:rPr>
          <w:rStyle w:val="FootnoteReference"/>
          <w:sz w:val="24"/>
          <w:szCs w:val="24"/>
          <w:lang w:val="sw-KE"/>
        </w:rPr>
        <w:footnoteReference w:id="53"/>
      </w:r>
      <w:r w:rsidR="00FE3397">
        <w:rPr>
          <w:sz w:val="24"/>
          <w:szCs w:val="24"/>
          <w:lang w:val="sw-KE"/>
        </w:rPr>
        <w:t>.</w:t>
      </w:r>
      <w:r w:rsidRPr="005606EA">
        <w:rPr>
          <w:sz w:val="24"/>
          <w:szCs w:val="24"/>
          <w:lang w:val="sw-KE"/>
        </w:rPr>
        <w:t xml:space="preserve"> Akili zenu ziko nyepesi, pia zimejaa upuuzi. Kwa hiyo n</w:t>
      </w:r>
      <w:r w:rsidR="008817A8">
        <w:rPr>
          <w:sz w:val="24"/>
          <w:szCs w:val="24"/>
          <w:lang w:val="sw-KE"/>
        </w:rPr>
        <w:t>y</w:t>
      </w:r>
      <w:r w:rsidRPr="005606EA">
        <w:rPr>
          <w:sz w:val="24"/>
          <w:szCs w:val="24"/>
          <w:lang w:val="sw-KE"/>
        </w:rPr>
        <w:t>inyi ni kilengwa cha mtupa mshale, na cha mlaji, na ni windo la mwindaji.</w:t>
      </w:r>
    </w:p>
    <w:p w:rsidR="00752C10" w:rsidRPr="00752C10" w:rsidRDefault="00752C10" w:rsidP="00752C10">
      <w:pPr>
        <w:pStyle w:val="Heading3"/>
        <w:rPr>
          <w:rStyle w:val="libFootnotenumChar"/>
          <w:lang w:val="sw-KE"/>
        </w:rPr>
      </w:pPr>
      <w:bookmarkStart w:id="37" w:name="_Toc46076693"/>
      <w:r w:rsidRPr="00752C10">
        <w:rPr>
          <w:lang w:val="sw-KE"/>
        </w:rPr>
        <w:t xml:space="preserve">15. MIONGONI MWA MANENO YAKE </w:t>
      </w:r>
      <w:r w:rsidRPr="00752C10">
        <w:rPr>
          <w:rStyle w:val="libFootnotenumChar"/>
          <w:lang w:val="sw-KE"/>
        </w:rPr>
        <w:t>(A.S)</w:t>
      </w:r>
      <w:bookmarkEnd w:id="37"/>
    </w:p>
    <w:p w:rsidR="00752C10" w:rsidRPr="00752C10" w:rsidRDefault="00752C10" w:rsidP="00752C10">
      <w:pPr>
        <w:bidi/>
        <w:ind w:firstLine="0"/>
        <w:jc w:val="center"/>
        <w:rPr>
          <w:sz w:val="24"/>
          <w:szCs w:val="24"/>
          <w:rtl/>
          <w:lang w:val="sw-KE"/>
        </w:rPr>
      </w:pPr>
      <w:r w:rsidRPr="00752C10">
        <w:rPr>
          <w:sz w:val="24"/>
          <w:szCs w:val="24"/>
          <w:rtl/>
          <w:lang w:val="sw-KE"/>
        </w:rPr>
        <w:t>ومن كلام له (عليه السلام)</w:t>
      </w:r>
    </w:p>
    <w:p w:rsidR="00752C10" w:rsidRPr="00752C10" w:rsidRDefault="00752C10" w:rsidP="00752C10">
      <w:pPr>
        <w:bidi/>
        <w:ind w:firstLine="0"/>
        <w:jc w:val="center"/>
        <w:rPr>
          <w:sz w:val="24"/>
          <w:szCs w:val="24"/>
          <w:rtl/>
          <w:lang w:val="sw-KE"/>
        </w:rPr>
      </w:pPr>
      <w:r w:rsidRPr="00752C10">
        <w:rPr>
          <w:sz w:val="24"/>
          <w:szCs w:val="24"/>
          <w:rtl/>
          <w:lang w:val="sw-KE"/>
        </w:rPr>
        <w:t>فيما ردّه على المسلمين من قطائع عثمان</w:t>
      </w:r>
    </w:p>
    <w:p w:rsidR="00752C10" w:rsidRPr="00752C10" w:rsidRDefault="00752C10" w:rsidP="00752C10">
      <w:pPr>
        <w:ind w:firstLine="0"/>
        <w:rPr>
          <w:sz w:val="24"/>
          <w:szCs w:val="24"/>
          <w:lang w:val="sw-KE"/>
        </w:rPr>
      </w:pPr>
      <w:r w:rsidRPr="00752C10">
        <w:rPr>
          <w:sz w:val="24"/>
          <w:szCs w:val="24"/>
          <w:lang w:val="sw-KE"/>
        </w:rPr>
        <w:t>Kuhusiana na ardhi alizozirudisha kwa Waislamu kutoka Qata’iu za Uthman:</w:t>
      </w:r>
      <w:r w:rsidR="00253D82">
        <w:rPr>
          <w:rStyle w:val="FootnoteReference"/>
          <w:sz w:val="24"/>
          <w:szCs w:val="24"/>
          <w:lang w:val="sw-KE"/>
        </w:rPr>
        <w:footnoteReference w:id="54"/>
      </w:r>
    </w:p>
    <w:p w:rsidR="00752C10" w:rsidRPr="00752C10" w:rsidRDefault="00752C10" w:rsidP="00752C10">
      <w:pPr>
        <w:bidi/>
        <w:ind w:firstLine="0"/>
        <w:rPr>
          <w:sz w:val="24"/>
          <w:szCs w:val="24"/>
          <w:lang w:val="sw-KE"/>
        </w:rPr>
      </w:pPr>
      <w:r w:rsidRPr="00752C10">
        <w:rPr>
          <w:sz w:val="24"/>
          <w:szCs w:val="24"/>
          <w:rtl/>
          <w:lang w:val="sw-KE"/>
        </w:rPr>
        <w:lastRenderedPageBreak/>
        <w:t>وَاللهِ لَوْ وَجَدْتُهُ قَدْ تُزُوِّجَ بِهِ النِّسَاءُ، وَمُلِكَ بِهِ الاْمَاءُ، لَرَدَدْتُهُ; فَإِنَّ في العَدْلِ سَعَةً، وَمَنْ ضَاقَ عَلَيْهِ العَدْلُ، فَالجَوْرُ عَلَيْهِ أَضيَقُ</w:t>
      </w:r>
      <w:r w:rsidRPr="00752C10">
        <w:rPr>
          <w:sz w:val="24"/>
          <w:szCs w:val="24"/>
          <w:lang w:val="sw-KE"/>
        </w:rPr>
        <w:t>!</w:t>
      </w:r>
    </w:p>
    <w:p w:rsidR="00752C10" w:rsidRPr="00752C10" w:rsidRDefault="00752C10" w:rsidP="00752C10">
      <w:pPr>
        <w:ind w:firstLine="0"/>
        <w:rPr>
          <w:sz w:val="24"/>
          <w:szCs w:val="24"/>
          <w:lang w:val="sw-KE"/>
        </w:rPr>
      </w:pPr>
      <w:r w:rsidRPr="00752C10">
        <w:rPr>
          <w:sz w:val="24"/>
          <w:szCs w:val="24"/>
          <w:lang w:val="sw-KE"/>
        </w:rPr>
        <w:t>“Wallahi hata ningezikuta (mali) zimetumika zikiwa mahari kwa kuolea wake, na vijakazi wamemilikiwa kwazo, ningezirudisha, kwa sababu kuwa katika uadilifu kuna wasaa.</w:t>
      </w:r>
    </w:p>
    <w:p w:rsidR="00CC0994" w:rsidRPr="00CC0994" w:rsidRDefault="00752C10" w:rsidP="00CC0994">
      <w:pPr>
        <w:ind w:firstLine="0"/>
        <w:rPr>
          <w:sz w:val="24"/>
          <w:szCs w:val="24"/>
          <w:lang w:val="sw-KE"/>
        </w:rPr>
      </w:pPr>
      <w:r w:rsidRPr="00752C10">
        <w:rPr>
          <w:sz w:val="24"/>
          <w:szCs w:val="24"/>
          <w:lang w:val="sw-KE"/>
        </w:rPr>
        <w:t>Na ambaye umemuwia dhiki uadilifu, udhalimu kwake utakuwa dhiki mno.</w:t>
      </w:r>
      <w:r w:rsidR="00253D82">
        <w:rPr>
          <w:rStyle w:val="FootnoteReference"/>
          <w:sz w:val="24"/>
          <w:szCs w:val="24"/>
          <w:lang w:val="sw-KE"/>
        </w:rPr>
        <w:footnoteReference w:id="55"/>
      </w:r>
      <w:r w:rsidR="00253D82">
        <w:rPr>
          <w:sz w:val="24"/>
          <w:szCs w:val="24"/>
          <w:lang w:val="sw-KE"/>
        </w:rPr>
        <w:t>.</w:t>
      </w:r>
    </w:p>
    <w:p w:rsidR="00CC0994" w:rsidRPr="00CC0994" w:rsidRDefault="00CC0994" w:rsidP="00CC0994">
      <w:pPr>
        <w:pStyle w:val="Heading3"/>
        <w:rPr>
          <w:lang w:val="sw-KE"/>
        </w:rPr>
      </w:pPr>
      <w:bookmarkStart w:id="38" w:name="_Toc46076694"/>
      <w:r w:rsidRPr="00CC0994">
        <w:rPr>
          <w:lang w:val="sw-KE"/>
        </w:rPr>
        <w:t xml:space="preserve">16. MIONGONI MWA MANENO YAKE </w:t>
      </w:r>
      <w:r w:rsidRPr="00CC0994">
        <w:rPr>
          <w:rStyle w:val="libFootnotenumChar"/>
          <w:lang w:val="sw-KE"/>
        </w:rPr>
        <w:t>(A.S)</w:t>
      </w:r>
      <w:bookmarkEnd w:id="38"/>
    </w:p>
    <w:p w:rsidR="00CC0994" w:rsidRDefault="00CC0994" w:rsidP="00CC0994">
      <w:pPr>
        <w:bidi/>
        <w:ind w:firstLine="0"/>
        <w:jc w:val="center"/>
        <w:rPr>
          <w:sz w:val="24"/>
          <w:szCs w:val="24"/>
          <w:rtl/>
          <w:lang w:val="sw-KE" w:bidi="ar-EG"/>
        </w:rPr>
      </w:pPr>
      <w:r w:rsidRPr="00CC0994">
        <w:rPr>
          <w:sz w:val="24"/>
          <w:szCs w:val="24"/>
          <w:rtl/>
          <w:lang w:val="sw-KE"/>
        </w:rPr>
        <w:t>من كلام له (عليه السلام)</w:t>
      </w:r>
      <w:r>
        <w:rPr>
          <w:rFonts w:hint="cs"/>
          <w:sz w:val="24"/>
          <w:szCs w:val="24"/>
          <w:rtl/>
          <w:lang w:val="sw-KE" w:bidi="ar-EG"/>
        </w:rPr>
        <w:t xml:space="preserve"> </w:t>
      </w:r>
      <w:r w:rsidRPr="00CC0994">
        <w:rPr>
          <w:sz w:val="24"/>
          <w:szCs w:val="24"/>
          <w:rtl/>
          <w:lang w:val="sw-KE" w:bidi="ar-EG"/>
        </w:rPr>
        <w:t>لمّا بويع بالمدينة</w:t>
      </w:r>
    </w:p>
    <w:p w:rsidR="00CC0994" w:rsidRPr="00CC0994" w:rsidRDefault="00CC0994" w:rsidP="00CC0994">
      <w:pPr>
        <w:bidi/>
        <w:ind w:firstLine="0"/>
        <w:jc w:val="center"/>
        <w:rPr>
          <w:sz w:val="24"/>
          <w:szCs w:val="24"/>
          <w:rtl/>
          <w:lang w:val="sw-KE" w:bidi="ar-EG"/>
        </w:rPr>
      </w:pPr>
      <w:r w:rsidRPr="00CC0994">
        <w:rPr>
          <w:sz w:val="24"/>
          <w:szCs w:val="24"/>
          <w:rtl/>
          <w:lang w:val="sw-KE" w:bidi="ar-EG"/>
        </w:rPr>
        <w:t>[وفيها يخبر الناس بعلمه بما تؤول إليه أحوالهم وفيها يقسمهم إلى أقسام]</w:t>
      </w:r>
    </w:p>
    <w:p w:rsidR="00CC0994" w:rsidRPr="00CC0994" w:rsidRDefault="00CC0994" w:rsidP="00CC0994">
      <w:pPr>
        <w:ind w:firstLine="0"/>
        <w:rPr>
          <w:sz w:val="24"/>
          <w:szCs w:val="24"/>
          <w:lang w:val="sw-KE"/>
        </w:rPr>
      </w:pPr>
      <w:r w:rsidRPr="00CC0994">
        <w:rPr>
          <w:sz w:val="24"/>
          <w:szCs w:val="24"/>
          <w:lang w:val="sw-KE"/>
        </w:rPr>
        <w:t>Baada ya kufanyiwa Bai’a huko Madi</w:t>
      </w:r>
      <w:r>
        <w:rPr>
          <w:sz w:val="24"/>
          <w:szCs w:val="24"/>
          <w:lang w:val="sw-KE"/>
        </w:rPr>
        <w:t>na, na katika khutba hii anawa</w:t>
      </w:r>
      <w:r w:rsidRPr="00CC0994">
        <w:rPr>
          <w:sz w:val="24"/>
          <w:szCs w:val="24"/>
          <w:lang w:val="sw-KE"/>
        </w:rPr>
        <w:t>pa watu habari juu ya ilimu yake ya yale yatakayojiri.</w:t>
      </w:r>
    </w:p>
    <w:p w:rsidR="00CC0994" w:rsidRPr="00CC0994" w:rsidRDefault="00CC0994" w:rsidP="00832845">
      <w:pPr>
        <w:bidi/>
        <w:ind w:firstLine="0"/>
        <w:rPr>
          <w:sz w:val="24"/>
          <w:szCs w:val="24"/>
          <w:rtl/>
          <w:lang w:val="sw-KE" w:bidi="ar-EG"/>
        </w:rPr>
      </w:pPr>
      <w:r w:rsidRPr="00CC0994">
        <w:rPr>
          <w:sz w:val="24"/>
          <w:szCs w:val="24"/>
          <w:rtl/>
          <w:lang w:val="sw-KE"/>
        </w:rPr>
        <w:t>ذِمَّتي بِمَا أَقُولُ رَهِينَةٌ وَأَنَا بِهِ زَعِيمٌ: إِنَّ مَنْ صَرَّحَتْ لَهُ العِبَرُ</w:t>
      </w:r>
      <w:r>
        <w:rPr>
          <w:rFonts w:hint="cs"/>
          <w:sz w:val="24"/>
          <w:szCs w:val="24"/>
          <w:rtl/>
          <w:lang w:val="sw-KE"/>
        </w:rPr>
        <w:t xml:space="preserve"> </w:t>
      </w:r>
      <w:r w:rsidRPr="00CC0994">
        <w:rPr>
          <w:sz w:val="24"/>
          <w:szCs w:val="24"/>
          <w:rtl/>
          <w:lang w:val="sw-KE"/>
        </w:rPr>
        <w:t>عَمَّا بَيْنَ يَدَيْهِ مِنَ المَثُلاتِ، حَجَزَهُ التَّقْوَى عَنْ تَقَحُّمِ الشُّبُهَاتِ</w:t>
      </w:r>
      <w:r w:rsidRPr="00CC0994">
        <w:rPr>
          <w:sz w:val="24"/>
          <w:szCs w:val="24"/>
          <w:lang w:val="sw-KE"/>
        </w:rPr>
        <w:t>.</w:t>
      </w:r>
      <w:r w:rsidR="00832845" w:rsidRPr="00832845">
        <w:rPr>
          <w:rtl/>
        </w:rPr>
        <w:t xml:space="preserve"> </w:t>
      </w:r>
      <w:r w:rsidR="00832845" w:rsidRPr="00832845">
        <w:rPr>
          <w:sz w:val="24"/>
          <w:szCs w:val="24"/>
          <w:rtl/>
          <w:lang w:val="sw-KE" w:bidi="ar-EG"/>
        </w:rPr>
        <w:t>أَلاَ وَإِنَّ بَلِيَّتَكُمْ قَدْ عَادَتْ كَهَيْئَتِهَا(1) يَوْمَ بَعَثَ اللهُ نَبِيَّهُ(صلى الله عليه وآله)</w:t>
      </w:r>
      <w:r w:rsidR="00832845">
        <w:rPr>
          <w:rFonts w:hint="cs"/>
          <w:sz w:val="24"/>
          <w:szCs w:val="24"/>
          <w:rtl/>
          <w:lang w:val="sw-KE" w:bidi="ar-EG"/>
        </w:rPr>
        <w:t>.</w:t>
      </w:r>
    </w:p>
    <w:p w:rsidR="00CC0994" w:rsidRPr="00CC0994" w:rsidRDefault="00CC0994" w:rsidP="00CC0994">
      <w:pPr>
        <w:ind w:firstLine="0"/>
        <w:rPr>
          <w:sz w:val="24"/>
          <w:szCs w:val="24"/>
          <w:lang w:val="sw-KE"/>
        </w:rPr>
      </w:pPr>
      <w:r w:rsidRPr="00CC0994">
        <w:rPr>
          <w:sz w:val="24"/>
          <w:szCs w:val="24"/>
          <w:lang w:val="sw-KE"/>
        </w:rPr>
        <w:t>“Mimi ni dhamana wa niyasemayo, nayo yapo juu yangu. Kwa kweli mwenye kudhihirikiwa na mazingatio ya adhabu ya waliopita</w:t>
      </w:r>
      <w:r w:rsidR="0035629F" w:rsidRPr="0035629F">
        <w:rPr>
          <w:rStyle w:val="libFootnotenumChar"/>
          <w:lang w:val="sw-KE"/>
        </w:rPr>
        <w:footnoteReference w:id="56"/>
      </w:r>
      <w:r w:rsidRPr="00CC0994">
        <w:rPr>
          <w:sz w:val="24"/>
          <w:szCs w:val="24"/>
          <w:lang w:val="sw-KE"/>
        </w:rPr>
        <w:t xml:space="preserve"> iliyoko mbele yake taqwa itamzuia kujiingiza kwenye mambo yanayoshukiwa. Juweni kuwa balaa lenu limerudi katika sura yake ilivyo kuwa siku ambayo Mungu alimtuma Nabii wake </w:t>
      </w:r>
      <w:r w:rsidRPr="0035629F">
        <w:rPr>
          <w:rStyle w:val="libBold1Char"/>
          <w:lang w:val="sw-KE"/>
        </w:rPr>
        <w:t>(s.a.w</w:t>
      </w:r>
      <w:r w:rsidR="0035629F" w:rsidRPr="0035629F">
        <w:rPr>
          <w:rStyle w:val="libBold1Char"/>
          <w:lang w:val="sw-KE"/>
        </w:rPr>
        <w:t>.w</w:t>
      </w:r>
      <w:r w:rsidRPr="0035629F">
        <w:rPr>
          <w:rStyle w:val="libBold1Char"/>
          <w:lang w:val="sw-KE"/>
        </w:rPr>
        <w:t>)</w:t>
      </w:r>
      <w:r w:rsidRPr="00CC0994">
        <w:rPr>
          <w:sz w:val="24"/>
          <w:szCs w:val="24"/>
          <w:lang w:val="sw-KE"/>
        </w:rPr>
        <w:t>.</w:t>
      </w:r>
      <w:r w:rsidR="00452BE7" w:rsidRPr="00832845">
        <w:rPr>
          <w:rStyle w:val="libFootnotenumChar"/>
          <w:lang w:val="sw-KE"/>
        </w:rPr>
        <w:footnoteReference w:id="57"/>
      </w:r>
    </w:p>
    <w:p w:rsidR="00CC0994" w:rsidRPr="00CC0994" w:rsidRDefault="00832845" w:rsidP="00832845">
      <w:pPr>
        <w:bidi/>
        <w:ind w:firstLine="0"/>
        <w:rPr>
          <w:sz w:val="24"/>
          <w:szCs w:val="24"/>
          <w:lang w:val="sw-KE"/>
        </w:rPr>
      </w:pPr>
      <w:r w:rsidRPr="00832845">
        <w:rPr>
          <w:sz w:val="24"/>
          <w:szCs w:val="24"/>
          <w:rtl/>
          <w:lang w:val="sw-KE"/>
        </w:rPr>
        <w:t>وَالَّذِي بَعَثَهُ بِالحَقِّ لَتُبَلْبَلُنَّ(2) بَلْبَلَةً، وَلَتُغَرْبَلُنَّ غَرْبَلَةً(3)، وَلَتُسَاطُنَّ(4) سَوْطَ)القِدْرِ(5)، حَتَّى يَعُودَ أَسْفَلُكُمْ أَعْلاَكُمْ، وَأَعْلاَكُمْ أَسْفَلَكُمْ، وَلَيَسْبِقَنَّ سَابِقُونَ كَانُوا قَصَّرُوا، وَلَيُقَصِّرَنَّ سَبَّاقُونَ كَانُوا سَبَقُوا</w:t>
      </w:r>
      <w:r w:rsidRPr="00832845">
        <w:rPr>
          <w:sz w:val="24"/>
          <w:szCs w:val="24"/>
          <w:lang w:val="sw-KE"/>
        </w:rPr>
        <w:t>.</w:t>
      </w:r>
    </w:p>
    <w:p w:rsidR="00CC0994" w:rsidRPr="00CC0994" w:rsidRDefault="00CC0994" w:rsidP="00CC0994">
      <w:pPr>
        <w:ind w:firstLine="0"/>
        <w:rPr>
          <w:sz w:val="24"/>
          <w:szCs w:val="24"/>
          <w:lang w:val="sw-KE"/>
        </w:rPr>
      </w:pPr>
      <w:r w:rsidRPr="00CC0994">
        <w:rPr>
          <w:sz w:val="24"/>
          <w:szCs w:val="24"/>
          <w:lang w:val="sw-KE"/>
        </w:rPr>
        <w:lastRenderedPageBreak/>
        <w:t xml:space="preserve">Naapa kwa ambaye alimtuma (Muhammad </w:t>
      </w:r>
      <w:r w:rsidRPr="00CC0994">
        <w:rPr>
          <w:rStyle w:val="libBold1Char"/>
          <w:lang w:val="sw-KE"/>
        </w:rPr>
        <w:t>{s.a.w</w:t>
      </w:r>
      <w:r w:rsidRPr="00832845">
        <w:rPr>
          <w:rStyle w:val="libBold1Char"/>
          <w:lang w:val="sw-KE"/>
        </w:rPr>
        <w:t>.w</w:t>
      </w:r>
      <w:r w:rsidRPr="00CC0994">
        <w:rPr>
          <w:rStyle w:val="libBold1Char"/>
          <w:lang w:val="sw-KE"/>
        </w:rPr>
        <w:t>}</w:t>
      </w:r>
      <w:r w:rsidRPr="00CC0994">
        <w:rPr>
          <w:sz w:val="24"/>
          <w:szCs w:val="24"/>
          <w:lang w:val="sw-KE"/>
        </w:rPr>
        <w:t>) kwa ukweli mtachanganyikiwa vikali kabisa, na kutikiswa sana, na mtapigwa mfano wa mpigo wa chungu</w:t>
      </w:r>
      <w:r w:rsidR="00832845" w:rsidRPr="00832845">
        <w:rPr>
          <w:rStyle w:val="libFootnotenumChar"/>
          <w:lang w:val="sw-KE"/>
        </w:rPr>
        <w:footnoteReference w:id="58"/>
      </w:r>
      <w:r w:rsidRPr="00CC0994">
        <w:rPr>
          <w:sz w:val="24"/>
          <w:szCs w:val="24"/>
          <w:lang w:val="sw-KE"/>
        </w:rPr>
        <w:t xml:space="preserve"> mpaka aje juu aliyekuwa chini kati yenu, na aliyekuwa juu kati yenu aende chini, na Wallahi watatangulia waliokuwa nyuma, watachelewa nyuma waliokuwa wametangulia.”</w:t>
      </w:r>
      <w:r w:rsidR="00832845" w:rsidRPr="001269E1">
        <w:rPr>
          <w:rStyle w:val="libFootnotenumChar"/>
          <w:lang w:val="sw-KE"/>
        </w:rPr>
        <w:footnoteReference w:id="59"/>
      </w:r>
    </w:p>
    <w:p w:rsidR="00CC0994" w:rsidRPr="00CC0994" w:rsidRDefault="001269E1" w:rsidP="00BD5EB7">
      <w:pPr>
        <w:bidi/>
        <w:ind w:firstLine="0"/>
        <w:rPr>
          <w:sz w:val="24"/>
          <w:szCs w:val="24"/>
          <w:lang w:val="sw-KE"/>
        </w:rPr>
      </w:pPr>
      <w:r w:rsidRPr="001269E1">
        <w:rPr>
          <w:sz w:val="24"/>
          <w:szCs w:val="24"/>
          <w:rtl/>
          <w:lang w:val="sw-KE"/>
        </w:rPr>
        <w:t>وَاللهِ مَا كَتَمْتُ وَشْمَةً، وَلا كَذَبْتُ كِذْبَةً، وَلَقَدْ نُبِّئْتُ بِهذا المَقامِ وَهذَا اليَوْمِ</w:t>
      </w:r>
      <w:r w:rsidRPr="001269E1">
        <w:rPr>
          <w:sz w:val="24"/>
          <w:szCs w:val="24"/>
          <w:lang w:val="sw-KE"/>
        </w:rPr>
        <w:t>.</w:t>
      </w:r>
      <w:r w:rsidR="00BD5EB7">
        <w:rPr>
          <w:rFonts w:hint="cs"/>
          <w:sz w:val="24"/>
          <w:szCs w:val="24"/>
          <w:rtl/>
          <w:lang w:val="sw-KE"/>
        </w:rPr>
        <w:t xml:space="preserve"> </w:t>
      </w:r>
      <w:r w:rsidRPr="001269E1">
        <w:rPr>
          <w:sz w:val="24"/>
          <w:szCs w:val="24"/>
          <w:rtl/>
          <w:lang w:val="sw-KE"/>
        </w:rPr>
        <w:t>أَلاَ وَإِنَّ الخَطَايَا خَيْلٌ شُمُسٌ حُمِلَ عَلَيْهَا أَهْلُها، وَخُلِعَتْ لُجُمُهَا</w:t>
      </w:r>
      <w:r w:rsidRPr="001269E1">
        <w:rPr>
          <w:rtl/>
        </w:rPr>
        <w:t xml:space="preserve"> </w:t>
      </w:r>
      <w:r w:rsidRPr="001269E1">
        <w:rPr>
          <w:sz w:val="24"/>
          <w:szCs w:val="24"/>
          <w:rtl/>
          <w:lang w:val="sw-KE"/>
        </w:rPr>
        <w:t>فَتَقَحَّمَتْ بِهِمْ في النَّارِ.</w:t>
      </w:r>
    </w:p>
    <w:p w:rsidR="00CC0994" w:rsidRPr="00CC0994" w:rsidRDefault="00CC0994" w:rsidP="00CC0994">
      <w:pPr>
        <w:ind w:firstLine="0"/>
        <w:rPr>
          <w:sz w:val="24"/>
          <w:szCs w:val="24"/>
          <w:lang w:val="sw-KE"/>
        </w:rPr>
      </w:pPr>
      <w:r w:rsidRPr="00CC0994">
        <w:rPr>
          <w:sz w:val="24"/>
          <w:szCs w:val="24"/>
          <w:lang w:val="sw-KE"/>
        </w:rPr>
        <w:t>“Wallahi sikuwahi kuficha neno,</w:t>
      </w:r>
      <w:r w:rsidR="00063518" w:rsidRPr="00063518">
        <w:rPr>
          <w:rStyle w:val="libFootnotenumChar"/>
        </w:rPr>
        <w:footnoteReference w:id="60"/>
      </w:r>
      <w:r w:rsidRPr="00CC0994">
        <w:rPr>
          <w:sz w:val="24"/>
          <w:szCs w:val="24"/>
          <w:lang w:val="sw-KE"/>
        </w:rPr>
        <w:t xml:space="preserve"> na mimi sikuwahi kusema uwongo na nilikwishapewa habari kuhusu hali hii na siku hii. Juweni kuwa makosa ni kama farasi aliyeasi (asiyepandika), wahusikao naye wamebebeshwa juu yake na akaondolewa hatamu zake na akawaingiza motoni.</w:t>
      </w:r>
    </w:p>
    <w:p w:rsidR="00CC0994" w:rsidRPr="00CC0994" w:rsidRDefault="00063518" w:rsidP="00063518">
      <w:pPr>
        <w:bidi/>
        <w:ind w:firstLine="0"/>
        <w:rPr>
          <w:sz w:val="24"/>
          <w:szCs w:val="24"/>
          <w:lang w:val="sw-KE"/>
        </w:rPr>
      </w:pPr>
      <w:r w:rsidRPr="00063518">
        <w:rPr>
          <w:sz w:val="24"/>
          <w:szCs w:val="24"/>
          <w:rtl/>
          <w:lang w:val="sw-KE"/>
        </w:rPr>
        <w:t>أَلاَ وَإِنَّ التَّقْوَى مَطَايَا ذُلُلٌ، حُمِلَ عَلَيْهَا أَهْلُهَا، وَأُعْطُوا أَزِمَّتَها، فَأَوْرَدَتْهُمُ الجَنَّةَ</w:t>
      </w:r>
      <w:r w:rsidRPr="00063518">
        <w:rPr>
          <w:sz w:val="24"/>
          <w:szCs w:val="24"/>
          <w:lang w:val="sw-KE"/>
        </w:rPr>
        <w:t>.</w:t>
      </w:r>
      <w:r>
        <w:rPr>
          <w:rFonts w:hint="cs"/>
          <w:sz w:val="24"/>
          <w:szCs w:val="24"/>
          <w:rtl/>
          <w:lang w:val="sw-KE"/>
        </w:rPr>
        <w:t xml:space="preserve"> </w:t>
      </w:r>
      <w:r w:rsidRPr="00063518">
        <w:rPr>
          <w:sz w:val="24"/>
          <w:szCs w:val="24"/>
          <w:rtl/>
          <w:lang w:val="sw-KE"/>
        </w:rPr>
        <w:t>حَقٌّ وَبَاطِلٌ، وَلِكُلٍّ أَهْلٌ، فَلَئِنْ أَمِرَ البَاطِلُ لَقَدِيماً فَعَلَ، وَلَئِنْ قَلَّ الحقُّ لَرُبَّما وَلَعَلَّ، وَلَقَلَّمَا أَدْبَرَ شَيءٌ فَأَقْبَلَ</w:t>
      </w:r>
      <w:r w:rsidRPr="00063518">
        <w:rPr>
          <w:sz w:val="24"/>
          <w:szCs w:val="24"/>
          <w:lang w:val="sw-KE"/>
        </w:rPr>
        <w:t>!</w:t>
      </w:r>
    </w:p>
    <w:p w:rsidR="00CC0994" w:rsidRPr="00CC0994" w:rsidRDefault="00CC0994" w:rsidP="00063518">
      <w:pPr>
        <w:ind w:firstLine="0"/>
        <w:rPr>
          <w:sz w:val="24"/>
          <w:szCs w:val="24"/>
          <w:lang w:val="sw-KE"/>
        </w:rPr>
      </w:pPr>
      <w:r w:rsidRPr="00CC0994">
        <w:rPr>
          <w:sz w:val="24"/>
          <w:szCs w:val="24"/>
          <w:lang w:val="sw-KE"/>
        </w:rPr>
        <w:t>Ala! Juweni kuwa taqwa ni mfano wa farasi aliyefundishwa, wamebebeshwa wahusikao naye juu yake na wakakabidhiwa hatamu yake na akawafikisha Peponi. Kuna haki na kuna batili, na kila moja ina watu wake,</w:t>
      </w:r>
      <w:r w:rsidR="00063518" w:rsidRPr="00063518">
        <w:rPr>
          <w:rStyle w:val="libFootnotenumChar"/>
          <w:lang w:val="sw-KE"/>
        </w:rPr>
        <w:footnoteReference w:id="61"/>
      </w:r>
      <w:r w:rsidRPr="00063518">
        <w:rPr>
          <w:rStyle w:val="libFootnotenumChar"/>
          <w:lang w:val="sw-KE"/>
        </w:rPr>
        <w:t xml:space="preserve"> </w:t>
      </w:r>
      <w:r w:rsidRPr="00CC0994">
        <w:rPr>
          <w:sz w:val="24"/>
          <w:szCs w:val="24"/>
          <w:lang w:val="sw-KE"/>
        </w:rPr>
        <w:t>endapo batili ikishika hatamu, na toka zamani imefanya hivyo,</w:t>
      </w:r>
      <w:r w:rsidR="00063518" w:rsidRPr="00822708">
        <w:rPr>
          <w:rStyle w:val="libFootnotenumChar"/>
          <w:lang w:val="sw-KE"/>
        </w:rPr>
        <w:footnoteReference w:id="62"/>
      </w:r>
      <w:r w:rsidRPr="00CC0994">
        <w:rPr>
          <w:sz w:val="24"/>
          <w:szCs w:val="24"/>
          <w:lang w:val="sw-KE"/>
        </w:rPr>
        <w:t xml:space="preserve"> haki itaghilibiwa. Na haki inapokuwa ndogo, na imepata kuwa hivyo, ni mara chache kilichochelewa nyuma kuja mbele.</w:t>
      </w:r>
      <w:r w:rsidR="00822708" w:rsidRPr="00D66F49">
        <w:rPr>
          <w:rStyle w:val="libFootnotenumChar"/>
          <w:lang w:val="sw-KE"/>
        </w:rPr>
        <w:footnoteReference w:id="63"/>
      </w:r>
    </w:p>
    <w:p w:rsidR="00CC0994" w:rsidRPr="005E105D" w:rsidRDefault="005E105D" w:rsidP="005E105D">
      <w:pPr>
        <w:bidi/>
        <w:ind w:firstLine="0"/>
        <w:rPr>
          <w:rFonts w:cs="Taher"/>
          <w:sz w:val="24"/>
          <w:szCs w:val="24"/>
          <w:lang w:val="sw-KE" w:bidi="ar-EG"/>
        </w:rPr>
      </w:pPr>
      <w:r w:rsidRPr="005E105D">
        <w:rPr>
          <w:sz w:val="24"/>
          <w:szCs w:val="24"/>
          <w:rtl/>
          <w:lang w:val="sw-KE"/>
        </w:rPr>
        <w:lastRenderedPageBreak/>
        <w:t>وأقول: إنّ في هذا الكلام الادنى من مواقع الاحسان ملا تبلغه مواقع الاستحسان، وإنّ حظ العجب منه أكثر من حظ العُجب به، وفيه ـ مع الحال التي وصفنا ـ زوائد من الفصاحة لا يقوم بها لسان، ولا يَطَّلع فَجها إنسان، ولا يعرف ما أقوله إلاّ من ضرب في هذه الصناعة بحق، وجرى فيها على عرق،</w:t>
      </w:r>
      <w:r>
        <w:rPr>
          <w:rFonts w:cs="Taher" w:hint="cs"/>
          <w:sz w:val="24"/>
          <w:szCs w:val="24"/>
          <w:rtl/>
          <w:lang w:val="sw-KE"/>
        </w:rPr>
        <w:t>{</w:t>
      </w:r>
      <w:r w:rsidRPr="005E105D">
        <w:rPr>
          <w:sz w:val="24"/>
          <w:szCs w:val="24"/>
          <w:rtl/>
          <w:lang w:val="sw-KE"/>
        </w:rPr>
        <w:t>وَمَا يَعْقِلُهَا إلاّ العَالمِونَ</w:t>
      </w:r>
      <w:r>
        <w:rPr>
          <w:rFonts w:cs="Taher" w:hint="cs"/>
          <w:sz w:val="24"/>
          <w:szCs w:val="24"/>
          <w:rtl/>
          <w:lang w:val="sw-KE"/>
        </w:rPr>
        <w:t>}.</w:t>
      </w:r>
    </w:p>
    <w:p w:rsidR="00CC0994" w:rsidRPr="00CC0994" w:rsidRDefault="00CC0994" w:rsidP="00CC0994">
      <w:pPr>
        <w:ind w:firstLine="0"/>
        <w:rPr>
          <w:sz w:val="24"/>
          <w:szCs w:val="24"/>
          <w:lang w:val="sw-KE"/>
        </w:rPr>
      </w:pPr>
      <w:r w:rsidRPr="00CC0994">
        <w:rPr>
          <w:sz w:val="24"/>
          <w:szCs w:val="24"/>
          <w:lang w:val="sw-KE"/>
        </w:rPr>
        <w:t>Maelezo: Sayed Sharif alisema: kwa kweli ndani ya maneno haya machache kuna uzuri kuliko iwezavyo kutambuliwa, na kiwango cha kustaajabisha kilichochochewa nayo, ni zaidi kuliko utambuzi. Pamoja na hali tuliyoieleza muna ufasaha wa hali ya juu usiowezakufikiwa na mwingine. Na hawezi kuyatambua nisemayo isipokuwa mwenye kuwa na uelewa wa fani hii na kujuwa ilivyo. (Na hawaifahamu ila wenye ilimu; 29:43)</w:t>
      </w:r>
    </w:p>
    <w:p w:rsidR="00CC0994" w:rsidRPr="00CC0994" w:rsidRDefault="00D66F49" w:rsidP="00D66F49">
      <w:pPr>
        <w:pStyle w:val="Heading3"/>
        <w:rPr>
          <w:lang w:val="sw-KE"/>
        </w:rPr>
      </w:pPr>
      <w:bookmarkStart w:id="39" w:name="_Toc46076695"/>
      <w:r w:rsidRPr="00CC0994">
        <w:rPr>
          <w:lang w:val="sw-KE"/>
        </w:rPr>
        <w:t>NA MIONGONI MWA YALIYO KATIKA KHUTBA HII</w:t>
      </w:r>
      <w:bookmarkEnd w:id="39"/>
    </w:p>
    <w:p w:rsidR="00CC0994" w:rsidRPr="00CC0994" w:rsidRDefault="00884533" w:rsidP="00884533">
      <w:pPr>
        <w:bidi/>
        <w:ind w:firstLine="0"/>
        <w:rPr>
          <w:sz w:val="24"/>
          <w:szCs w:val="24"/>
          <w:rtl/>
          <w:lang w:val="sw-KE" w:bidi="ar-EG"/>
        </w:rPr>
      </w:pPr>
      <w:r w:rsidRPr="00884533">
        <w:rPr>
          <w:sz w:val="24"/>
          <w:szCs w:val="24"/>
          <w:rtl/>
          <w:lang w:val="sw-KE"/>
        </w:rPr>
        <w:t>شُغِلَ مَنِ الجَنَّةُ وَالنَّارُ أَمَامَهُ! سَاع سَرِيعٌ نَجَا، وَطَالِبٌ بَطِيءٌ رَجَا، وَمُقَصِّرٌ في النَّارِ هَوَى</w:t>
      </w:r>
      <w:r w:rsidRPr="00884533">
        <w:rPr>
          <w:sz w:val="24"/>
          <w:szCs w:val="24"/>
          <w:lang w:val="sw-KE"/>
        </w:rPr>
        <w:t>.</w:t>
      </w:r>
      <w:r w:rsidRPr="00884533">
        <w:rPr>
          <w:rtl/>
        </w:rPr>
        <w:t xml:space="preserve"> </w:t>
      </w:r>
      <w:r w:rsidRPr="00884533">
        <w:rPr>
          <w:sz w:val="24"/>
          <w:szCs w:val="24"/>
          <w:rtl/>
          <w:lang w:val="sw-KE" w:bidi="ar-EG"/>
        </w:rPr>
        <w:t>الَيمِينُ وَالشِّمالُ مَضَلَّةٌ، وَالطَّرِيقُ الوُسْطَى هِيَ الجَادَّةُ(1)، عَلَيْهَا بَاقي الكِتَابِ وَآثَارُ النُّبُوَّةِ، وَمِنْهَا مَنْفَذُ السُّنَّةِ، وَإلَيْهَا مَصِيرُ العَاقِبَةِ</w:t>
      </w:r>
      <w:r w:rsidRPr="00884533">
        <w:rPr>
          <w:sz w:val="24"/>
          <w:szCs w:val="24"/>
          <w:lang w:val="sw-KE" w:bidi="ar-EG"/>
        </w:rPr>
        <w:t>.</w:t>
      </w:r>
      <w:r>
        <w:rPr>
          <w:rFonts w:hint="cs"/>
          <w:sz w:val="24"/>
          <w:szCs w:val="24"/>
          <w:rtl/>
          <w:lang w:val="sw-KE" w:bidi="ar-EG"/>
        </w:rPr>
        <w:t xml:space="preserve"> </w:t>
      </w:r>
    </w:p>
    <w:p w:rsidR="00CC0994" w:rsidRPr="00CC0994" w:rsidRDefault="00CC0994" w:rsidP="00CC0994">
      <w:pPr>
        <w:ind w:firstLine="0"/>
        <w:rPr>
          <w:sz w:val="24"/>
          <w:szCs w:val="24"/>
          <w:lang w:val="sw-KE"/>
        </w:rPr>
      </w:pPr>
      <w:r w:rsidRPr="00CC0994">
        <w:rPr>
          <w:sz w:val="24"/>
          <w:szCs w:val="24"/>
          <w:lang w:val="sw-KE"/>
        </w:rPr>
        <w:t>“Ameshughulishwa ambaye pepo na moto vi mbele yake! Mwenye juhudi na kuharakia atafaulu, na mtafutaji goigoi atakuwa na matumaini, mwenye kuzembea ataangamia motoni. Kulia na kushoto ni njia za upotofu, na njia ya kati ndio njia ya sawa, juu yake kuna Kitabu cha Milele na athari ya Nabii, na humo ndio mapitio ya Sunna na kwayo ndiyo hitimisho la matokeo.”</w:t>
      </w:r>
    </w:p>
    <w:p w:rsidR="00CC0994" w:rsidRPr="00CC0994" w:rsidRDefault="00884533" w:rsidP="00884533">
      <w:pPr>
        <w:bidi/>
        <w:ind w:firstLine="0"/>
        <w:rPr>
          <w:sz w:val="24"/>
          <w:szCs w:val="24"/>
          <w:rtl/>
          <w:lang w:val="sw-KE" w:bidi="ar-EG"/>
        </w:rPr>
      </w:pPr>
      <w:r w:rsidRPr="00884533">
        <w:rPr>
          <w:sz w:val="24"/>
          <w:szCs w:val="24"/>
          <w:rtl/>
          <w:lang w:val="sw-KE"/>
        </w:rPr>
        <w:t>هَلَكَ مَنِ ادَّعى، وَخَابَ مَنِ افْتَرَى، مَنْ أَبْدَى صَفْحَتَهُ لِلْحَقِّ هَلَكَ، وَكَفَى بِالْمَرْءِ جَهْلاً أَلاَّ يَعْرِفَ قَدْرَهُ، لاَيَهْلِكُ عَلَى التَّقْوَى سِنْخُ(2) أَصْل، وَلاَ يَظْمَأُ عَلَيْهَا زَرْعُ قَوْم</w:t>
      </w:r>
      <w:r w:rsidRPr="00884533">
        <w:rPr>
          <w:sz w:val="24"/>
          <w:szCs w:val="24"/>
          <w:lang w:val="sw-KE"/>
        </w:rPr>
        <w:t>.</w:t>
      </w:r>
      <w:r w:rsidR="000A43FA" w:rsidRPr="000A43FA">
        <w:rPr>
          <w:rtl/>
        </w:rPr>
        <w:t xml:space="preserve"> </w:t>
      </w:r>
      <w:r w:rsidR="000A43FA" w:rsidRPr="000A43FA">
        <w:rPr>
          <w:sz w:val="24"/>
          <w:szCs w:val="24"/>
          <w:rtl/>
          <w:lang w:val="sw-KE" w:bidi="ar-EG"/>
        </w:rPr>
        <w:t>فَاسْتَتِرُوا بِبُيُوتِكُمْ، وَأَصْلِحُوا ذَاتَ بَيْنِكُمْ، وَالتَّوْبَةُ مِنْ وَرَائِكُمْ، وَلاَ يَحْمَدْ حَامِدٌ إِلاَّ رَبَّهُ، وَلاَ يَلُمْ لاَئِمٌ إِلاَّ نَفْسَهُ.</w:t>
      </w:r>
    </w:p>
    <w:p w:rsidR="000871D0" w:rsidRDefault="00CC0994" w:rsidP="000A43FA">
      <w:pPr>
        <w:ind w:firstLine="0"/>
        <w:rPr>
          <w:sz w:val="24"/>
          <w:szCs w:val="24"/>
          <w:lang w:val="sw-KE"/>
        </w:rPr>
      </w:pPr>
      <w:r w:rsidRPr="00CC0994">
        <w:rPr>
          <w:sz w:val="24"/>
          <w:szCs w:val="24"/>
          <w:lang w:val="sw-KE"/>
        </w:rPr>
        <w:t>Mwenye kudai kinyume ameangamia na mwenye kuzua amepata hasara. Mwenye kukengeuka kwa uso wake ameangamia. Na yatosha mtu kuwa mjinga kwa kutojua hadhi yake.</w:t>
      </w:r>
      <w:r w:rsidR="000A43FA">
        <w:rPr>
          <w:sz w:val="24"/>
          <w:szCs w:val="24"/>
          <w:lang w:val="sw-KE"/>
        </w:rPr>
        <w:t xml:space="preserve"> </w:t>
      </w:r>
      <w:r w:rsidRPr="00CC0994">
        <w:rPr>
          <w:sz w:val="24"/>
          <w:szCs w:val="24"/>
          <w:lang w:val="sw-KE"/>
        </w:rPr>
        <w:t>Hatoangamia aliyethibiti katika maoteo ya Uchamungu, wala mimea ya watu iliyo kwenye maoteo ya uchamungu haitokosa maji. Hivyo basi jisi- tirini majumbani mwenu, jirekibesheni wenyewe. Toba iko nyuma yenu, yampasa mtu kuhimidi asimhimidi ila Mola wake tu. Na mwenye kulaumu asilaumu ila nafsi yake.</w:t>
      </w:r>
    </w:p>
    <w:p w:rsidR="000871D0" w:rsidRPr="000871D0" w:rsidRDefault="000871D0" w:rsidP="000871D0">
      <w:pPr>
        <w:pStyle w:val="Heading3"/>
        <w:rPr>
          <w:lang w:val="sw-KE"/>
        </w:rPr>
      </w:pPr>
      <w:bookmarkStart w:id="40" w:name="_Toc46076696"/>
      <w:r>
        <w:rPr>
          <w:lang w:val="sw-KE"/>
        </w:rPr>
        <w:t xml:space="preserve">17. MIONGONI MWA USEMI WAKE </w:t>
      </w:r>
      <w:r w:rsidRPr="000871D0">
        <w:rPr>
          <w:rStyle w:val="libFootnotenumChar"/>
          <w:lang w:val="sw-KE"/>
        </w:rPr>
        <w:t>(A.S)</w:t>
      </w:r>
      <w:bookmarkEnd w:id="40"/>
    </w:p>
    <w:p w:rsidR="000871D0" w:rsidRPr="000871D0" w:rsidRDefault="000871D0" w:rsidP="000871D0">
      <w:pPr>
        <w:bidi/>
        <w:ind w:firstLine="0"/>
        <w:jc w:val="center"/>
        <w:rPr>
          <w:sz w:val="24"/>
          <w:szCs w:val="24"/>
          <w:rtl/>
          <w:lang w:val="sw-KE"/>
        </w:rPr>
      </w:pPr>
      <w:r w:rsidRPr="000871D0">
        <w:rPr>
          <w:sz w:val="24"/>
          <w:szCs w:val="24"/>
          <w:rtl/>
          <w:lang w:val="sw-KE"/>
        </w:rPr>
        <w:t>ومن كلام له (عليه السلام)</w:t>
      </w:r>
    </w:p>
    <w:p w:rsidR="000871D0" w:rsidRPr="000871D0" w:rsidRDefault="000871D0" w:rsidP="000871D0">
      <w:pPr>
        <w:bidi/>
        <w:ind w:firstLine="0"/>
        <w:jc w:val="center"/>
        <w:rPr>
          <w:sz w:val="24"/>
          <w:szCs w:val="24"/>
          <w:lang w:val="sw-KE"/>
        </w:rPr>
      </w:pPr>
      <w:r w:rsidRPr="000871D0">
        <w:rPr>
          <w:sz w:val="24"/>
          <w:szCs w:val="24"/>
          <w:rtl/>
          <w:lang w:val="sw-KE"/>
        </w:rPr>
        <w:t>في صفة من يتصدّى للحكم بين الاْمة وليس لذلك بأَهل</w:t>
      </w:r>
    </w:p>
    <w:p w:rsidR="000871D0" w:rsidRPr="000871D0" w:rsidRDefault="000871D0" w:rsidP="00BF25FB">
      <w:pPr>
        <w:ind w:firstLine="0"/>
        <w:rPr>
          <w:sz w:val="24"/>
          <w:szCs w:val="24"/>
          <w:lang w:val="sw-KE"/>
        </w:rPr>
      </w:pPr>
      <w:r w:rsidRPr="000871D0">
        <w:rPr>
          <w:sz w:val="24"/>
          <w:szCs w:val="24"/>
          <w:lang w:val="sw-KE"/>
        </w:rPr>
        <w:t>Maelezo kuhusu wanaotoa hukumu kati ya watu hali wakiwa hawastahiki:</w:t>
      </w:r>
    </w:p>
    <w:p w:rsidR="000871D0" w:rsidRPr="008B5285" w:rsidRDefault="00BF25FB" w:rsidP="008B5285">
      <w:pPr>
        <w:bidi/>
        <w:ind w:firstLine="0"/>
        <w:rPr>
          <w:sz w:val="24"/>
          <w:szCs w:val="24"/>
          <w:rtl/>
          <w:lang w:bidi="ar-EG"/>
        </w:rPr>
      </w:pPr>
      <w:r w:rsidRPr="00BF25FB">
        <w:rPr>
          <w:sz w:val="24"/>
          <w:szCs w:val="24"/>
          <w:rtl/>
          <w:lang w:val="sw-KE"/>
        </w:rPr>
        <w:t>إِنَّ أَبْغَضَ الخَلائِقِ إِلَى اللهِ تعالى رَجُلانِ:</w:t>
      </w:r>
      <w:r>
        <w:rPr>
          <w:rFonts w:hint="cs"/>
          <w:sz w:val="24"/>
          <w:szCs w:val="24"/>
          <w:rtl/>
          <w:lang w:val="sw-KE"/>
        </w:rPr>
        <w:t xml:space="preserve"> </w:t>
      </w:r>
      <w:r w:rsidR="000871D0" w:rsidRPr="000871D0">
        <w:rPr>
          <w:sz w:val="24"/>
          <w:szCs w:val="24"/>
          <w:rtl/>
          <w:lang w:val="sw-KE"/>
        </w:rPr>
        <w:t>رَجُلٌ وَكَلَهُ اللهُ إِلَى نَفْسِهِ، فَهُوَ جَائِرٌ عَنْ قَصْدِ السَّبِيلِ، مَشْغُوفٌ بِكَلاَمِ بِدْعَة، وَدُعَاءِ ضَلاَلَة، فَهُو</w:t>
      </w:r>
      <w:r w:rsidR="002A425C" w:rsidRPr="002A425C">
        <w:rPr>
          <w:rtl/>
        </w:rPr>
        <w:t xml:space="preserve"> </w:t>
      </w:r>
      <w:r w:rsidR="002A425C" w:rsidRPr="002A425C">
        <w:rPr>
          <w:sz w:val="24"/>
          <w:szCs w:val="24"/>
          <w:rtl/>
          <w:lang w:val="sw-KE"/>
        </w:rPr>
        <w:t>فِتْنَةٌ لَمِنِ افْتَتَنَ بِهِ، ضَالٌّ عَنْ هَدْي مَنْ كَانَ قَبْلَهُ، مُضِلُّ لِمَنِ اقْتَدَى بِهِ في حَيَاتِهِ وَبَعْدَ وَفَاتِهِ، حَمَّالٌ خَطَايَا غَيْرِهِ، رَهْنٌ بِخَطِيئَتِهِ</w:t>
      </w:r>
      <w:r w:rsidR="002A425C" w:rsidRPr="002A425C">
        <w:rPr>
          <w:sz w:val="24"/>
          <w:szCs w:val="24"/>
          <w:lang w:val="sw-KE"/>
        </w:rPr>
        <w:t>.</w:t>
      </w:r>
      <w:r w:rsidR="002A425C" w:rsidRPr="002A425C">
        <w:rPr>
          <w:rtl/>
        </w:rPr>
        <w:t xml:space="preserve"> </w:t>
      </w:r>
      <w:r w:rsidR="002A425C" w:rsidRPr="002A425C">
        <w:rPr>
          <w:sz w:val="24"/>
          <w:szCs w:val="24"/>
          <w:rtl/>
          <w:lang w:val="sw-KE"/>
        </w:rPr>
        <w:t>وَرَجُلٌ قَمَشَ جَهْلاً، مُوضِعٌ في جُهَّالِ الاْمَّةِ، غادر في أَغْبَاشِ الفِتْنَةِ، عِم بِمَا في عَقْدِ الهُدْنَةِ، قَدْ سَمَّاهُ أَشْبَاهُ النَّاسِ عَالمِاً وَلَيْسَ بِهِ</w:t>
      </w:r>
      <w:r w:rsidR="008B5285">
        <w:rPr>
          <w:rFonts w:hint="cs"/>
          <w:sz w:val="24"/>
          <w:szCs w:val="24"/>
          <w:rtl/>
          <w:lang w:bidi="ar-EG"/>
        </w:rPr>
        <w:t>.</w:t>
      </w:r>
    </w:p>
    <w:p w:rsidR="000871D0" w:rsidRPr="000871D0" w:rsidRDefault="000871D0" w:rsidP="009358B4">
      <w:pPr>
        <w:ind w:firstLine="0"/>
        <w:rPr>
          <w:sz w:val="24"/>
          <w:szCs w:val="24"/>
          <w:lang w:val="sw-KE"/>
        </w:rPr>
      </w:pPr>
      <w:r>
        <w:rPr>
          <w:sz w:val="24"/>
          <w:szCs w:val="24"/>
          <w:lang w:val="sw-KE"/>
        </w:rPr>
        <w:t>Kwahakika viumbe v</w:t>
      </w:r>
      <w:r w:rsidR="00BF25FB">
        <w:rPr>
          <w:sz w:val="24"/>
          <w:szCs w:val="24"/>
          <w:lang w:val="sw-KE"/>
        </w:rPr>
        <w:t>y</w:t>
      </w:r>
      <w:r>
        <w:rPr>
          <w:sz w:val="24"/>
          <w:szCs w:val="24"/>
          <w:lang w:val="sw-KE"/>
        </w:rPr>
        <w:t xml:space="preserve">enye kuchukiza mno kwa Mwenyezi Mungu ni watu wa aina mbili: </w:t>
      </w:r>
      <w:r w:rsidRPr="000871D0">
        <w:rPr>
          <w:sz w:val="24"/>
          <w:szCs w:val="24"/>
          <w:lang w:val="sw-KE"/>
        </w:rPr>
        <w:t xml:space="preserve">Aina ya kwanza: </w:t>
      </w:r>
      <w:r w:rsidR="002A425C">
        <w:rPr>
          <w:sz w:val="24"/>
          <w:szCs w:val="24"/>
          <w:lang w:val="sw-KE"/>
        </w:rPr>
        <w:t xml:space="preserve"> ni m</w:t>
      </w:r>
      <w:r w:rsidRPr="000871D0">
        <w:rPr>
          <w:sz w:val="24"/>
          <w:szCs w:val="24"/>
          <w:lang w:val="sw-KE"/>
        </w:rPr>
        <w:t>tu ambaye</w:t>
      </w:r>
      <w:r w:rsidR="002A425C">
        <w:rPr>
          <w:sz w:val="24"/>
          <w:szCs w:val="24"/>
          <w:lang w:val="sw-KE"/>
        </w:rPr>
        <w:t xml:space="preserve"> Mwenyezi</w:t>
      </w:r>
      <w:r w:rsidRPr="000871D0">
        <w:rPr>
          <w:sz w:val="24"/>
          <w:szCs w:val="24"/>
          <w:lang w:val="sw-KE"/>
        </w:rPr>
        <w:t xml:space="preserve"> Mungu (s.w.t) amemtelekeza yeye na nafsi yake. Huyu amepotoka mbali na njia ya </w:t>
      </w:r>
      <w:r w:rsidRPr="000871D0">
        <w:rPr>
          <w:sz w:val="24"/>
          <w:szCs w:val="24"/>
          <w:lang w:val="sw-KE"/>
        </w:rPr>
        <w:lastRenderedPageBreak/>
        <w:t>kweli</w:t>
      </w:r>
      <w:r w:rsidR="009358B4" w:rsidRPr="009358B4">
        <w:rPr>
          <w:rStyle w:val="libFootnotenumChar"/>
          <w:lang w:val="sw-KE"/>
        </w:rPr>
        <w:footnoteReference w:id="64"/>
      </w:r>
      <w:r w:rsidR="009358B4">
        <w:rPr>
          <w:sz w:val="24"/>
          <w:szCs w:val="24"/>
          <w:lang w:val="sw-KE"/>
        </w:rPr>
        <w:t>,</w:t>
      </w:r>
      <w:r w:rsidRPr="000871D0">
        <w:rPr>
          <w:sz w:val="24"/>
          <w:szCs w:val="24"/>
          <w:lang w:val="sw-KE"/>
        </w:rPr>
        <w:t>anapenda sana kusema maneno ya bida’a na kuwaitia kwenye upotovu, kwa hiyo huyu ni fitna kwa wenye kudanganyika naye. Amepotea mbali na mwongozo wa waliokuwa wa kabla yake. Mwenye kuwapotosha wamfuatao maishani mwake na baada ya kufa kwake, mwenye kubeba makosa ya wengine, amekuwa rehani wa makosa yake.</w:t>
      </w:r>
      <w:r w:rsidR="00BF25FB" w:rsidRPr="00BF25FB">
        <w:rPr>
          <w:lang w:val="sw-KE"/>
        </w:rPr>
        <w:t xml:space="preserve"> </w:t>
      </w:r>
      <w:r w:rsidR="00BF25FB" w:rsidRPr="00BF25FB">
        <w:rPr>
          <w:sz w:val="24"/>
          <w:szCs w:val="24"/>
          <w:lang w:val="sw-KE"/>
        </w:rPr>
        <w:t>Aina ya pili: “Mtu aliyekusanya ujinga, yu aharakisha kati ya umma wak- ijahili kuwaghushi na kuwadanganya. Haraka haraka afaidika na giza la fitna. Haoni faida iliyo katika utulivu. Walio mfano wa watu wamemwita mjuzi wala hayuko hivyo.</w:t>
      </w:r>
    </w:p>
    <w:p w:rsidR="000871D0" w:rsidRPr="000871D0" w:rsidRDefault="002A425C" w:rsidP="00F9657D">
      <w:pPr>
        <w:bidi/>
        <w:ind w:firstLine="0"/>
        <w:rPr>
          <w:sz w:val="24"/>
          <w:szCs w:val="24"/>
          <w:rtl/>
          <w:lang w:val="sw-KE" w:bidi="ar-EG"/>
        </w:rPr>
      </w:pPr>
      <w:r w:rsidRPr="002A425C">
        <w:rPr>
          <w:sz w:val="24"/>
          <w:szCs w:val="24"/>
          <w:rtl/>
          <w:lang w:val="sw-KE"/>
        </w:rPr>
        <w:t>بَكَّرَ فَاسْتَكْثَرَ مِنْ جَمْع، مَا قَلَّ مِنْهُ خَيْرٌ مِمَّا كَثُرَ، حَتَّى إِذَا ارْتَوَى مِنْ مَاء آجِن، وَأكْثَر مِن غَيْرِ طَائِل، جَلَسَ بَيْنَ النَّاسِ قَاضِياً ضَامِناً لِتَخْلِيصِ مَا التَبَسَ عَلَى غيْرِهِ، فَإِنْ نَزَلَتْ بِهِ إِحْدَى المُبْهَمَاتِ هَيَّأَ لَهَا</w:t>
      </w:r>
      <w:r w:rsidRPr="002A425C">
        <w:rPr>
          <w:rtl/>
        </w:rPr>
        <w:t xml:space="preserve"> </w:t>
      </w:r>
      <w:r w:rsidRPr="002A425C">
        <w:rPr>
          <w:sz w:val="24"/>
          <w:szCs w:val="24"/>
          <w:rtl/>
          <w:lang w:val="sw-KE" w:bidi="ar-EG"/>
        </w:rPr>
        <w:t>حَشْواً رَثّاً مِنْ رَأْيِهِ، ثُمَّ قَطَعَ بِهِ، فَهُوَ مِنْ لَبْسِ الشُّبُهَاتِ في مِثْلِ نَسْجِ العَنْكَبُوتِ: لاَ يَدْرِي أَصَابَ أَمْ أَخْطَأَ، إنْ أَصَابَ خَافَ أَنْ يَكُونَ قَدْ أَخْطَأَ، وَإِنْ أَخْطَأَ رَجَا أَنْ يَكُونَ قَدْ أَصَابَ</w:t>
      </w:r>
      <w:r w:rsidRPr="002A425C">
        <w:rPr>
          <w:sz w:val="24"/>
          <w:szCs w:val="24"/>
          <w:lang w:val="sw-KE" w:bidi="ar-EG"/>
        </w:rPr>
        <w:t>.</w:t>
      </w:r>
      <w:r w:rsidRPr="002A425C">
        <w:rPr>
          <w:sz w:val="24"/>
          <w:szCs w:val="24"/>
          <w:rtl/>
          <w:lang w:val="sw-KE" w:bidi="ar-EG"/>
        </w:rPr>
        <w:t>جَاهِلٌ خَبَّاطُ جَهل</w:t>
      </w:r>
      <w:r w:rsidR="008B5285">
        <w:rPr>
          <w:sz w:val="24"/>
          <w:szCs w:val="24"/>
          <w:rtl/>
          <w:lang w:val="sw-KE" w:bidi="ar-EG"/>
        </w:rPr>
        <w:t>ات، عَاش رَكَّابُ عَشَوَات</w:t>
      </w:r>
      <w:r w:rsidR="008B5285">
        <w:rPr>
          <w:rFonts w:hint="cs"/>
          <w:sz w:val="24"/>
          <w:szCs w:val="24"/>
          <w:rtl/>
          <w:lang w:val="sw-KE" w:bidi="ar-EG"/>
        </w:rPr>
        <w:t>.</w:t>
      </w:r>
      <w:r w:rsidRPr="002A425C">
        <w:rPr>
          <w:sz w:val="24"/>
          <w:szCs w:val="24"/>
          <w:rtl/>
          <w:lang w:val="sw-KE" w:bidi="ar-EG"/>
        </w:rPr>
        <w:t xml:space="preserve"> </w:t>
      </w:r>
    </w:p>
    <w:p w:rsidR="008B5285" w:rsidRDefault="000871D0" w:rsidP="002A425C">
      <w:pPr>
        <w:ind w:firstLine="0"/>
        <w:rPr>
          <w:sz w:val="24"/>
          <w:szCs w:val="24"/>
          <w:lang w:val="sw-KE"/>
        </w:rPr>
      </w:pPr>
      <w:r w:rsidRPr="000871D0">
        <w:rPr>
          <w:sz w:val="24"/>
          <w:szCs w:val="24"/>
          <w:lang w:val="sw-KE"/>
        </w:rPr>
        <w:t>Amefanya juhudi mapema asubuhi, na amekithirisha kukusanya vitu ambavyo uchache wake ni bora kuliko wingi wake, mpaka aondoapo kiu kwa maji machafu, na kukithirisha yasiyokuwa na maana, akaketi kati ya watu kama hakimu akichukua jukumu la kutatua yaliyowatatiza watu wengine, na endapo atafikwa na suala lenye maana isiyo dhahiri; ataliongelea kwa maneno mengi yasiyo kuwa na maana na kwa rai yake chakavu, kisha atalitolea maamuzi, kwa hiyo yeye katika kupanga mambo yenye utata ni kama utando wa buibui, hatambui amefanya sawa au amekosea; akifanya sawa yuahofia huenda amekosea, na akikosea huwa na matumaini ya kuwa amefanya sawa. Yu mjinga, anatangatanga bila ya mwongozo, haoni vizuri, mwenye kuyazamia mambo bila ya mwongozo.</w:t>
      </w:r>
      <w:r w:rsidR="002A425C">
        <w:rPr>
          <w:sz w:val="24"/>
          <w:szCs w:val="24"/>
          <w:lang w:val="sw-KE"/>
        </w:rPr>
        <w:t xml:space="preserve"> </w:t>
      </w:r>
    </w:p>
    <w:p w:rsidR="008B5285" w:rsidRDefault="008B5285" w:rsidP="008B5285">
      <w:pPr>
        <w:bidi/>
        <w:ind w:firstLine="0"/>
        <w:rPr>
          <w:sz w:val="24"/>
          <w:szCs w:val="24"/>
          <w:rtl/>
          <w:lang w:val="sw-KE" w:bidi="ar-EG"/>
        </w:rPr>
      </w:pPr>
      <w:r w:rsidRPr="008B5285">
        <w:rPr>
          <w:sz w:val="24"/>
          <w:szCs w:val="24"/>
          <w:rtl/>
          <w:lang w:val="sw-KE"/>
        </w:rPr>
        <w:t>لَمْ يَعَضَّ عَلَى العِلْمِ بِضِرْس قَاطِع، يُذرِي الرِّوَايَاتِ إذْراءَ الرِّيحِ الهَشِيمَ(6)، لاَ مَلِيٌ(7) ـ وَاللهِ ـ بِإِصْدَارِ مَا وَرَدَ عَلَيْهِ، وَلاَ هُوَ أَهْلٌ لِما فُوّضَ إليه، لاَ يَحْسَبُ العِلْمَ في شيْء مِمَّا أَنْكَرَهُ، وَلاَ يَرَى أَنَّ مِنْ وَرَاءِ مَا بَلَغَ منه مَذْهَباً لِغَيْرهِ، وَإِنْ أَظْلَمَ عَلَيْهِ أَمْرٌ اكْتَتَمَ بِهِ(8) لِمَا يَعْلَمُ مِنْ جَهْلِ نَفْسِهِ، تَصْرُخُ مِنْ جَوْرِ قَضَائِهِ</w:t>
      </w:r>
      <w:r>
        <w:rPr>
          <w:rFonts w:hint="cs"/>
          <w:sz w:val="24"/>
          <w:szCs w:val="24"/>
          <w:rtl/>
          <w:lang w:val="sw-KE" w:bidi="ar-EG"/>
        </w:rPr>
        <w:t xml:space="preserve"> </w:t>
      </w:r>
      <w:r w:rsidRPr="008B5285">
        <w:rPr>
          <w:sz w:val="24"/>
          <w:szCs w:val="24"/>
          <w:rtl/>
          <w:lang w:val="sw-KE" w:bidi="ar-EG"/>
        </w:rPr>
        <w:t>الدِّمَاءُ، وَتَعَجُّ مِنْهُ المَوَارِيثُ.</w:t>
      </w:r>
    </w:p>
    <w:p w:rsidR="000871D0" w:rsidRPr="000871D0" w:rsidRDefault="000871D0" w:rsidP="008B5285">
      <w:pPr>
        <w:ind w:firstLine="0"/>
        <w:rPr>
          <w:sz w:val="24"/>
          <w:szCs w:val="24"/>
          <w:lang w:val="sw-KE"/>
        </w:rPr>
      </w:pPr>
      <w:r w:rsidRPr="000871D0">
        <w:rPr>
          <w:sz w:val="24"/>
          <w:szCs w:val="24"/>
          <w:lang w:val="sw-KE"/>
        </w:rPr>
        <w:t>Hakuishika ilimu kwa jino lenye makali</w:t>
      </w:r>
      <w:r w:rsidR="008B5285">
        <w:rPr>
          <w:sz w:val="24"/>
          <w:szCs w:val="24"/>
          <w:lang w:val="sw-KE"/>
        </w:rPr>
        <w:t>,</w:t>
      </w:r>
      <w:r w:rsidRPr="000871D0">
        <w:rPr>
          <w:sz w:val="24"/>
          <w:szCs w:val="24"/>
          <w:lang w:val="sw-KE"/>
        </w:rPr>
        <w:t xml:space="preserve"> Riwaya anazipeperusha kama upepo upeperushavyo majani makavu</w:t>
      </w:r>
      <w:r w:rsidR="009358B4" w:rsidRPr="009358B4">
        <w:rPr>
          <w:rStyle w:val="libFootnotenumChar"/>
          <w:lang w:val="sw-KE"/>
        </w:rPr>
        <w:footnoteReference w:id="65"/>
      </w:r>
      <w:r w:rsidRPr="000871D0">
        <w:rPr>
          <w:sz w:val="24"/>
          <w:szCs w:val="24"/>
          <w:lang w:val="sw-KE"/>
        </w:rPr>
        <w:t>.</w:t>
      </w:r>
      <w:r w:rsidR="008B5285">
        <w:rPr>
          <w:sz w:val="24"/>
          <w:szCs w:val="24"/>
          <w:lang w:val="sw-KE"/>
        </w:rPr>
        <w:t xml:space="preserve"> </w:t>
      </w:r>
      <w:r w:rsidRPr="000871D0">
        <w:rPr>
          <w:sz w:val="24"/>
          <w:szCs w:val="24"/>
          <w:lang w:val="sw-KE"/>
        </w:rPr>
        <w:t>Wallahi hawezi kuyatatua vyema matatizo yaliyoletwa kwake, wala hafai kwa jukumu alilopewa.</w:t>
      </w:r>
      <w:r w:rsidR="008B5285">
        <w:rPr>
          <w:sz w:val="24"/>
          <w:szCs w:val="24"/>
          <w:lang w:val="sw-KE"/>
        </w:rPr>
        <w:t xml:space="preserve"> </w:t>
      </w:r>
      <w:r w:rsidRPr="000871D0">
        <w:rPr>
          <w:sz w:val="24"/>
          <w:szCs w:val="24"/>
          <w:lang w:val="sw-KE"/>
        </w:rPr>
        <w:t>Hajali kutojuwa asiyoyajuwa. Hatambui kuwa asilolijua yeye kuna ambao wanalijua. Na jambo lisipokuwa wazi kwake hulificha, kwa kuwa anajua kuwa mwenyewe ni mjinga. Damu zapiga kelele kutokana na hukumu zake zisizo za uadilifu, na mali zilizorithishwa vibaya zinamnung’unikia.</w:t>
      </w:r>
    </w:p>
    <w:p w:rsidR="000871D0" w:rsidRPr="000871D0" w:rsidRDefault="009B1D3D" w:rsidP="009B1D3D">
      <w:pPr>
        <w:bidi/>
        <w:ind w:firstLine="0"/>
        <w:rPr>
          <w:sz w:val="24"/>
          <w:szCs w:val="24"/>
          <w:lang w:val="sw-KE"/>
        </w:rPr>
      </w:pPr>
      <w:r w:rsidRPr="009B1D3D">
        <w:rPr>
          <w:sz w:val="24"/>
          <w:szCs w:val="24"/>
          <w:rtl/>
          <w:lang w:val="sw-KE"/>
        </w:rPr>
        <w:t>إِلَى اللهِ أَشْكُو مِنْ مَعْشَر يَعِيشُونَ جُهَّالاً، وَيَمُوتُونَ ضُلاَّلاً، لَيْسَ فِيهمْ سِلْعَةٌ أَبْوَرُ(2) مِنَ الكِتَابِ إِذَا تُلِيَ حَقَّ تِلاَوَتِهِ، وَلاَ سِلْعَةٌ أَنْفَقُ(3) بَيْعاً وَلاَ أَغْلَى ثَمَناً مِنَ الكِتَابِ إِذَا حُرِّفَ عَنْ مَوَاضِعِهِ، وَلاَ عِنْدَهُمْ أَنْكَرُ مِنَ المَعْرُوفِ، وَلاَ أَعْرَفُ مِنَ المُنكَرِ</w:t>
      </w:r>
      <w:r w:rsidRPr="009B1D3D">
        <w:rPr>
          <w:sz w:val="24"/>
          <w:szCs w:val="24"/>
          <w:lang w:val="sw-KE"/>
        </w:rPr>
        <w:t>!</w:t>
      </w:r>
    </w:p>
    <w:p w:rsidR="00BD4F00" w:rsidRDefault="000871D0" w:rsidP="009B1D3D">
      <w:pPr>
        <w:ind w:firstLine="0"/>
        <w:rPr>
          <w:sz w:val="24"/>
          <w:szCs w:val="24"/>
          <w:lang w:val="sw-KE"/>
        </w:rPr>
      </w:pPr>
      <w:r w:rsidRPr="000871D0">
        <w:rPr>
          <w:sz w:val="24"/>
          <w:szCs w:val="24"/>
          <w:lang w:val="sw-KE"/>
        </w:rPr>
        <w:lastRenderedPageBreak/>
        <w:t xml:space="preserve">Ninalalamika kwa </w:t>
      </w:r>
      <w:r w:rsidR="008B5285">
        <w:rPr>
          <w:sz w:val="24"/>
          <w:szCs w:val="24"/>
          <w:lang w:val="sw-KE"/>
        </w:rPr>
        <w:t xml:space="preserve">Mwenyezi </w:t>
      </w:r>
      <w:r w:rsidRPr="000871D0">
        <w:rPr>
          <w:sz w:val="24"/>
          <w:szCs w:val="24"/>
          <w:lang w:val="sw-KE"/>
        </w:rPr>
        <w:t>Mungu (s.w.t) kuwahusu watu wanaoishi ujingani na wanakufa katika hali ya upotovu, kwao wao hakuna kisicho na thamani zaidi kuliko Kitabu (Qur’ani) endapo kitasomwa ipasavyo,</w:t>
      </w:r>
      <w:r w:rsidR="009358B4" w:rsidRPr="009B1D3D">
        <w:rPr>
          <w:rStyle w:val="libFootnotenumChar"/>
          <w:lang w:val="sw-KE"/>
        </w:rPr>
        <w:footnoteReference w:id="66"/>
      </w:r>
      <w:r w:rsidRPr="000871D0">
        <w:rPr>
          <w:sz w:val="24"/>
          <w:szCs w:val="24"/>
          <w:lang w:val="sw-KE"/>
        </w:rPr>
        <w:t xml:space="preserve"> na wala hapana biashara yenye thamani zaidi kwa mauzo kuliko Kitabu (Qur’ani) endapo kitapotoshwa mbali na maeneo yake.</w:t>
      </w:r>
      <w:r w:rsidR="009B1D3D">
        <w:rPr>
          <w:sz w:val="24"/>
          <w:szCs w:val="24"/>
          <w:lang w:val="sw-KE"/>
        </w:rPr>
        <w:t xml:space="preserve"> </w:t>
      </w:r>
      <w:r w:rsidRPr="000871D0">
        <w:rPr>
          <w:sz w:val="24"/>
          <w:szCs w:val="24"/>
          <w:lang w:val="sw-KE"/>
        </w:rPr>
        <w:t>Wala hapana kiovu zaidi kwao kuliko mema, na hapana mema zaidi kuliko maovu!”</w:t>
      </w:r>
    </w:p>
    <w:p w:rsidR="00497F81" w:rsidRPr="00497F81" w:rsidRDefault="00497F81" w:rsidP="00497F81">
      <w:pPr>
        <w:pStyle w:val="Heading3"/>
        <w:rPr>
          <w:lang w:val="sw-KE"/>
        </w:rPr>
      </w:pPr>
      <w:bookmarkStart w:id="41" w:name="_Toc46076697"/>
      <w:r w:rsidRPr="00497F81">
        <w:rPr>
          <w:lang w:val="sw-KE"/>
        </w:rPr>
        <w:t xml:space="preserve">18. NA MIONGONI MWA MANENO YAKE </w:t>
      </w:r>
      <w:r w:rsidRPr="00497F81">
        <w:rPr>
          <w:rStyle w:val="libFootnotenumChar"/>
          <w:lang w:val="sw-KE"/>
        </w:rPr>
        <w:t>(A.S)</w:t>
      </w:r>
      <w:bookmarkEnd w:id="41"/>
    </w:p>
    <w:p w:rsidR="00497F81" w:rsidRPr="00497F81" w:rsidRDefault="00497F81" w:rsidP="00497F81">
      <w:pPr>
        <w:bidi/>
        <w:ind w:firstLine="0"/>
        <w:jc w:val="center"/>
        <w:rPr>
          <w:sz w:val="24"/>
          <w:szCs w:val="24"/>
          <w:lang w:val="sw-KE"/>
        </w:rPr>
      </w:pPr>
      <w:r w:rsidRPr="00497F81">
        <w:rPr>
          <w:sz w:val="24"/>
          <w:szCs w:val="24"/>
          <w:rtl/>
          <w:lang w:val="sw-KE"/>
        </w:rPr>
        <w:t>ومن كلام له (عليه السلام)</w:t>
      </w:r>
      <w:r>
        <w:rPr>
          <w:rFonts w:hint="cs"/>
          <w:sz w:val="24"/>
          <w:szCs w:val="24"/>
          <w:rtl/>
          <w:lang w:val="sw-KE"/>
        </w:rPr>
        <w:t xml:space="preserve"> </w:t>
      </w:r>
      <w:r w:rsidRPr="00497F81">
        <w:rPr>
          <w:sz w:val="24"/>
          <w:szCs w:val="24"/>
          <w:rtl/>
          <w:lang w:val="sw-KE"/>
        </w:rPr>
        <w:t>في ذمّ اختلاف العلماء في الفتيا</w:t>
      </w:r>
    </w:p>
    <w:p w:rsidR="00497F81" w:rsidRDefault="00497F81" w:rsidP="00497F81">
      <w:pPr>
        <w:ind w:firstLine="0"/>
        <w:rPr>
          <w:sz w:val="24"/>
          <w:szCs w:val="24"/>
          <w:lang w:val="sw-KE"/>
        </w:rPr>
      </w:pPr>
      <w:r w:rsidRPr="00497F81">
        <w:rPr>
          <w:sz w:val="24"/>
          <w:szCs w:val="24"/>
          <w:lang w:val="sw-KE"/>
        </w:rPr>
        <w:t>Katika kulaumu tofauti za wanachuoni kwenye utoaji fatwa:</w:t>
      </w:r>
    </w:p>
    <w:p w:rsidR="00497F81" w:rsidRPr="00497F81" w:rsidRDefault="00497F81" w:rsidP="00497F81">
      <w:pPr>
        <w:bidi/>
        <w:ind w:firstLine="0"/>
        <w:rPr>
          <w:sz w:val="24"/>
          <w:szCs w:val="24"/>
          <w:lang w:val="sw-KE"/>
        </w:rPr>
      </w:pPr>
      <w:r w:rsidRPr="00497F81">
        <w:rPr>
          <w:sz w:val="24"/>
          <w:szCs w:val="24"/>
          <w:rtl/>
          <w:lang w:val="sw-KE"/>
        </w:rPr>
        <w:t>تَرِدُ عَلَى أحَدِهِمُ القَضِيَّةُ في حُكْم مِنَ الاْحْكَامِ فَيَحْكُمُ فِيهَا بِرَأْيِهِ، ثُمَّ تَرِدُ تِلْكَ القَضِيَّةُ بِعَيْنِهَا عَلَى غَيْرِهِ فَيَحْكُمُ فِيها بِخِلافِ قَوْلِهِ، ثُمَّ يَجْتَمِعُ القُضَاةُ بِذلِكَ عِنْدَ إمامِهِم الَّذِي اسْتَقْضَاهُم(4)، فَيُصَوِّبُ آرَاءَهُمْ جَمِيعاً، وَإِلهُهُمْ وَاحِدٌ! وَنَبِيُّهُمْ وَاحِدٌ! وَكِتَابُهُمْ وَاحِدٌ</w:t>
      </w:r>
      <w:r w:rsidRPr="00497F81">
        <w:rPr>
          <w:sz w:val="24"/>
          <w:szCs w:val="24"/>
          <w:lang w:val="sw-KE"/>
        </w:rPr>
        <w:t>!</w:t>
      </w:r>
      <w:r w:rsidRPr="00497F81">
        <w:rPr>
          <w:rtl/>
        </w:rPr>
        <w:t xml:space="preserve"> </w:t>
      </w:r>
      <w:r w:rsidRPr="00497F81">
        <w:rPr>
          <w:sz w:val="24"/>
          <w:szCs w:val="24"/>
          <w:rtl/>
          <w:lang w:val="sw-KE"/>
        </w:rPr>
        <w:t>أَفَأَمَرَهُمُ اللهُ ـ سُبْحَانَهُ ـ بِالاخْتلاَفِ فَأَطَاعُوهُ! أَمْ نَهَاهُمْ عَنْهُ فَعَصَوْهُ! أَمْ أَنْزَلَ اللهُ سُبْحَانَهُ دِيناً نَاقِصاً فَاسْتَعَانَ بِهِمْ عَلَى إِتْمَامِهِ!</w:t>
      </w:r>
    </w:p>
    <w:p w:rsidR="00497F81" w:rsidRPr="00497F81" w:rsidRDefault="00497F81" w:rsidP="00497F81">
      <w:pPr>
        <w:ind w:firstLine="0"/>
        <w:rPr>
          <w:sz w:val="24"/>
          <w:szCs w:val="24"/>
          <w:lang w:val="sw-KE"/>
        </w:rPr>
      </w:pPr>
      <w:r w:rsidRPr="00497F81">
        <w:rPr>
          <w:sz w:val="24"/>
          <w:szCs w:val="24"/>
          <w:lang w:val="sw-KE"/>
        </w:rPr>
        <w:t>“Lamfikia mmojawao suala kuhusu hukumu mojawapo miongoni mwa hukumu, yeye analitolea hukumu kwa rai yake, kisha lamfikia tatizo lile lile mwanachuoni mwingine, yeye naye hulitolea hukumu tofauti na yule wa kwanza, kisha huwa makadhi au mahakimu wanakusanyika kwa</w:t>
      </w:r>
      <w:r>
        <w:rPr>
          <w:sz w:val="24"/>
          <w:szCs w:val="24"/>
          <w:lang w:val="sw-KE"/>
        </w:rPr>
        <w:t xml:space="preserve"> </w:t>
      </w:r>
      <w:r w:rsidRPr="00497F81">
        <w:rPr>
          <w:sz w:val="24"/>
          <w:szCs w:val="24"/>
          <w:lang w:val="sw-KE"/>
        </w:rPr>
        <w:t>Khalifa aliyewatawaza ukadhi na hukumu zile, naye anazipitisha kuwa ziko sahihi rai zao zote, hali Mungu wao ni mmoja! Nabii wao ni mmoja! na Kitabu chao ni kimoja! Je Mungu (s.w.t) aliwaamuru watofautiane na wao wakamtii!? Au aliwakataza kutofautiana wakamuasi! Au Mungu (s.w.t) aliteremsha dini yenye upungufu akaomba msaada kwao ili kuikamilisha!? Au walikuwa washirika Wake, kwa hiyo wao waseme watakalo na Yeye (s.w.t) apaswe kuridhika!?</w:t>
      </w:r>
    </w:p>
    <w:p w:rsidR="00497F81" w:rsidRPr="00497F81" w:rsidRDefault="00497F81" w:rsidP="00497F81">
      <w:pPr>
        <w:bidi/>
        <w:ind w:firstLine="0"/>
        <w:rPr>
          <w:sz w:val="24"/>
          <w:szCs w:val="24"/>
          <w:rtl/>
          <w:lang w:val="sw-KE" w:bidi="ar-EG"/>
        </w:rPr>
      </w:pPr>
      <w:r w:rsidRPr="00497F81">
        <w:rPr>
          <w:sz w:val="24"/>
          <w:szCs w:val="24"/>
          <w:rtl/>
          <w:lang w:val="sw-KE"/>
        </w:rPr>
        <w:t xml:space="preserve">أَمْ كَانُوا شُرَكَاءَ لَهُ فَلَهُمْ أَنْ يَقُولُوا وَعَلَيْهِ أَنْ يَرْضِى؟ أَمْ أَنْزَلَ اللهُ سُبْحَانَهُ دِيناً تَامّاً فَقَصَّرَ الرَّسُولُ(صلى الله عليه وآله) عَنْ تَبْلِيغِهِ وَأَدَائِهِ؟ وَاللهُ سُبْحَانَهُ يَقُولُ: (مَا فَرَّطْنَا في الكِتَابِ مِنْ شَيْء) وَفِيهِ تِبْيَانٌ لِكُلِّ شَيْء، وَذَكَرَ أَنَّ الكِتَابَ يُصَدِّقُ بَعْضاً، وَأَنَّهُ لاَ اخْتِلافَ فِيهِ، فَقَالَ سُبْحَانَهُ: </w:t>
      </w:r>
      <w:r>
        <w:rPr>
          <w:rFonts w:cs="Taher" w:hint="cs"/>
          <w:sz w:val="24"/>
          <w:szCs w:val="24"/>
          <w:rtl/>
          <w:lang w:val="sw-KE"/>
        </w:rPr>
        <w:t>{</w:t>
      </w:r>
      <w:r w:rsidRPr="00497F81">
        <w:rPr>
          <w:sz w:val="24"/>
          <w:szCs w:val="24"/>
          <w:rtl/>
          <w:lang w:val="sw-KE"/>
        </w:rPr>
        <w:t xml:space="preserve">وَلَوْ كَانَ </w:t>
      </w:r>
      <w:r w:rsidRPr="00497F81">
        <w:rPr>
          <w:rFonts w:cs="Taher"/>
          <w:sz w:val="24"/>
          <w:szCs w:val="24"/>
          <w:rtl/>
          <w:lang w:val="sw-KE"/>
        </w:rPr>
        <w:t>مِنْ</w:t>
      </w:r>
      <w:r w:rsidRPr="00497F81">
        <w:rPr>
          <w:sz w:val="24"/>
          <w:szCs w:val="24"/>
          <w:rtl/>
          <w:lang w:val="sw-KE"/>
        </w:rPr>
        <w:t xml:space="preserve"> عِنْدِ غَيرِ اللهِ لَوَجَدُوا فِيهِ اخْتِلافاً كَثِيراً</w:t>
      </w:r>
      <w:r>
        <w:rPr>
          <w:rFonts w:cs="Taher" w:hint="cs"/>
          <w:sz w:val="24"/>
          <w:szCs w:val="24"/>
          <w:rtl/>
          <w:lang w:val="sw-KE"/>
        </w:rPr>
        <w:t>}</w:t>
      </w:r>
      <w:r w:rsidRPr="00497F81">
        <w:rPr>
          <w:sz w:val="24"/>
          <w:szCs w:val="24"/>
          <w:lang w:val="sw-KE"/>
        </w:rPr>
        <w:t>.</w:t>
      </w:r>
      <w:r w:rsidRPr="00497F81">
        <w:rPr>
          <w:rtl/>
        </w:rPr>
        <w:t xml:space="preserve"> </w:t>
      </w:r>
      <w:r w:rsidRPr="00497F81">
        <w:rPr>
          <w:sz w:val="24"/>
          <w:szCs w:val="24"/>
          <w:rtl/>
          <w:lang w:val="sw-KE" w:bidi="ar-EG"/>
        </w:rPr>
        <w:t>وَإِنَّ القُرآنَ ظَاهِرُهُ أَنِيقٌ(1)، وَبَاطِنُهُ عَمِيقٌ، لاَ تَفْنَى عَجَائِبُهُ، وَلاَتَنْقَضِي غَرَائِبُهُ، وَلاَ تُكْشَفُ الظُّلُمَاتُ إلاَّ بِهِ.</w:t>
      </w:r>
    </w:p>
    <w:p w:rsidR="00497F81" w:rsidRDefault="00497F81" w:rsidP="00497F81">
      <w:pPr>
        <w:ind w:firstLine="0"/>
        <w:rPr>
          <w:sz w:val="24"/>
          <w:szCs w:val="24"/>
          <w:lang w:val="sw-KE"/>
        </w:rPr>
      </w:pPr>
      <w:r w:rsidRPr="00497F81">
        <w:rPr>
          <w:sz w:val="24"/>
          <w:szCs w:val="24"/>
          <w:lang w:val="sw-KE"/>
        </w:rPr>
        <w:t>Au Mungu (s.w.t) aliteremsha dini</w:t>
      </w:r>
      <w:r>
        <w:rPr>
          <w:sz w:val="24"/>
          <w:szCs w:val="24"/>
          <w:lang w:val="sw-KE"/>
        </w:rPr>
        <w:t xml:space="preserve"> iliyo kamili na Mtume </w:t>
      </w:r>
      <w:r w:rsidRPr="00497F81">
        <w:rPr>
          <w:rStyle w:val="libBold1Char"/>
          <w:lang w:val="sw-KE"/>
        </w:rPr>
        <w:t>(s.a.w.w)</w:t>
      </w:r>
      <w:r w:rsidRPr="00497F81">
        <w:rPr>
          <w:sz w:val="24"/>
          <w:szCs w:val="24"/>
          <w:lang w:val="sw-KE"/>
        </w:rPr>
        <w:t xml:space="preserve"> alizembea kuifikisha na kuitekeleza!, hali Mungu (s.w.t) anasema: “Hatujapuuza kitabuni kitu chochote” (6:38) “Ndani yake muna ubainifu wa kila kitu” na amesema kuwa Kitabu baadhi yake kinaisadikisha baadhi nyingine na yakuwa hakuna hitilafu humo kama alivyosema (s.w.t): “Lau ingekuwa imetoka kwa asiye Mwenyezi Mungu, bila shaka wangelikuta ndani yake khitilafu nyingi”. (An-Nisaa:82). Na yakuwa Qur’ani dhahiri yake nzuri yastaajabisha na sehemu yake ya ndani imekwenda kwa kina sana. Maajabu yake hayaishi wala mageni yake hayamaliziki wala mafum- bo yake hayatofumbuliwa isipokuwa kwayo.</w:t>
      </w:r>
    </w:p>
    <w:p w:rsidR="00004228" w:rsidRPr="00004228" w:rsidRDefault="00004228" w:rsidP="00004228">
      <w:pPr>
        <w:pStyle w:val="Heading3"/>
        <w:rPr>
          <w:lang w:val="sw-KE"/>
        </w:rPr>
      </w:pPr>
      <w:bookmarkStart w:id="42" w:name="_Toc46076698"/>
      <w:r w:rsidRPr="00004228">
        <w:rPr>
          <w:lang w:val="sw-KE"/>
        </w:rPr>
        <w:lastRenderedPageBreak/>
        <w:t xml:space="preserve">19. MIONGONI MWA SEMI ZAKE </w:t>
      </w:r>
      <w:r w:rsidRPr="00004228">
        <w:rPr>
          <w:rStyle w:val="libFootnotenumChar"/>
          <w:lang w:val="sw-KE"/>
        </w:rPr>
        <w:t>(A.S)</w:t>
      </w:r>
      <w:bookmarkEnd w:id="42"/>
    </w:p>
    <w:p w:rsidR="00004228" w:rsidRPr="00004228" w:rsidRDefault="00004228" w:rsidP="00004228">
      <w:pPr>
        <w:bidi/>
        <w:ind w:firstLine="0"/>
        <w:jc w:val="center"/>
        <w:rPr>
          <w:sz w:val="24"/>
          <w:szCs w:val="24"/>
          <w:rtl/>
          <w:lang w:val="sw-KE"/>
        </w:rPr>
      </w:pPr>
      <w:r w:rsidRPr="00004228">
        <w:rPr>
          <w:sz w:val="24"/>
          <w:szCs w:val="24"/>
          <w:rtl/>
          <w:lang w:val="sw-KE"/>
        </w:rPr>
        <w:t>ومن كلام له (عليه السلام)</w:t>
      </w:r>
    </w:p>
    <w:p w:rsidR="00004228" w:rsidRPr="00004228" w:rsidRDefault="00004228" w:rsidP="008517D0">
      <w:pPr>
        <w:bidi/>
        <w:ind w:firstLine="0"/>
        <w:jc w:val="center"/>
        <w:rPr>
          <w:sz w:val="24"/>
          <w:szCs w:val="24"/>
          <w:rtl/>
          <w:lang w:val="sw-KE" w:bidi="ar-EG"/>
        </w:rPr>
      </w:pPr>
      <w:r w:rsidRPr="00004228">
        <w:rPr>
          <w:sz w:val="24"/>
          <w:szCs w:val="24"/>
          <w:rtl/>
          <w:lang w:val="sw-KE"/>
        </w:rPr>
        <w:t>قاله للاشعث بن قيس وهو على منبر الكوفة يخطب</w:t>
      </w:r>
      <w:r w:rsidR="008517D0">
        <w:rPr>
          <w:rFonts w:hint="cs"/>
          <w:sz w:val="24"/>
          <w:szCs w:val="24"/>
          <w:rtl/>
          <w:lang w:val="sw-KE" w:bidi="ar-EG"/>
        </w:rPr>
        <w:t>،</w:t>
      </w:r>
      <w:r w:rsidR="008517D0" w:rsidRPr="008517D0">
        <w:rPr>
          <w:rtl/>
        </w:rPr>
        <w:t xml:space="preserve"> </w:t>
      </w:r>
      <w:r w:rsidR="008517D0" w:rsidRPr="008517D0">
        <w:rPr>
          <w:sz w:val="24"/>
          <w:szCs w:val="24"/>
          <w:rtl/>
          <w:lang w:val="sw-KE" w:bidi="ar-EG"/>
        </w:rPr>
        <w:t>فمضى في بعض كلامه شيء اعترضه الاشعث، فقال: يا أميرالمؤمنين، هذه عليك لا لك، فخفض(عليه السلام) إليه بصره ثم قال:</w:t>
      </w:r>
    </w:p>
    <w:p w:rsidR="00004228" w:rsidRPr="00004228" w:rsidRDefault="00004228" w:rsidP="00004228">
      <w:pPr>
        <w:ind w:firstLine="0"/>
        <w:rPr>
          <w:sz w:val="24"/>
          <w:szCs w:val="24"/>
          <w:lang w:val="sw-KE"/>
        </w:rPr>
      </w:pPr>
      <w:r w:rsidRPr="00004228">
        <w:rPr>
          <w:sz w:val="24"/>
          <w:szCs w:val="24"/>
          <w:lang w:val="sw-KE"/>
        </w:rPr>
        <w:t xml:space="preserve">Alimwambia Al-Ash’ath bin Qays, naye </w:t>
      </w:r>
      <w:r w:rsidRPr="008517D0">
        <w:rPr>
          <w:rStyle w:val="libFootnotenumChar"/>
          <w:lang w:val="sw-KE"/>
        </w:rPr>
        <w:t>(a.s)</w:t>
      </w:r>
      <w:r w:rsidRPr="00004228">
        <w:rPr>
          <w:sz w:val="24"/>
          <w:szCs w:val="24"/>
          <w:lang w:val="sw-KE"/>
        </w:rPr>
        <w:t xml:space="preserve"> akiwa juu ya mimbari ya al-Kufa akitoa hutba, kulipita jambo katika baadhi ya usemi wake ambalo Al-Ash’ath alilipinga. Akasema al-Ash’ath: “Yaa Amiral-Mu’minin, hili liko dhidi yako haliko kwa upande wako.”</w:t>
      </w:r>
      <w:r w:rsidR="008517D0" w:rsidRPr="008517D0">
        <w:rPr>
          <w:rStyle w:val="libFootnotenumChar"/>
          <w:lang w:val="sw-KE"/>
        </w:rPr>
        <w:footnoteReference w:id="67"/>
      </w:r>
      <w:r w:rsidRPr="00004228">
        <w:rPr>
          <w:sz w:val="24"/>
          <w:szCs w:val="24"/>
          <w:lang w:val="sw-KE"/>
        </w:rPr>
        <w:t xml:space="preserve"> Aliinamisha macho yake </w:t>
      </w:r>
      <w:r w:rsidRPr="008517D0">
        <w:rPr>
          <w:rStyle w:val="libFootnotenumChar"/>
          <w:lang w:val="sw-KE"/>
        </w:rPr>
        <w:t>(a.s)</w:t>
      </w:r>
      <w:r w:rsidRPr="00004228">
        <w:rPr>
          <w:sz w:val="24"/>
          <w:szCs w:val="24"/>
          <w:lang w:val="sw-KE"/>
        </w:rPr>
        <w:t xml:space="preserve"> na kutikisa kichwa na kumwangalia, kisha akasema:</w:t>
      </w:r>
    </w:p>
    <w:p w:rsidR="00004228" w:rsidRPr="00004228" w:rsidRDefault="008517D0" w:rsidP="008517D0">
      <w:pPr>
        <w:bidi/>
        <w:ind w:firstLine="0"/>
        <w:rPr>
          <w:sz w:val="24"/>
          <w:szCs w:val="24"/>
          <w:lang w:val="sw-KE"/>
        </w:rPr>
      </w:pPr>
      <w:r w:rsidRPr="008517D0">
        <w:rPr>
          <w:sz w:val="24"/>
          <w:szCs w:val="24"/>
          <w:rtl/>
          <w:lang w:val="sw-KE"/>
        </w:rPr>
        <w:t>ومَا يُدْرِيكَ مَا عَلَيَّ مِمَّا لِي؟ عَلَيْكَ لَعْنَةُ اللهِ وَلَعْنَةُ اللاَّعِنِينَ! حَائِكٌ ابْنُ حَائِك! مُنَافِقٌ ابْنُ كُافِر! وَاللهِ لَقَدْ أَسَرَكَ الكُفْرُ مَرَّةً وَالاسْلامُ أُخْرَى! فَمَا فَداكَ مِنْ وَاحِدَة مِنْهُمَا مَالُكَ وَلاَ حَسَبُكَ! وَإِنَّ امْرَأً دَلَّ عَلَى قَوْمِهِ السَّيْفَ، وَسَاقَ إِلَيْهِمُ الحَتْفَ، لَحَرِيٌّ أَنْ يَمقُتَهُ الاْقْرَبُ، وَلاَ يَأْمَنَهُ الاْبْعَدُ</w:t>
      </w:r>
      <w:r w:rsidRPr="008517D0">
        <w:rPr>
          <w:sz w:val="24"/>
          <w:szCs w:val="24"/>
          <w:lang w:val="sw-KE"/>
        </w:rPr>
        <w:t>!</w:t>
      </w:r>
    </w:p>
    <w:p w:rsidR="00004228" w:rsidRPr="00004228" w:rsidRDefault="00004228" w:rsidP="008517D0">
      <w:pPr>
        <w:ind w:firstLine="0"/>
        <w:rPr>
          <w:sz w:val="24"/>
          <w:szCs w:val="24"/>
          <w:lang w:val="sw-KE"/>
        </w:rPr>
      </w:pPr>
      <w:r w:rsidRPr="00004228">
        <w:rPr>
          <w:sz w:val="24"/>
          <w:szCs w:val="24"/>
          <w:lang w:val="sw-KE"/>
        </w:rPr>
        <w:t>“Ni jambo gani linalokujulisha lililo dhidi yangu na ambalo ni langu! Laana ya Mungu iwe juu yako, na laana ya wenye kulaani, umfumaji, mtoto wa mfumaji,</w:t>
      </w:r>
      <w:r w:rsidR="008517D0" w:rsidRPr="008517D0">
        <w:rPr>
          <w:rStyle w:val="libFootnotenumChar"/>
          <w:lang w:val="sw-KE"/>
        </w:rPr>
        <w:footnoteReference w:id="68"/>
      </w:r>
      <w:r w:rsidRPr="00004228">
        <w:rPr>
          <w:sz w:val="24"/>
          <w:szCs w:val="24"/>
          <w:lang w:val="sw-KE"/>
        </w:rPr>
        <w:t xml:space="preserve"> wewe ni mnafiki mtoto wa kafiri. Wallahi ukafiri ulikuteka mara moja na uislamu mara nyingine.</w:t>
      </w:r>
      <w:r w:rsidR="008517D0" w:rsidRPr="00AF7AE4">
        <w:rPr>
          <w:rStyle w:val="libFootnotenumChar"/>
          <w:lang w:val="sw-KE"/>
        </w:rPr>
        <w:footnoteReference w:id="69"/>
      </w:r>
      <w:r w:rsidRPr="00004228">
        <w:rPr>
          <w:sz w:val="24"/>
          <w:szCs w:val="24"/>
          <w:lang w:val="sw-KE"/>
        </w:rPr>
        <w:t xml:space="preserve"> Hukufidiwa kutoka mojawapo, si kw</w:t>
      </w:r>
      <w:r w:rsidR="008517D0">
        <w:rPr>
          <w:sz w:val="24"/>
          <w:szCs w:val="24"/>
          <w:lang w:val="sw-KE"/>
        </w:rPr>
        <w:t xml:space="preserve">a mali yako wala kwa ukoo wako. </w:t>
      </w:r>
      <w:r w:rsidRPr="00004228">
        <w:rPr>
          <w:sz w:val="24"/>
          <w:szCs w:val="24"/>
          <w:lang w:val="sw-KE"/>
        </w:rPr>
        <w:t>Mtu huyu aliwafanyia hila watu wake wakapigwa kwa upanga na aliwasukumia kifo na maangamizi, anastahili kuchukiwa na watu wa karibu na haaminiwi na watu wa mbali.</w:t>
      </w:r>
    </w:p>
    <w:p w:rsidR="00004228" w:rsidRPr="00004228" w:rsidRDefault="008517D0" w:rsidP="008517D0">
      <w:pPr>
        <w:bidi/>
        <w:ind w:firstLine="0"/>
        <w:rPr>
          <w:sz w:val="24"/>
          <w:szCs w:val="24"/>
          <w:rtl/>
          <w:lang w:val="sw-KE" w:bidi="ar-EG"/>
        </w:rPr>
      </w:pPr>
      <w:r>
        <w:rPr>
          <w:rFonts w:hint="cs"/>
          <w:sz w:val="24"/>
          <w:szCs w:val="24"/>
          <w:rtl/>
          <w:lang w:val="sw-KE" w:bidi="ar-EG"/>
        </w:rPr>
        <w:t xml:space="preserve">قال الشريف الرضي: </w:t>
      </w:r>
      <w:r w:rsidRPr="008517D0">
        <w:rPr>
          <w:sz w:val="24"/>
          <w:szCs w:val="24"/>
          <w:rtl/>
          <w:lang w:val="sw-KE" w:bidi="ar-EG"/>
        </w:rPr>
        <w:t>يريد(عليه السلام): أنه أُسر في الكفر مرة وفي الاِسلام مرة</w:t>
      </w:r>
      <w:r w:rsidRPr="008517D0">
        <w:rPr>
          <w:sz w:val="24"/>
          <w:szCs w:val="24"/>
          <w:lang w:val="sw-KE" w:bidi="ar-EG"/>
        </w:rPr>
        <w:t xml:space="preserve">. </w:t>
      </w:r>
      <w:r w:rsidRPr="008517D0">
        <w:rPr>
          <w:sz w:val="24"/>
          <w:szCs w:val="24"/>
          <w:rtl/>
          <w:lang w:val="sw-KE" w:bidi="ar-EG"/>
        </w:rPr>
        <w:t>وأما قوله: «دل على قومه السيف»، فأراد به: حديثاً كان للاشعث مع خالد بن الوليد باليمامة، غرّ فيه قومه ومكر بهم حتى أوقع بهم خالد، وكان قومه بعد ذلك يسمونه «عُرْفَ النار»، وهو اسم للغادر عندهم.</w:t>
      </w:r>
    </w:p>
    <w:p w:rsidR="00004228" w:rsidRDefault="00AF7AE4" w:rsidP="00004228">
      <w:pPr>
        <w:ind w:firstLine="0"/>
        <w:rPr>
          <w:sz w:val="24"/>
          <w:szCs w:val="24"/>
          <w:lang w:val="sw-KE"/>
        </w:rPr>
      </w:pPr>
      <w:r>
        <w:rPr>
          <w:sz w:val="24"/>
          <w:szCs w:val="24"/>
          <w:lang w:val="sw-KE"/>
        </w:rPr>
        <w:t>Maelezo: ar-Radhiyu (r.a</w:t>
      </w:r>
      <w:r w:rsidR="00004228" w:rsidRPr="00004228">
        <w:rPr>
          <w:sz w:val="24"/>
          <w:szCs w:val="24"/>
          <w:lang w:val="sw-KE"/>
        </w:rPr>
        <w:t xml:space="preserve">) amesema: “Amirul-Mu’minin </w:t>
      </w:r>
      <w:r w:rsidR="00004228" w:rsidRPr="00AF7AE4">
        <w:rPr>
          <w:rStyle w:val="libFootnotenumChar"/>
          <w:lang w:val="sw-KE"/>
        </w:rPr>
        <w:t>(a.s)</w:t>
      </w:r>
      <w:r w:rsidR="00004228" w:rsidRPr="00004228">
        <w:rPr>
          <w:sz w:val="24"/>
          <w:szCs w:val="24"/>
          <w:lang w:val="sw-KE"/>
        </w:rPr>
        <w:t xml:space="preserve"> anakusudia kwamba huyu Ash’ath alitekwa akiwa mfungwa wa vita katika vita zama za ukafiri mara moja na katika Uislamu</w:t>
      </w:r>
      <w:r>
        <w:rPr>
          <w:sz w:val="24"/>
          <w:szCs w:val="24"/>
          <w:lang w:val="sw-KE"/>
        </w:rPr>
        <w:t xml:space="preserve"> mara moja. Ama usemi wake </w:t>
      </w:r>
      <w:r w:rsidRPr="00AF7AE4">
        <w:rPr>
          <w:rStyle w:val="libFootnotenumChar"/>
          <w:lang w:val="sw-KE"/>
        </w:rPr>
        <w:t>(a.s</w:t>
      </w:r>
      <w:r w:rsidR="00004228" w:rsidRPr="00AF7AE4">
        <w:rPr>
          <w:rStyle w:val="libFootnotenumChar"/>
          <w:lang w:val="sw-KE"/>
        </w:rPr>
        <w:t>)</w:t>
      </w:r>
      <w:r w:rsidR="00004228" w:rsidRPr="00004228">
        <w:rPr>
          <w:sz w:val="24"/>
          <w:szCs w:val="24"/>
          <w:lang w:val="sw-KE"/>
        </w:rPr>
        <w:t xml:space="preserve">: (Dalla alaa Qaumihi saifa) alikusudia tukio lilikuwa kati ya Ash’ath na Khalid bin Al’Waliid huko Yamamah, aliwaghuri watu wake na kuwafanyia hila mpaka akasababisha Khalid awapige vita kwa upanga. Na baada ya hapo watu wa </w:t>
      </w:r>
      <w:r w:rsidR="00004228" w:rsidRPr="00004228">
        <w:rPr>
          <w:sz w:val="24"/>
          <w:szCs w:val="24"/>
          <w:lang w:val="sw-KE"/>
        </w:rPr>
        <w:lastRenderedPageBreak/>
        <w:t>kaumu yake walikuwa wanamwita: “urfu nnari” nalo ni jina la mtu mdanganyifu kwao.”</w:t>
      </w:r>
    </w:p>
    <w:p w:rsidR="00CB35D6" w:rsidRPr="00CB35D6" w:rsidRDefault="00CB35D6" w:rsidP="00CB35D6">
      <w:pPr>
        <w:pStyle w:val="Heading3"/>
        <w:rPr>
          <w:rStyle w:val="libFootnotenumChar"/>
          <w:lang w:val="sw-KE"/>
        </w:rPr>
      </w:pPr>
      <w:bookmarkStart w:id="43" w:name="_Toc46076699"/>
      <w:r>
        <w:rPr>
          <w:lang w:val="sw-KE"/>
        </w:rPr>
        <w:t xml:space="preserve">20. KATIKA USEMI WAKE </w:t>
      </w:r>
      <w:r w:rsidRPr="00CB35D6">
        <w:rPr>
          <w:rStyle w:val="libFootnotenumChar"/>
          <w:lang w:val="sw-KE"/>
        </w:rPr>
        <w:t>(A.S)</w:t>
      </w:r>
      <w:bookmarkEnd w:id="43"/>
    </w:p>
    <w:p w:rsidR="00CB35D6" w:rsidRPr="00CB35D6" w:rsidRDefault="00CB35D6" w:rsidP="00CB35D6">
      <w:pPr>
        <w:bidi/>
        <w:ind w:firstLine="0"/>
        <w:jc w:val="center"/>
        <w:rPr>
          <w:sz w:val="24"/>
          <w:szCs w:val="24"/>
          <w:rtl/>
          <w:lang w:val="sw-KE"/>
        </w:rPr>
      </w:pPr>
      <w:r w:rsidRPr="00CB35D6">
        <w:rPr>
          <w:sz w:val="24"/>
          <w:szCs w:val="24"/>
          <w:rtl/>
          <w:lang w:val="sw-KE"/>
        </w:rPr>
        <w:t>ومن خطبة له (عليه السلام)</w:t>
      </w:r>
    </w:p>
    <w:p w:rsidR="00CB35D6" w:rsidRDefault="00CB35D6" w:rsidP="00CB35D6">
      <w:pPr>
        <w:bidi/>
        <w:ind w:firstLine="0"/>
        <w:rPr>
          <w:sz w:val="24"/>
          <w:szCs w:val="24"/>
          <w:lang w:val="sw-KE"/>
        </w:rPr>
      </w:pPr>
      <w:r w:rsidRPr="00CB35D6">
        <w:rPr>
          <w:sz w:val="24"/>
          <w:szCs w:val="24"/>
          <w:rtl/>
          <w:lang w:val="sw-KE"/>
        </w:rPr>
        <w:t>فَإِنَّكُمْ لَوْ عَايَنْتُمْ مَا قَدْ عَايَنَ مَنْ مَاتَ مِنْك</w:t>
      </w:r>
      <w:r w:rsidR="004652F7">
        <w:rPr>
          <w:sz w:val="24"/>
          <w:szCs w:val="24"/>
          <w:rtl/>
          <w:lang w:val="sw-KE"/>
        </w:rPr>
        <w:t>ُمْ لَجَزِعْتُمْ وَوَهِلْتُمْ</w:t>
      </w:r>
      <w:r w:rsidRPr="00CB35D6">
        <w:rPr>
          <w:sz w:val="24"/>
          <w:szCs w:val="24"/>
          <w:rtl/>
          <w:lang w:val="sw-KE"/>
        </w:rPr>
        <w:t>، وَسَمِعْتُمْ وَأَطَعْتُمْ، وَلكِنْ مَحْجُوبٌ عَنْكُمْ مَا عَايَنُوا، وَقَرِيبٌ مَا يُطْرَحُ الحِجَابُ! وَلَقَدْ بُصِّرْتُمْ إِنْ أَبْصَرْتُمْ،</w:t>
      </w:r>
      <w:r w:rsidRPr="00CB35D6">
        <w:rPr>
          <w:rtl/>
        </w:rPr>
        <w:t xml:space="preserve"> </w:t>
      </w:r>
      <w:r w:rsidRPr="00CB35D6">
        <w:rPr>
          <w:sz w:val="24"/>
          <w:szCs w:val="24"/>
          <w:rtl/>
          <w:lang w:val="sw-KE"/>
        </w:rPr>
        <w:t xml:space="preserve">وَأُسْمِعْتُمْ إِنْ سَمِعْتُمْ، وَهُدِيتُمْ إِنِ اهْتَدَيْتُمْ، وَبِحَقٍّ أَقَولُ لَكُمْ: </w:t>
      </w:r>
      <w:r w:rsidR="004652F7">
        <w:rPr>
          <w:sz w:val="24"/>
          <w:szCs w:val="24"/>
          <w:rtl/>
          <w:lang w:val="sw-KE"/>
        </w:rPr>
        <w:t>لَقَدْ جَاهَرَتْكُمُ العِبَرُ</w:t>
      </w:r>
      <w:r w:rsidRPr="00CB35D6">
        <w:rPr>
          <w:sz w:val="24"/>
          <w:szCs w:val="24"/>
          <w:rtl/>
          <w:lang w:val="sw-KE"/>
        </w:rPr>
        <w:t xml:space="preserve">، وَزُجِرْتُمْ بِمَا فِيهِ مُزْدَجَرٌ، وَمَا يُبَلِّغُ عَنِ </w:t>
      </w:r>
      <w:r w:rsidR="004652F7">
        <w:rPr>
          <w:sz w:val="24"/>
          <w:szCs w:val="24"/>
          <w:rtl/>
          <w:lang w:val="sw-KE"/>
        </w:rPr>
        <w:t>اللهِ بَعْدَ رُسُلِ السَّماءِ</w:t>
      </w:r>
      <w:r w:rsidRPr="00CB35D6">
        <w:rPr>
          <w:sz w:val="24"/>
          <w:szCs w:val="24"/>
          <w:rtl/>
          <w:lang w:val="sw-KE"/>
        </w:rPr>
        <w:t xml:space="preserve"> إِلاَّ البَشَرُ.</w:t>
      </w:r>
    </w:p>
    <w:p w:rsidR="00004228" w:rsidRDefault="00CB35D6" w:rsidP="004652F7">
      <w:pPr>
        <w:ind w:firstLine="0"/>
        <w:rPr>
          <w:sz w:val="24"/>
          <w:szCs w:val="24"/>
          <w:lang w:val="sw-KE"/>
        </w:rPr>
      </w:pPr>
      <w:r w:rsidRPr="00CB35D6">
        <w:rPr>
          <w:sz w:val="24"/>
          <w:szCs w:val="24"/>
          <w:lang w:val="sw-KE"/>
        </w:rPr>
        <w:t xml:space="preserve"> “Kwa hakika ninyi lau mungeyaona waliyoyaona waliokufa katika ninyi, mngefadhaishwa na kutishika, na mngesikiliza na kutii. Lakini yamefichika kwenu yale waliyoyaona, hivi punde pazia litaondolewa.</w:t>
      </w:r>
      <w:r w:rsidR="004652F7" w:rsidRPr="004652F7">
        <w:rPr>
          <w:rStyle w:val="libFootnotenumChar"/>
          <w:lang w:val="sw-KE"/>
        </w:rPr>
        <w:footnoteReference w:id="70"/>
      </w:r>
      <w:r w:rsidRPr="00CB35D6">
        <w:rPr>
          <w:sz w:val="24"/>
          <w:szCs w:val="24"/>
          <w:lang w:val="sw-KE"/>
        </w:rPr>
        <w:t>Mmeoneshwa isipokuwa kama hamkuona, na mmesikilizishwa, isipokuwa kama hamkusikia, na mumeongozwa isipokuwa kama hamkuongoka. Kwa haki nakuambieni mazingatio yamekudhihirikieni, na mumeonywa na ambayo (mtu) anaweza kuonyeka. Baada ya wajumbe wa mbingu (malaika) ni mwanadamu tu ndiye awezaye kufikisha ujumbe kutoka kwa Mungu.</w:t>
      </w:r>
      <w:r w:rsidR="004652F7" w:rsidRPr="004652F7">
        <w:rPr>
          <w:rStyle w:val="libFootnotenumChar"/>
          <w:lang w:val="sw-KE"/>
        </w:rPr>
        <w:footnoteReference w:id="71"/>
      </w:r>
    </w:p>
    <w:p w:rsidR="00185023" w:rsidRPr="00185023" w:rsidRDefault="00185023" w:rsidP="00185023">
      <w:pPr>
        <w:pStyle w:val="Heading3"/>
        <w:rPr>
          <w:lang w:val="sw-KE"/>
        </w:rPr>
      </w:pPr>
      <w:bookmarkStart w:id="44" w:name="_Toc46076700"/>
      <w:r w:rsidRPr="00185023">
        <w:rPr>
          <w:lang w:val="sw-KE"/>
        </w:rPr>
        <w:t>21. NA KATIKA JUMLA YA</w:t>
      </w:r>
      <w:r>
        <w:rPr>
          <w:lang w:val="sw-KE"/>
        </w:rPr>
        <w:t xml:space="preserve"> SEMI ZAKE </w:t>
      </w:r>
      <w:r w:rsidRPr="00185023">
        <w:rPr>
          <w:rStyle w:val="libFootnotenumChar"/>
          <w:lang w:val="sw-KE"/>
        </w:rPr>
        <w:t>(A.S)</w:t>
      </w:r>
      <w:bookmarkEnd w:id="44"/>
    </w:p>
    <w:p w:rsidR="00185023" w:rsidRPr="00185023" w:rsidRDefault="00185023" w:rsidP="0049311D">
      <w:pPr>
        <w:bidi/>
        <w:ind w:firstLine="0"/>
        <w:jc w:val="center"/>
        <w:rPr>
          <w:sz w:val="24"/>
          <w:szCs w:val="24"/>
          <w:rtl/>
          <w:lang w:val="sw-KE"/>
        </w:rPr>
      </w:pPr>
      <w:r w:rsidRPr="00185023">
        <w:rPr>
          <w:sz w:val="24"/>
          <w:szCs w:val="24"/>
          <w:rtl/>
          <w:lang w:val="sw-KE"/>
        </w:rPr>
        <w:t>ومن خطبة له (عليه السلام)</w:t>
      </w:r>
    </w:p>
    <w:p w:rsidR="00185023" w:rsidRPr="0049311D" w:rsidRDefault="0049311D" w:rsidP="0049311D">
      <w:pPr>
        <w:bidi/>
        <w:ind w:firstLine="0"/>
        <w:jc w:val="center"/>
        <w:rPr>
          <w:sz w:val="24"/>
          <w:szCs w:val="24"/>
          <w:rtl/>
          <w:lang w:val="sw-KE" w:bidi="ar-EG"/>
        </w:rPr>
      </w:pPr>
      <w:r w:rsidRPr="00185023">
        <w:rPr>
          <w:sz w:val="24"/>
          <w:szCs w:val="24"/>
          <w:lang w:val="sw-KE"/>
        </w:rPr>
        <w:t>]</w:t>
      </w:r>
      <w:r w:rsidR="00185023" w:rsidRPr="00185023">
        <w:rPr>
          <w:sz w:val="24"/>
          <w:szCs w:val="24"/>
          <w:rtl/>
          <w:lang w:val="sw-KE"/>
        </w:rPr>
        <w:t>وهي كلمة جامعة للعظة والحكمة</w:t>
      </w:r>
      <w:r w:rsidRPr="00185023">
        <w:rPr>
          <w:sz w:val="24"/>
          <w:szCs w:val="24"/>
          <w:lang w:val="sw-KE"/>
        </w:rPr>
        <w:t>[</w:t>
      </w:r>
    </w:p>
    <w:p w:rsidR="00185023" w:rsidRPr="00185023" w:rsidRDefault="00185023" w:rsidP="00185023">
      <w:pPr>
        <w:ind w:firstLine="0"/>
        <w:rPr>
          <w:sz w:val="24"/>
          <w:szCs w:val="24"/>
          <w:lang w:val="sw-KE"/>
        </w:rPr>
      </w:pPr>
      <w:r w:rsidRPr="00185023">
        <w:rPr>
          <w:sz w:val="24"/>
          <w:szCs w:val="24"/>
          <w:lang w:val="sw-KE"/>
        </w:rPr>
        <w:t>Ili kuwawaidhi watu:-</w:t>
      </w:r>
    </w:p>
    <w:p w:rsidR="00185023" w:rsidRPr="00185023" w:rsidRDefault="0049311D" w:rsidP="0049311D">
      <w:pPr>
        <w:bidi/>
        <w:ind w:firstLine="0"/>
        <w:rPr>
          <w:sz w:val="24"/>
          <w:szCs w:val="24"/>
          <w:rtl/>
          <w:lang w:val="sw-KE" w:bidi="ar-EG"/>
        </w:rPr>
      </w:pPr>
      <w:r w:rsidRPr="0049311D">
        <w:rPr>
          <w:sz w:val="24"/>
          <w:szCs w:val="24"/>
          <w:rtl/>
          <w:lang w:val="sw-KE"/>
        </w:rPr>
        <w:t>فإِنَّ الغَايَةَ أَمَامَكُمْ، وَإِنَّ وَرَاءَكُمُ السَّاعَةَ تَحْدُوكُمْ، تَخَفَّفُوا تَلْحَقوا، فَإنَّمَا يُنْتَظَرُ بِأوَّلِكُمْ آخِرُكُمْ</w:t>
      </w:r>
      <w:r w:rsidRPr="0049311D">
        <w:rPr>
          <w:sz w:val="24"/>
          <w:szCs w:val="24"/>
          <w:lang w:val="sw-KE"/>
        </w:rPr>
        <w:t>.</w:t>
      </w:r>
    </w:p>
    <w:p w:rsidR="00185023" w:rsidRPr="00185023" w:rsidRDefault="00185023" w:rsidP="00185023">
      <w:pPr>
        <w:ind w:firstLine="0"/>
        <w:rPr>
          <w:sz w:val="24"/>
          <w:szCs w:val="24"/>
          <w:lang w:val="sw-KE"/>
        </w:rPr>
      </w:pPr>
      <w:r w:rsidRPr="00185023">
        <w:rPr>
          <w:sz w:val="24"/>
          <w:szCs w:val="24"/>
          <w:lang w:val="sw-KE"/>
        </w:rPr>
        <w:lastRenderedPageBreak/>
        <w:t>Kwa kweli lengo liko mbele yenu</w:t>
      </w:r>
      <w:r w:rsidR="0049311D" w:rsidRPr="0049311D">
        <w:rPr>
          <w:rStyle w:val="libFootnotenumChar"/>
          <w:lang w:val="sw-KE"/>
        </w:rPr>
        <w:footnoteReference w:id="72"/>
      </w:r>
      <w:r w:rsidR="0049311D">
        <w:rPr>
          <w:sz w:val="24"/>
          <w:szCs w:val="24"/>
          <w:lang w:val="sw-KE"/>
        </w:rPr>
        <w:t>.</w:t>
      </w:r>
      <w:r w:rsidRPr="00185023">
        <w:rPr>
          <w:sz w:val="24"/>
          <w:szCs w:val="24"/>
          <w:lang w:val="sw-KE"/>
        </w:rPr>
        <w:t xml:space="preserve"> Na kwa kweli nyuma yenu kuna (saa) kiyama kinakupelekeni munakoelekea. Jifanyeni wepesi mutawakuta</w:t>
      </w:r>
      <w:r w:rsidR="0049311D" w:rsidRPr="0049311D">
        <w:rPr>
          <w:rStyle w:val="libFootnotenumChar"/>
          <w:lang w:val="sw-KE"/>
        </w:rPr>
        <w:footnoteReference w:id="73"/>
      </w:r>
      <w:r w:rsidR="0049311D">
        <w:rPr>
          <w:sz w:val="24"/>
          <w:szCs w:val="24"/>
          <w:lang w:val="sw-KE"/>
        </w:rPr>
        <w:t>,</w:t>
      </w:r>
      <w:r w:rsidRPr="00185023">
        <w:rPr>
          <w:sz w:val="24"/>
          <w:szCs w:val="24"/>
          <w:lang w:val="sw-KE"/>
        </w:rPr>
        <w:t xml:space="preserve"> bali tu, wa kwanza wenu wanawangoja wa mwisho wenu</w:t>
      </w:r>
      <w:r w:rsidR="0049311D" w:rsidRPr="0049311D">
        <w:rPr>
          <w:rStyle w:val="libFootnotenumChar"/>
          <w:lang w:val="sw-KE"/>
        </w:rPr>
        <w:footnoteReference w:id="74"/>
      </w:r>
      <w:r w:rsidR="0049311D">
        <w:rPr>
          <w:sz w:val="24"/>
          <w:szCs w:val="24"/>
          <w:lang w:val="sw-KE"/>
        </w:rPr>
        <w:t>.</w:t>
      </w:r>
    </w:p>
    <w:p w:rsidR="00185023" w:rsidRPr="00185023" w:rsidRDefault="0049311D" w:rsidP="00413460">
      <w:pPr>
        <w:bidi/>
        <w:ind w:firstLine="0"/>
        <w:jc w:val="both"/>
        <w:rPr>
          <w:sz w:val="24"/>
          <w:szCs w:val="24"/>
          <w:rtl/>
          <w:lang w:val="sw-KE" w:bidi="ar-EG"/>
        </w:rPr>
      </w:pPr>
      <w:r w:rsidRPr="0049311D">
        <w:rPr>
          <w:sz w:val="24"/>
          <w:szCs w:val="24"/>
          <w:rtl/>
          <w:lang w:val="sw-KE" w:bidi="ar-EG"/>
        </w:rPr>
        <w:t>قال الشريف الرضي:</w:t>
      </w:r>
      <w:r w:rsidRPr="0049311D">
        <w:rPr>
          <w:rtl/>
        </w:rPr>
        <w:t xml:space="preserve"> </w:t>
      </w:r>
      <w:r w:rsidRPr="0049311D">
        <w:rPr>
          <w:sz w:val="24"/>
          <w:szCs w:val="24"/>
          <w:rtl/>
          <w:lang w:val="sw-KE" w:bidi="ar-EG"/>
        </w:rPr>
        <w:t>وأقول: إنّ هذا الكلام لو وزن بعد كلام الله سبحانه وكلام رسوله(صلى الله عليه وآله) بكل كلام لمال به راجحاً، وبرّز عليه سابقاً</w:t>
      </w:r>
      <w:r w:rsidRPr="0049311D">
        <w:rPr>
          <w:sz w:val="24"/>
          <w:szCs w:val="24"/>
          <w:lang w:val="sw-KE" w:bidi="ar-EG"/>
        </w:rPr>
        <w:t xml:space="preserve"> </w:t>
      </w:r>
      <w:r>
        <w:rPr>
          <w:rFonts w:cs="Taher"/>
          <w:sz w:val="24"/>
          <w:szCs w:val="24"/>
          <w:lang w:val="sw-KE" w:bidi="ar-EG"/>
        </w:rPr>
        <w:t>.</w:t>
      </w:r>
      <w:r>
        <w:rPr>
          <w:rFonts w:hint="cs"/>
          <w:sz w:val="24"/>
          <w:szCs w:val="24"/>
          <w:rtl/>
          <w:lang w:val="sw-KE" w:bidi="ar-EG"/>
        </w:rPr>
        <w:t xml:space="preserve"> </w:t>
      </w:r>
      <w:r w:rsidRPr="0049311D">
        <w:rPr>
          <w:sz w:val="24"/>
          <w:szCs w:val="24"/>
          <w:rtl/>
          <w:lang w:val="sw-KE" w:bidi="ar-EG"/>
        </w:rPr>
        <w:t xml:space="preserve">فأما قوله (عليه السلام): «تخففوا تلحقوا»، فما سمع كلام أقل منه مسموعاً ولا أكثر منه محصولاً، </w:t>
      </w:r>
      <w:r w:rsidR="00413460">
        <w:rPr>
          <w:sz w:val="24"/>
          <w:szCs w:val="24"/>
          <w:rtl/>
          <w:lang w:val="sw-KE" w:bidi="ar-EG"/>
        </w:rPr>
        <w:t>وما أبعد غورها من كلمة! وأنقع</w:t>
      </w:r>
      <w:r w:rsidRPr="0049311D">
        <w:rPr>
          <w:sz w:val="24"/>
          <w:szCs w:val="24"/>
          <w:rtl/>
          <w:lang w:val="sw-KE" w:bidi="ar-EG"/>
        </w:rPr>
        <w:t xml:space="preserve"> نطفتها من حكمة! وقد نبهنا في كتاب «الخصائص» على عظم قدرها وشرف جوهرها.</w:t>
      </w:r>
    </w:p>
    <w:p w:rsidR="00185023" w:rsidRDefault="00185023" w:rsidP="0049311D">
      <w:pPr>
        <w:ind w:firstLine="0"/>
        <w:rPr>
          <w:sz w:val="24"/>
          <w:szCs w:val="24"/>
          <w:lang w:val="sw-KE"/>
        </w:rPr>
      </w:pPr>
      <w:r w:rsidRPr="00185023">
        <w:rPr>
          <w:sz w:val="24"/>
          <w:szCs w:val="24"/>
          <w:lang w:val="sw-KE"/>
        </w:rPr>
        <w:t xml:space="preserve">Maelezo: Sharif Ar-Radii (r.a) alisema: “Nasema kwa kweli maneno haya ya Ali lau yangewekwa kwenye mizani upande mmoja na maneno mengine upande mwingine mbali na maneno ya Mungu na maneno ya Mtume wake Mizani ingekuja chini kwa uzito wa maneno ya Ali, na yangethibiti kuwa na ushindi katika nyanja zote. Na usemi wake: “Takhaffafu tal’haqu” Kuweni wepesi mtashinda’ ni ibara fupi sana kupata kusikika iliyo na maana kubwa mno! Ina maana pana iliyoje! Bubujiko la hikima. Tumeishiria ukubwa wa maana yake katika Kitabu “Al-Khasa’is.” </w:t>
      </w:r>
    </w:p>
    <w:p w:rsidR="00180E71" w:rsidRPr="00180E71" w:rsidRDefault="00180E71" w:rsidP="00180E71">
      <w:pPr>
        <w:pStyle w:val="Heading3"/>
        <w:rPr>
          <w:lang w:val="sw-KE"/>
        </w:rPr>
      </w:pPr>
      <w:bookmarkStart w:id="45" w:name="_Toc46076701"/>
      <w:r w:rsidRPr="00180E71">
        <w:rPr>
          <w:lang w:val="sw-KE"/>
        </w:rPr>
        <w:t xml:space="preserve">22. MIONGONI MWA KHUTBA ZAKE </w:t>
      </w:r>
      <w:r w:rsidRPr="00180E71">
        <w:rPr>
          <w:rStyle w:val="libFootnotenumChar"/>
          <w:lang w:val="sw-KE"/>
        </w:rPr>
        <w:t>(A.S)</w:t>
      </w:r>
      <w:bookmarkEnd w:id="45"/>
    </w:p>
    <w:p w:rsidR="00180E71" w:rsidRPr="00180E71" w:rsidRDefault="00180E71" w:rsidP="00180E71">
      <w:pPr>
        <w:bidi/>
        <w:ind w:firstLine="0"/>
        <w:jc w:val="center"/>
        <w:rPr>
          <w:sz w:val="24"/>
          <w:szCs w:val="24"/>
          <w:rtl/>
          <w:lang w:val="sw-KE"/>
        </w:rPr>
      </w:pPr>
      <w:r w:rsidRPr="00180E71">
        <w:rPr>
          <w:sz w:val="24"/>
          <w:szCs w:val="24"/>
          <w:rtl/>
          <w:lang w:val="sw-KE"/>
        </w:rPr>
        <w:t>ومن خطبة له (عليه السلام)</w:t>
      </w:r>
    </w:p>
    <w:p w:rsidR="00180E71" w:rsidRPr="00180E71" w:rsidRDefault="00180E71" w:rsidP="00180E71">
      <w:pPr>
        <w:bidi/>
        <w:ind w:firstLine="0"/>
        <w:jc w:val="center"/>
        <w:rPr>
          <w:sz w:val="24"/>
          <w:szCs w:val="24"/>
          <w:rtl/>
          <w:lang w:val="sw-KE"/>
        </w:rPr>
      </w:pPr>
      <w:r w:rsidRPr="00180E71">
        <w:rPr>
          <w:sz w:val="24"/>
          <w:szCs w:val="24"/>
          <w:lang w:val="sw-KE"/>
        </w:rPr>
        <w:t xml:space="preserve">] </w:t>
      </w:r>
      <w:r w:rsidRPr="00180E71">
        <w:rPr>
          <w:sz w:val="24"/>
          <w:szCs w:val="24"/>
          <w:rtl/>
          <w:lang w:val="sw-KE"/>
        </w:rPr>
        <w:t>حين بلغه خبر الناكثين ببيعته</w:t>
      </w:r>
      <w:r w:rsidRPr="00180E71">
        <w:rPr>
          <w:sz w:val="24"/>
          <w:szCs w:val="24"/>
          <w:lang w:val="sw-KE"/>
        </w:rPr>
        <w:t xml:space="preserve"> [</w:t>
      </w:r>
    </w:p>
    <w:p w:rsidR="00180E71" w:rsidRPr="00180E71" w:rsidRDefault="00180E71" w:rsidP="00180E71">
      <w:pPr>
        <w:bidi/>
        <w:ind w:firstLine="0"/>
        <w:jc w:val="center"/>
        <w:rPr>
          <w:sz w:val="24"/>
          <w:szCs w:val="24"/>
          <w:rtl/>
          <w:lang w:val="sw-KE" w:bidi="ar-EG"/>
        </w:rPr>
      </w:pPr>
      <w:r w:rsidRPr="00180E71">
        <w:rPr>
          <w:sz w:val="24"/>
          <w:szCs w:val="24"/>
          <w:lang w:val="sw-KE"/>
        </w:rPr>
        <w:t>]</w:t>
      </w:r>
      <w:r w:rsidRPr="00180E71">
        <w:rPr>
          <w:sz w:val="24"/>
          <w:szCs w:val="24"/>
          <w:rtl/>
          <w:lang w:val="sw-KE"/>
        </w:rPr>
        <w:t>وفيها يذم عملهم ويلزمهم دم عثمان ويتهدّدهم بالحرب</w:t>
      </w:r>
      <w:r w:rsidRPr="00180E71">
        <w:rPr>
          <w:sz w:val="24"/>
          <w:szCs w:val="24"/>
          <w:lang w:val="sw-KE"/>
        </w:rPr>
        <w:t>[</w:t>
      </w:r>
    </w:p>
    <w:p w:rsidR="00180E71" w:rsidRPr="00180E71" w:rsidRDefault="00180E71" w:rsidP="00180E71">
      <w:pPr>
        <w:bidi/>
        <w:ind w:firstLine="0"/>
        <w:jc w:val="center"/>
        <w:rPr>
          <w:sz w:val="24"/>
          <w:szCs w:val="24"/>
          <w:rtl/>
          <w:lang w:val="sw-KE"/>
        </w:rPr>
      </w:pPr>
      <w:r w:rsidRPr="00180E71">
        <w:rPr>
          <w:sz w:val="24"/>
          <w:szCs w:val="24"/>
          <w:lang w:val="sw-KE"/>
        </w:rPr>
        <w:t>]</w:t>
      </w:r>
      <w:r w:rsidRPr="00180E71">
        <w:rPr>
          <w:sz w:val="24"/>
          <w:szCs w:val="24"/>
          <w:rtl/>
          <w:lang w:val="sw-KE"/>
        </w:rPr>
        <w:t>ذم الناكثين</w:t>
      </w:r>
      <w:r w:rsidRPr="00180E71">
        <w:rPr>
          <w:sz w:val="24"/>
          <w:szCs w:val="24"/>
          <w:lang w:val="sw-KE"/>
        </w:rPr>
        <w:t xml:space="preserve"> [</w:t>
      </w:r>
    </w:p>
    <w:p w:rsidR="00180E71" w:rsidRPr="00180E71" w:rsidRDefault="00180E71" w:rsidP="00180E71">
      <w:pPr>
        <w:ind w:firstLine="0"/>
        <w:rPr>
          <w:sz w:val="24"/>
          <w:szCs w:val="24"/>
          <w:lang w:val="sw-KE"/>
        </w:rPr>
      </w:pPr>
      <w:r w:rsidRPr="00180E71">
        <w:rPr>
          <w:sz w:val="24"/>
          <w:szCs w:val="24"/>
          <w:lang w:val="sw-KE"/>
        </w:rPr>
        <w:t>Walipomtuhumu kumuuwa Uthman (r.a):</w:t>
      </w:r>
    </w:p>
    <w:p w:rsidR="00180E71" w:rsidRPr="00180E71" w:rsidRDefault="00180E71" w:rsidP="00180E71">
      <w:pPr>
        <w:bidi/>
        <w:ind w:firstLine="0"/>
        <w:rPr>
          <w:sz w:val="24"/>
          <w:szCs w:val="24"/>
          <w:lang w:val="sw-KE"/>
        </w:rPr>
      </w:pPr>
      <w:r w:rsidRPr="00180E71">
        <w:rPr>
          <w:sz w:val="24"/>
          <w:szCs w:val="24"/>
          <w:rtl/>
          <w:lang w:val="sw-KE"/>
        </w:rPr>
        <w:t>أَلاَ وإِنَّ الشَّيْطَانَ قَدْ ذَمَّرَ حِزْ</w:t>
      </w:r>
      <w:r>
        <w:rPr>
          <w:sz w:val="24"/>
          <w:szCs w:val="24"/>
          <w:rtl/>
          <w:lang w:val="sw-KE"/>
        </w:rPr>
        <w:t>بَهُ، وَاسْتَجْلَبَ جَلَبَهُ</w:t>
      </w:r>
      <w:r w:rsidRPr="00180E71">
        <w:rPr>
          <w:sz w:val="24"/>
          <w:szCs w:val="24"/>
          <w:rtl/>
          <w:lang w:val="sw-KE"/>
        </w:rPr>
        <w:t>، لِيَعُودَ الجَوْرُ إِلَى أَوْطَانِهِ، وَيَرْجِعَ البِاطِلُ إِلَى نِصَابِهِ، وَاللهِ مَا أَنْكَرُوا عَلَيَّ مُنْكَراً، وَلاَ جَعَلُوا بَيْنِي وَبَيْنَهُمْ نَصِفاً</w:t>
      </w:r>
      <w:r w:rsidRPr="00180E71">
        <w:rPr>
          <w:sz w:val="24"/>
          <w:szCs w:val="24"/>
          <w:lang w:val="sw-KE"/>
        </w:rPr>
        <w:t>(</w:t>
      </w:r>
      <w:r w:rsidR="00567A5B">
        <w:rPr>
          <w:rFonts w:hint="cs"/>
          <w:sz w:val="24"/>
          <w:szCs w:val="24"/>
          <w:rtl/>
          <w:lang w:val="sw-KE"/>
        </w:rPr>
        <w:t>.</w:t>
      </w:r>
    </w:p>
    <w:p w:rsidR="00180E71" w:rsidRPr="00180E71" w:rsidRDefault="00180E71" w:rsidP="00180E71">
      <w:pPr>
        <w:ind w:firstLine="0"/>
        <w:rPr>
          <w:sz w:val="24"/>
          <w:szCs w:val="24"/>
          <w:lang w:val="sw-KE"/>
        </w:rPr>
      </w:pPr>
      <w:r w:rsidRPr="00180E71">
        <w:rPr>
          <w:sz w:val="24"/>
          <w:szCs w:val="24"/>
          <w:lang w:val="sw-KE"/>
        </w:rPr>
        <w:t>“Jihadhari! Kwa kweli shetani ameanza kuwahimiza watu wake, na amekusanya wenzake ili udhalimu urejee kwenye nafasi yake, na irejee batili kwenye kiwango chake. Wallahi hawajaniona na jambo ovu waka- likanusha, wala hawajafanya insafu kati yangu na wao.</w:t>
      </w:r>
    </w:p>
    <w:p w:rsidR="00180E71" w:rsidRPr="00180E71" w:rsidRDefault="00567A5B" w:rsidP="00463DB6">
      <w:pPr>
        <w:bidi/>
        <w:ind w:firstLine="0"/>
        <w:rPr>
          <w:sz w:val="24"/>
          <w:szCs w:val="24"/>
          <w:rtl/>
          <w:lang w:val="sw-KE" w:bidi="ar-EG"/>
        </w:rPr>
      </w:pPr>
      <w:r w:rsidRPr="00567A5B">
        <w:rPr>
          <w:sz w:val="24"/>
          <w:szCs w:val="24"/>
          <w:rtl/>
          <w:lang w:val="sw-KE"/>
        </w:rPr>
        <w:lastRenderedPageBreak/>
        <w:t>وَإِنَّهُمْ لَيَطْلُبُونَ حَقّاً هُمْ تَرَكُوهُ، وَدَماً هُمْ سَفَكُوهُ، فَلَئِنْ كُنْتُ شَرِيكَهُمْ فِيهِ فَإِنَّ لَهُمْ لَنَصِيبَهُمْ مِنْهُ، وَلَئِنْ كَانُوا وَلُوهُ دُوني، فَمَا التَّبِعَةُ إِلاَّ عِنْدَهُمْ، وَإِنَّ أَعْظَمَ حُجَّتِهِمْ لَعَلَى أَنْفُسِهِمْ، يَرْتَضِعُونَ أُمّاً قَدْ فَطَمَتْ، وَيُحْيُونَ بِدْعَةً قَدْ أُمِيتَتْ</w:t>
      </w:r>
      <w:r w:rsidRPr="00567A5B">
        <w:rPr>
          <w:sz w:val="24"/>
          <w:szCs w:val="24"/>
          <w:lang w:val="sw-KE"/>
        </w:rPr>
        <w:t>.</w:t>
      </w:r>
      <w:r w:rsidR="00463DB6" w:rsidRPr="00463DB6">
        <w:rPr>
          <w:rtl/>
        </w:rPr>
        <w:t xml:space="preserve"> </w:t>
      </w:r>
      <w:r w:rsidR="00463DB6" w:rsidRPr="00463DB6">
        <w:rPr>
          <w:sz w:val="24"/>
          <w:szCs w:val="24"/>
          <w:rtl/>
          <w:lang w:val="sw-KE" w:bidi="ar-EG"/>
        </w:rPr>
        <w:t>يا خَيْبَةَ الدَّاعِي! مَنْ دَعَا! وَإِلاَمَ أُجِيبَ! وَإِنِّي لَرَاض بِحُجَّةِ اللهِ عَلَيْهِمْ وَعِلْمِهِ فِيهمْ.</w:t>
      </w:r>
    </w:p>
    <w:p w:rsidR="00180E71" w:rsidRPr="00180E71" w:rsidRDefault="00180E71" w:rsidP="009001FB">
      <w:pPr>
        <w:ind w:firstLine="0"/>
        <w:rPr>
          <w:sz w:val="24"/>
          <w:szCs w:val="24"/>
          <w:lang w:val="sw-KE"/>
        </w:rPr>
      </w:pPr>
      <w:r w:rsidRPr="00180E71">
        <w:rPr>
          <w:sz w:val="24"/>
          <w:szCs w:val="24"/>
          <w:lang w:val="sw-KE"/>
        </w:rPr>
        <w:t>Kwa kweli wao wanaidai haki ambayo wameitelekeza, na damu ambayo wameimwaga, ikiwa nilikuwa mshirika wao basi bila shaka wana hisa humo, na ikiwa wao ndio waliotenda bila ya mimi, kisasi kitakuwa juu yao tu. Kwa kweli hoja yao kubwa dhidi yangu iko dhidi yao wenyewe.</w:t>
      </w:r>
      <w:r w:rsidR="009001FB">
        <w:rPr>
          <w:sz w:val="24"/>
          <w:szCs w:val="24"/>
          <w:lang w:val="sw-KE"/>
        </w:rPr>
        <w:t xml:space="preserve"> </w:t>
      </w:r>
      <w:r w:rsidRPr="00180E71">
        <w:rPr>
          <w:sz w:val="24"/>
          <w:szCs w:val="24"/>
          <w:lang w:val="sw-KE"/>
        </w:rPr>
        <w:t>Wananyonyesha kwa mama alieacha kunyonyesha. Wanaihuisha bidaa iliyokwishauawa.</w:t>
      </w:r>
    </w:p>
    <w:p w:rsidR="00180E71" w:rsidRPr="00180E71" w:rsidRDefault="00180E71" w:rsidP="00180E71">
      <w:pPr>
        <w:ind w:firstLine="0"/>
        <w:rPr>
          <w:sz w:val="24"/>
          <w:szCs w:val="24"/>
          <w:lang w:val="sw-KE"/>
        </w:rPr>
      </w:pPr>
      <w:r w:rsidRPr="00180E71">
        <w:rPr>
          <w:sz w:val="24"/>
          <w:szCs w:val="24"/>
          <w:lang w:val="sw-KE"/>
        </w:rPr>
        <w:t>Oh! wee mdai usiyefanikiwa, njoo! Huu ndio wakati wako</w:t>
      </w:r>
      <w:r w:rsidR="004C74DD">
        <w:rPr>
          <w:rStyle w:val="FootnoteReference"/>
          <w:sz w:val="24"/>
          <w:szCs w:val="24"/>
          <w:lang w:val="sw-KE"/>
        </w:rPr>
        <w:footnoteReference w:id="75"/>
      </w:r>
      <w:r w:rsidRPr="00180E71">
        <w:rPr>
          <w:sz w:val="24"/>
          <w:szCs w:val="24"/>
          <w:lang w:val="sw-KE"/>
        </w:rPr>
        <w:t>.1 Nani mdai? Na kwa lipi ameitikiwa? Mimi naridhika na hoja ya Mungu dhidi yao na ujuzi Wake kwao.”</w:t>
      </w:r>
    </w:p>
    <w:p w:rsidR="009001FB" w:rsidRDefault="009001FB" w:rsidP="009001FB">
      <w:pPr>
        <w:bidi/>
        <w:ind w:firstLine="0"/>
        <w:jc w:val="center"/>
        <w:rPr>
          <w:sz w:val="24"/>
          <w:szCs w:val="24"/>
          <w:rtl/>
          <w:lang w:val="sw-KE"/>
        </w:rPr>
      </w:pPr>
      <w:r w:rsidRPr="009001FB">
        <w:rPr>
          <w:sz w:val="24"/>
          <w:szCs w:val="24"/>
          <w:lang w:val="sw-KE"/>
        </w:rPr>
        <w:t>]</w:t>
      </w:r>
      <w:r w:rsidRPr="009001FB">
        <w:rPr>
          <w:sz w:val="24"/>
          <w:szCs w:val="24"/>
          <w:rtl/>
          <w:lang w:val="sw-KE"/>
        </w:rPr>
        <w:t>التهديد بالحرب</w:t>
      </w:r>
      <w:r w:rsidRPr="00180E71">
        <w:rPr>
          <w:sz w:val="24"/>
          <w:szCs w:val="24"/>
          <w:lang w:val="sw-KE"/>
        </w:rPr>
        <w:t>[</w:t>
      </w:r>
    </w:p>
    <w:p w:rsidR="00180E71" w:rsidRPr="00180E71" w:rsidRDefault="009001FB" w:rsidP="009001FB">
      <w:pPr>
        <w:bidi/>
        <w:ind w:firstLine="0"/>
        <w:rPr>
          <w:sz w:val="24"/>
          <w:szCs w:val="24"/>
          <w:lang w:val="sw-KE"/>
        </w:rPr>
      </w:pPr>
      <w:r w:rsidRPr="009001FB">
        <w:rPr>
          <w:sz w:val="24"/>
          <w:szCs w:val="24"/>
          <w:rtl/>
          <w:lang w:val="sw-KE"/>
        </w:rPr>
        <w:t>فَإِنْ أَبَوْا أَعْطَيْتُهُمْ حَدَّ السَّيْفِ، وَكَفَى بِهِ شَافِياً مِنَ البَاطِلِ، وَنَاصَراً لِلْحَقِّ</w:t>
      </w:r>
      <w:r w:rsidRPr="009001FB">
        <w:rPr>
          <w:sz w:val="24"/>
          <w:szCs w:val="24"/>
          <w:lang w:val="sw-KE"/>
        </w:rPr>
        <w:t>!</w:t>
      </w:r>
      <w:r w:rsidRPr="009001FB">
        <w:rPr>
          <w:rtl/>
        </w:rPr>
        <w:t xml:space="preserve"> </w:t>
      </w:r>
      <w:r w:rsidRPr="009001FB">
        <w:rPr>
          <w:sz w:val="24"/>
          <w:szCs w:val="24"/>
          <w:rtl/>
          <w:lang w:val="sw-KE"/>
        </w:rPr>
        <w:t>وَمِنَ العَجَبِ بَعْثُهُمْ إِلَيَّ أَنْ أَبْرُزَ لِلطِّعَانِ! وَأَنْ أصْبِرَ لِلْجِلادِ! هَبِلَتْهُمُ</w:t>
      </w:r>
      <w:r>
        <w:rPr>
          <w:rFonts w:hint="cs"/>
          <w:sz w:val="24"/>
          <w:szCs w:val="24"/>
          <w:rtl/>
          <w:lang w:val="sw-KE"/>
        </w:rPr>
        <w:t xml:space="preserve"> </w:t>
      </w:r>
      <w:r w:rsidRPr="009001FB">
        <w:rPr>
          <w:sz w:val="24"/>
          <w:szCs w:val="24"/>
          <w:rtl/>
          <w:lang w:val="sw-KE"/>
        </w:rPr>
        <w:t>الهَبُولُ! لَقَدْ كُنْتُ وَمَا أُهَدَّدُ بِالحَرْبِ، وَلاَ أُرَهَّبُ بِالضَّرْبِ! وَإِنِّي لَعَلَى يَقِين مِنْ رَبِّي، وَغَيْرِ شُبْهَة مِنْ دِيني.</w:t>
      </w:r>
    </w:p>
    <w:p w:rsidR="00180E71" w:rsidRPr="00180E71" w:rsidRDefault="009001FB" w:rsidP="009001FB">
      <w:pPr>
        <w:pStyle w:val="Heading3Center"/>
        <w:rPr>
          <w:lang w:val="sw-KE"/>
        </w:rPr>
      </w:pPr>
      <w:bookmarkStart w:id="46" w:name="_Toc46076702"/>
      <w:r w:rsidRPr="00180E71">
        <w:rPr>
          <w:lang w:val="sw-KE"/>
        </w:rPr>
        <w:t>TISHIO LA VITA!</w:t>
      </w:r>
      <w:bookmarkEnd w:id="46"/>
    </w:p>
    <w:p w:rsidR="00180E71" w:rsidRPr="00180E71" w:rsidRDefault="009001FB" w:rsidP="00180E71">
      <w:pPr>
        <w:ind w:firstLine="0"/>
        <w:rPr>
          <w:sz w:val="24"/>
          <w:szCs w:val="24"/>
          <w:lang w:val="sw-KE"/>
        </w:rPr>
      </w:pPr>
      <w:r w:rsidRPr="00180E71">
        <w:rPr>
          <w:sz w:val="24"/>
          <w:szCs w:val="24"/>
          <w:lang w:val="sw-KE"/>
        </w:rPr>
        <w:t xml:space="preserve"> </w:t>
      </w:r>
      <w:r w:rsidR="00180E71" w:rsidRPr="00180E71">
        <w:rPr>
          <w:sz w:val="24"/>
          <w:szCs w:val="24"/>
          <w:lang w:val="sw-KE"/>
        </w:rPr>
        <w:t>“Endapo watakataa nitawakabili kwa makali ya upanga, ambao ni mponya- ji wa matendo batili na ni mnusuru wa haki. Yashangaza eti wamenitumia khabari ya kuwa nitoke kujiandaa na mapambano ya kuchomana mikuki na niwe tayari kwa vita vya upanga! Akina mama waombolezaji wawalilie.</w:t>
      </w:r>
    </w:p>
    <w:p w:rsidR="00180E71" w:rsidRPr="00180E71" w:rsidRDefault="00180E71" w:rsidP="00180E71">
      <w:pPr>
        <w:ind w:firstLine="0"/>
        <w:rPr>
          <w:sz w:val="24"/>
          <w:szCs w:val="24"/>
          <w:lang w:val="sw-KE"/>
        </w:rPr>
      </w:pPr>
      <w:r w:rsidRPr="00180E71">
        <w:rPr>
          <w:sz w:val="24"/>
          <w:szCs w:val="24"/>
          <w:lang w:val="sw-KE"/>
        </w:rPr>
        <w:t>Nilikuwa na ningali sihofishwi na vita wala kutishika na kupigwa. Nina yakini kwa Mola Wangu Mlezi na sina shaka na dini yangu”.</w:t>
      </w:r>
    </w:p>
    <w:p w:rsidR="004259A5" w:rsidRPr="004259A5" w:rsidRDefault="004259A5" w:rsidP="004259A5">
      <w:pPr>
        <w:pStyle w:val="Heading3"/>
        <w:rPr>
          <w:lang w:val="sw-KE"/>
        </w:rPr>
      </w:pPr>
      <w:bookmarkStart w:id="47" w:name="_Toc46076703"/>
      <w:r w:rsidRPr="004259A5">
        <w:rPr>
          <w:lang w:val="sw-KE"/>
        </w:rPr>
        <w:t xml:space="preserve">23. MIONGONI MWA KHUTBA ZAKE </w:t>
      </w:r>
      <w:r w:rsidRPr="004259A5">
        <w:rPr>
          <w:rStyle w:val="libFootnotenumChar"/>
          <w:lang w:val="sw-KE"/>
        </w:rPr>
        <w:t>(A.S)</w:t>
      </w:r>
      <w:bookmarkEnd w:id="47"/>
    </w:p>
    <w:p w:rsidR="004259A5" w:rsidRPr="004259A5" w:rsidRDefault="004259A5" w:rsidP="004259A5">
      <w:pPr>
        <w:pStyle w:val="Heading3Center"/>
        <w:rPr>
          <w:lang w:val="sw-KE"/>
        </w:rPr>
      </w:pPr>
      <w:bookmarkStart w:id="48" w:name="_Toc46076704"/>
      <w:r w:rsidRPr="004259A5">
        <w:rPr>
          <w:lang w:val="sw-KE"/>
        </w:rPr>
        <w:t>KUHUSU MGAO WA RIZIKI:</w:t>
      </w:r>
      <w:bookmarkEnd w:id="48"/>
    </w:p>
    <w:p w:rsidR="004259A5" w:rsidRPr="004259A5" w:rsidRDefault="004259A5" w:rsidP="004259A5">
      <w:pPr>
        <w:bidi/>
        <w:ind w:firstLine="0"/>
        <w:jc w:val="center"/>
        <w:rPr>
          <w:sz w:val="24"/>
          <w:szCs w:val="24"/>
          <w:rtl/>
          <w:lang w:val="sw-KE"/>
        </w:rPr>
      </w:pPr>
      <w:r w:rsidRPr="004259A5">
        <w:rPr>
          <w:sz w:val="24"/>
          <w:szCs w:val="24"/>
          <w:rtl/>
          <w:lang w:val="sw-KE"/>
        </w:rPr>
        <w:t>ومن خطبة له (عليه السلام)</w:t>
      </w:r>
    </w:p>
    <w:p w:rsidR="004259A5" w:rsidRPr="004259A5" w:rsidRDefault="004259A5" w:rsidP="004259A5">
      <w:pPr>
        <w:ind w:firstLine="0"/>
        <w:jc w:val="center"/>
        <w:rPr>
          <w:sz w:val="24"/>
          <w:szCs w:val="24"/>
          <w:lang w:val="sw-KE" w:bidi="ar-EG"/>
        </w:rPr>
      </w:pPr>
      <w:r w:rsidRPr="004259A5">
        <w:rPr>
          <w:sz w:val="24"/>
          <w:szCs w:val="24"/>
          <w:lang w:val="sw-KE" w:bidi="ar-EG"/>
        </w:rPr>
        <w:t>[</w:t>
      </w:r>
      <w:r w:rsidRPr="004259A5">
        <w:rPr>
          <w:sz w:val="24"/>
          <w:szCs w:val="24"/>
          <w:rtl/>
          <w:lang w:val="sw-KE" w:bidi="ar-EG"/>
        </w:rPr>
        <w:t>وتشتمل على تهذيب الفقراء بالزهد وتأديب الاغنياء بالشفقة</w:t>
      </w:r>
      <w:r w:rsidRPr="004259A5">
        <w:rPr>
          <w:sz w:val="24"/>
          <w:szCs w:val="24"/>
          <w:lang w:val="sw-KE" w:bidi="ar-EG"/>
        </w:rPr>
        <w:t>]</w:t>
      </w:r>
    </w:p>
    <w:p w:rsidR="0071538C" w:rsidRDefault="0071538C" w:rsidP="004259A5">
      <w:pPr>
        <w:ind w:firstLine="0"/>
        <w:rPr>
          <w:sz w:val="24"/>
          <w:szCs w:val="24"/>
          <w:lang w:val="sw-KE"/>
        </w:rPr>
      </w:pPr>
      <w:r>
        <w:rPr>
          <w:sz w:val="24"/>
          <w:szCs w:val="24"/>
          <w:rtl/>
          <w:lang w:val="sw-KE"/>
        </w:rPr>
        <w:t>أمَّا بَعْدُ، فَإِنَّ الاْ</w:t>
      </w:r>
      <w:r w:rsidRPr="0071538C">
        <w:rPr>
          <w:sz w:val="24"/>
          <w:szCs w:val="24"/>
          <w:rtl/>
          <w:lang w:val="sw-KE"/>
        </w:rPr>
        <w:t>مْرَ يَن</w:t>
      </w:r>
      <w:r>
        <w:rPr>
          <w:sz w:val="24"/>
          <w:szCs w:val="24"/>
          <w:rtl/>
          <w:lang w:val="sw-KE"/>
        </w:rPr>
        <w:t>ْزِلُ مِنَ السَّماءِ إِلَى الاْ</w:t>
      </w:r>
      <w:r w:rsidRPr="0071538C">
        <w:rPr>
          <w:sz w:val="24"/>
          <w:szCs w:val="24"/>
          <w:rtl/>
          <w:lang w:val="sw-KE"/>
        </w:rPr>
        <w:t>رْضِ كَقَطر المَطَرِ إِلَى كُلِّ نَفْس بِمَا قُسِمَ لَهَا مِنْ زِيَادَة أَوْ نُقْ</w:t>
      </w:r>
      <w:r>
        <w:rPr>
          <w:sz w:val="24"/>
          <w:szCs w:val="24"/>
          <w:rtl/>
          <w:lang w:val="sw-KE"/>
        </w:rPr>
        <w:t>صَان، فإذا رَأَى أَحَدُكُمْ لاِخِيهِ غَفِيرَةً</w:t>
      </w:r>
      <w:r w:rsidRPr="0071538C">
        <w:rPr>
          <w:sz w:val="24"/>
          <w:szCs w:val="24"/>
          <w:rtl/>
          <w:lang w:val="sw-KE"/>
        </w:rPr>
        <w:t xml:space="preserve"> في أَهْل أَوْ مَال أَوْ نَفْس فَلاَ تَكُونَنَّ لَهُ فِتْنَةً، فَإِنَّ المَرْءَ المُسْلِمَ مَا لَمْ يَغْشَ دَنَاءَةً تَظْهَرُ فَيَخْشَعُ لَهَا إِذَا ذُكِرَتْ، وَيُغْرَى بهَا لِئَامُ النَّاسِ، كانَ كَا</w:t>
      </w:r>
      <w:r>
        <w:rPr>
          <w:sz w:val="24"/>
          <w:szCs w:val="24"/>
          <w:rtl/>
          <w:lang w:val="sw-KE"/>
        </w:rPr>
        <w:t>لفَالِجِ اليَاسِرِ</w:t>
      </w:r>
      <w:r w:rsidRPr="0071538C">
        <w:rPr>
          <w:sz w:val="24"/>
          <w:szCs w:val="24"/>
          <w:rtl/>
          <w:lang w:val="sw-KE"/>
        </w:rPr>
        <w:t xml:space="preserve"> الَّذِي يَنْتَظِرُ أَوَّلَ فَوْزَة مِنْ قِدَاحِهِ تُوجِبُ لَهُ المَغْنَمَ، وَيُرْفَعُ عَنْه</w:t>
      </w:r>
      <w:r w:rsidRPr="0071538C">
        <w:rPr>
          <w:rtl/>
        </w:rPr>
        <w:t xml:space="preserve"> </w:t>
      </w:r>
      <w:r w:rsidRPr="0071538C">
        <w:rPr>
          <w:sz w:val="24"/>
          <w:szCs w:val="24"/>
          <w:rtl/>
          <w:lang w:val="sw-KE"/>
        </w:rPr>
        <w:t>بها المَغْرَمُ.</w:t>
      </w:r>
      <w:r w:rsidR="00DD26DC" w:rsidRPr="00DD26DC">
        <w:rPr>
          <w:rtl/>
        </w:rPr>
        <w:t xml:space="preserve"> </w:t>
      </w:r>
      <w:r w:rsidR="00DD26DC" w:rsidRPr="00DD26DC">
        <w:rPr>
          <w:sz w:val="24"/>
          <w:szCs w:val="24"/>
          <w:rtl/>
          <w:lang w:val="sw-KE"/>
        </w:rPr>
        <w:t>وَكَذْلِكَ المَرْءُ المُسْلِمُ البَرِيءُ مِنَ الخِيَانَةِ يَنْتَظِرُ مِنَ اللهِ إِحْدَى الحُسْنَيَيْنِ: إِمَّا دَاعِيَ اللهِ فَمَا عِنْدَ اللهِ خَيْرٌ لَهُ، وَإِمَّا رِزْقَ اللهِ فَإِذَا هُوَ ذُوأَهْل وَمَال، وَمَعَهُ دِينُهُ وَحَسَبُهُ.</w:t>
      </w:r>
      <w:r w:rsidRPr="0071538C">
        <w:rPr>
          <w:sz w:val="24"/>
          <w:szCs w:val="24"/>
          <w:rtl/>
          <w:lang w:val="sw-KE"/>
        </w:rPr>
        <w:t>ُ</w:t>
      </w:r>
    </w:p>
    <w:p w:rsidR="004259A5" w:rsidRPr="004259A5" w:rsidRDefault="004259A5" w:rsidP="004259A5">
      <w:pPr>
        <w:ind w:firstLine="0"/>
        <w:rPr>
          <w:sz w:val="24"/>
          <w:szCs w:val="24"/>
          <w:lang w:val="sw-KE"/>
        </w:rPr>
      </w:pPr>
      <w:r w:rsidRPr="004259A5">
        <w:rPr>
          <w:sz w:val="24"/>
          <w:szCs w:val="24"/>
          <w:lang w:val="sw-KE"/>
        </w:rPr>
        <w:t xml:space="preserve">“Hivyo, kwa kweli amri yateremka kutoka mbinguni mpaka ardhini kama matone ya mvua na kuifikia kila nafsi kiwango ilichogawiwa, ikiwa ni zaidi au pungufu, kwa hiyo endapo mmoja wenu anapoona kwa nduguye wingi wa ahli au mali au binafsi hilo lisimkere, kwa kuwa Muislamu hatendi kitendo ambacho lau kitafichuka atainamisha macho yake (kuona haya) na ambacho watu wasio na mashiko watashawishika, yeye ni mfano wa mcheza kamari </w:t>
      </w:r>
      <w:r w:rsidRPr="004259A5">
        <w:rPr>
          <w:sz w:val="24"/>
          <w:szCs w:val="24"/>
          <w:lang w:val="sw-KE"/>
        </w:rPr>
        <w:lastRenderedPageBreak/>
        <w:t>anayetumainia mchezo wake wa kwanza utamhakikishia kipato na yakuwa utamfidia michezo ya nyuma aliyopata hasara.</w:t>
      </w:r>
    </w:p>
    <w:p w:rsidR="004259A5" w:rsidRPr="004259A5" w:rsidRDefault="004259A5" w:rsidP="004259A5">
      <w:pPr>
        <w:ind w:firstLine="0"/>
        <w:rPr>
          <w:sz w:val="24"/>
          <w:szCs w:val="24"/>
          <w:lang w:val="sw-KE"/>
        </w:rPr>
      </w:pPr>
      <w:r w:rsidRPr="004259A5">
        <w:rPr>
          <w:sz w:val="24"/>
          <w:szCs w:val="24"/>
          <w:lang w:val="sw-KE"/>
        </w:rPr>
        <w:t>Ni sawa na Mwislamu asiye na hiyana, anatazamia kwa Mungu mojawapo ya mazuri mawili: Ima wito kutoka kwa Mwenyezi Mungu, na yaliyo kwa Mungu ni bora kwake. Au riziki ya Mungu, tayari ana watoto na mali, pia atakuwa na dini yake na hishma yake.</w:t>
      </w:r>
    </w:p>
    <w:p w:rsidR="004259A5" w:rsidRPr="004259A5" w:rsidRDefault="00E600DC" w:rsidP="00E600DC">
      <w:pPr>
        <w:bidi/>
        <w:ind w:firstLine="0"/>
        <w:rPr>
          <w:sz w:val="24"/>
          <w:szCs w:val="24"/>
          <w:lang w:val="sw-KE"/>
        </w:rPr>
      </w:pPr>
      <w:r w:rsidRPr="00E600DC">
        <w:rPr>
          <w:sz w:val="24"/>
          <w:szCs w:val="24"/>
          <w:rtl/>
          <w:lang w:val="sw-KE"/>
        </w:rPr>
        <w:t>إِنَّ المَالَ وَالبَنِينَ حَرْثُ الدُّنْيَا، والعَمَلَ الصَّالِحَ حَرْثُ الاْخِرَةِ،</w:t>
      </w:r>
      <w:r>
        <w:rPr>
          <w:sz w:val="24"/>
          <w:szCs w:val="24"/>
          <w:rtl/>
          <w:lang w:val="sw-KE"/>
        </w:rPr>
        <w:t xml:space="preserve"> وَقَدْ يَجْمَعُهُمَا اللهُ لاِ</w:t>
      </w:r>
      <w:r w:rsidRPr="00E600DC">
        <w:rPr>
          <w:sz w:val="24"/>
          <w:szCs w:val="24"/>
          <w:rtl/>
          <w:lang w:val="sw-KE"/>
        </w:rPr>
        <w:t>قْوَام، فَاحْذَرُوا مِنَ اللهِ مَا حَذَّرَكُمْ مِنْ نَفْسِهِ، وَاخْشَوْهُ خَشْيَةً لَيْسَتُ بَتَعْذِير، وَاعْمَلُوا في غَيْرِ رِيَاء وَلاَ سُمْعَة; فَإِنَّهُ مَنْ يَعْمَلْ لِغَيْرِ اللهِ يَكِلْهُ اللهُ إِلَى مَنْ عَمِلَ لَهُ</w:t>
      </w:r>
      <w:r w:rsidRPr="00E600DC">
        <w:rPr>
          <w:sz w:val="24"/>
          <w:szCs w:val="24"/>
          <w:lang w:val="sw-KE"/>
        </w:rPr>
        <w:t>.</w:t>
      </w:r>
      <w:r w:rsidRPr="00E600DC">
        <w:rPr>
          <w:sz w:val="24"/>
          <w:szCs w:val="24"/>
          <w:rtl/>
          <w:lang w:val="sw-KE"/>
        </w:rPr>
        <w:t>نَسْأَلُ اللهَ مَنَازِلَ الشُّهَدَاءِ، وَمُعَايَشَةَ ا</w:t>
      </w:r>
      <w:r>
        <w:rPr>
          <w:sz w:val="24"/>
          <w:szCs w:val="24"/>
          <w:rtl/>
          <w:lang w:val="sw-KE"/>
        </w:rPr>
        <w:t>لسُّعَدَاءِ، وَمُرَافَقَةَ الاْ</w:t>
      </w:r>
      <w:r w:rsidRPr="00E600DC">
        <w:rPr>
          <w:sz w:val="24"/>
          <w:szCs w:val="24"/>
          <w:rtl/>
          <w:lang w:val="sw-KE"/>
        </w:rPr>
        <w:t>نْبِيَاءِ</w:t>
      </w:r>
      <w:r w:rsidRPr="00E600DC">
        <w:rPr>
          <w:sz w:val="24"/>
          <w:szCs w:val="24"/>
          <w:lang w:val="sw-KE"/>
        </w:rPr>
        <w:t>.</w:t>
      </w:r>
    </w:p>
    <w:p w:rsidR="004259A5" w:rsidRPr="004259A5" w:rsidRDefault="004259A5" w:rsidP="00E600DC">
      <w:pPr>
        <w:ind w:firstLine="0"/>
        <w:rPr>
          <w:sz w:val="24"/>
          <w:szCs w:val="24"/>
          <w:lang w:val="sw-KE"/>
        </w:rPr>
      </w:pPr>
      <w:r w:rsidRPr="004259A5">
        <w:rPr>
          <w:sz w:val="24"/>
          <w:szCs w:val="24"/>
          <w:lang w:val="sw-KE"/>
        </w:rPr>
        <w:t>Na kweli mali na watoto ni matunda ya dunia tu, na matendo mema ni matunda ya akhera. Na Mungu (s.w.t) huenda akayakusanya mawili ha</w:t>
      </w:r>
      <w:r w:rsidR="00E600DC">
        <w:rPr>
          <w:sz w:val="24"/>
          <w:szCs w:val="24"/>
          <w:lang w:val="sw-KE"/>
        </w:rPr>
        <w:t xml:space="preserve">yo kwa baadhi ya kaumu ya watu. </w:t>
      </w:r>
      <w:r w:rsidRPr="004259A5">
        <w:rPr>
          <w:sz w:val="24"/>
          <w:szCs w:val="24"/>
          <w:lang w:val="sw-KE"/>
        </w:rPr>
        <w:t>Jihadharini na yale Mungu Aliyo wahadharisheni, na mwogopeni kwa kiasi kwamba haitohitajika kuomba msamaha. Na fanyeni (wema) bila ya kutaka kujionesha au kusikika, kwa kuwa atendaye kwa ajili ya mwingine ambaye si Mungu, Mungu atamuwakilisha kwa yule aliyetenda kwa ajili yake.Tunamuomba Mungu (s.w.t) mafikio ya mashahidi na tuishi maisha ya walio na maisha ya furaha, na kuwa pamoja na manabii.</w:t>
      </w:r>
    </w:p>
    <w:p w:rsidR="004259A5" w:rsidRPr="004259A5" w:rsidRDefault="006A00E6" w:rsidP="006A00E6">
      <w:pPr>
        <w:bidi/>
        <w:ind w:firstLine="0"/>
        <w:rPr>
          <w:sz w:val="24"/>
          <w:szCs w:val="24"/>
          <w:lang w:val="sw-KE"/>
        </w:rPr>
      </w:pPr>
      <w:r w:rsidRPr="006A00E6">
        <w:rPr>
          <w:sz w:val="24"/>
          <w:szCs w:val="24"/>
          <w:rtl/>
          <w:lang w:val="sw-KE"/>
        </w:rPr>
        <w:t>أَيُّهَا النّاسُ، إِنَّهُ لاَ يَسْتَغْنِي الرَّجُلُ ـ وَإِنْ كَانَ ذَا مَال ـ عَنْ عَشِيرَتِهِ، وَدِفَاعِهِمْ عَنْهُ بِأَيْدِيهِمْ وَأَلسِنَتِهمْ، وَهُمْ أَعْظَمُ النَّاسِ حَيْطَةً</w:t>
      </w:r>
      <w:r>
        <w:rPr>
          <w:rFonts w:hint="cs"/>
          <w:sz w:val="24"/>
          <w:szCs w:val="24"/>
          <w:rtl/>
          <w:lang w:val="sw-KE"/>
        </w:rPr>
        <w:t xml:space="preserve"> </w:t>
      </w:r>
      <w:r w:rsidRPr="006A00E6">
        <w:rPr>
          <w:sz w:val="24"/>
          <w:szCs w:val="24"/>
          <w:rtl/>
          <w:lang w:val="sw-KE"/>
        </w:rPr>
        <w:t>مِنْ وَرَا</w:t>
      </w:r>
      <w:r>
        <w:rPr>
          <w:sz w:val="24"/>
          <w:szCs w:val="24"/>
          <w:rtl/>
          <w:lang w:val="sw-KE"/>
        </w:rPr>
        <w:t>ئِهِ وَأَلَمُّهُمْ لِشَعَثِهِ</w:t>
      </w:r>
      <w:r w:rsidRPr="006A00E6">
        <w:rPr>
          <w:sz w:val="24"/>
          <w:szCs w:val="24"/>
          <w:rtl/>
          <w:lang w:val="sw-KE"/>
        </w:rPr>
        <w:t>، وَأَعْطَفُهُمْ عَلَيْهِ عِنْدَ نَازِلَة إنْ نَزَلَتْ بِهِ. وَلِسَانُ الصِّدْقِ يَجْعَلُهُ اللهُ لِلْمَرْءِ في النَّاسِ خَيْرٌ لَهُ مِنَ المَالِ: يُورِثُهُ غيرَهُ</w:t>
      </w:r>
      <w:r w:rsidRPr="006A00E6">
        <w:rPr>
          <w:sz w:val="24"/>
          <w:szCs w:val="24"/>
          <w:lang w:val="sw-KE"/>
        </w:rPr>
        <w:t>.</w:t>
      </w:r>
    </w:p>
    <w:p w:rsidR="004259A5" w:rsidRPr="004259A5" w:rsidRDefault="006A00E6" w:rsidP="004259A5">
      <w:pPr>
        <w:ind w:firstLine="0"/>
        <w:rPr>
          <w:sz w:val="24"/>
          <w:szCs w:val="24"/>
          <w:lang w:val="sw-KE"/>
        </w:rPr>
      </w:pPr>
      <w:r>
        <w:rPr>
          <w:sz w:val="24"/>
          <w:szCs w:val="24"/>
          <w:lang w:val="sw-KE"/>
        </w:rPr>
        <w:t>E</w:t>
      </w:r>
      <w:r w:rsidR="004259A5" w:rsidRPr="004259A5">
        <w:rPr>
          <w:sz w:val="24"/>
          <w:szCs w:val="24"/>
          <w:lang w:val="sw-KE"/>
        </w:rPr>
        <w:t>nyi watu! mtu hawezi kujitosha - japo awe na mali - bila ya jamaa wa ukoo wake, na ulinzi wao juu yake kwa mikono yao na ndimi zao. Nao ni watu muhimu sana kwa uangalizi nyuma yake, nao ni kiunganishi mno cha mfarakano na ndugu zake, ni wenye huruma mno kwake anapokumbwa na shida. Utajo mwema Mungu amjaaliao mtu miongoni mwa watu ni bora kwake kuliko mali am</w:t>
      </w:r>
      <w:r>
        <w:rPr>
          <w:sz w:val="24"/>
          <w:szCs w:val="24"/>
          <w:lang w:val="sw-KE"/>
        </w:rPr>
        <w:t>bayo atawarithisha watu wengine</w:t>
      </w:r>
      <w:r w:rsidR="004259A5" w:rsidRPr="004259A5">
        <w:rPr>
          <w:sz w:val="24"/>
          <w:szCs w:val="24"/>
          <w:lang w:val="sw-KE"/>
        </w:rPr>
        <w:t>.</w:t>
      </w:r>
    </w:p>
    <w:p w:rsidR="004259A5" w:rsidRPr="004259A5" w:rsidRDefault="006A00E6" w:rsidP="006A00E6">
      <w:pPr>
        <w:bidi/>
        <w:ind w:firstLine="0"/>
        <w:rPr>
          <w:sz w:val="24"/>
          <w:szCs w:val="24"/>
          <w:lang w:val="sw-KE"/>
        </w:rPr>
      </w:pPr>
      <w:r w:rsidRPr="006A00E6">
        <w:rPr>
          <w:sz w:val="24"/>
          <w:szCs w:val="24"/>
          <w:rtl/>
          <w:lang w:val="sw-KE"/>
        </w:rPr>
        <w:t>منها</w:t>
      </w:r>
      <w:r w:rsidRPr="006A00E6">
        <w:rPr>
          <w:sz w:val="24"/>
          <w:szCs w:val="24"/>
          <w:lang w:val="sw-KE"/>
        </w:rPr>
        <w:t>:</w:t>
      </w:r>
      <w:r>
        <w:rPr>
          <w:rFonts w:hint="cs"/>
          <w:sz w:val="24"/>
          <w:szCs w:val="24"/>
          <w:rtl/>
          <w:lang w:val="sw-KE"/>
        </w:rPr>
        <w:t xml:space="preserve"> </w:t>
      </w:r>
      <w:r w:rsidRPr="006A00E6">
        <w:rPr>
          <w:sz w:val="24"/>
          <w:szCs w:val="24"/>
          <w:rtl/>
          <w:lang w:val="sw-KE"/>
        </w:rPr>
        <w:t>أَلاَ لاَيَعْدِلَنَّ أَحَدُكُمْ عَنِ القَرَ</w:t>
      </w:r>
      <w:r>
        <w:rPr>
          <w:sz w:val="24"/>
          <w:szCs w:val="24"/>
          <w:rtl/>
          <w:lang w:val="sw-KE"/>
        </w:rPr>
        <w:t>ابِةِ يَرَى بِهَا الخَصَاصَةَ</w:t>
      </w:r>
      <w:r w:rsidRPr="006A00E6">
        <w:rPr>
          <w:sz w:val="24"/>
          <w:szCs w:val="24"/>
          <w:rtl/>
          <w:lang w:val="sw-KE"/>
        </w:rPr>
        <w:t xml:space="preserve"> أنْ يَسُدَّهَا بِالَّذِي لايَزِيدُهُ إِنْ أَمْسَكَهُ وَل</w:t>
      </w:r>
      <w:r>
        <w:rPr>
          <w:sz w:val="24"/>
          <w:szCs w:val="24"/>
          <w:rtl/>
          <w:lang w:val="sw-KE"/>
        </w:rPr>
        <w:t>اَ يَنْقُصُهُ إِنْ أَهْلَكَهُ</w:t>
      </w:r>
      <w:r w:rsidRPr="006A00E6">
        <w:rPr>
          <w:sz w:val="24"/>
          <w:szCs w:val="24"/>
          <w:rtl/>
          <w:lang w:val="sw-KE"/>
        </w:rPr>
        <w:t>، وَمَنْ يَقْبِضْ يَدَهُ عَنْ عَشِيرَتِهِ، فَإِنَّمَا تُقْبَضُ مِنْهُ عَنْهُمْ يَدٌ وَاحِدَةٌ، وَتُقْبَضُ مِنْهُمْ عَنْهُ أَيْد كَثِيرَةٌ; وَمَنْ تَلِنْ حَاشِيَتُهُ يَسْتَدِمْ مِنْ قَوْمِهِ المَوَدَّةَ</w:t>
      </w:r>
      <w:r w:rsidRPr="006A00E6">
        <w:rPr>
          <w:sz w:val="24"/>
          <w:szCs w:val="24"/>
          <w:lang w:val="sw-KE"/>
        </w:rPr>
        <w:t>.</w:t>
      </w:r>
    </w:p>
    <w:p w:rsidR="004259A5" w:rsidRPr="004259A5" w:rsidRDefault="004259A5" w:rsidP="002D2E58">
      <w:pPr>
        <w:ind w:firstLine="0"/>
        <w:rPr>
          <w:sz w:val="24"/>
          <w:szCs w:val="24"/>
          <w:lang w:val="sw-KE"/>
        </w:rPr>
      </w:pPr>
      <w:r w:rsidRPr="002D2E58">
        <w:rPr>
          <w:rStyle w:val="libBold1Char"/>
          <w:lang w:val="sw-KE"/>
        </w:rPr>
        <w:t>Na miongoni mwa sehemu ya khutba hii</w:t>
      </w:r>
      <w:r w:rsidRPr="004259A5">
        <w:rPr>
          <w:sz w:val="24"/>
          <w:szCs w:val="24"/>
          <w:lang w:val="sw-KE"/>
        </w:rPr>
        <w:t>: “Ala! Mtu asiache kusaidia haja aionayo kwa ndugu wa karibu, awaonapo katika shida azitatue, kwa kile ambacho hakitomzidishia au kumsaidia chochote akiacha, na wala hakitompunguzia chochote endapo atakitumia.</w:t>
      </w:r>
      <w:r w:rsidR="002D2E58">
        <w:rPr>
          <w:sz w:val="24"/>
          <w:szCs w:val="24"/>
          <w:lang w:val="sw-KE"/>
        </w:rPr>
        <w:t xml:space="preserve"> </w:t>
      </w:r>
      <w:r w:rsidRPr="004259A5">
        <w:rPr>
          <w:sz w:val="24"/>
          <w:szCs w:val="24"/>
          <w:lang w:val="sw-KE"/>
        </w:rPr>
        <w:t>Na ambaye anauzuia mkono wake kuwasaidia ndugu zake wa karibu, ukweli ni kwamba unazuilika kutoka kwake kuwaendea wao mkono mmoja tu, na itazuilika kwake kutoka kwao mikono mingi. Mwenye tabia nzuri, mapenzi yake kwa ndugu yatadumu.</w:t>
      </w:r>
    </w:p>
    <w:p w:rsidR="005F65EC" w:rsidRDefault="004259A5" w:rsidP="004259A5">
      <w:pPr>
        <w:ind w:firstLine="0"/>
        <w:rPr>
          <w:sz w:val="24"/>
          <w:szCs w:val="24"/>
          <w:lang w:val="sw-KE"/>
        </w:rPr>
      </w:pPr>
      <w:r w:rsidRPr="002D2E58">
        <w:rPr>
          <w:rStyle w:val="libBold1Char"/>
          <w:lang w:val="sw-KE"/>
        </w:rPr>
        <w:t>Maelezo</w:t>
      </w:r>
      <w:r w:rsidRPr="004259A5">
        <w:rPr>
          <w:sz w:val="24"/>
          <w:szCs w:val="24"/>
          <w:lang w:val="sw-KE"/>
        </w:rPr>
        <w:t xml:space="preserve">: Amesema Sharif ar-Raadhiy; “Nasema Alghafiratu hapa ina maana ya kuzidi na uwingi, kutokana na usemi wao (Waarabu) kuhusu kundi la watu” Aljammau Alghafiru, yaani kundi kubwa la watu, na Aljam’u-Alghafiiru, ikiwa na maana hiyo hiyo. Na yaelezwa (If ’watun min Ahlin au mali) na Al’If ’watu; ni kitu bora, husema; Akaltu af ’wata ta’ami - nimekula chakula kilicho bora. Maana nzuri iliyoje aliyoikusudia (amani imfikie) kwa usemi wake mwenye kuuzuia mkono wake kwa kutowasaidia jamaa zake… mpaka mwisho wa usemi wake huo, kwa kweli mzuiaji kwa nduguye anazuia manufaa ya kheri ya mkono mmoja. Naye atakapohitaji nusura yao, na </w:t>
      </w:r>
      <w:r w:rsidRPr="004259A5">
        <w:rPr>
          <w:sz w:val="24"/>
          <w:szCs w:val="24"/>
          <w:lang w:val="sw-KE"/>
        </w:rPr>
        <w:lastRenderedPageBreak/>
        <w:t>atakapodharurika na usaidizi wao, wao wata- jizuia kumnusuru, na watakuwa wazito kumpa sauti, kwa hiyo itakuwa umezuilika msaada wa mikono mingi, na kusimama nyayo nyingi.</w:t>
      </w:r>
    </w:p>
    <w:p w:rsidR="00117F66" w:rsidRPr="00117F66" w:rsidRDefault="00117F66" w:rsidP="00117F66">
      <w:pPr>
        <w:pStyle w:val="Heading3"/>
        <w:rPr>
          <w:lang w:val="sw-KE"/>
        </w:rPr>
      </w:pPr>
      <w:bookmarkStart w:id="49" w:name="_Toc46076705"/>
      <w:r w:rsidRPr="00117F66">
        <w:rPr>
          <w:lang w:val="sw-KE"/>
        </w:rPr>
        <w:t xml:space="preserve">24. NA MIONGONI MWA KHUTBA ZAKE </w:t>
      </w:r>
      <w:r w:rsidRPr="00117F66">
        <w:rPr>
          <w:rStyle w:val="libFootnotenumChar"/>
          <w:lang w:val="sw-KE"/>
        </w:rPr>
        <w:t>(A.S)</w:t>
      </w:r>
      <w:bookmarkEnd w:id="49"/>
    </w:p>
    <w:p w:rsidR="00117F66" w:rsidRDefault="00117F66" w:rsidP="00117F66">
      <w:pPr>
        <w:pStyle w:val="libBold1"/>
        <w:rPr>
          <w:lang w:val="sw-KE"/>
        </w:rPr>
      </w:pPr>
      <w:r w:rsidRPr="00117F66">
        <w:rPr>
          <w:lang w:val="sw-KE"/>
        </w:rPr>
        <w:t>Katika kuhimiza kuwapiga vita Khawarij:</w:t>
      </w:r>
    </w:p>
    <w:p w:rsidR="00117F66" w:rsidRPr="00117F66" w:rsidRDefault="00117F66" w:rsidP="00117F66">
      <w:pPr>
        <w:bidi/>
        <w:ind w:firstLine="0"/>
        <w:jc w:val="center"/>
        <w:rPr>
          <w:sz w:val="24"/>
          <w:szCs w:val="24"/>
          <w:rtl/>
          <w:lang w:val="sw-KE"/>
        </w:rPr>
      </w:pPr>
      <w:r w:rsidRPr="00117F66">
        <w:rPr>
          <w:sz w:val="24"/>
          <w:szCs w:val="24"/>
          <w:rtl/>
          <w:lang w:val="sw-KE"/>
        </w:rPr>
        <w:t>ومن خطبة له (عليه السلام)</w:t>
      </w:r>
    </w:p>
    <w:p w:rsidR="00117F66" w:rsidRPr="00117F66" w:rsidRDefault="00117F66" w:rsidP="001837AB">
      <w:pPr>
        <w:bidi/>
        <w:ind w:firstLine="0"/>
        <w:rPr>
          <w:sz w:val="24"/>
          <w:szCs w:val="24"/>
          <w:lang w:val="sw-KE"/>
        </w:rPr>
      </w:pPr>
      <w:r w:rsidRPr="00117F66">
        <w:rPr>
          <w:sz w:val="24"/>
          <w:szCs w:val="24"/>
          <w:rtl/>
          <w:lang w:val="sw-KE"/>
        </w:rPr>
        <w:t>وَلَعَمْرِي مَا عَلَيَّ مِنْ قِتَالِ مَنْ خَالَفَ الحَقَّ، وَخَابَطَ الغَيَّ، مِنْ إِدْهَان وَلاَ إِيهَان</w:t>
      </w:r>
      <w:r w:rsidR="001837AB">
        <w:rPr>
          <w:rFonts w:hint="cs"/>
          <w:sz w:val="24"/>
          <w:szCs w:val="24"/>
          <w:rtl/>
          <w:lang w:val="sw-KE"/>
        </w:rPr>
        <w:t xml:space="preserve">. </w:t>
      </w:r>
      <w:r w:rsidRPr="00117F66">
        <w:rPr>
          <w:sz w:val="24"/>
          <w:szCs w:val="24"/>
          <w:rtl/>
          <w:lang w:val="sw-KE"/>
        </w:rPr>
        <w:t>فَاتَّقُوا اللهَ عِبَادَ اللهِ، وَفِرُّوا إِلَى اللهِ مِنَ اللهِ، وَامْضُوا في الَّذِي نَهَجَهُ)لَكُمْ، وَقُومُوا بِمَا عَصَبَهُ بِكُمْ، فَعَلِيٌّ ضَامِنٌ لِفَلْجِكُمْ آجِلاً، إِنْ لَمْ تُمنَحُوهُ عَاجِلاً</w:t>
      </w:r>
      <w:r w:rsidRPr="00117F66">
        <w:rPr>
          <w:sz w:val="24"/>
          <w:szCs w:val="24"/>
          <w:lang w:val="sw-KE"/>
        </w:rPr>
        <w:t>.</w:t>
      </w:r>
    </w:p>
    <w:p w:rsidR="00117F66" w:rsidRPr="00117F66" w:rsidRDefault="00117F66" w:rsidP="00117F66">
      <w:pPr>
        <w:ind w:firstLine="0"/>
        <w:rPr>
          <w:sz w:val="24"/>
          <w:szCs w:val="24"/>
          <w:lang w:val="sw-KE"/>
        </w:rPr>
      </w:pPr>
      <w:r w:rsidRPr="00117F66">
        <w:rPr>
          <w:sz w:val="24"/>
          <w:szCs w:val="24"/>
          <w:lang w:val="sw-KE"/>
        </w:rPr>
        <w:t>“Naapa kwa umri wangu siko legelege wala dhaifu katika kupigana na mwenye kuhalifu ukweli na kuyumbayumba ndani ya upotovu. Hivyo basi waja wa Mungu mcheni Mungu kimbilieni kwa Mungu kutoka kwa Mungu</w:t>
      </w:r>
      <w:r w:rsidR="001837AB" w:rsidRPr="001837AB">
        <w:rPr>
          <w:rStyle w:val="libFootnotenumChar"/>
          <w:lang w:val="sw-KE"/>
        </w:rPr>
        <w:footnoteReference w:id="76"/>
      </w:r>
      <w:r w:rsidR="001837AB">
        <w:rPr>
          <w:sz w:val="24"/>
          <w:szCs w:val="24"/>
          <w:lang w:val="sw-KE"/>
        </w:rPr>
        <w:t>.</w:t>
      </w:r>
    </w:p>
    <w:p w:rsidR="00117F66" w:rsidRPr="00117F66" w:rsidRDefault="00117F66" w:rsidP="00117F66">
      <w:pPr>
        <w:ind w:firstLine="0"/>
        <w:rPr>
          <w:sz w:val="24"/>
          <w:szCs w:val="24"/>
          <w:lang w:val="sw-KE"/>
        </w:rPr>
      </w:pPr>
      <w:r w:rsidRPr="00117F66">
        <w:rPr>
          <w:sz w:val="24"/>
          <w:szCs w:val="24"/>
          <w:lang w:val="sw-KE"/>
        </w:rPr>
        <w:t>Nendeni katika njia ya wazi aliyokufanyieni. Tekelezeni yale aliyowaambatanisha nayo. Kwa kuwa Ali ni mwenye kuchukua dhamana ya kufuzu kwenu hapo baadaye endapo hamtatunukiwa hivi punde.</w:t>
      </w:r>
    </w:p>
    <w:p w:rsidR="00C6345E" w:rsidRPr="00C6345E" w:rsidRDefault="00C6345E" w:rsidP="00C6345E">
      <w:pPr>
        <w:pStyle w:val="Heading3"/>
        <w:rPr>
          <w:lang w:val="sw-KE"/>
        </w:rPr>
      </w:pPr>
      <w:bookmarkStart w:id="50" w:name="_Toc46076706"/>
      <w:r w:rsidRPr="00C6345E">
        <w:rPr>
          <w:lang w:val="sw-KE"/>
        </w:rPr>
        <w:t xml:space="preserve">25. NA MIONGONI MWA KHUTBA ZAKE </w:t>
      </w:r>
      <w:r w:rsidRPr="00C6345E">
        <w:rPr>
          <w:rStyle w:val="libFootnotenumChar"/>
          <w:lang w:val="sw-KE"/>
        </w:rPr>
        <w:t>(A.S)</w:t>
      </w:r>
      <w:bookmarkEnd w:id="50"/>
    </w:p>
    <w:p w:rsidR="00C6345E" w:rsidRPr="00C6345E" w:rsidRDefault="00C6345E" w:rsidP="00C6345E">
      <w:pPr>
        <w:bidi/>
        <w:ind w:firstLine="0"/>
        <w:jc w:val="center"/>
        <w:rPr>
          <w:sz w:val="24"/>
          <w:szCs w:val="24"/>
          <w:rtl/>
          <w:lang w:val="sw-KE"/>
        </w:rPr>
      </w:pPr>
      <w:r w:rsidRPr="00C6345E">
        <w:rPr>
          <w:sz w:val="24"/>
          <w:szCs w:val="24"/>
          <w:rtl/>
          <w:lang w:val="sw-KE"/>
        </w:rPr>
        <w:t>ومن خطبة له (عليه السلام)</w:t>
      </w:r>
    </w:p>
    <w:p w:rsidR="00C6345E" w:rsidRDefault="0073466C" w:rsidP="00C6345E">
      <w:pPr>
        <w:bidi/>
        <w:ind w:firstLine="0"/>
        <w:rPr>
          <w:sz w:val="24"/>
          <w:szCs w:val="24"/>
          <w:lang w:val="sw-KE"/>
        </w:rPr>
      </w:pPr>
      <w:r>
        <w:rPr>
          <w:sz w:val="24"/>
          <w:szCs w:val="24"/>
          <w:rtl/>
          <w:lang w:val="sw-KE"/>
        </w:rPr>
        <w:t>وقد تواترت عليه الاَخبار</w:t>
      </w:r>
      <w:r w:rsidR="00C6345E" w:rsidRPr="00C6345E">
        <w:rPr>
          <w:sz w:val="24"/>
          <w:szCs w:val="24"/>
          <w:rtl/>
          <w:lang w:val="sw-KE"/>
        </w:rPr>
        <w:t xml:space="preserve"> باستيلاءِ أصحاب معاوية على البلاد، وقدم عليه عاملاه على اليمن ـ وهما عبيدالله بن العباس وسعيد بن نمران ـ لمّا غلب عليها بُسْرُ بن أبي أَرْطَاة، فقام(عليه السلام)</w:t>
      </w:r>
      <w:r>
        <w:rPr>
          <w:rFonts w:hint="cs"/>
          <w:sz w:val="24"/>
          <w:szCs w:val="24"/>
          <w:rtl/>
          <w:lang w:val="sw-KE"/>
        </w:rPr>
        <w:t xml:space="preserve"> </w:t>
      </w:r>
      <w:r w:rsidR="00C6345E" w:rsidRPr="00C6345E">
        <w:rPr>
          <w:sz w:val="24"/>
          <w:szCs w:val="24"/>
          <w:rtl/>
          <w:lang w:val="sw-KE"/>
        </w:rPr>
        <w:t>إلى المنبر ضجراً بتثاقل أَصحابه عن الجهاد، ومخالفتهم له في الرأْي، وقال</w:t>
      </w:r>
      <w:r w:rsidR="00C6345E">
        <w:rPr>
          <w:rFonts w:hint="cs"/>
          <w:sz w:val="24"/>
          <w:szCs w:val="24"/>
          <w:rtl/>
          <w:lang w:val="sw-KE"/>
        </w:rPr>
        <w:t>:</w:t>
      </w:r>
    </w:p>
    <w:p w:rsidR="00C6345E" w:rsidRPr="00C6345E" w:rsidRDefault="00C6345E" w:rsidP="00C6345E">
      <w:pPr>
        <w:ind w:firstLine="0"/>
        <w:rPr>
          <w:sz w:val="24"/>
          <w:szCs w:val="24"/>
          <w:lang w:val="sw-KE"/>
        </w:rPr>
      </w:pPr>
      <w:r w:rsidRPr="00C6345E">
        <w:rPr>
          <w:sz w:val="24"/>
          <w:szCs w:val="24"/>
          <w:lang w:val="sw-KE"/>
        </w:rPr>
        <w:t>Habari zimeenea na kumfikia kuwa watu wa Muawiyah wameteka nchi (Yemen) na wafanyakazi wake wawili wa Yemen walimjia, nao ni Ubaidullahi bin Abbas na Saeed bin Namran alipowashinda nguvu Busru bin Abii Artaat. Hapo (amani imfikie), alisimama juu ya mimbari akiwa ameudhika na watu wake kuwa wazito kwenye jihadi na kuwa kwao kinyume na yeye katika rai, akasema:</w:t>
      </w:r>
    </w:p>
    <w:p w:rsidR="00C6345E" w:rsidRPr="00C6345E" w:rsidRDefault="00C6345E" w:rsidP="003A0326">
      <w:pPr>
        <w:bidi/>
        <w:ind w:firstLine="0"/>
        <w:rPr>
          <w:sz w:val="24"/>
          <w:szCs w:val="24"/>
          <w:lang w:val="sw-KE"/>
        </w:rPr>
      </w:pPr>
      <w:r w:rsidRPr="00C6345E">
        <w:rPr>
          <w:sz w:val="24"/>
          <w:szCs w:val="24"/>
          <w:rtl/>
          <w:lang w:val="sw-KE"/>
        </w:rPr>
        <w:t>مَا هِيَ إِلاَّ الكُوفَةُ، أقْبِضُهَا وَأَبْسُطُهَا(2)، إنْ لَمْ تَكُوني إِلاّ</w:t>
      </w:r>
      <w:r>
        <w:rPr>
          <w:sz w:val="24"/>
          <w:szCs w:val="24"/>
          <w:rtl/>
          <w:lang w:val="sw-KE"/>
        </w:rPr>
        <w:t>َ أَنْتِ، تَهُبُّ أَعَاصِيرُك</w:t>
      </w:r>
      <w:r w:rsidRPr="00C6345E">
        <w:rPr>
          <w:sz w:val="24"/>
          <w:szCs w:val="24"/>
          <w:rtl/>
          <w:lang w:val="sw-KE"/>
        </w:rPr>
        <w:t>، فَقَبَّحَكِ اللهُ</w:t>
      </w:r>
      <w:r w:rsidRPr="00C6345E">
        <w:rPr>
          <w:sz w:val="24"/>
          <w:szCs w:val="24"/>
          <w:lang w:val="sw-KE"/>
        </w:rPr>
        <w:t>!</w:t>
      </w:r>
      <w:r>
        <w:rPr>
          <w:rFonts w:hint="cs"/>
          <w:sz w:val="24"/>
          <w:szCs w:val="24"/>
          <w:rtl/>
          <w:lang w:val="sw-KE"/>
        </w:rPr>
        <w:t xml:space="preserve"> </w:t>
      </w:r>
      <w:r w:rsidRPr="00C6345E">
        <w:rPr>
          <w:sz w:val="24"/>
          <w:szCs w:val="24"/>
          <w:rtl/>
          <w:lang w:val="sw-KE"/>
        </w:rPr>
        <w:t>وتمثّل</w:t>
      </w:r>
      <w:r>
        <w:rPr>
          <w:sz w:val="24"/>
          <w:szCs w:val="24"/>
          <w:lang w:val="sw-KE"/>
        </w:rPr>
        <w:t xml:space="preserve"> </w:t>
      </w:r>
      <w:r>
        <w:rPr>
          <w:rFonts w:hint="cs"/>
          <w:sz w:val="24"/>
          <w:szCs w:val="24"/>
          <w:rtl/>
          <w:lang w:val="sw-KE" w:bidi="ar-EG"/>
        </w:rPr>
        <w:t>بقول الشاعر:</w:t>
      </w:r>
      <w:r>
        <w:rPr>
          <w:rFonts w:hint="cs"/>
          <w:sz w:val="24"/>
          <w:szCs w:val="24"/>
          <w:rtl/>
          <w:lang w:val="sw-KE"/>
        </w:rPr>
        <w:t xml:space="preserve"> </w:t>
      </w:r>
      <w:r w:rsidRPr="00C6345E">
        <w:rPr>
          <w:sz w:val="24"/>
          <w:szCs w:val="24"/>
          <w:rtl/>
          <w:lang w:val="sw-KE"/>
        </w:rPr>
        <w:t>لَعَمْرُ أَبِ</w:t>
      </w:r>
      <w:r w:rsidR="003A0326">
        <w:rPr>
          <w:sz w:val="24"/>
          <w:szCs w:val="24"/>
          <w:rtl/>
          <w:lang w:val="sw-KE"/>
        </w:rPr>
        <w:t>يكَ الخَيْرِ يَا عَمْرُوإِنَّني</w:t>
      </w:r>
      <w:r w:rsidRPr="00C6345E">
        <w:rPr>
          <w:sz w:val="24"/>
          <w:szCs w:val="24"/>
          <w:rtl/>
          <w:lang w:val="sw-KE"/>
        </w:rPr>
        <w:t xml:space="preserve"> عَلَى</w:t>
      </w:r>
      <w:r>
        <w:rPr>
          <w:sz w:val="24"/>
          <w:szCs w:val="24"/>
          <w:rtl/>
          <w:lang w:val="sw-KE"/>
        </w:rPr>
        <w:t xml:space="preserve"> وَضَر(4) ـ مِنْ ذَا الاْنَاءِ</w:t>
      </w:r>
      <w:r w:rsidRPr="00C6345E">
        <w:rPr>
          <w:sz w:val="24"/>
          <w:szCs w:val="24"/>
          <w:rtl/>
          <w:lang w:val="sw-KE"/>
        </w:rPr>
        <w:t xml:space="preserve"> قَلِيلِ</w:t>
      </w:r>
      <w:r>
        <w:rPr>
          <w:rFonts w:hint="cs"/>
          <w:sz w:val="24"/>
          <w:szCs w:val="24"/>
          <w:rtl/>
          <w:lang w:val="sw-KE"/>
        </w:rPr>
        <w:t>.</w:t>
      </w:r>
    </w:p>
    <w:p w:rsidR="00C6345E" w:rsidRPr="00C6345E" w:rsidRDefault="00C6345E" w:rsidP="00C6345E">
      <w:pPr>
        <w:ind w:firstLine="0"/>
        <w:rPr>
          <w:sz w:val="24"/>
          <w:szCs w:val="24"/>
          <w:lang w:val="sw-KE"/>
        </w:rPr>
      </w:pPr>
      <w:r w:rsidRPr="00C6345E">
        <w:rPr>
          <w:sz w:val="24"/>
          <w:szCs w:val="24"/>
          <w:lang w:val="sw-KE"/>
        </w:rPr>
        <w:t>“Hakuna kilichobakia isipokuwa (mji wa) Kufah, naweza kuukunja na kuukunjua</w:t>
      </w:r>
      <w:r w:rsidR="003A0326" w:rsidRPr="003A0326">
        <w:rPr>
          <w:rStyle w:val="libFootnotenumChar"/>
          <w:lang w:val="sw-KE"/>
        </w:rPr>
        <w:footnoteReference w:id="77"/>
      </w:r>
      <w:r w:rsidRPr="00C6345E">
        <w:rPr>
          <w:sz w:val="24"/>
          <w:szCs w:val="24"/>
          <w:lang w:val="sw-KE"/>
        </w:rPr>
        <w:t>,1 kama haukuwa ila ni wewe</w:t>
      </w:r>
      <w:r w:rsidR="003A0326">
        <w:rPr>
          <w:rStyle w:val="FootnoteReference"/>
          <w:sz w:val="24"/>
          <w:szCs w:val="24"/>
          <w:lang w:val="sw-KE"/>
        </w:rPr>
        <w:footnoteReference w:id="78"/>
      </w:r>
      <w:r w:rsidRPr="00C6345E">
        <w:rPr>
          <w:sz w:val="24"/>
          <w:szCs w:val="24"/>
          <w:lang w:val="sw-KE"/>
        </w:rPr>
        <w:t>2 kimbunga chako kinavuma Mungu akuweke katika hali mbaya!”</w:t>
      </w:r>
    </w:p>
    <w:p w:rsidR="00C6345E" w:rsidRPr="00C6345E" w:rsidRDefault="00C6345E" w:rsidP="00C6345E">
      <w:pPr>
        <w:ind w:firstLine="0"/>
        <w:rPr>
          <w:sz w:val="24"/>
          <w:szCs w:val="24"/>
          <w:lang w:val="sw-KE"/>
        </w:rPr>
      </w:pPr>
      <w:r>
        <w:rPr>
          <w:sz w:val="24"/>
          <w:szCs w:val="24"/>
          <w:lang w:val="sw-KE"/>
        </w:rPr>
        <w:t>Kisha a</w:t>
      </w:r>
      <w:r w:rsidRPr="00C6345E">
        <w:rPr>
          <w:sz w:val="24"/>
          <w:szCs w:val="24"/>
          <w:lang w:val="sw-KE"/>
        </w:rPr>
        <w:t>litolea mfano ubeti wa shairi:</w:t>
      </w:r>
    </w:p>
    <w:p w:rsidR="00C6345E" w:rsidRPr="00C6345E" w:rsidRDefault="00C6345E" w:rsidP="00C6345E">
      <w:pPr>
        <w:ind w:firstLine="0"/>
        <w:rPr>
          <w:sz w:val="24"/>
          <w:szCs w:val="24"/>
          <w:lang w:val="sw-KE"/>
        </w:rPr>
      </w:pPr>
      <w:r w:rsidRPr="00C6345E">
        <w:rPr>
          <w:sz w:val="24"/>
          <w:szCs w:val="24"/>
          <w:lang w:val="sw-KE"/>
        </w:rPr>
        <w:t>Oh! ewe Amr uzuri wa maisha mema ya babako,Nimeambulia makombo kidogo mchuzi wa kile chombo.</w:t>
      </w:r>
    </w:p>
    <w:p w:rsidR="00C6345E" w:rsidRPr="00C6345E" w:rsidRDefault="00C6345E" w:rsidP="006F3858">
      <w:pPr>
        <w:bidi/>
        <w:ind w:firstLine="0"/>
        <w:rPr>
          <w:sz w:val="24"/>
          <w:szCs w:val="24"/>
          <w:lang w:val="sw-KE"/>
        </w:rPr>
      </w:pPr>
      <w:r w:rsidRPr="006F3858">
        <w:rPr>
          <w:rStyle w:val="libBold1Char"/>
          <w:rtl/>
          <w:lang w:val="sw-KE"/>
        </w:rPr>
        <w:lastRenderedPageBreak/>
        <w:t>ثم قال (عليه السلام)</w:t>
      </w:r>
      <w:r w:rsidRPr="00C6345E">
        <w:rPr>
          <w:sz w:val="24"/>
          <w:szCs w:val="24"/>
          <w:lang w:val="sw-KE"/>
        </w:rPr>
        <w:t>:</w:t>
      </w:r>
      <w:r w:rsidR="006F3858">
        <w:rPr>
          <w:rFonts w:hint="cs"/>
          <w:sz w:val="24"/>
          <w:szCs w:val="24"/>
          <w:rtl/>
          <w:lang w:val="sw-KE"/>
        </w:rPr>
        <w:t xml:space="preserve"> </w:t>
      </w:r>
      <w:r w:rsidRPr="00C6345E">
        <w:rPr>
          <w:sz w:val="24"/>
          <w:szCs w:val="24"/>
          <w:rtl/>
          <w:lang w:val="sw-KE"/>
        </w:rPr>
        <w:t xml:space="preserve">أُنْبِئْتُ </w:t>
      </w:r>
      <w:r w:rsidR="006F3858">
        <w:rPr>
          <w:sz w:val="24"/>
          <w:szCs w:val="24"/>
          <w:rtl/>
          <w:lang w:val="sw-KE"/>
        </w:rPr>
        <w:t>بُسْراً قَدِ اطَّلَعَ الَيمنَ</w:t>
      </w:r>
      <w:r w:rsidRPr="00C6345E">
        <w:rPr>
          <w:sz w:val="24"/>
          <w:szCs w:val="24"/>
          <w:rtl/>
          <w:lang w:val="sw-KE"/>
        </w:rPr>
        <w:t>، وَإِنِّي وَاللهِ لاَظُنُّ هؤُلاءِ ا</w:t>
      </w:r>
      <w:r w:rsidR="006F3858">
        <w:rPr>
          <w:sz w:val="24"/>
          <w:szCs w:val="24"/>
          <w:rtl/>
          <w:lang w:val="sw-KE"/>
        </w:rPr>
        <w:t>لقَوْمَ سَيُدَالُونَ مِنْكُمْ</w:t>
      </w:r>
      <w:r w:rsidRPr="00C6345E">
        <w:rPr>
          <w:sz w:val="24"/>
          <w:szCs w:val="24"/>
          <w:rtl/>
          <w:lang w:val="sw-KE"/>
        </w:rPr>
        <w:t xml:space="preserve"> بِاجْتِماعِهمْ عَلَى بَاطِلِهمْ، وَتَفَرُّقِكُمْ عَنْ حَقِّكُمْ، وَبِمَعْصِيَتِكُمْ</w:t>
      </w:r>
      <w:r w:rsidR="006F3858">
        <w:rPr>
          <w:rFonts w:hint="cs"/>
          <w:sz w:val="24"/>
          <w:szCs w:val="24"/>
          <w:rtl/>
          <w:lang w:val="sw-KE"/>
        </w:rPr>
        <w:t>،</w:t>
      </w:r>
      <w:r w:rsidR="006F3858" w:rsidRPr="006F3858">
        <w:rPr>
          <w:rtl/>
        </w:rPr>
        <w:t xml:space="preserve"> </w:t>
      </w:r>
      <w:r w:rsidR="006F3858" w:rsidRPr="006F3858">
        <w:rPr>
          <w:sz w:val="24"/>
          <w:szCs w:val="24"/>
          <w:rtl/>
          <w:lang w:val="sw-KE"/>
        </w:rPr>
        <w:t>إِمَامَكُمْ في الحَقِّ، وَطَاعَتِهِمْ إِمَامَهُمْ في البَا</w:t>
      </w:r>
      <w:r w:rsidR="006F3858">
        <w:rPr>
          <w:sz w:val="24"/>
          <w:szCs w:val="24"/>
          <w:rtl/>
          <w:lang w:val="sw-KE"/>
        </w:rPr>
        <w:t>طِلِ، وَبِأَدَائِهِمُ الاْ</w:t>
      </w:r>
      <w:r w:rsidR="006F3858" w:rsidRPr="006F3858">
        <w:rPr>
          <w:sz w:val="24"/>
          <w:szCs w:val="24"/>
          <w:rtl/>
          <w:lang w:val="sw-KE"/>
        </w:rPr>
        <w:t>مَانَةَ إِلَى صَاحِبِهِمْ وَخِيَانَتِكُمْ، وَبِصَلاَحِهمْ في بِلاَدِهِمْ وَفَسَادِكُمْ، فَلَو ائْتَ</w:t>
      </w:r>
      <w:r w:rsidR="006F3858">
        <w:rPr>
          <w:sz w:val="24"/>
          <w:szCs w:val="24"/>
          <w:rtl/>
          <w:lang w:val="sw-KE"/>
        </w:rPr>
        <w:t>مَنْتُ أَحَدَكُمْ عَلَى قَعْب</w:t>
      </w:r>
      <w:r w:rsidR="006F3858" w:rsidRPr="006F3858">
        <w:rPr>
          <w:sz w:val="24"/>
          <w:szCs w:val="24"/>
          <w:rtl/>
          <w:lang w:val="sw-KE"/>
        </w:rPr>
        <w:t xml:space="preserve"> لَخَشِيت</w:t>
      </w:r>
      <w:r w:rsidR="006F3858">
        <w:rPr>
          <w:sz w:val="24"/>
          <w:szCs w:val="24"/>
          <w:rtl/>
          <w:lang w:val="sw-KE"/>
        </w:rPr>
        <w:t>ُ أَنْ يَذْهَبَ بِعِلاَقَتِهِ</w:t>
      </w:r>
      <w:r w:rsidR="006F3858" w:rsidRPr="006F3858">
        <w:rPr>
          <w:sz w:val="24"/>
          <w:szCs w:val="24"/>
          <w:rtl/>
          <w:lang w:val="sw-KE"/>
        </w:rPr>
        <w:t>.</w:t>
      </w:r>
    </w:p>
    <w:p w:rsidR="00C6345E" w:rsidRPr="00C6345E" w:rsidRDefault="00C6345E" w:rsidP="00C6345E">
      <w:pPr>
        <w:pStyle w:val="libBold1"/>
        <w:rPr>
          <w:lang w:val="sw-KE"/>
        </w:rPr>
      </w:pPr>
      <w:r w:rsidRPr="00C6345E">
        <w:rPr>
          <w:lang w:val="sw-KE"/>
        </w:rPr>
        <w:t>Hatimaye</w:t>
      </w:r>
      <w:r>
        <w:rPr>
          <w:lang w:val="sw-KE"/>
        </w:rPr>
        <w:t xml:space="preserve"> Imamu Ali (s.a)</w:t>
      </w:r>
      <w:r w:rsidRPr="00C6345E">
        <w:rPr>
          <w:lang w:val="sw-KE"/>
        </w:rPr>
        <w:t xml:space="preserve"> alisema (a.s):</w:t>
      </w:r>
    </w:p>
    <w:p w:rsidR="00C6345E" w:rsidRPr="00C6345E" w:rsidRDefault="00CF3AE9" w:rsidP="00C6345E">
      <w:pPr>
        <w:ind w:firstLine="0"/>
        <w:rPr>
          <w:sz w:val="24"/>
          <w:szCs w:val="24"/>
          <w:lang w:val="sw-KE"/>
        </w:rPr>
      </w:pPr>
      <w:r w:rsidRPr="00C6345E">
        <w:rPr>
          <w:sz w:val="24"/>
          <w:szCs w:val="24"/>
          <w:lang w:val="sw-KE"/>
        </w:rPr>
        <w:t xml:space="preserve"> </w:t>
      </w:r>
      <w:r w:rsidR="00C6345E" w:rsidRPr="00C6345E">
        <w:rPr>
          <w:sz w:val="24"/>
          <w:szCs w:val="24"/>
          <w:lang w:val="sw-KE"/>
        </w:rPr>
        <w:t>Nimepata habari kuwa Busra amehujumu na kuitwaa Yemen, nami namuapa Mungu nina yakini watu hawa watawashindeni na watakuwa na dola juu yenu kwa sababu ya kushikamana katika batili yao, na kwa sababu ya kufarikiana kwenu katika haki yenu, na kwa kumuasi kwenu Imam wenu akiwa katika haki, na kwa kumtii kiongozi wao akiwa katika batili, na kwa kutekeleza amana kwa kiongozi wao na kwa hiyana yenu, na kuwa kwao wema katika nchi yao, na kwa kuwa kwenu waovu.</w:t>
      </w:r>
    </w:p>
    <w:p w:rsidR="006F3858" w:rsidRDefault="00C6345E" w:rsidP="00C6345E">
      <w:pPr>
        <w:ind w:firstLine="0"/>
        <w:rPr>
          <w:sz w:val="24"/>
          <w:szCs w:val="24"/>
          <w:lang w:val="sw-KE"/>
        </w:rPr>
      </w:pPr>
      <w:r w:rsidRPr="00C6345E">
        <w:rPr>
          <w:sz w:val="24"/>
          <w:szCs w:val="24"/>
          <w:lang w:val="sw-KE"/>
        </w:rPr>
        <w:t xml:space="preserve">Kama mmoja wenu ningemwamini na bilauri ya kunywea maji, ningeogopa huenda akaondoka na mkono wake. </w:t>
      </w:r>
    </w:p>
    <w:p w:rsidR="006F3858" w:rsidRDefault="00F31FAA" w:rsidP="00F31FAA">
      <w:pPr>
        <w:bidi/>
        <w:ind w:firstLine="0"/>
        <w:rPr>
          <w:sz w:val="24"/>
          <w:szCs w:val="24"/>
          <w:lang w:val="sw-KE"/>
        </w:rPr>
      </w:pPr>
      <w:r w:rsidRPr="00F31FAA">
        <w:rPr>
          <w:sz w:val="24"/>
          <w:szCs w:val="24"/>
          <w:rtl/>
          <w:lang w:val="sw-KE"/>
        </w:rPr>
        <w:t>اللَّهُمَّ إِنِّي قَدْ مَلِلْتُهُمْ وَمَلُّوني، وَسَئِمْتُهُمْ وَسَئِمُوني، فَأَبْدِلنِي بِهِمْ خَيْراً مِنْهُمْ، وأَبْدِلُهمْ بِي شَرَّاً مِنِّى، اللَّهُمَّ مِثْ قُلُوبَهُمْ(3) كَمَا يُمَاثُ الْمِلْحُ فِي الْمَاءِ، أَمَاوَاللهِ لَوَدِدْتُ أَنَّ لِي بِكُمْ أَلفَ فَارِس مِنْ بَنِي فِرَاسِ بْنِ غَنْم</w:t>
      </w:r>
      <w:r w:rsidRPr="00F31FAA">
        <w:rPr>
          <w:sz w:val="24"/>
          <w:szCs w:val="24"/>
          <w:lang w:val="sw-KE"/>
        </w:rPr>
        <w:t>.</w:t>
      </w:r>
      <w:r>
        <w:rPr>
          <w:rFonts w:hint="cs"/>
          <w:sz w:val="24"/>
          <w:szCs w:val="24"/>
          <w:rtl/>
          <w:lang w:val="sw-KE"/>
        </w:rPr>
        <w:t xml:space="preserve"> </w:t>
      </w:r>
      <w:r w:rsidRPr="00F31FAA">
        <w:rPr>
          <w:sz w:val="24"/>
          <w:szCs w:val="24"/>
          <w:rtl/>
          <w:lang w:val="sw-KE"/>
        </w:rPr>
        <w:t>هُنَالِكَ، لَوْ دَعَوْتَ، أَتَاكَ مِنْهُمْ * فَوَارِسُ مِثْلُ أَرْمِيَةِ الحَمِيم</w:t>
      </w:r>
      <w:r>
        <w:rPr>
          <w:rFonts w:hint="cs"/>
          <w:sz w:val="24"/>
          <w:szCs w:val="24"/>
          <w:rtl/>
          <w:lang w:val="sw-KE"/>
        </w:rPr>
        <w:t>.</w:t>
      </w:r>
    </w:p>
    <w:p w:rsidR="00C6345E" w:rsidRPr="00C6345E" w:rsidRDefault="00C6345E" w:rsidP="00C6345E">
      <w:pPr>
        <w:ind w:firstLine="0"/>
        <w:rPr>
          <w:sz w:val="24"/>
          <w:szCs w:val="24"/>
          <w:lang w:val="sw-KE"/>
        </w:rPr>
      </w:pPr>
      <w:r w:rsidRPr="00C6345E">
        <w:rPr>
          <w:sz w:val="24"/>
          <w:szCs w:val="24"/>
          <w:lang w:val="sw-KE"/>
        </w:rPr>
        <w:t>Oh! ewe Allah, kwa kweli wamenichafua moyo na nimewachafu mioyo, nimewachoka nao wamenichoka.</w:t>
      </w:r>
    </w:p>
    <w:p w:rsidR="00C6345E" w:rsidRPr="00C6345E" w:rsidRDefault="00C6345E" w:rsidP="00C6345E">
      <w:pPr>
        <w:ind w:firstLine="0"/>
        <w:rPr>
          <w:sz w:val="24"/>
          <w:szCs w:val="24"/>
          <w:lang w:val="sw-KE"/>
        </w:rPr>
      </w:pPr>
      <w:r w:rsidRPr="00C6345E">
        <w:rPr>
          <w:sz w:val="24"/>
          <w:szCs w:val="24"/>
          <w:lang w:val="sw-KE"/>
        </w:rPr>
        <w:t>Basi nibadilishie walio bora kuliko wao nami nibadilishe kwao na mwingine ambaye ni mshari zaidi kuliko mimi!</w:t>
      </w:r>
    </w:p>
    <w:p w:rsidR="00C6345E" w:rsidRPr="00C6345E" w:rsidRDefault="00C6345E" w:rsidP="003A0326">
      <w:pPr>
        <w:ind w:firstLine="0"/>
        <w:rPr>
          <w:sz w:val="24"/>
          <w:szCs w:val="24"/>
          <w:lang w:val="sw-KE"/>
        </w:rPr>
      </w:pPr>
      <w:r w:rsidRPr="00C6345E">
        <w:rPr>
          <w:sz w:val="24"/>
          <w:szCs w:val="24"/>
          <w:lang w:val="sw-KE"/>
        </w:rPr>
        <w:t>Oh! ewe Allah, ziyayushe nyoyo zao kama iyayukavyo chumvi ndani ya maji. Wallahi natamani lau ningekuwa na askari wapanda farasi elfu moja kutoka kwa Bani Firasi ibni Ghanmin kama asemavyo mshairi:</w:t>
      </w:r>
      <w:r w:rsidR="003A0326">
        <w:rPr>
          <w:sz w:val="24"/>
          <w:szCs w:val="24"/>
          <w:lang w:val="sw-KE"/>
        </w:rPr>
        <w:t xml:space="preserve"> </w:t>
      </w:r>
      <w:r w:rsidRPr="00C6345E">
        <w:rPr>
          <w:sz w:val="24"/>
          <w:szCs w:val="24"/>
          <w:lang w:val="sw-KE"/>
        </w:rPr>
        <w:t>Lau utawaita watakujia miongoni mwao</w:t>
      </w:r>
      <w:r w:rsidR="003A0326">
        <w:rPr>
          <w:sz w:val="24"/>
          <w:szCs w:val="24"/>
          <w:lang w:val="sw-KE"/>
        </w:rPr>
        <w:t xml:space="preserve"> </w:t>
      </w:r>
      <w:r w:rsidRPr="00C6345E">
        <w:rPr>
          <w:sz w:val="24"/>
          <w:szCs w:val="24"/>
          <w:lang w:val="sw-KE"/>
        </w:rPr>
        <w:t>Wapanda farasi kama wingu la kiangazi”.</w:t>
      </w:r>
    </w:p>
    <w:p w:rsidR="003A0326" w:rsidRPr="003A0326" w:rsidRDefault="003A0326" w:rsidP="003A0326">
      <w:pPr>
        <w:bidi/>
        <w:ind w:firstLine="0"/>
        <w:rPr>
          <w:sz w:val="24"/>
          <w:szCs w:val="24"/>
          <w:lang w:val="sw-KE"/>
        </w:rPr>
      </w:pPr>
      <w:r w:rsidRPr="003A0326">
        <w:rPr>
          <w:sz w:val="24"/>
          <w:szCs w:val="24"/>
          <w:rtl/>
          <w:lang w:val="sw-KE"/>
        </w:rPr>
        <w:t>ثم نزل(عليه السلام) من المنبر</w:t>
      </w:r>
      <w:r>
        <w:rPr>
          <w:rFonts w:hint="cs"/>
          <w:sz w:val="24"/>
          <w:szCs w:val="24"/>
          <w:rtl/>
          <w:lang w:val="sw-KE"/>
        </w:rPr>
        <w:t>.</w:t>
      </w:r>
      <w:r w:rsidRPr="003A0326">
        <w:rPr>
          <w:sz w:val="24"/>
          <w:szCs w:val="24"/>
          <w:lang w:val="sw-KE"/>
        </w:rPr>
        <w:t xml:space="preserve"> </w:t>
      </w:r>
    </w:p>
    <w:p w:rsidR="00C6345E" w:rsidRPr="00C6345E" w:rsidRDefault="003A0326" w:rsidP="003A0326">
      <w:pPr>
        <w:bidi/>
        <w:ind w:firstLine="0"/>
        <w:rPr>
          <w:sz w:val="24"/>
          <w:szCs w:val="24"/>
          <w:rtl/>
          <w:lang w:val="sw-KE" w:bidi="ar-EG"/>
        </w:rPr>
      </w:pPr>
      <w:r w:rsidRPr="003A0326">
        <w:rPr>
          <w:sz w:val="24"/>
          <w:szCs w:val="24"/>
          <w:rtl/>
          <w:lang w:val="sw-KE"/>
        </w:rPr>
        <w:t>قلتُ أنا: والارمية جمع رَميٍّ وهو: السحاب، والحميم في هذا الموضع: وقت الصيف، وإنما خصّ الشاعر سحاب الصيف بالذكر لانه أشد جفولاً، وَأسرع خُفوفاً(4)، لانه لا ماء فيه، وإنما يكون السحاب ثقيل السير لامتلائه بالماء، وذلك لا يكون في الاكثر إلا زمان الشتاء، وإنما أراد الشاعر وصفهم بالسرعة إذا دُعوا، والاغاثة إذا استغيثوا، والدليل على ذلك قوله: «هنالك، لو دعوت، أتاك منهم</w:t>
      </w:r>
      <w:r w:rsidRPr="003A0326">
        <w:rPr>
          <w:sz w:val="24"/>
          <w:szCs w:val="24"/>
          <w:lang w:val="sw-KE"/>
        </w:rPr>
        <w:t>...</w:t>
      </w:r>
    </w:p>
    <w:p w:rsidR="003A0326" w:rsidRDefault="00C6345E" w:rsidP="00C6345E">
      <w:pPr>
        <w:ind w:firstLine="0"/>
        <w:rPr>
          <w:sz w:val="24"/>
          <w:szCs w:val="24"/>
          <w:lang w:val="sw-KE"/>
        </w:rPr>
      </w:pPr>
      <w:r w:rsidRPr="00C6345E">
        <w:rPr>
          <w:sz w:val="24"/>
          <w:szCs w:val="24"/>
          <w:lang w:val="sw-KE"/>
        </w:rPr>
        <w:t>K</w:t>
      </w:r>
      <w:r w:rsidR="003A0326">
        <w:rPr>
          <w:sz w:val="24"/>
          <w:szCs w:val="24"/>
          <w:lang w:val="sw-KE"/>
        </w:rPr>
        <w:t xml:space="preserve">isha Imamu </w:t>
      </w:r>
      <w:r w:rsidR="003A0326" w:rsidRPr="003A0326">
        <w:rPr>
          <w:rStyle w:val="libFootnotenumChar"/>
          <w:lang w:val="sw-KE"/>
        </w:rPr>
        <w:t>(a.s)</w:t>
      </w:r>
      <w:r w:rsidR="003A0326">
        <w:rPr>
          <w:sz w:val="24"/>
          <w:szCs w:val="24"/>
          <w:lang w:val="sw-KE"/>
        </w:rPr>
        <w:t xml:space="preserve"> aliteremka kutoka mimbari.</w:t>
      </w:r>
    </w:p>
    <w:p w:rsidR="00C6345E" w:rsidRPr="00C6345E" w:rsidRDefault="003A0326" w:rsidP="00C6345E">
      <w:pPr>
        <w:ind w:firstLine="0"/>
        <w:rPr>
          <w:sz w:val="24"/>
          <w:szCs w:val="24"/>
          <w:lang w:val="sw-KE"/>
        </w:rPr>
      </w:pPr>
      <w:r>
        <w:rPr>
          <w:sz w:val="24"/>
          <w:szCs w:val="24"/>
          <w:lang w:val="sw-KE"/>
        </w:rPr>
        <w:t xml:space="preserve">Sharifu </w:t>
      </w:r>
      <w:r w:rsidR="00C6345E" w:rsidRPr="00C6345E">
        <w:rPr>
          <w:sz w:val="24"/>
          <w:szCs w:val="24"/>
          <w:lang w:val="sw-KE"/>
        </w:rPr>
        <w:t>Ar-Radhwiyu amesema: “Nasema Al’armiyatu ni wingi wa neno Ramiy, ni mawingu. Na Hamimu hapa: ni wakati wa kiangazi. Na mshairi ameyataja khususan mawingu ya wakati wa kiangazi, kwa sababu yanakwenda haraka mno kwa kuwa hayana maji, na mawingu huenda kwa uzito kwa kujawa na maji. Hali hiyo haiwi aghalabu ila wakati wa masika. Na mshairi alikusudia kuwasifu kuja kwao haraka waitwapo na kutoa msaada waombwapo msaada. Na dalili ni usemi wake: hunalika lau daauta ataaka min hum - hapo endapo ut</w:t>
      </w:r>
      <w:r w:rsidR="001B5BA8">
        <w:rPr>
          <w:sz w:val="24"/>
          <w:szCs w:val="24"/>
          <w:lang w:val="sw-KE"/>
        </w:rPr>
        <w:t>awaita watakujia miongoni mwao.</w:t>
      </w:r>
    </w:p>
    <w:p w:rsidR="001B5BA8" w:rsidRPr="001B5BA8" w:rsidRDefault="001B5BA8" w:rsidP="001B5BA8">
      <w:pPr>
        <w:pStyle w:val="Heading3"/>
        <w:rPr>
          <w:lang w:val="sw-KE"/>
        </w:rPr>
      </w:pPr>
      <w:bookmarkStart w:id="51" w:name="_Toc46076707"/>
      <w:r w:rsidRPr="001B5BA8">
        <w:rPr>
          <w:lang w:val="sw-KE"/>
        </w:rPr>
        <w:t xml:space="preserve">26. MIONGONI MWA KHUTBA ZAKE </w:t>
      </w:r>
      <w:r w:rsidRPr="001B5BA8">
        <w:rPr>
          <w:rStyle w:val="libFootnotenumChar"/>
          <w:lang w:val="sw-KE"/>
        </w:rPr>
        <w:t>(A.S)</w:t>
      </w:r>
      <w:bookmarkEnd w:id="51"/>
    </w:p>
    <w:p w:rsidR="001B5BA8" w:rsidRPr="001B5BA8" w:rsidRDefault="001B5BA8" w:rsidP="001B5BA8">
      <w:pPr>
        <w:ind w:firstLine="0"/>
        <w:rPr>
          <w:sz w:val="24"/>
          <w:szCs w:val="24"/>
          <w:lang w:val="sw-KE"/>
        </w:rPr>
      </w:pPr>
      <w:r w:rsidRPr="001B5BA8">
        <w:rPr>
          <w:sz w:val="24"/>
          <w:szCs w:val="24"/>
          <w:lang w:val="sw-KE"/>
        </w:rPr>
        <w:t>Katika kuwalaumu waliomfanyia bai’a kwa sharti:</w:t>
      </w:r>
    </w:p>
    <w:p w:rsidR="00395449" w:rsidRPr="00395449" w:rsidRDefault="00395449" w:rsidP="00395449">
      <w:pPr>
        <w:bidi/>
        <w:ind w:firstLine="0"/>
        <w:jc w:val="center"/>
        <w:rPr>
          <w:sz w:val="24"/>
          <w:szCs w:val="24"/>
          <w:rtl/>
          <w:lang w:val="sw-KE"/>
        </w:rPr>
      </w:pPr>
      <w:r w:rsidRPr="00395449">
        <w:rPr>
          <w:sz w:val="24"/>
          <w:szCs w:val="24"/>
          <w:rtl/>
          <w:lang w:val="sw-KE"/>
        </w:rPr>
        <w:t>ومن خطبة له (عليه السلام)</w:t>
      </w:r>
    </w:p>
    <w:p w:rsidR="00395449" w:rsidRPr="00395449" w:rsidRDefault="00395449" w:rsidP="00395449">
      <w:pPr>
        <w:bidi/>
        <w:ind w:firstLine="0"/>
        <w:jc w:val="center"/>
        <w:rPr>
          <w:sz w:val="24"/>
          <w:szCs w:val="24"/>
          <w:rtl/>
          <w:lang w:val="sw-KE"/>
        </w:rPr>
      </w:pPr>
      <w:r w:rsidRPr="00395449">
        <w:rPr>
          <w:sz w:val="24"/>
          <w:szCs w:val="24"/>
          <w:rtl/>
          <w:lang w:val="sw-KE"/>
        </w:rPr>
        <w:t>وفيها يصف العرب قبل البعثة ثم يصف حاله قبل البيعة له</w:t>
      </w:r>
    </w:p>
    <w:p w:rsidR="001B5BA8" w:rsidRDefault="00395449" w:rsidP="00395449">
      <w:pPr>
        <w:bidi/>
        <w:ind w:firstLine="0"/>
        <w:jc w:val="center"/>
        <w:rPr>
          <w:sz w:val="24"/>
          <w:szCs w:val="24"/>
          <w:rtl/>
          <w:lang w:val="sw-KE"/>
        </w:rPr>
      </w:pPr>
      <w:r w:rsidRPr="00395449">
        <w:rPr>
          <w:sz w:val="24"/>
          <w:szCs w:val="24"/>
          <w:rtl/>
          <w:lang w:val="sw-KE"/>
        </w:rPr>
        <w:t>العرب قبل البعثه</w:t>
      </w:r>
    </w:p>
    <w:p w:rsidR="00395449" w:rsidRPr="001B5BA8" w:rsidRDefault="00395449" w:rsidP="00395449">
      <w:pPr>
        <w:bidi/>
        <w:ind w:firstLine="0"/>
        <w:jc w:val="both"/>
        <w:rPr>
          <w:sz w:val="24"/>
          <w:szCs w:val="24"/>
          <w:lang w:val="sw-KE" w:bidi="ar-EG"/>
        </w:rPr>
      </w:pPr>
      <w:r w:rsidRPr="00395449">
        <w:rPr>
          <w:sz w:val="24"/>
          <w:szCs w:val="24"/>
          <w:rtl/>
          <w:lang w:val="sw-KE" w:bidi="ar-EG"/>
        </w:rPr>
        <w:lastRenderedPageBreak/>
        <w:t>إِنَّ اللهَ سُبحانَه بَعَثَ مُحَمَّداً نَذِيراً لِلْعَالَمِينَ، وَأَمِيناً عَلَى التَّنْزِيلِ، وَأَنْتُمْ مَعْشَرَ العَرَبِ عَلَى شَرِّ دِين، وَفِي شَرِّ دَار، مُنِيخُونَ</w:t>
      </w:r>
      <w:r>
        <w:rPr>
          <w:rFonts w:hint="cs"/>
          <w:sz w:val="24"/>
          <w:szCs w:val="24"/>
          <w:rtl/>
          <w:lang w:val="sw-KE" w:bidi="ar-EG"/>
        </w:rPr>
        <w:t xml:space="preserve"> </w:t>
      </w:r>
      <w:r w:rsidRPr="00395449">
        <w:rPr>
          <w:sz w:val="24"/>
          <w:szCs w:val="24"/>
          <w:rtl/>
          <w:lang w:val="sw-KE" w:bidi="ar-EG"/>
        </w:rPr>
        <w:t>بَيْنَ حِجارَة خُشْن</w:t>
      </w:r>
      <w:r>
        <w:rPr>
          <w:sz w:val="24"/>
          <w:szCs w:val="24"/>
          <w:rtl/>
          <w:lang w:val="sw-KE" w:bidi="ar-EG"/>
        </w:rPr>
        <w:t>، وَحَيَّات صُمٍّ</w:t>
      </w:r>
      <w:r w:rsidRPr="00395449">
        <w:rPr>
          <w:sz w:val="24"/>
          <w:szCs w:val="24"/>
          <w:rtl/>
          <w:lang w:val="sw-KE" w:bidi="ar-EG"/>
        </w:rPr>
        <w:t>، تشْرَبُونَ الكَدِرَ، وَتَأْكُلُونَ الجَشِبَ، وَتَسْفِكُونَ دِمَاءَكُمْ، و</w:t>
      </w:r>
      <w:r>
        <w:rPr>
          <w:sz w:val="24"/>
          <w:szCs w:val="24"/>
          <w:rtl/>
          <w:lang w:val="sw-KE" w:bidi="ar-EG"/>
        </w:rPr>
        <w:t>َتَقْطَعُونَ أَرْحَامَكُمْ، الا</w:t>
      </w:r>
      <w:r w:rsidRPr="00395449">
        <w:rPr>
          <w:sz w:val="24"/>
          <w:szCs w:val="24"/>
          <w:rtl/>
          <w:lang w:val="sw-KE" w:bidi="ar-EG"/>
        </w:rPr>
        <w:t>َصْنَامُ فِيكُمْ مَنْصُوبَةٌ، وَالاْثَامُ بِكُمْ مَعْصُوبَةٌ.</w:t>
      </w:r>
    </w:p>
    <w:p w:rsidR="001B5BA8" w:rsidRDefault="001B5BA8" w:rsidP="001B5BA8">
      <w:pPr>
        <w:ind w:firstLine="0"/>
        <w:rPr>
          <w:sz w:val="24"/>
          <w:szCs w:val="24"/>
          <w:lang w:val="sw-KE"/>
        </w:rPr>
      </w:pPr>
      <w:r w:rsidRPr="001B5BA8">
        <w:rPr>
          <w:sz w:val="24"/>
          <w:szCs w:val="24"/>
          <w:lang w:val="sw-KE"/>
        </w:rPr>
        <w:t xml:space="preserve">Kwa kweli Mungu (s.w.t) alimtuma Muhammad </w:t>
      </w:r>
      <w:r w:rsidRPr="001B5BA8">
        <w:rPr>
          <w:rStyle w:val="libBold1Char"/>
          <w:lang w:val="sw-KE"/>
        </w:rPr>
        <w:t>(s.a.w.w)</w:t>
      </w:r>
      <w:r w:rsidRPr="001B5BA8">
        <w:rPr>
          <w:sz w:val="24"/>
          <w:szCs w:val="24"/>
          <w:lang w:val="sw-KE"/>
        </w:rPr>
        <w:t xml:space="preserve"> akiwa muonyaji kwa walimwengu na mwaminifu wa uteremsho (Qur’ani) na ninyi Waarabu mkiwa wafuasi wa dini ovu mno, na mkiwa mukiishi katika nchi yenye maisha magumu mno, kwenye mawe ya kwaruzayo na nyoka wenye sumu, mlikuwa mkinywa maji machafu sana na mnakula chakula cha ovyoovyo, mlikuwa mkimwaga damu zenu, mnakata mawasiliano na jamaa zenu. Sanamu zimesimamishwa mbele </w:t>
      </w:r>
      <w:r w:rsidR="000E0999">
        <w:rPr>
          <w:sz w:val="24"/>
          <w:szCs w:val="24"/>
          <w:lang w:val="sw-KE"/>
        </w:rPr>
        <w:t>yenu, na dhambi zimekuambateni.</w:t>
      </w:r>
    </w:p>
    <w:p w:rsidR="000E0999" w:rsidRPr="001B5BA8" w:rsidRDefault="000E0999" w:rsidP="000E0999">
      <w:pPr>
        <w:bidi/>
        <w:ind w:firstLine="0"/>
        <w:rPr>
          <w:sz w:val="24"/>
          <w:szCs w:val="24"/>
          <w:lang w:val="sw-KE"/>
        </w:rPr>
      </w:pPr>
      <w:r w:rsidRPr="00BF2BBC">
        <w:rPr>
          <w:rStyle w:val="libBold1Char"/>
          <w:rtl/>
          <w:lang w:val="sw-KE"/>
        </w:rPr>
        <w:t>منها</w:t>
      </w:r>
      <w:r w:rsidRPr="000E0999">
        <w:rPr>
          <w:sz w:val="24"/>
          <w:szCs w:val="24"/>
          <w:lang w:val="sw-KE"/>
        </w:rPr>
        <w:t>:</w:t>
      </w:r>
      <w:r>
        <w:rPr>
          <w:rFonts w:hint="cs"/>
          <w:sz w:val="24"/>
          <w:szCs w:val="24"/>
          <w:rtl/>
          <w:lang w:val="sw-KE"/>
        </w:rPr>
        <w:t xml:space="preserve"> </w:t>
      </w:r>
      <w:r w:rsidRPr="000E0999">
        <w:rPr>
          <w:sz w:val="24"/>
          <w:szCs w:val="24"/>
          <w:rtl/>
          <w:lang w:val="sw-KE"/>
        </w:rPr>
        <w:t>فَنَظَرْتُ فَإِذَا لَيْسَ لِي مُعِينٌ إِلاَّ أَهْلُ بَيْتِي، فَضَنِنْتُ بِهمْ عَنِ المَوْتِ،</w:t>
      </w:r>
      <w:r w:rsidRPr="000E0999">
        <w:rPr>
          <w:rtl/>
        </w:rPr>
        <w:t xml:space="preserve"> </w:t>
      </w:r>
      <w:r>
        <w:rPr>
          <w:sz w:val="24"/>
          <w:szCs w:val="24"/>
          <w:rtl/>
          <w:lang w:val="sw-KE"/>
        </w:rPr>
        <w:t>وَأَغْضَيْتُ</w:t>
      </w:r>
      <w:r w:rsidRPr="000E0999">
        <w:rPr>
          <w:sz w:val="24"/>
          <w:szCs w:val="24"/>
          <w:rtl/>
          <w:lang w:val="sw-KE"/>
        </w:rPr>
        <w:t xml:space="preserve"> عَلَى القَذ</w:t>
      </w:r>
      <w:r>
        <w:rPr>
          <w:sz w:val="24"/>
          <w:szCs w:val="24"/>
          <w:rtl/>
          <w:lang w:val="sw-KE"/>
        </w:rPr>
        <w:t>َى، وَشَرِبْتُ عَلَى الشَّجَا</w:t>
      </w:r>
      <w:r w:rsidRPr="000E0999">
        <w:rPr>
          <w:sz w:val="24"/>
          <w:szCs w:val="24"/>
          <w:rtl/>
          <w:lang w:val="sw-KE"/>
        </w:rPr>
        <w:t>، وَص</w:t>
      </w:r>
      <w:r>
        <w:rPr>
          <w:sz w:val="24"/>
          <w:szCs w:val="24"/>
          <w:rtl/>
          <w:lang w:val="sw-KE"/>
        </w:rPr>
        <w:t>َبَرْتُ عَلَى أَخْذِ الكَظَمِ</w:t>
      </w:r>
      <w:r w:rsidRPr="000E0999">
        <w:rPr>
          <w:sz w:val="24"/>
          <w:szCs w:val="24"/>
          <w:rtl/>
          <w:lang w:val="sw-KE"/>
        </w:rPr>
        <w:t>،وَعَلىْ أَمَرَّ مِنْ طَعْمِ العَلْقَمِ.</w:t>
      </w:r>
    </w:p>
    <w:p w:rsidR="001B5BA8" w:rsidRPr="001B5BA8" w:rsidRDefault="001B5BA8" w:rsidP="00BF2BBC">
      <w:pPr>
        <w:ind w:firstLine="0"/>
        <w:rPr>
          <w:sz w:val="24"/>
          <w:szCs w:val="24"/>
          <w:lang w:val="sw-KE"/>
        </w:rPr>
      </w:pPr>
      <w:r w:rsidRPr="000E0999">
        <w:rPr>
          <w:rStyle w:val="libBold1Char"/>
          <w:lang w:val="sw-KE"/>
        </w:rPr>
        <w:t>Na sehemu nyingine ya khutba hii</w:t>
      </w:r>
      <w:r w:rsidRPr="001B5BA8">
        <w:rPr>
          <w:sz w:val="24"/>
          <w:szCs w:val="24"/>
          <w:lang w:val="sw-KE"/>
        </w:rPr>
        <w:t>:</w:t>
      </w:r>
      <w:r w:rsidR="000E0999">
        <w:rPr>
          <w:sz w:val="24"/>
          <w:szCs w:val="24"/>
          <w:lang w:val="sw-KE"/>
        </w:rPr>
        <w:t xml:space="preserve"> </w:t>
      </w:r>
      <w:r w:rsidRPr="001B5BA8">
        <w:rPr>
          <w:sz w:val="24"/>
          <w:szCs w:val="24"/>
          <w:lang w:val="sw-KE"/>
        </w:rPr>
        <w:t>Niliangalia na kuona sina msaidizi isipokuwa watu wa nyumba yangu, hivyo nilijiepusha kuwatumbukiza kwenye mauti, nilifumba macho yakiwa na chembe ya vumbi</w:t>
      </w:r>
      <w:r w:rsidR="00BF2BBC" w:rsidRPr="00BF2BBC">
        <w:rPr>
          <w:rStyle w:val="libFootnotenumChar"/>
          <w:lang w:val="sw-KE"/>
        </w:rPr>
        <w:footnoteReference w:id="79"/>
      </w:r>
      <w:r w:rsidR="00BF2BBC">
        <w:rPr>
          <w:sz w:val="24"/>
          <w:szCs w:val="24"/>
          <w:lang w:val="sw-KE"/>
        </w:rPr>
        <w:t>,</w:t>
      </w:r>
      <w:r w:rsidRPr="001B5BA8">
        <w:rPr>
          <w:sz w:val="24"/>
          <w:szCs w:val="24"/>
          <w:lang w:val="sw-KE"/>
        </w:rPr>
        <w:t xml:space="preserve"> na nilikunywa hali ya kwamba kooni kuna kilichokwama</w:t>
      </w:r>
      <w:r w:rsidR="00BF2BBC" w:rsidRPr="00BF2BBC">
        <w:rPr>
          <w:rStyle w:val="libFootnotenumChar"/>
          <w:lang w:val="sw-KE"/>
        </w:rPr>
        <w:footnoteReference w:id="80"/>
      </w:r>
      <w:r w:rsidRPr="001B5BA8">
        <w:rPr>
          <w:sz w:val="24"/>
          <w:szCs w:val="24"/>
          <w:lang w:val="sw-KE"/>
        </w:rPr>
        <w:t>, na nilivuta subira katika kuvuta pumzi, na kwa uchungu mno kuliko ladha ya shubiri.”</w:t>
      </w:r>
    </w:p>
    <w:p w:rsidR="001B5BA8" w:rsidRPr="001B5BA8" w:rsidRDefault="00BF2BBC" w:rsidP="00BF2BBC">
      <w:pPr>
        <w:bidi/>
        <w:ind w:firstLine="0"/>
        <w:rPr>
          <w:sz w:val="24"/>
          <w:szCs w:val="24"/>
          <w:lang w:val="sw-KE"/>
        </w:rPr>
      </w:pPr>
      <w:r w:rsidRPr="00BF2BBC">
        <w:rPr>
          <w:rStyle w:val="libBold1Char"/>
          <w:rtl/>
          <w:lang w:val="sw-KE"/>
        </w:rPr>
        <w:t>ومنها</w:t>
      </w:r>
      <w:r w:rsidRPr="00BF2BBC">
        <w:rPr>
          <w:sz w:val="24"/>
          <w:szCs w:val="24"/>
          <w:lang w:val="sw-KE"/>
        </w:rPr>
        <w:t>:</w:t>
      </w:r>
      <w:r>
        <w:rPr>
          <w:rFonts w:hint="cs"/>
          <w:sz w:val="24"/>
          <w:szCs w:val="24"/>
          <w:rtl/>
          <w:lang w:val="sw-KE"/>
        </w:rPr>
        <w:t xml:space="preserve"> </w:t>
      </w:r>
      <w:r w:rsidRPr="00BF2BBC">
        <w:rPr>
          <w:sz w:val="24"/>
          <w:szCs w:val="24"/>
          <w:rtl/>
          <w:lang w:val="sw-KE"/>
        </w:rPr>
        <w:t>وَلَمْ يُبَايعْ حَتَّى شَرَطَ أَنْ يُؤْتِيَهِ عَلَى البَيْعَةِ ثَمَناً، فَلاَ ظَفِرَتْ يَدُ المبايِعِ، وخَزِيَتْ أَمَانَةُ المُبْتَاعِ، فَخُذُوا لِلْحَرْبِ أُهْبَتَهَا، وَأعِدُّوا لَهَا عُدَّتَهَا، فَقَدْ شَبَّ لَظَاهَا، وَعَلاَ سَنَاهَا، وَاسْتَشْعِرُوا الصَّبْرَ، فَإِنَّهُ أحْزَمُ لِلنَّصْرِ</w:t>
      </w:r>
      <w:r w:rsidRPr="00BF2BBC">
        <w:rPr>
          <w:sz w:val="24"/>
          <w:szCs w:val="24"/>
          <w:lang w:val="sw-KE"/>
        </w:rPr>
        <w:t>.</w:t>
      </w:r>
    </w:p>
    <w:p w:rsidR="004C74DD" w:rsidRDefault="001B5BA8" w:rsidP="00D66F48">
      <w:pPr>
        <w:ind w:firstLine="0"/>
        <w:rPr>
          <w:sz w:val="24"/>
          <w:szCs w:val="24"/>
          <w:lang w:val="sw-KE"/>
        </w:rPr>
      </w:pPr>
      <w:r w:rsidRPr="00BF2BBC">
        <w:rPr>
          <w:rStyle w:val="libBold1Char"/>
          <w:lang w:val="sw-KE"/>
        </w:rPr>
        <w:t>Na sehemu ya khutba hii</w:t>
      </w:r>
      <w:r w:rsidRPr="001B5BA8">
        <w:rPr>
          <w:sz w:val="24"/>
          <w:szCs w:val="24"/>
          <w:lang w:val="sw-KE"/>
        </w:rPr>
        <w:t>:</w:t>
      </w:r>
      <w:r w:rsidR="00BF2BBC">
        <w:rPr>
          <w:sz w:val="24"/>
          <w:szCs w:val="24"/>
          <w:lang w:val="sw-KE"/>
        </w:rPr>
        <w:t xml:space="preserve"> </w:t>
      </w:r>
      <w:r w:rsidRPr="001B5BA8">
        <w:rPr>
          <w:sz w:val="24"/>
          <w:szCs w:val="24"/>
          <w:lang w:val="sw-KE"/>
        </w:rPr>
        <w:t>Hakufanya baia</w:t>
      </w:r>
      <w:r w:rsidR="00184976" w:rsidRPr="00184976">
        <w:rPr>
          <w:rStyle w:val="libFootnotenumChar"/>
          <w:lang w:val="sw-KE"/>
        </w:rPr>
        <w:footnoteReference w:id="81"/>
      </w:r>
      <w:r w:rsidRPr="001B5BA8">
        <w:rPr>
          <w:sz w:val="24"/>
          <w:szCs w:val="24"/>
          <w:lang w:val="sw-KE"/>
        </w:rPr>
        <w:t xml:space="preserve"> hivyo basi haukufanikiwa mkono wa muuzaji na kutwezwa uaminifu wa mnunuzi</w:t>
      </w:r>
      <w:r w:rsidR="00184976" w:rsidRPr="00D66F48">
        <w:rPr>
          <w:rStyle w:val="libFootnotenumChar"/>
          <w:lang w:val="sw-KE"/>
        </w:rPr>
        <w:footnoteReference w:id="82"/>
      </w:r>
      <w:r w:rsidR="00D66F48">
        <w:rPr>
          <w:sz w:val="24"/>
          <w:szCs w:val="24"/>
          <w:lang w:val="sw-KE"/>
        </w:rPr>
        <w:t>,</w:t>
      </w:r>
      <w:r w:rsidRPr="001B5BA8">
        <w:rPr>
          <w:sz w:val="24"/>
          <w:szCs w:val="24"/>
          <w:lang w:val="sw-KE"/>
        </w:rPr>
        <w:t xml:space="preserve"> hivyo basi kuweni tayari kwa vita na mtayarishe zana zake, mwale wake umepanda na mwanga wake umepaa na mjiambatanishe na subira, kwa kuw</w:t>
      </w:r>
      <w:r w:rsidR="00D66F48">
        <w:rPr>
          <w:sz w:val="24"/>
          <w:szCs w:val="24"/>
          <w:lang w:val="sw-KE"/>
        </w:rPr>
        <w:t>a subira yaita kuelekea ushindi</w:t>
      </w:r>
      <w:r w:rsidRPr="001B5BA8">
        <w:rPr>
          <w:sz w:val="24"/>
          <w:szCs w:val="24"/>
          <w:lang w:val="sw-KE"/>
        </w:rPr>
        <w:t>.</w:t>
      </w:r>
    </w:p>
    <w:p w:rsidR="00104811" w:rsidRPr="00104811" w:rsidRDefault="00104811" w:rsidP="00104811">
      <w:pPr>
        <w:pStyle w:val="Heading3"/>
        <w:rPr>
          <w:rStyle w:val="libFootnotenumChar"/>
          <w:lang w:val="sw-KE"/>
        </w:rPr>
      </w:pPr>
      <w:bookmarkStart w:id="52" w:name="_Toc46076708"/>
      <w:r w:rsidRPr="00104811">
        <w:rPr>
          <w:lang w:val="sw-KE"/>
        </w:rPr>
        <w:t xml:space="preserve">27. MIONGONI MWA KHUTBA ZAKE </w:t>
      </w:r>
      <w:r w:rsidRPr="00104811">
        <w:rPr>
          <w:rStyle w:val="libFootnotenumChar"/>
          <w:lang w:val="sw-KE"/>
        </w:rPr>
        <w:t>(A.S)</w:t>
      </w:r>
      <w:bookmarkEnd w:id="52"/>
    </w:p>
    <w:p w:rsidR="006820C1" w:rsidRDefault="006820C1" w:rsidP="006820C1">
      <w:pPr>
        <w:bidi/>
        <w:ind w:firstLine="0"/>
        <w:jc w:val="center"/>
        <w:rPr>
          <w:sz w:val="24"/>
          <w:szCs w:val="24"/>
          <w:rtl/>
          <w:lang w:val="sw-KE"/>
        </w:rPr>
      </w:pPr>
      <w:r w:rsidRPr="006820C1">
        <w:rPr>
          <w:sz w:val="24"/>
          <w:szCs w:val="24"/>
          <w:rtl/>
          <w:lang w:val="sw-KE"/>
        </w:rPr>
        <w:t>ومن خطبة له (عليه السلام)</w:t>
      </w:r>
    </w:p>
    <w:p w:rsidR="006820C1" w:rsidRDefault="006820C1" w:rsidP="006820C1">
      <w:pPr>
        <w:bidi/>
        <w:ind w:firstLine="0"/>
        <w:jc w:val="center"/>
        <w:rPr>
          <w:sz w:val="24"/>
          <w:szCs w:val="24"/>
          <w:lang w:val="sw-KE"/>
        </w:rPr>
      </w:pPr>
      <w:r w:rsidRPr="006820C1">
        <w:rPr>
          <w:sz w:val="24"/>
          <w:szCs w:val="24"/>
          <w:rtl/>
          <w:lang w:val="sw-KE"/>
        </w:rPr>
        <w:t>وفيها يذكر فضل الجهاد، ويستنهض الناس، ويذكر علمه بالحرب، ويلقي عليهم التبعة لعدم طاعته</w:t>
      </w:r>
    </w:p>
    <w:p w:rsidR="00104811" w:rsidRPr="00104811" w:rsidRDefault="00104811" w:rsidP="00104811">
      <w:pPr>
        <w:ind w:firstLine="0"/>
        <w:rPr>
          <w:sz w:val="24"/>
          <w:szCs w:val="24"/>
          <w:lang w:val="sw-KE"/>
        </w:rPr>
      </w:pPr>
      <w:r w:rsidRPr="00104811">
        <w:rPr>
          <w:sz w:val="24"/>
          <w:szCs w:val="24"/>
          <w:lang w:val="sw-KE"/>
        </w:rPr>
        <w:t>Katika kuhimiza jihadi na kuwalaumu wanao kaa nyuma:</w:t>
      </w:r>
    </w:p>
    <w:p w:rsidR="00104811" w:rsidRPr="00104811" w:rsidRDefault="006820C1" w:rsidP="006820C1">
      <w:pPr>
        <w:bidi/>
        <w:ind w:firstLine="0"/>
        <w:rPr>
          <w:sz w:val="24"/>
          <w:szCs w:val="24"/>
          <w:lang w:val="sw-KE"/>
        </w:rPr>
      </w:pPr>
      <w:r w:rsidRPr="006820C1">
        <w:rPr>
          <w:sz w:val="24"/>
          <w:szCs w:val="24"/>
          <w:rtl/>
          <w:lang w:val="sw-KE"/>
        </w:rPr>
        <w:lastRenderedPageBreak/>
        <w:t>أَمَّا بَعْدُ، فَإِنَّ الجِهَادَ بَابٌ مِنْ أَبْوَابِ الجَنَّةِ، فَتَحَهُ اللهُ لِخَاصَّةِ أَوْلِيَائِهِ، وَهُوَ لِباسُ التَّقْوَى، وَدِرْعُ ال</w:t>
      </w:r>
      <w:r>
        <w:rPr>
          <w:sz w:val="24"/>
          <w:szCs w:val="24"/>
          <w:rtl/>
          <w:lang w:val="sw-KE"/>
        </w:rPr>
        <w:t>لهِ الحَصِينَةُ، وَجُنَّتُهُ</w:t>
      </w:r>
      <w:r>
        <w:rPr>
          <w:rFonts w:hint="cs"/>
          <w:sz w:val="24"/>
          <w:szCs w:val="24"/>
          <w:rtl/>
          <w:lang w:val="sw-KE"/>
        </w:rPr>
        <w:t xml:space="preserve"> </w:t>
      </w:r>
      <w:r w:rsidRPr="006820C1">
        <w:rPr>
          <w:sz w:val="24"/>
          <w:szCs w:val="24"/>
          <w:rtl/>
          <w:lang w:val="sw-KE"/>
        </w:rPr>
        <w:t>الوَثِيقَةُ، فَ</w:t>
      </w:r>
      <w:r>
        <w:rPr>
          <w:sz w:val="24"/>
          <w:szCs w:val="24"/>
          <w:rtl/>
          <w:lang w:val="sw-KE"/>
        </w:rPr>
        <w:t>مَنْ تَرَكَهُ رَغْبَةً عَنْهُ</w:t>
      </w:r>
      <w:r w:rsidRPr="006820C1">
        <w:rPr>
          <w:sz w:val="24"/>
          <w:szCs w:val="24"/>
          <w:rtl/>
          <w:lang w:val="sw-KE"/>
        </w:rPr>
        <w:t xml:space="preserve"> أَلبَسَهُ اللهُ ثَوْبَ الذُّلِّ، وَشَمِلَهُ البَلاَءُ، وَدُيِّث</w:t>
      </w:r>
      <w:r>
        <w:rPr>
          <w:sz w:val="24"/>
          <w:szCs w:val="24"/>
          <w:rtl/>
          <w:lang w:val="sw-KE"/>
        </w:rPr>
        <w:t>َ بِالصَّغَارِ وَالقَمَاءَةِ</w:t>
      </w:r>
      <w:r w:rsidRPr="006820C1">
        <w:rPr>
          <w:sz w:val="24"/>
          <w:szCs w:val="24"/>
          <w:rtl/>
          <w:lang w:val="sw-KE"/>
        </w:rPr>
        <w:t>، وَضُرِبَ عَلَى قَلْبِهِ بِالاْسْهَابِ</w:t>
      </w:r>
      <w:r>
        <w:rPr>
          <w:sz w:val="24"/>
          <w:szCs w:val="24"/>
          <w:rtl/>
          <w:lang w:val="sw-KE"/>
        </w:rPr>
        <w:t>، وَأُدِيلَ الحَقُّ مِنْهُ</w:t>
      </w:r>
      <w:r w:rsidRPr="006820C1">
        <w:rPr>
          <w:sz w:val="24"/>
          <w:szCs w:val="24"/>
          <w:rtl/>
          <w:lang w:val="sw-KE"/>
        </w:rPr>
        <w:t xml:space="preserve"> بِتَضْيِيعِ الجِهَادِ، وَسِيمَ الخَسْفَ، وَمُنِعَ النَّصَفَ</w:t>
      </w:r>
      <w:r>
        <w:rPr>
          <w:rFonts w:hint="cs"/>
          <w:sz w:val="24"/>
          <w:szCs w:val="24"/>
          <w:rtl/>
          <w:lang w:val="sw-KE"/>
        </w:rPr>
        <w:t>.</w:t>
      </w:r>
    </w:p>
    <w:p w:rsidR="00ED11F7" w:rsidRDefault="00104811" w:rsidP="006820C1">
      <w:pPr>
        <w:ind w:firstLine="0"/>
        <w:rPr>
          <w:sz w:val="24"/>
          <w:szCs w:val="24"/>
          <w:lang w:val="sw-KE"/>
        </w:rPr>
      </w:pPr>
      <w:r w:rsidRPr="00104811">
        <w:rPr>
          <w:sz w:val="24"/>
          <w:szCs w:val="24"/>
          <w:lang w:val="sw-KE"/>
        </w:rPr>
        <w:t>Kwa hiyo kwa kweli jihadi ni mlango katika jumla ya milango ya Jannah (peponi), Mwenyezi Mungu ameufunguwa kwa ajili ya wapenzi Wake makhsusi. Nayo ndio vazi la taqwa (uchamungu), na ni ngao ya Mungu yenye kuhifadhi, na stara yake thabiti.</w:t>
      </w:r>
      <w:r w:rsidR="006820C1">
        <w:rPr>
          <w:sz w:val="24"/>
          <w:szCs w:val="24"/>
          <w:lang w:val="sw-KE"/>
        </w:rPr>
        <w:t xml:space="preserve"> </w:t>
      </w:r>
      <w:r w:rsidRPr="00104811">
        <w:rPr>
          <w:sz w:val="24"/>
          <w:szCs w:val="24"/>
          <w:lang w:val="sw-KE"/>
        </w:rPr>
        <w:t>Hivyo basi, mwenye kuiacha kwa kutoipenda, Mungu atamvisha nguo ya udhalili na balaa litamuenea na atadhalilishwa kwa kutwezwa, na kudharaulika, na moyoni mwake kuondolewa akili na fahamu. Ukweli umeondolewa kutoka kwake kwa sababu ya kuipoteza jihadi. Atakumbwa na aibu na kunyimwa insafu</w:t>
      </w:r>
      <w:r w:rsidR="006820C1" w:rsidRPr="006820C1">
        <w:rPr>
          <w:rStyle w:val="libFootnotenumChar"/>
          <w:lang w:val="sw-KE"/>
        </w:rPr>
        <w:footnoteReference w:id="83"/>
      </w:r>
      <w:r w:rsidR="006820C1">
        <w:rPr>
          <w:sz w:val="24"/>
          <w:szCs w:val="24"/>
          <w:lang w:val="sw-KE"/>
        </w:rPr>
        <w:t xml:space="preserve">. </w:t>
      </w:r>
    </w:p>
    <w:p w:rsidR="00ED11F7" w:rsidRDefault="00ED11F7" w:rsidP="00ED11F7">
      <w:pPr>
        <w:bidi/>
        <w:ind w:firstLine="0"/>
        <w:rPr>
          <w:sz w:val="24"/>
          <w:szCs w:val="24"/>
          <w:rtl/>
          <w:lang w:val="sw-KE" w:bidi="ar-EG"/>
        </w:rPr>
      </w:pPr>
      <w:r w:rsidRPr="00ED11F7">
        <w:rPr>
          <w:sz w:val="24"/>
          <w:szCs w:val="24"/>
          <w:rtl/>
          <w:lang w:val="sw-KE"/>
        </w:rPr>
        <w:t>أَلاَ وَإِنِّي قَدْ دَعَوْتُكُمْ إِلَى قِتَالِ هؤُلاَءِ القَوْمِ لَيْلاً وَنَهَاراً، وَسِرّاً وَإِعْلاَناً، وَقُلْتُ لَكُمُ: اغْزُوهُمْ قَبْلَ أَنْ يَغْزُوكُمْ، فَوَاللهِ مَا غُزِيَ قَوْمٌ قَطُّ في عُقْ</w:t>
      </w:r>
      <w:r>
        <w:rPr>
          <w:sz w:val="24"/>
          <w:szCs w:val="24"/>
          <w:rtl/>
          <w:lang w:val="sw-KE"/>
        </w:rPr>
        <w:t>رِ دَارِهِمْ</w:t>
      </w:r>
      <w:r w:rsidRPr="00ED11F7">
        <w:rPr>
          <w:sz w:val="24"/>
          <w:szCs w:val="24"/>
          <w:rtl/>
          <w:lang w:val="sw-KE"/>
        </w:rPr>
        <w:t xml:space="preserve"> إِ</w:t>
      </w:r>
      <w:r>
        <w:rPr>
          <w:sz w:val="24"/>
          <w:szCs w:val="24"/>
          <w:rtl/>
          <w:lang w:val="sw-KE"/>
        </w:rPr>
        <w:t>لاَّ ذَلُّوا، فَتَوَاكَلْتُمْ</w:t>
      </w:r>
      <w:r w:rsidRPr="00ED11F7">
        <w:rPr>
          <w:sz w:val="24"/>
          <w:szCs w:val="24"/>
          <w:rtl/>
          <w:lang w:val="sw-KE"/>
        </w:rPr>
        <w:t xml:space="preserve"> وَتَخَاذَلتُمْ حَتَّى </w:t>
      </w:r>
      <w:r>
        <w:rPr>
          <w:sz w:val="24"/>
          <w:szCs w:val="24"/>
          <w:rtl/>
          <w:lang w:val="sw-KE"/>
        </w:rPr>
        <w:t>شُنَّتْ عَلَيْكُمُ الغَارَاتُ، وَمُلِكَتْ عَلَيْكُمُ الاْ</w:t>
      </w:r>
      <w:r w:rsidRPr="00ED11F7">
        <w:rPr>
          <w:sz w:val="24"/>
          <w:szCs w:val="24"/>
          <w:rtl/>
          <w:lang w:val="sw-KE"/>
        </w:rPr>
        <w:t>وْطَانُ</w:t>
      </w:r>
      <w:r w:rsidRPr="00ED11F7">
        <w:rPr>
          <w:sz w:val="24"/>
          <w:szCs w:val="24"/>
          <w:lang w:val="sw-KE"/>
        </w:rPr>
        <w:t>.</w:t>
      </w:r>
      <w:r w:rsidRPr="00ED11F7">
        <w:rPr>
          <w:rtl/>
        </w:rPr>
        <w:t xml:space="preserve"> </w:t>
      </w:r>
      <w:r w:rsidRPr="00ED11F7">
        <w:rPr>
          <w:sz w:val="24"/>
          <w:szCs w:val="24"/>
          <w:rtl/>
          <w:lang w:val="sw-KE" w:bidi="ar-EG"/>
        </w:rPr>
        <w:t>وَهذَا أَخُو غَامِد قَدْ و</w:t>
      </w:r>
      <w:r>
        <w:rPr>
          <w:sz w:val="24"/>
          <w:szCs w:val="24"/>
          <w:rtl/>
          <w:lang w:val="sw-KE" w:bidi="ar-EG"/>
        </w:rPr>
        <w:t>َرَدَتْ خَيْلُهُ الاْنْبَارَ</w:t>
      </w:r>
      <w:r w:rsidRPr="00ED11F7">
        <w:rPr>
          <w:sz w:val="24"/>
          <w:szCs w:val="24"/>
          <w:rtl/>
          <w:lang w:val="sw-KE" w:bidi="ar-EG"/>
        </w:rPr>
        <w:t>، وَقَدْ قَتَلَ حَسَّانَ بْنَ حَسَّانَ البَكْرِيَّ، وَأَزَالَ</w:t>
      </w:r>
      <w:r>
        <w:rPr>
          <w:sz w:val="24"/>
          <w:szCs w:val="24"/>
          <w:rtl/>
          <w:lang w:val="sw-KE" w:bidi="ar-EG"/>
        </w:rPr>
        <w:t xml:space="preserve"> خَيْلَكُمْ عَنْ مَسَالِحِهَا</w:t>
      </w:r>
      <w:r w:rsidRPr="00ED11F7">
        <w:rPr>
          <w:sz w:val="24"/>
          <w:szCs w:val="24"/>
          <w:rtl/>
          <w:lang w:val="sw-KE" w:bidi="ar-EG"/>
        </w:rPr>
        <w:t>.</w:t>
      </w:r>
    </w:p>
    <w:p w:rsidR="00104811" w:rsidRPr="00104811" w:rsidRDefault="00104811" w:rsidP="006820C1">
      <w:pPr>
        <w:ind w:firstLine="0"/>
        <w:rPr>
          <w:sz w:val="24"/>
          <w:szCs w:val="24"/>
          <w:lang w:val="sw-KE"/>
        </w:rPr>
      </w:pPr>
      <w:r w:rsidRPr="00104811">
        <w:rPr>
          <w:sz w:val="24"/>
          <w:szCs w:val="24"/>
          <w:lang w:val="sw-KE"/>
        </w:rPr>
        <w:t>Angalieni mimi nimekuwa nikikuiteni kupambana na watu hawa usiku na mchana, kwa siri na kwa tangazo la wazi, na nilikuambieni (washambulieni kabla hawajakushambulieni, wallahi watu hawajapata kushambuliwa katu katika kitovu cha nyumba yao ila watadhalilishwa) mkategeana na mkadhoofu, mpaka mliposhambuliwa na miji yenu ikatekwa; basi huyu nduguye Ghamid farasi wake wameingia Anbaar</w:t>
      </w:r>
      <w:r w:rsidR="00ED11F7" w:rsidRPr="00ED11F7">
        <w:rPr>
          <w:rStyle w:val="libFootnotenumChar"/>
          <w:lang w:val="sw-KE"/>
        </w:rPr>
        <w:footnoteReference w:id="84"/>
      </w:r>
      <w:r w:rsidR="00ED11F7">
        <w:rPr>
          <w:sz w:val="24"/>
          <w:szCs w:val="24"/>
          <w:lang w:val="sw-KE"/>
        </w:rPr>
        <w:t>,</w:t>
      </w:r>
      <w:r w:rsidRPr="00104811">
        <w:rPr>
          <w:sz w:val="24"/>
          <w:szCs w:val="24"/>
          <w:lang w:val="sw-KE"/>
        </w:rPr>
        <w:t xml:space="preserve"> na amemuua Hasan bin Hasan Al’Bakriy, na wamewaondoa farasi wenu kwenye ngome yao.</w:t>
      </w:r>
    </w:p>
    <w:p w:rsidR="00104811" w:rsidRPr="00104811" w:rsidRDefault="002D6F73" w:rsidP="002D6F73">
      <w:pPr>
        <w:bidi/>
        <w:ind w:firstLine="0"/>
        <w:rPr>
          <w:sz w:val="24"/>
          <w:szCs w:val="24"/>
          <w:lang w:val="sw-KE"/>
        </w:rPr>
      </w:pPr>
      <w:r w:rsidRPr="002D6F73">
        <w:rPr>
          <w:sz w:val="24"/>
          <w:szCs w:val="24"/>
          <w:rtl/>
          <w:lang w:val="sw-KE"/>
        </w:rPr>
        <w:t xml:space="preserve">وَلَقَدْ بَلَغَنِي أَنَّ الرَّجُلَ مِنْهُمْ كَانَ يَدْخُلُ عَلَى </w:t>
      </w:r>
      <w:r>
        <w:rPr>
          <w:sz w:val="24"/>
          <w:szCs w:val="24"/>
          <w:rtl/>
          <w:lang w:val="sw-KE"/>
        </w:rPr>
        <w:t>المَرْأَةِ المُسْلِمَةِ، وَالاْخْرَى المُعَاهَدَةِ</w:t>
      </w:r>
      <w:r w:rsidRPr="002D6F73">
        <w:rPr>
          <w:sz w:val="24"/>
          <w:szCs w:val="24"/>
          <w:rtl/>
          <w:lang w:val="sw-KE"/>
        </w:rPr>
        <w:t>، فيَنْتَزِعُ حِجْلَهَا</w:t>
      </w:r>
      <w:r>
        <w:rPr>
          <w:sz w:val="24"/>
          <w:szCs w:val="24"/>
          <w:rtl/>
          <w:lang w:val="sw-KE"/>
        </w:rPr>
        <w:t xml:space="preserve"> وَقُلْبَهَا وَقَلاَئِدَهَا، وَرِعَاثَهَا</w:t>
      </w:r>
      <w:r w:rsidRPr="002D6F73">
        <w:rPr>
          <w:sz w:val="24"/>
          <w:szCs w:val="24"/>
          <w:rtl/>
          <w:lang w:val="sw-KE"/>
        </w:rPr>
        <w:t>، ما تَمْتَنِعُ مِنْهُ إِلاَّ بِالا</w:t>
      </w:r>
      <w:r>
        <w:rPr>
          <w:sz w:val="24"/>
          <w:szCs w:val="24"/>
          <w:rtl/>
          <w:lang w:val="sw-KE"/>
        </w:rPr>
        <w:t>سْتِرْجَاعِ وَالاِسْتِرْحَامِ</w:t>
      </w:r>
      <w:r w:rsidRPr="002D6F73">
        <w:rPr>
          <w:sz w:val="24"/>
          <w:szCs w:val="24"/>
          <w:rtl/>
          <w:lang w:val="sw-KE"/>
        </w:rPr>
        <w:t>،</w:t>
      </w:r>
      <w:r>
        <w:rPr>
          <w:sz w:val="24"/>
          <w:szCs w:val="24"/>
          <w:rtl/>
          <w:lang w:val="sw-KE"/>
        </w:rPr>
        <w:t xml:space="preserve"> ثُمَّ انْصَرَفُوا وَافِرِينَ</w:t>
      </w:r>
      <w:r w:rsidRPr="002D6F73">
        <w:rPr>
          <w:sz w:val="24"/>
          <w:szCs w:val="24"/>
          <w:rtl/>
          <w:lang w:val="sw-KE"/>
        </w:rPr>
        <w:t xml:space="preserve">، مَا </w:t>
      </w:r>
      <w:r>
        <w:rPr>
          <w:sz w:val="24"/>
          <w:szCs w:val="24"/>
          <w:rtl/>
          <w:lang w:val="sw-KE"/>
        </w:rPr>
        <w:t>نَالَ رَجُلاً مِنْهُمْ كَلْمٌ</w:t>
      </w:r>
      <w:r w:rsidRPr="002D6F73">
        <w:rPr>
          <w:sz w:val="24"/>
          <w:szCs w:val="24"/>
          <w:rtl/>
          <w:lang w:val="sw-KE"/>
        </w:rPr>
        <w:t>، وَلاَ أُرِيقَ لَهُمْ دَمٌ،</w:t>
      </w:r>
    </w:p>
    <w:p w:rsidR="002D6F73" w:rsidRDefault="00104811" w:rsidP="00104811">
      <w:pPr>
        <w:ind w:firstLine="0"/>
        <w:rPr>
          <w:sz w:val="24"/>
          <w:szCs w:val="24"/>
          <w:lang w:val="sw-KE"/>
        </w:rPr>
      </w:pPr>
      <w:r w:rsidRPr="00104811">
        <w:rPr>
          <w:sz w:val="24"/>
          <w:szCs w:val="24"/>
          <w:lang w:val="sw-KE"/>
        </w:rPr>
        <w:t>Na habari zimenifikia kuwa mtu miongoni mwao huingia kwa mwanamke Mwislamu na mwanamke dhimiy na anampora pambo la mguuni, bangili, kidani chake, na shanga na huwezi kumziwia ila kwa kusema; (Innaa lil lahi wain naa ilayhi raajiuna 2:156) na istir’haam – kupiga kelele ili kuomba rehema kisha wakaondoka bila ya kupunguwa mtu kati yao. Hakupata mtu kati yao j</w:t>
      </w:r>
      <w:r w:rsidR="002D6F73">
        <w:rPr>
          <w:sz w:val="24"/>
          <w:szCs w:val="24"/>
          <w:lang w:val="sw-KE"/>
        </w:rPr>
        <w:t>eraha, wala kumwagika damu yao.</w:t>
      </w:r>
    </w:p>
    <w:p w:rsidR="002D6F73" w:rsidRDefault="002D6F73" w:rsidP="002D6F73">
      <w:pPr>
        <w:bidi/>
        <w:ind w:firstLine="0"/>
        <w:rPr>
          <w:sz w:val="24"/>
          <w:szCs w:val="24"/>
          <w:lang w:val="sw-KE"/>
        </w:rPr>
      </w:pPr>
      <w:r w:rsidRPr="002D6F73">
        <w:rPr>
          <w:sz w:val="24"/>
          <w:szCs w:val="24"/>
          <w:rtl/>
          <w:lang w:val="sw-KE"/>
        </w:rPr>
        <w:t>فَلَوْ أَنَّ امْرَأً مُسْلِماً مَاتَ مِن بَعْدِ هَذا أَسَفاً مَا كَانَ بِهِ مَلُوماً، بَلْ كَانَ بِهِ عِنْدِي جَدِيراً</w:t>
      </w:r>
      <w:r w:rsidRPr="002D6F73">
        <w:rPr>
          <w:sz w:val="24"/>
          <w:szCs w:val="24"/>
          <w:lang w:val="sw-KE"/>
        </w:rPr>
        <w:t>.</w:t>
      </w:r>
      <w:r w:rsidRPr="002D6F73">
        <w:rPr>
          <w:sz w:val="24"/>
          <w:szCs w:val="24"/>
          <w:rtl/>
          <w:lang w:val="sw-KE"/>
        </w:rPr>
        <w:t>فَيَا عَجَباً! عَجَباًـ وَاللهِ ـ يُمِيتُ القَلْ</w:t>
      </w:r>
      <w:r>
        <w:rPr>
          <w:sz w:val="24"/>
          <w:szCs w:val="24"/>
          <w:rtl/>
          <w:lang w:val="sw-KE"/>
        </w:rPr>
        <w:t>بَ وَيَجْلِبُ الهَمَّ مِن اجْتِ</w:t>
      </w:r>
      <w:r w:rsidRPr="002D6F73">
        <w:rPr>
          <w:sz w:val="24"/>
          <w:szCs w:val="24"/>
          <w:rtl/>
          <w:lang w:val="sw-KE"/>
        </w:rPr>
        <w:t>ماعِ هؤُلاَءِ القَوْمِ عَلَى بَاطِلِهمْ، وَتَفَرُّقِكُمْ عَنْ حَقِّكُم</w:t>
      </w:r>
      <w:r>
        <w:rPr>
          <w:sz w:val="24"/>
          <w:szCs w:val="24"/>
          <w:rtl/>
          <w:lang w:val="sw-KE"/>
        </w:rPr>
        <w:t>ْ! فَقُبْحاً لَكُمْ وَتَرَحاً</w:t>
      </w:r>
      <w:r w:rsidRPr="002D6F73">
        <w:rPr>
          <w:sz w:val="24"/>
          <w:szCs w:val="24"/>
          <w:rtl/>
          <w:lang w:val="sw-KE"/>
        </w:rPr>
        <w:t>، حِينَ صِرْتُمْ</w:t>
      </w:r>
      <w:r w:rsidRPr="002D6F73">
        <w:rPr>
          <w:rtl/>
        </w:rPr>
        <w:t xml:space="preserve"> </w:t>
      </w:r>
      <w:r>
        <w:rPr>
          <w:sz w:val="24"/>
          <w:szCs w:val="24"/>
          <w:rtl/>
          <w:lang w:val="sw-KE"/>
        </w:rPr>
        <w:t>غَرَضاً</w:t>
      </w:r>
      <w:r w:rsidRPr="002D6F73">
        <w:rPr>
          <w:sz w:val="24"/>
          <w:szCs w:val="24"/>
          <w:rtl/>
          <w:lang w:val="sw-KE"/>
        </w:rPr>
        <w:t xml:space="preserve"> يُرمَى: يُغَارُ عَلَيْكُمْ وَلاَ تُغِيرُونَ، وَتُغْزَوْنَ وَلاَ تَغْرُونَ، وَيُعْصَى اللهُ وَتَرْضَوْن!</w:t>
      </w:r>
      <w:r w:rsidRPr="002D6F73">
        <w:rPr>
          <w:rtl/>
        </w:rPr>
        <w:t xml:space="preserve"> </w:t>
      </w:r>
      <w:r w:rsidRPr="002D6F73">
        <w:rPr>
          <w:sz w:val="24"/>
          <w:szCs w:val="24"/>
          <w:rtl/>
          <w:lang w:val="sw-KE"/>
        </w:rPr>
        <w:t>فَإِذَا أَمَرْتُكُمْ بِالسَّيْرِ إِلَيْهِم فِي أَيَّامِ الحَرِّ قُلْتُ</w:t>
      </w:r>
      <w:r>
        <w:rPr>
          <w:sz w:val="24"/>
          <w:szCs w:val="24"/>
          <w:rtl/>
          <w:lang w:val="sw-KE"/>
        </w:rPr>
        <w:t>مْ: هذِهِ حَمَارَّةُ القَيْظِ</w:t>
      </w:r>
      <w:r w:rsidRPr="002D6F73">
        <w:rPr>
          <w:sz w:val="24"/>
          <w:szCs w:val="24"/>
          <w:rtl/>
          <w:lang w:val="sw-KE"/>
        </w:rPr>
        <w:t xml:space="preserve"> أَمْهِل</w:t>
      </w:r>
      <w:r>
        <w:rPr>
          <w:sz w:val="24"/>
          <w:szCs w:val="24"/>
          <w:rtl/>
          <w:lang w:val="sw-KE"/>
        </w:rPr>
        <w:t>ْنَا يُسَبَّخُ عَنَّا الحَرُّ</w:t>
      </w:r>
      <w:r w:rsidRPr="002D6F73">
        <w:rPr>
          <w:sz w:val="24"/>
          <w:szCs w:val="24"/>
          <w:rtl/>
          <w:lang w:val="sw-KE"/>
        </w:rPr>
        <w:t>، وَإِذَا أَمَرْتُكُمْ بِالسَّيْرِ إِلَيْهِمْ فِي الشِّتَاءِ قُلْت</w:t>
      </w:r>
      <w:r>
        <w:rPr>
          <w:sz w:val="24"/>
          <w:szCs w:val="24"/>
          <w:rtl/>
          <w:lang w:val="sw-KE"/>
        </w:rPr>
        <w:t>ُمْ: هذِهِ صَبَارَّةُ القُرِّ</w:t>
      </w:r>
      <w:r w:rsidRPr="002D6F73">
        <w:rPr>
          <w:sz w:val="24"/>
          <w:szCs w:val="24"/>
          <w:rtl/>
          <w:lang w:val="sw-KE"/>
        </w:rPr>
        <w:t>، أَمْهِلْنَا يَنْسَلِخْ عَنَّا البَرْدُ، كُلُّ هذا فِرَاراً مِنَ الحَرِّ وَالقُرِّ; فَإِذَا كُنْتُمْ مِنَ الحَرِّ وَالقُرِّ تَفِرُّونَ فَأَنْتُمْ وَاللهِ مِنَ السَّيْفِ أَفَرُّ!</w:t>
      </w:r>
    </w:p>
    <w:p w:rsidR="00104811" w:rsidRPr="00104811" w:rsidRDefault="002D6F73" w:rsidP="002D6F73">
      <w:pPr>
        <w:ind w:firstLine="0"/>
        <w:rPr>
          <w:sz w:val="24"/>
          <w:szCs w:val="24"/>
          <w:lang w:val="sw-KE"/>
        </w:rPr>
      </w:pPr>
      <w:r>
        <w:rPr>
          <w:sz w:val="24"/>
          <w:szCs w:val="24"/>
          <w:lang w:val="sw-KE"/>
        </w:rPr>
        <w:t xml:space="preserve">Lau </w:t>
      </w:r>
      <w:r w:rsidR="00104811" w:rsidRPr="00104811">
        <w:rPr>
          <w:sz w:val="24"/>
          <w:szCs w:val="24"/>
          <w:lang w:val="sw-KE"/>
        </w:rPr>
        <w:t>mtu Mwislamu akifa baada ya hali hii, majonzini hangepaswa kulaumiwa, bali kwa mtazamo wangu angekuwa amestahiki!</w:t>
      </w:r>
      <w:r>
        <w:rPr>
          <w:sz w:val="24"/>
          <w:szCs w:val="24"/>
          <w:lang w:val="sw-KE"/>
        </w:rPr>
        <w:t xml:space="preserve"> </w:t>
      </w:r>
      <w:r w:rsidR="00104811" w:rsidRPr="00104811">
        <w:rPr>
          <w:sz w:val="24"/>
          <w:szCs w:val="24"/>
          <w:lang w:val="sw-KE"/>
        </w:rPr>
        <w:t xml:space="preserve">Oh! Ajabu ilioje inavunja moyo na inahuzunisha, kuona hawa watu walivyokuwa na mshikamano katika matendo yao batili, na kusambaratika kwenu mbali na haki yenu! Ubaya na huzuni ilikufikeni, mlipokuwa lengo la kutupiwa </w:t>
      </w:r>
      <w:r w:rsidR="00104811" w:rsidRPr="00104811">
        <w:rPr>
          <w:sz w:val="24"/>
          <w:szCs w:val="24"/>
          <w:lang w:val="sw-KE"/>
        </w:rPr>
        <w:lastRenderedPageBreak/>
        <w:t>mishale. Mnashambuliwa wala hamshambulii, mnahujumiwa wala hamhujumu. Mungu anafanyiwa maasi mmebaki mmeridhika.</w:t>
      </w:r>
    </w:p>
    <w:p w:rsidR="00104811" w:rsidRPr="00104811" w:rsidRDefault="00104811" w:rsidP="00104811">
      <w:pPr>
        <w:ind w:firstLine="0"/>
        <w:rPr>
          <w:sz w:val="24"/>
          <w:szCs w:val="24"/>
          <w:lang w:val="sw-KE"/>
        </w:rPr>
      </w:pPr>
      <w:r w:rsidRPr="00104811">
        <w:rPr>
          <w:sz w:val="24"/>
          <w:szCs w:val="24"/>
          <w:lang w:val="sw-KE"/>
        </w:rPr>
        <w:t>Nikiwaamuruni kuwaendea siku za joto mnasema hili ni joto kali, tungojee joto lipungue, na nikikuamuruni kuwaendea wakati wa baridi mnasema hii ni baridi kali, tungojee baridi iondoke. Hivyo yote ni kukimbia joto na baridi; na mkiwa mwalikimbia joto na baridi, basi ninyi wallahi upanga mtakuwa ni wenye kuukimbia zaidi!”</w:t>
      </w:r>
    </w:p>
    <w:p w:rsidR="00104811" w:rsidRPr="00104811" w:rsidRDefault="002D6F73" w:rsidP="002D6F73">
      <w:pPr>
        <w:bidi/>
        <w:ind w:firstLine="0"/>
        <w:rPr>
          <w:sz w:val="24"/>
          <w:szCs w:val="24"/>
          <w:rtl/>
          <w:lang w:val="sw-KE" w:bidi="ar-EG"/>
        </w:rPr>
      </w:pPr>
      <w:r w:rsidRPr="002D6F73">
        <w:rPr>
          <w:sz w:val="24"/>
          <w:szCs w:val="24"/>
          <w:rtl/>
          <w:lang w:val="sw-KE"/>
        </w:rPr>
        <w:t>يَا أَشْبَاهَ الرِّجَالِ وَلاَ</w:t>
      </w:r>
      <w:r>
        <w:rPr>
          <w:sz w:val="24"/>
          <w:szCs w:val="24"/>
          <w:rtl/>
          <w:lang w:val="sw-KE"/>
        </w:rPr>
        <w:t xml:space="preserve"> رِجَالَ! حُلُومُ الاْ</w:t>
      </w:r>
      <w:r w:rsidRPr="002D6F73">
        <w:rPr>
          <w:sz w:val="24"/>
          <w:szCs w:val="24"/>
          <w:rtl/>
          <w:lang w:val="sw-KE"/>
        </w:rPr>
        <w:t>طْفَالِ</w:t>
      </w:r>
      <w:r>
        <w:rPr>
          <w:sz w:val="24"/>
          <w:szCs w:val="24"/>
          <w:rtl/>
          <w:lang w:val="sw-KE"/>
        </w:rPr>
        <w:t>، وَعُقُولُ رَبّاتِ الحِجَالِ</w:t>
      </w:r>
      <w:r w:rsidRPr="002D6F73">
        <w:rPr>
          <w:sz w:val="24"/>
          <w:szCs w:val="24"/>
          <w:rtl/>
          <w:lang w:val="sw-KE"/>
        </w:rPr>
        <w:t>، لَوَدِدْتُ أَنِّي لَمْ أَرَكُمْ وَلَمْ أَعْرِفْكمْ مَعْرِفَةً ـ وَاللهِ ـ جَرَّتْ نَدَماً، وَأَعقَبَتْ سَدَماً</w:t>
      </w:r>
      <w:r w:rsidRPr="002D6F73">
        <w:rPr>
          <w:rtl/>
        </w:rPr>
        <w:t xml:space="preserve"> </w:t>
      </w:r>
      <w:r w:rsidRPr="002D6F73">
        <w:rPr>
          <w:sz w:val="24"/>
          <w:szCs w:val="24"/>
          <w:rtl/>
          <w:lang w:val="sw-KE" w:bidi="ar-EG"/>
        </w:rPr>
        <w:t>قَاتَلَكُمُ اللهُ! لَق</w:t>
      </w:r>
      <w:r>
        <w:rPr>
          <w:sz w:val="24"/>
          <w:szCs w:val="24"/>
          <w:rtl/>
          <w:lang w:val="sw-KE" w:bidi="ar-EG"/>
        </w:rPr>
        <w:t>َدْ مَلاَتُمْ قَلْبِي قَيْحاً، وَشَحَنْتُمْ</w:t>
      </w:r>
      <w:r w:rsidRPr="002D6F73">
        <w:rPr>
          <w:sz w:val="24"/>
          <w:szCs w:val="24"/>
          <w:rtl/>
          <w:lang w:val="sw-KE" w:bidi="ar-EG"/>
        </w:rPr>
        <w:t xml:space="preserve"> صَدْرِي غَيْ</w:t>
      </w:r>
      <w:r>
        <w:rPr>
          <w:sz w:val="24"/>
          <w:szCs w:val="24"/>
          <w:rtl/>
          <w:lang w:val="sw-KE" w:bidi="ar-EG"/>
        </w:rPr>
        <w:t>ظاً، وَجَرَّعْتُمُونِي نُغَبَ</w:t>
      </w:r>
      <w:r w:rsidR="00C95160">
        <w:rPr>
          <w:sz w:val="24"/>
          <w:szCs w:val="24"/>
          <w:rtl/>
          <w:lang w:val="sw-KE" w:bidi="ar-EG"/>
        </w:rPr>
        <w:t xml:space="preserve"> التَّهْمَامِ</w:t>
      </w:r>
      <w:r>
        <w:rPr>
          <w:sz w:val="24"/>
          <w:szCs w:val="24"/>
          <w:rtl/>
          <w:lang w:val="sw-KE" w:bidi="ar-EG"/>
        </w:rPr>
        <w:t xml:space="preserve"> أَنْفَاساً</w:t>
      </w:r>
      <w:r w:rsidRPr="002D6F73">
        <w:rPr>
          <w:sz w:val="24"/>
          <w:szCs w:val="24"/>
          <w:rtl/>
          <w:lang w:val="sw-KE" w:bidi="ar-EG"/>
        </w:rPr>
        <w:t>، وَأَفْسَدْتُمْ عَلَيَّ رَأْيِي بِالعِصْيَانِ وَالخذْلاَن، حَتَّى قَالَتْ قُريْشٌ: إِنَّ ابْنَ أَبِي طَالِب رَجُلٌ شُجَاعٌ، وَلْكِنْ لاَ عِلْمَ لَهُ بِالحَرْبِ.</w:t>
      </w:r>
    </w:p>
    <w:p w:rsidR="00104811" w:rsidRPr="00104811" w:rsidRDefault="00104811" w:rsidP="00104811">
      <w:pPr>
        <w:ind w:firstLine="0"/>
        <w:rPr>
          <w:sz w:val="24"/>
          <w:szCs w:val="24"/>
          <w:lang w:val="sw-KE"/>
        </w:rPr>
      </w:pPr>
      <w:r w:rsidRPr="00104811">
        <w:rPr>
          <w:sz w:val="24"/>
          <w:szCs w:val="24"/>
          <w:lang w:val="sw-KE"/>
        </w:rPr>
        <w:t>Enyi mlio mfano wa wanaume wala si wanaume, fikra za kitoto, na mna akili mfano wa akili za wanawake watunza “nyumba ya mapambo.” Natamani nisingewaona wala nisingewatambua kabisa - wallahi kuwajua huku kumeleta aibu na kumalizikia huzuni na hasara. Mungu awalaani, mmeujaza moyo wangu usaha na kuusheheni hasira, na mmeninywesha konga la huzuni konga baada ya konga, mmeichafua rai yangu kwa kuasi na kunitelekeza, kiasi cha kufikia makuraishi kusema; ‘hakika mwana wa Abi Talib ni mtu shu</w:t>
      </w:r>
      <w:r w:rsidR="00C95160">
        <w:rPr>
          <w:sz w:val="24"/>
          <w:szCs w:val="24"/>
          <w:lang w:val="sw-KE"/>
        </w:rPr>
        <w:t>jaa lakini hana maarifa ya vita.</w:t>
      </w:r>
    </w:p>
    <w:p w:rsidR="00104811" w:rsidRPr="00104811" w:rsidRDefault="00C95160" w:rsidP="00C95160">
      <w:pPr>
        <w:bidi/>
        <w:ind w:firstLine="0"/>
        <w:rPr>
          <w:sz w:val="24"/>
          <w:szCs w:val="24"/>
          <w:lang w:val="sw-KE"/>
        </w:rPr>
      </w:pPr>
      <w:r w:rsidRPr="00C95160">
        <w:rPr>
          <w:sz w:val="24"/>
          <w:szCs w:val="24"/>
          <w:rtl/>
          <w:lang w:val="sw-KE"/>
        </w:rPr>
        <w:t>للهِ أَبُوهُمْ! وَهَلْ أَحدٌ مِ</w:t>
      </w:r>
      <w:r>
        <w:rPr>
          <w:sz w:val="24"/>
          <w:szCs w:val="24"/>
          <w:rtl/>
          <w:lang w:val="sw-KE"/>
        </w:rPr>
        <w:t>نْهُمْ أَشَدُّ لَهَا مِرَاساً</w:t>
      </w:r>
      <w:r w:rsidRPr="00C95160">
        <w:rPr>
          <w:sz w:val="24"/>
          <w:szCs w:val="24"/>
          <w:rtl/>
          <w:lang w:val="sw-KE"/>
        </w:rPr>
        <w:t>، وَأَقْدَمُ فِيهَا مَقَاماً مِنِّي؟! لَقَدْ نَهَضْتُ فِيهَا وَمَا بَلَغْتُ العِشْرِينَ، وها أناذا قَدْ</w:t>
      </w:r>
      <w:r>
        <w:rPr>
          <w:sz w:val="24"/>
          <w:szCs w:val="24"/>
          <w:rtl/>
          <w:lang w:val="sw-KE"/>
        </w:rPr>
        <w:t xml:space="preserve"> ذَرَّفْتُ عَلَى السِّتِّينَ!</w:t>
      </w:r>
      <w:r w:rsidRPr="00C95160">
        <w:rPr>
          <w:sz w:val="24"/>
          <w:szCs w:val="24"/>
          <w:rtl/>
          <w:lang w:val="sw-KE"/>
        </w:rPr>
        <w:t xml:space="preserve"> وَلكِنْ لا رَأْيَ لَمِنْ لاَ يُطَاعُ</w:t>
      </w:r>
      <w:r w:rsidRPr="00C95160">
        <w:rPr>
          <w:sz w:val="24"/>
          <w:szCs w:val="24"/>
          <w:lang w:val="sw-KE"/>
        </w:rPr>
        <w:t>!</w:t>
      </w:r>
    </w:p>
    <w:p w:rsidR="00104811" w:rsidRDefault="00104811" w:rsidP="00104811">
      <w:pPr>
        <w:ind w:firstLine="0"/>
        <w:rPr>
          <w:sz w:val="24"/>
          <w:szCs w:val="24"/>
          <w:lang w:val="sw-KE"/>
        </w:rPr>
      </w:pPr>
      <w:r w:rsidRPr="00104811">
        <w:rPr>
          <w:sz w:val="24"/>
          <w:szCs w:val="24"/>
          <w:lang w:val="sw-KE"/>
        </w:rPr>
        <w:t>Mungu awahurumie, hivi kuna yeyote miongoni mwao mkali na mwenye uzoefu zaidi na wa tangu zaidi kuliko mimi. Nimeinukia nayo nikiwa sijafikia umri wa miaka ishirini, na bado, mimi huyo niko humo nikiwa nimevuka miaka sitini, lakin</w:t>
      </w:r>
      <w:r w:rsidR="00C95160">
        <w:rPr>
          <w:sz w:val="24"/>
          <w:szCs w:val="24"/>
          <w:lang w:val="sw-KE"/>
        </w:rPr>
        <w:t>i hana rai muwafaka asiyetiiwa.</w:t>
      </w:r>
    </w:p>
    <w:p w:rsidR="00C95160" w:rsidRPr="00C95160" w:rsidRDefault="00C95160" w:rsidP="00C95160">
      <w:pPr>
        <w:pStyle w:val="Heading3"/>
        <w:rPr>
          <w:lang w:val="sw-KE"/>
        </w:rPr>
      </w:pPr>
      <w:bookmarkStart w:id="53" w:name="_Toc46076709"/>
      <w:r w:rsidRPr="00C95160">
        <w:rPr>
          <w:lang w:val="sw-KE"/>
        </w:rPr>
        <w:t xml:space="preserve">28. NA MIONGONI MWA KHUTBA ZAKE </w:t>
      </w:r>
      <w:r w:rsidRPr="00C95160">
        <w:rPr>
          <w:rStyle w:val="libFootnotenumChar"/>
          <w:lang w:val="sw-KE"/>
        </w:rPr>
        <w:t>(A.S)</w:t>
      </w:r>
      <w:bookmarkEnd w:id="53"/>
    </w:p>
    <w:p w:rsidR="00C95160" w:rsidRDefault="00C95160" w:rsidP="00C95160">
      <w:pPr>
        <w:bidi/>
        <w:ind w:firstLine="0"/>
        <w:jc w:val="center"/>
        <w:rPr>
          <w:sz w:val="24"/>
          <w:szCs w:val="24"/>
          <w:lang w:val="sw-KE"/>
        </w:rPr>
      </w:pPr>
      <w:r w:rsidRPr="00C95160">
        <w:rPr>
          <w:sz w:val="24"/>
          <w:szCs w:val="24"/>
          <w:rtl/>
          <w:lang w:val="sw-KE"/>
        </w:rPr>
        <w:t>ومن خطبة له (عليه السلام)</w:t>
      </w:r>
    </w:p>
    <w:p w:rsidR="00C95160" w:rsidRPr="00C95160" w:rsidRDefault="00C95160" w:rsidP="00C95160">
      <w:pPr>
        <w:bidi/>
        <w:ind w:firstLine="0"/>
        <w:rPr>
          <w:sz w:val="24"/>
          <w:szCs w:val="24"/>
          <w:lang w:val="sw-KE"/>
        </w:rPr>
      </w:pPr>
      <w:r w:rsidRPr="00C95160">
        <w:rPr>
          <w:sz w:val="24"/>
          <w:szCs w:val="24"/>
          <w:rtl/>
          <w:lang w:val="sw-KE"/>
        </w:rPr>
        <w:t>أَمَّا بَعْدُ، فَإِنَّ الدُّنْيَ</w:t>
      </w:r>
      <w:r>
        <w:rPr>
          <w:sz w:val="24"/>
          <w:szCs w:val="24"/>
          <w:rtl/>
          <w:lang w:val="sw-KE"/>
        </w:rPr>
        <w:t>ا قَدْ أَدْبَرَتْ، وَآذَ نَتْ</w:t>
      </w:r>
      <w:r w:rsidRPr="00C95160">
        <w:rPr>
          <w:sz w:val="24"/>
          <w:szCs w:val="24"/>
          <w:rtl/>
          <w:lang w:val="sw-KE"/>
        </w:rPr>
        <w:t xml:space="preserve"> بِوَدَاع، وَإِنَّ الاْخِرَةَ قَدْ أَقْبَ</w:t>
      </w:r>
      <w:r>
        <w:rPr>
          <w:sz w:val="24"/>
          <w:szCs w:val="24"/>
          <w:rtl/>
          <w:lang w:val="sw-KE"/>
        </w:rPr>
        <w:t>لَتْ، وَأَشْرَفَتْ بِاطِّلاَع</w:t>
      </w:r>
      <w:r w:rsidRPr="00C95160">
        <w:rPr>
          <w:sz w:val="24"/>
          <w:szCs w:val="24"/>
          <w:rtl/>
          <w:lang w:val="sw-KE"/>
        </w:rPr>
        <w:t>، أَلاَ وَإِنَّ اليَوْمَ</w:t>
      </w:r>
      <w:r>
        <w:rPr>
          <w:sz w:val="24"/>
          <w:szCs w:val="24"/>
          <w:rtl/>
          <w:lang w:val="sw-KE"/>
        </w:rPr>
        <w:t xml:space="preserve"> المِضْمارَ</w:t>
      </w:r>
      <w:r w:rsidRPr="00C95160">
        <w:rPr>
          <w:sz w:val="24"/>
          <w:szCs w:val="24"/>
          <w:rtl/>
          <w:lang w:val="sw-KE"/>
        </w:rPr>
        <w:t>، وَغَداً السِّب</w:t>
      </w:r>
      <w:r>
        <w:rPr>
          <w:sz w:val="24"/>
          <w:szCs w:val="24"/>
          <w:rtl/>
          <w:lang w:val="sw-KE"/>
        </w:rPr>
        <w:t>َاقَ، وَالسَّبَقَةُ الجَنَّةُ</w:t>
      </w:r>
      <w:r w:rsidRPr="00C95160">
        <w:rPr>
          <w:sz w:val="24"/>
          <w:szCs w:val="24"/>
          <w:rtl/>
          <w:lang w:val="sw-KE"/>
        </w:rPr>
        <w:t>، وَالغَايَةُ النَّارُ; أَفَلاَ تَائِبٌ مِنْ خ</w:t>
      </w:r>
      <w:r>
        <w:rPr>
          <w:sz w:val="24"/>
          <w:szCs w:val="24"/>
          <w:rtl/>
          <w:lang w:val="sw-KE"/>
        </w:rPr>
        <w:t>َطِيئَتِهِ قَبْلَ مَنِيَّتِهِ</w:t>
      </w:r>
      <w:r w:rsidRPr="00C95160">
        <w:rPr>
          <w:sz w:val="24"/>
          <w:szCs w:val="24"/>
          <w:rtl/>
          <w:lang w:val="sw-KE"/>
        </w:rPr>
        <w:t>! أَلاَ عَامِلٌ لِنَ</w:t>
      </w:r>
      <w:r>
        <w:rPr>
          <w:sz w:val="24"/>
          <w:szCs w:val="24"/>
          <w:rtl/>
          <w:lang w:val="sw-KE"/>
        </w:rPr>
        <w:t>فْسِهِ قَبْلَ يَوْمِ بُؤْسِهِ</w:t>
      </w:r>
      <w:r w:rsidRPr="00C95160">
        <w:rPr>
          <w:sz w:val="24"/>
          <w:szCs w:val="24"/>
          <w:rtl/>
          <w:lang w:val="sw-KE"/>
        </w:rPr>
        <w:t>! أَلاَ وَإِنَّكُمْ في أَيَّامِ أَمَل مِنْ وَرَائِهِ أَجَلٌ، فَمَنْ عَمِلَ في أَيَّامِ أَمَلهِ قَبْلَ حُضُورِ أَجَلِهِ فَقَدْ نَفَعَهُ عَمَلُهُ، وَلَمْ يَضرُرْهُ أَجَلُهُ; وَمَنْ قَصَّرَ في أَيَّامِ أَمَلِهِ قَبْلَ حُضُورِ أَجَلِهِ، فَقَدْ خَسِرَ عَمَلَهُ، وَضَرَّهُ أَجَلُهُ،</w:t>
      </w:r>
    </w:p>
    <w:p w:rsidR="00C95160" w:rsidRPr="00C95160" w:rsidRDefault="00C95160" w:rsidP="00C95160">
      <w:pPr>
        <w:ind w:firstLine="0"/>
        <w:rPr>
          <w:sz w:val="24"/>
          <w:szCs w:val="24"/>
          <w:lang w:val="sw-KE"/>
        </w:rPr>
      </w:pPr>
      <w:r w:rsidRPr="00C95160">
        <w:rPr>
          <w:sz w:val="24"/>
          <w:szCs w:val="24"/>
          <w:lang w:val="sw-KE"/>
        </w:rPr>
        <w:t>Hivyo sasa kwa kweli dunia imetupa mgongo na kutangaza msafara kuaga kwake. Na kwa kweli akhera imewadia na kupiga mbiu ya kuja kwake ghafla.</w:t>
      </w:r>
      <w:r>
        <w:rPr>
          <w:sz w:val="24"/>
          <w:szCs w:val="24"/>
          <w:lang w:val="sw-KE"/>
        </w:rPr>
        <w:t xml:space="preserve"> </w:t>
      </w:r>
      <w:r w:rsidRPr="00C95160">
        <w:rPr>
          <w:sz w:val="24"/>
          <w:szCs w:val="24"/>
          <w:lang w:val="sw-KE"/>
        </w:rPr>
        <w:t>Lo! Kwa kweli leo ni siku hasa ya maandalizi, na kesho ndio mashindano ya mbio, na nishani ni (Jannah) Pepo, na mwisho wake ni moto; je hakuna mwenye kutubu kwa makosa yake kabla ya mauti yake? Je hakuna wakutenda mema kwa ajili yake kabla ya siku atakayokuwa na haja kubwa.</w:t>
      </w:r>
    </w:p>
    <w:p w:rsidR="00C95160" w:rsidRDefault="00C95160" w:rsidP="00C95160">
      <w:pPr>
        <w:ind w:firstLine="0"/>
        <w:rPr>
          <w:sz w:val="24"/>
          <w:szCs w:val="24"/>
          <w:lang w:val="sw-KE"/>
        </w:rPr>
      </w:pPr>
      <w:r w:rsidRPr="00C95160">
        <w:rPr>
          <w:sz w:val="24"/>
          <w:szCs w:val="24"/>
          <w:lang w:val="sw-KE"/>
        </w:rPr>
        <w:t>Angalia! ninyi mpo katika siku za matumaini, ambazo nyuma yake kuna mauti.</w:t>
      </w:r>
      <w:r>
        <w:rPr>
          <w:sz w:val="24"/>
          <w:szCs w:val="24"/>
          <w:lang w:val="sw-KE"/>
        </w:rPr>
        <w:t xml:space="preserve"> </w:t>
      </w:r>
      <w:r w:rsidRPr="00C95160">
        <w:rPr>
          <w:sz w:val="24"/>
          <w:szCs w:val="24"/>
          <w:lang w:val="sw-KE"/>
        </w:rPr>
        <w:t xml:space="preserve">Hivyo mwenye kutenda mema katika siku zake za matumaini kabla ya kufikiwa na ajali yake, atakuwa amenufaishwa na matendo yake, na kifo chake hakitomdhuru, na mwenye kufanya uzembe katika siku zake za matumaini kabla ya kufikiwa na ajali yake, atakuwa amepata hasara kazi yake, na ajali yake itamdhuru. </w:t>
      </w:r>
    </w:p>
    <w:p w:rsidR="00C95160" w:rsidRDefault="00C95160" w:rsidP="00C95160">
      <w:pPr>
        <w:bidi/>
        <w:ind w:firstLine="0"/>
        <w:rPr>
          <w:sz w:val="24"/>
          <w:szCs w:val="24"/>
          <w:lang w:val="sw-KE"/>
        </w:rPr>
      </w:pPr>
      <w:r w:rsidRPr="00C95160">
        <w:rPr>
          <w:sz w:val="24"/>
          <w:szCs w:val="24"/>
          <w:rtl/>
          <w:lang w:val="sw-KE"/>
        </w:rPr>
        <w:lastRenderedPageBreak/>
        <w:t>أَلاَ فَاعْمَلُوا فِي الرَّغْبَةِ كَمَا تَعْ</w:t>
      </w:r>
      <w:r>
        <w:rPr>
          <w:sz w:val="24"/>
          <w:szCs w:val="24"/>
          <w:rtl/>
          <w:lang w:val="sw-KE"/>
        </w:rPr>
        <w:t>مَلُونَ فِي الرَّهْبَةِ</w:t>
      </w:r>
      <w:r w:rsidRPr="00C95160">
        <w:rPr>
          <w:sz w:val="24"/>
          <w:szCs w:val="24"/>
          <w:rtl/>
          <w:lang w:val="sw-KE"/>
        </w:rPr>
        <w:t>، أَلاَوَإِنِّي لَمْ أَرَ كَالجَنَّةِ نَامَ</w:t>
      </w:r>
      <w:r w:rsidRPr="00C95160">
        <w:rPr>
          <w:rtl/>
        </w:rPr>
        <w:t xml:space="preserve"> </w:t>
      </w:r>
      <w:r w:rsidRPr="00C95160">
        <w:rPr>
          <w:sz w:val="24"/>
          <w:szCs w:val="24"/>
          <w:rtl/>
          <w:lang w:val="sw-KE"/>
        </w:rPr>
        <w:t>طَالِبُهَا، وَلاَ كَالنَّارِ نَامَ هَارِبُهَا، أَلاَ وَإنَّهُ مَنْ لاَيَنْفَعُهُ الحقُّ يَضْرُرهُ البَاطِلُ، وَمَنْ لا يستقم بِهِ الهُدَى يَجُرُّ بِهِ الضَّلاَلُ إِلَى الرَّدَىْ، أَلاَ وَإِنَّكُ</w:t>
      </w:r>
      <w:r>
        <w:rPr>
          <w:sz w:val="24"/>
          <w:szCs w:val="24"/>
          <w:rtl/>
          <w:lang w:val="sw-KE"/>
        </w:rPr>
        <w:t>مْ قَد أُمِرْتُمْ بِالظَّعْنِ</w:t>
      </w:r>
      <w:r w:rsidRPr="00C95160">
        <w:rPr>
          <w:sz w:val="24"/>
          <w:szCs w:val="24"/>
          <w:rtl/>
          <w:lang w:val="sw-KE"/>
        </w:rPr>
        <w:t>، وَدُلِلْتُمْ عَلى الزَّادَ</w:t>
      </w:r>
      <w:r w:rsidRPr="00C95160">
        <w:rPr>
          <w:sz w:val="24"/>
          <w:szCs w:val="24"/>
          <w:lang w:val="sw-KE"/>
        </w:rPr>
        <w:t>.</w:t>
      </w:r>
      <w:r>
        <w:rPr>
          <w:rFonts w:hint="cs"/>
          <w:sz w:val="24"/>
          <w:szCs w:val="24"/>
          <w:rtl/>
          <w:lang w:val="sw-KE"/>
        </w:rPr>
        <w:t xml:space="preserve"> </w:t>
      </w:r>
      <w:r w:rsidRPr="00C95160">
        <w:rPr>
          <w:sz w:val="24"/>
          <w:szCs w:val="24"/>
          <w:rtl/>
          <w:lang w:val="sw-KE"/>
        </w:rPr>
        <w:t xml:space="preserve">وَإِنَّ أَخْوَفَ مَا أَخافُ عَلَيْكُمُ: </w:t>
      </w:r>
      <w:r>
        <w:rPr>
          <w:sz w:val="24"/>
          <w:szCs w:val="24"/>
          <w:rtl/>
          <w:lang w:val="sw-KE"/>
        </w:rPr>
        <w:t>اتِّبَاعُ الهَوَى، وَطُولُ الاْ</w:t>
      </w:r>
      <w:r w:rsidRPr="00C95160">
        <w:rPr>
          <w:sz w:val="24"/>
          <w:szCs w:val="24"/>
          <w:rtl/>
          <w:lang w:val="sw-KE"/>
        </w:rPr>
        <w:t>مَلِ، تَزَوَّدُوا فِي الدُّنْيَا مِنَ الدُّنْيَا مَا تَحُوزُونَ بِهِ أَنْفُسَكُمْ غَداً.</w:t>
      </w:r>
    </w:p>
    <w:p w:rsidR="00C95160" w:rsidRPr="00C95160" w:rsidRDefault="00C95160" w:rsidP="00D540E0">
      <w:pPr>
        <w:ind w:firstLine="0"/>
        <w:rPr>
          <w:sz w:val="24"/>
          <w:szCs w:val="24"/>
          <w:lang w:val="sw-KE"/>
        </w:rPr>
      </w:pPr>
      <w:r w:rsidRPr="00C95160">
        <w:rPr>
          <w:sz w:val="24"/>
          <w:szCs w:val="24"/>
          <w:lang w:val="sw-KE"/>
        </w:rPr>
        <w:t>Angalia! fanyeni wema wakati wa upendo wenu kama mfanyavyo wakati wa hofu.</w:t>
      </w:r>
      <w:r>
        <w:rPr>
          <w:sz w:val="24"/>
          <w:szCs w:val="24"/>
          <w:lang w:val="sw-KE"/>
        </w:rPr>
        <w:t xml:space="preserve"> </w:t>
      </w:r>
      <w:r w:rsidRPr="00C95160">
        <w:rPr>
          <w:sz w:val="24"/>
          <w:szCs w:val="24"/>
          <w:lang w:val="sw-KE"/>
        </w:rPr>
        <w:t>Angalia! kwa hakika mimi sijaona kilichotelekezwa kama jannah (Pepo) kwani amelala mwenye kuitafuta, wala kuona kitu kilichopuuzwa kama moto amelala aukimbiaye</w:t>
      </w:r>
      <w:r w:rsidRPr="00C95160">
        <w:rPr>
          <w:rStyle w:val="libFootnotenumChar"/>
          <w:lang w:val="sw-KE"/>
        </w:rPr>
        <w:footnoteReference w:id="85"/>
      </w:r>
      <w:r>
        <w:rPr>
          <w:sz w:val="24"/>
          <w:szCs w:val="24"/>
          <w:lang w:val="sw-KE"/>
        </w:rPr>
        <w:t>.</w:t>
      </w:r>
      <w:r w:rsidRPr="00C95160">
        <w:rPr>
          <w:sz w:val="24"/>
          <w:szCs w:val="24"/>
          <w:lang w:val="sw-KE"/>
        </w:rPr>
        <w:t>Angalia, asiyenufaika na ukweli bila shaka batili itamdhuru</w:t>
      </w:r>
      <w:r w:rsidR="00D540E0" w:rsidRPr="00D540E0">
        <w:rPr>
          <w:rStyle w:val="libFootnotenumChar"/>
          <w:lang w:val="sw-KE"/>
        </w:rPr>
        <w:footnoteReference w:id="86"/>
      </w:r>
      <w:r w:rsidR="00D540E0">
        <w:rPr>
          <w:sz w:val="24"/>
          <w:szCs w:val="24"/>
          <w:lang w:val="sw-KE"/>
        </w:rPr>
        <w:t>,</w:t>
      </w:r>
      <w:r w:rsidRPr="00C95160">
        <w:rPr>
          <w:sz w:val="24"/>
          <w:szCs w:val="24"/>
          <w:lang w:val="sw-KE"/>
        </w:rPr>
        <w:t xml:space="preserve"> na ambaye hawi mnyofu kwa mwongozo, upotovu utamkokota na kumzamisha kwenye maangamizi.</w:t>
      </w:r>
      <w:r w:rsidR="00D540E0">
        <w:rPr>
          <w:sz w:val="24"/>
          <w:szCs w:val="24"/>
          <w:lang w:val="sw-KE"/>
        </w:rPr>
        <w:t xml:space="preserve"> </w:t>
      </w:r>
      <w:r w:rsidRPr="00C95160">
        <w:rPr>
          <w:sz w:val="24"/>
          <w:szCs w:val="24"/>
          <w:lang w:val="sw-KE"/>
        </w:rPr>
        <w:t>Alaa! kwa kweli ninyi mmeamriwa kufanya msafara</w:t>
      </w:r>
      <w:r w:rsidR="00D540E0" w:rsidRPr="00D540E0">
        <w:rPr>
          <w:rStyle w:val="libFootnotenumChar"/>
          <w:lang w:val="sw-KE"/>
        </w:rPr>
        <w:footnoteReference w:id="87"/>
      </w:r>
      <w:r w:rsidR="00D540E0">
        <w:rPr>
          <w:sz w:val="24"/>
          <w:szCs w:val="24"/>
          <w:lang w:val="sw-KE"/>
        </w:rPr>
        <w:t>,</w:t>
      </w:r>
      <w:r w:rsidRPr="00C95160">
        <w:rPr>
          <w:sz w:val="24"/>
          <w:szCs w:val="24"/>
          <w:lang w:val="sw-KE"/>
        </w:rPr>
        <w:t xml:space="preserve"> na mmeoneshwa masurufu; na kwa kweli ninalohofia mno kwenu ni kufuata utashi mbaya wa</w:t>
      </w:r>
      <w:r w:rsidR="00D540E0">
        <w:rPr>
          <w:sz w:val="24"/>
          <w:szCs w:val="24"/>
          <w:lang w:val="sw-KE"/>
        </w:rPr>
        <w:t xml:space="preserve"> </w:t>
      </w:r>
      <w:r w:rsidRPr="00C95160">
        <w:rPr>
          <w:sz w:val="24"/>
          <w:szCs w:val="24"/>
          <w:lang w:val="sw-KE"/>
        </w:rPr>
        <w:t>nafsi na kurefusha matumanini, basi chukueni masurufu kutoka hapa duniani ambayo kwayo mutakayojihifadhi nayo kesho nafs</w:t>
      </w:r>
      <w:r w:rsidR="00D540E0">
        <w:rPr>
          <w:sz w:val="24"/>
          <w:szCs w:val="24"/>
          <w:lang w:val="sw-KE"/>
        </w:rPr>
        <w:t>i zenu</w:t>
      </w:r>
      <w:r w:rsidRPr="00C95160">
        <w:rPr>
          <w:sz w:val="24"/>
          <w:szCs w:val="24"/>
          <w:lang w:val="sw-KE"/>
        </w:rPr>
        <w:t>.</w:t>
      </w:r>
    </w:p>
    <w:p w:rsidR="00D540E0" w:rsidRPr="00D540E0" w:rsidRDefault="00D540E0" w:rsidP="00D540E0">
      <w:pPr>
        <w:pStyle w:val="Heading3"/>
        <w:rPr>
          <w:rStyle w:val="libFootnotenumChar"/>
          <w:lang w:val="sw-KE"/>
        </w:rPr>
      </w:pPr>
      <w:bookmarkStart w:id="54" w:name="_Toc46076710"/>
      <w:r w:rsidRPr="00D540E0">
        <w:rPr>
          <w:lang w:val="sw-KE"/>
        </w:rPr>
        <w:t xml:space="preserve">29. NA MIONGONI MWA KHUTBA ZAKE </w:t>
      </w:r>
      <w:r w:rsidRPr="00D540E0">
        <w:rPr>
          <w:rStyle w:val="libFootnotenumChar"/>
          <w:lang w:val="sw-KE"/>
        </w:rPr>
        <w:t>(A.S)</w:t>
      </w:r>
      <w:bookmarkEnd w:id="54"/>
    </w:p>
    <w:p w:rsidR="00D540E0" w:rsidRPr="00D540E0" w:rsidRDefault="00D540E0" w:rsidP="00D540E0">
      <w:pPr>
        <w:bidi/>
        <w:ind w:firstLine="0"/>
        <w:jc w:val="center"/>
        <w:rPr>
          <w:sz w:val="24"/>
          <w:szCs w:val="24"/>
          <w:lang w:val="sw-KE"/>
        </w:rPr>
      </w:pPr>
      <w:r w:rsidRPr="00D540E0">
        <w:rPr>
          <w:sz w:val="24"/>
          <w:szCs w:val="24"/>
          <w:rtl/>
          <w:lang w:val="sw-KE"/>
        </w:rPr>
        <w:t>ومن خطبة له (عليه السلام)</w:t>
      </w:r>
    </w:p>
    <w:p w:rsidR="00D540E0" w:rsidRDefault="00D540E0" w:rsidP="00D540E0">
      <w:pPr>
        <w:bidi/>
        <w:ind w:firstLine="0"/>
        <w:rPr>
          <w:sz w:val="24"/>
          <w:szCs w:val="24"/>
          <w:lang w:val="sw-KE"/>
        </w:rPr>
      </w:pPr>
      <w:r w:rsidRPr="00D540E0">
        <w:rPr>
          <w:sz w:val="24"/>
          <w:szCs w:val="24"/>
          <w:rtl/>
          <w:lang w:val="sw-KE"/>
        </w:rPr>
        <w:t>أَيُّهَا النَّاسُ، الْمجْتَمِعَةُ أبْدَانُهُمْ</w:t>
      </w:r>
      <w:r>
        <w:rPr>
          <w:sz w:val="24"/>
          <w:szCs w:val="24"/>
          <w:rtl/>
          <w:lang w:val="sw-KE"/>
        </w:rPr>
        <w:t>، الُمخْتَلِفَةُ أهْوَاؤُهُمْ، كَلامُكُم يُوهِي الصُّمَّ الصِّلابَ</w:t>
      </w:r>
      <w:r w:rsidRPr="00D540E0">
        <w:rPr>
          <w:sz w:val="24"/>
          <w:szCs w:val="24"/>
          <w:rtl/>
          <w:lang w:val="sw-KE"/>
        </w:rPr>
        <w:t>، وَفِعْلُكُمْ يُطْمِعُ فِيكُمُ الاْعْدَاءَ! تَقُولُونَ فِي</w:t>
      </w:r>
      <w:r>
        <w:rPr>
          <w:sz w:val="24"/>
          <w:szCs w:val="24"/>
          <w:rtl/>
          <w:lang w:val="sw-KE"/>
        </w:rPr>
        <w:t xml:space="preserve"> الَمجَالِسِ: كَيْتَ وَكَيْتَ</w:t>
      </w:r>
      <w:r w:rsidRPr="00D540E0">
        <w:rPr>
          <w:sz w:val="24"/>
          <w:szCs w:val="24"/>
          <w:rtl/>
          <w:lang w:val="sw-KE"/>
        </w:rPr>
        <w:t>، فَإذَا جَاءَ الْقِتَالُ قُلْتُمْ: حِيدِي حَ</w:t>
      </w:r>
      <w:r>
        <w:rPr>
          <w:sz w:val="24"/>
          <w:szCs w:val="24"/>
          <w:rtl/>
          <w:lang w:val="sw-KE"/>
        </w:rPr>
        <w:t>يَادِ!</w:t>
      </w:r>
      <w:r w:rsidRPr="00D540E0">
        <w:rPr>
          <w:sz w:val="24"/>
          <w:szCs w:val="24"/>
          <w:rtl/>
          <w:lang w:val="sw-KE"/>
        </w:rPr>
        <w:t xml:space="preserve"> مَا عَزَّتْ دَعْوَةُ مَنْ دَعَاكُمْ، وَلاَ اسْتَرَاحَ قَلْبُ مَنْ قَاسَا</w:t>
      </w:r>
      <w:r>
        <w:rPr>
          <w:sz w:val="24"/>
          <w:szCs w:val="24"/>
          <w:rtl/>
          <w:lang w:val="sw-KE"/>
        </w:rPr>
        <w:t>كُمْ، أَعَالِيلُ بِأَضَالِيلَ</w:t>
      </w:r>
      <w:r w:rsidRPr="00D540E0">
        <w:rPr>
          <w:sz w:val="24"/>
          <w:szCs w:val="24"/>
          <w:rtl/>
          <w:lang w:val="sw-KE"/>
        </w:rPr>
        <w:t>، دِفَاعَ ذِي الدَّيْنِ</w:t>
      </w:r>
      <w:r w:rsidRPr="00D540E0">
        <w:rPr>
          <w:rtl/>
        </w:rPr>
        <w:t xml:space="preserve"> </w:t>
      </w:r>
      <w:r>
        <w:rPr>
          <w:sz w:val="24"/>
          <w:szCs w:val="24"/>
          <w:rtl/>
          <w:lang w:val="sw-KE"/>
        </w:rPr>
        <w:t>المَطُولِ</w:t>
      </w:r>
      <w:r w:rsidRPr="00D540E0">
        <w:rPr>
          <w:sz w:val="24"/>
          <w:szCs w:val="24"/>
          <w:rtl/>
          <w:lang w:val="sw-KE"/>
        </w:rPr>
        <w:t>، لاَ يَمنَعُ الضَّيْمَ الذَّلِيلُ! وَلاَ يُدْرَكُ الْحَقُّ إِلاَ بِالْجِدِّ! أَيَّ دَار بَعْدَ دَارِكُمْ تَمْنَعُونَ، وَمَعَ أَىِّ إِمَام بَعْدِي تُقَاتِلُونَ؟</w:t>
      </w:r>
    </w:p>
    <w:p w:rsidR="00D540E0" w:rsidRPr="00D540E0" w:rsidRDefault="00D540E0" w:rsidP="00D540E0">
      <w:pPr>
        <w:ind w:firstLine="0"/>
        <w:rPr>
          <w:sz w:val="24"/>
          <w:szCs w:val="24"/>
          <w:lang w:val="sw-KE"/>
        </w:rPr>
      </w:pPr>
      <w:r w:rsidRPr="00D540E0">
        <w:rPr>
          <w:sz w:val="24"/>
          <w:szCs w:val="24"/>
          <w:lang w:val="sw-KE"/>
        </w:rPr>
        <w:t>Enyi watu (mlio kama wale ambao) miili yao iko pamoja, wenye kutofautiana matakwa yao, maneno yenu yalainisha mawe magumu kabisa, na vitendo vyenu vyawatumainisha kwenu maadui! Kwenye vikao mwasema hili na lile, vita vikija mwasema tokomea mbali.</w:t>
      </w:r>
      <w:r>
        <w:rPr>
          <w:sz w:val="24"/>
          <w:szCs w:val="24"/>
          <w:lang w:val="sw-KE"/>
        </w:rPr>
        <w:t xml:space="preserve"> </w:t>
      </w:r>
      <w:r w:rsidRPr="00D540E0">
        <w:rPr>
          <w:sz w:val="24"/>
          <w:szCs w:val="24"/>
          <w:lang w:val="sw-KE"/>
        </w:rPr>
        <w:t>Wito wa mwenye kuwaiteni haupewi sikio wala moyo wa mwenye kuwachukulieni kwa nguvu hauwi na utulivu. Nyudhuru zisizo na maana. Mliniomba kurefusha muda, ni ulipaji wa mwenye deni msogeza muda, dhaifu hawezi kuizuia dhulma, na haki haipatikani ila kwa juhudi. Ni nyumba gani mtailinda baada ya nyumba yenu hii! Na kiongozi (imam) gani baada yangu mtaweza kupigana pamoja naye?</w:t>
      </w:r>
    </w:p>
    <w:p w:rsidR="00D540E0" w:rsidRPr="00D540E0" w:rsidRDefault="00E822BD" w:rsidP="00E822BD">
      <w:pPr>
        <w:bidi/>
        <w:ind w:firstLine="0"/>
        <w:rPr>
          <w:sz w:val="24"/>
          <w:szCs w:val="24"/>
          <w:lang w:val="sw-KE"/>
        </w:rPr>
      </w:pPr>
      <w:r w:rsidRPr="00E822BD">
        <w:rPr>
          <w:sz w:val="24"/>
          <w:szCs w:val="24"/>
          <w:rtl/>
          <w:lang w:val="sw-KE"/>
        </w:rPr>
        <w:lastRenderedPageBreak/>
        <w:t>المَغْرُورُ وَاللهِ مَنْ غَرَرْتُمُوهُ، وَمْنْ فَا</w:t>
      </w:r>
      <w:r>
        <w:rPr>
          <w:sz w:val="24"/>
          <w:szCs w:val="24"/>
          <w:rtl/>
          <w:lang w:val="sw-KE"/>
        </w:rPr>
        <w:t>زَبِكُمْ فَازَ بَالسَّهْمِ الاْخْيَبِ</w:t>
      </w:r>
      <w:r w:rsidRPr="00E822BD">
        <w:rPr>
          <w:sz w:val="24"/>
          <w:szCs w:val="24"/>
          <w:rtl/>
          <w:lang w:val="sw-KE"/>
        </w:rPr>
        <w:t>، وَمَنْ رَمَى ب</w:t>
      </w:r>
      <w:r>
        <w:rPr>
          <w:sz w:val="24"/>
          <w:szCs w:val="24"/>
          <w:rtl/>
          <w:lang w:val="sw-KE"/>
        </w:rPr>
        <w:t>ِكُمْ فَقَدْ رَمَى بِأَفْوَقَ</w:t>
      </w:r>
      <w:r w:rsidRPr="00E822BD">
        <w:rPr>
          <w:sz w:val="24"/>
          <w:szCs w:val="24"/>
          <w:rtl/>
          <w:lang w:val="sw-KE"/>
        </w:rPr>
        <w:t xml:space="preserve"> نَاصِل</w:t>
      </w:r>
      <w:r w:rsidRPr="00E822BD">
        <w:rPr>
          <w:sz w:val="24"/>
          <w:szCs w:val="24"/>
          <w:lang w:val="sw-KE"/>
        </w:rPr>
        <w:t>.</w:t>
      </w:r>
      <w:r>
        <w:rPr>
          <w:rFonts w:hint="cs"/>
          <w:sz w:val="24"/>
          <w:szCs w:val="24"/>
          <w:rtl/>
          <w:lang w:val="sw-KE"/>
        </w:rPr>
        <w:t xml:space="preserve"> </w:t>
      </w:r>
      <w:r w:rsidRPr="00E822BD">
        <w:rPr>
          <w:sz w:val="24"/>
          <w:szCs w:val="24"/>
          <w:rtl/>
          <w:lang w:val="sw-KE"/>
        </w:rPr>
        <w:t>أَصْبَحْتُ وَاللهِ لا أُصَدِّقُ قَوْلَكُمْ، وَلاَ أَطْمَعُ فِي نَصْرِكُمْ، وَلاَ أُوعِدُ العَدُوَّ بِكُم</w:t>
      </w:r>
      <w:r w:rsidRPr="00E822BD">
        <w:rPr>
          <w:sz w:val="24"/>
          <w:szCs w:val="24"/>
          <w:lang w:val="sw-KE"/>
        </w:rPr>
        <w:t>.</w:t>
      </w:r>
      <w:r>
        <w:rPr>
          <w:rFonts w:hint="cs"/>
          <w:sz w:val="24"/>
          <w:szCs w:val="24"/>
          <w:rtl/>
          <w:lang w:val="sw-KE"/>
        </w:rPr>
        <w:t xml:space="preserve"> </w:t>
      </w:r>
      <w:r w:rsidRPr="00E822BD">
        <w:rPr>
          <w:sz w:val="24"/>
          <w:szCs w:val="24"/>
          <w:rtl/>
          <w:lang w:val="sw-KE"/>
        </w:rPr>
        <w:t>مَا بَالُكُم؟ مَا دَوَاؤُكُمْ؟ مَا طِبُّكُمْ؟ القَوْمُ رِجَالٌ أَمْثَالُكُمْ، أَقَوْلاً بَغَيْرِ عِلْم! وَغَفْلَةً مِنْ غَيْرِ وَرَع! وَطَمَعاً في غَيْرِ حَقٍّ؟</w:t>
      </w:r>
      <w:r w:rsidRPr="00E822BD">
        <w:rPr>
          <w:sz w:val="24"/>
          <w:szCs w:val="24"/>
          <w:lang w:val="sw-KE"/>
        </w:rPr>
        <w:t>!</w:t>
      </w:r>
    </w:p>
    <w:p w:rsidR="00D540E0" w:rsidRDefault="00D540E0" w:rsidP="00D540E0">
      <w:pPr>
        <w:ind w:firstLine="0"/>
        <w:rPr>
          <w:sz w:val="24"/>
          <w:szCs w:val="24"/>
          <w:lang w:val="sw-KE"/>
        </w:rPr>
      </w:pPr>
      <w:r w:rsidRPr="00D540E0">
        <w:rPr>
          <w:sz w:val="24"/>
          <w:szCs w:val="24"/>
          <w:lang w:val="sw-KE"/>
        </w:rPr>
        <w:t>Wallahi aliyedanganyika ni yule mliyemdanganya, na mwenye kufaulu nanyi atakuwa amefaulu - Wallahi - na mshale usiofanikisha</w:t>
      </w:r>
      <w:r w:rsidR="00E822BD" w:rsidRPr="00E726E4">
        <w:rPr>
          <w:rStyle w:val="libFootnotenumChar"/>
          <w:lang w:val="sw-KE"/>
        </w:rPr>
        <w:footnoteReference w:id="88"/>
      </w:r>
      <w:r w:rsidR="00E726E4">
        <w:rPr>
          <w:sz w:val="24"/>
          <w:szCs w:val="24"/>
          <w:lang w:val="sw-KE"/>
        </w:rPr>
        <w:t>.</w:t>
      </w:r>
      <w:r w:rsidRPr="00D540E0">
        <w:rPr>
          <w:sz w:val="24"/>
          <w:szCs w:val="24"/>
          <w:lang w:val="sw-KE"/>
        </w:rPr>
        <w:t xml:space="preserve"> Na mwenye kutupa na ninyi atakuwa ametupa kwa mshale uliovunjika maingiliyo ya kamba, Wallahi nimekuwa sisadiki kauli yenu, na wala situ- mainii nusra yenu, wala simkamii adui kwa kuwatumainia ninyi. Mmekuwaje? Dawa yenu nini? Nini tiba yenu? Hao watu ni wanamume kama ninyi. Ni kauli tupu bila ya ilmu, na mghafiliko bila ya kujiepusha, n</w:t>
      </w:r>
      <w:r w:rsidR="00E726E4">
        <w:rPr>
          <w:sz w:val="24"/>
          <w:szCs w:val="24"/>
          <w:lang w:val="sw-KE"/>
        </w:rPr>
        <w:t>a tamaa katika ambalo si haki!.</w:t>
      </w:r>
    </w:p>
    <w:p w:rsidR="006A199E" w:rsidRPr="006A199E" w:rsidRDefault="006A199E" w:rsidP="006A199E">
      <w:pPr>
        <w:pStyle w:val="Heading3"/>
        <w:rPr>
          <w:rStyle w:val="libFootnotenumChar"/>
          <w:lang w:val="sw-KE"/>
        </w:rPr>
      </w:pPr>
      <w:bookmarkStart w:id="55" w:name="_Toc46076711"/>
      <w:r w:rsidRPr="006A199E">
        <w:rPr>
          <w:lang w:val="sw-KE"/>
        </w:rPr>
        <w:t xml:space="preserve">30. NA MIONGONI MWA SEMI ZAKE </w:t>
      </w:r>
      <w:r w:rsidRPr="006A199E">
        <w:rPr>
          <w:rStyle w:val="libFootnotenumChar"/>
          <w:lang w:val="sw-KE"/>
        </w:rPr>
        <w:t>(A.S)</w:t>
      </w:r>
      <w:bookmarkEnd w:id="55"/>
    </w:p>
    <w:p w:rsidR="006A199E" w:rsidRDefault="006A199E" w:rsidP="006A199E">
      <w:pPr>
        <w:bidi/>
        <w:ind w:firstLine="0"/>
        <w:jc w:val="center"/>
        <w:rPr>
          <w:sz w:val="24"/>
          <w:szCs w:val="24"/>
          <w:lang w:val="sw-KE"/>
        </w:rPr>
      </w:pPr>
      <w:r w:rsidRPr="006A199E">
        <w:rPr>
          <w:sz w:val="24"/>
          <w:szCs w:val="24"/>
          <w:rtl/>
          <w:lang w:val="sw-KE"/>
        </w:rPr>
        <w:t>ومن كلام له (عليه السلام)</w:t>
      </w:r>
      <w:r>
        <w:rPr>
          <w:rFonts w:hint="cs"/>
          <w:sz w:val="24"/>
          <w:szCs w:val="24"/>
          <w:rtl/>
          <w:lang w:val="sw-KE"/>
        </w:rPr>
        <w:t xml:space="preserve">: </w:t>
      </w:r>
      <w:r w:rsidRPr="006A199E">
        <w:rPr>
          <w:sz w:val="24"/>
          <w:szCs w:val="24"/>
          <w:rtl/>
          <w:lang w:val="sw-KE"/>
        </w:rPr>
        <w:t>في معنى قتل عثمان</w:t>
      </w:r>
    </w:p>
    <w:p w:rsidR="006A199E" w:rsidRPr="006A199E" w:rsidRDefault="006A199E" w:rsidP="006A199E">
      <w:pPr>
        <w:pStyle w:val="libBold1"/>
        <w:rPr>
          <w:lang w:val="sw-KE"/>
        </w:rPr>
      </w:pPr>
      <w:r w:rsidRPr="006A199E">
        <w:rPr>
          <w:lang w:val="sw-KE"/>
        </w:rPr>
        <w:t>Kuhusu maana ya kumuuwa Uthman:</w:t>
      </w:r>
    </w:p>
    <w:p w:rsidR="006A199E" w:rsidRPr="006A199E" w:rsidRDefault="006A199E" w:rsidP="006A199E">
      <w:pPr>
        <w:bidi/>
        <w:ind w:firstLine="0"/>
        <w:rPr>
          <w:sz w:val="24"/>
          <w:szCs w:val="24"/>
          <w:lang w:val="sw-KE"/>
        </w:rPr>
      </w:pPr>
      <w:r w:rsidRPr="006A199E">
        <w:rPr>
          <w:sz w:val="24"/>
          <w:szCs w:val="24"/>
          <w:rtl/>
          <w:lang w:val="sw-KE"/>
        </w:rPr>
        <w:t>لَوْ أَمَرْتُ بِهِ لَكُنْتُ قَاتِلاً، أَوْ نَهَيْتُ عَنْهُ لَكُنْتُ نَاصِراً، غَيْرَ أَنَّ مَنْ نَصَرَهُ لاَ يَسْتَطِيعُ أَنْ يَقُولَ: خَذَلَهُ مَنْ أَنَا خَيْرٌ مِنْهُ، وَمَنْ خَذَلَهُ لاَ يَسْتَطِيعُ أَنْ يَقُولَ</w:t>
      </w:r>
      <w:r w:rsidRPr="006A199E">
        <w:rPr>
          <w:sz w:val="24"/>
          <w:szCs w:val="24"/>
          <w:lang w:val="sw-KE"/>
        </w:rPr>
        <w:t>:</w:t>
      </w:r>
      <w:r w:rsidRPr="006A199E">
        <w:rPr>
          <w:rtl/>
        </w:rPr>
        <w:t xml:space="preserve"> </w:t>
      </w:r>
      <w:r w:rsidRPr="006A199E">
        <w:rPr>
          <w:sz w:val="24"/>
          <w:szCs w:val="24"/>
          <w:rtl/>
          <w:lang w:val="sw-KE"/>
        </w:rPr>
        <w:t>وَأَنَا جَامِعٌ لَكُمْ أَمْرَهُ، اسْ</w:t>
      </w:r>
      <w:r>
        <w:rPr>
          <w:sz w:val="24"/>
          <w:szCs w:val="24"/>
          <w:rtl/>
          <w:lang w:val="sw-KE"/>
        </w:rPr>
        <w:t>تَأْثَرَ فَأَسَاءَ الاْثَرَةَ</w:t>
      </w:r>
      <w:r w:rsidRPr="006A199E">
        <w:rPr>
          <w:sz w:val="24"/>
          <w:szCs w:val="24"/>
          <w:rtl/>
          <w:lang w:val="sw-KE"/>
        </w:rPr>
        <w:t>، وَجَز</w:t>
      </w:r>
      <w:r>
        <w:rPr>
          <w:sz w:val="24"/>
          <w:szCs w:val="24"/>
          <w:rtl/>
          <w:lang w:val="sw-KE"/>
        </w:rPr>
        <w:t>ِعْتُمْ فَأَسَأْتُمُ الجَزَعَ</w:t>
      </w:r>
      <w:r w:rsidRPr="006A199E">
        <w:rPr>
          <w:sz w:val="24"/>
          <w:szCs w:val="24"/>
          <w:rtl/>
          <w:lang w:val="sw-KE"/>
        </w:rPr>
        <w:t>، وَللهِ حُكْمٌ وَاقِعٌ في المُسْتَأْثِرِ وَالجَازعِ.</w:t>
      </w:r>
    </w:p>
    <w:p w:rsidR="00104811" w:rsidRDefault="006A199E" w:rsidP="00BC4E56">
      <w:pPr>
        <w:pStyle w:val="Header"/>
        <w:rPr>
          <w:sz w:val="24"/>
          <w:szCs w:val="24"/>
          <w:lang w:val="sw-KE"/>
        </w:rPr>
      </w:pPr>
      <w:r w:rsidRPr="006A199E">
        <w:rPr>
          <w:sz w:val="24"/>
          <w:szCs w:val="24"/>
          <w:lang w:val="sw-KE"/>
        </w:rPr>
        <w:t>Lau ningeamuru hilo ningekuwa muuwaji, na lau ningekataza ningekuwa mwenye kunusuru</w:t>
      </w:r>
      <w:r w:rsidRPr="006A199E">
        <w:rPr>
          <w:rStyle w:val="libFootnotenumChar"/>
          <w:lang w:val="sw-KE"/>
        </w:rPr>
        <w:footnoteReference w:id="89"/>
      </w:r>
      <w:r>
        <w:rPr>
          <w:sz w:val="24"/>
          <w:szCs w:val="24"/>
          <w:lang w:val="sw-KE"/>
        </w:rPr>
        <w:t>,</w:t>
      </w:r>
      <w:r w:rsidRPr="006A199E">
        <w:rPr>
          <w:sz w:val="24"/>
          <w:szCs w:val="24"/>
          <w:lang w:val="sw-KE"/>
        </w:rPr>
        <w:t xml:space="preserve"> ila ni ukweli kuwa aliyemnusuru hawezi kusema kuwa: Ametelekezwa na ambaye mimi ni bora kuliko yeye, na aliyemtelekeza hawezi kusema: Amemnusuru ambaye ni bora kuliko mimi</w:t>
      </w:r>
      <w:r w:rsidRPr="006A199E">
        <w:rPr>
          <w:rStyle w:val="libFootnotenumChar"/>
          <w:lang w:val="sw-KE"/>
        </w:rPr>
        <w:footnoteReference w:id="90"/>
      </w:r>
      <w:r>
        <w:rPr>
          <w:sz w:val="24"/>
          <w:szCs w:val="24"/>
          <w:lang w:val="sw-KE"/>
        </w:rPr>
        <w:t xml:space="preserve">. </w:t>
      </w:r>
      <w:r w:rsidRPr="006A199E">
        <w:rPr>
          <w:sz w:val="24"/>
          <w:szCs w:val="24"/>
          <w:lang w:val="sw-KE"/>
        </w:rPr>
        <w:t>Na mimi nayajumlisha mambo yake kwenu. Amejitwalia na kuyatumia vibaya aliyoyatwaa. Na mmekosa uvumilivu, mkafanya vibaya kutovumilia kwenu</w:t>
      </w:r>
      <w:r w:rsidRPr="009C7915">
        <w:rPr>
          <w:rStyle w:val="libFootnotenumChar"/>
          <w:lang w:val="sw-KE"/>
        </w:rPr>
        <w:footnoteReference w:id="91"/>
      </w:r>
      <w:r w:rsidR="00BC4E56">
        <w:rPr>
          <w:sz w:val="24"/>
          <w:szCs w:val="24"/>
          <w:lang w:val="sw-KE"/>
        </w:rPr>
        <w:t>.</w:t>
      </w:r>
      <w:r w:rsidRPr="006A199E">
        <w:rPr>
          <w:sz w:val="24"/>
          <w:szCs w:val="24"/>
          <w:lang w:val="sw-KE"/>
        </w:rPr>
        <w:t xml:space="preserve"> </w:t>
      </w:r>
      <w:r w:rsidRPr="006A199E">
        <w:rPr>
          <w:sz w:val="24"/>
          <w:szCs w:val="24"/>
          <w:lang w:val="sw-KE"/>
        </w:rPr>
        <w:lastRenderedPageBreak/>
        <w:t>Na Mungu anayo hukumu muwafaka kwa mwenye k</w:t>
      </w:r>
      <w:r w:rsidR="00BC4E56">
        <w:rPr>
          <w:sz w:val="24"/>
          <w:szCs w:val="24"/>
          <w:lang w:val="sw-KE"/>
        </w:rPr>
        <w:t>ujitwalia na mtovu wa uvumilivu</w:t>
      </w:r>
      <w:r w:rsidRPr="006A199E">
        <w:rPr>
          <w:sz w:val="24"/>
          <w:szCs w:val="24"/>
          <w:lang w:val="sw-KE"/>
        </w:rPr>
        <w:t>.</w:t>
      </w:r>
    </w:p>
    <w:p w:rsidR="00107697" w:rsidRPr="00107697" w:rsidRDefault="00107697" w:rsidP="00107697">
      <w:pPr>
        <w:pStyle w:val="Heading3"/>
        <w:rPr>
          <w:rStyle w:val="libFootnotenumChar"/>
          <w:lang w:val="sw-KE"/>
        </w:rPr>
      </w:pPr>
      <w:bookmarkStart w:id="56" w:name="_Toc46076712"/>
      <w:r w:rsidRPr="00107697">
        <w:rPr>
          <w:lang w:val="sw-KE"/>
        </w:rPr>
        <w:t xml:space="preserve">31. NA MIONGONI MWA SEMI ZAKE </w:t>
      </w:r>
      <w:r w:rsidRPr="00107697">
        <w:rPr>
          <w:rStyle w:val="libFootnotenumChar"/>
          <w:lang w:val="sw-KE"/>
        </w:rPr>
        <w:t>(A.S)</w:t>
      </w:r>
      <w:bookmarkEnd w:id="56"/>
    </w:p>
    <w:p w:rsidR="00107697" w:rsidRPr="00107697" w:rsidRDefault="00107697" w:rsidP="00107697">
      <w:pPr>
        <w:pStyle w:val="Header"/>
        <w:bidi/>
        <w:jc w:val="center"/>
        <w:rPr>
          <w:sz w:val="24"/>
          <w:szCs w:val="24"/>
          <w:rtl/>
          <w:lang w:val="sw-KE"/>
        </w:rPr>
      </w:pPr>
      <w:r w:rsidRPr="00107697">
        <w:rPr>
          <w:sz w:val="24"/>
          <w:szCs w:val="24"/>
          <w:rtl/>
          <w:lang w:val="sw-KE"/>
        </w:rPr>
        <w:t>ومن كلام له (عليه السلام)</w:t>
      </w:r>
    </w:p>
    <w:p w:rsidR="00107697" w:rsidRDefault="00107697" w:rsidP="00107697">
      <w:pPr>
        <w:pStyle w:val="Header"/>
        <w:bidi/>
        <w:jc w:val="center"/>
        <w:rPr>
          <w:sz w:val="24"/>
          <w:szCs w:val="24"/>
          <w:lang w:val="sw-KE"/>
        </w:rPr>
      </w:pPr>
      <w:r w:rsidRPr="00107697">
        <w:rPr>
          <w:sz w:val="24"/>
          <w:szCs w:val="24"/>
          <w:rtl/>
          <w:lang w:val="sw-KE"/>
        </w:rPr>
        <w:t>لمّا أنفذ عبدالله بن العباس(رحمه الله) إلى الزبير قبل وقوع الحرب يوم الجمل ليستفيئه إلى طاعته</w:t>
      </w:r>
    </w:p>
    <w:p w:rsidR="00107697" w:rsidRPr="00107697" w:rsidRDefault="00107697" w:rsidP="00107697">
      <w:pPr>
        <w:pStyle w:val="Header"/>
        <w:rPr>
          <w:sz w:val="24"/>
          <w:szCs w:val="24"/>
          <w:lang w:val="sw-KE"/>
        </w:rPr>
      </w:pPr>
      <w:r>
        <w:rPr>
          <w:sz w:val="24"/>
          <w:szCs w:val="24"/>
          <w:lang w:val="sw-KE"/>
        </w:rPr>
        <w:t xml:space="preserve">Kwa ibni Abbas, </w:t>
      </w:r>
      <w:r w:rsidRPr="00107697">
        <w:rPr>
          <w:sz w:val="24"/>
          <w:szCs w:val="24"/>
          <w:lang w:val="sw-KE"/>
        </w:rPr>
        <w:t>Alipomtuma kwa Zubairi akimtaka arejee kwenye utii wake kabla ya vita vya Jamal:</w:t>
      </w:r>
    </w:p>
    <w:p w:rsidR="00107697" w:rsidRPr="00107697" w:rsidRDefault="00107697" w:rsidP="00107697">
      <w:pPr>
        <w:pStyle w:val="Header"/>
        <w:bidi/>
        <w:rPr>
          <w:sz w:val="24"/>
          <w:szCs w:val="24"/>
          <w:rtl/>
          <w:lang w:val="sw-KE" w:bidi="ar-EG"/>
        </w:rPr>
      </w:pPr>
      <w:r w:rsidRPr="00107697">
        <w:rPr>
          <w:sz w:val="24"/>
          <w:szCs w:val="24"/>
          <w:rtl/>
          <w:lang w:val="sw-KE"/>
        </w:rPr>
        <w:t xml:space="preserve">لاتَلْقَيَنَّ طَلْحَةَ، فَإِنَّكَ إِنْ تَلْقَهُ تَجِدْهُ </w:t>
      </w:r>
      <w:r>
        <w:rPr>
          <w:sz w:val="24"/>
          <w:szCs w:val="24"/>
          <w:rtl/>
          <w:lang w:val="sw-KE"/>
        </w:rPr>
        <w:t>كَالثَّوْرِ عَاقِصاً قَرْنَهُ، يَرْكَبُ الصَّعْبَ</w:t>
      </w:r>
      <w:r w:rsidRPr="00107697">
        <w:rPr>
          <w:sz w:val="24"/>
          <w:szCs w:val="24"/>
          <w:rtl/>
          <w:lang w:val="sw-KE"/>
        </w:rPr>
        <w:t xml:space="preserve"> وَيَقُولُ: هُوَ الذَّلُولُ، وَلكِنِ القَ الزُّبَيْرَ، فَإِنَّهُ أَليَنُ </w:t>
      </w:r>
      <w:r>
        <w:rPr>
          <w:sz w:val="24"/>
          <w:szCs w:val="24"/>
          <w:rtl/>
          <w:lang w:val="sw-KE"/>
        </w:rPr>
        <w:t>عَرِيكَةً</w:t>
      </w:r>
      <w:r w:rsidRPr="00107697">
        <w:rPr>
          <w:sz w:val="24"/>
          <w:szCs w:val="24"/>
          <w:rtl/>
          <w:lang w:val="sw-KE"/>
        </w:rPr>
        <w:t>، فَقُلْ لَهُ: يَقُولُ لَكَ ابْنُ خَالِكَ: عَرَفْتَني بَالحِجَازِ وَأَنْكَرْتَنِي بِالعِرَاقِ، فَمَا عَدَا مِمَّا بَدَا</w:t>
      </w:r>
      <w:r>
        <w:rPr>
          <w:rFonts w:hint="cs"/>
          <w:sz w:val="24"/>
          <w:szCs w:val="24"/>
          <w:rtl/>
          <w:lang w:val="sw-KE"/>
        </w:rPr>
        <w:t>.</w:t>
      </w:r>
    </w:p>
    <w:p w:rsidR="00107697" w:rsidRPr="00107697" w:rsidRDefault="00107697" w:rsidP="00107697">
      <w:pPr>
        <w:pStyle w:val="Header"/>
        <w:rPr>
          <w:sz w:val="24"/>
          <w:szCs w:val="24"/>
          <w:lang w:val="sw-KE"/>
        </w:rPr>
      </w:pPr>
      <w:r w:rsidRPr="00107697">
        <w:rPr>
          <w:sz w:val="24"/>
          <w:szCs w:val="24"/>
          <w:lang w:val="sw-KE"/>
        </w:rPr>
        <w:t>Usikutane na Talha, kwa kuwa wewe endapo utakutana naye utamkuta yuko kama ng’ombe maksai amezipindisha pembe zake, anayaparamia magumu huku akisema: ‘Ni mepesi hayo,’ lakini kutana na Zubair, kwa kuwa yeye ana tabia laini, na umwambie: ‘Mtoto wa mjomba wako anasema: Ulinitambua toka Hijazi</w:t>
      </w:r>
      <w:r w:rsidR="007D75F5" w:rsidRPr="007D75F5">
        <w:rPr>
          <w:rStyle w:val="libFootnotenumChar"/>
          <w:lang w:val="sw-KE"/>
        </w:rPr>
        <w:footnoteReference w:id="92"/>
      </w:r>
      <w:r w:rsidR="007D75F5">
        <w:rPr>
          <w:sz w:val="24"/>
          <w:szCs w:val="24"/>
          <w:lang w:val="sw-KE"/>
        </w:rPr>
        <w:t>,</w:t>
      </w:r>
      <w:r w:rsidRPr="00107697">
        <w:rPr>
          <w:sz w:val="24"/>
          <w:szCs w:val="24"/>
          <w:lang w:val="sw-KE"/>
        </w:rPr>
        <w:t xml:space="preserve"> na hunitambui Iraq, ni jambo gani limeb</w:t>
      </w:r>
      <w:r w:rsidR="007D75F5">
        <w:rPr>
          <w:sz w:val="24"/>
          <w:szCs w:val="24"/>
          <w:lang w:val="sw-KE"/>
        </w:rPr>
        <w:t>adilisha yaliokudhihirikia?!.</w:t>
      </w:r>
    </w:p>
    <w:p w:rsidR="00107697" w:rsidRPr="00107697" w:rsidRDefault="007D75F5" w:rsidP="007D75F5">
      <w:pPr>
        <w:pStyle w:val="Header"/>
        <w:bidi/>
        <w:rPr>
          <w:sz w:val="24"/>
          <w:szCs w:val="24"/>
          <w:lang w:val="sw-KE"/>
        </w:rPr>
      </w:pPr>
      <w:r>
        <w:rPr>
          <w:rFonts w:hint="cs"/>
          <w:sz w:val="24"/>
          <w:szCs w:val="24"/>
          <w:rtl/>
          <w:lang w:val="sw-KE"/>
        </w:rPr>
        <w:t xml:space="preserve">قال الشريف الرضي: </w:t>
      </w:r>
      <w:r w:rsidRPr="007D75F5">
        <w:rPr>
          <w:sz w:val="24"/>
          <w:szCs w:val="24"/>
          <w:rtl/>
          <w:lang w:val="sw-KE"/>
        </w:rPr>
        <w:t>وهو (عليه السلام) أوّل من سمعت منه هذه الكلمة، أعني: «فَمَا عَدَا مِمَّا بَدَا</w:t>
      </w:r>
      <w:r w:rsidR="00357267" w:rsidRPr="00357267">
        <w:rPr>
          <w:sz w:val="24"/>
          <w:szCs w:val="24"/>
          <w:rtl/>
          <w:lang w:val="sw-KE"/>
        </w:rPr>
        <w:t>»</w:t>
      </w:r>
      <w:r w:rsidR="00357267">
        <w:rPr>
          <w:rFonts w:hint="cs"/>
          <w:sz w:val="24"/>
          <w:szCs w:val="24"/>
          <w:rtl/>
          <w:lang w:val="sw-KE"/>
        </w:rPr>
        <w:t>.</w:t>
      </w:r>
    </w:p>
    <w:p w:rsidR="00107697" w:rsidRPr="00107697" w:rsidRDefault="00107697" w:rsidP="00107697">
      <w:pPr>
        <w:pStyle w:val="Header"/>
        <w:rPr>
          <w:sz w:val="24"/>
          <w:szCs w:val="24"/>
          <w:lang w:val="sw-KE"/>
        </w:rPr>
      </w:pPr>
      <w:r w:rsidRPr="00107697">
        <w:rPr>
          <w:sz w:val="24"/>
          <w:szCs w:val="24"/>
          <w:lang w:val="sw-KE"/>
        </w:rPr>
        <w:t xml:space="preserve">Maelezo: Amesema </w:t>
      </w:r>
      <w:r w:rsidR="007D75F5">
        <w:rPr>
          <w:sz w:val="24"/>
          <w:szCs w:val="24"/>
          <w:lang w:val="sw-KE"/>
        </w:rPr>
        <w:t xml:space="preserve">Sharifu </w:t>
      </w:r>
      <w:r w:rsidRPr="00107697">
        <w:rPr>
          <w:sz w:val="24"/>
          <w:szCs w:val="24"/>
          <w:lang w:val="sw-KE"/>
        </w:rPr>
        <w:t xml:space="preserve">Ar-Radhiy (r.a.): Yeye </w:t>
      </w:r>
      <w:r w:rsidRPr="007D75F5">
        <w:rPr>
          <w:rStyle w:val="libFootnotenumChar"/>
          <w:lang w:val="sw-KE"/>
        </w:rPr>
        <w:t>(a.s)</w:t>
      </w:r>
      <w:r w:rsidRPr="00107697">
        <w:rPr>
          <w:sz w:val="24"/>
          <w:szCs w:val="24"/>
          <w:lang w:val="sw-KE"/>
        </w:rPr>
        <w:t xml:space="preserve"> ni wa kwanza ambaye limesikika neno hili kutoka kwake, nakusudia: (Famaa ada mimmaa badaa) - nini kimemtoa mbali na lililomdhirihikia.</w:t>
      </w:r>
    </w:p>
    <w:p w:rsidR="002414DE" w:rsidRPr="002414DE" w:rsidRDefault="000E2A03" w:rsidP="000E2A03">
      <w:pPr>
        <w:pStyle w:val="Heading3"/>
        <w:rPr>
          <w:lang w:val="sw-KE" w:bidi="ar-EG"/>
        </w:rPr>
      </w:pPr>
      <w:bookmarkStart w:id="57" w:name="_Toc46076713"/>
      <w:r w:rsidRPr="002414DE">
        <w:rPr>
          <w:lang w:val="sw-KE" w:bidi="ar-EG"/>
        </w:rPr>
        <w:t xml:space="preserve">32. NA MIONGONI MWA KHUTBA ZAKE </w:t>
      </w:r>
      <w:r w:rsidRPr="000E2A03">
        <w:rPr>
          <w:rStyle w:val="libFootnotenumChar"/>
          <w:lang w:val="sw-KE"/>
        </w:rPr>
        <w:t>(A.S)</w:t>
      </w:r>
      <w:bookmarkEnd w:id="57"/>
    </w:p>
    <w:p w:rsidR="000E2A03" w:rsidRDefault="000E2A03" w:rsidP="000E2A03">
      <w:pPr>
        <w:pStyle w:val="Header"/>
        <w:bidi/>
        <w:jc w:val="center"/>
        <w:rPr>
          <w:rFonts w:hint="cs"/>
          <w:sz w:val="24"/>
          <w:szCs w:val="24"/>
          <w:rtl/>
          <w:lang w:val="sw-KE" w:bidi="ar-EG"/>
        </w:rPr>
      </w:pPr>
      <w:r w:rsidRPr="000E2A03">
        <w:rPr>
          <w:sz w:val="24"/>
          <w:szCs w:val="24"/>
          <w:rtl/>
          <w:lang w:val="sw-KE" w:bidi="ar-EG"/>
        </w:rPr>
        <w:t>ومن خطبة له (عليه السلام)</w:t>
      </w:r>
      <w:r>
        <w:rPr>
          <w:rFonts w:hint="cs"/>
          <w:sz w:val="24"/>
          <w:szCs w:val="24"/>
          <w:rtl/>
          <w:lang w:val="sw-KE" w:bidi="ar-EG"/>
        </w:rPr>
        <w:t xml:space="preserve">: </w:t>
      </w:r>
      <w:r w:rsidRPr="000E2A03">
        <w:rPr>
          <w:sz w:val="24"/>
          <w:szCs w:val="24"/>
          <w:rtl/>
          <w:lang w:val="sw-KE" w:bidi="ar-EG"/>
        </w:rPr>
        <w:t>معنى جور الزمان</w:t>
      </w:r>
    </w:p>
    <w:p w:rsidR="002414DE" w:rsidRPr="002414DE" w:rsidRDefault="002414DE" w:rsidP="00D546E9">
      <w:pPr>
        <w:pStyle w:val="libBold1"/>
        <w:rPr>
          <w:lang w:val="sw-KE" w:bidi="ar-EG"/>
        </w:rPr>
      </w:pPr>
      <w:r w:rsidRPr="002414DE">
        <w:rPr>
          <w:lang w:val="sw-KE" w:bidi="ar-EG"/>
        </w:rPr>
        <w:t>Kuhusu dhulma ya zama:</w:t>
      </w:r>
    </w:p>
    <w:p w:rsidR="002414DE" w:rsidRPr="002414DE" w:rsidRDefault="000E2A03" w:rsidP="000E2A03">
      <w:pPr>
        <w:pStyle w:val="Header"/>
        <w:bidi/>
        <w:rPr>
          <w:sz w:val="24"/>
          <w:szCs w:val="24"/>
          <w:lang w:val="sw-KE" w:bidi="ar-EG"/>
        </w:rPr>
      </w:pPr>
      <w:r w:rsidRPr="000E2A03">
        <w:rPr>
          <w:sz w:val="24"/>
          <w:szCs w:val="24"/>
          <w:rtl/>
          <w:lang w:val="sw-KE" w:bidi="ar-EG"/>
        </w:rPr>
        <w:t>أَيُّهَا النَّاسُ، إِنَّا قَد</w:t>
      </w:r>
      <w:r>
        <w:rPr>
          <w:sz w:val="24"/>
          <w:szCs w:val="24"/>
          <w:rtl/>
          <w:lang w:val="sw-KE" w:bidi="ar-EG"/>
        </w:rPr>
        <w:t>ْ أَصْبَحْنَا في دَهْر عَنُود</w:t>
      </w:r>
      <w:r w:rsidRPr="000E2A03">
        <w:rPr>
          <w:sz w:val="24"/>
          <w:szCs w:val="24"/>
          <w:rtl/>
          <w:lang w:val="sw-KE" w:bidi="ar-EG"/>
        </w:rPr>
        <w:t>، وَزَمَن كَنُ</w:t>
      </w:r>
      <w:r>
        <w:rPr>
          <w:sz w:val="24"/>
          <w:szCs w:val="24"/>
          <w:rtl/>
          <w:lang w:val="sw-KE" w:bidi="ar-EG"/>
        </w:rPr>
        <w:t>ود</w:t>
      </w:r>
      <w:r w:rsidRPr="000E2A03">
        <w:rPr>
          <w:sz w:val="24"/>
          <w:szCs w:val="24"/>
          <w:rtl/>
          <w:lang w:val="sw-KE" w:bidi="ar-EG"/>
        </w:rPr>
        <w:t>، يُعَدُّ فِيهِ الُمحْسِنُ مُسِيئاً، وَيَزْدَادُ الظَّالِمُ فِيهِ عُتُوّاً، لاَ نَنْتَفِعُ بِمَا عَلِمْنَا، وَلاَ نَسْأَلُ عَمَّا جَهِلْنَا</w:t>
      </w:r>
      <w:r>
        <w:rPr>
          <w:sz w:val="24"/>
          <w:szCs w:val="24"/>
          <w:rtl/>
          <w:lang w:val="sw-KE" w:bidi="ar-EG"/>
        </w:rPr>
        <w:t>، وَلاَ نَتَخَوَّفُ قَارِعَةً</w:t>
      </w:r>
      <w:r w:rsidRPr="000E2A03">
        <w:rPr>
          <w:sz w:val="24"/>
          <w:szCs w:val="24"/>
          <w:rtl/>
          <w:lang w:val="sw-KE" w:bidi="ar-EG"/>
        </w:rPr>
        <w:t xml:space="preserve"> حَتَّى تَحُلَّ بِنَا</w:t>
      </w:r>
      <w:r w:rsidRPr="000E2A03">
        <w:rPr>
          <w:sz w:val="24"/>
          <w:szCs w:val="24"/>
          <w:lang w:val="sw-KE" w:bidi="ar-EG"/>
        </w:rPr>
        <w:t>.</w:t>
      </w:r>
      <w:r w:rsidRPr="000E2A03">
        <w:rPr>
          <w:rtl/>
        </w:rPr>
        <w:t xml:space="preserve"> </w:t>
      </w:r>
      <w:r w:rsidRPr="000E2A03">
        <w:rPr>
          <w:sz w:val="24"/>
          <w:szCs w:val="24"/>
          <w:rtl/>
          <w:lang w:val="sw-KE" w:bidi="ar-EG"/>
        </w:rPr>
        <w:t>فَالنَّاسُ عَلَى أَرْبَعَةِ أَصْنَاف</w:t>
      </w:r>
      <w:r w:rsidRPr="000E2A03">
        <w:rPr>
          <w:sz w:val="24"/>
          <w:szCs w:val="24"/>
          <w:lang w:val="sw-KE" w:bidi="ar-EG"/>
        </w:rPr>
        <w:t>:</w:t>
      </w:r>
      <w:r>
        <w:rPr>
          <w:rFonts w:hint="cs"/>
          <w:sz w:val="24"/>
          <w:szCs w:val="24"/>
          <w:rtl/>
          <w:lang w:val="sw-KE" w:bidi="ar-EG"/>
        </w:rPr>
        <w:t xml:space="preserve"> </w:t>
      </w:r>
      <w:r w:rsidRPr="000E2A03">
        <w:rPr>
          <w:sz w:val="24"/>
          <w:szCs w:val="24"/>
          <w:rtl/>
          <w:lang w:val="sw-KE" w:bidi="ar-EG"/>
        </w:rPr>
        <w:t>مِنْهُمْ مَنْ ل</w:t>
      </w:r>
      <w:r>
        <w:rPr>
          <w:sz w:val="24"/>
          <w:szCs w:val="24"/>
          <w:rtl/>
          <w:lang w:val="sw-KE" w:bidi="ar-EG"/>
        </w:rPr>
        <w:t>اَ يَمْنَعُهُ الفَسَادَ في الاْ</w:t>
      </w:r>
      <w:r w:rsidRPr="000E2A03">
        <w:rPr>
          <w:sz w:val="24"/>
          <w:szCs w:val="24"/>
          <w:rtl/>
          <w:lang w:val="sw-KE" w:bidi="ar-EG"/>
        </w:rPr>
        <w:t xml:space="preserve">رْضِ إِلاَّ مَهَانَةُ </w:t>
      </w:r>
      <w:r>
        <w:rPr>
          <w:sz w:val="24"/>
          <w:szCs w:val="24"/>
          <w:rtl/>
          <w:lang w:val="sw-KE" w:bidi="ar-EG"/>
        </w:rPr>
        <w:t>نَفْسِهِ، وَكَلاَلَةُ حَدِّهِ</w:t>
      </w:r>
      <w:r w:rsidRPr="000E2A03">
        <w:rPr>
          <w:sz w:val="24"/>
          <w:szCs w:val="24"/>
          <w:rtl/>
          <w:lang w:val="sw-KE" w:bidi="ar-EG"/>
        </w:rPr>
        <w:t>،</w:t>
      </w:r>
      <w:r w:rsidRPr="000E2A03">
        <w:rPr>
          <w:rtl/>
        </w:rPr>
        <w:t xml:space="preserve"> </w:t>
      </w:r>
      <w:r w:rsidRPr="000E2A03">
        <w:rPr>
          <w:sz w:val="24"/>
          <w:szCs w:val="24"/>
          <w:rtl/>
          <w:lang w:val="sw-KE" w:bidi="ar-EG"/>
        </w:rPr>
        <w:t>وَمِنْهُمُ المُصْلِتُ لِسَيْفِهِ، وَالمُعْلِنُ بِشَر</w:t>
      </w:r>
      <w:r>
        <w:rPr>
          <w:sz w:val="24"/>
          <w:szCs w:val="24"/>
          <w:rtl/>
          <w:lang w:val="sw-KE" w:bidi="ar-EG"/>
        </w:rPr>
        <w:t>ِّهِ، وَالُمجْلِبُ بِخَيْلِهِ وَرَجِلِهِ، قَدْ أَشْرَطَ نَفْسَهُ، وَأَوْبَقَ دِينَهُ</w:t>
      </w:r>
      <w:r w:rsidRPr="000E2A03">
        <w:rPr>
          <w:sz w:val="24"/>
          <w:szCs w:val="24"/>
          <w:rtl/>
          <w:lang w:val="sw-KE" w:bidi="ar-EG"/>
        </w:rPr>
        <w:t xml:space="preserve"> لِح</w:t>
      </w:r>
      <w:r>
        <w:rPr>
          <w:sz w:val="24"/>
          <w:szCs w:val="24"/>
          <w:rtl/>
          <w:lang w:val="sw-KE" w:bidi="ar-EG"/>
        </w:rPr>
        <w:t>ُطَام يَنْتَهِزُهُ، أَوْ مِقْنَب</w:t>
      </w:r>
      <w:r w:rsidRPr="000E2A03">
        <w:rPr>
          <w:sz w:val="24"/>
          <w:szCs w:val="24"/>
          <w:rtl/>
          <w:lang w:val="sw-KE" w:bidi="ar-EG"/>
        </w:rPr>
        <w:t xml:space="preserve"> يَقُودُهُ، أَوْ مِنْبَر يَفْرَعُهُ</w:t>
      </w:r>
      <w:r>
        <w:rPr>
          <w:rFonts w:hint="cs"/>
          <w:sz w:val="24"/>
          <w:szCs w:val="24"/>
          <w:rtl/>
          <w:lang w:val="sw-KE" w:bidi="ar-EG"/>
        </w:rPr>
        <w:t>.</w:t>
      </w:r>
    </w:p>
    <w:p w:rsidR="002414DE" w:rsidRPr="002414DE" w:rsidRDefault="002414DE" w:rsidP="002414DE">
      <w:pPr>
        <w:pStyle w:val="Header"/>
        <w:rPr>
          <w:sz w:val="24"/>
          <w:szCs w:val="24"/>
          <w:lang w:val="sw-KE" w:bidi="ar-EG"/>
        </w:rPr>
      </w:pPr>
      <w:r w:rsidRPr="002414DE">
        <w:rPr>
          <w:sz w:val="24"/>
          <w:szCs w:val="24"/>
          <w:lang w:val="sw-KE" w:bidi="ar-EG"/>
        </w:rPr>
        <w:t>“Enyi watu, kwa kweli sisi tupo katika muda wa dhulma na zama za kufuru</w:t>
      </w:r>
      <w:r w:rsidR="00017C8C" w:rsidRPr="00917D4F">
        <w:rPr>
          <w:rStyle w:val="libFootnotenumChar"/>
          <w:lang w:val="sw-KE"/>
        </w:rPr>
        <w:footnoteReference w:id="93"/>
      </w:r>
      <w:r w:rsidR="00917D4F">
        <w:rPr>
          <w:sz w:val="24"/>
          <w:szCs w:val="24"/>
          <w:lang w:val="sw-KE" w:bidi="ar-EG"/>
        </w:rPr>
        <w:t>,</w:t>
      </w:r>
      <w:r w:rsidRPr="002414DE">
        <w:rPr>
          <w:sz w:val="24"/>
          <w:szCs w:val="24"/>
          <w:lang w:val="sw-KE" w:bidi="ar-EG"/>
        </w:rPr>
        <w:t xml:space="preserve"> mwema humo ahesabika muovu, na dhalimu huzidi humo kiburi, hatunufaiki na tulilojua, wala hatuulizi tusilolijua wala hatuogopi msiba mpaka utufike, na watu wako aina nne: Miongoni mwao kuna ambaye hakuna kinachomzuia kufanya ufisadi katika ardhi isipokuwa unyonge wa nafsi yake na ubutu wa silaha zake na uchache wa mali yake.</w:t>
      </w:r>
    </w:p>
    <w:p w:rsidR="002414DE" w:rsidRPr="002414DE" w:rsidRDefault="002414DE" w:rsidP="002414DE">
      <w:pPr>
        <w:pStyle w:val="Header"/>
        <w:rPr>
          <w:sz w:val="24"/>
          <w:szCs w:val="24"/>
          <w:lang w:val="sw-KE" w:bidi="ar-EG"/>
        </w:rPr>
      </w:pPr>
      <w:r w:rsidRPr="002414DE">
        <w:rPr>
          <w:sz w:val="24"/>
          <w:szCs w:val="24"/>
          <w:lang w:val="sw-KE" w:bidi="ar-EG"/>
        </w:rPr>
        <w:t xml:space="preserve">Na miongoni mwao kuna mwenye kujitokeza na upanga wake na kuitangaza shari yake, na ambaye ameleta askari wake wapanda farasi na askari wake waendao kwa miguu, ameiandaa nafsi yake kwa shari na ufisadi, </w:t>
      </w:r>
      <w:r w:rsidRPr="002414DE">
        <w:rPr>
          <w:sz w:val="24"/>
          <w:szCs w:val="24"/>
          <w:lang w:val="sw-KE" w:bidi="ar-EG"/>
        </w:rPr>
        <w:lastRenderedPageBreak/>
        <w:t>ameiangamiza dini yake kwa ajili ya mali yenye kuvunjika afaidikayo nayo haraka, au kundi la farasi analolichunga au mimbari aipandayo</w:t>
      </w:r>
      <w:r w:rsidR="00917D4F" w:rsidRPr="00917D4F">
        <w:rPr>
          <w:rStyle w:val="libFootnotenumChar"/>
          <w:lang w:val="sw-KE"/>
        </w:rPr>
        <w:footnoteReference w:id="94"/>
      </w:r>
      <w:r w:rsidR="00917D4F">
        <w:rPr>
          <w:sz w:val="24"/>
          <w:szCs w:val="24"/>
          <w:lang w:val="sw-KE" w:bidi="ar-EG"/>
        </w:rPr>
        <w:t>.</w:t>
      </w:r>
    </w:p>
    <w:p w:rsidR="00917D4F" w:rsidRDefault="00917D4F" w:rsidP="00917D4F">
      <w:pPr>
        <w:pStyle w:val="Header"/>
        <w:bidi/>
        <w:rPr>
          <w:rFonts w:hint="cs"/>
          <w:sz w:val="24"/>
          <w:szCs w:val="24"/>
          <w:rtl/>
          <w:lang w:val="sw-KE" w:bidi="ar-EG"/>
        </w:rPr>
      </w:pPr>
      <w:r w:rsidRPr="00917D4F">
        <w:rPr>
          <w:sz w:val="24"/>
          <w:szCs w:val="24"/>
          <w:rtl/>
          <w:lang w:val="sw-KE" w:bidi="ar-EG"/>
        </w:rPr>
        <w:t>وَلَبِئْسَ المَتْجَرُ أَنْ تَرَى الدُّنْيَا لِنَفْسِكَ ثَمَناً، وَمِمَّا لَكَ عِنْدَ اللهِ عِوَضاً</w:t>
      </w:r>
      <w:r w:rsidRPr="00917D4F">
        <w:rPr>
          <w:sz w:val="24"/>
          <w:szCs w:val="24"/>
          <w:lang w:val="sw-KE" w:bidi="ar-EG"/>
        </w:rPr>
        <w:t>!</w:t>
      </w:r>
      <w:r>
        <w:rPr>
          <w:rFonts w:hint="cs"/>
          <w:sz w:val="24"/>
          <w:szCs w:val="24"/>
          <w:rtl/>
          <w:lang w:val="sw-KE" w:bidi="ar-EG"/>
        </w:rPr>
        <w:t xml:space="preserve"> </w:t>
      </w:r>
      <w:r w:rsidRPr="00917D4F">
        <w:rPr>
          <w:sz w:val="24"/>
          <w:szCs w:val="24"/>
          <w:rtl/>
          <w:lang w:val="sw-KE" w:bidi="ar-EG"/>
        </w:rPr>
        <w:t>وَمِنْهُمْ مَنْ يَطلُبُ الدُّنْيَا بِعَمَلِ الاْخِرَةِ، وَلاَ يَطْلُبُ الاْخِرَةَ بِعَمَلِ الدُّنْيَا، قَدْ</w:t>
      </w:r>
      <w:r w:rsidRPr="00917D4F">
        <w:rPr>
          <w:rtl/>
        </w:rPr>
        <w:t xml:space="preserve"> </w:t>
      </w:r>
      <w:r w:rsidRPr="00917D4F">
        <w:rPr>
          <w:sz w:val="24"/>
          <w:szCs w:val="24"/>
          <w:rtl/>
          <w:lang w:val="sw-KE" w:bidi="ar-EG"/>
        </w:rPr>
        <w:t>وَمِنْهُمْ مَنْ أقْعَدَهُ عَنْ طَلَ</w:t>
      </w:r>
      <w:r>
        <w:rPr>
          <w:sz w:val="24"/>
          <w:szCs w:val="24"/>
          <w:rtl/>
          <w:lang w:val="sw-KE" w:bidi="ar-EG"/>
        </w:rPr>
        <w:t>بِ المُلْكِ ضُؤولَةُ نَفْسِهِ</w:t>
      </w:r>
      <w:r w:rsidRPr="00917D4F">
        <w:rPr>
          <w:sz w:val="24"/>
          <w:szCs w:val="24"/>
          <w:rtl/>
          <w:lang w:val="sw-KE" w:bidi="ar-EG"/>
        </w:rPr>
        <w:t xml:space="preserve">، وَانقِطاعُ سَبَبِهِ، فَقَصَرَتْهُ الحالُ عَلَى حَالِهِ، فَتَحَلَّى بِاسْمِ القَنَاعَةِ، وَتَزَيَّنَ بِلِبَاسِ أَهْلِ الزَّهَادَةِ، </w:t>
      </w:r>
      <w:r>
        <w:rPr>
          <w:sz w:val="24"/>
          <w:szCs w:val="24"/>
          <w:rtl/>
          <w:lang w:val="sw-KE" w:bidi="ar-EG"/>
        </w:rPr>
        <w:t>وَلَيْسَ مِنْ ذلِكَ في مَرَاح</w:t>
      </w:r>
      <w:r w:rsidRPr="00917D4F">
        <w:rPr>
          <w:sz w:val="24"/>
          <w:szCs w:val="24"/>
          <w:rtl/>
          <w:lang w:val="sw-KE" w:bidi="ar-EG"/>
        </w:rPr>
        <w:t xml:space="preserve"> وَلاَ مَغْدىً</w:t>
      </w:r>
      <w:r>
        <w:rPr>
          <w:rFonts w:hint="cs"/>
          <w:sz w:val="24"/>
          <w:szCs w:val="24"/>
          <w:rtl/>
          <w:lang w:val="sw-KE" w:bidi="ar-EG"/>
        </w:rPr>
        <w:t>.</w:t>
      </w:r>
    </w:p>
    <w:p w:rsidR="002414DE" w:rsidRPr="002414DE" w:rsidRDefault="002414DE" w:rsidP="009450F4">
      <w:pPr>
        <w:pStyle w:val="Header"/>
        <w:rPr>
          <w:sz w:val="24"/>
          <w:szCs w:val="24"/>
          <w:lang w:val="sw-KE" w:bidi="ar-EG"/>
        </w:rPr>
      </w:pPr>
      <w:r w:rsidRPr="002414DE">
        <w:rPr>
          <w:sz w:val="24"/>
          <w:szCs w:val="24"/>
          <w:lang w:val="sw-KE" w:bidi="ar-EG"/>
        </w:rPr>
        <w:t>Biashara mbaya ni kuiona dunia kuwa ina thamani kwa ajili yako, na uliy- onayo yatakuwa fidia kwa Mungu!</w:t>
      </w:r>
      <w:r w:rsidR="009450F4">
        <w:rPr>
          <w:sz w:val="24"/>
          <w:szCs w:val="24"/>
          <w:lang w:val="sw-KE" w:bidi="ar-EG"/>
        </w:rPr>
        <w:t xml:space="preserve"> </w:t>
      </w:r>
      <w:r w:rsidRPr="002414DE">
        <w:rPr>
          <w:sz w:val="24"/>
          <w:szCs w:val="24"/>
          <w:lang w:val="sw-KE" w:bidi="ar-EG"/>
        </w:rPr>
        <w:t>Na miongoni mwao kuna ambaye aitaka dunia kwa kazi ya akhera, wala haitafuti akhera kwa kazi ya dunia, ameishusha chini haiba yake, na kuzifanya hatua zake karibu, na kupania nguo yake, na amejipamba nafsi yake ili aaminike, na ameifanya sitara ya Mungu kuwa ni kichaka cha kufanyia maasi</w:t>
      </w:r>
      <w:r w:rsidR="009450F4" w:rsidRPr="009450F4">
        <w:rPr>
          <w:rStyle w:val="libFootnotenumChar"/>
          <w:lang w:val="sw-KE"/>
        </w:rPr>
        <w:footnoteReference w:id="95"/>
      </w:r>
      <w:r w:rsidR="009450F4">
        <w:rPr>
          <w:sz w:val="24"/>
          <w:szCs w:val="24"/>
          <w:lang w:val="sw-KE" w:bidi="ar-EG"/>
        </w:rPr>
        <w:t>.</w:t>
      </w:r>
    </w:p>
    <w:p w:rsidR="002414DE" w:rsidRPr="002414DE" w:rsidRDefault="002414DE" w:rsidP="002414DE">
      <w:pPr>
        <w:pStyle w:val="Header"/>
        <w:rPr>
          <w:sz w:val="24"/>
          <w:szCs w:val="24"/>
          <w:lang w:val="sw-KE" w:bidi="ar-EG"/>
        </w:rPr>
      </w:pPr>
      <w:r w:rsidRPr="002414DE">
        <w:rPr>
          <w:sz w:val="24"/>
          <w:szCs w:val="24"/>
          <w:lang w:val="sw-KE" w:bidi="ar-EG"/>
        </w:rPr>
        <w:t>Na miongoni mwao kuna ambaye unyonge wa nafsi yake umemuweka mbali na kuutaka ufalme,4 na kukatika kwa sababu zake, hali hii imemzuia kuifikia nafasi yake, kutokana na hali hiyo akajipamba kwa jina la kutosheka, na kujipamba na vazi la walioipa nyongo dunia, na katika hilo hana safari ya matembezi ya jioni wala asubuhi.</w:t>
      </w:r>
    </w:p>
    <w:p w:rsidR="002414DE" w:rsidRPr="002414DE" w:rsidRDefault="00B95CA5" w:rsidP="00B95CA5">
      <w:pPr>
        <w:pStyle w:val="Header"/>
        <w:bidi/>
        <w:rPr>
          <w:sz w:val="24"/>
          <w:szCs w:val="24"/>
          <w:lang w:val="sw-KE" w:bidi="ar-EG"/>
        </w:rPr>
      </w:pPr>
      <w:r w:rsidRPr="00B95CA5">
        <w:rPr>
          <w:sz w:val="24"/>
          <w:szCs w:val="24"/>
          <w:rtl/>
          <w:lang w:val="sw-KE" w:bidi="ar-EG"/>
        </w:rPr>
        <w:t>وَبَقِيَ رِجَالٌ غَضَّ أَبْصَارَهُمْ ذِكْرُ الْمَرْجِعِ، وَأَرَاقَ دُمُوعَهُمْ خَوْفُ الْـمَحْشَرِ</w:t>
      </w:r>
      <w:r>
        <w:rPr>
          <w:sz w:val="24"/>
          <w:szCs w:val="24"/>
          <w:rtl/>
          <w:lang w:val="sw-KE" w:bidi="ar-EG"/>
        </w:rPr>
        <w:t>، فَهُمْ بَيْنَ شَرِيد نَادٍّ، وَخَائِف مَقْمُوع، وَسَاكِت مَكْعُوم</w:t>
      </w:r>
      <w:r w:rsidRPr="00B95CA5">
        <w:rPr>
          <w:sz w:val="24"/>
          <w:szCs w:val="24"/>
          <w:rtl/>
          <w:lang w:val="sw-KE" w:bidi="ar-EG"/>
        </w:rPr>
        <w:t>، وَدَاع</w:t>
      </w:r>
      <w:r w:rsidRPr="00B95CA5">
        <w:rPr>
          <w:rtl/>
        </w:rPr>
        <w:t xml:space="preserve"> </w:t>
      </w:r>
      <w:r>
        <w:rPr>
          <w:sz w:val="24"/>
          <w:szCs w:val="24"/>
          <w:rtl/>
          <w:lang w:val="sw-KE" w:bidi="ar-EG"/>
        </w:rPr>
        <w:t>مُخْلِص، وَثَكْلاَنَ مُوجَع، قَدْ أَخْمَلَتْهُمُ التَّقِيَّةُ</w:t>
      </w:r>
      <w:r w:rsidRPr="00B95CA5">
        <w:rPr>
          <w:sz w:val="24"/>
          <w:szCs w:val="24"/>
          <w:rtl/>
          <w:lang w:val="sw-KE" w:bidi="ar-EG"/>
        </w:rPr>
        <w:t>، وَشَمِلَتْهُمُ الذِّلَّةُ، فَهُمْ في بَحْر أُجَ</w:t>
      </w:r>
      <w:r>
        <w:rPr>
          <w:sz w:val="24"/>
          <w:szCs w:val="24"/>
          <w:rtl/>
          <w:lang w:val="sw-KE" w:bidi="ar-EG"/>
        </w:rPr>
        <w:t>اج، أَفْوَاهُهُمْ ضَامِزَةٌ، وَقُلُوبُهُمْ قَرِحَةٌ</w:t>
      </w:r>
      <w:r w:rsidRPr="00B95CA5">
        <w:rPr>
          <w:sz w:val="24"/>
          <w:szCs w:val="24"/>
          <w:rtl/>
          <w:lang w:val="sw-KE" w:bidi="ar-EG"/>
        </w:rPr>
        <w:t>،</w:t>
      </w:r>
      <w:r>
        <w:rPr>
          <w:sz w:val="24"/>
          <w:szCs w:val="24"/>
          <w:rtl/>
          <w:lang w:val="sw-KE" w:bidi="ar-EG"/>
        </w:rPr>
        <w:t xml:space="preserve"> قَدْ وَعَظُوا حَتَّى مَلُّوا</w:t>
      </w:r>
      <w:r w:rsidRPr="00B95CA5">
        <w:rPr>
          <w:sz w:val="24"/>
          <w:szCs w:val="24"/>
          <w:rtl/>
          <w:lang w:val="sw-KE" w:bidi="ar-EG"/>
        </w:rPr>
        <w:t>، وَقُهِرُوا حَتَّى ذَلُّوا، وَقُتِلُوا حَتَّى قَلُّوا.</w:t>
      </w:r>
    </w:p>
    <w:p w:rsidR="002414DE" w:rsidRPr="002414DE" w:rsidRDefault="002414DE" w:rsidP="002414DE">
      <w:pPr>
        <w:pStyle w:val="Header"/>
        <w:rPr>
          <w:sz w:val="24"/>
          <w:szCs w:val="24"/>
          <w:lang w:val="sw-KE" w:bidi="ar-EG"/>
        </w:rPr>
      </w:pPr>
      <w:r w:rsidRPr="002414DE">
        <w:rPr>
          <w:sz w:val="24"/>
          <w:szCs w:val="24"/>
          <w:lang w:val="sw-KE" w:bidi="ar-EG"/>
        </w:rPr>
        <w:t>Na wamebakia watu ambao kumbukumbu ya marejeo imeyafumba macho yao</w:t>
      </w:r>
      <w:r w:rsidR="00B95CA5" w:rsidRPr="00342190">
        <w:rPr>
          <w:rStyle w:val="libFootnotenumChar"/>
          <w:lang w:val="sw-KE"/>
        </w:rPr>
        <w:footnoteReference w:id="96"/>
      </w:r>
      <w:r w:rsidR="00342190">
        <w:rPr>
          <w:sz w:val="24"/>
          <w:szCs w:val="24"/>
          <w:lang w:val="sw-KE" w:bidi="ar-EG"/>
        </w:rPr>
        <w:t>,</w:t>
      </w:r>
      <w:r w:rsidRPr="002414DE">
        <w:rPr>
          <w:sz w:val="24"/>
          <w:szCs w:val="24"/>
          <w:lang w:val="sw-KE" w:bidi="ar-EG"/>
        </w:rPr>
        <w:t xml:space="preserve"> na woga wa kukusanywa umebubujisha machozi yao, (kukusanywa baada ya kufufuliwa watu Siku ya Kiyama), kwa hiyo wao wapo kati ya mwenye kukimbia kiasi cha kujitenga, na mwenye kuogopa aliyekandamizwa, na aliye kimya aliyefumbwa mdomo, na mlinganiaji aliye na ikhlasi, na mwenye kuhuzunika na anayeumia.</w:t>
      </w:r>
    </w:p>
    <w:p w:rsidR="002414DE" w:rsidRPr="002414DE" w:rsidRDefault="002414DE" w:rsidP="002414DE">
      <w:pPr>
        <w:pStyle w:val="Header"/>
        <w:rPr>
          <w:sz w:val="24"/>
          <w:szCs w:val="24"/>
          <w:lang w:val="sw-KE" w:bidi="ar-EG"/>
        </w:rPr>
      </w:pPr>
      <w:r w:rsidRPr="002414DE">
        <w:rPr>
          <w:sz w:val="24"/>
          <w:szCs w:val="24"/>
          <w:lang w:val="sw-KE" w:bidi="ar-EG"/>
        </w:rPr>
        <w:t>Taqiiya imewazimisha</w:t>
      </w:r>
      <w:r w:rsidR="00703721" w:rsidRPr="00703721">
        <w:rPr>
          <w:rStyle w:val="libFootnotenumChar"/>
          <w:lang w:val="sw-KE"/>
        </w:rPr>
        <w:footnoteReference w:id="97"/>
      </w:r>
      <w:r w:rsidR="00703721">
        <w:rPr>
          <w:sz w:val="24"/>
          <w:szCs w:val="24"/>
          <w:lang w:val="sw-KE" w:bidi="ar-EG"/>
        </w:rPr>
        <w:t>,</w:t>
      </w:r>
      <w:r w:rsidRPr="002414DE">
        <w:rPr>
          <w:sz w:val="24"/>
          <w:szCs w:val="24"/>
          <w:lang w:val="sw-KE" w:bidi="ar-EG"/>
        </w:rPr>
        <w:t xml:space="preserve"> wamekumbwa na udhalili, hivyo wao wako ndani ya bahari ya chumvi</w:t>
      </w:r>
      <w:r w:rsidR="00703721" w:rsidRPr="00703721">
        <w:rPr>
          <w:rStyle w:val="libFootnotenumChar"/>
          <w:lang w:val="sw-KE"/>
        </w:rPr>
        <w:footnoteReference w:id="98"/>
      </w:r>
      <w:r w:rsidR="00703721">
        <w:rPr>
          <w:sz w:val="24"/>
          <w:szCs w:val="24"/>
          <w:lang w:val="sw-KE" w:bidi="ar-EG"/>
        </w:rPr>
        <w:t>,</w:t>
      </w:r>
      <w:r w:rsidRPr="002414DE">
        <w:rPr>
          <w:sz w:val="24"/>
          <w:szCs w:val="24"/>
          <w:lang w:val="sw-KE" w:bidi="ar-EG"/>
        </w:rPr>
        <w:t xml:space="preserve"> vinywa vyao vimenyamaza, na nyoyo zao zimejeruhiwa. Wamewaidhi mpaka wamechoka, wamekandamizwa mpaka wamekuwa dhalili, na wameuliwa mpaka wamebaki wachache.</w:t>
      </w:r>
    </w:p>
    <w:p w:rsidR="002414DE" w:rsidRPr="002414DE" w:rsidRDefault="002414DE" w:rsidP="002414DE">
      <w:pPr>
        <w:pStyle w:val="Header"/>
        <w:rPr>
          <w:sz w:val="24"/>
          <w:szCs w:val="24"/>
          <w:lang w:val="sw-KE" w:bidi="ar-EG"/>
        </w:rPr>
      </w:pPr>
      <w:r w:rsidRPr="002414DE">
        <w:rPr>
          <w:sz w:val="24"/>
          <w:szCs w:val="24"/>
          <w:lang w:val="sw-KE" w:bidi="ar-EG"/>
        </w:rPr>
        <w:lastRenderedPageBreak/>
        <w:t>Dunia iwe kitu kidogo machoni mwenu kuliko majani ya mti yaliyopukutika, na mabaki ya manyoya ya ngamia yaliyotindwa</w:t>
      </w:r>
      <w:r w:rsidR="00B719AC" w:rsidRPr="002138C8">
        <w:rPr>
          <w:rStyle w:val="libFootnotenumChar"/>
          <w:lang w:val="sw-KE"/>
        </w:rPr>
        <w:footnoteReference w:id="99"/>
      </w:r>
      <w:r w:rsidR="002138C8">
        <w:rPr>
          <w:sz w:val="24"/>
          <w:szCs w:val="24"/>
          <w:lang w:val="sw-KE" w:bidi="ar-EG"/>
        </w:rPr>
        <w:t>.</w:t>
      </w:r>
      <w:r w:rsidRPr="002414DE">
        <w:rPr>
          <w:sz w:val="24"/>
          <w:szCs w:val="24"/>
          <w:lang w:val="sw-KE" w:bidi="ar-EG"/>
        </w:rPr>
        <w:t xml:space="preserve"> Waidhikeni na waliokuwa kabla yenu, kabla hawajawaidhika na ninyi wale watakao kuwa baada yenu, ikataeni dunia ikiwa ni ya kulaumiwa, kwa kuwa hiyo imewakataa walioipenda zaidi kuliko ninyi.</w:t>
      </w:r>
    </w:p>
    <w:p w:rsidR="002414DE" w:rsidRPr="002414DE" w:rsidRDefault="002414DE" w:rsidP="002414DE">
      <w:pPr>
        <w:pStyle w:val="Header"/>
        <w:rPr>
          <w:sz w:val="24"/>
          <w:szCs w:val="24"/>
          <w:lang w:val="sw-KE" w:bidi="ar-EG"/>
        </w:rPr>
      </w:pPr>
      <w:r w:rsidRPr="00B719AC">
        <w:rPr>
          <w:rStyle w:val="libBold1Char"/>
          <w:lang w:val="sw-KE"/>
        </w:rPr>
        <w:t>Maelezo</w:t>
      </w:r>
      <w:r w:rsidRPr="002414DE">
        <w:rPr>
          <w:sz w:val="24"/>
          <w:szCs w:val="24"/>
          <w:lang w:val="sw-KE" w:bidi="ar-EG"/>
        </w:rPr>
        <w:t xml:space="preserve">: Amesema Ar-Radhiy: Hutba hii huenda asiyejua akainasibisha na Muawiya; hali ikiwa ni miongoni mwa manemo ya Amirul-Mu’uminina </w:t>
      </w:r>
      <w:r w:rsidRPr="00B719AC">
        <w:rPr>
          <w:rStyle w:val="libFootnotenumChar"/>
          <w:lang w:val="sw-KE"/>
        </w:rPr>
        <w:t>(a.s)</w:t>
      </w:r>
      <w:r w:rsidRPr="002414DE">
        <w:rPr>
          <w:sz w:val="24"/>
          <w:szCs w:val="24"/>
          <w:lang w:val="sw-KE" w:bidi="ar-EG"/>
        </w:rPr>
        <w:t xml:space="preserve"> yasiyo na shaka. Basi wapi na wapi dhahabu na udongo! Na wapi na wapi maji baridi na ya chumvi! Na hilo limethibitishwa na dalili yenye umahiri. Na mkosoaji mwerevu Amr bin Bahri Al’Jahidh, amekosoa hilo kwa kuwa yeye ameitaja hutba hii ndani ya kitabu Al-Bayan wat-Tabyiin na amemtaja aliyeinasibisha na Muawiyah, kisha aliongea baada yake maneno kuhusu maana yake, kwa ujumla wake ni kuwa yeye alisema: “Maneno haya yashabihiyana mno na maneno ya Ali </w:t>
      </w:r>
      <w:r w:rsidRPr="00B719AC">
        <w:rPr>
          <w:rStyle w:val="libFootnotenumChar"/>
          <w:lang w:val="sw-KE"/>
        </w:rPr>
        <w:t>(a.s)</w:t>
      </w:r>
      <w:r w:rsidRPr="002414DE">
        <w:rPr>
          <w:sz w:val="24"/>
          <w:szCs w:val="24"/>
          <w:lang w:val="sw-KE" w:bidi="ar-EG"/>
        </w:rPr>
        <w:t xml:space="preserve"> na madhehebu yake katika kuzigawa aina za watu, na katika kutoa habari ya walivyo miongoni mwa makandamizo na udhalili, na miongoni mwa Taqiiyah na hofu yalingana mno.” Amesema: “Basi lini tumemkuta Muawiyah katika hali miongoni mwa hali, na katika usemi wake akienda mwenendo wa watu wenye zuh</w:t>
      </w:r>
      <w:r w:rsidR="00B719AC">
        <w:rPr>
          <w:sz w:val="24"/>
          <w:szCs w:val="24"/>
          <w:lang w:val="sw-KE" w:bidi="ar-EG"/>
        </w:rPr>
        <w:t>di mwenendo wa wachamungu!.</w:t>
      </w:r>
    </w:p>
    <w:p w:rsidR="002138C8" w:rsidRPr="002138C8" w:rsidRDefault="002138C8" w:rsidP="002138C8">
      <w:pPr>
        <w:pStyle w:val="Heading3"/>
        <w:rPr>
          <w:lang w:val="sw-KE" w:bidi="ar-EG"/>
        </w:rPr>
      </w:pPr>
      <w:bookmarkStart w:id="58" w:name="_Toc46076714"/>
      <w:r w:rsidRPr="002138C8">
        <w:rPr>
          <w:lang w:val="sw-KE" w:bidi="ar-EG"/>
        </w:rPr>
        <w:t xml:space="preserve">33. NA MIONGONI MWA KHUTBA ZAKE </w:t>
      </w:r>
      <w:r w:rsidRPr="002138C8">
        <w:rPr>
          <w:rStyle w:val="libFootnotenumChar"/>
          <w:lang w:val="sw-KE"/>
        </w:rPr>
        <w:t>(A.S)</w:t>
      </w:r>
      <w:bookmarkEnd w:id="58"/>
    </w:p>
    <w:p w:rsidR="002138C8" w:rsidRPr="002138C8" w:rsidRDefault="002138C8" w:rsidP="002138C8">
      <w:pPr>
        <w:pStyle w:val="libBold1"/>
        <w:rPr>
          <w:lang w:val="sw-KE" w:bidi="ar-EG"/>
        </w:rPr>
      </w:pPr>
      <w:r w:rsidRPr="002138C8">
        <w:rPr>
          <w:lang w:val="sw-KE" w:bidi="ar-EG"/>
        </w:rPr>
        <w:t>Alipokuwa akitoka ili kupigana na watu wa Basra:</w:t>
      </w:r>
    </w:p>
    <w:p w:rsidR="002138C8" w:rsidRPr="002138C8" w:rsidRDefault="002138C8" w:rsidP="005B4170">
      <w:pPr>
        <w:pStyle w:val="Header"/>
        <w:rPr>
          <w:sz w:val="24"/>
          <w:szCs w:val="24"/>
          <w:lang w:val="sw-KE" w:bidi="ar-EG"/>
        </w:rPr>
      </w:pPr>
      <w:r w:rsidRPr="002138C8">
        <w:rPr>
          <w:sz w:val="24"/>
          <w:szCs w:val="24"/>
          <w:lang w:val="sw-KE" w:bidi="ar-EG"/>
        </w:rPr>
        <w:t xml:space="preserve">Abdullah bin Abbas alisema: “Niliingia kwa Amirul’Mu’minina </w:t>
      </w:r>
      <w:r w:rsidRPr="002138C8">
        <w:rPr>
          <w:rStyle w:val="libFootnotenumChar"/>
          <w:lang w:val="sw-KE" w:bidi="ar-EG"/>
        </w:rPr>
        <w:t>(a.s)</w:t>
      </w:r>
      <w:r w:rsidRPr="002138C8">
        <w:rPr>
          <w:sz w:val="24"/>
          <w:szCs w:val="24"/>
          <w:lang w:val="sw-KE" w:bidi="ar-EG"/>
        </w:rPr>
        <w:t xml:space="preserve"> alipokuwa Dhuqaar,</w:t>
      </w:r>
      <w:r w:rsidR="005B4170" w:rsidRPr="005B4170">
        <w:rPr>
          <w:rStyle w:val="libFootnotenumChar"/>
          <w:lang w:val="sw-KE"/>
        </w:rPr>
        <w:footnoteReference w:id="100"/>
      </w:r>
      <w:r w:rsidRPr="002138C8">
        <w:rPr>
          <w:sz w:val="24"/>
          <w:szCs w:val="24"/>
          <w:lang w:val="sw-KE" w:bidi="ar-EG"/>
        </w:rPr>
        <w:t xml:space="preserve">naye akiwa yuashona ndara zake, akaniambia: “Nini thamani ya ndara hizi?” Nikamwambia: “Hazina thamani yoyote.” Akasema </w:t>
      </w:r>
      <w:r w:rsidRPr="002138C8">
        <w:rPr>
          <w:rStyle w:val="libFootnotenumChar"/>
          <w:lang w:val="sw-KE" w:bidi="ar-EG"/>
        </w:rPr>
        <w:t>(a.s)</w:t>
      </w:r>
      <w:r w:rsidRPr="002138C8">
        <w:rPr>
          <w:sz w:val="24"/>
          <w:szCs w:val="24"/>
          <w:lang w:val="sw-KE" w:bidi="ar-EG"/>
        </w:rPr>
        <w:t>: “Wallahi hizi nazipenda mno kuliko uamiri wenu (ukhalifa) ila tu endapo nitatenda haki au kuzuia batili” Hatimae alitoka na kuwahutubia watu akisema:</w:t>
      </w:r>
      <w:r>
        <w:rPr>
          <w:sz w:val="24"/>
          <w:szCs w:val="24"/>
          <w:lang w:val="sw-KE" w:bidi="ar-EG"/>
        </w:rPr>
        <w:t xml:space="preserve"> </w:t>
      </w:r>
      <w:r w:rsidRPr="002138C8">
        <w:rPr>
          <w:sz w:val="24"/>
          <w:szCs w:val="24"/>
          <w:lang w:val="sw-KE" w:bidi="ar-EG"/>
        </w:rPr>
        <w:t xml:space="preserve">Kwa kweli Mwenyezi Mungu swt. alimtuma Muhammad </w:t>
      </w:r>
      <w:r w:rsidRPr="002138C8">
        <w:rPr>
          <w:rStyle w:val="libBold1Char"/>
          <w:lang w:val="sw-KE" w:bidi="ar-EG"/>
        </w:rPr>
        <w:t>(s.a.w</w:t>
      </w:r>
      <w:r w:rsidRPr="002138C8">
        <w:rPr>
          <w:rStyle w:val="libBold1Char"/>
          <w:lang w:val="sw-KE"/>
        </w:rPr>
        <w:t>.w</w:t>
      </w:r>
      <w:r w:rsidRPr="002138C8">
        <w:rPr>
          <w:rStyle w:val="libBold1Char"/>
          <w:lang w:val="sw-KE" w:bidi="ar-EG"/>
        </w:rPr>
        <w:t>)</w:t>
      </w:r>
      <w:r w:rsidRPr="002138C8">
        <w:rPr>
          <w:sz w:val="24"/>
          <w:szCs w:val="24"/>
          <w:lang w:val="sw-KE" w:bidi="ar-EG"/>
        </w:rPr>
        <w:t xml:space="preserve"> hapakuwa na mmoja yeyote katika waarabu asoma Kitabu, wala kudai unabii, basi yeye akawaongoza watu mpaka aliwafanya wakae mahali mwao</w:t>
      </w:r>
      <w:r w:rsidR="005B4170" w:rsidRPr="005B4170">
        <w:rPr>
          <w:rStyle w:val="libFootnotenumChar"/>
          <w:lang w:val="sw-KE"/>
        </w:rPr>
        <w:footnoteReference w:id="101"/>
      </w:r>
      <w:r w:rsidR="005B4170">
        <w:rPr>
          <w:sz w:val="24"/>
          <w:szCs w:val="24"/>
          <w:lang w:val="sw-KE" w:bidi="ar-EG"/>
        </w:rPr>
        <w:t>,</w:t>
      </w:r>
      <w:r w:rsidRPr="002138C8">
        <w:rPr>
          <w:sz w:val="24"/>
          <w:szCs w:val="24"/>
          <w:lang w:val="sw-KE" w:bidi="ar-EG"/>
        </w:rPr>
        <w:t xml:space="preserve"> na kuwafikisha kwenye uokovu wao, hivyo wakawa katika istiqama ndani ya Uislamu na kuimarika nyayo zao</w:t>
      </w:r>
      <w:r w:rsidR="005B4170" w:rsidRPr="005B4170">
        <w:rPr>
          <w:rStyle w:val="libFootnotenumChar"/>
          <w:lang w:val="sw-KE"/>
        </w:rPr>
        <w:footnoteReference w:id="102"/>
      </w:r>
      <w:r w:rsidR="005B4170">
        <w:rPr>
          <w:sz w:val="24"/>
          <w:szCs w:val="24"/>
          <w:lang w:val="sw-KE" w:bidi="ar-EG"/>
        </w:rPr>
        <w:t>.</w:t>
      </w:r>
    </w:p>
    <w:p w:rsidR="002138C8" w:rsidRPr="002138C8" w:rsidRDefault="002138C8" w:rsidP="002138C8">
      <w:pPr>
        <w:pStyle w:val="Header"/>
        <w:rPr>
          <w:sz w:val="24"/>
          <w:szCs w:val="24"/>
          <w:lang w:val="sw-KE" w:bidi="ar-EG"/>
        </w:rPr>
      </w:pPr>
      <w:r w:rsidRPr="002138C8">
        <w:rPr>
          <w:sz w:val="24"/>
          <w:szCs w:val="24"/>
          <w:lang w:val="sw-KE" w:bidi="ar-EG"/>
        </w:rPr>
        <w:t>Wallahi nilikuwa miongoni mwa waliokuwa wakiongoza, nikiwafurusha mpaka walitokomea wote, sikudhoofu wala sikuwa mwoga.</w:t>
      </w:r>
    </w:p>
    <w:p w:rsidR="002138C8" w:rsidRPr="002138C8" w:rsidRDefault="002138C8" w:rsidP="002138C8">
      <w:pPr>
        <w:pStyle w:val="Header"/>
        <w:rPr>
          <w:sz w:val="24"/>
          <w:szCs w:val="24"/>
          <w:lang w:val="sw-KE" w:bidi="ar-EG"/>
        </w:rPr>
      </w:pPr>
      <w:r w:rsidRPr="002138C8">
        <w:rPr>
          <w:sz w:val="24"/>
          <w:szCs w:val="24"/>
          <w:lang w:val="sw-KE" w:bidi="ar-EG"/>
        </w:rPr>
        <w:lastRenderedPageBreak/>
        <w:t>Kwa kweli mwendo wangu ni ule ule, Wallahi nitaitoboa batili mpaka haki ijitokeze pembezoni mwake</w:t>
      </w:r>
      <w:r w:rsidR="005B4170" w:rsidRPr="005B4170">
        <w:rPr>
          <w:rStyle w:val="libFootnotenumChar"/>
          <w:lang w:val="sw-KE"/>
        </w:rPr>
        <w:footnoteReference w:id="103"/>
      </w:r>
      <w:r w:rsidR="005B4170">
        <w:rPr>
          <w:sz w:val="24"/>
          <w:szCs w:val="24"/>
          <w:lang w:val="sw-KE" w:bidi="ar-EG"/>
        </w:rPr>
        <w:t>.</w:t>
      </w:r>
      <w:r w:rsidRPr="002138C8">
        <w:rPr>
          <w:sz w:val="24"/>
          <w:szCs w:val="24"/>
          <w:lang w:val="sw-KE" w:bidi="ar-EG"/>
        </w:rPr>
        <w:t xml:space="preserve"> Wana nini makuraishi na mimi!</w:t>
      </w:r>
    </w:p>
    <w:p w:rsidR="002138C8" w:rsidRPr="002138C8" w:rsidRDefault="002138C8" w:rsidP="005B4170">
      <w:pPr>
        <w:pStyle w:val="Header"/>
        <w:rPr>
          <w:sz w:val="24"/>
          <w:szCs w:val="24"/>
          <w:lang w:val="sw-KE" w:bidi="ar-EG"/>
        </w:rPr>
      </w:pPr>
      <w:r w:rsidRPr="002138C8">
        <w:rPr>
          <w:sz w:val="24"/>
          <w:szCs w:val="24"/>
          <w:lang w:val="sw-KE" w:bidi="ar-EG"/>
        </w:rPr>
        <w:t>Wallahi niliwapiga vita wakiwa makafiri, na nitawapiga vita wakiwa wamedanganyika, kwa kweli mimi ni mwenzao wa hapo jana na ni mwenzao hii leo. Wallahi hawatuadhibu makuraishi ila ni kwa sababu Mungu ametuchagua juu yao, na tumewaingiza ndani ya mamlaka yetu, kwa hiyo wamekuwa kama alivyosema wa kwanza (mshairi):</w:t>
      </w:r>
      <w:r w:rsidR="005B4170" w:rsidRPr="002138C8">
        <w:rPr>
          <w:sz w:val="24"/>
          <w:szCs w:val="24"/>
          <w:lang w:val="sw-KE" w:bidi="ar-EG"/>
        </w:rPr>
        <w:t xml:space="preserve"> </w:t>
      </w:r>
      <w:r w:rsidRPr="002138C8">
        <w:rPr>
          <w:sz w:val="24"/>
          <w:szCs w:val="24"/>
          <w:lang w:val="sw-KE" w:bidi="ar-EG"/>
        </w:rPr>
        <w:t>Kwa maisha yangu, ungali wanywa maziwa mapya asubuhi,Na kula kwako tende kwa jibini.</w:t>
      </w:r>
      <w:r w:rsidR="005B4170" w:rsidRPr="002138C8">
        <w:rPr>
          <w:sz w:val="24"/>
          <w:szCs w:val="24"/>
          <w:lang w:val="sw-KE" w:bidi="ar-EG"/>
        </w:rPr>
        <w:t xml:space="preserve"> </w:t>
      </w:r>
      <w:r w:rsidRPr="002138C8">
        <w:rPr>
          <w:sz w:val="24"/>
          <w:szCs w:val="24"/>
          <w:lang w:val="sw-KE" w:bidi="ar-EG"/>
        </w:rPr>
        <w:t>“Sisi ndio tuliokupa daraja, wala hukuwa wa juu,na kukuzungushia</w:t>
      </w:r>
      <w:r w:rsidR="005B4170">
        <w:rPr>
          <w:sz w:val="24"/>
          <w:szCs w:val="24"/>
          <w:lang w:val="sw-KE" w:bidi="ar-EG"/>
        </w:rPr>
        <w:t xml:space="preserve"> ulinzi (kwa farasi) na mikuki.</w:t>
      </w:r>
    </w:p>
    <w:p w:rsidR="003F1428" w:rsidRPr="003F1428" w:rsidRDefault="003F1428" w:rsidP="003F1428">
      <w:pPr>
        <w:pStyle w:val="Heading3"/>
        <w:rPr>
          <w:lang w:val="sw-KE" w:bidi="ar-EG"/>
        </w:rPr>
      </w:pPr>
      <w:bookmarkStart w:id="59" w:name="_Toc46076715"/>
      <w:r w:rsidRPr="003F1428">
        <w:rPr>
          <w:lang w:val="sw-KE" w:bidi="ar-EG"/>
        </w:rPr>
        <w:t>34. NA MIONGONI MWA KHUTBA ZAKE</w:t>
      </w:r>
      <w:bookmarkEnd w:id="59"/>
    </w:p>
    <w:p w:rsidR="003F1428" w:rsidRPr="003F1428" w:rsidRDefault="003F1428" w:rsidP="003F1428">
      <w:pPr>
        <w:pStyle w:val="libBold1"/>
        <w:rPr>
          <w:lang w:val="sw-KE" w:bidi="ar-EG"/>
        </w:rPr>
      </w:pPr>
      <w:r w:rsidRPr="003F1428">
        <w:rPr>
          <w:lang w:val="sw-KE" w:bidi="ar-EG"/>
        </w:rPr>
        <w:t>Katika kuwaandaa watu ili kuwakabili watu wa Sham:</w:t>
      </w:r>
    </w:p>
    <w:p w:rsidR="003F1428" w:rsidRPr="003F1428" w:rsidRDefault="003F1428" w:rsidP="003F1428">
      <w:pPr>
        <w:pStyle w:val="Header"/>
        <w:rPr>
          <w:sz w:val="24"/>
          <w:szCs w:val="24"/>
          <w:lang w:val="sw-KE" w:bidi="ar-EG"/>
        </w:rPr>
      </w:pPr>
      <w:r w:rsidRPr="003F1428">
        <w:rPr>
          <w:sz w:val="24"/>
          <w:szCs w:val="24"/>
          <w:lang w:val="sw-KE" w:bidi="ar-EG"/>
        </w:rPr>
        <w:t xml:space="preserve"> Ole wenu! Kwa kweli nimechoka kuwakemea! Je mmeridhika na maisha ya dunia yawe badala ya akhera na unyonge mahali pa utukufu? Endapo nikiwaita kumpiga vita adui yenu, macho yenu huzunguka kana kwamba mmefunikwa na mauti na kutokwa na fahamu kwa (kufunikwa na mauti).</w:t>
      </w:r>
    </w:p>
    <w:p w:rsidR="003F1428" w:rsidRPr="003F1428" w:rsidRDefault="003F1428" w:rsidP="003F1428">
      <w:pPr>
        <w:pStyle w:val="Header"/>
        <w:rPr>
          <w:sz w:val="24"/>
          <w:szCs w:val="24"/>
          <w:lang w:val="sw-KE" w:bidi="ar-EG"/>
        </w:rPr>
      </w:pPr>
      <w:r w:rsidRPr="003F1428">
        <w:rPr>
          <w:sz w:val="24"/>
          <w:szCs w:val="24"/>
          <w:lang w:val="sw-KE" w:bidi="ar-EG"/>
        </w:rPr>
        <w:t>Hufungika kwenu hutba yangu, kwa hiyo mnakanganyikiwa kana kwamba nyoyo zenu zimepagawa kwa hiyo hamuitii akilini. Ninyi kwangu hamuaminiki kamwe. Ninyi si nguzo itegemewayo, ninyi sio jamaa wa kuhitajiwa. Ninyi mko mfano wa ngamia ambao wachungaji wake wamepotea, kila wakusanywapo upande mmoja wanatawanyika upande mwingine, Wallahi wachochezi wabaya wa vita ni ninyi! Mnachokozwa wala hampigani, ncha zenu zinapunguzwa wala hamghadhibiki; adui halali na akawaacha na hali ninyi mpo katika mghafala mmesahau. Wallahi wamezidiwa wenye kutelekezana.</w:t>
      </w:r>
    </w:p>
    <w:p w:rsidR="003F1428" w:rsidRPr="003F1428" w:rsidRDefault="003F1428" w:rsidP="003F1428">
      <w:pPr>
        <w:pStyle w:val="Header"/>
        <w:rPr>
          <w:sz w:val="24"/>
          <w:szCs w:val="24"/>
          <w:lang w:val="sw-KE" w:bidi="ar-EG"/>
        </w:rPr>
      </w:pPr>
      <w:r w:rsidRPr="003F1428">
        <w:rPr>
          <w:sz w:val="24"/>
          <w:szCs w:val="24"/>
          <w:lang w:val="sw-KE" w:bidi="ar-EG"/>
        </w:rPr>
        <w:t>Wallahi mimi nakudhanieni endapo vita vitakuwa vikali, na mauti ikawa imeshika kasi mtakuwa mmejitenga na ibn Abi Talib kama kinavyojitenga kichwa.</w:t>
      </w:r>
    </w:p>
    <w:p w:rsidR="003F1428" w:rsidRPr="003F1428" w:rsidRDefault="003F1428" w:rsidP="003F1428">
      <w:pPr>
        <w:pStyle w:val="Header"/>
        <w:rPr>
          <w:sz w:val="24"/>
          <w:szCs w:val="24"/>
          <w:lang w:val="sw-KE" w:bidi="ar-EG"/>
        </w:rPr>
      </w:pPr>
      <w:r w:rsidRPr="003F1428">
        <w:rPr>
          <w:sz w:val="24"/>
          <w:szCs w:val="24"/>
          <w:lang w:val="sw-KE" w:bidi="ar-EG"/>
        </w:rPr>
        <w:t>Wallahi kwa kweli mtu anatoa mwanya kwa adui yake; anakuwa yu aila nyama yake, na anavunja mfupa wake na anachana ngozi yake, (huyu) kushindwa kwake ni kukubwa mno, kilichokusanya pande za kifua chake ni dhaifu (yaani yeye ni dhaifu). Wewe kuwa yeye ukipenda; ama mimi Wallahi simwezeshi binafsi adui yangu… viganja na nyayo zitadondoka na baada ya hivyo Mungu atafanya apendavyo.</w:t>
      </w:r>
    </w:p>
    <w:p w:rsidR="002138C8" w:rsidRPr="002138C8" w:rsidRDefault="003F1428" w:rsidP="003F1428">
      <w:pPr>
        <w:pStyle w:val="Header"/>
        <w:rPr>
          <w:sz w:val="24"/>
          <w:szCs w:val="24"/>
          <w:lang w:val="sw-KE" w:bidi="ar-EG"/>
        </w:rPr>
      </w:pPr>
      <w:r w:rsidRPr="003F1428">
        <w:rPr>
          <w:sz w:val="24"/>
          <w:szCs w:val="24"/>
          <w:lang w:val="sw-KE" w:bidi="ar-EG"/>
        </w:rPr>
        <w:t>Enyi watu, kwa hakika mimi nina haki juu yenu na ninyi mna haki juu yangu: Na haki yenu juu yangu ni kuwapeni nasaha, na kuwarahisishia ruzuku zenu, na kuwaelimisheni ili msiwe wajinga, na kuwaadabisheni ili mjue. Ama haki yangu juu yenu ni kuitekeleza bai’a, na nasaha mbele ya macho yangu na mbali nayo, na kuniitika niwaitapo, na kutii ninapowaamrisha”.</w:t>
      </w:r>
    </w:p>
    <w:p w:rsidR="003F1428" w:rsidRPr="003F1428" w:rsidRDefault="003F1428" w:rsidP="003F1428">
      <w:pPr>
        <w:pStyle w:val="Heading3"/>
        <w:rPr>
          <w:lang w:val="sw-KE" w:bidi="ar-EG"/>
        </w:rPr>
      </w:pPr>
      <w:bookmarkStart w:id="60" w:name="_Toc46076716"/>
      <w:r w:rsidRPr="003F1428">
        <w:rPr>
          <w:lang w:val="sw-KE" w:bidi="ar-EG"/>
        </w:rPr>
        <w:lastRenderedPageBreak/>
        <w:t xml:space="preserve">35. NA MIONGONI MWA KHUTBA ZAKE </w:t>
      </w:r>
      <w:r w:rsidRPr="003F1428">
        <w:rPr>
          <w:rStyle w:val="libFootnotenumChar"/>
          <w:lang w:val="sw-KE"/>
        </w:rPr>
        <w:t>(A.S)</w:t>
      </w:r>
      <w:bookmarkEnd w:id="60"/>
    </w:p>
    <w:p w:rsidR="003F1428" w:rsidRPr="003F1428" w:rsidRDefault="003F1428" w:rsidP="003F1428">
      <w:pPr>
        <w:pStyle w:val="libBold1"/>
        <w:rPr>
          <w:lang w:val="sw-KE" w:bidi="ar-EG"/>
        </w:rPr>
      </w:pPr>
      <w:r w:rsidRPr="003F1428">
        <w:rPr>
          <w:lang w:val="sw-KE" w:bidi="ar-EG"/>
        </w:rPr>
        <w:t>Baada ya hukumu (tah’kiim):</w:t>
      </w:r>
    </w:p>
    <w:p w:rsidR="003F1428" w:rsidRPr="003F1428" w:rsidRDefault="003F1428" w:rsidP="003F1428">
      <w:pPr>
        <w:pStyle w:val="Header"/>
        <w:rPr>
          <w:sz w:val="24"/>
          <w:szCs w:val="24"/>
          <w:lang w:val="sw-KE" w:bidi="ar-EG"/>
        </w:rPr>
      </w:pPr>
      <w:r w:rsidRPr="003F1428">
        <w:rPr>
          <w:sz w:val="24"/>
          <w:szCs w:val="24"/>
          <w:lang w:val="sw-KE" w:bidi="ar-EG"/>
        </w:rPr>
        <w:t>Shukrani ni za Mwenyezi Mungu japo zama zilete misiba mizito na tukio zito na kubwa</w:t>
      </w:r>
      <w:r w:rsidRPr="003F1428">
        <w:rPr>
          <w:rStyle w:val="libFootnotenumChar"/>
          <w:lang w:val="sw-KE"/>
        </w:rPr>
        <w:footnoteReference w:id="104"/>
      </w:r>
      <w:r>
        <w:rPr>
          <w:sz w:val="24"/>
          <w:szCs w:val="24"/>
          <w:lang w:val="sw-KE" w:bidi="ar-EG"/>
        </w:rPr>
        <w:t>.</w:t>
      </w:r>
    </w:p>
    <w:p w:rsidR="003F1428" w:rsidRPr="003F1428" w:rsidRDefault="003F1428" w:rsidP="003F1428">
      <w:pPr>
        <w:pStyle w:val="Header"/>
        <w:rPr>
          <w:sz w:val="24"/>
          <w:szCs w:val="24"/>
          <w:lang w:val="sw-KE" w:bidi="ar-EG"/>
        </w:rPr>
      </w:pPr>
      <w:r w:rsidRPr="003F1428">
        <w:rPr>
          <w:sz w:val="24"/>
          <w:szCs w:val="24"/>
          <w:lang w:val="sw-KE" w:bidi="ar-EG"/>
        </w:rPr>
        <w:t xml:space="preserve">Na ninashuhudia kuwa hapana mungu isipokuwa Allah Mungu Mmoja peke Yake hana mshirika, hayuko mungu mwingine pamoja na Yeye, na kuwa Muhammad </w:t>
      </w:r>
      <w:r w:rsidRPr="003F1428">
        <w:rPr>
          <w:rStyle w:val="libBold1Char"/>
          <w:lang w:val="sw-KE" w:bidi="ar-EG"/>
        </w:rPr>
        <w:t>(s.a.w.w)</w:t>
      </w:r>
      <w:r w:rsidRPr="003F1428">
        <w:rPr>
          <w:sz w:val="24"/>
          <w:szCs w:val="24"/>
          <w:lang w:val="sw-KE" w:bidi="ar-EG"/>
        </w:rPr>
        <w:t xml:space="preserve"> ni mja Wake na mjumbe Wake.</w:t>
      </w:r>
    </w:p>
    <w:p w:rsidR="003F1428" w:rsidRPr="003F1428" w:rsidRDefault="003F1428" w:rsidP="00190EE8">
      <w:pPr>
        <w:pStyle w:val="Header"/>
        <w:rPr>
          <w:sz w:val="24"/>
          <w:szCs w:val="24"/>
          <w:lang w:val="sw-KE" w:bidi="ar-EG"/>
        </w:rPr>
      </w:pPr>
      <w:r w:rsidRPr="003F1428">
        <w:rPr>
          <w:sz w:val="24"/>
          <w:szCs w:val="24"/>
          <w:lang w:val="sw-KE" w:bidi="ar-EG"/>
        </w:rPr>
        <w:t>Ama ba’ad, kwa kweli kumuasi mtoa nasaha mwenye huruma alie mjuzi mwenye uzoefu kunarithisha hasara, na matokeo ya majuto. Nami nilikuwa nimewaamrisheni amri yangu kuhusiana na hukumu hii</w:t>
      </w:r>
      <w:r w:rsidR="00190EE8" w:rsidRPr="00190EE8">
        <w:rPr>
          <w:rStyle w:val="libFootnotenumChar"/>
          <w:lang w:val="sw-KE"/>
        </w:rPr>
        <w:footnoteReference w:id="105"/>
      </w:r>
      <w:r w:rsidRPr="003F1428">
        <w:rPr>
          <w:sz w:val="24"/>
          <w:szCs w:val="24"/>
          <w:lang w:val="sw-KE" w:bidi="ar-EG"/>
        </w:rPr>
        <w:t>, na nilikuwa mnyofu kwenu, kwa kuwapa rai yangu iliyohifadhiwa, lau ingetiiwa amri ya Qasiir!</w:t>
      </w:r>
      <w:r w:rsidR="00190EE8" w:rsidRPr="00190EE8">
        <w:rPr>
          <w:rStyle w:val="libFootnotenumChar"/>
          <w:lang w:val="sw-KE"/>
        </w:rPr>
        <w:footnoteReference w:id="106"/>
      </w:r>
    </w:p>
    <w:p w:rsidR="003F1428" w:rsidRPr="003F1428" w:rsidRDefault="003F1428" w:rsidP="000266C2">
      <w:pPr>
        <w:pStyle w:val="Header"/>
        <w:rPr>
          <w:sz w:val="24"/>
          <w:szCs w:val="24"/>
          <w:lang w:val="sw-KE" w:bidi="ar-EG"/>
        </w:rPr>
      </w:pPr>
      <w:r w:rsidRPr="003F1428">
        <w:rPr>
          <w:sz w:val="24"/>
          <w:szCs w:val="24"/>
          <w:lang w:val="sw-KE" w:bidi="ar-EG"/>
        </w:rPr>
        <w:t>Mlinikatalia ukataaji wa wapinzani wakakamavu, na waasi wasio watiifu, mpaka mtoaji wa nasaha akaishakia nasaha yake</w:t>
      </w:r>
      <w:r w:rsidR="00190EE8" w:rsidRPr="00A94C92">
        <w:rPr>
          <w:rStyle w:val="libFootnotenumChar"/>
          <w:lang w:val="sw-KE"/>
        </w:rPr>
        <w:footnoteReference w:id="107"/>
      </w:r>
      <w:r w:rsidRPr="003F1428">
        <w:rPr>
          <w:sz w:val="24"/>
          <w:szCs w:val="24"/>
          <w:lang w:val="sw-KE" w:bidi="ar-EG"/>
        </w:rPr>
        <w:t xml:space="preserve"> na kijiwe (kigumu kama cha kiberiti) kilishindwa kutoa cheche zake</w:t>
      </w:r>
      <w:r w:rsidR="00A94C92" w:rsidRPr="00A94C92">
        <w:rPr>
          <w:rStyle w:val="libFootnotenumChar"/>
          <w:lang w:val="sw-KE"/>
        </w:rPr>
        <w:footnoteReference w:id="108"/>
      </w:r>
      <w:r w:rsidR="00A94C92">
        <w:rPr>
          <w:sz w:val="24"/>
          <w:szCs w:val="24"/>
          <w:lang w:val="sw-KE" w:bidi="ar-EG"/>
        </w:rPr>
        <w:t>,</w:t>
      </w:r>
      <w:r w:rsidRPr="003F1428">
        <w:rPr>
          <w:sz w:val="24"/>
          <w:szCs w:val="24"/>
          <w:lang w:val="sw-KE" w:bidi="ar-EG"/>
        </w:rPr>
        <w:t xml:space="preserve"> hivyo nikawa mimi na nyinyi ni </w:t>
      </w:r>
      <w:r w:rsidRPr="003F1428">
        <w:rPr>
          <w:sz w:val="24"/>
          <w:szCs w:val="24"/>
          <w:lang w:val="sw-KE" w:bidi="ar-EG"/>
        </w:rPr>
        <w:lastRenderedPageBreak/>
        <w:t>kama alivyosema yule mshairi Hawaazin</w:t>
      </w:r>
      <w:r w:rsidR="00A94C92" w:rsidRPr="000266C2">
        <w:rPr>
          <w:rStyle w:val="libFootnotenumChar"/>
          <w:lang w:val="sw-KE"/>
        </w:rPr>
        <w:footnoteReference w:id="109"/>
      </w:r>
      <w:r w:rsidR="000266C2">
        <w:rPr>
          <w:sz w:val="24"/>
          <w:szCs w:val="24"/>
          <w:lang w:val="sw-KE" w:bidi="ar-EG"/>
        </w:rPr>
        <w:t xml:space="preserve">. </w:t>
      </w:r>
      <w:r w:rsidRPr="003F1428">
        <w:rPr>
          <w:sz w:val="24"/>
          <w:szCs w:val="24"/>
          <w:lang w:val="sw-KE" w:bidi="ar-EG"/>
        </w:rPr>
        <w:t>Nilikuamrisheni amri yangu huko Mun’arajil-Liwa</w:t>
      </w:r>
      <w:r w:rsidR="000266C2">
        <w:rPr>
          <w:sz w:val="24"/>
          <w:szCs w:val="24"/>
          <w:lang w:val="sw-KE" w:bidi="ar-EG"/>
        </w:rPr>
        <w:t xml:space="preserve"> </w:t>
      </w:r>
      <w:r w:rsidRPr="003F1428">
        <w:rPr>
          <w:sz w:val="24"/>
          <w:szCs w:val="24"/>
          <w:lang w:val="sw-KE" w:bidi="ar-EG"/>
        </w:rPr>
        <w:t>Nasaha haikubainika isipokuwa baadae asubuhi ya kesho yake”.</w:t>
      </w:r>
    </w:p>
    <w:p w:rsidR="000266C2" w:rsidRPr="000266C2" w:rsidRDefault="000266C2" w:rsidP="000266C2">
      <w:pPr>
        <w:pStyle w:val="Heading3"/>
        <w:rPr>
          <w:lang w:val="sw-KE" w:bidi="ar-EG"/>
        </w:rPr>
      </w:pPr>
      <w:bookmarkStart w:id="61" w:name="_Toc46076717"/>
      <w:r w:rsidRPr="000266C2">
        <w:rPr>
          <w:lang w:val="sw-KE" w:bidi="ar-EG"/>
        </w:rPr>
        <w:t xml:space="preserve">36. NA MIONGONI MWA KHUTBA ZAKE </w:t>
      </w:r>
      <w:r w:rsidRPr="000266C2">
        <w:rPr>
          <w:rStyle w:val="libFootnotenumChar"/>
          <w:lang w:val="sw-KE"/>
        </w:rPr>
        <w:t>(A.S)</w:t>
      </w:r>
      <w:bookmarkEnd w:id="61"/>
    </w:p>
    <w:p w:rsidR="000266C2" w:rsidRPr="000266C2" w:rsidRDefault="000266C2" w:rsidP="000266C2">
      <w:pPr>
        <w:pStyle w:val="Header"/>
        <w:rPr>
          <w:sz w:val="24"/>
          <w:szCs w:val="24"/>
          <w:lang w:val="sw-KE" w:bidi="ar-EG"/>
        </w:rPr>
      </w:pPr>
      <w:r w:rsidRPr="000266C2">
        <w:rPr>
          <w:sz w:val="24"/>
          <w:szCs w:val="24"/>
          <w:lang w:val="sw-KE" w:bidi="ar-EG"/>
        </w:rPr>
        <w:t>Katika kuwahofisha watu wa An-Nah’rawan:</w:t>
      </w:r>
      <w:r w:rsidRPr="000266C2">
        <w:rPr>
          <w:rStyle w:val="libFootnotenumChar"/>
          <w:lang w:val="sw-KE"/>
        </w:rPr>
        <w:footnoteReference w:id="110"/>
      </w:r>
    </w:p>
    <w:p w:rsidR="000266C2" w:rsidRPr="000266C2" w:rsidRDefault="000266C2" w:rsidP="000266C2">
      <w:pPr>
        <w:pStyle w:val="Header"/>
        <w:rPr>
          <w:sz w:val="24"/>
          <w:szCs w:val="24"/>
          <w:lang w:val="sw-KE" w:bidi="ar-EG"/>
        </w:rPr>
      </w:pPr>
      <w:r w:rsidRPr="000266C2">
        <w:rPr>
          <w:sz w:val="24"/>
          <w:szCs w:val="24"/>
          <w:lang w:val="sw-KE" w:bidi="ar-EG"/>
        </w:rPr>
        <w:t>Mimi ni mwonyaji kwenu, nakutahadharisheni msije kuwa waliotupwa chini wafu katika mto huu, na ardhi tulivu ya chini bila ya ubainifu wowote kutoka kwa Mola wenu Mlezi, wala hoja ya nguvu mliyonayo, mmekuwa katika myumbo na kudra imewatieni kamba.</w:t>
      </w:r>
    </w:p>
    <w:p w:rsidR="000266C2" w:rsidRPr="000266C2" w:rsidRDefault="000266C2" w:rsidP="000266C2">
      <w:pPr>
        <w:pStyle w:val="Header"/>
        <w:rPr>
          <w:sz w:val="24"/>
          <w:szCs w:val="24"/>
          <w:lang w:val="sw-KE" w:bidi="ar-EG"/>
        </w:rPr>
      </w:pPr>
      <w:r w:rsidRPr="000266C2">
        <w:rPr>
          <w:sz w:val="24"/>
          <w:szCs w:val="24"/>
          <w:lang w:val="sw-KE" w:bidi="ar-EG"/>
        </w:rPr>
        <w:t>Na nilikuwa nimewakatazeni hukumu hii - maamuzi mliyoyafanya - mkanikatalia ukataaji wa wapinzani wanaotupilia mbali, kiasi cha kunifanya niichukue rai yangu na kuitia kwenye utashi (potovu) wa nafsi zenu, na hali ninyi mkiwa wapumbavu wa akili - hamna baba - Mungu awaangamize! katika kuwakatazeni hukumu ile, sijawatakieni madhara yeyote.</w:t>
      </w:r>
    </w:p>
    <w:p w:rsidR="00336AAD" w:rsidRPr="00336AAD" w:rsidRDefault="0001088B" w:rsidP="0001088B">
      <w:pPr>
        <w:pStyle w:val="Heading3"/>
        <w:rPr>
          <w:lang w:val="sw-KE" w:bidi="ar-EG"/>
        </w:rPr>
      </w:pPr>
      <w:bookmarkStart w:id="62" w:name="_Toc46076718"/>
      <w:r w:rsidRPr="00336AAD">
        <w:rPr>
          <w:lang w:val="sw-KE" w:bidi="ar-EG"/>
        </w:rPr>
        <w:t xml:space="preserve">37. NA MIONGONI MWA SEMI ZAKE </w:t>
      </w:r>
      <w:r w:rsidRPr="0001088B">
        <w:rPr>
          <w:rStyle w:val="libFootnotenumChar"/>
          <w:lang w:val="sw-KE"/>
        </w:rPr>
        <w:t>(A.S)</w:t>
      </w:r>
      <w:bookmarkEnd w:id="62"/>
    </w:p>
    <w:p w:rsidR="00336AAD" w:rsidRPr="00336AAD" w:rsidRDefault="00336AAD" w:rsidP="00336AAD">
      <w:pPr>
        <w:pStyle w:val="Header"/>
        <w:rPr>
          <w:sz w:val="24"/>
          <w:szCs w:val="24"/>
          <w:lang w:val="sw-KE" w:bidi="ar-EG"/>
        </w:rPr>
      </w:pPr>
      <w:r w:rsidRPr="00336AAD">
        <w:rPr>
          <w:sz w:val="24"/>
          <w:szCs w:val="24"/>
          <w:lang w:val="sw-KE" w:bidi="ar-EG"/>
        </w:rPr>
        <w:t>Usemi huu waenda mwendo wa khutba:</w:t>
      </w:r>
      <w:r w:rsidR="0001088B" w:rsidRPr="0001088B">
        <w:rPr>
          <w:rStyle w:val="libFootnotenumChar"/>
          <w:lang w:val="sw-KE"/>
        </w:rPr>
        <w:footnoteReference w:id="111"/>
      </w:r>
    </w:p>
    <w:p w:rsidR="00336AAD" w:rsidRPr="00336AAD" w:rsidRDefault="00336AAD" w:rsidP="00336AAD">
      <w:pPr>
        <w:pStyle w:val="Header"/>
        <w:rPr>
          <w:sz w:val="24"/>
          <w:szCs w:val="24"/>
          <w:lang w:val="sw-KE" w:bidi="ar-EG"/>
        </w:rPr>
      </w:pPr>
      <w:r w:rsidRPr="00336AAD">
        <w:rPr>
          <w:sz w:val="24"/>
          <w:szCs w:val="24"/>
          <w:lang w:val="sw-KE" w:bidi="ar-EG"/>
        </w:rPr>
        <w:t xml:space="preserve">Na humo </w:t>
      </w:r>
      <w:r w:rsidRPr="0001088B">
        <w:rPr>
          <w:rStyle w:val="libFootnotenumChar"/>
          <w:lang w:val="sw-KE" w:bidi="ar-EG"/>
        </w:rPr>
        <w:t>(a.s)</w:t>
      </w:r>
      <w:r w:rsidRPr="00336AAD">
        <w:rPr>
          <w:sz w:val="24"/>
          <w:szCs w:val="24"/>
          <w:lang w:val="sw-KE" w:bidi="ar-EG"/>
        </w:rPr>
        <w:t xml:space="preserve"> anataja fadhaili zake aliisema baada ya tukio la An-Nah’rawan:</w:t>
      </w:r>
    </w:p>
    <w:p w:rsidR="00336AAD" w:rsidRPr="00336AAD" w:rsidRDefault="00336AAD" w:rsidP="0001088B">
      <w:pPr>
        <w:pStyle w:val="Header"/>
        <w:rPr>
          <w:sz w:val="24"/>
          <w:szCs w:val="24"/>
          <w:lang w:val="sw-KE" w:bidi="ar-EG"/>
        </w:rPr>
      </w:pPr>
      <w:r w:rsidRPr="00336AAD">
        <w:rPr>
          <w:sz w:val="24"/>
          <w:szCs w:val="24"/>
          <w:lang w:val="sw-KE" w:bidi="ar-EG"/>
        </w:rPr>
        <w:t>Nilitekeleza amri walipokuwa wameshindwa</w:t>
      </w:r>
      <w:r w:rsidR="0001088B" w:rsidRPr="0001088B">
        <w:rPr>
          <w:rStyle w:val="libFootnotenumChar"/>
          <w:lang w:val="sw-KE"/>
        </w:rPr>
        <w:footnoteReference w:id="112"/>
      </w:r>
      <w:r w:rsidR="00B46158">
        <w:rPr>
          <w:sz w:val="24"/>
          <w:szCs w:val="24"/>
          <w:lang w:val="sw-KE" w:bidi="ar-EG"/>
        </w:rPr>
        <w:t xml:space="preserve"> </w:t>
      </w:r>
      <w:r w:rsidRPr="00336AAD">
        <w:rPr>
          <w:sz w:val="24"/>
          <w:szCs w:val="24"/>
          <w:lang w:val="sw-KE" w:bidi="ar-EG"/>
        </w:rPr>
        <w:t xml:space="preserve">na nilijitokeza walipofichama, na nilitamka waliponyamaza, nilipita kwa nuru ya Mungu waliposimama. Nilikuwa wa sauti ya chini mno kati yao, na wajuu mno kwa kwenda mbele, na niliruka na hatamu zake, na nilikuwa wapekee kuikabili khatari iliyokuwa ikiepukwa. Na nilikuwa kama jabali halitikiswi na upepo mkali wala </w:t>
      </w:r>
      <w:r w:rsidRPr="00336AAD">
        <w:rPr>
          <w:sz w:val="24"/>
          <w:szCs w:val="24"/>
          <w:lang w:val="sw-KE" w:bidi="ar-EG"/>
        </w:rPr>
        <w:lastRenderedPageBreak/>
        <w:t>haimuondoi dhoruba. Yeyote hakuwa na la kuniaibisha nalo, wala msemaji hakuwa na la kunikebehi (yaani sikuwa na aibu mtu awezayo kuniaibisha nayo)</w:t>
      </w:r>
      <w:r w:rsidR="00B46158" w:rsidRPr="00B46158">
        <w:rPr>
          <w:rStyle w:val="libFootnotenumChar"/>
          <w:lang w:val="sw-KE"/>
        </w:rPr>
        <w:footnoteReference w:id="113"/>
      </w:r>
      <w:r w:rsidR="00B46158">
        <w:rPr>
          <w:sz w:val="24"/>
          <w:szCs w:val="24"/>
          <w:lang w:val="sw-KE" w:bidi="ar-EG"/>
        </w:rPr>
        <w:t>.</w:t>
      </w:r>
    </w:p>
    <w:p w:rsidR="00336AAD" w:rsidRPr="00336AAD" w:rsidRDefault="00336AAD" w:rsidP="00336AAD">
      <w:pPr>
        <w:pStyle w:val="Header"/>
        <w:rPr>
          <w:sz w:val="24"/>
          <w:szCs w:val="24"/>
          <w:lang w:val="sw-KE" w:bidi="ar-EG"/>
        </w:rPr>
      </w:pPr>
      <w:r w:rsidRPr="00336AAD">
        <w:rPr>
          <w:sz w:val="24"/>
          <w:szCs w:val="24"/>
          <w:lang w:val="sw-KE" w:bidi="ar-EG"/>
        </w:rPr>
        <w:t>Mnyonge kwangu ni mwenye hadhi mpaka nimrudishie haki yake, na mwenye nguvu kwangu ni dhaifu nitaichukuwa haki aliyodhulumu kutoka kwake.</w:t>
      </w:r>
    </w:p>
    <w:p w:rsidR="00336AAD" w:rsidRPr="00336AAD" w:rsidRDefault="00336AAD" w:rsidP="00336AAD">
      <w:pPr>
        <w:pStyle w:val="Header"/>
        <w:rPr>
          <w:sz w:val="24"/>
          <w:szCs w:val="24"/>
          <w:lang w:val="sw-KE" w:bidi="ar-EG"/>
        </w:rPr>
      </w:pPr>
      <w:r w:rsidRPr="00336AAD">
        <w:rPr>
          <w:sz w:val="24"/>
          <w:szCs w:val="24"/>
          <w:lang w:val="sw-KE" w:bidi="ar-EG"/>
        </w:rPr>
        <w:t>Tumeyaridhia maamuzi yake Mungu</w:t>
      </w:r>
      <w:r w:rsidR="00B46158" w:rsidRPr="00B46158">
        <w:rPr>
          <w:rStyle w:val="libFootnotenumChar"/>
          <w:lang w:val="sw-KE"/>
        </w:rPr>
        <w:footnoteReference w:id="114"/>
      </w:r>
      <w:r w:rsidR="00B46158">
        <w:rPr>
          <w:sz w:val="24"/>
          <w:szCs w:val="24"/>
          <w:lang w:val="sw-KE" w:bidi="ar-EG"/>
        </w:rPr>
        <w:t>,</w:t>
      </w:r>
      <w:r w:rsidRPr="00336AAD">
        <w:rPr>
          <w:sz w:val="24"/>
          <w:szCs w:val="24"/>
          <w:lang w:val="sw-KE" w:bidi="ar-EG"/>
        </w:rPr>
        <w:t xml:space="preserve"> na tumesalimu amri yake Mungu. Je, mwaona mimi nimsemee uwongo Mjumbe wa Mungu </w:t>
      </w:r>
      <w:r w:rsidRPr="00B46158">
        <w:rPr>
          <w:rStyle w:val="libBold1Char"/>
          <w:lang w:val="sw-KE" w:bidi="ar-EG"/>
        </w:rPr>
        <w:t>(s.a.w.w)</w:t>
      </w:r>
      <w:r w:rsidRPr="00336AAD">
        <w:rPr>
          <w:sz w:val="24"/>
          <w:szCs w:val="24"/>
          <w:lang w:val="sw-KE" w:bidi="ar-EG"/>
        </w:rPr>
        <w:t>? Wallahi mimi ndimi wa kwanza kumsadiki, sitokuwa wa kwanza kumsemea uwongo. Niliangalia suala langu, na kuona utii wangu yapasa uitangulie ba’iah yangu, hali ikiwa ahadi yangu imekuwa mzigo shingoni mwangu</w:t>
      </w:r>
      <w:r w:rsidR="00B46158" w:rsidRPr="00B46158">
        <w:rPr>
          <w:rStyle w:val="libFootnotenumChar"/>
          <w:lang w:val="sw-KE"/>
        </w:rPr>
        <w:footnoteReference w:id="115"/>
      </w:r>
      <w:r w:rsidR="00B46158">
        <w:rPr>
          <w:sz w:val="24"/>
          <w:szCs w:val="24"/>
          <w:lang w:val="sw-KE" w:bidi="ar-EG"/>
        </w:rPr>
        <w:t>.</w:t>
      </w:r>
    </w:p>
    <w:p w:rsidR="00020A08" w:rsidRPr="00020A08" w:rsidRDefault="00020A08" w:rsidP="00020A08">
      <w:pPr>
        <w:pStyle w:val="Heading3"/>
        <w:rPr>
          <w:lang w:val="sw-KE" w:bidi="ar-EG"/>
        </w:rPr>
      </w:pPr>
      <w:bookmarkStart w:id="63" w:name="_Toc46076719"/>
      <w:r w:rsidRPr="00020A08">
        <w:rPr>
          <w:lang w:val="sw-KE" w:bidi="ar-EG"/>
        </w:rPr>
        <w:t xml:space="preserve">38. NA MIONGONI MWA KHUTBA ZAKE </w:t>
      </w:r>
      <w:r w:rsidRPr="00020A08">
        <w:rPr>
          <w:rStyle w:val="libFootnotenumChar"/>
          <w:lang w:val="sw-KE"/>
        </w:rPr>
        <w:t>(A.S)</w:t>
      </w:r>
      <w:bookmarkEnd w:id="63"/>
    </w:p>
    <w:p w:rsidR="00020A08" w:rsidRPr="00020A08" w:rsidRDefault="00020A08" w:rsidP="00020A08">
      <w:pPr>
        <w:pStyle w:val="libBold1"/>
        <w:rPr>
          <w:lang w:val="sw-KE" w:bidi="ar-EG"/>
        </w:rPr>
      </w:pPr>
      <w:r w:rsidRPr="00020A08">
        <w:rPr>
          <w:lang w:val="sw-KE" w:bidi="ar-EG"/>
        </w:rPr>
        <w:t>Akielezea maana ya shub’hah (kushabihiana):</w:t>
      </w:r>
    </w:p>
    <w:p w:rsidR="00020A08" w:rsidRPr="00020A08" w:rsidRDefault="00020A08" w:rsidP="00020A08">
      <w:pPr>
        <w:pStyle w:val="Header"/>
        <w:rPr>
          <w:sz w:val="24"/>
          <w:szCs w:val="24"/>
          <w:lang w:val="sw-KE" w:bidi="ar-EG"/>
        </w:rPr>
      </w:pPr>
      <w:r w:rsidRPr="00020A08">
        <w:rPr>
          <w:sz w:val="24"/>
          <w:szCs w:val="24"/>
          <w:lang w:val="sw-KE" w:bidi="ar-EG"/>
        </w:rPr>
        <w:t>Shub’ha imeitwa hivyo kwa sababu inashabihiana na ukweli, ama wapenzi wa Mungu, mwanga wao humo ni yakini, na dalili yao humo ni nji ya mwongozo. Ama maadui wa Mungu wito wao humo ni upotovu, na dalili yao ni upofu. Hatoepuka umauti mwenye kuuogopa</w:t>
      </w:r>
      <w:r w:rsidRPr="00020A08">
        <w:rPr>
          <w:rStyle w:val="libFootnotenumChar"/>
          <w:lang w:val="sw-KE"/>
        </w:rPr>
        <w:footnoteReference w:id="116"/>
      </w:r>
      <w:r>
        <w:rPr>
          <w:sz w:val="24"/>
          <w:szCs w:val="24"/>
          <w:lang w:val="sw-KE" w:bidi="ar-EG"/>
        </w:rPr>
        <w:t>.</w:t>
      </w:r>
    </w:p>
    <w:p w:rsidR="00020A08" w:rsidRPr="00020A08" w:rsidRDefault="00020A08" w:rsidP="00020A08">
      <w:pPr>
        <w:pStyle w:val="Heading3"/>
        <w:rPr>
          <w:lang w:val="sw-KE" w:bidi="ar-EG"/>
        </w:rPr>
      </w:pPr>
      <w:bookmarkStart w:id="64" w:name="_Toc46076720"/>
      <w:r w:rsidRPr="00020A08">
        <w:rPr>
          <w:lang w:val="sw-KE" w:bidi="ar-EG"/>
        </w:rPr>
        <w:t xml:space="preserve">39. NA MIONGONI MWA KHUTBA ZAKE </w:t>
      </w:r>
      <w:r w:rsidRPr="00020A08">
        <w:rPr>
          <w:rStyle w:val="libFootnotenumChar"/>
          <w:lang w:val="sw-KE"/>
        </w:rPr>
        <w:t>(A.S)</w:t>
      </w:r>
      <w:bookmarkEnd w:id="64"/>
    </w:p>
    <w:p w:rsidR="00020A08" w:rsidRPr="00020A08" w:rsidRDefault="00020A08" w:rsidP="00020A08">
      <w:pPr>
        <w:pStyle w:val="libBold1"/>
        <w:rPr>
          <w:lang w:val="sw-KE" w:bidi="ar-EG"/>
        </w:rPr>
      </w:pPr>
      <w:r w:rsidRPr="00020A08">
        <w:rPr>
          <w:lang w:val="sw-KE" w:bidi="ar-EG"/>
        </w:rPr>
        <w:t>Kuwalaumu wanaobaki bila ya kwenda vitani:</w:t>
      </w:r>
    </w:p>
    <w:p w:rsidR="00020A08" w:rsidRPr="00020A08" w:rsidRDefault="00020A08" w:rsidP="00020A08">
      <w:pPr>
        <w:pStyle w:val="Header"/>
        <w:rPr>
          <w:sz w:val="24"/>
          <w:szCs w:val="24"/>
          <w:lang w:val="sw-KE" w:bidi="ar-EG"/>
        </w:rPr>
      </w:pPr>
      <w:r w:rsidRPr="00020A08">
        <w:rPr>
          <w:sz w:val="24"/>
          <w:szCs w:val="24"/>
          <w:lang w:val="sw-KE" w:bidi="ar-EG"/>
        </w:rPr>
        <w:t>Nimekumbwa na balaa la wasiotii nitoapo amri, wala hawaitikii nikiita. Hamna baba! Mnangoja nini kwa kumnusuru Mola wenu?</w:t>
      </w:r>
    </w:p>
    <w:p w:rsidR="00020A08" w:rsidRPr="00020A08" w:rsidRDefault="00020A08" w:rsidP="00020A08">
      <w:pPr>
        <w:pStyle w:val="Header"/>
        <w:rPr>
          <w:sz w:val="24"/>
          <w:szCs w:val="24"/>
          <w:lang w:val="sw-KE" w:bidi="ar-EG"/>
        </w:rPr>
      </w:pPr>
      <w:r w:rsidRPr="00020A08">
        <w:rPr>
          <w:sz w:val="24"/>
          <w:szCs w:val="24"/>
          <w:lang w:val="sw-KE" w:bidi="ar-EG"/>
        </w:rPr>
        <w:t>Hapana dini iwezayo kuwakusanya, wala hisia ya aibu kuwaghadhibisheni! Nasimama kati yenu nikiomba nusra, na nakuiteni nikiomba usaidizi, wala hamnisikilizi usemi wowote, wala kunitii amri, mpaka yafichuke matokeo mabaya! Kisasi hakilipwi pamoja na ninyi, wala lengo halifikiwi pamoja na ninyi. Niliwaita ili muwanusuru ndugu zenu mkakoroma mkoromo wa ngamia aliyepatwa na maradhi … na mkawa wazito kama uzito wa ngamia aliyekonda mwenye kujeruhiwa kisha nikajiwa na kikosi kutoka kwenu, dhaifu kikinepanepa; (Kana kwamba wanasukumwa kwenye mauti nao wanaona; 8:6)</w:t>
      </w:r>
    </w:p>
    <w:p w:rsidR="00020A08" w:rsidRPr="00020A08" w:rsidRDefault="00020A08" w:rsidP="00020A08">
      <w:pPr>
        <w:pStyle w:val="Header"/>
        <w:rPr>
          <w:sz w:val="24"/>
          <w:szCs w:val="24"/>
          <w:lang w:val="sw-KE" w:bidi="ar-EG"/>
        </w:rPr>
      </w:pPr>
      <w:r w:rsidRPr="00020A08">
        <w:rPr>
          <w:rStyle w:val="libBold1Char"/>
          <w:lang w:val="sw-KE" w:bidi="ar-EG"/>
        </w:rPr>
        <w:t>Maelezo</w:t>
      </w:r>
      <w:r w:rsidRPr="00020A08">
        <w:rPr>
          <w:sz w:val="24"/>
          <w:szCs w:val="24"/>
          <w:lang w:val="sw-KE" w:bidi="ar-EG"/>
        </w:rPr>
        <w:t>: Ar-Radhiy (r.a) amesema: Usemi wake (a.s): (mutadhai-bun) yaani yenye kuyumbayumba; kutokana na kauli yao: (tad- ha’abati riihu) yaani upepo umeyumbayumba, uvumapo ukiyumba, kutokana nalo hilo mbwa mwitu amepewa jina hilo kwa sababu ya kuyumbayumba mwendo wake.</w:t>
      </w:r>
    </w:p>
    <w:p w:rsidR="00020A08" w:rsidRPr="00020A08" w:rsidRDefault="00020A08" w:rsidP="00020A08">
      <w:pPr>
        <w:pStyle w:val="Heading3"/>
        <w:rPr>
          <w:rStyle w:val="libFootnotenumChar"/>
          <w:lang w:val="sw-KE"/>
        </w:rPr>
      </w:pPr>
      <w:bookmarkStart w:id="65" w:name="_Toc46076721"/>
      <w:r w:rsidRPr="00020A08">
        <w:rPr>
          <w:lang w:val="sw-KE" w:bidi="ar-EG"/>
        </w:rPr>
        <w:t xml:space="preserve">40. NA MIONGONI MWA MANENO YAKE </w:t>
      </w:r>
      <w:r w:rsidRPr="00020A08">
        <w:rPr>
          <w:rStyle w:val="libFootnotenumChar"/>
          <w:lang w:val="sw-KE"/>
        </w:rPr>
        <w:t>(A.S)</w:t>
      </w:r>
      <w:bookmarkEnd w:id="65"/>
    </w:p>
    <w:p w:rsidR="00020A08" w:rsidRPr="00020A08" w:rsidRDefault="00020A08" w:rsidP="00020A08">
      <w:pPr>
        <w:pStyle w:val="Header"/>
        <w:rPr>
          <w:sz w:val="24"/>
          <w:szCs w:val="24"/>
          <w:lang w:val="sw-KE" w:bidi="ar-EG"/>
        </w:rPr>
      </w:pPr>
      <w:r w:rsidRPr="00020A08">
        <w:rPr>
          <w:sz w:val="24"/>
          <w:szCs w:val="24"/>
          <w:lang w:val="sw-KE" w:bidi="ar-EG"/>
        </w:rPr>
        <w:t>Kuhusu Khawariji alipoisikia kauli yao: “Hakuna hukumu ila ya Allah”</w:t>
      </w:r>
    </w:p>
    <w:p w:rsidR="00020A08" w:rsidRPr="00020A08" w:rsidRDefault="00020A08" w:rsidP="00020A08">
      <w:pPr>
        <w:pStyle w:val="Header"/>
        <w:rPr>
          <w:sz w:val="24"/>
          <w:szCs w:val="24"/>
          <w:lang w:val="sw-KE" w:bidi="ar-EG"/>
        </w:rPr>
      </w:pPr>
      <w:r w:rsidRPr="00020A08">
        <w:rPr>
          <w:sz w:val="24"/>
          <w:szCs w:val="24"/>
          <w:lang w:val="sw-KE" w:bidi="ar-EG"/>
        </w:rPr>
        <w:lastRenderedPageBreak/>
        <w:t>Na neno ni la kweli lakini linakusudiwa batili! Naam ni kweli kuwa hapana hukumu ila ni ya Mungu, lakini hao wanasema: Hapana uamiri ila wa Mungu. Na kwa kweli watu hapana budi wawe na mtawala mwema au muovu</w:t>
      </w:r>
      <w:r w:rsidRPr="008D434F">
        <w:rPr>
          <w:rStyle w:val="libFootnotenumChar"/>
          <w:lang w:val="sw-KE"/>
        </w:rPr>
        <w:footnoteReference w:id="117"/>
      </w:r>
      <w:r w:rsidR="008D434F">
        <w:rPr>
          <w:sz w:val="24"/>
          <w:szCs w:val="24"/>
          <w:lang w:val="sw-KE" w:bidi="ar-EG"/>
        </w:rPr>
        <w:t>,</w:t>
      </w:r>
      <w:r w:rsidRPr="00020A08">
        <w:rPr>
          <w:sz w:val="24"/>
          <w:szCs w:val="24"/>
          <w:lang w:val="sw-KE" w:bidi="ar-EG"/>
        </w:rPr>
        <w:t xml:space="preserve"> mu'umin atenda (mema) katika utawala wake</w:t>
      </w:r>
      <w:r w:rsidR="008D434F" w:rsidRPr="008E046F">
        <w:rPr>
          <w:rStyle w:val="libFootnotenumChar"/>
          <w:lang w:val="sw-KE"/>
        </w:rPr>
        <w:footnoteReference w:id="118"/>
      </w:r>
      <w:r w:rsidR="008E046F">
        <w:rPr>
          <w:sz w:val="24"/>
          <w:szCs w:val="24"/>
          <w:lang w:val="sw-KE" w:bidi="ar-EG"/>
        </w:rPr>
        <w:t>,</w:t>
      </w:r>
      <w:r w:rsidRPr="00020A08">
        <w:rPr>
          <w:sz w:val="24"/>
          <w:szCs w:val="24"/>
          <w:lang w:val="sw-KE" w:bidi="ar-EG"/>
        </w:rPr>
        <w:t xml:space="preserve"> na kafiri anastarehe humo, na Mungu aufikisha humo muda</w:t>
      </w:r>
      <w:r w:rsidR="008E046F" w:rsidRPr="008E046F">
        <w:rPr>
          <w:rStyle w:val="libFootnotenumChar"/>
          <w:lang w:val="sw-KE"/>
        </w:rPr>
        <w:footnoteReference w:id="119"/>
      </w:r>
      <w:r w:rsidR="008E046F">
        <w:rPr>
          <w:sz w:val="24"/>
          <w:szCs w:val="24"/>
          <w:lang w:val="sw-KE" w:bidi="ar-EG"/>
        </w:rPr>
        <w:t>,</w:t>
      </w:r>
      <w:r w:rsidRPr="00020A08">
        <w:rPr>
          <w:sz w:val="24"/>
          <w:szCs w:val="24"/>
          <w:lang w:val="sw-KE" w:bidi="ar-EG"/>
        </w:rPr>
        <w:t xml:space="preserve"> na hukusanywa (kwa utawala wake) kodi, pamoja na yeye hupigwa vita adui, pamoja naye njia zabakia na amani, pamoja naye huchukuliwa (haki zilizodhulumiwa) kutoka kwa mwenye nguvu kwa ajili ya mnyonge; Ili mwema apumzike na ili muovu apumzishwe</w:t>
      </w:r>
    </w:p>
    <w:p w:rsidR="00020A08" w:rsidRPr="00020A08" w:rsidRDefault="00020A08" w:rsidP="008E046F">
      <w:pPr>
        <w:pStyle w:val="Header"/>
        <w:rPr>
          <w:sz w:val="24"/>
          <w:szCs w:val="24"/>
          <w:lang w:val="sw-KE" w:bidi="ar-EG"/>
        </w:rPr>
      </w:pPr>
      <w:r w:rsidRPr="00020A08">
        <w:rPr>
          <w:sz w:val="24"/>
          <w:szCs w:val="24"/>
          <w:lang w:val="sw-KE" w:bidi="ar-EG"/>
        </w:rPr>
        <w:t xml:space="preserve">Na katika riwaya nyigine ni kuwa yeye </w:t>
      </w:r>
      <w:r w:rsidRPr="003F1CEB">
        <w:rPr>
          <w:rStyle w:val="libFootnotenumChar"/>
          <w:lang w:val="sw-KE" w:bidi="ar-EG"/>
        </w:rPr>
        <w:t>(a.s)</w:t>
      </w:r>
      <w:r w:rsidRPr="00020A08">
        <w:rPr>
          <w:sz w:val="24"/>
          <w:szCs w:val="24"/>
          <w:lang w:val="sw-KE" w:bidi="ar-EG"/>
        </w:rPr>
        <w:t xml:space="preserve"> aliposikia hukumu yao akasema:</w:t>
      </w:r>
      <w:r w:rsidR="008E046F">
        <w:rPr>
          <w:sz w:val="24"/>
          <w:szCs w:val="24"/>
          <w:lang w:val="sw-KE" w:bidi="ar-EG"/>
        </w:rPr>
        <w:t xml:space="preserve"> </w:t>
      </w:r>
      <w:r w:rsidRPr="00020A08">
        <w:rPr>
          <w:sz w:val="24"/>
          <w:szCs w:val="24"/>
          <w:lang w:val="sw-KE" w:bidi="ar-EG"/>
        </w:rPr>
        <w:t>“Hukumu ya Mungu naingoja iwe kwenu.”</w:t>
      </w:r>
      <w:r w:rsidR="008E046F">
        <w:rPr>
          <w:sz w:val="24"/>
          <w:szCs w:val="24"/>
          <w:lang w:val="sw-KE" w:bidi="ar-EG"/>
        </w:rPr>
        <w:t xml:space="preserve"> </w:t>
      </w:r>
      <w:r w:rsidRPr="00020A08">
        <w:rPr>
          <w:sz w:val="24"/>
          <w:szCs w:val="24"/>
          <w:lang w:val="sw-KE" w:bidi="ar-EG"/>
        </w:rPr>
        <w:t>Na akasema: “Ama utawala mwema mchamungu humo hutenda mema, ama utawala muovu hustarehe humo mwenye mashaka (shaqiy); mpaka muda wake ukatike na mauti yake imkute”.</w:t>
      </w:r>
    </w:p>
    <w:p w:rsidR="003F1CEB" w:rsidRPr="003F1CEB" w:rsidRDefault="003F1CEB" w:rsidP="003F1CEB">
      <w:pPr>
        <w:pStyle w:val="Heading3"/>
        <w:rPr>
          <w:rStyle w:val="libFootnotenumChar"/>
          <w:lang w:val="sw-KE"/>
        </w:rPr>
      </w:pPr>
      <w:bookmarkStart w:id="66" w:name="_Toc46076722"/>
      <w:r w:rsidRPr="003F1CEB">
        <w:rPr>
          <w:lang w:val="sw-KE" w:bidi="ar-EG"/>
        </w:rPr>
        <w:t xml:space="preserve">41. NA MIONGONI MWA KHUTBA ZAKE </w:t>
      </w:r>
      <w:r w:rsidRPr="003F1CEB">
        <w:rPr>
          <w:rStyle w:val="libFootnotenumChar"/>
          <w:lang w:val="sw-KE"/>
        </w:rPr>
        <w:t>(A.S)</w:t>
      </w:r>
      <w:bookmarkEnd w:id="66"/>
    </w:p>
    <w:p w:rsidR="003F1CEB" w:rsidRPr="003F1CEB" w:rsidRDefault="003F1CEB" w:rsidP="003F1CEB">
      <w:pPr>
        <w:pStyle w:val="Header"/>
        <w:rPr>
          <w:sz w:val="24"/>
          <w:szCs w:val="24"/>
          <w:lang w:val="sw-KE" w:bidi="ar-EG"/>
        </w:rPr>
      </w:pPr>
      <w:r w:rsidRPr="003F1CEB">
        <w:rPr>
          <w:sz w:val="24"/>
          <w:szCs w:val="24"/>
          <w:lang w:val="sw-KE" w:bidi="ar-EG"/>
        </w:rPr>
        <w:t xml:space="preserve">Na miongoni mwa Khutba yake </w:t>
      </w:r>
      <w:r w:rsidRPr="003F1CEB">
        <w:rPr>
          <w:rStyle w:val="libFootnotenumChar"/>
          <w:lang w:val="sw-KE" w:bidi="ar-EG"/>
        </w:rPr>
        <w:t>(a.s)</w:t>
      </w:r>
      <w:r w:rsidRPr="003F1CEB">
        <w:rPr>
          <w:sz w:val="24"/>
          <w:szCs w:val="24"/>
          <w:lang w:val="sw-KE" w:bidi="ar-EG"/>
        </w:rPr>
        <w:t xml:space="preserve"> - Ameitaja ibn Talha katika kitabu Matalibus-Su’ul, Jz. 1, uk. 170</w:t>
      </w:r>
    </w:p>
    <w:p w:rsidR="003F1CEB" w:rsidRPr="003F1CEB" w:rsidRDefault="003F1CEB" w:rsidP="003F1CEB">
      <w:pPr>
        <w:pStyle w:val="libBold1"/>
        <w:rPr>
          <w:lang w:val="sw-KE" w:bidi="ar-EG"/>
        </w:rPr>
      </w:pPr>
      <w:r w:rsidRPr="003F1CEB">
        <w:rPr>
          <w:lang w:val="sw-KE" w:bidi="ar-EG"/>
        </w:rPr>
        <w:t>Kuhusu utekelezaji na ukweli:</w:t>
      </w:r>
    </w:p>
    <w:p w:rsidR="003F1CEB" w:rsidRPr="003F1CEB" w:rsidRDefault="003F1CEB" w:rsidP="003F1CEB">
      <w:pPr>
        <w:pStyle w:val="Header"/>
        <w:rPr>
          <w:sz w:val="24"/>
          <w:szCs w:val="24"/>
          <w:lang w:val="sw-KE" w:bidi="ar-EG"/>
        </w:rPr>
      </w:pPr>
      <w:r w:rsidRPr="003F1CEB">
        <w:rPr>
          <w:sz w:val="24"/>
          <w:szCs w:val="24"/>
          <w:lang w:val="sw-KE" w:bidi="ar-EG"/>
        </w:rPr>
        <w:t xml:space="preserve"> “Enyi watu! Kwa kweli kutekeleza ahadi ni pacha wa ukweli</w:t>
      </w:r>
      <w:r w:rsidRPr="003F1CEB">
        <w:rPr>
          <w:rStyle w:val="libFootnotenumChar"/>
          <w:lang w:val="sw-KE"/>
        </w:rPr>
        <w:footnoteReference w:id="120"/>
      </w:r>
      <w:r>
        <w:rPr>
          <w:sz w:val="24"/>
          <w:szCs w:val="24"/>
          <w:lang w:val="sw-KE" w:bidi="ar-EG"/>
        </w:rPr>
        <w:t>,</w:t>
      </w:r>
      <w:r w:rsidRPr="003F1CEB">
        <w:rPr>
          <w:sz w:val="24"/>
          <w:szCs w:val="24"/>
          <w:lang w:val="sw-KE" w:bidi="ar-EG"/>
        </w:rPr>
        <w:t xml:space="preserve"> siijui kinga yenye kuhifadhi mno kuliko hiyo (kwa shambulio la dhambi) wala hafanyi uhaini mwenye kujua marejeo yalivyo</w:t>
      </w:r>
      <w:r w:rsidRPr="007B4907">
        <w:rPr>
          <w:rStyle w:val="libFootnotenumChar"/>
          <w:lang w:val="sw-KE"/>
        </w:rPr>
        <w:footnoteReference w:id="121"/>
      </w:r>
      <w:r w:rsidR="007B4907">
        <w:rPr>
          <w:sz w:val="24"/>
          <w:szCs w:val="24"/>
          <w:lang w:val="sw-KE" w:bidi="ar-EG"/>
        </w:rPr>
        <w:t>.</w:t>
      </w:r>
    </w:p>
    <w:p w:rsidR="003F1CEB" w:rsidRPr="003F1CEB" w:rsidRDefault="003F1CEB" w:rsidP="003F1CEB">
      <w:pPr>
        <w:pStyle w:val="Header"/>
        <w:rPr>
          <w:sz w:val="24"/>
          <w:szCs w:val="24"/>
          <w:lang w:val="sw-KE" w:bidi="ar-EG"/>
        </w:rPr>
      </w:pPr>
      <w:r w:rsidRPr="003F1CEB">
        <w:rPr>
          <w:sz w:val="24"/>
          <w:szCs w:val="24"/>
          <w:lang w:val="sw-KE" w:bidi="ar-EG"/>
        </w:rPr>
        <w:t>Kwa kweli tumeingia katika wakati ambao walio wengi miongoni mwa watu wake wameufanya uhaini kuwa ni uwerevu, na wajinga wamewanasibisha watu kama hao kuwa huo ni ujanja mzuri. Wamekuwaje (watu hawa)! Mungu awaangamize!</w:t>
      </w:r>
    </w:p>
    <w:p w:rsidR="003F1CEB" w:rsidRPr="003F1CEB" w:rsidRDefault="003F1CEB" w:rsidP="003F1CEB">
      <w:pPr>
        <w:pStyle w:val="Header"/>
        <w:rPr>
          <w:sz w:val="24"/>
          <w:szCs w:val="24"/>
          <w:lang w:val="sw-KE" w:bidi="ar-EG"/>
        </w:rPr>
      </w:pPr>
      <w:r w:rsidRPr="003F1CEB">
        <w:rPr>
          <w:sz w:val="24"/>
          <w:szCs w:val="24"/>
          <w:lang w:val="sw-KE" w:bidi="ar-EG"/>
        </w:rPr>
        <w:t>Na mwenye uzoefu na uelewa wa mambo ya maisha anao udhuru wa kumzuia asitekeleze amri na makatazo yake Mungu, lakini hautilii maanani ingawaje anao uwezo, akawa yu ajua hila, na pembeni mwake kuna kizuizi miongoni mwa amri ya Mungu na katazo lake lakini anaacha baada ya kuwa alikuwa na uwezo wa kutenda hayo, na huitumia fursa hiyo asiye na kizuizi cha kidini.</w:t>
      </w:r>
    </w:p>
    <w:p w:rsidR="005907B1" w:rsidRPr="005907B1" w:rsidRDefault="005907B1" w:rsidP="005907B1">
      <w:pPr>
        <w:pStyle w:val="Heading3"/>
        <w:rPr>
          <w:rStyle w:val="libFootnotenumChar"/>
          <w:lang w:val="sw-KE"/>
        </w:rPr>
      </w:pPr>
      <w:bookmarkStart w:id="67" w:name="_Toc46076723"/>
      <w:r w:rsidRPr="005907B1">
        <w:rPr>
          <w:lang w:val="sw-KE" w:bidi="ar-EG"/>
        </w:rPr>
        <w:t xml:space="preserve">42. NA KATIKA JUMLA YA USEMI WAKE </w:t>
      </w:r>
      <w:r w:rsidRPr="005907B1">
        <w:rPr>
          <w:rStyle w:val="libFootnotenumChar"/>
          <w:lang w:val="sw-KE"/>
        </w:rPr>
        <w:t>(A.S)</w:t>
      </w:r>
      <w:bookmarkEnd w:id="67"/>
    </w:p>
    <w:p w:rsidR="005907B1" w:rsidRPr="005907B1" w:rsidRDefault="005907B1" w:rsidP="005907B1">
      <w:pPr>
        <w:pStyle w:val="libBold1"/>
        <w:rPr>
          <w:lang w:val="sw-KE" w:bidi="ar-EG"/>
        </w:rPr>
      </w:pPr>
      <w:r w:rsidRPr="005907B1">
        <w:rPr>
          <w:lang w:val="sw-KE" w:bidi="ar-EG"/>
        </w:rPr>
        <w:t>Katika kuyafuata matamanio na kuwa na matumaini marefu:</w:t>
      </w:r>
    </w:p>
    <w:p w:rsidR="005907B1" w:rsidRPr="005907B1" w:rsidRDefault="005907B1" w:rsidP="005907B1">
      <w:pPr>
        <w:pStyle w:val="Header"/>
        <w:rPr>
          <w:sz w:val="24"/>
          <w:szCs w:val="24"/>
          <w:lang w:val="sw-KE" w:bidi="ar-EG"/>
        </w:rPr>
      </w:pPr>
      <w:r w:rsidRPr="005907B1">
        <w:rPr>
          <w:sz w:val="24"/>
          <w:szCs w:val="24"/>
          <w:lang w:val="sw-KE" w:bidi="ar-EG"/>
        </w:rPr>
        <w:lastRenderedPageBreak/>
        <w:t>Enyi watu! Kwa kweli niliogopalo zaidi juu yenu ni vitu viwili:</w:t>
      </w:r>
    </w:p>
    <w:p w:rsidR="005907B1" w:rsidRPr="005907B1" w:rsidRDefault="005907B1" w:rsidP="005907B1">
      <w:pPr>
        <w:pStyle w:val="Header"/>
        <w:rPr>
          <w:sz w:val="24"/>
          <w:szCs w:val="24"/>
          <w:lang w:val="sw-KE" w:bidi="ar-EG"/>
        </w:rPr>
      </w:pPr>
      <w:r w:rsidRPr="005907B1">
        <w:rPr>
          <w:sz w:val="24"/>
          <w:szCs w:val="24"/>
          <w:lang w:val="sw-KE" w:bidi="ar-EG"/>
        </w:rPr>
        <w:t>1. Kuyafuata matamanio</w:t>
      </w:r>
    </w:p>
    <w:p w:rsidR="005907B1" w:rsidRPr="005907B1" w:rsidRDefault="005907B1" w:rsidP="005907B1">
      <w:pPr>
        <w:pStyle w:val="Header"/>
        <w:rPr>
          <w:sz w:val="24"/>
          <w:szCs w:val="24"/>
          <w:lang w:val="sw-KE" w:bidi="ar-EG"/>
        </w:rPr>
      </w:pPr>
      <w:r w:rsidRPr="005907B1">
        <w:rPr>
          <w:sz w:val="24"/>
          <w:szCs w:val="24"/>
          <w:lang w:val="sw-KE" w:bidi="ar-EG"/>
        </w:rPr>
        <w:t>2. Na kuwa na matumaini ya muda mrefu</w:t>
      </w:r>
      <w:r w:rsidRPr="005907B1">
        <w:rPr>
          <w:rStyle w:val="libFootnotenumChar"/>
          <w:lang w:val="sw-KE"/>
        </w:rPr>
        <w:footnoteReference w:id="122"/>
      </w:r>
    </w:p>
    <w:p w:rsidR="005907B1" w:rsidRPr="005907B1" w:rsidRDefault="005907B1" w:rsidP="005907B1">
      <w:pPr>
        <w:pStyle w:val="Header"/>
        <w:rPr>
          <w:sz w:val="24"/>
          <w:szCs w:val="24"/>
          <w:lang w:val="sw-KE" w:bidi="ar-EG"/>
        </w:rPr>
      </w:pPr>
      <w:r w:rsidRPr="005907B1">
        <w:rPr>
          <w:sz w:val="24"/>
          <w:szCs w:val="24"/>
          <w:lang w:val="sw-KE" w:bidi="ar-EG"/>
        </w:rPr>
        <w:t>Ama kuyafuata matamanio kunazuia haki, na kuwa na matumaini ya muda mrefu kunasahaulisha akhera. Oh, jueni kuwa dunia imepita haraka sana; hakuna kilichobaki humo ila mabaki mfano wa mabaki ya maji katika chombo ambacho maji yake yamemwagwa na mmwagaji wake.</w:t>
      </w:r>
    </w:p>
    <w:p w:rsidR="005907B1" w:rsidRPr="005907B1" w:rsidRDefault="005907B1" w:rsidP="005907B1">
      <w:pPr>
        <w:pStyle w:val="Header"/>
        <w:rPr>
          <w:sz w:val="24"/>
          <w:szCs w:val="24"/>
          <w:lang w:val="sw-KE" w:bidi="ar-EG"/>
        </w:rPr>
      </w:pPr>
      <w:r w:rsidRPr="005907B1">
        <w:rPr>
          <w:sz w:val="24"/>
          <w:szCs w:val="24"/>
          <w:lang w:val="sw-KE" w:bidi="ar-EG"/>
        </w:rPr>
        <w:t>Oh! jueni kuwa akhera imewadia, na kila mmoja wao anao watoto, basi ni bora muwe miongoni mwa wana wa akhera, na wala msiwe miongoni mwa wana wa dunia; kwa kuwa kila mwana atakutanishwa na mama yake Siku ya Kiyama, kwa kweli leo ni siku ya matendo na wala hapana hesabu na kesho ni hesabu tu hakutokuwa na matendo”.</w:t>
      </w:r>
    </w:p>
    <w:p w:rsidR="005907B1" w:rsidRPr="005907B1" w:rsidRDefault="005907B1" w:rsidP="005907B1">
      <w:pPr>
        <w:pStyle w:val="Heading3"/>
        <w:rPr>
          <w:lang w:val="sw-KE" w:bidi="ar-EG"/>
        </w:rPr>
      </w:pPr>
      <w:bookmarkStart w:id="68" w:name="_Toc46076724"/>
      <w:r w:rsidRPr="005907B1">
        <w:rPr>
          <w:lang w:val="sw-KE" w:bidi="ar-EG"/>
        </w:rPr>
        <w:t xml:space="preserve">43. NA MIONGONI MWA MANENO YAKE </w:t>
      </w:r>
      <w:r w:rsidRPr="005907B1">
        <w:rPr>
          <w:rStyle w:val="libFootnotenumChar"/>
          <w:lang w:val="sw-KE"/>
        </w:rPr>
        <w:t>(A.S)</w:t>
      </w:r>
      <w:bookmarkEnd w:id="68"/>
    </w:p>
    <w:p w:rsidR="005907B1" w:rsidRPr="005907B1" w:rsidRDefault="005907B1" w:rsidP="005907B1">
      <w:pPr>
        <w:pStyle w:val="Header"/>
        <w:rPr>
          <w:sz w:val="24"/>
          <w:szCs w:val="24"/>
          <w:lang w:val="sw-KE" w:bidi="ar-EG"/>
        </w:rPr>
      </w:pPr>
      <w:r w:rsidRPr="005907B1">
        <w:rPr>
          <w:sz w:val="24"/>
          <w:szCs w:val="24"/>
          <w:lang w:val="sw-KE" w:bidi="ar-EG"/>
        </w:rPr>
        <w:t>Walimshauri Sahaba zake kujiandaa kwa vita baada ya kuwa alikwisha mtuma Jarir bin Abdillah Al’Bajaliyi kwa Muawiyah:</w:t>
      </w:r>
    </w:p>
    <w:p w:rsidR="005907B1" w:rsidRPr="005907B1" w:rsidRDefault="005907B1" w:rsidP="005907B1">
      <w:pPr>
        <w:pStyle w:val="Header"/>
        <w:rPr>
          <w:sz w:val="24"/>
          <w:szCs w:val="24"/>
          <w:lang w:val="sw-KE" w:bidi="ar-EG"/>
        </w:rPr>
      </w:pPr>
      <w:r w:rsidRPr="005907B1">
        <w:rPr>
          <w:sz w:val="24"/>
          <w:szCs w:val="24"/>
          <w:lang w:val="sw-KE" w:bidi="ar-EG"/>
        </w:rPr>
        <w:t>“Kwa kweli kujiandaa kwangu kuwapiga vita watu wa Sham hali Jarir akiwa kwao ni kuifunga Sham, na kuwatowa watu wake mbali na kheri endapo wataitaka</w:t>
      </w:r>
      <w:r w:rsidRPr="005907B1">
        <w:rPr>
          <w:rStyle w:val="libFootnotenumChar"/>
          <w:lang w:val="sw-KE"/>
        </w:rPr>
        <w:footnoteReference w:id="123"/>
      </w:r>
      <w:r>
        <w:rPr>
          <w:sz w:val="24"/>
          <w:szCs w:val="24"/>
          <w:lang w:val="sw-KE" w:bidi="ar-EG"/>
        </w:rPr>
        <w:t>.</w:t>
      </w:r>
    </w:p>
    <w:p w:rsidR="005907B1" w:rsidRPr="005907B1" w:rsidRDefault="005907B1" w:rsidP="005907B1">
      <w:pPr>
        <w:pStyle w:val="Header"/>
        <w:rPr>
          <w:sz w:val="24"/>
          <w:szCs w:val="24"/>
          <w:lang w:val="sw-KE" w:bidi="ar-EG"/>
        </w:rPr>
      </w:pPr>
      <w:r w:rsidRPr="005907B1">
        <w:rPr>
          <w:sz w:val="24"/>
          <w:szCs w:val="24"/>
          <w:lang w:val="sw-KE" w:bidi="ar-EG"/>
        </w:rPr>
        <w:t>Lakini nimemuwekea Jarir wakati ambao hatobaki baada ya wakati huo, ila endapo atakuwa amehadaiwa au ameasi. Rai sahihi iko pamwe na utulivu, basi kuweni watulivu, wala sichukii kujiandaa kwenu</w:t>
      </w:r>
      <w:r w:rsidRPr="00177D06">
        <w:rPr>
          <w:rStyle w:val="libFootnotenumChar"/>
          <w:lang w:val="sw-KE"/>
        </w:rPr>
        <w:footnoteReference w:id="124"/>
      </w:r>
      <w:r w:rsidR="00177D06">
        <w:rPr>
          <w:sz w:val="24"/>
          <w:szCs w:val="24"/>
          <w:lang w:val="sw-KE" w:bidi="ar-EG"/>
        </w:rPr>
        <w:t>.</w:t>
      </w:r>
    </w:p>
    <w:p w:rsidR="00107697" w:rsidRDefault="005907B1" w:rsidP="005907B1">
      <w:pPr>
        <w:pStyle w:val="Header"/>
        <w:rPr>
          <w:sz w:val="24"/>
          <w:szCs w:val="24"/>
          <w:lang w:val="sw-KE" w:bidi="ar-EG"/>
        </w:rPr>
      </w:pPr>
      <w:r w:rsidRPr="005907B1">
        <w:rPr>
          <w:sz w:val="24"/>
          <w:szCs w:val="24"/>
          <w:lang w:val="sw-KE" w:bidi="ar-EG"/>
        </w:rPr>
        <w:t>Kwa kweli nimelichunguza suala hili kwa undani kupitia pande zote sikuona njia nyingine ila ni vita au kuyakufur</w:t>
      </w:r>
      <w:r w:rsidR="00177D06">
        <w:rPr>
          <w:sz w:val="24"/>
          <w:szCs w:val="24"/>
          <w:lang w:val="sw-KE" w:bidi="ar-EG"/>
        </w:rPr>
        <w:t xml:space="preserve">u aliyoyaleta Muhammad </w:t>
      </w:r>
      <w:r w:rsidR="00177D06" w:rsidRPr="00177D06">
        <w:rPr>
          <w:rStyle w:val="libBold1Char"/>
          <w:lang w:val="sw-KE"/>
        </w:rPr>
        <w:t>(s.a.w.w</w:t>
      </w:r>
      <w:r w:rsidRPr="00177D06">
        <w:rPr>
          <w:rStyle w:val="libBold1Char"/>
          <w:lang w:val="sw-KE" w:bidi="ar-EG"/>
        </w:rPr>
        <w:t>)</w:t>
      </w:r>
      <w:r w:rsidRPr="005907B1">
        <w:rPr>
          <w:sz w:val="24"/>
          <w:szCs w:val="24"/>
          <w:lang w:val="sw-KE" w:bidi="ar-EG"/>
        </w:rPr>
        <w:t>. Kwa hakika umma huu ulikuwa na mtawala aliyezusha uzushi - alizua bid’a - aliwafanya watu wamkasirikie, na walisema, kisha walichemka na kubadilisha kila kitu.</w:t>
      </w:r>
    </w:p>
    <w:p w:rsidR="00BA0EAB" w:rsidRPr="00BA0EAB" w:rsidRDefault="00BA0EAB" w:rsidP="00BA0EAB">
      <w:pPr>
        <w:pStyle w:val="Heading3"/>
        <w:rPr>
          <w:rStyle w:val="libFootnotenumChar"/>
          <w:lang w:val="sw-KE"/>
        </w:rPr>
      </w:pPr>
      <w:bookmarkStart w:id="69" w:name="_Toc46076725"/>
      <w:r w:rsidRPr="00BA0EAB">
        <w:rPr>
          <w:lang w:val="sw-KE" w:bidi="ar-EG"/>
        </w:rPr>
        <w:t xml:space="preserve">44. NA MIONGONI MWA SEMI ZAKE </w:t>
      </w:r>
      <w:r w:rsidRPr="00BA0EAB">
        <w:rPr>
          <w:rStyle w:val="libFootnotenumChar"/>
          <w:lang w:val="sw-KE"/>
        </w:rPr>
        <w:t>(A.S)</w:t>
      </w:r>
      <w:bookmarkEnd w:id="69"/>
    </w:p>
    <w:p w:rsidR="00BA0EAB" w:rsidRPr="00BA0EAB" w:rsidRDefault="00BA0EAB" w:rsidP="00BA0EAB">
      <w:pPr>
        <w:pStyle w:val="Header"/>
        <w:rPr>
          <w:sz w:val="24"/>
          <w:szCs w:val="24"/>
          <w:lang w:val="sw-KE" w:bidi="ar-EG"/>
        </w:rPr>
      </w:pPr>
      <w:r w:rsidRPr="00BA0EAB">
        <w:rPr>
          <w:sz w:val="24"/>
          <w:szCs w:val="24"/>
          <w:lang w:val="sw-KE" w:bidi="ar-EG"/>
        </w:rPr>
        <w:t xml:space="preserve">Tabariy ameyataja ndani ya tarehe yake, Jz.6, uk. 65, na Ath- Thaqafiy ndani ya Al-Gharatu, na Al-Baladhuriy ndani ya Ansabul’ash’rafi, uk. 411. </w:t>
      </w:r>
      <w:r w:rsidRPr="00BA0EAB">
        <w:rPr>
          <w:sz w:val="24"/>
          <w:szCs w:val="24"/>
          <w:lang w:val="sw-KE" w:bidi="ar-EG"/>
        </w:rPr>
        <w:lastRenderedPageBreak/>
        <w:t xml:space="preserve">Masqalat bin Hubairat Ash-Shaibaniy alipokimbilia kwa Muawiyah, na alikuwa amekwishawanunua mateka wa Bani Naajiyata kutoka kwa mfanyikazi wa Amirul’Mu’minina </w:t>
      </w:r>
      <w:r w:rsidRPr="00BA0EAB">
        <w:rPr>
          <w:rStyle w:val="libFootnotenumChar"/>
          <w:lang w:val="sw-KE" w:bidi="ar-EG"/>
        </w:rPr>
        <w:t>(a.s)</w:t>
      </w:r>
      <w:r w:rsidRPr="00BA0EAB">
        <w:rPr>
          <w:sz w:val="24"/>
          <w:szCs w:val="24"/>
          <w:lang w:val="sw-KE" w:bidi="ar-EG"/>
        </w:rPr>
        <w:t xml:space="preserve"> na kuwaacha huru, na alipomdai mali ya malipo alimfanyia udanganyifu na akakimbilia Sham</w:t>
      </w:r>
      <w:r w:rsidRPr="00BA0EAB">
        <w:rPr>
          <w:rStyle w:val="libFootnotenumChar"/>
          <w:lang w:val="sw-KE"/>
        </w:rPr>
        <w:footnoteReference w:id="125"/>
      </w:r>
      <w:r>
        <w:rPr>
          <w:sz w:val="24"/>
          <w:szCs w:val="24"/>
          <w:lang w:val="sw-KE" w:bidi="ar-EG"/>
        </w:rPr>
        <w:t>.</w:t>
      </w:r>
    </w:p>
    <w:p w:rsidR="00BA0EAB" w:rsidRPr="00BA0EAB" w:rsidRDefault="00BA0EAB" w:rsidP="00BA0EAB">
      <w:pPr>
        <w:pStyle w:val="Header"/>
        <w:rPr>
          <w:sz w:val="24"/>
          <w:szCs w:val="24"/>
          <w:lang w:val="sw-KE" w:bidi="ar-EG"/>
        </w:rPr>
      </w:pPr>
    </w:p>
    <w:p w:rsidR="00BA0EAB" w:rsidRPr="00BA0EAB" w:rsidRDefault="00BA0EAB" w:rsidP="00BA0EAB">
      <w:pPr>
        <w:pStyle w:val="Header"/>
        <w:rPr>
          <w:sz w:val="24"/>
          <w:szCs w:val="24"/>
          <w:lang w:val="sw-KE" w:bidi="ar-EG"/>
        </w:rPr>
      </w:pPr>
      <w:r w:rsidRPr="00BA0EAB">
        <w:rPr>
          <w:sz w:val="24"/>
          <w:szCs w:val="24"/>
          <w:lang w:val="sw-KE" w:bidi="ar-EG"/>
        </w:rPr>
        <w:t xml:space="preserve">Mungu amuweke mbali na rehema Masqalah! Amefanya kitendo cha mabwana, na amekimbia ukimbiaji wa kitwana, kwa hiyo msifiaji wake hakutamka kwani amemnyamazisha, na wala mfanya wasifu wake hajaeleza kitu bali amemkemea, lau angebaki tungechukua kutoka kwake kile ambacho ni chepesi kwake kukilipa, </w:t>
      </w:r>
      <w:r>
        <w:rPr>
          <w:sz w:val="24"/>
          <w:szCs w:val="24"/>
          <w:lang w:val="sw-KE" w:bidi="ar-EG"/>
        </w:rPr>
        <w:t>na tungengoja kuzidi mali yake.</w:t>
      </w:r>
    </w:p>
    <w:p w:rsidR="00FC6815" w:rsidRPr="00FC6815" w:rsidRDefault="00FC6815" w:rsidP="00FC6815">
      <w:pPr>
        <w:pStyle w:val="Heading3"/>
        <w:rPr>
          <w:lang w:val="sw-KE" w:bidi="ar-EG"/>
        </w:rPr>
      </w:pPr>
      <w:bookmarkStart w:id="70" w:name="_Toc46076726"/>
      <w:r w:rsidRPr="00FC6815">
        <w:rPr>
          <w:lang w:val="sw-KE" w:bidi="ar-EG"/>
        </w:rPr>
        <w:t xml:space="preserve">45. NA MIONGONI MWA KHUTBA ZAKE </w:t>
      </w:r>
      <w:r w:rsidRPr="00FC6815">
        <w:rPr>
          <w:rStyle w:val="libFootnotenumChar"/>
          <w:lang w:val="sw-KE"/>
        </w:rPr>
        <w:t>(A.S)</w:t>
      </w:r>
      <w:bookmarkEnd w:id="70"/>
    </w:p>
    <w:p w:rsidR="00FC6815" w:rsidRPr="00FC6815" w:rsidRDefault="00FC6815" w:rsidP="00FC6815">
      <w:pPr>
        <w:pStyle w:val="Header"/>
        <w:rPr>
          <w:sz w:val="24"/>
          <w:szCs w:val="24"/>
          <w:lang w:val="sw-KE" w:bidi="ar-EG"/>
        </w:rPr>
      </w:pPr>
      <w:r w:rsidRPr="00FC6815">
        <w:rPr>
          <w:sz w:val="24"/>
          <w:szCs w:val="24"/>
          <w:lang w:val="sw-KE" w:bidi="ar-EG"/>
        </w:rPr>
        <w:t>Nayo ni miongoni mwa khutba ndefu alihutubia siku ya Eid al’Fitri, akiilaumu humo dunia:</w:t>
      </w:r>
    </w:p>
    <w:p w:rsidR="00FC6815" w:rsidRPr="00FC6815" w:rsidRDefault="00FC6815" w:rsidP="00FC6815">
      <w:pPr>
        <w:pStyle w:val="Header"/>
        <w:rPr>
          <w:sz w:val="24"/>
          <w:szCs w:val="24"/>
          <w:lang w:val="sw-KE" w:bidi="ar-EG"/>
        </w:rPr>
      </w:pPr>
      <w:r w:rsidRPr="00FC6815">
        <w:rPr>
          <w:sz w:val="24"/>
          <w:szCs w:val="24"/>
          <w:lang w:val="sw-KE" w:bidi="ar-EG"/>
        </w:rPr>
        <w:t xml:space="preserve"> Sifa njema ni za Mwenyezi Mungu ambaye rehema Yake haikatishi tamaa, wala hakuna anayeepukana na neema Yake, wala haukatishi tamaa msamaha wake, wala hafanyiwi kiburi kwenye ibada yake, ambaye kwake haikosekani rehema, wala haachi kuwa na neema.</w:t>
      </w:r>
    </w:p>
    <w:p w:rsidR="00BA0EAB" w:rsidRDefault="00FC6815" w:rsidP="00965097">
      <w:pPr>
        <w:pStyle w:val="Header"/>
        <w:rPr>
          <w:sz w:val="24"/>
          <w:szCs w:val="24"/>
          <w:lang w:val="sw-KE" w:bidi="ar-EG"/>
        </w:rPr>
      </w:pPr>
      <w:r w:rsidRPr="00FC6815">
        <w:rPr>
          <w:sz w:val="24"/>
          <w:szCs w:val="24"/>
          <w:lang w:val="sw-KE" w:bidi="ar-EG"/>
        </w:rPr>
        <w:t>Dunia ni nyumba iliyokadiriwa kuisha, na watu wake kutoweka humo, nayo ni tamu, ya (rangi) kijani</w:t>
      </w:r>
      <w:r w:rsidRPr="00FC6815">
        <w:rPr>
          <w:rStyle w:val="libFootnotenumChar"/>
          <w:lang w:val="sw-KE"/>
        </w:rPr>
        <w:footnoteReference w:id="126"/>
      </w:r>
      <w:r>
        <w:rPr>
          <w:sz w:val="24"/>
          <w:szCs w:val="24"/>
          <w:lang w:val="sw-KE" w:bidi="ar-EG"/>
        </w:rPr>
        <w:t>.</w:t>
      </w:r>
      <w:r w:rsidRPr="00FC6815">
        <w:rPr>
          <w:sz w:val="24"/>
          <w:szCs w:val="24"/>
          <w:lang w:val="sw-KE" w:bidi="ar-EG"/>
        </w:rPr>
        <w:t xml:space="preserve"> Na kwa kweli imemharakia mwenye kuitaka, na imejiangika moyoni mwa mwenye kuitamani. Ondokeni humo mkiwa na masurufu yaliyo bora</w:t>
      </w:r>
      <w:r w:rsidRPr="00FC6815">
        <w:rPr>
          <w:rStyle w:val="libFootnotenumChar"/>
          <w:lang w:val="sw-KE"/>
        </w:rPr>
        <w:footnoteReference w:id="127"/>
      </w:r>
      <w:r>
        <w:rPr>
          <w:sz w:val="24"/>
          <w:szCs w:val="24"/>
          <w:lang w:val="sw-KE" w:bidi="ar-EG"/>
        </w:rPr>
        <w:t>,</w:t>
      </w:r>
      <w:r w:rsidRPr="00FC6815">
        <w:rPr>
          <w:sz w:val="24"/>
          <w:szCs w:val="24"/>
          <w:lang w:val="sw-KE" w:bidi="ar-EG"/>
        </w:rPr>
        <w:t xml:space="preserve"> wala msiombe humo zaidi ya linalotosha</w:t>
      </w:r>
      <w:r>
        <w:rPr>
          <w:rStyle w:val="FootnoteReference"/>
          <w:sz w:val="24"/>
          <w:szCs w:val="24"/>
          <w:lang w:val="sw-KE" w:bidi="ar-EG"/>
        </w:rPr>
        <w:footnoteReference w:id="128"/>
      </w:r>
      <w:r w:rsidRPr="00FC6815">
        <w:rPr>
          <w:sz w:val="24"/>
          <w:szCs w:val="24"/>
          <w:lang w:val="sw-KE" w:bidi="ar-EG"/>
        </w:rPr>
        <w:t>,3 Wala msiombe kutoka humo zaidi ya mlo.</w:t>
      </w:r>
    </w:p>
    <w:p w:rsidR="001350E4" w:rsidRPr="001350E4" w:rsidRDefault="001350E4" w:rsidP="001350E4">
      <w:pPr>
        <w:pStyle w:val="Heading3"/>
        <w:rPr>
          <w:lang w:val="sw-KE" w:bidi="ar-EG"/>
        </w:rPr>
      </w:pPr>
      <w:bookmarkStart w:id="71" w:name="_Toc46076727"/>
      <w:r w:rsidRPr="001350E4">
        <w:rPr>
          <w:lang w:val="sw-KE" w:bidi="ar-EG"/>
        </w:rPr>
        <w:t xml:space="preserve">46. NA KATIKA MANENO YAKE </w:t>
      </w:r>
      <w:r w:rsidRPr="001350E4">
        <w:rPr>
          <w:rStyle w:val="libFootnotenumChar"/>
          <w:lang w:val="sw-KE"/>
        </w:rPr>
        <w:t>(A.S)</w:t>
      </w:r>
      <w:bookmarkEnd w:id="71"/>
    </w:p>
    <w:p w:rsidR="001350E4" w:rsidRPr="001350E4" w:rsidRDefault="001350E4" w:rsidP="001350E4">
      <w:pPr>
        <w:pStyle w:val="libBold1"/>
        <w:rPr>
          <w:lang w:val="sw-KE" w:bidi="ar-EG"/>
        </w:rPr>
      </w:pPr>
      <w:r w:rsidRPr="001350E4">
        <w:rPr>
          <w:lang w:val="sw-KE" w:bidi="ar-EG"/>
        </w:rPr>
        <w:t>Alipoazimia safari ya Sham:</w:t>
      </w:r>
    </w:p>
    <w:p w:rsidR="001350E4" w:rsidRPr="001350E4" w:rsidRDefault="001350E4" w:rsidP="001350E4">
      <w:pPr>
        <w:pStyle w:val="Header"/>
        <w:rPr>
          <w:sz w:val="24"/>
          <w:szCs w:val="24"/>
          <w:lang w:val="sw-KE" w:bidi="ar-EG"/>
        </w:rPr>
      </w:pPr>
      <w:r w:rsidRPr="001350E4">
        <w:rPr>
          <w:sz w:val="24"/>
          <w:szCs w:val="24"/>
          <w:lang w:val="sw-KE" w:bidi="ar-EG"/>
        </w:rPr>
        <w:t>Oh, Ewe Allah! kwa hakika mimi ninajilinda kwako na mashaka ya safari, na huzuni ya marejeo, na ubaya wa mandhari katika watu wa ndani na mali na mtoto.</w:t>
      </w:r>
    </w:p>
    <w:p w:rsidR="001350E4" w:rsidRPr="001350E4" w:rsidRDefault="001350E4" w:rsidP="001350E4">
      <w:pPr>
        <w:pStyle w:val="Header"/>
        <w:rPr>
          <w:sz w:val="24"/>
          <w:szCs w:val="24"/>
          <w:lang w:val="sw-KE" w:bidi="ar-EG"/>
        </w:rPr>
      </w:pPr>
      <w:r w:rsidRPr="001350E4">
        <w:rPr>
          <w:sz w:val="24"/>
          <w:szCs w:val="24"/>
          <w:lang w:val="sw-KE" w:bidi="ar-EG"/>
        </w:rPr>
        <w:lastRenderedPageBreak/>
        <w:t>Oh Ewe Allah! Wewe ni mwenzi safarini, na wewe ndio wa kuachwa nyuma na familia, wala havikusanyi viwili hivi asiyekuwa wewe</w:t>
      </w:r>
      <w:r w:rsidRPr="001350E4">
        <w:rPr>
          <w:rStyle w:val="libFootnotenumChar"/>
          <w:lang w:val="sw-KE"/>
        </w:rPr>
        <w:footnoteReference w:id="129"/>
      </w:r>
      <w:r>
        <w:rPr>
          <w:sz w:val="24"/>
          <w:szCs w:val="24"/>
          <w:lang w:val="sw-KE" w:bidi="ar-EG"/>
        </w:rPr>
        <w:t>,</w:t>
      </w:r>
      <w:r w:rsidRPr="001350E4">
        <w:rPr>
          <w:sz w:val="24"/>
          <w:szCs w:val="24"/>
          <w:lang w:val="sw-KE" w:bidi="ar-EG"/>
        </w:rPr>
        <w:t xml:space="preserve"> kwa kuwa mwenye kuachwa nyuma hawezi kuwa mwenzi safarini, na ambaye ni mwenzi safarini hawi muachwa nyuma</w:t>
      </w:r>
      <w:r w:rsidRPr="001350E4">
        <w:rPr>
          <w:rStyle w:val="libFootnotenumChar"/>
          <w:lang w:val="sw-KE"/>
        </w:rPr>
        <w:footnoteReference w:id="130"/>
      </w:r>
      <w:r>
        <w:rPr>
          <w:sz w:val="24"/>
          <w:szCs w:val="24"/>
          <w:lang w:val="sw-KE" w:bidi="ar-EG"/>
        </w:rPr>
        <w:t>.</w:t>
      </w:r>
    </w:p>
    <w:p w:rsidR="001350E4" w:rsidRPr="001350E4" w:rsidRDefault="001350E4" w:rsidP="001350E4">
      <w:pPr>
        <w:pStyle w:val="Header"/>
        <w:rPr>
          <w:sz w:val="24"/>
          <w:szCs w:val="24"/>
          <w:lang w:val="sw-KE" w:bidi="ar-EG"/>
        </w:rPr>
      </w:pPr>
      <w:r>
        <w:rPr>
          <w:sz w:val="24"/>
          <w:szCs w:val="24"/>
          <w:lang w:val="sw-KE" w:bidi="ar-EG"/>
        </w:rPr>
        <w:t>Sayyid ar-Radhiy (r.a</w:t>
      </w:r>
      <w:r w:rsidRPr="001350E4">
        <w:rPr>
          <w:sz w:val="24"/>
          <w:szCs w:val="24"/>
          <w:lang w:val="sw-KE" w:bidi="ar-EG"/>
        </w:rPr>
        <w:t xml:space="preserve">): “Na mwanzo wa maneno haya imeelezwa kutoka kwa Mjumbe wa Mungu </w:t>
      </w:r>
      <w:r w:rsidRPr="001350E4">
        <w:rPr>
          <w:rStyle w:val="libBold1Char"/>
          <w:lang w:val="sw-KE" w:bidi="ar-EG"/>
        </w:rPr>
        <w:t>(s.a.w.</w:t>
      </w:r>
      <w:r w:rsidRPr="001350E4">
        <w:rPr>
          <w:rStyle w:val="libBold1Char"/>
          <w:lang w:val="sw-KE"/>
        </w:rPr>
        <w:t>w)</w:t>
      </w:r>
      <w:r>
        <w:rPr>
          <w:sz w:val="24"/>
          <w:szCs w:val="24"/>
          <w:lang w:val="sw-KE" w:bidi="ar-EG"/>
        </w:rPr>
        <w:t xml:space="preserve"> na Amirul-Mu’mini </w:t>
      </w:r>
      <w:r w:rsidRPr="001350E4">
        <w:rPr>
          <w:rStyle w:val="libFootnotenumChar"/>
          <w:lang w:val="sw-KE"/>
        </w:rPr>
        <w:t>(a.s</w:t>
      </w:r>
      <w:r w:rsidRPr="001350E4">
        <w:rPr>
          <w:rStyle w:val="libFootnotenumChar"/>
          <w:lang w:val="sw-KE" w:bidi="ar-EG"/>
        </w:rPr>
        <w:t>)</w:t>
      </w:r>
      <w:r w:rsidRPr="001350E4">
        <w:rPr>
          <w:sz w:val="24"/>
          <w:szCs w:val="24"/>
          <w:lang w:val="sw-KE" w:bidi="ar-EG"/>
        </w:rPr>
        <w:t xml:space="preserve"> ameyafuatilia kwa balagha zaidi, na kuyahitimishia kihitimisho kizuri, kwa usemi wake (walaa yaj’mau’huma ghairuka) mpaka mwisho wa mlango.”</w:t>
      </w:r>
    </w:p>
    <w:p w:rsidR="008F34BC" w:rsidRPr="008F34BC" w:rsidRDefault="008F34BC" w:rsidP="008F34BC">
      <w:pPr>
        <w:pStyle w:val="Heading3"/>
        <w:rPr>
          <w:lang w:val="sw-KE" w:bidi="ar-EG"/>
        </w:rPr>
      </w:pPr>
      <w:bookmarkStart w:id="72" w:name="_Toc46076728"/>
      <w:r w:rsidRPr="008F34BC">
        <w:rPr>
          <w:lang w:val="sw-KE" w:bidi="ar-EG"/>
        </w:rPr>
        <w:t xml:space="preserve">47. NA MIONGONI MWA MANENO YAKE </w:t>
      </w:r>
      <w:r w:rsidRPr="00A76AA8">
        <w:rPr>
          <w:rStyle w:val="libFootnotenumChar"/>
          <w:lang w:val="sw-KE"/>
        </w:rPr>
        <w:t>(A.S)</w:t>
      </w:r>
      <w:bookmarkEnd w:id="72"/>
    </w:p>
    <w:p w:rsidR="008F34BC" w:rsidRPr="008F34BC" w:rsidRDefault="008F34BC" w:rsidP="00A76AA8">
      <w:pPr>
        <w:pStyle w:val="libBold1"/>
        <w:rPr>
          <w:lang w:val="sw-KE" w:bidi="ar-EG"/>
        </w:rPr>
      </w:pPr>
      <w:r w:rsidRPr="008F34BC">
        <w:rPr>
          <w:lang w:val="sw-KE" w:bidi="ar-EG"/>
        </w:rPr>
        <w:t>Katika kuuelezea mji wa al-Kufa</w:t>
      </w:r>
    </w:p>
    <w:p w:rsidR="001350E4" w:rsidRDefault="00A76AA8" w:rsidP="00A76AA8">
      <w:pPr>
        <w:pStyle w:val="Header"/>
        <w:rPr>
          <w:sz w:val="24"/>
          <w:szCs w:val="24"/>
          <w:lang w:val="sw-KE" w:bidi="ar-EG"/>
        </w:rPr>
      </w:pPr>
      <w:r w:rsidRPr="008F34BC">
        <w:rPr>
          <w:sz w:val="24"/>
          <w:szCs w:val="24"/>
          <w:lang w:val="sw-KE" w:bidi="ar-EG"/>
        </w:rPr>
        <w:t xml:space="preserve"> </w:t>
      </w:r>
      <w:r w:rsidR="008F34BC" w:rsidRPr="008F34BC">
        <w:rPr>
          <w:sz w:val="24"/>
          <w:szCs w:val="24"/>
          <w:lang w:val="sw-KE" w:bidi="ar-EG"/>
        </w:rPr>
        <w:t>Ewe al-Kufa! nakuona kana kwamba unawambwa mfano wa ngozi iliyotiwa rangi (iliyodibaghiwa) katika soko la Ukaadhu</w:t>
      </w:r>
      <w:r>
        <w:rPr>
          <w:rStyle w:val="FootnoteReference"/>
          <w:sz w:val="24"/>
          <w:szCs w:val="24"/>
          <w:lang w:val="sw-KE" w:bidi="ar-EG"/>
        </w:rPr>
        <w:footnoteReference w:id="131"/>
      </w:r>
      <w:r w:rsidR="008F34BC" w:rsidRPr="008F34BC">
        <w:rPr>
          <w:sz w:val="24"/>
          <w:szCs w:val="24"/>
          <w:lang w:val="sw-KE" w:bidi="ar-EG"/>
        </w:rPr>
        <w:t>1 unapambana na shida, na wakumbana na misukosuko, nami najua fika kuwa mjeuri anapo kukusudia kwa uovu Mungu humshughulish</w:t>
      </w:r>
      <w:r>
        <w:rPr>
          <w:sz w:val="24"/>
          <w:szCs w:val="24"/>
          <w:lang w:val="sw-KE" w:bidi="ar-EG"/>
        </w:rPr>
        <w:t>a na balaa au humtupia muuwaji.</w:t>
      </w:r>
    </w:p>
    <w:p w:rsidR="00A76AA8" w:rsidRPr="00A76AA8" w:rsidRDefault="00A76AA8" w:rsidP="00A76AA8">
      <w:pPr>
        <w:pStyle w:val="Heading3"/>
        <w:rPr>
          <w:lang w:val="sw-KE" w:bidi="ar-EG"/>
        </w:rPr>
      </w:pPr>
      <w:bookmarkStart w:id="73" w:name="_Toc46076729"/>
      <w:r w:rsidRPr="00A76AA8">
        <w:rPr>
          <w:lang w:val="sw-KE" w:bidi="ar-EG"/>
        </w:rPr>
        <w:t xml:space="preserve">48. NA MIONGONI MWA KHUTBA ZAKE </w:t>
      </w:r>
      <w:r w:rsidRPr="00A76AA8">
        <w:rPr>
          <w:rStyle w:val="libFootnotenumChar"/>
          <w:lang w:val="sw-KE"/>
        </w:rPr>
        <w:t>(A.S)</w:t>
      </w:r>
      <w:bookmarkEnd w:id="73"/>
    </w:p>
    <w:p w:rsidR="00A76AA8" w:rsidRPr="00A76AA8" w:rsidRDefault="00A76AA8" w:rsidP="00A76AA8">
      <w:pPr>
        <w:pStyle w:val="libBold1"/>
        <w:rPr>
          <w:lang w:val="sw-KE" w:bidi="ar-EG"/>
        </w:rPr>
      </w:pPr>
      <w:r w:rsidRPr="00A76AA8">
        <w:rPr>
          <w:lang w:val="sw-KE" w:bidi="ar-EG"/>
        </w:rPr>
        <w:t>Alipokuwa akienda Sham:</w:t>
      </w:r>
    </w:p>
    <w:p w:rsidR="00A76AA8" w:rsidRPr="00A76AA8" w:rsidRDefault="00A76AA8" w:rsidP="00A76AA8">
      <w:pPr>
        <w:pStyle w:val="Header"/>
        <w:rPr>
          <w:sz w:val="24"/>
          <w:szCs w:val="24"/>
          <w:lang w:val="sw-KE" w:bidi="ar-EG"/>
        </w:rPr>
      </w:pPr>
      <w:r w:rsidRPr="00A76AA8">
        <w:rPr>
          <w:sz w:val="24"/>
          <w:szCs w:val="24"/>
          <w:lang w:val="sw-KE" w:bidi="ar-EG"/>
        </w:rPr>
        <w:t xml:space="preserve"> Shukrani ni zake Mungu kila usiku uingiapo na giza linapokithiri, na shukrani ni za Mungu kila nyota inapojitokeza na kila inapozama. (Mungu amesema: Na shari ya giza la usiku liingiapo; 113:3). Na himidi ni ya Mungu hakosi kuneemesha, wala halipwi fadhila.</w:t>
      </w:r>
    </w:p>
    <w:p w:rsidR="00A76AA8" w:rsidRPr="00A76AA8" w:rsidRDefault="00A76AA8" w:rsidP="00A76AA8">
      <w:pPr>
        <w:pStyle w:val="Header"/>
        <w:rPr>
          <w:sz w:val="24"/>
          <w:szCs w:val="24"/>
          <w:lang w:val="sw-KE" w:bidi="ar-EG"/>
        </w:rPr>
      </w:pPr>
      <w:r w:rsidRPr="00A76AA8">
        <w:rPr>
          <w:sz w:val="24"/>
          <w:szCs w:val="24"/>
          <w:lang w:val="sw-KE" w:bidi="ar-EG"/>
        </w:rPr>
        <w:t xml:space="preserve">Kwa kweli nimekwisha tuma kikosi cha mbele cha jeshi, na nimewaamuru wabakie kwenye ukingo wa mto wa Dajlah (Tigris), mpaka wajiwe na amri yangu, nimeonelea niyavuke maji haya mpaka makazi madogo ya watu </w:t>
      </w:r>
      <w:r w:rsidRPr="00A76AA8">
        <w:rPr>
          <w:sz w:val="24"/>
          <w:szCs w:val="24"/>
          <w:lang w:val="sw-KE" w:bidi="ar-EG"/>
        </w:rPr>
        <w:lastRenderedPageBreak/>
        <w:t>miongoni mwenu wanaokaa ukingo wa mto wa Dajlah (Tigris), ili niwasimamishe pamwe na ninyi mumwelekee adui yenu, na niwafany</w:t>
      </w:r>
      <w:r>
        <w:rPr>
          <w:sz w:val="24"/>
          <w:szCs w:val="24"/>
          <w:lang w:val="sw-KE" w:bidi="ar-EG"/>
        </w:rPr>
        <w:t>e wawe nyongeza ya nguvu kwenu.</w:t>
      </w:r>
    </w:p>
    <w:p w:rsidR="00A76AA8" w:rsidRDefault="00A76AA8" w:rsidP="00A76AA8">
      <w:pPr>
        <w:pStyle w:val="Header"/>
        <w:rPr>
          <w:sz w:val="24"/>
          <w:szCs w:val="24"/>
          <w:lang w:val="sw-KE" w:bidi="ar-EG"/>
        </w:rPr>
      </w:pPr>
      <w:r w:rsidRPr="00A76AA8">
        <w:rPr>
          <w:sz w:val="24"/>
          <w:szCs w:val="24"/>
          <w:lang w:val="sw-KE" w:bidi="ar-EG"/>
        </w:rPr>
        <w:t xml:space="preserve">Sharifu Ar-Radhiy anasema: ‘Anakusudia </w:t>
      </w:r>
      <w:r w:rsidRPr="00A76AA8">
        <w:rPr>
          <w:rStyle w:val="libFootnotenumChar"/>
          <w:lang w:val="sw-KE" w:bidi="ar-EG"/>
        </w:rPr>
        <w:t>(a.s)</w:t>
      </w:r>
      <w:r w:rsidRPr="00A76AA8">
        <w:rPr>
          <w:sz w:val="24"/>
          <w:szCs w:val="24"/>
          <w:lang w:val="sw-KE" w:bidi="ar-EG"/>
        </w:rPr>
        <w:t xml:space="preserve"> kwa neno Miltaat hapa, upande aliowaamuru wabakie; nao ni ukingo wa mto wa Furaat, nalo latumika pia kwa ukingo wa bahari. Na asili ya neno ni ardhi iliyo tambarare. Na yu akusudia kwa neno nut’fah: maji ya Furaati, na hiyo ni miongoni mwa ibara ya aina yake na ya ajabu.’</w:t>
      </w:r>
    </w:p>
    <w:p w:rsidR="00A76AA8" w:rsidRPr="00A76AA8" w:rsidRDefault="00A76AA8" w:rsidP="00A76AA8">
      <w:pPr>
        <w:pStyle w:val="Heading3"/>
        <w:rPr>
          <w:lang w:val="sw-KE" w:bidi="ar-EG"/>
        </w:rPr>
      </w:pPr>
      <w:bookmarkStart w:id="74" w:name="_Toc46076730"/>
      <w:r w:rsidRPr="00A76AA8">
        <w:rPr>
          <w:lang w:val="sw-KE" w:bidi="ar-EG"/>
        </w:rPr>
        <w:t xml:space="preserve">49. NA MIONGONI MWA MANENO YAKE </w:t>
      </w:r>
      <w:r w:rsidRPr="00A76AA8">
        <w:rPr>
          <w:rStyle w:val="libFootnotenumChar"/>
          <w:lang w:val="sw-KE"/>
        </w:rPr>
        <w:t>(A.S)</w:t>
      </w:r>
      <w:bookmarkEnd w:id="74"/>
    </w:p>
    <w:p w:rsidR="00A76AA8" w:rsidRPr="00A76AA8" w:rsidRDefault="00A76AA8" w:rsidP="00A76AA8">
      <w:pPr>
        <w:pStyle w:val="libBold2"/>
        <w:rPr>
          <w:lang w:val="sw-KE" w:bidi="ar-EG"/>
        </w:rPr>
      </w:pPr>
      <w:r w:rsidRPr="00A76AA8">
        <w:rPr>
          <w:lang w:val="sw-KE" w:bidi="ar-EG"/>
        </w:rPr>
        <w:t>Kuhusu sifa ya Rububiya umola ulezi na ilimu ya Kiungu:</w:t>
      </w:r>
    </w:p>
    <w:p w:rsidR="00A76AA8" w:rsidRPr="00A76AA8" w:rsidRDefault="00A76AA8" w:rsidP="00A76AA8">
      <w:pPr>
        <w:pStyle w:val="Header"/>
        <w:rPr>
          <w:sz w:val="24"/>
          <w:szCs w:val="24"/>
          <w:lang w:val="sw-KE" w:bidi="ar-EG"/>
        </w:rPr>
      </w:pPr>
      <w:r w:rsidRPr="00A76AA8">
        <w:rPr>
          <w:sz w:val="24"/>
          <w:szCs w:val="24"/>
          <w:lang w:val="sw-KE" w:bidi="ar-EG"/>
        </w:rPr>
        <w:t>Mwenye kustahiki sifa ni Allah (swt) ambaye ameficha mambo yaliyofichikana, na yamejulishwa na dalili zilizo dhahiri, na amezuilika na jicho lenye kuona</w:t>
      </w:r>
      <w:r w:rsidRPr="00A76AA8">
        <w:rPr>
          <w:rStyle w:val="libFootnotenumChar"/>
          <w:lang w:val="sw-KE"/>
        </w:rPr>
        <w:footnoteReference w:id="132"/>
      </w:r>
      <w:r>
        <w:rPr>
          <w:sz w:val="24"/>
          <w:szCs w:val="24"/>
          <w:lang w:val="sw-KE" w:bidi="ar-EG"/>
        </w:rPr>
        <w:t>;</w:t>
      </w:r>
      <w:r w:rsidRPr="00A76AA8">
        <w:rPr>
          <w:sz w:val="24"/>
          <w:szCs w:val="24"/>
          <w:lang w:val="sw-KE" w:bidi="ar-EG"/>
        </w:rPr>
        <w:t xml:space="preserve"> hivyo basi hapana jicho la asiyemuona linalomkanusha</w:t>
      </w:r>
      <w:r w:rsidRPr="00A76AA8">
        <w:rPr>
          <w:rStyle w:val="libFootnotenumChar"/>
          <w:lang w:val="sw-KE"/>
        </w:rPr>
        <w:footnoteReference w:id="133"/>
      </w:r>
      <w:r w:rsidRPr="00A76AA8">
        <w:rPr>
          <w:sz w:val="24"/>
          <w:szCs w:val="24"/>
          <w:lang w:val="sw-KE" w:bidi="ar-EG"/>
        </w:rPr>
        <w:t xml:space="preserve"> wala moyo wa aliyemthibitisha unaomuona</w:t>
      </w:r>
      <w:r w:rsidRPr="00A76AA8">
        <w:rPr>
          <w:rStyle w:val="libFootnotenumChar"/>
          <w:lang w:val="sw-KE"/>
        </w:rPr>
        <w:footnoteReference w:id="134"/>
      </w:r>
      <w:r>
        <w:rPr>
          <w:sz w:val="24"/>
          <w:szCs w:val="24"/>
          <w:lang w:val="sw-KE" w:bidi="ar-EG"/>
        </w:rPr>
        <w:t>.</w:t>
      </w:r>
      <w:r w:rsidRPr="00A76AA8">
        <w:rPr>
          <w:sz w:val="24"/>
          <w:szCs w:val="24"/>
          <w:lang w:val="sw-KE" w:bidi="ar-EG"/>
        </w:rPr>
        <w:t xml:space="preserve"> Ametangulia katika kuwa juu hapana kitu kipo juu zaidi yake, na amesogea kwa ukaribu hapana kitu kilicho karibu mno kuliko Yeye</w:t>
      </w:r>
      <w:r w:rsidRPr="00A76AA8">
        <w:rPr>
          <w:rStyle w:val="libFootnotenumChar"/>
          <w:lang w:val="sw-KE"/>
        </w:rPr>
        <w:footnoteReference w:id="135"/>
      </w:r>
      <w:r>
        <w:rPr>
          <w:sz w:val="24"/>
          <w:szCs w:val="24"/>
          <w:lang w:val="sw-KE" w:bidi="ar-EG"/>
        </w:rPr>
        <w:t>.</w:t>
      </w:r>
      <w:r w:rsidRPr="00A76AA8">
        <w:rPr>
          <w:sz w:val="24"/>
          <w:szCs w:val="24"/>
          <w:lang w:val="sw-KE" w:bidi="ar-EG"/>
        </w:rPr>
        <w:t xml:space="preserve"> Hivyo basi si kuwa juu mno kwake kumemuweka mbali na kitu katika viumbe Vyake, wala si ukaribu wake umewafanya viumbe wawe sawa naye katika mahali</w:t>
      </w:r>
      <w:r w:rsidRPr="00A76AA8">
        <w:rPr>
          <w:rStyle w:val="libFootnotenumChar"/>
          <w:lang w:val="sw-KE"/>
        </w:rPr>
        <w:footnoteReference w:id="136"/>
      </w:r>
      <w:r>
        <w:rPr>
          <w:sz w:val="24"/>
          <w:szCs w:val="24"/>
          <w:lang w:val="sw-KE" w:bidi="ar-EG"/>
        </w:rPr>
        <w:t>.</w:t>
      </w:r>
    </w:p>
    <w:p w:rsidR="00A76AA8" w:rsidRPr="00A76AA8" w:rsidRDefault="00A76AA8" w:rsidP="00A76AA8">
      <w:pPr>
        <w:pStyle w:val="Header"/>
        <w:rPr>
          <w:sz w:val="24"/>
          <w:szCs w:val="24"/>
          <w:lang w:val="sw-KE" w:bidi="ar-EG"/>
        </w:rPr>
      </w:pPr>
      <w:r w:rsidRPr="00A76AA8">
        <w:rPr>
          <w:sz w:val="24"/>
          <w:szCs w:val="24"/>
          <w:lang w:val="sw-KE" w:bidi="ar-EG"/>
        </w:rPr>
        <w:t>Hajazijulisha akili mipaka ya sifa Zake, wala hakuzizuia kiasi cha kuwa mbali na wajibu wa kumtambua kwake, hivyo basi Yeye ndiye ambaye alama za kuwepo zamshuhudia, kwa kukiri moyo wa mwenye kupinga</w:t>
      </w:r>
      <w:r w:rsidRPr="005624CD">
        <w:rPr>
          <w:rStyle w:val="libFootnotenumChar"/>
          <w:lang w:val="sw-KE"/>
        </w:rPr>
        <w:footnoteReference w:id="137"/>
      </w:r>
      <w:r w:rsidR="005624CD">
        <w:rPr>
          <w:sz w:val="24"/>
          <w:szCs w:val="24"/>
          <w:lang w:val="sw-KE" w:bidi="ar-EG"/>
        </w:rPr>
        <w:t>,</w:t>
      </w:r>
      <w:r w:rsidRPr="00A76AA8">
        <w:rPr>
          <w:sz w:val="24"/>
          <w:szCs w:val="24"/>
          <w:lang w:val="sw-KE" w:bidi="ar-EG"/>
        </w:rPr>
        <w:t xml:space="preserve"> Mungu yu aepuekana na wayasemayo wamshabihishao na wana</w:t>
      </w:r>
      <w:r w:rsidR="00F50724">
        <w:rPr>
          <w:sz w:val="24"/>
          <w:szCs w:val="24"/>
          <w:lang w:val="sw-KE" w:bidi="ar-EG"/>
        </w:rPr>
        <w:t>ompinga, yu juu juu juu kabisa!.</w:t>
      </w:r>
    </w:p>
    <w:p w:rsidR="005624CD" w:rsidRPr="005624CD" w:rsidRDefault="005624CD" w:rsidP="005624CD">
      <w:pPr>
        <w:pStyle w:val="Heading3"/>
        <w:rPr>
          <w:lang w:val="sw-KE" w:bidi="ar-EG"/>
        </w:rPr>
      </w:pPr>
      <w:bookmarkStart w:id="75" w:name="_Toc46076731"/>
      <w:r w:rsidRPr="005624CD">
        <w:rPr>
          <w:lang w:val="sw-KE" w:bidi="ar-EG"/>
        </w:rPr>
        <w:lastRenderedPageBreak/>
        <w:t xml:space="preserve">50. MIONGONI MWA MANENO YAKE </w:t>
      </w:r>
      <w:r w:rsidRPr="005624CD">
        <w:rPr>
          <w:rStyle w:val="libFootnotenumChar"/>
          <w:lang w:val="sw-KE"/>
        </w:rPr>
        <w:t>(A.S)</w:t>
      </w:r>
      <w:bookmarkEnd w:id="75"/>
    </w:p>
    <w:p w:rsidR="005624CD" w:rsidRPr="005624CD" w:rsidRDefault="005624CD" w:rsidP="005624CD">
      <w:pPr>
        <w:pStyle w:val="Header"/>
        <w:rPr>
          <w:sz w:val="24"/>
          <w:szCs w:val="24"/>
          <w:lang w:val="sw-KE" w:bidi="ar-EG"/>
        </w:rPr>
      </w:pPr>
      <w:r w:rsidRPr="005624CD">
        <w:rPr>
          <w:sz w:val="24"/>
          <w:szCs w:val="24"/>
          <w:lang w:val="sw-KE" w:bidi="ar-EG"/>
        </w:rPr>
        <w:t>Miongono mwa maneno yake (a.s)- Hotuba hii Al’Barqii ameielzea katika kitabu “Al’Mahasin” katika</w:t>
      </w:r>
    </w:p>
    <w:p w:rsidR="005624CD" w:rsidRPr="005624CD" w:rsidRDefault="005624CD" w:rsidP="005624CD">
      <w:pPr>
        <w:pStyle w:val="Header"/>
        <w:rPr>
          <w:sz w:val="24"/>
          <w:szCs w:val="24"/>
          <w:lang w:val="sw-KE" w:bidi="ar-EG"/>
        </w:rPr>
      </w:pPr>
      <w:r w:rsidRPr="005624CD">
        <w:rPr>
          <w:sz w:val="24"/>
          <w:szCs w:val="24"/>
          <w:lang w:val="sw-KE" w:bidi="ar-EG"/>
        </w:rPr>
        <w:t>kitabu cha ‘Masabiihu dhulmi’. Na at-Tawhidii ndani ya “Al’Basairu wa Dhakhairu” uk. 32. Na ibn</w:t>
      </w:r>
    </w:p>
    <w:p w:rsidR="005624CD" w:rsidRPr="005624CD" w:rsidRDefault="005624CD" w:rsidP="005624CD">
      <w:pPr>
        <w:pStyle w:val="Header"/>
        <w:rPr>
          <w:sz w:val="24"/>
          <w:szCs w:val="24"/>
          <w:lang w:val="sw-KE" w:bidi="ar-EG"/>
        </w:rPr>
      </w:pPr>
      <w:r w:rsidRPr="005624CD">
        <w:rPr>
          <w:sz w:val="24"/>
          <w:szCs w:val="24"/>
          <w:lang w:val="sw-KE" w:bidi="ar-EG"/>
        </w:rPr>
        <w:t>Waadhihu ndani ya “At-Tari’ikh”: Jz. 2, uk. 136. Na Al’Kaulayni ndani ya “Al’Kaafii” katika mlango wa Al’bid’au war’ra’ayu</w:t>
      </w:r>
    </w:p>
    <w:p w:rsidR="005624CD" w:rsidRPr="005624CD" w:rsidRDefault="005624CD" w:rsidP="005624CD">
      <w:pPr>
        <w:pStyle w:val="Header"/>
        <w:rPr>
          <w:sz w:val="24"/>
          <w:szCs w:val="24"/>
          <w:lang w:val="sw-KE" w:bidi="ar-EG"/>
        </w:rPr>
      </w:pPr>
    </w:p>
    <w:p w:rsidR="005624CD" w:rsidRPr="005624CD" w:rsidRDefault="005624CD" w:rsidP="006C48E5">
      <w:pPr>
        <w:pStyle w:val="libBold1"/>
        <w:rPr>
          <w:lang w:val="sw-KE" w:bidi="ar-EG"/>
        </w:rPr>
      </w:pPr>
      <w:r w:rsidRPr="005624CD">
        <w:rPr>
          <w:lang w:val="sw-KE" w:bidi="ar-EG"/>
        </w:rPr>
        <w:t>Kuhusu chanzo cha fitna:</w:t>
      </w:r>
    </w:p>
    <w:p w:rsidR="005624CD" w:rsidRPr="005624CD" w:rsidRDefault="006C48E5" w:rsidP="005624CD">
      <w:pPr>
        <w:pStyle w:val="Header"/>
        <w:rPr>
          <w:sz w:val="24"/>
          <w:szCs w:val="24"/>
          <w:lang w:val="sw-KE" w:bidi="ar-EG"/>
        </w:rPr>
      </w:pPr>
      <w:r w:rsidRPr="005624CD">
        <w:rPr>
          <w:sz w:val="24"/>
          <w:szCs w:val="24"/>
          <w:lang w:val="sw-KE" w:bidi="ar-EG"/>
        </w:rPr>
        <w:t xml:space="preserve"> </w:t>
      </w:r>
      <w:r w:rsidR="005624CD" w:rsidRPr="005624CD">
        <w:rPr>
          <w:sz w:val="24"/>
          <w:szCs w:val="24"/>
          <w:lang w:val="sw-KE" w:bidi="ar-EG"/>
        </w:rPr>
        <w:t>Hakika chanzo cha kutokea fitina ni kuendekeza na kufuata matamanio, na hukumu huzushwa, humo Kitabu cha Mungu huendwa kinyume, kwa hilo watu wanasaidiana wao kwa wao</w:t>
      </w:r>
      <w:r w:rsidR="004A7A52" w:rsidRPr="004A7A52">
        <w:rPr>
          <w:rStyle w:val="libFootnotenumChar"/>
          <w:lang w:val="sw-KE"/>
        </w:rPr>
        <w:footnoteReference w:id="138"/>
      </w:r>
      <w:r w:rsidR="005624CD" w:rsidRPr="005624CD">
        <w:rPr>
          <w:sz w:val="24"/>
          <w:szCs w:val="24"/>
          <w:lang w:val="sw-KE" w:bidi="ar-EG"/>
        </w:rPr>
        <w:t>kinyume na dini ya Mungu. Lau batili ingekuwa tupu bila ya kuchanganyika na haki isingefichika kwa wenye kuitafuta; Na lau haki ingekuwa imeepukana na kuvikwa na batili, ndimi za wapinzani zingekatika.</w:t>
      </w:r>
    </w:p>
    <w:p w:rsidR="005624CD" w:rsidRPr="005624CD" w:rsidRDefault="005624CD" w:rsidP="005624CD">
      <w:pPr>
        <w:pStyle w:val="Header"/>
        <w:rPr>
          <w:sz w:val="24"/>
          <w:szCs w:val="24"/>
          <w:lang w:val="sw-KE" w:bidi="ar-EG"/>
        </w:rPr>
      </w:pPr>
      <w:r w:rsidRPr="005624CD">
        <w:rPr>
          <w:sz w:val="24"/>
          <w:szCs w:val="24"/>
          <w:lang w:val="sw-KE" w:bidi="ar-EG"/>
        </w:rPr>
        <w:t>Lakini huchukuliwa kutoka huku fumba</w:t>
      </w:r>
      <w:r w:rsidR="004A7A52" w:rsidRPr="004A7A52">
        <w:rPr>
          <w:rStyle w:val="libFootnotenumChar"/>
          <w:lang w:val="sw-KE"/>
        </w:rPr>
        <w:footnoteReference w:id="139"/>
      </w:r>
      <w:r w:rsidRPr="005624CD">
        <w:rPr>
          <w:sz w:val="24"/>
          <w:szCs w:val="24"/>
          <w:lang w:val="sw-KE" w:bidi="ar-EG"/>
        </w:rPr>
        <w:t xml:space="preserve"> na huku fumba na huchanganywa, hapo shetani huwashinda rafiki zake, wataokoka wale waliotunukiwa wema kutoka kwa </w:t>
      </w:r>
      <w:r w:rsidR="006C48E5">
        <w:rPr>
          <w:sz w:val="24"/>
          <w:szCs w:val="24"/>
          <w:lang w:val="sw-KE" w:bidi="ar-EG"/>
        </w:rPr>
        <w:t>Mungu hapo kabla.</w:t>
      </w:r>
    </w:p>
    <w:p w:rsidR="00FB2B47" w:rsidRPr="00FB2B47" w:rsidRDefault="00FB2B47" w:rsidP="00FB2B47">
      <w:pPr>
        <w:pStyle w:val="Heading3"/>
        <w:rPr>
          <w:lang w:val="sw-KE" w:bidi="ar-EG"/>
        </w:rPr>
      </w:pPr>
      <w:bookmarkStart w:id="76" w:name="_Toc46076732"/>
      <w:r w:rsidRPr="00FB2B47">
        <w:rPr>
          <w:lang w:val="sw-KE" w:bidi="ar-EG"/>
        </w:rPr>
        <w:t xml:space="preserve">51. NA MIONGONI MWA KHUTBA ZAKE </w:t>
      </w:r>
      <w:r w:rsidRPr="00FB2B47">
        <w:rPr>
          <w:rStyle w:val="libFootnotenumChar"/>
        </w:rPr>
        <w:t>(A.S)</w:t>
      </w:r>
      <w:bookmarkEnd w:id="76"/>
    </w:p>
    <w:p w:rsidR="00FB2B47" w:rsidRPr="00FB2B47" w:rsidRDefault="00FB2B47" w:rsidP="00FB2B47">
      <w:pPr>
        <w:pStyle w:val="Header"/>
        <w:rPr>
          <w:sz w:val="24"/>
          <w:szCs w:val="24"/>
          <w:lang w:val="sw-KE" w:bidi="ar-EG"/>
        </w:rPr>
      </w:pPr>
      <w:r w:rsidRPr="00FB2B47">
        <w:rPr>
          <w:sz w:val="24"/>
          <w:szCs w:val="24"/>
          <w:lang w:val="sw-KE" w:bidi="ar-EG"/>
        </w:rPr>
        <w:t xml:space="preserve">Na miongoni mwa khutba zake </w:t>
      </w:r>
      <w:r w:rsidRPr="00FB2B47">
        <w:rPr>
          <w:rStyle w:val="libFootnotenumChar"/>
          <w:lang w:val="sw-KE" w:bidi="ar-EG"/>
        </w:rPr>
        <w:t>(a.s)</w:t>
      </w:r>
      <w:r w:rsidRPr="00FB2B47">
        <w:rPr>
          <w:sz w:val="24"/>
          <w:szCs w:val="24"/>
          <w:lang w:val="sw-KE" w:bidi="ar-EG"/>
        </w:rPr>
        <w:t xml:space="preserve"> - Ameieleza hotuba hii ibn Muzahim ndani ya kitabu chake,‘Swifiin.’</w:t>
      </w:r>
    </w:p>
    <w:p w:rsidR="00FB2B47" w:rsidRPr="00FB2B47" w:rsidRDefault="00FB2B47" w:rsidP="00FB2B47">
      <w:pPr>
        <w:pStyle w:val="Header"/>
        <w:rPr>
          <w:sz w:val="24"/>
          <w:szCs w:val="24"/>
          <w:lang w:val="sw-KE" w:bidi="ar-EG"/>
        </w:rPr>
      </w:pPr>
      <w:r w:rsidRPr="00FB2B47">
        <w:rPr>
          <w:sz w:val="24"/>
          <w:szCs w:val="24"/>
          <w:lang w:val="sw-KE" w:bidi="ar-EG"/>
        </w:rPr>
        <w:t xml:space="preserve">Watu wa Muawiyah walipowazidi nguvu watu wake </w:t>
      </w:r>
      <w:r w:rsidRPr="00FB2B47">
        <w:rPr>
          <w:rStyle w:val="libFootnotenumChar"/>
          <w:lang w:val="sw-KE" w:bidi="ar-EG"/>
        </w:rPr>
        <w:t>(a.s)</w:t>
      </w:r>
      <w:r w:rsidRPr="00FB2B47">
        <w:rPr>
          <w:sz w:val="24"/>
          <w:szCs w:val="24"/>
          <w:lang w:val="sw-KE" w:bidi="ar-EG"/>
        </w:rPr>
        <w:t xml:space="preserve"> kwa kuzingira njia ya maji na kuwaziwia wasiteke maji kutoka mto wa Furati huko Siffin:</w:t>
      </w:r>
    </w:p>
    <w:p w:rsidR="00A76AA8" w:rsidRDefault="00FB2B47" w:rsidP="00FB2B47">
      <w:pPr>
        <w:pStyle w:val="Header"/>
        <w:rPr>
          <w:sz w:val="24"/>
          <w:szCs w:val="24"/>
          <w:lang w:val="sw-KE" w:bidi="ar-EG"/>
        </w:rPr>
      </w:pPr>
      <w:r w:rsidRPr="00FB2B47">
        <w:rPr>
          <w:sz w:val="24"/>
          <w:szCs w:val="24"/>
          <w:lang w:val="sw-KE" w:bidi="ar-EG"/>
        </w:rPr>
        <w:t xml:space="preserve"> Wamekuombeni vita, basi bakieni katika madhila na kubaki nyuma kwa daraja, au zikozeni kiu panga kwa damu mtakoza kiu zenu kwa maji: Mauti hasa ni maisha ya kuburuzwa, na uhai hasa ni kufa ndani ya kutenzwa nguvu. Lo! kwa hakika Muawiyah ameongoza kikundi cha watu waasi na amewafichia kheri kiasi cha kuwa wamezifanya shi</w:t>
      </w:r>
      <w:r>
        <w:rPr>
          <w:sz w:val="24"/>
          <w:szCs w:val="24"/>
          <w:lang w:val="sw-KE" w:bidi="ar-EG"/>
        </w:rPr>
        <w:t>ngo zao ziwe shabahio la mauti.</w:t>
      </w:r>
    </w:p>
    <w:p w:rsidR="00AE15AF" w:rsidRPr="00AE15AF" w:rsidRDefault="00AE15AF" w:rsidP="00AE15AF">
      <w:pPr>
        <w:pStyle w:val="Heading3"/>
        <w:rPr>
          <w:lang w:val="sw-KE" w:bidi="ar-EG"/>
        </w:rPr>
      </w:pPr>
      <w:bookmarkStart w:id="77" w:name="_Toc46076733"/>
      <w:r w:rsidRPr="00AE15AF">
        <w:rPr>
          <w:lang w:val="sw-KE" w:bidi="ar-EG"/>
        </w:rPr>
        <w:t xml:space="preserve">52. MIONGONI MWA KHUTBA ZAKE </w:t>
      </w:r>
      <w:r w:rsidRPr="00AE15AF">
        <w:rPr>
          <w:rStyle w:val="libFootnotenumChar"/>
          <w:lang w:val="sw-KE"/>
        </w:rPr>
        <w:t>(A.S)</w:t>
      </w:r>
      <w:bookmarkEnd w:id="77"/>
    </w:p>
    <w:p w:rsidR="00AE15AF" w:rsidRPr="00AE15AF" w:rsidRDefault="00AE15AF" w:rsidP="00AE15AF">
      <w:pPr>
        <w:pStyle w:val="Header"/>
        <w:rPr>
          <w:sz w:val="24"/>
          <w:szCs w:val="24"/>
          <w:lang w:val="sw-KE" w:bidi="ar-EG"/>
        </w:rPr>
      </w:pPr>
      <w:r w:rsidRPr="00AE15AF">
        <w:rPr>
          <w:sz w:val="24"/>
          <w:szCs w:val="24"/>
          <w:lang w:val="sw-KE" w:bidi="ar-EG"/>
        </w:rPr>
        <w:t xml:space="preserve">Miongoni mwa khutba zake </w:t>
      </w:r>
      <w:r w:rsidRPr="00AE15AF">
        <w:rPr>
          <w:rStyle w:val="libFootnotenumChar"/>
          <w:lang w:val="sw-KE" w:bidi="ar-EG"/>
        </w:rPr>
        <w:t>(a.s)</w:t>
      </w:r>
      <w:r w:rsidRPr="00AE15AF">
        <w:rPr>
          <w:sz w:val="24"/>
          <w:szCs w:val="24"/>
          <w:lang w:val="sw-KE" w:bidi="ar-EG"/>
        </w:rPr>
        <w:t xml:space="preserve"> - Hotuba hii inaifuata hotuba iliyotangulia katika nakala ya ibn Abil-Hadid.</w:t>
      </w:r>
    </w:p>
    <w:p w:rsidR="00AE15AF" w:rsidRPr="00AE15AF" w:rsidRDefault="00AE15AF" w:rsidP="00AE15AF">
      <w:pPr>
        <w:pStyle w:val="libBold1"/>
        <w:rPr>
          <w:lang w:val="sw-KE" w:bidi="ar-EG"/>
        </w:rPr>
      </w:pPr>
      <w:r w:rsidRPr="00AE15AF">
        <w:rPr>
          <w:lang w:val="sw-KE" w:bidi="ar-EG"/>
        </w:rPr>
        <w:t>Kuhusu kujinyima:</w:t>
      </w:r>
    </w:p>
    <w:p w:rsidR="00AE15AF" w:rsidRPr="00AE15AF" w:rsidRDefault="00AE15AF" w:rsidP="00AE15AF">
      <w:pPr>
        <w:pStyle w:val="Header"/>
        <w:rPr>
          <w:sz w:val="24"/>
          <w:szCs w:val="24"/>
          <w:lang w:val="sw-KE" w:bidi="ar-EG"/>
        </w:rPr>
      </w:pPr>
      <w:r w:rsidRPr="00AE15AF">
        <w:rPr>
          <w:sz w:val="24"/>
          <w:szCs w:val="24"/>
          <w:lang w:val="sw-KE" w:bidi="ar-EG"/>
        </w:rPr>
        <w:t xml:space="preserve"> Lo! Kwa kweli dunia imekwisha na imetoa ilani kwisha kwake. Mema yake, yameondoka yametokomea haraka, inawasukumia mwisho wakazi wake, </w:t>
      </w:r>
      <w:r w:rsidRPr="00AE15AF">
        <w:rPr>
          <w:sz w:val="24"/>
          <w:szCs w:val="24"/>
          <w:lang w:val="sw-KE" w:bidi="ar-EG"/>
        </w:rPr>
        <w:lastRenderedPageBreak/>
        <w:t>inawasukuma kwenye umauti majirani zake. Vilivyokuwa vitamu imevifanya kuwa vichungu, na kuvichafua vilivyo kuwa safi, hakikubakia humo ila mabaki kidogo kama mabaki ya maji katika chombo au mfano wa funda la mgao, lau wenye kiu wawili wafyonze hawangekata kiu.</w:t>
      </w:r>
      <w:r>
        <w:rPr>
          <w:sz w:val="24"/>
          <w:szCs w:val="24"/>
          <w:lang w:val="sw-KE" w:bidi="ar-EG"/>
        </w:rPr>
        <w:t xml:space="preserve"> </w:t>
      </w:r>
      <w:r w:rsidRPr="00AE15AF">
        <w:rPr>
          <w:sz w:val="24"/>
          <w:szCs w:val="24"/>
          <w:lang w:val="sw-KE" w:bidi="ar-EG"/>
        </w:rPr>
        <w:t>asi enyi waja wa Mungu azimieni msafara wa kuitoka nyumba hii ambayo wakazi wake wamepangiwa kutoweka, wala yasikushindeni nguvu humo matumaini, wala muda msiufanye kuwa mrefu humo.</w:t>
      </w:r>
    </w:p>
    <w:p w:rsidR="00AE15AF" w:rsidRPr="00AE15AF" w:rsidRDefault="00AE15AF" w:rsidP="00AE15AF">
      <w:pPr>
        <w:pStyle w:val="Header"/>
        <w:rPr>
          <w:sz w:val="24"/>
          <w:szCs w:val="24"/>
          <w:lang w:val="sw-KE" w:bidi="ar-EG"/>
        </w:rPr>
      </w:pPr>
      <w:r w:rsidRPr="00AE15AF">
        <w:rPr>
          <w:sz w:val="24"/>
          <w:szCs w:val="24"/>
          <w:lang w:val="sw-KE" w:bidi="ar-EG"/>
        </w:rPr>
        <w:t>Wallahi hata mlie mfano wa ngamia walio huzunika kwa kuwakosa watoto wao au muite kwa mnung’uniko wa huzuni wa njiwa, au mnyanyue sauti kwa unyenyekevu mfano wa watawa (waliojitenga na dunia wakimuelekea Mungu,) na muwe mmejitowa mbali na mali na watoto mkimuelekea Mungu; kutaka ukaribu na yeye, ili kuinyanyua daraja kwake au kughufiriwa ovu lililohesabika na vitabu Vyake, na kuhifadhiwa na malaika Wake, ingekuwa thawabu kidogo kulinganisha na ninavyowatarajia thawabu Zake, na ninavyo wahofia adhabu Zake.</w:t>
      </w:r>
    </w:p>
    <w:p w:rsidR="00AE15AF" w:rsidRDefault="00AE15AF" w:rsidP="00AE15AF">
      <w:pPr>
        <w:pStyle w:val="Header"/>
        <w:rPr>
          <w:sz w:val="24"/>
          <w:szCs w:val="24"/>
          <w:lang w:val="sw-KE" w:bidi="ar-EG"/>
        </w:rPr>
      </w:pPr>
      <w:r w:rsidRPr="00AE15AF">
        <w:rPr>
          <w:sz w:val="24"/>
          <w:szCs w:val="24"/>
          <w:lang w:val="sw-KE" w:bidi="ar-EG"/>
        </w:rPr>
        <w:t>Namuapa Mungu hata nyoyo zenu ziyayuke kabisa na macho yenu yatiririshe machozi ya damu aidha mkimtarajia au kumhofia, kisha mbakishwe kuishi duniani muda wake wa kudumu, matendo yenu hayangetoa malipo ya neema Zake kubwa - hata kama msingebakisha kitu katika juhudi zenu - zisingelipia chochote katika fadhila Zake nyingi juu yenu - na kuwaongozen</w:t>
      </w:r>
      <w:r>
        <w:rPr>
          <w:sz w:val="24"/>
          <w:szCs w:val="24"/>
          <w:lang w:val="sw-KE" w:bidi="ar-EG"/>
        </w:rPr>
        <w:t>i kwake kwenye imani.</w:t>
      </w:r>
    </w:p>
    <w:p w:rsidR="00AE15AF" w:rsidRPr="00AE15AF" w:rsidRDefault="00AE15AF" w:rsidP="00AE15AF">
      <w:pPr>
        <w:pStyle w:val="Heading3"/>
        <w:rPr>
          <w:rStyle w:val="libFootnotenumChar"/>
          <w:lang w:val="sw-KE"/>
        </w:rPr>
      </w:pPr>
      <w:bookmarkStart w:id="78" w:name="_Toc46076734"/>
      <w:r w:rsidRPr="00AE15AF">
        <w:rPr>
          <w:lang w:val="sw-KE" w:bidi="ar-EG"/>
        </w:rPr>
        <w:t xml:space="preserve">53. NA MIONGONI MWA KHUTBA ZAKE </w:t>
      </w:r>
      <w:r w:rsidRPr="00AE15AF">
        <w:rPr>
          <w:rStyle w:val="libFootnotenumChar"/>
          <w:lang w:val="sw-KE"/>
        </w:rPr>
        <w:t>(A.S)</w:t>
      </w:r>
      <w:bookmarkEnd w:id="78"/>
    </w:p>
    <w:p w:rsidR="00AE15AF" w:rsidRPr="00AE15AF" w:rsidRDefault="00AE15AF" w:rsidP="00AE15AF">
      <w:pPr>
        <w:pStyle w:val="Header"/>
        <w:rPr>
          <w:sz w:val="24"/>
          <w:szCs w:val="24"/>
          <w:lang w:val="sw-KE" w:bidi="ar-EG"/>
        </w:rPr>
      </w:pPr>
      <w:r w:rsidRPr="00AE15AF">
        <w:rPr>
          <w:sz w:val="24"/>
          <w:szCs w:val="24"/>
          <w:lang w:val="sw-KE" w:bidi="ar-EG"/>
        </w:rPr>
        <w:t>Katika kuielezea siku ya kuchinja na hali ya mnyama atakiwaye kuchinjwa:</w:t>
      </w:r>
    </w:p>
    <w:p w:rsidR="00AE15AF" w:rsidRPr="00AE15AF" w:rsidRDefault="00AE15AF" w:rsidP="00AE15AF">
      <w:pPr>
        <w:pStyle w:val="Header"/>
        <w:rPr>
          <w:sz w:val="24"/>
          <w:szCs w:val="24"/>
          <w:lang w:val="sw-KE" w:bidi="ar-EG"/>
        </w:rPr>
      </w:pPr>
      <w:r w:rsidRPr="00AE15AF">
        <w:rPr>
          <w:sz w:val="24"/>
          <w:szCs w:val="24"/>
          <w:lang w:val="sw-KE" w:bidi="ar-EG"/>
        </w:rPr>
        <w:t xml:space="preserve"> Na miongoni mwa ukamilifu wa mnyama achinjwaye ni kunyooka na kuinuka masikio yake na usalama wa macho yake. Endapo masikio na macho yatakuwa salama, mnyama wa kuchinjwa atakuwa amekamilika na ametimia. Japo awe mweye kuvunjika pembe na yu auvuta mguu wak</w:t>
      </w:r>
      <w:r>
        <w:rPr>
          <w:sz w:val="24"/>
          <w:szCs w:val="24"/>
          <w:lang w:val="sw-KE" w:bidi="ar-EG"/>
        </w:rPr>
        <w:t>e kwenda machinjioni</w:t>
      </w:r>
      <w:r w:rsidRPr="00AE15AF">
        <w:rPr>
          <w:rStyle w:val="libFootnotenumChar"/>
          <w:lang w:val="sw-KE"/>
        </w:rPr>
        <w:footnoteReference w:id="140"/>
      </w:r>
      <w:r>
        <w:rPr>
          <w:sz w:val="24"/>
          <w:szCs w:val="24"/>
          <w:lang w:val="sw-KE" w:bidi="ar-EG"/>
        </w:rPr>
        <w:t>.</w:t>
      </w:r>
    </w:p>
    <w:p w:rsidR="00AE15AF" w:rsidRPr="00AE15AF" w:rsidRDefault="00AE15AF" w:rsidP="00AE15AF">
      <w:pPr>
        <w:pStyle w:val="Header"/>
        <w:rPr>
          <w:sz w:val="24"/>
          <w:szCs w:val="24"/>
          <w:lang w:val="sw-KE" w:bidi="ar-EG"/>
        </w:rPr>
      </w:pPr>
      <w:r w:rsidRPr="00AE15AF">
        <w:rPr>
          <w:sz w:val="24"/>
          <w:szCs w:val="24"/>
          <w:lang w:val="sw-KE" w:bidi="ar-EG"/>
        </w:rPr>
        <w:t>Sayyid Ar-Radhiy amesema: “Na mansaku hapa ni mahali pa kuchinjia.”</w:t>
      </w:r>
    </w:p>
    <w:p w:rsidR="00AE15AF" w:rsidRPr="00AE15AF" w:rsidRDefault="00AE15AF" w:rsidP="00AE15AF">
      <w:pPr>
        <w:pStyle w:val="Heading3"/>
        <w:rPr>
          <w:lang w:val="sw-KE" w:bidi="ar-EG"/>
        </w:rPr>
      </w:pPr>
      <w:bookmarkStart w:id="79" w:name="_Toc46076735"/>
      <w:r w:rsidRPr="00AE15AF">
        <w:rPr>
          <w:lang w:val="sw-KE" w:bidi="ar-EG"/>
        </w:rPr>
        <w:t xml:space="preserve">54. NA MIONGONI MWA KHUTBA ZAKE </w:t>
      </w:r>
      <w:r w:rsidRPr="00AE15AF">
        <w:rPr>
          <w:rStyle w:val="libFootnotenumChar"/>
          <w:lang w:val="sw-KE"/>
        </w:rPr>
        <w:t>(A.S)</w:t>
      </w:r>
      <w:bookmarkEnd w:id="79"/>
    </w:p>
    <w:p w:rsidR="00AE15AF" w:rsidRPr="00AE15AF" w:rsidRDefault="00AE15AF" w:rsidP="00AE15AF">
      <w:pPr>
        <w:pStyle w:val="Header"/>
        <w:rPr>
          <w:sz w:val="24"/>
          <w:szCs w:val="24"/>
          <w:lang w:val="sw-KE" w:bidi="ar-EG"/>
        </w:rPr>
      </w:pPr>
      <w:r w:rsidRPr="00AE15AF">
        <w:rPr>
          <w:sz w:val="24"/>
          <w:szCs w:val="24"/>
          <w:lang w:val="sw-KE" w:bidi="ar-EG"/>
        </w:rPr>
        <w:t xml:space="preserve">Na miongoni mwa khutba zake </w:t>
      </w:r>
      <w:r w:rsidRPr="00AE15AF">
        <w:rPr>
          <w:rStyle w:val="libFootnotenumChar"/>
          <w:lang w:val="sw-KE" w:bidi="ar-EG"/>
        </w:rPr>
        <w:t>(a.s)</w:t>
      </w:r>
      <w:r w:rsidRPr="00AE15AF">
        <w:rPr>
          <w:sz w:val="24"/>
          <w:szCs w:val="24"/>
          <w:lang w:val="sw-KE" w:bidi="ar-EG"/>
        </w:rPr>
        <w:t xml:space="preserve"> - Ameitaja hii Ibn al-Athir katika kitabu an-Nihaya kwenye mada</w:t>
      </w:r>
    </w:p>
    <w:p w:rsidR="00AE15AF" w:rsidRPr="00AE15AF" w:rsidRDefault="00AE15AF" w:rsidP="00AE15AF">
      <w:pPr>
        <w:pStyle w:val="Header"/>
        <w:rPr>
          <w:sz w:val="24"/>
          <w:szCs w:val="24"/>
          <w:lang w:val="sw-KE" w:bidi="ar-EG"/>
        </w:rPr>
      </w:pPr>
      <w:r w:rsidRPr="00AE15AF">
        <w:rPr>
          <w:sz w:val="24"/>
          <w:szCs w:val="24"/>
          <w:lang w:val="sw-KE" w:bidi="ar-EG"/>
        </w:rPr>
        <w:t>ya Dakaka, jalada la pili, uk. 128. Rejea mwanzo wa hotuba ya 26.</w:t>
      </w:r>
    </w:p>
    <w:p w:rsidR="00AE15AF" w:rsidRPr="00AE15AF" w:rsidRDefault="00AE15AF" w:rsidP="00AE15AF">
      <w:pPr>
        <w:pStyle w:val="Header"/>
        <w:rPr>
          <w:sz w:val="24"/>
          <w:szCs w:val="24"/>
          <w:lang w:val="sw-KE" w:bidi="ar-EG"/>
        </w:rPr>
      </w:pPr>
      <w:r w:rsidRPr="00AE15AF">
        <w:rPr>
          <w:sz w:val="24"/>
          <w:szCs w:val="24"/>
          <w:lang w:val="sw-KE" w:bidi="ar-EG"/>
        </w:rPr>
        <w:t>Pindi waliposongamana watu ili kumfanyia bai’a:</w:t>
      </w:r>
    </w:p>
    <w:p w:rsidR="00AE15AF" w:rsidRPr="00AE15AF" w:rsidRDefault="00AE15AF" w:rsidP="00AE15AF">
      <w:pPr>
        <w:pStyle w:val="Header"/>
        <w:rPr>
          <w:sz w:val="24"/>
          <w:szCs w:val="24"/>
          <w:lang w:val="sw-KE" w:bidi="ar-EG"/>
        </w:rPr>
      </w:pPr>
      <w:r w:rsidRPr="00AE15AF">
        <w:rPr>
          <w:sz w:val="24"/>
          <w:szCs w:val="24"/>
          <w:lang w:val="sw-KE" w:bidi="ar-EG"/>
        </w:rPr>
        <w:t xml:space="preserve"> Walisongamana kwangu msongamano wa ngamia wenye kiu, siku ya kunyweshwa kwao, pale mchunga wao akiwa amewapeleka, na wameondolewa kamba; ilifika hali nidhanie wataniua, au baadhi yao watawauwa baadhi mbele yangu. Na nimeliangalia jambo hili kwa kuligeuza nje ndani kiasi cha kunizuia usingizi, sikuwa na njia ila kupigana nao, au kuyakanusha aliyoyaleta Muhammad </w:t>
      </w:r>
      <w:r w:rsidRPr="00AE15AF">
        <w:rPr>
          <w:rStyle w:val="libBold1Char"/>
          <w:lang w:val="sw-KE" w:bidi="ar-EG"/>
        </w:rPr>
        <w:t>(s.a.w</w:t>
      </w:r>
      <w:r w:rsidRPr="00AE15AF">
        <w:rPr>
          <w:rStyle w:val="libBold1Char"/>
          <w:lang w:val="sw-KE"/>
        </w:rPr>
        <w:t>.w</w:t>
      </w:r>
      <w:r w:rsidRPr="00AE15AF">
        <w:rPr>
          <w:rStyle w:val="libBold1Char"/>
          <w:lang w:val="sw-KE" w:bidi="ar-EG"/>
        </w:rPr>
        <w:t>)</w:t>
      </w:r>
      <w:r w:rsidRPr="00AE15AF">
        <w:rPr>
          <w:sz w:val="24"/>
          <w:szCs w:val="24"/>
          <w:lang w:val="sw-KE" w:bidi="ar-EG"/>
        </w:rPr>
        <w:t>: Nikaona kuikabili vita</w:t>
      </w:r>
      <w:r>
        <w:rPr>
          <w:rStyle w:val="FootnoteReference"/>
          <w:sz w:val="24"/>
          <w:szCs w:val="24"/>
          <w:lang w:val="sw-KE" w:bidi="ar-EG"/>
        </w:rPr>
        <w:footnoteReference w:id="141"/>
      </w:r>
      <w:r w:rsidRPr="00AE15AF">
        <w:rPr>
          <w:sz w:val="24"/>
          <w:szCs w:val="24"/>
          <w:lang w:val="sw-KE" w:bidi="ar-EG"/>
        </w:rPr>
        <w:t xml:space="preserve">1 ni </w:t>
      </w:r>
      <w:r w:rsidRPr="00AE15AF">
        <w:rPr>
          <w:sz w:val="24"/>
          <w:szCs w:val="24"/>
          <w:lang w:val="sw-KE" w:bidi="ar-EG"/>
        </w:rPr>
        <w:lastRenderedPageBreak/>
        <w:t>wepesi kwangu kuliko kuikabili adhabu, na mauti ya dunia ni mepesi</w:t>
      </w:r>
      <w:r>
        <w:rPr>
          <w:sz w:val="24"/>
          <w:szCs w:val="24"/>
          <w:lang w:val="sw-KE" w:bidi="ar-EG"/>
        </w:rPr>
        <w:t xml:space="preserve"> kwangu kuliko mauti ya akhera.</w:t>
      </w:r>
    </w:p>
    <w:p w:rsidR="00BD3BEB" w:rsidRPr="00BD3BEB" w:rsidRDefault="00BD3BEB" w:rsidP="00BD3BEB">
      <w:pPr>
        <w:pStyle w:val="Heading3"/>
        <w:rPr>
          <w:lang w:val="sw-KE" w:bidi="ar-EG"/>
        </w:rPr>
      </w:pPr>
      <w:bookmarkStart w:id="80" w:name="_Toc46076736"/>
      <w:r w:rsidRPr="00BD3BEB">
        <w:rPr>
          <w:lang w:val="sw-KE" w:bidi="ar-EG"/>
        </w:rPr>
        <w:t xml:space="preserve">55. MIONGONI MWA MANENO YAKE </w:t>
      </w:r>
      <w:r w:rsidRPr="00BD3BEB">
        <w:rPr>
          <w:rStyle w:val="libFootnotenumChar"/>
          <w:lang w:val="sw-KE"/>
        </w:rPr>
        <w:t>(A.S)</w:t>
      </w:r>
      <w:bookmarkEnd w:id="80"/>
    </w:p>
    <w:p w:rsidR="00BD3BEB" w:rsidRPr="00BD3BEB" w:rsidRDefault="00BD3BEB" w:rsidP="00BD3BEB">
      <w:pPr>
        <w:pStyle w:val="Header"/>
        <w:rPr>
          <w:sz w:val="24"/>
          <w:szCs w:val="24"/>
          <w:lang w:val="sw-KE" w:bidi="ar-EG"/>
        </w:rPr>
      </w:pPr>
      <w:r w:rsidRPr="00BD3BEB">
        <w:rPr>
          <w:sz w:val="24"/>
          <w:szCs w:val="24"/>
          <w:lang w:val="sw-KE" w:bidi="ar-EG"/>
        </w:rPr>
        <w:t>Swahaba zake waliona kwamba ameichelewesha idhini ya kupigana huko Siffiin:</w:t>
      </w:r>
    </w:p>
    <w:p w:rsidR="00BD3BEB" w:rsidRPr="00BD3BEB" w:rsidRDefault="00BD3BEB" w:rsidP="00BD3BEB">
      <w:pPr>
        <w:pStyle w:val="Header"/>
        <w:rPr>
          <w:sz w:val="24"/>
          <w:szCs w:val="24"/>
          <w:lang w:val="sw-KE" w:bidi="ar-EG"/>
        </w:rPr>
      </w:pPr>
      <w:r w:rsidRPr="00BD3BEB">
        <w:rPr>
          <w:sz w:val="24"/>
          <w:szCs w:val="24"/>
          <w:lang w:val="sw-KE" w:bidi="ar-EG"/>
        </w:rPr>
        <w:t xml:space="preserve"> Ama kauli yenu kuwa: ‘yote haya yanatokana na kuuchukia umauti?’ Namuapa Mungu sijali iwe nimeingia kwenye umauti au umauti umenijia</w:t>
      </w:r>
      <w:r w:rsidRPr="00BD3BEB">
        <w:rPr>
          <w:rStyle w:val="libFootnotenumChar"/>
          <w:lang w:val="sw-KE"/>
        </w:rPr>
        <w:footnoteReference w:id="142"/>
      </w:r>
      <w:r>
        <w:rPr>
          <w:sz w:val="24"/>
          <w:szCs w:val="24"/>
          <w:lang w:val="sw-KE" w:bidi="ar-EG"/>
        </w:rPr>
        <w:t>.</w:t>
      </w:r>
    </w:p>
    <w:p w:rsidR="00BD3BEB" w:rsidRPr="00BD3BEB" w:rsidRDefault="00BD3BEB" w:rsidP="00BD3BEB">
      <w:pPr>
        <w:pStyle w:val="Header"/>
        <w:rPr>
          <w:sz w:val="24"/>
          <w:szCs w:val="24"/>
          <w:lang w:val="sw-KE" w:bidi="ar-EG"/>
        </w:rPr>
      </w:pPr>
      <w:r w:rsidRPr="00BD3BEB">
        <w:rPr>
          <w:sz w:val="24"/>
          <w:szCs w:val="24"/>
          <w:lang w:val="sw-KE" w:bidi="ar-EG"/>
        </w:rPr>
        <w:t>Ama kauli yenu kuwa amekuwa na shaka ya kuwapiga watu wa Shamu! Wallahi sikuacha vita hata siku moja ila nikiwa na matumaini kuwa kundi la watu likutane na mimi na liongoke na mimi, liangaze kwa mwanga wangu japo kwa mtazamo finyu</w:t>
      </w:r>
      <w:r w:rsidRPr="00BD3BEB">
        <w:rPr>
          <w:rStyle w:val="libFootnotenumChar"/>
          <w:lang w:val="sw-KE"/>
        </w:rPr>
        <w:footnoteReference w:id="143"/>
      </w:r>
      <w:r w:rsidRPr="00BD3BEB">
        <w:rPr>
          <w:sz w:val="24"/>
          <w:szCs w:val="24"/>
          <w:lang w:val="sw-KE" w:bidi="ar-EG"/>
        </w:rPr>
        <w:t xml:space="preserve"> na hilo lanipendeza mno kuliko niliuwe (kundi la watu) hali likiwa ndani ya upotovu; japokuwa linarejea na dhambi zake.</w:t>
      </w:r>
    </w:p>
    <w:p w:rsidR="00365192" w:rsidRPr="00365192" w:rsidRDefault="00365192" w:rsidP="00365192">
      <w:pPr>
        <w:pStyle w:val="Heading3"/>
        <w:rPr>
          <w:rStyle w:val="libFootnotenumChar"/>
          <w:lang w:val="sw-KE"/>
        </w:rPr>
      </w:pPr>
      <w:bookmarkStart w:id="81" w:name="_Toc46076737"/>
      <w:r w:rsidRPr="00365192">
        <w:rPr>
          <w:lang w:val="sw-KE" w:bidi="ar-EG"/>
        </w:rPr>
        <w:t xml:space="preserve">56 - NA MIONGONI MWA MANENO YAKE </w:t>
      </w:r>
      <w:r w:rsidRPr="00365192">
        <w:rPr>
          <w:rStyle w:val="libFootnotenumChar"/>
          <w:lang w:val="sw-KE"/>
        </w:rPr>
        <w:t>(A.S)</w:t>
      </w:r>
      <w:bookmarkEnd w:id="81"/>
    </w:p>
    <w:p w:rsidR="00365192" w:rsidRPr="00365192" w:rsidRDefault="00365192" w:rsidP="00365192">
      <w:pPr>
        <w:pStyle w:val="Header"/>
        <w:rPr>
          <w:sz w:val="24"/>
          <w:szCs w:val="24"/>
          <w:lang w:val="sw-KE" w:bidi="ar-EG"/>
        </w:rPr>
      </w:pPr>
      <w:r w:rsidRPr="00365192">
        <w:rPr>
          <w:sz w:val="24"/>
          <w:szCs w:val="24"/>
          <w:lang w:val="sw-KE" w:bidi="ar-EG"/>
        </w:rPr>
        <w:t xml:space="preserve">Na miongoni mwa maneno yake </w:t>
      </w:r>
      <w:r w:rsidRPr="00365192">
        <w:rPr>
          <w:rStyle w:val="libFootnotenumChar"/>
          <w:lang w:val="sw-KE" w:bidi="ar-EG"/>
        </w:rPr>
        <w:t>(a.s)</w:t>
      </w:r>
      <w:r w:rsidRPr="00365192">
        <w:rPr>
          <w:sz w:val="24"/>
          <w:szCs w:val="24"/>
          <w:lang w:val="sw-KE" w:bidi="ar-EG"/>
        </w:rPr>
        <w:t xml:space="preserve"> - Zamakhshari ameieleza hotuba hii katika Rabiul-Abraar, mlango wa Al-qatil wa shaha- da. Na ibn Muzahim katika kitabu Swifiin, uk. 520.</w:t>
      </w:r>
    </w:p>
    <w:p w:rsidR="00365192" w:rsidRPr="00365192" w:rsidRDefault="00365192" w:rsidP="00365192">
      <w:pPr>
        <w:pStyle w:val="Heading3Center"/>
        <w:rPr>
          <w:lang w:val="sw-KE" w:bidi="ar-EG"/>
        </w:rPr>
      </w:pPr>
      <w:bookmarkStart w:id="82" w:name="_Toc46076738"/>
      <w:r w:rsidRPr="00365192">
        <w:rPr>
          <w:lang w:val="sw-KE" w:bidi="ar-EG"/>
        </w:rPr>
        <w:t>Siku Ya Siffiin Alipowaamuru Watu Kufanya Suluhu</w:t>
      </w:r>
      <w:bookmarkEnd w:id="82"/>
    </w:p>
    <w:p w:rsidR="00365192" w:rsidRPr="00365192" w:rsidRDefault="00365192" w:rsidP="00365192">
      <w:pPr>
        <w:pStyle w:val="Header"/>
        <w:rPr>
          <w:sz w:val="24"/>
          <w:szCs w:val="24"/>
          <w:lang w:val="sw-KE" w:bidi="ar-EG"/>
        </w:rPr>
      </w:pPr>
      <w:r w:rsidRPr="00365192">
        <w:rPr>
          <w:sz w:val="24"/>
          <w:szCs w:val="24"/>
          <w:lang w:val="sw-KE" w:bidi="ar-EG"/>
        </w:rPr>
        <w:t>“Kwa hakika tuli</w:t>
      </w:r>
      <w:r>
        <w:rPr>
          <w:sz w:val="24"/>
          <w:szCs w:val="24"/>
          <w:lang w:val="sw-KE" w:bidi="ar-EG"/>
        </w:rPr>
        <w:t xml:space="preserve">kuwa na Mtume wa Mungu </w:t>
      </w:r>
      <w:r w:rsidRPr="00365192">
        <w:rPr>
          <w:rStyle w:val="libBold1Char"/>
          <w:lang w:val="sw-KE"/>
        </w:rPr>
        <w:t>(s.a.w.w</w:t>
      </w:r>
      <w:r w:rsidRPr="00365192">
        <w:rPr>
          <w:rStyle w:val="libBold1Char"/>
          <w:lang w:val="sw-KE" w:bidi="ar-EG"/>
        </w:rPr>
        <w:t>)</w:t>
      </w:r>
      <w:r w:rsidRPr="00365192">
        <w:rPr>
          <w:sz w:val="24"/>
          <w:szCs w:val="24"/>
          <w:lang w:val="sw-KE" w:bidi="ar-EG"/>
        </w:rPr>
        <w:t>; tunawaua baba zetu na watoto wetu na ndugu zetu na ammi zetu. Hilo lilikuwa halituzidishii kitu isipokuwa imani na kusalimu amri, na kuendelea ndani ya njia ya sawa na kuvuta subira kwa machungu yake na umakini katika kumpiga vita adui. Alikuwa mtu kutoka upande wetu na mwingine kutoka kwa adui yetu wanashambuliana kama wanavyoshambuliana maksai wawili kwa pembe wakitoana nafsi zao, yupi miongoni mwao atawahi kumnywesha mwenzake kikombe cha umauti, basi mara ilikuwa sisi twafanikiwa dhidi ya adui yetu na mara nyingine anafanikiwa adui yetu dhidi yetu, Mungu alipoona ukweli wetu aliwateremshia adui zetu udhalili na kutelekezwa, na aliteremsha kwetu nusura, kiasi cha Uislamu kuimarika na kumakinika na kukaa mahali pake.</w:t>
      </w:r>
    </w:p>
    <w:p w:rsidR="00AE15AF" w:rsidRDefault="00365192" w:rsidP="005210E9">
      <w:pPr>
        <w:pStyle w:val="Header"/>
        <w:rPr>
          <w:sz w:val="24"/>
          <w:szCs w:val="24"/>
          <w:lang w:val="sw-KE" w:bidi="ar-EG"/>
        </w:rPr>
      </w:pPr>
      <w:r w:rsidRPr="00365192">
        <w:rPr>
          <w:sz w:val="24"/>
          <w:szCs w:val="24"/>
          <w:lang w:val="sw-KE" w:bidi="ar-EG"/>
        </w:rPr>
        <w:lastRenderedPageBreak/>
        <w:t>“Namuapa Mungu lau tungekuwa tunayafanya mliyoyafanya, dini haingekuwa na nguzo</w:t>
      </w:r>
      <w:r w:rsidRPr="00365192">
        <w:rPr>
          <w:rStyle w:val="libFootnotenumChar"/>
          <w:lang w:val="sw-KE"/>
        </w:rPr>
        <w:footnoteReference w:id="144"/>
      </w:r>
      <w:r>
        <w:rPr>
          <w:sz w:val="24"/>
          <w:szCs w:val="24"/>
          <w:lang w:val="sw-KE" w:bidi="ar-EG"/>
        </w:rPr>
        <w:t>,</w:t>
      </w:r>
      <w:r w:rsidRPr="00365192">
        <w:rPr>
          <w:sz w:val="24"/>
          <w:szCs w:val="24"/>
          <w:lang w:val="sw-KE" w:bidi="ar-EG"/>
        </w:rPr>
        <w:t xml:space="preserve"> ya kutuwama wala imani tawi lake halingesitawi. Wallahi mtamkamua d</w:t>
      </w:r>
      <w:r w:rsidR="0070063A">
        <w:rPr>
          <w:sz w:val="24"/>
          <w:szCs w:val="24"/>
          <w:lang w:val="sw-KE" w:bidi="ar-EG"/>
        </w:rPr>
        <w:t>amu</w:t>
      </w:r>
      <w:r w:rsidR="0070063A" w:rsidRPr="005210E9">
        <w:rPr>
          <w:rStyle w:val="libFootnotenumChar"/>
          <w:lang w:val="sw-KE"/>
        </w:rPr>
        <w:footnoteReference w:id="145"/>
      </w:r>
      <w:r w:rsidR="0070063A">
        <w:rPr>
          <w:sz w:val="24"/>
          <w:szCs w:val="24"/>
          <w:lang w:val="sw-KE" w:bidi="ar-EG"/>
        </w:rPr>
        <w:t xml:space="preserve"> na mtamfuatilia na majuto</w:t>
      </w:r>
      <w:r w:rsidR="0070063A" w:rsidRPr="005210E9">
        <w:rPr>
          <w:rStyle w:val="libFootnotenumChar"/>
          <w:lang w:val="sw-KE"/>
        </w:rPr>
        <w:footnoteReference w:id="146"/>
      </w:r>
      <w:r w:rsidR="0070063A">
        <w:rPr>
          <w:sz w:val="24"/>
          <w:szCs w:val="24"/>
          <w:lang w:val="sw-KE" w:bidi="ar-EG"/>
        </w:rPr>
        <w:t>.</w:t>
      </w:r>
    </w:p>
    <w:p w:rsidR="005210E9" w:rsidRPr="005210E9" w:rsidRDefault="005210E9" w:rsidP="005210E9">
      <w:pPr>
        <w:pStyle w:val="Heading3"/>
        <w:rPr>
          <w:rStyle w:val="libFootnotenumChar"/>
          <w:lang w:val="sw-KE"/>
        </w:rPr>
      </w:pPr>
      <w:bookmarkStart w:id="83" w:name="_Toc46076739"/>
      <w:r w:rsidRPr="005210E9">
        <w:rPr>
          <w:lang w:val="sw-KE" w:bidi="ar-EG"/>
        </w:rPr>
        <w:t xml:space="preserve">57 - NA MIONGONI MWA MANENO YAKE </w:t>
      </w:r>
      <w:r w:rsidRPr="005210E9">
        <w:rPr>
          <w:rStyle w:val="libFootnotenumChar"/>
          <w:lang w:val="sw-KE"/>
        </w:rPr>
        <w:t>(A.S)</w:t>
      </w:r>
      <w:bookmarkEnd w:id="83"/>
    </w:p>
    <w:p w:rsidR="005210E9" w:rsidRPr="005210E9" w:rsidRDefault="005210E9" w:rsidP="005210E9">
      <w:pPr>
        <w:pStyle w:val="Header"/>
        <w:rPr>
          <w:sz w:val="24"/>
          <w:szCs w:val="24"/>
          <w:lang w:val="sw-KE" w:bidi="ar-EG"/>
        </w:rPr>
      </w:pPr>
      <w:r w:rsidRPr="005210E9">
        <w:rPr>
          <w:sz w:val="24"/>
          <w:szCs w:val="24"/>
          <w:lang w:val="sw-KE" w:bidi="ar-EG"/>
        </w:rPr>
        <w:t xml:space="preserve">Na miongoni mwa maneno yake </w:t>
      </w:r>
      <w:r w:rsidRPr="005210E9">
        <w:rPr>
          <w:rStyle w:val="libFootnotenumChar"/>
          <w:lang w:val="sw-KE" w:bidi="ar-EG"/>
        </w:rPr>
        <w:t>(a.s)</w:t>
      </w:r>
      <w:r w:rsidRPr="005210E9">
        <w:rPr>
          <w:sz w:val="24"/>
          <w:szCs w:val="24"/>
          <w:lang w:val="sw-KE" w:bidi="ar-EG"/>
        </w:rPr>
        <w:t xml:space="preserve"> - Khutba hii ameieleza Al-Baladhuriy ndani ya Ansabul-Ashraafi) katika tarjuma ya Ali </w:t>
      </w:r>
      <w:r w:rsidRPr="005210E9">
        <w:rPr>
          <w:rStyle w:val="libFootnotenumChar"/>
          <w:lang w:val="sw-KE" w:bidi="ar-EG"/>
        </w:rPr>
        <w:t>(a.s)</w:t>
      </w:r>
      <w:r w:rsidRPr="005210E9">
        <w:rPr>
          <w:sz w:val="24"/>
          <w:szCs w:val="24"/>
          <w:lang w:val="sw-KE" w:bidi="ar-EG"/>
        </w:rPr>
        <w:t>, na Al’Haakim ndani ya Al’Mustadrak, Jz. 2, uk. 385, na At-Tuusi ndani ya Al-Amaali uk. 214 na 347, na wengine.</w:t>
      </w:r>
    </w:p>
    <w:p w:rsidR="005210E9" w:rsidRPr="005210E9" w:rsidRDefault="005210E9" w:rsidP="005210E9">
      <w:pPr>
        <w:pStyle w:val="Header"/>
        <w:rPr>
          <w:rStyle w:val="libFootnotenumChar"/>
          <w:lang w:val="sw-KE" w:bidi="ar-EG"/>
        </w:rPr>
      </w:pPr>
      <w:r w:rsidRPr="005210E9">
        <w:rPr>
          <w:sz w:val="24"/>
          <w:szCs w:val="24"/>
          <w:lang w:val="sw-KE" w:bidi="ar-EG"/>
        </w:rPr>
        <w:t xml:space="preserve">Akiwapa Habari Kuhusu Mtu Atakayeamrisha Atukanwe Imam </w:t>
      </w:r>
      <w:r w:rsidRPr="005210E9">
        <w:rPr>
          <w:rStyle w:val="libFootnotenumChar"/>
          <w:lang w:val="sw-KE"/>
        </w:rPr>
        <w:t>(a.s)</w:t>
      </w:r>
    </w:p>
    <w:p w:rsidR="005210E9" w:rsidRDefault="005210E9" w:rsidP="005210E9">
      <w:pPr>
        <w:pStyle w:val="Header"/>
        <w:rPr>
          <w:sz w:val="24"/>
          <w:szCs w:val="24"/>
          <w:lang w:val="sw-KE" w:bidi="ar-EG"/>
        </w:rPr>
      </w:pPr>
      <w:r w:rsidRPr="005210E9">
        <w:rPr>
          <w:sz w:val="24"/>
          <w:szCs w:val="24"/>
          <w:lang w:val="sw-KE" w:bidi="ar-EG"/>
        </w:rPr>
        <w:t>“Punde baada yangu atapata ushindi juu yenu mtu mwenye koo pana, tumbo kubwa, ala akionacho, na huomba asichoweza kukipata, basi muuweni, na hamtomuuwa</w:t>
      </w:r>
      <w:r w:rsidRPr="005210E9">
        <w:rPr>
          <w:rStyle w:val="libFootnotenumChar"/>
          <w:lang w:val="sw-KE"/>
        </w:rPr>
        <w:footnoteReference w:id="147"/>
      </w:r>
      <w:r>
        <w:rPr>
          <w:sz w:val="24"/>
          <w:szCs w:val="24"/>
          <w:lang w:val="sw-KE" w:bidi="ar-EG"/>
        </w:rPr>
        <w:t>.</w:t>
      </w:r>
      <w:r w:rsidRPr="005210E9">
        <w:rPr>
          <w:sz w:val="24"/>
          <w:szCs w:val="24"/>
          <w:lang w:val="sw-KE" w:bidi="ar-EG"/>
        </w:rPr>
        <w:t xml:space="preserve"> Lo! Kwa hakika yeye atawaamrisheni mnitukane, na kujiepusha na mimi; ama kuhusu kutukana nitukaneni, kwa kuwa hiyo kwangu ni utakaso na kwenu ni uwokovu; ama kuhusu kujiepusha na mimi; wala msijiepushe na mimi; kwa kuwa mimi nimezaliwa ndani ya fitra na ku</w:t>
      </w:r>
      <w:r>
        <w:rPr>
          <w:sz w:val="24"/>
          <w:szCs w:val="24"/>
          <w:lang w:val="sw-KE" w:bidi="ar-EG"/>
        </w:rPr>
        <w:t>tangulia katika imani na hijra</w:t>
      </w:r>
      <w:r w:rsidRPr="005210E9">
        <w:rPr>
          <w:rStyle w:val="libFootnotenumChar"/>
          <w:lang w:val="sw-KE"/>
        </w:rPr>
        <w:footnoteReference w:id="148"/>
      </w:r>
      <w:r>
        <w:rPr>
          <w:sz w:val="24"/>
          <w:szCs w:val="24"/>
          <w:lang w:val="sw-KE" w:bidi="ar-EG"/>
        </w:rPr>
        <w:t>.</w:t>
      </w:r>
    </w:p>
    <w:p w:rsidR="00CF2C04" w:rsidRPr="00CF2C04" w:rsidRDefault="00CF2C04" w:rsidP="00CF2C04">
      <w:pPr>
        <w:pStyle w:val="Heading3"/>
        <w:rPr>
          <w:lang w:val="sw-KE" w:bidi="ar-EG"/>
        </w:rPr>
      </w:pPr>
      <w:bookmarkStart w:id="84" w:name="_Toc46076740"/>
      <w:r w:rsidRPr="00CF2C04">
        <w:rPr>
          <w:lang w:val="sw-KE" w:bidi="ar-EG"/>
        </w:rPr>
        <w:t>58 - NA MIONGONI MWA USEMI WAKE (A.S)</w:t>
      </w:r>
      <w:bookmarkEnd w:id="84"/>
    </w:p>
    <w:p w:rsidR="00CF2C04" w:rsidRPr="00CF2C04" w:rsidRDefault="00CF2C04" w:rsidP="00CF2C04">
      <w:pPr>
        <w:pStyle w:val="Header"/>
        <w:rPr>
          <w:sz w:val="24"/>
          <w:szCs w:val="24"/>
          <w:lang w:val="sw-KE" w:bidi="ar-EG"/>
        </w:rPr>
      </w:pPr>
      <w:r w:rsidRPr="00CF2C04">
        <w:rPr>
          <w:sz w:val="24"/>
          <w:szCs w:val="24"/>
          <w:lang w:val="sw-KE" w:bidi="ar-EG"/>
        </w:rPr>
        <w:t xml:space="preserve">Na miongoni mwa usemi wake </w:t>
      </w:r>
      <w:r w:rsidRPr="00CF2C04">
        <w:rPr>
          <w:rStyle w:val="libFootnotenumChar"/>
          <w:lang w:val="sw-KE" w:bidi="ar-EG"/>
        </w:rPr>
        <w:t>(a.s)</w:t>
      </w:r>
      <w:r w:rsidRPr="00CF2C04">
        <w:rPr>
          <w:sz w:val="24"/>
          <w:szCs w:val="24"/>
          <w:lang w:val="sw-KE" w:bidi="ar-EG"/>
        </w:rPr>
        <w:t xml:space="preserve"> - Ibn Qutaybah ameieleza ndani ya Al’Imama was-siasa Jz. 1, uk.124. Na Sibtu Ibnul’Jauziy katika Tadhkiratul’khawasi uk.100.</w:t>
      </w:r>
    </w:p>
    <w:p w:rsidR="00CF2C04" w:rsidRPr="00CF2C04" w:rsidRDefault="00CF2C04" w:rsidP="00CF2C04">
      <w:pPr>
        <w:pStyle w:val="Header"/>
        <w:rPr>
          <w:sz w:val="24"/>
          <w:szCs w:val="24"/>
          <w:lang w:val="sw-KE" w:bidi="ar-EG"/>
        </w:rPr>
      </w:pPr>
      <w:r w:rsidRPr="00CF2C04">
        <w:rPr>
          <w:sz w:val="24"/>
          <w:szCs w:val="24"/>
          <w:lang w:val="sw-KE" w:bidi="ar-EG"/>
        </w:rPr>
        <w:t>Aliwasemesha Khawarij</w:t>
      </w:r>
    </w:p>
    <w:p w:rsidR="00CF2C04" w:rsidRPr="00CF2C04" w:rsidRDefault="00CF2C04" w:rsidP="00CF2C04">
      <w:pPr>
        <w:pStyle w:val="Header"/>
        <w:rPr>
          <w:sz w:val="24"/>
          <w:szCs w:val="24"/>
          <w:lang w:val="sw-KE" w:bidi="ar-EG"/>
        </w:rPr>
      </w:pPr>
      <w:r w:rsidRPr="00CF2C04">
        <w:rPr>
          <w:sz w:val="24"/>
          <w:szCs w:val="24"/>
          <w:lang w:val="sw-KE" w:bidi="ar-EG"/>
        </w:rPr>
        <w:t>“Tufani iwakumbeni, wala asibakie miongoni mwenu chakubimbi. Hivi baada ya imani yangu kwa Mungu, na jihadi yangu p</w:t>
      </w:r>
      <w:r>
        <w:rPr>
          <w:sz w:val="24"/>
          <w:szCs w:val="24"/>
          <w:lang w:val="sw-KE" w:bidi="ar-EG"/>
        </w:rPr>
        <w:t xml:space="preserve">amwe na Mtume wa Mungu </w:t>
      </w:r>
      <w:r w:rsidRPr="00CF2C04">
        <w:rPr>
          <w:rStyle w:val="libBold1Char"/>
          <w:lang w:val="sw-KE"/>
        </w:rPr>
        <w:t>(s.a.w.w</w:t>
      </w:r>
      <w:r w:rsidRPr="00CF2C04">
        <w:rPr>
          <w:rStyle w:val="libBold1Char"/>
          <w:lang w:val="sw-KE" w:bidi="ar-EG"/>
        </w:rPr>
        <w:t>)</w:t>
      </w:r>
      <w:r w:rsidRPr="00CF2C04">
        <w:rPr>
          <w:sz w:val="24"/>
          <w:szCs w:val="24"/>
          <w:lang w:val="sw-KE" w:bidi="ar-EG"/>
        </w:rPr>
        <w:t xml:space="preserve"> nijishuhudie binafsi kuwa ni kafiri! “Hivyo basi nitakuwa nimepotea wala sitokuwa miongoni mwa walio ongoka.” (6:56)</w:t>
      </w:r>
    </w:p>
    <w:p w:rsidR="00CF2C04" w:rsidRPr="00CF2C04" w:rsidRDefault="00CF2C04" w:rsidP="00CF2C04">
      <w:pPr>
        <w:pStyle w:val="Header"/>
        <w:rPr>
          <w:sz w:val="24"/>
          <w:szCs w:val="24"/>
          <w:lang w:val="sw-KE" w:bidi="ar-EG"/>
        </w:rPr>
      </w:pPr>
      <w:r w:rsidRPr="00CF2C04">
        <w:rPr>
          <w:sz w:val="24"/>
          <w:szCs w:val="24"/>
          <w:lang w:val="sw-KE" w:bidi="ar-EG"/>
        </w:rPr>
        <w:lastRenderedPageBreak/>
        <w:t>Rejeeni marejeo ya shari, rejeeni mkifuata athari ya nyayo. Angalieni! kwa hakika mtapata udhalili baada yangu wa sura ya jumla, na upanga mkali wenye kukata, na hilo litachukuliwa na wadhalimu hao kwenu kuwa ni sunnah</w:t>
      </w:r>
      <w:r w:rsidRPr="00CF2C04">
        <w:rPr>
          <w:rStyle w:val="libFootnotenumChar"/>
          <w:lang w:val="sw-KE"/>
        </w:rPr>
        <w:footnoteReference w:id="149"/>
      </w:r>
      <w:r>
        <w:rPr>
          <w:sz w:val="24"/>
          <w:szCs w:val="24"/>
          <w:lang w:val="sw-KE" w:bidi="ar-EG"/>
        </w:rPr>
        <w:t>.</w:t>
      </w:r>
    </w:p>
    <w:p w:rsidR="00CF2C04" w:rsidRDefault="00CF2C04" w:rsidP="00CF2C04">
      <w:pPr>
        <w:pStyle w:val="Header"/>
        <w:rPr>
          <w:sz w:val="24"/>
          <w:szCs w:val="24"/>
          <w:lang w:val="sw-KE" w:bidi="ar-EG"/>
        </w:rPr>
      </w:pPr>
      <w:r w:rsidRPr="00CF2C04">
        <w:rPr>
          <w:sz w:val="24"/>
          <w:szCs w:val="24"/>
          <w:lang w:val="sw-KE" w:bidi="ar-EG"/>
        </w:rPr>
        <w:t>Maelezo</w:t>
      </w:r>
      <w:r>
        <w:rPr>
          <w:sz w:val="24"/>
          <w:szCs w:val="24"/>
          <w:lang w:val="sw-KE" w:bidi="ar-EG"/>
        </w:rPr>
        <w:t xml:space="preserve">: Sharifu </w:t>
      </w:r>
      <w:r w:rsidRPr="00CF2C04">
        <w:rPr>
          <w:sz w:val="24"/>
          <w:szCs w:val="24"/>
          <w:lang w:val="sw-KE" w:bidi="ar-EG"/>
        </w:rPr>
        <w:t xml:space="preserve">Ar-Radhiy (r.a) amesema: Usemi wake </w:t>
      </w:r>
      <w:r w:rsidRPr="00CF2C04">
        <w:rPr>
          <w:rStyle w:val="libFootnotenumChar"/>
          <w:lang w:val="sw-KE" w:bidi="ar-EG"/>
        </w:rPr>
        <w:t>(a.s)</w:t>
      </w:r>
      <w:r w:rsidRPr="00CF2C04">
        <w:rPr>
          <w:sz w:val="24"/>
          <w:szCs w:val="24"/>
          <w:lang w:val="sw-KE" w:bidi="ar-EG"/>
        </w:rPr>
        <w:t xml:space="preserve"> huelezwa katika njia tatu: Iwe kama tulivyosema: kwa raa, kutokana na kauli yao kwa mtu ambaye anapandikiza mtende, yaani yuautengeneza vizuri. Na yaelezwa kwa na yakusudiwa kwalo yule aelezaye Hadithi, na kuizungumzia na hii ndiyo njia sahihi kwa maoni yangu. Kama kwamba </w:t>
      </w:r>
      <w:r w:rsidRPr="00CF2C04">
        <w:rPr>
          <w:rStyle w:val="libFootnotenumChar"/>
          <w:lang w:val="sw-KE" w:bidi="ar-EG"/>
        </w:rPr>
        <w:t>(a.s)</w:t>
      </w:r>
      <w:r w:rsidRPr="00CF2C04">
        <w:rPr>
          <w:sz w:val="24"/>
          <w:szCs w:val="24"/>
          <w:lang w:val="sw-KE" w:bidi="ar-EG"/>
        </w:rPr>
        <w:t xml:space="preserve"> amesema: Habakii kati yenu msimuliaji. Na huelezwa kwa tamko kwa nayo hukusudiwa mwenye kuchupa na mwenye kuhiliki pia huambiwa</w:t>
      </w:r>
      <w:r>
        <w:rPr>
          <w:sz w:val="24"/>
          <w:szCs w:val="24"/>
          <w:lang w:val="sw-KE" w:bidi="ar-EG"/>
        </w:rPr>
        <w:t>.</w:t>
      </w:r>
    </w:p>
    <w:p w:rsidR="00595C77" w:rsidRPr="00595C77" w:rsidRDefault="00595C77" w:rsidP="00595C77">
      <w:pPr>
        <w:pStyle w:val="Heading3"/>
        <w:rPr>
          <w:rStyle w:val="libFootnotenumChar"/>
          <w:lang w:val="sw-KE"/>
        </w:rPr>
      </w:pPr>
      <w:bookmarkStart w:id="85" w:name="_Toc46076741"/>
      <w:r w:rsidRPr="00595C77">
        <w:rPr>
          <w:lang w:val="sw-KE" w:bidi="ar-EG"/>
        </w:rPr>
        <w:t xml:space="preserve">59 - NA ALISEMA </w:t>
      </w:r>
      <w:r w:rsidRPr="00595C77">
        <w:rPr>
          <w:rStyle w:val="libFootnotenumChar"/>
          <w:lang w:val="sw-KE"/>
        </w:rPr>
        <w:t>(A.S)</w:t>
      </w:r>
      <w:bookmarkEnd w:id="85"/>
    </w:p>
    <w:p w:rsidR="00595C77" w:rsidRPr="00595C77" w:rsidRDefault="00595C77" w:rsidP="00595C77">
      <w:pPr>
        <w:pStyle w:val="Header"/>
        <w:rPr>
          <w:sz w:val="24"/>
          <w:szCs w:val="24"/>
          <w:lang w:val="sw-KE" w:bidi="ar-EG"/>
        </w:rPr>
      </w:pPr>
      <w:r w:rsidRPr="00595C77">
        <w:rPr>
          <w:sz w:val="24"/>
          <w:szCs w:val="24"/>
          <w:lang w:val="sw-KE" w:bidi="ar-EG"/>
        </w:rPr>
        <w:t>Alipoazimia Kuwapiga Vita Khawarij, Na Aliambiwa: Kwa Hakika Hawa Watu Wamekwishavuka Daraja La An-Nahrawaan</w:t>
      </w:r>
    </w:p>
    <w:p w:rsidR="00CF2C04" w:rsidRDefault="00595C77" w:rsidP="00595C77">
      <w:pPr>
        <w:pStyle w:val="Header"/>
        <w:rPr>
          <w:sz w:val="24"/>
          <w:szCs w:val="24"/>
          <w:lang w:val="sw-KE" w:bidi="ar-EG"/>
        </w:rPr>
      </w:pPr>
      <w:r w:rsidRPr="00595C77">
        <w:rPr>
          <w:sz w:val="24"/>
          <w:szCs w:val="24"/>
          <w:lang w:val="sw-KE" w:bidi="ar-EG"/>
        </w:rPr>
        <w:t xml:space="preserve">Hapo alisema: “Maangukio yao ni chini ya nutfa, Wallahi hawaponyoki kumi miongoni mwao, </w:t>
      </w:r>
      <w:r w:rsidRPr="00595C77">
        <w:rPr>
          <w:rStyle w:val="libFootnotenumChar"/>
          <w:lang w:val="sw-KE"/>
        </w:rPr>
        <w:footnoteReference w:id="150"/>
      </w:r>
      <w:r w:rsidRPr="00595C77">
        <w:rPr>
          <w:sz w:val="24"/>
          <w:szCs w:val="24"/>
          <w:lang w:val="sw-KE" w:bidi="ar-EG"/>
        </w:rPr>
        <w:t>na wala hawatokufa isipokuwa kumi miongoni mwetu.” Sharifu Ar-Radii (r.a) amesema: nutfa anakusudia maji ya mto wa Furaat na hili ni jina mbadala zuri mno kwa maji japo maji yawe mengi. Na hilo tuliliashiria hapo nyuma wakati wa</w:t>
      </w:r>
      <w:r>
        <w:rPr>
          <w:sz w:val="24"/>
          <w:szCs w:val="24"/>
          <w:lang w:val="sw-KE" w:bidi="ar-EG"/>
        </w:rPr>
        <w:t xml:space="preserve"> kulipita linaloshabihiana nalo.</w:t>
      </w:r>
    </w:p>
    <w:p w:rsidR="003109B9" w:rsidRPr="003109B9" w:rsidRDefault="003109B9" w:rsidP="003109B9">
      <w:pPr>
        <w:pStyle w:val="Heading3"/>
        <w:rPr>
          <w:lang w:val="sw-KE" w:bidi="ar-EG"/>
        </w:rPr>
      </w:pPr>
      <w:bookmarkStart w:id="86" w:name="_Toc46076742"/>
      <w:r w:rsidRPr="003109B9">
        <w:rPr>
          <w:lang w:val="sw-KE" w:bidi="ar-EG"/>
        </w:rPr>
        <w:t>60 - NA AMESEMA (A.S)</w:t>
      </w:r>
      <w:bookmarkEnd w:id="86"/>
    </w:p>
    <w:p w:rsidR="003109B9" w:rsidRPr="003109B9" w:rsidRDefault="003109B9" w:rsidP="003109B9">
      <w:pPr>
        <w:pStyle w:val="Header"/>
        <w:rPr>
          <w:sz w:val="24"/>
          <w:szCs w:val="24"/>
          <w:lang w:val="sw-KE" w:bidi="ar-EG"/>
        </w:rPr>
      </w:pPr>
      <w:r w:rsidRPr="003109B9">
        <w:rPr>
          <w:sz w:val="24"/>
          <w:szCs w:val="24"/>
          <w:lang w:val="sw-KE" w:bidi="ar-EG"/>
        </w:rPr>
        <w:t xml:space="preserve">Na Alisema </w:t>
      </w:r>
      <w:r w:rsidRPr="003109B9">
        <w:rPr>
          <w:rStyle w:val="libFootnotenumChar"/>
          <w:lang w:val="sw-KE" w:bidi="ar-EG"/>
        </w:rPr>
        <w:t>(a.s)</w:t>
      </w:r>
      <w:r w:rsidRPr="003109B9">
        <w:rPr>
          <w:sz w:val="24"/>
          <w:szCs w:val="24"/>
          <w:lang w:val="sw-KE" w:bidi="ar-EG"/>
        </w:rPr>
        <w:t xml:space="preserve"> - Ameieleza al-Mubaridu katika al-Kamil Jz. 2, uk. 120, na al-Baihaqiy katika al- Mahasin wal Masawi uk. 380, katika mlango Mahasinus-Swidiqi, na Mas’ud katika Muruj al-Dhahab, Juz. 2, uk. 416.</w:t>
      </w:r>
    </w:p>
    <w:p w:rsidR="003109B9" w:rsidRDefault="003109B9" w:rsidP="003109B9">
      <w:pPr>
        <w:pStyle w:val="Header"/>
        <w:rPr>
          <w:sz w:val="24"/>
          <w:szCs w:val="24"/>
          <w:lang w:val="sw-KE" w:bidi="ar-EG"/>
        </w:rPr>
      </w:pPr>
      <w:r w:rsidRPr="003109B9">
        <w:rPr>
          <w:sz w:val="24"/>
          <w:szCs w:val="24"/>
          <w:lang w:val="sw-KE" w:bidi="ar-EG"/>
        </w:rPr>
        <w:t>Walipouliwa Khawarij Aliambiwa: “Ewe Amirul-Mu’minina, Hawa Jamaa Wameangamia Wote!” Ndipo Aliposema</w:t>
      </w:r>
      <w:r>
        <w:rPr>
          <w:sz w:val="24"/>
          <w:szCs w:val="24"/>
          <w:lang w:val="sw-KE" w:bidi="ar-EG"/>
        </w:rPr>
        <w:t xml:space="preserve">: </w:t>
      </w:r>
      <w:r w:rsidRPr="003109B9">
        <w:rPr>
          <w:sz w:val="24"/>
          <w:szCs w:val="24"/>
          <w:lang w:val="sw-KE" w:bidi="ar-EG"/>
        </w:rPr>
        <w:t>Lahasha wallahi: wao ni nut’fah ndani ya migongo ya wanaume na mifuko ya uzazi ya wanawake, na kila kiongozi akijitokeza</w:t>
      </w:r>
      <w:r w:rsidRPr="003109B9">
        <w:rPr>
          <w:rStyle w:val="libFootnotenumChar"/>
          <w:lang w:val="sw-KE"/>
        </w:rPr>
        <w:footnoteReference w:id="151"/>
      </w:r>
      <w:r w:rsidRPr="003109B9">
        <w:rPr>
          <w:sz w:val="24"/>
          <w:szCs w:val="24"/>
          <w:lang w:val="sw-KE" w:bidi="ar-EG"/>
        </w:rPr>
        <w:t xml:space="preserve"> kati yao hukatwa mpaka wa mwisho wa</w:t>
      </w:r>
      <w:r>
        <w:rPr>
          <w:sz w:val="24"/>
          <w:szCs w:val="24"/>
          <w:lang w:val="sw-KE" w:bidi="ar-EG"/>
        </w:rPr>
        <w:t>o wawe wevi vibaka</w:t>
      </w:r>
      <w:r w:rsidRPr="003109B9">
        <w:rPr>
          <w:sz w:val="24"/>
          <w:szCs w:val="24"/>
          <w:lang w:val="sw-KE" w:bidi="ar-EG"/>
        </w:rPr>
        <w:t>.</w:t>
      </w:r>
    </w:p>
    <w:p w:rsidR="003109B9" w:rsidRPr="003109B9" w:rsidRDefault="003109B9" w:rsidP="003109B9">
      <w:pPr>
        <w:pStyle w:val="Heading3"/>
        <w:rPr>
          <w:lang w:val="sw-KE" w:bidi="ar-EG"/>
        </w:rPr>
      </w:pPr>
      <w:bookmarkStart w:id="87" w:name="_Toc46076743"/>
      <w:r>
        <w:rPr>
          <w:lang w:val="sw-KE" w:bidi="ar-EG"/>
        </w:rPr>
        <w:t xml:space="preserve">61 - NA ALISEMA </w:t>
      </w:r>
      <w:r w:rsidRPr="003109B9">
        <w:rPr>
          <w:rStyle w:val="libFootnotenumChar"/>
          <w:lang w:val="sw-KE"/>
        </w:rPr>
        <w:t>(A.S)</w:t>
      </w:r>
      <w:bookmarkEnd w:id="87"/>
    </w:p>
    <w:p w:rsidR="003109B9" w:rsidRPr="003109B9" w:rsidRDefault="003109B9" w:rsidP="003109B9">
      <w:pPr>
        <w:pStyle w:val="libBold1"/>
        <w:rPr>
          <w:lang w:val="sw-KE" w:bidi="ar-EG"/>
        </w:rPr>
      </w:pPr>
      <w:r w:rsidRPr="003109B9">
        <w:rPr>
          <w:lang w:val="sw-KE" w:bidi="ar-EG"/>
        </w:rPr>
        <w:t>Kuhusu Khawarij</w:t>
      </w:r>
    </w:p>
    <w:p w:rsidR="003109B9" w:rsidRDefault="003109B9" w:rsidP="003109B9">
      <w:pPr>
        <w:pStyle w:val="Header"/>
        <w:rPr>
          <w:sz w:val="24"/>
          <w:szCs w:val="24"/>
          <w:lang w:val="sw-KE" w:bidi="ar-EG"/>
        </w:rPr>
      </w:pPr>
      <w:r w:rsidRPr="003109B9">
        <w:rPr>
          <w:sz w:val="24"/>
          <w:szCs w:val="24"/>
          <w:lang w:val="sw-KE" w:bidi="ar-EG"/>
        </w:rPr>
        <w:t>Msiwapige vita Khawarij baada yangu; kwa kuwa sisawa kati ya mwenye kuutafuta ukweli na akakosea na ambaye ameitafuta batili na kuipata (amkusudia Muawiya na sahaba zake)</w:t>
      </w:r>
      <w:r w:rsidRPr="003109B9">
        <w:rPr>
          <w:rStyle w:val="libFootnotenumChar"/>
          <w:lang w:val="sw-KE"/>
        </w:rPr>
        <w:footnoteReference w:id="152"/>
      </w:r>
      <w:r>
        <w:rPr>
          <w:sz w:val="24"/>
          <w:szCs w:val="24"/>
          <w:lang w:val="sw-KE" w:bidi="ar-EG"/>
        </w:rPr>
        <w:t>.</w:t>
      </w:r>
    </w:p>
    <w:p w:rsidR="003109B9" w:rsidRPr="003109B9" w:rsidRDefault="003109B9" w:rsidP="003109B9">
      <w:pPr>
        <w:pStyle w:val="Heading3"/>
        <w:rPr>
          <w:lang w:val="sw-KE" w:bidi="ar-EG"/>
        </w:rPr>
      </w:pPr>
      <w:bookmarkStart w:id="88" w:name="_Toc46076744"/>
      <w:r w:rsidRPr="003109B9">
        <w:rPr>
          <w:lang w:val="sw-KE" w:bidi="ar-EG"/>
        </w:rPr>
        <w:lastRenderedPageBreak/>
        <w:t>62 - NA KATIKA MANENO YAKE (A.S)</w:t>
      </w:r>
      <w:bookmarkEnd w:id="88"/>
    </w:p>
    <w:p w:rsidR="003109B9" w:rsidRPr="003109B9" w:rsidRDefault="003109B9" w:rsidP="003109B9">
      <w:pPr>
        <w:pStyle w:val="Header"/>
        <w:rPr>
          <w:sz w:val="24"/>
          <w:szCs w:val="24"/>
          <w:lang w:val="sw-KE" w:bidi="ar-EG"/>
        </w:rPr>
      </w:pPr>
      <w:r w:rsidRPr="003109B9">
        <w:rPr>
          <w:sz w:val="24"/>
          <w:szCs w:val="24"/>
          <w:lang w:val="sw-KE" w:bidi="ar-EG"/>
        </w:rPr>
        <w:t xml:space="preserve">Na Katika Maneno Yake </w:t>
      </w:r>
      <w:r w:rsidRPr="003109B9">
        <w:rPr>
          <w:rStyle w:val="libFootnotenumChar"/>
          <w:lang w:val="sw-KE" w:bidi="ar-EG"/>
        </w:rPr>
        <w:t>(a.s)</w:t>
      </w:r>
      <w:r w:rsidRPr="003109B9">
        <w:rPr>
          <w:sz w:val="24"/>
          <w:szCs w:val="24"/>
          <w:lang w:val="sw-KE" w:bidi="ar-EG"/>
        </w:rPr>
        <w:t xml:space="preserve"> - As-Saduq ameinakili katika Man laa Yahdhuruhu al-Faqih, jalada la kwanza, uk. 329, na Abu Na’im katika al-Hiliyatu, jalada la kwanza, uk. 77, na at-Tusi katika al-Misbahu, uk. 461, na al-Mufid katika al-Amaal, uk. 87.</w:t>
      </w:r>
    </w:p>
    <w:p w:rsidR="003109B9" w:rsidRDefault="003109B9" w:rsidP="003109B9">
      <w:pPr>
        <w:pStyle w:val="Header"/>
        <w:rPr>
          <w:sz w:val="24"/>
          <w:szCs w:val="24"/>
          <w:lang w:val="sw-KE" w:bidi="ar-EG"/>
        </w:rPr>
      </w:pPr>
      <w:r w:rsidRPr="003109B9">
        <w:rPr>
          <w:sz w:val="24"/>
          <w:szCs w:val="24"/>
          <w:lang w:val="sw-KE" w:bidi="ar-EG"/>
        </w:rPr>
        <w:t>Pindi Alipohofishwa Kuuliwa Ghafla (Akasema)</w:t>
      </w:r>
      <w:r>
        <w:rPr>
          <w:sz w:val="24"/>
          <w:szCs w:val="24"/>
          <w:lang w:val="sw-KE" w:bidi="ar-EG"/>
        </w:rPr>
        <w:t xml:space="preserve">: </w:t>
      </w:r>
      <w:r w:rsidRPr="003109B9">
        <w:rPr>
          <w:sz w:val="24"/>
          <w:szCs w:val="24"/>
          <w:lang w:val="sw-KE" w:bidi="ar-EG"/>
        </w:rPr>
        <w:t>Kwa hakika mimi nina ngao madhubuti kutoka kwa Mungu, siku yangu itakapokuja itajitoa mbali na mimi na kuniachia; wakati huo mshale hau</w:t>
      </w:r>
      <w:r>
        <w:rPr>
          <w:sz w:val="24"/>
          <w:szCs w:val="24"/>
          <w:lang w:val="sw-KE" w:bidi="ar-EG"/>
        </w:rPr>
        <w:t>tokosea wala jeraha halitopona.</w:t>
      </w:r>
    </w:p>
    <w:p w:rsidR="003109B9" w:rsidRPr="003109B9" w:rsidRDefault="003109B9" w:rsidP="003109B9">
      <w:pPr>
        <w:pStyle w:val="Heading3"/>
        <w:rPr>
          <w:lang w:val="sw-KE" w:bidi="ar-EG"/>
        </w:rPr>
      </w:pPr>
      <w:bookmarkStart w:id="89" w:name="_Toc46076745"/>
      <w:r w:rsidRPr="003109B9">
        <w:rPr>
          <w:lang w:val="sw-KE" w:bidi="ar-EG"/>
        </w:rPr>
        <w:t xml:space="preserve">63 - NA MIONGONI MWA SEMI ZAKE </w:t>
      </w:r>
      <w:r w:rsidRPr="003109B9">
        <w:rPr>
          <w:rStyle w:val="libFootnotenumChar"/>
          <w:lang w:val="sw-KE"/>
        </w:rPr>
        <w:t>(A.S)</w:t>
      </w:r>
      <w:bookmarkEnd w:id="89"/>
    </w:p>
    <w:p w:rsidR="003109B9" w:rsidRPr="003109B9" w:rsidRDefault="003109B9" w:rsidP="003109B9">
      <w:pPr>
        <w:pStyle w:val="Header"/>
        <w:rPr>
          <w:sz w:val="24"/>
          <w:szCs w:val="24"/>
          <w:lang w:val="sw-KE" w:bidi="ar-EG"/>
        </w:rPr>
      </w:pPr>
      <w:r w:rsidRPr="003109B9">
        <w:rPr>
          <w:sz w:val="24"/>
          <w:szCs w:val="24"/>
          <w:lang w:val="sw-KE" w:bidi="ar-EG"/>
        </w:rPr>
        <w:t xml:space="preserve">Na Miongoni Mwa Semi Zake </w:t>
      </w:r>
      <w:r w:rsidRPr="003109B9">
        <w:rPr>
          <w:rStyle w:val="libFootnotenumChar"/>
          <w:lang w:val="sw-KE" w:bidi="ar-EG"/>
        </w:rPr>
        <w:t>(a.s)</w:t>
      </w:r>
      <w:r w:rsidRPr="003109B9">
        <w:rPr>
          <w:sz w:val="24"/>
          <w:szCs w:val="24"/>
          <w:lang w:val="sw-KE" w:bidi="ar-EG"/>
        </w:rPr>
        <w:t xml:space="preserve"> - Ameieleza Zamakhshari katika Rabiul-Abrar, na ameieleza mwanzoni mwake Ibn Kathir katika al-Bidaya wan-Nihaya: Jz. 8, uk. 12.</w:t>
      </w:r>
    </w:p>
    <w:p w:rsidR="003109B9" w:rsidRPr="003109B9" w:rsidRDefault="003109B9" w:rsidP="003109B9">
      <w:pPr>
        <w:pStyle w:val="libBold1"/>
        <w:rPr>
          <w:lang w:val="sw-KE" w:bidi="ar-EG"/>
        </w:rPr>
      </w:pPr>
      <w:r w:rsidRPr="003109B9">
        <w:rPr>
          <w:lang w:val="sw-KE" w:bidi="ar-EG"/>
        </w:rPr>
        <w:t>Ahadharisha fitna za dunia</w:t>
      </w:r>
    </w:p>
    <w:p w:rsidR="003109B9" w:rsidRPr="003109B9" w:rsidRDefault="003109B9" w:rsidP="003109B9">
      <w:pPr>
        <w:pStyle w:val="Header"/>
        <w:rPr>
          <w:sz w:val="24"/>
          <w:szCs w:val="24"/>
          <w:lang w:val="sw-KE" w:bidi="ar-EG"/>
        </w:rPr>
      </w:pPr>
      <w:r w:rsidRPr="003109B9">
        <w:rPr>
          <w:sz w:val="24"/>
          <w:szCs w:val="24"/>
          <w:lang w:val="sw-KE" w:bidi="ar-EG"/>
        </w:rPr>
        <w:t>Lo! Kwa kweli dunia hii ni mahali ambapo usalama haupatikani ila mtu akiwa yumo humo,</w:t>
      </w:r>
      <w:r w:rsidR="00CD2709" w:rsidRPr="00CD2709">
        <w:rPr>
          <w:rStyle w:val="libFootnotenumChar"/>
          <w:lang w:val="sw-KE"/>
        </w:rPr>
        <w:footnoteReference w:id="153"/>
      </w:r>
      <w:r w:rsidRPr="003109B9">
        <w:rPr>
          <w:sz w:val="24"/>
          <w:szCs w:val="24"/>
          <w:lang w:val="sw-KE" w:bidi="ar-EG"/>
        </w:rPr>
        <w:t>tendo lililofanywa kwa ajili ya dunia tu haliokoi</w:t>
      </w:r>
      <w:r w:rsidR="00CD2709" w:rsidRPr="00CD2709">
        <w:rPr>
          <w:rStyle w:val="libFootnotenumChar"/>
          <w:lang w:val="sw-KE"/>
        </w:rPr>
        <w:footnoteReference w:id="154"/>
      </w:r>
      <w:r w:rsidR="00CD2709">
        <w:rPr>
          <w:sz w:val="24"/>
          <w:szCs w:val="24"/>
          <w:lang w:val="sw-KE" w:bidi="ar-EG"/>
        </w:rPr>
        <w:t>.</w:t>
      </w:r>
    </w:p>
    <w:p w:rsidR="003109B9" w:rsidRDefault="003109B9" w:rsidP="00483914">
      <w:pPr>
        <w:pStyle w:val="Header"/>
        <w:rPr>
          <w:sz w:val="24"/>
          <w:szCs w:val="24"/>
          <w:lang w:val="sw-KE" w:bidi="ar-EG"/>
        </w:rPr>
      </w:pPr>
      <w:r w:rsidRPr="003109B9">
        <w:rPr>
          <w:sz w:val="24"/>
          <w:szCs w:val="24"/>
          <w:lang w:val="sw-KE" w:bidi="ar-EG"/>
        </w:rPr>
        <w:t>Watu wamekabiliwa na mtihani wa maafa, walivyovichuma humo kwa ajili yake (ya dunia) watatolewa nje yake (kwa kifo) na kuhesabiwa dhidi yao</w:t>
      </w:r>
      <w:r w:rsidR="00CD2709">
        <w:rPr>
          <w:rStyle w:val="FootnoteReference"/>
          <w:sz w:val="24"/>
          <w:szCs w:val="24"/>
          <w:lang w:val="sw-KE" w:bidi="ar-EG"/>
        </w:rPr>
        <w:footnoteReference w:id="155"/>
      </w:r>
      <w:r w:rsidRPr="003109B9">
        <w:rPr>
          <w:sz w:val="24"/>
          <w:szCs w:val="24"/>
          <w:lang w:val="sw-KE" w:bidi="ar-EG"/>
        </w:rPr>
        <w:t>,3 na walivyovichuma kutoka humo (kwa kutenda mema) si kwa ajili ya dunia - kwa ajili ya ya akhera - watavipata, na kubaki navyo humo; kwa kuwa hiyo – dunia - kwa wenye akili ni kama kivuli mara chajitanuwa na kujieneza punde chajikunja na kupungua.” Ameitaja al-Amidi katika kitabu Ghurarul-Hikami, chini ya herufi ‘inna.’</w:t>
      </w:r>
    </w:p>
    <w:p w:rsidR="00681ECE" w:rsidRPr="00681ECE" w:rsidRDefault="00681ECE" w:rsidP="00681ECE">
      <w:pPr>
        <w:pStyle w:val="Heading3"/>
        <w:rPr>
          <w:rStyle w:val="libFootnotenumChar"/>
          <w:lang w:val="sw-KE"/>
        </w:rPr>
      </w:pPr>
      <w:bookmarkStart w:id="90" w:name="_Toc46076746"/>
      <w:r w:rsidRPr="00681ECE">
        <w:rPr>
          <w:lang w:val="sw-KE" w:bidi="ar-EG"/>
        </w:rPr>
        <w:t xml:space="preserve">64 - NA MIONGONI MWA KHUTBA ZAKE </w:t>
      </w:r>
      <w:r w:rsidRPr="00681ECE">
        <w:rPr>
          <w:rStyle w:val="libFootnotenumChar"/>
          <w:lang w:val="sw-KE"/>
        </w:rPr>
        <w:t>(A.S)</w:t>
      </w:r>
      <w:bookmarkEnd w:id="90"/>
    </w:p>
    <w:p w:rsidR="00681ECE" w:rsidRPr="00681ECE" w:rsidRDefault="00681ECE" w:rsidP="00681ECE">
      <w:pPr>
        <w:pStyle w:val="Header"/>
        <w:rPr>
          <w:sz w:val="24"/>
          <w:szCs w:val="24"/>
          <w:lang w:val="sw-KE" w:bidi="ar-EG"/>
        </w:rPr>
      </w:pPr>
      <w:r w:rsidRPr="00681ECE">
        <w:rPr>
          <w:sz w:val="24"/>
          <w:szCs w:val="24"/>
          <w:lang w:val="sw-KE" w:bidi="ar-EG"/>
        </w:rPr>
        <w:t xml:space="preserve">Na Miongoni Mwa Khutba Zake </w:t>
      </w:r>
      <w:r w:rsidRPr="00681ECE">
        <w:rPr>
          <w:rStyle w:val="libFootnotenumChar"/>
          <w:lang w:val="sw-KE" w:bidi="ar-EG"/>
        </w:rPr>
        <w:t>(a.s)</w:t>
      </w:r>
      <w:r w:rsidRPr="00681ECE">
        <w:rPr>
          <w:sz w:val="24"/>
          <w:szCs w:val="24"/>
          <w:lang w:val="sw-KE" w:bidi="ar-EG"/>
        </w:rPr>
        <w:t xml:space="preserve"> - Ameieleza ibnul-Jauz katika Tadhkira yake, uk. 145, na ameitaja al-Aamidi katika al- Ghuraru wal-Duraru.</w:t>
      </w:r>
    </w:p>
    <w:p w:rsidR="00681ECE" w:rsidRPr="00681ECE" w:rsidRDefault="00681ECE" w:rsidP="00681ECE">
      <w:pPr>
        <w:pStyle w:val="libBold1"/>
        <w:rPr>
          <w:lang w:val="sw-KE" w:bidi="ar-EG"/>
        </w:rPr>
      </w:pPr>
      <w:r w:rsidRPr="00681ECE">
        <w:rPr>
          <w:lang w:val="sw-KE" w:bidi="ar-EG"/>
        </w:rPr>
        <w:t>Kuhusu Kujiandaa Kwa Ajili Ya Mauti:</w:t>
      </w:r>
    </w:p>
    <w:p w:rsidR="00681ECE" w:rsidRPr="00681ECE" w:rsidRDefault="00681ECE" w:rsidP="00681ECE">
      <w:pPr>
        <w:pStyle w:val="Header"/>
        <w:rPr>
          <w:sz w:val="24"/>
          <w:szCs w:val="24"/>
          <w:lang w:val="sw-KE" w:bidi="ar-EG"/>
        </w:rPr>
      </w:pPr>
      <w:r w:rsidRPr="00681ECE">
        <w:rPr>
          <w:sz w:val="24"/>
          <w:szCs w:val="24"/>
          <w:lang w:val="sw-KE" w:bidi="ar-EG"/>
        </w:rPr>
        <w:t xml:space="preserve">Mcheni Mungu enyi waja wa Mungu, zitanguliyeni ajali zenu kwa matendo yenu (mema), na mnunuwe kinachobaki kwa ajili yenu kwa </w:t>
      </w:r>
      <w:r w:rsidRPr="00681ECE">
        <w:rPr>
          <w:sz w:val="24"/>
          <w:szCs w:val="24"/>
          <w:lang w:val="sw-KE" w:bidi="ar-EG"/>
        </w:rPr>
        <w:lastRenderedPageBreak/>
        <w:t>kinachowatokeni</w:t>
      </w:r>
      <w:r w:rsidRPr="00681ECE">
        <w:rPr>
          <w:rStyle w:val="libFootnotenumChar"/>
          <w:lang w:val="sw-KE"/>
        </w:rPr>
        <w:footnoteReference w:id="156"/>
      </w:r>
      <w:r>
        <w:rPr>
          <w:sz w:val="24"/>
          <w:szCs w:val="24"/>
          <w:lang w:val="sw-KE" w:bidi="ar-EG"/>
        </w:rPr>
        <w:t>,</w:t>
      </w:r>
      <w:r w:rsidRPr="00681ECE">
        <w:rPr>
          <w:sz w:val="24"/>
          <w:szCs w:val="24"/>
          <w:lang w:val="sw-KE" w:bidi="ar-EG"/>
        </w:rPr>
        <w:t xml:space="preserve"> tokeni kwani mmehimizwa</w:t>
      </w:r>
      <w:r w:rsidRPr="00681ECE">
        <w:rPr>
          <w:rStyle w:val="libFootnotenumChar"/>
          <w:lang w:val="sw-KE"/>
        </w:rPr>
        <w:footnoteReference w:id="157"/>
      </w:r>
      <w:r>
        <w:rPr>
          <w:sz w:val="24"/>
          <w:szCs w:val="24"/>
          <w:lang w:val="sw-KE" w:bidi="ar-EG"/>
        </w:rPr>
        <w:t>,</w:t>
      </w:r>
      <w:r w:rsidRPr="00681ECE">
        <w:rPr>
          <w:sz w:val="24"/>
          <w:szCs w:val="24"/>
          <w:lang w:val="sw-KE" w:bidi="ar-EG"/>
        </w:rPr>
        <w:t xml:space="preserve"> na jiandaeni kwa ajili ya umauti kwani hakika umewakurubia, na muwe kaumu ya watu waliopigwa kelele wakaamka</w:t>
      </w:r>
      <w:r w:rsidRPr="00681ECE">
        <w:rPr>
          <w:rStyle w:val="libFootnotenumChar"/>
          <w:lang w:val="sw-KE"/>
        </w:rPr>
        <w:footnoteReference w:id="158"/>
      </w:r>
      <w:r>
        <w:rPr>
          <w:sz w:val="24"/>
          <w:szCs w:val="24"/>
          <w:lang w:val="sw-KE" w:bidi="ar-EG"/>
        </w:rPr>
        <w:t>,</w:t>
      </w:r>
      <w:r w:rsidRPr="00681ECE">
        <w:rPr>
          <w:sz w:val="24"/>
          <w:szCs w:val="24"/>
          <w:lang w:val="sw-KE" w:bidi="ar-EG"/>
        </w:rPr>
        <w:t xml:space="preserve"> na wakajua kuwa dunia kwao sio nyumba ya kubaki na wakaibadili; kwa kuwa Mungu (swt) hakuwaumbeni kwa mchezo bila ya lengo</w:t>
      </w:r>
      <w:r w:rsidRPr="00681ECE">
        <w:rPr>
          <w:rStyle w:val="libFootnotenumChar"/>
          <w:lang w:val="sw-KE"/>
        </w:rPr>
        <w:footnoteReference w:id="159"/>
      </w:r>
      <w:r>
        <w:rPr>
          <w:sz w:val="24"/>
          <w:szCs w:val="24"/>
          <w:lang w:val="sw-KE" w:bidi="ar-EG"/>
        </w:rPr>
        <w:t>,</w:t>
      </w:r>
      <w:r w:rsidRPr="00681ECE">
        <w:rPr>
          <w:sz w:val="24"/>
          <w:szCs w:val="24"/>
          <w:lang w:val="sw-KE" w:bidi="ar-EG"/>
        </w:rPr>
        <w:t xml:space="preserve"> na wala hakuwaacheni bure</w:t>
      </w:r>
      <w:r w:rsidRPr="004A2B85">
        <w:rPr>
          <w:rStyle w:val="libFootnotenumChar"/>
          <w:lang w:val="sw-KE"/>
        </w:rPr>
        <w:footnoteReference w:id="160"/>
      </w:r>
      <w:r w:rsidR="004A2B85">
        <w:rPr>
          <w:sz w:val="24"/>
          <w:szCs w:val="24"/>
          <w:lang w:val="sw-KE" w:bidi="ar-EG"/>
        </w:rPr>
        <w:t>,</w:t>
      </w:r>
      <w:r w:rsidRPr="00681ECE">
        <w:rPr>
          <w:sz w:val="24"/>
          <w:szCs w:val="24"/>
          <w:lang w:val="sw-KE" w:bidi="ar-EG"/>
        </w:rPr>
        <w:t xml:space="preserve"> na hakuna kitu (kinachozuia) kuingia mmoja wenu jannah au moto ila ni mauti</w:t>
      </w:r>
      <w:r w:rsidR="004A2B85" w:rsidRPr="004A2B85">
        <w:rPr>
          <w:rStyle w:val="libFootnotenumChar"/>
          <w:lang w:val="sw-KE"/>
        </w:rPr>
        <w:footnoteReference w:id="161"/>
      </w:r>
      <w:r w:rsidR="004A2B85">
        <w:rPr>
          <w:sz w:val="24"/>
          <w:szCs w:val="24"/>
          <w:lang w:val="sw-KE" w:bidi="ar-EG"/>
        </w:rPr>
        <w:t>.</w:t>
      </w:r>
    </w:p>
    <w:p w:rsidR="00681ECE" w:rsidRPr="00681ECE" w:rsidRDefault="00681ECE" w:rsidP="00681ECE">
      <w:pPr>
        <w:pStyle w:val="Header"/>
        <w:rPr>
          <w:sz w:val="24"/>
          <w:szCs w:val="24"/>
          <w:lang w:val="sw-KE" w:bidi="ar-EG"/>
        </w:rPr>
      </w:pPr>
      <w:r w:rsidRPr="00681ECE">
        <w:rPr>
          <w:sz w:val="24"/>
          <w:szCs w:val="24"/>
          <w:lang w:val="sw-KE" w:bidi="ar-EG"/>
        </w:rPr>
        <w:t>Na kwa kweli ni lengo linalopunguzwa na muda mfupi mno, na kubomolewa na saa, kadiri</w:t>
      </w:r>
      <w:r w:rsidR="004A2B85" w:rsidRPr="004A2B85">
        <w:rPr>
          <w:rStyle w:val="libFootnotenumChar"/>
          <w:lang w:val="sw-KE"/>
        </w:rPr>
        <w:footnoteReference w:id="162"/>
      </w:r>
      <w:r w:rsidRPr="00681ECE">
        <w:rPr>
          <w:sz w:val="24"/>
          <w:szCs w:val="24"/>
          <w:lang w:val="sw-KE" w:bidi="ar-EG"/>
        </w:rPr>
        <w:t xml:space="preserve"> inayopunguzwa na punde na kuharibiwa na saa yabidi izingatiwe kuwa ni fupi mno.</w:t>
      </w:r>
    </w:p>
    <w:p w:rsidR="00681ECE" w:rsidRPr="00681ECE" w:rsidRDefault="00681ECE" w:rsidP="00681ECE">
      <w:pPr>
        <w:pStyle w:val="Header"/>
        <w:rPr>
          <w:sz w:val="24"/>
          <w:szCs w:val="24"/>
          <w:lang w:val="sw-KE" w:bidi="ar-EG"/>
        </w:rPr>
      </w:pPr>
      <w:r w:rsidRPr="00681ECE">
        <w:rPr>
          <w:sz w:val="24"/>
          <w:szCs w:val="24"/>
          <w:lang w:val="sw-KE" w:bidi="ar-EG"/>
        </w:rPr>
        <w:t>Na hakika ghaibu inayosukumwa na mabadiliko mawili mapya, yaani usiku na mchana, ni ya haraka mno kurejea. Msafiri anayerudi ama amefaulu au kutofaulu yu astahiki kuandaliwa masurufu bora.</w:t>
      </w:r>
    </w:p>
    <w:p w:rsidR="00681ECE" w:rsidRPr="00681ECE" w:rsidRDefault="00681ECE" w:rsidP="00681ECE">
      <w:pPr>
        <w:pStyle w:val="Header"/>
        <w:rPr>
          <w:sz w:val="24"/>
          <w:szCs w:val="24"/>
          <w:lang w:val="sw-KE" w:bidi="ar-EG"/>
        </w:rPr>
      </w:pPr>
      <w:r w:rsidRPr="00681ECE">
        <w:rPr>
          <w:sz w:val="24"/>
          <w:szCs w:val="24"/>
          <w:lang w:val="sw-KE" w:bidi="ar-EG"/>
        </w:rPr>
        <w:t xml:space="preserve">Hivyo basi jiandalieni masurufu duniani kutoka duniani,8 kwa ambayo mtazihifadhi nafsi zenu kesho, kwa hiyo mja akimcha Mola wake Mlezi atakuwa ameinasihi nafsi yake, na atakuwa ameitanguliza toba yake, na </w:t>
      </w:r>
      <w:r w:rsidRPr="00681ECE">
        <w:rPr>
          <w:sz w:val="24"/>
          <w:szCs w:val="24"/>
          <w:lang w:val="sw-KE" w:bidi="ar-EG"/>
        </w:rPr>
        <w:lastRenderedPageBreak/>
        <w:t>atakuwa ameyashinda matamanio yake, kwa kuwa kifo chake kimefichwa, na matumaini yake yanamhadaa, na Shetani amefanywa kwake wakala, yuampambia maasi ili ayatende, na yuamshawishi kuchelewesha toba kwa kujifanya nitatubu baadae, kifo kitakapomhujumu kitamsahaulisha aliyonayo.</w:t>
      </w:r>
    </w:p>
    <w:p w:rsidR="00681ECE" w:rsidRDefault="00681ECE" w:rsidP="00681ECE">
      <w:pPr>
        <w:pStyle w:val="Header"/>
        <w:rPr>
          <w:sz w:val="24"/>
          <w:szCs w:val="24"/>
          <w:rtl/>
          <w:lang w:val="sw-KE" w:bidi="ar-EG"/>
        </w:rPr>
      </w:pPr>
      <w:r w:rsidRPr="00681ECE">
        <w:rPr>
          <w:sz w:val="24"/>
          <w:szCs w:val="24"/>
          <w:lang w:val="sw-KE" w:bidi="ar-EG"/>
        </w:rPr>
        <w:t>Lo! Hasara iliyoje kwa mwenye kughafilika ambaye umri wake utakuwa hoja dhidi yake, na siku zake zimfikishe kwenye maafa! Tunamuomba Mungu (swt) atujaalie na ninyi tuwe miongoni mwa ambao neema hai- wafanyi wajivune wala lengo haliwafanyi wazembee kumtii Mola Wao, wala baada ya umauti</w:t>
      </w:r>
      <w:r w:rsidR="004A2B85">
        <w:rPr>
          <w:sz w:val="24"/>
          <w:szCs w:val="24"/>
          <w:lang w:val="sw-KE" w:bidi="ar-EG"/>
        </w:rPr>
        <w:t xml:space="preserve"> hafikwi na majuto wala huzuni.</w:t>
      </w:r>
    </w:p>
    <w:p w:rsidR="00CB060A" w:rsidRDefault="00CB060A" w:rsidP="00CB060A">
      <w:pPr>
        <w:pStyle w:val="Heading3"/>
        <w:rPr>
          <w:lang w:val="sw-KE" w:bidi="ar-EG"/>
        </w:rPr>
      </w:pPr>
      <w:bookmarkStart w:id="91" w:name="_Toc46076747"/>
      <w:r w:rsidRPr="00CB060A">
        <w:rPr>
          <w:lang w:val="sw-KE" w:bidi="ar-EG"/>
        </w:rPr>
        <w:t>SHARTI YA KUCHAPA</w:t>
      </w:r>
      <w:bookmarkEnd w:id="91"/>
      <w:r w:rsidRPr="00CB060A">
        <w:rPr>
          <w:lang w:val="sw-KE" w:bidi="ar-EG"/>
        </w:rPr>
        <w:t xml:space="preserve"> </w:t>
      </w:r>
    </w:p>
    <w:p w:rsidR="00CB060A" w:rsidRDefault="00CB060A" w:rsidP="00681ECE">
      <w:pPr>
        <w:pStyle w:val="Header"/>
        <w:rPr>
          <w:sz w:val="24"/>
          <w:szCs w:val="24"/>
          <w:lang w:val="sw-KE" w:bidi="ar-EG"/>
        </w:rPr>
      </w:pPr>
      <w:r w:rsidRPr="00CB060A">
        <w:rPr>
          <w:sz w:val="24"/>
          <w:szCs w:val="24"/>
          <w:lang w:val="sw-KE" w:bidi="ar-EG"/>
        </w:rPr>
        <w:t xml:space="preserve">Sharti ya kuchapa au kusambaza ni kutaja rejeo hili. haki zote zimehifadhiwa na Taasisi ya Al-Hasanain Taasisi ya Imamu Husein </w:t>
      </w:r>
      <w:r w:rsidRPr="00CB060A">
        <w:rPr>
          <w:rStyle w:val="libFootnotenumChar"/>
          <w:lang w:val="sw-KE" w:bidi="ar-EG"/>
        </w:rPr>
        <w:t>(a.s)</w:t>
      </w:r>
      <w:r w:rsidRPr="00CB060A">
        <w:rPr>
          <w:sz w:val="24"/>
          <w:szCs w:val="24"/>
          <w:lang w:val="sw-KE" w:bidi="ar-EG"/>
        </w:rPr>
        <w:t xml:space="preserve"> Site ya Al-Imaamaini Al-Hassanaini </w:t>
      </w:r>
      <w:r w:rsidRPr="00CB060A">
        <w:rPr>
          <w:rStyle w:val="libFootnotenumChar"/>
          <w:lang w:val="sw-KE" w:bidi="ar-EG"/>
        </w:rPr>
        <w:t>(a.s)</w:t>
      </w:r>
      <w:r w:rsidRPr="00CB060A">
        <w:rPr>
          <w:sz w:val="24"/>
          <w:szCs w:val="24"/>
          <w:lang w:val="sw-KE" w:bidi="ar-EG"/>
        </w:rPr>
        <w:t xml:space="preserve"> ya usambazaji wa utamaduni wa Kiislamu na mafunzo ya Kidini. </w:t>
      </w:r>
    </w:p>
    <w:p w:rsidR="00CB060A" w:rsidRDefault="00CB060A" w:rsidP="00CB060A">
      <w:pPr>
        <w:pStyle w:val="Heading3"/>
        <w:rPr>
          <w:lang w:val="sw-KE" w:bidi="ar-EG"/>
        </w:rPr>
      </w:pPr>
      <w:bookmarkStart w:id="92" w:name="_Toc46076748"/>
      <w:r w:rsidRPr="00CB060A">
        <w:rPr>
          <w:lang w:val="sw-KE" w:bidi="ar-EG"/>
        </w:rPr>
        <w:t>MWISHO WA KITABU</w:t>
      </w:r>
      <w:bookmarkEnd w:id="92"/>
      <w:r w:rsidRPr="00CB060A">
        <w:rPr>
          <w:lang w:val="sw-KE" w:bidi="ar-EG"/>
        </w:rPr>
        <w:t xml:space="preserve">  </w:t>
      </w:r>
    </w:p>
    <w:p w:rsidR="00CB060A" w:rsidRDefault="00CB060A">
      <w:pPr>
        <w:ind w:firstLine="0"/>
        <w:jc w:val="left"/>
        <w:rPr>
          <w:sz w:val="24"/>
          <w:szCs w:val="24"/>
          <w:lang w:val="sw-KE" w:bidi="ar-EG"/>
        </w:rPr>
      </w:pPr>
      <w:r>
        <w:rPr>
          <w:sz w:val="24"/>
          <w:szCs w:val="24"/>
          <w:lang w:val="sw-KE" w:bidi="ar-EG"/>
        </w:rPr>
        <w:br w:type="page"/>
      </w:r>
    </w:p>
    <w:p w:rsidR="00CB060A" w:rsidRDefault="00CB060A" w:rsidP="00CB060A">
      <w:pPr>
        <w:pStyle w:val="Heading3Center"/>
        <w:rPr>
          <w:lang w:val="sw-KE" w:bidi="ar-EG"/>
        </w:rPr>
      </w:pPr>
      <w:bookmarkStart w:id="93" w:name="_Toc46076749"/>
      <w:r>
        <w:rPr>
          <w:lang w:val="sw-KE" w:bidi="ar-EG"/>
        </w:rPr>
        <w:lastRenderedPageBreak/>
        <w:t>YALIYOMO</w:t>
      </w:r>
      <w:bookmarkEnd w:id="93"/>
    </w:p>
    <w:sdt>
      <w:sdtPr>
        <w:rPr>
          <w:rtl/>
        </w:rPr>
        <w:id w:val="-394965535"/>
        <w:docPartObj>
          <w:docPartGallery w:val="Table of Contents"/>
          <w:docPartUnique/>
        </w:docPartObj>
      </w:sdtPr>
      <w:sdtEndPr>
        <w:rPr>
          <w:b w:val="0"/>
          <w:bCs w:val="0"/>
          <w:noProof w:val="0"/>
          <w:sz w:val="32"/>
          <w:rtl w:val="0"/>
        </w:rPr>
      </w:sdtEndPr>
      <w:sdtContent>
        <w:p w:rsidR="00E23D99" w:rsidRDefault="00E23D99">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46076656" w:history="1">
            <w:r w:rsidRPr="00CE78A2">
              <w:rPr>
                <w:rStyle w:val="Hyperlink"/>
                <w:lang w:val="sw-KE"/>
              </w:rPr>
              <w:t>NAHJUL-BALAGHAH</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Toc46076656 \h</w:instrText>
            </w:r>
            <w:r>
              <w:rPr>
                <w:webHidden/>
                <w:rtl/>
              </w:rPr>
              <w:instrText xml:space="preserve"> </w:instrText>
            </w:r>
            <w:r>
              <w:rPr>
                <w:rStyle w:val="Hyperlink"/>
              </w:rPr>
            </w:r>
            <w:r>
              <w:rPr>
                <w:rStyle w:val="Hyperlink"/>
              </w:rPr>
              <w:fldChar w:fldCharType="separate"/>
            </w:r>
            <w:r w:rsidR="00BF6C8D">
              <w:rPr>
                <w:webHidden/>
                <w:rtl/>
              </w:rPr>
              <w:t>1</w:t>
            </w:r>
            <w:r>
              <w:rPr>
                <w:rStyle w:val="Hyperlink"/>
              </w:rPr>
              <w:fldChar w:fldCharType="end"/>
            </w:r>
          </w:hyperlink>
        </w:p>
        <w:p w:rsidR="00E23D99" w:rsidRDefault="00E23D99">
          <w:pPr>
            <w:pStyle w:val="TOC2"/>
            <w:bidi/>
            <w:rPr>
              <w:rFonts w:asciiTheme="minorHAnsi" w:eastAsiaTheme="minorEastAsia" w:hAnsiTheme="minorHAnsi" w:cstheme="minorBidi"/>
              <w:color w:val="auto"/>
              <w:sz w:val="22"/>
              <w:szCs w:val="22"/>
              <w:rtl/>
              <w:lang w:val="sw-KE" w:eastAsia="sw-KE"/>
            </w:rPr>
          </w:pPr>
          <w:hyperlink w:anchor="_Toc46076657" w:history="1">
            <w:r w:rsidRPr="00CE78A2">
              <w:rPr>
                <w:rStyle w:val="Hyperlink"/>
                <w:lang w:val="sw-KE"/>
              </w:rPr>
              <w:t>MAJMUA YA KHUTBA, AMRI, BARUA, RISALA, MAWAIDHA NA SEMI ZA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Toc46076657 \h</w:instrText>
            </w:r>
            <w:r>
              <w:rPr>
                <w:webHidden/>
                <w:rtl/>
              </w:rPr>
              <w:instrText xml:space="preserve"> </w:instrText>
            </w:r>
            <w:r>
              <w:rPr>
                <w:rStyle w:val="Hyperlink"/>
              </w:rPr>
            </w:r>
            <w:r>
              <w:rPr>
                <w:rStyle w:val="Hyperlink"/>
              </w:rPr>
              <w:fldChar w:fldCharType="separate"/>
            </w:r>
            <w:r w:rsidR="00BF6C8D">
              <w:rPr>
                <w:webHidden/>
                <w:rtl/>
              </w:rPr>
              <w:t>1</w:t>
            </w:r>
            <w:r>
              <w:rPr>
                <w:rStyle w:val="Hyperlink"/>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58" w:history="1">
            <w:r w:rsidRPr="00CE78A2">
              <w:rPr>
                <w:rStyle w:val="Hyperlink"/>
                <w:noProof/>
                <w:lang w:val="sw-KE"/>
              </w:rPr>
              <w:t xml:space="preserve">AMIRUL-MUUMININ ALI BIN ABU TALIB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Toc46076658 \h</w:instrText>
            </w:r>
            <w:r>
              <w:rPr>
                <w:noProof/>
                <w:webHidden/>
                <w:rtl/>
              </w:rPr>
              <w:instrText xml:space="preserve"> </w:instrText>
            </w:r>
            <w:r>
              <w:rPr>
                <w:rStyle w:val="Hyperlink"/>
                <w:noProof/>
              </w:rPr>
            </w:r>
            <w:r>
              <w:rPr>
                <w:rStyle w:val="Hyperlink"/>
                <w:noProof/>
              </w:rPr>
              <w:fldChar w:fldCharType="separate"/>
            </w:r>
            <w:r w:rsidR="00BF6C8D">
              <w:rPr>
                <w:noProof/>
                <w:webHidden/>
                <w:rtl/>
              </w:rPr>
              <w:t>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59" w:history="1">
            <w:r w:rsidRPr="00CE78A2">
              <w:rPr>
                <w:rStyle w:val="Hyperlink"/>
                <w:noProof/>
                <w:lang w:val="sw-KE"/>
              </w:rPr>
              <w:t>Mkusanyaji: Al-Sharif Al-Radhii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Toc46076659 \h</w:instrText>
            </w:r>
            <w:r>
              <w:rPr>
                <w:noProof/>
                <w:webHidden/>
                <w:rtl/>
              </w:rPr>
              <w:instrText xml:space="preserve"> </w:instrText>
            </w:r>
            <w:r>
              <w:rPr>
                <w:rStyle w:val="Hyperlink"/>
                <w:noProof/>
              </w:rPr>
            </w:r>
            <w:r>
              <w:rPr>
                <w:rStyle w:val="Hyperlink"/>
                <w:noProof/>
              </w:rPr>
              <w:fldChar w:fldCharType="separate"/>
            </w:r>
            <w:r w:rsidR="00BF6C8D">
              <w:rPr>
                <w:noProof/>
                <w:webHidden/>
                <w:rtl/>
              </w:rPr>
              <w:t>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0" w:history="1">
            <w:r w:rsidRPr="00CE78A2">
              <w:rPr>
                <w:rStyle w:val="Hyperlink"/>
                <w:noProof/>
                <w:lang w:val="sw-KE"/>
              </w:rPr>
              <w:t>Kimetarjumiwa na: Sheikh Haroon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Toc46076660 \h</w:instrText>
            </w:r>
            <w:r>
              <w:rPr>
                <w:noProof/>
                <w:webHidden/>
                <w:rtl/>
              </w:rPr>
              <w:instrText xml:space="preserve"> </w:instrText>
            </w:r>
            <w:r>
              <w:rPr>
                <w:rStyle w:val="Hyperlink"/>
                <w:noProof/>
              </w:rPr>
            </w:r>
            <w:r>
              <w:rPr>
                <w:rStyle w:val="Hyperlink"/>
                <w:noProof/>
              </w:rPr>
              <w:fldChar w:fldCharType="separate"/>
            </w:r>
            <w:r w:rsidR="00BF6C8D">
              <w:rPr>
                <w:noProof/>
                <w:webHidden/>
                <w:rtl/>
              </w:rPr>
              <w:t>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1" w:history="1">
            <w:r w:rsidRPr="00CE78A2">
              <w:rPr>
                <w:rStyle w:val="Hyperlink"/>
                <w:noProof/>
                <w:lang w:val="sw-KE"/>
              </w:rPr>
              <w:t>NENO LA MCHAPISHAJI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Toc46076661 \h</w:instrText>
            </w:r>
            <w:r>
              <w:rPr>
                <w:noProof/>
                <w:webHidden/>
                <w:rtl/>
              </w:rPr>
              <w:instrText xml:space="preserve"> </w:instrText>
            </w:r>
            <w:r>
              <w:rPr>
                <w:rStyle w:val="Hyperlink"/>
                <w:noProof/>
              </w:rPr>
            </w:r>
            <w:r>
              <w:rPr>
                <w:rStyle w:val="Hyperlink"/>
                <w:noProof/>
              </w:rPr>
              <w:fldChar w:fldCharType="separate"/>
            </w:r>
            <w:r w:rsidR="00BF6C8D">
              <w:rPr>
                <w:noProof/>
                <w:webHidden/>
                <w:rtl/>
              </w:rPr>
              <w:t>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2" w:history="1">
            <w:r w:rsidRPr="00CE78A2">
              <w:rPr>
                <w:rStyle w:val="Hyperlink"/>
                <w:noProof/>
                <w:lang w:val="sw-KE"/>
              </w:rPr>
              <w:t>DIBAJI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Toc46076662 \h</w:instrText>
            </w:r>
            <w:r>
              <w:rPr>
                <w:noProof/>
                <w:webHidden/>
                <w:rtl/>
              </w:rPr>
              <w:instrText xml:space="preserve"> </w:instrText>
            </w:r>
            <w:r>
              <w:rPr>
                <w:rStyle w:val="Hyperlink"/>
                <w:noProof/>
              </w:rPr>
            </w:r>
            <w:r>
              <w:rPr>
                <w:rStyle w:val="Hyperlink"/>
                <w:noProof/>
              </w:rPr>
              <w:fldChar w:fldCharType="separate"/>
            </w:r>
            <w:r w:rsidR="00BF6C8D">
              <w:rPr>
                <w:noProof/>
                <w:webHidden/>
                <w:rtl/>
              </w:rPr>
              <w:t>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3" w:history="1">
            <w:r w:rsidRPr="00CE78A2">
              <w:rPr>
                <w:rStyle w:val="Hyperlink"/>
                <w:noProof/>
                <w:lang w:val="sw-KE"/>
              </w:rPr>
              <w:t xml:space="preserve">KUKHUSU NASABA YA AMIRUL-MU’MININA ALI </w:t>
            </w:r>
            <w:r w:rsidRPr="00CE78A2">
              <w:rPr>
                <w:rStyle w:val="Hyperlink"/>
                <w:noProof/>
                <w:vertAlign w:val="superscript"/>
                <w:lang w:val="sw-KE"/>
              </w:rPr>
              <w:t>(A.S)</w:t>
            </w:r>
            <w:r w:rsidRPr="00CE78A2">
              <w:rPr>
                <w:rStyle w:val="Hyperlink"/>
                <w:noProof/>
                <w:lang w:val="sw-KE"/>
              </w:rPr>
              <w:t xml:space="preserve"> NA KUTAJA SEHEMU KIDOGO YA FADHAILI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Toc46076663 \h</w:instrText>
            </w:r>
            <w:r>
              <w:rPr>
                <w:noProof/>
                <w:webHidden/>
                <w:rtl/>
              </w:rPr>
              <w:instrText xml:space="preserve"> </w:instrText>
            </w:r>
            <w:r>
              <w:rPr>
                <w:rStyle w:val="Hyperlink"/>
                <w:noProof/>
              </w:rPr>
            </w:r>
            <w:r>
              <w:rPr>
                <w:rStyle w:val="Hyperlink"/>
                <w:noProof/>
              </w:rPr>
              <w:fldChar w:fldCharType="separate"/>
            </w:r>
            <w:r w:rsidR="00BF6C8D">
              <w:rPr>
                <w:noProof/>
                <w:webHidden/>
                <w:rtl/>
              </w:rPr>
              <w:t>4</w:t>
            </w:r>
            <w:r>
              <w:rPr>
                <w:rStyle w:val="Hyperlink"/>
                <w:noProof/>
              </w:rPr>
              <w:fldChar w:fldCharType="end"/>
            </w:r>
          </w:hyperlink>
        </w:p>
        <w:p w:rsidR="00E23D99" w:rsidRDefault="00E23D99">
          <w:pPr>
            <w:pStyle w:val="TOC1"/>
            <w:bidi/>
            <w:rPr>
              <w:rFonts w:asciiTheme="minorHAnsi" w:eastAsiaTheme="minorEastAsia" w:hAnsiTheme="minorHAnsi" w:cstheme="minorBidi"/>
              <w:b w:val="0"/>
              <w:bCs w:val="0"/>
              <w:color w:val="auto"/>
              <w:sz w:val="22"/>
              <w:szCs w:val="22"/>
              <w:rtl/>
              <w:lang w:val="sw-KE" w:eastAsia="sw-KE"/>
            </w:rPr>
          </w:pPr>
          <w:hyperlink w:anchor="_Toc46076664" w:history="1">
            <w:r w:rsidRPr="00CE78A2">
              <w:rPr>
                <w:rStyle w:val="Hyperlink"/>
                <w:lang w:val="sw-KE"/>
              </w:rPr>
              <w:t>NAHJUL-BALAGHAH</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Toc46076664 \h</w:instrText>
            </w:r>
            <w:r>
              <w:rPr>
                <w:webHidden/>
                <w:rtl/>
              </w:rPr>
              <w:instrText xml:space="preserve"> </w:instrText>
            </w:r>
            <w:r>
              <w:rPr>
                <w:rStyle w:val="Hyperlink"/>
              </w:rPr>
            </w:r>
            <w:r>
              <w:rPr>
                <w:rStyle w:val="Hyperlink"/>
              </w:rPr>
              <w:fldChar w:fldCharType="separate"/>
            </w:r>
            <w:r w:rsidR="00BF6C8D">
              <w:rPr>
                <w:webHidden/>
                <w:rtl/>
              </w:rPr>
              <w:t>5</w:t>
            </w:r>
            <w:r>
              <w:rPr>
                <w:rStyle w:val="Hyperlink"/>
              </w:rPr>
              <w:fldChar w:fldCharType="end"/>
            </w:r>
          </w:hyperlink>
        </w:p>
        <w:p w:rsidR="00E23D99" w:rsidRDefault="00E23D99">
          <w:pPr>
            <w:pStyle w:val="TOC2"/>
            <w:bidi/>
            <w:rPr>
              <w:rFonts w:asciiTheme="minorHAnsi" w:eastAsiaTheme="minorEastAsia" w:hAnsiTheme="minorHAnsi" w:cstheme="minorBidi"/>
              <w:color w:val="auto"/>
              <w:sz w:val="22"/>
              <w:szCs w:val="22"/>
              <w:rtl/>
              <w:lang w:val="sw-KE" w:eastAsia="sw-KE"/>
            </w:rPr>
          </w:pPr>
          <w:hyperlink w:anchor="_Toc46076665" w:history="1">
            <w:r w:rsidRPr="00CE78A2">
              <w:rPr>
                <w:rStyle w:val="Hyperlink"/>
                <w:lang w:val="sw-KE"/>
              </w:rPr>
              <w:t>JUZUU YA KWANZA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Toc46076665 \h</w:instrText>
            </w:r>
            <w:r>
              <w:rPr>
                <w:webHidden/>
                <w:rtl/>
              </w:rPr>
              <w:instrText xml:space="preserve"> </w:instrText>
            </w:r>
            <w:r>
              <w:rPr>
                <w:rStyle w:val="Hyperlink"/>
              </w:rPr>
            </w:r>
            <w:r>
              <w:rPr>
                <w:rStyle w:val="Hyperlink"/>
              </w:rPr>
              <w:fldChar w:fldCharType="separate"/>
            </w:r>
            <w:r w:rsidR="00BF6C8D">
              <w:rPr>
                <w:webHidden/>
                <w:rtl/>
              </w:rPr>
              <w:t>5</w:t>
            </w:r>
            <w:r>
              <w:rPr>
                <w:rStyle w:val="Hyperlink"/>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6" w:history="1">
            <w:r w:rsidRPr="00CE78A2">
              <w:rPr>
                <w:rStyle w:val="Hyperlink"/>
                <w:noProof/>
                <w:lang w:val="sw-KE"/>
              </w:rPr>
              <w:t xml:space="preserve">1. NA KATIKA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Toc46076666 \h</w:instrText>
            </w:r>
            <w:r>
              <w:rPr>
                <w:noProof/>
                <w:webHidden/>
                <w:rtl/>
              </w:rPr>
              <w:instrText xml:space="preserve"> </w:instrText>
            </w:r>
            <w:r>
              <w:rPr>
                <w:rStyle w:val="Hyperlink"/>
                <w:noProof/>
              </w:rPr>
            </w:r>
            <w:r>
              <w:rPr>
                <w:rStyle w:val="Hyperlink"/>
                <w:noProof/>
              </w:rPr>
              <w:fldChar w:fldCharType="separate"/>
            </w:r>
            <w:r w:rsidR="00BF6C8D">
              <w:rPr>
                <w:noProof/>
                <w:webHidden/>
                <w:rtl/>
              </w:rPr>
              <w:t>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7" w:history="1">
            <w:r w:rsidRPr="00CE78A2">
              <w:rPr>
                <w:rStyle w:val="Hyperlink"/>
                <w:noProof/>
                <w:lang w:val="sw-KE"/>
              </w:rPr>
              <w:t>KUUMBWA KWA ULIMWENGU: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Toc46076667 \h</w:instrText>
            </w:r>
            <w:r>
              <w:rPr>
                <w:noProof/>
                <w:webHidden/>
                <w:rtl/>
              </w:rPr>
              <w:instrText xml:space="preserve"> </w:instrText>
            </w:r>
            <w:r>
              <w:rPr>
                <w:rStyle w:val="Hyperlink"/>
                <w:noProof/>
              </w:rPr>
            </w:r>
            <w:r>
              <w:rPr>
                <w:rStyle w:val="Hyperlink"/>
                <w:noProof/>
              </w:rPr>
              <w:fldChar w:fldCharType="separate"/>
            </w:r>
            <w:r w:rsidR="00BF6C8D">
              <w:rPr>
                <w:noProof/>
                <w:webHidden/>
                <w:rtl/>
              </w:rPr>
              <w:t>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8" w:history="1">
            <w:r w:rsidRPr="00CE78A2">
              <w:rPr>
                <w:rStyle w:val="Hyperlink"/>
                <w:noProof/>
                <w:lang w:val="sw-KE"/>
              </w:rPr>
              <w:t>KUUMBA MALAIKA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Toc46076668 \h</w:instrText>
            </w:r>
            <w:r>
              <w:rPr>
                <w:noProof/>
                <w:webHidden/>
                <w:rtl/>
              </w:rPr>
              <w:instrText xml:space="preserve"> </w:instrText>
            </w:r>
            <w:r>
              <w:rPr>
                <w:rStyle w:val="Hyperlink"/>
                <w:noProof/>
              </w:rPr>
            </w:r>
            <w:r>
              <w:rPr>
                <w:rStyle w:val="Hyperlink"/>
                <w:noProof/>
              </w:rPr>
              <w:fldChar w:fldCharType="separate"/>
            </w:r>
            <w:r w:rsidR="00BF6C8D">
              <w:rPr>
                <w:noProof/>
                <w:webHidden/>
                <w:rtl/>
              </w:rPr>
              <w:t>8</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69" w:history="1">
            <w:r w:rsidRPr="00CE78A2">
              <w:rPr>
                <w:rStyle w:val="Hyperlink"/>
                <w:noProof/>
                <w:lang w:val="sw-KE"/>
              </w:rPr>
              <w:t xml:space="preserve">KUUMBWA KWA ADAM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Toc46076669 \h</w:instrText>
            </w:r>
            <w:r>
              <w:rPr>
                <w:noProof/>
                <w:webHidden/>
                <w:rtl/>
              </w:rPr>
              <w:instrText xml:space="preserve"> </w:instrText>
            </w:r>
            <w:r>
              <w:rPr>
                <w:rStyle w:val="Hyperlink"/>
                <w:noProof/>
              </w:rPr>
            </w:r>
            <w:r>
              <w:rPr>
                <w:rStyle w:val="Hyperlink"/>
                <w:noProof/>
              </w:rPr>
              <w:fldChar w:fldCharType="separate"/>
            </w:r>
            <w:r w:rsidR="00BF6C8D">
              <w:rPr>
                <w:noProof/>
                <w:webHidden/>
                <w:rtl/>
              </w:rPr>
              <w:t>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0" w:history="1">
            <w:r w:rsidRPr="00CE78A2">
              <w:rPr>
                <w:rStyle w:val="Hyperlink"/>
                <w:noProof/>
                <w:lang w:val="sw-KE"/>
              </w:rPr>
              <w:t xml:space="preserve">KUTEULIWA KWA MANABII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Toc46076670 \h</w:instrText>
            </w:r>
            <w:r>
              <w:rPr>
                <w:noProof/>
                <w:webHidden/>
                <w:rtl/>
              </w:rPr>
              <w:instrText xml:space="preserve"> </w:instrText>
            </w:r>
            <w:r>
              <w:rPr>
                <w:rStyle w:val="Hyperlink"/>
                <w:noProof/>
              </w:rPr>
            </w:r>
            <w:r>
              <w:rPr>
                <w:rStyle w:val="Hyperlink"/>
                <w:noProof/>
              </w:rPr>
              <w:fldChar w:fldCharType="separate"/>
            </w:r>
            <w:r w:rsidR="00BF6C8D">
              <w:rPr>
                <w:noProof/>
                <w:webHidden/>
                <w:rtl/>
              </w:rPr>
              <w:t>10</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1" w:history="1">
            <w:r w:rsidRPr="00CE78A2">
              <w:rPr>
                <w:rStyle w:val="Hyperlink"/>
                <w:noProof/>
                <w:lang w:val="sw-KE"/>
              </w:rPr>
              <w:t>KUTUMWA KWA MUHAMMAD (s.a.w.w)</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Toc46076671 \h</w:instrText>
            </w:r>
            <w:r>
              <w:rPr>
                <w:noProof/>
                <w:webHidden/>
                <w:rtl/>
              </w:rPr>
              <w:instrText xml:space="preserve"> </w:instrText>
            </w:r>
            <w:r>
              <w:rPr>
                <w:rStyle w:val="Hyperlink"/>
                <w:noProof/>
              </w:rPr>
            </w:r>
            <w:r>
              <w:rPr>
                <w:rStyle w:val="Hyperlink"/>
                <w:noProof/>
              </w:rPr>
              <w:fldChar w:fldCharType="separate"/>
            </w:r>
            <w:r w:rsidR="00BF6C8D">
              <w:rPr>
                <w:noProof/>
                <w:webHidden/>
                <w:rtl/>
              </w:rPr>
              <w:t>11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2" w:history="1">
            <w:r w:rsidRPr="00CE78A2">
              <w:rPr>
                <w:rStyle w:val="Hyperlink"/>
                <w:noProof/>
                <w:lang w:val="sw-KE"/>
              </w:rPr>
              <w:t>KITABU CHA MWENYEZI MUNGU NA SUNNAH</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Toc46076672 \h</w:instrText>
            </w:r>
            <w:r>
              <w:rPr>
                <w:noProof/>
                <w:webHidden/>
                <w:rtl/>
              </w:rPr>
              <w:instrText xml:space="preserve"> </w:instrText>
            </w:r>
            <w:r>
              <w:rPr>
                <w:rStyle w:val="Hyperlink"/>
                <w:noProof/>
              </w:rPr>
            </w:r>
            <w:r>
              <w:rPr>
                <w:rStyle w:val="Hyperlink"/>
                <w:noProof/>
              </w:rPr>
              <w:fldChar w:fldCharType="separate"/>
            </w:r>
            <w:r w:rsidR="00BF6C8D">
              <w:rPr>
                <w:noProof/>
                <w:webHidden/>
                <w:rtl/>
              </w:rPr>
              <w:t>12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3" w:history="1">
            <w:r w:rsidRPr="00CE78A2">
              <w:rPr>
                <w:rStyle w:val="Hyperlink"/>
                <w:noProof/>
                <w:lang w:val="sw-KE"/>
              </w:rPr>
              <w:t>NDANI YA KHUTBA HII AELEZEA HIJJA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Toc46076673 \h</w:instrText>
            </w:r>
            <w:r>
              <w:rPr>
                <w:noProof/>
                <w:webHidden/>
                <w:rtl/>
              </w:rPr>
              <w:instrText xml:space="preserve"> </w:instrText>
            </w:r>
            <w:r>
              <w:rPr>
                <w:rStyle w:val="Hyperlink"/>
                <w:noProof/>
              </w:rPr>
            </w:r>
            <w:r>
              <w:rPr>
                <w:rStyle w:val="Hyperlink"/>
                <w:noProof/>
              </w:rPr>
              <w:fldChar w:fldCharType="separate"/>
            </w:r>
            <w:r w:rsidR="00BF6C8D">
              <w:rPr>
                <w:noProof/>
                <w:webHidden/>
                <w:rtl/>
              </w:rPr>
              <w:t>13</w:t>
            </w:r>
            <w:r>
              <w:rPr>
                <w:rStyle w:val="Hyperlink"/>
                <w:noProof/>
              </w:rPr>
              <w:fldChar w:fldCharType="end"/>
            </w:r>
          </w:hyperlink>
        </w:p>
        <w:p w:rsidR="00E23D99" w:rsidRDefault="00E23D99">
          <w:pPr>
            <w:pStyle w:val="TOC1"/>
            <w:bidi/>
            <w:rPr>
              <w:rFonts w:asciiTheme="minorHAnsi" w:eastAsiaTheme="minorEastAsia" w:hAnsiTheme="minorHAnsi" w:cstheme="minorBidi"/>
              <w:b w:val="0"/>
              <w:bCs w:val="0"/>
              <w:color w:val="auto"/>
              <w:sz w:val="22"/>
              <w:szCs w:val="22"/>
              <w:rtl/>
              <w:lang w:val="sw-KE" w:eastAsia="sw-KE"/>
            </w:rPr>
          </w:pPr>
          <w:hyperlink w:anchor="_Toc46076674" w:history="1">
            <w:r w:rsidRPr="00CE78A2">
              <w:rPr>
                <w:rStyle w:val="Hyperlink"/>
                <w:lang w:val="sw-KE"/>
              </w:rPr>
              <w:t>NAHJUL-BALAGHAH</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Toc46076674 \h</w:instrText>
            </w:r>
            <w:r>
              <w:rPr>
                <w:webHidden/>
                <w:rtl/>
              </w:rPr>
              <w:instrText xml:space="preserve"> </w:instrText>
            </w:r>
            <w:r>
              <w:rPr>
                <w:rStyle w:val="Hyperlink"/>
              </w:rPr>
            </w:r>
            <w:r>
              <w:rPr>
                <w:rStyle w:val="Hyperlink"/>
              </w:rPr>
              <w:fldChar w:fldCharType="separate"/>
            </w:r>
            <w:r w:rsidR="00BF6C8D">
              <w:rPr>
                <w:webHidden/>
                <w:rtl/>
              </w:rPr>
              <w:t>14</w:t>
            </w:r>
            <w:r>
              <w:rPr>
                <w:rStyle w:val="Hyperlink"/>
              </w:rPr>
              <w:fldChar w:fldCharType="end"/>
            </w:r>
          </w:hyperlink>
        </w:p>
        <w:p w:rsidR="00E23D99" w:rsidRDefault="00E23D99">
          <w:pPr>
            <w:pStyle w:val="TOC2"/>
            <w:bidi/>
            <w:rPr>
              <w:rFonts w:asciiTheme="minorHAnsi" w:eastAsiaTheme="minorEastAsia" w:hAnsiTheme="minorHAnsi" w:cstheme="minorBidi"/>
              <w:color w:val="auto"/>
              <w:sz w:val="22"/>
              <w:szCs w:val="22"/>
              <w:rtl/>
              <w:lang w:val="sw-KE" w:eastAsia="sw-KE"/>
            </w:rPr>
          </w:pPr>
          <w:hyperlink w:anchor="_Toc46076675" w:history="1">
            <w:r w:rsidRPr="00CE78A2">
              <w:rPr>
                <w:rStyle w:val="Hyperlink"/>
                <w:lang w:val="sw-KE"/>
              </w:rPr>
              <w:t>JUZUU YA KWANZA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Toc46076675 \h</w:instrText>
            </w:r>
            <w:r>
              <w:rPr>
                <w:webHidden/>
                <w:rtl/>
              </w:rPr>
              <w:instrText xml:space="preserve"> </w:instrText>
            </w:r>
            <w:r>
              <w:rPr>
                <w:rStyle w:val="Hyperlink"/>
              </w:rPr>
            </w:r>
            <w:r>
              <w:rPr>
                <w:rStyle w:val="Hyperlink"/>
              </w:rPr>
              <w:fldChar w:fldCharType="separate"/>
            </w:r>
            <w:r w:rsidR="00BF6C8D">
              <w:rPr>
                <w:webHidden/>
                <w:rtl/>
              </w:rPr>
              <w:t>14</w:t>
            </w:r>
            <w:r>
              <w:rPr>
                <w:rStyle w:val="Hyperlink"/>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6" w:history="1">
            <w:r w:rsidRPr="00CE78A2">
              <w:rPr>
                <w:rStyle w:val="Hyperlink"/>
                <w:noProof/>
                <w:lang w:val="sw-KE"/>
              </w:rPr>
              <w:t xml:space="preserve">2. MIONGONI MWA KHUTBA ZAKE </w:t>
            </w:r>
            <w:r w:rsidRPr="00CE78A2">
              <w:rPr>
                <w:rStyle w:val="Hyperlink"/>
                <w:noProof/>
                <w:vertAlign w:val="superscript"/>
                <w:lang w:val="sw-KE"/>
              </w:rPr>
              <w:t xml:space="preserve">(a.s) </w:t>
            </w:r>
            <w:r w:rsidRPr="00CE78A2">
              <w:rPr>
                <w:rStyle w:val="Hyperlink"/>
                <w:noProof/>
                <w:lang w:val="sw-KE"/>
              </w:rPr>
              <w:t>BAADA YA KUTOKA KWAKE SIFFIINI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Toc46076676 \h</w:instrText>
            </w:r>
            <w:r>
              <w:rPr>
                <w:noProof/>
                <w:webHidden/>
                <w:rtl/>
              </w:rPr>
              <w:instrText xml:space="preserve"> </w:instrText>
            </w:r>
            <w:r>
              <w:rPr>
                <w:rStyle w:val="Hyperlink"/>
                <w:noProof/>
              </w:rPr>
            </w:r>
            <w:r>
              <w:rPr>
                <w:rStyle w:val="Hyperlink"/>
                <w:noProof/>
              </w:rPr>
              <w:fldChar w:fldCharType="separate"/>
            </w:r>
            <w:r w:rsidR="00BF6C8D">
              <w:rPr>
                <w:noProof/>
                <w:webHidden/>
                <w:rtl/>
              </w:rPr>
              <w:t>14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7" w:history="1">
            <w:r w:rsidRPr="00CE78A2">
              <w:rPr>
                <w:rStyle w:val="Hyperlink"/>
                <w:noProof/>
                <w:lang w:val="sw-KE"/>
              </w:rPr>
              <w:t xml:space="preserve">NDANI YA KHUTBA HII PIA ALIASHIRIA KWA AALI ZAKE NABII </w:t>
            </w:r>
            <w:r w:rsidRPr="00CE78A2">
              <w:rPr>
                <w:rStyle w:val="Hyperlink"/>
                <w:noProof/>
                <w:vertAlign w:val="superscript"/>
                <w:lang w:val="sw-KE"/>
              </w:rPr>
              <w:t>(a.s.)</w:t>
            </w:r>
            <w:r w:rsidRPr="00CE78A2">
              <w:rPr>
                <w:rStyle w:val="Hyperlink"/>
                <w:noProof/>
                <w:lang w:val="sw-KE"/>
              </w:rPr>
              <w: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Toc46076677 \h</w:instrText>
            </w:r>
            <w:r>
              <w:rPr>
                <w:noProof/>
                <w:webHidden/>
                <w:rtl/>
              </w:rPr>
              <w:instrText xml:space="preserve"> </w:instrText>
            </w:r>
            <w:r>
              <w:rPr>
                <w:rStyle w:val="Hyperlink"/>
                <w:noProof/>
              </w:rPr>
            </w:r>
            <w:r>
              <w:rPr>
                <w:rStyle w:val="Hyperlink"/>
                <w:noProof/>
              </w:rPr>
              <w:fldChar w:fldCharType="separate"/>
            </w:r>
            <w:r w:rsidR="00BF6C8D">
              <w:rPr>
                <w:noProof/>
                <w:webHidden/>
                <w:rtl/>
              </w:rPr>
              <w:t>15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8" w:history="1">
            <w:r w:rsidRPr="00CE78A2">
              <w:rPr>
                <w:rStyle w:val="Hyperlink"/>
                <w:noProof/>
                <w:lang w:val="sw-KE"/>
              </w:rPr>
              <w:t>NA AKAWAKUSUDIA WATU WENGINE (WANAFIKI):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Toc46076678 \h</w:instrText>
            </w:r>
            <w:r>
              <w:rPr>
                <w:noProof/>
                <w:webHidden/>
                <w:rtl/>
              </w:rPr>
              <w:instrText xml:space="preserve"> </w:instrText>
            </w:r>
            <w:r>
              <w:rPr>
                <w:rStyle w:val="Hyperlink"/>
                <w:noProof/>
              </w:rPr>
            </w:r>
            <w:r>
              <w:rPr>
                <w:rStyle w:val="Hyperlink"/>
                <w:noProof/>
              </w:rPr>
              <w:fldChar w:fldCharType="separate"/>
            </w:r>
            <w:r w:rsidR="00BF6C8D">
              <w:rPr>
                <w:noProof/>
                <w:webHidden/>
                <w:rtl/>
              </w:rPr>
              <w:t>15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79" w:history="1">
            <w:r w:rsidRPr="00CE78A2">
              <w:rPr>
                <w:rStyle w:val="Hyperlink"/>
                <w:noProof/>
                <w:lang w:val="sw-KE"/>
              </w:rPr>
              <w:t xml:space="preserve">3. KATIKA JUMLA YA KHUTBA ZAKE </w:t>
            </w:r>
            <w:r w:rsidRPr="00CE78A2">
              <w:rPr>
                <w:rStyle w:val="Hyperlink"/>
                <w:noProof/>
                <w:vertAlign w:val="superscript"/>
                <w:lang w:val="sw-KE"/>
              </w:rPr>
              <w:t>(a.s)</w:t>
            </w:r>
            <w:r w:rsidRPr="00CE78A2">
              <w:rPr>
                <w:rStyle w:val="Hyperlink"/>
                <w:noProof/>
                <w:lang w:val="sw-KE"/>
              </w:rPr>
              <w: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Toc46076679 \h</w:instrText>
            </w:r>
            <w:r>
              <w:rPr>
                <w:noProof/>
                <w:webHidden/>
                <w:rtl/>
              </w:rPr>
              <w:instrText xml:space="preserve"> </w:instrText>
            </w:r>
            <w:r>
              <w:rPr>
                <w:rStyle w:val="Hyperlink"/>
                <w:noProof/>
              </w:rPr>
            </w:r>
            <w:r>
              <w:rPr>
                <w:rStyle w:val="Hyperlink"/>
                <w:noProof/>
              </w:rPr>
              <w:fldChar w:fldCharType="separate"/>
            </w:r>
            <w:r w:rsidR="00BF6C8D">
              <w:rPr>
                <w:noProof/>
                <w:webHidden/>
                <w:rtl/>
              </w:rPr>
              <w:t>16</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0" w:history="1">
            <w:r w:rsidRPr="00CE78A2">
              <w:rPr>
                <w:rStyle w:val="Hyperlink"/>
                <w:noProof/>
                <w:lang w:val="sw-KE"/>
              </w:rPr>
              <w:t xml:space="preserve">4.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Toc46076680 \h</w:instrText>
            </w:r>
            <w:r>
              <w:rPr>
                <w:noProof/>
                <w:webHidden/>
                <w:rtl/>
              </w:rPr>
              <w:instrText xml:space="preserve"> </w:instrText>
            </w:r>
            <w:r>
              <w:rPr>
                <w:rStyle w:val="Hyperlink"/>
                <w:noProof/>
              </w:rPr>
            </w:r>
            <w:r>
              <w:rPr>
                <w:rStyle w:val="Hyperlink"/>
                <w:noProof/>
              </w:rPr>
              <w:fldChar w:fldCharType="separate"/>
            </w:r>
            <w:r w:rsidR="00BF6C8D">
              <w:rPr>
                <w:noProof/>
                <w:webHidden/>
                <w:rtl/>
              </w:rPr>
              <w:t>20</w:t>
            </w:r>
            <w:r>
              <w:rPr>
                <w:rStyle w:val="Hyperlink"/>
                <w:noProof/>
              </w:rPr>
              <w:fldChar w:fldCharType="end"/>
            </w:r>
          </w:hyperlink>
        </w:p>
        <w:p w:rsidR="00E23D99" w:rsidRDefault="00E23D99">
          <w:pPr>
            <w:pStyle w:val="TOC1"/>
            <w:bidi/>
            <w:rPr>
              <w:rFonts w:asciiTheme="minorHAnsi" w:eastAsiaTheme="minorEastAsia" w:hAnsiTheme="minorHAnsi" w:cstheme="minorBidi"/>
              <w:b w:val="0"/>
              <w:bCs w:val="0"/>
              <w:color w:val="auto"/>
              <w:sz w:val="22"/>
              <w:szCs w:val="22"/>
              <w:rtl/>
              <w:lang w:val="sw-KE" w:eastAsia="sw-KE"/>
            </w:rPr>
          </w:pPr>
          <w:hyperlink w:anchor="_Toc46076681" w:history="1">
            <w:r w:rsidRPr="00CE78A2">
              <w:rPr>
                <w:rStyle w:val="Hyperlink"/>
                <w:lang w:val="sw-KE"/>
              </w:rPr>
              <w:t>NAHJUL-BALAGHAH</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Toc46076681 \h</w:instrText>
            </w:r>
            <w:r>
              <w:rPr>
                <w:webHidden/>
                <w:rtl/>
              </w:rPr>
              <w:instrText xml:space="preserve"> </w:instrText>
            </w:r>
            <w:r>
              <w:rPr>
                <w:rStyle w:val="Hyperlink"/>
              </w:rPr>
            </w:r>
            <w:r>
              <w:rPr>
                <w:rStyle w:val="Hyperlink"/>
              </w:rPr>
              <w:fldChar w:fldCharType="separate"/>
            </w:r>
            <w:r w:rsidR="00BF6C8D">
              <w:rPr>
                <w:webHidden/>
                <w:rtl/>
              </w:rPr>
              <w:t>22</w:t>
            </w:r>
            <w:r>
              <w:rPr>
                <w:rStyle w:val="Hyperlink"/>
              </w:rPr>
              <w:fldChar w:fldCharType="end"/>
            </w:r>
          </w:hyperlink>
        </w:p>
        <w:p w:rsidR="00E23D99" w:rsidRDefault="00E23D99">
          <w:pPr>
            <w:pStyle w:val="TOC2"/>
            <w:bidi/>
            <w:rPr>
              <w:rFonts w:asciiTheme="minorHAnsi" w:eastAsiaTheme="minorEastAsia" w:hAnsiTheme="minorHAnsi" w:cstheme="minorBidi"/>
              <w:color w:val="auto"/>
              <w:sz w:val="22"/>
              <w:szCs w:val="22"/>
              <w:rtl/>
              <w:lang w:val="sw-KE" w:eastAsia="sw-KE"/>
            </w:rPr>
          </w:pPr>
          <w:hyperlink w:anchor="_Toc46076682" w:history="1">
            <w:r w:rsidRPr="00CE78A2">
              <w:rPr>
                <w:rStyle w:val="Hyperlink"/>
                <w:lang w:val="sw-KE"/>
              </w:rPr>
              <w:t>JUZUU YA KWANZA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Toc46076682 \h</w:instrText>
            </w:r>
            <w:r>
              <w:rPr>
                <w:webHidden/>
                <w:rtl/>
              </w:rPr>
              <w:instrText xml:space="preserve"> </w:instrText>
            </w:r>
            <w:r>
              <w:rPr>
                <w:rStyle w:val="Hyperlink"/>
              </w:rPr>
            </w:r>
            <w:r>
              <w:rPr>
                <w:rStyle w:val="Hyperlink"/>
              </w:rPr>
              <w:fldChar w:fldCharType="separate"/>
            </w:r>
            <w:r w:rsidR="00BF6C8D">
              <w:rPr>
                <w:webHidden/>
                <w:rtl/>
              </w:rPr>
              <w:t>22</w:t>
            </w:r>
            <w:r>
              <w:rPr>
                <w:rStyle w:val="Hyperlink"/>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3" w:history="1">
            <w:r w:rsidRPr="00CE78A2">
              <w:rPr>
                <w:rStyle w:val="Hyperlink"/>
                <w:noProof/>
                <w:lang w:val="sw-KE"/>
              </w:rPr>
              <w:t xml:space="preserve">5.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Toc46076683 \h</w:instrText>
            </w:r>
            <w:r>
              <w:rPr>
                <w:noProof/>
                <w:webHidden/>
                <w:rtl/>
              </w:rPr>
              <w:instrText xml:space="preserve"> </w:instrText>
            </w:r>
            <w:r>
              <w:rPr>
                <w:rStyle w:val="Hyperlink"/>
                <w:noProof/>
              </w:rPr>
            </w:r>
            <w:r>
              <w:rPr>
                <w:rStyle w:val="Hyperlink"/>
                <w:noProof/>
              </w:rPr>
              <w:fldChar w:fldCharType="separate"/>
            </w:r>
            <w:r w:rsidR="00BF6C8D">
              <w:rPr>
                <w:noProof/>
                <w:webHidden/>
                <w:rtl/>
              </w:rPr>
              <w:t>22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4" w:history="1">
            <w:r w:rsidRPr="00CE78A2">
              <w:rPr>
                <w:rStyle w:val="Hyperlink"/>
                <w:noProof/>
                <w:lang w:val="sw-KE"/>
              </w:rPr>
              <w:t xml:space="preserve">6.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Toc46076684 \h</w:instrText>
            </w:r>
            <w:r>
              <w:rPr>
                <w:noProof/>
                <w:webHidden/>
                <w:rtl/>
              </w:rPr>
              <w:instrText xml:space="preserve"> </w:instrText>
            </w:r>
            <w:r>
              <w:rPr>
                <w:rStyle w:val="Hyperlink"/>
                <w:noProof/>
              </w:rPr>
            </w:r>
            <w:r>
              <w:rPr>
                <w:rStyle w:val="Hyperlink"/>
                <w:noProof/>
              </w:rPr>
              <w:fldChar w:fldCharType="separate"/>
            </w:r>
            <w:r w:rsidR="00BF6C8D">
              <w:rPr>
                <w:noProof/>
                <w:webHidden/>
                <w:rtl/>
              </w:rPr>
              <w:t>23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5" w:history="1">
            <w:r w:rsidRPr="00CE78A2">
              <w:rPr>
                <w:rStyle w:val="Hyperlink"/>
                <w:noProof/>
                <w:lang w:val="sw-KE"/>
              </w:rPr>
              <w:t xml:space="preserve">7.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Toc46076685 \h</w:instrText>
            </w:r>
            <w:r>
              <w:rPr>
                <w:noProof/>
                <w:webHidden/>
                <w:rtl/>
              </w:rPr>
              <w:instrText xml:space="preserve"> </w:instrText>
            </w:r>
            <w:r>
              <w:rPr>
                <w:rStyle w:val="Hyperlink"/>
                <w:noProof/>
              </w:rPr>
            </w:r>
            <w:r>
              <w:rPr>
                <w:rStyle w:val="Hyperlink"/>
                <w:noProof/>
              </w:rPr>
              <w:fldChar w:fldCharType="separate"/>
            </w:r>
            <w:r w:rsidR="00BF6C8D">
              <w:rPr>
                <w:noProof/>
                <w:webHidden/>
                <w:rtl/>
              </w:rPr>
              <w:t>23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6" w:history="1">
            <w:r w:rsidRPr="00CE78A2">
              <w:rPr>
                <w:rStyle w:val="Hyperlink"/>
                <w:noProof/>
                <w:lang w:val="sw-KE"/>
              </w:rPr>
              <w:t xml:space="preserve">8.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Toc46076686 \h</w:instrText>
            </w:r>
            <w:r>
              <w:rPr>
                <w:noProof/>
                <w:webHidden/>
                <w:rtl/>
              </w:rPr>
              <w:instrText xml:space="preserve"> </w:instrText>
            </w:r>
            <w:r>
              <w:rPr>
                <w:rStyle w:val="Hyperlink"/>
                <w:noProof/>
              </w:rPr>
            </w:r>
            <w:r>
              <w:rPr>
                <w:rStyle w:val="Hyperlink"/>
                <w:noProof/>
              </w:rPr>
              <w:fldChar w:fldCharType="separate"/>
            </w:r>
            <w:r w:rsidR="00BF6C8D">
              <w:rPr>
                <w:noProof/>
                <w:webHidden/>
                <w:rtl/>
              </w:rPr>
              <w:t>23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7" w:history="1">
            <w:r w:rsidRPr="00CE78A2">
              <w:rPr>
                <w:rStyle w:val="Hyperlink"/>
                <w:noProof/>
                <w:lang w:val="sw-KE"/>
              </w:rPr>
              <w:t xml:space="preserve">9.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Toc46076687 \h</w:instrText>
            </w:r>
            <w:r>
              <w:rPr>
                <w:noProof/>
                <w:webHidden/>
                <w:rtl/>
              </w:rPr>
              <w:instrText xml:space="preserve"> </w:instrText>
            </w:r>
            <w:r>
              <w:rPr>
                <w:rStyle w:val="Hyperlink"/>
                <w:noProof/>
              </w:rPr>
            </w:r>
            <w:r>
              <w:rPr>
                <w:rStyle w:val="Hyperlink"/>
                <w:noProof/>
              </w:rPr>
              <w:fldChar w:fldCharType="separate"/>
            </w:r>
            <w:r w:rsidR="00BF6C8D">
              <w:rPr>
                <w:noProof/>
                <w:webHidden/>
                <w:rtl/>
              </w:rPr>
              <w:t>24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8" w:history="1">
            <w:r w:rsidRPr="00CE78A2">
              <w:rPr>
                <w:rStyle w:val="Hyperlink"/>
                <w:noProof/>
                <w:lang w:val="sw-KE"/>
              </w:rPr>
              <w:t xml:space="preserve">10.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Toc46076688 \h</w:instrText>
            </w:r>
            <w:r>
              <w:rPr>
                <w:noProof/>
                <w:webHidden/>
                <w:rtl/>
              </w:rPr>
              <w:instrText xml:space="preserve"> </w:instrText>
            </w:r>
            <w:r>
              <w:rPr>
                <w:rStyle w:val="Hyperlink"/>
                <w:noProof/>
              </w:rPr>
            </w:r>
            <w:r>
              <w:rPr>
                <w:rStyle w:val="Hyperlink"/>
                <w:noProof/>
              </w:rPr>
              <w:fldChar w:fldCharType="separate"/>
            </w:r>
            <w:r w:rsidR="00BF6C8D">
              <w:rPr>
                <w:noProof/>
                <w:webHidden/>
                <w:rtl/>
              </w:rPr>
              <w:t>24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89" w:history="1">
            <w:r w:rsidRPr="00CE78A2">
              <w:rPr>
                <w:rStyle w:val="Hyperlink"/>
                <w:noProof/>
                <w:lang w:val="sw-KE"/>
              </w:rPr>
              <w:t xml:space="preserve">11. NA KATIKA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Toc46076689 \h</w:instrText>
            </w:r>
            <w:r>
              <w:rPr>
                <w:noProof/>
                <w:webHidden/>
                <w:rtl/>
              </w:rPr>
              <w:instrText xml:space="preserve"> </w:instrText>
            </w:r>
            <w:r>
              <w:rPr>
                <w:rStyle w:val="Hyperlink"/>
                <w:noProof/>
              </w:rPr>
            </w:r>
            <w:r>
              <w:rPr>
                <w:rStyle w:val="Hyperlink"/>
                <w:noProof/>
              </w:rPr>
              <w:fldChar w:fldCharType="separate"/>
            </w:r>
            <w:r w:rsidR="00BF6C8D">
              <w:rPr>
                <w:noProof/>
                <w:webHidden/>
                <w:rtl/>
              </w:rPr>
              <w:t>24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0" w:history="1">
            <w:r w:rsidRPr="00CE78A2">
              <w:rPr>
                <w:rStyle w:val="Hyperlink"/>
                <w:noProof/>
                <w:lang w:val="sw-KE"/>
              </w:rPr>
              <w:t xml:space="preserve">12.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Toc46076690 \h</w:instrText>
            </w:r>
            <w:r>
              <w:rPr>
                <w:noProof/>
                <w:webHidden/>
                <w:rtl/>
              </w:rPr>
              <w:instrText xml:space="preserve"> </w:instrText>
            </w:r>
            <w:r>
              <w:rPr>
                <w:rStyle w:val="Hyperlink"/>
                <w:noProof/>
              </w:rPr>
            </w:r>
            <w:r>
              <w:rPr>
                <w:rStyle w:val="Hyperlink"/>
                <w:noProof/>
              </w:rPr>
              <w:fldChar w:fldCharType="separate"/>
            </w:r>
            <w:r w:rsidR="00BF6C8D">
              <w:rPr>
                <w:noProof/>
                <w:webHidden/>
                <w:rtl/>
              </w:rPr>
              <w:t>25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1" w:history="1">
            <w:r w:rsidRPr="00CE78A2">
              <w:rPr>
                <w:rStyle w:val="Hyperlink"/>
                <w:noProof/>
                <w:lang w:val="sw-KE"/>
              </w:rPr>
              <w:t xml:space="preserve">13.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Toc46076691 \h</w:instrText>
            </w:r>
            <w:r>
              <w:rPr>
                <w:noProof/>
                <w:webHidden/>
                <w:rtl/>
              </w:rPr>
              <w:instrText xml:space="preserve"> </w:instrText>
            </w:r>
            <w:r>
              <w:rPr>
                <w:rStyle w:val="Hyperlink"/>
                <w:noProof/>
              </w:rPr>
            </w:r>
            <w:r>
              <w:rPr>
                <w:rStyle w:val="Hyperlink"/>
                <w:noProof/>
              </w:rPr>
              <w:fldChar w:fldCharType="separate"/>
            </w:r>
            <w:r w:rsidR="00BF6C8D">
              <w:rPr>
                <w:noProof/>
                <w:webHidden/>
                <w:rtl/>
              </w:rPr>
              <w:t>25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2" w:history="1">
            <w:r w:rsidRPr="00CE78A2">
              <w:rPr>
                <w:rStyle w:val="Hyperlink"/>
                <w:noProof/>
                <w:lang w:val="sw-KE"/>
              </w:rPr>
              <w:t xml:space="preserve">14. NA MIONGONI MWA USEMI WAKE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Toc46076692 \h</w:instrText>
            </w:r>
            <w:r>
              <w:rPr>
                <w:noProof/>
                <w:webHidden/>
                <w:rtl/>
              </w:rPr>
              <w:instrText xml:space="preserve"> </w:instrText>
            </w:r>
            <w:r>
              <w:rPr>
                <w:rStyle w:val="Hyperlink"/>
                <w:noProof/>
              </w:rPr>
            </w:r>
            <w:r>
              <w:rPr>
                <w:rStyle w:val="Hyperlink"/>
                <w:noProof/>
              </w:rPr>
              <w:fldChar w:fldCharType="separate"/>
            </w:r>
            <w:r w:rsidR="00BF6C8D">
              <w:rPr>
                <w:noProof/>
                <w:webHidden/>
                <w:rtl/>
              </w:rPr>
              <w:t>26</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3" w:history="1">
            <w:r w:rsidRPr="00CE78A2">
              <w:rPr>
                <w:rStyle w:val="Hyperlink"/>
                <w:noProof/>
                <w:lang w:val="sw-KE"/>
              </w:rPr>
              <w:t xml:space="preserve">15.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Toc46076693 \h</w:instrText>
            </w:r>
            <w:r>
              <w:rPr>
                <w:noProof/>
                <w:webHidden/>
                <w:rtl/>
              </w:rPr>
              <w:instrText xml:space="preserve"> </w:instrText>
            </w:r>
            <w:r>
              <w:rPr>
                <w:rStyle w:val="Hyperlink"/>
                <w:noProof/>
              </w:rPr>
            </w:r>
            <w:r>
              <w:rPr>
                <w:rStyle w:val="Hyperlink"/>
                <w:noProof/>
              </w:rPr>
              <w:fldChar w:fldCharType="separate"/>
            </w:r>
            <w:r w:rsidR="00BF6C8D">
              <w:rPr>
                <w:noProof/>
                <w:webHidden/>
                <w:rtl/>
              </w:rPr>
              <w:t>26</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4" w:history="1">
            <w:r w:rsidRPr="00CE78A2">
              <w:rPr>
                <w:rStyle w:val="Hyperlink"/>
                <w:noProof/>
                <w:lang w:val="sw-KE"/>
              </w:rPr>
              <w:t xml:space="preserve">16.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Toc46076694 \h</w:instrText>
            </w:r>
            <w:r>
              <w:rPr>
                <w:noProof/>
                <w:webHidden/>
                <w:rtl/>
              </w:rPr>
              <w:instrText xml:space="preserve"> </w:instrText>
            </w:r>
            <w:r>
              <w:rPr>
                <w:rStyle w:val="Hyperlink"/>
                <w:noProof/>
              </w:rPr>
            </w:r>
            <w:r>
              <w:rPr>
                <w:rStyle w:val="Hyperlink"/>
                <w:noProof/>
              </w:rPr>
              <w:fldChar w:fldCharType="separate"/>
            </w:r>
            <w:r w:rsidR="00BF6C8D">
              <w:rPr>
                <w:noProof/>
                <w:webHidden/>
                <w:rtl/>
              </w:rPr>
              <w:t>27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5" w:history="1">
            <w:r w:rsidRPr="00CE78A2">
              <w:rPr>
                <w:rStyle w:val="Hyperlink"/>
                <w:noProof/>
                <w:lang w:val="sw-KE"/>
              </w:rPr>
              <w:t>NA MIONGONI MWA YALIYO KATIKA KHUTBA HII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Toc46076695 \h</w:instrText>
            </w:r>
            <w:r>
              <w:rPr>
                <w:noProof/>
                <w:webHidden/>
                <w:rtl/>
              </w:rPr>
              <w:instrText xml:space="preserve"> </w:instrText>
            </w:r>
            <w:r>
              <w:rPr>
                <w:rStyle w:val="Hyperlink"/>
                <w:noProof/>
              </w:rPr>
            </w:r>
            <w:r>
              <w:rPr>
                <w:rStyle w:val="Hyperlink"/>
                <w:noProof/>
              </w:rPr>
              <w:fldChar w:fldCharType="separate"/>
            </w:r>
            <w:r w:rsidR="00BF6C8D">
              <w:rPr>
                <w:noProof/>
                <w:webHidden/>
                <w:rtl/>
              </w:rPr>
              <w:t>29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6" w:history="1">
            <w:r w:rsidRPr="00CE78A2">
              <w:rPr>
                <w:rStyle w:val="Hyperlink"/>
                <w:noProof/>
                <w:lang w:val="sw-KE"/>
              </w:rPr>
              <w:t xml:space="preserve">17. MIONGONI MWA USEMI WAKE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Toc46076696 \h</w:instrText>
            </w:r>
            <w:r>
              <w:rPr>
                <w:noProof/>
                <w:webHidden/>
                <w:rtl/>
              </w:rPr>
              <w:instrText xml:space="preserve"> </w:instrText>
            </w:r>
            <w:r>
              <w:rPr>
                <w:rStyle w:val="Hyperlink"/>
                <w:noProof/>
              </w:rPr>
            </w:r>
            <w:r>
              <w:rPr>
                <w:rStyle w:val="Hyperlink"/>
                <w:noProof/>
              </w:rPr>
              <w:fldChar w:fldCharType="separate"/>
            </w:r>
            <w:r w:rsidR="00BF6C8D">
              <w:rPr>
                <w:noProof/>
                <w:webHidden/>
                <w:rtl/>
              </w:rPr>
              <w:t>29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7" w:history="1">
            <w:r w:rsidRPr="00CE78A2">
              <w:rPr>
                <w:rStyle w:val="Hyperlink"/>
                <w:noProof/>
                <w:lang w:val="sw-KE"/>
              </w:rPr>
              <w:t xml:space="preserve">18.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Toc46076697 \h</w:instrText>
            </w:r>
            <w:r>
              <w:rPr>
                <w:noProof/>
                <w:webHidden/>
                <w:rtl/>
              </w:rPr>
              <w:instrText xml:space="preserve"> </w:instrText>
            </w:r>
            <w:r>
              <w:rPr>
                <w:rStyle w:val="Hyperlink"/>
                <w:noProof/>
              </w:rPr>
            </w:r>
            <w:r>
              <w:rPr>
                <w:rStyle w:val="Hyperlink"/>
                <w:noProof/>
              </w:rPr>
              <w:fldChar w:fldCharType="separate"/>
            </w:r>
            <w:r w:rsidR="00BF6C8D">
              <w:rPr>
                <w:noProof/>
                <w:webHidden/>
                <w:rtl/>
              </w:rPr>
              <w:t>31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8" w:history="1">
            <w:r w:rsidRPr="00CE78A2">
              <w:rPr>
                <w:rStyle w:val="Hyperlink"/>
                <w:noProof/>
                <w:lang w:val="sw-KE"/>
              </w:rPr>
              <w:t xml:space="preserve">19.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Toc46076698 \h</w:instrText>
            </w:r>
            <w:r>
              <w:rPr>
                <w:noProof/>
                <w:webHidden/>
                <w:rtl/>
              </w:rPr>
              <w:instrText xml:space="preserve"> </w:instrText>
            </w:r>
            <w:r>
              <w:rPr>
                <w:rStyle w:val="Hyperlink"/>
                <w:noProof/>
              </w:rPr>
            </w:r>
            <w:r>
              <w:rPr>
                <w:rStyle w:val="Hyperlink"/>
                <w:noProof/>
              </w:rPr>
              <w:fldChar w:fldCharType="separate"/>
            </w:r>
            <w:r w:rsidR="00BF6C8D">
              <w:rPr>
                <w:noProof/>
                <w:webHidden/>
                <w:rtl/>
              </w:rPr>
              <w:t>32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699" w:history="1">
            <w:r w:rsidRPr="00CE78A2">
              <w:rPr>
                <w:rStyle w:val="Hyperlink"/>
                <w:noProof/>
                <w:lang w:val="sw-KE"/>
              </w:rPr>
              <w:t xml:space="preserve">20. KATIKA USEMI WAKE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Toc46076699 \h</w:instrText>
            </w:r>
            <w:r>
              <w:rPr>
                <w:noProof/>
                <w:webHidden/>
                <w:rtl/>
              </w:rPr>
              <w:instrText xml:space="preserve"> </w:instrText>
            </w:r>
            <w:r>
              <w:rPr>
                <w:rStyle w:val="Hyperlink"/>
                <w:noProof/>
              </w:rPr>
            </w:r>
            <w:r>
              <w:rPr>
                <w:rStyle w:val="Hyperlink"/>
                <w:noProof/>
              </w:rPr>
              <w:fldChar w:fldCharType="separate"/>
            </w:r>
            <w:r w:rsidR="00BF6C8D">
              <w:rPr>
                <w:noProof/>
                <w:webHidden/>
                <w:rtl/>
              </w:rPr>
              <w:t>33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0" w:history="1">
            <w:r w:rsidRPr="00CE78A2">
              <w:rPr>
                <w:rStyle w:val="Hyperlink"/>
                <w:noProof/>
                <w:lang w:val="sw-KE"/>
              </w:rPr>
              <w:t xml:space="preserve">21. NA KATIKA JUMLA YA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Toc46076700 \h</w:instrText>
            </w:r>
            <w:r>
              <w:rPr>
                <w:noProof/>
                <w:webHidden/>
                <w:rtl/>
              </w:rPr>
              <w:instrText xml:space="preserve"> </w:instrText>
            </w:r>
            <w:r>
              <w:rPr>
                <w:rStyle w:val="Hyperlink"/>
                <w:noProof/>
              </w:rPr>
            </w:r>
            <w:r>
              <w:rPr>
                <w:rStyle w:val="Hyperlink"/>
                <w:noProof/>
              </w:rPr>
              <w:fldChar w:fldCharType="separate"/>
            </w:r>
            <w:r w:rsidR="00BF6C8D">
              <w:rPr>
                <w:noProof/>
                <w:webHidden/>
                <w:rtl/>
              </w:rPr>
              <w:t>33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1" w:history="1">
            <w:r w:rsidRPr="00CE78A2">
              <w:rPr>
                <w:rStyle w:val="Hyperlink"/>
                <w:noProof/>
                <w:lang w:val="sw-KE"/>
              </w:rPr>
              <w:t xml:space="preserve">22.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Toc46076701 \h</w:instrText>
            </w:r>
            <w:r>
              <w:rPr>
                <w:noProof/>
                <w:webHidden/>
                <w:rtl/>
              </w:rPr>
              <w:instrText xml:space="preserve"> </w:instrText>
            </w:r>
            <w:r>
              <w:rPr>
                <w:rStyle w:val="Hyperlink"/>
                <w:noProof/>
              </w:rPr>
            </w:r>
            <w:r>
              <w:rPr>
                <w:rStyle w:val="Hyperlink"/>
                <w:noProof/>
              </w:rPr>
              <w:fldChar w:fldCharType="separate"/>
            </w:r>
            <w:r w:rsidR="00BF6C8D">
              <w:rPr>
                <w:noProof/>
                <w:webHidden/>
                <w:rtl/>
              </w:rPr>
              <w:t>34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2" w:history="1">
            <w:r w:rsidRPr="00CE78A2">
              <w:rPr>
                <w:rStyle w:val="Hyperlink"/>
                <w:noProof/>
                <w:lang w:val="sw-KE"/>
              </w:rPr>
              <w:t>TISHIO LA VITA!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Toc46076702 \h</w:instrText>
            </w:r>
            <w:r>
              <w:rPr>
                <w:noProof/>
                <w:webHidden/>
                <w:rtl/>
              </w:rPr>
              <w:instrText xml:space="preserve"> </w:instrText>
            </w:r>
            <w:r>
              <w:rPr>
                <w:rStyle w:val="Hyperlink"/>
                <w:noProof/>
              </w:rPr>
            </w:r>
            <w:r>
              <w:rPr>
                <w:rStyle w:val="Hyperlink"/>
                <w:noProof/>
              </w:rPr>
              <w:fldChar w:fldCharType="separate"/>
            </w:r>
            <w:r w:rsidR="00BF6C8D">
              <w:rPr>
                <w:noProof/>
                <w:webHidden/>
                <w:rtl/>
              </w:rPr>
              <w:t>35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3" w:history="1">
            <w:r w:rsidRPr="00CE78A2">
              <w:rPr>
                <w:rStyle w:val="Hyperlink"/>
                <w:noProof/>
                <w:lang w:val="sw-KE"/>
              </w:rPr>
              <w:t xml:space="preserve">23.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Toc46076703 \h</w:instrText>
            </w:r>
            <w:r>
              <w:rPr>
                <w:noProof/>
                <w:webHidden/>
                <w:rtl/>
              </w:rPr>
              <w:instrText xml:space="preserve"> </w:instrText>
            </w:r>
            <w:r>
              <w:rPr>
                <w:rStyle w:val="Hyperlink"/>
                <w:noProof/>
              </w:rPr>
            </w:r>
            <w:r>
              <w:rPr>
                <w:rStyle w:val="Hyperlink"/>
                <w:noProof/>
              </w:rPr>
              <w:fldChar w:fldCharType="separate"/>
            </w:r>
            <w:r w:rsidR="00BF6C8D">
              <w:rPr>
                <w:noProof/>
                <w:webHidden/>
                <w:rtl/>
              </w:rPr>
              <w:t>35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4" w:history="1">
            <w:r w:rsidRPr="00CE78A2">
              <w:rPr>
                <w:rStyle w:val="Hyperlink"/>
                <w:noProof/>
                <w:lang w:val="sw-KE"/>
              </w:rPr>
              <w:t>KUHUSU MGAO WA RIZIKI: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Toc46076704 \h</w:instrText>
            </w:r>
            <w:r>
              <w:rPr>
                <w:noProof/>
                <w:webHidden/>
                <w:rtl/>
              </w:rPr>
              <w:instrText xml:space="preserve"> </w:instrText>
            </w:r>
            <w:r>
              <w:rPr>
                <w:rStyle w:val="Hyperlink"/>
                <w:noProof/>
              </w:rPr>
            </w:r>
            <w:r>
              <w:rPr>
                <w:rStyle w:val="Hyperlink"/>
                <w:noProof/>
              </w:rPr>
              <w:fldChar w:fldCharType="separate"/>
            </w:r>
            <w:r w:rsidR="00BF6C8D">
              <w:rPr>
                <w:noProof/>
                <w:webHidden/>
                <w:rtl/>
              </w:rPr>
              <w:t>35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5" w:history="1">
            <w:r w:rsidRPr="00CE78A2">
              <w:rPr>
                <w:rStyle w:val="Hyperlink"/>
                <w:noProof/>
                <w:lang w:val="sw-KE"/>
              </w:rPr>
              <w:t xml:space="preserve">24.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Toc46076705 \h</w:instrText>
            </w:r>
            <w:r>
              <w:rPr>
                <w:noProof/>
                <w:webHidden/>
                <w:rtl/>
              </w:rPr>
              <w:instrText xml:space="preserve"> </w:instrText>
            </w:r>
            <w:r>
              <w:rPr>
                <w:rStyle w:val="Hyperlink"/>
                <w:noProof/>
              </w:rPr>
            </w:r>
            <w:r>
              <w:rPr>
                <w:rStyle w:val="Hyperlink"/>
                <w:noProof/>
              </w:rPr>
              <w:fldChar w:fldCharType="separate"/>
            </w:r>
            <w:r w:rsidR="00BF6C8D">
              <w:rPr>
                <w:noProof/>
                <w:webHidden/>
                <w:rtl/>
              </w:rPr>
              <w:t>37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6" w:history="1">
            <w:r w:rsidRPr="00CE78A2">
              <w:rPr>
                <w:rStyle w:val="Hyperlink"/>
                <w:noProof/>
                <w:lang w:val="sw-KE"/>
              </w:rPr>
              <w:t xml:space="preserve">25.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Toc46076706 \h</w:instrText>
            </w:r>
            <w:r>
              <w:rPr>
                <w:noProof/>
                <w:webHidden/>
                <w:rtl/>
              </w:rPr>
              <w:instrText xml:space="preserve"> </w:instrText>
            </w:r>
            <w:r>
              <w:rPr>
                <w:rStyle w:val="Hyperlink"/>
                <w:noProof/>
              </w:rPr>
            </w:r>
            <w:r>
              <w:rPr>
                <w:rStyle w:val="Hyperlink"/>
                <w:noProof/>
              </w:rPr>
              <w:fldChar w:fldCharType="separate"/>
            </w:r>
            <w:r w:rsidR="00BF6C8D">
              <w:rPr>
                <w:noProof/>
                <w:webHidden/>
                <w:rtl/>
              </w:rPr>
              <w:t>37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7" w:history="1">
            <w:r w:rsidRPr="00CE78A2">
              <w:rPr>
                <w:rStyle w:val="Hyperlink"/>
                <w:noProof/>
                <w:lang w:val="sw-KE"/>
              </w:rPr>
              <w:t xml:space="preserve">26.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Toc46076707 \h</w:instrText>
            </w:r>
            <w:r>
              <w:rPr>
                <w:noProof/>
                <w:webHidden/>
                <w:rtl/>
              </w:rPr>
              <w:instrText xml:space="preserve"> </w:instrText>
            </w:r>
            <w:r>
              <w:rPr>
                <w:rStyle w:val="Hyperlink"/>
                <w:noProof/>
              </w:rPr>
            </w:r>
            <w:r>
              <w:rPr>
                <w:rStyle w:val="Hyperlink"/>
                <w:noProof/>
              </w:rPr>
              <w:fldChar w:fldCharType="separate"/>
            </w:r>
            <w:r w:rsidR="00BF6C8D">
              <w:rPr>
                <w:noProof/>
                <w:webHidden/>
                <w:rtl/>
              </w:rPr>
              <w:t>38</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8" w:history="1">
            <w:r w:rsidRPr="00CE78A2">
              <w:rPr>
                <w:rStyle w:val="Hyperlink"/>
                <w:noProof/>
                <w:lang w:val="sw-KE"/>
              </w:rPr>
              <w:t xml:space="preserve">27.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Toc46076708 \h</w:instrText>
            </w:r>
            <w:r>
              <w:rPr>
                <w:noProof/>
                <w:webHidden/>
                <w:rtl/>
              </w:rPr>
              <w:instrText xml:space="preserve"> </w:instrText>
            </w:r>
            <w:r>
              <w:rPr>
                <w:rStyle w:val="Hyperlink"/>
                <w:noProof/>
              </w:rPr>
            </w:r>
            <w:r>
              <w:rPr>
                <w:rStyle w:val="Hyperlink"/>
                <w:noProof/>
              </w:rPr>
              <w:fldChar w:fldCharType="separate"/>
            </w:r>
            <w:r w:rsidR="00BF6C8D">
              <w:rPr>
                <w:noProof/>
                <w:webHidden/>
                <w:rtl/>
              </w:rPr>
              <w:t>39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09" w:history="1">
            <w:r w:rsidRPr="00CE78A2">
              <w:rPr>
                <w:rStyle w:val="Hyperlink"/>
                <w:noProof/>
                <w:lang w:val="sw-KE"/>
              </w:rPr>
              <w:t xml:space="preserve">28.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Toc46076709 \h</w:instrText>
            </w:r>
            <w:r>
              <w:rPr>
                <w:noProof/>
                <w:webHidden/>
                <w:rtl/>
              </w:rPr>
              <w:instrText xml:space="preserve"> </w:instrText>
            </w:r>
            <w:r>
              <w:rPr>
                <w:rStyle w:val="Hyperlink"/>
                <w:noProof/>
              </w:rPr>
            </w:r>
            <w:r>
              <w:rPr>
                <w:rStyle w:val="Hyperlink"/>
                <w:noProof/>
              </w:rPr>
              <w:fldChar w:fldCharType="separate"/>
            </w:r>
            <w:r w:rsidR="00BF6C8D">
              <w:rPr>
                <w:noProof/>
                <w:webHidden/>
                <w:rtl/>
              </w:rPr>
              <w:t>41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0" w:history="1">
            <w:r w:rsidRPr="00CE78A2">
              <w:rPr>
                <w:rStyle w:val="Hyperlink"/>
                <w:noProof/>
                <w:lang w:val="sw-KE"/>
              </w:rPr>
              <w:t xml:space="preserve">29.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Toc46076710 \h</w:instrText>
            </w:r>
            <w:r>
              <w:rPr>
                <w:noProof/>
                <w:webHidden/>
                <w:rtl/>
              </w:rPr>
              <w:instrText xml:space="preserve"> </w:instrText>
            </w:r>
            <w:r>
              <w:rPr>
                <w:rStyle w:val="Hyperlink"/>
                <w:noProof/>
              </w:rPr>
            </w:r>
            <w:r>
              <w:rPr>
                <w:rStyle w:val="Hyperlink"/>
                <w:noProof/>
              </w:rPr>
              <w:fldChar w:fldCharType="separate"/>
            </w:r>
            <w:r w:rsidR="00BF6C8D">
              <w:rPr>
                <w:noProof/>
                <w:webHidden/>
                <w:rtl/>
              </w:rPr>
              <w:t>42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1" w:history="1">
            <w:r w:rsidRPr="00CE78A2">
              <w:rPr>
                <w:rStyle w:val="Hyperlink"/>
                <w:noProof/>
                <w:lang w:val="sw-KE"/>
              </w:rPr>
              <w:t xml:space="preserve">30. NA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Toc46076711 \h</w:instrText>
            </w:r>
            <w:r>
              <w:rPr>
                <w:noProof/>
                <w:webHidden/>
                <w:rtl/>
              </w:rPr>
              <w:instrText xml:space="preserve"> </w:instrText>
            </w:r>
            <w:r>
              <w:rPr>
                <w:rStyle w:val="Hyperlink"/>
                <w:noProof/>
              </w:rPr>
            </w:r>
            <w:r>
              <w:rPr>
                <w:rStyle w:val="Hyperlink"/>
                <w:noProof/>
              </w:rPr>
              <w:fldChar w:fldCharType="separate"/>
            </w:r>
            <w:r w:rsidR="00BF6C8D">
              <w:rPr>
                <w:noProof/>
                <w:webHidden/>
                <w:rtl/>
              </w:rPr>
              <w:t>43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2" w:history="1">
            <w:r w:rsidRPr="00CE78A2">
              <w:rPr>
                <w:rStyle w:val="Hyperlink"/>
                <w:noProof/>
                <w:lang w:val="sw-KE"/>
              </w:rPr>
              <w:t xml:space="preserve">31. NA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Toc46076712 \h</w:instrText>
            </w:r>
            <w:r>
              <w:rPr>
                <w:noProof/>
                <w:webHidden/>
                <w:rtl/>
              </w:rPr>
              <w:instrText xml:space="preserve"> </w:instrText>
            </w:r>
            <w:r>
              <w:rPr>
                <w:rStyle w:val="Hyperlink"/>
                <w:noProof/>
              </w:rPr>
            </w:r>
            <w:r>
              <w:rPr>
                <w:rStyle w:val="Hyperlink"/>
                <w:noProof/>
              </w:rPr>
              <w:fldChar w:fldCharType="separate"/>
            </w:r>
            <w:r w:rsidR="00BF6C8D">
              <w:rPr>
                <w:noProof/>
                <w:webHidden/>
                <w:rtl/>
              </w:rPr>
              <w:t>44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3" w:history="1">
            <w:r w:rsidRPr="00CE78A2">
              <w:rPr>
                <w:rStyle w:val="Hyperlink"/>
                <w:noProof/>
                <w:lang w:val="sw-KE" w:bidi="ar-EG"/>
              </w:rPr>
              <w:t xml:space="preserve">32.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Toc46076713 \h</w:instrText>
            </w:r>
            <w:r>
              <w:rPr>
                <w:noProof/>
                <w:webHidden/>
                <w:rtl/>
              </w:rPr>
              <w:instrText xml:space="preserve"> </w:instrText>
            </w:r>
            <w:r>
              <w:rPr>
                <w:rStyle w:val="Hyperlink"/>
                <w:noProof/>
              </w:rPr>
            </w:r>
            <w:r>
              <w:rPr>
                <w:rStyle w:val="Hyperlink"/>
                <w:noProof/>
              </w:rPr>
              <w:fldChar w:fldCharType="separate"/>
            </w:r>
            <w:r w:rsidR="00BF6C8D">
              <w:rPr>
                <w:noProof/>
                <w:webHidden/>
                <w:rtl/>
              </w:rPr>
              <w:t>44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4" w:history="1">
            <w:r w:rsidRPr="00CE78A2">
              <w:rPr>
                <w:rStyle w:val="Hyperlink"/>
                <w:noProof/>
                <w:lang w:val="sw-KE" w:bidi="ar-EG"/>
              </w:rPr>
              <w:t xml:space="preserve">33.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Toc46076714 \h</w:instrText>
            </w:r>
            <w:r>
              <w:rPr>
                <w:noProof/>
                <w:webHidden/>
                <w:rtl/>
              </w:rPr>
              <w:instrText xml:space="preserve"> </w:instrText>
            </w:r>
            <w:r>
              <w:rPr>
                <w:rStyle w:val="Hyperlink"/>
                <w:noProof/>
              </w:rPr>
            </w:r>
            <w:r>
              <w:rPr>
                <w:rStyle w:val="Hyperlink"/>
                <w:noProof/>
              </w:rPr>
              <w:fldChar w:fldCharType="separate"/>
            </w:r>
            <w:r w:rsidR="00BF6C8D">
              <w:rPr>
                <w:noProof/>
                <w:webHidden/>
                <w:rtl/>
              </w:rPr>
              <w:t>46</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5" w:history="1">
            <w:r w:rsidRPr="00CE78A2">
              <w:rPr>
                <w:rStyle w:val="Hyperlink"/>
                <w:noProof/>
                <w:lang w:val="sw-KE" w:bidi="ar-EG"/>
              </w:rPr>
              <w:t>34. NA MIONGONI MWA KHUTBA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Toc46076715 \h</w:instrText>
            </w:r>
            <w:r>
              <w:rPr>
                <w:noProof/>
                <w:webHidden/>
                <w:rtl/>
              </w:rPr>
              <w:instrText xml:space="preserve"> </w:instrText>
            </w:r>
            <w:r>
              <w:rPr>
                <w:rStyle w:val="Hyperlink"/>
                <w:noProof/>
              </w:rPr>
            </w:r>
            <w:r>
              <w:rPr>
                <w:rStyle w:val="Hyperlink"/>
                <w:noProof/>
              </w:rPr>
              <w:fldChar w:fldCharType="separate"/>
            </w:r>
            <w:r w:rsidR="00BF6C8D">
              <w:rPr>
                <w:noProof/>
                <w:webHidden/>
                <w:rtl/>
              </w:rPr>
              <w:t>47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6" w:history="1">
            <w:r w:rsidRPr="00CE78A2">
              <w:rPr>
                <w:rStyle w:val="Hyperlink"/>
                <w:noProof/>
                <w:lang w:val="sw-KE" w:bidi="ar-EG"/>
              </w:rPr>
              <w:t xml:space="preserve">35.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Toc46076716 \h</w:instrText>
            </w:r>
            <w:r>
              <w:rPr>
                <w:noProof/>
                <w:webHidden/>
                <w:rtl/>
              </w:rPr>
              <w:instrText xml:space="preserve"> </w:instrText>
            </w:r>
            <w:r>
              <w:rPr>
                <w:rStyle w:val="Hyperlink"/>
                <w:noProof/>
              </w:rPr>
            </w:r>
            <w:r>
              <w:rPr>
                <w:rStyle w:val="Hyperlink"/>
                <w:noProof/>
              </w:rPr>
              <w:fldChar w:fldCharType="separate"/>
            </w:r>
            <w:r w:rsidR="00BF6C8D">
              <w:rPr>
                <w:noProof/>
                <w:webHidden/>
                <w:rtl/>
              </w:rPr>
              <w:t>48</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7" w:history="1">
            <w:r w:rsidRPr="00CE78A2">
              <w:rPr>
                <w:rStyle w:val="Hyperlink"/>
                <w:noProof/>
                <w:lang w:val="sw-KE" w:bidi="ar-EG"/>
              </w:rPr>
              <w:t xml:space="preserve">36.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Toc46076717 \h</w:instrText>
            </w:r>
            <w:r>
              <w:rPr>
                <w:noProof/>
                <w:webHidden/>
                <w:rtl/>
              </w:rPr>
              <w:instrText xml:space="preserve"> </w:instrText>
            </w:r>
            <w:r>
              <w:rPr>
                <w:rStyle w:val="Hyperlink"/>
                <w:noProof/>
              </w:rPr>
            </w:r>
            <w:r>
              <w:rPr>
                <w:rStyle w:val="Hyperlink"/>
                <w:noProof/>
              </w:rPr>
              <w:fldChar w:fldCharType="separate"/>
            </w:r>
            <w:r w:rsidR="00BF6C8D">
              <w:rPr>
                <w:noProof/>
                <w:webHidden/>
                <w:rtl/>
              </w:rPr>
              <w:t>49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8" w:history="1">
            <w:r w:rsidRPr="00CE78A2">
              <w:rPr>
                <w:rStyle w:val="Hyperlink"/>
                <w:noProof/>
                <w:lang w:val="sw-KE" w:bidi="ar-EG"/>
              </w:rPr>
              <w:t xml:space="preserve">37. NA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Toc46076718 \h</w:instrText>
            </w:r>
            <w:r>
              <w:rPr>
                <w:noProof/>
                <w:webHidden/>
                <w:rtl/>
              </w:rPr>
              <w:instrText xml:space="preserve"> </w:instrText>
            </w:r>
            <w:r>
              <w:rPr>
                <w:rStyle w:val="Hyperlink"/>
                <w:noProof/>
              </w:rPr>
            </w:r>
            <w:r>
              <w:rPr>
                <w:rStyle w:val="Hyperlink"/>
                <w:noProof/>
              </w:rPr>
              <w:fldChar w:fldCharType="separate"/>
            </w:r>
            <w:r w:rsidR="00BF6C8D">
              <w:rPr>
                <w:noProof/>
                <w:webHidden/>
                <w:rtl/>
              </w:rPr>
              <w:t>49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19" w:history="1">
            <w:r w:rsidRPr="00CE78A2">
              <w:rPr>
                <w:rStyle w:val="Hyperlink"/>
                <w:noProof/>
                <w:lang w:val="sw-KE" w:bidi="ar-EG"/>
              </w:rPr>
              <w:t xml:space="preserve">38.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Toc46076719 \h</w:instrText>
            </w:r>
            <w:r>
              <w:rPr>
                <w:noProof/>
                <w:webHidden/>
                <w:rtl/>
              </w:rPr>
              <w:instrText xml:space="preserve"> </w:instrText>
            </w:r>
            <w:r>
              <w:rPr>
                <w:rStyle w:val="Hyperlink"/>
                <w:noProof/>
              </w:rPr>
            </w:r>
            <w:r>
              <w:rPr>
                <w:rStyle w:val="Hyperlink"/>
                <w:noProof/>
              </w:rPr>
              <w:fldChar w:fldCharType="separate"/>
            </w:r>
            <w:r w:rsidR="00BF6C8D">
              <w:rPr>
                <w:noProof/>
                <w:webHidden/>
                <w:rtl/>
              </w:rPr>
              <w:t>50</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0" w:history="1">
            <w:r w:rsidRPr="00CE78A2">
              <w:rPr>
                <w:rStyle w:val="Hyperlink"/>
                <w:noProof/>
                <w:lang w:val="sw-KE" w:bidi="ar-EG"/>
              </w:rPr>
              <w:t xml:space="preserve">39.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Toc46076720 \h</w:instrText>
            </w:r>
            <w:r>
              <w:rPr>
                <w:noProof/>
                <w:webHidden/>
                <w:rtl/>
              </w:rPr>
              <w:instrText xml:space="preserve"> </w:instrText>
            </w:r>
            <w:r>
              <w:rPr>
                <w:rStyle w:val="Hyperlink"/>
                <w:noProof/>
              </w:rPr>
            </w:r>
            <w:r>
              <w:rPr>
                <w:rStyle w:val="Hyperlink"/>
                <w:noProof/>
              </w:rPr>
              <w:fldChar w:fldCharType="separate"/>
            </w:r>
            <w:r w:rsidR="00BF6C8D">
              <w:rPr>
                <w:noProof/>
                <w:webHidden/>
                <w:rtl/>
              </w:rPr>
              <w:t>51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1" w:history="1">
            <w:r w:rsidRPr="00CE78A2">
              <w:rPr>
                <w:rStyle w:val="Hyperlink"/>
                <w:noProof/>
                <w:lang w:val="sw-KE" w:bidi="ar-EG"/>
              </w:rPr>
              <w:t xml:space="preserve">40.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Toc46076721 \h</w:instrText>
            </w:r>
            <w:r>
              <w:rPr>
                <w:noProof/>
                <w:webHidden/>
                <w:rtl/>
              </w:rPr>
              <w:instrText xml:space="preserve"> </w:instrText>
            </w:r>
            <w:r>
              <w:rPr>
                <w:rStyle w:val="Hyperlink"/>
                <w:noProof/>
              </w:rPr>
            </w:r>
            <w:r>
              <w:rPr>
                <w:rStyle w:val="Hyperlink"/>
                <w:noProof/>
              </w:rPr>
              <w:fldChar w:fldCharType="separate"/>
            </w:r>
            <w:r w:rsidR="00BF6C8D">
              <w:rPr>
                <w:noProof/>
                <w:webHidden/>
                <w:rtl/>
              </w:rPr>
              <w:t>51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2" w:history="1">
            <w:r w:rsidRPr="00CE78A2">
              <w:rPr>
                <w:rStyle w:val="Hyperlink"/>
                <w:noProof/>
                <w:lang w:val="sw-KE" w:bidi="ar-EG"/>
              </w:rPr>
              <w:t xml:space="preserve">41.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Toc46076722 \h</w:instrText>
            </w:r>
            <w:r>
              <w:rPr>
                <w:noProof/>
                <w:webHidden/>
                <w:rtl/>
              </w:rPr>
              <w:instrText xml:space="preserve"> </w:instrText>
            </w:r>
            <w:r>
              <w:rPr>
                <w:rStyle w:val="Hyperlink"/>
                <w:noProof/>
              </w:rPr>
            </w:r>
            <w:r>
              <w:rPr>
                <w:rStyle w:val="Hyperlink"/>
                <w:noProof/>
              </w:rPr>
              <w:fldChar w:fldCharType="separate"/>
            </w:r>
            <w:r w:rsidR="00BF6C8D">
              <w:rPr>
                <w:noProof/>
                <w:webHidden/>
                <w:rtl/>
              </w:rPr>
              <w:t>52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3" w:history="1">
            <w:r w:rsidRPr="00CE78A2">
              <w:rPr>
                <w:rStyle w:val="Hyperlink"/>
                <w:noProof/>
                <w:lang w:val="sw-KE" w:bidi="ar-EG"/>
              </w:rPr>
              <w:t xml:space="preserve">42. NA KATIKA JUMLA YA USEMI WAKE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Toc46076723 \h</w:instrText>
            </w:r>
            <w:r>
              <w:rPr>
                <w:noProof/>
                <w:webHidden/>
                <w:rtl/>
              </w:rPr>
              <w:instrText xml:space="preserve"> </w:instrText>
            </w:r>
            <w:r>
              <w:rPr>
                <w:rStyle w:val="Hyperlink"/>
                <w:noProof/>
              </w:rPr>
            </w:r>
            <w:r>
              <w:rPr>
                <w:rStyle w:val="Hyperlink"/>
                <w:noProof/>
              </w:rPr>
              <w:fldChar w:fldCharType="separate"/>
            </w:r>
            <w:r w:rsidR="00BF6C8D">
              <w:rPr>
                <w:noProof/>
                <w:webHidden/>
                <w:rtl/>
              </w:rPr>
              <w:t>52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4" w:history="1">
            <w:r w:rsidRPr="00CE78A2">
              <w:rPr>
                <w:rStyle w:val="Hyperlink"/>
                <w:noProof/>
                <w:lang w:val="sw-KE" w:bidi="ar-EG"/>
              </w:rPr>
              <w:t xml:space="preserve">43.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Toc46076724 \h</w:instrText>
            </w:r>
            <w:r>
              <w:rPr>
                <w:noProof/>
                <w:webHidden/>
                <w:rtl/>
              </w:rPr>
              <w:instrText xml:space="preserve"> </w:instrText>
            </w:r>
            <w:r>
              <w:rPr>
                <w:rStyle w:val="Hyperlink"/>
                <w:noProof/>
              </w:rPr>
            </w:r>
            <w:r>
              <w:rPr>
                <w:rStyle w:val="Hyperlink"/>
                <w:noProof/>
              </w:rPr>
              <w:fldChar w:fldCharType="separate"/>
            </w:r>
            <w:r w:rsidR="00BF6C8D">
              <w:rPr>
                <w:noProof/>
                <w:webHidden/>
                <w:rtl/>
              </w:rPr>
              <w:t>52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5" w:history="1">
            <w:r w:rsidRPr="00CE78A2">
              <w:rPr>
                <w:rStyle w:val="Hyperlink"/>
                <w:noProof/>
                <w:lang w:val="sw-KE" w:bidi="ar-EG"/>
              </w:rPr>
              <w:t xml:space="preserve">44. NA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Toc46076725 \h</w:instrText>
            </w:r>
            <w:r>
              <w:rPr>
                <w:noProof/>
                <w:webHidden/>
                <w:rtl/>
              </w:rPr>
              <w:instrText xml:space="preserve"> </w:instrText>
            </w:r>
            <w:r>
              <w:rPr>
                <w:rStyle w:val="Hyperlink"/>
                <w:noProof/>
              </w:rPr>
            </w:r>
            <w:r>
              <w:rPr>
                <w:rStyle w:val="Hyperlink"/>
                <w:noProof/>
              </w:rPr>
              <w:fldChar w:fldCharType="separate"/>
            </w:r>
            <w:r w:rsidR="00BF6C8D">
              <w:rPr>
                <w:noProof/>
                <w:webHidden/>
                <w:rtl/>
              </w:rPr>
              <w:t>53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6" w:history="1">
            <w:r w:rsidRPr="00CE78A2">
              <w:rPr>
                <w:rStyle w:val="Hyperlink"/>
                <w:noProof/>
                <w:lang w:val="sw-KE" w:bidi="ar-EG"/>
              </w:rPr>
              <w:t xml:space="preserve">45.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Toc46076726 \h</w:instrText>
            </w:r>
            <w:r>
              <w:rPr>
                <w:noProof/>
                <w:webHidden/>
                <w:rtl/>
              </w:rPr>
              <w:instrText xml:space="preserve"> </w:instrText>
            </w:r>
            <w:r>
              <w:rPr>
                <w:rStyle w:val="Hyperlink"/>
                <w:noProof/>
              </w:rPr>
            </w:r>
            <w:r>
              <w:rPr>
                <w:rStyle w:val="Hyperlink"/>
                <w:noProof/>
              </w:rPr>
              <w:fldChar w:fldCharType="separate"/>
            </w:r>
            <w:r w:rsidR="00BF6C8D">
              <w:rPr>
                <w:noProof/>
                <w:webHidden/>
                <w:rtl/>
              </w:rPr>
              <w:t>54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7" w:history="1">
            <w:r w:rsidRPr="00CE78A2">
              <w:rPr>
                <w:rStyle w:val="Hyperlink"/>
                <w:noProof/>
                <w:lang w:val="sw-KE" w:bidi="ar-EG"/>
              </w:rPr>
              <w:t xml:space="preserve">46. NA KATIKA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Toc46076727 \h</w:instrText>
            </w:r>
            <w:r>
              <w:rPr>
                <w:noProof/>
                <w:webHidden/>
                <w:rtl/>
              </w:rPr>
              <w:instrText xml:space="preserve"> </w:instrText>
            </w:r>
            <w:r>
              <w:rPr>
                <w:rStyle w:val="Hyperlink"/>
                <w:noProof/>
              </w:rPr>
            </w:r>
            <w:r>
              <w:rPr>
                <w:rStyle w:val="Hyperlink"/>
                <w:noProof/>
              </w:rPr>
              <w:fldChar w:fldCharType="separate"/>
            </w:r>
            <w:r w:rsidR="00BF6C8D">
              <w:rPr>
                <w:noProof/>
                <w:webHidden/>
                <w:rtl/>
              </w:rPr>
              <w:t>54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8" w:history="1">
            <w:r w:rsidRPr="00CE78A2">
              <w:rPr>
                <w:rStyle w:val="Hyperlink"/>
                <w:noProof/>
                <w:lang w:val="sw-KE" w:bidi="ar-EG"/>
              </w:rPr>
              <w:t xml:space="preserve">47.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Toc46076728 \h</w:instrText>
            </w:r>
            <w:r>
              <w:rPr>
                <w:noProof/>
                <w:webHidden/>
                <w:rtl/>
              </w:rPr>
              <w:instrText xml:space="preserve"> </w:instrText>
            </w:r>
            <w:r>
              <w:rPr>
                <w:rStyle w:val="Hyperlink"/>
                <w:noProof/>
              </w:rPr>
            </w:r>
            <w:r>
              <w:rPr>
                <w:rStyle w:val="Hyperlink"/>
                <w:noProof/>
              </w:rPr>
              <w:fldChar w:fldCharType="separate"/>
            </w:r>
            <w:r w:rsidR="00BF6C8D">
              <w:rPr>
                <w:noProof/>
                <w:webHidden/>
                <w:rtl/>
              </w:rPr>
              <w:t>55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29" w:history="1">
            <w:r w:rsidRPr="00CE78A2">
              <w:rPr>
                <w:rStyle w:val="Hyperlink"/>
                <w:noProof/>
                <w:lang w:val="sw-KE" w:bidi="ar-EG"/>
              </w:rPr>
              <w:t xml:space="preserve">48.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Toc46076729 \h</w:instrText>
            </w:r>
            <w:r>
              <w:rPr>
                <w:noProof/>
                <w:webHidden/>
                <w:rtl/>
              </w:rPr>
              <w:instrText xml:space="preserve"> </w:instrText>
            </w:r>
            <w:r>
              <w:rPr>
                <w:rStyle w:val="Hyperlink"/>
                <w:noProof/>
              </w:rPr>
            </w:r>
            <w:r>
              <w:rPr>
                <w:rStyle w:val="Hyperlink"/>
                <w:noProof/>
              </w:rPr>
              <w:fldChar w:fldCharType="separate"/>
            </w:r>
            <w:r w:rsidR="00BF6C8D">
              <w:rPr>
                <w:noProof/>
                <w:webHidden/>
                <w:rtl/>
              </w:rPr>
              <w:t>55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0" w:history="1">
            <w:r w:rsidRPr="00CE78A2">
              <w:rPr>
                <w:rStyle w:val="Hyperlink"/>
                <w:noProof/>
                <w:lang w:val="sw-KE" w:bidi="ar-EG"/>
              </w:rPr>
              <w:t xml:space="preserve">49.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Toc46076730 \h</w:instrText>
            </w:r>
            <w:r>
              <w:rPr>
                <w:noProof/>
                <w:webHidden/>
                <w:rtl/>
              </w:rPr>
              <w:instrText xml:space="preserve"> </w:instrText>
            </w:r>
            <w:r>
              <w:rPr>
                <w:rStyle w:val="Hyperlink"/>
                <w:noProof/>
              </w:rPr>
            </w:r>
            <w:r>
              <w:rPr>
                <w:rStyle w:val="Hyperlink"/>
                <w:noProof/>
              </w:rPr>
              <w:fldChar w:fldCharType="separate"/>
            </w:r>
            <w:r w:rsidR="00BF6C8D">
              <w:rPr>
                <w:noProof/>
                <w:webHidden/>
                <w:rtl/>
              </w:rPr>
              <w:t>55</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1" w:history="1">
            <w:r w:rsidRPr="00CE78A2">
              <w:rPr>
                <w:rStyle w:val="Hyperlink"/>
                <w:noProof/>
                <w:lang w:val="sw-KE" w:bidi="ar-EG"/>
              </w:rPr>
              <w:t xml:space="preserve">50.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Toc46076731 \h</w:instrText>
            </w:r>
            <w:r>
              <w:rPr>
                <w:noProof/>
                <w:webHidden/>
                <w:rtl/>
              </w:rPr>
              <w:instrText xml:space="preserve"> </w:instrText>
            </w:r>
            <w:r>
              <w:rPr>
                <w:rStyle w:val="Hyperlink"/>
                <w:noProof/>
              </w:rPr>
            </w:r>
            <w:r>
              <w:rPr>
                <w:rStyle w:val="Hyperlink"/>
                <w:noProof/>
              </w:rPr>
              <w:fldChar w:fldCharType="separate"/>
            </w:r>
            <w:r w:rsidR="00BF6C8D">
              <w:rPr>
                <w:noProof/>
                <w:webHidden/>
                <w:rtl/>
              </w:rPr>
              <w:t>56</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2" w:history="1">
            <w:r w:rsidRPr="00CE78A2">
              <w:rPr>
                <w:rStyle w:val="Hyperlink"/>
                <w:noProof/>
                <w:lang w:val="sw-KE" w:bidi="ar-EG"/>
              </w:rPr>
              <w:t xml:space="preserve">51. NA MIONGONI MWA KHUTBA ZAKE </w:t>
            </w:r>
            <w:r w:rsidRPr="00CE78A2">
              <w:rPr>
                <w:rStyle w:val="Hyperlink"/>
                <w:noProof/>
                <w:vertAlign w:val="superscript"/>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Toc46076732 \h</w:instrText>
            </w:r>
            <w:r>
              <w:rPr>
                <w:noProof/>
                <w:webHidden/>
                <w:rtl/>
              </w:rPr>
              <w:instrText xml:space="preserve"> </w:instrText>
            </w:r>
            <w:r>
              <w:rPr>
                <w:rStyle w:val="Hyperlink"/>
                <w:noProof/>
              </w:rPr>
            </w:r>
            <w:r>
              <w:rPr>
                <w:rStyle w:val="Hyperlink"/>
                <w:noProof/>
              </w:rPr>
              <w:fldChar w:fldCharType="separate"/>
            </w:r>
            <w:r w:rsidR="00BF6C8D">
              <w:rPr>
                <w:noProof/>
                <w:webHidden/>
                <w:rtl/>
              </w:rPr>
              <w:t>57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3" w:history="1">
            <w:r w:rsidRPr="00CE78A2">
              <w:rPr>
                <w:rStyle w:val="Hyperlink"/>
                <w:noProof/>
                <w:lang w:val="sw-KE" w:bidi="ar-EG"/>
              </w:rPr>
              <w:t xml:space="preserve">52.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Toc46076733 \h</w:instrText>
            </w:r>
            <w:r>
              <w:rPr>
                <w:noProof/>
                <w:webHidden/>
                <w:rtl/>
              </w:rPr>
              <w:instrText xml:space="preserve"> </w:instrText>
            </w:r>
            <w:r>
              <w:rPr>
                <w:rStyle w:val="Hyperlink"/>
                <w:noProof/>
              </w:rPr>
            </w:r>
            <w:r>
              <w:rPr>
                <w:rStyle w:val="Hyperlink"/>
                <w:noProof/>
              </w:rPr>
              <w:fldChar w:fldCharType="separate"/>
            </w:r>
            <w:r w:rsidR="00BF6C8D">
              <w:rPr>
                <w:noProof/>
                <w:webHidden/>
                <w:rtl/>
              </w:rPr>
              <w:t>57</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4" w:history="1">
            <w:r w:rsidRPr="00CE78A2">
              <w:rPr>
                <w:rStyle w:val="Hyperlink"/>
                <w:noProof/>
                <w:lang w:val="sw-KE" w:bidi="ar-EG"/>
              </w:rPr>
              <w:t xml:space="preserve">53.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Toc46076734 \h</w:instrText>
            </w:r>
            <w:r>
              <w:rPr>
                <w:noProof/>
                <w:webHidden/>
                <w:rtl/>
              </w:rPr>
              <w:instrText xml:space="preserve"> </w:instrText>
            </w:r>
            <w:r>
              <w:rPr>
                <w:rStyle w:val="Hyperlink"/>
                <w:noProof/>
              </w:rPr>
            </w:r>
            <w:r>
              <w:rPr>
                <w:rStyle w:val="Hyperlink"/>
                <w:noProof/>
              </w:rPr>
              <w:fldChar w:fldCharType="separate"/>
            </w:r>
            <w:r w:rsidR="00BF6C8D">
              <w:rPr>
                <w:noProof/>
                <w:webHidden/>
                <w:rtl/>
              </w:rPr>
              <w:t>58</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5" w:history="1">
            <w:r w:rsidRPr="00CE78A2">
              <w:rPr>
                <w:rStyle w:val="Hyperlink"/>
                <w:noProof/>
                <w:lang w:val="sw-KE" w:bidi="ar-EG"/>
              </w:rPr>
              <w:t xml:space="preserve">54.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Toc46076735 \h</w:instrText>
            </w:r>
            <w:r>
              <w:rPr>
                <w:noProof/>
                <w:webHidden/>
                <w:rtl/>
              </w:rPr>
              <w:instrText xml:space="preserve"> </w:instrText>
            </w:r>
            <w:r>
              <w:rPr>
                <w:rStyle w:val="Hyperlink"/>
                <w:noProof/>
              </w:rPr>
            </w:r>
            <w:r>
              <w:rPr>
                <w:rStyle w:val="Hyperlink"/>
                <w:noProof/>
              </w:rPr>
              <w:fldChar w:fldCharType="separate"/>
            </w:r>
            <w:r w:rsidR="00BF6C8D">
              <w:rPr>
                <w:noProof/>
                <w:webHidden/>
                <w:rtl/>
              </w:rPr>
              <w:t>58</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6" w:history="1">
            <w:r w:rsidRPr="00CE78A2">
              <w:rPr>
                <w:rStyle w:val="Hyperlink"/>
                <w:noProof/>
                <w:lang w:val="sw-KE" w:bidi="ar-EG"/>
              </w:rPr>
              <w:t xml:space="preserve">55.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Toc46076736 \h</w:instrText>
            </w:r>
            <w:r>
              <w:rPr>
                <w:noProof/>
                <w:webHidden/>
                <w:rtl/>
              </w:rPr>
              <w:instrText xml:space="preserve"> </w:instrText>
            </w:r>
            <w:r>
              <w:rPr>
                <w:rStyle w:val="Hyperlink"/>
                <w:noProof/>
              </w:rPr>
            </w:r>
            <w:r>
              <w:rPr>
                <w:rStyle w:val="Hyperlink"/>
                <w:noProof/>
              </w:rPr>
              <w:fldChar w:fldCharType="separate"/>
            </w:r>
            <w:r w:rsidR="00BF6C8D">
              <w:rPr>
                <w:noProof/>
                <w:webHidden/>
                <w:rtl/>
              </w:rPr>
              <w:t>59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7" w:history="1">
            <w:r w:rsidRPr="00CE78A2">
              <w:rPr>
                <w:rStyle w:val="Hyperlink"/>
                <w:noProof/>
                <w:lang w:val="sw-KE" w:bidi="ar-EG"/>
              </w:rPr>
              <w:t xml:space="preserve">56 -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Toc46076737 \h</w:instrText>
            </w:r>
            <w:r>
              <w:rPr>
                <w:noProof/>
                <w:webHidden/>
                <w:rtl/>
              </w:rPr>
              <w:instrText xml:space="preserve"> </w:instrText>
            </w:r>
            <w:r>
              <w:rPr>
                <w:rStyle w:val="Hyperlink"/>
                <w:noProof/>
              </w:rPr>
            </w:r>
            <w:r>
              <w:rPr>
                <w:rStyle w:val="Hyperlink"/>
                <w:noProof/>
              </w:rPr>
              <w:fldChar w:fldCharType="separate"/>
            </w:r>
            <w:r w:rsidR="00BF6C8D">
              <w:rPr>
                <w:noProof/>
                <w:webHidden/>
                <w:rtl/>
              </w:rPr>
              <w:t>59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8" w:history="1">
            <w:r w:rsidRPr="00CE78A2">
              <w:rPr>
                <w:rStyle w:val="Hyperlink"/>
                <w:noProof/>
                <w:lang w:val="sw-KE" w:bidi="ar-EG"/>
              </w:rPr>
              <w:t>Siku Ya Siffiin Alipowaamuru Watu Kufanya Suluhu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Toc46076738 \h</w:instrText>
            </w:r>
            <w:r>
              <w:rPr>
                <w:noProof/>
                <w:webHidden/>
                <w:rtl/>
              </w:rPr>
              <w:instrText xml:space="preserve"> </w:instrText>
            </w:r>
            <w:r>
              <w:rPr>
                <w:rStyle w:val="Hyperlink"/>
                <w:noProof/>
              </w:rPr>
            </w:r>
            <w:r>
              <w:rPr>
                <w:rStyle w:val="Hyperlink"/>
                <w:noProof/>
              </w:rPr>
              <w:fldChar w:fldCharType="separate"/>
            </w:r>
            <w:r w:rsidR="00BF6C8D">
              <w:rPr>
                <w:noProof/>
                <w:webHidden/>
                <w:rtl/>
              </w:rPr>
              <w:t>59</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39" w:history="1">
            <w:r w:rsidRPr="00CE78A2">
              <w:rPr>
                <w:rStyle w:val="Hyperlink"/>
                <w:noProof/>
                <w:lang w:val="sw-KE" w:bidi="ar-EG"/>
              </w:rPr>
              <w:t xml:space="preserve">57 - NA MIONGONI MWA MANENO YAKE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Toc46076739 \h</w:instrText>
            </w:r>
            <w:r>
              <w:rPr>
                <w:noProof/>
                <w:webHidden/>
                <w:rtl/>
              </w:rPr>
              <w:instrText xml:space="preserve"> </w:instrText>
            </w:r>
            <w:r>
              <w:rPr>
                <w:rStyle w:val="Hyperlink"/>
                <w:noProof/>
              </w:rPr>
            </w:r>
            <w:r>
              <w:rPr>
                <w:rStyle w:val="Hyperlink"/>
                <w:noProof/>
              </w:rPr>
              <w:fldChar w:fldCharType="separate"/>
            </w:r>
            <w:r w:rsidR="00BF6C8D">
              <w:rPr>
                <w:noProof/>
                <w:webHidden/>
                <w:rtl/>
              </w:rPr>
              <w:t>60</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0" w:history="1">
            <w:r w:rsidRPr="00CE78A2">
              <w:rPr>
                <w:rStyle w:val="Hyperlink"/>
                <w:noProof/>
                <w:lang w:val="sw-KE" w:bidi="ar-EG"/>
              </w:rPr>
              <w:t>58 - NA MIONGONI MWA USEMI WAKE (A.S)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Toc46076740 \h</w:instrText>
            </w:r>
            <w:r>
              <w:rPr>
                <w:noProof/>
                <w:webHidden/>
                <w:rtl/>
              </w:rPr>
              <w:instrText xml:space="preserve"> </w:instrText>
            </w:r>
            <w:r>
              <w:rPr>
                <w:rStyle w:val="Hyperlink"/>
                <w:noProof/>
              </w:rPr>
            </w:r>
            <w:r>
              <w:rPr>
                <w:rStyle w:val="Hyperlink"/>
                <w:noProof/>
              </w:rPr>
              <w:fldChar w:fldCharType="separate"/>
            </w:r>
            <w:r w:rsidR="00BF6C8D">
              <w:rPr>
                <w:noProof/>
                <w:webHidden/>
                <w:rtl/>
              </w:rPr>
              <w:t>60</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1" w:history="1">
            <w:r w:rsidRPr="00CE78A2">
              <w:rPr>
                <w:rStyle w:val="Hyperlink"/>
                <w:noProof/>
                <w:lang w:val="sw-KE" w:bidi="ar-EG"/>
              </w:rPr>
              <w:t xml:space="preserve">59 - NA ALISEMA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Toc46076741 \h</w:instrText>
            </w:r>
            <w:r>
              <w:rPr>
                <w:noProof/>
                <w:webHidden/>
                <w:rtl/>
              </w:rPr>
              <w:instrText xml:space="preserve"> </w:instrText>
            </w:r>
            <w:r>
              <w:rPr>
                <w:rStyle w:val="Hyperlink"/>
                <w:noProof/>
              </w:rPr>
            </w:r>
            <w:r>
              <w:rPr>
                <w:rStyle w:val="Hyperlink"/>
                <w:noProof/>
              </w:rPr>
              <w:fldChar w:fldCharType="separate"/>
            </w:r>
            <w:r w:rsidR="00BF6C8D">
              <w:rPr>
                <w:noProof/>
                <w:webHidden/>
                <w:rtl/>
              </w:rPr>
              <w:t>61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2" w:history="1">
            <w:r w:rsidRPr="00CE78A2">
              <w:rPr>
                <w:rStyle w:val="Hyperlink"/>
                <w:noProof/>
                <w:lang w:val="sw-KE" w:bidi="ar-EG"/>
              </w:rPr>
              <w:t>60 - NA AMESEMA (A.S)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Toc46076742 \h</w:instrText>
            </w:r>
            <w:r>
              <w:rPr>
                <w:noProof/>
                <w:webHidden/>
                <w:rtl/>
              </w:rPr>
              <w:instrText xml:space="preserve"> </w:instrText>
            </w:r>
            <w:r>
              <w:rPr>
                <w:rStyle w:val="Hyperlink"/>
                <w:noProof/>
              </w:rPr>
            </w:r>
            <w:r>
              <w:rPr>
                <w:rStyle w:val="Hyperlink"/>
                <w:noProof/>
              </w:rPr>
              <w:fldChar w:fldCharType="separate"/>
            </w:r>
            <w:r w:rsidR="00BF6C8D">
              <w:rPr>
                <w:noProof/>
                <w:webHidden/>
                <w:rtl/>
              </w:rPr>
              <w:t>61</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3" w:history="1">
            <w:r w:rsidRPr="00CE78A2">
              <w:rPr>
                <w:rStyle w:val="Hyperlink"/>
                <w:noProof/>
                <w:lang w:val="sw-KE" w:bidi="ar-EG"/>
              </w:rPr>
              <w:t xml:space="preserve">61 - NA ALISEMA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Toc46076743 \h</w:instrText>
            </w:r>
            <w:r>
              <w:rPr>
                <w:noProof/>
                <w:webHidden/>
                <w:rtl/>
              </w:rPr>
              <w:instrText xml:space="preserve"> </w:instrText>
            </w:r>
            <w:r>
              <w:rPr>
                <w:rStyle w:val="Hyperlink"/>
                <w:noProof/>
              </w:rPr>
            </w:r>
            <w:r>
              <w:rPr>
                <w:rStyle w:val="Hyperlink"/>
                <w:noProof/>
              </w:rPr>
              <w:fldChar w:fldCharType="separate"/>
            </w:r>
            <w:r w:rsidR="00BF6C8D">
              <w:rPr>
                <w:noProof/>
                <w:webHidden/>
                <w:rtl/>
              </w:rPr>
              <w:t>62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4" w:history="1">
            <w:r w:rsidRPr="00CE78A2">
              <w:rPr>
                <w:rStyle w:val="Hyperlink"/>
                <w:noProof/>
                <w:lang w:val="sw-KE" w:bidi="ar-EG"/>
              </w:rPr>
              <w:t>62 - NA KATIKA MANENO YAKE (A.S)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Toc46076744 \h</w:instrText>
            </w:r>
            <w:r>
              <w:rPr>
                <w:noProof/>
                <w:webHidden/>
                <w:rtl/>
              </w:rPr>
              <w:instrText xml:space="preserve"> </w:instrText>
            </w:r>
            <w:r>
              <w:rPr>
                <w:rStyle w:val="Hyperlink"/>
                <w:noProof/>
              </w:rPr>
            </w:r>
            <w:r>
              <w:rPr>
                <w:rStyle w:val="Hyperlink"/>
                <w:noProof/>
              </w:rPr>
              <w:fldChar w:fldCharType="separate"/>
            </w:r>
            <w:r w:rsidR="00BF6C8D">
              <w:rPr>
                <w:noProof/>
                <w:webHidden/>
                <w:rtl/>
              </w:rPr>
              <w:t>62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5" w:history="1">
            <w:r w:rsidRPr="00CE78A2">
              <w:rPr>
                <w:rStyle w:val="Hyperlink"/>
                <w:noProof/>
                <w:lang w:val="sw-KE" w:bidi="ar-EG"/>
              </w:rPr>
              <w:t xml:space="preserve">63 - NA MIONGONI MWA SEMI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Toc46076745 \h</w:instrText>
            </w:r>
            <w:r>
              <w:rPr>
                <w:noProof/>
                <w:webHidden/>
                <w:rtl/>
              </w:rPr>
              <w:instrText xml:space="preserve"> </w:instrText>
            </w:r>
            <w:r>
              <w:rPr>
                <w:rStyle w:val="Hyperlink"/>
                <w:noProof/>
              </w:rPr>
            </w:r>
            <w:r>
              <w:rPr>
                <w:rStyle w:val="Hyperlink"/>
                <w:noProof/>
              </w:rPr>
              <w:fldChar w:fldCharType="separate"/>
            </w:r>
            <w:r w:rsidR="00BF6C8D">
              <w:rPr>
                <w:noProof/>
                <w:webHidden/>
                <w:rtl/>
              </w:rPr>
              <w:t>62</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6" w:history="1">
            <w:r w:rsidRPr="00CE78A2">
              <w:rPr>
                <w:rStyle w:val="Hyperlink"/>
                <w:noProof/>
                <w:lang w:val="sw-KE" w:bidi="ar-EG"/>
              </w:rPr>
              <w:t xml:space="preserve">64 - NA MIONGONI MWA KHUTBA ZAKE </w:t>
            </w:r>
            <w:r w:rsidRPr="00CE78A2">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Toc46076746 \h</w:instrText>
            </w:r>
            <w:r>
              <w:rPr>
                <w:noProof/>
                <w:webHidden/>
                <w:rtl/>
              </w:rPr>
              <w:instrText xml:space="preserve"> </w:instrText>
            </w:r>
            <w:r>
              <w:rPr>
                <w:rStyle w:val="Hyperlink"/>
                <w:noProof/>
              </w:rPr>
            </w:r>
            <w:r>
              <w:rPr>
                <w:rStyle w:val="Hyperlink"/>
                <w:noProof/>
              </w:rPr>
              <w:fldChar w:fldCharType="separate"/>
            </w:r>
            <w:r w:rsidR="00BF6C8D">
              <w:rPr>
                <w:noProof/>
                <w:webHidden/>
                <w:rtl/>
              </w:rPr>
              <w:t>63</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7" w:history="1">
            <w:r w:rsidRPr="00CE78A2">
              <w:rPr>
                <w:rStyle w:val="Hyperlink"/>
                <w:noProof/>
                <w:lang w:val="sw-KE" w:bidi="ar-EG"/>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Toc46076747 \h</w:instrText>
            </w:r>
            <w:r>
              <w:rPr>
                <w:noProof/>
                <w:webHidden/>
                <w:rtl/>
              </w:rPr>
              <w:instrText xml:space="preserve"> </w:instrText>
            </w:r>
            <w:r>
              <w:rPr>
                <w:rStyle w:val="Hyperlink"/>
                <w:noProof/>
              </w:rPr>
            </w:r>
            <w:r>
              <w:rPr>
                <w:rStyle w:val="Hyperlink"/>
                <w:noProof/>
              </w:rPr>
              <w:fldChar w:fldCharType="separate"/>
            </w:r>
            <w:r w:rsidR="00BF6C8D">
              <w:rPr>
                <w:noProof/>
                <w:webHidden/>
                <w:rtl/>
              </w:rPr>
              <w:t>64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8" w:history="1">
            <w:r w:rsidRPr="00CE78A2">
              <w:rPr>
                <w:rStyle w:val="Hyperlink"/>
                <w:noProof/>
                <w:lang w:val="sw-KE" w:bidi="ar-EG"/>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Toc46076748 \h</w:instrText>
            </w:r>
            <w:r>
              <w:rPr>
                <w:noProof/>
                <w:webHidden/>
                <w:rtl/>
              </w:rPr>
              <w:instrText xml:space="preserve"> </w:instrText>
            </w:r>
            <w:r>
              <w:rPr>
                <w:rStyle w:val="Hyperlink"/>
                <w:noProof/>
              </w:rPr>
            </w:r>
            <w:r>
              <w:rPr>
                <w:rStyle w:val="Hyperlink"/>
                <w:noProof/>
              </w:rPr>
              <w:fldChar w:fldCharType="separate"/>
            </w:r>
            <w:r w:rsidR="00BF6C8D">
              <w:rPr>
                <w:noProof/>
                <w:webHidden/>
                <w:rtl/>
              </w:rPr>
              <w:t>64</w:t>
            </w:r>
            <w:r>
              <w:rPr>
                <w:rStyle w:val="Hyperlink"/>
                <w:noProof/>
              </w:rPr>
              <w:fldChar w:fldCharType="end"/>
            </w:r>
          </w:hyperlink>
        </w:p>
        <w:p w:rsidR="00E23D99" w:rsidRDefault="00E23D99">
          <w:pPr>
            <w:pStyle w:val="TOC3"/>
            <w:bidi/>
            <w:rPr>
              <w:rFonts w:asciiTheme="minorHAnsi" w:eastAsiaTheme="minorEastAsia" w:hAnsiTheme="minorHAnsi" w:cstheme="minorBidi"/>
              <w:noProof/>
              <w:color w:val="auto"/>
              <w:sz w:val="22"/>
              <w:szCs w:val="22"/>
              <w:rtl/>
              <w:lang w:val="sw-KE" w:eastAsia="sw-KE"/>
            </w:rPr>
          </w:pPr>
          <w:hyperlink w:anchor="_Toc46076749" w:history="1">
            <w:r w:rsidRPr="00CE78A2">
              <w:rPr>
                <w:rStyle w:val="Hyperlink"/>
                <w:noProof/>
                <w:lang w:val="sw-KE" w:bidi="ar-EG"/>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Toc46076749 \h</w:instrText>
            </w:r>
            <w:r>
              <w:rPr>
                <w:noProof/>
                <w:webHidden/>
                <w:rtl/>
              </w:rPr>
              <w:instrText xml:space="preserve"> </w:instrText>
            </w:r>
            <w:r>
              <w:rPr>
                <w:rStyle w:val="Hyperlink"/>
                <w:noProof/>
              </w:rPr>
            </w:r>
            <w:r>
              <w:rPr>
                <w:rStyle w:val="Hyperlink"/>
                <w:noProof/>
              </w:rPr>
              <w:fldChar w:fldCharType="separate"/>
            </w:r>
            <w:r w:rsidR="00BF6C8D">
              <w:rPr>
                <w:noProof/>
                <w:webHidden/>
                <w:rtl/>
              </w:rPr>
              <w:t>65</w:t>
            </w:r>
            <w:r>
              <w:rPr>
                <w:rStyle w:val="Hyperlink"/>
                <w:noProof/>
              </w:rPr>
              <w:fldChar w:fldCharType="end"/>
            </w:r>
          </w:hyperlink>
        </w:p>
        <w:p w:rsidR="00E23D99" w:rsidRDefault="00E23D99">
          <w:r>
            <w:rPr>
              <w:b/>
              <w:bCs/>
              <w:noProof/>
            </w:rPr>
            <w:fldChar w:fldCharType="end"/>
          </w:r>
        </w:p>
      </w:sdtContent>
    </w:sdt>
    <w:p w:rsidR="00CB060A" w:rsidRPr="00681ECE" w:rsidRDefault="00CB060A" w:rsidP="00681ECE">
      <w:pPr>
        <w:pStyle w:val="Header"/>
        <w:rPr>
          <w:sz w:val="24"/>
          <w:szCs w:val="24"/>
          <w:lang w:val="sw-KE" w:bidi="ar-EG"/>
        </w:rPr>
      </w:pPr>
      <w:bookmarkStart w:id="94" w:name="_GoBack"/>
      <w:bookmarkEnd w:id="94"/>
    </w:p>
    <w:p w:rsidR="00483914" w:rsidRPr="00004228" w:rsidRDefault="00483914" w:rsidP="004A2B85">
      <w:pPr>
        <w:pStyle w:val="Header"/>
        <w:rPr>
          <w:sz w:val="24"/>
          <w:szCs w:val="24"/>
          <w:lang w:val="sw-KE" w:bidi="ar-EG"/>
        </w:rPr>
      </w:pPr>
    </w:p>
    <w:sectPr w:rsidR="00483914" w:rsidRPr="00004228"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D03" w:rsidRDefault="00F80D03" w:rsidP="00113C59">
      <w:r>
        <w:separator/>
      </w:r>
    </w:p>
  </w:endnote>
  <w:endnote w:type="continuationSeparator" w:id="0">
    <w:p w:rsidR="00F80D03" w:rsidRDefault="00F80D03"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er">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B9" w:rsidRDefault="003109B9" w:rsidP="00745C1D">
    <w:pPr>
      <w:pStyle w:val="Footer"/>
      <w:tabs>
        <w:tab w:val="clear" w:pos="4153"/>
        <w:tab w:val="clear" w:pos="8306"/>
      </w:tabs>
    </w:pPr>
    <w:r>
      <w:fldChar w:fldCharType="begin"/>
    </w:r>
    <w:r>
      <w:instrText xml:space="preserve"> PAGE   \* MERGEFORMAT </w:instrText>
    </w:r>
    <w:r>
      <w:fldChar w:fldCharType="separate"/>
    </w:r>
    <w:r w:rsidR="00BF6C8D">
      <w:rPr>
        <w:noProof/>
      </w:rPr>
      <w:t>62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B9" w:rsidRDefault="003109B9" w:rsidP="00113C59">
    <w:pPr>
      <w:pStyle w:val="Footer"/>
    </w:pPr>
    <w:r>
      <w:fldChar w:fldCharType="begin"/>
    </w:r>
    <w:r>
      <w:instrText xml:space="preserve"> PAGE   \* MERGEFORMAT </w:instrText>
    </w:r>
    <w:r>
      <w:fldChar w:fldCharType="separate"/>
    </w:r>
    <w:r w:rsidR="00BF6C8D">
      <w:rPr>
        <w:noProof/>
      </w:rPr>
      <w:t>61</w:t>
    </w:r>
    <w:r>
      <w:rPr>
        <w:noProof/>
      </w:rPr>
      <w:fldChar w:fldCharType="end"/>
    </w:r>
  </w:p>
  <w:p w:rsidR="003109B9" w:rsidRDefault="003109B9"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B9" w:rsidRDefault="003109B9" w:rsidP="00745C1D">
    <w:pPr>
      <w:pStyle w:val="Footer"/>
      <w:tabs>
        <w:tab w:val="clear" w:pos="4153"/>
        <w:tab w:val="clear" w:pos="8306"/>
      </w:tabs>
    </w:pPr>
    <w:r>
      <w:fldChar w:fldCharType="begin"/>
    </w:r>
    <w:r>
      <w:instrText xml:space="preserve"> PAGE   \* MERGEFORMAT </w:instrText>
    </w:r>
    <w:r>
      <w:fldChar w:fldCharType="separate"/>
    </w:r>
    <w:r w:rsidR="00BF6C8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D03" w:rsidRDefault="00F80D03" w:rsidP="00113C59">
      <w:r>
        <w:separator/>
      </w:r>
    </w:p>
  </w:footnote>
  <w:footnote w:type="continuationSeparator" w:id="0">
    <w:p w:rsidR="00F80D03" w:rsidRDefault="00F80D03" w:rsidP="00113C59">
      <w:r>
        <w:continuationSeparator/>
      </w:r>
    </w:p>
  </w:footnote>
  <w:footnote w:id="1">
    <w:p w:rsidR="003109B9" w:rsidRPr="002300CA" w:rsidRDefault="003109B9" w:rsidP="002300CA">
      <w:pPr>
        <w:pStyle w:val="libFootnote0"/>
        <w:rPr>
          <w:lang w:val="sw-KE"/>
        </w:rPr>
      </w:pPr>
      <w:r w:rsidRPr="002300CA">
        <w:rPr>
          <w:rStyle w:val="FootnoteReference"/>
          <w:vertAlign w:val="baseline"/>
          <w:lang w:val="sw-KE"/>
        </w:rPr>
        <w:footnoteRef/>
      </w:r>
      <w:r>
        <w:rPr>
          <w:lang w:val="sw-KE"/>
        </w:rPr>
        <w:t>.</w:t>
      </w:r>
      <w:r w:rsidRPr="002300CA">
        <w:t xml:space="preserve"> </w:t>
      </w:r>
      <w:r w:rsidRPr="002300CA">
        <w:rPr>
          <w:lang w:val="sw-KE"/>
        </w:rPr>
        <w:t xml:space="preserve">Anakusudia hima ya wenye uoni na wanafikra japo iwe ya hali ya juu haiwezi kumdiriki yaani kumtambua (swt) kama kitambuliwavyo kiumbe, wala kumzunguka. </w:t>
      </w:r>
    </w:p>
  </w:footnote>
  <w:footnote w:id="2">
    <w:p w:rsidR="003109B9" w:rsidRPr="005076AF" w:rsidRDefault="003109B9" w:rsidP="005076AF">
      <w:pPr>
        <w:pStyle w:val="libFootnote0"/>
        <w:rPr>
          <w:lang w:val="sw-KE"/>
        </w:rPr>
      </w:pPr>
      <w:r w:rsidRPr="005076AF">
        <w:rPr>
          <w:rStyle w:val="FootnoteReference"/>
          <w:vertAlign w:val="baseline"/>
          <w:lang w:val="sw-KE"/>
        </w:rPr>
        <w:footnoteRef/>
      </w:r>
      <w:r>
        <w:rPr>
          <w:lang w:val="sw-KE"/>
        </w:rPr>
        <w:t>.</w:t>
      </w:r>
      <w:r w:rsidRPr="005076AF">
        <w:rPr>
          <w:lang w:val="sw-KE"/>
        </w:rPr>
        <w:t xml:space="preserve"> </w:t>
      </w:r>
      <w:r>
        <w:rPr>
          <w:lang w:val="sw-KE"/>
        </w:rPr>
        <w:t>N</w:t>
      </w:r>
      <w:r w:rsidRPr="005076AF">
        <w:rPr>
          <w:lang w:val="sw-KE"/>
        </w:rPr>
        <w:t>i wingi wa yaani kutambua kuzama mbizi, na hapa maana inakuwa: kuzama mbizi ndani ya bahari ya mambo yazingatiwayo kiakili ili kudondoa lulu za ukweli wa mambo, nazo japo ziende mbali katika mbizi haziwezi kuipata hakika ya dhati yake (s</w:t>
      </w:r>
      <w:r>
        <w:rPr>
          <w:lang w:val="sw-KE"/>
        </w:rPr>
        <w:t>.</w:t>
      </w:r>
      <w:r w:rsidRPr="005076AF">
        <w:rPr>
          <w:lang w:val="sw-KE"/>
        </w:rPr>
        <w:t>w</w:t>
      </w:r>
      <w:r>
        <w:rPr>
          <w:lang w:val="sw-KE"/>
        </w:rPr>
        <w:t>.</w:t>
      </w:r>
      <w:r w:rsidRPr="005076AF">
        <w:rPr>
          <w:lang w:val="sw-KE"/>
        </w:rPr>
        <w:t xml:space="preserve">t). </w:t>
      </w:r>
    </w:p>
  </w:footnote>
  <w:footnote w:id="3">
    <w:p w:rsidR="003109B9" w:rsidRPr="002C0612" w:rsidRDefault="003109B9" w:rsidP="002C0612">
      <w:pPr>
        <w:pStyle w:val="libFootnote0"/>
        <w:rPr>
          <w:lang w:val="sw-KE"/>
        </w:rPr>
      </w:pPr>
      <w:r w:rsidRPr="002C0612">
        <w:rPr>
          <w:rStyle w:val="FootnoteReference"/>
          <w:vertAlign w:val="baseline"/>
          <w:lang w:val="sw-KE"/>
        </w:rPr>
        <w:footnoteRef/>
      </w:r>
      <w:r>
        <w:rPr>
          <w:lang w:val="sw-KE"/>
        </w:rPr>
        <w:t>.</w:t>
      </w:r>
      <w:r w:rsidRPr="002C0612">
        <w:rPr>
          <w:lang w:val="sw-KE"/>
        </w:rPr>
        <w:t xml:space="preserve">    Ambaye sifa zake hazina mpaka ujulikanao: yaani sifa hapa yakusudiwa d</w:t>
      </w:r>
      <w:r>
        <w:rPr>
          <w:lang w:val="sw-KE"/>
        </w:rPr>
        <w:t>hati yake na hakika yake (s.w.t</w:t>
      </w:r>
      <w:r w:rsidRPr="002C0612">
        <w:rPr>
          <w:lang w:val="sw-KE"/>
        </w:rPr>
        <w:t>) na jinsi alivyo yaani dhati yake (swt) haina mpaka uwezao kutambuliwa. Amemaliza maneno kuihusu dhati yake (s</w:t>
      </w:r>
      <w:r>
        <w:rPr>
          <w:lang w:val="sw-KE"/>
        </w:rPr>
        <w:t>.</w:t>
      </w:r>
      <w:r w:rsidRPr="002C0612">
        <w:rPr>
          <w:lang w:val="sw-KE"/>
        </w:rPr>
        <w:t>w</w:t>
      </w:r>
      <w:r>
        <w:rPr>
          <w:lang w:val="sw-KE"/>
        </w:rPr>
        <w:t>.</w:t>
      </w:r>
      <w:r w:rsidRPr="002C0612">
        <w:rPr>
          <w:lang w:val="sw-KE"/>
        </w:rPr>
        <w:t xml:space="preserve">t) na kuzuilika kwa akili ya mwanadamu kuidiriki, baada ya hapo anazitakasa sifa zake (swt) kuwa hazifanani na sifa za vizushi yaani viumbe vilivyo zuka (hapo kabla havikuwa na baada ya kuumbwa vikawa ndio maana ya kuzuka hapa) kwa hiyo kila sifa za kiumbe kwa kawaida kiumbe huwa na sifa ya (imkaanu) kwa maana ya kuwa kwa kiumbe si wajibu bali ni mumkinul wujudu (kupo ndani ya uwezekano) na Mungu ni wajibul'wujud. Hivyo basi kila sifa za kizushi ina kikomo kama tunavyojiona ndani ya uwezo wetu, ilimu yetu kwa mfano. Kwa kuwa kila moja ina kikomo haiwezi kukivuka, lakini uwezo wa Mungu, ilimu yake haina mpaka kwa uene- vu wake. Hivyo hivyo husemwa kukhusu sifa nyingine za ukamilifu. Na (naat) huwa sifa zinazokubali kubadilika, na sifa zetu zina (naat). Kama vile uhai wetu kwa mfano una daraja kutokea daraja ya mtoto mchanga mtoto wa makamo na daraja baada ya hapo, kama vile wakati wa nguvu, udhaifu, na hali ya wastani, na uwezo wetu pia ni kama hivyo. Na ilimu yetu ina duru ya upungufu na ukamilifu, hali ya undani, na ya uwazi. Lakini sifa zake (swt) zimetakasika mbali na (nautu) kama hizi na -mfano wake, kisha hizi sifa zake (swt) ni azaliza milele hazina hisabu ya wakati wa kuwa kwake na yeye kusifika kwa dhati yake nazo, wala haziwekewi muda. </w:t>
      </w:r>
    </w:p>
  </w:footnote>
  <w:footnote w:id="4">
    <w:p w:rsidR="003109B9" w:rsidRPr="002B0AFF" w:rsidRDefault="003109B9" w:rsidP="002B0AFF">
      <w:pPr>
        <w:pStyle w:val="libFootnote0"/>
        <w:rPr>
          <w:lang w:val="sw-KE"/>
        </w:rPr>
      </w:pPr>
      <w:r w:rsidRPr="002B0AFF">
        <w:rPr>
          <w:rStyle w:val="FootnoteReference"/>
          <w:vertAlign w:val="baseline"/>
          <w:lang w:val="sw-KE"/>
        </w:rPr>
        <w:footnoteRef/>
      </w:r>
      <w:r>
        <w:rPr>
          <w:lang w:val="sw-KE"/>
        </w:rPr>
        <w:t>.</w:t>
      </w:r>
      <w:r w:rsidRPr="002B0AFF">
        <w:rPr>
          <w:lang w:val="sw-KE"/>
        </w:rPr>
        <w:t xml:space="preserve"> Wala muda uliowekwa, ni ishara ya kanusho</w:t>
      </w:r>
      <w:r>
        <w:rPr>
          <w:lang w:val="sw-KE"/>
        </w:rPr>
        <w:t xml:space="preserve"> kwa wanaodai kuwa Mungu (s.w.t</w:t>
      </w:r>
      <w:r w:rsidRPr="002B0AFF">
        <w:rPr>
          <w:lang w:val="sw-KE"/>
        </w:rPr>
        <w:t xml:space="preserve">) atajuli kana alivyo atakapoonekana siku ya Kiyama kwa hiyo asema </w:t>
      </w:r>
      <w:r w:rsidRPr="002B0AFF">
        <w:rPr>
          <w:rStyle w:val="libFootnotenumChar"/>
          <w:lang w:val="sw-KE"/>
        </w:rPr>
        <w:t>(a.s)</w:t>
      </w:r>
      <w:r w:rsidRPr="002B0AFF">
        <w:rPr>
          <w:lang w:val="sw-KE"/>
        </w:rPr>
        <w:t xml:space="preserve">: Hapana wakati kamwe Mungu atakuwa ajulikana dhati yake. </w:t>
      </w:r>
    </w:p>
  </w:footnote>
  <w:footnote w:id="5">
    <w:p w:rsidR="003109B9" w:rsidRPr="0079785B" w:rsidRDefault="003109B9" w:rsidP="0079785B">
      <w:pPr>
        <w:pStyle w:val="libFootnote0"/>
        <w:rPr>
          <w:lang w:val="sw-KE"/>
        </w:rPr>
      </w:pPr>
      <w:r w:rsidRPr="0079785B">
        <w:rPr>
          <w:rStyle w:val="FootnoteReference"/>
          <w:vertAlign w:val="baseline"/>
          <w:lang w:val="sw-KE"/>
        </w:rPr>
        <w:footnoteRef/>
      </w:r>
      <w:r>
        <w:rPr>
          <w:lang w:val="sw-KE"/>
        </w:rPr>
        <w:t>.</w:t>
      </w:r>
      <w:r w:rsidRPr="002619AD">
        <w:rPr>
          <w:lang w:val="sw-KE"/>
        </w:rPr>
        <w:t xml:space="preserve">    Mwanzo wa dini ni kumtambua Mungu (s</w:t>
      </w:r>
      <w:r>
        <w:rPr>
          <w:lang w:val="sw-KE"/>
        </w:rPr>
        <w:t>.</w:t>
      </w:r>
      <w:r w:rsidRPr="002619AD">
        <w:rPr>
          <w:lang w:val="sw-KE"/>
        </w:rPr>
        <w:t>w</w:t>
      </w:r>
      <w:r>
        <w:rPr>
          <w:lang w:val="sw-KE"/>
        </w:rPr>
        <w:t>.</w:t>
      </w:r>
      <w:r w:rsidRPr="002619AD">
        <w:rPr>
          <w:lang w:val="sw-KE"/>
        </w:rPr>
        <w:t>t): kwa sababu taq'liid ni batili, la kwanza katika wajibu za kidini ni kutambua. Msingi wa dini ni kumtambua Mungu, na Yeye anaweza kutambuliwa kuwa muumba wa ulimwengu, bila ya kumtakasa, kwa hiyo huo ni utambuzi pungufu, na ukamilifu wake ni kumsadiki dhati Yake kwa sifa makhsusi ambazo yeyote hashirikiani Naye, nayo ni sifa ya wajibu wa kuwepo kwake (wajibul'wu-jud). Na kusadiki huku hakukamiliki mpaka kuwe na lazima yake, nayo ni Tawheed kwa kuwa ambaye kuwepo kwake ni wajibu hana idadi, kama ijulikanavyo katika fani ya Ilahiya na ilmul’kalam (scholasticism). Na Tawheed haikamiliki ila kwa kumtakasia siri kuwa ni yake bila ya kumuambatanisha na kitu chochote miongoni mwa mambo ya matukio katika kumuelekea na kutarajia mwanga wa nuru Yake. Utakaso huu hauwi kamili mpaka uwe pamoja na kumuepushia sifa za dhahiri katika ainisho zionekanazo katika vitu. Kwa sababu kuitambua dhati iliyo takasika ndani ya sifa hizo ni kuizingatia dhati na kitu kingine mbali nayo. Kwa hiyo ametambuliwa (Allah) mwenye viungo na siye Aliye kamili bila ya viungo. Kwa hivyo inakuwa sifa zinazo kanushwa na kutoambatanishwa Naye (s</w:t>
      </w:r>
      <w:r>
        <w:rPr>
          <w:lang w:val="sw-KE"/>
        </w:rPr>
        <w:t>.</w:t>
      </w:r>
      <w:r w:rsidRPr="002619AD">
        <w:rPr>
          <w:lang w:val="sw-KE"/>
        </w:rPr>
        <w:t>w</w:t>
      </w:r>
      <w:r>
        <w:rPr>
          <w:lang w:val="sw-KE"/>
        </w:rPr>
        <w:t>.</w:t>
      </w:r>
      <w:r w:rsidRPr="002619AD">
        <w:rPr>
          <w:lang w:val="sw-KE"/>
        </w:rPr>
        <w:t>t) ni sifa za viumbe, vinginevyo maneno ya Imamu yamejaa sifa Zake swt. Bali katika maelezo haya amsifu kwa sifa kamilifu mno.</w:t>
      </w:r>
      <w:r w:rsidRPr="0079785B">
        <w:rPr>
          <w:lang w:val="sw-KE"/>
        </w:rPr>
        <w:t xml:space="preserve"> </w:t>
      </w:r>
    </w:p>
  </w:footnote>
  <w:footnote w:id="6">
    <w:p w:rsidR="003109B9" w:rsidRPr="002619AD" w:rsidRDefault="003109B9" w:rsidP="002619AD">
      <w:pPr>
        <w:pStyle w:val="libFootnote0"/>
        <w:rPr>
          <w:lang w:val="sw-KE"/>
        </w:rPr>
      </w:pPr>
      <w:r w:rsidRPr="002619AD">
        <w:rPr>
          <w:rStyle w:val="FootnoteReference"/>
          <w:vertAlign w:val="baseline"/>
          <w:lang w:val="sw-KE"/>
        </w:rPr>
        <w:footnoteRef/>
      </w:r>
      <w:r>
        <w:rPr>
          <w:lang w:val="sw-KE"/>
        </w:rPr>
        <w:t>.</w:t>
      </w:r>
      <w:r w:rsidRPr="002619AD">
        <w:rPr>
          <w:lang w:val="sw-KE"/>
        </w:rPr>
        <w:t xml:space="preserve"> Ukamilifu wa kumsadiki ni kumpwekesha: Kwa sababu kujua kuwa Yeye kuwepo kwake ni wajibu peke yake ni kusadiki kupungufu, na kusadiki kamili ni kujua Upweke Wake swt. </w:t>
      </w:r>
    </w:p>
  </w:footnote>
  <w:footnote w:id="7">
    <w:p w:rsidR="003109B9" w:rsidRPr="002619AD" w:rsidRDefault="003109B9" w:rsidP="002619AD">
      <w:pPr>
        <w:pStyle w:val="libFootnote0"/>
        <w:rPr>
          <w:lang w:val="sw-KE"/>
        </w:rPr>
      </w:pPr>
      <w:r w:rsidRPr="002619AD">
        <w:rPr>
          <w:rStyle w:val="FootnoteReference"/>
          <w:vertAlign w:val="baseline"/>
          <w:lang w:val="sw-KE"/>
        </w:rPr>
        <w:footnoteRef/>
      </w:r>
      <w:r>
        <w:rPr>
          <w:lang w:val="sw-KE"/>
        </w:rPr>
        <w:t xml:space="preserve">. </w:t>
      </w:r>
      <w:r w:rsidRPr="002619AD">
        <w:rPr>
          <w:lang w:val="sw-KE"/>
        </w:rPr>
        <w:t xml:space="preserve">Na mwenye kumsifu Mwenyezi Mungu atakuwa amemuambatanisha: Kwa sababu mwenye kusifiwa huambatana na sifa, na sifa inamuambata yeye. </w:t>
      </w:r>
    </w:p>
  </w:footnote>
  <w:footnote w:id="8">
    <w:p w:rsidR="003109B9" w:rsidRPr="000F5C64" w:rsidRDefault="003109B9" w:rsidP="000F5C64">
      <w:pPr>
        <w:pStyle w:val="libFootnote0"/>
        <w:rPr>
          <w:lang w:val="sw-KE"/>
        </w:rPr>
      </w:pPr>
      <w:r w:rsidRPr="000F5C64">
        <w:rPr>
          <w:rStyle w:val="FootnoteReference"/>
          <w:vertAlign w:val="baseline"/>
          <w:lang w:val="sw-KE"/>
        </w:rPr>
        <w:footnoteRef/>
      </w:r>
      <w:r>
        <w:rPr>
          <w:lang w:val="sw-KE"/>
        </w:rPr>
        <w:t xml:space="preserve">. </w:t>
      </w:r>
      <w:r w:rsidRPr="000F5C64">
        <w:rPr>
          <w:lang w:val="sw-KE"/>
        </w:rPr>
        <w:t xml:space="preserve">Na mwenye kumuambatanisha amemfanya wawili kwa hakika, kwa kuwa ame- wathibitisha wa zamani wawilina kufanya hivyo ni kuwafanya wa milele wawili. </w:t>
      </w:r>
    </w:p>
  </w:footnote>
  <w:footnote w:id="9">
    <w:p w:rsidR="003109B9" w:rsidRPr="00CA0CB8" w:rsidRDefault="003109B9" w:rsidP="00CA0CB8">
      <w:pPr>
        <w:pStyle w:val="libFootnote0"/>
        <w:rPr>
          <w:lang w:val="sw-KE"/>
        </w:rPr>
      </w:pPr>
      <w:r w:rsidRPr="00CA0CB8">
        <w:rPr>
          <w:rStyle w:val="FootnoteReference"/>
          <w:vertAlign w:val="baseline"/>
          <w:lang w:val="sw-KE"/>
        </w:rPr>
        <w:footnoteRef/>
      </w:r>
      <w:r>
        <w:rPr>
          <w:lang w:val="sw-KE"/>
        </w:rPr>
        <w:t>.</w:t>
      </w:r>
      <w:r w:rsidRPr="00CA0CB8">
        <w:rPr>
          <w:lang w:val="sw-KE"/>
        </w:rPr>
        <w:t xml:space="preserve">    Kwa kuwa kila chenye kuoneshwa ni chenye mipaka, kwa kuwa wakionyesha kitu kikiwa kipo upande mwingine mbali na ule uliokuwapo, kwa hiyo wewe wakielekea kwa ishara yako. Na ambaye yuko upande fulani anakuwa amejitenga na mwingine, na anakuwa ndani ya mipaka maalumu, yaani kuna ncha anayoishia. Hivyo basi mwenye kumwonesha amemuwekea mipaka. </w:t>
      </w:r>
    </w:p>
  </w:footnote>
  <w:footnote w:id="10">
    <w:p w:rsidR="003109B9" w:rsidRPr="00CA0CB8" w:rsidRDefault="003109B9" w:rsidP="00CA0CB8">
      <w:pPr>
        <w:pStyle w:val="libFootnote0"/>
        <w:rPr>
          <w:lang w:val="sw-KE"/>
        </w:rPr>
      </w:pPr>
      <w:r w:rsidRPr="00CA0CB8">
        <w:rPr>
          <w:rStyle w:val="FootnoteReference"/>
          <w:vertAlign w:val="baseline"/>
          <w:lang w:val="sw-KE"/>
        </w:rPr>
        <w:footnoteRef/>
      </w:r>
      <w:r>
        <w:rPr>
          <w:lang w:val="sw-KE"/>
        </w:rPr>
        <w:t>.</w:t>
      </w:r>
      <w:r w:rsidRPr="00CA0CB8">
        <w:rPr>
          <w:lang w:val="sw-KE"/>
        </w:rPr>
        <w:t xml:space="preserve"> Na mwenye kumwekea mipaka atakuwa amamhesabu: Yaani, amemfanya miongoni mwa vitu vinavyotukia. </w:t>
      </w:r>
    </w:p>
  </w:footnote>
  <w:footnote w:id="11">
    <w:p w:rsidR="003109B9" w:rsidRPr="009F70A5" w:rsidRDefault="003109B9" w:rsidP="009F70A5">
      <w:pPr>
        <w:pStyle w:val="libFootnote0"/>
        <w:rPr>
          <w:lang w:val="sw-KE"/>
        </w:rPr>
      </w:pPr>
      <w:r w:rsidRPr="009F70A5">
        <w:rPr>
          <w:rStyle w:val="FootnoteReference"/>
          <w:vertAlign w:val="baseline"/>
          <w:lang w:val="sw-KE"/>
        </w:rPr>
        <w:footnoteRef/>
      </w:r>
      <w:r>
        <w:rPr>
          <w:lang w:val="sw-KE"/>
        </w:rPr>
        <w:t>.</w:t>
      </w:r>
      <w:r w:rsidRPr="009F70A5">
        <w:rPr>
          <w:lang w:val="sw-KE"/>
        </w:rPr>
        <w:t xml:space="preserve"> Kwa sababu mwenye kufanya tasuwira kuwa yupo ndani ya kitu atakuwa amemfanya kuwa ni mwili uliojificha mahali, au kitu miongoni mwa vitu visivyo kuwa mwili, (incorporeal)</w:t>
      </w:r>
      <w:r>
        <w:rPr>
          <w:lang w:val="sw-KE"/>
        </w:rPr>
        <w:t>.</w:t>
      </w:r>
      <w:r w:rsidRPr="009F70A5">
        <w:rPr>
          <w:lang w:val="sw-KE"/>
        </w:rPr>
        <w:t xml:space="preserve"> </w:t>
      </w:r>
    </w:p>
  </w:footnote>
  <w:footnote w:id="12">
    <w:p w:rsidR="003109B9" w:rsidRPr="009F70A5" w:rsidRDefault="003109B9" w:rsidP="009F70A5">
      <w:pPr>
        <w:pStyle w:val="libFootnote0"/>
        <w:rPr>
          <w:lang w:val="sw-KE"/>
        </w:rPr>
      </w:pPr>
      <w:r w:rsidRPr="009F70A5">
        <w:rPr>
          <w:rStyle w:val="FootnoteReference"/>
          <w:vertAlign w:val="baseline"/>
          <w:lang w:val="sw-KE"/>
        </w:rPr>
        <w:footnoteRef/>
      </w:r>
      <w:r>
        <w:rPr>
          <w:lang w:val="sw-KE"/>
        </w:rPr>
        <w:t>.</w:t>
      </w:r>
      <w:r w:rsidRPr="009F70A5">
        <w:t xml:space="preserve"> </w:t>
      </w:r>
      <w:r w:rsidRPr="009F70A5">
        <w:rPr>
          <w:lang w:val="sw-KE"/>
        </w:rPr>
        <w:t>Na mwenye kusema: Yupo juu ya nini? Atakuwa amemtoa nje yake: Kwa sababu mwenye kufanya taswira kwamba Mungu (s</w:t>
      </w:r>
      <w:r>
        <w:rPr>
          <w:lang w:val="sw-KE"/>
        </w:rPr>
        <w:t>.</w:t>
      </w:r>
      <w:r w:rsidRPr="009F70A5">
        <w:rPr>
          <w:lang w:val="sw-KE"/>
        </w:rPr>
        <w:t>w</w:t>
      </w:r>
      <w:r>
        <w:rPr>
          <w:lang w:val="sw-KE"/>
        </w:rPr>
        <w:t>.</w:t>
      </w:r>
      <w:r w:rsidRPr="009F70A5">
        <w:rPr>
          <w:lang w:val="sw-KE"/>
        </w:rPr>
        <w:t xml:space="preserve">t) yuko juu ya Arshi au yuko juu ya Kursiy amemfanya hayupo katika sehemu zisizokuwa hizo. </w:t>
      </w:r>
    </w:p>
  </w:footnote>
  <w:footnote w:id="13">
    <w:p w:rsidR="003109B9" w:rsidRPr="00866D4A" w:rsidRDefault="003109B9" w:rsidP="00866D4A">
      <w:pPr>
        <w:pStyle w:val="libFootnote0"/>
        <w:rPr>
          <w:lang w:val="sw-KE"/>
        </w:rPr>
      </w:pPr>
      <w:r w:rsidRPr="00866D4A">
        <w:rPr>
          <w:rStyle w:val="FootnoteReference"/>
          <w:vertAlign w:val="baseline"/>
          <w:lang w:val="sw-KE"/>
        </w:rPr>
        <w:footnoteRef/>
      </w:r>
      <w:r>
        <w:rPr>
          <w:lang w:val="sw-KE"/>
        </w:rPr>
        <w:t>.</w:t>
      </w:r>
      <w:r w:rsidRPr="00866D4A">
        <w:rPr>
          <w:lang w:val="sw-KE"/>
        </w:rPr>
        <w:t xml:space="preserve"> Yuko pamoja na kila kitu, si kwa mwambatano: Yaani anajuwa vitu sehemu sehemu zake kama avijuavyo katika hali ya ukamilifu wake, kama alivyosema (swt): yaani hawawi katika siri watu watatu ile Yeye ni wanne wao. (Suratul-Mujadillah:7). </w:t>
      </w:r>
    </w:p>
  </w:footnote>
  <w:footnote w:id="14">
    <w:p w:rsidR="003109B9" w:rsidRPr="00A2631F" w:rsidRDefault="003109B9" w:rsidP="00A2631F">
      <w:pPr>
        <w:pStyle w:val="libFootnote0"/>
        <w:rPr>
          <w:lang w:val="sw-KE"/>
        </w:rPr>
      </w:pPr>
      <w:r w:rsidRPr="00A2631F">
        <w:rPr>
          <w:rStyle w:val="FootnoteReference"/>
          <w:vertAlign w:val="baseline"/>
          <w:lang w:val="sw-KE"/>
        </w:rPr>
        <w:footnoteRef/>
      </w:r>
      <w:r>
        <w:rPr>
          <w:lang w:val="sw-KE"/>
        </w:rPr>
        <w:t>.</w:t>
      </w:r>
      <w:r w:rsidRPr="00A2631F">
        <w:rPr>
          <w:lang w:val="sw-KE"/>
        </w:rPr>
        <w:t xml:space="preserve"> Sayari zimeitwa ubao kwa kuzifananisha na ubao kwa sababu zipo katika umbo la ubapa.</w:t>
      </w:r>
    </w:p>
  </w:footnote>
  <w:footnote w:id="15">
    <w:p w:rsidR="003109B9" w:rsidRPr="003D6031" w:rsidRDefault="003109B9" w:rsidP="003D6031">
      <w:pPr>
        <w:pStyle w:val="libFootnote0"/>
        <w:rPr>
          <w:lang w:val="sw-KE"/>
        </w:rPr>
      </w:pPr>
      <w:r w:rsidRPr="003D6031">
        <w:rPr>
          <w:rStyle w:val="FootnoteReference"/>
          <w:vertAlign w:val="baseline"/>
          <w:lang w:val="sw-KE"/>
        </w:rPr>
        <w:footnoteRef/>
      </w:r>
      <w:r>
        <w:rPr>
          <w:lang w:val="sw-KE"/>
        </w:rPr>
        <w:t>.</w:t>
      </w:r>
      <w:r w:rsidRPr="003D6031">
        <w:rPr>
          <w:lang w:val="sw-KE"/>
        </w:rPr>
        <w:t xml:space="preserve">    Malaika wabeba Arshi, wao ni kama nguvu ya jumla ambayo Mungu ameikabidhi kwa ulimwengu wote, hiyo ni nguvu inayoushika ulimwengu, na ya uhifadhi sehemu zake zote na makao makuu yake na mipaka ya mwendo wake ni katika mzunguko wake, kwa hiyo nguvu hiyo yapenya na yenye kuingia humo, yenye kuchukuwa kutokea juu yake mpaka chini yake, na kutoka chini yake mpaka juu yake. Na kauli yake: Al’maariqatu minas samaai, al’muruqu: Al’khuruju - kutoka - Na kauli yake: Al’khaarijatu minal’aq’tari arkanuhum: Arkaanu ni viungo vya miili yao, na maneno hayo ni aina ya mfano ulio wazi kwa waelewao. </w:t>
      </w:r>
    </w:p>
  </w:footnote>
  <w:footnote w:id="16">
    <w:p w:rsidR="003109B9" w:rsidRPr="000226E2" w:rsidRDefault="003109B9" w:rsidP="000226E2">
      <w:pPr>
        <w:pStyle w:val="libFootnote0"/>
        <w:rPr>
          <w:lang w:val="sw-KE"/>
        </w:rPr>
      </w:pPr>
      <w:r w:rsidRPr="000226E2">
        <w:rPr>
          <w:rStyle w:val="FootnoteReference"/>
          <w:vertAlign w:val="baseline"/>
          <w:lang w:val="sw-KE"/>
        </w:rPr>
        <w:footnoteRef/>
      </w:r>
      <w:r>
        <w:rPr>
          <w:lang w:val="sw-KE"/>
        </w:rPr>
        <w:t>.</w:t>
      </w:r>
      <w:r w:rsidRPr="000226E2">
        <w:rPr>
          <w:lang w:val="sw-KE"/>
        </w:rPr>
        <w:t xml:space="preserve">    Anakusudia kubainis</w:t>
      </w:r>
      <w:r>
        <w:rPr>
          <w:lang w:val="sw-KE"/>
        </w:rPr>
        <w:t>ha kuwa manabii wa Mungu (s.w.t</w:t>
      </w:r>
      <w:r w:rsidRPr="000226E2">
        <w:rPr>
          <w:lang w:val="sw-KE"/>
        </w:rPr>
        <w:t>) hawakuwaacha watu wao bila ya kitakacho waongoza baada ya umauti wao. Kwa hiyo hivyo hivy</w:t>
      </w:r>
      <w:r>
        <w:rPr>
          <w:lang w:val="sw-KE"/>
        </w:rPr>
        <w:t>o ilikuwa kwa Muhammad (s.a.w.w</w:t>
      </w:r>
      <w:r w:rsidRPr="000226E2">
        <w:rPr>
          <w:lang w:val="sw-KE"/>
        </w:rPr>
        <w:t>) yeye aliuachia Um</w:t>
      </w:r>
      <w:r>
        <w:rPr>
          <w:lang w:val="sw-KE"/>
        </w:rPr>
        <w:t>ma wake Kitabu cha Mungu (s.w.t</w:t>
      </w:r>
      <w:r w:rsidRPr="000226E2">
        <w:rPr>
          <w:lang w:val="sw-KE"/>
        </w:rPr>
        <w:t xml:space="preserve">) kikiwa na kila wahitajialo katika dini yao. </w:t>
      </w:r>
    </w:p>
  </w:footnote>
  <w:footnote w:id="17">
    <w:p w:rsidR="003109B9" w:rsidRPr="00056356" w:rsidRDefault="003109B9" w:rsidP="00515687">
      <w:pPr>
        <w:pStyle w:val="libFootnote0"/>
        <w:rPr>
          <w:lang w:val="sw-KE"/>
        </w:rPr>
      </w:pPr>
      <w:r w:rsidRPr="00056356">
        <w:rPr>
          <w:rStyle w:val="FootnoteReference"/>
          <w:vertAlign w:val="baseline"/>
          <w:lang w:val="sw-KE"/>
        </w:rPr>
        <w:footnoteRef/>
      </w:r>
      <w:r>
        <w:rPr>
          <w:lang w:val="sw-KE"/>
        </w:rPr>
        <w:t>.</w:t>
      </w:r>
      <w:r w:rsidRPr="00056356">
        <w:rPr>
          <w:lang w:val="sw-KE"/>
        </w:rPr>
        <w:t xml:space="preserve">    Halali yake: kama kula vitu vizuri yaani vya halali, na haramu kama kula mali ya watu wengine kwa njia ya batili. Na faradhi zake: Kama zaka dada wa sala. Na fadhila zake: kama vile sunna zake za sadaka ambazo ujira huwa mkubwa kwa kuzitekeleza, wala si vibaya akizembea mwenye kuzembea, na naasikh zake: zilizokuja kutoa hukumu zaondoa waliokuwanayo wapotovu miongoni mwa itikadi, au kuondoa hukumu zilizokuwa hapo kabla, mfano wa kauli yake (swt):</w:t>
      </w:r>
      <w:r>
        <w:rPr>
          <w:lang w:val="sw-KE"/>
        </w:rPr>
        <w:t xml:space="preserve"> </w:t>
      </w:r>
      <w:r w:rsidRPr="00056356">
        <w:rPr>
          <w:lang w:val="sw-KE"/>
        </w:rPr>
        <w:t>na mansukhah: Iliyokuwa maelezo ya hukumu hizo, mfano wa kauli yake na aliyoruhusu: mfano wa kauli yake</w:t>
      </w:r>
      <w:r>
        <w:rPr>
          <w:lang w:val="sw-KE"/>
        </w:rPr>
        <w:t xml:space="preserve">. na </w:t>
      </w:r>
      <w:r w:rsidRPr="00056356">
        <w:rPr>
          <w:lang w:val="sw-KE"/>
        </w:rPr>
        <w:t>ambazo ni lazima: mfano wa kauli yake</w:t>
      </w:r>
      <w:r>
        <w:rPr>
          <w:lang w:val="sw-KE"/>
        </w:rPr>
        <w:t>.</w:t>
      </w:r>
      <w:r w:rsidRPr="00056356">
        <w:rPr>
          <w:lang w:val="sw-KE"/>
        </w:rPr>
        <w:t xml:space="preserve"> na khaaswa mfano wa kauli yake</w:t>
      </w:r>
      <w:r>
        <w:rPr>
          <w:lang w:val="sw-KE"/>
        </w:rPr>
        <w:t>.</w:t>
      </w:r>
      <w:r w:rsidRPr="00056356">
        <w:rPr>
          <w:lang w:val="sw-KE"/>
        </w:rPr>
        <w:t xml:space="preserve"> na aamah: mfano wa kauli yake: Na mafunzo kama aya ambazo zinatoa habari za umma zilizopita miongoni mwa adhabu: “Tumewateremshia adhabu kwa sababu ya kupinga haki na wakafanya dhulma na uadui”. Na mifano: Kama kauli yake: “Mwenyezi Mungu ametoa mfano wa mja mmilikiwa” (16:75). na “Mfano wa ambaye amekoka moto ......” (2: 17). Na vinavyoshabihiana na hayo mengi. </w:t>
      </w:r>
    </w:p>
  </w:footnote>
  <w:footnote w:id="18">
    <w:p w:rsidR="003109B9" w:rsidRPr="004A6999" w:rsidRDefault="003109B9" w:rsidP="004A6999">
      <w:pPr>
        <w:pStyle w:val="libFootnote0"/>
        <w:rPr>
          <w:lang w:val="sw-KE"/>
        </w:rPr>
      </w:pPr>
      <w:r w:rsidRPr="004A6999">
        <w:rPr>
          <w:rStyle w:val="FootnoteReference"/>
          <w:vertAlign w:val="baseline"/>
          <w:lang w:val="sw-KE"/>
        </w:rPr>
        <w:footnoteRef/>
      </w:r>
      <w:r>
        <w:rPr>
          <w:lang w:val="sw-KE"/>
        </w:rPr>
        <w:t xml:space="preserve">. </w:t>
      </w:r>
      <w:r w:rsidRPr="004A6999">
        <w:rPr>
          <w:lang w:val="sw-KE"/>
        </w:rPr>
        <w:t>Kurejea kwenye mgawanyiko wa hukumu Kitabuni, al-maq'bulu fii adnaahu al'- muwassau fii aqswaahu,: mfano wa kafara ya kiapo Hukubaliwa uchache wake kuwalisha masikini kumi, na ina wasaa katika kuwavika na kumuacha mtumwa huru.</w:t>
      </w:r>
    </w:p>
  </w:footnote>
  <w:footnote w:id="19">
    <w:p w:rsidR="003109B9" w:rsidRPr="002227DC" w:rsidRDefault="003109B9" w:rsidP="002227DC">
      <w:pPr>
        <w:pStyle w:val="libFootnote0"/>
        <w:rPr>
          <w:lang w:val="sw-KE"/>
        </w:rPr>
      </w:pPr>
      <w:r w:rsidRPr="002227DC">
        <w:rPr>
          <w:rStyle w:val="FootnoteReference"/>
          <w:vertAlign w:val="baseline"/>
          <w:lang w:val="sw-KE"/>
        </w:rPr>
        <w:footnoteRef/>
      </w:r>
      <w:r>
        <w:rPr>
          <w:lang w:val="sw-KE"/>
        </w:rPr>
        <w:t>.</w:t>
      </w:r>
      <w:r w:rsidRPr="002227DC">
        <w:t xml:space="preserve"> </w:t>
      </w:r>
      <w:r w:rsidRPr="002227DC">
        <w:rPr>
          <w:lang w:val="sw-KE"/>
        </w:rPr>
        <w:t xml:space="preserve">Nyumba iliyo bora ni: Makkah. Na jirani waovu: ni waabudia masanamu miongoni mwa makuraishi. </w:t>
      </w:r>
    </w:p>
  </w:footnote>
  <w:footnote w:id="20">
    <w:p w:rsidR="003109B9" w:rsidRPr="002227DC" w:rsidRDefault="003109B9" w:rsidP="002227DC">
      <w:pPr>
        <w:pStyle w:val="libFootnote0"/>
        <w:rPr>
          <w:lang w:val="sw-KE"/>
        </w:rPr>
      </w:pPr>
      <w:r w:rsidRPr="002227DC">
        <w:rPr>
          <w:rStyle w:val="FootnoteReference"/>
          <w:vertAlign w:val="baseline"/>
          <w:lang w:val="sw-KE"/>
        </w:rPr>
        <w:footnoteRef/>
      </w:r>
      <w:r>
        <w:rPr>
          <w:lang w:val="sw-KE"/>
        </w:rPr>
        <w:t>.</w:t>
      </w:r>
      <w:r w:rsidRPr="002227DC">
        <w:rPr>
          <w:lang w:val="sw-KE"/>
        </w:rPr>
        <w:t xml:space="preserve"> Usemi wake: “usingizi wao ni kukesha, na wanja wao ni machozi” ni kama vile mtu aseme: “ukarimu wao ni ubakhili, na amani yao ni khofu”, yaani lau Muhammad angewaruhusu walale wangebakia bila usingizi badala ya kulala, na lau angewafanya wapake wanja, wanja wao unge kuwa machozi, au wao watakuwa katika matukio ambayo yatawabadilishia usingizi kwa kukesha na wanja kwa machozi. </w:t>
      </w:r>
    </w:p>
  </w:footnote>
  <w:footnote w:id="21">
    <w:p w:rsidR="003109B9" w:rsidRPr="00491D0D" w:rsidRDefault="003109B9" w:rsidP="00491D0D">
      <w:pPr>
        <w:pStyle w:val="libFootnote0"/>
        <w:rPr>
          <w:lang w:val="sw-KE"/>
        </w:rPr>
      </w:pPr>
      <w:r w:rsidRPr="00491D0D">
        <w:rPr>
          <w:rStyle w:val="FootnoteReference"/>
          <w:vertAlign w:val="baseline"/>
          <w:lang w:val="sw-KE"/>
        </w:rPr>
        <w:footnoteRef/>
      </w:r>
      <w:r>
        <w:rPr>
          <w:lang w:val="sw-KE"/>
        </w:rPr>
        <w:t>.</w:t>
      </w:r>
      <w:r w:rsidRPr="00491D0D">
        <w:rPr>
          <w:lang w:val="sw-KE"/>
        </w:rPr>
        <w:t>Kauli yake: “kwenye ardhi mwanachuo wake hufungwa kinywa”, yaani, mwenye kutam</w:t>
      </w:r>
      <w:r>
        <w:rPr>
          <w:lang w:val="sw-KE"/>
        </w:rPr>
        <w:t>bua ukweli wa Muhammad (s.a.w.w</w:t>
      </w:r>
      <w:r w:rsidRPr="00491D0D">
        <w:rPr>
          <w:lang w:val="sw-KE"/>
        </w:rPr>
        <w:t xml:space="preserve">) na kumwamini, anakuwa katika hali ya taqiyah na woga; kwa kuwa yeye lau atasema ukweli hali jamhuri iko katika batili wangemuuma meno. </w:t>
      </w:r>
    </w:p>
  </w:footnote>
  <w:footnote w:id="22">
    <w:p w:rsidR="003109B9" w:rsidRPr="00A23D65" w:rsidRDefault="003109B9" w:rsidP="00A23D65">
      <w:pPr>
        <w:pStyle w:val="libFootnote0"/>
        <w:rPr>
          <w:lang w:val="sw-KE"/>
        </w:rPr>
      </w:pPr>
      <w:r w:rsidRPr="00A23D65">
        <w:rPr>
          <w:rStyle w:val="FootnoteReference"/>
          <w:vertAlign w:val="baseline"/>
          <w:lang w:val="sw-KE"/>
        </w:rPr>
        <w:footnoteRef/>
      </w:r>
      <w:r>
        <w:rPr>
          <w:lang w:val="sw-KE"/>
        </w:rPr>
        <w:t>.</w:t>
      </w:r>
      <w:r w:rsidRPr="00A23D65">
        <w:rPr>
          <w:lang w:val="sw-KE"/>
        </w:rPr>
        <w:t xml:space="preserve">“Jahili wake huheshimiwa”, yaani, mwenye kuupinga unabii wake na akamkadhibisha, anaenziwa na kulindwa; kwa sababu yeye yupo kama walivyo jamhuri, anakwenda pamoja nao katika utashi wao wa nafsi, daraja yake kwao ni daraja ya dhana zao na ada zao, nazo zikatika daraja la juu nafsini mwao. Na sifa hizi zote ni kuipa taswira hali ya watu katika jahili ya </w:t>
      </w:r>
      <w:r>
        <w:rPr>
          <w:lang w:val="sw-KE"/>
        </w:rPr>
        <w:t>kabla ya kutumwa nabii (s.a.w.w</w:t>
      </w:r>
      <w:r w:rsidRPr="00A23D65">
        <w:rPr>
          <w:lang w:val="sw-KE"/>
        </w:rPr>
        <w:t xml:space="preserve">). </w:t>
      </w:r>
    </w:p>
  </w:footnote>
  <w:footnote w:id="23">
    <w:p w:rsidR="003109B9" w:rsidRPr="00C52538" w:rsidRDefault="003109B9" w:rsidP="00C52538">
      <w:pPr>
        <w:pStyle w:val="libFootnote0"/>
        <w:rPr>
          <w:lang w:val="sw-KE"/>
        </w:rPr>
      </w:pPr>
      <w:r w:rsidRPr="00C52538">
        <w:rPr>
          <w:rStyle w:val="FootnoteReference"/>
          <w:vertAlign w:val="baseline"/>
          <w:lang w:val="sw-KE"/>
        </w:rPr>
        <w:footnoteRef/>
      </w:r>
      <w:r>
        <w:rPr>
          <w:lang w:val="sw-KE"/>
        </w:rPr>
        <w:t xml:space="preserve">. </w:t>
      </w:r>
      <w:r w:rsidRPr="00C52538">
        <w:rPr>
          <w:lang w:val="sw-KE"/>
        </w:rPr>
        <w:t xml:space="preserve">Kupinda mgongo ni kinaya cha udhaifu na kuondoa kupindika ni kinaya cha kurejea nguvu ya dini. </w:t>
      </w:r>
    </w:p>
  </w:footnote>
  <w:footnote w:id="24">
    <w:p w:rsidR="003109B9" w:rsidRPr="00592AEE" w:rsidRDefault="003109B9" w:rsidP="00592AEE">
      <w:pPr>
        <w:pStyle w:val="libFootnote0"/>
        <w:rPr>
          <w:lang w:val="sw-KE"/>
        </w:rPr>
      </w:pPr>
      <w:r w:rsidRPr="00592AEE">
        <w:rPr>
          <w:rStyle w:val="FootnoteReference"/>
          <w:vertAlign w:val="baseline"/>
          <w:lang w:val="sw-KE"/>
        </w:rPr>
        <w:footnoteRef/>
      </w:r>
      <w:r>
        <w:rPr>
          <w:lang w:val="sw-KE"/>
        </w:rPr>
        <w:t xml:space="preserve">. </w:t>
      </w:r>
      <w:r w:rsidRPr="00592AEE">
        <w:rPr>
          <w:lang w:val="sw-KE"/>
        </w:rPr>
        <w:t xml:space="preserve">Ameondoa tetemeko la kiungo chake, farisa ni nyama kati ya upande wa ubavu na bega la mnyama, na kupinda kwa mgongo ni kinaya ya kudhoofu, na kunyoosha ni kinaya ya nguvu, na kwa wao yapatikana amani mbali na khofu, ambayo hutetemesha farisa. </w:t>
      </w:r>
    </w:p>
  </w:footnote>
  <w:footnote w:id="25">
    <w:p w:rsidR="003109B9" w:rsidRPr="00DE5123" w:rsidRDefault="003109B9" w:rsidP="00DE5123">
      <w:pPr>
        <w:pStyle w:val="libFootnote0"/>
        <w:rPr>
          <w:lang w:val="sw-KE"/>
        </w:rPr>
      </w:pPr>
      <w:r w:rsidRPr="00DE5123">
        <w:rPr>
          <w:rStyle w:val="FootnoteReference"/>
          <w:vertAlign w:val="baseline"/>
          <w:lang w:val="sw-KE"/>
        </w:rPr>
        <w:footnoteRef/>
      </w:r>
      <w:r>
        <w:rPr>
          <w:lang w:val="sw-KE"/>
        </w:rPr>
        <w:t>.</w:t>
      </w:r>
      <w:r w:rsidRPr="00DE5123">
        <w:rPr>
          <w:lang w:val="sw-KE"/>
        </w:rPr>
        <w:t xml:space="preserve">Amejaalia waliyoyatenda miongoni mwa maovu ni mfano wa mmea walioupanda, na kutulia kwa nafsi zao kwa kutokuwa na hima na kughurika kwao na hali hiyo ni sawa na kunyeshwea: kwa sababu kughurika kunapelekea kudumu kwa uovu na kuzidi, kisha matokeo ya jambo lao ni haya maangamizi. </w:t>
      </w:r>
    </w:p>
  </w:footnote>
  <w:footnote w:id="26">
    <w:p w:rsidR="003109B9" w:rsidRPr="00147F02" w:rsidRDefault="003109B9" w:rsidP="00147F02">
      <w:pPr>
        <w:pStyle w:val="libFootnote0"/>
        <w:rPr>
          <w:lang w:val="sw-KE"/>
        </w:rPr>
      </w:pPr>
      <w:r w:rsidRPr="00147F02">
        <w:rPr>
          <w:rStyle w:val="FootnoteReference"/>
          <w:vertAlign w:val="baseline"/>
          <w:lang w:val="sw-KE"/>
        </w:rPr>
        <w:footnoteRef/>
      </w:r>
      <w:r>
        <w:rPr>
          <w:lang w:val="sw-KE"/>
        </w:rPr>
        <w:t>.</w:t>
      </w:r>
      <w:r w:rsidRPr="00147F02">
        <w:rPr>
          <w:lang w:val="sw-KE"/>
        </w:rPr>
        <w:t xml:space="preserve">Anakusudia kuwa sera yao ni Siratud-Din al-Mustaqim, hivyo basi mwenye kuvuka mipaka katika dini yake, wokovu wake ni kurejea kwenye sera ya kizazi chake Mtume, na wajifunike kwa kivuli cha wataalamu wake. Na usemi wake (na kwa wao huunganishwa aliyeachwa nyuma) anakusudia kwamba mwenye kuzembea katika matendo yake, goigoi katika sera yake - ambaye ametanguliwa na waliotangulia - anatamani kujinasua kwa kuinuka ili aungane na kizazi cha nabii na afuate mwendo wao, yaani, yeye Ali (a.s.) amewafanya wao kama kundi la farasi linalotembea kwenye jangwa ambalo wengine ambao wako mbali nalo wapaswa kuungana nalo. </w:t>
      </w:r>
    </w:p>
  </w:footnote>
  <w:footnote w:id="27">
    <w:p w:rsidR="003109B9" w:rsidRPr="00560CDE" w:rsidRDefault="003109B9" w:rsidP="00560CDE">
      <w:pPr>
        <w:pStyle w:val="libFootnote0"/>
        <w:rPr>
          <w:lang w:val="sw-KE"/>
        </w:rPr>
      </w:pPr>
      <w:r w:rsidRPr="00560CDE">
        <w:rPr>
          <w:rStyle w:val="FootnoteReference"/>
          <w:vertAlign w:val="baseline"/>
          <w:lang w:val="sw-KE"/>
        </w:rPr>
        <w:footnoteRef/>
      </w:r>
      <w:r>
        <w:rPr>
          <w:lang w:val="sw-KE"/>
        </w:rPr>
        <w:t xml:space="preserve">. </w:t>
      </w:r>
      <w:r w:rsidRPr="00560CDE">
        <w:rPr>
          <w:lang w:val="sw-KE"/>
        </w:rPr>
        <w:t xml:space="preserve">Kwa ajili ya kauli yake: (hiyo ni Shaqshaqa hadarat thumma karrat) kama inavyokuja. </w:t>
      </w:r>
    </w:p>
  </w:footnote>
  <w:footnote w:id="28">
    <w:p w:rsidR="003109B9" w:rsidRPr="00560CDE" w:rsidRDefault="003109B9" w:rsidP="00560CDE">
      <w:pPr>
        <w:pStyle w:val="libFootnote0"/>
        <w:rPr>
          <w:lang w:val="sw-KE"/>
        </w:rPr>
      </w:pPr>
      <w:r w:rsidRPr="00560CDE">
        <w:rPr>
          <w:rStyle w:val="FootnoteReference"/>
          <w:vertAlign w:val="baseline"/>
          <w:lang w:val="sw-KE"/>
        </w:rPr>
        <w:footnoteRef/>
      </w:r>
      <w:r>
        <w:rPr>
          <w:lang w:val="sw-KE"/>
        </w:rPr>
        <w:t>.</w:t>
      </w:r>
      <w:r w:rsidRPr="00560CDE">
        <w:rPr>
          <w:lang w:val="sw-KE"/>
        </w:rPr>
        <w:t xml:space="preserve"> Fulani ni kinaya ya khalifa wa Kwanza Abu Bakr, (na katika nakala ya Ibn Abi-Hadid: Hakika mwana wa Abi Quhafa ameuvaa). Na ameuvaa: yaani ameufanya kama kanzu naye ameingia humo. </w:t>
      </w:r>
    </w:p>
  </w:footnote>
  <w:footnote w:id="29">
    <w:p w:rsidR="003109B9" w:rsidRPr="00560CDE" w:rsidRDefault="003109B9" w:rsidP="00560CDE">
      <w:pPr>
        <w:pStyle w:val="libFootnote0"/>
        <w:rPr>
          <w:lang w:val="sw-KE"/>
        </w:rPr>
      </w:pPr>
      <w:r w:rsidRPr="00560CDE">
        <w:rPr>
          <w:rStyle w:val="FootnoteReference"/>
          <w:vertAlign w:val="baseline"/>
          <w:lang w:val="sw-KE"/>
        </w:rPr>
        <w:footnoteRef/>
      </w:r>
      <w:r>
        <w:rPr>
          <w:lang w:val="sw-KE"/>
        </w:rPr>
        <w:t>.</w:t>
      </w:r>
      <w:r w:rsidRPr="00560CDE">
        <w:rPr>
          <w:lang w:val="sw-KE"/>
        </w:rPr>
        <w:t xml:space="preserve"> Yaani nilivumilia katika giza kwa uchungu kama avumiliavyo mgonjwa wa macho. </w:t>
      </w:r>
    </w:p>
  </w:footnote>
  <w:footnote w:id="30">
    <w:p w:rsidR="003109B9" w:rsidRPr="00D05469" w:rsidRDefault="003109B9" w:rsidP="00D05469">
      <w:pPr>
        <w:pStyle w:val="libFootnote0"/>
        <w:rPr>
          <w:lang w:val="sw-KE"/>
        </w:rPr>
      </w:pPr>
      <w:r w:rsidRPr="00D05469">
        <w:rPr>
          <w:rStyle w:val="FootnoteReference"/>
          <w:vertAlign w:val="baseline"/>
          <w:lang w:val="sw-KE"/>
        </w:rPr>
        <w:footnoteRef/>
      </w:r>
      <w:r>
        <w:rPr>
          <w:lang w:val="sw-KE"/>
        </w:rPr>
        <w:t>.</w:t>
      </w:r>
      <w:r w:rsidRPr="00D05469">
        <w:rPr>
          <w:lang w:val="sw-KE"/>
        </w:rPr>
        <w:t xml:space="preserve"> Naiona mirathi yangu imepokonywa, ametumia kinaya ukhalifa kuwa ni mirathi, nayo ni mali inayo milikiwa. </w:t>
      </w:r>
    </w:p>
  </w:footnote>
  <w:footnote w:id="31">
    <w:p w:rsidR="003109B9" w:rsidRPr="00660713" w:rsidRDefault="003109B9" w:rsidP="00660713">
      <w:pPr>
        <w:pStyle w:val="libFootnote0"/>
        <w:rPr>
          <w:lang w:val="sw-KE"/>
        </w:rPr>
      </w:pPr>
      <w:r w:rsidRPr="00660713">
        <w:rPr>
          <w:rStyle w:val="FootnoteReference"/>
          <w:vertAlign w:val="baseline"/>
          <w:lang w:val="sw-KE"/>
        </w:rPr>
        <w:footnoteRef/>
      </w:r>
      <w:r>
        <w:rPr>
          <w:lang w:val="sw-KE"/>
        </w:rPr>
        <w:t>.</w:t>
      </w:r>
      <w:r w:rsidRPr="00660713">
        <w:rPr>
          <w:lang w:val="sw-KE"/>
        </w:rPr>
        <w:t xml:space="preserve"> Msingi wa Shuraa ni kutaka ushauri. Na kisa hiki kwa sura ya jumla ni kwamba: Umar bin Al’Khatab ulipotimia muda wake wa kuiaga dunia, aliwataka ushauri waliokuwa karibu naye kuhusu ni nani amtawaze ukhalifa baada yake! Alishauriwa amtawaze mwanawe Abdullah, akasema:</w:t>
      </w:r>
    </w:p>
    <w:p w:rsidR="003109B9" w:rsidRPr="00660713" w:rsidRDefault="003109B9" w:rsidP="00660713">
      <w:pPr>
        <w:pStyle w:val="libFootnote0"/>
        <w:rPr>
          <w:lang w:val="sw-KE"/>
        </w:rPr>
      </w:pPr>
      <w:r w:rsidRPr="00660713">
        <w:rPr>
          <w:lang w:val="sw-KE"/>
        </w:rPr>
        <w:t>Hawatotawalia – yaani ukhalifa - wawili katika wana wa al’Khatab, yamtosha Umari aliy- oyabeba. Halafu aliona kuwa aliwakilishe jambo hili kwa watu sita, alisema: (hakika Mtume s.a.w.w. alikufa akiwa radhi nao, na juu yao baada ya mashauriano wamuainishe mmoja miongoni mwao asimamie jambo la Waislam), na watu sita wa Shuura nao ni: Ali bin Abi Talib, Uthman bin Affan, Talha bin Ubaidullah, Zubeir bin Awwam, Abdur-Rahman bin Auf na Sa’d bin Abi Waqqas.</w:t>
      </w:r>
    </w:p>
    <w:p w:rsidR="003109B9" w:rsidRPr="00660713" w:rsidRDefault="003109B9" w:rsidP="00660713">
      <w:pPr>
        <w:pStyle w:val="libFootnote0"/>
        <w:rPr>
          <w:lang w:val="sw-KE"/>
        </w:rPr>
      </w:pPr>
      <w:r w:rsidRPr="00660713">
        <w:rPr>
          <w:lang w:val="sw-KE"/>
        </w:rPr>
        <w:t xml:space="preserve">    Saadu alikuwa mtoto wa Ami yake Abdur Rah'man wote wawili kutoka bani Zuh'ra, na naf- sini mwake kulikuwa na jambo dhidi ya Ali Karramal llahu Waj'hahu kwa upande wa wajomba zake, kwani mama yake ni Hamnatu binti Sufyani bin Umayyah bin Abdi'Shaamsi. Na Ali ni maarufu mashuhuri kwa kuwa uwa mashujaa wao wa kishiriki- na.Na Abdur Rah'man alikuwa shemejiye Oth'man, kwa kuwa mkewe alikuwa Ummu Kulthum bint Uq'bah bin Abi Muiyt alikuwa dada wa Oth'man bin Affan upande wa mama yake.</w:t>
      </w:r>
    </w:p>
    <w:p w:rsidR="003109B9" w:rsidRPr="00660713" w:rsidRDefault="003109B9" w:rsidP="00660713">
      <w:pPr>
        <w:pStyle w:val="libFootnote0"/>
        <w:rPr>
          <w:lang w:val="sw-KE"/>
        </w:rPr>
      </w:pPr>
      <w:r w:rsidRPr="00660713">
        <w:rPr>
          <w:lang w:val="sw-KE"/>
        </w:rPr>
        <w:t xml:space="preserve">    Na Tal'ha alikuwa aelemea sana upande wa Oth'man kwa sababu ya mawasiliano yao mema, kulingana na yaliotajwa na baadhi ya wasimulizi wa mambo ya kale. Kwa hiyo kuelemea kwake kwa Oth'man kunatosha kumtupilia mbali Ali, kwani yeye pia ni katika Bani Taymi. Na kati ya Bani Hashim na Bani Taymi kulikuwa na ghadhabu kwa sababu ya ukhalifa wa Abubakar.</w:t>
      </w:r>
    </w:p>
    <w:p w:rsidR="003109B9" w:rsidRPr="00660713" w:rsidRDefault="003109B9" w:rsidP="00660713">
      <w:pPr>
        <w:pStyle w:val="libFootnote0"/>
        <w:rPr>
          <w:lang w:val="sw-KE"/>
        </w:rPr>
      </w:pPr>
      <w:r w:rsidRPr="00660713">
        <w:rPr>
          <w:lang w:val="sw-KE"/>
        </w:rPr>
        <w:t xml:space="preserve">    Na baada ya kifo cha Omar bin Khattab walikusanyika na kushauriana. Walitofautiana, Talha katika rai yake aliungana na Oth'man, na Zubair akawa upande wa Ali na Saad upande wa Abdur Rah'man.</w:t>
      </w:r>
    </w:p>
    <w:p w:rsidR="003109B9" w:rsidRPr="00660713" w:rsidRDefault="003109B9" w:rsidP="00660713">
      <w:pPr>
        <w:pStyle w:val="libFootnote0"/>
        <w:rPr>
          <w:lang w:val="sw-KE"/>
        </w:rPr>
      </w:pPr>
      <w:r w:rsidRPr="00660713">
        <w:rPr>
          <w:lang w:val="sw-KE"/>
        </w:rPr>
        <w:t xml:space="preserve">    Na Omar bin Khattab ali usia kuwa muda wa Shuraa usiwe mrefu zaidi ya siku tatu, na kwamba isifike siku ya nne illa tayari wawe na amiri, na alisema Omar: "Ikitokea tofauti munapaswa muwe upande ule wa kundi la Abdur Rah'man." Abdur rah'man Alimkabili Ali na kumwambia : "Ni juu yako ahadi ya Mungu na makubaliano yake utafanya kulingana na Kitabu cha Mungu na Sunnah ya Mtume na makhalifa wawili waliokuwa baada yake" Ali alisema: "Nataraji nifanye kulingana Kitabu, sunna na upeo wa ilimu yangu na uwezo wangu. Kisha alimwita Uthman na akamwambia mfano wa aliyomwambia Ali. (Yeye) Alimwitikia kwa: Naam, kisha Abdur'rah'man aliinua kichwa chake kuielekea dari ya msik- iti - mahali ambapo Shuraa ilikuwa inafanyika - na akasema: (Ewe Mungu Wangu sikia na shuhudia, hakika mimi nimejaalia lililokuwa shingoni mwangu katika shingo ya Uthman) alipiga mkono wake kwenye mkono wa Uthman na akasema: (As-salaam alayka yaa Amiral-Mu'minin) na akamfanyia bai'a.</w:t>
      </w:r>
    </w:p>
    <w:p w:rsidR="003109B9" w:rsidRPr="00660713" w:rsidRDefault="003109B9" w:rsidP="00660713">
      <w:pPr>
        <w:pStyle w:val="libFootnote0"/>
        <w:rPr>
          <w:lang w:val="sw-KE"/>
        </w:rPr>
      </w:pPr>
      <w:r w:rsidRPr="00660713">
        <w:rPr>
          <w:lang w:val="sw-KE"/>
        </w:rPr>
        <w:t xml:space="preserve">    Wakasema: (Akatoka Imam Ali bin Abi Talib hali amekasirika) Mikdadi bin Al'Aswad akamwambia Abdur'rah'man: (Wallahi umemwacha Ali naye ni miongoni mwa ambao wanahukumu kwa haki na wanafanya uadilifu katika hukumu) akasema: (Ewe Mikdadi kwa kweli nimefuatilia kwa juhudi zangu kwa ajili ya waislamu) Mikdadi akasema: (Wallahi kwa kweli mimi nawashangaa maquraishi kuwa wao wamemuacha mtu ambaye, sisemi wala simjui kuwa kuna mtu anahukumu kwa haki wala mjuzi zaidi kuliko yeye) Abdur'rah'man akasema: (Ewe Mikdadi, mimi nahofia fitna, kwa hiyo mche Mungu).</w:t>
      </w:r>
    </w:p>
    <w:p w:rsidR="003109B9" w:rsidRPr="00660713" w:rsidRDefault="003109B9" w:rsidP="00660713">
      <w:pPr>
        <w:pStyle w:val="libFootnote0"/>
        <w:rPr>
          <w:lang w:val="sw-KE"/>
        </w:rPr>
      </w:pPr>
      <w:r w:rsidRPr="00660713">
        <w:rPr>
          <w:lang w:val="sw-KE"/>
        </w:rPr>
        <w:t xml:space="preserve">    Kisha yalipotokea katika utawala wa Uthman, yaliyotokea kupatikana kwa matukio toka kwa watu wa karibu yake, wakiwa magavanaa wa mikoa, masahaba wakubwa wakubwa walimchukia. Imeelezwa kuwa yeye alimwambia Abdur'rah'man: (Haya ni matendo ya mkono wako) Akasema: (sikuwa namdhania huyu kuyafanya haya, Lakini namuapa Mungu sitosema naye abadan). Kisha Abdur'rah'mani alifariki akiwa haongei na Uthman, mpaka yasemekana: (kuwa Uthman aliingia kwa Abdur'rah'man wakati yu mgonjwa akimzuru, akageukia ukutani bila kusema naye) Mungu ndiye ajuaye, na hukumu ni ya Mungu, anafanya atakayo</w:t>
      </w:r>
      <w:r>
        <w:rPr>
          <w:lang w:val="sw-KE"/>
        </w:rPr>
        <w:t>.</w:t>
      </w:r>
      <w:r w:rsidRPr="00660713">
        <w:rPr>
          <w:lang w:val="sw-KE"/>
        </w:rPr>
        <w:t xml:space="preserve"> </w:t>
      </w:r>
    </w:p>
  </w:footnote>
  <w:footnote w:id="32">
    <w:p w:rsidR="003109B9" w:rsidRPr="0056196D" w:rsidRDefault="003109B9" w:rsidP="0056196D">
      <w:pPr>
        <w:pStyle w:val="libFootnote0"/>
        <w:rPr>
          <w:lang w:val="sw-KE"/>
        </w:rPr>
      </w:pPr>
      <w:r w:rsidRPr="0056196D">
        <w:rPr>
          <w:rStyle w:val="FootnoteReference"/>
          <w:vertAlign w:val="baseline"/>
          <w:lang w:val="sw-KE"/>
        </w:rPr>
        <w:footnoteRef/>
      </w:r>
      <w:r>
        <w:rPr>
          <w:lang w:val="sw-KE"/>
        </w:rPr>
        <w:t>.</w:t>
      </w:r>
      <w:r w:rsidRPr="0056196D">
        <w:rPr>
          <w:lang w:val="sw-KE"/>
        </w:rPr>
        <w:t xml:space="preserve"> Mtu miongoni mwao hapa anamkusudia Talha.</w:t>
      </w:r>
    </w:p>
  </w:footnote>
  <w:footnote w:id="33">
    <w:p w:rsidR="003109B9" w:rsidRPr="0056196D" w:rsidRDefault="003109B9" w:rsidP="0056196D">
      <w:pPr>
        <w:pStyle w:val="libFootnote0"/>
        <w:rPr>
          <w:lang w:val="sw-KE"/>
        </w:rPr>
      </w:pPr>
      <w:r w:rsidRPr="0056196D">
        <w:rPr>
          <w:rStyle w:val="FootnoteReference"/>
          <w:vertAlign w:val="baseline"/>
          <w:lang w:val="sw-KE"/>
        </w:rPr>
        <w:footnoteRef/>
      </w:r>
      <w:r>
        <w:rPr>
          <w:lang w:val="sw-KE"/>
        </w:rPr>
        <w:t xml:space="preserve">. </w:t>
      </w:r>
      <w:r w:rsidRPr="0056196D">
        <w:rPr>
          <w:lang w:val="sw-KE"/>
        </w:rPr>
        <w:t xml:space="preserve">Mwingine alielemea kwa shemeji yake anamkusudia Abdur-Rahman ambaye alielemea kwa Uthmani; kwa sababu Ummu Kulthum bint Ukbah bin Abii Mu’iti alikuwa mke wake Abdur-Rahman. Na huyu Ummu-Kulthumu ni dada wa Uthmani upande wa mama yake Urwa binti Kuraizi. </w:t>
      </w:r>
    </w:p>
  </w:footnote>
  <w:footnote w:id="34">
    <w:p w:rsidR="003109B9" w:rsidRPr="003064C6" w:rsidRDefault="003109B9" w:rsidP="003064C6">
      <w:pPr>
        <w:pStyle w:val="libFootnote0"/>
        <w:rPr>
          <w:lang w:val="sw-KE"/>
        </w:rPr>
      </w:pPr>
      <w:r w:rsidRPr="003064C6">
        <w:rPr>
          <w:rStyle w:val="FootnoteReference"/>
          <w:vertAlign w:val="baseline"/>
          <w:lang w:val="sw-KE"/>
        </w:rPr>
        <w:footnoteRef/>
      </w:r>
      <w:r>
        <w:rPr>
          <w:lang w:val="sw-KE"/>
        </w:rPr>
        <w:t>.</w:t>
      </w:r>
      <w:r w:rsidRPr="003064C6">
        <w:rPr>
          <w:lang w:val="sw-KE"/>
        </w:rPr>
        <w:t xml:space="preserve"> An-Nakithu: Watu wa ngamia, na al-Mariqatu: Watu wa Nahrawan, na al-Qasituna: Wadhalimu, watu wa Siffin, na Maraqat: Kharajat, na katika maana ya kidini: Fasaqat. </w:t>
      </w:r>
    </w:p>
  </w:footnote>
  <w:footnote w:id="35">
    <w:p w:rsidR="003109B9" w:rsidRPr="00876274" w:rsidRDefault="003109B9" w:rsidP="00876274">
      <w:pPr>
        <w:pStyle w:val="libFootnote0"/>
        <w:rPr>
          <w:lang w:val="sw-KE"/>
        </w:rPr>
      </w:pPr>
      <w:r w:rsidRPr="00876274">
        <w:rPr>
          <w:rStyle w:val="FootnoteReference"/>
          <w:vertAlign w:val="baseline"/>
          <w:lang w:val="sw-KE"/>
        </w:rPr>
        <w:footnoteRef/>
      </w:r>
      <w:r>
        <w:rPr>
          <w:lang w:val="sw-KE"/>
        </w:rPr>
        <w:t>.</w:t>
      </w:r>
      <w:r w:rsidRPr="00876274">
        <w:rPr>
          <w:lang w:val="sw-KE"/>
        </w:rPr>
        <w:t xml:space="preserve"> Ama kukhusu usemi wake(a.s): (kupitia sisi mumeongoka katika giza): Akusudia giza la ujinga na kupanda kilele: mumepanda daraja. Na ibara hizi ni Istiara-methali. </w:t>
      </w:r>
    </w:p>
  </w:footnote>
  <w:footnote w:id="36">
    <w:p w:rsidR="003109B9" w:rsidRPr="00876274" w:rsidRDefault="003109B9" w:rsidP="00876274">
      <w:pPr>
        <w:pStyle w:val="libFootnote0"/>
        <w:rPr>
          <w:lang w:val="sw-KE"/>
        </w:rPr>
      </w:pPr>
      <w:r w:rsidRPr="00876274">
        <w:rPr>
          <w:rStyle w:val="FootnoteReference"/>
          <w:vertAlign w:val="baseline"/>
          <w:lang w:val="sw-KE"/>
        </w:rPr>
        <w:footnoteRef/>
      </w:r>
      <w:r>
        <w:rPr>
          <w:lang w:val="sw-KE"/>
        </w:rPr>
        <w:t>.</w:t>
      </w:r>
      <w:r w:rsidRPr="00876274">
        <w:rPr>
          <w:lang w:val="sw-KE"/>
        </w:rPr>
        <w:t xml:space="preserve"> Vitu bubu alikusudia alama na ishara, kwani hizo japokuwa ni bubu kwa asiyeelewa, lakini ziko wazi kwa mwenye moyo wa uelewa (li man kaana lahu kalbu au alqas-sam’a wa huwa shahid) kwa ajili hiyo ameviita vyenye ubainifu ingawaje ni bubu na bubu ni mnyama </w:t>
      </w:r>
    </w:p>
  </w:footnote>
  <w:footnote w:id="37">
    <w:p w:rsidR="003109B9" w:rsidRPr="00876274" w:rsidRDefault="003109B9" w:rsidP="00876274">
      <w:pPr>
        <w:pStyle w:val="libFootnote0"/>
        <w:rPr>
          <w:lang w:val="sw-KE"/>
        </w:rPr>
      </w:pPr>
      <w:r w:rsidRPr="00876274">
        <w:rPr>
          <w:rStyle w:val="FootnoteReference"/>
          <w:vertAlign w:val="baseline"/>
          <w:lang w:val="sw-KE"/>
        </w:rPr>
        <w:footnoteRef/>
      </w:r>
      <w:r>
        <w:rPr>
          <w:lang w:val="sw-KE"/>
        </w:rPr>
        <w:t>.</w:t>
      </w:r>
      <w:r w:rsidRPr="00876274">
        <w:rPr>
          <w:lang w:val="sw-KE"/>
        </w:rPr>
        <w:t xml:space="preserve"> Anafuata nyayo za Musa pale walipomzulia woga, na anabainisha ukweli wa mambo mbali na wanayoyadhania, hakujihofia nafsi yake, bali alihofia fitna kuingia kwa watu wenye akili timamu pindi walipotupa wachawi fimbo zao, hivyo hivyo mimi sijihofii maadui binafsi ambapo wamenitegea mitego, bali nahofia wasije wakadanganyika wenye akali timamu kwa utata wao, hivyo dola ya upotovu itakuwa na nguvu, neno la wajinga lisije likashinda. </w:t>
      </w:r>
    </w:p>
  </w:footnote>
  <w:footnote w:id="38">
    <w:p w:rsidR="003109B9" w:rsidRPr="00876274" w:rsidRDefault="003109B9" w:rsidP="00876274">
      <w:pPr>
        <w:pStyle w:val="libFootnote0"/>
        <w:rPr>
          <w:lang w:val="sw-KE"/>
        </w:rPr>
      </w:pPr>
      <w:r w:rsidRPr="00876274">
        <w:rPr>
          <w:rStyle w:val="FootnoteReference"/>
          <w:vertAlign w:val="baseline"/>
          <w:lang w:val="sw-KE"/>
        </w:rPr>
        <w:footnoteRef/>
      </w:r>
      <w:r>
        <w:rPr>
          <w:lang w:val="sw-KE"/>
        </w:rPr>
        <w:t>.</w:t>
      </w:r>
      <w:r w:rsidRPr="00876274">
        <w:t xml:space="preserve"> </w:t>
      </w:r>
      <w:r w:rsidRPr="00876274">
        <w:rPr>
          <w:lang w:val="sw-KE"/>
        </w:rPr>
        <w:t xml:space="preserve">Yaani, leo haki na batili zimekuwa wazi na tumezijua sisi na ninyi. </w:t>
      </w:r>
    </w:p>
  </w:footnote>
  <w:footnote w:id="39">
    <w:p w:rsidR="003109B9" w:rsidRPr="00082AF4" w:rsidRDefault="003109B9" w:rsidP="00082AF4">
      <w:pPr>
        <w:pStyle w:val="libFootnote0"/>
        <w:rPr>
          <w:lang w:val="sw-KE"/>
        </w:rPr>
      </w:pPr>
      <w:r w:rsidRPr="00082AF4">
        <w:rPr>
          <w:rStyle w:val="FootnoteReference"/>
          <w:vertAlign w:val="baseline"/>
          <w:lang w:val="sw-KE"/>
        </w:rPr>
        <w:footnoteRef/>
      </w:r>
      <w:r>
        <w:rPr>
          <w:lang w:val="sw-KE"/>
        </w:rPr>
        <w:t>.</w:t>
      </w:r>
      <w:r w:rsidRPr="00082AF4">
        <w:rPr>
          <w:lang w:val="sw-KE"/>
        </w:rPr>
        <w:t xml:space="preserve"> Anasema: Mkiniamini mtakuwa mbali na upotovu, na karibu na yakini, kama ambaye ana uhakika na maji katika chombo chake anavyokuwa mbali na kiu, kuliko asiyekuwa na uhakika. </w:t>
      </w:r>
    </w:p>
  </w:footnote>
  <w:footnote w:id="40">
    <w:p w:rsidR="003109B9" w:rsidRPr="00D67799" w:rsidRDefault="003109B9" w:rsidP="00D67799">
      <w:pPr>
        <w:pStyle w:val="libFootnote0"/>
        <w:rPr>
          <w:lang w:val="sw-KE"/>
        </w:rPr>
      </w:pPr>
      <w:r w:rsidRPr="00D67799">
        <w:rPr>
          <w:rStyle w:val="FootnoteReference"/>
          <w:vertAlign w:val="baseline"/>
          <w:lang w:val="sw-KE"/>
        </w:rPr>
        <w:footnoteRef/>
      </w:r>
      <w:r>
        <w:rPr>
          <w:lang w:val="sw-KE"/>
        </w:rPr>
        <w:t>.</w:t>
      </w:r>
      <w:r w:rsidRPr="00D67799">
        <w:rPr>
          <w:lang w:val="sw-KE"/>
        </w:rPr>
        <w:t xml:space="preserve"> Atakuwa amefanikiwa mwenye kuinuka na bawa: yaani atakuwa ame fanikiwa mwenye kuutafuta uongozi akiwa na msaidizi wa kumsaidia na wanusuru wapiganao mbele yake. </w:t>
      </w:r>
    </w:p>
  </w:footnote>
  <w:footnote w:id="41">
    <w:p w:rsidR="003109B9" w:rsidRPr="00D67799" w:rsidRDefault="003109B9" w:rsidP="00D67799">
      <w:pPr>
        <w:pStyle w:val="libFootnote0"/>
        <w:rPr>
          <w:lang w:val="sw-KE"/>
        </w:rPr>
      </w:pPr>
      <w:r w:rsidRPr="00D67799">
        <w:rPr>
          <w:rStyle w:val="FootnoteReference"/>
          <w:vertAlign w:val="baseline"/>
          <w:lang w:val="sw-KE"/>
        </w:rPr>
        <w:footnoteRef/>
      </w:r>
      <w:r>
        <w:rPr>
          <w:lang w:val="sw-KE"/>
        </w:rPr>
        <w:t xml:space="preserve">. </w:t>
      </w:r>
      <w:r w:rsidRPr="00D67799">
        <w:rPr>
          <w:lang w:val="sw-KE"/>
        </w:rPr>
        <w:t xml:space="preserve">Maji machafu: anaishiria kwenye ukhalifa, yaani kwa kweli kuwaongoza watu na kutawalia mambo yao ni miongoni mwa mambo hayamuwii vyema mwenye kuyatawalia, bali hilo ni jambo linashabihiana na kuyatumia maji machafu, matokeo yake hayamfaidishi, ni kama tonge linalomkwama mlaji wake na kufa nalo. </w:t>
      </w:r>
    </w:p>
  </w:footnote>
  <w:footnote w:id="42">
    <w:p w:rsidR="003109B9" w:rsidRPr="00D67799" w:rsidRDefault="003109B9" w:rsidP="00D67799">
      <w:pPr>
        <w:pStyle w:val="libFootnote0"/>
        <w:rPr>
          <w:lang w:val="sw-KE"/>
        </w:rPr>
      </w:pPr>
      <w:r w:rsidRPr="00D67799">
        <w:rPr>
          <w:rStyle w:val="FootnoteReference"/>
          <w:vertAlign w:val="baseline"/>
          <w:lang w:val="sw-KE"/>
        </w:rPr>
        <w:footnoteRef/>
      </w:r>
      <w:r>
        <w:rPr>
          <w:lang w:val="sw-KE"/>
        </w:rPr>
        <w:t xml:space="preserve">. </w:t>
      </w:r>
      <w:r w:rsidRPr="00D67799">
        <w:rPr>
          <w:lang w:val="sw-KE"/>
        </w:rPr>
        <w:t xml:space="preserve">Mchuma matunda kabla ya kupevuka: Anaishiria kuwa wakati ulikuwa si muwafaka kulitaka suala lile la (ukhalifa) kwa hiyo lau angesimama kwa ajili hilo angekuwa kama mchuma tunda kabla halijapevuka kwa hiyo hafaidiki na alichochuma, kama ambavyo aliyelima kwenye ardhi isiyo yake hanufaiki na kazi aliyoifanya. </w:t>
      </w:r>
    </w:p>
  </w:footnote>
  <w:footnote w:id="43">
    <w:p w:rsidR="003109B9" w:rsidRPr="00AB14E4" w:rsidRDefault="003109B9" w:rsidP="00AB14E4">
      <w:pPr>
        <w:pStyle w:val="libFootnote0"/>
        <w:rPr>
          <w:lang w:val="sw-KE"/>
        </w:rPr>
      </w:pPr>
      <w:r w:rsidRPr="00AB14E4">
        <w:rPr>
          <w:rStyle w:val="FootnoteReference"/>
          <w:vertAlign w:val="baseline"/>
          <w:lang w:val="sw-KE"/>
        </w:rPr>
        <w:footnoteRef/>
      </w:r>
      <w:r>
        <w:rPr>
          <w:lang w:val="sw-KE"/>
        </w:rPr>
        <w:t xml:space="preserve">. </w:t>
      </w:r>
      <w:r w:rsidRPr="00AB14E4">
        <w:rPr>
          <w:lang w:val="sw-KE"/>
        </w:rPr>
        <w:t xml:space="preserve">“Baada ya kale na huyu” Baada ya kuwa nimeyakabili mambo yakutisha makubwa na madogo, na nimepatwa na kila aina ya masaibu makubwa na madogo, kwa hiyo Kale ni ishara ya msiba mdogo na Huyu ishara ya msiba mkubwa. Na chimbuko la methali hii katika kiarabu, yasemekana mtu mmoja alioa mwanamke mfupi mwenye tabia mbaya kwa hiyo maisha yake na yule mwanamke yalikuwa katika shida na mashaka, baadaye alimtaliki na akaoa mwingine mrefu, taabu na mashaka yake ikawa zaidi, akamta- liki na akasema: “sitoowa baada ya kale kafupi na huyu mrefu” tokea hapo ikawa methali katika shida na masumbuko, makubwa na madogo. Na kauli yake (Hay haata): ni kanusho ambalo wangedhania kuwa kunyamaza kwake yu ahofia mauti. </w:t>
      </w:r>
    </w:p>
  </w:footnote>
  <w:footnote w:id="44">
    <w:p w:rsidR="003109B9" w:rsidRPr="0023599D" w:rsidRDefault="003109B9" w:rsidP="0023599D">
      <w:pPr>
        <w:pStyle w:val="libFootnote0"/>
        <w:rPr>
          <w:lang w:val="sw-KE"/>
        </w:rPr>
      </w:pPr>
      <w:r w:rsidRPr="0023599D">
        <w:rPr>
          <w:rStyle w:val="FootnoteReference"/>
          <w:vertAlign w:val="baseline"/>
          <w:lang w:val="sw-KE"/>
        </w:rPr>
        <w:footnoteRef/>
      </w:r>
      <w:r>
        <w:rPr>
          <w:lang w:val="sw-KE"/>
        </w:rPr>
        <w:t>.</w:t>
      </w:r>
      <w:r w:rsidRPr="0023599D">
        <w:rPr>
          <w:lang w:val="sw-KE"/>
        </w:rPr>
        <w:t>Anasema; kwa kweli kutwaa ukhalifa na kujitenga nao dhidi yangu na kuuhodhi si jambo jipya lililotokea hivi sasa, bali lilianzia mara tu alip</w:t>
      </w:r>
      <w:r>
        <w:rPr>
          <w:lang w:val="sw-KE"/>
        </w:rPr>
        <w:t>ofishwa Mtume wa Mungu (s.a.w.w</w:t>
      </w:r>
      <w:r w:rsidRPr="0023599D">
        <w:rPr>
          <w:lang w:val="sw-KE"/>
        </w:rPr>
        <w:t xml:space="preserve">). </w:t>
      </w:r>
    </w:p>
  </w:footnote>
  <w:footnote w:id="45">
    <w:p w:rsidR="003109B9" w:rsidRPr="007C3541" w:rsidRDefault="003109B9" w:rsidP="007C3541">
      <w:pPr>
        <w:pStyle w:val="libFootnote0"/>
        <w:rPr>
          <w:lang w:val="sw-KE"/>
        </w:rPr>
      </w:pPr>
      <w:r w:rsidRPr="007C3541">
        <w:rPr>
          <w:rStyle w:val="FootnoteReference"/>
          <w:vertAlign w:val="baseline"/>
          <w:lang w:val="sw-KE"/>
        </w:rPr>
        <w:footnoteRef/>
      </w:r>
      <w:r>
        <w:rPr>
          <w:lang w:val="sw-KE"/>
        </w:rPr>
        <w:t>.</w:t>
      </w:r>
      <w:r w:rsidRPr="007C3541">
        <w:rPr>
          <w:lang w:val="sw-KE"/>
        </w:rPr>
        <w:t>Katika usemi wa Imam: waidda’aa al’waliijah: Al’waliijah: ni jambo lililositiriwa lililofanywa kwa kufichwa. Na Bw. Zubair alikuwa akisema: “Nimefanya bai’a - kiapo cha utii”. Nimekula kiapo cha utii kwa mkono</w:t>
      </w:r>
      <w:r>
        <w:rPr>
          <w:lang w:val="sw-KE"/>
        </w:rPr>
        <w:t>.</w:t>
      </w:r>
      <w:r w:rsidRPr="007C3541">
        <w:rPr>
          <w:lang w:val="sw-KE"/>
        </w:rPr>
        <w:t xml:space="preserve"> </w:t>
      </w:r>
    </w:p>
  </w:footnote>
  <w:footnote w:id="46">
    <w:p w:rsidR="003109B9" w:rsidRPr="003D4804" w:rsidRDefault="003109B9" w:rsidP="003D4804">
      <w:pPr>
        <w:pStyle w:val="libFootnote0"/>
        <w:rPr>
          <w:lang w:val="sw-KE"/>
        </w:rPr>
      </w:pPr>
      <w:r w:rsidRPr="003D4804">
        <w:rPr>
          <w:rStyle w:val="FootnoteReference"/>
          <w:vertAlign w:val="baseline"/>
          <w:lang w:val="sw-KE"/>
        </w:rPr>
        <w:footnoteRef/>
      </w:r>
      <w:r>
        <w:rPr>
          <w:lang w:val="sw-KE"/>
        </w:rPr>
        <w:t>.</w:t>
      </w:r>
      <w:r w:rsidRPr="003D4804">
        <w:rPr>
          <w:lang w:val="sw-KE"/>
        </w:rPr>
        <w:t xml:space="preserve"> Maneno yake sana yalikuwa ya methali. Kwa hiyo kuunguruma na kumulika hapa ni methali ya mtu anayetaka kumshambulia adui, huanza na kelele za vitisho, kabla hajasham- bulia ili kuingiza hofu moyoni.</w:t>
      </w:r>
    </w:p>
  </w:footnote>
  <w:footnote w:id="47">
    <w:p w:rsidR="003109B9" w:rsidRPr="003D4804" w:rsidRDefault="003109B9" w:rsidP="003D4804">
      <w:pPr>
        <w:pStyle w:val="libFootnote0"/>
        <w:rPr>
          <w:lang w:val="sw-KE"/>
        </w:rPr>
      </w:pPr>
      <w:r w:rsidRPr="003D4804">
        <w:rPr>
          <w:rStyle w:val="FootnoteReference"/>
          <w:vertAlign w:val="baseline"/>
          <w:lang w:val="sw-KE"/>
        </w:rPr>
        <w:footnoteRef/>
      </w:r>
      <w:r>
        <w:rPr>
          <w:lang w:val="sw-KE"/>
        </w:rPr>
        <w:t>.</w:t>
      </w:r>
      <w:r w:rsidRPr="003D4804">
        <w:rPr>
          <w:lang w:val="sw-KE"/>
        </w:rPr>
        <w:t xml:space="preserve"> Sisi hatuungurumi mpaka tufanye: yaani hatumtishii adui ila baada ya kipigo, kwa sababu sisi tukishampiga adui tunamtishia mwingine kuwa atasibiwa na lililomsibu wa kwanza. Tukinyesha twatiririka, ama hao ambao wanasema: (tutafanya, tutafanya) wala sio wafanyaji, wao wako sawa na anayetiririka kabla ya mvua, na hivyo ni muhali haupo.</w:t>
      </w:r>
    </w:p>
  </w:footnote>
  <w:footnote w:id="48">
    <w:p w:rsidR="003109B9" w:rsidRPr="00D60C02" w:rsidRDefault="003109B9" w:rsidP="00D60C02">
      <w:pPr>
        <w:pStyle w:val="libFootnote0"/>
        <w:rPr>
          <w:lang w:val="sw-KE"/>
        </w:rPr>
      </w:pPr>
      <w:r w:rsidRPr="00D60C02">
        <w:rPr>
          <w:rStyle w:val="FootnoteReference"/>
          <w:vertAlign w:val="baseline"/>
          <w:lang w:val="sw-KE"/>
        </w:rPr>
        <w:footnoteRef/>
      </w:r>
      <w:r>
        <w:rPr>
          <w:lang w:val="sw-KE"/>
        </w:rPr>
        <w:t>.</w:t>
      </w:r>
      <w:r w:rsidRPr="00D60C02">
        <w:rPr>
          <w:lang w:val="sw-KE"/>
        </w:rPr>
        <w:t xml:space="preserve"> Yaani hilo hodhi la maji ni mfano wa vita; hawarudi baada ya kunywa, yaani wakija kwenye mapambano hayo watakufa na hawatorudi walikotoka, na watakaonusurika na kifo hawatorudi tena kuchochea vita vingine. </w:t>
      </w:r>
    </w:p>
  </w:footnote>
  <w:footnote w:id="49">
    <w:p w:rsidR="003109B9" w:rsidRPr="00FB2047" w:rsidRDefault="003109B9" w:rsidP="00FB2047">
      <w:pPr>
        <w:pStyle w:val="libFootnote0"/>
        <w:rPr>
          <w:lang w:val="sw-KE"/>
        </w:rPr>
      </w:pPr>
      <w:r w:rsidRPr="00FB2047">
        <w:rPr>
          <w:rStyle w:val="FootnoteReference"/>
          <w:vertAlign w:val="baseline"/>
          <w:lang w:val="sw-KE"/>
        </w:rPr>
        <w:footnoteRef/>
      </w:r>
      <w:r>
        <w:rPr>
          <w:lang w:val="sw-KE"/>
        </w:rPr>
        <w:t>.</w:t>
      </w:r>
      <w:r w:rsidRPr="00FB2047">
        <w:rPr>
          <w:lang w:val="sw-KE"/>
        </w:rPr>
        <w:t xml:space="preserve"> Kauli yake: Uma meno yako, yasemekana mwenye kuuma meno yake mshale hauathiri ubongo wake, kwa sababu mifupa ya kichwa hukomaa na kuwa migumu. Na kauli yake: Air’llaha jum jumataka maana yake litumie hilo katika utii wa Mungu.</w:t>
      </w:r>
    </w:p>
  </w:footnote>
  <w:footnote w:id="50">
    <w:p w:rsidR="003109B9" w:rsidRPr="001B37D4" w:rsidRDefault="003109B9" w:rsidP="001B37D4">
      <w:pPr>
        <w:pStyle w:val="libFootnote0"/>
        <w:rPr>
          <w:lang w:val="sw-KE"/>
        </w:rPr>
      </w:pPr>
      <w:r w:rsidRPr="001B37D4">
        <w:rPr>
          <w:rStyle w:val="FootnoteReference"/>
          <w:vertAlign w:val="baseline"/>
          <w:lang w:val="sw-KE"/>
        </w:rPr>
        <w:footnoteRef/>
      </w:r>
      <w:r>
        <w:rPr>
          <w:lang w:val="sw-KE"/>
        </w:rPr>
        <w:t>.</w:t>
      </w:r>
      <w:r w:rsidRPr="001B37D4">
        <w:rPr>
          <w:lang w:val="sw-KE"/>
        </w:rPr>
        <w:t xml:space="preserve"> Tupa macho yako; yaani, zizunguke harakati zao zote, na yafumbie macho yale yanayokutisha kutokana nao, yaani lisikutishe la kutisha bali lifumbie macho. </w:t>
      </w:r>
    </w:p>
  </w:footnote>
  <w:footnote w:id="51">
    <w:p w:rsidR="003109B9" w:rsidRPr="00873B3A" w:rsidRDefault="003109B9" w:rsidP="00873B3A">
      <w:pPr>
        <w:pStyle w:val="libFootnote0"/>
        <w:rPr>
          <w:lang w:val="sw-KE"/>
        </w:rPr>
      </w:pPr>
      <w:r w:rsidRPr="00873B3A">
        <w:rPr>
          <w:rStyle w:val="FootnoteReference"/>
          <w:vertAlign w:val="baseline"/>
          <w:lang w:val="sw-KE"/>
        </w:rPr>
        <w:footnoteRef/>
      </w:r>
      <w:r>
        <w:rPr>
          <w:lang w:val="sw-KE"/>
        </w:rPr>
        <w:t>.</w:t>
      </w:r>
      <w:r w:rsidRPr="00873B3A">
        <w:rPr>
          <w:lang w:val="sw-KE"/>
        </w:rPr>
        <w:t xml:space="preserve"> Atba’ul-bahima: Wafuasi wa mnyama, yaani ngamia, na ngamia wa Aisha alikuwa ni bendera ya kikosi cha Basra, waliuawa kwa ajili yake kama watu wanavyouliwa chini ya bendera yake. </w:t>
      </w:r>
    </w:p>
  </w:footnote>
  <w:footnote w:id="52">
    <w:p w:rsidR="003109B9" w:rsidRPr="00D43BA9" w:rsidRDefault="003109B9" w:rsidP="00D43BA9">
      <w:pPr>
        <w:pStyle w:val="libFootnote0"/>
        <w:rPr>
          <w:lang w:val="sw-KE"/>
        </w:rPr>
      </w:pPr>
      <w:r w:rsidRPr="00D43BA9">
        <w:rPr>
          <w:rStyle w:val="FootnoteReference"/>
          <w:vertAlign w:val="baseline"/>
          <w:lang w:val="sw-KE"/>
        </w:rPr>
        <w:footnoteRef/>
      </w:r>
      <w:r>
        <w:rPr>
          <w:lang w:val="sw-KE"/>
        </w:rPr>
        <w:t>.</w:t>
      </w:r>
      <w:r w:rsidRPr="00D43BA9">
        <w:rPr>
          <w:lang w:val="sw-KE"/>
        </w:rPr>
        <w:t xml:space="preserve"> Maji yenu ya chumvi, waweza kuduwaa vipi washutumiwe maji kuwa ya chumvi hiyo si miongoni mwa sifa za matendo yao! Jibu: Hilo japo si katika matendo yao, ila ni mion- goni mwa lawama za mji. Kisha ameeleza mkazi wake ni mtu aliye rehani kwa dhambi yake, kwa kuwa yawezekana awe ashiriki nao katika dhambi au aiona dhambi yatendwa na hakanushi; Na madh’habu ya sahiba zetu ni kuwa haijuzu kuishi katika nchi ya kifasiqi, kama ambavyo haijuzu kuishi katika nchi ya kikafiri. </w:t>
      </w:r>
    </w:p>
  </w:footnote>
  <w:footnote w:id="53">
    <w:p w:rsidR="003109B9" w:rsidRPr="005606EA" w:rsidRDefault="003109B9" w:rsidP="005606EA">
      <w:pPr>
        <w:pStyle w:val="libFootnote0"/>
        <w:rPr>
          <w:lang w:val="sw-KE"/>
        </w:rPr>
      </w:pPr>
      <w:r w:rsidRPr="005606EA">
        <w:rPr>
          <w:rStyle w:val="FootnoteReference"/>
          <w:vertAlign w:val="baseline"/>
          <w:lang w:val="sw-KE"/>
        </w:rPr>
        <w:footnoteRef/>
      </w:r>
      <w:r>
        <w:rPr>
          <w:lang w:val="sw-KE"/>
        </w:rPr>
        <w:t>.</w:t>
      </w:r>
      <w:r w:rsidRPr="005606EA">
        <w:rPr>
          <w:lang w:val="sw-KE"/>
        </w:rPr>
        <w:t xml:space="preserve"> Karibu na maji: Yaani karibu na kuzama kwa maji na iko mbali na mbingu; kwa kuwa watu wa ilmu ya anga na wajishughulishao na sayari wanaeleza: (kuwa sehemu iliyo mbali zaidi na mbingu ardhini ni Ubla nayo ni sehemu karibu na Basra; na hilo linaafikiana na kauli yake (a.s). Na Basra ni mkoa katika nchi ya Iraqi na ndio mkoa wenye bandari. </w:t>
      </w:r>
    </w:p>
  </w:footnote>
  <w:footnote w:id="54">
    <w:p w:rsidR="003109B9" w:rsidRPr="00253D82" w:rsidRDefault="003109B9" w:rsidP="00253D82">
      <w:pPr>
        <w:pStyle w:val="libFootnote0"/>
        <w:rPr>
          <w:lang w:val="sw-KE"/>
        </w:rPr>
      </w:pPr>
      <w:r w:rsidRPr="00253D82">
        <w:rPr>
          <w:rStyle w:val="FootnoteReference"/>
          <w:vertAlign w:val="baseline"/>
          <w:lang w:val="sw-KE"/>
        </w:rPr>
        <w:footnoteRef/>
      </w:r>
      <w:r>
        <w:rPr>
          <w:lang w:val="sw-KE"/>
        </w:rPr>
        <w:t>.</w:t>
      </w:r>
      <w:r w:rsidRPr="00253D82">
        <w:rPr>
          <w:lang w:val="sw-KE"/>
        </w:rPr>
        <w:t xml:space="preserve"> Qata'iu: Ni mali huikata Imam kuwapa baadhi ya raia kutoka ardhi ya Baitul'mali yenye kodi na huondoa kodi yake kisha anaifanya ilipiwe kiasi kidogo badala ya kodi. Na Uthman Affan aliwakatia ardhi nyingi Bani Umayah na watu wengine katika wapenzi wake na sahibu zake. Mfano wa kipande cha ardhi alichompa Mu’awiyah na Marwan. Na ilikuwa kwa kawaida mavuno yake hupewa wasafiri, na walio mfano wake. </w:t>
      </w:r>
    </w:p>
  </w:footnote>
  <w:footnote w:id="55">
    <w:p w:rsidR="003109B9" w:rsidRPr="00253D82" w:rsidRDefault="003109B9" w:rsidP="00253D82">
      <w:pPr>
        <w:pStyle w:val="libFootnote0"/>
        <w:rPr>
          <w:lang w:val="sw-KE"/>
        </w:rPr>
      </w:pPr>
      <w:r w:rsidRPr="00253D82">
        <w:rPr>
          <w:rStyle w:val="FootnoteReference"/>
          <w:vertAlign w:val="baseline"/>
          <w:lang w:val="sw-KE"/>
        </w:rPr>
        <w:footnoteRef/>
      </w:r>
      <w:r>
        <w:rPr>
          <w:lang w:val="sw-KE"/>
        </w:rPr>
        <w:t>.</w:t>
      </w:r>
      <w:r w:rsidRPr="00253D82">
        <w:rPr>
          <w:lang w:val="sw-KE"/>
        </w:rPr>
        <w:t xml:space="preserve">    Yaani ambaye atashindwa kupanga mambo yake kwa uadilifu hivyo yeye kuyapanga kwa udhalimu ni mwenye kushindwa zaidi, kwa sababu katika udhalimu kunadhaniwa kukabiliwa na upinzani na kuzuiwa. Na hotuba hii imeelezwa na al-Kalbiy yenyewe ni riwaya mar’fu’u - iliyorushiwa - kwa Abi Swaleh kutoka kwa ibn Abbas: Kuwa Ali alihutubia siku ya pili baada ya Ba’ia yake huko Madina; alisema: ‘Alaa kila kipande alichokikata Uthman na kila mali ambayo amempa mtu kutoka kwenye mali ya Mungu itarejeshwa Ba’itul-Mal, kwa sababu haki ya zamani haibatilishwi na kitu, japo ningeikuta imetumika kwa kuolea...’ </w:t>
      </w:r>
    </w:p>
  </w:footnote>
  <w:footnote w:id="56">
    <w:p w:rsidR="003109B9" w:rsidRPr="0035629F" w:rsidRDefault="003109B9" w:rsidP="0035629F">
      <w:pPr>
        <w:pStyle w:val="libFootnote0"/>
        <w:rPr>
          <w:lang w:val="sw-KE"/>
        </w:rPr>
      </w:pPr>
      <w:r w:rsidRPr="0035629F">
        <w:rPr>
          <w:rStyle w:val="FootnoteReference"/>
          <w:vertAlign w:val="baseline"/>
          <w:lang w:val="sw-KE"/>
        </w:rPr>
        <w:footnoteRef/>
      </w:r>
      <w:r>
        <w:rPr>
          <w:lang w:val="sw-KE"/>
        </w:rPr>
        <w:t>.</w:t>
      </w:r>
      <w:r w:rsidRPr="0035629F">
        <w:rPr>
          <w:lang w:val="sw-KE"/>
        </w:rPr>
        <w:t xml:space="preserve"> Yaani mwenye kudhihirikiwa na uelewa wa hali ya waliopita kabla yake na akathibitiki- wa na mazingatio na kuonyeka kuwa adhabu iliowashukia watu wa Umma na vizazi na mtu mmoja mmoja kama kupatwa na unyonge, udhalili, ufakiri na hali mbaya atatambua kuwa yaliletwa na matendo yao ya dhulma, uadui na ujinga, waliojivika na kuharibika kwa hali, taqwa ambayo ni kujihifadhi asiingie kwenye mambo yaliyosababisha adhabu hizo kwa wahusika itamzuia asijiingize kwenye mambo yanayoshakiwa na kuporomokea humo. Kwa sababu mambo yanayo shakiwa ni dhana ya dhanio la makosa na makosa ndio yaletayo adhabu.</w:t>
      </w:r>
    </w:p>
  </w:footnote>
  <w:footnote w:id="57">
    <w:p w:rsidR="003109B9" w:rsidRPr="00452BE7" w:rsidRDefault="003109B9" w:rsidP="00452BE7">
      <w:pPr>
        <w:pStyle w:val="libFootnote0"/>
        <w:rPr>
          <w:lang w:val="sw-KE"/>
        </w:rPr>
      </w:pPr>
      <w:r w:rsidRPr="00452BE7">
        <w:rPr>
          <w:rStyle w:val="FootnoteReference"/>
          <w:vertAlign w:val="baseline"/>
          <w:lang w:val="sw-KE"/>
        </w:rPr>
        <w:footnoteRef/>
      </w:r>
      <w:r>
        <w:rPr>
          <w:lang w:val="sw-KE"/>
        </w:rPr>
        <w:t>.</w:t>
      </w:r>
      <w:r w:rsidRPr="00452BE7">
        <w:rPr>
          <w:lang w:val="sw-KE"/>
        </w:rPr>
        <w:t xml:space="preserve"> Balaa na tabu ya Waarabu iliokuwa imewazunguka siku ambayo Mungu (s.w.t) alimtuma Nabii wake Muhammad (s.a.w.w) ni balaa la mfarakano na shida ya mtawanyiko, kwa vile walikuwa wanabughudhiana wenye kuchukiana kila mmoja anashikilia upendeleo wa kabila, ukoo wake, na hunadi kwa moto au kaulimbiu ya ndugu zake wa karibu. Baadhi yao wanakata shingo za wanzao. Hiyo ndio hali iliyoangamiza umma mbali mbali. Sasa wamekuwa katika hali hiyo baada ya kuuliwa Uthman, hali ambayo imeleta uadui ambao dini ya Kiislamu ilikwisha uuwa, kukaibuka moyo wa uadui kati ya Bani Ummayah na Bani Hashim, na wafuasi wa kila upande, walaa haula walaquwata illa billahi. </w:t>
      </w:r>
    </w:p>
  </w:footnote>
  <w:footnote w:id="58">
    <w:p w:rsidR="003109B9" w:rsidRPr="00832845" w:rsidRDefault="003109B9" w:rsidP="00832845">
      <w:pPr>
        <w:pStyle w:val="libFootnote0"/>
        <w:rPr>
          <w:lang w:val="sw-KE"/>
        </w:rPr>
      </w:pPr>
      <w:r w:rsidRPr="00832845">
        <w:rPr>
          <w:rStyle w:val="FootnoteReference"/>
          <w:vertAlign w:val="baseline"/>
          <w:lang w:val="sw-KE"/>
        </w:rPr>
        <w:footnoteRef/>
      </w:r>
      <w:r>
        <w:rPr>
          <w:lang w:val="sw-KE"/>
        </w:rPr>
        <w:t>.</w:t>
      </w:r>
      <w:r w:rsidRPr="00832845">
        <w:rPr>
          <w:lang w:val="sw-KE"/>
        </w:rPr>
        <w:t xml:space="preserve">    Mpigo wa chungu: Yaani kama zinavyochanganyika, kokwa au nafaka, na mfano wake katika chungu; wakati wa kuchemka, ya juu huenda chini na ya chini huja juu, na huo ni mfano wa jinsi watakavyokuwa katika tofauti, na kutengana kwa udugu wa damu na kuharibika kwa nidhamu. </w:t>
      </w:r>
    </w:p>
  </w:footnote>
  <w:footnote w:id="59">
    <w:p w:rsidR="003109B9" w:rsidRPr="00832845" w:rsidRDefault="003109B9" w:rsidP="00832845">
      <w:pPr>
        <w:pStyle w:val="libFootnote0"/>
        <w:rPr>
          <w:lang w:val="sw-KE"/>
        </w:rPr>
      </w:pPr>
      <w:r w:rsidRPr="00832845">
        <w:rPr>
          <w:rStyle w:val="FootnoteReference"/>
          <w:vertAlign w:val="baseline"/>
          <w:lang w:val="sw-KE"/>
        </w:rPr>
        <w:footnoteRef/>
      </w:r>
      <w:r>
        <w:rPr>
          <w:lang w:val="sw-KE"/>
        </w:rPr>
        <w:t>.</w:t>
      </w:r>
      <w:r w:rsidRPr="00562271">
        <w:rPr>
          <w:lang w:val="sw-KE"/>
        </w:rPr>
        <w:t xml:space="preserve">    Kutangulia waliokuwa nyuma ni mfano wa Muawiyah kunyakua na kupanda kwenye jukwaa la Ukhalifa, hali ilikuwa hatazamiwi wala hakudhaniwa kuwa angelifikia Ukhalifa, na walichelewa watu wa nyumba ya Nabii kuufikia Ukhalifa hali walikuwa ndio wataraji- wa wa kwanza.</w:t>
      </w:r>
      <w:r w:rsidRPr="00832845">
        <w:rPr>
          <w:lang w:val="sw-KE"/>
        </w:rPr>
        <w:t xml:space="preserve"> </w:t>
      </w:r>
    </w:p>
  </w:footnote>
  <w:footnote w:id="60">
    <w:p w:rsidR="003109B9" w:rsidRPr="00063518" w:rsidRDefault="003109B9" w:rsidP="00063518">
      <w:pPr>
        <w:pStyle w:val="libFootnote0"/>
        <w:rPr>
          <w:lang w:val="sw-KE"/>
        </w:rPr>
      </w:pPr>
      <w:r w:rsidRPr="00063518">
        <w:rPr>
          <w:rStyle w:val="FootnoteReference"/>
          <w:vertAlign w:val="baseline"/>
          <w:lang w:val="sw-KE"/>
        </w:rPr>
        <w:footnoteRef/>
      </w:r>
      <w:r>
        <w:rPr>
          <w:lang w:val="sw-KE"/>
        </w:rPr>
        <w:t>.</w:t>
      </w:r>
      <w:r w:rsidRPr="00063518">
        <w:rPr>
          <w:lang w:val="sw-KE"/>
        </w:rPr>
        <w:t xml:space="preserve">    Alikuwa (a.s) hafichi kila kitu kinachompitia nafsini mwake, alikuwa muamrishaji wa mambo mema, na mkatazaji wa maovu, hapendelei, haendekezi mtu, hasemi uwongo. Na sehemu hii ni maandalizi ya usemi wake: “Nilikwishapewa habari kuhusu nafasi hii,” yaani a</w:t>
      </w:r>
      <w:r>
        <w:rPr>
          <w:lang w:val="sw-KE"/>
        </w:rPr>
        <w:t>lipewa habari na Nabii (s.a.w.w</w:t>
      </w:r>
      <w:r w:rsidRPr="00063518">
        <w:rPr>
          <w:lang w:val="sw-KE"/>
        </w:rPr>
        <w:t>) kuwa atakuwa katika hali hii na atajiwa na siku mfano wa siku hii.</w:t>
      </w:r>
    </w:p>
  </w:footnote>
  <w:footnote w:id="61">
    <w:p w:rsidR="003109B9" w:rsidRPr="00063518" w:rsidRDefault="003109B9" w:rsidP="00063518">
      <w:pPr>
        <w:pStyle w:val="libFootnote0"/>
        <w:rPr>
          <w:lang w:val="sw-KE"/>
        </w:rPr>
      </w:pPr>
      <w:r w:rsidRPr="00063518">
        <w:rPr>
          <w:rStyle w:val="FootnoteReference"/>
          <w:vertAlign w:val="baseline"/>
          <w:lang w:val="sw-KE"/>
        </w:rPr>
        <w:footnoteRef/>
      </w:r>
      <w:r>
        <w:rPr>
          <w:lang w:val="sw-KE"/>
        </w:rPr>
        <w:t xml:space="preserve">. </w:t>
      </w:r>
      <w:r w:rsidRPr="00063518">
        <w:rPr>
          <w:lang w:val="sw-KE"/>
        </w:rPr>
        <w:t>Yaani: Jinsi mwanadamu ambavyo haepukani na mambo mawili, haki na batili, ulimwengu hauwi bila ya hayo mawili; Na kila moja kati ya mawili hayo lina watu wake, haki ina watu wake na batili ina watu wake.</w:t>
      </w:r>
    </w:p>
  </w:footnote>
  <w:footnote w:id="62">
    <w:p w:rsidR="003109B9" w:rsidRPr="00063518" w:rsidRDefault="003109B9" w:rsidP="00063518">
      <w:pPr>
        <w:pStyle w:val="libFootnote0"/>
        <w:rPr>
          <w:lang w:val="sw-KE"/>
        </w:rPr>
      </w:pPr>
      <w:r w:rsidRPr="00063518">
        <w:rPr>
          <w:rStyle w:val="FootnoteReference"/>
          <w:vertAlign w:val="baseline"/>
          <w:lang w:val="sw-KE"/>
        </w:rPr>
        <w:footnoteRef/>
      </w:r>
      <w:r>
        <w:rPr>
          <w:lang w:val="sw-KE"/>
        </w:rPr>
        <w:t xml:space="preserve">. </w:t>
      </w:r>
      <w:r w:rsidRPr="00063518">
        <w:rPr>
          <w:lang w:val="sw-KE"/>
        </w:rPr>
        <w:t xml:space="preserve">Na endapo batili itakithiri kwa kukithiri wasaidizi wake, na hilo limekuwa toka hapo zamani kwa kuwa macho yaliyopotoka mbali na ukweli ni mengi kuliko yaliyothibiti juu ya ukweli. Japo ukweli uwe kidogo kwa uchache wa wasaidizi wake, huenda uchache wake ukashindwa na wingi wa batili na huenda batili ikazidi nguvu ukweli na kuutokomeza. </w:t>
      </w:r>
    </w:p>
  </w:footnote>
  <w:footnote w:id="63">
    <w:p w:rsidR="003109B9" w:rsidRPr="00822708" w:rsidRDefault="003109B9" w:rsidP="00822708">
      <w:pPr>
        <w:pStyle w:val="libFootnote0"/>
        <w:rPr>
          <w:lang w:val="sw-KE"/>
        </w:rPr>
      </w:pPr>
      <w:r w:rsidRPr="00822708">
        <w:rPr>
          <w:rStyle w:val="FootnoteReference"/>
          <w:vertAlign w:val="baseline"/>
          <w:lang w:val="sw-KE"/>
        </w:rPr>
        <w:footnoteRef/>
      </w:r>
      <w:r>
        <w:rPr>
          <w:lang w:val="sw-KE"/>
        </w:rPr>
        <w:t>.</w:t>
      </w:r>
      <w:r w:rsidRPr="00822708">
        <w:rPr>
          <w:lang w:val="sw-KE"/>
        </w:rPr>
        <w:t xml:space="preserve"> Neno hili, limekuja kutokana na kuchukizwa kwake (a.s.), hivyo, ameona ni vigumu kurejea dola ya kaumu baada ya kuwatoka, na kwenye maana hii amesema mshairi: “Wamesema, maji hurudi mtoni baada ya kunyauka mimea na kukauka mifereji. Nikasema; mpaka mto urejee kukimbia! na majani yaote pembezoni mwake! Wanakufa vyura.” </w:t>
      </w:r>
    </w:p>
  </w:footnote>
  <w:footnote w:id="64">
    <w:p w:rsidR="003109B9" w:rsidRPr="009358B4" w:rsidRDefault="003109B9" w:rsidP="009358B4">
      <w:pPr>
        <w:pStyle w:val="libFootnote0"/>
        <w:rPr>
          <w:lang w:val="sw-KE"/>
        </w:rPr>
      </w:pPr>
      <w:r w:rsidRPr="009358B4">
        <w:rPr>
          <w:rStyle w:val="FootnoteReference"/>
          <w:vertAlign w:val="baseline"/>
          <w:lang w:val="sw-KE"/>
        </w:rPr>
        <w:footnoteRef/>
      </w:r>
      <w:r>
        <w:rPr>
          <w:lang w:val="sw-KE"/>
        </w:rPr>
        <w:t>.</w:t>
      </w:r>
      <w:r w:rsidRPr="009358B4">
        <w:rPr>
          <w:lang w:val="sw-KE"/>
        </w:rPr>
        <w:t xml:space="preserve"> Al-Jai’ru: Mwenye kupotoka mbali na njia, na hiyo ni kinaya cha kwenda kwake nyuma ya nafsi yake katika itikadi yake, harejei kwenye ukweli wa dini, wala haongoki kwa dalili kutoka kitabuni, huyu ndiye aliyepotoka mbali na njia ya sawa, na amekwenda kombo. </w:t>
      </w:r>
    </w:p>
  </w:footnote>
  <w:footnote w:id="65">
    <w:p w:rsidR="003109B9" w:rsidRPr="009358B4" w:rsidRDefault="003109B9" w:rsidP="009358B4">
      <w:pPr>
        <w:pStyle w:val="libFootnote0"/>
        <w:rPr>
          <w:lang w:val="sw-KE"/>
        </w:rPr>
      </w:pPr>
      <w:r w:rsidRPr="009358B4">
        <w:rPr>
          <w:rStyle w:val="FootnoteReference"/>
          <w:vertAlign w:val="baseline"/>
          <w:lang w:val="sw-KE"/>
        </w:rPr>
        <w:footnoteRef/>
      </w:r>
      <w:r>
        <w:rPr>
          <w:lang w:val="sw-KE"/>
        </w:rPr>
        <w:t>.</w:t>
      </w:r>
      <w:r w:rsidRPr="009358B4">
        <w:rPr>
          <w:lang w:val="sw-KE"/>
        </w:rPr>
        <w:t xml:space="preserve"> Na katika riwaya nyingine: yadh’ruu riwayati kamaa tadhru riihul’hashiima, nayo ndiyo fasaha, Mwenyezi Mungu (s.w.t) amesema: (Fa asbah hashiiman tadhruuhur- riyaahu): - (mimea) ikawa vibua vinavyo peperushwa na upepo; 18:45). Hivyo basi, kama ulivyo upepo haujali katika kubeba majani makavu na kuyaparaganya, haujali kwa kuy- achanachana na kutawanyika mpango wake, vivyo hivyo kwa huyu jahili huzifanyia riwaya kama upepo ufanyavyo kwa majani makavu.</w:t>
      </w:r>
    </w:p>
  </w:footnote>
  <w:footnote w:id="66">
    <w:p w:rsidR="003109B9" w:rsidRPr="009358B4" w:rsidRDefault="003109B9" w:rsidP="009358B4">
      <w:pPr>
        <w:pStyle w:val="libFootnote0"/>
        <w:rPr>
          <w:lang w:val="sw-KE"/>
        </w:rPr>
      </w:pPr>
      <w:r w:rsidRPr="009358B4">
        <w:rPr>
          <w:rStyle w:val="FootnoteReference"/>
          <w:vertAlign w:val="baseline"/>
          <w:lang w:val="sw-KE"/>
        </w:rPr>
        <w:footnoteRef/>
      </w:r>
      <w:r>
        <w:rPr>
          <w:lang w:val="sw-KE"/>
        </w:rPr>
        <w:t xml:space="preserve">. </w:t>
      </w:r>
      <w:r w:rsidRPr="009358B4">
        <w:rPr>
          <w:lang w:val="sw-KE"/>
        </w:rPr>
        <w:t>Tuliya haqa tilawatihi: Ikisomwa ipasavyo; yaani ikichukuliwa kama inavyobidi na kama jumla zake zinavyojulisha, na ikafahamika kama alivy</w:t>
      </w:r>
      <w:r>
        <w:rPr>
          <w:lang w:val="sw-KE"/>
        </w:rPr>
        <w:t>okuwa anaifahamu Nabii (s.a.w.w</w:t>
      </w:r>
      <w:r w:rsidRPr="009358B4">
        <w:rPr>
          <w:lang w:val="sw-KE"/>
        </w:rPr>
        <w:t xml:space="preserve">) na masahaba zake walivyokuwa wanaifahamu.     </w:t>
      </w:r>
    </w:p>
  </w:footnote>
  <w:footnote w:id="67">
    <w:p w:rsidR="003109B9" w:rsidRPr="008517D0" w:rsidRDefault="003109B9" w:rsidP="008517D0">
      <w:pPr>
        <w:pStyle w:val="libFootnote0"/>
        <w:rPr>
          <w:lang w:val="sw-KE"/>
        </w:rPr>
      </w:pPr>
      <w:r w:rsidRPr="008517D0">
        <w:rPr>
          <w:rStyle w:val="FootnoteReference"/>
          <w:vertAlign w:val="baseline"/>
          <w:lang w:val="sw-KE"/>
        </w:rPr>
        <w:footnoteRef/>
      </w:r>
      <w:r>
        <w:rPr>
          <w:lang w:val="sw-KE"/>
        </w:rPr>
        <w:t>.</w:t>
      </w:r>
      <w:r w:rsidRPr="008517D0">
        <w:rPr>
          <w:lang w:val="sw-KE"/>
        </w:rPr>
        <w:t xml:space="preserve"> Amirul-Mu’minin alikuwa anazungumzia kuhusu suala la mahakimu wawili, mtu mmoja katika sahaba zake alisimama akasema: “Ulitukataza kupitisha hukumu, kisha ulituamrisha tufanye hukumu, hivyo hatujui ipi kati ya amri mbili hizi yenye mwongozo kwa kuilinganisha na nyingine!” Yeye (a.s.) akapiga mkono wake juu ya mwingine na akasema: “Haya ni malipo ya mwenye kuacha itikadi.” Hapo ndipo al-Ash'ath alisema alilosema, na Amirul-Mu’minin anakusudia kuwa: Haya ndiyo malipo yenu kwa vile muliacha uthabiti na kufanya ghasia na mukanifanya nilazimike kukubali maamuzi yenu. </w:t>
      </w:r>
    </w:p>
  </w:footnote>
  <w:footnote w:id="68">
    <w:p w:rsidR="003109B9" w:rsidRPr="008517D0" w:rsidRDefault="003109B9" w:rsidP="008517D0">
      <w:pPr>
        <w:pStyle w:val="libFootnote0"/>
        <w:rPr>
          <w:lang w:val="sw-KE"/>
        </w:rPr>
      </w:pPr>
      <w:r w:rsidRPr="008517D0">
        <w:rPr>
          <w:rStyle w:val="FootnoteReference"/>
          <w:vertAlign w:val="baseline"/>
          <w:lang w:val="sw-KE"/>
        </w:rPr>
        <w:footnoteRef/>
      </w:r>
      <w:r>
        <w:rPr>
          <w:lang w:val="sw-KE"/>
        </w:rPr>
        <w:t>.</w:t>
      </w:r>
      <w:r w:rsidRPr="008517D0">
        <w:rPr>
          <w:lang w:val="sw-KE"/>
        </w:rPr>
        <w:t xml:space="preserve">    Mfumaji: Na yasemekana kuwa wafumaji wanajulikana kwa upungufu wa akili sana katika watu, na Wayemeni huaibishwa kwa kuitwa wafumaji. Na Ash'ath ni mtu wa Yemen kutoka kijiji cha Kinda. Ash'ath alikuwa katika Sahaba wa Imam Ali (a.s) kama alivyokuwa Abdullah bin Ubayy bin Salul katika maswahaba wa Mtume wa Mungu (s.a.w.w), kila mmoja kati ya hawa wawili ni kiini cha unafiki katika zama zake. </w:t>
      </w:r>
    </w:p>
  </w:footnote>
  <w:footnote w:id="69">
    <w:p w:rsidR="003109B9" w:rsidRPr="008517D0" w:rsidRDefault="003109B9" w:rsidP="008517D0">
      <w:pPr>
        <w:pStyle w:val="libFootnote0"/>
        <w:rPr>
          <w:lang w:val="sw-KE"/>
        </w:rPr>
      </w:pPr>
      <w:r w:rsidRPr="008517D0">
        <w:rPr>
          <w:rStyle w:val="FootnoteReference"/>
          <w:vertAlign w:val="baseline"/>
          <w:lang w:val="sw-KE"/>
        </w:rPr>
        <w:footnoteRef/>
      </w:r>
      <w:r>
        <w:rPr>
          <w:lang w:val="sw-KE"/>
        </w:rPr>
        <w:t>.</w:t>
      </w:r>
      <w:r w:rsidRPr="008517D0">
        <w:rPr>
          <w:lang w:val="sw-KE"/>
        </w:rPr>
        <w:t xml:space="preserve">    Ametekwa mara mbili: Mara akiwa kafiri katika baadhi ya vita vya kijahiliya, na hivyo ilikuwa kabila la Muradi lilimuua Qais al-Ashaji, baba wa Ash’ath, yeye al-Ash’ath alitoka ili kulipiza kisasi cha baba yake. </w:t>
      </w:r>
    </w:p>
  </w:footnote>
  <w:footnote w:id="70">
    <w:p w:rsidR="003109B9" w:rsidRPr="004652F7" w:rsidRDefault="003109B9" w:rsidP="004652F7">
      <w:pPr>
        <w:pStyle w:val="libFootnote0"/>
        <w:rPr>
          <w:lang w:val="sw-KE"/>
        </w:rPr>
      </w:pPr>
      <w:r w:rsidRPr="004652F7">
        <w:rPr>
          <w:rStyle w:val="FootnoteReference"/>
          <w:vertAlign w:val="baseline"/>
          <w:lang w:val="sw-KE"/>
        </w:rPr>
        <w:footnoteRef/>
      </w:r>
      <w:r>
        <w:rPr>
          <w:lang w:val="sw-KE"/>
        </w:rPr>
        <w:t xml:space="preserve">. </w:t>
      </w:r>
      <w:r w:rsidRPr="004652F7">
        <w:rPr>
          <w:lang w:val="sw-KE"/>
        </w:rPr>
        <w:t xml:space="preserve">Hivi punde pazia litaondolewa, na hilo litakuwa mwisho wa umri, na mtu kufika nyumba ya kwanza miongoni mwa nyumba za akhera, na maneno haya yanajulisha usahihi wa kauli ya adhabu ya kaburi. </w:t>
      </w:r>
    </w:p>
  </w:footnote>
  <w:footnote w:id="71">
    <w:p w:rsidR="003109B9" w:rsidRPr="004652F7" w:rsidRDefault="003109B9" w:rsidP="004652F7">
      <w:pPr>
        <w:pStyle w:val="libFootnote0"/>
        <w:rPr>
          <w:lang w:val="sw-KE"/>
        </w:rPr>
      </w:pPr>
      <w:r w:rsidRPr="004652F7">
        <w:rPr>
          <w:rStyle w:val="FootnoteReference"/>
          <w:vertAlign w:val="baseline"/>
          <w:lang w:val="sw-KE"/>
        </w:rPr>
        <w:footnoteRef/>
      </w:r>
      <w:r>
        <w:rPr>
          <w:lang w:val="sw-KE"/>
        </w:rPr>
        <w:t>.</w:t>
      </w:r>
      <w:r w:rsidRPr="004652F7">
        <w:rPr>
          <w:lang w:val="sw-KE"/>
        </w:rPr>
        <w:t xml:space="preserve"> Wajumbe wa mbinguni: Malaika, yaani endapo mutasema hakijatujia kitu kutoka kwa Mungu; jibu ni, hoja imesimamishwa dhidi yenu kwa tablighi ya Mtume wa Mungu na mwongozo wa khalifa wake. Yashabihiana na kauli yake (a.s.): “Lau mungeyaona bayana waliyoyaona waliokufa kabla yenu.” Na kauli ya Abu Haazim akimwambia Sulaiman bin Abdil’Maliki katika maneno aliyokuwa anamuwaidhi nayo: “Kwa hakika baba zako wamelifanya suala hili ovyo ovyo bila ya ushauri, kisha wamekufa, lau ungejua waliyosema na waliyoambiwa!” Imeelezwa kuwa: “Alilia mpaka alianguka.” </w:t>
      </w:r>
    </w:p>
  </w:footnote>
  <w:footnote w:id="72">
    <w:p w:rsidR="003109B9" w:rsidRPr="0049311D" w:rsidRDefault="003109B9" w:rsidP="0049311D">
      <w:pPr>
        <w:pStyle w:val="libFootnote0"/>
        <w:rPr>
          <w:lang w:val="sw-KE"/>
        </w:rPr>
      </w:pPr>
      <w:r w:rsidRPr="0049311D">
        <w:rPr>
          <w:rStyle w:val="FootnoteReference"/>
          <w:vertAlign w:val="baseline"/>
          <w:lang w:val="sw-KE"/>
        </w:rPr>
        <w:footnoteRef/>
      </w:r>
      <w:r>
        <w:rPr>
          <w:lang w:val="sw-KE"/>
        </w:rPr>
        <w:t>.</w:t>
      </w:r>
      <w:r w:rsidRPr="0049311D">
        <w:rPr>
          <w:lang w:val="sw-KE"/>
        </w:rPr>
        <w:t xml:space="preserve"> Lengo la mukalafiina: Imma ni matokeo ya malipo mema, au adhabu, kwa hiyo inawezekana iwe alikusudia hilo, na inawezekana iwe alikusudia kwa neno lengo - umauti, ila tu amejaalia hilo mbele yetu; kwa sababu mwanadamu ni kama mwenye kwenda kuuelekea umauti, au anakwenda kuyaelekea malipo, hivyo basi hayo mawili yako mbele yake. </w:t>
      </w:r>
    </w:p>
  </w:footnote>
  <w:footnote w:id="73">
    <w:p w:rsidR="003109B9" w:rsidRPr="0049311D" w:rsidRDefault="003109B9" w:rsidP="0049311D">
      <w:pPr>
        <w:pStyle w:val="libFootnote0"/>
        <w:rPr>
          <w:lang w:val="sw-KE"/>
        </w:rPr>
      </w:pPr>
      <w:r w:rsidRPr="0049311D">
        <w:rPr>
          <w:rStyle w:val="FootnoteReference"/>
          <w:vertAlign w:val="baseline"/>
          <w:lang w:val="sw-KE"/>
        </w:rPr>
        <w:footnoteRef/>
      </w:r>
      <w:r>
        <w:rPr>
          <w:lang w:val="sw-KE"/>
        </w:rPr>
        <w:t>.</w:t>
      </w:r>
      <w:r w:rsidRPr="0049311D">
        <w:rPr>
          <w:lang w:val="sw-KE"/>
        </w:rPr>
        <w:t xml:space="preserve"> Takhaffafu talhaqu: Asili yake, mtu anakwenda mbio naye hana uzito wa akibebacho, anastahili kuwakuta waliomtangulia, na wametangulia waliotangulia na matendo yao kwenye wema, basi mwenye kutaka kuwakuta ni juu yake ajifanye mwepesi mbali na uzito wa matamanio, na mzigo wa taabu katika kuzipata ladha, na akimbie binafsi mbali na haya yanayoisha, hivyo basi atawakuta ambao waliofuzu kwa nyumba ya baadae. </w:t>
      </w:r>
    </w:p>
  </w:footnote>
  <w:footnote w:id="74">
    <w:p w:rsidR="003109B9" w:rsidRPr="0049311D" w:rsidRDefault="003109B9" w:rsidP="0049311D">
      <w:pPr>
        <w:pStyle w:val="libFootnote0"/>
        <w:rPr>
          <w:lang w:val="sw-KE"/>
        </w:rPr>
      </w:pPr>
      <w:r w:rsidRPr="0049311D">
        <w:rPr>
          <w:rStyle w:val="FootnoteReference"/>
          <w:vertAlign w:val="baseline"/>
          <w:lang w:val="sw-KE"/>
        </w:rPr>
        <w:footnoteRef/>
      </w:r>
      <w:r>
        <w:rPr>
          <w:lang w:val="sw-KE"/>
        </w:rPr>
        <w:t>.</w:t>
      </w:r>
      <w:r w:rsidRPr="0049311D">
        <w:rPr>
          <w:lang w:val="sw-KE"/>
        </w:rPr>
        <w:t xml:space="preserve"> Yaani waliotangulia kufa hawatofufuka, watafanywa wangojee mpaka watakapofika waliobaki hai, wote na iishe duru ya mwanadamu hapa duniani. Wala hatobaki juu ya uso ya ardhi yeyote, hapo ndio sasa itakuwa imewadia, nayo ndio siku watafufuka. </w:t>
      </w:r>
    </w:p>
  </w:footnote>
  <w:footnote w:id="75">
    <w:p w:rsidR="003109B9" w:rsidRPr="004C74DD" w:rsidRDefault="003109B9" w:rsidP="004C74DD">
      <w:pPr>
        <w:pStyle w:val="libFootnote0"/>
        <w:rPr>
          <w:lang w:val="sw-KE"/>
        </w:rPr>
      </w:pPr>
      <w:r w:rsidRPr="004C74DD">
        <w:rPr>
          <w:rStyle w:val="FootnoteReference"/>
          <w:vertAlign w:val="baseline"/>
          <w:lang w:val="sw-KE"/>
        </w:rPr>
        <w:footnoteRef/>
      </w:r>
      <w:r>
        <w:rPr>
          <w:lang w:val="sw-KE"/>
        </w:rPr>
        <w:t>.</w:t>
      </w:r>
      <w:r w:rsidRPr="004C74DD">
        <w:rPr>
          <w:lang w:val="sw-KE"/>
        </w:rPr>
        <w:t xml:space="preserve"> Mdai: Ni mmoja katika watatu: wanaume wawili na mwanamke, ambao wametajwa katika kisa cha ngamia. (Man da'a waila madha ujiiba!? - Yaani ni kama kusema; Wadharauni watu walioitwa na mwitaji huyu! na liangalieni suala hili waliloitika wito kwa ajili yake kuwa ni baya mno.</w:t>
      </w:r>
    </w:p>
  </w:footnote>
  <w:footnote w:id="76">
    <w:p w:rsidR="003109B9" w:rsidRPr="001837AB" w:rsidRDefault="003109B9" w:rsidP="001837AB">
      <w:pPr>
        <w:pStyle w:val="libFootnote0"/>
        <w:rPr>
          <w:lang w:val="sw-KE"/>
        </w:rPr>
      </w:pPr>
      <w:r w:rsidRPr="001837AB">
        <w:rPr>
          <w:rStyle w:val="FootnoteReference"/>
          <w:vertAlign w:val="baseline"/>
          <w:lang w:val="sw-KE"/>
        </w:rPr>
        <w:footnoteRef/>
      </w:r>
      <w:r>
        <w:rPr>
          <w:lang w:val="sw-KE"/>
        </w:rPr>
        <w:t>.</w:t>
      </w:r>
      <w:r w:rsidRPr="001837AB">
        <w:rPr>
          <w:lang w:val="sw-KE"/>
        </w:rPr>
        <w:t xml:space="preserve"> Kimbieni kutoka kwa Mungu kwenda kwa Mungu: Yaani, kimbieni kuielekea rehema ya Mungu kutoka adhabu yake.</w:t>
      </w:r>
    </w:p>
  </w:footnote>
  <w:footnote w:id="77">
    <w:p w:rsidR="003109B9" w:rsidRPr="003A0326" w:rsidRDefault="003109B9" w:rsidP="003A0326">
      <w:pPr>
        <w:pStyle w:val="libFootnote0"/>
        <w:rPr>
          <w:lang w:val="sw-KE"/>
        </w:rPr>
      </w:pPr>
      <w:r w:rsidRPr="003A0326">
        <w:rPr>
          <w:rStyle w:val="FootnoteReference"/>
          <w:vertAlign w:val="baseline"/>
          <w:lang w:val="sw-KE"/>
        </w:rPr>
        <w:footnoteRef/>
      </w:r>
      <w:r>
        <w:rPr>
          <w:lang w:val="sw-KE"/>
        </w:rPr>
        <w:t>.</w:t>
      </w:r>
      <w:r w:rsidRPr="003A0326">
        <w:rPr>
          <w:lang w:val="sw-KE"/>
        </w:rPr>
        <w:t xml:space="preserve"> Aqbidhuha wa absutuha: Yaani, nafanya humo kama afanyavyo mwenye nguo katika nguo yake, anaikunja na kuikunjua. </w:t>
      </w:r>
    </w:p>
  </w:footnote>
  <w:footnote w:id="78">
    <w:p w:rsidR="003109B9" w:rsidRPr="003A0326" w:rsidRDefault="003109B9" w:rsidP="003A0326">
      <w:pPr>
        <w:pStyle w:val="libFootnote0"/>
        <w:rPr>
          <w:lang w:val="sw-KE"/>
        </w:rPr>
      </w:pPr>
      <w:r w:rsidRPr="003A0326">
        <w:rPr>
          <w:rStyle w:val="FootnoteReference"/>
          <w:vertAlign w:val="baseline"/>
          <w:lang w:val="sw-KE"/>
        </w:rPr>
        <w:footnoteRef/>
      </w:r>
      <w:r>
        <w:rPr>
          <w:lang w:val="sw-KE"/>
        </w:rPr>
        <w:t xml:space="preserve">. </w:t>
      </w:r>
      <w:r w:rsidRPr="003A0326">
        <w:rPr>
          <w:lang w:val="sw-KE"/>
        </w:rPr>
        <w:t xml:space="preserve">(Fa inlam takuni .........): Yaani, kama sina ninachomiliki katika dunia ila mji wa Kufah wenye fitna, ewe Allah itolee mbali! </w:t>
      </w:r>
    </w:p>
  </w:footnote>
  <w:footnote w:id="79">
    <w:p w:rsidR="003109B9" w:rsidRPr="00BF2BBC" w:rsidRDefault="003109B9" w:rsidP="00BF2BBC">
      <w:pPr>
        <w:pStyle w:val="libFootnote0"/>
        <w:rPr>
          <w:lang w:val="sw-KE"/>
        </w:rPr>
      </w:pPr>
      <w:r w:rsidRPr="00BF2BBC">
        <w:rPr>
          <w:rStyle w:val="FootnoteReference"/>
          <w:vertAlign w:val="baseline"/>
          <w:lang w:val="sw-KE"/>
        </w:rPr>
        <w:footnoteRef/>
      </w:r>
      <w:r>
        <w:rPr>
          <w:lang w:val="sw-KE"/>
        </w:rPr>
        <w:t>.</w:t>
      </w:r>
      <w:r w:rsidRPr="00BF2BBC">
        <w:rPr>
          <w:lang w:val="sw-KE"/>
        </w:rPr>
        <w:t xml:space="preserve"> Na shajaa ni kitu kilichonasa kooni uwe mfupa wa samaki au mfano anaupiga Amirul Muuminina hali ya mambo ilivyomuiya ngumu mfano wa afumbuaye macho yake yakiwa yamejaa uchafu. </w:t>
      </w:r>
    </w:p>
  </w:footnote>
  <w:footnote w:id="80">
    <w:p w:rsidR="003109B9" w:rsidRPr="00BF2BBC" w:rsidRDefault="003109B9" w:rsidP="00BF2BBC">
      <w:pPr>
        <w:pStyle w:val="libFootnote0"/>
        <w:rPr>
          <w:lang w:val="sw-KE"/>
        </w:rPr>
      </w:pPr>
      <w:r w:rsidRPr="00BF2BBC">
        <w:rPr>
          <w:rStyle w:val="FootnoteReference"/>
          <w:vertAlign w:val="baseline"/>
          <w:lang w:val="sw-KE"/>
        </w:rPr>
        <w:footnoteRef/>
      </w:r>
      <w:r>
        <w:rPr>
          <w:lang w:val="sw-KE"/>
        </w:rPr>
        <w:t>.</w:t>
      </w:r>
      <w:r w:rsidRPr="00BF2BBC">
        <w:rPr>
          <w:lang w:val="sw-KE"/>
        </w:rPr>
        <w:t xml:space="preserve"> Na amezaye sawa iwe maji au mfano wake akiwa na kilichomkwama kooni hiyo ndiyo hali iliyo mkabili Ali bin Abi Talib zama za ukhalifa wake.</w:t>
      </w:r>
    </w:p>
  </w:footnote>
  <w:footnote w:id="81">
    <w:p w:rsidR="003109B9" w:rsidRPr="00184976" w:rsidRDefault="003109B9" w:rsidP="00184976">
      <w:pPr>
        <w:pStyle w:val="libFootnote0"/>
        <w:rPr>
          <w:lang w:val="sw-KE"/>
        </w:rPr>
      </w:pPr>
      <w:r w:rsidRPr="00184976">
        <w:rPr>
          <w:rStyle w:val="FootnoteReference"/>
          <w:vertAlign w:val="baseline"/>
          <w:lang w:val="sw-KE"/>
        </w:rPr>
        <w:footnoteRef/>
      </w:r>
      <w:r>
        <w:rPr>
          <w:lang w:val="sw-KE"/>
        </w:rPr>
        <w:t>.</w:t>
      </w:r>
      <w:r w:rsidRPr="00184976">
        <w:t xml:space="preserve"> </w:t>
      </w:r>
      <w:r w:rsidRPr="00184976">
        <w:rPr>
          <w:lang w:val="sw-KE"/>
        </w:rPr>
        <w:t xml:space="preserve">Asiyefanya bai’a hapa ni Amr bin Al-Aas mpaka alipoweka sharti apewe thamani ya baia yake. Amru bin Al-Aas alimwambia Muawiyah kuwa atamfanyia bai'a endapo atakubali kumpa uliwali wa Misri endapo mambo yatamnyookea. </w:t>
      </w:r>
    </w:p>
  </w:footnote>
  <w:footnote w:id="82">
    <w:p w:rsidR="003109B9" w:rsidRPr="00184976" w:rsidRDefault="003109B9" w:rsidP="00184976">
      <w:pPr>
        <w:pStyle w:val="libFootnote0"/>
        <w:rPr>
          <w:lang w:val="sw-KE"/>
        </w:rPr>
      </w:pPr>
      <w:r w:rsidRPr="00184976">
        <w:rPr>
          <w:rStyle w:val="FootnoteReference"/>
          <w:vertAlign w:val="baseline"/>
          <w:lang w:val="sw-KE"/>
        </w:rPr>
        <w:footnoteRef/>
      </w:r>
      <w:r>
        <w:rPr>
          <w:lang w:val="sw-KE"/>
        </w:rPr>
        <w:t>.</w:t>
      </w:r>
      <w:r w:rsidRPr="00184976">
        <w:rPr>
          <w:lang w:val="sw-KE"/>
        </w:rPr>
        <w:t xml:space="preserve"> Mkono wa muuzaji ni Muawiyah bin Abii Sufiani, na ulitwezwa uaminifu wa mnunuzi! (yaani Amru bin al’Aas). </w:t>
      </w:r>
    </w:p>
  </w:footnote>
  <w:footnote w:id="83">
    <w:p w:rsidR="003109B9" w:rsidRPr="006820C1" w:rsidRDefault="003109B9" w:rsidP="006820C1">
      <w:pPr>
        <w:pStyle w:val="libFootnote0"/>
        <w:rPr>
          <w:lang w:val="sw-KE"/>
        </w:rPr>
      </w:pPr>
      <w:r w:rsidRPr="006820C1">
        <w:rPr>
          <w:rStyle w:val="FootnoteReference"/>
          <w:vertAlign w:val="baseline"/>
        </w:rPr>
        <w:footnoteRef/>
      </w:r>
      <w:r w:rsidRPr="006820C1">
        <w:rPr>
          <w:lang w:val="sw-KE"/>
        </w:rPr>
        <w:t>. Insafu ni uadilifu; atanyimwa uadilifu kwa kuwa Mungu atajaalia mtu atakayemzidi nguvu na kumdhulumu haki yake.</w:t>
      </w:r>
    </w:p>
  </w:footnote>
  <w:footnote w:id="84">
    <w:p w:rsidR="003109B9" w:rsidRPr="00ED11F7" w:rsidRDefault="003109B9" w:rsidP="00ED11F7">
      <w:pPr>
        <w:pStyle w:val="libFootnote0"/>
        <w:rPr>
          <w:lang w:val="sw-KE"/>
        </w:rPr>
      </w:pPr>
      <w:r w:rsidRPr="00ED11F7">
        <w:rPr>
          <w:rStyle w:val="FootnoteReference"/>
          <w:vertAlign w:val="baseline"/>
          <w:lang w:val="sw-KE"/>
        </w:rPr>
        <w:footnoteRef/>
      </w:r>
      <w:r>
        <w:rPr>
          <w:lang w:val="sw-KE"/>
        </w:rPr>
        <w:t>.</w:t>
      </w:r>
      <w:r w:rsidRPr="00ED11F7">
        <w:t xml:space="preserve"> </w:t>
      </w:r>
      <w:r w:rsidRPr="00ED11F7">
        <w:rPr>
          <w:lang w:val="sw-KE"/>
        </w:rPr>
        <w:t xml:space="preserve">Anbaar: Ni mji ulioko ukingo wa mashariki wa mto wa Furati. </w:t>
      </w:r>
    </w:p>
  </w:footnote>
  <w:footnote w:id="85">
    <w:p w:rsidR="003109B9" w:rsidRPr="00C95160" w:rsidRDefault="003109B9" w:rsidP="00C95160">
      <w:pPr>
        <w:pStyle w:val="libFootnote0"/>
        <w:rPr>
          <w:lang w:val="sw-KE"/>
        </w:rPr>
      </w:pPr>
      <w:r w:rsidRPr="00C95160">
        <w:rPr>
          <w:rStyle w:val="FootnoteReference"/>
          <w:vertAlign w:val="baseline"/>
          <w:lang w:val="sw-KE"/>
        </w:rPr>
        <w:footnoteRef/>
      </w:r>
      <w:r>
        <w:rPr>
          <w:lang w:val="sw-KE"/>
        </w:rPr>
        <w:t>.</w:t>
      </w:r>
      <w:r w:rsidRPr="00C95160">
        <w:rPr>
          <w:lang w:val="sw-KE"/>
        </w:rPr>
        <w:t xml:space="preserve"> Sijaona akalala mwenye kuitaka pepo, anasema: Ni miongoni mwa ajabu kubwa mno ambayo hajapata kuiona mfano wake ni ambaye anaamini kwamba kuna Jannah na utukufu wake, na kukamilika sababu za maisha ya furaha humo, vipi anaitaka na kisha analala! Na miongoni mwa maajabu makubwa, ni ambaye ana yakini na Moto, na kutisha kwake, na ni mkusanyiko wa sababu za mashaka, vipi haukimbii bali analala! Yaani, haimpasi alale mtakaji wa hii wala mkimbiaji wa hii.</w:t>
      </w:r>
    </w:p>
  </w:footnote>
  <w:footnote w:id="86">
    <w:p w:rsidR="003109B9" w:rsidRPr="00D540E0" w:rsidRDefault="003109B9" w:rsidP="00D540E0">
      <w:pPr>
        <w:pStyle w:val="libFootnote0"/>
        <w:rPr>
          <w:lang w:val="sw-KE"/>
        </w:rPr>
      </w:pPr>
      <w:r w:rsidRPr="00D540E0">
        <w:rPr>
          <w:rStyle w:val="FootnoteReference"/>
          <w:vertAlign w:val="baseline"/>
          <w:lang w:val="sw-KE"/>
        </w:rPr>
        <w:footnoteRef/>
      </w:r>
      <w:r>
        <w:rPr>
          <w:lang w:val="sw-KE"/>
        </w:rPr>
        <w:t>.</w:t>
      </w:r>
      <w:r w:rsidRPr="00D540E0">
        <w:rPr>
          <w:lang w:val="sw-KE"/>
        </w:rPr>
        <w:t xml:space="preserve"> Manufaa yote sahihi yapo katika haki tu, endapo msemaji atasema kuwa: haki haikum-nufaisha, hivyo batili ni yenye kumdhuru mno. Na ambaye haukumnyoosha mwongozo wa mwongozaji kuielekea haki, yaani, haikumfikisha kwenye utashi wake wa maisha mema, upotofu utamkokota kwenye limbi la maangamizi. </w:t>
      </w:r>
    </w:p>
  </w:footnote>
  <w:footnote w:id="87">
    <w:p w:rsidR="003109B9" w:rsidRPr="00D540E0" w:rsidRDefault="003109B9" w:rsidP="00D540E0">
      <w:pPr>
        <w:pStyle w:val="libFootnote0"/>
        <w:rPr>
          <w:lang w:val="sw-KE"/>
        </w:rPr>
      </w:pPr>
      <w:r w:rsidRPr="00D540E0">
        <w:rPr>
          <w:rStyle w:val="FootnoteReference"/>
          <w:vertAlign w:val="baseline"/>
          <w:lang w:val="sw-KE"/>
        </w:rPr>
        <w:footnoteRef/>
      </w:r>
      <w:r>
        <w:rPr>
          <w:lang w:val="sw-KE"/>
        </w:rPr>
        <w:t>.</w:t>
      </w:r>
      <w:r w:rsidRPr="00D540E0">
        <w:rPr>
          <w:lang w:val="sw-KE"/>
        </w:rPr>
        <w:t xml:space="preserve"> Msafara ni kuiacha dunia, na tumeamrishwa nao ni amri ya kimaumbile, yaani kama Mungu alivyotuumba, ametuumbia kuyaacha maisha ya dunia ili tukakae milele akhera, na masurufu aliyotuonyesha ni matendo mema na kuacha maovu. </w:t>
      </w:r>
    </w:p>
  </w:footnote>
  <w:footnote w:id="88">
    <w:p w:rsidR="003109B9" w:rsidRPr="00E822BD" w:rsidRDefault="003109B9" w:rsidP="00E822BD">
      <w:pPr>
        <w:pStyle w:val="libFootnote0"/>
        <w:rPr>
          <w:lang w:val="sw-KE"/>
        </w:rPr>
      </w:pPr>
      <w:r w:rsidRPr="00E822BD">
        <w:rPr>
          <w:rStyle w:val="FootnoteReference"/>
          <w:vertAlign w:val="baseline"/>
          <w:lang w:val="sw-KE"/>
        </w:rPr>
        <w:footnoteRef/>
      </w:r>
      <w:r>
        <w:rPr>
          <w:lang w:val="sw-KE"/>
        </w:rPr>
        <w:t>.</w:t>
      </w:r>
      <w:r w:rsidRPr="00E822BD">
        <w:rPr>
          <w:lang w:val="sw-KE"/>
        </w:rPr>
        <w:t xml:space="preserve"> Mwenye kufanikiwa na ninyi na mkawa hisa yake, atakuwa amefanikiwa na mshale usiofaa, nao ni mshale wa ramli usiokuwa na hadhi. </w:t>
      </w:r>
    </w:p>
  </w:footnote>
  <w:footnote w:id="89">
    <w:p w:rsidR="003109B9" w:rsidRPr="006A199E" w:rsidRDefault="003109B9" w:rsidP="006A199E">
      <w:pPr>
        <w:pStyle w:val="libFootnote0"/>
        <w:rPr>
          <w:lang w:val="sw-KE"/>
        </w:rPr>
      </w:pPr>
      <w:r w:rsidRPr="006A199E">
        <w:rPr>
          <w:rStyle w:val="FootnoteReference"/>
          <w:vertAlign w:val="baseline"/>
          <w:lang w:val="sw-KE"/>
        </w:rPr>
        <w:footnoteRef/>
      </w:r>
      <w:r>
        <w:rPr>
          <w:lang w:val="sw-KE"/>
        </w:rPr>
        <w:t>.</w:t>
      </w:r>
      <w:r w:rsidRPr="006A199E">
        <w:rPr>
          <w:lang w:val="sw-KE"/>
        </w:rPr>
        <w:t xml:space="preserve"> Anasema: Kwa hakika yeye hakutoa amri ya kuuliwa Uthman, lau angefanya hivyo angekuwa muuwaji, na hali halisi yeye hana hatia ya mauwaji yake. Na wala hakukataza, yaani hakumlinda kwa upanga wake wala hakupigana badala yake, vinginevyo angekuwa mwenye kumnusuru. Ama kukataza asiuliwe kwa ulimi wake, ni jambo lililothibiti, kwani yeye ndiye aliyewaamuru Hasan na Husain wawaziwie watu mbali na yeye. </w:t>
      </w:r>
    </w:p>
  </w:footnote>
  <w:footnote w:id="90">
    <w:p w:rsidR="003109B9" w:rsidRPr="006A199E" w:rsidRDefault="003109B9" w:rsidP="006A199E">
      <w:pPr>
        <w:pStyle w:val="libFootnote0"/>
        <w:rPr>
          <w:lang w:val="sw-KE"/>
        </w:rPr>
      </w:pPr>
      <w:r w:rsidRPr="006A199E">
        <w:rPr>
          <w:rStyle w:val="FootnoteReference"/>
          <w:vertAlign w:val="baseline"/>
          <w:lang w:val="sw-KE"/>
        </w:rPr>
        <w:footnoteRef/>
      </w:r>
      <w:r>
        <w:rPr>
          <w:lang w:val="sw-KE"/>
        </w:rPr>
        <w:t>.</w:t>
      </w:r>
      <w:r w:rsidRPr="006A199E">
        <w:rPr>
          <w:lang w:val="sw-KE"/>
        </w:rPr>
        <w:t xml:space="preserve"> Ila ni ukweli kuwa aliyemnusuru… maana yake ni kuwa waliomtelekeza walikuwa bora kuliko waliomnusuru; kwa sababu waliomnusuru wengi miongoni mwao walikuwa mafasiki, mfano wa Marwan bin Al-Hakam na walio mfano wake. Na walio mtelekeza ni Muhajirun na Ansar. Kwa hiyo waliomnusuru hawakuwa bora zaidi yawaliomtelekeza. Kwa ajili hiyo aliyemnusuru hawezi kusema mimi ni bora kuliko aliyemtelekeza, wala hawezi aliyemtelekeza kusema kuwa: Mwenye kumnusuru ni bora kuliko mimi, anakusudia nyoyo zimeafikiana kuwa waliomnusuru hawakuwa na ubora wowote juu ya waliomtelekeza. </w:t>
      </w:r>
    </w:p>
  </w:footnote>
  <w:footnote w:id="91">
    <w:p w:rsidR="003109B9" w:rsidRPr="006A199E" w:rsidRDefault="003109B9" w:rsidP="006A199E">
      <w:pPr>
        <w:pStyle w:val="libFootnote0"/>
        <w:rPr>
          <w:lang w:val="sw-KE"/>
        </w:rPr>
      </w:pPr>
      <w:r w:rsidRPr="006A199E">
        <w:rPr>
          <w:rStyle w:val="FootnoteReference"/>
          <w:vertAlign w:val="baseline"/>
          <w:lang w:val="sw-KE"/>
        </w:rPr>
        <w:footnoteRef/>
      </w:r>
      <w:r>
        <w:rPr>
          <w:lang w:val="sw-KE"/>
        </w:rPr>
        <w:t>.</w:t>
      </w:r>
      <w:r w:rsidRPr="006A199E">
        <w:rPr>
          <w:lang w:val="sw-KE"/>
        </w:rPr>
        <w:t xml:space="preserve">(Waanaa jamiun lakum amrahu......) mpaka mwisho wa mlango, maana yake ni kwamba yeye Uthman amefanya lisilofaa, na ninyi mmefanya lisilofaa, ama yeye amejitwalia akafanya vibaya, yaani aliyahodhi mambo akafanya vibaya katika kuhodhi, na ilikuwa inambidi afanye wepesi ili asikuudhini, ama ninyi mlikosa subira kwa aliyoyafanya, yaani mlihuzunika mkafanya vibaya katika huzuni; kwa sababu ninyi mmemuua, hamkufanya upole katika kukatishwa tamaa kwenu wala hamkusimama kwenye mpaka ulio bora kwenu, ilikuwa inawabidi muishie kulalamika, wala msiende kwenye kufanya ubaya kiasi cha kuua, na Mungu anayo hukumu kumhusu aliyehodhi, naye ni Uthman, na aliyekatishwa tamaa, nao ni ninyi, imma amchukulie yeye na awachukulie ninyi au amsamehe na awasamehe ninyi. </w:t>
      </w:r>
    </w:p>
  </w:footnote>
  <w:footnote w:id="92">
    <w:p w:rsidR="003109B9" w:rsidRPr="007D75F5" w:rsidRDefault="003109B9" w:rsidP="007D75F5">
      <w:pPr>
        <w:pStyle w:val="libFootnote0"/>
        <w:rPr>
          <w:lang w:val="sw-KE"/>
        </w:rPr>
      </w:pPr>
      <w:r w:rsidRPr="007D75F5">
        <w:rPr>
          <w:rStyle w:val="FootnoteReference"/>
          <w:vertAlign w:val="baseline"/>
          <w:lang w:val="sw-KE"/>
        </w:rPr>
        <w:footnoteRef/>
      </w:r>
      <w:r>
        <w:rPr>
          <w:lang w:val="sw-KE"/>
        </w:rPr>
        <w:t>.</w:t>
      </w:r>
      <w:r w:rsidRPr="007D75F5">
        <w:rPr>
          <w:lang w:val="sw-KE"/>
        </w:rPr>
        <w:t xml:space="preserve"> Arifahu bil-Hijazi: Alimtii huko kwa kuwa alimfanyia bai’ya, na akaacha kumtambua huko Iraqi kwa kuwa alitoka dhidi yake na alikusanya watu ili kumpiga vita.</w:t>
      </w:r>
    </w:p>
  </w:footnote>
  <w:footnote w:id="93">
    <w:p w:rsidR="003109B9" w:rsidRPr="00017C8C" w:rsidRDefault="003109B9" w:rsidP="00017C8C">
      <w:pPr>
        <w:pStyle w:val="libFootnote0"/>
        <w:rPr>
          <w:lang w:val="sw-KE"/>
        </w:rPr>
      </w:pPr>
      <w:r w:rsidRPr="00017C8C">
        <w:rPr>
          <w:rStyle w:val="FootnoteReference"/>
          <w:vertAlign w:val="baseline"/>
          <w:lang w:val="sw-KE"/>
        </w:rPr>
        <w:footnoteRef/>
      </w:r>
      <w:r>
        <w:rPr>
          <w:lang w:val="sw-KE"/>
        </w:rPr>
        <w:t>.</w:t>
      </w:r>
      <w:r w:rsidRPr="00917D4F">
        <w:t xml:space="preserve"> </w:t>
      </w:r>
      <w:r w:rsidRPr="00917D4F">
        <w:rPr>
          <w:lang w:val="sw-KE"/>
        </w:rPr>
        <w:t>Al-Kanuudu: yaani kafiri mno. Na huelezwa (kwenye riwaya nyingine) Wa zamanun shadiidu, yaani, zama zenye ubakhili: Kama ilivyo katika kauli Yake Ta’ala: (Wa innahul hubil khair lashadiidu - kwa hakika yeye hupenda kheri mno - al-Aadiyat: 8). Yaani, kwa hakika mwanadamu, kwa sababu ya kupenda kwake mali, ni bakhili, na sifa ni ya watu wa zama na dahari kama ilivyo dhahiri. Na ubaya wa tabia za watu, huwafanya kumhesabu mtu mwema kuwa ni mbaya.</w:t>
      </w:r>
      <w:r w:rsidRPr="00017C8C">
        <w:rPr>
          <w:lang w:val="sw-KE"/>
        </w:rPr>
        <w:t xml:space="preserve"> </w:t>
      </w:r>
    </w:p>
  </w:footnote>
  <w:footnote w:id="94">
    <w:p w:rsidR="003109B9" w:rsidRPr="00917D4F" w:rsidRDefault="003109B9" w:rsidP="00917D4F">
      <w:pPr>
        <w:pStyle w:val="libFootnote0"/>
        <w:rPr>
          <w:lang w:val="sw-KE"/>
        </w:rPr>
      </w:pPr>
      <w:r w:rsidRPr="00917D4F">
        <w:rPr>
          <w:rStyle w:val="FootnoteReference"/>
          <w:vertAlign w:val="baseline"/>
          <w:lang w:val="sw-KE"/>
        </w:rPr>
        <w:footnoteRef/>
      </w:r>
      <w:r>
        <w:rPr>
          <w:lang w:val="sw-KE"/>
        </w:rPr>
        <w:t>.</w:t>
      </w:r>
      <w:r w:rsidRPr="00917D4F">
        <w:rPr>
          <w:lang w:val="sw-KE"/>
        </w:rPr>
        <w:t xml:space="preserve"> Mimbari aipandayo: Yaani, katika kupanda mimbari na kuwahutubia watu ni miongoni mwa daraja ya juu inayomfanya mtu aitafute, kwa hiyo sehemu hii ya vitu au ya watu ime- haribu watu katika kutafuta umashuhuri huu uliotajwa.</w:t>
      </w:r>
    </w:p>
  </w:footnote>
  <w:footnote w:id="95">
    <w:p w:rsidR="003109B9" w:rsidRPr="009450F4" w:rsidRDefault="003109B9" w:rsidP="009450F4">
      <w:pPr>
        <w:pStyle w:val="libFootnote0"/>
        <w:rPr>
          <w:lang w:val="sw-KE"/>
        </w:rPr>
      </w:pPr>
      <w:r w:rsidRPr="009450F4">
        <w:rPr>
          <w:rStyle w:val="FootnoteReference"/>
          <w:vertAlign w:val="baseline"/>
          <w:lang w:val="sw-KE"/>
        </w:rPr>
        <w:footnoteRef/>
      </w:r>
      <w:r>
        <w:rPr>
          <w:lang w:val="sw-KE"/>
        </w:rPr>
        <w:t>.</w:t>
      </w:r>
      <w:r w:rsidRPr="009450F4">
        <w:t xml:space="preserve"> </w:t>
      </w:r>
      <w:r w:rsidRPr="009450F4">
        <w:rPr>
          <w:lang w:val="sw-KE"/>
        </w:rPr>
        <w:t xml:space="preserve">Kichaka: Na hili ni kundi la tatu. </w:t>
      </w:r>
    </w:p>
  </w:footnote>
  <w:footnote w:id="96">
    <w:p w:rsidR="003109B9" w:rsidRPr="00B95CA5" w:rsidRDefault="003109B9" w:rsidP="00B95CA5">
      <w:pPr>
        <w:pStyle w:val="libFootnote0"/>
        <w:rPr>
          <w:lang w:val="sw-KE"/>
        </w:rPr>
      </w:pPr>
      <w:r w:rsidRPr="00B95CA5">
        <w:rPr>
          <w:rStyle w:val="FootnoteReference"/>
          <w:vertAlign w:val="baseline"/>
          <w:lang w:val="sw-KE"/>
        </w:rPr>
        <w:footnoteRef/>
      </w:r>
      <w:r>
        <w:rPr>
          <w:lang w:val="sw-KE"/>
        </w:rPr>
        <w:t>.</w:t>
      </w:r>
      <w:r w:rsidRPr="00B95CA5">
        <w:t xml:space="preserve"> </w:t>
      </w:r>
      <w:r w:rsidRPr="00B95CA5">
        <w:rPr>
          <w:lang w:val="sw-KE"/>
        </w:rPr>
        <w:t xml:space="preserve">Na hili ni kundi la nne, wala si katika kuipa nyongo dunia, si katika kutenda wala kuacha. </w:t>
      </w:r>
    </w:p>
  </w:footnote>
  <w:footnote w:id="97">
    <w:p w:rsidR="003109B9" w:rsidRPr="00703721" w:rsidRDefault="003109B9" w:rsidP="00703721">
      <w:pPr>
        <w:pStyle w:val="libFootnote0"/>
        <w:rPr>
          <w:lang w:val="sw-KE"/>
        </w:rPr>
      </w:pPr>
      <w:r w:rsidRPr="00703721">
        <w:rPr>
          <w:rStyle w:val="FootnoteReference"/>
          <w:vertAlign w:val="baseline"/>
          <w:lang w:val="sw-KE"/>
        </w:rPr>
        <w:footnoteRef/>
      </w:r>
      <w:r>
        <w:rPr>
          <w:lang w:val="sw-KE"/>
        </w:rPr>
        <w:t>.</w:t>
      </w:r>
      <w:r w:rsidRPr="00703721">
        <w:rPr>
          <w:lang w:val="sw-KE"/>
        </w:rPr>
        <w:t xml:space="preserve"> Hili ni kundi la tano la watu wote, na makundi manne ya watu walio maarufu walio katika maono ya watu wa kawaida, hivyo basi kauli yake ya hapo mwanzo (watu ni makundi manne) anakusudia kwayo ambao wanajulikana kwa mtazamo wa wazi wa watu, ama watu ambao waliofumba macho mbali na tamaa za dunia; kwa kuiogopa akhera, na kukum- buka kwao marejeo yao, hawa hawajulikani kwa watu wa kawaida, ila tu hutambuliwa hali zao na walio mfano wao, hivyo kana kwamba wao katika mtazamo wa watu, wao si watu.</w:t>
      </w:r>
    </w:p>
  </w:footnote>
  <w:footnote w:id="98">
    <w:p w:rsidR="003109B9" w:rsidRPr="00703721" w:rsidRDefault="003109B9" w:rsidP="00703721">
      <w:pPr>
        <w:pStyle w:val="libFootnote0"/>
        <w:rPr>
          <w:lang w:val="sw-KE"/>
        </w:rPr>
      </w:pPr>
      <w:r w:rsidRPr="00703721">
        <w:rPr>
          <w:rStyle w:val="FootnoteReference"/>
          <w:vertAlign w:val="baseline"/>
          <w:lang w:val="sw-KE"/>
        </w:rPr>
        <w:footnoteRef/>
      </w:r>
      <w:r>
        <w:rPr>
          <w:lang w:val="sw-KE"/>
        </w:rPr>
        <w:t>.</w:t>
      </w:r>
      <w:r w:rsidRPr="00703721">
        <w:rPr>
          <w:lang w:val="sw-KE"/>
        </w:rPr>
        <w:t xml:space="preserve"> Taqiiyah imewazimisha: Imeangusha utajo wao kiasi cha kuwa hawakumbukwi na watu. Na taqiiyah hapa ni kujikinga dhidi ya dhulma kwa kuificha hali halisi. </w:t>
      </w:r>
    </w:p>
  </w:footnote>
  <w:footnote w:id="99">
    <w:p w:rsidR="003109B9" w:rsidRPr="00B719AC" w:rsidRDefault="003109B9" w:rsidP="00B719AC">
      <w:pPr>
        <w:pStyle w:val="libFootnote0"/>
        <w:rPr>
          <w:lang w:val="sw-KE"/>
        </w:rPr>
      </w:pPr>
      <w:r w:rsidRPr="00B719AC">
        <w:rPr>
          <w:rStyle w:val="FootnoteReference"/>
          <w:vertAlign w:val="baseline"/>
          <w:lang w:val="sw-KE"/>
        </w:rPr>
        <w:footnoteRef/>
      </w:r>
      <w:r>
        <w:rPr>
          <w:lang w:val="sw-KE"/>
        </w:rPr>
        <w:t>.</w:t>
      </w:r>
      <w:r w:rsidRPr="00B719AC">
        <w:rPr>
          <w:lang w:val="sw-KE"/>
        </w:rPr>
        <w:t xml:space="preserve"> Amewataka waidharau dunia baada ya mgao uliotangulia; kwa sababu imethibiti kuwa dunia haiko safi isipokuwa kwa watu wa shari, ama wachamungu aliowataja wao hawakuambua kitu kutoka dunia hii isipokuwa kutaabika, na kila ambaye hali yake ni kukimbilia kwa watu wa shari, na kujikausha mbele ya watu wa kheri basi yeye ndiye afaa mno kudharauliwa. </w:t>
      </w:r>
    </w:p>
  </w:footnote>
  <w:footnote w:id="100">
    <w:p w:rsidR="003109B9" w:rsidRPr="005B4170" w:rsidRDefault="003109B9" w:rsidP="005B4170">
      <w:pPr>
        <w:pStyle w:val="libFootnote0"/>
        <w:rPr>
          <w:lang w:val="sw-KE"/>
        </w:rPr>
      </w:pPr>
      <w:r w:rsidRPr="005B4170">
        <w:rPr>
          <w:rStyle w:val="FootnoteReference"/>
          <w:vertAlign w:val="baseline"/>
          <w:lang w:val="sw-KE"/>
        </w:rPr>
        <w:footnoteRef/>
      </w:r>
      <w:r>
        <w:rPr>
          <w:lang w:val="sw-KE"/>
        </w:rPr>
        <w:t>.</w:t>
      </w:r>
      <w:r w:rsidRPr="005B4170">
        <w:rPr>
          <w:lang w:val="sw-KE"/>
        </w:rPr>
        <w:t xml:space="preserve"> Dhuqaar: Ni kitongoji kati ya Waasiti na mji wa Kufa, nacho kipo karibu na mji wa Basra, na hapo ilipiganwa vita kati ya waarabu na wafursi (wa-Irani), waarabu walipata nusra, hilo lilikuwa kabla ya Uislamu. </w:t>
      </w:r>
    </w:p>
  </w:footnote>
  <w:footnote w:id="101">
    <w:p w:rsidR="003109B9" w:rsidRPr="005B4170" w:rsidRDefault="003109B9" w:rsidP="005B4170">
      <w:pPr>
        <w:pStyle w:val="libFootnote0"/>
        <w:rPr>
          <w:lang w:val="sw-KE"/>
        </w:rPr>
      </w:pPr>
      <w:r w:rsidRPr="005B4170">
        <w:rPr>
          <w:rStyle w:val="FootnoteReference"/>
          <w:vertAlign w:val="baseline"/>
          <w:lang w:val="sw-KE"/>
        </w:rPr>
        <w:footnoteRef/>
      </w:r>
      <w:r>
        <w:rPr>
          <w:lang w:val="sw-KE"/>
        </w:rPr>
        <w:t>.</w:t>
      </w:r>
      <w:r w:rsidRPr="005B4170">
        <w:rPr>
          <w:lang w:val="sw-KE"/>
        </w:rPr>
        <w:t xml:space="preserve"> Kukaa mahali mwao, kwamaanisha watu kabla ya Uislamu kana kwamba walikuwa wageni waliosambaratishwa, na Uislamu ndiyo nyumba yao wanayoishi na kuwa na amani bila y</w:t>
      </w:r>
      <w:r>
        <w:rPr>
          <w:lang w:val="sw-KE"/>
        </w:rPr>
        <w:t>a hofu, kwa hiyo Nabii (s.a.w.w</w:t>
      </w:r>
      <w:r w:rsidRPr="005B4170">
        <w:rPr>
          <w:lang w:val="sw-KE"/>
        </w:rPr>
        <w:t xml:space="preserve">) amewaongoza watu mpaka amewafikisha nyumbani mwao - Uislamu - kwamba walikuwa wamepotea mbali nao, aliwafikisha mahali pao pa uokovu mbali na kuangamia. </w:t>
      </w:r>
    </w:p>
  </w:footnote>
  <w:footnote w:id="102">
    <w:p w:rsidR="003109B9" w:rsidRPr="005B4170" w:rsidRDefault="003109B9" w:rsidP="005B4170">
      <w:pPr>
        <w:pStyle w:val="libFootnote0"/>
        <w:rPr>
          <w:lang w:val="sw-KE"/>
        </w:rPr>
      </w:pPr>
      <w:r w:rsidRPr="005B4170">
        <w:rPr>
          <w:rStyle w:val="FootnoteReference"/>
          <w:vertAlign w:val="baseline"/>
          <w:lang w:val="sw-KE"/>
        </w:rPr>
        <w:footnoteRef/>
      </w:r>
      <w:r>
        <w:rPr>
          <w:lang w:val="sw-KE"/>
        </w:rPr>
        <w:t>.</w:t>
      </w:r>
      <w:r w:rsidRPr="005B4170">
        <w:rPr>
          <w:lang w:val="sw-KE"/>
        </w:rPr>
        <w:t xml:space="preserve"> Ukatuama mpini wao: Yaani walituama ndani ya Uislam, yaani mpini wao ulikuwa umepinda ukanyooka, na Qaana: mpini na mkuki, na maneno haya ni mfano wa kunyooka kwa hali zao. </w:t>
      </w:r>
    </w:p>
  </w:footnote>
  <w:footnote w:id="103">
    <w:p w:rsidR="003109B9" w:rsidRPr="005B4170" w:rsidRDefault="003109B9" w:rsidP="005B4170">
      <w:pPr>
        <w:pStyle w:val="libFootnote0"/>
        <w:rPr>
          <w:lang w:val="sw-KE"/>
        </w:rPr>
      </w:pPr>
      <w:r w:rsidRPr="005B4170">
        <w:rPr>
          <w:rStyle w:val="FootnoteReference"/>
          <w:vertAlign w:val="baseline"/>
          <w:lang w:val="sw-KE"/>
        </w:rPr>
        <w:footnoteRef/>
      </w:r>
      <w:r>
        <w:rPr>
          <w:lang w:val="sw-KE"/>
        </w:rPr>
        <w:t>.</w:t>
      </w:r>
      <w:r w:rsidRPr="005B4170">
        <w:rPr>
          <w:lang w:val="sw-KE"/>
        </w:rPr>
        <w:t xml:space="preserve"> Wallahi nitaitoboa batili: Kana kwamba ameifanya batili ni kitu kimeizingira haki na kuificha, na haki ikawa iko ndani mwake kama kitu kilichojificha na kujistiri humo, hivyo basi akaapa kuitoboa ile batili mpaka haki ijitokeze pembezoni mwake, batili inakimbilia kwenye dhana na kuishughulisha mbali na haki, na inakuwa kizuizi kinachozuia uoni wa haki, kwa hiyo ni kama kitu kimeienea haki na kuificha, na haki inakuwa katika mficho wake. Na maneno haya ni methali ya hali ya batili na haki, na hali ya Imam katika kuifichua batili na kuidhihirisha haki. </w:t>
      </w:r>
    </w:p>
  </w:footnote>
  <w:footnote w:id="104">
    <w:p w:rsidR="003109B9" w:rsidRPr="003F1428" w:rsidRDefault="003109B9" w:rsidP="003F1428">
      <w:pPr>
        <w:pStyle w:val="libFootnote0"/>
        <w:rPr>
          <w:lang w:val="sw-KE"/>
        </w:rPr>
      </w:pPr>
      <w:r w:rsidRPr="003F1428">
        <w:rPr>
          <w:rStyle w:val="FootnoteReference"/>
          <w:vertAlign w:val="baseline"/>
          <w:lang w:val="sw-KE"/>
        </w:rPr>
        <w:footnoteRef/>
      </w:r>
      <w:r>
        <w:rPr>
          <w:lang w:val="sw-KE"/>
        </w:rPr>
        <w:t>.</w:t>
      </w:r>
      <w:r w:rsidRPr="003F1428">
        <w:rPr>
          <w:lang w:val="sw-KE"/>
        </w:rPr>
        <w:t xml:space="preserve"> Makusudio ya tukio kubwa hapa ni tukio la mahakimu wawili.</w:t>
      </w:r>
    </w:p>
  </w:footnote>
  <w:footnote w:id="105">
    <w:p w:rsidR="003109B9" w:rsidRPr="00190EE8" w:rsidRDefault="003109B9" w:rsidP="00190EE8">
      <w:pPr>
        <w:pStyle w:val="libFootnote0"/>
        <w:rPr>
          <w:lang w:val="sw-KE"/>
        </w:rPr>
      </w:pPr>
      <w:r w:rsidRPr="00190EE8">
        <w:rPr>
          <w:rStyle w:val="FootnoteReference"/>
          <w:vertAlign w:val="baseline"/>
          <w:lang w:val="sw-KE"/>
        </w:rPr>
        <w:footnoteRef/>
      </w:r>
      <w:r>
        <w:rPr>
          <w:lang w:val="sw-KE"/>
        </w:rPr>
        <w:t>.</w:t>
      </w:r>
      <w:r w:rsidRPr="00190EE8">
        <w:rPr>
          <w:lang w:val="sw-KE"/>
        </w:rPr>
        <w:t xml:space="preserve"> Hukumu hii hapa mradi wake ni hukumu ya mahakimu wawili: Amr bin Al’Aas na Abi Musa Al’Ash’ariy, na hii ilikuwa baada ya vita kusita kati ya Amirul’Mu’minina (Ali bin Abi Talib) na Muawiyah bin Abii Sufian katika vita vya Sifiin mwaka wa 37 A.H. Kwani jeshi la Muawiyah lilipoona limelemewa katika mapambano, Muawiyah alifanya udan- ganyifu kwa kuiangika misahafu (Qur’ani) juu ya mikuki akiomba ifanywe hukumu kwa mujibu wa Kitabu cha Mungu. Na vita vilikwishaangamiza watu wengi wa pande zote mbili, kwa hiyo wasomaji wa Qur’ani (al-Qurau) wakadanganyika, na kundi la watu likawafuata kutoka jeshi la Ali (a.s) wakasema: “Tumeitwa kwa Kitabu cha Mungu na sisi tunastahiki zaidi kukiitika.” Amirul’Mu’minina (a.s) akawaambia: “Kwa kweli hilo ni neno la haki linalokusudiwa batili, kwa kweli wao hawakuiinua ili waitekeleze hukumu yake, wao wanaijua wala hawafanyi kwa muujibu wake, hiyo ni hadaa, unyonge na hila, niazi- meni mikono yenu na fuvu zenu kwa saa moja, haki imefikia makatio yake, hakuna kilicho baki ila ukatwe mwisho wa waliodhulumu.”</w:t>
      </w:r>
    </w:p>
    <w:p w:rsidR="003109B9" w:rsidRPr="00190EE8" w:rsidRDefault="003109B9" w:rsidP="00190EE8">
      <w:pPr>
        <w:pStyle w:val="libFootnote0"/>
        <w:rPr>
          <w:lang w:val="sw-KE"/>
        </w:rPr>
      </w:pPr>
      <w:r w:rsidRPr="00190EE8">
        <w:rPr>
          <w:lang w:val="sw-KE"/>
        </w:rPr>
        <w:t xml:space="preserve">Wakaenda kinyume na wakatofautiana, vita vikaisha, na watu wakaongea kuhusu suluhu na tah’kiimu ya watu wawili wahukumu kwa yaliyo ndani ya Kitabu cha Mungu. Kwa hiyo Muawiyah alimteua Amr bin Al-Aas, na watu wa Amirul’Mu’minina wakamchagua Abu Musa Al’Ash’ariy, Amirul’Mu’minina hakuridhika na uteuzi huu, na badala yake alimch- agua Abdullah bin Abbas, wao hawakuridhika. Kisha alimchaguwa Malik Al’Ash’tar an- Nakh’i lakini hawakutii, akaafikiana nao uchaguzi wa Abu Musa Al’Ash’ariy akiwa amekirihishwa, baada ya kuwa alitaka udhuru katika kuwanasihi hawakutii, akawaacha; yaani alifanya ikhlas rai yake kuhusiana na suala la hukumu kwanza na mwisho, kisha suala la hukumu liliishia Abu Musa kufanyiwa hadaa na Amri bin Al’Aas, hadaa ambayo ilim- fanya Abu Musa amuengue Amirul’Mu’minina. Hilo likasababisha kudhoofu kwa Amirul’Mu’minina na sahiba zake. </w:t>
      </w:r>
    </w:p>
  </w:footnote>
  <w:footnote w:id="106">
    <w:p w:rsidR="003109B9" w:rsidRPr="00190EE8" w:rsidRDefault="003109B9" w:rsidP="00190EE8">
      <w:pPr>
        <w:pStyle w:val="libFootnote0"/>
        <w:rPr>
          <w:lang w:val="sw-KE"/>
        </w:rPr>
      </w:pPr>
      <w:r w:rsidRPr="00190EE8">
        <w:rPr>
          <w:rStyle w:val="FootnoteReference"/>
          <w:vertAlign w:val="baseline"/>
          <w:lang w:val="sw-KE"/>
        </w:rPr>
        <w:footnoteRef/>
      </w:r>
      <w:r>
        <w:rPr>
          <w:lang w:val="sw-KE"/>
        </w:rPr>
        <w:t>.</w:t>
      </w:r>
      <w:r w:rsidRPr="00190EE8">
        <w:rPr>
          <w:lang w:val="sw-KE"/>
        </w:rPr>
        <w:t xml:space="preserve"> Yeye alikuwa mtwana wa Judhaima aliyekuwa maarufu kwa jina la Al’Abrash, alikuwa mwerevu. Alitoa ushauri kwa Bwana wake Judhaima kuwa asimwamini Zibaau Malikia wa Al-Jazira, akafanya kinyume na nasaha zake, na akamwendea ikiwa ni jibu la kutaka amuoe, yule malikia akamuua. Hapo ndipo Qasiir akasema: “Amri ya Qasiir haiti- iwi” tokea hapo ukawa mfano upigwao. </w:t>
      </w:r>
    </w:p>
  </w:footnote>
  <w:footnote w:id="107">
    <w:p w:rsidR="003109B9" w:rsidRPr="00190EE8" w:rsidRDefault="003109B9" w:rsidP="00190EE8">
      <w:pPr>
        <w:pStyle w:val="libFootnote0"/>
        <w:rPr>
          <w:lang w:val="sw-KE"/>
        </w:rPr>
      </w:pPr>
      <w:r w:rsidRPr="00190EE8">
        <w:rPr>
          <w:rStyle w:val="FootnoteReference"/>
          <w:vertAlign w:val="baseline"/>
          <w:lang w:val="sw-KE"/>
        </w:rPr>
        <w:footnoteRef/>
      </w:r>
      <w:r>
        <w:rPr>
          <w:lang w:val="sw-KE"/>
        </w:rPr>
        <w:t>.</w:t>
      </w:r>
      <w:r w:rsidRPr="00190EE8">
        <w:rPr>
          <w:lang w:val="sw-KE"/>
        </w:rPr>
        <w:t xml:space="preserve"> Mpaka mtoa nasaha akaishakia nasaha yake (mtoa nasaha hapa yu ajikusudia yeye mwenyewe), kwa kuwa wao walikula njama kwenda kinyume na nasaha yake mpaka akaingiwa na shaka na nasaha yake na akadhania labda nasaha haifai, na labda sahihi ni lile walilokubaliana! Na hiyo ni sera ya mwanadamu endapo upinzani utakithiri dhidi ya yaliyo sahihi, mkweli hujituhumu binafsi. </w:t>
      </w:r>
    </w:p>
  </w:footnote>
  <w:footnote w:id="108">
    <w:p w:rsidR="003109B9" w:rsidRPr="00A94C92" w:rsidRDefault="003109B9" w:rsidP="00A94C92">
      <w:pPr>
        <w:pStyle w:val="libFootnote0"/>
        <w:rPr>
          <w:lang w:val="sw-KE"/>
        </w:rPr>
      </w:pPr>
      <w:r w:rsidRPr="00A94C92">
        <w:rPr>
          <w:rStyle w:val="FootnoteReference"/>
          <w:vertAlign w:val="baseline"/>
          <w:lang w:val="sw-KE"/>
        </w:rPr>
        <w:footnoteRef/>
      </w:r>
      <w:r>
        <w:rPr>
          <w:lang w:val="sw-KE"/>
        </w:rPr>
        <w:t>.</w:t>
      </w:r>
      <w:r w:rsidRPr="00A94C92">
        <w:rPr>
          <w:lang w:val="sw-KE"/>
        </w:rPr>
        <w:t xml:space="preserve"> Kijiwe kilishindwa kutoa cheche zake: Yaani yeye baada ya hivyo haoni kuwa na rai iliyo sahihi kutokana na kukithiri kwa upinzani wao aliokutana nao, hali huwa hivyo kwa kila mtoa shauri mnasihi, akituhumiwa uoni wake hufifia na rai yake huharibika. </w:t>
      </w:r>
    </w:p>
  </w:footnote>
  <w:footnote w:id="109">
    <w:p w:rsidR="003109B9" w:rsidRPr="00A94C92" w:rsidRDefault="003109B9" w:rsidP="00A94C92">
      <w:pPr>
        <w:pStyle w:val="libFootnote0"/>
        <w:rPr>
          <w:lang w:val="sw-KE"/>
        </w:rPr>
      </w:pPr>
      <w:r w:rsidRPr="00A94C92">
        <w:rPr>
          <w:rStyle w:val="FootnoteReference"/>
          <w:vertAlign w:val="baseline"/>
          <w:lang w:val="sw-KE"/>
        </w:rPr>
        <w:footnoteRef/>
      </w:r>
      <w:r>
        <w:rPr>
          <w:lang w:val="sw-KE"/>
        </w:rPr>
        <w:t>.</w:t>
      </w:r>
      <w:r w:rsidRPr="00A94C92">
        <w:t xml:space="preserve"> </w:t>
      </w:r>
      <w:r w:rsidRPr="00A94C92">
        <w:rPr>
          <w:lang w:val="sw-KE"/>
        </w:rPr>
        <w:t xml:space="preserve">Akhu Hawaazin: Yeye ni Duraid bin As-Simmah. Na Muna’ariju’liwa: Ni jina la mahali, na asili ya Liwa: ni mchanga mpya baada ya mchanga. </w:t>
      </w:r>
    </w:p>
  </w:footnote>
  <w:footnote w:id="110">
    <w:p w:rsidR="003109B9" w:rsidRPr="000266C2" w:rsidRDefault="003109B9" w:rsidP="000266C2">
      <w:pPr>
        <w:pStyle w:val="libFootnote0"/>
        <w:rPr>
          <w:lang w:val="sw-KE"/>
        </w:rPr>
      </w:pPr>
      <w:r w:rsidRPr="000266C2">
        <w:rPr>
          <w:rStyle w:val="FootnoteReference"/>
          <w:vertAlign w:val="baseline"/>
          <w:lang w:val="sw-KE"/>
        </w:rPr>
        <w:footnoteRef/>
      </w:r>
      <w:r>
        <w:rPr>
          <w:lang w:val="sw-KE"/>
        </w:rPr>
        <w:t>.</w:t>
      </w:r>
      <w:r w:rsidRPr="000266C2">
        <w:rPr>
          <w:lang w:val="sw-KE"/>
        </w:rPr>
        <w:t xml:space="preserve"> An-Nah’rawani: Ni jina la sehemu chini ya mto kati ya Al’Khafiqu na Tarafa’u, ulio karibu na mji wa Kufa upande wa jangwa la Haruurau. Na huitwa eneo la juu ya mto huo Taamir. Na ambao walikuwa wametoka dhidi ya utii wa Amirul’Mu’minina na wakamkosoa kuhusu tah’kiim na wakatangua Ba’ia yake, na walidhihirisha uadui wao kwake, na wakawa na vita dhidi yake, kwa hiyo wengi wao walijikusanya mahali hapo. Na wao wanaitwa ma-Haruriyah; kwa maelezo yaliyotangulia sababu ardhi ambayo walijiku- sanya ilikuwa inaitwa Haruura’u, na kiongozi wa kikundi hiki kipotovu Hur’qus bin Zahiir Assa’adiy, na laqabu yake ni Athudayyatu, dogesho la neno thadyu, Amirul’Mu’minina ali- watokea akiwawaidhi kuwataka wabatilishe usemi wao, na kuirejea Bai’a yao, kwa hiyo waliijibu nasaha hii kwa kuvurumisha mishale, na kuwauwa sahaba wake karrama llahu waj’hahu,Hapo ndipo aliamrisha wapigwe vita, kwa hiyo mapigano yalitanguliwa na onyo hili tunaloliona. </w:t>
      </w:r>
    </w:p>
  </w:footnote>
  <w:footnote w:id="111">
    <w:p w:rsidR="003109B9" w:rsidRPr="0001088B" w:rsidRDefault="003109B9" w:rsidP="0001088B">
      <w:pPr>
        <w:pStyle w:val="libFootnote0"/>
        <w:rPr>
          <w:lang w:val="sw-KE"/>
        </w:rPr>
      </w:pPr>
      <w:r w:rsidRPr="0001088B">
        <w:rPr>
          <w:rStyle w:val="FootnoteReference"/>
          <w:vertAlign w:val="baseline"/>
          <w:lang w:val="sw-KE"/>
        </w:rPr>
        <w:footnoteRef/>
      </w:r>
      <w:r>
        <w:rPr>
          <w:lang w:val="sw-KE"/>
        </w:rPr>
        <w:t>.</w:t>
      </w:r>
      <w:r w:rsidRPr="0001088B">
        <w:rPr>
          <w:lang w:val="sw-KE"/>
        </w:rPr>
        <w:t xml:space="preserve"> Usemi huu Ar-Radhiy ameuleta kana kwamba ni kipande kimoja chenye lengo moja, wala sivyo, ni kipande hakikurubiani. Kila kipande miongoni mwavyo kina maana isiyokuwa kwenye kipande kingine. Ar-Radhiy (r.a) alikidondoa kutoka kwenye maneno ya Amirul’Muuminina (a.s) marefu yaliotawanyika, aliasema baada ya tukio la An- Nah’rawan, humo aliieleza hali yake tokea alip</w:t>
      </w:r>
      <w:r>
        <w:rPr>
          <w:lang w:val="sw-KE"/>
        </w:rPr>
        <w:t>otawafu Mtume wa Mungu (s.a.w.w</w:t>
      </w:r>
      <w:r w:rsidRPr="0001088B">
        <w:rPr>
          <w:lang w:val="sw-KE"/>
        </w:rPr>
        <w:t xml:space="preserve">) mpaka mwisho wa wakati. Kwa hiyo Ar-Radhiy akavifanya alivyovidondoa miongoni mwavyo kimoja kimoja, na vimekuwa kwa msikilizaji kana kwamba kwavyo yu-alenga lengo moja. Nayo imo katika milango </w:t>
      </w:r>
      <w:r>
        <w:rPr>
          <w:lang w:val="sw-KE"/>
        </w:rPr>
        <w:t>minne; wa kwanza: Kauli yake: “</w:t>
      </w:r>
      <w:r w:rsidRPr="0001088B">
        <w:rPr>
          <w:lang w:val="sw-KE"/>
        </w:rPr>
        <w:t xml:space="preserve">fa qumtu bil’am- ri” mpaka kauli yake: “wastadarta burhanaha.” Na mlango wa pili tokea kauli yake: “Kal-jabali la tuhariquhu al-qawaswifu,” mpaka kauli yake: “hatta akhadhal-haqa minhu.” Na mlango wa tatu: tokea kauli yake: “radhwiina anillahi qadhwa’ahu.” Mpaka qauli yake: “fala akunu awwala man kadhaba alayhi.” Na mlango wa nne: yaliobakia. </w:t>
      </w:r>
    </w:p>
  </w:footnote>
  <w:footnote w:id="112">
    <w:p w:rsidR="003109B9" w:rsidRPr="0001088B" w:rsidRDefault="003109B9" w:rsidP="0001088B">
      <w:pPr>
        <w:pStyle w:val="libFootnote0"/>
        <w:rPr>
          <w:lang w:val="sw-KE"/>
        </w:rPr>
      </w:pPr>
      <w:r w:rsidRPr="0001088B">
        <w:rPr>
          <w:rStyle w:val="FootnoteReference"/>
          <w:vertAlign w:val="baseline"/>
          <w:lang w:val="sw-KE"/>
        </w:rPr>
        <w:footnoteRef/>
      </w:r>
      <w:r>
        <w:rPr>
          <w:lang w:val="sw-KE"/>
        </w:rPr>
        <w:t>.</w:t>
      </w:r>
      <w:r w:rsidRPr="0001088B">
        <w:rPr>
          <w:lang w:val="sw-KE"/>
        </w:rPr>
        <w:t xml:space="preserve"> Yaani nilikataza munkari waliposhindwa sahaba wa Muhammad (s.a.w.w) kufanya hivyo. Anaielezea hali yake kipindi cha ukhalifa wa Uthman, na nafasi yake katika kuam- risha mema na kukataza munkari (mabaya) siku za matukio, yaani yeye alikataza munkari waliposhindwa kaumu. </w:t>
      </w:r>
    </w:p>
  </w:footnote>
  <w:footnote w:id="113">
    <w:p w:rsidR="003109B9" w:rsidRPr="00B46158" w:rsidRDefault="003109B9" w:rsidP="00B46158">
      <w:pPr>
        <w:pStyle w:val="libFootnote0"/>
        <w:rPr>
          <w:lang w:val="sw-KE"/>
        </w:rPr>
      </w:pPr>
      <w:r w:rsidRPr="00B46158">
        <w:rPr>
          <w:rStyle w:val="FootnoteReference"/>
          <w:vertAlign w:val="baseline"/>
          <w:lang w:val="sw-KE"/>
        </w:rPr>
        <w:footnoteRef/>
      </w:r>
      <w:r>
        <w:rPr>
          <w:lang w:val="sw-KE"/>
        </w:rPr>
        <w:t>.</w:t>
      </w:r>
      <w:r w:rsidRPr="00B46158">
        <w:rPr>
          <w:lang w:val="sw-KE"/>
        </w:rPr>
        <w:t xml:space="preserve"> Na huu ni mlango wa pili anataja hali yake baada ya Ba’iah kuwa yeye aliutekeleza ukhalifa akiwa kama jabali…. </w:t>
      </w:r>
    </w:p>
  </w:footnote>
  <w:footnote w:id="114">
    <w:p w:rsidR="003109B9" w:rsidRPr="00B46158" w:rsidRDefault="003109B9" w:rsidP="00B46158">
      <w:pPr>
        <w:pStyle w:val="libFootnote0"/>
        <w:rPr>
          <w:lang w:val="sw-KE"/>
        </w:rPr>
      </w:pPr>
      <w:r w:rsidRPr="00B46158">
        <w:rPr>
          <w:rStyle w:val="FootnoteReference"/>
          <w:vertAlign w:val="baseline"/>
          <w:lang w:val="sw-KE"/>
        </w:rPr>
        <w:footnoteRef/>
      </w:r>
      <w:r>
        <w:rPr>
          <w:lang w:val="sw-KE"/>
        </w:rPr>
        <w:t>.</w:t>
      </w:r>
      <w:r w:rsidRPr="00B46158">
        <w:rPr>
          <w:lang w:val="sw-KE"/>
        </w:rPr>
        <w:t xml:space="preserve"> Kauli yake: (Radhwiinaa…) ni maneno aliyasema alipokuwa akikagua kaumu kwa makini katika askari wake kuwa wao wanamtuhumu katika anayowapa habari kutoka kwa Nabii kuhusu habari za mapambano na mambo ya ghaibu. </w:t>
      </w:r>
    </w:p>
  </w:footnote>
  <w:footnote w:id="115">
    <w:p w:rsidR="003109B9" w:rsidRPr="00B46158" w:rsidRDefault="003109B9" w:rsidP="00B46158">
      <w:pPr>
        <w:pStyle w:val="libFootnote0"/>
        <w:rPr>
          <w:lang w:val="sw-KE"/>
        </w:rPr>
      </w:pPr>
      <w:r w:rsidRPr="00B46158">
        <w:rPr>
          <w:rStyle w:val="FootnoteReference"/>
          <w:vertAlign w:val="baseline"/>
          <w:lang w:val="sw-KE"/>
        </w:rPr>
        <w:footnoteRef/>
      </w:r>
      <w:r>
        <w:rPr>
          <w:lang w:val="sw-KE"/>
        </w:rPr>
        <w:t>.</w:t>
      </w:r>
      <w:r w:rsidRPr="00B46158">
        <w:rPr>
          <w:lang w:val="sw-KE"/>
        </w:rPr>
        <w:t xml:space="preserve"> Usemi wake“Niliangalia kuhusu suala langu”: Jumla hii ni kipande kutoka usemi wake kuhusu hali yake binafsi (ilivyokuwa) baada ya k</w:t>
      </w:r>
      <w:r>
        <w:rPr>
          <w:lang w:val="sw-KE"/>
        </w:rPr>
        <w:t>utawafu Mtume wa Mungu (s.a.w.w</w:t>
      </w:r>
      <w:r w:rsidRPr="00B46158">
        <w:rPr>
          <w:lang w:val="sw-KE"/>
        </w:rPr>
        <w:t xml:space="preserve">), alibainisha kuwa aliamriwa awe mpole katika kuitaka haki yake, akaitii amri katika ba’ia ya Abu Bakar, Umar na Uthman kwa kulinyamazia hilo. </w:t>
      </w:r>
    </w:p>
  </w:footnote>
  <w:footnote w:id="116">
    <w:p w:rsidR="003109B9" w:rsidRPr="00020A08" w:rsidRDefault="003109B9" w:rsidP="00020A08">
      <w:pPr>
        <w:pStyle w:val="libFootnote0"/>
        <w:rPr>
          <w:lang w:val="sw-KE"/>
        </w:rPr>
      </w:pPr>
      <w:r w:rsidRPr="00020A08">
        <w:rPr>
          <w:rStyle w:val="FootnoteReference"/>
          <w:vertAlign w:val="baseline"/>
          <w:lang w:val="sw-KE"/>
        </w:rPr>
        <w:footnoteRef/>
      </w:r>
      <w:r>
        <w:rPr>
          <w:lang w:val="sw-KE"/>
        </w:rPr>
        <w:t>.</w:t>
      </w:r>
      <w:r w:rsidRPr="00020A08">
        <w:rPr>
          <w:lang w:val="sw-KE"/>
        </w:rPr>
        <w:t xml:space="preserve"> Usemi wake: “hatoepuka umauti…” hauna uwiano na usemi wa kabla yake, usemi huo ni kipande cha maneno mengine amekiambatanisha na huu kama alivyokusanya milango iliyotangulia. </w:t>
      </w:r>
    </w:p>
  </w:footnote>
  <w:footnote w:id="117">
    <w:p w:rsidR="003109B9" w:rsidRPr="00020A08" w:rsidRDefault="003109B9" w:rsidP="00020A08">
      <w:pPr>
        <w:pStyle w:val="libFootnote0"/>
        <w:rPr>
          <w:lang w:val="sw-KE"/>
        </w:rPr>
      </w:pPr>
      <w:r w:rsidRPr="00020A08">
        <w:rPr>
          <w:rStyle w:val="FootnoteReference"/>
          <w:vertAlign w:val="baseline"/>
          <w:lang w:val="sw-KE"/>
        </w:rPr>
        <w:footnoteRef/>
      </w:r>
      <w:r>
        <w:rPr>
          <w:lang w:val="sw-KE"/>
        </w:rPr>
        <w:t>.</w:t>
      </w:r>
      <w:r w:rsidRPr="00020A08">
        <w:rPr>
          <w:lang w:val="sw-KE"/>
        </w:rPr>
        <w:t xml:space="preserve"> Ni dalili ya kuwa dhana yao batili kuwa hapana utawala ila ni wa Mungu ni: Hali ya dhahiri yaamua kuwa watu hapana budi wawe na mtawala mwema au muovu; ili mambo yao yanyooke. Na utawala wa muovu haumzuii mu'umini kutenda matendo yake (ya kiimani) ili kuilinda dini yake na dunia yake, na humo kafiri anastarehe mpaka ajali imchukue, na Mungu ayafikishe mambo muda wake uliopangiwa kulingana na nidhamu ya kimaumbile. Na maslahi zilizotajwa ziendelee. Na yawezekana ikawa kusudio la mu'umi- ni hapa ni amiri mwema na mradi wa kafiri ni mtawala muovu, kama ijulishavyo riwaya nyingine. Na kauli yake </w:t>
      </w:r>
    </w:p>
  </w:footnote>
  <w:footnote w:id="118">
    <w:p w:rsidR="003109B9" w:rsidRPr="008D434F" w:rsidRDefault="003109B9" w:rsidP="008D434F">
      <w:pPr>
        <w:pStyle w:val="libFootnote0"/>
        <w:rPr>
          <w:lang w:val="sw-KE"/>
        </w:rPr>
      </w:pPr>
      <w:r w:rsidRPr="008D434F">
        <w:rPr>
          <w:rStyle w:val="FootnoteReference"/>
          <w:vertAlign w:val="baseline"/>
          <w:lang w:val="sw-KE"/>
        </w:rPr>
        <w:footnoteRef/>
      </w:r>
      <w:r>
        <w:rPr>
          <w:lang w:val="sw-KE"/>
        </w:rPr>
        <w:t>.</w:t>
      </w:r>
      <w:r w:rsidRPr="008D434F">
        <w:rPr>
          <w:lang w:val="sw-KE"/>
        </w:rPr>
        <w:t xml:space="preserve"> Mu'min anafanya humo, yaani si kizuizi kwa mu'min kufanya: kwa sababu anaweza kuswali, akafunga, na kutoa sadaka japo kuwa mtawala ni muovu. Na kafiri akastarehe humo: yaani akastarehe na muda wake. </w:t>
      </w:r>
    </w:p>
  </w:footnote>
  <w:footnote w:id="119">
    <w:p w:rsidR="003109B9" w:rsidRPr="008E046F" w:rsidRDefault="003109B9" w:rsidP="008E046F">
      <w:pPr>
        <w:pStyle w:val="libFootnote0"/>
        <w:rPr>
          <w:lang w:val="sw-KE"/>
        </w:rPr>
      </w:pPr>
      <w:r w:rsidRPr="008E046F">
        <w:rPr>
          <w:rStyle w:val="FootnoteReference"/>
          <w:vertAlign w:val="baseline"/>
          <w:lang w:val="sw-KE"/>
        </w:rPr>
        <w:footnoteRef/>
      </w:r>
      <w:r>
        <w:rPr>
          <w:lang w:val="sw-KE"/>
        </w:rPr>
        <w:t>.</w:t>
      </w:r>
      <w:r w:rsidRPr="008E046F">
        <w:rPr>
          <w:lang w:val="sw-KE"/>
        </w:rPr>
        <w:t xml:space="preserve"> Na Mungu anaufikisha muda humo; kwa sababu utawala wa muovu ni kama utawala wa mwema, kwamba muda uliowekwa mwanadamu utaisha humo. </w:t>
      </w:r>
    </w:p>
  </w:footnote>
  <w:footnote w:id="120">
    <w:p w:rsidR="003109B9" w:rsidRPr="003F1CEB" w:rsidRDefault="003109B9" w:rsidP="003F1CEB">
      <w:pPr>
        <w:pStyle w:val="libFootnote0"/>
        <w:rPr>
          <w:lang w:val="sw-KE"/>
        </w:rPr>
      </w:pPr>
      <w:r w:rsidRPr="003F1CEB">
        <w:rPr>
          <w:rStyle w:val="FootnoteReference"/>
          <w:vertAlign w:val="baseline"/>
          <w:lang w:val="sw-KE"/>
        </w:rPr>
        <w:footnoteRef/>
      </w:r>
      <w:r>
        <w:rPr>
          <w:lang w:val="sw-KE"/>
        </w:rPr>
        <w:t>.</w:t>
      </w:r>
      <w:r w:rsidRPr="003F1CEB">
        <w:rPr>
          <w:lang w:val="sw-KE"/>
        </w:rPr>
        <w:t xml:space="preserve"> Kutekeleza ahadi ni pacha wa ukweli: Kwa kuwa utekelezaji ahadi hakika yake ni ukweli; na sidqu ambao ndio ukweli, kwani ukweli na utekelezaji ahadi kuwa kwao ni nira, mmoja hamtangulii mwenzake katika kuwa wala daraja. </w:t>
      </w:r>
    </w:p>
  </w:footnote>
  <w:footnote w:id="121">
    <w:p w:rsidR="003109B9" w:rsidRPr="003F1CEB" w:rsidRDefault="003109B9" w:rsidP="003F1CEB">
      <w:pPr>
        <w:pStyle w:val="libFootnote0"/>
        <w:rPr>
          <w:lang w:val="sw-KE"/>
        </w:rPr>
      </w:pPr>
      <w:r w:rsidRPr="003F1CEB">
        <w:rPr>
          <w:rStyle w:val="FootnoteReference"/>
          <w:vertAlign w:val="baseline"/>
          <w:lang w:val="sw-KE"/>
        </w:rPr>
        <w:footnoteRef/>
      </w:r>
      <w:r>
        <w:rPr>
          <w:lang w:val="sw-KE"/>
        </w:rPr>
        <w:t>.</w:t>
      </w:r>
      <w:r w:rsidRPr="003F1CEB">
        <w:rPr>
          <w:lang w:val="sw-KE"/>
        </w:rPr>
        <w:t xml:space="preserve"> Yaani mwenye kuijua akhera na ajua kuwa marejeo yake ni kwa Mungu naye ni Mwepesi wa kuhasibu hawezi kuhaini; kwa sababu uhaini unaharibu imani. </w:t>
      </w:r>
    </w:p>
  </w:footnote>
  <w:footnote w:id="122">
    <w:p w:rsidR="003109B9" w:rsidRPr="005907B1" w:rsidRDefault="003109B9" w:rsidP="005907B1">
      <w:pPr>
        <w:pStyle w:val="libFootnote0"/>
        <w:rPr>
          <w:lang w:val="sw-KE"/>
        </w:rPr>
      </w:pPr>
      <w:r w:rsidRPr="005907B1">
        <w:rPr>
          <w:rStyle w:val="FootnoteReference"/>
          <w:vertAlign w:val="baseline"/>
          <w:lang w:val="sw-KE"/>
        </w:rPr>
        <w:footnoteRef/>
      </w:r>
      <w:r>
        <w:rPr>
          <w:lang w:val="sw-KE"/>
        </w:rPr>
        <w:t>.</w:t>
      </w:r>
      <w:r w:rsidRPr="005907B1">
        <w:rPr>
          <w:lang w:val="sw-KE"/>
        </w:rPr>
        <w:t xml:space="preserve"> Tuulul’amalu, kuwa na matumaini ya muda mrefu ni kujidhania kuwa muda wa maisha ni mrefu kwa hiyo nitasali nitafunga nita nita…….kwa kujimwaga na raha ya dunia ambayo ni ya muda mfupi, huku mtu yu ajiliwaza nafsi yake kuwa anayoyaacha atayadiri- ki na kuyatekeleza yote bila ya wasiwasi hapo baadae, na hii ni sifa mbaya mno. Ama nguvu ya matumaini ya kufanikisha mema, kwa kuwa na yakini na msaada wa Mwenyeezi Mungu, huo ni uhai wa kila jema na ni lenye kuleta matukufu. Na walionyimwa hilo wamekatishwa tamaa na rehema ya Mungu, waweza kuwadhania wako hai hali wakiwa wafu hawana hisia. </w:t>
      </w:r>
    </w:p>
  </w:footnote>
  <w:footnote w:id="123">
    <w:p w:rsidR="003109B9" w:rsidRPr="005907B1" w:rsidRDefault="003109B9" w:rsidP="005907B1">
      <w:pPr>
        <w:pStyle w:val="libFootnote0"/>
        <w:rPr>
          <w:lang w:val="sw-KE"/>
        </w:rPr>
      </w:pPr>
      <w:r w:rsidRPr="005907B1">
        <w:rPr>
          <w:rStyle w:val="FootnoteReference"/>
          <w:vertAlign w:val="baseline"/>
          <w:lang w:val="sw-KE"/>
        </w:rPr>
        <w:footnoteRef/>
      </w:r>
      <w:r>
        <w:rPr>
          <w:lang w:val="sw-KE"/>
        </w:rPr>
        <w:t>.</w:t>
      </w:r>
      <w:r w:rsidRPr="005907B1">
        <w:rPr>
          <w:lang w:val="sw-KE"/>
        </w:rPr>
        <w:t xml:space="preserve"> </w:t>
      </w:r>
      <w:r>
        <w:rPr>
          <w:lang w:val="sw-KE"/>
        </w:rPr>
        <w:t>Anasema (a.s</w:t>
      </w:r>
      <w:r w:rsidRPr="005907B1">
        <w:rPr>
          <w:lang w:val="sw-KE"/>
        </w:rPr>
        <w:t xml:space="preserve">): Kuwa yeye alimtuma Jarir ampe habari Mu’awiyah na watu wa Sham kuwa wamfanyie ba’iya yeye Imam, na waingie katika utii wake, na hajakatishwa tamaa nao. Hivyo basi kujiandaa kwake kuwapiga vita, na kukusanya jeshi, na kulipeleka kwenye ardhi yao, ni kuifunga milango ya amani kwa watu wa Sham, na kuwaondolea kheri endapo wataitaka, hivyo basi rai sahihi ni kufanya upole. Lakini yeye hachukii kujiandaa, yaani kila mmoja ajiandae binafsi na yale anayoyahitajia katika vita kama vile silaha na mfano wake, na aiweke nafsi yake mbali na yanayomshughulisha mbali na vita lau ikitokea, kiasi kwamba akiitwa, asiwe goigoi kuitika, na asiwe na kinachomzuia kuikabili. </w:t>
      </w:r>
    </w:p>
  </w:footnote>
  <w:footnote w:id="124">
    <w:p w:rsidR="003109B9" w:rsidRPr="005907B1" w:rsidRDefault="003109B9" w:rsidP="005907B1">
      <w:pPr>
        <w:pStyle w:val="libFootnote0"/>
        <w:rPr>
          <w:lang w:val="sw-KE"/>
        </w:rPr>
      </w:pPr>
      <w:r w:rsidRPr="005907B1">
        <w:rPr>
          <w:rStyle w:val="FootnoteReference"/>
          <w:vertAlign w:val="baseline"/>
          <w:lang w:val="sw-KE"/>
        </w:rPr>
        <w:footnoteRef/>
      </w:r>
      <w:r>
        <w:rPr>
          <w:lang w:val="sw-KE"/>
        </w:rPr>
        <w:t>.</w:t>
      </w:r>
      <w:r w:rsidRPr="005907B1">
        <w:rPr>
          <w:lang w:val="sw-KE"/>
        </w:rPr>
        <w:t xml:space="preserve"> Kuwakatalia kwake kujiandaa na usemi wake: “Wala sichukii kujiandaa kwenu” si maneno yanayopingana; kwa kuwa alichukia kujionyesha kwao maandalizi na kusema wazi wazi, wala hakuchukia kujiandaa kwa siri. Na yawezekana isemwe kuwa alikuwa anachukia kujiandaa kwake mwenyewe binafsi, wala alikuwa hachukii kujiandaa kwa sahaba zake; na haya mawili yako mbalimbali. Na mtazamo huo ameuchagua Al-Qut’bu Ar-Rawandiy. </w:t>
      </w:r>
    </w:p>
  </w:footnote>
  <w:footnote w:id="125">
    <w:p w:rsidR="003109B9" w:rsidRPr="00BA0EAB" w:rsidRDefault="003109B9" w:rsidP="00BA0EAB">
      <w:pPr>
        <w:pStyle w:val="libFootnote0"/>
        <w:rPr>
          <w:lang w:val="sw-KE"/>
        </w:rPr>
      </w:pPr>
      <w:r w:rsidRPr="00BA0EAB">
        <w:rPr>
          <w:rStyle w:val="FootnoteReference"/>
          <w:vertAlign w:val="baseline"/>
          <w:lang w:val="sw-KE"/>
        </w:rPr>
        <w:footnoteRef/>
      </w:r>
      <w:r>
        <w:rPr>
          <w:lang w:val="sw-KE"/>
        </w:rPr>
        <w:t>.</w:t>
      </w:r>
      <w:r w:rsidRPr="00BA0EAB">
        <w:rPr>
          <w:lang w:val="sw-KE"/>
        </w:rPr>
        <w:t xml:space="preserve"> Al-Khuraitu bin Rashid An-Najiy alikuwa mmoja katika Bani Naajiyata na alikuwa pamoja na Amirul’Mu’minina katika vita vya Siffin, baada ya vita ya Siffin aliitangua ahadi yake, na alimlaumu katika suala la tah’kiim, na alitoka huku akiwaharibu watu na kuwashawishi waende kinyume (na Amirul’Mu’minina), Amirul’Mu’minina akamtumia kikosi akiwemo Ma’aqilu bin Qays Ar-Rayahiy ili kumpiga vita yeye na waliojiunga pamwe na yeye, kikosi kilimdiriki akiwa Saiful’bah’ri huko Uajemi, na baada ya kuitwa atubie na kukataa kukubali aliandamwa na kuuliwa, na waliuliwa pamwe na yeye wengi katika watu wa kaumu yake, na walichukuliwa mateka waliokutwa ndani ya msafara wao waume kwa wake na watoto, na walikuwa mateka mia tano. Na Ma’aqilu aliporudi na mateka, alimpitia Masqalah bin Hubayrah As-Shiibaniy, na alikuwa mtendaji mtumishi wa Ali katika Ardashiiri khurh. Wanawake na watoto walimlilia, na wanaume walipiga mayowe wakimsihi waachiwe, kwa hiyo akawanunua kutoka kwa Ma’aqil kwa dirham mia tano elfu, kisha alikataa kulipa kile kiwango, na madai ya malipo ya ile haki yalipo mtopea alikimbilia kwa Muawiyah chini ya sitara ya usiku. </w:t>
      </w:r>
    </w:p>
  </w:footnote>
  <w:footnote w:id="126">
    <w:p w:rsidR="003109B9" w:rsidRPr="00FC6815" w:rsidRDefault="003109B9" w:rsidP="00FC6815">
      <w:pPr>
        <w:pStyle w:val="libFootnote0"/>
        <w:rPr>
          <w:lang w:val="sw-KE"/>
        </w:rPr>
      </w:pPr>
      <w:r w:rsidRPr="00FC6815">
        <w:rPr>
          <w:rStyle w:val="FootnoteReference"/>
          <w:vertAlign w:val="baseline"/>
          <w:lang w:val="sw-KE"/>
        </w:rPr>
        <w:footnoteRef/>
      </w:r>
      <w:r>
        <w:rPr>
          <w:lang w:val="sw-KE"/>
        </w:rPr>
        <w:t>.</w:t>
      </w:r>
      <w:r w:rsidRPr="00FC6815">
        <w:rPr>
          <w:lang w:val="sw-KE"/>
        </w:rPr>
        <w:t xml:space="preserve"> Ni tamu na rangi kijani: Maneno ya mfano, yaani kuifananisha dunia na kinachozoeleka na yapendwayo na nyoyo na kuburudika macho. Imechukuliwa kutoka kauli yake (s.a.w.w.): Kwa hakika dunia ni tamu rangi ya kijani, na kwa hakika Mungu amekuwekeni humo angalieni jinsi mtakavyotenda. </w:t>
      </w:r>
    </w:p>
  </w:footnote>
  <w:footnote w:id="127">
    <w:p w:rsidR="003109B9" w:rsidRPr="00FC6815" w:rsidRDefault="003109B9" w:rsidP="00FC6815">
      <w:pPr>
        <w:pStyle w:val="libFootnote0"/>
        <w:rPr>
          <w:lang w:val="sw-KE"/>
        </w:rPr>
      </w:pPr>
      <w:r w:rsidRPr="00FC6815">
        <w:rPr>
          <w:rStyle w:val="FootnoteReference"/>
          <w:vertAlign w:val="baseline"/>
          <w:lang w:val="sw-KE"/>
        </w:rPr>
        <w:footnoteRef/>
      </w:r>
      <w:r>
        <w:rPr>
          <w:lang w:val="sw-KE"/>
        </w:rPr>
        <w:t>.</w:t>
      </w:r>
      <w:r w:rsidRPr="00FC6815">
        <w:rPr>
          <w:lang w:val="sw-KE"/>
        </w:rPr>
        <w:t xml:space="preserve"> Yaani muwe na maandalizi yaliyo bora kwa mazuri mliyonayo, nayo ni tabia njema na matendo mema. </w:t>
      </w:r>
    </w:p>
  </w:footnote>
  <w:footnote w:id="128">
    <w:p w:rsidR="003109B9" w:rsidRPr="00FC6815" w:rsidRDefault="003109B9" w:rsidP="00FC6815">
      <w:pPr>
        <w:pStyle w:val="libFootnote0"/>
        <w:rPr>
          <w:lang w:val="sw-KE"/>
        </w:rPr>
      </w:pPr>
      <w:r w:rsidRPr="00FC6815">
        <w:rPr>
          <w:rStyle w:val="FootnoteReference"/>
          <w:vertAlign w:val="baseline"/>
          <w:lang w:val="sw-KE"/>
        </w:rPr>
        <w:footnoteRef/>
      </w:r>
      <w:r>
        <w:rPr>
          <w:lang w:val="sw-KE"/>
        </w:rPr>
        <w:t>.</w:t>
      </w:r>
      <w:r w:rsidRPr="00FC6815">
        <w:t xml:space="preserve"> </w:t>
      </w:r>
      <w:r w:rsidRPr="00FC6815">
        <w:rPr>
          <w:lang w:val="sw-KE"/>
        </w:rPr>
        <w:t xml:space="preserve">Yaani msiombe zaidi ya riziki inayokutosheni. </w:t>
      </w:r>
    </w:p>
  </w:footnote>
  <w:footnote w:id="129">
    <w:p w:rsidR="003109B9" w:rsidRPr="001350E4" w:rsidRDefault="003109B9" w:rsidP="001350E4">
      <w:pPr>
        <w:pStyle w:val="libFootnote0"/>
        <w:rPr>
          <w:lang w:val="sw-KE"/>
        </w:rPr>
      </w:pPr>
      <w:r w:rsidRPr="001350E4">
        <w:rPr>
          <w:rStyle w:val="FootnoteReference"/>
          <w:vertAlign w:val="baseline"/>
          <w:lang w:val="sw-KE"/>
        </w:rPr>
        <w:footnoteRef/>
      </w:r>
      <w:r>
        <w:rPr>
          <w:lang w:val="sw-KE"/>
        </w:rPr>
        <w:t>.</w:t>
      </w:r>
      <w:r w:rsidRPr="001350E4">
        <w:rPr>
          <w:lang w:val="sw-KE"/>
        </w:rPr>
        <w:t xml:space="preserve"> Maneno ya kwanza yameelezwa kutoka kwa Mtume wa Mungu (s.a.w.w.) ndani ya vitabu sahihi na ameyakamilisha Amirul’Mu’minna (a.s) kwa kauli yake: (wala havikusanyi viwili hivi mwingine asiyekuwa Wewe) kwa kuwa dhati ya Mungu (swt) huwa sawa kwake kati ya mahali na zama - yaani huwezi kusema hapa Mungu hayupo au wakati huu Mungu hayupo - hivyo basi nyumbani na safarini kuihusu dhati Yake (swt) ni sawa. </w:t>
      </w:r>
    </w:p>
  </w:footnote>
  <w:footnote w:id="130">
    <w:p w:rsidR="003109B9" w:rsidRPr="001350E4" w:rsidRDefault="003109B9" w:rsidP="001350E4">
      <w:pPr>
        <w:pStyle w:val="libFootnote0"/>
        <w:rPr>
          <w:lang w:val="sw-KE"/>
        </w:rPr>
      </w:pPr>
      <w:r w:rsidRPr="001350E4">
        <w:rPr>
          <w:rStyle w:val="FootnoteReference"/>
          <w:vertAlign w:val="baseline"/>
          <w:lang w:val="sw-KE"/>
        </w:rPr>
        <w:footnoteRef/>
      </w:r>
      <w:r>
        <w:rPr>
          <w:lang w:val="sw-KE"/>
        </w:rPr>
        <w:t>.</w:t>
      </w:r>
      <w:r w:rsidRPr="001350E4">
        <w:rPr>
          <w:lang w:val="sw-KE"/>
        </w:rPr>
        <w:t xml:space="preserve"> Dua hii ameitaja Nasr bin Muzahim katika Kitabu “Siffiin,” na wengine miongoni mwa waelezaji wa Sira pia wameitaja. Aliomba dua hii Amirul-Mu’mini na (a.s) baada ya kuweka mguu wake juu ya kipando chake katika msafara kutoka nyumbani kwake mjini Kufa akielekea Sham (Syria) kwa ajili ya kupigana vita na Muawiyah na swahaba zake, na tukio hilo lilikuwa baada ya vita vya Jamal (Ngamia), kwa kuwa Muawiyah bin Abi Sufyan alimkinza Imam Ali (a.s) wala hakuingia katika bai’a yake, na alibuni madai ya damu ya Uthman, hivyo watu wa Sham walivutwa na madai hayo, aliwaomba nusra kwa ajili ya rai yake, wakampa nguvu ya kwenda kinyume. Hivyo basi Amirul-Mu’uminina akafanya safari kumwendea, na walikutana mahali pakiitwa Siffiin. Walipambana muda si mfupi, vitaviliishia katika tah’kiimu ya mahakimu wawili: Amru bin Al’Aas na Abii Musa Al-Ash’ariy. </w:t>
      </w:r>
    </w:p>
  </w:footnote>
  <w:footnote w:id="131">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Ukaadhu: Ni jina la soko la Waarabu hapo kale upande wa Makah lilikuwa jangwani katika eneo kati ya Nakh’latu na Ta’aifu, walikuwa wakijikusanya hapo kila mwaka mwanzoni mwa mwezi wa Dhulqaadah - mwezi wa kumi na moja - ili kujifaharisha - kila mmoja na alichonacho miongoni mwa ubora na uhodari wa ushairi, hivyo: ta’aqadhu ni kujifaharisha, soko lilichukua jina la yaliyokuwa yakifanyika hapo. Walikuwa wanabaki hapo mwezi huku wakifanya biashara na kufanya nishadi tenzi za mashairi. Abu Dhuaybi amesema:</w:t>
      </w:r>
    </w:p>
    <w:p w:rsidR="003109B9" w:rsidRPr="00A76AA8" w:rsidRDefault="003109B9" w:rsidP="00A76AA8">
      <w:pPr>
        <w:pStyle w:val="libFootnote0"/>
        <w:rPr>
          <w:lang w:val="sw-KE"/>
        </w:rPr>
      </w:pPr>
      <w:r w:rsidRPr="00A76AA8">
        <w:rPr>
          <w:lang w:val="sw-KE"/>
        </w:rPr>
        <w:t xml:space="preserve">(Kuba zikijengwa hapo Ukadhu, biashara huanza na maelfu hujikusanya. Ulipokuja Uislamu ulibomoa hayo, na mara nyingi ilikuwa yauzwa ngozi iliyodibaghiwa. likanasibishwa jina hilo. wal adiimu: ni ngozi iliyodibaghiwa, na jam’ul adiimi ni udumu, na huenda ikafanywa alaa adimati kama wasemevyo: Raghiifu wa arghifa, (watumaddina maddal-adimi) ni istiara kwa sababu ya kukabiliwa na maafa ya hapa na hapa. </w:t>
      </w:r>
    </w:p>
  </w:footnote>
  <w:footnote w:id="132">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Amezuilika na jicho lenye kuona (Anasema: Kuwa Yeye (swt) haonekani kwa uoni wa jicho, pamoja na hali hiyo haiwezekani kwa asiyemuona kwa jicho lake amkanushe (kuwa hayupo); kwa sababu kila kitu ni dalili ya kuwako kwake, si hivyo tu bali Yeye mwenyewe (swt) kuweko kwake ni dalili tosha. </w:t>
      </w:r>
    </w:p>
  </w:footnote>
  <w:footnote w:id="133">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Hapana jicho la asiyemuona linalomkanusha (yaani asiyemuona hamkanushi kwa kutegemea kutomuona kwake; kwa sababu ya kudhihiri dalili nyingi kumuhusu. </w:t>
      </w:r>
    </w:p>
  </w:footnote>
  <w:footnote w:id="134">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Wala hapana moyo wa aliyemthibitisha (kuwepo kwake) unaomuona (Yaani: hapana njia kwa aliethibitisha kuwepo Kwake ilimu yake imtambuwe kwa kuzizunguka hali Zake zote na maalumati Yake na matengenezo Yake, au amekusudia kuwa hakika ya dhati Yake haijulikani; kama walivyosema jamaa wahakiki. Yaani hapana njia kwa aliyemthibitisha kuwepo Kwake, ilimu yake imzunguke na kumjuwa hali Zake zote na maalumati Yake na matengenezo Yake, au amekusudia kuwa yeye haujulikani ukweli wa dhati yake; kama walivyosema kaumu ya watu miongoni mwa wahakiki. Na maneno haya yameelezwa kwa njia nyingine, wamesema kuihusu hutuba hii: (Hapana moyo wa asiyemuona unaomkanusha, wala jicho la aliyemthibitisha linalomuona), Nayo ndiyo muwafaka zaidi. </w:t>
      </w:r>
    </w:p>
  </w:footnote>
  <w:footnote w:id="135">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Amekuwa juu kuliko kila kitu kwa dhati Yake na ukamilifu Wake na utukufu Wake, na amekuwa karibu na kila kitu kwa ilimu Yake na irada Yake na kuvizunguka kwake na kuvi- tilia manani kwake, kwa hiyo hapana kitu isipokuwa Yeye yu pamoja nacho na hapana kitu kimbali naye. </w:t>
      </w:r>
    </w:p>
  </w:footnote>
  <w:footnote w:id="136">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Kuwa juu Kwake hakujamuweka mbali (Kuwa juu kwake hakulazimiani na mahali kwa kuwa mbali na vitu vyenye miili, wala ukaribu wake haulazimu kuwa sawa navyo kwa kuhitajia mahali na upande, kwa sababu kuwa juu Kwake na kukaribia Kwake sio katika sura ya sehemu na mahali. </w:t>
      </w:r>
    </w:p>
  </w:footnote>
  <w:footnote w:id="137">
    <w:p w:rsidR="003109B9" w:rsidRPr="00A76AA8" w:rsidRDefault="003109B9" w:rsidP="00A76AA8">
      <w:pPr>
        <w:pStyle w:val="libFootnote0"/>
        <w:rPr>
          <w:lang w:val="sw-KE"/>
        </w:rPr>
      </w:pPr>
      <w:r w:rsidRPr="00A76AA8">
        <w:rPr>
          <w:rStyle w:val="FootnoteReference"/>
          <w:vertAlign w:val="baseline"/>
          <w:lang w:val="sw-KE"/>
        </w:rPr>
        <w:footnoteRef/>
      </w:r>
      <w:r>
        <w:rPr>
          <w:lang w:val="sw-KE"/>
        </w:rPr>
        <w:t>.</w:t>
      </w:r>
      <w:r w:rsidRPr="00A76AA8">
        <w:rPr>
          <w:lang w:val="sw-KE"/>
        </w:rPr>
        <w:t xml:space="preserve"> Kwa kweli moyo wa mpingaji japo akanushe, ukanushaji wake sio kingine ila ni athari ya sababu za nje ya maumbile yake, na kudhihiri alama za kuwepo katika kumjulisha, moyo wa mpinzani hauwi na nguvu kuizuia taathira, kwa hiyo yeye haepuki kukiri kwa ukweli hasa, japo kujitokeze kukanusha katika maneno yake na baadhi ya matendo yake. </w:t>
      </w:r>
    </w:p>
  </w:footnote>
  <w:footnote w:id="138">
    <w:p w:rsidR="003109B9" w:rsidRPr="004A7A52" w:rsidRDefault="003109B9" w:rsidP="004A7A52">
      <w:pPr>
        <w:pStyle w:val="libFootnote0"/>
        <w:rPr>
          <w:lang w:val="sw-KE"/>
        </w:rPr>
      </w:pPr>
      <w:r w:rsidRPr="004A7A52">
        <w:rPr>
          <w:rStyle w:val="FootnoteReference"/>
          <w:vertAlign w:val="baseline"/>
          <w:lang w:val="sw-KE"/>
        </w:rPr>
        <w:footnoteRef/>
      </w:r>
      <w:r>
        <w:rPr>
          <w:lang w:val="sw-KE"/>
        </w:rPr>
        <w:t>.</w:t>
      </w:r>
      <w:r w:rsidRPr="004A7A52">
        <w:rPr>
          <w:lang w:val="sw-KE"/>
        </w:rPr>
        <w:t xml:space="preserve"> Watu wanasaidiana. Anasema (a.s): Kwa kweli madhehebu za batili na rai mbovu ambazo kwazo watu wanakumbwa na fitna, asili yake ni kuifuata hawaa - matamanio ya nafsi, na kuzua hukumu ambazo hazikujulikana (na dini) zilizo kinyume na Kitabu, ushabiki na matamanio ya nafsi humchukua mtu kuwapenda watu wayasemayo hayo (ya bid’a), bila ya uthibitisho kutoka (dalili za) dini. Nguzo ya kutokea kwa mkanganyiko huu wote ni kule kuchanganyika kwa haki na batili katika maoni. </w:t>
      </w:r>
    </w:p>
  </w:footnote>
  <w:footnote w:id="139">
    <w:p w:rsidR="003109B9" w:rsidRPr="004A7A52" w:rsidRDefault="003109B9" w:rsidP="004A7A52">
      <w:pPr>
        <w:pStyle w:val="libFootnote0"/>
        <w:rPr>
          <w:lang w:val="sw-KE"/>
        </w:rPr>
      </w:pPr>
      <w:r w:rsidRPr="004A7A52">
        <w:rPr>
          <w:rStyle w:val="FootnoteReference"/>
          <w:vertAlign w:val="baseline"/>
          <w:lang w:val="sw-KE"/>
        </w:rPr>
        <w:footnoteRef/>
      </w:r>
      <w:r>
        <w:rPr>
          <w:lang w:val="sw-KE"/>
        </w:rPr>
        <w:t>.</w:t>
      </w:r>
      <w:r w:rsidRPr="004A7A52">
        <w:rPr>
          <w:lang w:val="sw-KE"/>
        </w:rPr>
        <w:t xml:space="preserve"> Fumba: (fumba hapa ni tafsiri ya: yaani ujazo mmoja wa kicha cha majani yaliyochanganyika kati ya mabichi na makavu, Mungu (swt) amesema: “Na shika kicha cha majani mkononi mwako, kisha ndio upigie nacho” (Surat Swad: 44). Anamaanisha (a.s) kuwa ikitendwa haki kama ilivyo haitoshabihiana na batili, iangaliwapo batili hujitokeza kana kwamba kuna sura ya haki kwa hiyo anakanganyikiwa, hiyo ndiyo fumba la haki na hiyo ni: fumba la batili. Na machimbuko ya matamanio ya kinafsi ndio chanzo cha kutokea kwa fitna, na hiyo ni kutokana na kuchanganyika kati ya haki na batili. </w:t>
      </w:r>
    </w:p>
  </w:footnote>
  <w:footnote w:id="140">
    <w:p w:rsidR="003109B9" w:rsidRPr="00AE15AF" w:rsidRDefault="003109B9" w:rsidP="00AE15AF">
      <w:pPr>
        <w:pStyle w:val="libFootnote0"/>
        <w:rPr>
          <w:lang w:val="sw-KE"/>
        </w:rPr>
      </w:pPr>
      <w:r w:rsidRPr="00AE15AF">
        <w:rPr>
          <w:rStyle w:val="FootnoteReference"/>
          <w:vertAlign w:val="baseline"/>
          <w:lang w:val="sw-KE"/>
        </w:rPr>
        <w:footnoteRef/>
      </w:r>
      <w:r>
        <w:rPr>
          <w:lang w:val="sw-KE"/>
        </w:rPr>
        <w:t>.</w:t>
      </w:r>
      <w:r w:rsidRPr="00AE15AF">
        <w:rPr>
          <w:lang w:val="sw-KE"/>
        </w:rPr>
        <w:t xml:space="preserve"> Anakokota mguu wake akielekea kwenye machinjio: Maana yake ni kinaya cha aliyelemaa mguu (kiguru). Na katika sifa za mnyama wa kuchinjwa na aibu zake, kuna maelezo na tofauti nyingi ndani ya vitabu vya fiqhi. </w:t>
      </w:r>
    </w:p>
  </w:footnote>
  <w:footnote w:id="141">
    <w:p w:rsidR="003109B9" w:rsidRPr="00AE15AF" w:rsidRDefault="003109B9" w:rsidP="00AE15AF">
      <w:pPr>
        <w:pStyle w:val="libFootnote0"/>
        <w:rPr>
          <w:lang w:val="sw-KE"/>
        </w:rPr>
      </w:pPr>
      <w:r w:rsidRPr="00AE15AF">
        <w:rPr>
          <w:rStyle w:val="FootnoteReference"/>
          <w:vertAlign w:val="baseline"/>
          <w:lang w:val="sw-KE"/>
        </w:rPr>
        <w:footnoteRef/>
      </w:r>
      <w:r>
        <w:rPr>
          <w:lang w:val="sw-KE"/>
        </w:rPr>
        <w:t>.</w:t>
      </w:r>
      <w:r w:rsidRPr="00AE15AF">
        <w:rPr>
          <w:lang w:val="sw-KE"/>
        </w:rPr>
        <w:t xml:space="preserve"> Kuwapiga vita madhalimu ni wajibu juu ya imam pindi akiwa na wasaidizi, akiacha kufanya hivyo atakuwa amewacha kutekeleza wajibu, kwa hilo atakuwa anastahiki adhabu, na atakuwa mwenye kuitelekeza amri ya Mungu kwa kuacha alilomuwajibishia, anakuwa mwenye kupinga aliyoku</w:t>
      </w:r>
      <w:r>
        <w:rPr>
          <w:lang w:val="sw-KE"/>
        </w:rPr>
        <w:t>ja nayo Mtume wa Mungu (s.a.w.w</w:t>
      </w:r>
      <w:r w:rsidRPr="00AE15AF">
        <w:rPr>
          <w:lang w:val="sw-KE"/>
        </w:rPr>
        <w:t xml:space="preserve">). </w:t>
      </w:r>
    </w:p>
  </w:footnote>
  <w:footnote w:id="142">
    <w:p w:rsidR="003109B9" w:rsidRPr="00BD3BEB" w:rsidRDefault="003109B9" w:rsidP="00BD3BEB">
      <w:pPr>
        <w:pStyle w:val="libFootnote0"/>
        <w:rPr>
          <w:lang w:val="sw-KE"/>
        </w:rPr>
      </w:pPr>
      <w:r w:rsidRPr="00BD3BEB">
        <w:rPr>
          <w:rStyle w:val="FootnoteReference"/>
          <w:vertAlign w:val="baseline"/>
          <w:lang w:val="sw-KE"/>
        </w:rPr>
        <w:footnoteRef/>
      </w:r>
      <w:r>
        <w:rPr>
          <w:lang w:val="sw-KE"/>
        </w:rPr>
        <w:t>.</w:t>
      </w:r>
      <w:r w:rsidRPr="00BD3BEB">
        <w:t xml:space="preserve"> </w:t>
      </w:r>
      <w:r w:rsidRPr="00BD3BEB">
        <w:rPr>
          <w:lang w:val="sw-KE"/>
        </w:rPr>
        <w:t>Watu wake waliona amechelewesha idhini yake kuwapiga watu wa Sham (Syria). Walihitilafiana kuhusu sababu ya kuchelewa. Baadhi yao walisema: “ni kwa sababu ya kuchukia mauti.” Na baadhi yao wakasema: “Ni shaka ya kuwa je! Yafaa kuwapiga watu wa Sham!” Hapo akawajibu: “Kuhusu mauti hakuwa wa kuyaogopa, na kuhusu shaka haina nafasi, isipokuwa anataraji kwa kuzuia vita wapate kuiepuka na wamjie bila ya vita, kwani hilo lampedeza mno kuliko kupigana hali watu wakiwa ndani ya u</w:t>
      </w:r>
      <w:r>
        <w:rPr>
          <w:lang w:val="sw-KE"/>
        </w:rPr>
        <w:t>potovu, japo iwe dhambi ni yao.</w:t>
      </w:r>
      <w:r w:rsidRPr="00BD3BEB">
        <w:rPr>
          <w:lang w:val="sw-KE"/>
        </w:rPr>
        <w:t xml:space="preserve"> </w:t>
      </w:r>
    </w:p>
  </w:footnote>
  <w:footnote w:id="143">
    <w:p w:rsidR="003109B9" w:rsidRPr="00BD3BEB" w:rsidRDefault="003109B9" w:rsidP="00BD3BEB">
      <w:pPr>
        <w:pStyle w:val="libFootnote0"/>
        <w:rPr>
          <w:lang w:val="sw-KE"/>
        </w:rPr>
      </w:pPr>
      <w:r w:rsidRPr="00BD3BEB">
        <w:rPr>
          <w:rStyle w:val="FootnoteReference"/>
          <w:vertAlign w:val="baseline"/>
          <w:lang w:val="sw-KE"/>
        </w:rPr>
        <w:footnoteRef/>
      </w:r>
      <w:r>
        <w:rPr>
          <w:lang w:val="sw-KE"/>
        </w:rPr>
        <w:t>.</w:t>
      </w:r>
      <w:r w:rsidRPr="00BD3BEB">
        <w:rPr>
          <w:lang w:val="sw-KE"/>
        </w:rPr>
        <w:t xml:space="preserve"> Amewashabihisha na ambao huenda wangejiunga na yeye miongoni mwa watu wa Sham na ambaye anabubusa usiku kuuelekea moto; na hivyo ni kwa sababu macho yao ni dhaifu, hivyo wao kuongoka na mwongozo wake (a.s.) ni kama anayebubusa kwa udhaifu wa macho yake kuuelekea moto wakati wa usiku. Alisema: Hilo ni bora kwangu kuliko niwauwe wakiwa katika upotofu, ingawa endapo nitawaua nao wakiwa katika hali hii watarejea na dhambi zao. Yaani, watakuwa wamerejea, amesema swt: “Mimi ninataka urejee na dhambi zangu na zako!” al-Maida: 29</w:t>
      </w:r>
      <w:r>
        <w:rPr>
          <w:lang w:val="sw-KE"/>
        </w:rPr>
        <w:t>.</w:t>
      </w:r>
      <w:r w:rsidRPr="00BD3BEB">
        <w:rPr>
          <w:lang w:val="sw-KE"/>
        </w:rPr>
        <w:t xml:space="preserve"> </w:t>
      </w:r>
    </w:p>
  </w:footnote>
  <w:footnote w:id="144">
    <w:p w:rsidR="003109B9" w:rsidRPr="00365192" w:rsidRDefault="003109B9" w:rsidP="00365192">
      <w:pPr>
        <w:pStyle w:val="libFootnote0"/>
        <w:rPr>
          <w:lang w:val="sw-KE"/>
        </w:rPr>
      </w:pPr>
      <w:r w:rsidRPr="00365192">
        <w:rPr>
          <w:rStyle w:val="FootnoteReference"/>
          <w:vertAlign w:val="baseline"/>
          <w:lang w:val="sw-KE"/>
        </w:rPr>
        <w:footnoteRef/>
      </w:r>
      <w:r>
        <w:rPr>
          <w:lang w:val="sw-KE"/>
        </w:rPr>
        <w:t>.</w:t>
      </w:r>
      <w:r w:rsidRPr="00365192">
        <w:rPr>
          <w:lang w:val="sw-KE"/>
        </w:rPr>
        <w:t xml:space="preserve"> Maneno haya kwa utaratibu ujulikanao kwa: Istiara yaani neno huazimwa na kutumika mahali sio pake, mfano: kuimarika kwa Uislamu ametumia neno:</w:t>
      </w:r>
    </w:p>
    <w:p w:rsidR="003109B9" w:rsidRPr="00365192" w:rsidRDefault="003109B9" w:rsidP="00365192">
      <w:pPr>
        <w:pStyle w:val="libFootnote0"/>
        <w:rPr>
          <w:lang w:val="sw-KE"/>
        </w:rPr>
      </w:pPr>
      <w:r w:rsidRPr="00365192">
        <w:rPr>
          <w:lang w:val="sw-KE"/>
        </w:rPr>
        <w:t>Mathbuta asili ya maana yake: jiiranu ni sehemu ya mbele ya shingo ya ngamia kutokea sehemu anayochinjwa mpaka kooni, ila hapa limetumika kumaanisha kuimarika kwa Uislamu. Hivyo basi Uislamu umeimarika na kuthibiti kama ngamia anapoitupa shingo yake ardhini tayari kwa kuchinjwa, pia neno: Mutabawau awtami limetumika mfano wa mwili unapochukua nafasi ya kuishi nyumbani kwake, na neno Maqamaliddin umuuda ameifanya dini mfano wa nyumba inayosimama juu ya nguzo. Ameifananisha dini na mti wenye matawi yawezayo kusitawii.</w:t>
      </w:r>
    </w:p>
  </w:footnote>
  <w:footnote w:id="145">
    <w:p w:rsidR="003109B9" w:rsidRPr="0070063A" w:rsidRDefault="003109B9" w:rsidP="0070063A">
      <w:pPr>
        <w:pStyle w:val="libFootnote0"/>
        <w:rPr>
          <w:lang w:val="sw-KE"/>
        </w:rPr>
      </w:pPr>
      <w:r w:rsidRPr="0070063A">
        <w:rPr>
          <w:rStyle w:val="FootnoteReference"/>
          <w:vertAlign w:val="baseline"/>
          <w:lang w:val="sw-KE"/>
        </w:rPr>
        <w:footnoteRef/>
      </w:r>
      <w:r>
        <w:rPr>
          <w:lang w:val="sw-KE"/>
        </w:rPr>
        <w:t>.</w:t>
      </w:r>
      <w:r w:rsidRPr="0070063A">
        <w:rPr>
          <w:lang w:val="sw-KE"/>
        </w:rPr>
        <w:t xml:space="preserve"> Mutamkamua damu, mfano huo huambiwa Alie lifuja jambo: (utakamua damu) na asili yake ni ngamia endapo mkamuwaji atapita kiwango kumkamua kiasi cha kwisha maziwa na kuanza kutoa damu. Hivyo basi kukamua damu ni mfano wa kujikokotea matokeo mabaya wao wenyewe kutokana na matendo yao, kwa hiyo hayo matendo yatafuatiwa na majuto mzunguko wa mambo utakapowasibu nyumbani kwao. </w:t>
      </w:r>
    </w:p>
  </w:footnote>
  <w:footnote w:id="146">
    <w:p w:rsidR="003109B9" w:rsidRPr="0070063A" w:rsidRDefault="003109B9" w:rsidP="0070063A">
      <w:pPr>
        <w:pStyle w:val="libFootnote0"/>
        <w:rPr>
          <w:lang w:val="sw-KE"/>
        </w:rPr>
      </w:pPr>
      <w:r w:rsidRPr="0070063A">
        <w:rPr>
          <w:rStyle w:val="FootnoteReference"/>
          <w:vertAlign w:val="baseline"/>
          <w:lang w:val="sw-KE"/>
        </w:rPr>
        <w:footnoteRef/>
      </w:r>
      <w:r>
        <w:rPr>
          <w:lang w:val="sw-KE"/>
        </w:rPr>
        <w:t>.</w:t>
      </w:r>
      <w:r w:rsidRPr="005210E9">
        <w:rPr>
          <w:lang w:val="sw-KE"/>
        </w:rPr>
        <w:t xml:space="preserve"> Maneno haya</w:t>
      </w:r>
      <w:r>
        <w:rPr>
          <w:lang w:val="sw-KE"/>
        </w:rPr>
        <w:t xml:space="preserve"> aliasema Amirul’Mu’minina (a.s</w:t>
      </w:r>
      <w:r w:rsidRPr="005210E9">
        <w:rPr>
          <w:lang w:val="sw-KE"/>
        </w:rPr>
        <w:t xml:space="preserve">) kuhusu kisa cha Abdullah ibn Aamir Al-Hadramiy alipokuja Basra kwa upande wa </w:t>
      </w:r>
      <w:r>
        <w:rPr>
          <w:lang w:val="sw-KE"/>
        </w:rPr>
        <w:t>Muawiyah, Amirul-Mu’minina (a.s</w:t>
      </w:r>
      <w:r w:rsidRPr="005210E9">
        <w:rPr>
          <w:lang w:val="sw-KE"/>
        </w:rPr>
        <w:t>) ali- wahimiza swahaba zake kwenda Basra; Hawakumwitika.</w:t>
      </w:r>
      <w:r w:rsidRPr="0070063A">
        <w:rPr>
          <w:lang w:val="sw-KE"/>
        </w:rPr>
        <w:t xml:space="preserve"> </w:t>
      </w:r>
    </w:p>
  </w:footnote>
  <w:footnote w:id="147">
    <w:p w:rsidR="003109B9" w:rsidRPr="005210E9" w:rsidRDefault="003109B9" w:rsidP="005210E9">
      <w:pPr>
        <w:pStyle w:val="libFootnote0"/>
        <w:rPr>
          <w:lang w:val="sw-KE"/>
        </w:rPr>
      </w:pPr>
      <w:r w:rsidRPr="005210E9">
        <w:rPr>
          <w:rStyle w:val="FootnoteReference"/>
          <w:vertAlign w:val="baseline"/>
          <w:lang w:val="sw-KE"/>
        </w:rPr>
        <w:footnoteRef/>
      </w:r>
      <w:r>
        <w:rPr>
          <w:lang w:val="sw-KE"/>
        </w:rPr>
        <w:t>.</w:t>
      </w:r>
      <w:r w:rsidRPr="005210E9">
        <w:t xml:space="preserve"> </w:t>
      </w:r>
      <w:r w:rsidRPr="005210E9">
        <w:rPr>
          <w:lang w:val="sw-KE"/>
        </w:rPr>
        <w:t xml:space="preserve">Haipingani kati ya kuamrisha kitu na kutoa habari kwamba hakitatokea. Kama ambavyo Mungu swt. amesema: “Fatamannawul-mauta inkutum swadiqiina. Walaa yatamannawunahu abada.......” Myatamani mauti kama ninyi ni wakweli. Wala hawayatamani kamwe. (Al-Jumu’a; 62: 6 na 7). </w:t>
      </w:r>
    </w:p>
  </w:footnote>
  <w:footnote w:id="148">
    <w:p w:rsidR="003109B9" w:rsidRPr="005210E9" w:rsidRDefault="003109B9" w:rsidP="005210E9">
      <w:pPr>
        <w:pStyle w:val="libFootnote0"/>
        <w:rPr>
          <w:lang w:val="sw-KE"/>
        </w:rPr>
      </w:pPr>
      <w:r w:rsidRPr="005210E9">
        <w:rPr>
          <w:rStyle w:val="FootnoteReference"/>
          <w:vertAlign w:val="baseline"/>
          <w:lang w:val="sw-KE"/>
        </w:rPr>
        <w:footnoteRef/>
      </w:r>
      <w:r>
        <w:rPr>
          <w:lang w:val="sw-KE"/>
        </w:rPr>
        <w:t>.</w:t>
      </w:r>
      <w:r w:rsidRPr="005210E9">
        <w:rPr>
          <w:lang w:val="sw-KE"/>
        </w:rPr>
        <w:t xml:space="preserve"> Huenda ukamtukana mtu ukiwa umelazimishwa na huku umeficha upendo wake, kwa hiyo utaiepuka shari ya aliyekulazimisha, na hakukulazimisha ila umtukane isipokuwa anayelitukuza suala lake na yu ataka kumdhalilisha, na huo ni utakaso kwa mwenye kutukanwa. Ama kujiepusha na mtu ni kujivua mbali na madhehebu yake. </w:t>
      </w:r>
    </w:p>
  </w:footnote>
  <w:footnote w:id="149">
    <w:p w:rsidR="003109B9" w:rsidRPr="00CF2C04" w:rsidRDefault="003109B9" w:rsidP="00CF2C04">
      <w:pPr>
        <w:pStyle w:val="libFootnote0"/>
        <w:rPr>
          <w:lang w:val="sw-KE"/>
        </w:rPr>
      </w:pPr>
      <w:r w:rsidRPr="00CF2C04">
        <w:rPr>
          <w:rStyle w:val="FootnoteReference"/>
          <w:vertAlign w:val="baseline"/>
          <w:lang w:val="sw-KE"/>
        </w:rPr>
        <w:footnoteRef/>
      </w:r>
      <w:r>
        <w:rPr>
          <w:lang w:val="sw-KE"/>
        </w:rPr>
        <w:t>.</w:t>
      </w:r>
      <w:r w:rsidRPr="00CF2C04">
        <w:rPr>
          <w:lang w:val="sw-KE"/>
        </w:rPr>
        <w:t xml:space="preserve"> Aliwaonya kwa watakayokutana nayo miongoni mwa matokeo mabaya, ya kunyimwa ngawira na kuhusika wao (wanyimaji) wenyewe na faida za mali mbali na wao, na kunyimwa kwao kila aina na haki. </w:t>
      </w:r>
    </w:p>
  </w:footnote>
  <w:footnote w:id="150">
    <w:p w:rsidR="003109B9" w:rsidRPr="00595C77" w:rsidRDefault="003109B9" w:rsidP="00595C77">
      <w:pPr>
        <w:pStyle w:val="libFootnote0"/>
        <w:rPr>
          <w:lang w:val="sw-KE"/>
        </w:rPr>
      </w:pPr>
      <w:r w:rsidRPr="00595C77">
        <w:rPr>
          <w:rStyle w:val="FootnoteReference"/>
          <w:vertAlign w:val="baseline"/>
          <w:lang w:val="sw-KE"/>
        </w:rPr>
        <w:footnoteRef/>
      </w:r>
      <w:r>
        <w:rPr>
          <w:lang w:val="sw-KE"/>
        </w:rPr>
        <w:t>.</w:t>
      </w:r>
      <w:r w:rsidRPr="00595C77">
        <w:rPr>
          <w:lang w:val="sw-KE"/>
        </w:rPr>
        <w:t xml:space="preserve"> Habari hizi ni miongoni mwa habari ambazo zinakaribia kuwa zimezagaa; kwa umashuhuri wake na kunakiliwa kwake na watu wote; nayo ni miongoni mwa miujiza yake na habari zake za ufafanuzi wa mambo yaliyoghibu. Kwa kuwa hakuokoka miongoni mwao ila watu tisa na wametawanyika katika nchi, na hawakuuliwa katika as’habi wa Amirul-Mu’minin ila wanane. </w:t>
      </w:r>
    </w:p>
  </w:footnote>
  <w:footnote w:id="151">
    <w:p w:rsidR="003109B9" w:rsidRPr="003109B9" w:rsidRDefault="003109B9" w:rsidP="003109B9">
      <w:pPr>
        <w:pStyle w:val="libFootnote0"/>
        <w:rPr>
          <w:lang w:val="sw-KE"/>
        </w:rPr>
      </w:pPr>
      <w:r w:rsidRPr="003109B9">
        <w:rPr>
          <w:rStyle w:val="FootnoteReference"/>
          <w:vertAlign w:val="baseline"/>
          <w:lang w:val="sw-KE"/>
        </w:rPr>
        <w:footnoteRef/>
      </w:r>
      <w:r>
        <w:rPr>
          <w:lang w:val="sw-KE"/>
        </w:rPr>
        <w:t>.</w:t>
      </w:r>
      <w:r w:rsidRPr="003109B9">
        <w:rPr>
          <w:lang w:val="sw-KE"/>
        </w:rPr>
        <w:t xml:space="preserve"> Yaani kila ajitokezapo raisi kati yao huuliwa, mpaka mwishowe mambo yao yaishie kuwa wevi na vibaka, hawatokuwa wafalme, wala hawatopata nusra ya kufikia kufanya madh’habu, wala hawatolingania itikadi, hali yao ni hali ya watu wa shari maharamia wajinga. </w:t>
      </w:r>
    </w:p>
  </w:footnote>
  <w:footnote w:id="152">
    <w:p w:rsidR="003109B9" w:rsidRPr="003109B9" w:rsidRDefault="003109B9" w:rsidP="003109B9">
      <w:pPr>
        <w:pStyle w:val="libFootnote0"/>
        <w:rPr>
          <w:lang w:val="sw-KE"/>
        </w:rPr>
      </w:pPr>
      <w:r w:rsidRPr="003109B9">
        <w:rPr>
          <w:rStyle w:val="FootnoteReference"/>
          <w:vertAlign w:val="baseline"/>
          <w:lang w:val="sw-KE"/>
        </w:rPr>
        <w:footnoteRef/>
      </w:r>
      <w:r>
        <w:rPr>
          <w:lang w:val="sw-KE"/>
        </w:rPr>
        <w:t>.</w:t>
      </w:r>
      <w:r w:rsidRPr="003109B9">
        <w:rPr>
          <w:lang w:val="sw-KE"/>
        </w:rPr>
        <w:t xml:space="preserve"> Madhumuni yake ni kuwa Khawarij wamepotea kwa mkanganyiko uliowaingia, na walikuwa waitafuta haki, hali wao kwa jumla ni wenye kushikamana na dini, na wenye kuihami itikadi waliyoiamini, japokuwa walikosea katika hilo; na kuhusu Muawiyah hakuwa yu atafuta ukweli, bali alikuwa mwenye batili, alikuwa haihami itikadi aliyojijengea kwa mkanganyiko. Hivyo basi wao waliamini kwamba kujitoa katika utii wa Imam ni miongoni mwa ambayo dini inawajibisha juu yao. Wao - yaani Khawarij - walikuwa wametafuta ukweli unaokubalika kisheria, wakakosea usawa wake humo, lakini wao baada ya Amirul-Mu’minina watatoka wakiwa na dhana yao hii kumwendea aliyepata ushindi wa uamiri bila ya haki, nao ni wafalme walioutaka ukhalifa kwa njia ya batili na wakaudiriki hali wakiwa sio wastahiki. Hivyo basi Khawarij pamoja na ambayo waliyonayo wako katika hali nzuri kuliko wao (wakina Muawiyyah). </w:t>
      </w:r>
    </w:p>
  </w:footnote>
  <w:footnote w:id="153">
    <w:p w:rsidR="00CD2709" w:rsidRPr="00CD2709" w:rsidRDefault="00CD2709" w:rsidP="00CD2709">
      <w:pPr>
        <w:pStyle w:val="libFootnote0"/>
        <w:rPr>
          <w:lang w:val="sw-KE"/>
        </w:rPr>
      </w:pPr>
      <w:r w:rsidRPr="00CD2709">
        <w:rPr>
          <w:rStyle w:val="FootnoteReference"/>
          <w:vertAlign w:val="baseline"/>
          <w:lang w:val="sw-KE"/>
        </w:rPr>
        <w:footnoteRef/>
      </w:r>
      <w:r>
        <w:rPr>
          <w:lang w:val="sw-KE"/>
        </w:rPr>
        <w:t>.</w:t>
      </w:r>
      <w:r w:rsidRPr="00CD2709">
        <w:rPr>
          <w:lang w:val="sw-KE"/>
        </w:rPr>
        <w:t xml:space="preserve"> Maneno yakadiriwa hivi: Kuwa dunia - mtu hatobakishwa salama na adhabu ya dhambi za dunia (huko akhera) ila humu humu -duniani - kwa kuwa adhabu inayostahili hufutwa kwa kupatikana mojawapo kati ya mawili: Aidha kwa thawabu kwa ajili ya utii, au kwa toba yenye masharti kamili, na hayo mawili yote hayapatikani ila katika nyumba ya taklifu ambayo ndiyo dunia. Kwa hiyo mwenye kutaka kusalimika na maafa yake na aandae sababu za kusalimika, nazo hupatikana humo duniani kwani baada ya mauti haiwezekani kuyadiriki mtu yaliyompita, wala majuto hayatofaa kitu. </w:t>
      </w:r>
    </w:p>
  </w:footnote>
  <w:footnote w:id="154">
    <w:p w:rsidR="00CD2709" w:rsidRPr="00CD2709" w:rsidRDefault="00CD2709" w:rsidP="00CD2709">
      <w:pPr>
        <w:pStyle w:val="libFootnote0"/>
        <w:rPr>
          <w:lang w:val="sw-KE"/>
        </w:rPr>
      </w:pPr>
      <w:r w:rsidRPr="00CD2709">
        <w:rPr>
          <w:rStyle w:val="FootnoteReference"/>
          <w:vertAlign w:val="baseline"/>
          <w:lang w:val="sw-KE"/>
        </w:rPr>
        <w:footnoteRef/>
      </w:r>
      <w:r>
        <w:rPr>
          <w:lang w:val="sw-KE"/>
        </w:rPr>
        <w:t>.</w:t>
      </w:r>
      <w:r w:rsidRPr="00CD2709">
        <w:rPr>
          <w:lang w:val="sw-KE"/>
        </w:rPr>
        <w:t xml:space="preserve"> Hapana njia za uokovu ila kwa matendo mema ambayo kwayo hukusudiwa Mwenyezi Mungu na si vinginevyo, ama ayafanyayo kwa malengo ya dunia sio njia ya uwokovu. </w:t>
      </w:r>
    </w:p>
  </w:footnote>
  <w:footnote w:id="155">
    <w:p w:rsidR="00CD2709" w:rsidRPr="00CD2709" w:rsidRDefault="00CD2709" w:rsidP="00CD2709">
      <w:pPr>
        <w:pStyle w:val="libFootnote0"/>
        <w:rPr>
          <w:lang w:val="sw-KE"/>
        </w:rPr>
      </w:pPr>
      <w:r w:rsidRPr="00CD2709">
        <w:rPr>
          <w:rStyle w:val="FootnoteReference"/>
          <w:vertAlign w:val="baseline"/>
          <w:lang w:val="sw-KE"/>
        </w:rPr>
        <w:footnoteRef/>
      </w:r>
      <w:r>
        <w:rPr>
          <w:lang w:val="sw-KE"/>
        </w:rPr>
        <w:t>.</w:t>
      </w:r>
      <w:r w:rsidRPr="00CD2709">
        <w:rPr>
          <w:lang w:val="sw-KE"/>
        </w:rPr>
        <w:t xml:space="preserve"> Walichokichukua kutoka humo duniani kwa ajili ya hiyo dunia, mfano wa mali anaya- hodhi kwa ajili ya ladha, na anayamiliki kwa ajili ya kutekelaza matamanio, na waliyoyachukua, si kwa ajili ya dunia, mfano wa mali ayatumiayo katika njia ya heri, atapewa aliyenayo huko akhera thawabu zake ambazo ni neema za kudumu. </w:t>
      </w:r>
    </w:p>
  </w:footnote>
  <w:footnote w:id="156">
    <w:p w:rsidR="00681ECE" w:rsidRPr="00681ECE" w:rsidRDefault="00681ECE" w:rsidP="00681ECE">
      <w:pPr>
        <w:pStyle w:val="libFootnote0"/>
        <w:rPr>
          <w:lang w:val="sw-KE"/>
        </w:rPr>
      </w:pPr>
      <w:r w:rsidRPr="00681ECE">
        <w:rPr>
          <w:rStyle w:val="FootnoteReference"/>
          <w:vertAlign w:val="baseline"/>
          <w:lang w:val="sw-KE"/>
        </w:rPr>
        <w:footnoteRef/>
      </w:r>
      <w:r>
        <w:rPr>
          <w:lang w:val="sw-KE"/>
        </w:rPr>
        <w:t>.</w:t>
      </w:r>
      <w:r w:rsidRPr="00681ECE">
        <w:rPr>
          <w:lang w:val="sw-KE"/>
        </w:rPr>
        <w:t xml:space="preserve"> Yaani: Inunueni akhera ambayo ndiyo yenye kubaki kwa dunia yenye kwisha na kutoweka yaani: Nunueni kinachobaki miongoni mwa neema za kudumu kwa kinachokwisha miongoni mwa ladha za maisha ya dunia na matamanio yake yaishayo. </w:t>
      </w:r>
    </w:p>
  </w:footnote>
  <w:footnote w:id="157">
    <w:p w:rsidR="00681ECE" w:rsidRPr="00681ECE" w:rsidRDefault="00681ECE" w:rsidP="00681ECE">
      <w:pPr>
        <w:pStyle w:val="libFootnote0"/>
        <w:rPr>
          <w:lang w:val="sw-KE"/>
        </w:rPr>
      </w:pPr>
      <w:r w:rsidRPr="00681ECE">
        <w:rPr>
          <w:rStyle w:val="FootnoteReference"/>
          <w:vertAlign w:val="baseline"/>
          <w:lang w:val="sw-KE"/>
        </w:rPr>
        <w:footnoteRef/>
      </w:r>
      <w:r>
        <w:rPr>
          <w:lang w:val="sw-KE"/>
        </w:rPr>
        <w:t>.</w:t>
      </w:r>
      <w:r w:rsidRPr="00681ECE">
        <w:rPr>
          <w:lang w:val="sw-KE"/>
        </w:rPr>
        <w:t xml:space="preserve"> Mmehimizwa kuondoka na mmesumbuliwa kwa hilo; husemwa: Juddar-Rahim, wa qad’judda bi fulani: akisumbuliwa na kuhimizwa kuondoka, au ameharakia anayekuondoeni hali ninyi hamtambui. Na muradi wa hayo hapa, ni ulazima wa kuandaa masurufu ambayo hapana budi kwa msafiri, na masurufu katika msafara wa kuiaga dunia sio kingine ila ni uchamungu. </w:t>
      </w:r>
    </w:p>
  </w:footnote>
  <w:footnote w:id="158">
    <w:p w:rsidR="00681ECE" w:rsidRPr="00681ECE" w:rsidRDefault="00681ECE" w:rsidP="00681ECE">
      <w:pPr>
        <w:pStyle w:val="libFootnote0"/>
        <w:rPr>
          <w:lang w:val="sw-KE"/>
        </w:rPr>
      </w:pPr>
      <w:r w:rsidRPr="00681ECE">
        <w:rPr>
          <w:rStyle w:val="FootnoteReference"/>
          <w:vertAlign w:val="baseline"/>
          <w:lang w:val="sw-KE"/>
        </w:rPr>
        <w:footnoteRef/>
      </w:r>
      <w:r>
        <w:rPr>
          <w:lang w:val="sw-KE"/>
        </w:rPr>
        <w:t>.</w:t>
      </w:r>
      <w:r w:rsidRPr="00681ECE">
        <w:rPr>
          <w:lang w:val="sw-KE"/>
        </w:rPr>
        <w:t xml:space="preserve"> Abathu: Mchezo au kufanya jambo bila ya lengo (liingialo akilini) Mungu yu mtukufu mno si wakufanya kitu abathan (bure tu), kwa kweli amemuumba mwanadamu, na amemtunukia nguvu za akili ambayo inafanya kila ladha ya kidunia mbele yake iwe si chochote, wala haiweki utashi wake kwenye mipaka yake, japo daraja yake iwe ya juu kiasi gani, kana kwamba imeumbwa ili ikidharau kila inachokutana nacho katika maisha haya, na kutafuta kila lengo la hali ya juu liwezekanalo. Kwa hivyo lengo hili la kimaumbile Mungu (swt) hakulifanya liwe abathan, bali ni dalili ya kimaumbile ya ndani kwa ndani inayoelekeza kilicho nyuma ya maisha haya. </w:t>
      </w:r>
    </w:p>
  </w:footnote>
  <w:footnote w:id="159">
    <w:p w:rsidR="00681ECE" w:rsidRPr="00681ECE" w:rsidRDefault="00681ECE" w:rsidP="00681ECE">
      <w:pPr>
        <w:pStyle w:val="libFootnote0"/>
        <w:rPr>
          <w:lang w:val="sw-KE"/>
        </w:rPr>
      </w:pPr>
      <w:r w:rsidRPr="00681ECE">
        <w:rPr>
          <w:rStyle w:val="FootnoteReference"/>
          <w:vertAlign w:val="baseline"/>
          <w:lang w:val="sw-KE"/>
        </w:rPr>
        <w:footnoteRef/>
      </w:r>
      <w:r>
        <w:rPr>
          <w:lang w:val="sw-KE"/>
        </w:rPr>
        <w:t>.</w:t>
      </w:r>
      <w:r w:rsidRPr="00681ECE">
        <w:rPr>
          <w:lang w:val="sw-KE"/>
        </w:rPr>
        <w:t xml:space="preserve"> Abathu: Mchezo au kufanya jambo bila ya lengo (liingialo akilini) Mungu yu mtukufu mno si wakufanya kitu abathan (bure tu), kwa kweli amemuumba mwanadamu, na amemtunukia nguvu za akili ambayo inafanya kila ladha ya kidunia mbele yake iwe si chochote, wala haiweki utashi wake kwenye mipaka yake, japo daraja yake iwe ya juu kiasi gani, kana kwamba imeumbwa ili ikidharau kila inachokutana nacho katika maisha haya, na kutafuta kila lengo la hali ya juu liwezekanalo. Kwa hivyo lengo hili la kimaumbile Mungu (swt) hakulifanya liwe abathan, bali ni dalili ya kimaumbile ya ndani kwa ndani inayoelekeza kilicho nyuma ya maisha haya.</w:t>
      </w:r>
    </w:p>
  </w:footnote>
  <w:footnote w:id="160">
    <w:p w:rsidR="00681ECE" w:rsidRPr="00681ECE" w:rsidRDefault="00681ECE" w:rsidP="00681ECE">
      <w:pPr>
        <w:pStyle w:val="libFootnote0"/>
        <w:rPr>
          <w:lang w:val="sw-KE"/>
        </w:rPr>
      </w:pPr>
      <w:r w:rsidRPr="00681ECE">
        <w:rPr>
          <w:rStyle w:val="FootnoteReference"/>
          <w:vertAlign w:val="baseline"/>
          <w:lang w:val="sw-KE"/>
        </w:rPr>
        <w:footnoteRef/>
      </w:r>
      <w:r>
        <w:rPr>
          <w:lang w:val="sw-KE"/>
        </w:rPr>
        <w:t>.</w:t>
      </w:r>
      <w:r w:rsidRPr="00681ECE">
        <w:rPr>
          <w:lang w:val="sw-KE"/>
        </w:rPr>
        <w:t xml:space="preserve"> Lam yatrukukum sudaa: hakuwaacheni mkiwa mmetelekezwa, (bure) bila mwangalizi awezaye kuwakemea yanayowadhuru na kukuongozeni kwenye yanayowanufaisha. Na waangalizi wetu ni manabii na waandamizi wao (juu yao rehema na amani iwafikie).  </w:t>
      </w:r>
    </w:p>
  </w:footnote>
  <w:footnote w:id="161">
    <w:p w:rsidR="004A2B85" w:rsidRPr="004A2B85" w:rsidRDefault="004A2B85" w:rsidP="004A2B85">
      <w:pPr>
        <w:pStyle w:val="libFootnote0"/>
        <w:rPr>
          <w:lang w:val="sw-KE"/>
        </w:rPr>
      </w:pPr>
      <w:r w:rsidRPr="004A2B85">
        <w:rPr>
          <w:rStyle w:val="FootnoteReference"/>
          <w:vertAlign w:val="baseline"/>
          <w:lang w:val="sw-KE"/>
        </w:rPr>
        <w:footnoteRef/>
      </w:r>
      <w:r>
        <w:rPr>
          <w:lang w:val="sw-KE"/>
        </w:rPr>
        <w:t>.</w:t>
      </w:r>
      <w:r w:rsidRPr="004A2B85">
        <w:rPr>
          <w:lang w:val="sw-KE"/>
        </w:rPr>
        <w:t xml:space="preserve"> Yaani hapana kiziwizi kwa yeyote cha kuingia peponi isipoikuwa afikiwe na mauti, endapo atakuwa amefanya maandalizi yake. Wala kiziwizi kati yake na kuingia Jahannam (motoni) isipokuwa kufikiwa na kifo, endapo atakuwa ametenda matendo ya watu wa Jahannam, hivyo basi hapana kitu baada ya maisha haya isipokuwa maisha ya akhera na maisha hayo - mtu atakuwa - ama mwenye kuneemeka au shaqii (mwenye kuwa katika mashaka). </w:t>
      </w:r>
    </w:p>
  </w:footnote>
  <w:footnote w:id="162">
    <w:p w:rsidR="004A2B85" w:rsidRPr="004A2B85" w:rsidRDefault="004A2B85" w:rsidP="004A2B85">
      <w:pPr>
        <w:pStyle w:val="libFootnote0"/>
        <w:rPr>
          <w:lang w:val="sw-KE"/>
        </w:rPr>
      </w:pPr>
      <w:r w:rsidRPr="004A2B85">
        <w:rPr>
          <w:rStyle w:val="FootnoteReference"/>
          <w:vertAlign w:val="baseline"/>
          <w:lang w:val="sw-KE"/>
        </w:rPr>
        <w:footnoteRef/>
      </w:r>
      <w:r>
        <w:rPr>
          <w:lang w:val="sw-KE"/>
        </w:rPr>
        <w:t>.</w:t>
      </w:r>
      <w:r w:rsidRPr="004A2B85">
        <w:rPr>
          <w:lang w:val="sw-KE"/>
        </w:rPr>
        <w:t xml:space="preserve"> </w:t>
      </w:r>
      <w:r w:rsidRPr="004A2B85">
        <w:rPr>
          <w:lang w:val="sw-KE"/>
        </w:rPr>
        <w:t>lengo hilo ni ajali, na lapunguzwa mpaka muda wa kumalizikia huko, hivyo kiasi cha muda mdogo upitao ni upungufu kwa ule muda kati yetu na muda wa ajali, na saa inabomoa pembe moja kutoka huo muda, na ambalo huwa hivyo bila shaka muda wake ni mfupi.</w:t>
      </w:r>
    </w:p>
    <w:p w:rsidR="004A2B85" w:rsidRPr="004A2B85" w:rsidRDefault="004A2B85" w:rsidP="004A2B85">
      <w:pPr>
        <w:pStyle w:val="libFootnote0"/>
        <w:rPr>
          <w:lang w:val="sw-KE"/>
        </w:rPr>
      </w:pPr>
      <w:r w:rsidRPr="004A2B85">
        <w:rPr>
          <w:lang w:val="sw-KE"/>
        </w:rPr>
        <w:t>8.Jiandalieni duniani kutoka duniani: ni maneno fasaha: kwa sababu ambacho anaweza kujikidhi nacho muqalaf nafsi yake akhera kwa kweli anakichuma duniani, nacho ni taqwa, ikhlas na imani.</w:t>
      </w:r>
      <w:r w:rsidRPr="004A2B85">
        <w:rPr>
          <w:lang w:val="sw-K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B9" w:rsidRDefault="003109B9"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B9" w:rsidRDefault="003109B9"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43806F6"/>
    <w:multiLevelType w:val="hybridMultilevel"/>
    <w:tmpl w:val="BA303ADE"/>
    <w:lvl w:ilvl="0" w:tplc="DBA4DA58">
      <w:start w:val="1"/>
      <w:numFmt w:val="decimal"/>
      <w:lvlText w:val="%1."/>
      <w:lvlJc w:val="left"/>
      <w:pPr>
        <w:ind w:left="648" w:hanging="360"/>
      </w:pPr>
      <w:rPr>
        <w:rFonts w:hint="default"/>
        <w:b w:val="0"/>
        <w:bCs/>
        <w:vertAlign w:val="baseline"/>
      </w:rPr>
    </w:lvl>
    <w:lvl w:ilvl="1" w:tplc="04410019" w:tentative="1">
      <w:start w:val="1"/>
      <w:numFmt w:val="lowerLetter"/>
      <w:lvlText w:val="%2."/>
      <w:lvlJc w:val="left"/>
      <w:pPr>
        <w:ind w:left="1368" w:hanging="360"/>
      </w:pPr>
    </w:lvl>
    <w:lvl w:ilvl="2" w:tplc="0441001B" w:tentative="1">
      <w:start w:val="1"/>
      <w:numFmt w:val="lowerRoman"/>
      <w:lvlText w:val="%3."/>
      <w:lvlJc w:val="right"/>
      <w:pPr>
        <w:ind w:left="2088" w:hanging="180"/>
      </w:pPr>
    </w:lvl>
    <w:lvl w:ilvl="3" w:tplc="0441000F" w:tentative="1">
      <w:start w:val="1"/>
      <w:numFmt w:val="decimal"/>
      <w:lvlText w:val="%4."/>
      <w:lvlJc w:val="left"/>
      <w:pPr>
        <w:ind w:left="2808" w:hanging="360"/>
      </w:pPr>
    </w:lvl>
    <w:lvl w:ilvl="4" w:tplc="04410019" w:tentative="1">
      <w:start w:val="1"/>
      <w:numFmt w:val="lowerLetter"/>
      <w:lvlText w:val="%5."/>
      <w:lvlJc w:val="left"/>
      <w:pPr>
        <w:ind w:left="3528" w:hanging="360"/>
      </w:pPr>
    </w:lvl>
    <w:lvl w:ilvl="5" w:tplc="0441001B" w:tentative="1">
      <w:start w:val="1"/>
      <w:numFmt w:val="lowerRoman"/>
      <w:lvlText w:val="%6."/>
      <w:lvlJc w:val="right"/>
      <w:pPr>
        <w:ind w:left="4248" w:hanging="180"/>
      </w:pPr>
    </w:lvl>
    <w:lvl w:ilvl="6" w:tplc="0441000F" w:tentative="1">
      <w:start w:val="1"/>
      <w:numFmt w:val="decimal"/>
      <w:lvlText w:val="%7."/>
      <w:lvlJc w:val="left"/>
      <w:pPr>
        <w:ind w:left="4968" w:hanging="360"/>
      </w:pPr>
    </w:lvl>
    <w:lvl w:ilvl="7" w:tplc="04410019" w:tentative="1">
      <w:start w:val="1"/>
      <w:numFmt w:val="lowerLetter"/>
      <w:lvlText w:val="%8."/>
      <w:lvlJc w:val="left"/>
      <w:pPr>
        <w:ind w:left="5688" w:hanging="360"/>
      </w:pPr>
    </w:lvl>
    <w:lvl w:ilvl="8" w:tplc="0441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6"/>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4228"/>
    <w:rsid w:val="00005A19"/>
    <w:rsid w:val="0001088B"/>
    <w:rsid w:val="00017C8C"/>
    <w:rsid w:val="00020A08"/>
    <w:rsid w:val="000226E2"/>
    <w:rsid w:val="000266C2"/>
    <w:rsid w:val="000267FE"/>
    <w:rsid w:val="00030306"/>
    <w:rsid w:val="00040798"/>
    <w:rsid w:val="00043023"/>
    <w:rsid w:val="0004438F"/>
    <w:rsid w:val="00054406"/>
    <w:rsid w:val="000559E9"/>
    <w:rsid w:val="00056356"/>
    <w:rsid w:val="0006216A"/>
    <w:rsid w:val="00063518"/>
    <w:rsid w:val="00067F84"/>
    <w:rsid w:val="00071C97"/>
    <w:rsid w:val="00073E56"/>
    <w:rsid w:val="000761F7"/>
    <w:rsid w:val="00076A3A"/>
    <w:rsid w:val="00082AF4"/>
    <w:rsid w:val="00086533"/>
    <w:rsid w:val="000871D0"/>
    <w:rsid w:val="00092805"/>
    <w:rsid w:val="00092A0C"/>
    <w:rsid w:val="000966AD"/>
    <w:rsid w:val="000A0009"/>
    <w:rsid w:val="000A43FA"/>
    <w:rsid w:val="000A5049"/>
    <w:rsid w:val="000A5F03"/>
    <w:rsid w:val="000A6234"/>
    <w:rsid w:val="000A7320"/>
    <w:rsid w:val="000A7750"/>
    <w:rsid w:val="000B3A56"/>
    <w:rsid w:val="000B3A70"/>
    <w:rsid w:val="000B5E75"/>
    <w:rsid w:val="000C0A89"/>
    <w:rsid w:val="000C4D1F"/>
    <w:rsid w:val="000C6E5B"/>
    <w:rsid w:val="000C7722"/>
    <w:rsid w:val="000D0932"/>
    <w:rsid w:val="000D1BDF"/>
    <w:rsid w:val="000D50FC"/>
    <w:rsid w:val="000D70BC"/>
    <w:rsid w:val="000D71B7"/>
    <w:rsid w:val="000E0999"/>
    <w:rsid w:val="000E2A03"/>
    <w:rsid w:val="000E591F"/>
    <w:rsid w:val="000E6824"/>
    <w:rsid w:val="000E6B54"/>
    <w:rsid w:val="000F355B"/>
    <w:rsid w:val="000F5C64"/>
    <w:rsid w:val="000F6E13"/>
    <w:rsid w:val="0010049D"/>
    <w:rsid w:val="00101CEF"/>
    <w:rsid w:val="00102B9A"/>
    <w:rsid w:val="00104811"/>
    <w:rsid w:val="001071E4"/>
    <w:rsid w:val="00107697"/>
    <w:rsid w:val="00107A6B"/>
    <w:rsid w:val="001106A5"/>
    <w:rsid w:val="00111AE3"/>
    <w:rsid w:val="0011352E"/>
    <w:rsid w:val="00113B0B"/>
    <w:rsid w:val="00113C59"/>
    <w:rsid w:val="00113CCC"/>
    <w:rsid w:val="00115473"/>
    <w:rsid w:val="00115A71"/>
    <w:rsid w:val="0011612C"/>
    <w:rsid w:val="001162C9"/>
    <w:rsid w:val="00117F66"/>
    <w:rsid w:val="00120A45"/>
    <w:rsid w:val="00121937"/>
    <w:rsid w:val="0012268F"/>
    <w:rsid w:val="001243ED"/>
    <w:rsid w:val="00126471"/>
    <w:rsid w:val="0012661B"/>
    <w:rsid w:val="001269E1"/>
    <w:rsid w:val="00133D3B"/>
    <w:rsid w:val="00133DD1"/>
    <w:rsid w:val="001350E4"/>
    <w:rsid w:val="00135E90"/>
    <w:rsid w:val="00136268"/>
    <w:rsid w:val="00136E6F"/>
    <w:rsid w:val="00141B08"/>
    <w:rsid w:val="00141EA3"/>
    <w:rsid w:val="0014341C"/>
    <w:rsid w:val="00143EEA"/>
    <w:rsid w:val="00147ED8"/>
    <w:rsid w:val="00147F02"/>
    <w:rsid w:val="00151C03"/>
    <w:rsid w:val="00153917"/>
    <w:rsid w:val="00156ED3"/>
    <w:rsid w:val="00157306"/>
    <w:rsid w:val="00160F76"/>
    <w:rsid w:val="00161608"/>
    <w:rsid w:val="00163D83"/>
    <w:rsid w:val="00164767"/>
    <w:rsid w:val="00164810"/>
    <w:rsid w:val="001712E1"/>
    <w:rsid w:val="00177D06"/>
    <w:rsid w:val="00180E71"/>
    <w:rsid w:val="00181CD2"/>
    <w:rsid w:val="00182CD3"/>
    <w:rsid w:val="001837AB"/>
    <w:rsid w:val="00184976"/>
    <w:rsid w:val="00185023"/>
    <w:rsid w:val="0018664D"/>
    <w:rsid w:val="00187017"/>
    <w:rsid w:val="00187246"/>
    <w:rsid w:val="00190EE8"/>
    <w:rsid w:val="001937F7"/>
    <w:rsid w:val="001A1408"/>
    <w:rsid w:val="001A3110"/>
    <w:rsid w:val="001A4C37"/>
    <w:rsid w:val="001A4D9B"/>
    <w:rsid w:val="001A6EC0"/>
    <w:rsid w:val="001B07B7"/>
    <w:rsid w:val="001B16FD"/>
    <w:rsid w:val="001B37D4"/>
    <w:rsid w:val="001B37F5"/>
    <w:rsid w:val="001B577F"/>
    <w:rsid w:val="001B5BA8"/>
    <w:rsid w:val="001B702D"/>
    <w:rsid w:val="001B7407"/>
    <w:rsid w:val="001C05AC"/>
    <w:rsid w:val="001C5EDB"/>
    <w:rsid w:val="001C6B24"/>
    <w:rsid w:val="001C7291"/>
    <w:rsid w:val="001D41A1"/>
    <w:rsid w:val="001E11FF"/>
    <w:rsid w:val="001E224F"/>
    <w:rsid w:val="001E25DC"/>
    <w:rsid w:val="001E5959"/>
    <w:rsid w:val="001F0713"/>
    <w:rsid w:val="001F2DB3"/>
    <w:rsid w:val="00202C7B"/>
    <w:rsid w:val="002054C5"/>
    <w:rsid w:val="002138C8"/>
    <w:rsid w:val="002139CB"/>
    <w:rsid w:val="00214801"/>
    <w:rsid w:val="002177A1"/>
    <w:rsid w:val="002227DC"/>
    <w:rsid w:val="00224964"/>
    <w:rsid w:val="0022560D"/>
    <w:rsid w:val="002267C7"/>
    <w:rsid w:val="00227FEE"/>
    <w:rsid w:val="002300CA"/>
    <w:rsid w:val="002306D7"/>
    <w:rsid w:val="00231037"/>
    <w:rsid w:val="002339CB"/>
    <w:rsid w:val="0023599D"/>
    <w:rsid w:val="002414DE"/>
    <w:rsid w:val="00241F59"/>
    <w:rsid w:val="0024265C"/>
    <w:rsid w:val="002439A9"/>
    <w:rsid w:val="00244201"/>
    <w:rsid w:val="00244C2E"/>
    <w:rsid w:val="00245D7D"/>
    <w:rsid w:val="00250E0A"/>
    <w:rsid w:val="00251E02"/>
    <w:rsid w:val="00253680"/>
    <w:rsid w:val="00253D82"/>
    <w:rsid w:val="00254B61"/>
    <w:rsid w:val="00257657"/>
    <w:rsid w:val="002619AD"/>
    <w:rsid w:val="002628DE"/>
    <w:rsid w:val="00263F56"/>
    <w:rsid w:val="0027369F"/>
    <w:rsid w:val="00274B50"/>
    <w:rsid w:val="00280001"/>
    <w:rsid w:val="002818EF"/>
    <w:rsid w:val="0028271F"/>
    <w:rsid w:val="0028397C"/>
    <w:rsid w:val="00285BFF"/>
    <w:rsid w:val="002A0284"/>
    <w:rsid w:val="002A338C"/>
    <w:rsid w:val="002A425C"/>
    <w:rsid w:val="002A5893"/>
    <w:rsid w:val="002A717D"/>
    <w:rsid w:val="002A73D7"/>
    <w:rsid w:val="002B0AFF"/>
    <w:rsid w:val="002B2B15"/>
    <w:rsid w:val="002B35D6"/>
    <w:rsid w:val="002B71A8"/>
    <w:rsid w:val="002B7989"/>
    <w:rsid w:val="002C0451"/>
    <w:rsid w:val="002C0612"/>
    <w:rsid w:val="002C1543"/>
    <w:rsid w:val="002C340C"/>
    <w:rsid w:val="002C3E3A"/>
    <w:rsid w:val="002C5C66"/>
    <w:rsid w:val="002C6427"/>
    <w:rsid w:val="002C7E83"/>
    <w:rsid w:val="002D19A9"/>
    <w:rsid w:val="002D1BB0"/>
    <w:rsid w:val="002D2485"/>
    <w:rsid w:val="002D2E58"/>
    <w:rsid w:val="002D580E"/>
    <w:rsid w:val="002D6F73"/>
    <w:rsid w:val="002E19EE"/>
    <w:rsid w:val="002E338D"/>
    <w:rsid w:val="002E4D3D"/>
    <w:rsid w:val="002E5CA1"/>
    <w:rsid w:val="002E6022"/>
    <w:rsid w:val="002F1584"/>
    <w:rsid w:val="002F3626"/>
    <w:rsid w:val="002F70E3"/>
    <w:rsid w:val="0030126F"/>
    <w:rsid w:val="003016FA"/>
    <w:rsid w:val="00301EBF"/>
    <w:rsid w:val="003064C6"/>
    <w:rsid w:val="00307C3A"/>
    <w:rsid w:val="003109B9"/>
    <w:rsid w:val="00310D1D"/>
    <w:rsid w:val="00317E22"/>
    <w:rsid w:val="00322466"/>
    <w:rsid w:val="00324B78"/>
    <w:rsid w:val="00325884"/>
    <w:rsid w:val="00325A62"/>
    <w:rsid w:val="00330D70"/>
    <w:rsid w:val="003323E2"/>
    <w:rsid w:val="003339D0"/>
    <w:rsid w:val="003353BB"/>
    <w:rsid w:val="00335E38"/>
    <w:rsid w:val="0033620A"/>
    <w:rsid w:val="00336AAD"/>
    <w:rsid w:val="00342190"/>
    <w:rsid w:val="0034239A"/>
    <w:rsid w:val="0034289E"/>
    <w:rsid w:val="003446BC"/>
    <w:rsid w:val="00345880"/>
    <w:rsid w:val="003463C9"/>
    <w:rsid w:val="00350987"/>
    <w:rsid w:val="00350DD9"/>
    <w:rsid w:val="00352FC4"/>
    <w:rsid w:val="0035368E"/>
    <w:rsid w:val="00354493"/>
    <w:rsid w:val="0035629F"/>
    <w:rsid w:val="003564CA"/>
    <w:rsid w:val="00357267"/>
    <w:rsid w:val="00360A5F"/>
    <w:rsid w:val="003618AA"/>
    <w:rsid w:val="00362F97"/>
    <w:rsid w:val="00363C94"/>
    <w:rsid w:val="0036400D"/>
    <w:rsid w:val="00365192"/>
    <w:rsid w:val="00373085"/>
    <w:rsid w:val="00380A47"/>
    <w:rsid w:val="00382B89"/>
    <w:rsid w:val="0038683D"/>
    <w:rsid w:val="00395449"/>
    <w:rsid w:val="00396083"/>
    <w:rsid w:val="003963F3"/>
    <w:rsid w:val="0039787F"/>
    <w:rsid w:val="003A0326"/>
    <w:rsid w:val="003A1475"/>
    <w:rsid w:val="003A3298"/>
    <w:rsid w:val="003A3DB6"/>
    <w:rsid w:val="003A4587"/>
    <w:rsid w:val="003A661E"/>
    <w:rsid w:val="003A7553"/>
    <w:rsid w:val="003B0913"/>
    <w:rsid w:val="003B1C7E"/>
    <w:rsid w:val="003B20C5"/>
    <w:rsid w:val="003B5031"/>
    <w:rsid w:val="003B6720"/>
    <w:rsid w:val="003B677A"/>
    <w:rsid w:val="003B775B"/>
    <w:rsid w:val="003B7FA9"/>
    <w:rsid w:val="003C0FAF"/>
    <w:rsid w:val="003C7C08"/>
    <w:rsid w:val="003D1668"/>
    <w:rsid w:val="003D2459"/>
    <w:rsid w:val="003D28ED"/>
    <w:rsid w:val="003D3107"/>
    <w:rsid w:val="003D45F2"/>
    <w:rsid w:val="003D4804"/>
    <w:rsid w:val="003D6031"/>
    <w:rsid w:val="003E148D"/>
    <w:rsid w:val="003E3600"/>
    <w:rsid w:val="003E5454"/>
    <w:rsid w:val="003F1428"/>
    <w:rsid w:val="003F1CEB"/>
    <w:rsid w:val="003F24FB"/>
    <w:rsid w:val="003F33DE"/>
    <w:rsid w:val="00402C65"/>
    <w:rsid w:val="0040326E"/>
    <w:rsid w:val="00404EB7"/>
    <w:rsid w:val="00407D56"/>
    <w:rsid w:val="00413460"/>
    <w:rsid w:val="00413479"/>
    <w:rsid w:val="00416E2B"/>
    <w:rsid w:val="004209BA"/>
    <w:rsid w:val="00420C44"/>
    <w:rsid w:val="004241E7"/>
    <w:rsid w:val="004259A5"/>
    <w:rsid w:val="00430581"/>
    <w:rsid w:val="00434A97"/>
    <w:rsid w:val="00437035"/>
    <w:rsid w:val="00440C62"/>
    <w:rsid w:val="00446BBA"/>
    <w:rsid w:val="004521DD"/>
    <w:rsid w:val="00452BE7"/>
    <w:rsid w:val="00453002"/>
    <w:rsid w:val="00453381"/>
    <w:rsid w:val="004538D5"/>
    <w:rsid w:val="00455A59"/>
    <w:rsid w:val="004627FA"/>
    <w:rsid w:val="00463DB6"/>
    <w:rsid w:val="00464011"/>
    <w:rsid w:val="004652F7"/>
    <w:rsid w:val="0046634E"/>
    <w:rsid w:val="00466F29"/>
    <w:rsid w:val="00467E54"/>
    <w:rsid w:val="00470378"/>
    <w:rsid w:val="004722F9"/>
    <w:rsid w:val="0047330E"/>
    <w:rsid w:val="00475E99"/>
    <w:rsid w:val="00476B89"/>
    <w:rsid w:val="00481FD0"/>
    <w:rsid w:val="0048221F"/>
    <w:rsid w:val="00483914"/>
    <w:rsid w:val="00484CFB"/>
    <w:rsid w:val="00485558"/>
    <w:rsid w:val="00485794"/>
    <w:rsid w:val="00486A7A"/>
    <w:rsid w:val="00487AF9"/>
    <w:rsid w:val="004919C3"/>
    <w:rsid w:val="00491D0D"/>
    <w:rsid w:val="0049311D"/>
    <w:rsid w:val="004953C3"/>
    <w:rsid w:val="00497042"/>
    <w:rsid w:val="00497F81"/>
    <w:rsid w:val="004A0866"/>
    <w:rsid w:val="004A2B85"/>
    <w:rsid w:val="004A5116"/>
    <w:rsid w:val="004A6999"/>
    <w:rsid w:val="004A7A52"/>
    <w:rsid w:val="004A7E97"/>
    <w:rsid w:val="004B17F4"/>
    <w:rsid w:val="004B3F28"/>
    <w:rsid w:val="004C0F68"/>
    <w:rsid w:val="004C3E90"/>
    <w:rsid w:val="004C4336"/>
    <w:rsid w:val="004C4707"/>
    <w:rsid w:val="004C74DD"/>
    <w:rsid w:val="004C77B5"/>
    <w:rsid w:val="004D7678"/>
    <w:rsid w:val="004D7CD7"/>
    <w:rsid w:val="004E2A9A"/>
    <w:rsid w:val="004E6E95"/>
    <w:rsid w:val="004F41E6"/>
    <w:rsid w:val="004F58BA"/>
    <w:rsid w:val="005022E5"/>
    <w:rsid w:val="005076AF"/>
    <w:rsid w:val="00512375"/>
    <w:rsid w:val="00515687"/>
    <w:rsid w:val="005210E9"/>
    <w:rsid w:val="005254BC"/>
    <w:rsid w:val="00526724"/>
    <w:rsid w:val="00542EEF"/>
    <w:rsid w:val="005443DF"/>
    <w:rsid w:val="00546B36"/>
    <w:rsid w:val="00550B2F"/>
    <w:rsid w:val="00551712"/>
    <w:rsid w:val="00551E02"/>
    <w:rsid w:val="005529FE"/>
    <w:rsid w:val="00552C63"/>
    <w:rsid w:val="00553E8E"/>
    <w:rsid w:val="005549DE"/>
    <w:rsid w:val="005554CB"/>
    <w:rsid w:val="00555E4C"/>
    <w:rsid w:val="005577F6"/>
    <w:rsid w:val="00557FB6"/>
    <w:rsid w:val="005606EA"/>
    <w:rsid w:val="00560CDE"/>
    <w:rsid w:val="0056196D"/>
    <w:rsid w:val="00561C58"/>
    <w:rsid w:val="00562271"/>
    <w:rsid w:val="005624CD"/>
    <w:rsid w:val="00562EED"/>
    <w:rsid w:val="00564D82"/>
    <w:rsid w:val="00565AF9"/>
    <w:rsid w:val="005673A9"/>
    <w:rsid w:val="00567A5B"/>
    <w:rsid w:val="0057006C"/>
    <w:rsid w:val="00570647"/>
    <w:rsid w:val="005719F2"/>
    <w:rsid w:val="00571BF1"/>
    <w:rsid w:val="0057612B"/>
    <w:rsid w:val="005772C4"/>
    <w:rsid w:val="00577577"/>
    <w:rsid w:val="00584801"/>
    <w:rsid w:val="005907B1"/>
    <w:rsid w:val="005923FF"/>
    <w:rsid w:val="00592AEE"/>
    <w:rsid w:val="00592C55"/>
    <w:rsid w:val="00593A2C"/>
    <w:rsid w:val="00595C77"/>
    <w:rsid w:val="005967BC"/>
    <w:rsid w:val="00597294"/>
    <w:rsid w:val="00597B34"/>
    <w:rsid w:val="005A1C39"/>
    <w:rsid w:val="005A36EE"/>
    <w:rsid w:val="005A43ED"/>
    <w:rsid w:val="005A440B"/>
    <w:rsid w:val="005A68E4"/>
    <w:rsid w:val="005B0730"/>
    <w:rsid w:val="005B2DE4"/>
    <w:rsid w:val="005B4170"/>
    <w:rsid w:val="005B4D30"/>
    <w:rsid w:val="005B56BE"/>
    <w:rsid w:val="005B68D5"/>
    <w:rsid w:val="005C0E2F"/>
    <w:rsid w:val="005C30EA"/>
    <w:rsid w:val="005D1E4B"/>
    <w:rsid w:val="005D2C72"/>
    <w:rsid w:val="005E105D"/>
    <w:rsid w:val="005E2913"/>
    <w:rsid w:val="005E70DB"/>
    <w:rsid w:val="005F004B"/>
    <w:rsid w:val="005F0186"/>
    <w:rsid w:val="005F65EC"/>
    <w:rsid w:val="00614301"/>
    <w:rsid w:val="00616F7E"/>
    <w:rsid w:val="00620B12"/>
    <w:rsid w:val="006210F4"/>
    <w:rsid w:val="00621472"/>
    <w:rsid w:val="00623D14"/>
    <w:rsid w:val="00625C71"/>
    <w:rsid w:val="00627A7B"/>
    <w:rsid w:val="00631049"/>
    <w:rsid w:val="00632AD1"/>
    <w:rsid w:val="006357C1"/>
    <w:rsid w:val="00636D3F"/>
    <w:rsid w:val="00641A2D"/>
    <w:rsid w:val="00641D6B"/>
    <w:rsid w:val="00642645"/>
    <w:rsid w:val="00643F5E"/>
    <w:rsid w:val="00646D08"/>
    <w:rsid w:val="00651640"/>
    <w:rsid w:val="00651ADF"/>
    <w:rsid w:val="00653973"/>
    <w:rsid w:val="0065447A"/>
    <w:rsid w:val="006574EA"/>
    <w:rsid w:val="00657D48"/>
    <w:rsid w:val="00660713"/>
    <w:rsid w:val="00663284"/>
    <w:rsid w:val="006644E3"/>
    <w:rsid w:val="00665B79"/>
    <w:rsid w:val="006726F6"/>
    <w:rsid w:val="00672E5A"/>
    <w:rsid w:val="00681ECE"/>
    <w:rsid w:val="006820C1"/>
    <w:rsid w:val="0068210B"/>
    <w:rsid w:val="00682902"/>
    <w:rsid w:val="0068362F"/>
    <w:rsid w:val="00684527"/>
    <w:rsid w:val="006852B4"/>
    <w:rsid w:val="0068652E"/>
    <w:rsid w:val="00687928"/>
    <w:rsid w:val="0069163F"/>
    <w:rsid w:val="00691DBB"/>
    <w:rsid w:val="006A00E6"/>
    <w:rsid w:val="006A0F9D"/>
    <w:rsid w:val="006A199E"/>
    <w:rsid w:val="006A7D4D"/>
    <w:rsid w:val="006B5C71"/>
    <w:rsid w:val="006B7F0E"/>
    <w:rsid w:val="006C3A27"/>
    <w:rsid w:val="006C48E5"/>
    <w:rsid w:val="006C4B43"/>
    <w:rsid w:val="006D33E3"/>
    <w:rsid w:val="006D36EC"/>
    <w:rsid w:val="006D41DF"/>
    <w:rsid w:val="006D692B"/>
    <w:rsid w:val="006D6DC1"/>
    <w:rsid w:val="006D6F9A"/>
    <w:rsid w:val="006E1F6E"/>
    <w:rsid w:val="006E2C8E"/>
    <w:rsid w:val="006E446F"/>
    <w:rsid w:val="006E6291"/>
    <w:rsid w:val="006E701A"/>
    <w:rsid w:val="006F005A"/>
    <w:rsid w:val="006F3858"/>
    <w:rsid w:val="006F4A0D"/>
    <w:rsid w:val="006F7CE8"/>
    <w:rsid w:val="0070063A"/>
    <w:rsid w:val="00701353"/>
    <w:rsid w:val="00703721"/>
    <w:rsid w:val="0070524C"/>
    <w:rsid w:val="00710619"/>
    <w:rsid w:val="007130FD"/>
    <w:rsid w:val="0071538C"/>
    <w:rsid w:val="00716FBA"/>
    <w:rsid w:val="00717AB1"/>
    <w:rsid w:val="00717C64"/>
    <w:rsid w:val="00721FA0"/>
    <w:rsid w:val="00722D44"/>
    <w:rsid w:val="00723983"/>
    <w:rsid w:val="00723D07"/>
    <w:rsid w:val="00725377"/>
    <w:rsid w:val="0073042E"/>
    <w:rsid w:val="00730E45"/>
    <w:rsid w:val="00731AD7"/>
    <w:rsid w:val="0073466C"/>
    <w:rsid w:val="00740E80"/>
    <w:rsid w:val="00742AC6"/>
    <w:rsid w:val="0074517B"/>
    <w:rsid w:val="00745C1D"/>
    <w:rsid w:val="00752C10"/>
    <w:rsid w:val="00755F0D"/>
    <w:rsid w:val="007571E2"/>
    <w:rsid w:val="00757A95"/>
    <w:rsid w:val="00760354"/>
    <w:rsid w:val="00762816"/>
    <w:rsid w:val="00765BEF"/>
    <w:rsid w:val="00770B33"/>
    <w:rsid w:val="007735AB"/>
    <w:rsid w:val="00773711"/>
    <w:rsid w:val="00773E4E"/>
    <w:rsid w:val="00775FFA"/>
    <w:rsid w:val="00776C54"/>
    <w:rsid w:val="00777AC5"/>
    <w:rsid w:val="0078259F"/>
    <w:rsid w:val="00782872"/>
    <w:rsid w:val="00784287"/>
    <w:rsid w:val="00795781"/>
    <w:rsid w:val="00796AAA"/>
    <w:rsid w:val="0079785B"/>
    <w:rsid w:val="007A1627"/>
    <w:rsid w:val="007A22D0"/>
    <w:rsid w:val="007A6185"/>
    <w:rsid w:val="007B10B3"/>
    <w:rsid w:val="007B1D12"/>
    <w:rsid w:val="007B2F17"/>
    <w:rsid w:val="007B46B3"/>
    <w:rsid w:val="007B4907"/>
    <w:rsid w:val="007B4EF3"/>
    <w:rsid w:val="007B5CD8"/>
    <w:rsid w:val="007B6D51"/>
    <w:rsid w:val="007C088F"/>
    <w:rsid w:val="007C3541"/>
    <w:rsid w:val="007C3DC9"/>
    <w:rsid w:val="007D1D2B"/>
    <w:rsid w:val="007D268A"/>
    <w:rsid w:val="007D289F"/>
    <w:rsid w:val="007D5FD1"/>
    <w:rsid w:val="007D6AC0"/>
    <w:rsid w:val="007D75F5"/>
    <w:rsid w:val="007E0804"/>
    <w:rsid w:val="007E27D0"/>
    <w:rsid w:val="007E2EBF"/>
    <w:rsid w:val="007E32E5"/>
    <w:rsid w:val="007E6DD9"/>
    <w:rsid w:val="007F4190"/>
    <w:rsid w:val="007F4E53"/>
    <w:rsid w:val="007F5752"/>
    <w:rsid w:val="0080178A"/>
    <w:rsid w:val="00806335"/>
    <w:rsid w:val="008105E2"/>
    <w:rsid w:val="008128CA"/>
    <w:rsid w:val="00813440"/>
    <w:rsid w:val="00813D79"/>
    <w:rsid w:val="00821393"/>
    <w:rsid w:val="00821493"/>
    <w:rsid w:val="00821C22"/>
    <w:rsid w:val="00822708"/>
    <w:rsid w:val="00826B87"/>
    <w:rsid w:val="00831B8F"/>
    <w:rsid w:val="00832845"/>
    <w:rsid w:val="0083288F"/>
    <w:rsid w:val="008340ED"/>
    <w:rsid w:val="00835393"/>
    <w:rsid w:val="00837259"/>
    <w:rsid w:val="0084238B"/>
    <w:rsid w:val="0084318E"/>
    <w:rsid w:val="0084496F"/>
    <w:rsid w:val="00850983"/>
    <w:rsid w:val="008517D0"/>
    <w:rsid w:val="00856941"/>
    <w:rsid w:val="00857A7C"/>
    <w:rsid w:val="00864864"/>
    <w:rsid w:val="008656BE"/>
    <w:rsid w:val="00866D4A"/>
    <w:rsid w:val="008703F4"/>
    <w:rsid w:val="00870D4D"/>
    <w:rsid w:val="0087275C"/>
    <w:rsid w:val="00873B3A"/>
    <w:rsid w:val="00873D57"/>
    <w:rsid w:val="00874112"/>
    <w:rsid w:val="00876274"/>
    <w:rsid w:val="0087688C"/>
    <w:rsid w:val="008777DC"/>
    <w:rsid w:val="00880BCE"/>
    <w:rsid w:val="008810AF"/>
    <w:rsid w:val="008817A8"/>
    <w:rsid w:val="008830EF"/>
    <w:rsid w:val="00884533"/>
    <w:rsid w:val="008933CF"/>
    <w:rsid w:val="008933F3"/>
    <w:rsid w:val="00895362"/>
    <w:rsid w:val="008A225D"/>
    <w:rsid w:val="008A2E19"/>
    <w:rsid w:val="008A33D8"/>
    <w:rsid w:val="008A4630"/>
    <w:rsid w:val="008B5285"/>
    <w:rsid w:val="008B5AE2"/>
    <w:rsid w:val="008B5B7E"/>
    <w:rsid w:val="008C0DB1"/>
    <w:rsid w:val="008C3327"/>
    <w:rsid w:val="008C7350"/>
    <w:rsid w:val="008D141C"/>
    <w:rsid w:val="008D434F"/>
    <w:rsid w:val="008D5FE6"/>
    <w:rsid w:val="008D6657"/>
    <w:rsid w:val="008E046F"/>
    <w:rsid w:val="008E11A0"/>
    <w:rsid w:val="008E1FA7"/>
    <w:rsid w:val="008E34CB"/>
    <w:rsid w:val="008E3F46"/>
    <w:rsid w:val="008E4D2E"/>
    <w:rsid w:val="008E625A"/>
    <w:rsid w:val="008F258C"/>
    <w:rsid w:val="008F34BC"/>
    <w:rsid w:val="008F3BB8"/>
    <w:rsid w:val="008F4513"/>
    <w:rsid w:val="008F5B45"/>
    <w:rsid w:val="009001FB"/>
    <w:rsid w:val="009006DA"/>
    <w:rsid w:val="00900F25"/>
    <w:rsid w:val="009046DF"/>
    <w:rsid w:val="0091682D"/>
    <w:rsid w:val="00917D4F"/>
    <w:rsid w:val="00922370"/>
    <w:rsid w:val="0092388A"/>
    <w:rsid w:val="00927D62"/>
    <w:rsid w:val="00932192"/>
    <w:rsid w:val="00935493"/>
    <w:rsid w:val="009358B4"/>
    <w:rsid w:val="00936147"/>
    <w:rsid w:val="00940EFC"/>
    <w:rsid w:val="00942067"/>
    <w:rsid w:val="00942855"/>
    <w:rsid w:val="00943412"/>
    <w:rsid w:val="00943B2E"/>
    <w:rsid w:val="009450F4"/>
    <w:rsid w:val="00945D11"/>
    <w:rsid w:val="009503E2"/>
    <w:rsid w:val="00955164"/>
    <w:rsid w:val="0095713A"/>
    <w:rsid w:val="00960F67"/>
    <w:rsid w:val="009617BD"/>
    <w:rsid w:val="00961CD2"/>
    <w:rsid w:val="00962B76"/>
    <w:rsid w:val="00965097"/>
    <w:rsid w:val="0097061F"/>
    <w:rsid w:val="00972C70"/>
    <w:rsid w:val="009731BA"/>
    <w:rsid w:val="00973BBD"/>
    <w:rsid w:val="00974224"/>
    <w:rsid w:val="00974FF1"/>
    <w:rsid w:val="009777DA"/>
    <w:rsid w:val="00983EA8"/>
    <w:rsid w:val="0098710B"/>
    <w:rsid w:val="0099261F"/>
    <w:rsid w:val="00992E31"/>
    <w:rsid w:val="009A53CC"/>
    <w:rsid w:val="009A7001"/>
    <w:rsid w:val="009A7DA5"/>
    <w:rsid w:val="009B01D4"/>
    <w:rsid w:val="009B0C22"/>
    <w:rsid w:val="009B1D3D"/>
    <w:rsid w:val="009B7253"/>
    <w:rsid w:val="009C412C"/>
    <w:rsid w:val="009C7915"/>
    <w:rsid w:val="009D3969"/>
    <w:rsid w:val="009D5CDE"/>
    <w:rsid w:val="009D625F"/>
    <w:rsid w:val="009D6CB0"/>
    <w:rsid w:val="009E03BE"/>
    <w:rsid w:val="009E07BB"/>
    <w:rsid w:val="009E14EC"/>
    <w:rsid w:val="009E1D75"/>
    <w:rsid w:val="009E3462"/>
    <w:rsid w:val="009E4824"/>
    <w:rsid w:val="009E6142"/>
    <w:rsid w:val="009E67C9"/>
    <w:rsid w:val="009E6DE8"/>
    <w:rsid w:val="009E7AB9"/>
    <w:rsid w:val="009F1DF7"/>
    <w:rsid w:val="009F2C77"/>
    <w:rsid w:val="009F4A72"/>
    <w:rsid w:val="009F5327"/>
    <w:rsid w:val="009F6DDF"/>
    <w:rsid w:val="009F70A5"/>
    <w:rsid w:val="00A00A9C"/>
    <w:rsid w:val="00A01A13"/>
    <w:rsid w:val="00A05A22"/>
    <w:rsid w:val="00A063B5"/>
    <w:rsid w:val="00A105CE"/>
    <w:rsid w:val="00A16415"/>
    <w:rsid w:val="00A165A6"/>
    <w:rsid w:val="00A209AB"/>
    <w:rsid w:val="00A21090"/>
    <w:rsid w:val="00A22363"/>
    <w:rsid w:val="00A2310F"/>
    <w:rsid w:val="00A23A79"/>
    <w:rsid w:val="00A23D65"/>
    <w:rsid w:val="00A2631F"/>
    <w:rsid w:val="00A2642A"/>
    <w:rsid w:val="00A26AD5"/>
    <w:rsid w:val="00A30F05"/>
    <w:rsid w:val="00A35EDE"/>
    <w:rsid w:val="00A36CA9"/>
    <w:rsid w:val="00A37372"/>
    <w:rsid w:val="00A41926"/>
    <w:rsid w:val="00A445B6"/>
    <w:rsid w:val="00A44704"/>
    <w:rsid w:val="00A478DC"/>
    <w:rsid w:val="00A47F0B"/>
    <w:rsid w:val="00A50FBD"/>
    <w:rsid w:val="00A51FCA"/>
    <w:rsid w:val="00A6076B"/>
    <w:rsid w:val="00A60B19"/>
    <w:rsid w:val="00A6486D"/>
    <w:rsid w:val="00A668D6"/>
    <w:rsid w:val="00A70D88"/>
    <w:rsid w:val="00A745EB"/>
    <w:rsid w:val="00A749A9"/>
    <w:rsid w:val="00A751DD"/>
    <w:rsid w:val="00A75714"/>
    <w:rsid w:val="00A76AA8"/>
    <w:rsid w:val="00A810C5"/>
    <w:rsid w:val="00A81E2E"/>
    <w:rsid w:val="00A8444B"/>
    <w:rsid w:val="00A86979"/>
    <w:rsid w:val="00A87ED8"/>
    <w:rsid w:val="00A91F7E"/>
    <w:rsid w:val="00A9330B"/>
    <w:rsid w:val="00A94C92"/>
    <w:rsid w:val="00A971B5"/>
    <w:rsid w:val="00A9737F"/>
    <w:rsid w:val="00A97606"/>
    <w:rsid w:val="00AA22BE"/>
    <w:rsid w:val="00AA378D"/>
    <w:rsid w:val="00AA3DA2"/>
    <w:rsid w:val="00AB13A6"/>
    <w:rsid w:val="00AB14E4"/>
    <w:rsid w:val="00AB1F96"/>
    <w:rsid w:val="00AB49D8"/>
    <w:rsid w:val="00AB57DA"/>
    <w:rsid w:val="00AB5AFC"/>
    <w:rsid w:val="00AB5B22"/>
    <w:rsid w:val="00AC28CD"/>
    <w:rsid w:val="00AC6146"/>
    <w:rsid w:val="00AC64A5"/>
    <w:rsid w:val="00AD0994"/>
    <w:rsid w:val="00AD2964"/>
    <w:rsid w:val="00AD2CBD"/>
    <w:rsid w:val="00AD365B"/>
    <w:rsid w:val="00AD7691"/>
    <w:rsid w:val="00AE0778"/>
    <w:rsid w:val="00AE15AF"/>
    <w:rsid w:val="00AE1E35"/>
    <w:rsid w:val="00AE4379"/>
    <w:rsid w:val="00AE4D35"/>
    <w:rsid w:val="00AE5DAC"/>
    <w:rsid w:val="00AE6117"/>
    <w:rsid w:val="00AE64FD"/>
    <w:rsid w:val="00AE6563"/>
    <w:rsid w:val="00AF0A2F"/>
    <w:rsid w:val="00AF217C"/>
    <w:rsid w:val="00AF33DF"/>
    <w:rsid w:val="00AF7AE4"/>
    <w:rsid w:val="00B01257"/>
    <w:rsid w:val="00B1002E"/>
    <w:rsid w:val="00B11AF5"/>
    <w:rsid w:val="00B1211B"/>
    <w:rsid w:val="00B12ED2"/>
    <w:rsid w:val="00B14C29"/>
    <w:rsid w:val="00B17010"/>
    <w:rsid w:val="00B21097"/>
    <w:rsid w:val="00B24ABA"/>
    <w:rsid w:val="00B25084"/>
    <w:rsid w:val="00B32ED9"/>
    <w:rsid w:val="00B37FEA"/>
    <w:rsid w:val="00B426ED"/>
    <w:rsid w:val="00B42E0C"/>
    <w:rsid w:val="00B46158"/>
    <w:rsid w:val="00B4766D"/>
    <w:rsid w:val="00B47827"/>
    <w:rsid w:val="00B506FA"/>
    <w:rsid w:val="00B52A64"/>
    <w:rsid w:val="00B55A74"/>
    <w:rsid w:val="00B629FE"/>
    <w:rsid w:val="00B639D5"/>
    <w:rsid w:val="00B65134"/>
    <w:rsid w:val="00B706EE"/>
    <w:rsid w:val="00B70AEE"/>
    <w:rsid w:val="00B719AC"/>
    <w:rsid w:val="00B71ADF"/>
    <w:rsid w:val="00B73110"/>
    <w:rsid w:val="00B731F9"/>
    <w:rsid w:val="00B7343D"/>
    <w:rsid w:val="00B73BF4"/>
    <w:rsid w:val="00B7501C"/>
    <w:rsid w:val="00B759C2"/>
    <w:rsid w:val="00B76530"/>
    <w:rsid w:val="00B76B70"/>
    <w:rsid w:val="00B77EF4"/>
    <w:rsid w:val="00B81F23"/>
    <w:rsid w:val="00B82A3A"/>
    <w:rsid w:val="00B854AA"/>
    <w:rsid w:val="00B866B7"/>
    <w:rsid w:val="00B87355"/>
    <w:rsid w:val="00B90A19"/>
    <w:rsid w:val="00B931B4"/>
    <w:rsid w:val="00B9342A"/>
    <w:rsid w:val="00B936D7"/>
    <w:rsid w:val="00B955A3"/>
    <w:rsid w:val="00B95CA5"/>
    <w:rsid w:val="00B970AE"/>
    <w:rsid w:val="00BA09DD"/>
    <w:rsid w:val="00BA0EAB"/>
    <w:rsid w:val="00BA20DE"/>
    <w:rsid w:val="00BA7D05"/>
    <w:rsid w:val="00BB2090"/>
    <w:rsid w:val="00BB5951"/>
    <w:rsid w:val="00BB5C83"/>
    <w:rsid w:val="00BB643C"/>
    <w:rsid w:val="00BC1083"/>
    <w:rsid w:val="00BC14C1"/>
    <w:rsid w:val="00BC499A"/>
    <w:rsid w:val="00BC4E56"/>
    <w:rsid w:val="00BC717E"/>
    <w:rsid w:val="00BC7435"/>
    <w:rsid w:val="00BD0B82"/>
    <w:rsid w:val="00BD3BEB"/>
    <w:rsid w:val="00BD4DFE"/>
    <w:rsid w:val="00BD4F00"/>
    <w:rsid w:val="00BD593F"/>
    <w:rsid w:val="00BD5EB7"/>
    <w:rsid w:val="00BD6706"/>
    <w:rsid w:val="00BE06F9"/>
    <w:rsid w:val="00BE0D08"/>
    <w:rsid w:val="00BE536D"/>
    <w:rsid w:val="00BE7ED8"/>
    <w:rsid w:val="00BF25FB"/>
    <w:rsid w:val="00BF2BBC"/>
    <w:rsid w:val="00BF42A6"/>
    <w:rsid w:val="00BF6C8D"/>
    <w:rsid w:val="00C03886"/>
    <w:rsid w:val="00C05223"/>
    <w:rsid w:val="00C06E96"/>
    <w:rsid w:val="00C07677"/>
    <w:rsid w:val="00C1570C"/>
    <w:rsid w:val="00C20D1A"/>
    <w:rsid w:val="00C22361"/>
    <w:rsid w:val="00C26D89"/>
    <w:rsid w:val="00C31833"/>
    <w:rsid w:val="00C33018"/>
    <w:rsid w:val="00C33B4D"/>
    <w:rsid w:val="00C355B7"/>
    <w:rsid w:val="00C35A49"/>
    <w:rsid w:val="00C36AF1"/>
    <w:rsid w:val="00C37458"/>
    <w:rsid w:val="00C37AF7"/>
    <w:rsid w:val="00C41111"/>
    <w:rsid w:val="00C41E61"/>
    <w:rsid w:val="00C45E29"/>
    <w:rsid w:val="00C50C77"/>
    <w:rsid w:val="00C52538"/>
    <w:rsid w:val="00C617E5"/>
    <w:rsid w:val="00C6345E"/>
    <w:rsid w:val="00C65037"/>
    <w:rsid w:val="00C667E4"/>
    <w:rsid w:val="00C6685B"/>
    <w:rsid w:val="00C71911"/>
    <w:rsid w:val="00C75506"/>
    <w:rsid w:val="00C76A9C"/>
    <w:rsid w:val="00C81C96"/>
    <w:rsid w:val="00C853DD"/>
    <w:rsid w:val="00C8542D"/>
    <w:rsid w:val="00C9021F"/>
    <w:rsid w:val="00C9028D"/>
    <w:rsid w:val="00C906FE"/>
    <w:rsid w:val="00C91D5D"/>
    <w:rsid w:val="00C936CC"/>
    <w:rsid w:val="00C95160"/>
    <w:rsid w:val="00C9649A"/>
    <w:rsid w:val="00CA0CB8"/>
    <w:rsid w:val="00CA2801"/>
    <w:rsid w:val="00CA41BF"/>
    <w:rsid w:val="00CA6078"/>
    <w:rsid w:val="00CB060A"/>
    <w:rsid w:val="00CB22FF"/>
    <w:rsid w:val="00CB35D6"/>
    <w:rsid w:val="00CB53F7"/>
    <w:rsid w:val="00CB686E"/>
    <w:rsid w:val="00CB7F71"/>
    <w:rsid w:val="00CC0833"/>
    <w:rsid w:val="00CC0994"/>
    <w:rsid w:val="00CC156E"/>
    <w:rsid w:val="00CC1756"/>
    <w:rsid w:val="00CC42B1"/>
    <w:rsid w:val="00CD0F58"/>
    <w:rsid w:val="00CD2709"/>
    <w:rsid w:val="00CD5D8F"/>
    <w:rsid w:val="00CD62DB"/>
    <w:rsid w:val="00CD72D4"/>
    <w:rsid w:val="00CE2E10"/>
    <w:rsid w:val="00CE30CD"/>
    <w:rsid w:val="00CF137D"/>
    <w:rsid w:val="00CF2364"/>
    <w:rsid w:val="00CF2C04"/>
    <w:rsid w:val="00CF3AE9"/>
    <w:rsid w:val="00D032E7"/>
    <w:rsid w:val="00D05200"/>
    <w:rsid w:val="00D05469"/>
    <w:rsid w:val="00D10971"/>
    <w:rsid w:val="00D12469"/>
    <w:rsid w:val="00D20EAE"/>
    <w:rsid w:val="00D212D5"/>
    <w:rsid w:val="00D24B24"/>
    <w:rsid w:val="00D24EB0"/>
    <w:rsid w:val="00D25987"/>
    <w:rsid w:val="00D302F5"/>
    <w:rsid w:val="00D33A32"/>
    <w:rsid w:val="00D404A6"/>
    <w:rsid w:val="00D43BA9"/>
    <w:rsid w:val="00D46C32"/>
    <w:rsid w:val="00D47AAF"/>
    <w:rsid w:val="00D52A0E"/>
    <w:rsid w:val="00D52EC6"/>
    <w:rsid w:val="00D53C02"/>
    <w:rsid w:val="00D540E0"/>
    <w:rsid w:val="00D544E3"/>
    <w:rsid w:val="00D546E9"/>
    <w:rsid w:val="00D54728"/>
    <w:rsid w:val="00D55BCA"/>
    <w:rsid w:val="00D57912"/>
    <w:rsid w:val="00D60C02"/>
    <w:rsid w:val="00D66EE9"/>
    <w:rsid w:val="00D66F48"/>
    <w:rsid w:val="00D66F49"/>
    <w:rsid w:val="00D67101"/>
    <w:rsid w:val="00D67799"/>
    <w:rsid w:val="00D70D85"/>
    <w:rsid w:val="00D718B1"/>
    <w:rsid w:val="00D7286D"/>
    <w:rsid w:val="00D7331A"/>
    <w:rsid w:val="00D7344B"/>
    <w:rsid w:val="00D745AA"/>
    <w:rsid w:val="00D7499D"/>
    <w:rsid w:val="00D77EAB"/>
    <w:rsid w:val="00D84ECA"/>
    <w:rsid w:val="00D854D7"/>
    <w:rsid w:val="00D86BF7"/>
    <w:rsid w:val="00D90AE8"/>
    <w:rsid w:val="00D91B67"/>
    <w:rsid w:val="00D92CDF"/>
    <w:rsid w:val="00DA5931"/>
    <w:rsid w:val="00DA722B"/>
    <w:rsid w:val="00DB2424"/>
    <w:rsid w:val="00DB3413"/>
    <w:rsid w:val="00DB3E84"/>
    <w:rsid w:val="00DB66C8"/>
    <w:rsid w:val="00DC02A0"/>
    <w:rsid w:val="00DC0B08"/>
    <w:rsid w:val="00DC0E27"/>
    <w:rsid w:val="00DC25DD"/>
    <w:rsid w:val="00DD1BB4"/>
    <w:rsid w:val="00DD26DC"/>
    <w:rsid w:val="00DD6547"/>
    <w:rsid w:val="00DD78A5"/>
    <w:rsid w:val="00DE4448"/>
    <w:rsid w:val="00DE49C9"/>
    <w:rsid w:val="00DE5123"/>
    <w:rsid w:val="00DE6109"/>
    <w:rsid w:val="00DF5E1E"/>
    <w:rsid w:val="00DF6442"/>
    <w:rsid w:val="00DF6FE2"/>
    <w:rsid w:val="00DF7C3F"/>
    <w:rsid w:val="00E0161C"/>
    <w:rsid w:val="00E022DC"/>
    <w:rsid w:val="00E024D3"/>
    <w:rsid w:val="00E02C2C"/>
    <w:rsid w:val="00E07A7B"/>
    <w:rsid w:val="00E132C1"/>
    <w:rsid w:val="00E14435"/>
    <w:rsid w:val="00E169CC"/>
    <w:rsid w:val="00E16CA3"/>
    <w:rsid w:val="00E206F5"/>
    <w:rsid w:val="00E212FA"/>
    <w:rsid w:val="00E21598"/>
    <w:rsid w:val="00E23D99"/>
    <w:rsid w:val="00E259BC"/>
    <w:rsid w:val="00E264A4"/>
    <w:rsid w:val="00E40FCC"/>
    <w:rsid w:val="00E42577"/>
    <w:rsid w:val="00E43122"/>
    <w:rsid w:val="00E44003"/>
    <w:rsid w:val="00E456A5"/>
    <w:rsid w:val="00E54B22"/>
    <w:rsid w:val="00E5512D"/>
    <w:rsid w:val="00E55CD9"/>
    <w:rsid w:val="00E56691"/>
    <w:rsid w:val="00E574E5"/>
    <w:rsid w:val="00E600DC"/>
    <w:rsid w:val="00E6393B"/>
    <w:rsid w:val="00E63C51"/>
    <w:rsid w:val="00E65928"/>
    <w:rsid w:val="00E70895"/>
    <w:rsid w:val="00E71139"/>
    <w:rsid w:val="00E726E4"/>
    <w:rsid w:val="00E731B6"/>
    <w:rsid w:val="00E74F63"/>
    <w:rsid w:val="00E7602E"/>
    <w:rsid w:val="00E76A7C"/>
    <w:rsid w:val="00E800E0"/>
    <w:rsid w:val="00E822BD"/>
    <w:rsid w:val="00E84562"/>
    <w:rsid w:val="00E90664"/>
    <w:rsid w:val="00E96F05"/>
    <w:rsid w:val="00EA2D37"/>
    <w:rsid w:val="00EA340E"/>
    <w:rsid w:val="00EA3B1F"/>
    <w:rsid w:val="00EA6E64"/>
    <w:rsid w:val="00EB1B93"/>
    <w:rsid w:val="00EB1C0E"/>
    <w:rsid w:val="00EB3836"/>
    <w:rsid w:val="00EB55D0"/>
    <w:rsid w:val="00EB5646"/>
    <w:rsid w:val="00EB5ADB"/>
    <w:rsid w:val="00EB7108"/>
    <w:rsid w:val="00EB74A9"/>
    <w:rsid w:val="00EC0F78"/>
    <w:rsid w:val="00EC1A32"/>
    <w:rsid w:val="00EC1A39"/>
    <w:rsid w:val="00EC5C01"/>
    <w:rsid w:val="00ED0856"/>
    <w:rsid w:val="00ED11F7"/>
    <w:rsid w:val="00ED3DFD"/>
    <w:rsid w:val="00ED3F21"/>
    <w:rsid w:val="00ED46B9"/>
    <w:rsid w:val="00ED57DD"/>
    <w:rsid w:val="00EE260F"/>
    <w:rsid w:val="00EE2DEF"/>
    <w:rsid w:val="00EE5654"/>
    <w:rsid w:val="00EE56E1"/>
    <w:rsid w:val="00EE604B"/>
    <w:rsid w:val="00EE6B33"/>
    <w:rsid w:val="00EF0462"/>
    <w:rsid w:val="00EF2C3C"/>
    <w:rsid w:val="00EF4AA3"/>
    <w:rsid w:val="00EF6505"/>
    <w:rsid w:val="00EF7A6F"/>
    <w:rsid w:val="00F000A0"/>
    <w:rsid w:val="00F02C57"/>
    <w:rsid w:val="00F070E5"/>
    <w:rsid w:val="00F07395"/>
    <w:rsid w:val="00F1517E"/>
    <w:rsid w:val="00F16678"/>
    <w:rsid w:val="00F25E56"/>
    <w:rsid w:val="00F26388"/>
    <w:rsid w:val="00F31BE3"/>
    <w:rsid w:val="00F31FAA"/>
    <w:rsid w:val="00F34B21"/>
    <w:rsid w:val="00F34CA5"/>
    <w:rsid w:val="00F35C1A"/>
    <w:rsid w:val="00F363FC"/>
    <w:rsid w:val="00F41E90"/>
    <w:rsid w:val="00F4286E"/>
    <w:rsid w:val="00F436BF"/>
    <w:rsid w:val="00F50724"/>
    <w:rsid w:val="00F57131"/>
    <w:rsid w:val="00F571FE"/>
    <w:rsid w:val="00F6160F"/>
    <w:rsid w:val="00F638A5"/>
    <w:rsid w:val="00F715FC"/>
    <w:rsid w:val="00F71859"/>
    <w:rsid w:val="00F744AB"/>
    <w:rsid w:val="00F74FDC"/>
    <w:rsid w:val="00F80D03"/>
    <w:rsid w:val="00F82A57"/>
    <w:rsid w:val="00F83A2C"/>
    <w:rsid w:val="00F83A74"/>
    <w:rsid w:val="00F83E9D"/>
    <w:rsid w:val="00F86C5B"/>
    <w:rsid w:val="00F94850"/>
    <w:rsid w:val="00F9657D"/>
    <w:rsid w:val="00F97A32"/>
    <w:rsid w:val="00FA0105"/>
    <w:rsid w:val="00FA0645"/>
    <w:rsid w:val="00FA3224"/>
    <w:rsid w:val="00FA3B58"/>
    <w:rsid w:val="00FA5484"/>
    <w:rsid w:val="00FA6127"/>
    <w:rsid w:val="00FB2047"/>
    <w:rsid w:val="00FB2B47"/>
    <w:rsid w:val="00FB3EBB"/>
    <w:rsid w:val="00FB7A15"/>
    <w:rsid w:val="00FB7CFB"/>
    <w:rsid w:val="00FB7DC1"/>
    <w:rsid w:val="00FC002F"/>
    <w:rsid w:val="00FC0365"/>
    <w:rsid w:val="00FC5501"/>
    <w:rsid w:val="00FC6815"/>
    <w:rsid w:val="00FC6F69"/>
    <w:rsid w:val="00FD04E0"/>
    <w:rsid w:val="00FD3F74"/>
    <w:rsid w:val="00FD448B"/>
    <w:rsid w:val="00FE03AD"/>
    <w:rsid w:val="00FE0767"/>
    <w:rsid w:val="00FE0BFA"/>
    <w:rsid w:val="00FE0D85"/>
    <w:rsid w:val="00FE3397"/>
    <w:rsid w:val="00FE488F"/>
    <w:rsid w:val="00FF08F6"/>
    <w:rsid w:val="00FF3D2B"/>
    <w:rsid w:val="00FF55A5"/>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styleId="TOC6">
    <w:name w:val="toc 6"/>
    <w:basedOn w:val="Normal"/>
    <w:next w:val="Normal"/>
    <w:autoRedefine/>
    <w:uiPriority w:val="39"/>
    <w:unhideWhenUsed/>
    <w:rsid w:val="00E23D99"/>
    <w:pPr>
      <w:spacing w:after="100" w:line="259" w:lineRule="auto"/>
      <w:ind w:left="1100" w:firstLine="0"/>
      <w:jc w:val="left"/>
    </w:pPr>
    <w:rPr>
      <w:rFonts w:asciiTheme="minorHAnsi" w:eastAsiaTheme="minorEastAsia" w:hAnsiTheme="minorHAnsi" w:cstheme="minorBidi"/>
      <w:color w:val="auto"/>
      <w:sz w:val="22"/>
      <w:szCs w:val="22"/>
      <w:lang w:val="sw-KE" w:eastAsia="sw-KE"/>
    </w:rPr>
  </w:style>
  <w:style w:type="paragraph" w:styleId="TOC7">
    <w:name w:val="toc 7"/>
    <w:basedOn w:val="Normal"/>
    <w:next w:val="Normal"/>
    <w:autoRedefine/>
    <w:uiPriority w:val="39"/>
    <w:unhideWhenUsed/>
    <w:rsid w:val="00E23D99"/>
    <w:pPr>
      <w:spacing w:after="100" w:line="259" w:lineRule="auto"/>
      <w:ind w:left="1320" w:firstLine="0"/>
      <w:jc w:val="left"/>
    </w:pPr>
    <w:rPr>
      <w:rFonts w:asciiTheme="minorHAnsi" w:eastAsiaTheme="minorEastAsia" w:hAnsiTheme="minorHAnsi" w:cstheme="minorBidi"/>
      <w:color w:val="auto"/>
      <w:sz w:val="22"/>
      <w:szCs w:val="22"/>
      <w:lang w:val="sw-KE" w:eastAsia="sw-KE"/>
    </w:rPr>
  </w:style>
  <w:style w:type="paragraph" w:styleId="TOC8">
    <w:name w:val="toc 8"/>
    <w:basedOn w:val="Normal"/>
    <w:next w:val="Normal"/>
    <w:autoRedefine/>
    <w:uiPriority w:val="39"/>
    <w:unhideWhenUsed/>
    <w:rsid w:val="00E23D99"/>
    <w:pPr>
      <w:spacing w:after="100" w:line="259" w:lineRule="auto"/>
      <w:ind w:left="1540" w:firstLine="0"/>
      <w:jc w:val="left"/>
    </w:pPr>
    <w:rPr>
      <w:rFonts w:asciiTheme="minorHAnsi" w:eastAsiaTheme="minorEastAsia" w:hAnsiTheme="minorHAnsi" w:cstheme="minorBidi"/>
      <w:color w:val="auto"/>
      <w:sz w:val="22"/>
      <w:szCs w:val="22"/>
      <w:lang w:val="sw-KE" w:eastAsia="sw-KE"/>
    </w:rPr>
  </w:style>
  <w:style w:type="paragraph" w:styleId="TOC9">
    <w:name w:val="toc 9"/>
    <w:basedOn w:val="Normal"/>
    <w:next w:val="Normal"/>
    <w:autoRedefine/>
    <w:uiPriority w:val="39"/>
    <w:unhideWhenUsed/>
    <w:rsid w:val="00E23D99"/>
    <w:pPr>
      <w:spacing w:after="100" w:line="259" w:lineRule="auto"/>
      <w:ind w:left="1760" w:firstLine="0"/>
      <w:jc w:val="left"/>
    </w:pPr>
    <w:rPr>
      <w:rFonts w:asciiTheme="minorHAnsi" w:eastAsiaTheme="minorEastAsia" w:hAnsiTheme="minorHAnsi" w:cstheme="minorBidi"/>
      <w:color w:val="auto"/>
      <w:sz w:val="22"/>
      <w:szCs w:val="22"/>
      <w:lang w:val="sw-KE" w:eastAsia="sw-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3184">
      <w:bodyDiv w:val="1"/>
      <w:marLeft w:val="0"/>
      <w:marRight w:val="0"/>
      <w:marTop w:val="0"/>
      <w:marBottom w:val="0"/>
      <w:divBdr>
        <w:top w:val="none" w:sz="0" w:space="0" w:color="auto"/>
        <w:left w:val="none" w:sz="0" w:space="0" w:color="auto"/>
        <w:bottom w:val="none" w:sz="0" w:space="0" w:color="auto"/>
        <w:right w:val="none" w:sz="0" w:space="0" w:color="auto"/>
      </w:divBdr>
      <w:divsChild>
        <w:div w:id="356781719">
          <w:marLeft w:val="0"/>
          <w:marRight w:val="0"/>
          <w:marTop w:val="0"/>
          <w:marBottom w:val="0"/>
          <w:divBdr>
            <w:top w:val="none" w:sz="0" w:space="0" w:color="auto"/>
            <w:left w:val="none" w:sz="0" w:space="0" w:color="auto"/>
            <w:bottom w:val="none" w:sz="0" w:space="0" w:color="auto"/>
            <w:right w:val="none" w:sz="0" w:space="0" w:color="auto"/>
          </w:divBdr>
          <w:divsChild>
            <w:div w:id="1392773394">
              <w:marLeft w:val="0"/>
              <w:marRight w:val="0"/>
              <w:marTop w:val="0"/>
              <w:marBottom w:val="0"/>
              <w:divBdr>
                <w:top w:val="none" w:sz="0" w:space="0" w:color="auto"/>
                <w:left w:val="none" w:sz="0" w:space="0" w:color="auto"/>
                <w:bottom w:val="none" w:sz="0" w:space="0" w:color="auto"/>
                <w:right w:val="none" w:sz="0" w:space="0" w:color="auto"/>
              </w:divBdr>
              <w:divsChild>
                <w:div w:id="181575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653739">
      <w:bodyDiv w:val="1"/>
      <w:marLeft w:val="0"/>
      <w:marRight w:val="0"/>
      <w:marTop w:val="0"/>
      <w:marBottom w:val="0"/>
      <w:divBdr>
        <w:top w:val="none" w:sz="0" w:space="0" w:color="auto"/>
        <w:left w:val="none" w:sz="0" w:space="0" w:color="auto"/>
        <w:bottom w:val="none" w:sz="0" w:space="0" w:color="auto"/>
        <w:right w:val="none" w:sz="0" w:space="0" w:color="auto"/>
      </w:divBdr>
      <w:divsChild>
        <w:div w:id="1463812643">
          <w:marLeft w:val="0"/>
          <w:marRight w:val="0"/>
          <w:marTop w:val="0"/>
          <w:marBottom w:val="0"/>
          <w:divBdr>
            <w:top w:val="none" w:sz="0" w:space="0" w:color="auto"/>
            <w:left w:val="none" w:sz="0" w:space="0" w:color="auto"/>
            <w:bottom w:val="none" w:sz="0" w:space="0" w:color="auto"/>
            <w:right w:val="none" w:sz="0" w:space="0" w:color="auto"/>
          </w:divBdr>
          <w:divsChild>
            <w:div w:id="2068408203">
              <w:marLeft w:val="0"/>
              <w:marRight w:val="0"/>
              <w:marTop w:val="0"/>
              <w:marBottom w:val="0"/>
              <w:divBdr>
                <w:top w:val="none" w:sz="0" w:space="0" w:color="auto"/>
                <w:left w:val="none" w:sz="0" w:space="0" w:color="auto"/>
                <w:bottom w:val="none" w:sz="0" w:space="0" w:color="auto"/>
                <w:right w:val="none" w:sz="0" w:space="0" w:color="auto"/>
              </w:divBdr>
              <w:divsChild>
                <w:div w:id="47318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46CA2-2584-42FF-8D81-FC32E5B5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1492</TotalTime>
  <Pages>67</Pages>
  <Words>91776</Words>
  <Characters>52313</Characters>
  <Application>Microsoft Office Word</Application>
  <DocSecurity>0</DocSecurity>
  <Lines>435</Lines>
  <Paragraphs>287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YASINI</cp:lastModifiedBy>
  <cp:revision>230</cp:revision>
  <cp:lastPrinted>2020-07-19T14:13:00Z</cp:lastPrinted>
  <dcterms:created xsi:type="dcterms:W3CDTF">2020-03-20T18:34:00Z</dcterms:created>
  <dcterms:modified xsi:type="dcterms:W3CDTF">2020-07-19T14:13:00Z</dcterms:modified>
</cp:coreProperties>
</file>