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346" w:rsidRPr="00EB7346" w:rsidRDefault="00EB7346" w:rsidP="00EB7346">
      <w:pPr>
        <w:pStyle w:val="Heading1Center"/>
        <w:rPr>
          <w:lang w:val="sw-KE"/>
        </w:rPr>
      </w:pPr>
      <w:bookmarkStart w:id="0" w:name="_Toc10462902"/>
      <w:r w:rsidRPr="00EB7346">
        <w:rPr>
          <w:lang w:val="sw-KE"/>
        </w:rPr>
        <w:t>MALEZI YA WATOTO KATIKA UISLAMU</w:t>
      </w:r>
      <w:bookmarkEnd w:id="0"/>
      <w:r w:rsidRPr="00EB7346">
        <w:rPr>
          <w:lang w:val="sw-KE"/>
        </w:rPr>
        <w:t xml:space="preserve"> </w:t>
      </w:r>
    </w:p>
    <w:p w:rsidR="00EB7346" w:rsidRPr="00EB7346" w:rsidRDefault="00EB7346" w:rsidP="00EB7346">
      <w:pPr>
        <w:pStyle w:val="Heading2Center"/>
        <w:rPr>
          <w:lang w:val="sw-KE"/>
        </w:rPr>
      </w:pPr>
      <w:bookmarkStart w:id="1" w:name="_Toc10462903"/>
      <w:r w:rsidRPr="00EB7346">
        <w:rPr>
          <w:lang w:val="sw-KE"/>
        </w:rPr>
        <w:t>KIMEANDIKWA NA:</w:t>
      </w:r>
      <w:r>
        <w:rPr>
          <w:lang w:val="sw-KE"/>
        </w:rPr>
        <w:t xml:space="preserve"> </w:t>
      </w:r>
      <w:r w:rsidRPr="00EB7346">
        <w:rPr>
          <w:lang w:val="sw-KE"/>
        </w:rPr>
        <w:t>JOPO LA MAULAMAA (MISRI)</w:t>
      </w:r>
      <w:bookmarkEnd w:id="1"/>
    </w:p>
    <w:p w:rsidR="00EB7346" w:rsidRPr="00EB7346" w:rsidRDefault="00EB7346" w:rsidP="00EB7346">
      <w:pPr>
        <w:pStyle w:val="Heading2Center"/>
        <w:rPr>
          <w:lang w:val="sw-KE"/>
        </w:rPr>
      </w:pPr>
      <w:bookmarkStart w:id="2" w:name="_Toc10462904"/>
      <w:r w:rsidRPr="00EB7346">
        <w:rPr>
          <w:lang w:val="sw-KE"/>
        </w:rPr>
        <w:t>KIMETARJUMIWA NA:</w:t>
      </w:r>
      <w:r>
        <w:rPr>
          <w:lang w:val="sw-KE"/>
        </w:rPr>
        <w:t xml:space="preserve"> </w:t>
      </w:r>
      <w:r w:rsidRPr="00EB7346">
        <w:rPr>
          <w:lang w:val="sw-KE"/>
        </w:rPr>
        <w:t>USTADH ABDALLAH MOHAMED</w:t>
      </w:r>
      <w:bookmarkEnd w:id="2"/>
    </w:p>
    <w:p w:rsidR="00EB7346" w:rsidRPr="00EB7346" w:rsidRDefault="00EB7346" w:rsidP="00EB7346">
      <w:pPr>
        <w:pStyle w:val="Heading3Center"/>
        <w:rPr>
          <w:lang w:val="sw-KE"/>
        </w:rPr>
      </w:pPr>
      <w:bookmarkStart w:id="3" w:name="_Toc10462905"/>
      <w:r w:rsidRPr="00EB7346">
        <w:rPr>
          <w:lang w:val="sw-KE"/>
        </w:rPr>
        <w:t>KIMEHARIRIWA NA:</w:t>
      </w:r>
      <w:r>
        <w:rPr>
          <w:lang w:val="sw-KE"/>
        </w:rPr>
        <w:t xml:space="preserve"> </w:t>
      </w:r>
      <w:r w:rsidRPr="00EB7346">
        <w:rPr>
          <w:lang w:val="sw-KE"/>
        </w:rPr>
        <w:t>HEMEDI LUBUMBA SELEMANI</w:t>
      </w:r>
      <w:bookmarkEnd w:id="3"/>
    </w:p>
    <w:p w:rsidR="00EB7346" w:rsidRPr="00EB7346" w:rsidRDefault="00EB7346" w:rsidP="00EB7346">
      <w:pPr>
        <w:pStyle w:val="Heading3Center"/>
        <w:rPr>
          <w:lang w:val="sw-KE"/>
        </w:rPr>
      </w:pPr>
      <w:bookmarkStart w:id="4" w:name="_Toc10462906"/>
      <w:r w:rsidRPr="00EB7346">
        <w:rPr>
          <w:lang w:val="sw-KE"/>
        </w:rPr>
        <w:t>KIMEPANGWA KATIKA KOMPYUTA NA:</w:t>
      </w:r>
      <w:r>
        <w:rPr>
          <w:lang w:val="sw-KE"/>
        </w:rPr>
        <w:t xml:space="preserve"> </w:t>
      </w:r>
      <w:r w:rsidRPr="00EB7346">
        <w:rPr>
          <w:lang w:val="sw-KE"/>
        </w:rPr>
        <w:t>UKHTI PILI RAJAB</w:t>
      </w:r>
      <w:bookmarkEnd w:id="4"/>
    </w:p>
    <w:p w:rsidR="00C120D0" w:rsidRDefault="00EB7346" w:rsidP="00C120D0">
      <w:pPr>
        <w:pStyle w:val="Heading3"/>
        <w:rPr>
          <w:lang w:val="sw-KE"/>
        </w:rPr>
      </w:pPr>
      <w:bookmarkStart w:id="5" w:name="_Toc10462907"/>
      <w:r w:rsidRPr="00EB7346">
        <w:rPr>
          <w:lang w:val="sw-KE"/>
        </w:rPr>
        <w:t>NENO LA MCHAPISHAJI</w:t>
      </w:r>
      <w:bookmarkEnd w:id="5"/>
      <w:r w:rsidRPr="00EB7346">
        <w:rPr>
          <w:lang w:val="sw-KE"/>
        </w:rPr>
        <w:t xml:space="preserve"> </w:t>
      </w:r>
    </w:p>
    <w:p w:rsidR="00CF583F" w:rsidRDefault="00EB7346" w:rsidP="00CF583F">
      <w:pPr>
        <w:pStyle w:val="libNormal"/>
        <w:jc w:val="both"/>
        <w:rPr>
          <w:lang w:val="sw-KE"/>
        </w:rPr>
      </w:pPr>
      <w:r w:rsidRPr="00EB7346">
        <w:rPr>
          <w:lang w:val="sw-KE"/>
        </w:rPr>
        <w:t>Kitabu ulichonacho mikononi mwako asili yake kimeandikwa kwa Kiingereza na jopo la maulamaa wa Misri kwa jina la Child Care in Islam. Sisi tumekiita</w:t>
      </w:r>
      <w:r w:rsidR="00CF583F">
        <w:rPr>
          <w:lang w:val="sw-KE"/>
        </w:rPr>
        <w:t>:</w:t>
      </w:r>
      <w:r w:rsidRPr="00EB7346">
        <w:rPr>
          <w:lang w:val="sw-KE"/>
        </w:rPr>
        <w:t xml:space="preserve"> </w:t>
      </w:r>
      <w:r w:rsidRPr="009931F9">
        <w:rPr>
          <w:color w:val="1F497D" w:themeColor="text2"/>
          <w:lang w:val="sw-KE"/>
        </w:rPr>
        <w:t>Malezi ya Watoto katika Uislamu.</w:t>
      </w:r>
      <w:r w:rsidRPr="00EB7346">
        <w:rPr>
          <w:lang w:val="sw-KE"/>
        </w:rPr>
        <w:t xml:space="preserve"> </w:t>
      </w:r>
    </w:p>
    <w:p w:rsidR="00EB7346" w:rsidRPr="00EB7346" w:rsidRDefault="00EB7346" w:rsidP="00CF583F">
      <w:pPr>
        <w:pStyle w:val="libNormal"/>
        <w:jc w:val="both"/>
        <w:rPr>
          <w:lang w:val="sw-KE"/>
        </w:rPr>
      </w:pPr>
      <w:r w:rsidRPr="00EB7346">
        <w:rPr>
          <w:lang w:val="sw-KE"/>
        </w:rPr>
        <w:t>Kama inavyofahamika kwamba</w:t>
      </w:r>
      <w:r w:rsidR="00CF583F">
        <w:rPr>
          <w:lang w:val="sw-KE"/>
        </w:rPr>
        <w:t>;</w:t>
      </w:r>
      <w:r w:rsidRPr="00EB7346">
        <w:rPr>
          <w:lang w:val="sw-KE"/>
        </w:rPr>
        <w:t xml:space="preserve"> Uislamu ni dini na ni mfumo wa maisha, basi mafundisho yake hayakuacha kitu kinachohusiana na maisha ya mwanadamu - kuanzia tumboni mwa mama yake, kuzaliwa kwake, kunyonya na kulikizwa kwake, kufunzwa mambo ya kimsingi na mama yake, mpaka kufikia kimo cha kwenda shuleni. Haya yameelezwa kwa utaratibu mzuri sana kutoka kwenye vyanzo viwili vikubwa vya sheria ya Kiislamu - Qur'ani na Sunna.</w:t>
      </w:r>
    </w:p>
    <w:p w:rsidR="00EB7346" w:rsidRPr="00EB7346" w:rsidRDefault="00EB7346" w:rsidP="00EB7346">
      <w:pPr>
        <w:pStyle w:val="libNormal"/>
        <w:jc w:val="both"/>
        <w:rPr>
          <w:lang w:val="sw-KE"/>
        </w:rPr>
      </w:pPr>
      <w:r w:rsidRPr="00EB7346">
        <w:rPr>
          <w:lang w:val="sw-KE"/>
        </w:rPr>
        <w:t>Kwa mujibu wa Uislamu kipindi cha mafunzo ya watoto huanza wakati mwanaume na mwanamke wanapoingia katika ushirika wa ndoa, kama wazazi wa baadaye, ni lazima wajihisi kwamba wana wajibu wa kuwalea watoto wao. Hii ni kwa sababu kwa mujibu wa kanuni za kurithi (tabia), mwenendo wote wa tabia nzuri na mbaya wa wazazi hurithiwa na watoto wa wazazi hao. Hivyo, mzazi akiwa na tabia nzuri atawarithisha watoto wake tabia hiyo, na ni kwa sababu hii mafunzo ya watoto huanzia punde tu wakati mume na mke wanapoingia katika ndoa. Ili kufanikisha somo la kitabu hiki, jopo hilo la maulamaa limerejea sana kwenye vyanzo hivyo viwili - Qur'ani na Sunna. Watoto ni taifa la kesho, na ili kuwa na taifa zuri lenye maadili mema, lazima kuwalea watoto katika mazingira mazuri ya kimaadili; na ni mafunzo ya Kiislamu tu, kama yatafundishwa vizuri na kuzingatiwa basi Umma utaondokana na matatizo mengi ya kijamii kama inavyoonekana hivi sasa.</w:t>
      </w:r>
    </w:p>
    <w:p w:rsidR="00EB7346" w:rsidRPr="00EB7346" w:rsidRDefault="00EB7346" w:rsidP="00EB7346">
      <w:pPr>
        <w:pStyle w:val="libNormal"/>
        <w:jc w:val="both"/>
        <w:rPr>
          <w:lang w:val="sw-KE"/>
        </w:rPr>
      </w:pPr>
      <w:r w:rsidRPr="00EB7346">
        <w:rPr>
          <w:lang w:val="sw-KE"/>
        </w:rPr>
        <w:t>Tumekiona kitabu hiki ni chenye manufaa sana, hususan katika wakati huu ambapo jamii inazidi kudidimia katika maovu kutokana na kumomonyoka kwa maadili mema. Taasisi yetu ya Al-Itrah Foundation imeamua kukichapisha kitabu hiki kwa lugha ya Kiswahili kwa madhumuni yaleyale ya kuwahudumia Waislamu, hususan wazungumzaji wa Kiswahili. Tunamshukuru ndugu yetu A. Mohamed kwa kukubali jukumu hili la kukitarjumi kitabu hiki. Vilevile tunawashukuru wale wote walioshiriki kwa njia moja au nyingine hadi kufanikisha uchapishaji kitabu hiki.</w:t>
      </w:r>
    </w:p>
    <w:p w:rsidR="00EB7346" w:rsidRPr="00EB7346" w:rsidRDefault="00EB7346" w:rsidP="00EB7346">
      <w:pPr>
        <w:pStyle w:val="libNormal"/>
        <w:jc w:val="both"/>
        <w:rPr>
          <w:lang w:val="sw-KE"/>
        </w:rPr>
      </w:pPr>
      <w:r w:rsidRPr="00EB7346">
        <w:rPr>
          <w:lang w:val="sw-KE"/>
        </w:rPr>
        <w:t>Mchapishaji: Al-Itrah Foundation</w:t>
      </w:r>
    </w:p>
    <w:p w:rsidR="00EB7346" w:rsidRPr="00EB7346" w:rsidRDefault="00EB7346" w:rsidP="00EB7346">
      <w:pPr>
        <w:pStyle w:val="libNormal"/>
        <w:jc w:val="both"/>
        <w:rPr>
          <w:lang w:val="sw-KE"/>
        </w:rPr>
      </w:pPr>
      <w:r w:rsidRPr="00EB7346">
        <w:rPr>
          <w:lang w:val="sw-KE"/>
        </w:rPr>
        <w:t>S. L. P. 19701</w:t>
      </w:r>
    </w:p>
    <w:p w:rsidR="00A85CAD" w:rsidRDefault="00EB7346" w:rsidP="00EB7346">
      <w:pPr>
        <w:pStyle w:val="libNormal"/>
        <w:jc w:val="both"/>
        <w:rPr>
          <w:lang w:val="sw-KE"/>
        </w:rPr>
      </w:pPr>
      <w:r w:rsidRPr="00EB7346">
        <w:rPr>
          <w:lang w:val="sw-KE"/>
        </w:rPr>
        <w:t>Dar-es-Salaam, Tanzania.</w:t>
      </w:r>
    </w:p>
    <w:p w:rsidR="00A85CAD" w:rsidRDefault="00A85CAD">
      <w:pPr>
        <w:ind w:firstLine="0"/>
        <w:jc w:val="left"/>
        <w:rPr>
          <w:sz w:val="24"/>
          <w:lang w:val="sw-KE"/>
        </w:rPr>
      </w:pPr>
      <w:r>
        <w:rPr>
          <w:lang w:val="sw-KE"/>
        </w:rPr>
        <w:br w:type="page"/>
      </w:r>
    </w:p>
    <w:p w:rsidR="00EB7346" w:rsidRPr="00EB7346" w:rsidRDefault="00A85CAD" w:rsidP="00A85CAD">
      <w:pPr>
        <w:pStyle w:val="Heading3"/>
        <w:rPr>
          <w:lang w:val="sw-KE"/>
        </w:rPr>
      </w:pPr>
      <w:bookmarkStart w:id="6" w:name="_Toc10462908"/>
      <w:r w:rsidRPr="00EB7346">
        <w:rPr>
          <w:lang w:val="sw-KE"/>
        </w:rPr>
        <w:lastRenderedPageBreak/>
        <w:t>MALEZI YA WATOTO KATIKA UISLAMU</w:t>
      </w:r>
      <w:bookmarkEnd w:id="6"/>
    </w:p>
    <w:p w:rsidR="00AD3BEC" w:rsidRDefault="00EB7346" w:rsidP="00A85CAD">
      <w:pPr>
        <w:pStyle w:val="libNormal"/>
        <w:jc w:val="both"/>
        <w:rPr>
          <w:lang w:val="sw-KE"/>
        </w:rPr>
      </w:pPr>
      <w:r w:rsidRPr="00EB7346">
        <w:rPr>
          <w:lang w:val="sw-KE"/>
        </w:rPr>
        <w:t>Mwanzo Qur</w:t>
      </w:r>
      <w:r w:rsidRPr="00EB7346">
        <w:rPr>
          <w:rFonts w:cs="Times New Roman"/>
          <w:lang w:val="sw-KE"/>
        </w:rPr>
        <w:t>ani tukufu na Hadith, ndivyo vitu viwili vya kimsingi ambavyo vinaunda Sheria za Kiislamu na kuzi</w:t>
      </w:r>
      <w:r w:rsidRPr="00EB7346">
        <w:rPr>
          <w:lang w:val="sw-KE"/>
        </w:rPr>
        <w:t>hakikisha, na ni kutokana na vitu viwili hivyo ndipo misingi yote ya dini inaporejea. Hata hivyo, ni Qur</w:t>
      </w:r>
      <w:r w:rsidRPr="00EB7346">
        <w:rPr>
          <w:rFonts w:cs="Times New Roman"/>
          <w:lang w:val="sw-KE"/>
        </w:rPr>
        <w:t>ani tukufu tu ndiyo marejeo makubwa ambayo Hadith zinategemea. Kwa ajili hiyo, Hadith hazitofautiani au kupingana na Qurani ambayo inaaminiwa kuwa ndi</w:t>
      </w:r>
      <w:r w:rsidRPr="00EB7346">
        <w:rPr>
          <w:lang w:val="sw-KE"/>
        </w:rPr>
        <w:t xml:space="preserve">yo asili ya ukweli wote. </w:t>
      </w:r>
    </w:p>
    <w:p w:rsidR="00EB7346" w:rsidRPr="00EB7346" w:rsidRDefault="00EB7346" w:rsidP="00A85CAD">
      <w:pPr>
        <w:pStyle w:val="libNormal"/>
        <w:jc w:val="both"/>
        <w:rPr>
          <w:rFonts w:cs="Times New Roman"/>
          <w:lang w:val="sw-KE"/>
        </w:rPr>
      </w:pPr>
      <w:r w:rsidRPr="00EB7346">
        <w:rPr>
          <w:lang w:val="sw-KE"/>
        </w:rPr>
        <w:t>Miongoni mwa maudhui yenye maana sana ya Qur</w:t>
      </w:r>
      <w:r w:rsidRPr="00EB7346">
        <w:rPr>
          <w:rFonts w:cs="Times New Roman"/>
          <w:lang w:val="sw-KE"/>
        </w:rPr>
        <w:t>ani tukufu, ni kuwa inaeleza kanuni na Sheria zote za mwanzo kusaidia watu ili waweze kupanga vizuri maisha yao, na hivyo kuweza kubadilisha desturi zilizokuwa zikifuatwa.</w:t>
      </w:r>
    </w:p>
    <w:p w:rsidR="00EB7346" w:rsidRPr="00EB7346" w:rsidRDefault="00EB7346" w:rsidP="00A85CAD">
      <w:pPr>
        <w:pStyle w:val="libNormal"/>
        <w:jc w:val="both"/>
        <w:rPr>
          <w:lang w:val="sw-KE"/>
        </w:rPr>
      </w:pPr>
      <w:r w:rsidRPr="00EB7346">
        <w:rPr>
          <w:lang w:val="sw-KE"/>
        </w:rPr>
        <w:t>Kwa maana hiyo Qur</w:t>
      </w:r>
      <w:r w:rsidRPr="00EB7346">
        <w:rPr>
          <w:rFonts w:cs="Times New Roman"/>
          <w:lang w:val="sw-KE"/>
        </w:rPr>
        <w:t xml:space="preserve">ani imehifadhi haki za kila mmoja, na za jamii, imefanya kuenea kwa uadilifu, imewapa watu moyo wa kuishi pamoja kwa ushirikiano na ihsani, na imeweka kipimo cha kumcha Mwenyezi Mungu kuwa ndiyo tofauti pekee baina ya watu. Hadith ni chochote kile </w:t>
      </w:r>
      <w:r w:rsidRPr="00EB7346">
        <w:rPr>
          <w:lang w:val="sw-KE"/>
        </w:rPr>
        <w:t>amba</w:t>
      </w:r>
      <w:r w:rsidR="00A85CAD">
        <w:rPr>
          <w:lang w:val="sw-KE"/>
        </w:rPr>
        <w:t xml:space="preserve">cho Mtume </w:t>
      </w:r>
      <w:r w:rsidR="00A85CAD" w:rsidRPr="00AD3BEC">
        <w:rPr>
          <w:rStyle w:val="libBold1Char"/>
          <w:lang w:val="sw-KE"/>
        </w:rPr>
        <w:t>(s.a.w.w</w:t>
      </w:r>
      <w:r w:rsidRPr="00AD3BEC">
        <w:rPr>
          <w:rStyle w:val="libBold1Char"/>
          <w:lang w:val="sw-KE"/>
        </w:rPr>
        <w:t>)</w:t>
      </w:r>
      <w:r w:rsidRPr="00EB7346">
        <w:rPr>
          <w:lang w:val="sw-KE"/>
        </w:rPr>
        <w:t xml:space="preserve"> amekitenda na ambacho si Qur</w:t>
      </w:r>
      <w:r w:rsidRPr="00EB7346">
        <w:rPr>
          <w:rFonts w:cs="Times New Roman"/>
          <w:lang w:val="sw-KE"/>
        </w:rPr>
        <w:t>ani; au mambo ambayo yamemfikia kupitia kwa ufahamu wake au maono, na kuthibitishwa na Mwenyezi Mungu. Kwa hiyo (Sunnah) inakusanya vitendo na maneno yanayohusika na ufafanuzi wa itikadi, Swala au ibada</w:t>
      </w:r>
      <w:r w:rsidRPr="00EB7346">
        <w:rPr>
          <w:lang w:val="sw-KE"/>
        </w:rPr>
        <w:t xml:space="preserve"> nyinginezo, pia kulingana na uhusiano mwema baina ya ndugu, kumfundisha mwenendo mzuri, na kuamrisha mambo mema na kukataza maovu.</w:t>
      </w:r>
    </w:p>
    <w:p w:rsidR="00EB7346" w:rsidRPr="00EB7346" w:rsidRDefault="00EB7346" w:rsidP="00EB7346">
      <w:pPr>
        <w:pStyle w:val="libNormal"/>
        <w:jc w:val="both"/>
        <w:rPr>
          <w:lang w:val="sw-KE"/>
        </w:rPr>
      </w:pPr>
      <w:r w:rsidRPr="00EB7346">
        <w:rPr>
          <w:lang w:val="sw-KE"/>
        </w:rPr>
        <w:t xml:space="preserve">Kwa hivyo chochote kilichotendwa na Mtume </w:t>
      </w:r>
      <w:r w:rsidRPr="00AD3BEC">
        <w:rPr>
          <w:rStyle w:val="libBold1Char"/>
          <w:lang w:val="sw-KE"/>
        </w:rPr>
        <w:t>(s.a.w.</w:t>
      </w:r>
      <w:r w:rsidR="00A85CAD" w:rsidRPr="00AD3BEC">
        <w:rPr>
          <w:rStyle w:val="libBold1Char"/>
          <w:lang w:val="sw-KE"/>
        </w:rPr>
        <w:t>w</w:t>
      </w:r>
      <w:r w:rsidRPr="00AD3BEC">
        <w:rPr>
          <w:rStyle w:val="libBold1Char"/>
          <w:lang w:val="sw-KE"/>
        </w:rPr>
        <w:t>)</w:t>
      </w:r>
      <w:r w:rsidRPr="00EB7346">
        <w:rPr>
          <w:lang w:val="sw-KE"/>
        </w:rPr>
        <w:t xml:space="preserve"> katika hali kama hiyo, huchukuliwa kama sunnah, na watu wanatakiwa kukifuata. Chochote kile ambacho hakihusiani na hayo yaliyotajwa hapo awali, kama vile kula, kunywa, au kuvaa nguo, hakichukuliwi kuwa ni sunnah, na watu hawalazimiki kukifuata.</w:t>
      </w:r>
    </w:p>
    <w:p w:rsidR="00AD3BEC" w:rsidRPr="00AD3BEC" w:rsidRDefault="00AD3BEC" w:rsidP="00A85CAD">
      <w:pPr>
        <w:pStyle w:val="libNormal"/>
        <w:jc w:val="both"/>
        <w:rPr>
          <w:rStyle w:val="libBold1Char"/>
          <w:lang w:val="sw-KE"/>
        </w:rPr>
      </w:pPr>
      <w:r>
        <w:rPr>
          <w:lang w:val="sw-KE"/>
        </w:rPr>
        <w:t xml:space="preserve">Mtume </w:t>
      </w:r>
      <w:r w:rsidRPr="00AD3BEC">
        <w:rPr>
          <w:rStyle w:val="libBold1Char"/>
          <w:lang w:val="sw-KE"/>
        </w:rPr>
        <w:t>(s.a.w.w</w:t>
      </w:r>
      <w:r w:rsidR="00EB7346" w:rsidRPr="00AD3BEC">
        <w:rPr>
          <w:rStyle w:val="libBold1Char"/>
          <w:lang w:val="sw-KE"/>
        </w:rPr>
        <w:t>)</w:t>
      </w:r>
      <w:r w:rsidR="00EB7346" w:rsidRPr="00EB7346">
        <w:rPr>
          <w:lang w:val="sw-KE"/>
        </w:rPr>
        <w:t xml:space="preserve"> amesema: </w:t>
      </w:r>
      <w:r w:rsidR="00EB7346" w:rsidRPr="00AD3BEC">
        <w:rPr>
          <w:rStyle w:val="libBold1Char"/>
          <w:lang w:val="sw-KE"/>
        </w:rPr>
        <w:t xml:space="preserve">Hakika mimi ni mwanaadamu, pindi nitakapowaamrisha jambo linalohusiana na dini yenu, lifuateni, na nitakapowaamrisha jambo kutokana na maoni yangu, basi kumbukeni kuwa mimi ni mwanaadamu. </w:t>
      </w:r>
    </w:p>
    <w:p w:rsidR="00EB7346" w:rsidRPr="00EB7346" w:rsidRDefault="00EB7346" w:rsidP="00A85CAD">
      <w:pPr>
        <w:pStyle w:val="libNormal"/>
        <w:jc w:val="both"/>
        <w:rPr>
          <w:lang w:val="sw-KE"/>
        </w:rPr>
      </w:pPr>
      <w:r w:rsidRPr="00EB7346">
        <w:rPr>
          <w:rFonts w:cs="Times New Roman"/>
          <w:lang w:val="sw-KE"/>
        </w:rPr>
        <w:t xml:space="preserve">Ushahidi wa jambo hili ni ushauri ambao Mtume </w:t>
      </w:r>
      <w:r w:rsidRPr="00AD3BEC">
        <w:rPr>
          <w:rStyle w:val="libBold1Char"/>
          <w:lang w:val="sw-KE"/>
        </w:rPr>
        <w:t>(s.a.w.</w:t>
      </w:r>
      <w:r w:rsidR="00AD3BEC" w:rsidRPr="00AD3BEC">
        <w:rPr>
          <w:rStyle w:val="libBold1Char"/>
          <w:lang w:val="sw-KE"/>
        </w:rPr>
        <w:t>w</w:t>
      </w:r>
      <w:r w:rsidRPr="00AD3BEC">
        <w:rPr>
          <w:rStyle w:val="libBold1Char"/>
          <w:lang w:val="sw-KE"/>
        </w:rPr>
        <w:t>)</w:t>
      </w:r>
      <w:r w:rsidRPr="00EB7346">
        <w:rPr>
          <w:rFonts w:cs="Times New Roman"/>
          <w:lang w:val="sw-KE"/>
        </w:rPr>
        <w:t xml:space="preserve"> alizoea kuutoa kuhusiana na kutaf</w:t>
      </w:r>
      <w:r w:rsidRPr="00EB7346">
        <w:rPr>
          <w:lang w:val="sw-KE"/>
        </w:rPr>
        <w:t>uta tiba ya baadhi ya maradhi. Ushauri ambao hakuletewa wahyi ila ni kutokana na uzoefu alioupata kutokana na kuishi katika mazingira ya kibinaadamu.</w:t>
      </w:r>
    </w:p>
    <w:p w:rsidR="00747E40" w:rsidRPr="00747E40" w:rsidRDefault="00EB7346" w:rsidP="00AD3BEC">
      <w:pPr>
        <w:pStyle w:val="libNormal"/>
        <w:jc w:val="both"/>
        <w:rPr>
          <w:rStyle w:val="libBold1Char"/>
          <w:lang w:val="sw-KE"/>
        </w:rPr>
      </w:pPr>
      <w:r w:rsidRPr="00EB7346">
        <w:rPr>
          <w:lang w:val="sw-KE"/>
        </w:rPr>
        <w:t xml:space="preserve">Ametaja Abu Daud katika Isnadi yake, kutoka kwa Usama kwamba: </w:t>
      </w:r>
      <w:r w:rsidRPr="00EB7346">
        <w:rPr>
          <w:rFonts w:cs="Times New Roman"/>
          <w:lang w:val="sw-KE"/>
        </w:rPr>
        <w:t xml:space="preserve">Nilikwenda kwa Mtume </w:t>
      </w:r>
      <w:r w:rsidRPr="00AD3BEC">
        <w:rPr>
          <w:rStyle w:val="libBold1Char"/>
          <w:lang w:val="sw-KE"/>
        </w:rPr>
        <w:t>(s.a.w.</w:t>
      </w:r>
      <w:r w:rsidR="00AD3BEC" w:rsidRPr="00AD3BEC">
        <w:rPr>
          <w:rStyle w:val="libBold1Char"/>
          <w:lang w:val="sw-KE"/>
        </w:rPr>
        <w:t>w</w:t>
      </w:r>
      <w:r w:rsidRPr="00AD3BEC">
        <w:rPr>
          <w:rStyle w:val="libBold1Char"/>
          <w:lang w:val="sw-KE"/>
        </w:rPr>
        <w:t>)</w:t>
      </w:r>
      <w:r w:rsidRPr="00EB7346">
        <w:rPr>
          <w:rFonts w:cs="Times New Roman"/>
          <w:lang w:val="sw-KE"/>
        </w:rPr>
        <w:t xml:space="preserve"> naye alikuw</w:t>
      </w:r>
      <w:r w:rsidRPr="00EB7346">
        <w:rPr>
          <w:lang w:val="sw-KE"/>
        </w:rPr>
        <w:t xml:space="preserve">a ameketi na maswahaba zake, nao walikuwa (wametulia) kama kwamba kuna ndege juu ya vichwa vyao, nikawatolea salaam, kisha nikaketi. Wakaja mabedui kutoka huku na huko wakasema: </w:t>
      </w:r>
      <w:r w:rsidRPr="00EB7346">
        <w:rPr>
          <w:rFonts w:cs="Times New Roman"/>
          <w:lang w:val="sw-KE"/>
        </w:rPr>
        <w:t xml:space="preserve">Ewe Mtume wa Mwenyezi Mungu, je tunaweza kujitibu? Mtume </w:t>
      </w:r>
      <w:r w:rsidRPr="00AD3BEC">
        <w:rPr>
          <w:rStyle w:val="libBold1Char"/>
          <w:lang w:val="sw-KE"/>
        </w:rPr>
        <w:t>(s.a.w.</w:t>
      </w:r>
      <w:r w:rsidR="00AD3BEC" w:rsidRPr="00AD3BEC">
        <w:rPr>
          <w:rStyle w:val="libBold1Char"/>
          <w:lang w:val="sw-KE"/>
        </w:rPr>
        <w:t>w</w:t>
      </w:r>
      <w:r w:rsidRPr="00AD3BEC">
        <w:rPr>
          <w:rStyle w:val="libBold1Char"/>
          <w:lang w:val="sw-KE"/>
        </w:rPr>
        <w:t>)</w:t>
      </w:r>
      <w:r w:rsidRPr="00EB7346">
        <w:rPr>
          <w:rFonts w:cs="Times New Roman"/>
          <w:lang w:val="sw-KE"/>
        </w:rPr>
        <w:t xml:space="preserve"> akasema: </w:t>
      </w:r>
      <w:r w:rsidRPr="00747E40">
        <w:rPr>
          <w:rStyle w:val="libBold1Char"/>
          <w:lang w:val="sw-KE"/>
        </w:rPr>
        <w:t xml:space="preserve">Mnaweza kujitibu, kwani Mwenyezi Mungu Mtukufu hakuumba ugonjwa pekee ila ameumba na dawa yake, isipokuwa ugonjwa wa aina moja tu, kifo. </w:t>
      </w:r>
    </w:p>
    <w:p w:rsidR="00EB7346" w:rsidRPr="00EB7346" w:rsidRDefault="00EB7346" w:rsidP="00AD3BEC">
      <w:pPr>
        <w:pStyle w:val="libNormal"/>
        <w:jc w:val="both"/>
        <w:rPr>
          <w:rFonts w:cs="Times New Roman"/>
          <w:lang w:val="sw-KE"/>
        </w:rPr>
      </w:pPr>
      <w:r w:rsidRPr="00EB7346">
        <w:rPr>
          <w:rFonts w:cs="Times New Roman"/>
          <w:lang w:val="sw-KE"/>
        </w:rPr>
        <w:t>Hadith nyingine iliyopokewa kutoka kwa Umar Bin Dinar imetaja jambo hilo (pia).</w:t>
      </w:r>
    </w:p>
    <w:p w:rsidR="005C3877" w:rsidRDefault="00EB7346" w:rsidP="005C3877">
      <w:pPr>
        <w:pStyle w:val="libNormal"/>
        <w:jc w:val="both"/>
        <w:rPr>
          <w:rFonts w:cs="Times New Roman"/>
          <w:lang w:val="sw-KE"/>
        </w:rPr>
      </w:pPr>
      <w:r w:rsidRPr="00EB7346">
        <w:rPr>
          <w:lang w:val="sw-KE"/>
        </w:rPr>
        <w:t xml:space="preserve">Siku moja Mtume </w:t>
      </w:r>
      <w:r w:rsidRPr="00AD3BEC">
        <w:rPr>
          <w:rStyle w:val="libBold1Char"/>
          <w:lang w:val="sw-KE"/>
        </w:rPr>
        <w:t>(s.a.w.</w:t>
      </w:r>
      <w:r w:rsidR="00AD3BEC" w:rsidRPr="00AD3BEC">
        <w:rPr>
          <w:rStyle w:val="libBold1Char"/>
          <w:lang w:val="sw-KE"/>
        </w:rPr>
        <w:t>w</w:t>
      </w:r>
      <w:r w:rsidRPr="00AD3BEC">
        <w:rPr>
          <w:rStyle w:val="libBold1Char"/>
          <w:lang w:val="sw-KE"/>
        </w:rPr>
        <w:t>)</w:t>
      </w:r>
      <w:r w:rsidRPr="00EB7346">
        <w:rPr>
          <w:lang w:val="sw-KE"/>
        </w:rPr>
        <w:t xml:space="preserve"> alimtembelea mgonjwa, akawaambia nduguze, </w:t>
      </w:r>
      <w:r w:rsidRPr="00EB7346">
        <w:rPr>
          <w:rFonts w:cs="Times New Roman"/>
          <w:lang w:val="sw-KE"/>
        </w:rPr>
        <w:t>Mwiteni daktari, mmoja wao akasema</w:t>
      </w:r>
      <w:r w:rsidR="005C3877">
        <w:rPr>
          <w:rFonts w:cs="Times New Roman"/>
          <w:lang w:val="sw-KE"/>
        </w:rPr>
        <w:t>:</w:t>
      </w:r>
      <w:r w:rsidRPr="00EB7346">
        <w:rPr>
          <w:rFonts w:cs="Times New Roman"/>
          <w:lang w:val="sw-KE"/>
        </w:rPr>
        <w:t xml:space="preserve"> hata nawe pia wasema hivyo ewe Mtume wa Mwenyezi Mungu?! Mtume akasema: </w:t>
      </w:r>
      <w:r w:rsidRPr="005C3877">
        <w:rPr>
          <w:rStyle w:val="libBold1Char"/>
          <w:lang w:val="sw-KE"/>
        </w:rPr>
        <w:t xml:space="preserve">Ndiyo, kwani </w:t>
      </w:r>
      <w:r w:rsidRPr="005C3877">
        <w:rPr>
          <w:rStyle w:val="libBold1Char"/>
          <w:lang w:val="sw-KE"/>
        </w:rPr>
        <w:lastRenderedPageBreak/>
        <w:t>Mwenyezi Mungu Mtukufu hakuumba maradhi ila ameumba na dawa yake.</w:t>
      </w:r>
      <w:r w:rsidRPr="00EB7346">
        <w:rPr>
          <w:rFonts w:cs="Times New Roman"/>
          <w:lang w:val="sw-KE"/>
        </w:rPr>
        <w:t xml:space="preserve"> </w:t>
      </w:r>
    </w:p>
    <w:p w:rsidR="005C3877" w:rsidRDefault="00EB7346" w:rsidP="005C3877">
      <w:pPr>
        <w:pStyle w:val="libNormal"/>
        <w:jc w:val="both"/>
        <w:rPr>
          <w:lang w:val="sw-KE"/>
        </w:rPr>
      </w:pPr>
      <w:r w:rsidRPr="00EB7346">
        <w:rPr>
          <w:rFonts w:cs="Times New Roman"/>
          <w:lang w:val="sw-KE"/>
        </w:rPr>
        <w:t xml:space="preserve">Kitendo cha Mtume </w:t>
      </w:r>
      <w:r w:rsidRPr="00AD3BEC">
        <w:rPr>
          <w:rStyle w:val="libBold1Char"/>
          <w:lang w:val="sw-KE"/>
        </w:rPr>
        <w:t>(s.a.w.</w:t>
      </w:r>
      <w:r w:rsidR="00AD3BEC" w:rsidRPr="00AD3BEC">
        <w:rPr>
          <w:rStyle w:val="libBold1Char"/>
          <w:lang w:val="sw-KE"/>
        </w:rPr>
        <w:t>w</w:t>
      </w:r>
      <w:r w:rsidRPr="00AD3BEC">
        <w:rPr>
          <w:rStyle w:val="libBold1Char"/>
          <w:lang w:val="sw-KE"/>
        </w:rPr>
        <w:t>)</w:t>
      </w:r>
      <w:r w:rsidRPr="00EB7346">
        <w:rPr>
          <w:rFonts w:cs="Times New Roman"/>
          <w:lang w:val="sw-KE"/>
        </w:rPr>
        <w:t xml:space="preserve"> cha kuwataka ndugu za wagonjwa kumwita daktari kinaonyesha kwamba utabibu wa madawa si miongoni mwa</w:t>
      </w:r>
      <w:r w:rsidR="005C3877">
        <w:rPr>
          <w:rFonts w:cs="Times New Roman"/>
          <w:lang w:val="sw-KE"/>
        </w:rPr>
        <w:t xml:space="preserve"> </w:t>
      </w:r>
      <w:r w:rsidRPr="00EB7346">
        <w:rPr>
          <w:lang w:val="sw-KE"/>
        </w:rPr>
        <w:t xml:space="preserve">mambo aliyofunuliwa (wahyi) kutoka kwa Mwenyezi Mungu, na ni kwa sababu hii ndipo akawashauri watu kufuata ushauri wa daktari pale unapohitajika. </w:t>
      </w:r>
    </w:p>
    <w:p w:rsidR="00EB7346" w:rsidRPr="005C3877" w:rsidRDefault="00EB7346" w:rsidP="005C3877">
      <w:pPr>
        <w:pStyle w:val="libNormal"/>
        <w:jc w:val="both"/>
        <w:rPr>
          <w:rFonts w:cs="Times New Roman"/>
          <w:lang w:val="sw-KE"/>
        </w:rPr>
      </w:pPr>
      <w:r w:rsidRPr="00EB7346">
        <w:rPr>
          <w:lang w:val="sw-KE"/>
        </w:rPr>
        <w:t>Pia hali hiyo inahusiana na jinsi alivyokuwa akivaa na kula, ilivyokuwa ikilingana na tabia za wakati wake na mahali alipoishi. Na lau kama angeishi katika mazingira na wakati tofauti, basi pengine angestawisha desturi zingine.</w:t>
      </w:r>
    </w:p>
    <w:p w:rsidR="00EB7346" w:rsidRPr="00EB7346" w:rsidRDefault="00EB7346" w:rsidP="00AD3BEC">
      <w:pPr>
        <w:pStyle w:val="libNormal"/>
        <w:jc w:val="both"/>
        <w:rPr>
          <w:rFonts w:cs="Times New Roman"/>
          <w:lang w:val="sw-KE"/>
        </w:rPr>
      </w:pPr>
      <w:r w:rsidRPr="00EB7346">
        <w:rPr>
          <w:lang w:val="sw-KE"/>
        </w:rPr>
        <w:t>Kwa hivyo basi, Sunnah (Hadith) inafafanua Qur</w:t>
      </w:r>
      <w:r w:rsidRPr="00EB7346">
        <w:rPr>
          <w:rFonts w:cs="Times New Roman"/>
          <w:lang w:val="sw-KE"/>
        </w:rPr>
        <w:t>ani, inachambua hukmu zake, inaikamilisha, inaelezea na kuamua kuhusu mipaka ambayo inatawala kanuni zake kamili, na inafafanua sehemu zenye kutatanisha. Na endapo itaongezea chochote, ziada hiyo haiwezi kupingan</w:t>
      </w:r>
      <w:r w:rsidRPr="00EB7346">
        <w:rPr>
          <w:lang w:val="sw-KE"/>
        </w:rPr>
        <w:t>a na misingi ya kanuni za Qur</w:t>
      </w:r>
      <w:r w:rsidRPr="00EB7346">
        <w:rPr>
          <w:rFonts w:cs="Times New Roman"/>
          <w:lang w:val="sw-KE"/>
        </w:rPr>
        <w:t>ani. Kwa hivyo uhusiano wa Sunnah na Qurani ulivyo ni kama hali ya kiongozi na mfuasi. Kwa ajili hiyo, Hadith inafuata kile kilichokuja katika Qurani na inaambatana nayo moja kwa moja. Inadhihirika wazi sasa, kwa nini Quran</w:t>
      </w:r>
      <w:r w:rsidRPr="00EB7346">
        <w:rPr>
          <w:lang w:val="sw-KE"/>
        </w:rPr>
        <w:t>i inatangulia Sunnah, na kuchukuliwa kuwa ni msingi wa Uislamu, wakati ambapo Sunnah inaikamilisha Qur</w:t>
      </w:r>
      <w:r w:rsidRPr="00EB7346">
        <w:rPr>
          <w:rFonts w:cs="Times New Roman"/>
          <w:lang w:val="sw-KE"/>
        </w:rPr>
        <w:t>ani kwa kanuni.</w:t>
      </w:r>
    </w:p>
    <w:p w:rsidR="007A2537" w:rsidRDefault="00EB7346" w:rsidP="00AD3BEC">
      <w:pPr>
        <w:pStyle w:val="libNormal"/>
        <w:jc w:val="both"/>
        <w:rPr>
          <w:rFonts w:cs="Times New Roman"/>
          <w:lang w:val="sw-KE"/>
        </w:rPr>
      </w:pPr>
      <w:r w:rsidRPr="00EB7346">
        <w:rPr>
          <w:lang w:val="sw-KE"/>
        </w:rPr>
        <w:t>Mkusanyiko huu (wa kitabu hiki kinachohusu malezi ya mtoto) umetokana na yale yaliyotajwa katika Qur</w:t>
      </w:r>
      <w:r w:rsidRPr="00EB7346">
        <w:rPr>
          <w:rFonts w:cs="Times New Roman"/>
          <w:lang w:val="sw-KE"/>
        </w:rPr>
        <w:t>ani yahusuyo malezi ya mtoto, na k</w:t>
      </w:r>
      <w:r w:rsidRPr="00EB7346">
        <w:rPr>
          <w:lang w:val="sw-KE"/>
        </w:rPr>
        <w:t>atika Sunnah kuhusiana na mambo haya. Ili kutoa mwanga, habari zaidi na ufafanuzi uliyomo katika Qur</w:t>
      </w:r>
      <w:r w:rsidRPr="00EB7346">
        <w:rPr>
          <w:rFonts w:cs="Times New Roman"/>
          <w:lang w:val="sw-KE"/>
        </w:rPr>
        <w:t>ani, baadhi ya methali na dondoo maarufu zimeongezwa ili ziwe ni mifano mizuri na yenye nguvu zaidi.</w:t>
      </w:r>
    </w:p>
    <w:p w:rsidR="007A2537" w:rsidRDefault="007A2537">
      <w:pPr>
        <w:ind w:firstLine="0"/>
        <w:jc w:val="left"/>
        <w:rPr>
          <w:rFonts w:cs="Times New Roman"/>
          <w:sz w:val="24"/>
          <w:lang w:val="sw-KE"/>
        </w:rPr>
      </w:pPr>
      <w:r>
        <w:rPr>
          <w:rFonts w:cs="Times New Roman"/>
          <w:lang w:val="sw-KE"/>
        </w:rPr>
        <w:br w:type="page"/>
      </w:r>
    </w:p>
    <w:p w:rsidR="007A2537" w:rsidRPr="007A2537" w:rsidRDefault="007A2537" w:rsidP="007A2537">
      <w:pPr>
        <w:pStyle w:val="libNormal"/>
        <w:jc w:val="both"/>
        <w:rPr>
          <w:rFonts w:cs="Times New Roman"/>
          <w:lang w:val="sw-KE"/>
        </w:rPr>
      </w:pPr>
      <w:r w:rsidRPr="007A2537">
        <w:rPr>
          <w:rFonts w:cs="Times New Roman"/>
          <w:lang w:val="sw-KE"/>
        </w:rPr>
        <w:lastRenderedPageBreak/>
        <w:t>1</w:t>
      </w:r>
    </w:p>
    <w:p w:rsidR="00EB7346" w:rsidRPr="00EB7346" w:rsidRDefault="007A2537" w:rsidP="007A2537">
      <w:pPr>
        <w:pStyle w:val="Heading1Center"/>
        <w:rPr>
          <w:lang w:val="sw-KE"/>
        </w:rPr>
      </w:pPr>
      <w:bookmarkStart w:id="7" w:name="_Toc10462909"/>
      <w:r w:rsidRPr="007A2537">
        <w:rPr>
          <w:lang w:val="sw-KE"/>
        </w:rPr>
        <w:t>MALEZI YA WATOTO KATIKA UISLAMU</w:t>
      </w:r>
      <w:bookmarkEnd w:id="7"/>
    </w:p>
    <w:p w:rsidR="00AD3BEC" w:rsidRDefault="00EB7346" w:rsidP="007A2537">
      <w:pPr>
        <w:pStyle w:val="Heading2Center"/>
        <w:rPr>
          <w:lang w:val="sw-KE"/>
        </w:rPr>
      </w:pPr>
      <w:bookmarkStart w:id="8" w:name="_Toc10462910"/>
      <w:r w:rsidRPr="00EB7346">
        <w:rPr>
          <w:lang w:val="sw-KE"/>
        </w:rPr>
        <w:t>SEHEMU YAKWANZA</w:t>
      </w:r>
      <w:bookmarkEnd w:id="8"/>
      <w:r w:rsidRPr="00EB7346">
        <w:rPr>
          <w:lang w:val="sw-KE"/>
        </w:rPr>
        <w:t xml:space="preserve"> </w:t>
      </w:r>
    </w:p>
    <w:p w:rsidR="00D52429" w:rsidRDefault="00D52429" w:rsidP="007A2537">
      <w:pPr>
        <w:pStyle w:val="Heading3Center"/>
        <w:rPr>
          <w:lang w:val="sw-KE"/>
        </w:rPr>
      </w:pPr>
      <w:bookmarkStart w:id="9" w:name="_Toc10462911"/>
      <w:r>
        <w:rPr>
          <w:lang w:val="sw-KE"/>
        </w:rPr>
        <w:t>1.</w:t>
      </w:r>
      <w:r w:rsidRPr="00EB7346">
        <w:rPr>
          <w:lang w:val="sw-KE"/>
        </w:rPr>
        <w:t>HALI NA HAKI ZA MTOTO KATIKA UISLAMU</w:t>
      </w:r>
      <w:bookmarkEnd w:id="9"/>
      <w:r w:rsidRPr="00EB7346">
        <w:rPr>
          <w:lang w:val="sw-KE"/>
        </w:rPr>
        <w:t xml:space="preserve"> </w:t>
      </w:r>
    </w:p>
    <w:p w:rsidR="00EB7346" w:rsidRPr="00EB7346" w:rsidRDefault="00EB7346" w:rsidP="00AD3BEC">
      <w:pPr>
        <w:pStyle w:val="libNormal"/>
        <w:jc w:val="both"/>
        <w:rPr>
          <w:rFonts w:cs="Times New Roman"/>
          <w:lang w:val="sw-KE"/>
        </w:rPr>
      </w:pPr>
      <w:r w:rsidRPr="00EB7346">
        <w:rPr>
          <w:lang w:val="sw-KE"/>
        </w:rPr>
        <w:t xml:space="preserve">Hawa ni watoto wetu kwetu sisi wenye hadhi Ni kama maini yetu yaendayo kwenye ardhi Na tulivyo kati yetu hatuwezi kuwa radhi Tuwaonapo wanetu wanaugua maradhi (Tafsiri ya shairi la kale la kiarabu) Umoja wa mataifa umeanza kuonyesha kuvutiwa na suala la watoto kwa kufanya maadhimisho ya </w:t>
      </w:r>
      <w:r w:rsidRPr="00EB7346">
        <w:rPr>
          <w:rFonts w:cs="Times New Roman"/>
          <w:lang w:val="sw-KE"/>
        </w:rPr>
        <w:t>Siku ya Watoto katika mwezi wa Novemba kila mwaka, ambayo inalingana na maadhimisho ya kutangazwa kwa haki za mtoto.</w:t>
      </w:r>
    </w:p>
    <w:p w:rsidR="002D1B3A" w:rsidRDefault="00EB7346" w:rsidP="00AD3BEC">
      <w:pPr>
        <w:pStyle w:val="libNormal"/>
        <w:jc w:val="both"/>
        <w:rPr>
          <w:lang w:val="sw-KE"/>
        </w:rPr>
      </w:pPr>
      <w:r w:rsidRPr="00EB7346">
        <w:rPr>
          <w:lang w:val="sw-KE"/>
        </w:rPr>
        <w:t xml:space="preserve">Kwa hali yoyote ile, ipo haja ya kutaja hapa kwamba, mazingatio ya Uislamu kwa watoto yameanza zamani na yanarejea nyuma zaidi ya miaka elfu moja na mia nne. </w:t>
      </w:r>
    </w:p>
    <w:p w:rsidR="002D1B3A" w:rsidRDefault="00EB7346" w:rsidP="00AD3BEC">
      <w:pPr>
        <w:pStyle w:val="libNormal"/>
        <w:jc w:val="both"/>
        <w:rPr>
          <w:lang w:val="sw-KE"/>
        </w:rPr>
      </w:pPr>
      <w:r w:rsidRPr="00EB7346">
        <w:rPr>
          <w:lang w:val="sw-KE"/>
        </w:rPr>
        <w:t xml:space="preserve">Uislamu kwa mfululizo unaadhimisha na kuonyesha huruma yake kwa mtoto, si baada ya kuzaliwa tu, bali hata kabla ya kuzaliwa, na umeelezewa kwa makini haki zake. Wakati wa utoto katika Uislamu umepewa picha ya ulimwengu mzuri wa furaha, uzuri, ndoto, mapenzi na ruya njema. </w:t>
      </w:r>
    </w:p>
    <w:p w:rsidR="00AD3BEC" w:rsidRDefault="00EB7346" w:rsidP="00AD3BEC">
      <w:pPr>
        <w:pStyle w:val="libNormal"/>
        <w:jc w:val="both"/>
        <w:rPr>
          <w:rFonts w:cs="Times New Roman"/>
          <w:lang w:val="sw-KE"/>
        </w:rPr>
      </w:pPr>
      <w:r w:rsidRPr="00EB7346">
        <w:rPr>
          <w:lang w:val="sw-KE"/>
        </w:rPr>
        <w:t>Na aya za Qur</w:t>
      </w:r>
      <w:r w:rsidRPr="00EB7346">
        <w:rPr>
          <w:rFonts w:cs="Times New Roman"/>
          <w:lang w:val="sw-KE"/>
        </w:rPr>
        <w:t xml:space="preserve">ani zinaonyesha mapenzi ya Mwenyezi Mungu kwa watoto, na ndipo akaapa Mwenyezi Mungu: </w:t>
      </w:r>
    </w:p>
    <w:p w:rsidR="00AD3BEC" w:rsidRPr="00937B8E" w:rsidRDefault="00937B8E" w:rsidP="00937B8E">
      <w:pPr>
        <w:pStyle w:val="libAie"/>
        <w:rPr>
          <w:lang w:val="sw-KE"/>
        </w:rPr>
      </w:pPr>
      <w:r w:rsidRPr="00937B8E">
        <w:rPr>
          <w:rtl/>
          <w:lang w:val="sw-KE"/>
        </w:rPr>
        <w:t>لَا أُقْسِمُ بِهَـٰذَا الْبَلَدِ ﴿١﴾ وَأَنتَ حِلٌّ بِهَـٰذَا الْبَلَدِ ﴿٢﴾ وَوَالِدٍ وَمَا وَلَدَ ﴿٣﴾</w:t>
      </w:r>
    </w:p>
    <w:p w:rsidR="00EB7346" w:rsidRPr="00EB7346" w:rsidRDefault="00EB7346" w:rsidP="00AD3BEC">
      <w:pPr>
        <w:pStyle w:val="libNormal"/>
        <w:jc w:val="both"/>
        <w:rPr>
          <w:rFonts w:cs="Times New Roman"/>
          <w:lang w:val="sw-KE"/>
        </w:rPr>
      </w:pPr>
      <w:r w:rsidRPr="00EB7346">
        <w:rPr>
          <w:rFonts w:cs="Times New Roman"/>
          <w:lang w:val="sw-KE"/>
        </w:rPr>
        <w:t>Naapa kwa mji huu, (wa Makkah). Na wewe utahalalishwa katika mji huu. Na (kwa) mzaz</w:t>
      </w:r>
      <w:r w:rsidRPr="00EB7346">
        <w:rPr>
          <w:lang w:val="sw-KE"/>
        </w:rPr>
        <w:t>i na alichokizaa.</w:t>
      </w:r>
      <w:r w:rsidRPr="00EB7346">
        <w:rPr>
          <w:rFonts w:cs="Times New Roman"/>
          <w:lang w:val="sw-KE"/>
        </w:rPr>
        <w:t xml:space="preserve"> (90:1-3).</w:t>
      </w:r>
    </w:p>
    <w:p w:rsidR="00937B8E" w:rsidRDefault="00EB7346" w:rsidP="00937B8E">
      <w:pPr>
        <w:pStyle w:val="libNormal"/>
        <w:jc w:val="both"/>
        <w:rPr>
          <w:rFonts w:cs="Times New Roman"/>
          <w:lang w:val="sw-KE"/>
        </w:rPr>
      </w:pPr>
      <w:r w:rsidRPr="00EB7346">
        <w:rPr>
          <w:lang w:val="sw-KE"/>
        </w:rPr>
        <w:t>Watoto wameelezwa katika Qur</w:t>
      </w:r>
      <w:r w:rsidRPr="00EB7346">
        <w:rPr>
          <w:rFonts w:cs="Times New Roman"/>
          <w:lang w:val="sw-KE"/>
        </w:rPr>
        <w:t xml:space="preserve">ani kuwa ni bishara njema. Amesema Mwenyezi Mungu: </w:t>
      </w:r>
    </w:p>
    <w:p w:rsidR="00937B8E" w:rsidRPr="00937B8E" w:rsidRDefault="00937B8E" w:rsidP="00937B8E">
      <w:pPr>
        <w:pStyle w:val="libAie"/>
        <w:rPr>
          <w:lang w:val="sw-KE"/>
        </w:rPr>
      </w:pPr>
      <w:r w:rsidRPr="00937B8E">
        <w:rPr>
          <w:rtl/>
          <w:lang w:val="sw-KE"/>
        </w:rPr>
        <w:t>يَا زَكَرِيَّا إِنَّا نُبَشِّرُكَ بِغُلَامٍ اسْمُهُ يَحْيَىٰ ﴿٧﴾</w:t>
      </w:r>
    </w:p>
    <w:p w:rsidR="00937B8E" w:rsidRDefault="00EB7346" w:rsidP="00937B8E">
      <w:pPr>
        <w:pStyle w:val="libNormal"/>
        <w:jc w:val="both"/>
        <w:rPr>
          <w:rFonts w:cs="Times New Roman"/>
          <w:lang w:val="sw-KE"/>
        </w:rPr>
      </w:pPr>
      <w:r w:rsidRPr="00EB7346">
        <w:rPr>
          <w:rFonts w:cs="Times New Roman"/>
          <w:lang w:val="sw-KE"/>
        </w:rPr>
        <w:t>Ewe Zakaria tunakupa habari njema ya (kupata) mtoto jina lake ni Yahya</w:t>
      </w:r>
      <w:r w:rsidR="00937B8E">
        <w:rPr>
          <w:rFonts w:cs="Times New Roman"/>
          <w:lang w:val="sw-KE"/>
        </w:rPr>
        <w:t xml:space="preserve"> </w:t>
      </w:r>
      <w:r w:rsidRPr="00EB7346">
        <w:rPr>
          <w:rFonts w:cs="Times New Roman"/>
          <w:lang w:val="sw-KE"/>
        </w:rPr>
        <w:t xml:space="preserve">(19:7). </w:t>
      </w:r>
    </w:p>
    <w:p w:rsidR="00937B8E" w:rsidRDefault="00EB7346" w:rsidP="00937B8E">
      <w:pPr>
        <w:pStyle w:val="libNormal"/>
        <w:jc w:val="both"/>
        <w:rPr>
          <w:lang w:val="sw-KE"/>
        </w:rPr>
      </w:pPr>
      <w:r w:rsidRPr="00EB7346">
        <w:rPr>
          <w:rFonts w:cs="Times New Roman"/>
          <w:lang w:val="sw-KE"/>
        </w:rPr>
        <w:t>Pia watoto ni kiburudisho cha macho yetu. Amesema Mwenyezi Mun</w:t>
      </w:r>
      <w:r w:rsidRPr="00EB7346">
        <w:rPr>
          <w:lang w:val="sw-KE"/>
        </w:rPr>
        <w:t xml:space="preserve">gu: </w:t>
      </w:r>
    </w:p>
    <w:p w:rsidR="00937B8E" w:rsidRDefault="00937B8E" w:rsidP="00937B8E">
      <w:pPr>
        <w:pStyle w:val="libAie"/>
        <w:rPr>
          <w:rtl/>
          <w:lang w:val="sw-KE" w:bidi="ar-EG"/>
        </w:rPr>
      </w:pPr>
      <w:r w:rsidRPr="00937B8E">
        <w:rPr>
          <w:rtl/>
          <w:lang w:val="sw-KE" w:bidi="ar-EG"/>
        </w:rPr>
        <w:t>رَبَّنَا هَبْ لَنَا مِنْ أَزْوَاجِنَا وَذُرِّيَّاتِنَا قُرَّةَ أَعْيُنٍ وَاجْعَلْنَا لِلْمُتَّقِينَ إِمَامًا ﴿٧٤﴾</w:t>
      </w:r>
    </w:p>
    <w:p w:rsidR="00937B8E" w:rsidRDefault="00EB7346" w:rsidP="00937B8E">
      <w:pPr>
        <w:pStyle w:val="libNormal"/>
        <w:jc w:val="both"/>
        <w:rPr>
          <w:rFonts w:cs="Times New Roman"/>
          <w:lang w:val="sw-KE"/>
        </w:rPr>
      </w:pPr>
      <w:r w:rsidRPr="00EB7346">
        <w:rPr>
          <w:rFonts w:cs="Times New Roman"/>
          <w:lang w:val="sw-KE"/>
        </w:rPr>
        <w:t>Ewe Mola wetu, tupe katika wake zetu na watoto wetu watakaoyaburudisha macho yetu</w:t>
      </w:r>
      <w:r w:rsidR="00937B8E" w:rsidRPr="00EB7346">
        <w:rPr>
          <w:rFonts w:cs="Times New Roman"/>
          <w:lang w:val="sw-KE"/>
        </w:rPr>
        <w:t xml:space="preserve"> </w:t>
      </w:r>
      <w:r w:rsidRPr="00EB7346">
        <w:rPr>
          <w:rFonts w:cs="Times New Roman"/>
          <w:lang w:val="sw-KE"/>
        </w:rPr>
        <w:t xml:space="preserve">(25:74). </w:t>
      </w:r>
    </w:p>
    <w:p w:rsidR="00937B8E" w:rsidRDefault="00EB7346" w:rsidP="00937B8E">
      <w:pPr>
        <w:pStyle w:val="libNormal"/>
        <w:jc w:val="both"/>
        <w:rPr>
          <w:rFonts w:cs="Times New Roman"/>
          <w:lang w:val="sw-KE"/>
        </w:rPr>
      </w:pPr>
      <w:r w:rsidRPr="00EB7346">
        <w:rPr>
          <w:rFonts w:cs="Times New Roman"/>
          <w:lang w:val="sw-KE"/>
        </w:rPr>
        <w:t xml:space="preserve">Na watoto ni pambo </w:t>
      </w:r>
      <w:r w:rsidR="00937B8E">
        <w:rPr>
          <w:rFonts w:cs="Times New Roman"/>
          <w:lang w:val="sw-KE"/>
        </w:rPr>
        <w:t>la maisha katika ulimwengu huu.</w:t>
      </w:r>
    </w:p>
    <w:p w:rsidR="00937B8E" w:rsidRPr="00937B8E" w:rsidRDefault="00937B8E" w:rsidP="00937B8E">
      <w:pPr>
        <w:pStyle w:val="libAie"/>
        <w:rPr>
          <w:lang w:val="sw-KE"/>
        </w:rPr>
      </w:pPr>
      <w:r w:rsidRPr="00937B8E">
        <w:rPr>
          <w:rtl/>
          <w:lang w:val="sw-KE"/>
        </w:rPr>
        <w:t>الْمَالُ وَالْبَنُونَ زِينَةُ الْحَيَاةِ الدُّنْيَا ﴿٤٦﴾</w:t>
      </w:r>
    </w:p>
    <w:p w:rsidR="00937B8E" w:rsidRDefault="00EB7346" w:rsidP="00937B8E">
      <w:pPr>
        <w:pStyle w:val="libNormal"/>
        <w:jc w:val="both"/>
        <w:rPr>
          <w:rFonts w:cs="Times New Roman"/>
          <w:lang w:val="sw-KE"/>
        </w:rPr>
      </w:pPr>
      <w:r w:rsidRPr="00EB7346">
        <w:rPr>
          <w:rFonts w:cs="Times New Roman"/>
          <w:lang w:val="sw-KE"/>
        </w:rPr>
        <w:t xml:space="preserve">Mali na watoto ni pambo la maisha ya duniani (18:16). </w:t>
      </w:r>
    </w:p>
    <w:p w:rsidR="00EB7346" w:rsidRPr="00EB7346" w:rsidRDefault="00EB7346" w:rsidP="00937B8E">
      <w:pPr>
        <w:pStyle w:val="libNormal"/>
        <w:jc w:val="both"/>
        <w:rPr>
          <w:rFonts w:cs="Times New Roman"/>
          <w:lang w:val="sw-KE"/>
        </w:rPr>
      </w:pPr>
      <w:r w:rsidRPr="00EB7346">
        <w:rPr>
          <w:rFonts w:cs="Times New Roman"/>
          <w:lang w:val="sw-KE"/>
        </w:rPr>
        <w:t xml:space="preserve">Mtume </w:t>
      </w:r>
      <w:r w:rsidRPr="00937B8E">
        <w:rPr>
          <w:rStyle w:val="libBold1Char"/>
          <w:lang w:val="sw-KE"/>
        </w:rPr>
        <w:t>(s.a.w.</w:t>
      </w:r>
      <w:r w:rsidR="00937B8E" w:rsidRPr="00937B8E">
        <w:rPr>
          <w:rStyle w:val="libBold1Char"/>
          <w:lang w:val="sw-KE"/>
        </w:rPr>
        <w:t>w</w:t>
      </w:r>
      <w:r w:rsidRPr="00937B8E">
        <w:rPr>
          <w:rStyle w:val="libBold1Char"/>
          <w:lang w:val="sw-KE"/>
        </w:rPr>
        <w:t>)</w:t>
      </w:r>
      <w:r w:rsidRPr="00EB7346">
        <w:rPr>
          <w:rFonts w:cs="Times New Roman"/>
          <w:lang w:val="sw-KE"/>
        </w:rPr>
        <w:t xml:space="preserve"> anatudhihirishia ya kuwa ulimwengu</w:t>
      </w:r>
      <w:r w:rsidRPr="00EB7346">
        <w:rPr>
          <w:lang w:val="sw-KE"/>
        </w:rPr>
        <w:t xml:space="preserve"> wa utoto ni kama pepo, pale aliposema: </w:t>
      </w:r>
      <w:r w:rsidRPr="00EB7346">
        <w:rPr>
          <w:rFonts w:cs="Times New Roman"/>
          <w:lang w:val="sw-KE"/>
        </w:rPr>
        <w:t>Watoto ni vipepeo vya Peponi.</w:t>
      </w:r>
    </w:p>
    <w:p w:rsidR="006F2D45" w:rsidRPr="006F2D45" w:rsidRDefault="00EB7346" w:rsidP="006F2D45">
      <w:pPr>
        <w:pStyle w:val="libNormal"/>
        <w:jc w:val="both"/>
        <w:rPr>
          <w:rStyle w:val="libBold1Char"/>
          <w:lang w:val="sw-KE"/>
        </w:rPr>
      </w:pPr>
      <w:r w:rsidRPr="00EB7346">
        <w:rPr>
          <w:lang w:val="sw-KE"/>
        </w:rPr>
        <w:t xml:space="preserve">Kuwatunza watoto ni jambo la lazima, na kuwapenda humleta mtu karibu na Mwenyezi Mungu. 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lang w:val="sw-KE"/>
        </w:rPr>
        <w:t xml:space="preserve"> amesema: </w:t>
      </w:r>
      <w:r w:rsidRPr="006F2D45">
        <w:rPr>
          <w:rStyle w:val="libBold1Char"/>
          <w:lang w:val="sw-KE"/>
        </w:rPr>
        <w:t>Lau kama si watoto wanyonyeshwao, na wazee wanaorukuu (kwa kuswali) na wanyama walishwao mashambani, basi mngelipatwa na adhabu kali.</w:t>
      </w:r>
    </w:p>
    <w:p w:rsidR="00EB7346" w:rsidRPr="00EB7346" w:rsidRDefault="00EB7346" w:rsidP="006F2D45">
      <w:pPr>
        <w:pStyle w:val="libNormal"/>
        <w:jc w:val="both"/>
        <w:rPr>
          <w:rFonts w:cs="Times New Roman"/>
          <w:lang w:val="sw-KE"/>
        </w:rPr>
      </w:pPr>
      <w:r w:rsidRPr="00EB7346">
        <w:rPr>
          <w:rFonts w:cs="Times New Roman"/>
          <w:lang w:val="sw-KE"/>
        </w:rPr>
        <w:t xml:space="preserve"> Inaonyesha wazi kwamba huruma na uangalifu wa Mwenyezi Mungu kwa watoto ndiyo uliofanya Mwenyezi Mungu kuzuia adhabu juu ya watu wake.</w:t>
      </w:r>
    </w:p>
    <w:p w:rsidR="00D52429" w:rsidRDefault="00D52429" w:rsidP="00D52429">
      <w:pPr>
        <w:pStyle w:val="Heading3"/>
        <w:rPr>
          <w:lang w:val="sw-KE"/>
        </w:rPr>
      </w:pPr>
      <w:bookmarkStart w:id="10" w:name="_Toc10462912"/>
      <w:r w:rsidRPr="00EB7346">
        <w:rPr>
          <w:lang w:val="sw-KE"/>
        </w:rPr>
        <w:lastRenderedPageBreak/>
        <w:t>MAPENZI YA MTUME KWA WATOTO</w:t>
      </w:r>
      <w:bookmarkEnd w:id="10"/>
      <w:r w:rsidRPr="00EB7346">
        <w:rPr>
          <w:lang w:val="sw-KE"/>
        </w:rPr>
        <w:t xml:space="preserve"> </w:t>
      </w:r>
    </w:p>
    <w:p w:rsidR="00C16D74" w:rsidRDefault="00EB7346" w:rsidP="00C16D74">
      <w:pPr>
        <w:pStyle w:val="libNormal"/>
        <w:jc w:val="both"/>
        <w:rPr>
          <w:rFonts w:cs="Times New Roman"/>
          <w:lang w:val="sw-KE"/>
        </w:rPr>
      </w:pPr>
      <w:r w:rsidRPr="00EB7346">
        <w:rPr>
          <w:lang w:val="sw-KE"/>
        </w:rPr>
        <w:t xml:space="preserve">Mapenzi ya 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lang w:val="sw-KE"/>
        </w:rPr>
        <w:t xml:space="preserve"> kwa watoto yalijaa ndani ya moyo wake mwema, imeelezwa katika Hadith: </w:t>
      </w:r>
      <w:r w:rsidRPr="00EB7346">
        <w:rPr>
          <w:rFonts w:cs="Times New Roman"/>
          <w:lang w:val="sw-KE"/>
        </w:rPr>
        <w:t xml:space="preserve">Siku moja 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rFonts w:cs="Times New Roman"/>
          <w:lang w:val="sw-KE"/>
        </w:rPr>
        <w:t xml:space="preserve"> alipanda juu ya mimbari akiwahutubia watu, (mara</w:t>
      </w:r>
      <w:r w:rsidR="006F2D45">
        <w:rPr>
          <w:rFonts w:cs="Times New Roman"/>
          <w:lang w:val="sw-KE"/>
        </w:rPr>
        <w:t xml:space="preserve">) akawaona Hasan na Husein </w:t>
      </w:r>
      <w:r w:rsidR="006F2D45" w:rsidRPr="006F2D45">
        <w:rPr>
          <w:rStyle w:val="libFootnotenumChar"/>
          <w:lang w:val="sw-KE"/>
        </w:rPr>
        <w:t>(a.s</w:t>
      </w:r>
      <w:r w:rsidRPr="006F2D45">
        <w:rPr>
          <w:rStyle w:val="libFootnotenumChar"/>
          <w:lang w:val="sw-KE"/>
        </w:rPr>
        <w:t>)</w:t>
      </w:r>
      <w:r w:rsidRPr="00EB7346">
        <w:rPr>
          <w:rFonts w:cs="Times New Roman"/>
          <w:lang w:val="sw-KE"/>
        </w:rPr>
        <w:t xml:space="preserve"> wanakimbia na huku wakijikwaa, akakatiza hotuba yake, akashuka kutoka juu ya </w:t>
      </w:r>
      <w:r w:rsidRPr="00EB7346">
        <w:rPr>
          <w:lang w:val="sw-KE"/>
        </w:rPr>
        <w:t xml:space="preserve">mimbari kwenda kuwapokea watoto hao wawili. Akawabeba mikononi mwake, kisha akapanda tena juu ya mimbari akasema: </w:t>
      </w:r>
      <w:r w:rsidRPr="00C16D74">
        <w:rPr>
          <w:rStyle w:val="libBold1Char"/>
          <w:lang w:val="sw-KE"/>
        </w:rPr>
        <w:t>Enyi watu, hakika mali zenu na watoto wenu ni fitina, Wallahi nimewaona wajukuu zangu wawili wakikimbia na kujikwaa, basi sikuweza kujizuia mpaka nimeshuka nikawabeba.</w:t>
      </w:r>
      <w:r w:rsidRPr="00EB7346">
        <w:rPr>
          <w:rFonts w:cs="Times New Roman"/>
          <w:lang w:val="sw-KE"/>
        </w:rPr>
        <w:t xml:space="preserve"> </w:t>
      </w:r>
    </w:p>
    <w:p w:rsidR="00EB7346" w:rsidRPr="00033DD1" w:rsidRDefault="00EB7346" w:rsidP="00C16D74">
      <w:pPr>
        <w:pStyle w:val="libNormal"/>
        <w:jc w:val="both"/>
        <w:rPr>
          <w:rStyle w:val="libBold1Char"/>
          <w:lang w:val="sw-KE"/>
        </w:rPr>
      </w:pPr>
      <w:r w:rsidRPr="00EB7346">
        <w:rPr>
          <w:rFonts w:cs="Times New Roman"/>
          <w:lang w:val="sw-KE"/>
        </w:rPr>
        <w:t xml:space="preserve">Siku moja 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rFonts w:cs="Times New Roman"/>
          <w:lang w:val="sw-KE"/>
        </w:rPr>
        <w:t xml:space="preserve"> alikuwa anas</w:t>
      </w:r>
      <w:r w:rsidR="006F2D45">
        <w:rPr>
          <w:rFonts w:cs="Times New Roman"/>
          <w:lang w:val="sw-KE"/>
        </w:rPr>
        <w:t xml:space="preserve">wali, mara Hasan na Husein </w:t>
      </w:r>
      <w:r w:rsidR="006F2D45" w:rsidRPr="006F2D45">
        <w:rPr>
          <w:rStyle w:val="libFootnotenumChar"/>
          <w:lang w:val="sw-KE"/>
        </w:rPr>
        <w:t>(a.s</w:t>
      </w:r>
      <w:r w:rsidRPr="006F2D45">
        <w:rPr>
          <w:rStyle w:val="libFootnotenumChar"/>
          <w:lang w:val="sw-KE"/>
        </w:rPr>
        <w:t>)</w:t>
      </w:r>
      <w:r w:rsidRPr="00EB7346">
        <w:rPr>
          <w:rFonts w:cs="Times New Roman"/>
          <w:lang w:val="sw-KE"/>
        </w:rPr>
        <w:t xml:space="preserve"> wakaingia ndani na kumpanda mgongoni kwake wakati alipokuwa amesujudu, 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rFonts w:cs="Times New Roman"/>
          <w:lang w:val="sw-KE"/>
        </w:rPr>
        <w:t xml:space="preserve"> akaendelea kusujudu tu. Alichukia kuwaharakisha washuke, mpaka waliposh</w:t>
      </w:r>
      <w:r w:rsidRPr="00EB7346">
        <w:rPr>
          <w:lang w:val="sw-KE"/>
        </w:rPr>
        <w:t xml:space="preserve">uka wao wenyewe. Kisha alipotoa salaam na kumaliza Swala, akaulizwa na maswahaba zake sababu zilizomfanya asujudu kwa kitambo kirefu hivyo; akawajibu: </w:t>
      </w:r>
      <w:r w:rsidRPr="00033DD1">
        <w:rPr>
          <w:rStyle w:val="libBold1Char"/>
          <w:lang w:val="sw-KE"/>
        </w:rPr>
        <w:t>Wajukuu zangu wawili walikuwa wamepanda juu ya mgongo wangu nami nilichukia kuwahimiza washuke kwa haraka.</w:t>
      </w:r>
    </w:p>
    <w:p w:rsidR="00EB7346" w:rsidRPr="00EB7346" w:rsidRDefault="00EB7346" w:rsidP="006F2D45">
      <w:pPr>
        <w:pStyle w:val="libNormal"/>
        <w:jc w:val="both"/>
        <w:rPr>
          <w:lang w:val="sw-KE"/>
        </w:rPr>
      </w:pPr>
      <w:r w:rsidRPr="00EB7346">
        <w:rPr>
          <w:lang w:val="sw-KE"/>
        </w:rPr>
        <w:t xml:space="preserve">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lang w:val="sw-KE"/>
        </w:rPr>
        <w:t xml:space="preserve"> alizoea kuharakisha Swala yake pindi asikiapo mtoto analia, na husema: </w:t>
      </w:r>
      <w:r w:rsidRPr="00033DD1">
        <w:rPr>
          <w:rStyle w:val="libBold1Char"/>
          <w:lang w:val="sw-KE"/>
        </w:rPr>
        <w:t>Mimi huchukia kumchosha mama yake</w:t>
      </w:r>
      <w:r w:rsidRPr="00EB7346">
        <w:rPr>
          <w:rFonts w:cs="Times New Roman"/>
          <w:lang w:val="sw-KE"/>
        </w:rPr>
        <w:t>. Siku moja alikuwa anap</w:t>
      </w:r>
      <w:r w:rsidR="006F2D45">
        <w:rPr>
          <w:rFonts w:cs="Times New Roman"/>
          <w:lang w:val="sw-KE"/>
        </w:rPr>
        <w:t xml:space="preserve">ita nyumbani kwa Fatima </w:t>
      </w:r>
      <w:r w:rsidR="006F2D45" w:rsidRPr="006F2D45">
        <w:rPr>
          <w:rStyle w:val="libFootnotenumChar"/>
          <w:lang w:val="sw-KE"/>
        </w:rPr>
        <w:t>(a.s</w:t>
      </w:r>
      <w:r w:rsidRPr="006F2D45">
        <w:rPr>
          <w:rStyle w:val="libFootnotenumChar"/>
          <w:lang w:val="sw-KE"/>
        </w:rPr>
        <w:t>)</w:t>
      </w:r>
      <w:r w:rsidRPr="00EB7346">
        <w:rPr>
          <w:rFonts w:cs="Times New Roman"/>
          <w:lang w:val="sw-KE"/>
        </w:rPr>
        <w:t xml:space="preserve"> (binti yake), ak</w:t>
      </w:r>
      <w:r w:rsidR="006F2D45">
        <w:rPr>
          <w:rFonts w:cs="Times New Roman"/>
          <w:lang w:val="sw-KE"/>
        </w:rPr>
        <w:t xml:space="preserve">amsikia mjukuu wake Husein </w:t>
      </w:r>
      <w:r w:rsidR="006F2D45" w:rsidRPr="006F2D45">
        <w:rPr>
          <w:rStyle w:val="libFootnotenumChar"/>
          <w:lang w:val="sw-KE"/>
        </w:rPr>
        <w:t>(a.s</w:t>
      </w:r>
      <w:r w:rsidRPr="006F2D45">
        <w:rPr>
          <w:rStyle w:val="libFootnotenumChar"/>
          <w:lang w:val="sw-KE"/>
        </w:rPr>
        <w:t>)</w:t>
      </w:r>
      <w:r w:rsidRPr="00EB7346">
        <w:rPr>
          <w:rFonts w:cs="Times New Roman"/>
          <w:lang w:val="sw-KE"/>
        </w:rPr>
        <w:t xml:space="preserve"> akilia, aliingia ndani n</w:t>
      </w:r>
      <w:r w:rsidRPr="00EB7346">
        <w:rPr>
          <w:lang w:val="sw-KE"/>
        </w:rPr>
        <w:t xml:space="preserve">a baada ya kumkemea Fatima akasema: </w:t>
      </w:r>
      <w:r w:rsidRPr="00033DD1">
        <w:rPr>
          <w:rStyle w:val="libBold1Char"/>
          <w:lang w:val="sw-KE"/>
        </w:rPr>
        <w:t>Je hujui kwamba nimsikiapo Husein akilia huwa nakereka?</w:t>
      </w:r>
      <w:r w:rsidRPr="00EB7346">
        <w:rPr>
          <w:rFonts w:cs="Times New Roman"/>
          <w:lang w:val="sw-KE"/>
        </w:rPr>
        <w:t xml:space="preserve"> Siku moja 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rFonts w:cs="Times New Roman"/>
          <w:lang w:val="sw-KE"/>
        </w:rPr>
        <w:t xml:space="preserve"> alitembelewa na Al-Akraa Ibn Habis, ambaye alimwona Mtume </w:t>
      </w:r>
      <w:r w:rsidRPr="006F2D45">
        <w:rPr>
          <w:rStyle w:val="libBold1Char"/>
          <w:lang w:val="sw-KE"/>
        </w:rPr>
        <w:t>(s.a.w.</w:t>
      </w:r>
      <w:r w:rsidR="006F2D45" w:rsidRPr="006F2D45">
        <w:rPr>
          <w:rStyle w:val="libBold1Char"/>
          <w:lang w:val="sw-KE"/>
        </w:rPr>
        <w:t>w</w:t>
      </w:r>
      <w:r w:rsidRPr="006F2D45">
        <w:rPr>
          <w:rStyle w:val="libBold1Char"/>
          <w:lang w:val="sw-KE"/>
        </w:rPr>
        <w:t>)</w:t>
      </w:r>
      <w:r w:rsidRPr="00EB7346">
        <w:rPr>
          <w:rFonts w:cs="Times New Roman"/>
          <w:lang w:val="sw-KE"/>
        </w:rPr>
        <w:t xml:space="preserve"> akiwabusu wajukuu zake, Al-Akraa akasema: Unawabusu watoto wa binti y</w:t>
      </w:r>
      <w:r w:rsidRPr="00EB7346">
        <w:rPr>
          <w:lang w:val="sw-KE"/>
        </w:rPr>
        <w:t>ako? Naapa kwa Mungu nina watoto kumi,</w:t>
      </w:r>
    </w:p>
    <w:p w:rsidR="00C16D74" w:rsidRPr="00033DD1" w:rsidRDefault="00EB7346" w:rsidP="00731D9A">
      <w:pPr>
        <w:pStyle w:val="libNormal"/>
        <w:jc w:val="both"/>
        <w:rPr>
          <w:rStyle w:val="libBold1Char"/>
          <w:lang w:val="sw-KE"/>
        </w:rPr>
      </w:pPr>
      <w:r w:rsidRPr="00EB7346">
        <w:rPr>
          <w:lang w:val="sw-KE"/>
        </w:rPr>
        <w:t>na sijawahi kumbusu hata mmoja.</w:t>
      </w:r>
      <w:r w:rsidRPr="00EB7346">
        <w:rPr>
          <w:rFonts w:cs="Times New Roman"/>
          <w:lang w:val="sw-KE"/>
        </w:rPr>
        <w:t xml:space="preserve"> Mtume </w:t>
      </w:r>
      <w:r w:rsidRPr="00731D9A">
        <w:rPr>
          <w:rStyle w:val="libBold1Char"/>
          <w:lang w:val="sw-KE"/>
        </w:rPr>
        <w:t>(s.a.w.</w:t>
      </w:r>
      <w:r w:rsidR="00731D9A" w:rsidRPr="00731D9A">
        <w:rPr>
          <w:rStyle w:val="libBold1Char"/>
          <w:lang w:val="sw-KE"/>
        </w:rPr>
        <w:t>w</w:t>
      </w:r>
      <w:r w:rsidRPr="00731D9A">
        <w:rPr>
          <w:rStyle w:val="libBold1Char"/>
          <w:lang w:val="sw-KE"/>
        </w:rPr>
        <w:t>)</w:t>
      </w:r>
      <w:r w:rsidRPr="00EB7346">
        <w:rPr>
          <w:rFonts w:cs="Times New Roman"/>
          <w:lang w:val="sw-KE"/>
        </w:rPr>
        <w:t xml:space="preserve"> akamjibu: </w:t>
      </w:r>
      <w:r w:rsidRPr="00033DD1">
        <w:rPr>
          <w:rStyle w:val="libBold1Char"/>
          <w:lang w:val="sw-KE"/>
        </w:rPr>
        <w:t>Je ni kosa langu kama Mwenyezi Mungu ameing</w:t>
      </w:r>
      <w:r w:rsidR="002A470A" w:rsidRPr="00033DD1">
        <w:rPr>
          <w:rStyle w:val="libBold1Char"/>
          <w:lang w:val="sw-KE"/>
        </w:rPr>
        <w:t>’</w:t>
      </w:r>
      <w:r w:rsidRPr="00033DD1">
        <w:rPr>
          <w:rStyle w:val="libBold1Char"/>
          <w:lang w:val="sw-KE"/>
        </w:rPr>
        <w:t xml:space="preserve">oa rehma kutoka moyoni mwako. </w:t>
      </w:r>
    </w:p>
    <w:p w:rsidR="00D52429" w:rsidRDefault="00D52429" w:rsidP="00D52429">
      <w:pPr>
        <w:pStyle w:val="Heading3Center"/>
        <w:rPr>
          <w:lang w:val="sw-KE"/>
        </w:rPr>
      </w:pPr>
      <w:bookmarkStart w:id="11" w:name="_Toc10462913"/>
      <w:r w:rsidRPr="00EB7346">
        <w:rPr>
          <w:lang w:val="sw-KE"/>
        </w:rPr>
        <w:t>2. UMUHIMU WA MTOTO KATIKA UISLAMU KABLA YA KUZALIWA</w:t>
      </w:r>
      <w:bookmarkEnd w:id="11"/>
      <w:r w:rsidRPr="00EB7346">
        <w:rPr>
          <w:lang w:val="sw-KE"/>
        </w:rPr>
        <w:t xml:space="preserve"> </w:t>
      </w:r>
    </w:p>
    <w:p w:rsidR="00033DD1" w:rsidRDefault="00EB7346" w:rsidP="00731D9A">
      <w:pPr>
        <w:pStyle w:val="libNormal"/>
        <w:jc w:val="both"/>
        <w:rPr>
          <w:lang w:val="sw-KE"/>
        </w:rPr>
      </w:pPr>
      <w:r w:rsidRPr="00EB7346">
        <w:rPr>
          <w:lang w:val="sw-KE"/>
        </w:rPr>
        <w:t xml:space="preserve">Kutilia maanani kwa Uislamu kuhusu malezi ya mtoto hakuanzi baada ya kuzaliwa tu, bali hata kabla hajaanza kupata umbo (tumboni) kwani Uislamu unamuamuru mtu kuoa mke mcha Mungu na mtulivu. </w:t>
      </w:r>
    </w:p>
    <w:p w:rsidR="00033DD1" w:rsidRPr="00033DD1" w:rsidRDefault="00EB7346" w:rsidP="00731D9A">
      <w:pPr>
        <w:pStyle w:val="libNormal"/>
        <w:jc w:val="both"/>
        <w:rPr>
          <w:rStyle w:val="libBold1Char"/>
          <w:lang w:val="sw-KE"/>
        </w:rPr>
      </w:pPr>
      <w:r w:rsidRPr="00EB7346">
        <w:rPr>
          <w:lang w:val="sw-KE"/>
        </w:rPr>
        <w:t xml:space="preserve">Mtume </w:t>
      </w:r>
      <w:r w:rsidRPr="00731D9A">
        <w:rPr>
          <w:rStyle w:val="libBold1Char"/>
          <w:lang w:val="sw-KE"/>
        </w:rPr>
        <w:t>(s.a.w.</w:t>
      </w:r>
      <w:r w:rsidR="00731D9A" w:rsidRPr="00731D9A">
        <w:rPr>
          <w:rStyle w:val="libBold1Char"/>
          <w:lang w:val="sw-KE"/>
        </w:rPr>
        <w:t>w</w:t>
      </w:r>
      <w:r w:rsidRPr="00731D9A">
        <w:rPr>
          <w:rStyle w:val="libBold1Char"/>
          <w:lang w:val="sw-KE"/>
        </w:rPr>
        <w:t>)</w:t>
      </w:r>
      <w:r w:rsidRPr="00EB7346">
        <w:rPr>
          <w:lang w:val="sw-KE"/>
        </w:rPr>
        <w:t xml:space="preserve"> amesema: </w:t>
      </w:r>
      <w:r w:rsidRPr="00033DD1">
        <w:rPr>
          <w:rStyle w:val="libBold1Char"/>
          <w:lang w:val="sw-KE"/>
        </w:rPr>
        <w:t xml:space="preserve">Jitahidi umpate mwenye kushikamana na dini, basi furaha zote ni zako. </w:t>
      </w:r>
    </w:p>
    <w:p w:rsidR="00EB7346" w:rsidRPr="00EB7346" w:rsidRDefault="00EB7346" w:rsidP="00731D9A">
      <w:pPr>
        <w:pStyle w:val="libNormal"/>
        <w:jc w:val="both"/>
        <w:rPr>
          <w:rFonts w:cs="Times New Roman"/>
          <w:lang w:val="sw-KE"/>
        </w:rPr>
      </w:pPr>
      <w:r w:rsidRPr="00EB7346">
        <w:rPr>
          <w:rFonts w:cs="Times New Roman"/>
          <w:lang w:val="sw-KE"/>
        </w:rPr>
        <w:t>Uzuri, na utajiri si sifa pekee za kutosha kuchagua mke, sambamba na sifa hizo, pia mke ni lazima awe na sifa zingine, kwa mfano kumpata aliye na dini, na awe ametoka kwenye nyumba yenye mema. Kwa sababu watoto wake atakaow</w:t>
      </w:r>
      <w:r w:rsidRPr="00EB7346">
        <w:rPr>
          <w:lang w:val="sw-KE"/>
        </w:rPr>
        <w:t xml:space="preserve">azaa mke huyo watarithi tabia, adabu na mwenendo wake. Mwenyezi Mungu amekataza kuoa mwanamke mzuri tu asiye na tabia nzuri na nidhamu. Mtume </w:t>
      </w:r>
      <w:r w:rsidRPr="00731D9A">
        <w:rPr>
          <w:rStyle w:val="libBold1Char"/>
          <w:lang w:val="sw-KE"/>
        </w:rPr>
        <w:t>(s.a.w.</w:t>
      </w:r>
      <w:r w:rsidR="00731D9A" w:rsidRPr="00731D9A">
        <w:rPr>
          <w:rStyle w:val="libBold1Char"/>
          <w:lang w:val="sw-KE"/>
        </w:rPr>
        <w:t>w</w:t>
      </w:r>
      <w:r w:rsidRPr="00731D9A">
        <w:rPr>
          <w:rStyle w:val="libBold1Char"/>
          <w:lang w:val="sw-KE"/>
        </w:rPr>
        <w:t>)</w:t>
      </w:r>
      <w:r w:rsidRPr="00EB7346">
        <w:rPr>
          <w:lang w:val="sw-KE"/>
        </w:rPr>
        <w:t xml:space="preserve"> amekataza: </w:t>
      </w:r>
      <w:r w:rsidRPr="00731D9A">
        <w:rPr>
          <w:rStyle w:val="libBold1Char"/>
          <w:lang w:val="sw-KE"/>
        </w:rPr>
        <w:t>Jihadharini na wanawake wazuri wenye sifa mbaya.</w:t>
      </w:r>
    </w:p>
    <w:p w:rsidR="00731D9A" w:rsidRDefault="00EB7346" w:rsidP="00731D9A">
      <w:pPr>
        <w:pStyle w:val="libNormal"/>
        <w:jc w:val="both"/>
        <w:rPr>
          <w:lang w:val="sw-KE"/>
        </w:rPr>
      </w:pPr>
      <w:r w:rsidRPr="00EB7346">
        <w:rPr>
          <w:lang w:val="sw-KE"/>
        </w:rPr>
        <w:t xml:space="preserve">Mtume </w:t>
      </w:r>
      <w:r w:rsidRPr="00731D9A">
        <w:rPr>
          <w:rStyle w:val="libBold1Char"/>
          <w:lang w:val="sw-KE"/>
        </w:rPr>
        <w:t>(s.a.w.</w:t>
      </w:r>
      <w:r w:rsidR="00731D9A" w:rsidRPr="00731D9A">
        <w:rPr>
          <w:rStyle w:val="libBold1Char"/>
          <w:lang w:val="sw-KE"/>
        </w:rPr>
        <w:t>w</w:t>
      </w:r>
      <w:r w:rsidRPr="00731D9A">
        <w:rPr>
          <w:rStyle w:val="libBold1Char"/>
          <w:lang w:val="sw-KE"/>
        </w:rPr>
        <w:t>)</w:t>
      </w:r>
      <w:r w:rsidRPr="00EB7346">
        <w:rPr>
          <w:lang w:val="sw-KE"/>
        </w:rPr>
        <w:t xml:space="preserve"> ameweka mwongozo kwa mwanamke ambaye yu tayari kuolewa: </w:t>
      </w:r>
      <w:r w:rsidRPr="00731D9A">
        <w:rPr>
          <w:rStyle w:val="libBold1Char"/>
          <w:lang w:val="sw-KE"/>
        </w:rPr>
        <w:t>atafute mume mcha Mungu, mwenye tabia za kidini, atakayeangalia jamii yake kwa ukamilifu, kutekeleza haki za mke, na kusimamia malezi ya watoto.</w:t>
      </w:r>
      <w:r w:rsidRPr="00EB7346">
        <w:rPr>
          <w:lang w:val="sw-KE"/>
        </w:rPr>
        <w:t xml:space="preserve"> </w:t>
      </w:r>
    </w:p>
    <w:p w:rsidR="00731D9A" w:rsidRDefault="00EB7346" w:rsidP="00731D9A">
      <w:pPr>
        <w:pStyle w:val="libNormal"/>
        <w:jc w:val="both"/>
        <w:rPr>
          <w:rFonts w:cs="Times New Roman"/>
          <w:lang w:val="sw-KE"/>
        </w:rPr>
      </w:pPr>
      <w:r w:rsidRPr="00EB7346">
        <w:rPr>
          <w:lang w:val="sw-KE"/>
        </w:rPr>
        <w:lastRenderedPageBreak/>
        <w:t xml:space="preserve">Mtume </w:t>
      </w:r>
      <w:r w:rsidRPr="00731D9A">
        <w:rPr>
          <w:rStyle w:val="libBold1Char"/>
          <w:lang w:val="sw-KE"/>
        </w:rPr>
        <w:t>(s.a.w.</w:t>
      </w:r>
      <w:r w:rsidR="00731D9A" w:rsidRPr="00731D9A">
        <w:rPr>
          <w:rStyle w:val="libBold1Char"/>
          <w:lang w:val="sw-KE"/>
        </w:rPr>
        <w:t>w</w:t>
      </w:r>
      <w:r w:rsidRPr="00731D9A">
        <w:rPr>
          <w:rStyle w:val="libBold1Char"/>
          <w:lang w:val="sw-KE"/>
        </w:rPr>
        <w:t>)</w:t>
      </w:r>
      <w:r w:rsidRPr="00EB7346">
        <w:rPr>
          <w:lang w:val="sw-KE"/>
        </w:rPr>
        <w:t xml:space="preserve"> amesema: </w:t>
      </w:r>
      <w:r w:rsidRPr="00731D9A">
        <w:rPr>
          <w:rStyle w:val="libBold1Char"/>
          <w:lang w:val="sw-KE"/>
        </w:rPr>
        <w:t>Atakapowajia mtu mtakayeridhishwa na jinsi alivyoshika dini, na tabia yake, basi muozeni, ama msipofanya hivyo, mtaleta fitina na ufisadi mkubwa duniani.</w:t>
      </w:r>
      <w:r w:rsidRPr="00EB7346">
        <w:rPr>
          <w:rFonts w:cs="Times New Roman"/>
          <w:lang w:val="sw-KE"/>
        </w:rPr>
        <w:t xml:space="preserve"> </w:t>
      </w:r>
    </w:p>
    <w:p w:rsidR="00EB7346" w:rsidRPr="001D3AD1" w:rsidRDefault="00EB7346" w:rsidP="00731D9A">
      <w:pPr>
        <w:pStyle w:val="libNormal"/>
        <w:jc w:val="both"/>
        <w:rPr>
          <w:rStyle w:val="libBold1Char"/>
          <w:lang w:val="sw-KE"/>
        </w:rPr>
      </w:pPr>
      <w:r w:rsidRPr="00EB7346">
        <w:rPr>
          <w:rFonts w:cs="Times New Roman"/>
          <w:lang w:val="sw-KE"/>
        </w:rPr>
        <w:t xml:space="preserve">Mtume </w:t>
      </w:r>
      <w:r w:rsidRPr="00731D9A">
        <w:rPr>
          <w:rStyle w:val="libBold1Char"/>
          <w:lang w:val="sw-KE"/>
        </w:rPr>
        <w:t>(s.a.w.</w:t>
      </w:r>
      <w:r w:rsidR="00731D9A" w:rsidRPr="00731D9A">
        <w:rPr>
          <w:rStyle w:val="libBold1Char"/>
          <w:lang w:val="sw-KE"/>
        </w:rPr>
        <w:t>w</w:t>
      </w:r>
      <w:r w:rsidRPr="00731D9A">
        <w:rPr>
          <w:rStyle w:val="libBold1Char"/>
          <w:lang w:val="sw-KE"/>
        </w:rPr>
        <w:t>)</w:t>
      </w:r>
      <w:r w:rsidRPr="00EB7346">
        <w:rPr>
          <w:rFonts w:cs="Times New Roman"/>
          <w:lang w:val="sw-KE"/>
        </w:rPr>
        <w:t xml:space="preserve"> ameonya pia kuhusu kuoana na ndugu wa karibu, ili watoto wasizaliwe wadhaifu, akasema: </w:t>
      </w:r>
      <w:r w:rsidRPr="001D3AD1">
        <w:rPr>
          <w:rStyle w:val="libBold1Char"/>
          <w:lang w:val="sw-KE"/>
        </w:rPr>
        <w:t>Oeni walio nje ya jamii yenu, msiwadhoofishe watoto wenu.</w:t>
      </w:r>
    </w:p>
    <w:p w:rsidR="008537F1" w:rsidRDefault="00EB7346" w:rsidP="00731D9A">
      <w:pPr>
        <w:pStyle w:val="libNormal"/>
        <w:jc w:val="both"/>
        <w:rPr>
          <w:rFonts w:cs="Times New Roman"/>
          <w:lang w:val="sw-KE"/>
        </w:rPr>
      </w:pPr>
      <w:r w:rsidRPr="00EB7346">
        <w:rPr>
          <w:lang w:val="sw-KE"/>
        </w:rPr>
        <w:t>Qur</w:t>
      </w:r>
      <w:r w:rsidRPr="00EB7346">
        <w:rPr>
          <w:rFonts w:cs="Times New Roman"/>
          <w:lang w:val="sw-KE"/>
        </w:rPr>
        <w:t xml:space="preserve">ani imetaja ya kwamba, mwanadamu ameumbwa kutokana na tone la manii lililochanganyika: </w:t>
      </w:r>
    </w:p>
    <w:p w:rsidR="008537F1" w:rsidRPr="008537F1" w:rsidRDefault="008537F1" w:rsidP="008537F1">
      <w:pPr>
        <w:pStyle w:val="libAie"/>
        <w:rPr>
          <w:lang w:val="sw-KE"/>
        </w:rPr>
      </w:pPr>
      <w:r w:rsidRPr="008537F1">
        <w:rPr>
          <w:rtl/>
          <w:lang w:val="sw-KE"/>
        </w:rPr>
        <w:t>إِنَّا خَلَقْنَا الْإِنسَانَ مِن نُّطْفَةٍ أَمْشَاجٍ نَّبْتَلِيهِ فَجَعَلْنَاهُ سَمِيعًا بَصِيرًا ﴿٢﴾</w:t>
      </w:r>
    </w:p>
    <w:p w:rsidR="00731D9A" w:rsidRDefault="00EB7346" w:rsidP="00731D9A">
      <w:pPr>
        <w:pStyle w:val="libNormal"/>
        <w:jc w:val="both"/>
        <w:rPr>
          <w:rFonts w:cs="Times New Roman"/>
          <w:lang w:val="sw-KE"/>
        </w:rPr>
      </w:pPr>
      <w:r w:rsidRPr="00EB7346">
        <w:rPr>
          <w:rFonts w:cs="Times New Roman"/>
          <w:lang w:val="sw-KE"/>
        </w:rPr>
        <w:t>Hakika tumemuumba mwanadamu kutokana na tone la manii lililochanganyika</w:t>
      </w:r>
      <w:r w:rsidR="00033DD1">
        <w:rPr>
          <w:rFonts w:cs="Times New Roman"/>
          <w:lang w:val="sw-KE"/>
        </w:rPr>
        <w:t>...</w:t>
      </w:r>
      <w:r w:rsidRPr="00EB7346">
        <w:rPr>
          <w:rFonts w:cs="Times New Roman"/>
          <w:lang w:val="sw-KE"/>
        </w:rPr>
        <w:t xml:space="preserve">(76:2). </w:t>
      </w:r>
    </w:p>
    <w:p w:rsidR="00EB7346" w:rsidRPr="00EB7346" w:rsidRDefault="00EB7346" w:rsidP="00731D9A">
      <w:pPr>
        <w:pStyle w:val="libNormal"/>
        <w:jc w:val="both"/>
        <w:rPr>
          <w:rFonts w:cs="Times New Roman"/>
          <w:lang w:val="sw-KE"/>
        </w:rPr>
      </w:pPr>
      <w:r w:rsidRPr="00EB7346">
        <w:rPr>
          <w:rFonts w:cs="Times New Roman"/>
          <w:lang w:val="sw-KE"/>
        </w:rPr>
        <w:t>Hii inaonyesha kwamba, mtoto azali</w:t>
      </w:r>
      <w:r w:rsidRPr="00EB7346">
        <w:rPr>
          <w:lang w:val="sw-KE"/>
        </w:rPr>
        <w:t>waye na wazazi ambao si ndugu wa karibu atakuwa na uwerevu, utambuzi na mwenye nguvu za kimwili kuliko mtoto aliyezaliwa na wazazi wenye uhusiano wa karibu. Hii inaweza kuonekana kwamba Uislamu umezitangulia (kwa uvumbuzi) kanuni za kisayansi na elimu ya tabia zinazorithishwa</w:t>
      </w:r>
      <w:r w:rsidRPr="00EB7346">
        <w:rPr>
          <w:rFonts w:cs="Times New Roman"/>
          <w:lang w:val="sw-KE"/>
        </w:rPr>
        <w:t xml:space="preserve"> (Heredity) kwa kuonyesha umuhimu ulioko katika sehemu ya urithi wa tabia, na namna gani uteuzi mzuri wa watu wawili wanaooana utakavyopelekea kupata watoto ambao ni tuzo la Mwenyezi Mungu na furaha ya maisha.</w:t>
      </w:r>
    </w:p>
    <w:p w:rsidR="00EB7346" w:rsidRPr="00EB7346" w:rsidRDefault="00EB7346" w:rsidP="00EB7346">
      <w:pPr>
        <w:pStyle w:val="libNormal"/>
        <w:jc w:val="both"/>
        <w:rPr>
          <w:lang w:val="sw-KE"/>
        </w:rPr>
      </w:pPr>
      <w:r w:rsidRPr="00EB7346">
        <w:rPr>
          <w:lang w:val="sw-KE"/>
        </w:rPr>
        <w:t>Kwa kuwa mtoto atachukua mwenendo wa wajomba na shangazi zake, asili ya undani ya baba yake na mama yake, na akajifunza kupitia kwa urathi ambao umepitia kutokana kwa muungano wa baba yake na mama yake, na ndipo Uislamu ukazitengeneza asili hizi kwa njia hiyo ili kumhifadhi mtoto awe ni kiumbe mwenye heshima na nidhamu, na hivyo kuepukana na upungufu wowote. Mara tu mtu anapoanza kufikiria kuoa na kutunza familia, Uislamu unamuongoza kupitia katika njia hizo.</w:t>
      </w:r>
    </w:p>
    <w:p w:rsidR="008537F1" w:rsidRDefault="008537F1" w:rsidP="008537F1">
      <w:pPr>
        <w:pStyle w:val="Heading3"/>
        <w:rPr>
          <w:lang w:val="sw-KE"/>
        </w:rPr>
      </w:pPr>
      <w:bookmarkStart w:id="12" w:name="_Toc10462914"/>
      <w:r w:rsidRPr="00EB7346">
        <w:rPr>
          <w:lang w:val="sw-KE"/>
        </w:rPr>
        <w:t>3. FAMILIA KATIKA UISLAMU</w:t>
      </w:r>
      <w:bookmarkEnd w:id="12"/>
      <w:r w:rsidRPr="00EB7346">
        <w:rPr>
          <w:lang w:val="sw-KE"/>
        </w:rPr>
        <w:t xml:space="preserve"> </w:t>
      </w:r>
    </w:p>
    <w:p w:rsidR="00EB7346" w:rsidRPr="00EB7346" w:rsidRDefault="00EB7346" w:rsidP="00EB7346">
      <w:pPr>
        <w:pStyle w:val="libNormal"/>
        <w:jc w:val="both"/>
        <w:rPr>
          <w:lang w:val="sw-KE"/>
        </w:rPr>
      </w:pPr>
      <w:r w:rsidRPr="00EB7346">
        <w:rPr>
          <w:lang w:val="sw-KE"/>
        </w:rPr>
        <w:t>Familia katika Uislamu, ina utaratibu mzuri na wa hali ya juu sana, na ni utaratibu unaoheshimiwa sana hata ina mahali panapostahiwa. Ni kwa sababu hii na ndio maana Uislamu huipa nguvu (familia) kuanzia mwanzo wa nguvu yake. Ndoa ni sura mpya katika njia ya kuunda jamii, na uangalifu wa Uislamu katika nguzo hiyo muhimu, hatimaye unaongoza kuelekea katika maisha ya amani na furaha.</w:t>
      </w:r>
    </w:p>
    <w:p w:rsidR="008537F1" w:rsidRDefault="008537F1" w:rsidP="008537F1">
      <w:pPr>
        <w:pStyle w:val="Heading3"/>
        <w:rPr>
          <w:lang w:val="sw-KE"/>
        </w:rPr>
      </w:pPr>
      <w:bookmarkStart w:id="13" w:name="_Toc10462915"/>
      <w:r w:rsidRPr="00EB7346">
        <w:rPr>
          <w:lang w:val="sw-KE"/>
        </w:rPr>
        <w:t>4. PENDO LA WAZAZI</w:t>
      </w:r>
      <w:bookmarkEnd w:id="13"/>
      <w:r w:rsidRPr="00EB7346">
        <w:rPr>
          <w:lang w:val="sw-KE"/>
        </w:rPr>
        <w:t xml:space="preserve"> </w:t>
      </w:r>
    </w:p>
    <w:p w:rsidR="009E5A4F" w:rsidRDefault="00EB7346" w:rsidP="008537F1">
      <w:pPr>
        <w:pStyle w:val="libNormal"/>
        <w:jc w:val="both"/>
        <w:rPr>
          <w:lang w:val="sw-KE"/>
        </w:rPr>
      </w:pPr>
      <w:r w:rsidRPr="00EB7346">
        <w:rPr>
          <w:lang w:val="sw-KE"/>
        </w:rPr>
        <w:t xml:space="preserve">Mtoto ni matokeo ya kimaumbile ya uhusiano imara wa wazazi, ubaba na umama ni matamko mawili ambayo Mwenyezi Mungu ameyazatiti kwa ihsani na mapenzi Yake, akayatajirisha na kuyapitia kwa maana ya kuungana watu wawili na kuendelea kuwa pamoja. </w:t>
      </w:r>
    </w:p>
    <w:p w:rsidR="008537F1" w:rsidRDefault="00EB7346" w:rsidP="008537F1">
      <w:pPr>
        <w:pStyle w:val="libNormal"/>
        <w:jc w:val="both"/>
        <w:rPr>
          <w:lang w:val="sw-KE"/>
        </w:rPr>
      </w:pPr>
      <w:r w:rsidRPr="00EB7346">
        <w:rPr>
          <w:lang w:val="sw-KE"/>
        </w:rPr>
        <w:t xml:space="preserve">Uhusiano wa karibu zaidi baina ya wazazi na watoto wao, ni miongoni mwa uhusiano ulio imara na wenye daraja ya juu zaidi kuliko uhusiano wowote ule wa kibinaadamu. Uhusiano huo umehifadhiwa na Mwenyezi Mungu, naye amehakikisha kuwa unaendelea na kustawi; kwa sababu kufanya hivyo ni kuendelea kwa jamii ya binaadamu na uhai. Upendo wa wazazi kwa watoto wao hauna nafasi yoyote ya kutia shaka, kwani ni alama ya Mwenyezi Mungu na ni neema Yake kubwa kwa walimwengu. Mwenyezi Mungu amesema: </w:t>
      </w:r>
    </w:p>
    <w:p w:rsidR="008537F1" w:rsidRDefault="008537F1" w:rsidP="008537F1">
      <w:pPr>
        <w:pStyle w:val="libAie"/>
        <w:rPr>
          <w:lang w:val="sw-KE"/>
        </w:rPr>
      </w:pPr>
      <w:r w:rsidRPr="008537F1">
        <w:rPr>
          <w:rtl/>
          <w:lang w:val="sw-KE"/>
        </w:rPr>
        <w:lastRenderedPageBreak/>
        <w:t>وَمِنْ آيَاتِهِ أَنْ خَلَقَ لَكُم مِّنْ أَنفُسِكُمْ أَزْوَاجًا لِّتَسْكُنُوا إِلَيْهَا وَجَعَلَ ب</w:t>
      </w:r>
      <w:r>
        <w:rPr>
          <w:rtl/>
          <w:lang w:val="sw-KE"/>
        </w:rPr>
        <w:t xml:space="preserve">َيْنَكُم مَّوَدَّةً وَرَحْمَةً </w:t>
      </w:r>
      <w:r w:rsidRPr="008537F1">
        <w:rPr>
          <w:rtl/>
          <w:lang w:val="sw-KE"/>
        </w:rPr>
        <w:t xml:space="preserve"> ﴿٢١﴾</w:t>
      </w:r>
    </w:p>
    <w:p w:rsidR="008537F1" w:rsidRDefault="00EB7346" w:rsidP="008537F1">
      <w:pPr>
        <w:pStyle w:val="libNormal"/>
        <w:jc w:val="both"/>
        <w:rPr>
          <w:rFonts w:cs="Times New Roman"/>
          <w:lang w:val="sw-KE"/>
        </w:rPr>
      </w:pPr>
      <w:r w:rsidRPr="00EB7346">
        <w:rPr>
          <w:rFonts w:cs="Times New Roman"/>
          <w:lang w:val="sw-KE"/>
        </w:rPr>
        <w:t>Na katika alama zake, ni huku kuwaumbia wake zenu, kutoka miongoni mwenu ili mpate utulivu kwao, na akajaalia mapenzi na huruma baina yenu</w:t>
      </w:r>
      <w:r w:rsidR="008537F1">
        <w:rPr>
          <w:rFonts w:cs="Times New Roman"/>
          <w:lang w:val="sw-KE"/>
        </w:rPr>
        <w:t xml:space="preserve"> </w:t>
      </w:r>
      <w:r w:rsidRPr="00EB7346">
        <w:rPr>
          <w:rFonts w:cs="Times New Roman"/>
          <w:lang w:val="sw-KE"/>
        </w:rPr>
        <w:t xml:space="preserve">(30:21). </w:t>
      </w:r>
    </w:p>
    <w:p w:rsidR="00EB7346" w:rsidRPr="00EB7346" w:rsidRDefault="00EB7346" w:rsidP="008537F1">
      <w:pPr>
        <w:pStyle w:val="libNormal"/>
        <w:jc w:val="both"/>
        <w:rPr>
          <w:rFonts w:cs="Times New Roman"/>
          <w:lang w:val="sw-KE"/>
        </w:rPr>
      </w:pPr>
      <w:r w:rsidRPr="00EB7346">
        <w:rPr>
          <w:rFonts w:cs="Times New Roman"/>
          <w:lang w:val="sw-KE"/>
        </w:rPr>
        <w:t>Baadhi ya wafasiri wameeleza pen</w:t>
      </w:r>
      <w:r w:rsidRPr="00EB7346">
        <w:rPr>
          <w:lang w:val="sw-KE"/>
        </w:rPr>
        <w:t>zi</w:t>
      </w:r>
      <w:r w:rsidRPr="00EB7346">
        <w:rPr>
          <w:rFonts w:cs="Times New Roman"/>
          <w:lang w:val="sw-KE"/>
        </w:rPr>
        <w:t xml:space="preserve"> na huruma hapa, kwa maana ya mtoto ambaye ameupa nguvu uhusiano baina ya wazazi na ameupa amani na usalama.</w:t>
      </w:r>
    </w:p>
    <w:p w:rsidR="008537F1" w:rsidRDefault="00EB7346" w:rsidP="008537F1">
      <w:pPr>
        <w:pStyle w:val="libNormal"/>
        <w:jc w:val="both"/>
        <w:rPr>
          <w:rFonts w:ascii="Tahoma" w:hAnsi="Tahoma" w:cs="Tahoma"/>
          <w:lang w:val="sw-KE"/>
        </w:rPr>
      </w:pPr>
      <w:r w:rsidRPr="00EB7346">
        <w:rPr>
          <w:lang w:val="sw-KE"/>
        </w:rPr>
        <w:t xml:space="preserve">Familia ndicho kitu cha kwanza ambacho Uislamu unakichukulia kuwa ni cha kwanza katika jamii ya watu. Familia huunda nyoyoni mwao penzi lisilo na kikomo kwa watoto wao, penzi hili ni nuru waliyopewa na Mwenyezi Mungu. Mtume </w:t>
      </w:r>
      <w:r w:rsidRPr="008537F1">
        <w:rPr>
          <w:rStyle w:val="libBold1Char"/>
          <w:lang w:val="sw-KE"/>
        </w:rPr>
        <w:t>(s.a.w.</w:t>
      </w:r>
      <w:r w:rsidR="008537F1" w:rsidRPr="008537F1">
        <w:rPr>
          <w:rStyle w:val="libBold1Char"/>
          <w:lang w:val="sw-KE"/>
        </w:rPr>
        <w:t>w</w:t>
      </w:r>
      <w:r w:rsidRPr="008537F1">
        <w:rPr>
          <w:rStyle w:val="libBold1Char"/>
          <w:lang w:val="sw-KE"/>
        </w:rPr>
        <w:t>)</w:t>
      </w:r>
      <w:r w:rsidRPr="00EB7346">
        <w:rPr>
          <w:lang w:val="sw-KE"/>
        </w:rPr>
        <w:t xml:space="preserve"> aliwaambia maswahaba zake na huku akiwaonyesha mwanamke akasema: </w:t>
      </w:r>
      <w:r w:rsidRPr="009E5A4F">
        <w:rPr>
          <w:rStyle w:val="libBold1Char"/>
          <w:lang w:val="sw-KE"/>
        </w:rPr>
        <w:t>Je Mnaweza kufikiria kwamba siku moja mwanamke huyu anaweza kumtupa mwanawe motoni? Wao wakasema: La, akasema: Basi Mwenyezi Mungu ni mwenye huruma zaidi kwa waja wake kuliko mama huyu alivyo na huruma kwa mtoto wake.</w:t>
      </w:r>
    </w:p>
    <w:p w:rsidR="008537F1" w:rsidRDefault="00EB7346" w:rsidP="008537F1">
      <w:pPr>
        <w:pStyle w:val="libNormal"/>
        <w:jc w:val="both"/>
        <w:rPr>
          <w:lang w:val="sw-KE"/>
        </w:rPr>
      </w:pPr>
      <w:r w:rsidRPr="00EB7346">
        <w:rPr>
          <w:rFonts w:cs="Times New Roman"/>
          <w:lang w:val="sw-KE"/>
        </w:rPr>
        <w:t xml:space="preserve"> Basi haya ni maumbile, na ni aina ya pendo la kiasili ambalo hapana yeyote awezaye kulizuia au kushindana nalo, na kwa sababu hii </w:t>
      </w:r>
      <w:r w:rsidRPr="00EB7346">
        <w:rPr>
          <w:lang w:val="sw-KE"/>
        </w:rPr>
        <w:t>ndipo Mwenyezi Mungu akawausia wazazi kuwaangalia watoto wao</w:t>
      </w:r>
      <w:r w:rsidR="008537F1">
        <w:rPr>
          <w:lang w:val="sw-KE"/>
        </w:rPr>
        <w:t>,</w:t>
      </w:r>
      <w:r w:rsidRPr="00EB7346">
        <w:rPr>
          <w:lang w:val="sw-KE"/>
        </w:rPr>
        <w:t xml:space="preserve"> Amesema:</w:t>
      </w:r>
    </w:p>
    <w:p w:rsidR="009E5A4F" w:rsidRDefault="009E5A4F" w:rsidP="009E5A4F">
      <w:pPr>
        <w:pStyle w:val="libAie"/>
        <w:rPr>
          <w:lang w:val="sw-KE"/>
        </w:rPr>
      </w:pPr>
      <w:r w:rsidRPr="009E5A4F">
        <w:rPr>
          <w:rtl/>
          <w:lang w:val="sw-KE"/>
        </w:rPr>
        <w:t>وَوَصَّيْنَا الْإِنسَانَ بِوَالِدَيْهِ حَمَلَتْهُ أُمُّهُ وَهْنًا عَلَىٰ وَهْنٍ وَفِصَالُهُ فِي عَامَيْنِ أَنِ اشْكُرْ لِي وَلِوَالِدَيْكَ إِلَيَّ الْمَصِيرُ ﴿١٤﴾</w:t>
      </w:r>
    </w:p>
    <w:p w:rsidR="008537F1" w:rsidRDefault="00EB7346" w:rsidP="008537F1">
      <w:pPr>
        <w:pStyle w:val="libNormal"/>
        <w:jc w:val="both"/>
        <w:rPr>
          <w:rFonts w:cs="Times New Roman"/>
          <w:lang w:val="sw-KE"/>
        </w:rPr>
      </w:pPr>
      <w:r w:rsidRPr="00EB7346">
        <w:rPr>
          <w:lang w:val="sw-KE"/>
        </w:rPr>
        <w:t xml:space="preserve"> </w:t>
      </w:r>
      <w:r w:rsidRPr="00EB7346">
        <w:rPr>
          <w:rFonts w:cs="Times New Roman"/>
          <w:lang w:val="sw-KE"/>
        </w:rPr>
        <w:t>Na tumemuusia mwanaadamu (kuwafanyia wema) wazazi wake, mama ameichukua mimba yake kwa udhaifu juu ya udhaifu, na kumnyonyesha na kumwachisha kunyonya katika miaka miwili, nishukuru Mi</w:t>
      </w:r>
      <w:r w:rsidRPr="00EB7346">
        <w:rPr>
          <w:lang w:val="sw-KE"/>
        </w:rPr>
        <w:t>mi na waz</w:t>
      </w:r>
      <w:r w:rsidR="008537F1">
        <w:rPr>
          <w:lang w:val="sw-KE"/>
        </w:rPr>
        <w:t>azi wako na kwangu ndio marejeo</w:t>
      </w:r>
      <w:r w:rsidRPr="00EB7346">
        <w:rPr>
          <w:rFonts w:cs="Times New Roman"/>
          <w:lang w:val="sw-KE"/>
        </w:rPr>
        <w:t xml:space="preserve">(31:14). </w:t>
      </w:r>
    </w:p>
    <w:p w:rsidR="00EB7346" w:rsidRPr="00EB7346" w:rsidRDefault="00EB7346" w:rsidP="008537F1">
      <w:pPr>
        <w:pStyle w:val="libNormal"/>
        <w:jc w:val="both"/>
        <w:rPr>
          <w:rFonts w:cs="Times New Roman"/>
          <w:lang w:val="sw-KE"/>
        </w:rPr>
      </w:pPr>
      <w:r w:rsidRPr="00EB7346">
        <w:rPr>
          <w:rFonts w:cs="Times New Roman"/>
          <w:lang w:val="sw-KE"/>
        </w:rPr>
        <w:t>Amesema tena:</w:t>
      </w:r>
    </w:p>
    <w:p w:rsidR="009E5A4F" w:rsidRDefault="009E5A4F" w:rsidP="00653FF5">
      <w:pPr>
        <w:pStyle w:val="libAie"/>
        <w:rPr>
          <w:lang w:val="sw-KE"/>
        </w:rPr>
      </w:pPr>
      <w:r w:rsidRPr="009E5A4F">
        <w:rPr>
          <w:rtl/>
          <w:lang w:val="sw-KE"/>
        </w:rPr>
        <w:t xml:space="preserve">وَوَصَّيْنَا الْإِنسَانَ بِوَالِدَيْهِ إِحْسَانًا </w:t>
      </w:r>
      <w:r w:rsidRPr="009E5A4F">
        <w:rPr>
          <w:rFonts w:hint="cs"/>
          <w:rtl/>
          <w:lang w:val="sw-KE"/>
        </w:rPr>
        <w:t xml:space="preserve"> حَمَلَتْهُ أُمُّهُ كُرْهًا وَوَضَعَتْهُ كُرْهًا</w:t>
      </w:r>
      <w:r w:rsidRPr="009E5A4F">
        <w:rPr>
          <w:rtl/>
          <w:lang w:val="sw-KE"/>
        </w:rPr>
        <w:t xml:space="preserve"> </w:t>
      </w:r>
      <w:r w:rsidRPr="009E5A4F">
        <w:rPr>
          <w:rFonts w:hint="cs"/>
          <w:rtl/>
          <w:lang w:val="sw-KE"/>
        </w:rPr>
        <w:t xml:space="preserve"> وَحَمْلُهُ وَفِصَالُهُ ثَلَاثُونَ شَهْرًا  حَتَّىٰ إِذَا بَلَغَ أَشُدَّهُ وَبَلَغَ أَرْبَعِينَ سَنَةً قَالَ رَبِّ أَوْزِعْنِي أَنْ أَشْكُرَ نِعْمَتَكَ الَّتِي أَنْعَمْتَ عَلَيَّ وَعَلَىٰ وَالِدَيَّ وَأَنْ أَعْمَلَ صَالِحًا تَرْضَاهُ وَأَصْلِحْ لِي فِي </w:t>
      </w:r>
      <w:r w:rsidRPr="009E5A4F">
        <w:rPr>
          <w:rtl/>
          <w:lang w:val="sw-KE"/>
        </w:rPr>
        <w:t xml:space="preserve">ذُرِّيَّتِي </w:t>
      </w:r>
      <w:r w:rsidRPr="009E5A4F">
        <w:rPr>
          <w:rFonts w:hint="cs"/>
          <w:rtl/>
          <w:lang w:val="sw-KE"/>
        </w:rPr>
        <w:t xml:space="preserve"> إِنِّي تُبْتُ إِلَيْكَ وَإِنِّي مِنَ الْمُسْلِمِينَ ﴿١٥﴾</w:t>
      </w:r>
    </w:p>
    <w:p w:rsidR="009E5A4F" w:rsidRPr="009E5A4F" w:rsidRDefault="00EB7346" w:rsidP="00462BAD">
      <w:pPr>
        <w:pStyle w:val="libNormal"/>
        <w:jc w:val="both"/>
        <w:rPr>
          <w:lang w:val="sw-KE"/>
        </w:rPr>
      </w:pPr>
      <w:r w:rsidRPr="00EB7346">
        <w:rPr>
          <w:rFonts w:cs="Times New Roman"/>
          <w:lang w:val="sw-KE"/>
        </w:rPr>
        <w:t>Na tumemuuusia mwanaadamu kuwatendea wema wazazi wake. Mama yake ameichukua mimba yake kwa taabu na akamzaa kwa taabu. Na kubeba mimba yake (mpaka) kumwachisha kunyonya ni miezi thelathini</w:t>
      </w:r>
      <w:r w:rsidRPr="00EB7346">
        <w:rPr>
          <w:lang w:val="sw-KE"/>
        </w:rPr>
        <w:t xml:space="preserve"> mpaka anapofikia kubaleghe kwake, na akafikia miaka arubaini. Akasema: </w:t>
      </w:r>
      <w:r w:rsidRPr="00EB7346">
        <w:rPr>
          <w:rFonts w:cs="Times New Roman"/>
          <w:lang w:val="sw-KE"/>
        </w:rPr>
        <w:t>Ewe Mola wangu niwezeshe nizishukuru neema zako ambazo umenineemesha mimi na wazazi wangu. Na uniwezeshe nifanye amali njema uzipendazo, na unitengenezee watoto wangu. Kwa hakika natu</w:t>
      </w:r>
      <w:r w:rsidRPr="00EB7346">
        <w:rPr>
          <w:lang w:val="sw-KE"/>
        </w:rPr>
        <w:t>bu kwako, kwa hakika mimi ni miongoni mwa waislamu</w:t>
      </w:r>
      <w:r w:rsidR="009E5A4F">
        <w:rPr>
          <w:rFonts w:cs="Times New Roman"/>
          <w:lang w:val="sw-KE"/>
        </w:rPr>
        <w:t xml:space="preserve"> </w:t>
      </w:r>
      <w:r w:rsidRPr="00EB7346">
        <w:rPr>
          <w:rFonts w:cs="Times New Roman"/>
          <w:lang w:val="sw-KE"/>
        </w:rPr>
        <w:t xml:space="preserve">(46:15). </w:t>
      </w:r>
    </w:p>
    <w:p w:rsidR="00EB7346" w:rsidRPr="00EB7346" w:rsidRDefault="00EB7346" w:rsidP="009E5A4F">
      <w:pPr>
        <w:pStyle w:val="libNormal"/>
        <w:jc w:val="both"/>
        <w:rPr>
          <w:lang w:val="sw-KE"/>
        </w:rPr>
      </w:pPr>
      <w:r w:rsidRPr="00EB7346">
        <w:rPr>
          <w:rFonts w:cs="Times New Roman"/>
          <w:lang w:val="sw-KE"/>
        </w:rPr>
        <w:t>Mwenyezi Mungu amefanya kuwapenda watoto na kuwahurumia ni sehemu ya maumbile ya kiasili ya kibinaadamu yasioepukika. Pia ameziingiza hisia hizi thabiti ndani ya nyoyo za wazazi. Ni kwa ajili h</w:t>
      </w:r>
      <w:r w:rsidRPr="00EB7346">
        <w:rPr>
          <w:lang w:val="sw-KE"/>
        </w:rPr>
        <w:t>ii basi ndipo maelezo haya yote pamoja na wasia yameelekezwa moja kwa moja kwa watoto, kwa ajili ya kuwatendea wema na kuwapa heshima wazazi wao. Maelekezo haya amepewa mtoto ili kuzivutia hisia zake.</w:t>
      </w:r>
    </w:p>
    <w:p w:rsidR="00EB7346" w:rsidRPr="00EB7346" w:rsidRDefault="00EB7346" w:rsidP="00EB7346">
      <w:pPr>
        <w:pStyle w:val="libNormal"/>
        <w:jc w:val="both"/>
        <w:rPr>
          <w:lang w:val="sw-KE"/>
        </w:rPr>
      </w:pPr>
      <w:r w:rsidRPr="00EB7346">
        <w:rPr>
          <w:lang w:val="sw-KE"/>
        </w:rPr>
        <w:lastRenderedPageBreak/>
        <w:t>Ni maelekezo ya hali ya juu ambayo yanategemeza uhusiano wa karibu na hisia ya kibinaadamu ambazo ndio sababu kubwa ya kuwepo kwetu duniani.</w:t>
      </w:r>
    </w:p>
    <w:p w:rsidR="00653FF5" w:rsidRDefault="00653FF5" w:rsidP="00653FF5">
      <w:pPr>
        <w:pStyle w:val="Heading3Center"/>
        <w:rPr>
          <w:lang w:val="sw-KE"/>
        </w:rPr>
      </w:pPr>
      <w:bookmarkStart w:id="14" w:name="_Toc10462916"/>
      <w:r w:rsidRPr="00EB7346">
        <w:rPr>
          <w:lang w:val="sw-KE"/>
        </w:rPr>
        <w:t>5. USAWA BAINA YA WATOTO KATIKA UISLAMU NA MAONI YAKE JUU YA WATOTO WA KIKE</w:t>
      </w:r>
      <w:bookmarkEnd w:id="14"/>
      <w:r w:rsidRPr="00EB7346">
        <w:rPr>
          <w:lang w:val="sw-KE"/>
        </w:rPr>
        <w:t xml:space="preserve"> </w:t>
      </w:r>
    </w:p>
    <w:p w:rsidR="00EB7346" w:rsidRPr="00EB7346" w:rsidRDefault="00EB7346" w:rsidP="00653FF5">
      <w:pPr>
        <w:pStyle w:val="libNormal"/>
        <w:jc w:val="both"/>
        <w:rPr>
          <w:lang w:val="sw-KE"/>
        </w:rPr>
      </w:pPr>
      <w:r w:rsidRPr="00EB7346">
        <w:rPr>
          <w:lang w:val="sw-KE"/>
        </w:rPr>
        <w:t>Kadri Uislamu unavyochukulia watoto kuwa ni kiburudisho cha macho yetu, ni lazima hii idhihiri kwa vitendo na kwa njia zake. Usawa baina ya watoto hauna budi kutekelezwa hata katika kuwabusu. Uislamu unataka usawa ufanywe kulingana na maagizo yake matukufu.</w:t>
      </w:r>
    </w:p>
    <w:p w:rsidR="00653FF5" w:rsidRDefault="00EB7346" w:rsidP="00653FF5">
      <w:pPr>
        <w:pStyle w:val="libNormal"/>
        <w:jc w:val="both"/>
        <w:rPr>
          <w:lang w:val="sw-KE"/>
        </w:rPr>
      </w:pPr>
      <w:r w:rsidRPr="00EB7346">
        <w:rPr>
          <w:lang w:val="sw-KE"/>
        </w:rPr>
        <w:t xml:space="preserve">Siku moja Mtume </w:t>
      </w:r>
      <w:r w:rsidRPr="00653FF5">
        <w:rPr>
          <w:rStyle w:val="libBold1Char"/>
          <w:lang w:val="sw-KE"/>
        </w:rPr>
        <w:t>(s.a.w.</w:t>
      </w:r>
      <w:r w:rsidR="00653FF5" w:rsidRPr="00653FF5">
        <w:rPr>
          <w:rStyle w:val="libBold1Char"/>
          <w:lang w:val="sw-KE"/>
        </w:rPr>
        <w:t>w</w:t>
      </w:r>
      <w:r w:rsidRPr="00653FF5">
        <w:rPr>
          <w:rStyle w:val="libBold1Char"/>
          <w:lang w:val="sw-KE"/>
        </w:rPr>
        <w:t>)</w:t>
      </w:r>
      <w:r w:rsidRPr="00EB7346">
        <w:rPr>
          <w:lang w:val="sw-KE"/>
        </w:rPr>
        <w:t xml:space="preserve"> alimwona baba ambaye alikuwa na watoto waw- ili, akambusu mmoja na kumwacha mwingine, </w:t>
      </w:r>
      <w:r w:rsidR="00653FF5">
        <w:rPr>
          <w:lang w:val="sw-KE"/>
        </w:rPr>
        <w:t xml:space="preserve">kisha Mtume mtukufu akamuuliza: </w:t>
      </w:r>
      <w:r w:rsidRPr="00EB7346">
        <w:rPr>
          <w:rFonts w:cs="Times New Roman"/>
          <w:lang w:val="sw-KE"/>
        </w:rPr>
        <w:t>Je huwezi kuwafanyia usawa? Tukiangalia mvuto wa kumpendelea mtoto mmoja zaidi ya mwingine au jinsia moja (wa kike au wa kiume) zaidi ya nyingine, hii ni kinyume kabisa na maadili ya kiislamu, mila n</w:t>
      </w:r>
      <w:r w:rsidRPr="00EB7346">
        <w:rPr>
          <w:lang w:val="sw-KE"/>
        </w:rPr>
        <w:t xml:space="preserve">a fikra za usawa ambazo Uislamu umejengewa. Uislamu hautofautishi baina ya mwanamume na mwanamke, wala hautofautishi baina ya mvulana na msichana. Wote sawa, hapana yeyote ampitaye mwenzake ila kutokana na baadhi ya sifa alizonazo kitabia alizojipatia yeye mwenyewe, Mwenyezi Mungu amesema: </w:t>
      </w:r>
    </w:p>
    <w:p w:rsidR="00653FF5" w:rsidRPr="00653FF5" w:rsidRDefault="00653FF5" w:rsidP="00653FF5">
      <w:pPr>
        <w:pStyle w:val="libAie"/>
        <w:rPr>
          <w:lang w:val="sw-KE"/>
        </w:rPr>
      </w:pPr>
      <w:r w:rsidRPr="00653FF5">
        <w:rPr>
          <w:rtl/>
          <w:lang w:val="sw-KE"/>
        </w:rPr>
        <w:t>فَاسْتَجَابَ لَهُمْ رَبُّهُمْ أَنِّي لَا أُضِيعُ عَمَلَ عَامِلٍ م</w:t>
      </w:r>
      <w:r>
        <w:rPr>
          <w:rtl/>
          <w:lang w:val="sw-KE"/>
        </w:rPr>
        <w:t>ِّنكُم مِّن ذَكَرٍ أَوْ أُنثَىٰ</w:t>
      </w:r>
      <w:r w:rsidRPr="00653FF5">
        <w:rPr>
          <w:rFonts w:hint="cs"/>
          <w:rtl/>
          <w:lang w:val="sw-KE"/>
        </w:rPr>
        <w:t xml:space="preserve"> بَعْضُكُم مِّن بَعْضٍ ﴿١٩٥﴾</w:t>
      </w:r>
    </w:p>
    <w:p w:rsidR="00EB7346" w:rsidRPr="00EB7346" w:rsidRDefault="00EB7346" w:rsidP="00653FF5">
      <w:pPr>
        <w:pStyle w:val="libNormal"/>
        <w:jc w:val="both"/>
        <w:rPr>
          <w:rFonts w:cs="Times New Roman"/>
          <w:lang w:val="sw-KE"/>
        </w:rPr>
      </w:pPr>
      <w:r w:rsidRPr="00EB7346">
        <w:rPr>
          <w:rFonts w:cs="Times New Roman"/>
          <w:lang w:val="sw-KE"/>
        </w:rPr>
        <w:t>Mola akawakubalia (maombi yao), ya kwamba mimi sipotezi amali ya mwenye kutenda, awe ni mwanamume au mwanamke, baadhi yenu kwa baadhi nyingine</w:t>
      </w:r>
      <w:r w:rsidR="00653FF5" w:rsidRPr="00EB7346">
        <w:rPr>
          <w:rFonts w:cs="Times New Roman"/>
          <w:lang w:val="sw-KE"/>
        </w:rPr>
        <w:t xml:space="preserve"> </w:t>
      </w:r>
      <w:r w:rsidRPr="00EB7346">
        <w:rPr>
          <w:rFonts w:cs="Times New Roman"/>
          <w:lang w:val="sw-KE"/>
        </w:rPr>
        <w:t>(3:195).</w:t>
      </w:r>
    </w:p>
    <w:p w:rsidR="00EB7346" w:rsidRPr="00EB7346" w:rsidRDefault="00EB7346" w:rsidP="00EB7346">
      <w:pPr>
        <w:pStyle w:val="libNormal"/>
        <w:jc w:val="both"/>
        <w:rPr>
          <w:lang w:val="sw-KE"/>
        </w:rPr>
      </w:pPr>
      <w:r w:rsidRPr="00EB7346">
        <w:rPr>
          <w:lang w:val="sw-KE"/>
        </w:rPr>
        <w:t xml:space="preserve">Kwenda kinyume na misingi hii kunafuatia kwenda kinyume na fikra za usawa, maarifa, na haki. Kwa ajili hii, Uislamu unawaamuru Waislamu kuwafanyia usawa watoto wao ili kwamba kusiwe na yeyote yule atakayekuwa na kinyongo au kusononeka. Kwa njia kama hiyo, Uislamu unazuia kuzagaa kwa chuki badala ya mapenzi, na kusema maudhi badala ya amani. Mambo haya iwapo yataendelea, hatimaye yataleta matatizo ya kinafsi, majonzi, na utengano, na haya yote huvunja hisia za moyo. Mtume </w:t>
      </w:r>
      <w:r w:rsidRPr="00653FF5">
        <w:rPr>
          <w:rStyle w:val="libBold1Char"/>
          <w:lang w:val="sw-KE"/>
        </w:rPr>
        <w:t>(s.a.w.</w:t>
      </w:r>
      <w:r w:rsidR="00653FF5" w:rsidRPr="00653FF5">
        <w:rPr>
          <w:rStyle w:val="libBold1Char"/>
          <w:lang w:val="sw-KE"/>
        </w:rPr>
        <w:t>w</w:t>
      </w:r>
      <w:r w:rsidRPr="00653FF5">
        <w:rPr>
          <w:rStyle w:val="libBold1Char"/>
          <w:lang w:val="sw-KE"/>
        </w:rPr>
        <w:t>)</w:t>
      </w:r>
      <w:r w:rsidRPr="00EB7346">
        <w:rPr>
          <w:lang w:val="sw-KE"/>
        </w:rPr>
        <w:t xml:space="preserve"> mara kwa mara alikataza kuwapendelea watoto wa kiume zaidi ya wa kike pasi na sababu yoyote, kwa maana hiyo, ndiyo akaipa daraja la juu heshima ya watoto wa kike na akaipa nguvu thamani na staha yao.</w:t>
      </w:r>
    </w:p>
    <w:p w:rsidR="00EB7346" w:rsidRPr="00EB7346" w:rsidRDefault="00EB7346" w:rsidP="00AB7290">
      <w:pPr>
        <w:pStyle w:val="libNormal"/>
        <w:jc w:val="both"/>
        <w:rPr>
          <w:rFonts w:cs="Times New Roman"/>
          <w:lang w:val="sw-KE"/>
        </w:rPr>
      </w:pPr>
      <w:r w:rsidRPr="00EB7346">
        <w:rPr>
          <w:lang w:val="sw-KE"/>
        </w:rPr>
        <w:t xml:space="preserve">Amesema Mtume </w:t>
      </w:r>
      <w:r w:rsidRPr="00653FF5">
        <w:rPr>
          <w:rStyle w:val="libBold1Char"/>
          <w:lang w:val="sw-KE"/>
        </w:rPr>
        <w:t>(s.a.w.</w:t>
      </w:r>
      <w:r w:rsidR="00653FF5" w:rsidRPr="00653FF5">
        <w:rPr>
          <w:rStyle w:val="libBold1Char"/>
          <w:lang w:val="sw-KE"/>
        </w:rPr>
        <w:t>w</w:t>
      </w:r>
      <w:r w:rsidRPr="00653FF5">
        <w:rPr>
          <w:rStyle w:val="libBold1Char"/>
          <w:lang w:val="sw-KE"/>
        </w:rPr>
        <w:t>)</w:t>
      </w:r>
      <w:r w:rsidRPr="00EB7346">
        <w:rPr>
          <w:lang w:val="sw-KE"/>
        </w:rPr>
        <w:t xml:space="preserve">: </w:t>
      </w:r>
      <w:r w:rsidRPr="00EB7346">
        <w:rPr>
          <w:rFonts w:cs="Times New Roman"/>
          <w:lang w:val="sw-KE"/>
        </w:rPr>
        <w:t xml:space="preserve">Bora ya watoto wenu ni mabinti. Mtume </w:t>
      </w:r>
      <w:r w:rsidRPr="003D219D">
        <w:rPr>
          <w:rStyle w:val="libBold1Char"/>
          <w:lang w:val="sw-KE"/>
        </w:rPr>
        <w:t>(s.a.w.</w:t>
      </w:r>
      <w:r w:rsidR="003D219D" w:rsidRPr="003D219D">
        <w:rPr>
          <w:rStyle w:val="libBold1Char"/>
          <w:lang w:val="sw-KE"/>
        </w:rPr>
        <w:t>w</w:t>
      </w:r>
      <w:r w:rsidRPr="003D219D">
        <w:rPr>
          <w:rStyle w:val="libBold1Char"/>
          <w:lang w:val="sw-KE"/>
        </w:rPr>
        <w:t>)</w:t>
      </w:r>
      <w:r w:rsidRPr="00EB7346">
        <w:rPr>
          <w:rFonts w:cs="Times New Roman"/>
          <w:lang w:val="sw-KE"/>
        </w:rPr>
        <w:t xml:space="preserve"> alipopew</w:t>
      </w:r>
      <w:r w:rsidRPr="00EB7346">
        <w:rPr>
          <w:lang w:val="sw-KE"/>
        </w:rPr>
        <w:t xml:space="preserve">a habari </w:t>
      </w:r>
      <w:r w:rsidR="00653FF5">
        <w:rPr>
          <w:lang w:val="sw-KE"/>
        </w:rPr>
        <w:t xml:space="preserve">ya kuzaliwa bintiye Fatima </w:t>
      </w:r>
      <w:r w:rsidR="00653FF5" w:rsidRPr="00653FF5">
        <w:rPr>
          <w:rStyle w:val="libFootnotenumChar"/>
          <w:lang w:val="sw-KE"/>
        </w:rPr>
        <w:t>(a.s</w:t>
      </w:r>
      <w:r w:rsidRPr="00653FF5">
        <w:rPr>
          <w:rStyle w:val="libFootnotenumChar"/>
          <w:lang w:val="sw-KE"/>
        </w:rPr>
        <w:t>)</w:t>
      </w:r>
      <w:r w:rsidRPr="00EB7346">
        <w:rPr>
          <w:lang w:val="sw-KE"/>
        </w:rPr>
        <w:t xml:space="preserve">, nyuso za maswahaba zilionekana kuparama, Mtume </w:t>
      </w:r>
      <w:r w:rsidRPr="00AB7290">
        <w:rPr>
          <w:rStyle w:val="libBold1Char"/>
          <w:lang w:val="sw-KE"/>
        </w:rPr>
        <w:t>(s.a.w.</w:t>
      </w:r>
      <w:r w:rsidR="00AB7290" w:rsidRPr="00AB7290">
        <w:rPr>
          <w:rStyle w:val="libBold1Char"/>
          <w:lang w:val="sw-KE"/>
        </w:rPr>
        <w:t>w</w:t>
      </w:r>
      <w:r w:rsidRPr="00AB7290">
        <w:rPr>
          <w:rStyle w:val="libBold1Char"/>
          <w:lang w:val="sw-KE"/>
        </w:rPr>
        <w:t>)</w:t>
      </w:r>
      <w:r w:rsidRPr="00EB7346">
        <w:rPr>
          <w:lang w:val="sw-KE"/>
        </w:rPr>
        <w:t xml:space="preserve"> akawaambia: </w:t>
      </w:r>
      <w:r w:rsidRPr="00EB7346">
        <w:rPr>
          <w:rFonts w:cs="Times New Roman"/>
          <w:lang w:val="sw-KE"/>
        </w:rPr>
        <w:t xml:space="preserve">Mna jambo gani linalowahuzunisha? (kumzaa Fatima) ni kama kupata ua la mrehani niunusao, na riziki yake iko kwa Mwenyezi Mungu. Hapa Mtume </w:t>
      </w:r>
      <w:r w:rsidRPr="003D219D">
        <w:rPr>
          <w:rStyle w:val="libBold1Char"/>
          <w:lang w:val="sw-KE"/>
        </w:rPr>
        <w:t>(s.a.w.</w:t>
      </w:r>
      <w:r w:rsidR="003D219D" w:rsidRPr="003D219D">
        <w:rPr>
          <w:rStyle w:val="libBold1Char"/>
          <w:lang w:val="sw-KE"/>
        </w:rPr>
        <w:t>w</w:t>
      </w:r>
      <w:r w:rsidRPr="003D219D">
        <w:rPr>
          <w:rStyle w:val="libBold1Char"/>
          <w:lang w:val="sw-KE"/>
        </w:rPr>
        <w:t>)</w:t>
      </w:r>
      <w:r w:rsidRPr="00EB7346">
        <w:rPr>
          <w:lang w:val="sw-KE"/>
        </w:rPr>
        <w:t xml:space="preserve"> kwa ubaba wake mtukufu alijaribu kubadilisha mawazo ya watu ya kuwapendelea watoto wa kiume zaidi ya watoto wa kike, tena hata aliwatanguliza watoto wa kike zaidi kwa kusema: </w:t>
      </w:r>
      <w:r w:rsidRPr="00EB7346">
        <w:rPr>
          <w:rFonts w:cs="Times New Roman"/>
          <w:lang w:val="sw-KE"/>
        </w:rPr>
        <w:t>Mwenye kwenda sokoni, na kununua zawadi na kuwapelekea jamii yake, (famili</w:t>
      </w:r>
      <w:r w:rsidRPr="00EB7346">
        <w:rPr>
          <w:lang w:val="sw-KE"/>
        </w:rPr>
        <w:t>a yake) ni kama mtu aliyewapelekea sadaka wahitaji, basi aanze kuwapatia watoto wa kike kabla ya kiume.</w:t>
      </w:r>
    </w:p>
    <w:p w:rsidR="003D219D" w:rsidRPr="00627EC0" w:rsidRDefault="00EB7346" w:rsidP="00AB7290">
      <w:pPr>
        <w:pStyle w:val="libNormal"/>
        <w:jc w:val="both"/>
        <w:rPr>
          <w:rStyle w:val="libBold1Char"/>
          <w:lang w:val="sw-KE"/>
        </w:rPr>
      </w:pPr>
      <w:r w:rsidRPr="00EB7346">
        <w:rPr>
          <w:lang w:val="sw-KE"/>
        </w:rPr>
        <w:t xml:space="preserve">Mtume </w:t>
      </w:r>
      <w:r w:rsidRPr="00AB7290">
        <w:rPr>
          <w:rStyle w:val="libBold1Char"/>
          <w:lang w:val="sw-KE"/>
        </w:rPr>
        <w:t>(s.a.w.</w:t>
      </w:r>
      <w:r w:rsidR="00AB7290" w:rsidRPr="00AB7290">
        <w:rPr>
          <w:rStyle w:val="libBold1Char"/>
          <w:lang w:val="sw-KE"/>
        </w:rPr>
        <w:t>w</w:t>
      </w:r>
      <w:r w:rsidRPr="00AB7290">
        <w:rPr>
          <w:rStyle w:val="libBold1Char"/>
          <w:lang w:val="sw-KE"/>
        </w:rPr>
        <w:t>)</w:t>
      </w:r>
      <w:r w:rsidRPr="00EB7346">
        <w:rPr>
          <w:lang w:val="sw-KE"/>
        </w:rPr>
        <w:t xml:space="preserve"> amejaribu kwa kadri awezavyo kuvutia penzi la watoto wa kike kama vile lilivyo penzi la asili kwa watoto wa kiume. Amesema: </w:t>
      </w:r>
      <w:r w:rsidRPr="00627EC0">
        <w:rPr>
          <w:rStyle w:val="libBold1Char"/>
          <w:lang w:val="sw-KE"/>
        </w:rPr>
        <w:lastRenderedPageBreak/>
        <w:t>Mwenye kuwalisha (kuwalea) watoto watatu wa kike ataingia Peponi.</w:t>
      </w:r>
      <w:r w:rsidRPr="00EB7346">
        <w:rPr>
          <w:rFonts w:cs="Times New Roman"/>
          <w:lang w:val="sw-KE"/>
        </w:rPr>
        <w:t xml:space="preserve"> Akaulizwa: Je wakiwa ni wawili?, akajibu: </w:t>
      </w:r>
      <w:r w:rsidRPr="00627EC0">
        <w:rPr>
          <w:rStyle w:val="libBold1Char"/>
          <w:lang w:val="sw-KE"/>
        </w:rPr>
        <w:t>Hata kama wawili,</w:t>
      </w:r>
      <w:r w:rsidRPr="00EB7346">
        <w:rPr>
          <w:rFonts w:cs="Times New Roman"/>
          <w:lang w:val="sw-KE"/>
        </w:rPr>
        <w:t xml:space="preserve"> Akaulizwa: Je mmoja, akajibu: </w:t>
      </w:r>
      <w:r w:rsidRPr="00627EC0">
        <w:rPr>
          <w:rStyle w:val="libBold1Char"/>
          <w:lang w:val="sw-KE"/>
        </w:rPr>
        <w:t>Hata kama ni moja.</w:t>
      </w:r>
    </w:p>
    <w:p w:rsidR="003D219D" w:rsidRDefault="003D219D">
      <w:pPr>
        <w:ind w:firstLine="0"/>
        <w:jc w:val="left"/>
        <w:rPr>
          <w:rFonts w:cs="Times New Roman"/>
          <w:sz w:val="24"/>
          <w:lang w:val="sw-KE"/>
        </w:rPr>
      </w:pPr>
      <w:r>
        <w:rPr>
          <w:rFonts w:cs="Times New Roman"/>
          <w:lang w:val="sw-KE"/>
        </w:rPr>
        <w:br w:type="page"/>
      </w:r>
    </w:p>
    <w:p w:rsidR="00EB7346" w:rsidRPr="00EB7346" w:rsidRDefault="007A2537" w:rsidP="00EB7346">
      <w:pPr>
        <w:pStyle w:val="libNormal"/>
        <w:jc w:val="both"/>
        <w:rPr>
          <w:lang w:val="sw-KE"/>
        </w:rPr>
      </w:pPr>
      <w:r>
        <w:rPr>
          <w:lang w:val="sw-KE"/>
        </w:rPr>
        <w:lastRenderedPageBreak/>
        <w:t>2</w:t>
      </w:r>
    </w:p>
    <w:p w:rsidR="00EB7346" w:rsidRPr="00EB7346" w:rsidRDefault="00EB7346" w:rsidP="007A2537">
      <w:pPr>
        <w:pStyle w:val="Heading1Center"/>
        <w:rPr>
          <w:lang w:val="sw-KE"/>
        </w:rPr>
      </w:pPr>
      <w:bookmarkStart w:id="15" w:name="_Toc10462917"/>
      <w:r w:rsidRPr="00EB7346">
        <w:rPr>
          <w:lang w:val="sw-KE"/>
        </w:rPr>
        <w:t>MALEZI YA WATOTO KATIKA UISLAMU</w:t>
      </w:r>
      <w:bookmarkEnd w:id="15"/>
      <w:r w:rsidRPr="00EB7346">
        <w:rPr>
          <w:lang w:val="sw-KE"/>
        </w:rPr>
        <w:t xml:space="preserve"> </w:t>
      </w:r>
    </w:p>
    <w:p w:rsidR="003D219D" w:rsidRDefault="00EB7346" w:rsidP="007A2537">
      <w:pPr>
        <w:pStyle w:val="Heading2Center"/>
        <w:rPr>
          <w:lang w:val="sw-KE"/>
        </w:rPr>
      </w:pPr>
      <w:bookmarkStart w:id="16" w:name="_Toc10462918"/>
      <w:r w:rsidRPr="00EB7346">
        <w:rPr>
          <w:lang w:val="sw-KE"/>
        </w:rPr>
        <w:t>SEHEMU YA PILI</w:t>
      </w:r>
      <w:bookmarkEnd w:id="16"/>
      <w:r w:rsidRPr="00EB7346">
        <w:rPr>
          <w:lang w:val="sw-KE"/>
        </w:rPr>
        <w:t xml:space="preserve"> </w:t>
      </w:r>
    </w:p>
    <w:p w:rsidR="00CB6C3A" w:rsidRDefault="00CB6C3A" w:rsidP="007A2537">
      <w:pPr>
        <w:pStyle w:val="Heading3Center"/>
        <w:rPr>
          <w:lang w:val="sw-KE"/>
        </w:rPr>
      </w:pPr>
      <w:bookmarkStart w:id="17" w:name="_Toc10462919"/>
      <w:r w:rsidRPr="00EB7346">
        <w:rPr>
          <w:lang w:val="sw-KE"/>
        </w:rPr>
        <w:t>MAISHA NA MAKAZI YA MTOTO</w:t>
      </w:r>
      <w:bookmarkEnd w:id="17"/>
      <w:r w:rsidRPr="00EB7346">
        <w:rPr>
          <w:lang w:val="sw-KE"/>
        </w:rPr>
        <w:t xml:space="preserve"> </w:t>
      </w:r>
    </w:p>
    <w:p w:rsidR="00B0558B" w:rsidRDefault="00EB7346" w:rsidP="00B0558B">
      <w:pPr>
        <w:pStyle w:val="libNormal"/>
        <w:jc w:val="both"/>
        <w:rPr>
          <w:lang w:val="sw-KE"/>
        </w:rPr>
      </w:pPr>
      <w:r w:rsidRPr="00EB7346">
        <w:rPr>
          <w:lang w:val="sw-KE"/>
        </w:rPr>
        <w:t xml:space="preserve">Mtume </w:t>
      </w:r>
      <w:r w:rsidRPr="00B0558B">
        <w:rPr>
          <w:rStyle w:val="libBold1Char"/>
          <w:lang w:val="sw-KE"/>
        </w:rPr>
        <w:t>(s.a.w.</w:t>
      </w:r>
      <w:r w:rsidR="00CB6C3A" w:rsidRPr="00B0558B">
        <w:rPr>
          <w:rStyle w:val="libBold1Char"/>
          <w:lang w:val="sw-KE"/>
        </w:rPr>
        <w:t>w</w:t>
      </w:r>
      <w:r w:rsidRPr="00B0558B">
        <w:rPr>
          <w:rStyle w:val="libBold1Char"/>
          <w:lang w:val="sw-KE"/>
        </w:rPr>
        <w:t>)</w:t>
      </w:r>
      <w:r w:rsidRPr="00EB7346">
        <w:rPr>
          <w:lang w:val="sw-KE"/>
        </w:rPr>
        <w:t xml:space="preserve"> amesema: </w:t>
      </w:r>
      <w:r w:rsidRPr="00EB7346">
        <w:rPr>
          <w:rFonts w:cs="Times New Roman"/>
          <w:lang w:val="sw-KE"/>
        </w:rPr>
        <w:t>Yatosha kwa mtu kupata dhambi kwa kutowaangalia wanaomtegemea. Kuna maagizo kadhaa na misingi ya kanuni iongozayo, ambapo Uislamu unaamuru kwa jinsi gani maisha na maendeleo ya mtoto yalivyo lazima,</w:t>
      </w:r>
      <w:r w:rsidRPr="00EB7346">
        <w:rPr>
          <w:lang w:val="sw-KE"/>
        </w:rPr>
        <w:t xml:space="preserve"> na kwamba uzembe wowote ama kufanya ajizi katika kutimiza misingi hii ya kanuni ni kosa kubwa. Misingi hii imetolewa mfano kama ifuatavyo: </w:t>
      </w:r>
    </w:p>
    <w:p w:rsidR="00362F71" w:rsidRDefault="00EB7346" w:rsidP="00B0558B">
      <w:pPr>
        <w:pStyle w:val="libNormal"/>
        <w:jc w:val="both"/>
        <w:rPr>
          <w:rFonts w:ascii="Tahoma" w:hAnsi="Tahoma" w:cs="Tahoma"/>
          <w:lang w:val="sw-KE"/>
        </w:rPr>
      </w:pPr>
      <w:r w:rsidRPr="00EB7346">
        <w:rPr>
          <w:lang w:val="sw-KE"/>
        </w:rPr>
        <w:t xml:space="preserve">Amesema Mwenyezi Mungu: </w:t>
      </w:r>
      <w:r w:rsidRPr="00EB7346">
        <w:rPr>
          <w:rFonts w:cs="Times New Roman"/>
          <w:lang w:val="sw-KE"/>
        </w:rPr>
        <w:t>Wala msijiue. Amesema tena:</w:t>
      </w:r>
      <w:r w:rsidR="00B0558B">
        <w:rPr>
          <w:rFonts w:ascii="Tahoma" w:hAnsi="Tahoma" w:cs="Tahoma"/>
          <w:lang w:val="sw-KE"/>
        </w:rPr>
        <w:t xml:space="preserve"> </w:t>
      </w:r>
    </w:p>
    <w:p w:rsidR="00362F71" w:rsidRDefault="00362F71" w:rsidP="00362F71">
      <w:pPr>
        <w:pStyle w:val="libAie"/>
        <w:rPr>
          <w:lang w:val="sw-KE"/>
        </w:rPr>
      </w:pPr>
      <w:r w:rsidRPr="00362F71">
        <w:rPr>
          <w:rtl/>
          <w:lang w:val="sw-KE"/>
        </w:rPr>
        <w:t xml:space="preserve">وَلَا تَقْتُلُوا النَّفْسَ الَّتِي حَرَّمَ اللَّـهُ إِلَّا بِالْحَقِّ </w:t>
      </w:r>
      <w:r w:rsidRPr="00362F71">
        <w:rPr>
          <w:rFonts w:hint="cs"/>
          <w:rtl/>
          <w:lang w:val="sw-KE"/>
        </w:rPr>
        <w:t>﴿١٥١﴾</w:t>
      </w:r>
    </w:p>
    <w:p w:rsidR="00B0558B" w:rsidRDefault="00EB7346" w:rsidP="00B0558B">
      <w:pPr>
        <w:pStyle w:val="libNormal"/>
        <w:jc w:val="both"/>
        <w:rPr>
          <w:rFonts w:cs="Times New Roman"/>
          <w:lang w:val="sw-KE"/>
        </w:rPr>
      </w:pPr>
      <w:r w:rsidRPr="00EB7346">
        <w:rPr>
          <w:rFonts w:cs="Times New Roman"/>
          <w:lang w:val="sw-KE"/>
        </w:rPr>
        <w:t>..wala msiue nafsi ambayo Mwenyezi Mungu ameharamisha kuuawa</w:t>
      </w:r>
      <w:r w:rsidRPr="00EB7346">
        <w:rPr>
          <w:lang w:val="sw-KE"/>
        </w:rPr>
        <w:t xml:space="preserve"> ila kwa njia ya haki</w:t>
      </w:r>
      <w:r w:rsidR="00B0558B" w:rsidRPr="00EB7346">
        <w:rPr>
          <w:rFonts w:cs="Times New Roman"/>
          <w:lang w:val="sw-KE"/>
        </w:rPr>
        <w:t xml:space="preserve"> </w:t>
      </w:r>
      <w:r w:rsidRPr="00EB7346">
        <w:rPr>
          <w:rFonts w:cs="Times New Roman"/>
          <w:lang w:val="sw-KE"/>
        </w:rPr>
        <w:t>(6:151).</w:t>
      </w:r>
    </w:p>
    <w:p w:rsidR="00B0558B" w:rsidRDefault="00EB7346" w:rsidP="00B0558B">
      <w:pPr>
        <w:pStyle w:val="libNormal"/>
        <w:jc w:val="both"/>
        <w:rPr>
          <w:rFonts w:cs="Times New Roman"/>
          <w:lang w:val="sw-KE"/>
        </w:rPr>
      </w:pPr>
      <w:r w:rsidRPr="00EB7346">
        <w:rPr>
          <w:rFonts w:cs="Times New Roman"/>
          <w:lang w:val="sw-KE"/>
        </w:rPr>
        <w:t xml:space="preserve"> Amesema tena: </w:t>
      </w:r>
    </w:p>
    <w:p w:rsidR="00B0558B" w:rsidRPr="00856F83" w:rsidRDefault="00856F83" w:rsidP="00856F83">
      <w:pPr>
        <w:pStyle w:val="libAie"/>
        <w:rPr>
          <w:lang w:val="sw-KE" w:bidi="fa-IR"/>
        </w:rPr>
      </w:pPr>
      <w:r w:rsidRPr="00856F83">
        <w:rPr>
          <w:rtl/>
          <w:lang w:val="sw-KE" w:bidi="fa-IR"/>
        </w:rPr>
        <w:t>مَن قَتَلَ نَفْسًا بِغَيْرِ نَفْسٍ أَوْ فَسَادٍ فِي الْأَرْضِ فَكَأَنَّمَا قَتَلَ النَّاسَ جَمِيعًا وَمَنْ أَحْيَاهَا فَكَأَنَّمَا أَحْيَا النَّاسَ جَمِيعًا ﴿٣٢﴾</w:t>
      </w:r>
    </w:p>
    <w:p w:rsidR="00B0558B" w:rsidRDefault="00EB7346" w:rsidP="00B0558B">
      <w:pPr>
        <w:pStyle w:val="libNormal"/>
        <w:jc w:val="both"/>
        <w:rPr>
          <w:rFonts w:cs="Times New Roman"/>
          <w:lang w:val="sw-KE"/>
        </w:rPr>
      </w:pPr>
      <w:r w:rsidRPr="00EB7346">
        <w:rPr>
          <w:rFonts w:cs="Times New Roman"/>
          <w:lang w:val="sw-KE"/>
        </w:rPr>
        <w:t>Mtu atakayemuua mtu bila ya yeye kuua, au bila ya kufanya ufisadi nchini, basi ni kama amewaua watu wote, na atakayeokoa maisha ya mtu, basi ni kama ameokoa maisha ya watu wote</w:t>
      </w:r>
      <w:r w:rsidR="00B0558B">
        <w:rPr>
          <w:rFonts w:cs="Times New Roman"/>
          <w:lang w:val="sw-KE"/>
        </w:rPr>
        <w:t xml:space="preserve"> </w:t>
      </w:r>
      <w:r w:rsidRPr="00EB7346">
        <w:rPr>
          <w:rFonts w:cs="Times New Roman"/>
          <w:lang w:val="sw-KE"/>
        </w:rPr>
        <w:t xml:space="preserve">(5:32). </w:t>
      </w:r>
    </w:p>
    <w:p w:rsidR="00B0558B" w:rsidRDefault="00EB7346" w:rsidP="00B0558B">
      <w:pPr>
        <w:pStyle w:val="libNormal"/>
        <w:jc w:val="both"/>
        <w:rPr>
          <w:rFonts w:cs="Times New Roman"/>
          <w:lang w:val="sw-KE"/>
        </w:rPr>
      </w:pPr>
      <w:r w:rsidRPr="00EB7346">
        <w:rPr>
          <w:rFonts w:cs="Times New Roman"/>
          <w:lang w:val="sw-KE"/>
        </w:rPr>
        <w:t xml:space="preserve">Amesema tena: </w:t>
      </w:r>
    </w:p>
    <w:p w:rsidR="00B0558B" w:rsidRDefault="00362F71" w:rsidP="00362F71">
      <w:pPr>
        <w:pStyle w:val="libAie"/>
        <w:rPr>
          <w:lang w:val="sw-KE"/>
        </w:rPr>
      </w:pPr>
      <w:r w:rsidRPr="00362F71">
        <w:rPr>
          <w:rtl/>
          <w:lang w:val="sw-KE"/>
        </w:rPr>
        <w:t>وَلَا تَقْتُلُوا أَوْلَادَكُم ﴿١٥١﴾</w:t>
      </w:r>
    </w:p>
    <w:p w:rsidR="00362F71" w:rsidRDefault="00EB7346" w:rsidP="00B0558B">
      <w:pPr>
        <w:pStyle w:val="libNormal"/>
        <w:jc w:val="both"/>
        <w:rPr>
          <w:rFonts w:cs="Times New Roman"/>
          <w:lang w:val="sw-KE"/>
        </w:rPr>
      </w:pPr>
      <w:r w:rsidRPr="00EB7346">
        <w:rPr>
          <w:rFonts w:cs="Times New Roman"/>
          <w:lang w:val="sw-KE"/>
        </w:rPr>
        <w:t>Wala ms</w:t>
      </w:r>
      <w:r w:rsidRPr="00EB7346">
        <w:rPr>
          <w:lang w:val="sw-KE"/>
        </w:rPr>
        <w:t>iwaue watoto wenu</w:t>
      </w:r>
      <w:r w:rsidRPr="00EB7346">
        <w:rPr>
          <w:rFonts w:cs="Times New Roman"/>
          <w:lang w:val="sw-KE"/>
        </w:rPr>
        <w:t xml:space="preserve"> (6:151). Amesema tena: </w:t>
      </w:r>
    </w:p>
    <w:p w:rsidR="00362F71" w:rsidRDefault="00130477" w:rsidP="00130477">
      <w:pPr>
        <w:pStyle w:val="libAie"/>
        <w:rPr>
          <w:lang w:val="sw-KE"/>
        </w:rPr>
      </w:pPr>
      <w:r w:rsidRPr="00130477">
        <w:rPr>
          <w:rtl/>
          <w:lang w:val="sw-KE"/>
        </w:rPr>
        <w:t xml:space="preserve">يُرِيدُ اللَّـهُ أَن يُخَفِّفَ عَنكُمْ </w:t>
      </w:r>
      <w:r w:rsidRPr="00130477">
        <w:rPr>
          <w:rFonts w:hint="cs"/>
          <w:rtl/>
          <w:lang w:val="sw-KE"/>
        </w:rPr>
        <w:t xml:space="preserve"> وَخُلِقَ الْإِنسَانُ ضَعِيفًا ﴿٢٨﴾</w:t>
      </w:r>
    </w:p>
    <w:p w:rsidR="00EB7346" w:rsidRPr="00EB7346" w:rsidRDefault="00EB7346" w:rsidP="00B0558B">
      <w:pPr>
        <w:pStyle w:val="libNormal"/>
        <w:jc w:val="both"/>
        <w:rPr>
          <w:rFonts w:cs="Times New Roman"/>
          <w:lang w:val="sw-KE"/>
        </w:rPr>
      </w:pPr>
      <w:r w:rsidRPr="00EB7346">
        <w:rPr>
          <w:rFonts w:cs="Times New Roman"/>
          <w:lang w:val="sw-KE"/>
        </w:rPr>
        <w:t>Mwenyezi Mungu anataka kukurahisishieni (mambo mazito) kwani mwanaadamu ameumbwa dhaifu.</w:t>
      </w:r>
      <w:r w:rsidR="00B0558B" w:rsidRPr="00EB7346">
        <w:rPr>
          <w:rFonts w:cs="Times New Roman"/>
          <w:lang w:val="sw-KE"/>
        </w:rPr>
        <w:t xml:space="preserve"> </w:t>
      </w:r>
      <w:r w:rsidRPr="00EB7346">
        <w:rPr>
          <w:rFonts w:cs="Times New Roman"/>
          <w:lang w:val="sw-KE"/>
        </w:rPr>
        <w:t>(4:28).</w:t>
      </w:r>
    </w:p>
    <w:p w:rsidR="00130477" w:rsidRDefault="00EB7346" w:rsidP="00B0558B">
      <w:pPr>
        <w:pStyle w:val="libNormal"/>
        <w:jc w:val="both"/>
        <w:rPr>
          <w:lang w:val="sw-KE"/>
        </w:rPr>
      </w:pPr>
      <w:r w:rsidRPr="00EB7346">
        <w:rPr>
          <w:lang w:val="sw-KE"/>
        </w:rPr>
        <w:t xml:space="preserve">Amesema tena: </w:t>
      </w:r>
    </w:p>
    <w:p w:rsidR="00130477" w:rsidRDefault="00130477" w:rsidP="00130477">
      <w:pPr>
        <w:pStyle w:val="libAie"/>
        <w:rPr>
          <w:lang w:val="sw-KE"/>
        </w:rPr>
      </w:pPr>
      <w:r w:rsidRPr="00130477">
        <w:rPr>
          <w:rtl/>
          <w:lang w:val="sw-KE"/>
        </w:rPr>
        <w:t>وَلْيَخْشَ الَّذِينَ لَوْ تَرَكُوا مِنْ خَلْفِهِمْ ذُرِّيَّةً ضِعَافًا خَافُوا عَلَيْهِمْ ﴿٩﴾</w:t>
      </w:r>
    </w:p>
    <w:p w:rsidR="00B0558B" w:rsidRDefault="00EB7346" w:rsidP="00B0558B">
      <w:pPr>
        <w:pStyle w:val="libNormal"/>
        <w:jc w:val="both"/>
        <w:rPr>
          <w:rFonts w:cs="Times New Roman"/>
          <w:lang w:val="sw-KE"/>
        </w:rPr>
      </w:pPr>
      <w:r w:rsidRPr="00EB7346">
        <w:rPr>
          <w:rFonts w:cs="Times New Roman"/>
          <w:lang w:val="sw-KE"/>
        </w:rPr>
        <w:t>Na waogope (mawasii kuwadhulumu yatima, na wakumbuke) kama wao wangeacha nyuma yao watoto dhaifu</w:t>
      </w:r>
      <w:r w:rsidRPr="00EB7346">
        <w:rPr>
          <w:lang w:val="sw-KE"/>
        </w:rPr>
        <w:t xml:space="preserve"> wangekuwa na khofu juu yao.</w:t>
      </w:r>
      <w:r w:rsidR="00B0558B" w:rsidRPr="00EB7346">
        <w:rPr>
          <w:rFonts w:cs="Times New Roman"/>
          <w:lang w:val="sw-KE"/>
        </w:rPr>
        <w:t xml:space="preserve"> </w:t>
      </w:r>
      <w:r w:rsidRPr="00EB7346">
        <w:rPr>
          <w:rFonts w:cs="Times New Roman"/>
          <w:lang w:val="sw-KE"/>
        </w:rPr>
        <w:t xml:space="preserve">(4:9). </w:t>
      </w:r>
    </w:p>
    <w:p w:rsidR="00B0558B" w:rsidRDefault="00EB7346" w:rsidP="00B0558B">
      <w:pPr>
        <w:pStyle w:val="libNormal"/>
        <w:jc w:val="both"/>
        <w:rPr>
          <w:rFonts w:cs="Times New Roman"/>
          <w:lang w:val="sw-KE"/>
        </w:rPr>
      </w:pPr>
      <w:r w:rsidRPr="00EB7346">
        <w:rPr>
          <w:rFonts w:cs="Times New Roman"/>
          <w:lang w:val="sw-KE"/>
        </w:rPr>
        <w:t xml:space="preserve">Amesema tena: </w:t>
      </w:r>
    </w:p>
    <w:p w:rsidR="00B0558B" w:rsidRDefault="00315D18" w:rsidP="00315D18">
      <w:pPr>
        <w:pStyle w:val="libAie"/>
        <w:rPr>
          <w:lang w:val="sw-KE"/>
        </w:rPr>
      </w:pPr>
      <w:r w:rsidRPr="00315D18">
        <w:rPr>
          <w:rtl/>
          <w:lang w:val="sw-KE"/>
        </w:rPr>
        <w:t>يَا أَيُّهَا الَّذِينَ آمَنُوا قُوا أَنفُسَكُمْ وَأَهْلِيكُمْ نَارًا ﴿٦﴾</w:t>
      </w:r>
    </w:p>
    <w:p w:rsidR="00B0558B" w:rsidRDefault="00EB7346" w:rsidP="00B0558B">
      <w:pPr>
        <w:pStyle w:val="libNormal"/>
        <w:jc w:val="both"/>
        <w:rPr>
          <w:rFonts w:cs="Times New Roman"/>
          <w:lang w:val="sw-KE"/>
        </w:rPr>
      </w:pPr>
      <w:r w:rsidRPr="00EB7346">
        <w:rPr>
          <w:rFonts w:cs="Times New Roman"/>
          <w:lang w:val="sw-KE"/>
        </w:rPr>
        <w:t xml:space="preserve">Enyi mlioamini! Jiokoeni nafsi zenu na watu wenu kutokana na moto. (66:6) </w:t>
      </w:r>
    </w:p>
    <w:p w:rsidR="00B0558B" w:rsidRDefault="00EB7346" w:rsidP="00B0558B">
      <w:pPr>
        <w:pStyle w:val="libNormal"/>
        <w:jc w:val="both"/>
        <w:rPr>
          <w:rFonts w:ascii="Tahoma" w:hAnsi="Tahoma" w:cs="Tahoma"/>
          <w:lang w:val="sw-KE"/>
        </w:rPr>
      </w:pPr>
      <w:r w:rsidRPr="00EB7346">
        <w:rPr>
          <w:rFonts w:cs="Times New Roman"/>
          <w:lang w:val="sw-KE"/>
        </w:rPr>
        <w:t xml:space="preserve">Amesema tena Mwenyezi Mungu: </w:t>
      </w:r>
    </w:p>
    <w:p w:rsidR="00B0558B" w:rsidRDefault="00315D18" w:rsidP="00315D18">
      <w:pPr>
        <w:pStyle w:val="libAie"/>
        <w:rPr>
          <w:lang w:val="sw-KE"/>
        </w:rPr>
      </w:pPr>
      <w:r w:rsidRPr="00315D18">
        <w:rPr>
          <w:rtl/>
          <w:lang w:val="sw-KE"/>
        </w:rPr>
        <w:t xml:space="preserve">وَلَا تُلْقُوا بِأَيْدِيكُمْ إِلَى التَّهْلُكَةِ </w:t>
      </w:r>
      <w:r w:rsidRPr="00315D18">
        <w:rPr>
          <w:rFonts w:hint="cs"/>
          <w:rtl/>
          <w:lang w:val="sw-KE"/>
        </w:rPr>
        <w:t>﴿١٩٥﴾</w:t>
      </w:r>
    </w:p>
    <w:p w:rsidR="00B0558B" w:rsidRDefault="00EB7346" w:rsidP="00B0558B">
      <w:pPr>
        <w:pStyle w:val="libNormal"/>
        <w:jc w:val="both"/>
        <w:rPr>
          <w:rFonts w:cs="Times New Roman"/>
          <w:lang w:val="sw-KE"/>
        </w:rPr>
      </w:pPr>
      <w:r w:rsidRPr="00EB7346">
        <w:rPr>
          <w:rFonts w:cs="Times New Roman"/>
          <w:lang w:val="sw-KE"/>
        </w:rPr>
        <w:t>Wala msijitie wenyewe katika maangamivu.</w:t>
      </w:r>
      <w:r w:rsidR="00B0558B" w:rsidRPr="00EB7346">
        <w:rPr>
          <w:rFonts w:cs="Times New Roman"/>
          <w:lang w:val="sw-KE"/>
        </w:rPr>
        <w:t xml:space="preserve"> </w:t>
      </w:r>
      <w:r w:rsidRPr="00EB7346">
        <w:rPr>
          <w:rFonts w:cs="Times New Roman"/>
          <w:lang w:val="sw-KE"/>
        </w:rPr>
        <w:t xml:space="preserve">(2:195). </w:t>
      </w:r>
    </w:p>
    <w:p w:rsidR="00B0558B" w:rsidRPr="00627EC0" w:rsidRDefault="00EB7346" w:rsidP="00B0558B">
      <w:pPr>
        <w:pStyle w:val="libNormal"/>
        <w:jc w:val="both"/>
        <w:rPr>
          <w:rStyle w:val="libBold1Char"/>
          <w:lang w:val="sw-KE"/>
        </w:rPr>
      </w:pPr>
      <w:r w:rsidRPr="00EB7346">
        <w:rPr>
          <w:rFonts w:cs="Times New Roman"/>
          <w:lang w:val="sw-KE"/>
        </w:rPr>
        <w:t xml:space="preserve">Amesema Mtume </w:t>
      </w:r>
      <w:r w:rsidRPr="00315D18">
        <w:rPr>
          <w:rStyle w:val="libBold1Char"/>
          <w:lang w:val="sw-KE"/>
        </w:rPr>
        <w:t>(s.a.w.</w:t>
      </w:r>
      <w:r w:rsidR="00315D18" w:rsidRPr="00315D18">
        <w:rPr>
          <w:rStyle w:val="libBold1Char"/>
          <w:lang w:val="sw-KE"/>
        </w:rPr>
        <w:t>w</w:t>
      </w:r>
      <w:r w:rsidRPr="00315D18">
        <w:rPr>
          <w:rStyle w:val="libBold1Char"/>
          <w:lang w:val="sw-KE"/>
        </w:rPr>
        <w:t>)</w:t>
      </w:r>
      <w:r w:rsidRPr="00EB7346">
        <w:rPr>
          <w:rFonts w:cs="Times New Roman"/>
          <w:lang w:val="sw-KE"/>
        </w:rPr>
        <w:t xml:space="preserve">: </w:t>
      </w:r>
      <w:r w:rsidRPr="00627EC0">
        <w:rPr>
          <w:rStyle w:val="libBold1Char"/>
          <w:lang w:val="sw-KE"/>
        </w:rPr>
        <w:t xml:space="preserve">Yatosha kwa mtu kupata dhambi kwa kumtupa yule anayemtegemea. </w:t>
      </w:r>
    </w:p>
    <w:p w:rsidR="00B0558B" w:rsidRDefault="00E55AB5" w:rsidP="00E55AB5">
      <w:pPr>
        <w:pStyle w:val="Heading3"/>
        <w:numPr>
          <w:ilvl w:val="0"/>
          <w:numId w:val="12"/>
        </w:numPr>
        <w:rPr>
          <w:lang w:val="sw-KE"/>
        </w:rPr>
      </w:pPr>
      <w:bookmarkStart w:id="18" w:name="_Toc10462920"/>
      <w:r w:rsidRPr="00EB7346">
        <w:rPr>
          <w:lang w:val="sw-KE"/>
        </w:rPr>
        <w:lastRenderedPageBreak/>
        <w:t>KUISHI KWA MTOTO</w:t>
      </w:r>
      <w:bookmarkEnd w:id="18"/>
      <w:r w:rsidRPr="00EB7346">
        <w:rPr>
          <w:lang w:val="sw-KE"/>
        </w:rPr>
        <w:t xml:space="preserve"> </w:t>
      </w:r>
    </w:p>
    <w:p w:rsidR="00EB7346" w:rsidRPr="00B0558B" w:rsidRDefault="00EB7346" w:rsidP="00E55AB5">
      <w:pPr>
        <w:pStyle w:val="libNormal"/>
        <w:ind w:left="288" w:firstLine="0"/>
        <w:jc w:val="both"/>
        <w:rPr>
          <w:rFonts w:ascii="Tahoma" w:hAnsi="Tahoma" w:cs="Tahoma"/>
          <w:lang w:val="sw-KE"/>
        </w:rPr>
      </w:pPr>
      <w:r w:rsidRPr="00EB7346">
        <w:rPr>
          <w:rFonts w:cs="Times New Roman"/>
          <w:lang w:val="sw-KE"/>
        </w:rPr>
        <w:t>Uislamu unamchukulia mtu kuwa ni khalifa wa Mwenyezi Mungu duniani, imetajwa katika Qurani:</w:t>
      </w:r>
      <w:r w:rsidR="00E55AB5">
        <w:rPr>
          <w:rFonts w:cs="Times New Roman"/>
          <w:lang w:val="sw-KE"/>
        </w:rPr>
        <w:t xml:space="preserve"> </w:t>
      </w:r>
      <w:r w:rsidRPr="00EB7346">
        <w:rPr>
          <w:rFonts w:cs="Times New Roman"/>
          <w:lang w:val="sw-KE"/>
        </w:rPr>
        <w:t>Hakika nitaweka katika dunia hii khalifa (2:30).</w:t>
      </w:r>
    </w:p>
    <w:p w:rsidR="00E55AB5" w:rsidRDefault="00EB7346" w:rsidP="00EB7346">
      <w:pPr>
        <w:pStyle w:val="libNormal"/>
        <w:jc w:val="both"/>
        <w:rPr>
          <w:lang w:val="sw-KE"/>
        </w:rPr>
      </w:pPr>
      <w:r w:rsidRPr="00EB7346">
        <w:rPr>
          <w:lang w:val="sw-KE"/>
        </w:rPr>
        <w:t xml:space="preserve">Kwa hivyo, jambo lolote litakalomtia khalifa huyu kwenye aibu, fedheha, ama kudhoofisha uwezo wake, limekatazwa na sheria ya Kiislamu. </w:t>
      </w:r>
    </w:p>
    <w:p w:rsidR="00EB7346" w:rsidRPr="00EB7346" w:rsidRDefault="00EB7346" w:rsidP="00EB7346">
      <w:pPr>
        <w:pStyle w:val="libNormal"/>
        <w:jc w:val="both"/>
        <w:rPr>
          <w:lang w:val="sw-KE"/>
        </w:rPr>
      </w:pPr>
      <w:r w:rsidRPr="00EB7346">
        <w:rPr>
          <w:lang w:val="sw-KE"/>
        </w:rPr>
        <w:t>Na hii ni kwa sababu ya kuhifadhi heshima na daraja ya mwanaadamu aliyopati- wa akiwa kama khalifa wake duniani. Mwenyezi Mungu amempa uwezo binaadamu kuwa na fahamu za kujua mambo bila ya kufundishwa, nguvu za ulinzi za kuweza kujihami, na kumwezesha kupata kudumu kwa ulimwengu. Pia Mwenyezi Mungu amempa mwanaadamu undani wa maarifa, na amemtukuza zaidi ya viumbe vyote vilivyosalia. Miongoni mwa uwezo aliopewa mwanaadamu ili kukabiliana na vitisho ni uwezo wa kujihami.</w:t>
      </w:r>
    </w:p>
    <w:p w:rsidR="00EB7346" w:rsidRPr="00EB7346" w:rsidRDefault="00EB7346" w:rsidP="00EB7346">
      <w:pPr>
        <w:pStyle w:val="libNormal"/>
        <w:jc w:val="both"/>
        <w:rPr>
          <w:lang w:val="sw-KE"/>
        </w:rPr>
      </w:pPr>
      <w:r w:rsidRPr="00EB7346">
        <w:rPr>
          <w:lang w:val="sw-KE"/>
        </w:rPr>
        <w:t>Uangalifu wa Uislamu kuhusiana na maisha ya mtoto na ulinzi wake, tayari wenyewe una mamlaka kwenye jamii ya kiislamu kimwili au kiroho, kwa sababu uangalifu huu unazalisha miili imara yenye siha. Kuwa na miili yenye afya katika Uislamu hakuleti natija ya nguvu ya kiakili tu, bali pia uhakika, mafanikio na matumaini katika kushughulika na maisha na watu. Ni kwa sababu hizi ndipo Uislamu umekusanya taratibu zifaazo za kujikinga, ili kuyahifadhi maisha ya waislamu na kuwaongoza katika njia yenye utaratibu na iliyopangwa katika maisha yao yote. Afya ndiyo neema bora kuliko zote alizotunikiwa mwanaadamu baada ya kuwa muislamu, kwani bila ya kuwa na afya huwezi kufanya kazi na kuweza kumtii Mungu sawasawa, kwa hivyo, hakuna chochote kinachoweza kulinganishwa nayo.</w:t>
      </w:r>
    </w:p>
    <w:p w:rsidR="00EB7346" w:rsidRPr="00EB7346" w:rsidRDefault="00EB7346" w:rsidP="00E55AB5">
      <w:pPr>
        <w:pStyle w:val="libNormal"/>
        <w:jc w:val="both"/>
        <w:rPr>
          <w:rFonts w:cs="Times New Roman"/>
          <w:lang w:val="sw-KE"/>
        </w:rPr>
      </w:pPr>
      <w:r w:rsidRPr="00EB7346">
        <w:rPr>
          <w:lang w:val="sw-KE"/>
        </w:rPr>
        <w:t xml:space="preserve">Imetajwa na Tirmidhy, kutokana na Abu Huraira ya kwamba Mtume </w:t>
      </w:r>
      <w:r w:rsidRPr="00E55AB5">
        <w:rPr>
          <w:rStyle w:val="libBold1Char"/>
          <w:lang w:val="sw-KE"/>
        </w:rPr>
        <w:t>(s.a.w</w:t>
      </w:r>
      <w:r w:rsidR="00E55AB5" w:rsidRPr="00E55AB5">
        <w:rPr>
          <w:rStyle w:val="libBold1Char"/>
          <w:lang w:val="sw-KE"/>
        </w:rPr>
        <w:t>.w</w:t>
      </w:r>
      <w:r w:rsidRPr="00E55AB5">
        <w:rPr>
          <w:rStyle w:val="libBold1Char"/>
          <w:lang w:val="sw-KE"/>
        </w:rPr>
        <w:t>)</w:t>
      </w:r>
      <w:r w:rsidRPr="00EB7346">
        <w:rPr>
          <w:lang w:val="sw-KE"/>
        </w:rPr>
        <w:t xml:space="preserve"> amesema: </w:t>
      </w:r>
      <w:r w:rsidRPr="00EB7346">
        <w:rPr>
          <w:rFonts w:cs="Times New Roman"/>
          <w:lang w:val="sw-KE"/>
        </w:rPr>
        <w:t>Kitu cha kwanza atakachoulizwa mwanaadamu Siku ya Kiyama, kutokana na neema alizopewa ni: Je mwili wako, sikuupa afya? (uliifanyia nini?)</w:t>
      </w:r>
    </w:p>
    <w:p w:rsidR="00E55AB5" w:rsidRDefault="00E55AB5" w:rsidP="00E55AB5">
      <w:pPr>
        <w:pStyle w:val="Heading3Center"/>
        <w:numPr>
          <w:ilvl w:val="0"/>
          <w:numId w:val="12"/>
        </w:numPr>
        <w:rPr>
          <w:lang w:val="sw-KE"/>
        </w:rPr>
      </w:pPr>
      <w:bookmarkStart w:id="19" w:name="_Toc10462921"/>
      <w:r w:rsidRPr="00EB7346">
        <w:rPr>
          <w:lang w:val="sw-KE"/>
        </w:rPr>
        <w:t>JUKUMU LA WAZAZI HUKO AKHERA, NA MATUNZO YA WATOTO</w:t>
      </w:r>
      <w:bookmarkEnd w:id="19"/>
      <w:r w:rsidRPr="00EB7346">
        <w:rPr>
          <w:lang w:val="sw-KE"/>
        </w:rPr>
        <w:t xml:space="preserve"> </w:t>
      </w:r>
    </w:p>
    <w:p w:rsidR="00EB7346" w:rsidRPr="00EB7346" w:rsidRDefault="00EB7346" w:rsidP="00E55AB5">
      <w:pPr>
        <w:pStyle w:val="libNormal"/>
        <w:jc w:val="both"/>
        <w:rPr>
          <w:lang w:val="sw-KE"/>
        </w:rPr>
      </w:pPr>
      <w:r w:rsidRPr="00EB7346">
        <w:rPr>
          <w:lang w:val="sw-KE"/>
        </w:rPr>
        <w:t>Inasadikiwa ya kwamba, kulingana na maumbile na hisia za binaadamu, anaweza kuepuka hali zinazotishia (maisha yake). Zaidi ya hayo, Mwenyezi Mungu amemuumbia mwanaadamu nguvu ya kiasili inayomlinda kutokana na hatari hizo. Licha ya hivyo, Uislamu umeipa uwezo nguvu hiyo, na umemkumbusha mwanaadamu aitumie kwa kujihami na kwa kuongozea mikakati ya ulinzi kwa ajili ya maisha yake. Kwa hivyo inaonyesha wazi namna gani Uislamu ulivyoupa daraja ulinzi na kuuimarisha. Ulinzi kwa maana hiyo (ilivyotajwa hapa) ungeweza kuwa na maana ya ulinzi wa mwanaadamu hapo Akhera, ambao utamwokoa kutokana na moto na vitisho vya Siku ya Kiyama. Au ungeweza kuwa ni kujilinda kwa mtu kutokana na moto ambako kunamaanisha wakati huo huo, kuilinda familia yake.</w:t>
      </w:r>
    </w:p>
    <w:p w:rsidR="00E55AB5" w:rsidRDefault="00EB7346" w:rsidP="00E55AB5">
      <w:pPr>
        <w:pStyle w:val="libNormal"/>
        <w:jc w:val="both"/>
        <w:rPr>
          <w:rFonts w:cs="Times New Roman"/>
          <w:lang w:val="sw-KE"/>
        </w:rPr>
      </w:pPr>
      <w:r w:rsidRPr="00EB7346">
        <w:rPr>
          <w:lang w:val="sw-KE"/>
        </w:rPr>
        <w:t>Imetajwa katika Qur</w:t>
      </w:r>
      <w:r w:rsidRPr="00EB7346">
        <w:rPr>
          <w:rFonts w:cs="Times New Roman"/>
          <w:lang w:val="sw-KE"/>
        </w:rPr>
        <w:t xml:space="preserve">ani: </w:t>
      </w:r>
    </w:p>
    <w:p w:rsidR="00E55AB5" w:rsidRDefault="00E55AB5" w:rsidP="00E55AB5">
      <w:pPr>
        <w:pStyle w:val="libAie"/>
        <w:rPr>
          <w:lang w:val="sw-KE"/>
        </w:rPr>
      </w:pPr>
      <w:r w:rsidRPr="00E55AB5">
        <w:rPr>
          <w:rtl/>
          <w:lang w:val="sw-KE"/>
        </w:rPr>
        <w:t>يَا أَيُّهَا الَّذِينَ آمَنُوا قُوا أَنفُسَكُمْ وَأَهْلِيكُمْ نَارًا وَقُودُهَا النَّاسُ وَالْحِجَارَةُ ﴿٦﴾</w:t>
      </w:r>
    </w:p>
    <w:p w:rsidR="00E55AB5" w:rsidRDefault="00EB7346" w:rsidP="00E55AB5">
      <w:pPr>
        <w:pStyle w:val="libNormal"/>
        <w:jc w:val="both"/>
        <w:rPr>
          <w:rFonts w:cs="Times New Roman"/>
          <w:lang w:val="sw-KE"/>
        </w:rPr>
      </w:pPr>
      <w:r w:rsidRPr="00EB7346">
        <w:rPr>
          <w:rFonts w:cs="Times New Roman"/>
          <w:lang w:val="sw-KE"/>
        </w:rPr>
        <w:t xml:space="preserve">Enyi mlioamini! Jiokoeni nafsi zenu na watu (jamii) yenu kutokana na Moto ambao kuni zake ni watu na mawe (66:6). </w:t>
      </w:r>
    </w:p>
    <w:p w:rsidR="00EB7346" w:rsidRPr="00EB7346" w:rsidRDefault="00EB7346" w:rsidP="00E55AB5">
      <w:pPr>
        <w:pStyle w:val="libNormal"/>
        <w:jc w:val="both"/>
        <w:rPr>
          <w:lang w:val="sw-KE"/>
        </w:rPr>
      </w:pPr>
      <w:r w:rsidRPr="00EB7346">
        <w:rPr>
          <w:rFonts w:cs="Times New Roman"/>
          <w:lang w:val="sw-KE"/>
        </w:rPr>
        <w:lastRenderedPageBreak/>
        <w:t>Aya hizo zilizotangulia zinawataka wacha Mungu waumini kujilinda na kujihami wao na jamii zao pia kutokana na Moto</w:t>
      </w:r>
      <w:r w:rsidRPr="00EB7346">
        <w:rPr>
          <w:lang w:val="sw-KE"/>
        </w:rPr>
        <w:t xml:space="preserve"> ambao kuni zake zitakuwa ni watu waovu. Kujilinda maana yake (hapa) inarejea kwenye kutenda amali njema, na kuwa na mwenendo mzuri, kumtii Mwenyezi Mungu na kujizuia na makatazo yake. Miongoni mwa matendo ya kujilinda kwa Akhera, ni kujizuia na maamrisho yote ya Mwenyezi Mungu, kuhusiana na chakula, kinywaji, mavazi, n.k.</w:t>
      </w:r>
    </w:p>
    <w:p w:rsidR="00E55AB5" w:rsidRDefault="00EB7346" w:rsidP="00E55AB5">
      <w:pPr>
        <w:pStyle w:val="libNormal"/>
        <w:jc w:val="both"/>
        <w:rPr>
          <w:rFonts w:ascii="Tahoma" w:hAnsi="Tahoma" w:cs="Tahoma"/>
          <w:lang w:val="sw-KE"/>
        </w:rPr>
      </w:pPr>
      <w:r w:rsidRPr="00EB7346">
        <w:rPr>
          <w:lang w:val="sw-KE"/>
        </w:rPr>
        <w:t>Imetajwa katika Qur</w:t>
      </w:r>
      <w:r w:rsidRPr="00EB7346">
        <w:rPr>
          <w:rFonts w:cs="Times New Roman"/>
          <w:lang w:val="sw-KE"/>
        </w:rPr>
        <w:t xml:space="preserve">ani: </w:t>
      </w:r>
    </w:p>
    <w:p w:rsidR="00E55AB5" w:rsidRDefault="002C26AB" w:rsidP="002C26AB">
      <w:pPr>
        <w:pStyle w:val="libAie"/>
        <w:rPr>
          <w:lang w:val="sw-KE"/>
        </w:rPr>
      </w:pPr>
      <w:r w:rsidRPr="002C26AB">
        <w:rPr>
          <w:rtl/>
          <w:lang w:val="sw-KE"/>
        </w:rPr>
        <w:t xml:space="preserve">يَا أَيُّهَا الرُّسُلُ كُلُوا مِنَ الطَّيِّبَاتِ وَاعْمَلُوا صَالِحًا </w:t>
      </w:r>
      <w:r w:rsidRPr="002C26AB">
        <w:rPr>
          <w:rFonts w:hint="cs"/>
          <w:rtl/>
          <w:lang w:val="sw-KE"/>
        </w:rPr>
        <w:t xml:space="preserve"> إِنِّي بِمَا تَعْمَلُونَ عَلِيمٌ ﴿٥١﴾</w:t>
      </w:r>
    </w:p>
    <w:p w:rsidR="00E55AB5" w:rsidRDefault="00EB7346" w:rsidP="00E55AB5">
      <w:pPr>
        <w:pStyle w:val="libNormal"/>
        <w:jc w:val="both"/>
        <w:rPr>
          <w:rFonts w:cs="Times New Roman"/>
          <w:lang w:val="sw-KE"/>
        </w:rPr>
      </w:pPr>
      <w:r w:rsidRPr="00EB7346">
        <w:rPr>
          <w:rFonts w:cs="Times New Roman"/>
          <w:lang w:val="sw-KE"/>
        </w:rPr>
        <w:t xml:space="preserve">Enyi Mitume! Kuleni vyakula vilivyo vizuri (halali) na tendeni mambo mema, hakika Mimi najua yote myafanyayo. (23:51). </w:t>
      </w:r>
    </w:p>
    <w:p w:rsidR="00E55AB5" w:rsidRPr="003812A1" w:rsidRDefault="00E55AB5" w:rsidP="0056230A">
      <w:pPr>
        <w:pStyle w:val="Heading3Center"/>
        <w:numPr>
          <w:ilvl w:val="0"/>
          <w:numId w:val="12"/>
        </w:numPr>
      </w:pPr>
      <w:bookmarkStart w:id="20" w:name="_Toc10462922"/>
      <w:r w:rsidRPr="00EB7346">
        <w:rPr>
          <w:lang w:val="sw-KE"/>
        </w:rPr>
        <w:t>JUKUMU LA WAZAZI MAISHANI NA MATUNZO YA MTOTO</w:t>
      </w:r>
      <w:bookmarkEnd w:id="20"/>
      <w:r w:rsidRPr="00EB7346">
        <w:rPr>
          <w:lang w:val="sw-KE"/>
        </w:rPr>
        <w:t xml:space="preserve"> </w:t>
      </w:r>
    </w:p>
    <w:p w:rsidR="00E55AB5" w:rsidRDefault="00EB7346" w:rsidP="00E55AB5">
      <w:pPr>
        <w:pStyle w:val="libNormal"/>
        <w:jc w:val="both"/>
        <w:rPr>
          <w:rFonts w:cs="Times New Roman"/>
          <w:lang w:val="sw-KE"/>
        </w:rPr>
      </w:pPr>
      <w:r w:rsidRPr="00EB7346">
        <w:rPr>
          <w:lang w:val="sw-KE"/>
        </w:rPr>
        <w:t>Matunzo ya mtoto wakati wa maisha yake yanahusiana na kumkinga kutokana na magonjwa na maradhi yaambukizayo na yote yale yawezayo kumpata mtu kutokana na uzembe, na kutojihusisha. Imesema Qur</w:t>
      </w:r>
      <w:r w:rsidRPr="00EB7346">
        <w:rPr>
          <w:rFonts w:cs="Times New Roman"/>
          <w:lang w:val="sw-KE"/>
        </w:rPr>
        <w:t xml:space="preserve">ani: </w:t>
      </w:r>
    </w:p>
    <w:p w:rsidR="00627EC0" w:rsidRPr="00627EC0" w:rsidRDefault="00EB7346" w:rsidP="00E55AB5">
      <w:pPr>
        <w:pStyle w:val="libNormal"/>
        <w:jc w:val="both"/>
        <w:rPr>
          <w:rtl/>
          <w:lang w:val="sw-KE"/>
        </w:rPr>
      </w:pPr>
      <w:r w:rsidRPr="00627EC0">
        <w:rPr>
          <w:rStyle w:val="libAieChar"/>
          <w:lang w:val="sw-KE"/>
        </w:rPr>
        <w:t>Wala msijitie wenyewe katika maangamivu</w:t>
      </w:r>
      <w:r w:rsidRPr="00627EC0">
        <w:rPr>
          <w:rFonts w:cs="Times New Roman"/>
          <w:lang w:val="sw-KE"/>
        </w:rPr>
        <w:t xml:space="preserve"> (2:1</w:t>
      </w:r>
      <w:r w:rsidRPr="00627EC0">
        <w:rPr>
          <w:lang w:val="sw-KE"/>
        </w:rPr>
        <w:t xml:space="preserve">95). </w:t>
      </w:r>
    </w:p>
    <w:p w:rsidR="00EB7346" w:rsidRPr="00EB7346" w:rsidRDefault="00627EC0" w:rsidP="00E55AB5">
      <w:pPr>
        <w:pStyle w:val="libNormal"/>
        <w:jc w:val="both"/>
        <w:rPr>
          <w:lang w:val="sw-KE"/>
        </w:rPr>
      </w:pPr>
      <w:r>
        <w:rPr>
          <w:lang w:val="sw-KE"/>
        </w:rPr>
        <w:t>Katika</w:t>
      </w:r>
      <w:r>
        <w:rPr>
          <w:rFonts w:hint="cs"/>
          <w:rtl/>
          <w:lang w:val="sw-KE"/>
        </w:rPr>
        <w:t xml:space="preserve"> </w:t>
      </w:r>
      <w:r w:rsidR="00EB7346" w:rsidRPr="00EB7346">
        <w:rPr>
          <w:lang w:val="sw-KE"/>
        </w:rPr>
        <w:t>Aya iliyotangulia hapo juu, Mwenyezi Mungu amemkataza mwanaadamu kuchangia maangamivu yake mwenyewe kupitia kwenye vitendo ambavyo angevitenda kulingana na mwenyewe. Ijapokuwa mtu kujidhuru au kujiangamiza kunaonekana kwamba kunapingana na fikra zilizo timamu (yaani haiwezekani), lakini yaelekea kuwa kunaweza kutokea kutokana na uzembe ama kutojihusisha na kuchukua kinga zifaazo ili kuyachunga maisha yake mwenyewe.</w:t>
      </w:r>
    </w:p>
    <w:p w:rsidR="00EB7346" w:rsidRPr="00EB7346" w:rsidRDefault="00EB7346" w:rsidP="00E55AB5">
      <w:pPr>
        <w:pStyle w:val="libNormal"/>
        <w:jc w:val="both"/>
        <w:rPr>
          <w:lang w:val="sw-KE"/>
        </w:rPr>
      </w:pPr>
      <w:r w:rsidRPr="00EB7346">
        <w:rPr>
          <w:rFonts w:cs="Times New Roman"/>
          <w:lang w:val="sw-KE"/>
        </w:rPr>
        <w:t>Kujiangamiza hapa, haina maana tu ya maangamivu yanayosababishwa na kiu, nja</w:t>
      </w:r>
      <w:r w:rsidRPr="00EB7346">
        <w:rPr>
          <w:lang w:val="sw-KE"/>
        </w:rPr>
        <w:t xml:space="preserve">a, au mtu mwenyewe kujitoa mhanga kwa njia moja au nyingine kutokana na madhambi ayatendayo. </w:t>
      </w:r>
      <w:r w:rsidRPr="00EB7346">
        <w:rPr>
          <w:rFonts w:cs="Times New Roman"/>
          <w:lang w:val="sw-KE"/>
        </w:rPr>
        <w:t>Kuangamia kwa maana hiyo, kunamaanisha kwamba kufanya ajizi kidogo tu, au kuzembea katika kujikinga, ndiko kujiangamiza. Kwa hivyo hii ni pamoja na mtu kujihatar</w:t>
      </w:r>
      <w:r w:rsidRPr="00EB7346">
        <w:rPr>
          <w:lang w:val="sw-KE"/>
        </w:rPr>
        <w:t>isha na magonjwa, maradhi yaambukizayo, ukosefu wa chanjo kutokana na maradhi yauwayo, na ukosefu wa uangalifu wakati wa shida na hatari. Vitendo hivyo vyote vilivyotangulia kutajwa vinachukuliwa kuwa ni kumchangia mtu katika maangamivu yake mwenyewe.</w:t>
      </w:r>
    </w:p>
    <w:p w:rsidR="00EB7346" w:rsidRPr="00EB7346" w:rsidRDefault="00EB7346" w:rsidP="00E55AB5">
      <w:pPr>
        <w:pStyle w:val="libNormal"/>
        <w:jc w:val="both"/>
        <w:rPr>
          <w:rFonts w:cs="Times New Roman"/>
          <w:lang w:val="sw-KE"/>
        </w:rPr>
      </w:pPr>
      <w:r w:rsidRPr="00EB7346">
        <w:rPr>
          <w:lang w:val="sw-KE"/>
        </w:rPr>
        <w:t xml:space="preserve">Kwa sababu hiyo ndipo Uislamu ukaamuru kuchukua kinga zifaazo, na kutafuta matibabu kwa ajili ya magonjwa yote. Mtume </w:t>
      </w:r>
      <w:r w:rsidRPr="00E55AB5">
        <w:rPr>
          <w:rStyle w:val="libBold1Char"/>
          <w:lang w:val="sw-KE"/>
        </w:rPr>
        <w:t>(s.a.w.</w:t>
      </w:r>
      <w:r w:rsidR="00E55AB5" w:rsidRPr="00E55AB5">
        <w:rPr>
          <w:rStyle w:val="libBold1Char"/>
          <w:lang w:val="sw-KE"/>
        </w:rPr>
        <w:t>w</w:t>
      </w:r>
      <w:r w:rsidRPr="00E55AB5">
        <w:rPr>
          <w:rStyle w:val="libBold1Char"/>
          <w:lang w:val="sw-KE"/>
        </w:rPr>
        <w:t>)</w:t>
      </w:r>
      <w:r w:rsidRPr="00EB7346">
        <w:rPr>
          <w:lang w:val="sw-KE"/>
        </w:rPr>
        <w:t xml:space="preserve"> amesema: </w:t>
      </w:r>
      <w:r w:rsidRPr="00EB7346">
        <w:rPr>
          <w:rFonts w:cs="Times New Roman"/>
          <w:lang w:val="sw-KE"/>
        </w:rPr>
        <w:t>Mwenyezi Mungu hakuweka maradhi ila ameleta na dawa ya kuyatibu.</w:t>
      </w:r>
    </w:p>
    <w:p w:rsidR="003812A1" w:rsidRDefault="003812A1" w:rsidP="003812A1">
      <w:pPr>
        <w:pStyle w:val="Heading3"/>
        <w:numPr>
          <w:ilvl w:val="0"/>
          <w:numId w:val="12"/>
        </w:numPr>
        <w:rPr>
          <w:lang w:val="sw-KE"/>
        </w:rPr>
      </w:pPr>
      <w:bookmarkStart w:id="21" w:name="_Toc10462923"/>
      <w:r w:rsidRPr="00EB7346">
        <w:rPr>
          <w:lang w:val="sw-KE"/>
        </w:rPr>
        <w:t>JUKUMU LA WAZAZI NA MAKUZI YA MTOTO</w:t>
      </w:r>
      <w:bookmarkEnd w:id="21"/>
      <w:r w:rsidRPr="00EB7346">
        <w:rPr>
          <w:lang w:val="sw-KE"/>
        </w:rPr>
        <w:t xml:space="preserve"> </w:t>
      </w:r>
    </w:p>
    <w:p w:rsidR="00EB7346" w:rsidRPr="003812A1" w:rsidRDefault="00EB7346" w:rsidP="003812A1">
      <w:pPr>
        <w:pStyle w:val="libNormal"/>
        <w:ind w:firstLine="0"/>
        <w:jc w:val="both"/>
        <w:rPr>
          <w:lang w:val="sw-KE"/>
        </w:rPr>
      </w:pPr>
      <w:r w:rsidRPr="003812A1">
        <w:rPr>
          <w:lang w:val="sw-KE"/>
        </w:rPr>
        <w:t>Sheria ya Kiislamu imewaamuru wazazi kuwa ni dhamana kwa maisha ya mtoto na makuzi yake. Kwa msingi wa kwamba, mtoto huchukuliwa kuwa ni dhamana waliyopewa, ambayo inapaswa kutunzwa nao kwani watakujaeleza mbele ya Mwenyezi Mungu (jinsi walivyoitunza amana waliyopewa). Mtoto mwanzoni mwa maisha yake huwa hajui hatari hasa ambazo zingehatarisha maisha yake. Kwa kuongezea ni kwamba yeye hawezi kujilisha na kuchunga maisha yake, kwa hivyo basi, ndipo Mwenyezi Mungu akawafanya wazazi kuwa ni dhamana kwa ajili ya kuwalinda watoto wao kutokana na magonjwa mbalimbali na hatari ambazo zingetishia maisha na makuzi yao.</w:t>
      </w:r>
    </w:p>
    <w:p w:rsidR="009D2FE8" w:rsidRDefault="00EB7346" w:rsidP="00E55AB5">
      <w:pPr>
        <w:pStyle w:val="libNormal"/>
        <w:jc w:val="both"/>
        <w:rPr>
          <w:rFonts w:cs="Times New Roman"/>
          <w:lang w:val="sw-KE"/>
        </w:rPr>
      </w:pPr>
      <w:r w:rsidRPr="00EB7346">
        <w:rPr>
          <w:lang w:val="sw-KE"/>
        </w:rPr>
        <w:lastRenderedPageBreak/>
        <w:t xml:space="preserve">Imetajwa katika Hadith: </w:t>
      </w:r>
      <w:r w:rsidRPr="009D2FE8">
        <w:rPr>
          <w:rStyle w:val="libBold1Char"/>
          <w:lang w:val="sw-KE"/>
        </w:rPr>
        <w:t>Kila mmoja wenu ni mchungaji na kila mmoja ataulizwa juu ya kile akichungacho.</w:t>
      </w:r>
      <w:r w:rsidRPr="00EB7346">
        <w:rPr>
          <w:rFonts w:cs="Times New Roman"/>
          <w:lang w:val="sw-KE"/>
        </w:rPr>
        <w:t xml:space="preserve"> </w:t>
      </w:r>
    </w:p>
    <w:p w:rsidR="00EB7346" w:rsidRPr="00EB7346" w:rsidRDefault="00EB7346" w:rsidP="00E55AB5">
      <w:pPr>
        <w:pStyle w:val="libNormal"/>
        <w:jc w:val="both"/>
        <w:rPr>
          <w:lang w:val="sw-KE"/>
        </w:rPr>
      </w:pPr>
      <w:r w:rsidRPr="00EB7346">
        <w:rPr>
          <w:rFonts w:cs="Times New Roman"/>
          <w:lang w:val="sw-KE"/>
        </w:rPr>
        <w:t>Baba ni mlezi wa jamii yake. Mke ni mchungaji wa mali ya mu</w:t>
      </w:r>
      <w:r w:rsidRPr="00EB7346">
        <w:rPr>
          <w:lang w:val="sw-KE"/>
        </w:rPr>
        <w:t>mewe na watoto wake, na ndiye atakayeulizwa kuhusu akitunzacho. Mtumishi ni mtunzaji wa mali ya tajiri yake na ndiye atakayeulizwa kuhusu mali aitunzayo. Ndiyo, kila mmoja wenu ni mchungaji na ndiye atakayeulizwa juu ya anachokiangalia.</w:t>
      </w:r>
      <w:r w:rsidRPr="00EB7346">
        <w:rPr>
          <w:rFonts w:cs="Times New Roman"/>
          <w:lang w:val="sw-KE"/>
        </w:rPr>
        <w:t xml:space="preserve"> Mbali na kuwa ni d</w:t>
      </w:r>
      <w:r w:rsidRPr="00EB7346">
        <w:rPr>
          <w:lang w:val="sw-KE"/>
        </w:rPr>
        <w:t>hamana, ni wajibu wao pia kuwalisha watoto wao na kuwatosheleza mahitaji yao, hii inaweza kuwa kwa kuwachagulia kwa njia nzuri chakula chao, na kuwalinda kutoka</w:t>
      </w:r>
      <w:r w:rsidR="00627EC0">
        <w:rPr>
          <w:lang w:val="sw-KE"/>
        </w:rPr>
        <w:t>na na maradhi yote yatakayowad</w:t>
      </w:r>
      <w:r w:rsidRPr="00EB7346">
        <w:rPr>
          <w:lang w:val="sw-KE"/>
        </w:rPr>
        <w:t>huru.</w:t>
      </w:r>
    </w:p>
    <w:p w:rsidR="00EB7346" w:rsidRPr="00EB7346" w:rsidRDefault="00EB7346" w:rsidP="00E55AB5">
      <w:pPr>
        <w:pStyle w:val="libNormal"/>
        <w:jc w:val="both"/>
        <w:rPr>
          <w:rFonts w:cs="Times New Roman"/>
          <w:lang w:val="sw-KE"/>
        </w:rPr>
      </w:pPr>
      <w:r w:rsidRPr="00EB7346">
        <w:rPr>
          <w:lang w:val="sw-KE"/>
        </w:rPr>
        <w:t xml:space="preserve">Miongoni mwa hatari zinazoweza kutishia maisha ya mtoto katika miaka yake ya mwanzoni ni uwezekano wa kupatwa na mojawapo ya maradhi yauwayo watoto kama: Ugonjwa wa kupooza (Polio), Surua (Ukambi), dondakoo (DPT au Diphtheria) n.k. Au upungufu wa maji mwilini uletwao na magonjwa ya kuharisha n.k. Magonjwa hayo yote yanaweza kumshambulia mtoto, kumlemaza na kumhuzunisha maisha yake na ya wazazi wake. Uislamu unatuonya vikali sana tusipuuze matunzo na matibabu ya watoto wetu kutokana na maradhi yauwayo watoto au mengineo. Kwa ajili hiyo, Uislamu unaamrisha waumini wake kuwa wenye nguvu na afya. Mtume </w:t>
      </w:r>
      <w:r w:rsidRPr="00E55AB5">
        <w:rPr>
          <w:rStyle w:val="libBold1Char"/>
          <w:lang w:val="sw-KE"/>
        </w:rPr>
        <w:t>(s.a.w.</w:t>
      </w:r>
      <w:r w:rsidR="00E55AB5" w:rsidRPr="00E55AB5">
        <w:rPr>
          <w:rStyle w:val="libBold1Char"/>
          <w:lang w:val="sw-KE"/>
        </w:rPr>
        <w:t>w</w:t>
      </w:r>
      <w:r w:rsidRPr="00E55AB5">
        <w:rPr>
          <w:rStyle w:val="libBold1Char"/>
          <w:lang w:val="sw-KE"/>
        </w:rPr>
        <w:t>)</w:t>
      </w:r>
      <w:r w:rsidRPr="00EB7346">
        <w:rPr>
          <w:lang w:val="sw-KE"/>
        </w:rPr>
        <w:t xml:space="preserve"> amesema: </w:t>
      </w:r>
      <w:r w:rsidRPr="00EB7346">
        <w:rPr>
          <w:rFonts w:cs="Times New Roman"/>
          <w:lang w:val="sw-KE"/>
        </w:rPr>
        <w:t>Muislamu mwenye nguvu ni bora na ndiye apendezaye zaidi kwa Mwenyezi Mungu kuliko Muislamu mnyonge.</w:t>
      </w:r>
    </w:p>
    <w:p w:rsidR="003812A1" w:rsidRDefault="00EB7346" w:rsidP="00E55AB5">
      <w:pPr>
        <w:pStyle w:val="libNormal"/>
        <w:jc w:val="both"/>
        <w:rPr>
          <w:rFonts w:cs="Times New Roman"/>
          <w:lang w:val="sw-KE"/>
        </w:rPr>
      </w:pPr>
      <w:r w:rsidRPr="00EB7346">
        <w:rPr>
          <w:lang w:val="sw-KE"/>
        </w:rPr>
        <w:t xml:space="preserve">Kwa kuwa upendo wa wazazi kwa watoto ni sehemu ya maumbile yao (wazazi) ya kiasili, ndipo ikawa hapana haja ya kuagizwa juu ya jambo hilo, kwa hivyo Uislamu umetilia mkazo zaidi umuhimu wa </w:t>
      </w:r>
      <w:r w:rsidRPr="00EB7346">
        <w:rPr>
          <w:rFonts w:cs="Times New Roman"/>
          <w:lang w:val="sw-KE"/>
        </w:rPr>
        <w:t>matunzo ya watoto na ukaonya vikali wazazi wasizembee katika jambo hilo, ili familia na jamii ziweze kuishi kwa raha na furaha. Na hii hatimaye huleta muundo wa</w:t>
      </w:r>
      <w:r w:rsidRPr="00EB7346">
        <w:rPr>
          <w:lang w:val="sw-KE"/>
        </w:rPr>
        <w:t xml:space="preserve"> kizazi ambacho kitategemewa kuweza kubeba mzigo wake barabara na katika hali ya kujitegemea. Imetajwa katika Qur</w:t>
      </w:r>
      <w:r w:rsidRPr="00EB7346">
        <w:rPr>
          <w:rFonts w:cs="Times New Roman"/>
          <w:lang w:val="sw-KE"/>
        </w:rPr>
        <w:t xml:space="preserve">ani: </w:t>
      </w:r>
    </w:p>
    <w:p w:rsidR="00EB7346" w:rsidRPr="00EB7346" w:rsidRDefault="00EB7346" w:rsidP="00E55AB5">
      <w:pPr>
        <w:pStyle w:val="libNormal"/>
        <w:jc w:val="both"/>
        <w:rPr>
          <w:rFonts w:cs="Times New Roman"/>
          <w:lang w:val="sw-KE"/>
        </w:rPr>
      </w:pPr>
      <w:r w:rsidRPr="00EB7346">
        <w:rPr>
          <w:rFonts w:cs="Times New Roman"/>
          <w:lang w:val="sw-KE"/>
        </w:rPr>
        <w:t>Wala msijitie wenyewe katika maangamivu.</w:t>
      </w:r>
      <w:r w:rsidR="00E55AB5">
        <w:rPr>
          <w:rFonts w:cs="Times New Roman"/>
          <w:lang w:val="sw-KE"/>
        </w:rPr>
        <w:t xml:space="preserve"> </w:t>
      </w:r>
      <w:r w:rsidRPr="00EB7346">
        <w:rPr>
          <w:rFonts w:cs="Times New Roman"/>
          <w:lang w:val="sw-KE"/>
        </w:rPr>
        <w:t>(2:145).</w:t>
      </w:r>
    </w:p>
    <w:p w:rsidR="003812A1" w:rsidRDefault="00EB7346" w:rsidP="003812A1">
      <w:pPr>
        <w:pStyle w:val="libNormal"/>
        <w:jc w:val="both"/>
        <w:rPr>
          <w:rFonts w:ascii="Tahoma" w:hAnsi="Tahoma" w:cs="Tahoma"/>
          <w:lang w:val="sw-KE"/>
        </w:rPr>
      </w:pPr>
      <w:r w:rsidRPr="00EB7346">
        <w:rPr>
          <w:lang w:val="sw-KE"/>
        </w:rPr>
        <w:t>Na je ni maangamivu gani maovu zaidi ambayo mtu anaweza akajifanyia mwenyewe kuliko kuingiza kiwiliwili chake na damu (watoto) wake kwenye hatari ya kifo na adhabu? Imetajwa tena katika Qur</w:t>
      </w:r>
      <w:r w:rsidRPr="00EB7346">
        <w:rPr>
          <w:rFonts w:cs="Times New Roman"/>
          <w:lang w:val="sw-KE"/>
        </w:rPr>
        <w:t xml:space="preserve">ani: </w:t>
      </w:r>
    </w:p>
    <w:p w:rsidR="003812A1" w:rsidRDefault="003812A1" w:rsidP="003812A1">
      <w:pPr>
        <w:pStyle w:val="libAie"/>
        <w:rPr>
          <w:lang w:val="sw-KE"/>
        </w:rPr>
      </w:pPr>
      <w:r w:rsidRPr="003812A1">
        <w:rPr>
          <w:rtl/>
          <w:lang w:val="sw-KE"/>
        </w:rPr>
        <w:t>يَا أَيُّهَا الَّذِينَ آمَنُوا قُوا أَنفُسَكُمْ وَأَهْلِيكُمْ نَارًا وَقُودُهَا النَّاسُ وَالْحِجَارَةُ ﴿٦﴾</w:t>
      </w:r>
    </w:p>
    <w:p w:rsidR="00EB7346" w:rsidRPr="00EB7346" w:rsidRDefault="00EB7346" w:rsidP="003812A1">
      <w:pPr>
        <w:pStyle w:val="libNormal"/>
        <w:jc w:val="both"/>
        <w:rPr>
          <w:rFonts w:cs="Times New Roman"/>
          <w:lang w:val="sw-KE"/>
        </w:rPr>
      </w:pPr>
      <w:r w:rsidRPr="00EB7346">
        <w:rPr>
          <w:rFonts w:cs="Times New Roman"/>
          <w:lang w:val="sw-KE"/>
        </w:rPr>
        <w:t>Enyi mlioamini! Jiokoeni nafsi zenu na watu (jamii) wenu kut</w:t>
      </w:r>
      <w:r w:rsidRPr="00EB7346">
        <w:rPr>
          <w:lang w:val="sw-KE"/>
        </w:rPr>
        <w:t>okana na moto, ambao kuni zake ni watu na mawe</w:t>
      </w:r>
      <w:r w:rsidR="003812A1" w:rsidRPr="00EB7346">
        <w:rPr>
          <w:rFonts w:cs="Times New Roman"/>
          <w:lang w:val="sw-KE"/>
        </w:rPr>
        <w:t xml:space="preserve"> </w:t>
      </w:r>
      <w:r w:rsidRPr="00EB7346">
        <w:rPr>
          <w:rFonts w:cs="Times New Roman"/>
          <w:lang w:val="sw-KE"/>
        </w:rPr>
        <w:t>(66:6)</w:t>
      </w:r>
      <w:r w:rsidR="003812A1">
        <w:rPr>
          <w:rFonts w:cs="Times New Roman"/>
          <w:lang w:val="sw-KE"/>
        </w:rPr>
        <w:t>.</w:t>
      </w:r>
    </w:p>
    <w:p w:rsidR="003812A1" w:rsidRDefault="00EB7346" w:rsidP="003812A1">
      <w:pPr>
        <w:pStyle w:val="libNormal"/>
        <w:jc w:val="both"/>
        <w:rPr>
          <w:rFonts w:cs="Times New Roman"/>
          <w:lang w:val="sw-KE"/>
        </w:rPr>
      </w:pPr>
      <w:r w:rsidRPr="00EB7346">
        <w:rPr>
          <w:lang w:val="sw-KE"/>
        </w:rPr>
        <w:t xml:space="preserve">Kujilinda na maangamivu (ya ugonjwa n.k.) kuna maana sawa na kuna daraja moja na kuilinda jamii kutokana na maangamivu ya motoni. Ikiwa kujilinda kunahitajika kwa ajili ya maisha ya akhera, basi kujilinda huko kunahitajika zaidi wakati wa maisha ya duniani kwani kile ukipendacho katika maisha yako duniani ndicho utakachokivuna akhera. Kujilinda kwa maana hiyo, hakumaanishi kujizuia kutokana na kutenda maovu, madhambi na mambo ya fedheha tu, bali ina maana ya ndani zaidi kuhusiana na usawa baina ya mahitaji ya nafsi, kiwiliwili, roho, na kujilinda na maneno ya Mtume </w:t>
      </w:r>
      <w:r w:rsidRPr="00E1048F">
        <w:rPr>
          <w:rStyle w:val="libBold1Char"/>
          <w:lang w:val="sw-KE"/>
        </w:rPr>
        <w:t>(s.a.w.</w:t>
      </w:r>
      <w:r w:rsidR="00E1048F" w:rsidRPr="00E1048F">
        <w:rPr>
          <w:rStyle w:val="libBold1Char"/>
          <w:lang w:val="sw-KE"/>
        </w:rPr>
        <w:t>w</w:t>
      </w:r>
      <w:r w:rsidRPr="00E1048F">
        <w:rPr>
          <w:rStyle w:val="libBold1Char"/>
          <w:lang w:val="sw-KE"/>
        </w:rPr>
        <w:t>)</w:t>
      </w:r>
      <w:r w:rsidRPr="00EB7346">
        <w:rPr>
          <w:lang w:val="sw-KE"/>
        </w:rPr>
        <w:t xml:space="preserve"> aliposema: </w:t>
      </w:r>
      <w:r w:rsidRPr="003812A1">
        <w:rPr>
          <w:rStyle w:val="libBold1Char"/>
          <w:lang w:val="sw-KE"/>
        </w:rPr>
        <w:t>Yatosha kwa mtu kupata dhambi kwa kutomjali yule anaemtegemea.</w:t>
      </w:r>
      <w:r w:rsidRPr="00EB7346">
        <w:rPr>
          <w:rFonts w:cs="Times New Roman"/>
          <w:lang w:val="sw-KE"/>
        </w:rPr>
        <w:t xml:space="preserve"> </w:t>
      </w:r>
    </w:p>
    <w:p w:rsidR="00EB7346" w:rsidRPr="003812A1" w:rsidRDefault="00EB7346" w:rsidP="003812A1">
      <w:pPr>
        <w:pStyle w:val="libNormal"/>
        <w:jc w:val="both"/>
        <w:rPr>
          <w:rFonts w:ascii="Tahoma" w:hAnsi="Tahoma" w:cs="Tahoma"/>
          <w:lang w:val="sw-KE"/>
        </w:rPr>
      </w:pPr>
      <w:r w:rsidRPr="00EB7346">
        <w:rPr>
          <w:rFonts w:cs="Times New Roman"/>
          <w:lang w:val="sw-KE"/>
        </w:rPr>
        <w:t xml:space="preserve">Pia: </w:t>
      </w:r>
      <w:r w:rsidRPr="003812A1">
        <w:rPr>
          <w:rStyle w:val="libBold1Char"/>
          <w:lang w:val="sw-KE"/>
        </w:rPr>
        <w:t>Nyote ni wachungaji na kila mmoja wenu ataulizwa kutokana na kile anachokichunga.</w:t>
      </w:r>
    </w:p>
    <w:p w:rsidR="00EB7346" w:rsidRPr="00EB7346" w:rsidRDefault="00EB7346" w:rsidP="003812A1">
      <w:pPr>
        <w:pStyle w:val="libNormal"/>
        <w:jc w:val="both"/>
        <w:rPr>
          <w:lang w:val="sw-KE"/>
        </w:rPr>
      </w:pPr>
      <w:r w:rsidRPr="00EB7346">
        <w:rPr>
          <w:lang w:val="sw-KE"/>
        </w:rPr>
        <w:lastRenderedPageBreak/>
        <w:t xml:space="preserve">Tukizingatia, inatudhihirikia wazi kwamba kuwakinga watu wetu kutokana na maradhi ni amri ya kidini na ni wajibu wa jamii na pia ni wajibu wa taifa zima. Mtume </w:t>
      </w:r>
      <w:r w:rsidRPr="003812A1">
        <w:rPr>
          <w:rStyle w:val="libBold1Char"/>
          <w:lang w:val="sw-KE"/>
        </w:rPr>
        <w:t>(s.a.w.</w:t>
      </w:r>
      <w:r w:rsidR="003812A1" w:rsidRPr="003812A1">
        <w:rPr>
          <w:rStyle w:val="libBold1Char"/>
          <w:lang w:val="sw-KE"/>
        </w:rPr>
        <w:t>w</w:t>
      </w:r>
      <w:r w:rsidRPr="003812A1">
        <w:rPr>
          <w:rStyle w:val="libBold1Char"/>
          <w:lang w:val="sw-KE"/>
        </w:rPr>
        <w:t>)</w:t>
      </w:r>
      <w:r w:rsidRPr="00EB7346">
        <w:rPr>
          <w:lang w:val="sw-KE"/>
        </w:rPr>
        <w:t xml:space="preserve"> amesema: </w:t>
      </w:r>
      <w:r w:rsidRPr="00EB7346">
        <w:rPr>
          <w:rFonts w:cs="Times New Roman"/>
          <w:lang w:val="sw-KE"/>
        </w:rPr>
        <w:t>Mwenye kuitunza jamii na hakuipa nasaha</w:t>
      </w:r>
      <w:r w:rsidRPr="00EB7346">
        <w:rPr>
          <w:lang w:val="sw-KE"/>
        </w:rPr>
        <w:t xml:space="preserve"> (maonyo), basi mtu huyo atanyimwa pepo.</w:t>
      </w:r>
      <w:r w:rsidRPr="00EB7346">
        <w:rPr>
          <w:rFonts w:cs="Times New Roman"/>
          <w:lang w:val="sw-KE"/>
        </w:rPr>
        <w:t xml:space="preserve"> Kuwapatia watoto huduma za chanjo dhidi ya maradhi yauwayo na yalemazayo, humwokoa mtunzaji wa jamii kutokana na kosa la kupuuza jamii yake. Na mwishowe ataokoka Siku ya Kiyama kutokana na vitisho ambavyo vingempat</w:t>
      </w:r>
      <w:r w:rsidRPr="00EB7346">
        <w:rPr>
          <w:lang w:val="sw-KE"/>
        </w:rPr>
        <w:t>a wakati Mwenyezi Mungu atapomuuliza kuhusu hali ya wafuasi wake (wenye kumtegemea) na sababu ya kuwa mzembe katika jambo hilo. Kwa hivyo basi, iwapo wazazi hawatachukua hatua zifaazo ili kulinda maisha ya watoto wao kuwakinga kutokana na maradhi, kuna uwezekano mkubwa wa kunyimwa pepo akhera.</w:t>
      </w:r>
    </w:p>
    <w:p w:rsidR="00EB7346" w:rsidRPr="00EB7346" w:rsidRDefault="00EB7346" w:rsidP="003812A1">
      <w:pPr>
        <w:pStyle w:val="libNormal"/>
        <w:jc w:val="both"/>
        <w:rPr>
          <w:rFonts w:cs="Times New Roman"/>
          <w:lang w:val="sw-KE"/>
        </w:rPr>
      </w:pPr>
      <w:r w:rsidRPr="00EB7346">
        <w:rPr>
          <w:lang w:val="sw-KE"/>
        </w:rPr>
        <w:t xml:space="preserve">Chanjo na huduma za O.R.S. (Maji ya dawa ya kurudisha maji mwilini kutokana na maradhi ya kuharisha) hutolewa bure na serikali. Wazazi wanachotakiwa kufanya ni kuzitumia huduma hizi, ili kuwakinga watoto wao kutokana na madhara na hatari ziletwazo na magonjwa. Hata kama watalazimika kulipa ili watoto wao wachanjwe, Uislamu unawapa moyo kufanya hivyo, kwani Mtume </w:t>
      </w:r>
      <w:r w:rsidRPr="003812A1">
        <w:rPr>
          <w:rStyle w:val="libBold1Char"/>
          <w:lang w:val="sw-KE"/>
        </w:rPr>
        <w:t>(s.a.w.</w:t>
      </w:r>
      <w:r w:rsidR="003812A1" w:rsidRPr="003812A1">
        <w:rPr>
          <w:rStyle w:val="libBold1Char"/>
          <w:lang w:val="sw-KE"/>
        </w:rPr>
        <w:t>w</w:t>
      </w:r>
      <w:r w:rsidRPr="003812A1">
        <w:rPr>
          <w:rStyle w:val="libBold1Char"/>
          <w:lang w:val="sw-KE"/>
        </w:rPr>
        <w:t>)</w:t>
      </w:r>
      <w:r w:rsidRPr="00EB7346">
        <w:rPr>
          <w:lang w:val="sw-KE"/>
        </w:rPr>
        <w:t xml:space="preserve"> amesema: </w:t>
      </w:r>
      <w:r w:rsidRPr="00EB7346">
        <w:rPr>
          <w:rFonts w:cs="Times New Roman"/>
          <w:lang w:val="sw-KE"/>
        </w:rPr>
        <w:t>Bora ya matumizi, ni kutumia (japo) senti kwa ajili ya familia yako.</w:t>
      </w:r>
    </w:p>
    <w:p w:rsidR="003812A1" w:rsidRDefault="003812A1" w:rsidP="006A2513">
      <w:pPr>
        <w:pStyle w:val="Heading3Center"/>
        <w:numPr>
          <w:ilvl w:val="0"/>
          <w:numId w:val="12"/>
        </w:numPr>
        <w:rPr>
          <w:lang w:val="sw-KE"/>
        </w:rPr>
      </w:pPr>
      <w:bookmarkStart w:id="22" w:name="_Toc10462924"/>
      <w:r w:rsidRPr="00EB7346">
        <w:rPr>
          <w:lang w:val="sw-KE"/>
        </w:rPr>
        <w:t>KUWALINDA WATOTO NI HURUMA, NA HURUMA NI KINGA</w:t>
      </w:r>
      <w:bookmarkEnd w:id="22"/>
      <w:r w:rsidRPr="00EB7346">
        <w:rPr>
          <w:lang w:val="sw-KE"/>
        </w:rPr>
        <w:t xml:space="preserve"> </w:t>
      </w:r>
    </w:p>
    <w:p w:rsidR="00EB7346" w:rsidRPr="00EB7346" w:rsidRDefault="00EB7346" w:rsidP="003812A1">
      <w:pPr>
        <w:pStyle w:val="libNormal"/>
        <w:ind w:firstLine="0"/>
        <w:jc w:val="both"/>
        <w:rPr>
          <w:lang w:val="sw-KE"/>
        </w:rPr>
      </w:pPr>
      <w:r w:rsidRPr="00EB7346">
        <w:rPr>
          <w:lang w:val="sw-KE"/>
        </w:rPr>
        <w:t xml:space="preserve">Mtume </w:t>
      </w:r>
      <w:r w:rsidRPr="000A50E0">
        <w:rPr>
          <w:rStyle w:val="libBold1Char"/>
          <w:lang w:val="sw-KE"/>
        </w:rPr>
        <w:t>(s.a.w.</w:t>
      </w:r>
      <w:r w:rsidR="003812A1" w:rsidRPr="000A50E0">
        <w:rPr>
          <w:rStyle w:val="libBold1Char"/>
          <w:lang w:val="sw-KE"/>
        </w:rPr>
        <w:t>w</w:t>
      </w:r>
      <w:r w:rsidRPr="000A50E0">
        <w:rPr>
          <w:rStyle w:val="libBold1Char"/>
          <w:lang w:val="sw-KE"/>
        </w:rPr>
        <w:t>)</w:t>
      </w:r>
      <w:r w:rsidRPr="00EB7346">
        <w:rPr>
          <w:lang w:val="sw-KE"/>
        </w:rPr>
        <w:t xml:space="preserve"> ametueleza mpango maalum wa kutuwezesha tuwe na huruma na upendo kwa watoto wetu. Ametaja Bukhari katika kitabu chake cha Al-Adab, katika mlango maalum kwamba </w:t>
      </w:r>
      <w:r w:rsidRPr="00EB7346">
        <w:rPr>
          <w:rFonts w:cs="Times New Roman"/>
          <w:lang w:val="sw-KE"/>
        </w:rPr>
        <w:t xml:space="preserve">wahurumieni watoto na pale Mtume </w:t>
      </w:r>
      <w:r w:rsidRPr="000A50E0">
        <w:rPr>
          <w:rStyle w:val="libBold1Char"/>
          <w:lang w:val="sw-KE"/>
        </w:rPr>
        <w:t>(s.a.w.</w:t>
      </w:r>
      <w:r w:rsidR="000A50E0" w:rsidRPr="000A50E0">
        <w:rPr>
          <w:rStyle w:val="libBold1Char"/>
          <w:lang w:val="sw-KE"/>
        </w:rPr>
        <w:t>w</w:t>
      </w:r>
      <w:r w:rsidRPr="000A50E0">
        <w:rPr>
          <w:rStyle w:val="libBold1Char"/>
          <w:lang w:val="sw-KE"/>
        </w:rPr>
        <w:t>)</w:t>
      </w:r>
      <w:r w:rsidRPr="00EB7346">
        <w:rPr>
          <w:rFonts w:cs="Times New Roman"/>
          <w:lang w:val="sw-KE"/>
        </w:rPr>
        <w:t xml:space="preserve"> ali</w:t>
      </w:r>
      <w:r w:rsidRPr="00EB7346">
        <w:rPr>
          <w:lang w:val="sw-KE"/>
        </w:rPr>
        <w:t xml:space="preserve">posema: </w:t>
      </w:r>
      <w:r w:rsidRPr="00EB7346">
        <w:rPr>
          <w:rFonts w:cs="Times New Roman"/>
          <w:lang w:val="sw-KE"/>
        </w:rPr>
        <w:t xml:space="preserve">Si katika sisi yule mtu asiyemhurumia mdogo, na asiyejua haki ya mkubwa (asiye mheshimu). Akasema tena: Rehemuni (sikitikieni) wenzenu, nanyi mtarehemewa. Ni dhahiri kutokana na Hadith zilizotajwa hapo juu kwamba Mtume </w:t>
      </w:r>
      <w:r w:rsidRPr="000A50E0">
        <w:rPr>
          <w:rStyle w:val="libBold1Char"/>
          <w:lang w:val="sw-KE"/>
        </w:rPr>
        <w:t>(s.a.w.</w:t>
      </w:r>
      <w:r w:rsidR="000A50E0" w:rsidRPr="000A50E0">
        <w:rPr>
          <w:rStyle w:val="libBold1Char"/>
          <w:lang w:val="sw-KE"/>
        </w:rPr>
        <w:t>w</w:t>
      </w:r>
      <w:r w:rsidRPr="000A50E0">
        <w:rPr>
          <w:rStyle w:val="libBold1Char"/>
          <w:lang w:val="sw-KE"/>
        </w:rPr>
        <w:t>)</w:t>
      </w:r>
      <w:r w:rsidRPr="00EB7346">
        <w:rPr>
          <w:rFonts w:cs="Times New Roman"/>
          <w:lang w:val="sw-KE"/>
        </w:rPr>
        <w:t xml:space="preserve"> ameeleza jinsi wa</w:t>
      </w:r>
      <w:r w:rsidRPr="00EB7346">
        <w:rPr>
          <w:lang w:val="sw-KE"/>
        </w:rPr>
        <w:t xml:space="preserve">le watu ambao hawana huruma kwa wadogo zao wanavyochukuliwa kuwa si waislamu wa kweli na hawako pamoja na Mtume </w:t>
      </w:r>
      <w:r w:rsidRPr="000A50E0">
        <w:rPr>
          <w:rStyle w:val="libBold1Char"/>
          <w:lang w:val="sw-KE"/>
        </w:rPr>
        <w:t>(s.a.w.</w:t>
      </w:r>
      <w:r w:rsidR="000A50E0" w:rsidRPr="000A50E0">
        <w:rPr>
          <w:rStyle w:val="libBold1Char"/>
          <w:lang w:val="sw-KE"/>
        </w:rPr>
        <w:t>w</w:t>
      </w:r>
      <w:r w:rsidRPr="000A50E0">
        <w:rPr>
          <w:rStyle w:val="libBold1Char"/>
          <w:lang w:val="sw-KE"/>
        </w:rPr>
        <w:t>)</w:t>
      </w:r>
      <w:r w:rsidRPr="00EB7346">
        <w:rPr>
          <w:lang w:val="sw-KE"/>
        </w:rPr>
        <w:t xml:space="preserve"> na ujumbe wake Mtukufu. Inasemekana kuwa hapana yeyote awezaye kuwa na huruma kwa mtoto kama ilivyo wazazi wake (mtoto).</w:t>
      </w:r>
    </w:p>
    <w:p w:rsidR="00EB7346" w:rsidRPr="00EB7346" w:rsidRDefault="00EB7346" w:rsidP="00EB7346">
      <w:pPr>
        <w:pStyle w:val="libNormal"/>
        <w:jc w:val="both"/>
        <w:rPr>
          <w:lang w:val="sw-KE"/>
        </w:rPr>
      </w:pPr>
      <w:r w:rsidRPr="00EB7346">
        <w:rPr>
          <w:lang w:val="sw-KE"/>
        </w:rPr>
        <w:t xml:space="preserve">Ikiwa Mtume </w:t>
      </w:r>
      <w:r w:rsidRPr="000A50E0">
        <w:rPr>
          <w:rStyle w:val="libBold1Char"/>
          <w:lang w:val="sw-KE"/>
        </w:rPr>
        <w:t>(s.a.w.</w:t>
      </w:r>
      <w:r w:rsidR="000A50E0" w:rsidRPr="000A50E0">
        <w:rPr>
          <w:rStyle w:val="libBold1Char"/>
          <w:lang w:val="sw-KE"/>
        </w:rPr>
        <w:t>w</w:t>
      </w:r>
      <w:r w:rsidRPr="000A50E0">
        <w:rPr>
          <w:rStyle w:val="libBold1Char"/>
          <w:lang w:val="sw-KE"/>
        </w:rPr>
        <w:t>)</w:t>
      </w:r>
      <w:r w:rsidRPr="00EB7346">
        <w:rPr>
          <w:lang w:val="sw-KE"/>
        </w:rPr>
        <w:t xml:space="preserve"> amewataka watu wote kwa pamoja kuwa na huruma kwa watoto, basi ni jambo lililo muhimu zaidi kwanza kwa wazazi kuwaonea huruma watoto wao kuliko watu wengine. Sehemu ya huruma yao kwa watoto wao ni kuwapeleka wakapatiwe chanjo na kinga kutokana na magonjwa na maradhi yote yenye kuenea yawezayo kuwashambulia.</w:t>
      </w:r>
    </w:p>
    <w:p w:rsidR="00EB7346" w:rsidRPr="00EB7346" w:rsidRDefault="00EB7346" w:rsidP="000A50E0">
      <w:pPr>
        <w:pStyle w:val="libNormal"/>
        <w:jc w:val="both"/>
        <w:rPr>
          <w:rFonts w:cs="Times New Roman"/>
          <w:lang w:val="sw-KE"/>
        </w:rPr>
      </w:pPr>
      <w:r w:rsidRPr="00EB7346">
        <w:rPr>
          <w:lang w:val="sw-KE"/>
        </w:rPr>
        <w:t xml:space="preserve">Wazazi watakapokuwa na huruma kwa watoto wao, basi huruma hiyo hiyo huwarudia (wazazi) wakati wa uzeeni kwa sababu upendo ni kitu cha kulipana. Mtume </w:t>
      </w:r>
      <w:r w:rsidRPr="000A50E0">
        <w:rPr>
          <w:rStyle w:val="libBold1Char"/>
          <w:lang w:val="sw-KE"/>
        </w:rPr>
        <w:t>(s.a.w.</w:t>
      </w:r>
      <w:r w:rsidR="000A50E0" w:rsidRPr="000A50E0">
        <w:rPr>
          <w:rStyle w:val="libBold1Char"/>
          <w:lang w:val="sw-KE"/>
        </w:rPr>
        <w:t>w</w:t>
      </w:r>
      <w:r w:rsidRPr="000A50E0">
        <w:rPr>
          <w:rStyle w:val="libBold1Char"/>
          <w:lang w:val="sw-KE"/>
        </w:rPr>
        <w:t>)</w:t>
      </w:r>
      <w:r w:rsidRPr="00EB7346">
        <w:rPr>
          <w:lang w:val="sw-KE"/>
        </w:rPr>
        <w:t xml:space="preserve"> ameeleza kwa ubainifu kuhusiana na suala hili la huruma na kinga, na akaeleza jinsi huruma ilivyokuwa sehemu ya kinga na kinga ni sehemu ya huruma. Amesema: </w:t>
      </w:r>
      <w:r w:rsidRPr="00EB7346">
        <w:rPr>
          <w:rFonts w:cs="Times New Roman"/>
          <w:lang w:val="sw-KE"/>
        </w:rPr>
        <w:t>Harehemiwi (haonewi huruma) yule mtu asiyemrehemu mwingine, na hasemehewi yule asiyemsamehe mwingine, wala hapewi toba (na Mwenyez</w:t>
      </w:r>
      <w:r w:rsidRPr="00EB7346">
        <w:rPr>
          <w:lang w:val="sw-KE"/>
        </w:rPr>
        <w:t>i Mungu) mtu asiyetubu, na wala halindwi yule asiyejilinda.</w:t>
      </w:r>
    </w:p>
    <w:p w:rsidR="00B975CA" w:rsidRDefault="00EB7346" w:rsidP="00EB7346">
      <w:pPr>
        <w:pStyle w:val="libNormal"/>
        <w:jc w:val="both"/>
        <w:rPr>
          <w:lang w:val="sw-KE"/>
        </w:rPr>
      </w:pPr>
      <w:r w:rsidRPr="00EB7346">
        <w:rPr>
          <w:lang w:val="sw-KE"/>
        </w:rPr>
        <w:t xml:space="preserve">Katika Hadith hii Mtume </w:t>
      </w:r>
      <w:r w:rsidRPr="00B975CA">
        <w:rPr>
          <w:rStyle w:val="libBold1Char"/>
          <w:lang w:val="sw-KE"/>
        </w:rPr>
        <w:t>(s.a.w.</w:t>
      </w:r>
      <w:r w:rsidR="00B975CA" w:rsidRPr="00B975CA">
        <w:rPr>
          <w:rStyle w:val="libBold1Char"/>
          <w:lang w:val="sw-KE"/>
        </w:rPr>
        <w:t>w</w:t>
      </w:r>
      <w:r w:rsidRPr="00B975CA">
        <w:rPr>
          <w:rStyle w:val="libBold1Char"/>
          <w:lang w:val="sw-KE"/>
        </w:rPr>
        <w:t>)</w:t>
      </w:r>
      <w:r w:rsidRPr="00EB7346">
        <w:rPr>
          <w:lang w:val="sw-KE"/>
        </w:rPr>
        <w:t xml:space="preserve"> ametilia mkazo ya kuwa huruma ndilo jambo la msingi na akaeleza ya kwamba, yeyote asiyejilinda, basi Mwenyezi Mungu hatamlinda kutokana na maradhi. Ijapokuwa jambo hilo </w:t>
      </w:r>
      <w:r w:rsidRPr="00EB7346">
        <w:rPr>
          <w:lang w:val="sw-KE"/>
        </w:rPr>
        <w:lastRenderedPageBreak/>
        <w:t xml:space="preserve">limeelezwa, lakini Mtume </w:t>
      </w:r>
      <w:r w:rsidRPr="00B975CA">
        <w:rPr>
          <w:rStyle w:val="libBold1Char"/>
          <w:lang w:val="sw-KE"/>
        </w:rPr>
        <w:t>(s.a.w.</w:t>
      </w:r>
      <w:r w:rsidR="00B975CA" w:rsidRPr="00B975CA">
        <w:rPr>
          <w:rStyle w:val="libBold1Char"/>
          <w:lang w:val="sw-KE"/>
        </w:rPr>
        <w:t>w</w:t>
      </w:r>
      <w:r w:rsidRPr="00B975CA">
        <w:rPr>
          <w:rStyle w:val="libBold1Char"/>
          <w:lang w:val="sw-KE"/>
        </w:rPr>
        <w:t>)</w:t>
      </w:r>
      <w:r w:rsidRPr="00EB7346">
        <w:rPr>
          <w:lang w:val="sw-KE"/>
        </w:rPr>
        <w:t xml:space="preserve"> amelielezea kimantiki kwa njia ya maombi. Amesisitiza Mtume </w:t>
      </w:r>
      <w:r w:rsidRPr="00B975CA">
        <w:rPr>
          <w:rStyle w:val="libBold1Char"/>
          <w:lang w:val="sw-KE"/>
        </w:rPr>
        <w:t>(s.a.w.</w:t>
      </w:r>
      <w:r w:rsidR="00B975CA" w:rsidRPr="00B975CA">
        <w:rPr>
          <w:rStyle w:val="libBold1Char"/>
          <w:lang w:val="sw-KE"/>
        </w:rPr>
        <w:t>w</w:t>
      </w:r>
      <w:r w:rsidRPr="00B975CA">
        <w:rPr>
          <w:rStyle w:val="libBold1Char"/>
          <w:lang w:val="sw-KE"/>
        </w:rPr>
        <w:t>)</w:t>
      </w:r>
      <w:r w:rsidRPr="00EB7346">
        <w:rPr>
          <w:lang w:val="sw-KE"/>
        </w:rPr>
        <w:t xml:space="preserve"> kwamba, yeyote asiyejilinda ama kulinda wengine kutokana na kitakachowadhuru au kuwaingiza hatarini au kwenye ugonjwa, basi Mwenyezi Mungu naye hawezi kumlinda kutokana na mambo hayo. Kwa hivyo basi Mtume </w:t>
      </w:r>
      <w:r w:rsidRPr="00B975CA">
        <w:rPr>
          <w:rStyle w:val="libBold1Char"/>
          <w:lang w:val="sw-KE"/>
        </w:rPr>
        <w:t>(s.a.w.</w:t>
      </w:r>
      <w:r w:rsidR="00B975CA" w:rsidRPr="00B975CA">
        <w:rPr>
          <w:rStyle w:val="libBold1Char"/>
          <w:lang w:val="sw-KE"/>
        </w:rPr>
        <w:t>w</w:t>
      </w:r>
      <w:r w:rsidRPr="00B975CA">
        <w:rPr>
          <w:rStyle w:val="libBold1Char"/>
          <w:lang w:val="sw-KE"/>
        </w:rPr>
        <w:t>)</w:t>
      </w:r>
      <w:r w:rsidRPr="00EB7346">
        <w:rPr>
          <w:lang w:val="sw-KE"/>
        </w:rPr>
        <w:t xml:space="preserve"> katika maelezo yake hapa anakusudia kuifanya huruma isambae miongoni mwa watu, na anaazimia kuwapa moyo watu kujaribu kupata huduma za kinga zifaazo dhidi ya hii ikiwa ni kukamilisha sehemu ya huruma. </w:t>
      </w:r>
    </w:p>
    <w:p w:rsidR="00EB7346" w:rsidRPr="00EB7346" w:rsidRDefault="00B975CA" w:rsidP="00B975CA">
      <w:pPr>
        <w:pStyle w:val="Heading3"/>
        <w:numPr>
          <w:ilvl w:val="0"/>
          <w:numId w:val="12"/>
        </w:numPr>
        <w:rPr>
          <w:lang w:val="sw-KE"/>
        </w:rPr>
      </w:pPr>
      <w:bookmarkStart w:id="23" w:name="_Toc10462925"/>
      <w:r w:rsidRPr="00EB7346">
        <w:rPr>
          <w:lang w:val="sw-KE"/>
        </w:rPr>
        <w:t>UISLAMU NA UZAZI WA MPANGO</w:t>
      </w:r>
      <w:bookmarkEnd w:id="23"/>
    </w:p>
    <w:p w:rsidR="001922F4" w:rsidRDefault="00EB7346" w:rsidP="001922F4">
      <w:pPr>
        <w:pStyle w:val="libNormal"/>
        <w:jc w:val="both"/>
        <w:rPr>
          <w:lang w:val="sw-KE"/>
        </w:rPr>
      </w:pPr>
      <w:r w:rsidRPr="00EB7346">
        <w:rPr>
          <w:lang w:val="sw-KE"/>
        </w:rPr>
        <w:t>Qur</w:t>
      </w:r>
      <w:r w:rsidRPr="00EB7346">
        <w:rPr>
          <w:rFonts w:cs="Times New Roman"/>
          <w:lang w:val="sw-KE"/>
        </w:rPr>
        <w:t>ani imefafanua waziwazi kuhusu muda maalum ufaao kwa kutenganisha baina ya kuzaliwa mtoto mmoja hadi kupata mwingine. Imetajwa ndani ya Qurani kuwa kubeba mimba ya mtoto hadi kumwachisha kunyonya ni kipin</w:t>
      </w:r>
      <w:r w:rsidRPr="00EB7346">
        <w:rPr>
          <w:lang w:val="sw-KE"/>
        </w:rPr>
        <w:t>di cha miezi thelathini; Amesema Mwenyezi Mungu:</w:t>
      </w:r>
    </w:p>
    <w:p w:rsidR="00EB7346" w:rsidRPr="00EB7346" w:rsidRDefault="00EB7346" w:rsidP="001922F4">
      <w:pPr>
        <w:pStyle w:val="libNormal"/>
        <w:jc w:val="both"/>
        <w:rPr>
          <w:lang w:val="sw-KE"/>
        </w:rPr>
      </w:pPr>
      <w:r w:rsidRPr="00AF16EE">
        <w:rPr>
          <w:rStyle w:val="libAieChar"/>
          <w:lang w:val="sw-KE"/>
        </w:rPr>
        <w:t xml:space="preserve"> Kubeba mimba ya mtoto hadi kumwachisha ni miezi thelathini</w:t>
      </w:r>
      <w:r w:rsidR="001922F4">
        <w:rPr>
          <w:rFonts w:cs="Times New Roman"/>
          <w:lang w:val="sw-KE"/>
        </w:rPr>
        <w:t xml:space="preserve"> </w:t>
      </w:r>
      <w:r w:rsidRPr="00EB7346">
        <w:rPr>
          <w:rFonts w:cs="Times New Roman"/>
          <w:lang w:val="sw-KE"/>
        </w:rPr>
        <w:t xml:space="preserve">(46:15) Pamoja na hayo, Uislamu unaunga mkono kunyonyesha kwa maziwa ya mama kunakodumu kwa miaka miwili kamili kwa wale wanaotaka kutimiza muda </w:t>
      </w:r>
      <w:r w:rsidRPr="00EB7346">
        <w:rPr>
          <w:lang w:val="sw-KE"/>
        </w:rPr>
        <w:t>huo kamili. Kwa kufanya hivi, kunamwezesha mama (aliyezaa) kurekebisha afya yake, na kumrudisha nguvu zake za mwilini alizozipoteza katika kipindi cha uja uzito hadi kujifungua.</w:t>
      </w:r>
    </w:p>
    <w:p w:rsidR="00AF16EE" w:rsidRDefault="00EB7346" w:rsidP="00EB7346">
      <w:pPr>
        <w:pStyle w:val="libNormal"/>
        <w:jc w:val="both"/>
        <w:rPr>
          <w:lang w:val="sw-KE"/>
        </w:rPr>
      </w:pPr>
      <w:r w:rsidRPr="00EB7346">
        <w:rPr>
          <w:lang w:val="sw-KE"/>
        </w:rPr>
        <w:t xml:space="preserve">Muda huu maalum pia utamwezesha mtoto kupata muda wa kutosha wa kunyonya matiti ambapo utaalamu wa utabibu (wa kisasa) umekuja kuunga mkono baada ya kutofaulu kwa muda mrefu, kwa kutumia chupa ya kunyonyea. </w:t>
      </w:r>
    </w:p>
    <w:p w:rsidR="00EB7346" w:rsidRPr="00EB7346" w:rsidRDefault="00EB7346" w:rsidP="00EB7346">
      <w:pPr>
        <w:pStyle w:val="libNormal"/>
        <w:jc w:val="both"/>
        <w:rPr>
          <w:lang w:val="sw-KE"/>
        </w:rPr>
      </w:pPr>
      <w:r w:rsidRPr="00EB7346">
        <w:rPr>
          <w:lang w:val="sw-KE"/>
        </w:rPr>
        <w:t>Kwa hivyo hapa ni dhahiri namna gani Uislamu unavyopigania uzazi wa mpango ili kuwapatia afya bora mama na mtoto.</w:t>
      </w:r>
    </w:p>
    <w:p w:rsidR="001922F4" w:rsidRDefault="00EB7346" w:rsidP="001922F4">
      <w:pPr>
        <w:pStyle w:val="libNormal"/>
        <w:jc w:val="both"/>
        <w:rPr>
          <w:rFonts w:ascii="Tahoma" w:hAnsi="Tahoma" w:cs="Tahoma"/>
          <w:lang w:val="sw-KE"/>
        </w:rPr>
      </w:pPr>
      <w:r w:rsidRPr="00EB7346">
        <w:rPr>
          <w:lang w:val="sw-KE"/>
        </w:rPr>
        <w:t>Imetajwa katika Qur</w:t>
      </w:r>
      <w:r w:rsidRPr="00EB7346">
        <w:rPr>
          <w:rFonts w:cs="Times New Roman"/>
          <w:lang w:val="sw-KE"/>
        </w:rPr>
        <w:t xml:space="preserve">ani: </w:t>
      </w:r>
    </w:p>
    <w:p w:rsidR="001922F4" w:rsidRDefault="001922F4" w:rsidP="001922F4">
      <w:pPr>
        <w:pStyle w:val="libAie"/>
        <w:rPr>
          <w:lang w:val="sw-KE"/>
        </w:rPr>
      </w:pPr>
      <w:r w:rsidRPr="001922F4">
        <w:rPr>
          <w:rtl/>
          <w:lang w:val="sw-KE"/>
        </w:rPr>
        <w:t>وَوَصَّيْنَا الْإِ</w:t>
      </w:r>
      <w:r>
        <w:rPr>
          <w:rtl/>
          <w:lang w:val="sw-KE"/>
        </w:rPr>
        <w:t>نسَانَ بِوَالِدَيْهِ إِحْسَانًا</w:t>
      </w:r>
      <w:r w:rsidRPr="001922F4">
        <w:rPr>
          <w:rFonts w:hint="cs"/>
          <w:rtl/>
          <w:lang w:val="sw-KE"/>
        </w:rPr>
        <w:t xml:space="preserve"> حَمَلَتْهُ أُمُّهُ كُرْهًا وَوَضَعَتْهُ كُرْهًا  وَحَمْلُهُ وَفِصَالُهُ ثَلَاثُونَ شَهْرًا ﴿١٥﴾</w:t>
      </w:r>
    </w:p>
    <w:p w:rsidR="001922F4" w:rsidRDefault="00EB7346" w:rsidP="001922F4">
      <w:pPr>
        <w:pStyle w:val="libNormal"/>
        <w:jc w:val="both"/>
        <w:rPr>
          <w:rFonts w:cs="Times New Roman"/>
          <w:lang w:val="sw-KE"/>
        </w:rPr>
      </w:pPr>
      <w:r w:rsidRPr="00EB7346">
        <w:rPr>
          <w:rFonts w:cs="Times New Roman"/>
          <w:lang w:val="sw-KE"/>
        </w:rPr>
        <w:t xml:space="preserve">Na tumemwusia mwanaadamu kuwatendea wema wazazi wake, mama yake amechukua mimba yake kwa taabu, na akamzaa kwa taabu, kubeba mimba yake mpaka kumwachisha kunyonya </w:t>
      </w:r>
      <w:r w:rsidRPr="00EB7346">
        <w:rPr>
          <w:lang w:val="sw-KE"/>
        </w:rPr>
        <w:t>ni (kipindi cha) miezi thelathini</w:t>
      </w:r>
      <w:r w:rsidR="001922F4" w:rsidRPr="00EB7346">
        <w:rPr>
          <w:rFonts w:cs="Times New Roman"/>
          <w:lang w:val="sw-KE"/>
        </w:rPr>
        <w:t xml:space="preserve"> </w:t>
      </w:r>
      <w:r w:rsidRPr="00EB7346">
        <w:rPr>
          <w:rFonts w:cs="Times New Roman"/>
          <w:lang w:val="sw-KE"/>
        </w:rPr>
        <w:t xml:space="preserve">(46:15). </w:t>
      </w:r>
    </w:p>
    <w:p w:rsidR="001922F4" w:rsidRDefault="00EB7346" w:rsidP="001922F4">
      <w:pPr>
        <w:pStyle w:val="libNormal"/>
        <w:jc w:val="both"/>
        <w:rPr>
          <w:rFonts w:ascii="Tahoma" w:hAnsi="Tahoma" w:cs="Tahoma"/>
          <w:lang w:val="sw-KE"/>
        </w:rPr>
      </w:pPr>
      <w:r w:rsidRPr="00EB7346">
        <w:rPr>
          <w:rFonts w:cs="Times New Roman"/>
          <w:lang w:val="sw-KE"/>
        </w:rPr>
        <w:t xml:space="preserve">Imetajwa pia katika Qurani: </w:t>
      </w:r>
    </w:p>
    <w:p w:rsidR="001922F4" w:rsidRDefault="001922F4" w:rsidP="001922F4">
      <w:pPr>
        <w:pStyle w:val="libAie"/>
        <w:rPr>
          <w:lang w:val="sw-KE"/>
        </w:rPr>
      </w:pPr>
      <w:r w:rsidRPr="001922F4">
        <w:rPr>
          <w:rtl/>
          <w:lang w:val="sw-KE"/>
        </w:rPr>
        <w:t>وَوَصَّيْنَا الْإِنسَانَ بِوَالِدَيْهِ حَمَلَتْهُ أُمُّهُ وَهْنًا عَلَىٰ وَهْنٍ وَفِصَالُهُ فِي عَامَيْنِ ﴿١٤﴾</w:t>
      </w:r>
    </w:p>
    <w:p w:rsidR="001922F4" w:rsidRDefault="00EB7346" w:rsidP="001922F4">
      <w:pPr>
        <w:pStyle w:val="libNormal"/>
        <w:jc w:val="both"/>
        <w:rPr>
          <w:rFonts w:cs="Times New Roman"/>
          <w:lang w:val="sw-KE"/>
        </w:rPr>
      </w:pPr>
      <w:r w:rsidRPr="00EB7346">
        <w:rPr>
          <w:rFonts w:cs="Times New Roman"/>
          <w:lang w:val="sw-KE"/>
        </w:rPr>
        <w:t xml:space="preserve">Na tumemuusia mwanaadamu kuwafanyia mema wazazi wake, mama yake amebeba mimba yake kwa unyonge juu ya unyonge, na (kumnyonyesha na) kumwachisha kunyonya katika miaka miwili. </w:t>
      </w:r>
    </w:p>
    <w:p w:rsidR="00EB7346" w:rsidRPr="00EB7346" w:rsidRDefault="001922F4" w:rsidP="001922F4">
      <w:pPr>
        <w:pStyle w:val="Heading3"/>
        <w:numPr>
          <w:ilvl w:val="0"/>
          <w:numId w:val="12"/>
        </w:numPr>
        <w:rPr>
          <w:lang w:val="sw-KE"/>
        </w:rPr>
      </w:pPr>
      <w:bookmarkStart w:id="24" w:name="_Toc10462926"/>
      <w:r w:rsidRPr="007F3605">
        <w:t>UIS</w:t>
      </w:r>
      <w:r>
        <w:rPr>
          <w:lang w:val="sw-KE"/>
        </w:rPr>
        <w:t>LAMU NA KARANTINI ZA AFYA</w:t>
      </w:r>
      <w:bookmarkEnd w:id="24"/>
    </w:p>
    <w:p w:rsidR="00EB7346" w:rsidRPr="00EB7346" w:rsidRDefault="00EB7346" w:rsidP="00EB7346">
      <w:pPr>
        <w:pStyle w:val="libNormal"/>
        <w:jc w:val="both"/>
        <w:rPr>
          <w:lang w:val="sw-KE"/>
        </w:rPr>
      </w:pPr>
      <w:r w:rsidRPr="00EB7346">
        <w:rPr>
          <w:lang w:val="sw-KE"/>
        </w:rPr>
        <w:t xml:space="preserve">Uislamu unaonya sana tuwe macho kutokana na maradhi yaambukizayo na unatusihi tujikinge na maradhi hayo. Imepokewa Hadith ya kwamba Mtume </w:t>
      </w:r>
      <w:r w:rsidRPr="001D3348">
        <w:rPr>
          <w:rStyle w:val="libBold1Char"/>
          <w:lang w:val="sw-KE"/>
        </w:rPr>
        <w:t>(s.a.w.</w:t>
      </w:r>
      <w:r w:rsidR="001D3348" w:rsidRPr="001D3348">
        <w:rPr>
          <w:rStyle w:val="libBold1Char"/>
          <w:lang w:val="sw-KE"/>
        </w:rPr>
        <w:t>w</w:t>
      </w:r>
      <w:r w:rsidRPr="001D3348">
        <w:rPr>
          <w:rStyle w:val="libBold1Char"/>
          <w:lang w:val="sw-KE"/>
        </w:rPr>
        <w:t>)</w:t>
      </w:r>
      <w:r w:rsidRPr="00EB7346">
        <w:rPr>
          <w:lang w:val="sw-KE"/>
        </w:rPr>
        <w:t xml:space="preserve"> alibaiwa (kuungwa mkono wa uongozi) na mtu mwenye ugonjwa wa ukoma pasi na kupeana naye mkono</w:t>
      </w:r>
      <w:r w:rsidR="001D3348" w:rsidRPr="001D3348">
        <w:rPr>
          <w:rStyle w:val="libFootnotenumChar"/>
          <w:lang w:val="sw-KE"/>
        </w:rPr>
        <w:footnoteReference w:id="1"/>
      </w:r>
      <w:r w:rsidRPr="00EB7346">
        <w:rPr>
          <w:lang w:val="sw-KE"/>
        </w:rPr>
        <w:t xml:space="preserve">, ama kumruhusu </w:t>
      </w:r>
      <w:r w:rsidRPr="00EB7346">
        <w:rPr>
          <w:lang w:val="sw-KE"/>
        </w:rPr>
        <w:lastRenderedPageBreak/>
        <w:t>kutangamana na watu. Imepokewa kutoka kwa Umar bin Shareed, kutoka kwa baba yake amesema:</w:t>
      </w:r>
    </w:p>
    <w:p w:rsidR="00EB7346" w:rsidRPr="00EB7346" w:rsidRDefault="00EB7346" w:rsidP="001D3348">
      <w:pPr>
        <w:pStyle w:val="libNormal"/>
        <w:jc w:val="both"/>
        <w:rPr>
          <w:rFonts w:cs="Times New Roman"/>
          <w:lang w:val="sw-KE"/>
        </w:rPr>
      </w:pPr>
      <w:r w:rsidRPr="00EB7346">
        <w:rPr>
          <w:lang w:val="sw-KE"/>
        </w:rPr>
        <w:t>Katika ujumbe wa Thaqif uliokuja kum</w:t>
      </w:r>
      <w:r w:rsidRPr="00EB7346">
        <w:rPr>
          <w:rFonts w:cs="Times New Roman"/>
          <w:lang w:val="sw-KE"/>
        </w:rPr>
        <w:t xml:space="preserve">bai (kumtambua kama kiongozi) kulikuwa na mtu mwenye ugonjwa wa ukoma, basi Mtume </w:t>
      </w:r>
      <w:r w:rsidRPr="001D3348">
        <w:rPr>
          <w:rStyle w:val="libBold1Char"/>
          <w:lang w:val="sw-KE"/>
        </w:rPr>
        <w:t>(s.a.w.</w:t>
      </w:r>
      <w:r w:rsidR="001D3348" w:rsidRPr="001D3348">
        <w:rPr>
          <w:rStyle w:val="libBold1Char"/>
          <w:lang w:val="sw-KE"/>
        </w:rPr>
        <w:t>w</w:t>
      </w:r>
      <w:r w:rsidRPr="001D3348">
        <w:rPr>
          <w:rStyle w:val="libBold1Char"/>
          <w:lang w:val="sw-KE"/>
        </w:rPr>
        <w:t>)</w:t>
      </w:r>
      <w:r w:rsidRPr="00EB7346">
        <w:rPr>
          <w:rFonts w:cs="Times New Roman"/>
          <w:lang w:val="sw-KE"/>
        </w:rPr>
        <w:t xml:space="preserve"> alimrejesha (bila ya kumpa mkono) kwa kusema: Hakika tumekutambua. Na katika Sahih Bukhari, Mtume </w:t>
      </w:r>
      <w:r w:rsidRPr="001D3348">
        <w:rPr>
          <w:rStyle w:val="libBold1Char"/>
          <w:lang w:val="sw-KE"/>
        </w:rPr>
        <w:t>(s.a.w.</w:t>
      </w:r>
      <w:r w:rsidR="001D3348" w:rsidRPr="001D3348">
        <w:rPr>
          <w:rStyle w:val="libBold1Char"/>
          <w:lang w:val="sw-KE"/>
        </w:rPr>
        <w:t>w</w:t>
      </w:r>
      <w:r w:rsidRPr="001D3348">
        <w:rPr>
          <w:rStyle w:val="libBold1Char"/>
          <w:lang w:val="sw-KE"/>
        </w:rPr>
        <w:t>)</w:t>
      </w:r>
      <w:r w:rsidRPr="00EB7346">
        <w:rPr>
          <w:rFonts w:cs="Times New Roman"/>
          <w:lang w:val="sw-KE"/>
        </w:rPr>
        <w:t xml:space="preserve"> amesema: Kaa</w:t>
      </w:r>
      <w:r w:rsidRPr="00EB7346">
        <w:rPr>
          <w:lang w:val="sw-KE"/>
        </w:rPr>
        <w:t xml:space="preserve"> mbali na mwenye ukoma kama unavyokaa mbali na simba.</w:t>
      </w:r>
      <w:r w:rsidRPr="00EB7346">
        <w:rPr>
          <w:rFonts w:cs="Times New Roman"/>
          <w:lang w:val="sw-KE"/>
        </w:rPr>
        <w:t xml:space="preserve"> Mtume </w:t>
      </w:r>
      <w:r w:rsidRPr="001D3348">
        <w:rPr>
          <w:rStyle w:val="libBold1Char"/>
          <w:lang w:val="sw-KE"/>
        </w:rPr>
        <w:t>(s.a.w.</w:t>
      </w:r>
      <w:r w:rsidR="001D3348" w:rsidRPr="001D3348">
        <w:rPr>
          <w:rStyle w:val="libBold1Char"/>
          <w:lang w:val="sw-KE"/>
        </w:rPr>
        <w:t>w</w:t>
      </w:r>
      <w:r w:rsidRPr="001D3348">
        <w:rPr>
          <w:rStyle w:val="libBold1Char"/>
          <w:lang w:val="sw-KE"/>
        </w:rPr>
        <w:t>)</w:t>
      </w:r>
      <w:r w:rsidRPr="00EB7346">
        <w:rPr>
          <w:rFonts w:cs="Times New Roman"/>
          <w:lang w:val="sw-KE"/>
        </w:rPr>
        <w:t xml:space="preserve"> ameeleza wazi wazi kwamba wakati yatapoingia maradhi ya tauni, watu ni lazima wawe macho sana, na wachukue hadhari zote za lazima ili kujikinga na kujiepusha na mtu aliyeambukizwa.</w:t>
      </w:r>
    </w:p>
    <w:p w:rsidR="00AF16EE" w:rsidRPr="00AF16EE" w:rsidRDefault="00EB7346" w:rsidP="001D3348">
      <w:pPr>
        <w:pStyle w:val="libNormal"/>
        <w:jc w:val="both"/>
        <w:rPr>
          <w:rStyle w:val="libBold1Char"/>
          <w:lang w:val="sw-KE"/>
        </w:rPr>
      </w:pPr>
      <w:r w:rsidRPr="00EB7346">
        <w:rPr>
          <w:lang w:val="sw-KE"/>
        </w:rPr>
        <w:t xml:space="preserve">Imetajwa katika Hadith: </w:t>
      </w:r>
      <w:r w:rsidRPr="00AF16EE">
        <w:rPr>
          <w:rStyle w:val="libBold1Char"/>
          <w:lang w:val="sw-KE"/>
        </w:rPr>
        <w:t xml:space="preserve">Tauni (ugonjwa ueneao) ni alama ya adhabu ambayo Mwenyezi Mungu Mtukufu huwajaribu nayo watu miongoni mwa waja wake. Mtakaposikia kuwa umeingia nchini, basi msiingie nchini humo na iwapo utatokea nanyi mko ndani ya nchi hiyo basi msitoke. </w:t>
      </w:r>
    </w:p>
    <w:p w:rsidR="007A2537" w:rsidRDefault="00EB7346" w:rsidP="001D3348">
      <w:pPr>
        <w:pStyle w:val="libNormal"/>
        <w:jc w:val="both"/>
        <w:rPr>
          <w:lang w:val="sw-KE"/>
        </w:rPr>
      </w:pPr>
      <w:r w:rsidRPr="00EB7346">
        <w:rPr>
          <w:rFonts w:cs="Times New Roman"/>
          <w:lang w:val="sw-KE"/>
        </w:rPr>
        <w:t xml:space="preserve">Hapa Mtume </w:t>
      </w:r>
      <w:r w:rsidRPr="001D3348">
        <w:rPr>
          <w:rStyle w:val="libBold1Char"/>
          <w:lang w:val="sw-KE"/>
        </w:rPr>
        <w:t>(s.a.w.</w:t>
      </w:r>
      <w:r w:rsidR="001D3348" w:rsidRPr="001D3348">
        <w:rPr>
          <w:rStyle w:val="libBold1Char"/>
          <w:lang w:val="sw-KE"/>
        </w:rPr>
        <w:t>w</w:t>
      </w:r>
      <w:r w:rsidRPr="001D3348">
        <w:rPr>
          <w:rStyle w:val="libBold1Char"/>
          <w:lang w:val="sw-KE"/>
        </w:rPr>
        <w:t>)</w:t>
      </w:r>
      <w:r w:rsidRPr="00EB7346">
        <w:rPr>
          <w:rFonts w:cs="Times New Roman"/>
          <w:lang w:val="sw-KE"/>
        </w:rPr>
        <w:t xml:space="preserve"> anaamuru Karantini na anatukataza kuingia katika nchi iliyokumbwa na ugonjwa wa tauni, ili tujilinde kutokana na kifo, vile vile tumeonywa tusitoke nje ya nchi ambayo tayari imekumbwa na ugonjwa huo, ili tusisambaze maradhi. Na </w:t>
      </w:r>
      <w:r w:rsidRPr="00EB7346">
        <w:rPr>
          <w:lang w:val="sw-KE"/>
        </w:rPr>
        <w:t>hii pia ni aina nyingine ya kujilinda. Aina hizi mbili za maonyo (zilizotangulia hapo juu) zinachukuliwa kuwa ni aina za hasi (Negative) za kujikinga. Wakati ambapo kuchanja kwa ajili ya kinga za magonjwa na maradhi ya kuambukiza ni aina ya chanya (Positive). Kwa hivyo Uislamu unapigania sana aina hii ya chanjo kwani ndiyo iliyo bora na ni yenye gharama ndogo zaidi kuliko matibabu.</w:t>
      </w:r>
    </w:p>
    <w:p w:rsidR="007A2537" w:rsidRDefault="007A2537">
      <w:pPr>
        <w:ind w:firstLine="0"/>
        <w:jc w:val="left"/>
        <w:rPr>
          <w:sz w:val="24"/>
          <w:lang w:val="sw-KE"/>
        </w:rPr>
      </w:pPr>
      <w:r>
        <w:rPr>
          <w:lang w:val="sw-KE"/>
        </w:rPr>
        <w:br w:type="page"/>
      </w:r>
    </w:p>
    <w:p w:rsidR="007A2537" w:rsidRPr="007A2537" w:rsidRDefault="007A2537" w:rsidP="007A2537">
      <w:pPr>
        <w:pStyle w:val="libNormal"/>
        <w:jc w:val="both"/>
        <w:rPr>
          <w:lang w:val="sw-KE"/>
        </w:rPr>
      </w:pPr>
      <w:r>
        <w:rPr>
          <w:lang w:val="sw-KE"/>
        </w:rPr>
        <w:lastRenderedPageBreak/>
        <w:t>3</w:t>
      </w:r>
    </w:p>
    <w:p w:rsidR="00EB7346" w:rsidRPr="00EB7346" w:rsidRDefault="007A2537" w:rsidP="007A2537">
      <w:pPr>
        <w:pStyle w:val="Heading1Center"/>
        <w:rPr>
          <w:lang w:val="sw-KE"/>
        </w:rPr>
      </w:pPr>
      <w:bookmarkStart w:id="25" w:name="_Toc10462927"/>
      <w:r w:rsidRPr="007A2537">
        <w:rPr>
          <w:lang w:val="sw-KE"/>
        </w:rPr>
        <w:t>MALEZI YA WATOTO KATIKA UISLAMU</w:t>
      </w:r>
      <w:bookmarkEnd w:id="25"/>
    </w:p>
    <w:p w:rsidR="007F3605" w:rsidRDefault="00EB7346" w:rsidP="007A2537">
      <w:pPr>
        <w:pStyle w:val="Heading2Center"/>
        <w:rPr>
          <w:lang w:val="sw-KE"/>
        </w:rPr>
      </w:pPr>
      <w:bookmarkStart w:id="26" w:name="_Toc10462928"/>
      <w:r w:rsidRPr="00EB7346">
        <w:rPr>
          <w:lang w:val="sw-KE"/>
        </w:rPr>
        <w:t>SEHEMU YA TATU</w:t>
      </w:r>
      <w:bookmarkEnd w:id="26"/>
      <w:r w:rsidRPr="00EB7346">
        <w:rPr>
          <w:lang w:val="sw-KE"/>
        </w:rPr>
        <w:t xml:space="preserve"> </w:t>
      </w:r>
    </w:p>
    <w:p w:rsidR="007F3605" w:rsidRDefault="007F3605" w:rsidP="007F3605">
      <w:pPr>
        <w:pStyle w:val="Heading3Center"/>
        <w:rPr>
          <w:lang w:val="sw-KE"/>
        </w:rPr>
      </w:pPr>
      <w:bookmarkStart w:id="27" w:name="_Toc10462929"/>
      <w:r w:rsidRPr="00EB7346">
        <w:rPr>
          <w:lang w:val="sw-KE"/>
        </w:rPr>
        <w:t>CHAKULA BORA NA MANUFAA YAKE KATIKA AFYA YA KIMWILI NA KIAKILI</w:t>
      </w:r>
      <w:bookmarkEnd w:id="27"/>
      <w:r w:rsidRPr="00EB7346">
        <w:rPr>
          <w:lang w:val="sw-KE"/>
        </w:rPr>
        <w:t xml:space="preserve"> </w:t>
      </w:r>
    </w:p>
    <w:p w:rsidR="007F3605" w:rsidRPr="006C7118" w:rsidRDefault="00EB7346" w:rsidP="007F3605">
      <w:pPr>
        <w:pStyle w:val="libNormal"/>
        <w:numPr>
          <w:ilvl w:val="0"/>
          <w:numId w:val="13"/>
        </w:numPr>
        <w:jc w:val="both"/>
        <w:rPr>
          <w:color w:val="0070C0"/>
          <w:lang w:val="sw-KE"/>
        </w:rPr>
      </w:pPr>
      <w:r w:rsidRPr="006C7118">
        <w:rPr>
          <w:color w:val="0070C0"/>
          <w:lang w:val="sw-KE"/>
        </w:rPr>
        <w:t xml:space="preserve">Uislamu na kunyonyesha kwa matiti (maziwa ya mama) </w:t>
      </w:r>
    </w:p>
    <w:p w:rsidR="00EB7346" w:rsidRPr="00EB7346" w:rsidRDefault="00EB7346" w:rsidP="007F3605">
      <w:pPr>
        <w:pStyle w:val="libNormal"/>
        <w:ind w:left="288" w:firstLine="0"/>
        <w:jc w:val="both"/>
        <w:rPr>
          <w:lang w:val="sw-KE"/>
        </w:rPr>
      </w:pPr>
      <w:r w:rsidRPr="00EB7346">
        <w:rPr>
          <w:lang w:val="sw-KE"/>
        </w:rPr>
        <w:t>Mtoto anapozaliwa na kuja ulimwenguni, mtu anayemuhitajia na kufungamana naye zaidi ni mama yake, ni sawa kabisa na kusema kwamba nusu ya kitu imeungana na kamili. Mtoto anahitaji kulishwa chakula sawa na kile alichozoea kukila kupitia kwenye damu ya mama yake, wakati alipokuwa kilenge (kitoto tumboni). Chakula hicho alichozoea kukila ndicho huchezea kwa uwezo wa Mwenyezi Mungu, na kuwa maziwa ambayo yana chembechembe zilizo lazima kwa uhai wa mtoto huyo na vitu muhimu vinavyohitajika kwa ajili ya kukua kwake.</w:t>
      </w:r>
    </w:p>
    <w:p w:rsidR="004B5830" w:rsidRDefault="00EB7346" w:rsidP="007F3605">
      <w:pPr>
        <w:pStyle w:val="libNormal"/>
        <w:jc w:val="both"/>
        <w:rPr>
          <w:lang w:val="sw-KE"/>
        </w:rPr>
      </w:pPr>
      <w:r w:rsidRPr="00EB7346">
        <w:rPr>
          <w:lang w:val="sw-KE"/>
        </w:rPr>
        <w:t>Maziwa hayo hutoka kupitia kwenye matiti, na mtoto kwa uwezo wa Mola, huyahitajia na huyanyonya. Qur</w:t>
      </w:r>
      <w:r w:rsidRPr="00EB7346">
        <w:rPr>
          <w:rFonts w:cs="Times New Roman"/>
          <w:lang w:val="sw-KE"/>
        </w:rPr>
        <w:t>ani imeeleza kanuni zinazosimamia uhusiano baina ya mtoto na mnyonyeshaji wa kuajiriwa (yaani wakati mama mzazi anaposhindwa kumnyonyesha mto</w:t>
      </w:r>
      <w:r w:rsidRPr="00EB7346">
        <w:rPr>
          <w:lang w:val="sw-KE"/>
        </w:rPr>
        <w:t xml:space="preserve">to wake kwa sababu mahsusi, kisha akakodisha mnyonyeshaji ili amnyonyeshee mtoto wake). </w:t>
      </w:r>
    </w:p>
    <w:p w:rsidR="004B5830" w:rsidRDefault="00EB7346" w:rsidP="007F3605">
      <w:pPr>
        <w:pStyle w:val="libNormal"/>
        <w:jc w:val="both"/>
        <w:rPr>
          <w:rFonts w:cs="Times New Roman"/>
          <w:lang w:val="sw-KE"/>
        </w:rPr>
      </w:pPr>
      <w:r w:rsidRPr="00EB7346">
        <w:rPr>
          <w:lang w:val="sw-KE"/>
        </w:rPr>
        <w:t>Imetajwa katika Qur</w:t>
      </w:r>
      <w:r w:rsidRPr="00EB7346">
        <w:rPr>
          <w:rFonts w:cs="Times New Roman"/>
          <w:lang w:val="sw-KE"/>
        </w:rPr>
        <w:t xml:space="preserve">ani: </w:t>
      </w:r>
    </w:p>
    <w:p w:rsidR="004B5830" w:rsidRDefault="004B5830" w:rsidP="004B5830">
      <w:pPr>
        <w:pStyle w:val="libAie"/>
        <w:rPr>
          <w:lang w:val="sw-KE"/>
        </w:rPr>
      </w:pPr>
      <w:r w:rsidRPr="004B5830">
        <w:rPr>
          <w:rtl/>
          <w:lang w:val="sw-KE"/>
        </w:rPr>
        <w:t xml:space="preserve">وَالْوَالِدَاتُ يُرْضِعْنَ أَوْلَادَهُنَّ حَوْلَيْنِ كَامِلَيْنِ </w:t>
      </w:r>
      <w:r w:rsidRPr="004B5830">
        <w:rPr>
          <w:rFonts w:hint="cs"/>
          <w:rtl/>
          <w:lang w:val="sw-KE"/>
        </w:rPr>
        <w:t xml:space="preserve"> لِمَنْ أَرَادَ أَن يُتِمَّ الرَّضَاعَةَ  </w:t>
      </w:r>
      <w:r w:rsidRPr="004B5830">
        <w:rPr>
          <w:rtl/>
          <w:lang w:val="sw-KE"/>
        </w:rPr>
        <w:t>ٌ ﴿٢٣٣﴾</w:t>
      </w:r>
    </w:p>
    <w:p w:rsidR="004B5830" w:rsidRDefault="00EB7346" w:rsidP="007F3605">
      <w:pPr>
        <w:pStyle w:val="libNormal"/>
        <w:jc w:val="both"/>
        <w:rPr>
          <w:rFonts w:cs="Times New Roman"/>
          <w:lang w:val="sw-KE"/>
        </w:rPr>
      </w:pPr>
      <w:r w:rsidRPr="00EB7346">
        <w:rPr>
          <w:rFonts w:cs="Times New Roman"/>
          <w:lang w:val="sw-KE"/>
        </w:rPr>
        <w:t>Na wanawake waliozaa wawanyonyeshe watoto wao miaka miwili kamili, kwa anayetaka kukamilisha muda wa kunyonyesha.</w:t>
      </w:r>
      <w:r w:rsidR="007F3605">
        <w:rPr>
          <w:rFonts w:cs="Times New Roman"/>
          <w:lang w:val="sw-KE"/>
        </w:rPr>
        <w:t xml:space="preserve"> </w:t>
      </w:r>
      <w:r w:rsidRPr="00EB7346">
        <w:rPr>
          <w:rFonts w:cs="Times New Roman"/>
          <w:lang w:val="sw-KE"/>
        </w:rPr>
        <w:t xml:space="preserve">(2:233). </w:t>
      </w:r>
    </w:p>
    <w:p w:rsidR="00EB7346" w:rsidRPr="00EB7346" w:rsidRDefault="00EB7346" w:rsidP="007F3605">
      <w:pPr>
        <w:pStyle w:val="libNormal"/>
        <w:jc w:val="both"/>
        <w:rPr>
          <w:lang w:val="sw-KE"/>
        </w:rPr>
      </w:pPr>
      <w:r w:rsidRPr="00EB7346">
        <w:rPr>
          <w:rFonts w:cs="Times New Roman"/>
          <w:lang w:val="sw-KE"/>
        </w:rPr>
        <w:t>Kutokana na Aya h</w:t>
      </w:r>
      <w:r w:rsidRPr="00EB7346">
        <w:rPr>
          <w:lang w:val="sw-KE"/>
        </w:rPr>
        <w:t>ii, tunaweza kueleza mambo yafuatayo:</w:t>
      </w:r>
    </w:p>
    <w:p w:rsidR="00DA3DD5" w:rsidRDefault="00EB7346" w:rsidP="00DA3DD5">
      <w:pPr>
        <w:pStyle w:val="libNormal"/>
        <w:numPr>
          <w:ilvl w:val="0"/>
          <w:numId w:val="15"/>
        </w:numPr>
        <w:jc w:val="both"/>
        <w:rPr>
          <w:lang w:val="sw-KE"/>
        </w:rPr>
      </w:pPr>
      <w:r w:rsidRPr="00EB7346">
        <w:rPr>
          <w:lang w:val="sw-KE"/>
        </w:rPr>
        <w:t>Ni wajibu wa mama kumnyonyesha mtoto wake, na si kumnyima haki ya kunufaika na maziwa ya matiti, lakini hii inategemea kama ataweza kumnyonyesha (yaani kutokuwa mgonjwa, n.k.).</w:t>
      </w:r>
    </w:p>
    <w:p w:rsidR="00DA3DD5" w:rsidRDefault="00EB7346" w:rsidP="00DA3DD5">
      <w:pPr>
        <w:pStyle w:val="libNormal"/>
        <w:numPr>
          <w:ilvl w:val="0"/>
          <w:numId w:val="15"/>
        </w:numPr>
        <w:jc w:val="both"/>
        <w:rPr>
          <w:lang w:val="sw-KE"/>
        </w:rPr>
      </w:pPr>
      <w:r w:rsidRPr="00DA3DD5">
        <w:rPr>
          <w:lang w:val="sw-KE"/>
        </w:rPr>
        <w:t>Muda wa kunyonyesha kwa wale wanaotaka kutimiza muda ni miaka miwili kamili.</w:t>
      </w:r>
    </w:p>
    <w:p w:rsidR="00DA3DD5" w:rsidRPr="00DA3DD5" w:rsidRDefault="00EB7346" w:rsidP="00DA3DD5">
      <w:pPr>
        <w:pStyle w:val="libNormal"/>
        <w:numPr>
          <w:ilvl w:val="0"/>
          <w:numId w:val="15"/>
        </w:numPr>
        <w:jc w:val="both"/>
        <w:rPr>
          <w:lang w:val="sw-KE"/>
        </w:rPr>
      </w:pPr>
      <w:r w:rsidRPr="00DA3DD5">
        <w:rPr>
          <w:lang w:val="sw-KE"/>
        </w:rPr>
        <w:t>Kumwachisha mtoto kunyonya kunaruhusiwa kabla ya kutimiza muda (wa miaka miwili) kwa sharti uamuzi huu upitishwe kwa makubaliano ya wawili kati ya baba na mama, tena baada ya kujadiliana kwa pamoja uzuri na ubaya wa uamuzi huo, na jinsi ya kumpa matunzo ya kutosha mtoto wao. Imetajwa katika Qur</w:t>
      </w:r>
      <w:r w:rsidRPr="00DA3DD5">
        <w:rPr>
          <w:rFonts w:cs="Times New Roman"/>
          <w:lang w:val="sw-KE"/>
        </w:rPr>
        <w:t xml:space="preserve">ani: </w:t>
      </w:r>
    </w:p>
    <w:p w:rsidR="00DA3DD5" w:rsidRDefault="00DA3DD5" w:rsidP="00DA3DD5">
      <w:pPr>
        <w:pStyle w:val="libAie"/>
        <w:rPr>
          <w:lang w:val="sw-KE"/>
        </w:rPr>
      </w:pPr>
      <w:r w:rsidRPr="00DA3DD5">
        <w:rPr>
          <w:rtl/>
          <w:lang w:val="sw-KE"/>
        </w:rPr>
        <w:t>فَإِنْ أَرَادَا فِصَالًا عَن تَرَاضٍ مِّنْهُمَا وَتَشَاوُرٍ فَلَا جُنَاحَ عَلَيْهِمَا ﴿٢٣٣﴾</w:t>
      </w:r>
    </w:p>
    <w:p w:rsidR="00DA3DD5" w:rsidRDefault="00EB7346" w:rsidP="00DA3DD5">
      <w:pPr>
        <w:pStyle w:val="libNormal"/>
        <w:ind w:firstLine="0"/>
        <w:jc w:val="both"/>
        <w:rPr>
          <w:lang w:val="sw-KE"/>
        </w:rPr>
      </w:pPr>
      <w:r w:rsidRPr="00DA3DD5">
        <w:rPr>
          <w:rFonts w:cs="Times New Roman"/>
          <w:lang w:val="sw-KE"/>
        </w:rPr>
        <w:t>Na kama wote wawili wakitaka kumwachisha kunyonya (kabla ya miaka miwili) kwa kuridhiana na kushauriana, basi hapana ubaya juu yao. (2:233).</w:t>
      </w:r>
    </w:p>
    <w:p w:rsidR="00DA3DD5" w:rsidRDefault="00EB7346" w:rsidP="00DA3DD5">
      <w:pPr>
        <w:pStyle w:val="libNormal"/>
        <w:numPr>
          <w:ilvl w:val="0"/>
          <w:numId w:val="15"/>
        </w:numPr>
        <w:jc w:val="both"/>
        <w:rPr>
          <w:lang w:val="sw-KE"/>
        </w:rPr>
      </w:pPr>
      <w:r w:rsidRPr="00DA3DD5">
        <w:rPr>
          <w:lang w:val="sw-KE"/>
        </w:rPr>
        <w:t xml:space="preserve">Ni juu ya baba kumsaidia mama anayenyonyesha, kumweka katika mazingira yafaayo anayohitaji ili kumyonyesha mtoto wake. </w:t>
      </w:r>
    </w:p>
    <w:p w:rsidR="00DA3DD5" w:rsidRDefault="00EB7346" w:rsidP="00DA3DD5">
      <w:pPr>
        <w:pStyle w:val="libNormal"/>
        <w:ind w:firstLine="0"/>
        <w:jc w:val="both"/>
        <w:rPr>
          <w:lang w:val="sw-KE"/>
        </w:rPr>
      </w:pPr>
      <w:r w:rsidRPr="00DA3DD5">
        <w:rPr>
          <w:lang w:val="sw-KE"/>
        </w:rPr>
        <w:t>Hii inadhihirisha kwamba Uislamu unachukulia kunyonyesha kuwa ni wajibu mkubwa kwa upande wa mama, ambapo haufai kufuatiliziwa na kazi nyingine za ziada. Hivyo basi hii inaonyesha waziwazi jinsi Qur</w:t>
      </w:r>
      <w:r w:rsidRPr="00DA3DD5">
        <w:rPr>
          <w:rFonts w:cs="Times New Roman"/>
          <w:lang w:val="sw-KE"/>
        </w:rPr>
        <w:t>ani ilivyoeleza kwa ufafanuzi juu ya haki za mama anayenyonyesha.</w:t>
      </w:r>
    </w:p>
    <w:p w:rsidR="00DA3DD5" w:rsidRDefault="00EB7346" w:rsidP="00DA3DD5">
      <w:pPr>
        <w:pStyle w:val="libNormal"/>
        <w:numPr>
          <w:ilvl w:val="0"/>
          <w:numId w:val="15"/>
        </w:numPr>
        <w:jc w:val="both"/>
        <w:rPr>
          <w:lang w:val="sw-KE"/>
        </w:rPr>
      </w:pPr>
      <w:r w:rsidRPr="00DA3DD5">
        <w:rPr>
          <w:lang w:val="sw-KE"/>
        </w:rPr>
        <w:t xml:space="preserve">Baba atakapokuwa hayuko, ama amefariki, mmoja kati ya watu wa familia atachukua jukumu la kumlisha mtoto na kumtoshelezea mahitaji </w:t>
      </w:r>
      <w:r w:rsidRPr="00DA3DD5">
        <w:rPr>
          <w:lang w:val="sw-KE"/>
        </w:rPr>
        <w:lastRenderedPageBreak/>
        <w:t>yake yeye na mama yake, ili aendelee kunyonyesha. Hali mojawapo kati ya hizo zinapotokea huwa zinazingatiwa kwa makini sana na Uislamu, ndipo Uislamu ukaweka kanuni mahsusi kwa waislamu zinazoelezaea mambo haya.</w:t>
      </w:r>
    </w:p>
    <w:p w:rsidR="00DA3DD5" w:rsidRDefault="00EB7346" w:rsidP="00DA3DD5">
      <w:pPr>
        <w:pStyle w:val="libNormal"/>
        <w:numPr>
          <w:ilvl w:val="0"/>
          <w:numId w:val="15"/>
        </w:numPr>
        <w:jc w:val="both"/>
        <w:rPr>
          <w:lang w:val="sw-KE"/>
        </w:rPr>
      </w:pPr>
      <w:r w:rsidRPr="00DA3DD5">
        <w:rPr>
          <w:lang w:val="sw-KE"/>
        </w:rPr>
        <w:t xml:space="preserve">Mama anayeweza kumnyonyesha mtoto wake, anakatazwa kuajiri mnyonyeshaji wa kumnyonyesha mtoto wake badala yake. </w:t>
      </w:r>
    </w:p>
    <w:p w:rsidR="00EB7346" w:rsidRPr="00DA3DD5" w:rsidRDefault="00EB7346" w:rsidP="00DA3DD5">
      <w:pPr>
        <w:pStyle w:val="libNormal"/>
        <w:ind w:firstLine="0"/>
        <w:jc w:val="both"/>
        <w:rPr>
          <w:lang w:val="sw-KE"/>
        </w:rPr>
      </w:pPr>
      <w:r w:rsidRPr="00DA3DD5">
        <w:rPr>
          <w:lang w:val="sw-KE"/>
        </w:rPr>
        <w:t>Uislamu unamlazimisha baba wa mtoto kutoa posho ya pesa kumpatia mama aliyemtaliki (aliyemwacha wakati akinyonyesha), anyonyeshaye mtoto yule. Kwa hali hiyo, Uislamu unahakikisha kwamba mtoto anapata mahitaji yake yote anayopaswa kupewa katika kipindi hiki cha kunyonya. Ni vizuri kutaja hapa kwamba Mwenyezi Mungu ameyatosheleza mahitaji (yote ya lishe) ya mtoto kutokana na maziwa anayoyanyonya kutoka kwenye matiti ya mamake.</w:t>
      </w:r>
    </w:p>
    <w:p w:rsidR="00D22C82" w:rsidRDefault="00EB7346" w:rsidP="007F3605">
      <w:pPr>
        <w:pStyle w:val="libNormal"/>
        <w:jc w:val="both"/>
        <w:rPr>
          <w:rFonts w:cs="Times New Roman"/>
          <w:lang w:val="sw-KE"/>
        </w:rPr>
      </w:pPr>
      <w:r w:rsidRPr="00EB7346">
        <w:rPr>
          <w:lang w:val="sw-KE"/>
        </w:rPr>
        <w:t xml:space="preserve">Katika siku tatu za mwanzo wa maisha ya mtoto, matiti hutowa majimaji ya kimanjano yajulikanayo kama </w:t>
      </w:r>
      <w:r w:rsidRPr="00EB7346">
        <w:rPr>
          <w:rFonts w:cs="Times New Roman"/>
          <w:lang w:val="sw-KE"/>
        </w:rPr>
        <w:t xml:space="preserve">dangaa (beestings) na ambayo hutoka kwa kiasi kidogo. </w:t>
      </w:r>
    </w:p>
    <w:p w:rsidR="00EB7346" w:rsidRPr="00EB7346" w:rsidRDefault="00EB7346" w:rsidP="007F3605">
      <w:pPr>
        <w:pStyle w:val="libNormal"/>
        <w:jc w:val="both"/>
        <w:rPr>
          <w:lang w:val="sw-KE"/>
        </w:rPr>
      </w:pPr>
      <w:r w:rsidRPr="00EB7346">
        <w:rPr>
          <w:rFonts w:cs="Times New Roman"/>
          <w:lang w:val="sw-KE"/>
        </w:rPr>
        <w:t>Majimaji haya hutosheleza kumpatia mtoto chakula anachokihitaji mwanzo wa maisha, aidha hulis</w:t>
      </w:r>
      <w:r w:rsidRPr="00EB7346">
        <w:rPr>
          <w:lang w:val="sw-KE"/>
        </w:rPr>
        <w:t>aidia tumbo lake kuanza kupokea na kuyeyusha chakula anachokila. Katika siku ya nne, matiti huanza kutoa maziwa ambayo ni ya muhimu kwa kumlisha mtoto mpaka atakapofikia kuacha.</w:t>
      </w:r>
    </w:p>
    <w:p w:rsidR="00EB7346" w:rsidRPr="00EB7346" w:rsidRDefault="00EB7346" w:rsidP="00EB7346">
      <w:pPr>
        <w:pStyle w:val="libNormal"/>
        <w:jc w:val="both"/>
        <w:rPr>
          <w:lang w:val="sw-KE"/>
        </w:rPr>
      </w:pPr>
      <w:r w:rsidRPr="00EB7346">
        <w:rPr>
          <w:lang w:val="sw-KE"/>
        </w:rPr>
        <w:t>Mama anayekataa kumnyonyesha mtoto wake bila ya sababu za maana, basi hujinyima yeye na humnyima mtoto wake faida muhimu sana. Kwani kunyonyesha kunamletea mama hisia za mapenzi na humwongezea (moy- oni mwake) hisia za huruma ya umama. Kwa kuongezea tu, kwa yale yaliyotajwa hapo awali ni kwamba, kunyonyesha kunafanya utaratibu wa kuyeyusha chakula kwa mama kuweza kutengeza chakula kinachohitajika, kilicho muhimu kwa mtoto wake na kustawisha hali yake ya kiafya kwa ujumla. Pamoja na hayo, kunyonyesha kunasaidia kurekebisha njia ya uzazi wa mwanamke na kuweza kuirudisha katika hali iliyo sawasawa na ya kawaida baada ya kumalizika kwa zoezi la kuzaa.</w:t>
      </w:r>
    </w:p>
    <w:p w:rsidR="006574A0" w:rsidRPr="006C7118" w:rsidRDefault="00EB7346" w:rsidP="00240FB2">
      <w:pPr>
        <w:pStyle w:val="libNormal"/>
        <w:numPr>
          <w:ilvl w:val="0"/>
          <w:numId w:val="13"/>
        </w:numPr>
        <w:jc w:val="both"/>
        <w:rPr>
          <w:rFonts w:cs="Times New Roman"/>
          <w:color w:val="0070C0"/>
          <w:lang w:val="sw-KE"/>
        </w:rPr>
      </w:pPr>
      <w:r w:rsidRPr="006C7118">
        <w:rPr>
          <w:color w:val="0070C0"/>
          <w:lang w:val="sw-KE"/>
        </w:rPr>
        <w:t>Um</w:t>
      </w:r>
      <w:r w:rsidR="006574A0" w:rsidRPr="006C7118">
        <w:rPr>
          <w:color w:val="0070C0"/>
          <w:lang w:val="sw-KE"/>
        </w:rPr>
        <w:t>uhimu wa kunyonyesha kwa matiti</w:t>
      </w:r>
    </w:p>
    <w:p w:rsidR="00240FB2" w:rsidRDefault="00EB7346" w:rsidP="006574A0">
      <w:pPr>
        <w:pStyle w:val="libNormal"/>
        <w:ind w:firstLine="0"/>
        <w:jc w:val="both"/>
        <w:rPr>
          <w:rFonts w:cs="Times New Roman"/>
          <w:lang w:val="sw-KE"/>
        </w:rPr>
      </w:pPr>
      <w:r w:rsidRPr="00EB7346">
        <w:rPr>
          <w:lang w:val="sw-KE"/>
        </w:rPr>
        <w:t>katika Uislamu Qur</w:t>
      </w:r>
      <w:r w:rsidRPr="00EB7346">
        <w:rPr>
          <w:rFonts w:cs="Times New Roman"/>
          <w:lang w:val="sw-KE"/>
        </w:rPr>
        <w:t xml:space="preserve">ani imetilia mkazo umuhimu wa kunyonyesha kwa matiti katika Uislamu ikasema: </w:t>
      </w:r>
    </w:p>
    <w:p w:rsidR="00240FB2" w:rsidRPr="00240FB2" w:rsidRDefault="00240FB2" w:rsidP="00240FB2">
      <w:pPr>
        <w:pStyle w:val="libAie"/>
        <w:rPr>
          <w:lang w:val="sw-KE"/>
        </w:rPr>
      </w:pPr>
      <w:r w:rsidRPr="00240FB2">
        <w:rPr>
          <w:rtl/>
          <w:lang w:val="sw-KE"/>
        </w:rPr>
        <w:t xml:space="preserve">وَأَوْحَيْنَا إِلَىٰ أُمِّ مُوسَىٰ أَنْ أَرْضِعِيهِ </w:t>
      </w:r>
      <w:r w:rsidRPr="00240FB2">
        <w:rPr>
          <w:rFonts w:hint="cs"/>
          <w:rtl/>
          <w:lang w:val="sw-KE"/>
        </w:rPr>
        <w:t xml:space="preserve"> فَإِذَا خِفْتِ عَلَيْهِ فَأَلْقِيهِ فِي الْيَمِّ وَلَا تَخَافِي وَلَا تَحْزَنِي  إِنَّا رَادُّوهُ إِلَيْكِ وَجَاعِلُوهُ مِنَ الْمُرْسَلِينَ ﴿٧﴾</w:t>
      </w:r>
    </w:p>
    <w:p w:rsidR="00EB7346" w:rsidRPr="00240FB2" w:rsidRDefault="00EB7346" w:rsidP="00240FB2">
      <w:pPr>
        <w:pStyle w:val="libNormal"/>
        <w:ind w:firstLine="0"/>
        <w:jc w:val="both"/>
        <w:rPr>
          <w:rFonts w:cs="Times New Roman"/>
          <w:lang w:val="sw-KE"/>
        </w:rPr>
      </w:pPr>
      <w:r w:rsidRPr="00240FB2">
        <w:rPr>
          <w:rFonts w:cs="Times New Roman"/>
          <w:lang w:val="sw-KE"/>
        </w:rPr>
        <w:t>Tukampelekea mama yake nabii Musa ufunuo (ufahamu w</w:t>
      </w:r>
      <w:r w:rsidRPr="00240FB2">
        <w:rPr>
          <w:lang w:val="sw-KE"/>
        </w:rPr>
        <w:t>a moyoni - wahyi) kuwa mnyonyeshe, na utakapomhofia, basi mtie mtoni, usiogope, wala usihuzunike kwani sisi tutamrejesha kwako. Na tutamfa</w:t>
      </w:r>
      <w:r w:rsidR="00240FB2" w:rsidRPr="00240FB2">
        <w:rPr>
          <w:lang w:val="sw-KE"/>
        </w:rPr>
        <w:t>nya kuwa ni miongoni mwa Mitume</w:t>
      </w:r>
      <w:r w:rsidRPr="00240FB2">
        <w:rPr>
          <w:rFonts w:cs="Times New Roman"/>
          <w:lang w:val="sw-KE"/>
        </w:rPr>
        <w:t xml:space="preserve"> (28:7).</w:t>
      </w:r>
    </w:p>
    <w:p w:rsidR="00EB7346" w:rsidRPr="00EB7346" w:rsidRDefault="00EB7346" w:rsidP="00EB7346">
      <w:pPr>
        <w:pStyle w:val="libNormal"/>
        <w:jc w:val="both"/>
        <w:rPr>
          <w:lang w:val="sw-KE"/>
        </w:rPr>
      </w:pPr>
      <w:r w:rsidRPr="00EB7346">
        <w:rPr>
          <w:lang w:val="sw-KE"/>
        </w:rPr>
        <w:t>Hapa Mwenyezi Mungu amemw</w:t>
      </w:r>
      <w:r w:rsidR="00240FB2">
        <w:rPr>
          <w:lang w:val="sw-KE"/>
        </w:rPr>
        <w:t xml:space="preserve">amuru mama yake nabii Musa </w:t>
      </w:r>
      <w:r w:rsidR="00240FB2" w:rsidRPr="00240FB2">
        <w:rPr>
          <w:rStyle w:val="libFootnotenumChar"/>
          <w:lang w:val="sw-KE"/>
        </w:rPr>
        <w:t>(a.s</w:t>
      </w:r>
      <w:r w:rsidRPr="00240FB2">
        <w:rPr>
          <w:rStyle w:val="libFootnotenumChar"/>
          <w:lang w:val="sw-KE"/>
        </w:rPr>
        <w:t>)</w:t>
      </w:r>
      <w:r w:rsidRPr="00EB7346">
        <w:rPr>
          <w:lang w:val="sw-KE"/>
        </w:rPr>
        <w:t xml:space="preserve"> kumnyonyesha ili kuleta hisia maalum za kiroho, hisia ambazo zinafanya kunyonyesha kuwa ni mwenendo wenye kusisimua. Wakati mama anaponyonyesha, huwa katika hali ya msisimko mkubwa usiyomithilika, na hisia za umama na huruma zake pia huwa zimeamshwa (huwa na huruma sana). Kwa ajili hii </w:t>
      </w:r>
      <w:r w:rsidR="00240FB2">
        <w:rPr>
          <w:lang w:val="sw-KE"/>
        </w:rPr>
        <w:t xml:space="preserve">ndipo mama yake nabii Musa </w:t>
      </w:r>
      <w:r w:rsidR="00240FB2" w:rsidRPr="00240FB2">
        <w:rPr>
          <w:rStyle w:val="libFootnotenumChar"/>
          <w:lang w:val="sw-KE"/>
        </w:rPr>
        <w:t>(a.s</w:t>
      </w:r>
      <w:r w:rsidRPr="00240FB2">
        <w:rPr>
          <w:rStyle w:val="libFootnotenumChar"/>
          <w:lang w:val="sw-KE"/>
        </w:rPr>
        <w:t>)</w:t>
      </w:r>
      <w:r w:rsidRPr="00EB7346">
        <w:rPr>
          <w:lang w:val="sw-KE"/>
        </w:rPr>
        <w:t xml:space="preserve"> alipoanza kuhofia kuhusu maisha ya mwanawe. Mwenyezi Mungu alimwamrisha </w:t>
      </w:r>
      <w:r w:rsidRPr="00EB7346">
        <w:rPr>
          <w:lang w:val="sw-KE"/>
        </w:rPr>
        <w:lastRenderedPageBreak/>
        <w:t>amnyonyeshe, kwani katika muda huo wa kumnyonyesha ndipo njia ya uhusiano inapotokea baina yake na mama yake. Au kwa upande mwingine, mama pia huanza kuunda hisia za moyoni kwa mtoto wake ambaye anazungukwa na pendo na huruma ya hali ya juu. Kumnyonyesha kwa mama yake nabii Musa mtoto wake kulikuwa ni kwa pendo na huruma yake yote. Hii ndiyo ikawa sababu kubwa ya Mwenyezi Mungu kumharamishia (kumfanya akatae kunyonya) maziwa ya mnyonyeshaji wa kukodishwa aliyeletwa na Firauni, kwani nabii Musa alikuwa ameshaonja maziwa ya mama yake, na hivyo kukataa kuonja maziwa ya mwanamke mwingine yeyote.</w:t>
      </w:r>
    </w:p>
    <w:p w:rsidR="005344B5" w:rsidRDefault="00EB7346" w:rsidP="005344B5">
      <w:pPr>
        <w:pStyle w:val="libNormal"/>
        <w:jc w:val="both"/>
        <w:rPr>
          <w:lang w:val="sw-KE"/>
        </w:rPr>
      </w:pPr>
      <w:r w:rsidRPr="00EB7346">
        <w:rPr>
          <w:lang w:val="sw-KE"/>
        </w:rPr>
        <w:t xml:space="preserve">Amesema Mwenyezi Mungu: </w:t>
      </w:r>
    </w:p>
    <w:p w:rsidR="005344B5" w:rsidRDefault="00EB7346" w:rsidP="005344B5">
      <w:pPr>
        <w:pStyle w:val="libNormal"/>
        <w:jc w:val="both"/>
        <w:rPr>
          <w:rFonts w:cs="Times New Roman"/>
          <w:lang w:val="sw-KE"/>
        </w:rPr>
      </w:pPr>
      <w:r w:rsidRPr="00EB7346">
        <w:rPr>
          <w:rFonts w:cs="Times New Roman"/>
          <w:lang w:val="sw-KE"/>
        </w:rPr>
        <w:t>Na tukamharamishia w</w:t>
      </w:r>
      <w:r w:rsidRPr="00EB7346">
        <w:rPr>
          <w:lang w:val="sw-KE"/>
        </w:rPr>
        <w:t>anyonyeshaji tangu mwanzo</w:t>
      </w:r>
      <w:r w:rsidR="005344B5" w:rsidRPr="00EB7346">
        <w:rPr>
          <w:rFonts w:cs="Times New Roman"/>
          <w:lang w:val="sw-KE"/>
        </w:rPr>
        <w:t xml:space="preserve"> </w:t>
      </w:r>
      <w:r w:rsidRPr="00EB7346">
        <w:rPr>
          <w:rFonts w:cs="Times New Roman"/>
          <w:lang w:val="sw-KE"/>
        </w:rPr>
        <w:t xml:space="preserve">(28:12). </w:t>
      </w:r>
    </w:p>
    <w:p w:rsidR="00EB7346" w:rsidRPr="00EB7346" w:rsidRDefault="00EB7346" w:rsidP="005344B5">
      <w:pPr>
        <w:pStyle w:val="libNormal"/>
        <w:jc w:val="both"/>
        <w:rPr>
          <w:lang w:val="sw-KE"/>
        </w:rPr>
      </w:pPr>
      <w:r w:rsidRPr="00EB7346">
        <w:rPr>
          <w:rFonts w:cs="Times New Roman"/>
          <w:lang w:val="sw-KE"/>
        </w:rPr>
        <w:t>Qurani imeeleza tena kuhusu umuhimu wa kunyonyesha na maana yake; na mfungamano imara wa kiakili wa kimoyo kati ya mtoto na mamaye unaotokana na kunyonyesha kwa matiti. Imeelezwa kwamba, hapana mama yeyote awezaye kumt</w:t>
      </w:r>
      <w:r w:rsidRPr="00EB7346">
        <w:rPr>
          <w:lang w:val="sw-KE"/>
        </w:rPr>
        <w:t>upa mtoto wake mchanga anyonyaye ila awe amepatwa na hofu kuu na hatari itishayo kabisa! Amesema Mwenyezi Mungu:</w:t>
      </w:r>
    </w:p>
    <w:p w:rsidR="005344B5" w:rsidRDefault="005344B5" w:rsidP="005344B5">
      <w:pPr>
        <w:pStyle w:val="libAie"/>
        <w:rPr>
          <w:lang w:val="sw-KE"/>
        </w:rPr>
      </w:pPr>
      <w:r w:rsidRPr="005344B5">
        <w:rPr>
          <w:rtl/>
          <w:lang w:val="sw-KE"/>
        </w:rPr>
        <w:t xml:space="preserve">يَا أَيُّهَا النَّاسُ اتَّقُوا رَبَّكُمْ </w:t>
      </w:r>
      <w:r w:rsidRPr="005344B5">
        <w:rPr>
          <w:rFonts w:hint="cs"/>
          <w:rtl/>
          <w:lang w:val="sw-KE"/>
        </w:rPr>
        <w:t xml:space="preserve"> إِنَّ زَلْزَلَة</w:t>
      </w:r>
      <w:r w:rsidRPr="005344B5">
        <w:rPr>
          <w:rtl/>
          <w:lang w:val="sw-KE"/>
        </w:rPr>
        <w:t>َ السَّاعَةِ شَيْءٌ عَظِيمٌ ﴿١﴾ يَوْمَ تَرَوْنَهَا تَذْهَلُ كُلُّ مُرْضِعَةٍ عَمَّا أَرْضَعَتْ وَتَضَعُ كُلُّ ذَاتِ حَمْلٍ حَمْلَهَا وَتَرَى النَّاسَ سُكَارَىٰ وَمَا هُم بِسُكَارَىٰ وَلَـٰكِنَّ عَذَابَ اللَّـهِ شَدِيدٌ ﴿٢﴾</w:t>
      </w:r>
    </w:p>
    <w:p w:rsidR="005344B5" w:rsidRDefault="00EB7346" w:rsidP="005344B5">
      <w:pPr>
        <w:pStyle w:val="libNormal"/>
        <w:jc w:val="both"/>
        <w:rPr>
          <w:rFonts w:cs="Times New Roman"/>
          <w:lang w:val="sw-KE"/>
        </w:rPr>
      </w:pPr>
      <w:r w:rsidRPr="00EB7346">
        <w:rPr>
          <w:rFonts w:cs="Times New Roman"/>
          <w:lang w:val="sw-KE"/>
        </w:rPr>
        <w:t>Enyi watu! Mcheni Mola wenu, hakika mtetemeko wa Siku ya Kiyama, ni jambo kubwa (sana). Siku mtakapokiona (Kiyama), kila mwanamke anyonyeshay</w:t>
      </w:r>
      <w:r w:rsidRPr="00EB7346">
        <w:rPr>
          <w:lang w:val="sw-KE"/>
        </w:rPr>
        <w:t>e atamsahau (mtoto) amnyonyeshaye, na kila mwenye mimba yake. Na utawaona watu wamelewa na wala hawakulewa, lakini (hiyo) ni adha</w:t>
      </w:r>
      <w:r w:rsidR="005344B5">
        <w:rPr>
          <w:lang w:val="sw-KE"/>
        </w:rPr>
        <w:t>bu ya Mwenyezi Mungu iliyo kali</w:t>
      </w:r>
      <w:r w:rsidR="005344B5" w:rsidRPr="00EB7346">
        <w:rPr>
          <w:rFonts w:cs="Times New Roman"/>
          <w:lang w:val="sw-KE"/>
        </w:rPr>
        <w:t xml:space="preserve"> </w:t>
      </w:r>
      <w:r w:rsidRPr="00EB7346">
        <w:rPr>
          <w:rFonts w:cs="Times New Roman"/>
          <w:lang w:val="sw-KE"/>
        </w:rPr>
        <w:t>(22:1-2)</w:t>
      </w:r>
      <w:r w:rsidR="005344B5">
        <w:rPr>
          <w:rFonts w:cs="Times New Roman"/>
          <w:lang w:val="sw-KE"/>
        </w:rPr>
        <w:t>.</w:t>
      </w:r>
      <w:r w:rsidRPr="00EB7346">
        <w:rPr>
          <w:rFonts w:cs="Times New Roman"/>
          <w:lang w:val="sw-KE"/>
        </w:rPr>
        <w:t xml:space="preserve"> </w:t>
      </w:r>
    </w:p>
    <w:p w:rsidR="00EB7346" w:rsidRPr="00EB7346" w:rsidRDefault="00EB7346" w:rsidP="005344B5">
      <w:pPr>
        <w:pStyle w:val="libNormal"/>
        <w:jc w:val="both"/>
        <w:rPr>
          <w:lang w:val="sw-KE"/>
        </w:rPr>
      </w:pPr>
      <w:r w:rsidRPr="00EB7346">
        <w:rPr>
          <w:rFonts w:cs="Times New Roman"/>
          <w:lang w:val="sw-KE"/>
        </w:rPr>
        <w:t xml:space="preserve">Maumbile haya ya dhahiri na ya ajabu, ya uhusiano (wa mtoto na mama) yatageuzwa Siku </w:t>
      </w:r>
      <w:r w:rsidRPr="00EB7346">
        <w:rPr>
          <w:lang w:val="sw-KE"/>
        </w:rPr>
        <w:t>ya Kiyama kwa mama kumsahau mtoto wake anayemnyonyesha, ambalo hilo kwa hakika ni tukio la kutisha.</w:t>
      </w:r>
    </w:p>
    <w:p w:rsidR="00EB7346" w:rsidRPr="00EB7346" w:rsidRDefault="00EB7346" w:rsidP="005344B5">
      <w:pPr>
        <w:pStyle w:val="libNormal"/>
        <w:jc w:val="both"/>
        <w:rPr>
          <w:rFonts w:cs="Times New Roman"/>
          <w:lang w:val="sw-KE"/>
        </w:rPr>
      </w:pPr>
      <w:r w:rsidRPr="00EB7346">
        <w:rPr>
          <w:lang w:val="sw-KE"/>
        </w:rPr>
        <w:t>Kabla ya ukhalifa wa Umar Ibn al-Khattab, dola ya kiislamu ilikuwa ikitoa posho maalum kwa mtoto anayeachishwa kunyonya. Mpango huu ukawa unatumiwa vibaya na familia maskini, kwani walikuwa wakiwaachisha watoto wao kunyonya mapema sana ili wakajipatie posho hizo. Umar Ibn al-Khattab akalichunguza jambo hilo kwa kina kwa jinsi akina mama walivyowanyima watoto wao haki za kuwanyonyesha kwa muhula wa miaka miwiwli kamili, kama ilivyotajwa katika Qur</w:t>
      </w:r>
      <w:r w:rsidRPr="00EB7346">
        <w:rPr>
          <w:rFonts w:cs="Times New Roman"/>
          <w:lang w:val="sw-KE"/>
        </w:rPr>
        <w:t>ani.</w:t>
      </w:r>
    </w:p>
    <w:p w:rsidR="00EB7346" w:rsidRPr="00EB7346" w:rsidRDefault="00EB7346" w:rsidP="00EB7346">
      <w:pPr>
        <w:pStyle w:val="libNormal"/>
        <w:jc w:val="both"/>
        <w:rPr>
          <w:lang w:val="sw-KE"/>
        </w:rPr>
      </w:pPr>
      <w:r w:rsidRPr="00EB7346">
        <w:rPr>
          <w:lang w:val="sw-KE"/>
        </w:rPr>
        <w:t>Hatimaye tabia hiyo ilidhuru afya na makuzi ya watoto. Kwa sababu hiyo, ndipo Umar (wakati wa ukhalifa wake) akaurekebisha utaratibu huo, akafanya malipo ya posho hiyo yatolewe mara tu mtoto anapozaliwa. Marekebisho haya yakawapa nguvu akina mama ya kuweza kukamilisha kuwanyonyesha watoto wao kwa kipindi cha miaka miwili pasi na kuwanyima haki hii muhimu. Vizazi vya kiislamu vilivyotangulia mara kwa mara vilikuwa vikihimiza kunyonyesha kwa kutambua umuhimu wake katika maisha ya mtoto na familia.</w:t>
      </w:r>
    </w:p>
    <w:p w:rsidR="00EB7346" w:rsidRPr="00EB7346" w:rsidRDefault="00EB7346" w:rsidP="00EB7346">
      <w:pPr>
        <w:pStyle w:val="libNormal"/>
        <w:jc w:val="both"/>
        <w:rPr>
          <w:lang w:val="sw-KE"/>
        </w:rPr>
      </w:pPr>
      <w:r w:rsidRPr="00EB7346">
        <w:rPr>
          <w:lang w:val="sw-KE"/>
        </w:rPr>
        <w:t xml:space="preserve">Kwa kuwa Uislamu ni dini ya kimaendeleo na yenye huruma ambayo inafaa kwa wakati wowote na mahali popote, unamtaka kila mtu mwenye </w:t>
      </w:r>
      <w:r w:rsidRPr="00EB7346">
        <w:rPr>
          <w:lang w:val="sw-KE"/>
        </w:rPr>
        <w:lastRenderedPageBreak/>
        <w:t>busara kufuata na kudumisha vitendo vyema na vilivyo sawa. Ikiwa utaalamu wa kisayansi katika zama zetu hizi za kisasa umetilia mkazo umuhimu wa kunyonyesha, basi ni vizuri kutaja kwamba Uislamu umetilia mkazo jambo hili tangu miaka el</w:t>
      </w:r>
      <w:r w:rsidR="005344B5">
        <w:rPr>
          <w:lang w:val="sw-KE"/>
        </w:rPr>
        <w:t>fu moja mia nne (1400) iliyopi</w:t>
      </w:r>
      <w:r w:rsidRPr="00EB7346">
        <w:rPr>
          <w:lang w:val="sw-KE"/>
        </w:rPr>
        <w:t>ta.</w:t>
      </w:r>
    </w:p>
    <w:p w:rsidR="005344B5" w:rsidRDefault="00EB7346" w:rsidP="005344B5">
      <w:pPr>
        <w:pStyle w:val="libNormal"/>
        <w:jc w:val="both"/>
        <w:rPr>
          <w:lang w:val="sw-KE"/>
        </w:rPr>
      </w:pPr>
      <w:r w:rsidRPr="00EB7346">
        <w:rPr>
          <w:lang w:val="sw-KE"/>
        </w:rPr>
        <w:t xml:space="preserve">Kwa hivyo Uislamu unampa taadhima baba na mama Muislamu, mtoto na jamii yote ya Kiislamu kwa ujumla, pale unapotuamrisha kufuata vitendo vizuri kama hivyo. Inaeleweka wazi kuhusu athari ya maziwa ya mama kwa afya ya mtoto, tabia yake na maisha yake ya baadaye. Kwa hivyo si ajabu kwa nini Mtume </w:t>
      </w:r>
      <w:r w:rsidRPr="005344B5">
        <w:rPr>
          <w:rStyle w:val="libBold1Char"/>
          <w:lang w:val="sw-KE"/>
        </w:rPr>
        <w:t>(s.a.w.</w:t>
      </w:r>
      <w:r w:rsidR="005344B5" w:rsidRPr="005344B5">
        <w:rPr>
          <w:rStyle w:val="libBold1Char"/>
          <w:lang w:val="sw-KE"/>
        </w:rPr>
        <w:t>w</w:t>
      </w:r>
      <w:r w:rsidRPr="005344B5">
        <w:rPr>
          <w:rStyle w:val="libBold1Char"/>
          <w:lang w:val="sw-KE"/>
        </w:rPr>
        <w:t>)</w:t>
      </w:r>
      <w:r w:rsidRPr="00EB7346">
        <w:rPr>
          <w:lang w:val="sw-KE"/>
        </w:rPr>
        <w:t xml:space="preserve"> ametukataza tusimpatie kumnyonyesha mtoto mwanamke kahaba au asiye na akili timamu. </w:t>
      </w:r>
    </w:p>
    <w:p w:rsidR="005344B5" w:rsidRPr="005344B5" w:rsidRDefault="00EB7346" w:rsidP="005344B5">
      <w:pPr>
        <w:pStyle w:val="libNormal"/>
        <w:jc w:val="both"/>
        <w:rPr>
          <w:rStyle w:val="libBold1Char"/>
          <w:lang w:val="sw-KE"/>
        </w:rPr>
      </w:pPr>
      <w:r w:rsidRPr="00EB7346">
        <w:rPr>
          <w:lang w:val="sw-KE"/>
        </w:rPr>
        <w:t xml:space="preserve">Mtume </w:t>
      </w:r>
      <w:r w:rsidRPr="005344B5">
        <w:rPr>
          <w:rStyle w:val="libBold1Char"/>
          <w:lang w:val="sw-KE"/>
        </w:rPr>
        <w:t>(s.a.w.</w:t>
      </w:r>
      <w:r w:rsidR="005344B5" w:rsidRPr="005344B5">
        <w:rPr>
          <w:rStyle w:val="libBold1Char"/>
          <w:lang w:val="sw-KE"/>
        </w:rPr>
        <w:t>w</w:t>
      </w:r>
      <w:r w:rsidRPr="005344B5">
        <w:rPr>
          <w:rStyle w:val="libBold1Char"/>
          <w:lang w:val="sw-KE"/>
        </w:rPr>
        <w:t>)</w:t>
      </w:r>
      <w:r w:rsidRPr="00EB7346">
        <w:rPr>
          <w:lang w:val="sw-KE"/>
        </w:rPr>
        <w:t xml:space="preserve"> ametuamuru tumlinde mtoto kutokana na jambo lolote litakaloharibu uzuri wa maumbile yake</w:t>
      </w:r>
      <w:r w:rsidR="005344B5">
        <w:rPr>
          <w:lang w:val="sw-KE"/>
        </w:rPr>
        <w:t>,</w:t>
      </w:r>
      <w:r w:rsidRPr="00EB7346">
        <w:rPr>
          <w:lang w:val="sw-KE"/>
        </w:rPr>
        <w:t xml:space="preserve"> Amesema: </w:t>
      </w:r>
      <w:r w:rsidRPr="005344B5">
        <w:rPr>
          <w:rStyle w:val="libBold1Char"/>
          <w:lang w:val="sw-KE"/>
        </w:rPr>
        <w:t xml:space="preserve">Walindeni watoto wenu kutokana na maziwa ya kahaba na ya mwendawazimu, kwani maziwa yanaambukiza. </w:t>
      </w:r>
    </w:p>
    <w:p w:rsidR="001937B7" w:rsidRDefault="00EB7346" w:rsidP="005344B5">
      <w:pPr>
        <w:pStyle w:val="libNormal"/>
        <w:jc w:val="both"/>
        <w:rPr>
          <w:lang w:val="sw-KE"/>
        </w:rPr>
      </w:pPr>
      <w:r w:rsidRPr="00EB7346">
        <w:rPr>
          <w:rFonts w:cs="Times New Roman"/>
          <w:lang w:val="sw-KE"/>
        </w:rPr>
        <w:t>Ndani ya maelekezo haya, hapana shaka kwamba Uislamu unahakikisha kabisa kwamba w</w:t>
      </w:r>
      <w:r w:rsidRPr="00EB7346">
        <w:rPr>
          <w:lang w:val="sw-KE"/>
        </w:rPr>
        <w:t xml:space="preserve">atoto wanapata malezi na matunzo ya kutosha wanayostahili kuyapata. </w:t>
      </w:r>
    </w:p>
    <w:p w:rsidR="006574A0" w:rsidRPr="006C7118" w:rsidRDefault="00EB7346" w:rsidP="001937B7">
      <w:pPr>
        <w:pStyle w:val="libNormal"/>
        <w:numPr>
          <w:ilvl w:val="0"/>
          <w:numId w:val="13"/>
        </w:numPr>
        <w:jc w:val="both"/>
        <w:rPr>
          <w:color w:val="0070C0"/>
          <w:lang w:val="sw-KE"/>
        </w:rPr>
      </w:pPr>
      <w:r w:rsidRPr="006C7118">
        <w:rPr>
          <w:color w:val="0070C0"/>
          <w:lang w:val="sw-KE"/>
        </w:rPr>
        <w:t xml:space="preserve">Lishe kwa akina mama waja wazito na wanaonyonyesha </w:t>
      </w:r>
    </w:p>
    <w:p w:rsidR="001937B7" w:rsidRDefault="00EB7346" w:rsidP="006574A0">
      <w:pPr>
        <w:pStyle w:val="libNormal"/>
        <w:ind w:firstLine="0"/>
        <w:jc w:val="both"/>
        <w:rPr>
          <w:lang w:val="sw-KE"/>
        </w:rPr>
      </w:pPr>
      <w:r w:rsidRPr="00EB7346">
        <w:rPr>
          <w:lang w:val="sw-KE"/>
        </w:rPr>
        <w:t>Afya ya mtoto aliye tumboni mwa mama yake hutegemea sana utaratibu wa chakula kiletacho afya mwilini w</w:t>
      </w:r>
      <w:r w:rsidR="001937B7">
        <w:rPr>
          <w:lang w:val="sw-KE"/>
        </w:rPr>
        <w:t>akati mama anapokuwa mja mzito.</w:t>
      </w:r>
    </w:p>
    <w:p w:rsidR="00EB7346" w:rsidRPr="00EB7346" w:rsidRDefault="00EB7346" w:rsidP="001937B7">
      <w:pPr>
        <w:pStyle w:val="libNormal"/>
        <w:ind w:firstLine="0"/>
        <w:jc w:val="both"/>
        <w:rPr>
          <w:lang w:val="sw-KE"/>
        </w:rPr>
      </w:pPr>
      <w:r w:rsidRPr="00EB7346">
        <w:rPr>
          <w:lang w:val="sw-KE"/>
        </w:rPr>
        <w:t>Ukosefu wa chakula bora wakati wa uja uzito huwaathiri wote kwa pamoja, kitoto na mama yake.</w:t>
      </w:r>
    </w:p>
    <w:p w:rsidR="00EB7346" w:rsidRPr="00EB7346" w:rsidRDefault="00EB7346" w:rsidP="00EB7346">
      <w:pPr>
        <w:pStyle w:val="libNormal"/>
        <w:jc w:val="both"/>
        <w:rPr>
          <w:lang w:val="sw-KE"/>
        </w:rPr>
      </w:pPr>
      <w:r w:rsidRPr="00EB7346">
        <w:rPr>
          <w:lang w:val="sw-KE"/>
        </w:rPr>
        <w:t>Tumeshazungumza hapo awali kwamba Uislamu humlinda mtoto hata kabla hajazaliwa ili mtoto azaliwe akiwa na nguvu na afya. Ni kwa sababu hii ndipo mwanamke mja mzito lazima awe mwangalifu sana kwa kuchagua vizuri mchanganyiko wa vyakula wakati huo, kwani kwa kufanya hivyo tu ndipo mtoto wake atakapozaliwa katika hali ya afya njema. Mchanganyiko wa chakula bora wakati wa uja uzito utamwezesha mzazi kuwa na hali nzuri ya kiafya baada ya kujifungua ili kumnyonyesha mtoto wake vizuri. Kutokana na mazingatio ya Uislamu juu ya mambo haya, ndipo ukawaruhusu akina mama waja wazito na wanyonyeshao wasifunge katika mwezi Mtukufu wa Ramadhani, iwapo wanahofia pengine kufanya hivyo kungemdhuru mtoto aliye tumboni.</w:t>
      </w:r>
    </w:p>
    <w:p w:rsidR="005344B5" w:rsidRDefault="00EB7346" w:rsidP="005344B5">
      <w:pPr>
        <w:pStyle w:val="libNormal"/>
        <w:jc w:val="both"/>
        <w:rPr>
          <w:rFonts w:cs="Times New Roman"/>
          <w:lang w:val="sw-KE"/>
        </w:rPr>
      </w:pPr>
      <w:r w:rsidRPr="00EB7346">
        <w:rPr>
          <w:lang w:val="sw-KE"/>
        </w:rPr>
        <w:t xml:space="preserve">Ruhusa hii si ya kudumu, bali inategemea kitambo atakachokitumia mama mnyonyeshaji katika kumnyonyesha mwanawe; ikiwa ni kirefu au kifupi. Ni dhahiri kwamba shabaha ya Uislamu ni kutekeleza utoshelezaji wa mahitaji ya lazima ya mtoto, na kwa jinsi gani unavyoheshimu hisia za huruma za umama. Mtume </w:t>
      </w:r>
      <w:r w:rsidRPr="005344B5">
        <w:rPr>
          <w:rStyle w:val="libBold1Char"/>
          <w:lang w:val="sw-KE"/>
        </w:rPr>
        <w:t>(s.a.w.</w:t>
      </w:r>
      <w:r w:rsidR="005344B5" w:rsidRPr="005344B5">
        <w:rPr>
          <w:rStyle w:val="libBold1Char"/>
          <w:lang w:val="sw-KE"/>
        </w:rPr>
        <w:t>w</w:t>
      </w:r>
      <w:r w:rsidRPr="005344B5">
        <w:rPr>
          <w:rStyle w:val="libBold1Char"/>
          <w:lang w:val="sw-KE"/>
        </w:rPr>
        <w:t>)</w:t>
      </w:r>
      <w:r w:rsidRPr="00EB7346">
        <w:rPr>
          <w:lang w:val="sw-KE"/>
        </w:rPr>
        <w:t xml:space="preserve"> amesema: </w:t>
      </w:r>
      <w:r w:rsidRPr="001937B7">
        <w:rPr>
          <w:rStyle w:val="libBold1Char"/>
          <w:lang w:val="sw-KE"/>
        </w:rPr>
        <w:t>Hakika Mwenyezi Mungu amemruhusu mwenye kusafiri asifunge, na apunguze Swala, pia amemruhusu mwanamke mja mzito na anayenyonyesha asifunge.</w:t>
      </w:r>
      <w:r w:rsidRPr="00EB7346">
        <w:rPr>
          <w:rFonts w:cs="Times New Roman"/>
          <w:lang w:val="sw-KE"/>
        </w:rPr>
        <w:t xml:space="preserve"> </w:t>
      </w:r>
    </w:p>
    <w:p w:rsidR="00DA3DD5" w:rsidRPr="006C7118" w:rsidRDefault="00EB7346" w:rsidP="005344B5">
      <w:pPr>
        <w:pStyle w:val="libNormal"/>
        <w:numPr>
          <w:ilvl w:val="0"/>
          <w:numId w:val="13"/>
        </w:numPr>
        <w:jc w:val="both"/>
        <w:rPr>
          <w:rFonts w:cs="Times New Roman"/>
          <w:color w:val="0070C0"/>
          <w:lang w:val="sw-KE"/>
        </w:rPr>
      </w:pPr>
      <w:r w:rsidRPr="006C7118">
        <w:rPr>
          <w:rFonts w:cs="Times New Roman"/>
          <w:color w:val="0070C0"/>
          <w:lang w:val="sw-KE"/>
        </w:rPr>
        <w:t>Mchango</w:t>
      </w:r>
      <w:r w:rsidRPr="006C7118">
        <w:rPr>
          <w:color w:val="0070C0"/>
          <w:lang w:val="sw-KE"/>
        </w:rPr>
        <w:t xml:space="preserve"> wa chakula bora katika kukuza akili timamu </w:t>
      </w:r>
    </w:p>
    <w:p w:rsidR="00EB7346" w:rsidRPr="00EB7346" w:rsidRDefault="00EB7346" w:rsidP="00DA3DD5">
      <w:pPr>
        <w:pStyle w:val="libNormal"/>
        <w:ind w:firstLine="0"/>
        <w:jc w:val="both"/>
        <w:rPr>
          <w:rFonts w:cs="Times New Roman"/>
          <w:lang w:val="sw-KE"/>
        </w:rPr>
      </w:pPr>
      <w:r w:rsidRPr="00EB7346">
        <w:rPr>
          <w:lang w:val="sw-KE"/>
        </w:rPr>
        <w:t xml:space="preserve">Miongoni mwa mambo yanayozingatiwa sana na Uislamu ni ustawi wa akili na nafsi ya Muislamu. Kula chakula bora ndio ufunguo wa afya nzuri na ustawi wa kiakili na wa nafsi, na yapasa kuanza wakati mama anapokuwa mja mzito na kuendelea katika muda wa maisha ya kila mmoja. Sheria ya Kiislamu inashauri watu wale vyakula mbali mbali vyenye afya ambavyo ni vya lazima kwa mwili wa binaadamu na kuongezeka kwa afya. Mtume </w:t>
      </w:r>
      <w:r w:rsidRPr="00DA3DD5">
        <w:rPr>
          <w:rStyle w:val="libBold1Char"/>
          <w:lang w:val="sw-KE"/>
        </w:rPr>
        <w:lastRenderedPageBreak/>
        <w:t>(s.a.w.</w:t>
      </w:r>
      <w:r w:rsidR="00DA3DD5" w:rsidRPr="00DA3DD5">
        <w:rPr>
          <w:rStyle w:val="libBold1Char"/>
          <w:lang w:val="sw-KE"/>
        </w:rPr>
        <w:t>w</w:t>
      </w:r>
      <w:r w:rsidRPr="00DA3DD5">
        <w:rPr>
          <w:rStyle w:val="libBold1Char"/>
          <w:lang w:val="sw-KE"/>
        </w:rPr>
        <w:t>)</w:t>
      </w:r>
      <w:r w:rsidRPr="00EB7346">
        <w:rPr>
          <w:lang w:val="sw-KE"/>
        </w:rPr>
        <w:t xml:space="preserve"> amesema: </w:t>
      </w:r>
      <w:r w:rsidRPr="00DA3DD5">
        <w:rPr>
          <w:rStyle w:val="libBold1Char"/>
          <w:lang w:val="sw-KE"/>
        </w:rPr>
        <w:t>Muislamu mwenye nguvu ni bora na yu karibu zaidi na Mwenyezi Mungu kuliko Muislamu dhaifu.</w:t>
      </w:r>
    </w:p>
    <w:p w:rsidR="003E3A3A" w:rsidRDefault="00EB7346" w:rsidP="003E3A3A">
      <w:pPr>
        <w:pStyle w:val="libNormal"/>
        <w:jc w:val="both"/>
        <w:rPr>
          <w:rFonts w:cs="Times New Roman"/>
          <w:lang w:val="sw-KE"/>
        </w:rPr>
      </w:pPr>
      <w:r w:rsidRPr="00EB7346">
        <w:rPr>
          <w:lang w:val="sw-KE"/>
        </w:rPr>
        <w:t>Mwili wa binaadamu daima unahitaji chakula bora ili kuweza kurudisha nguvu zilizopotea wakati wa kufanya kazi na harakati nyinginezo, na kuuwezesha kuendelea na kazi zake za kawaida, kwa sababu hizi ndipo Uislamu ukasisitiza kuhusu kula chakula bora bila ya kufanya ubadhilifu. Mwenyezi Mungu amesema:</w:t>
      </w:r>
      <w:r w:rsidR="003E3A3A">
        <w:rPr>
          <w:lang w:val="sw-KE"/>
        </w:rPr>
        <w:t xml:space="preserve"> </w:t>
      </w:r>
      <w:r w:rsidRPr="00EB7346">
        <w:rPr>
          <w:rFonts w:cs="Times New Roman"/>
          <w:lang w:val="sw-KE"/>
        </w:rPr>
        <w:t>..</w:t>
      </w:r>
      <w:r w:rsidR="003E3A3A" w:rsidRPr="00EB7346">
        <w:rPr>
          <w:rFonts w:cs="Times New Roman"/>
          <w:lang w:val="sw-KE"/>
        </w:rPr>
        <w:t xml:space="preserve"> </w:t>
      </w:r>
      <w:r w:rsidRPr="00EB7346">
        <w:rPr>
          <w:rFonts w:cs="Times New Roman"/>
          <w:lang w:val="sw-KE"/>
        </w:rPr>
        <w:t xml:space="preserve">kuleni na kunyweni (vizuri) lakini msifanye ubadhilifu..(7:31). </w:t>
      </w:r>
    </w:p>
    <w:p w:rsidR="003E3A3A" w:rsidRDefault="00EB7346" w:rsidP="003E3A3A">
      <w:pPr>
        <w:pStyle w:val="libNormal"/>
        <w:jc w:val="both"/>
        <w:rPr>
          <w:rFonts w:cs="Times New Roman"/>
          <w:lang w:val="sw-KE"/>
        </w:rPr>
      </w:pPr>
      <w:r w:rsidRPr="00EB7346">
        <w:rPr>
          <w:rFonts w:cs="Times New Roman"/>
          <w:lang w:val="sw-KE"/>
        </w:rPr>
        <w:t xml:space="preserve">Amesema tena: </w:t>
      </w:r>
    </w:p>
    <w:p w:rsidR="003E3A3A" w:rsidRDefault="00F8539A" w:rsidP="00F8539A">
      <w:pPr>
        <w:pStyle w:val="libAie"/>
        <w:rPr>
          <w:lang w:val="sw-KE"/>
        </w:rPr>
      </w:pPr>
      <w:r w:rsidRPr="00F8539A">
        <w:rPr>
          <w:rtl/>
          <w:lang w:val="sw-KE"/>
        </w:rPr>
        <w:t xml:space="preserve">وَهُوَ الَّذِي أَنشَأَ جَنَّاتٍ مَّعْرُوشَاتٍ وَغَيْرَ مَعْرُوشَاتٍ وَالنَّخْلَ وَالزَّرْعَ مُخْتَلِفًا أُكُلُهُ وَالزَّيْتُونَ وَالرُّمَّانَ مُتَشَابِهًا وَغَيْرَ مُتَشَابِهٍ </w:t>
      </w:r>
      <w:r w:rsidRPr="00F8539A">
        <w:rPr>
          <w:rFonts w:hint="cs"/>
          <w:rtl/>
          <w:lang w:val="sw-KE"/>
        </w:rPr>
        <w:t xml:space="preserve"> كُلُوا مِن ثَمَرِهِ إِذَا أَثْمَرَ وَآتُوا </w:t>
      </w:r>
      <w:r w:rsidRPr="00F8539A">
        <w:rPr>
          <w:rtl/>
          <w:lang w:val="sw-KE"/>
        </w:rPr>
        <w:t xml:space="preserve">حَقَّهُ يَوْمَ حَصَادِهِ </w:t>
      </w:r>
      <w:r w:rsidRPr="00F8539A">
        <w:rPr>
          <w:rFonts w:hint="cs"/>
          <w:rtl/>
          <w:lang w:val="sw-KE"/>
        </w:rPr>
        <w:t xml:space="preserve"> وَلَا تُسْرِفُوا  إِنَّهُ لَا يُحِبُّ الْمُسْرِفِينَ ﴿١٤١﴾</w:t>
      </w:r>
    </w:p>
    <w:p w:rsidR="00EB7346" w:rsidRPr="00EB7346" w:rsidRDefault="00EB7346" w:rsidP="003E3A3A">
      <w:pPr>
        <w:pStyle w:val="libNormal"/>
        <w:jc w:val="both"/>
        <w:rPr>
          <w:rFonts w:cs="Times New Roman"/>
          <w:lang w:val="sw-KE"/>
        </w:rPr>
      </w:pPr>
      <w:r w:rsidRPr="00EB7346">
        <w:rPr>
          <w:rFonts w:cs="Times New Roman"/>
          <w:lang w:val="sw-KE"/>
        </w:rPr>
        <w:t>Naye ndiye aliyeumba mabustani yanayoegemezwa (yanayokingamana)</w:t>
      </w:r>
      <w:r w:rsidRPr="00EB7346">
        <w:rPr>
          <w:lang w:val="sw-KE"/>
        </w:rPr>
        <w:t xml:space="preserve"> na yasiyoegemezwa, na (akaumba) mitende na mimea ya aina mbali mbali, na mizaituni, na mikoma-manga inayofanana na isiyofanana, na kuleni matunda yake inapozaa; na toeni haki yake siku ya mavuno yake, wala msifanye ubaadhirifu, hakika Mwenyezi Mungu hawapendi wafanyao ubadhilifu.</w:t>
      </w:r>
      <w:r w:rsidR="003E3A3A" w:rsidRPr="00EB7346">
        <w:rPr>
          <w:rFonts w:cs="Times New Roman"/>
          <w:lang w:val="sw-KE"/>
        </w:rPr>
        <w:t xml:space="preserve"> </w:t>
      </w:r>
      <w:r w:rsidRPr="00EB7346">
        <w:rPr>
          <w:rFonts w:cs="Times New Roman"/>
          <w:lang w:val="sw-KE"/>
        </w:rPr>
        <w:t>(6:141).</w:t>
      </w:r>
    </w:p>
    <w:p w:rsidR="003E3A3A" w:rsidRDefault="00EB7346" w:rsidP="003E3A3A">
      <w:pPr>
        <w:pStyle w:val="libNormal"/>
        <w:jc w:val="both"/>
        <w:rPr>
          <w:rFonts w:ascii="Tahoma" w:hAnsi="Tahoma" w:cs="Tahoma"/>
          <w:lang w:val="sw-KE"/>
        </w:rPr>
      </w:pPr>
      <w:r w:rsidRPr="00EB7346">
        <w:rPr>
          <w:lang w:val="sw-KE"/>
        </w:rPr>
        <w:t>Zaidi ya hayo, Mwenyezi Mungu ni Mkarimu sana kwa watu wake kwa kuwaumbia ng</w:t>
      </w:r>
      <w:r w:rsidRPr="00EB7346">
        <w:rPr>
          <w:rFonts w:cs="Times New Roman"/>
          <w:lang w:val="sw-KE"/>
        </w:rPr>
        <w:t>ombe na wanyama ili kutumia manyoya na kula nyama zao kwa ajili ya kuhifadhi maisha yao. Inakisiwa kwamba ni kwa sababu hii ndipo Mwenyezi Mu</w:t>
      </w:r>
      <w:r w:rsidRPr="00EB7346">
        <w:rPr>
          <w:lang w:val="sw-KE"/>
        </w:rPr>
        <w:t xml:space="preserve">ngu akamwamuru </w:t>
      </w:r>
      <w:r w:rsidR="001937B7">
        <w:rPr>
          <w:lang w:val="sw-KE"/>
        </w:rPr>
        <w:t xml:space="preserve">Mariam baada ya kumzaa Isa </w:t>
      </w:r>
      <w:r w:rsidR="001937B7" w:rsidRPr="001937B7">
        <w:rPr>
          <w:rStyle w:val="libFootnotenumChar"/>
          <w:lang w:val="sw-KE"/>
        </w:rPr>
        <w:t>(a.s</w:t>
      </w:r>
      <w:r w:rsidRPr="001937B7">
        <w:rPr>
          <w:rStyle w:val="libFootnotenumChar"/>
          <w:lang w:val="sw-KE"/>
        </w:rPr>
        <w:t>)</w:t>
      </w:r>
      <w:r w:rsidRPr="00EB7346">
        <w:rPr>
          <w:lang w:val="sw-KE"/>
        </w:rPr>
        <w:t xml:space="preserve"> kula tende mbivu ili kufidia kiasi cha damu alichokipoteza. Mwenyezi Mungu amesema katika Qur</w:t>
      </w:r>
      <w:r w:rsidRPr="00EB7346">
        <w:rPr>
          <w:rFonts w:cs="Times New Roman"/>
          <w:lang w:val="sw-KE"/>
        </w:rPr>
        <w:t xml:space="preserve">ani: </w:t>
      </w:r>
    </w:p>
    <w:p w:rsidR="003E3A3A" w:rsidRDefault="00F8539A" w:rsidP="00F8539A">
      <w:pPr>
        <w:pStyle w:val="libAie"/>
        <w:rPr>
          <w:lang w:val="sw-KE"/>
        </w:rPr>
      </w:pPr>
      <w:r w:rsidRPr="00F8539A">
        <w:rPr>
          <w:rtl/>
          <w:lang w:val="sw-KE"/>
        </w:rPr>
        <w:t xml:space="preserve">وَالْأَنْعَامَ خَلَقَهَا </w:t>
      </w:r>
      <w:r w:rsidRPr="00F8539A">
        <w:rPr>
          <w:rFonts w:hint="cs"/>
          <w:rtl/>
          <w:lang w:val="sw-KE"/>
        </w:rPr>
        <w:t xml:space="preserve"> لَكُمْ فِيهَا دِفْءٌ وَمَنَافِعُ وَمِنْهَا تَأْكُلُونَ ﴿٥﴾</w:t>
      </w:r>
    </w:p>
    <w:p w:rsidR="003E3A3A" w:rsidRDefault="00EB7346" w:rsidP="003E3A3A">
      <w:pPr>
        <w:pStyle w:val="libNormal"/>
        <w:jc w:val="both"/>
        <w:rPr>
          <w:rFonts w:cs="Times New Roman"/>
          <w:lang w:val="sw-KE"/>
        </w:rPr>
      </w:pPr>
      <w:r w:rsidRPr="00EB7346">
        <w:rPr>
          <w:rFonts w:cs="Times New Roman"/>
          <w:lang w:val="sw-KE"/>
        </w:rPr>
        <w:t xml:space="preserve">Na amewaumba wanyama katika hao mnapata (vitiavyo) joto, na manufaa mengine, na wengine mnawala. (16:5). </w:t>
      </w:r>
    </w:p>
    <w:p w:rsidR="00F8539A" w:rsidRDefault="00EB7346" w:rsidP="003E3A3A">
      <w:pPr>
        <w:pStyle w:val="libNormal"/>
        <w:jc w:val="both"/>
        <w:rPr>
          <w:lang w:val="sw-KE"/>
        </w:rPr>
      </w:pPr>
      <w:r w:rsidRPr="00EB7346">
        <w:rPr>
          <w:rFonts w:cs="Times New Roman"/>
          <w:lang w:val="sw-KE"/>
        </w:rPr>
        <w:t>A</w:t>
      </w:r>
      <w:r w:rsidRPr="00EB7346">
        <w:rPr>
          <w:lang w:val="sw-KE"/>
        </w:rPr>
        <w:t xml:space="preserve">mesema tena pia katika Aya nyingine: </w:t>
      </w:r>
    </w:p>
    <w:p w:rsidR="00F8539A" w:rsidRDefault="00F8539A" w:rsidP="00F8539A">
      <w:pPr>
        <w:pStyle w:val="libAie"/>
        <w:rPr>
          <w:lang w:val="sw-KE"/>
        </w:rPr>
      </w:pPr>
      <w:r w:rsidRPr="00F8539A">
        <w:rPr>
          <w:rtl/>
          <w:lang w:val="sw-KE"/>
        </w:rPr>
        <w:t>فِيهِمَا فَاكِهَةٌ وَنَخْلٌ وَرُمَّانٌ ﴿٦٨﴾</w:t>
      </w:r>
    </w:p>
    <w:p w:rsidR="00EB7346" w:rsidRPr="003E3A3A" w:rsidRDefault="00EB7346" w:rsidP="003E3A3A">
      <w:pPr>
        <w:pStyle w:val="libNormal"/>
        <w:jc w:val="both"/>
        <w:rPr>
          <w:rFonts w:ascii="Tahoma" w:hAnsi="Tahoma" w:cs="Tahoma"/>
          <w:lang w:val="sw-KE"/>
        </w:rPr>
      </w:pPr>
      <w:r w:rsidRPr="00EB7346">
        <w:rPr>
          <w:rFonts w:cs="Times New Roman"/>
          <w:lang w:val="sw-KE"/>
        </w:rPr>
        <w:t>Mna (katika hiyo bustani) matunda</w:t>
      </w:r>
      <w:r w:rsidR="00F8539A">
        <w:rPr>
          <w:rFonts w:cs="Times New Roman"/>
          <w:lang w:val="sw-KE"/>
        </w:rPr>
        <w:t xml:space="preserve"> na hasa mitende na mikomamanga</w:t>
      </w:r>
      <w:r w:rsidR="003E3A3A" w:rsidRPr="00EB7346">
        <w:rPr>
          <w:rFonts w:cs="Times New Roman"/>
          <w:lang w:val="sw-KE"/>
        </w:rPr>
        <w:t xml:space="preserve"> </w:t>
      </w:r>
      <w:r w:rsidR="00F8539A">
        <w:rPr>
          <w:rFonts w:cs="Times New Roman"/>
          <w:lang w:val="sw-KE"/>
        </w:rPr>
        <w:t>(</w:t>
      </w:r>
      <w:r w:rsidRPr="00EB7346">
        <w:rPr>
          <w:rFonts w:cs="Times New Roman"/>
          <w:lang w:val="sw-KE"/>
        </w:rPr>
        <w:t>55:68).</w:t>
      </w:r>
    </w:p>
    <w:p w:rsidR="00F8539A" w:rsidRDefault="00EB7346" w:rsidP="00F8539A">
      <w:pPr>
        <w:pStyle w:val="libNormal"/>
        <w:jc w:val="both"/>
        <w:rPr>
          <w:lang w:val="sw-KE"/>
        </w:rPr>
      </w:pPr>
      <w:r w:rsidRPr="00EB7346">
        <w:rPr>
          <w:lang w:val="sw-KE"/>
        </w:rPr>
        <w:t>Mwenyezi Mungu (hap</w:t>
      </w:r>
      <w:r w:rsidR="00F8539A">
        <w:rPr>
          <w:lang w:val="sw-KE"/>
        </w:rPr>
        <w:t>a) amezihusisha tende na mikoma</w:t>
      </w:r>
      <w:r w:rsidRPr="00EB7346">
        <w:rPr>
          <w:lang w:val="sw-KE"/>
        </w:rPr>
        <w:t xml:space="preserve">manga (mikudhumani) kwa ajili ya ubora wa matunda hayo kushinda mengine. Miongoni mwa faida (za kiafya) zipatikanazo kwenye matunda hayo mawili: Ni kiasi kikubwa cha sukari (Glucose) kilichomo ndani yake ambayo huyeyushwa na kutumiwa na mwili kwa haraka ili kuweza kuzalisha nguvu (Calorie) na joto mwilini. Mwenyezi Mungu amesema: </w:t>
      </w:r>
    </w:p>
    <w:p w:rsidR="00F8539A" w:rsidRDefault="00916E42" w:rsidP="00916E42">
      <w:pPr>
        <w:pStyle w:val="libAie"/>
        <w:rPr>
          <w:lang w:val="sw-KE"/>
        </w:rPr>
      </w:pPr>
      <w:r w:rsidRPr="00916E42">
        <w:rPr>
          <w:rtl/>
          <w:lang w:val="sw-KE"/>
        </w:rPr>
        <w:t xml:space="preserve">الْمُلْكُ يَوْمَئِذٍ الْحَقُّ لِلرَّحْمَـٰنِ </w:t>
      </w:r>
      <w:r w:rsidRPr="00916E42">
        <w:rPr>
          <w:rFonts w:hint="cs"/>
          <w:rtl/>
          <w:lang w:val="sw-KE"/>
        </w:rPr>
        <w:t xml:space="preserve"> وَكَانَ يَوْمًا عَلَى الْكَافِرِينَ عَسِيرًا ﴿٢٦﴾</w:t>
      </w:r>
    </w:p>
    <w:p w:rsidR="00F8539A" w:rsidRDefault="00EB7346" w:rsidP="00F8539A">
      <w:pPr>
        <w:pStyle w:val="libNormal"/>
        <w:jc w:val="both"/>
        <w:rPr>
          <w:rFonts w:cs="Times New Roman"/>
          <w:lang w:val="sw-KE"/>
        </w:rPr>
      </w:pPr>
      <w:r w:rsidRPr="00EB7346">
        <w:rPr>
          <w:rFonts w:cs="Times New Roman"/>
          <w:lang w:val="sw-KE"/>
        </w:rPr>
        <w:t xml:space="preserve">Na litikise </w:t>
      </w:r>
      <w:r w:rsidRPr="00EB7346">
        <w:rPr>
          <w:lang w:val="sw-KE"/>
        </w:rPr>
        <w:t>kwako shina la mtende litakuangushia tende nzuri zilizoiva na unywe na utulize jicho lako (upumzike)</w:t>
      </w:r>
      <w:r w:rsidRPr="00EB7346">
        <w:rPr>
          <w:rFonts w:cs="Times New Roman"/>
          <w:lang w:val="sw-KE"/>
        </w:rPr>
        <w:t xml:space="preserve">(19, 25-26). </w:t>
      </w:r>
    </w:p>
    <w:p w:rsidR="00F8539A" w:rsidRDefault="00EB7346" w:rsidP="00F8539A">
      <w:pPr>
        <w:pStyle w:val="libNormal"/>
        <w:jc w:val="both"/>
        <w:rPr>
          <w:rFonts w:cs="Times New Roman"/>
          <w:lang w:val="sw-KE"/>
        </w:rPr>
      </w:pPr>
      <w:r w:rsidRPr="00EB7346">
        <w:rPr>
          <w:rFonts w:cs="Times New Roman"/>
          <w:lang w:val="sw-KE"/>
        </w:rPr>
        <w:t>Ama kuhusu koma-manga, imegunduliwa kuwa ina kiasi kikubwa cha Limonic acid ambayo inasaidia kupunguza ukali wa tindikali (acid) katika mko</w:t>
      </w:r>
      <w:r w:rsidRPr="00EB7346">
        <w:rPr>
          <w:lang w:val="sw-KE"/>
        </w:rPr>
        <w:t xml:space="preserve">jo na damu pindi inapoyeyuka mwilini. Kwa kuongezea ni kwamba tunda hilo pia lina kiasi kikubwa cha joto ambacho huyeyushwa na mwili </w:t>
      </w:r>
      <w:r w:rsidRPr="00EB7346">
        <w:rPr>
          <w:lang w:val="sw-KE"/>
        </w:rPr>
        <w:lastRenderedPageBreak/>
        <w:t>kwa urahisi zaidi na hutumika kwa kuupa mwili. Kuhusu asali ya nyuki, imeainishwa kwa kutajwa ndani ya Qur</w:t>
      </w:r>
      <w:r w:rsidRPr="00EB7346">
        <w:rPr>
          <w:rFonts w:cs="Times New Roman"/>
          <w:lang w:val="sw-KE"/>
        </w:rPr>
        <w:t>ani:</w:t>
      </w:r>
    </w:p>
    <w:p w:rsidR="00916E42" w:rsidRDefault="00916E42" w:rsidP="00916E42">
      <w:pPr>
        <w:pStyle w:val="libAie"/>
        <w:rPr>
          <w:lang w:val="sw-KE"/>
        </w:rPr>
      </w:pPr>
      <w:r w:rsidRPr="00916E42">
        <w:rPr>
          <w:rtl/>
          <w:lang w:val="sw-KE"/>
        </w:rPr>
        <w:t xml:space="preserve">يَخْرُجُ مِن بُطُونِهَا شَرَابٌ مُّخْتَلِفٌ أَلْوَانُهُ فِيهِ شِفَاءٌ لِّلنَّاسِ </w:t>
      </w:r>
      <w:r w:rsidRPr="00916E42">
        <w:rPr>
          <w:rFonts w:hint="cs"/>
          <w:rtl/>
          <w:lang w:val="sw-KE"/>
        </w:rPr>
        <w:t>﴿٦٩﴾</w:t>
      </w:r>
    </w:p>
    <w:p w:rsidR="00F8539A" w:rsidRDefault="00EB7346" w:rsidP="00F8539A">
      <w:pPr>
        <w:pStyle w:val="libNormal"/>
        <w:jc w:val="both"/>
        <w:rPr>
          <w:rFonts w:cs="Times New Roman"/>
          <w:lang w:val="sw-KE"/>
        </w:rPr>
      </w:pPr>
      <w:r w:rsidRPr="00EB7346">
        <w:rPr>
          <w:rFonts w:cs="Times New Roman"/>
          <w:lang w:val="sw-KE"/>
        </w:rPr>
        <w:t>..kinatok</w:t>
      </w:r>
      <w:r w:rsidRPr="00EB7346">
        <w:rPr>
          <w:lang w:val="sw-KE"/>
        </w:rPr>
        <w:t>a katika matumbo yao (nyuki) kinywaji (asali) chenye rangi mbalimbali, ndani yake kina tiba kwa wanaadamu</w:t>
      </w:r>
      <w:r w:rsidRPr="00EB7346">
        <w:rPr>
          <w:rFonts w:cs="Times New Roman"/>
          <w:lang w:val="sw-KE"/>
        </w:rPr>
        <w:t>..</w:t>
      </w:r>
      <w:r w:rsidR="00F8539A" w:rsidRPr="00EB7346">
        <w:rPr>
          <w:rFonts w:cs="Times New Roman"/>
          <w:lang w:val="sw-KE"/>
        </w:rPr>
        <w:t xml:space="preserve"> </w:t>
      </w:r>
      <w:r w:rsidRPr="00EB7346">
        <w:rPr>
          <w:rFonts w:cs="Times New Roman"/>
          <w:lang w:val="sw-KE"/>
        </w:rPr>
        <w:t xml:space="preserve">(16:69). </w:t>
      </w:r>
    </w:p>
    <w:p w:rsidR="00EB7346" w:rsidRDefault="00EB7346" w:rsidP="00F8539A">
      <w:pPr>
        <w:pStyle w:val="libNormal"/>
        <w:jc w:val="both"/>
        <w:rPr>
          <w:rFonts w:cs="Times New Roman"/>
          <w:lang w:val="sw-KE"/>
        </w:rPr>
      </w:pPr>
      <w:r w:rsidRPr="00EB7346">
        <w:rPr>
          <w:rFonts w:cs="Times New Roman"/>
          <w:lang w:val="sw-KE"/>
        </w:rPr>
        <w:t>Amesema tena Mwenyezi Mungu:</w:t>
      </w:r>
    </w:p>
    <w:p w:rsidR="00916E42" w:rsidRPr="00EB7346" w:rsidRDefault="00867CEE" w:rsidP="00867CEE">
      <w:pPr>
        <w:pStyle w:val="libAie"/>
        <w:rPr>
          <w:lang w:val="sw-KE"/>
        </w:rPr>
      </w:pPr>
      <w:r w:rsidRPr="00867CEE">
        <w:rPr>
          <w:rtl/>
          <w:lang w:val="sw-KE"/>
        </w:rPr>
        <w:t xml:space="preserve">وَآيَةٌ لَّهُمُ الْأَرْضُ الْمَيْتَةُ أَحْيَيْنَاهَا وَأَخْرَجْنَا مِنْهَا حَبًّا فَمِنْهُ يَأْكُلُونَ ﴿٣٣﴾ وَجَعَلْنَا فِيهَا جَنَّاتٍ مِّن نَّخِيلٍ وَأَعْنَابٍ وَفَجَّرْنَا فِيهَا مِنَ الْعُيُونِ ﴿٣٤﴾ لِيَأْكُلُوا مِن ثَمَرِهِ </w:t>
      </w:r>
      <w:r w:rsidRPr="00867CEE">
        <w:rPr>
          <w:rFonts w:hint="cs"/>
          <w:rtl/>
          <w:lang w:val="sw-KE"/>
        </w:rPr>
        <w:t>﴿٣</w:t>
      </w:r>
      <w:r w:rsidRPr="00867CEE">
        <w:rPr>
          <w:rtl/>
          <w:lang w:val="sw-KE"/>
        </w:rPr>
        <w:t>٥﴾</w:t>
      </w:r>
    </w:p>
    <w:p w:rsidR="00F8539A" w:rsidRDefault="00EB7346" w:rsidP="00F8539A">
      <w:pPr>
        <w:pStyle w:val="libNormal"/>
        <w:jc w:val="both"/>
        <w:rPr>
          <w:lang w:val="sw-KE"/>
        </w:rPr>
      </w:pPr>
      <w:r w:rsidRPr="00EB7346">
        <w:rPr>
          <w:rFonts w:cs="Times New Roman"/>
          <w:lang w:val="sw-KE"/>
        </w:rPr>
        <w:t>Na alama (ya rehma za Mwenyezi Mungu) juu yao, ni ardhi iliyokufa (isiyo na rutuba) tunaifufua na tukatoa ndani yake nafaka ambazo wanazila, na tukafanya ndani yake mabustani ya mitende na mizabibu na kupitisha chemchem ndani yake ili wale matunda yake.</w:t>
      </w:r>
      <w:r w:rsidR="00F8539A" w:rsidRPr="00EB7346">
        <w:rPr>
          <w:lang w:val="sw-KE"/>
        </w:rPr>
        <w:t xml:space="preserve"> </w:t>
      </w:r>
      <w:r w:rsidRPr="00EB7346">
        <w:rPr>
          <w:lang w:val="sw-KE"/>
        </w:rPr>
        <w:t xml:space="preserve">(36:33- 35). </w:t>
      </w:r>
    </w:p>
    <w:p w:rsidR="00916E42" w:rsidRDefault="00EB7346" w:rsidP="00916E42">
      <w:pPr>
        <w:pStyle w:val="libNormal"/>
        <w:jc w:val="both"/>
        <w:rPr>
          <w:rFonts w:ascii="Tahoma" w:hAnsi="Tahoma" w:cs="Tahoma"/>
          <w:lang w:val="sw-KE"/>
        </w:rPr>
      </w:pPr>
      <w:r w:rsidRPr="00EB7346">
        <w:rPr>
          <w:lang w:val="sw-KE"/>
        </w:rPr>
        <w:t xml:space="preserve">Amesema tena Mwenyezi Mungu: </w:t>
      </w:r>
    </w:p>
    <w:p w:rsidR="00916E42" w:rsidRDefault="00EB7346" w:rsidP="00916E42">
      <w:pPr>
        <w:pStyle w:val="libNormal"/>
        <w:jc w:val="both"/>
        <w:rPr>
          <w:rFonts w:cs="Times New Roman"/>
          <w:lang w:val="sw-KE"/>
        </w:rPr>
      </w:pPr>
      <w:r w:rsidRPr="00EB7346">
        <w:rPr>
          <w:rFonts w:cs="Times New Roman"/>
          <w:lang w:val="sw-KE"/>
        </w:rPr>
        <w:t xml:space="preserve">Na katika wanyama kuna wale wabebao mizigo na wanaopandwa. Kuleni katika alivyokuruzukuni Mwenyezi Mungu (6:142). </w:t>
      </w:r>
    </w:p>
    <w:p w:rsidR="00916E42" w:rsidRDefault="00EB7346" w:rsidP="00916E42">
      <w:pPr>
        <w:pStyle w:val="libNormal"/>
        <w:jc w:val="both"/>
        <w:rPr>
          <w:rFonts w:cs="Times New Roman"/>
          <w:lang w:val="sw-KE"/>
        </w:rPr>
      </w:pPr>
      <w:r w:rsidRPr="00EB7346">
        <w:rPr>
          <w:rFonts w:cs="Times New Roman"/>
          <w:lang w:val="sw-KE"/>
        </w:rPr>
        <w:t xml:space="preserve">Amesema tena Mwenyezi Mungu kuhusu maji: </w:t>
      </w:r>
    </w:p>
    <w:p w:rsidR="00916E42" w:rsidRDefault="00867CEE" w:rsidP="00867CEE">
      <w:pPr>
        <w:pStyle w:val="libAie"/>
        <w:rPr>
          <w:lang w:val="sw-KE"/>
        </w:rPr>
      </w:pPr>
      <w:r w:rsidRPr="00867CEE">
        <w:rPr>
          <w:rtl/>
          <w:lang w:val="sw-KE"/>
        </w:rPr>
        <w:t xml:space="preserve">هُوَ الَّذِي أَنزَلَ مِنَ السَّمَاءِ مَاءً </w:t>
      </w:r>
      <w:r w:rsidRPr="00867CEE">
        <w:rPr>
          <w:rFonts w:hint="cs"/>
          <w:rtl/>
          <w:lang w:val="sw-KE"/>
        </w:rPr>
        <w:t xml:space="preserve"> لَّكُم مِّنْهُ شَرَابٌ وَمِنْهُ شَجَرٌ فِيهِ تُسِيمُونَ ﴿١٠﴾</w:t>
      </w:r>
    </w:p>
    <w:p w:rsidR="00916E42" w:rsidRDefault="00EB7346" w:rsidP="00916E42">
      <w:pPr>
        <w:pStyle w:val="libNormal"/>
        <w:jc w:val="both"/>
        <w:rPr>
          <w:rFonts w:cs="Times New Roman"/>
          <w:lang w:val="sw-KE"/>
        </w:rPr>
      </w:pPr>
      <w:r w:rsidRPr="00EB7346">
        <w:rPr>
          <w:rFonts w:cs="Times New Roman"/>
          <w:lang w:val="sw-KE"/>
        </w:rPr>
        <w:t>Yeye ndiye anayekuteremshieni maji kutoka mawinguni, kw</w:t>
      </w:r>
      <w:r w:rsidRPr="00EB7346">
        <w:rPr>
          <w:lang w:val="sw-KE"/>
        </w:rPr>
        <w:t>a hayo mnapata ya kunywa na (yanatoa) miti ya kulishia (wanyama).</w:t>
      </w:r>
      <w:r w:rsidRPr="00EB7346">
        <w:rPr>
          <w:rFonts w:cs="Times New Roman"/>
          <w:lang w:val="sw-KE"/>
        </w:rPr>
        <w:t xml:space="preserve"> (16:10). </w:t>
      </w:r>
    </w:p>
    <w:p w:rsidR="00916E42" w:rsidRDefault="00EB7346" w:rsidP="00916E42">
      <w:pPr>
        <w:pStyle w:val="libNormal"/>
        <w:jc w:val="both"/>
        <w:rPr>
          <w:rFonts w:cs="Times New Roman"/>
          <w:lang w:val="sw-KE"/>
        </w:rPr>
      </w:pPr>
      <w:r w:rsidRPr="00EB7346">
        <w:rPr>
          <w:rFonts w:cs="Times New Roman"/>
          <w:lang w:val="sw-KE"/>
        </w:rPr>
        <w:t>Amesema tena Mwenyezi Mungu kuhusu maziwa kwa ajili yenu</w:t>
      </w:r>
      <w:r w:rsidR="00916E42">
        <w:rPr>
          <w:rFonts w:cs="Times New Roman"/>
          <w:lang w:val="sw-KE"/>
        </w:rPr>
        <w:t>:</w:t>
      </w:r>
      <w:r w:rsidRPr="00EB7346">
        <w:rPr>
          <w:rFonts w:cs="Times New Roman"/>
          <w:lang w:val="sw-KE"/>
        </w:rPr>
        <w:t xml:space="preserve"> </w:t>
      </w:r>
    </w:p>
    <w:p w:rsidR="00916E42" w:rsidRDefault="00867CEE" w:rsidP="00867CEE">
      <w:pPr>
        <w:pStyle w:val="libAie"/>
        <w:rPr>
          <w:lang w:val="sw-KE"/>
        </w:rPr>
      </w:pPr>
      <w:r w:rsidRPr="00867CEE">
        <w:rPr>
          <w:rtl/>
          <w:lang w:val="sw-KE"/>
        </w:rPr>
        <w:t>نُّسْقِيكُم مِّمَّا فِي بُطُونِهِ مِن بَيْنِ فَرْثٍ وَدَمٍ لَّبَنًا خَالِصًا سَائِغًا لِّلشَّارِبِينَ ﴿٦٦﴾</w:t>
      </w:r>
    </w:p>
    <w:p w:rsidR="00EB7346" w:rsidRPr="00916E42" w:rsidRDefault="00EB7346" w:rsidP="00916E42">
      <w:pPr>
        <w:pStyle w:val="libNormal"/>
        <w:jc w:val="both"/>
        <w:rPr>
          <w:rFonts w:ascii="Tahoma" w:hAnsi="Tahoma" w:cs="Tahoma"/>
          <w:lang w:val="sw-KE"/>
        </w:rPr>
      </w:pPr>
      <w:r w:rsidRPr="00EB7346">
        <w:rPr>
          <w:rFonts w:cs="Times New Roman"/>
          <w:lang w:val="sw-KE"/>
        </w:rPr>
        <w:t xml:space="preserve">Tunakunywesheni katika vile vilivyomo matumbo mwao (vikitoka) baina ya kinyesi na damu, (nayo ni) maziwa safi mazuri kwa </w:t>
      </w:r>
      <w:r w:rsidRPr="00EB7346">
        <w:rPr>
          <w:lang w:val="sw-KE"/>
        </w:rPr>
        <w:t>wanywao.</w:t>
      </w:r>
      <w:r w:rsidRPr="00EB7346">
        <w:rPr>
          <w:rFonts w:cs="Times New Roman"/>
          <w:lang w:val="sw-KE"/>
        </w:rPr>
        <w:t xml:space="preserve"> (16:66).</w:t>
      </w:r>
    </w:p>
    <w:p w:rsidR="00916E42" w:rsidRDefault="00EB7346" w:rsidP="00916E42">
      <w:pPr>
        <w:pStyle w:val="libNormal"/>
        <w:jc w:val="both"/>
        <w:rPr>
          <w:lang w:val="sw-KE"/>
        </w:rPr>
      </w:pPr>
      <w:r w:rsidRPr="00EB7346">
        <w:rPr>
          <w:lang w:val="sw-KE"/>
        </w:rPr>
        <w:t xml:space="preserve">Amesema tena Mwenyezi Mungu: </w:t>
      </w:r>
    </w:p>
    <w:p w:rsidR="00916E42" w:rsidRDefault="00867CEE" w:rsidP="00867CEE">
      <w:pPr>
        <w:pStyle w:val="libAie"/>
        <w:rPr>
          <w:lang w:val="sw-KE"/>
        </w:rPr>
      </w:pPr>
      <w:r w:rsidRPr="00867CEE">
        <w:rPr>
          <w:rtl/>
          <w:lang w:val="sw-KE"/>
        </w:rPr>
        <w:t xml:space="preserve">وَكُلُوا مِمَّا رَزَقَكُمُ اللَّـهُ حَلَالًا طَيِّبًا </w:t>
      </w:r>
      <w:r w:rsidRPr="00867CEE">
        <w:rPr>
          <w:rFonts w:hint="cs"/>
          <w:rtl/>
          <w:lang w:val="sw-KE"/>
        </w:rPr>
        <w:t xml:space="preserve"> وَاتَّقُوا اللَّـهَ الَّذِي أَنتُم بِهِ مُؤْمِنُونَ ﴿٨٨﴾</w:t>
      </w:r>
    </w:p>
    <w:p w:rsidR="00916E42" w:rsidRDefault="00EB7346" w:rsidP="00916E42">
      <w:pPr>
        <w:pStyle w:val="libNormal"/>
        <w:jc w:val="both"/>
        <w:rPr>
          <w:rFonts w:cs="Times New Roman"/>
          <w:lang w:val="sw-KE"/>
        </w:rPr>
      </w:pPr>
      <w:r w:rsidRPr="00EB7346">
        <w:rPr>
          <w:rFonts w:cs="Times New Roman"/>
          <w:lang w:val="sw-KE"/>
        </w:rPr>
        <w:t xml:space="preserve">Na kuleni katika vile alivyowaruzukuni Mwenyezi Mungu vilivyo halali na vizuri (5:88). </w:t>
      </w:r>
    </w:p>
    <w:p w:rsidR="00916E42" w:rsidRDefault="00916E42">
      <w:pPr>
        <w:ind w:firstLine="0"/>
        <w:jc w:val="left"/>
        <w:rPr>
          <w:rFonts w:cs="Times New Roman"/>
          <w:sz w:val="24"/>
          <w:lang w:val="sw-KE"/>
        </w:rPr>
      </w:pPr>
      <w:r>
        <w:rPr>
          <w:rFonts w:cs="Times New Roman"/>
          <w:lang w:val="sw-KE"/>
        </w:rPr>
        <w:br w:type="page"/>
      </w:r>
    </w:p>
    <w:p w:rsidR="009C6222" w:rsidRPr="009C6222" w:rsidRDefault="009C6222" w:rsidP="009C6222">
      <w:pPr>
        <w:pStyle w:val="libNormal"/>
        <w:jc w:val="both"/>
        <w:rPr>
          <w:rFonts w:cs="Times New Roman"/>
          <w:lang w:val="sw-KE"/>
        </w:rPr>
      </w:pPr>
      <w:r>
        <w:rPr>
          <w:rFonts w:cs="Times New Roman"/>
          <w:lang w:val="sw-KE"/>
        </w:rPr>
        <w:lastRenderedPageBreak/>
        <w:t>4</w:t>
      </w:r>
    </w:p>
    <w:p w:rsidR="009C6222" w:rsidRDefault="009C6222" w:rsidP="009C6222">
      <w:pPr>
        <w:pStyle w:val="Heading1Center"/>
        <w:rPr>
          <w:lang w:val="sw-KE"/>
        </w:rPr>
      </w:pPr>
      <w:bookmarkStart w:id="28" w:name="_Toc10462930"/>
      <w:r w:rsidRPr="009C6222">
        <w:rPr>
          <w:lang w:val="sw-KE"/>
        </w:rPr>
        <w:t>MALEZI YA WATOTO KATIKA UISLAMU</w:t>
      </w:r>
      <w:bookmarkEnd w:id="28"/>
    </w:p>
    <w:p w:rsidR="001A30A1" w:rsidRDefault="00EB7346" w:rsidP="009C6222">
      <w:pPr>
        <w:pStyle w:val="Heading2Center"/>
        <w:rPr>
          <w:lang w:val="sw-KE"/>
        </w:rPr>
      </w:pPr>
      <w:bookmarkStart w:id="29" w:name="_Toc10462931"/>
      <w:r w:rsidRPr="00EB7346">
        <w:rPr>
          <w:lang w:val="sw-KE"/>
        </w:rPr>
        <w:t>SEHEMU YA NNE</w:t>
      </w:r>
      <w:bookmarkEnd w:id="29"/>
      <w:r w:rsidRPr="00EB7346">
        <w:rPr>
          <w:lang w:val="sw-KE"/>
        </w:rPr>
        <w:t xml:space="preserve"> </w:t>
      </w:r>
    </w:p>
    <w:p w:rsidR="009C6222" w:rsidRDefault="009C6222" w:rsidP="009C6222">
      <w:pPr>
        <w:pStyle w:val="Heading3Center"/>
        <w:rPr>
          <w:lang w:val="sw-KE"/>
        </w:rPr>
      </w:pPr>
      <w:bookmarkStart w:id="30" w:name="_Toc10462932"/>
      <w:r w:rsidRPr="00EB7346">
        <w:rPr>
          <w:lang w:val="sw-KE"/>
        </w:rPr>
        <w:t>MAONI YA UISLAMU JUU YA MALEZI YA MTOTO</w:t>
      </w:r>
      <w:bookmarkEnd w:id="30"/>
      <w:r w:rsidRPr="00EB7346">
        <w:rPr>
          <w:lang w:val="sw-KE"/>
        </w:rPr>
        <w:t xml:space="preserve"> </w:t>
      </w:r>
    </w:p>
    <w:p w:rsidR="009C6222" w:rsidRDefault="00EB7346" w:rsidP="004E045E">
      <w:pPr>
        <w:pStyle w:val="libNormal"/>
        <w:ind w:firstLine="0"/>
        <w:jc w:val="both"/>
        <w:rPr>
          <w:rFonts w:cs="Times New Roman"/>
          <w:lang w:val="sw-KE"/>
        </w:rPr>
      </w:pPr>
      <w:r w:rsidRPr="00EB7346">
        <w:rPr>
          <w:rFonts w:cs="Times New Roman"/>
          <w:lang w:val="sw-KE"/>
        </w:rPr>
        <w:t xml:space="preserve">Watoto ni maua yenye kuchanua katika maisha yetu, ni ahadi </w:t>
      </w:r>
      <w:r w:rsidRPr="00EB7346">
        <w:rPr>
          <w:lang w:val="sw-KE"/>
        </w:rPr>
        <w:t>ing</w:t>
      </w:r>
      <w:r w:rsidRPr="00EB7346">
        <w:rPr>
          <w:rFonts w:cs="Times New Roman"/>
          <w:lang w:val="sw-KE"/>
        </w:rPr>
        <w:t xml:space="preserve">aayo katika mustakbali wetu, na ni kiburudisho cha macho yetu. Wao ndiyo wanaodumisha historia adhimu ya mataifa yao. Watoto na vijana wana jukumu kubwa tena la maana la kufanya wakati wa maisha yao. </w:t>
      </w:r>
    </w:p>
    <w:p w:rsidR="006C7118" w:rsidRDefault="00EB7346" w:rsidP="009C6222">
      <w:pPr>
        <w:pStyle w:val="libNormal"/>
        <w:ind w:left="288" w:firstLine="0"/>
        <w:jc w:val="both"/>
        <w:rPr>
          <w:rtl/>
          <w:lang w:val="sw-KE"/>
        </w:rPr>
      </w:pPr>
      <w:r w:rsidRPr="009C6222">
        <w:rPr>
          <w:rStyle w:val="libBold1Char"/>
          <w:lang w:val="sw-KE"/>
        </w:rPr>
        <w:t>Kwanza</w:t>
      </w:r>
      <w:r w:rsidR="009C6222">
        <w:rPr>
          <w:rFonts w:cs="Times New Roman"/>
          <w:lang w:val="sw-KE"/>
        </w:rPr>
        <w:t>:</w:t>
      </w:r>
      <w:r w:rsidRPr="00EB7346">
        <w:rPr>
          <w:rFonts w:cs="Times New Roman"/>
          <w:lang w:val="sw-KE"/>
        </w:rPr>
        <w:t xml:space="preserve"> wamekadhibiwa ulinzi wa kuhakikisha kuwa kaz</w:t>
      </w:r>
      <w:r w:rsidR="006C7118">
        <w:rPr>
          <w:lang w:val="sw-KE"/>
        </w:rPr>
        <w:t>i kubwa</w:t>
      </w:r>
    </w:p>
    <w:p w:rsidR="009C6222" w:rsidRDefault="00EB7346" w:rsidP="009C6222">
      <w:pPr>
        <w:pStyle w:val="libNormal"/>
        <w:ind w:left="288" w:firstLine="0"/>
        <w:jc w:val="both"/>
        <w:rPr>
          <w:lang w:val="sw-KE"/>
        </w:rPr>
      </w:pPr>
      <w:r w:rsidRPr="00EB7346">
        <w:rPr>
          <w:lang w:val="sw-KE"/>
        </w:rPr>
        <w:t xml:space="preserve">inafanyika kwa ajili ya nchi zao. </w:t>
      </w:r>
    </w:p>
    <w:p w:rsidR="00EB7346" w:rsidRPr="00EB7346" w:rsidRDefault="00EB7346" w:rsidP="009C6222">
      <w:pPr>
        <w:pStyle w:val="libNormal"/>
        <w:ind w:left="288" w:firstLine="0"/>
        <w:jc w:val="both"/>
        <w:rPr>
          <w:lang w:val="sw-KE"/>
        </w:rPr>
      </w:pPr>
      <w:r w:rsidRPr="009C6222">
        <w:rPr>
          <w:rStyle w:val="libBold1Char"/>
          <w:lang w:val="sw-KE"/>
        </w:rPr>
        <w:t>Pili</w:t>
      </w:r>
      <w:r w:rsidR="009C6222">
        <w:rPr>
          <w:lang w:val="sw-KE"/>
        </w:rPr>
        <w:t>:</w:t>
      </w:r>
      <w:r w:rsidRPr="00EB7346">
        <w:rPr>
          <w:lang w:val="sw-KE"/>
        </w:rPr>
        <w:t xml:space="preserve"> wanatarajiwa kutumia uwezo na ujasiri walionao ili nguvu zao ziweze kufaidisha kuinua hali ya maisha ya mataifa yao.</w:t>
      </w:r>
    </w:p>
    <w:p w:rsidR="009C6222" w:rsidRDefault="00EB7346" w:rsidP="009C6222">
      <w:pPr>
        <w:pStyle w:val="libNormal"/>
        <w:jc w:val="both"/>
        <w:rPr>
          <w:lang w:val="sw-KE"/>
        </w:rPr>
      </w:pPr>
      <w:r w:rsidRPr="00EB7346">
        <w:rPr>
          <w:lang w:val="sw-KE"/>
        </w:rPr>
        <w:t xml:space="preserve">Na kwa sababu hiyo, ndipo Uislamu ukahimiza sana umuhimu wa malezi ya mtoto. </w:t>
      </w:r>
    </w:p>
    <w:p w:rsidR="00EB7346" w:rsidRPr="00EB7346" w:rsidRDefault="00EB7346" w:rsidP="009C6222">
      <w:pPr>
        <w:pStyle w:val="libNormal"/>
        <w:jc w:val="both"/>
        <w:rPr>
          <w:lang w:val="sw-KE"/>
        </w:rPr>
      </w:pPr>
      <w:r w:rsidRPr="00EB7346">
        <w:rPr>
          <w:lang w:val="sw-KE"/>
        </w:rPr>
        <w:t>Qur</w:t>
      </w:r>
      <w:r w:rsidRPr="00EB7346">
        <w:rPr>
          <w:rFonts w:cs="Times New Roman"/>
          <w:lang w:val="sw-KE"/>
        </w:rPr>
        <w:t xml:space="preserve">ani ina </w:t>
      </w:r>
      <w:r w:rsidRPr="00EB7346">
        <w:rPr>
          <w:lang w:val="sw-KE"/>
        </w:rPr>
        <w:t>maagizo na masharti kwa ajili ya kulinda maisha ya mtoto. Pia kumwongoza na kumpangia utaratibu katika maisha yake. Wakati Uislamu unapopanga utaratibu wa maisha ya mtoto, familia na jamii zinazingatia kwamba pana uhusiano wa ndani baina yao unaoonyesha kwamba mabadiliko au uharibifu wowote ukitokea upande mmoja basi utawadhuru wote.</w:t>
      </w:r>
    </w:p>
    <w:p w:rsidR="00EB7346" w:rsidRPr="00EB7346" w:rsidRDefault="00EB7346" w:rsidP="00EB7346">
      <w:pPr>
        <w:pStyle w:val="libNormal"/>
        <w:jc w:val="both"/>
        <w:rPr>
          <w:lang w:val="sw-KE"/>
        </w:rPr>
      </w:pPr>
      <w:r w:rsidRPr="00EB7346">
        <w:rPr>
          <w:lang w:val="sw-KE"/>
        </w:rPr>
        <w:t>Kwa hivyo fikra za Uislamu zimempangia Mwislamu njia nzuri ya maisha ambayo msingi wake ni ushirikiano, huruma na imani, ili kutoa mchango wake katika kuwatengezea maisha jamii ya kiislamu. Na ili kufanya hivyo, Uislamu unaanza kwa kumpangia mtu mmoja, kwani yeye ndicho kiungo cha mwanzo katika kuunda maisha ya familia na ya jamii ya watu, na mwishowe taifa zima.</w:t>
      </w:r>
    </w:p>
    <w:p w:rsidR="00EB7346" w:rsidRPr="00EB7346" w:rsidRDefault="00EB7346" w:rsidP="00EB7346">
      <w:pPr>
        <w:pStyle w:val="libNormal"/>
        <w:jc w:val="both"/>
        <w:rPr>
          <w:lang w:val="sw-KE"/>
        </w:rPr>
      </w:pPr>
      <w:r w:rsidRPr="00EB7346">
        <w:rPr>
          <w:lang w:val="sw-KE"/>
        </w:rPr>
        <w:t>Mtu mmoja ndiye msingi wa kitu cha kwanza, na ndipo asili ya maisha ya taifa zima yanapoanzia. Mtu mmoja ndiye chanzo, naye si mwengine bali ni mtoto ambaye huongozwa na maumbile yake ya kiasili na tabia zake alizojifunza kutoka kwa jamii yake kupitia njia ya kuishi pamoja. Kutangamana na watu wengine ndiko kunakotengeneza tabia ya mtu na kumpangia utaratibu wa heshima za kiutu (zinazothaminiwa katika jamii hiyo). Iwapo atakuzwa katika njia bora na yenye nidhamu, basi atakuwa ni nguzo ya mafanikio katika maisha ya familia ambayo ni sehemu ndogo tu ya jamii ya watu.</w:t>
      </w:r>
    </w:p>
    <w:p w:rsidR="00EB7346" w:rsidRPr="00EB7346" w:rsidRDefault="00EB7346" w:rsidP="00EB7346">
      <w:pPr>
        <w:pStyle w:val="libNormal"/>
        <w:jc w:val="both"/>
        <w:rPr>
          <w:lang w:val="sw-KE"/>
        </w:rPr>
      </w:pPr>
      <w:r w:rsidRPr="00EB7346">
        <w:rPr>
          <w:lang w:val="sw-KE"/>
        </w:rPr>
        <w:t>Kwa hivyo mafanikio katika familia (ambazo zikiungana pamoja zinaunda jamii), mwishowe yataunda taifa imara na lenye nguvu. ii. Mtoto baina ya silika na athari na mazoea ya mazingira, na jukumu la wazazi Maendeleo makubwa sana yamepatikana katika elimu ya saikolojia (nafsi) ambayo kwayo wataalamu wa elimu hiyo huweza kumiliki kutengeneza tabia ya mwanaadamu na kuilezea nguvu ya maumbile ya kudumu ambayo inafanya mtu kutenda jambo kwa njia maalum. Tena, wataalam hao katika utafiti wao, wanachimbua kwa undani zaidi kuhusu nafsi ya mwanaadamu na wamegundua vipengele mbali mbali vya makuzi ya maumbile ya mtoto na tabia zake kiasili.</w:t>
      </w:r>
    </w:p>
    <w:p w:rsidR="00EB7346" w:rsidRPr="00EB7346" w:rsidRDefault="00EB7346" w:rsidP="00EB7346">
      <w:pPr>
        <w:pStyle w:val="libNormal"/>
        <w:jc w:val="both"/>
        <w:rPr>
          <w:lang w:val="sw-KE"/>
        </w:rPr>
      </w:pPr>
      <w:r w:rsidRPr="00EB7346">
        <w:rPr>
          <w:lang w:val="sw-KE"/>
        </w:rPr>
        <w:lastRenderedPageBreak/>
        <w:t>Tena wakazifafanua silika mbali mbali zinazoongoza mwenendo wa mtoto katika kila hatua ya kukua kwake. Pia wameeleza kwa urefu zaidi kuhusu mahitaji ya watoto na jinsi ya kuwatosheleza. Uislamu umetangulia elimu hiyo katika kupambanua hatua mbali mbali za makamuzi ya mtoto, haki zake, na mahitaji yake. Kazi hii iliyotangulia iliyofanywa na Uislamu inatoa mchango mkubwa katika kuleta ustaarabu wa binaadamu. Kabla hatujaenda mbali zaidi katika kueleza jinsi Uislamu unavyotoa maoni yake kuhusu malezi ya mtoto, hatuna budi kwanza kufafanua mambo muhimu yafuatayo: Kuna baadhi ya watu wanaounga mkono fikra kwamba mtoto huzaliwa mwema kimaumbile. Hii ina maana kwamba mtoto, kiasili, huzaliwa katika hali ya kuwa mwema ila tu ni ulazimishaji wa mazingira ndio unaogeuza na kuathiri mwenendo wake, na ndio unaoamua iwapo atadumisha mwenendo wake mzuri ama la. Kwa upande mwingine kuna wengine wanaoshikilia mawazo yanayosisitiza kwamba, mtoto huzaliwa akiwa ni karatasi nyeupe (yaani si mwema wala si mwovu) ila ni kutokana na mazingira (anamoishi) ndipo huanza pole pole kujizoesha kushika mwenendo na tabia za mazaingira hayo. Mtoto huyo hushika tabia tofauti zinazomfanya kuwa ni sehemu ya mazingira yale anayoishi, mwishowe huunda tabia yake.</w:t>
      </w:r>
    </w:p>
    <w:p w:rsidR="00EB7346" w:rsidRPr="00EB7346" w:rsidRDefault="00EB7346" w:rsidP="00EB7346">
      <w:pPr>
        <w:pStyle w:val="libNormal"/>
        <w:jc w:val="both"/>
        <w:rPr>
          <w:lang w:val="sw-KE"/>
        </w:rPr>
      </w:pPr>
      <w:r w:rsidRPr="00EB7346">
        <w:rPr>
          <w:lang w:val="sw-KE"/>
        </w:rPr>
        <w:t>Basi kwa vyovyote, aidha iwe maoni ya kwanza ama ya pili ndiyo yenye nguvu zaidi, hapana shaka yoyote kwenye njia zote mbili kwamba, yale mazingira anayoishi mtoto yana mchango mkubwa na wa muhimu katika kuunda tabia, mwenendo, na maisha yote. Miongoni mwa watu wa kwanza katika mvuto wa kitabia wa mtoto, ni wazazi wake. Mtoto huwachukulia wazazi wake kuwa ndiyo kielelezo katika maisha, na ni kwa sababu hii muhimu ndipo wazazi siku zote wanatakiwa wawe mfano bora wa kufuatwa na watoto wao katika jambo walisemalo ama walifanyalo.</w:t>
      </w:r>
    </w:p>
    <w:p w:rsidR="00EB7346" w:rsidRPr="00EB7346" w:rsidRDefault="00EB7346" w:rsidP="007B6FAF">
      <w:pPr>
        <w:pStyle w:val="libNormal"/>
        <w:jc w:val="both"/>
        <w:rPr>
          <w:rFonts w:cs="Times New Roman"/>
          <w:lang w:val="sw-KE"/>
        </w:rPr>
      </w:pPr>
      <w:r w:rsidRPr="00EB7346">
        <w:rPr>
          <w:lang w:val="sw-KE"/>
        </w:rPr>
        <w:t xml:space="preserve">Ikiwa ni hivyo, ni dhahiri kwamba maumbile ya kiasili anayozaliwa nayo mtoto na mazingira anayoishi yana athari kubwa katika kumjenga na kumwendeleza awe raia mwema. Kwa sababu hii, ndipo Uislamu kama tulivyoelezwa hapo mwanzo, unamlinda mtoto hata kabla hajazaliwa. Mwenyezi Mungu amewataka watu kuwaangalia vizuri sana watoto wao. Mtume wa Mwenyezi Mungu amesema: </w:t>
      </w:r>
      <w:r w:rsidRPr="00EB7346">
        <w:rPr>
          <w:rFonts w:cs="Times New Roman"/>
          <w:lang w:val="sw-KE"/>
        </w:rPr>
        <w:t>Wapendeni watoto wenu na</w:t>
      </w:r>
      <w:r w:rsidRPr="00EB7346">
        <w:rPr>
          <w:lang w:val="sw-KE"/>
        </w:rPr>
        <w:t xml:space="preserve"> muwahurumie, na mtakapowaahidi (kitu) basi watimizieni, kwani wao hawaoni anayewapatia mahitaji yao ila nyinyi.</w:t>
      </w:r>
      <w:r w:rsidRPr="00EB7346">
        <w:rPr>
          <w:rFonts w:cs="Times New Roman"/>
          <w:lang w:val="sw-KE"/>
        </w:rPr>
        <w:t xml:space="preserve"> Hadithi hiyo iliyotangulia inafafanua mambo matatu yaliyo adhimu kabisa:</w:t>
      </w:r>
    </w:p>
    <w:p w:rsidR="00643462" w:rsidRDefault="00EB7346" w:rsidP="00940CE4">
      <w:pPr>
        <w:pStyle w:val="libNormal"/>
        <w:numPr>
          <w:ilvl w:val="0"/>
          <w:numId w:val="19"/>
        </w:numPr>
        <w:jc w:val="both"/>
        <w:rPr>
          <w:lang w:val="sw-KE"/>
        </w:rPr>
      </w:pPr>
      <w:r w:rsidRPr="00EB7346">
        <w:rPr>
          <w:lang w:val="sw-KE"/>
        </w:rPr>
        <w:t xml:space="preserve">Upendo: </w:t>
      </w:r>
    </w:p>
    <w:p w:rsidR="00940CE4" w:rsidRDefault="00EB7346" w:rsidP="00643462">
      <w:pPr>
        <w:pStyle w:val="libNormal"/>
        <w:ind w:firstLine="0"/>
        <w:jc w:val="both"/>
        <w:rPr>
          <w:lang w:val="sw-KE"/>
        </w:rPr>
      </w:pPr>
      <w:r w:rsidRPr="00EB7346">
        <w:rPr>
          <w:lang w:val="sw-KE"/>
        </w:rPr>
        <w:t>Huu ni dhamana inayokusanya watu pamoja kwenye huruma na ihsani, na hasa kwa wale waliofung</w:t>
      </w:r>
      <w:r w:rsidR="007B6FAF">
        <w:rPr>
          <w:lang w:val="sw-KE"/>
        </w:rPr>
        <w:t>amana nasi zaidi kushinda jamaa</w:t>
      </w:r>
    </w:p>
    <w:p w:rsidR="00940CE4" w:rsidRDefault="00EB7346" w:rsidP="00940CE4">
      <w:pPr>
        <w:pStyle w:val="libNormal"/>
        <w:ind w:firstLine="0"/>
        <w:jc w:val="both"/>
        <w:rPr>
          <w:lang w:val="sw-KE"/>
        </w:rPr>
      </w:pPr>
      <w:r w:rsidRPr="00940CE4">
        <w:rPr>
          <w:lang w:val="sw-KE"/>
        </w:rPr>
        <w:t>zetu wote, nao ni kiwiliwili chetu na damu yetu, yaani watoto.</w:t>
      </w:r>
    </w:p>
    <w:p w:rsidR="00643462" w:rsidRDefault="00EB7346" w:rsidP="00940CE4">
      <w:pPr>
        <w:pStyle w:val="libNormal"/>
        <w:numPr>
          <w:ilvl w:val="0"/>
          <w:numId w:val="19"/>
        </w:numPr>
        <w:jc w:val="both"/>
        <w:rPr>
          <w:lang w:val="sw-KE"/>
        </w:rPr>
      </w:pPr>
      <w:r w:rsidRPr="00940CE4">
        <w:rPr>
          <w:lang w:val="sw-KE"/>
        </w:rPr>
        <w:t xml:space="preserve">Huruma: </w:t>
      </w:r>
    </w:p>
    <w:p w:rsidR="00940CE4" w:rsidRDefault="00EB7346" w:rsidP="00643462">
      <w:pPr>
        <w:pStyle w:val="libNormal"/>
        <w:ind w:firstLine="0"/>
        <w:jc w:val="both"/>
        <w:rPr>
          <w:lang w:val="sw-KE"/>
        </w:rPr>
      </w:pPr>
      <w:r w:rsidRPr="00940CE4">
        <w:rPr>
          <w:lang w:val="sw-KE"/>
        </w:rPr>
        <w:t>Hili ni kimbilio kubwa la binaadamu ambalo hukusanya mapenzi na uaminifu katika ukumbi wake. Mambo mawili haya husaidia kuleta yaliyo bora kwa watu.</w:t>
      </w:r>
    </w:p>
    <w:p w:rsidR="00643462" w:rsidRDefault="00EB7346" w:rsidP="0085369F">
      <w:pPr>
        <w:pStyle w:val="libNormal"/>
        <w:numPr>
          <w:ilvl w:val="0"/>
          <w:numId w:val="19"/>
        </w:numPr>
        <w:jc w:val="both"/>
        <w:rPr>
          <w:lang w:val="sw-KE"/>
        </w:rPr>
      </w:pPr>
      <w:r w:rsidRPr="00940CE4">
        <w:rPr>
          <w:lang w:val="sw-KE"/>
        </w:rPr>
        <w:t xml:space="preserve">Kutelekeza ahadi: </w:t>
      </w:r>
    </w:p>
    <w:p w:rsidR="0085369F" w:rsidRDefault="00EB7346" w:rsidP="00643462">
      <w:pPr>
        <w:pStyle w:val="libNormal"/>
        <w:ind w:firstLine="0"/>
        <w:jc w:val="both"/>
        <w:rPr>
          <w:lang w:val="sw-KE"/>
        </w:rPr>
      </w:pPr>
      <w:r w:rsidRPr="00940CE4">
        <w:rPr>
          <w:lang w:val="sw-KE"/>
        </w:rPr>
        <w:t xml:space="preserve">Kufanya hivyo kwa baba juu ya watoto wake kunaonyesha namna upendo wa ndani ulio imara na huruma vinavyounganisha uhusiano wao, na hivyo ndivyo tulivyoamrishwa na Mwenyezi Mungu. Fikra za mzazi </w:t>
      </w:r>
      <w:r w:rsidRPr="00940CE4">
        <w:rPr>
          <w:lang w:val="sw-KE"/>
        </w:rPr>
        <w:lastRenderedPageBreak/>
        <w:t xml:space="preserve">anayemtimizia ahadi mtoto wake baadaye huwa maishani mwake ni moja kati ya kukuza tabia ya kutangamana. </w:t>
      </w:r>
    </w:p>
    <w:p w:rsidR="00940CE4" w:rsidRPr="0085369F" w:rsidRDefault="00EB7346" w:rsidP="0085369F">
      <w:pPr>
        <w:pStyle w:val="libNormal"/>
        <w:ind w:firstLine="0"/>
        <w:jc w:val="both"/>
        <w:rPr>
          <w:lang w:val="sw-KE"/>
        </w:rPr>
      </w:pPr>
      <w:r w:rsidRPr="0085369F">
        <w:rPr>
          <w:lang w:val="sw-KE"/>
        </w:rPr>
        <w:t>Kutangamana kwa wazazi na watoto wao, humpatia mtoto</w:t>
      </w:r>
    </w:p>
    <w:p w:rsidR="00EB7346" w:rsidRPr="00940CE4" w:rsidRDefault="00EB7346" w:rsidP="00940CE4">
      <w:pPr>
        <w:pStyle w:val="libNormal"/>
        <w:ind w:firstLine="0"/>
        <w:jc w:val="both"/>
        <w:rPr>
          <w:lang w:val="sw-KE"/>
        </w:rPr>
      </w:pPr>
      <w:r w:rsidRPr="00940CE4">
        <w:rPr>
          <w:lang w:val="sw-KE"/>
        </w:rPr>
        <w:t xml:space="preserve">sifa na tabia njema na hutengeneza mwenendo wake. Amesema Mtume </w:t>
      </w:r>
      <w:r w:rsidRPr="00940CE4">
        <w:rPr>
          <w:rStyle w:val="libBold1Char"/>
          <w:lang w:val="sw-KE"/>
        </w:rPr>
        <w:t>(s.a.w.</w:t>
      </w:r>
      <w:r w:rsidR="00940CE4" w:rsidRPr="00940CE4">
        <w:rPr>
          <w:rStyle w:val="libBold1Char"/>
          <w:lang w:val="sw-KE"/>
        </w:rPr>
        <w:t>w</w:t>
      </w:r>
      <w:r w:rsidRPr="00940CE4">
        <w:rPr>
          <w:rStyle w:val="libBold1Char"/>
          <w:lang w:val="sw-KE"/>
        </w:rPr>
        <w:t>)</w:t>
      </w:r>
      <w:r w:rsidRPr="00940CE4">
        <w:rPr>
          <w:lang w:val="sw-KE"/>
        </w:rPr>
        <w:t xml:space="preserve">: </w:t>
      </w:r>
      <w:r w:rsidRPr="00940CE4">
        <w:rPr>
          <w:rFonts w:cs="Times New Roman"/>
          <w:lang w:val="sw-KE"/>
        </w:rPr>
        <w:t>Kueni dhamana (mtangamane) na watoto wenu.</w:t>
      </w:r>
    </w:p>
    <w:p w:rsidR="00EB7346" w:rsidRPr="00EB7346" w:rsidRDefault="00EB7346" w:rsidP="0085369F">
      <w:pPr>
        <w:pStyle w:val="libNormal"/>
        <w:jc w:val="both"/>
        <w:rPr>
          <w:rFonts w:cs="Times New Roman"/>
          <w:lang w:val="sw-KE"/>
        </w:rPr>
      </w:pPr>
      <w:r w:rsidRPr="00EB7346">
        <w:rPr>
          <w:lang w:val="sw-KE"/>
        </w:rPr>
        <w:t xml:space="preserve">Hapa Mtume </w:t>
      </w:r>
      <w:r w:rsidRPr="0085369F">
        <w:rPr>
          <w:rStyle w:val="libBold1Char"/>
          <w:lang w:val="sw-KE"/>
        </w:rPr>
        <w:t>(s.a.w.</w:t>
      </w:r>
      <w:r w:rsidR="0085369F" w:rsidRPr="0085369F">
        <w:rPr>
          <w:rStyle w:val="libBold1Char"/>
          <w:lang w:val="sw-KE"/>
        </w:rPr>
        <w:t>w</w:t>
      </w:r>
      <w:r w:rsidRPr="0085369F">
        <w:rPr>
          <w:rStyle w:val="libBold1Char"/>
          <w:lang w:val="sw-KE"/>
        </w:rPr>
        <w:t>)</w:t>
      </w:r>
      <w:r w:rsidRPr="00EB7346">
        <w:rPr>
          <w:lang w:val="sw-KE"/>
        </w:rPr>
        <w:t xml:space="preserve"> anakusaidia kwamba watoto wasiachiwe bila ya kupatiwa chakula, wasitupwe, au kuachiwa watu wengine (wasiohusika) kuwaangalia, kwani kufanya hivyo kutawafadhaisha na kuwatia hatarini. iii. Mwalimu aliye mfano bora, na kumfundisha mtoto nidhamu Amesema Utba bin Sufyani wakati alipokuwa akimweleza mwalimu wa mtoto wake: </w:t>
      </w:r>
      <w:r w:rsidRPr="00EB7346">
        <w:rPr>
          <w:rFonts w:cs="Times New Roman"/>
          <w:lang w:val="sw-KE"/>
        </w:rPr>
        <w:t>Mfano kwa mtoto wangu uwe ni mfano wako (vile ufanyavyo), kwani macho yao (watoto) siku zo</w:t>
      </w:r>
      <w:r w:rsidRPr="00EB7346">
        <w:rPr>
          <w:lang w:val="sw-KE"/>
        </w:rPr>
        <w:t>te huwa yanaangalia machoni kwako. Chochote kizuri watakachokiona machoni kwao kitakuwa ndicho kile kizuri ulichokiona wewe, na chochote kiovu watakachokiiga kitakuwa ni kile ulichokionelea.</w:t>
      </w:r>
    </w:p>
    <w:p w:rsidR="00EB7346" w:rsidRPr="00EB7346" w:rsidRDefault="00EB7346" w:rsidP="0085369F">
      <w:pPr>
        <w:pStyle w:val="libNormal"/>
        <w:jc w:val="both"/>
        <w:rPr>
          <w:rFonts w:cs="Times New Roman"/>
          <w:lang w:val="sw-KE"/>
        </w:rPr>
      </w:pPr>
      <w:r w:rsidRPr="00EB7346">
        <w:rPr>
          <w:lang w:val="sw-KE"/>
        </w:rPr>
        <w:t xml:space="preserve">Amesema Ibn Khaldun akieleza kuhusu Rashid alipokuwa akimwambia mwalimu wa mtoto wake Al-Amin kwamba: </w:t>
      </w:r>
      <w:r w:rsidRPr="00EB7346">
        <w:rPr>
          <w:rFonts w:cs="Times New Roman"/>
          <w:lang w:val="sw-KE"/>
        </w:rPr>
        <w:t>Kiongozi amekuamrisha kwa furaha ya moyo wake uwe dhamana</w:t>
      </w:r>
      <w:r w:rsidR="004604EC">
        <w:rPr>
          <w:rFonts w:cs="Times New Roman"/>
          <w:lang w:val="sw-KE"/>
        </w:rPr>
        <w:t xml:space="preserve"> kwake (mtoto), na umfanye aku</w:t>
      </w:r>
      <w:r w:rsidRPr="00EB7346">
        <w:rPr>
          <w:rFonts w:cs="Times New Roman"/>
          <w:lang w:val="sw-KE"/>
        </w:rPr>
        <w:t xml:space="preserve">tii, uwe kama anavyokutaka uwe: Msomeshe Qurani, mfundishe elimu na bayana, mfundishe namna ya kuhifadhi na kusoma mashairi, </w:t>
      </w:r>
      <w:r w:rsidRPr="00EB7346">
        <w:rPr>
          <w:lang w:val="sw-KE"/>
        </w:rPr>
        <w:t>mfafanulie kuhusu elimu ya Hadith za Mtume, muonyeshe namna ya kuanza na kumaliza hotuba, asicheke ila kwa sababu. Tena usiache hata saa moja ipite bila kutumia nafasi hiyo kwa kumfundisha jambo lenye faida, na usiache kujihusisha na hivyo kumsumbua na kuichosha akili yake. Usimwache awe goigoi, mfundishe adabu kadri ya uwezo wako lakini kwa uaminifu na huruma.</w:t>
      </w:r>
    </w:p>
    <w:p w:rsidR="00DB5B46" w:rsidRDefault="00EB7346" w:rsidP="00DB5B46">
      <w:pPr>
        <w:pStyle w:val="libNormal"/>
        <w:jc w:val="both"/>
        <w:rPr>
          <w:rFonts w:cs="Times New Roman"/>
          <w:lang w:val="sw-KE"/>
        </w:rPr>
      </w:pPr>
      <w:r w:rsidRPr="00EB7346">
        <w:rPr>
          <w:lang w:val="sw-KE"/>
        </w:rPr>
        <w:t xml:space="preserve">Wanavyuoni mabingwa wa fikra za kiislamu kama al-Ghazaali, Ibn Khaldun na Ibn Muskawieh, wamesisitiza umuhimu wa malezi mazuri ya mtoto, adabu na mwenendo mzuri. Mtume </w:t>
      </w:r>
      <w:r w:rsidRPr="00DB5B46">
        <w:rPr>
          <w:rStyle w:val="libBold1Char"/>
          <w:lang w:val="sw-KE"/>
        </w:rPr>
        <w:t>(s.a.w.</w:t>
      </w:r>
      <w:r w:rsidR="00DB5B46" w:rsidRPr="00DB5B46">
        <w:rPr>
          <w:rStyle w:val="libBold1Char"/>
          <w:lang w:val="sw-KE"/>
        </w:rPr>
        <w:t>w</w:t>
      </w:r>
      <w:r w:rsidRPr="00DB5B46">
        <w:rPr>
          <w:rStyle w:val="libBold1Char"/>
          <w:lang w:val="sw-KE"/>
        </w:rPr>
        <w:t>)</w:t>
      </w:r>
      <w:r w:rsidRPr="00EB7346">
        <w:rPr>
          <w:lang w:val="sw-KE"/>
        </w:rPr>
        <w:t xml:space="preserve"> amesema</w:t>
      </w:r>
      <w:r w:rsidRPr="00DB5B46">
        <w:rPr>
          <w:rStyle w:val="libBold1Char"/>
          <w:lang w:val="sw-KE"/>
        </w:rPr>
        <w:t>: Kila mtoto huzaliwa katika maumbile ya kihulka</w:t>
      </w:r>
      <w:r w:rsidRPr="00EB7346">
        <w:rPr>
          <w:rFonts w:cs="Times New Roman"/>
          <w:lang w:val="sw-KE"/>
        </w:rPr>
        <w:t xml:space="preserve">. </w:t>
      </w:r>
    </w:p>
    <w:p w:rsidR="00DB5B46" w:rsidRDefault="00EB7346" w:rsidP="00DB5B46">
      <w:pPr>
        <w:pStyle w:val="libNormal"/>
        <w:jc w:val="both"/>
        <w:rPr>
          <w:rFonts w:ascii="Tahoma" w:hAnsi="Tahoma" w:cs="Tahoma"/>
          <w:lang w:val="sw-KE"/>
        </w:rPr>
      </w:pPr>
      <w:r w:rsidRPr="00EB7346">
        <w:rPr>
          <w:rFonts w:cs="Times New Roman"/>
          <w:lang w:val="sw-KE"/>
        </w:rPr>
        <w:t>Amesema Mwenyezi Mungu:</w:t>
      </w:r>
    </w:p>
    <w:p w:rsidR="00270ABF" w:rsidRDefault="00EB7346" w:rsidP="00DB5B46">
      <w:pPr>
        <w:pStyle w:val="libNormal"/>
        <w:jc w:val="both"/>
        <w:rPr>
          <w:lang w:val="sw-KE"/>
        </w:rPr>
      </w:pPr>
      <w:r w:rsidRPr="00EB7346">
        <w:rPr>
          <w:rFonts w:cs="Times New Roman"/>
          <w:lang w:val="sw-KE"/>
        </w:rPr>
        <w:t>....</w:t>
      </w:r>
      <w:r w:rsidRPr="0012712F">
        <w:rPr>
          <w:rStyle w:val="libAieChar"/>
          <w:lang w:val="sw-KE"/>
        </w:rPr>
        <w:t>ndilo umbile la Mwenyezi Mungu alilowaumba watu..</w:t>
      </w:r>
      <w:r w:rsidRPr="00EB7346">
        <w:rPr>
          <w:rFonts w:cs="Times New Roman"/>
          <w:lang w:val="sw-KE"/>
        </w:rPr>
        <w:t xml:space="preserve"> (30:30). Kufunza adabu ni jambo la kwanza linalotakiwa apatiwe mtoto wakati wa utoto</w:t>
      </w:r>
      <w:r w:rsidRPr="00EB7346">
        <w:rPr>
          <w:lang w:val="sw-KE"/>
        </w:rPr>
        <w:t xml:space="preserve"> ili ajizoeshe kuwa na mwenendo mwema na tabia nzuri. </w:t>
      </w:r>
    </w:p>
    <w:p w:rsidR="00EB7346" w:rsidRPr="00EB7346" w:rsidRDefault="00EB7346" w:rsidP="00DB5B46">
      <w:pPr>
        <w:pStyle w:val="libNormal"/>
        <w:jc w:val="both"/>
        <w:rPr>
          <w:rFonts w:cs="Times New Roman"/>
          <w:lang w:val="sw-KE"/>
        </w:rPr>
      </w:pPr>
      <w:r w:rsidRPr="00EB7346">
        <w:rPr>
          <w:lang w:val="sw-KE"/>
        </w:rPr>
        <w:t xml:space="preserve">Amesema Mtume </w:t>
      </w:r>
      <w:r w:rsidRPr="00DB5B46">
        <w:rPr>
          <w:rStyle w:val="libBold1Char"/>
          <w:lang w:val="sw-KE"/>
        </w:rPr>
        <w:t>(s.a.w.</w:t>
      </w:r>
      <w:r w:rsidR="00DB5B46" w:rsidRPr="00DB5B46">
        <w:rPr>
          <w:rStyle w:val="libBold1Char"/>
          <w:lang w:val="sw-KE"/>
        </w:rPr>
        <w:t>w</w:t>
      </w:r>
      <w:r w:rsidRPr="00DB5B46">
        <w:rPr>
          <w:rStyle w:val="libBold1Char"/>
          <w:lang w:val="sw-KE"/>
        </w:rPr>
        <w:t>)</w:t>
      </w:r>
      <w:r w:rsidRPr="00EB7346">
        <w:rPr>
          <w:lang w:val="sw-KE"/>
        </w:rPr>
        <w:t xml:space="preserve">: </w:t>
      </w:r>
      <w:r w:rsidRPr="00270ABF">
        <w:rPr>
          <w:rStyle w:val="libBold1Char"/>
          <w:lang w:val="sw-KE"/>
        </w:rPr>
        <w:t>Kumfunza adabu mmoja wenu mtoto wake ni bora kwake kuliko kutoa sadaka ya nusu pishi kila siku.</w:t>
      </w:r>
    </w:p>
    <w:p w:rsidR="009D2FE8" w:rsidRDefault="00EB7346" w:rsidP="00EB7346">
      <w:pPr>
        <w:pStyle w:val="libNormal"/>
        <w:jc w:val="both"/>
        <w:rPr>
          <w:lang w:val="sw-KE"/>
        </w:rPr>
      </w:pPr>
      <w:r w:rsidRPr="00EB7346">
        <w:rPr>
          <w:lang w:val="sw-KE"/>
        </w:rPr>
        <w:t xml:space="preserve">Tunapowafunza adabu watoto wetu, huwa tunasaidia kuweka msingi imara kwa taifa letu na hivyo ndivyo mafunzo ya Kiislamu yanavyotutaka tutekeleze. Uislamu kwa kufuatilia unatutaka tufanye hivyo na kwa njia kama hiyo na ndio maana ukayapita majaribio yote ya kumfunza adabu mtoto. Uilsamu umeunganisha malezi mazuri na zawadi ambayo inatunzwa na kupewa wenye kufunza adabu. </w:t>
      </w:r>
    </w:p>
    <w:p w:rsidR="00DB5B46" w:rsidRDefault="00EB7346" w:rsidP="00EB7346">
      <w:pPr>
        <w:pStyle w:val="libNormal"/>
        <w:jc w:val="both"/>
        <w:rPr>
          <w:lang w:val="sw-KE"/>
        </w:rPr>
      </w:pPr>
      <w:r w:rsidRPr="00EB7346">
        <w:rPr>
          <w:lang w:val="sw-KE"/>
        </w:rPr>
        <w:t xml:space="preserve">Kwa maana hiyo, Uislamu umewapa moyo wazazi kuwalea vizuri watoto wao. </w:t>
      </w:r>
    </w:p>
    <w:p w:rsidR="004604EC" w:rsidRDefault="00EB7346" w:rsidP="00DB5B46">
      <w:pPr>
        <w:pStyle w:val="libNormal"/>
        <w:jc w:val="both"/>
        <w:rPr>
          <w:rFonts w:cs="Times New Roman"/>
          <w:lang w:val="sw-KE"/>
        </w:rPr>
      </w:pPr>
      <w:r w:rsidRPr="00EB7346">
        <w:rPr>
          <w:lang w:val="sw-KE"/>
        </w:rPr>
        <w:t xml:space="preserve">Mtume </w:t>
      </w:r>
      <w:r w:rsidRPr="00DB5B46">
        <w:rPr>
          <w:rStyle w:val="libBold1Char"/>
          <w:lang w:val="sw-KE"/>
        </w:rPr>
        <w:t>(s.a.w.</w:t>
      </w:r>
      <w:r w:rsidR="00DB5B46" w:rsidRPr="00DB5B46">
        <w:rPr>
          <w:rStyle w:val="libBold1Char"/>
          <w:lang w:val="sw-KE"/>
        </w:rPr>
        <w:t>w</w:t>
      </w:r>
      <w:r w:rsidRPr="00DB5B46">
        <w:rPr>
          <w:rStyle w:val="libBold1Char"/>
          <w:lang w:val="sw-KE"/>
        </w:rPr>
        <w:t>)</w:t>
      </w:r>
      <w:r w:rsidRPr="00EB7346">
        <w:rPr>
          <w:lang w:val="sw-KE"/>
        </w:rPr>
        <w:t xml:space="preserve"> amesema: </w:t>
      </w:r>
      <w:r w:rsidRPr="004604EC">
        <w:rPr>
          <w:rStyle w:val="libBold1Char"/>
          <w:lang w:val="sw-KE"/>
        </w:rPr>
        <w:t>Wakirimuni watoto wenu na muwape adabu.</w:t>
      </w:r>
    </w:p>
    <w:p w:rsidR="004604EC" w:rsidRPr="006C7118" w:rsidRDefault="00EB7346" w:rsidP="004604EC">
      <w:pPr>
        <w:pStyle w:val="libNormal"/>
        <w:numPr>
          <w:ilvl w:val="0"/>
          <w:numId w:val="13"/>
        </w:numPr>
        <w:jc w:val="both"/>
        <w:rPr>
          <w:rFonts w:cs="Times New Roman"/>
          <w:color w:val="0070C0"/>
          <w:lang w:val="sw-KE"/>
        </w:rPr>
      </w:pPr>
      <w:r w:rsidRPr="006C7118">
        <w:rPr>
          <w:rFonts w:cs="Times New Roman"/>
          <w:color w:val="0070C0"/>
          <w:lang w:val="sw-KE"/>
        </w:rPr>
        <w:t xml:space="preserve">Uislamu na malezi ya kujitegemea kwa mtoto </w:t>
      </w:r>
    </w:p>
    <w:p w:rsidR="00EB7346" w:rsidRPr="00EB7346" w:rsidRDefault="00EB7346" w:rsidP="004604EC">
      <w:pPr>
        <w:pStyle w:val="libNormal"/>
        <w:ind w:firstLine="0"/>
        <w:jc w:val="both"/>
        <w:rPr>
          <w:lang w:val="sw-KE"/>
        </w:rPr>
      </w:pPr>
      <w:r w:rsidRPr="00EB7346">
        <w:rPr>
          <w:rFonts w:cs="Times New Roman"/>
          <w:lang w:val="sw-KE"/>
        </w:rPr>
        <w:t>Wakati Uislamu ulipowapa wazazi ju</w:t>
      </w:r>
      <w:r w:rsidRPr="00EB7346">
        <w:rPr>
          <w:lang w:val="sw-KE"/>
        </w:rPr>
        <w:t xml:space="preserve">kumu la kuwalisha watoto wao na kuwaongoza, haukudharau kwa vyovyote vile uwezo alionao mtoto </w:t>
      </w:r>
      <w:r w:rsidRPr="00EB7346">
        <w:rPr>
          <w:lang w:val="sw-KE"/>
        </w:rPr>
        <w:lastRenderedPageBreak/>
        <w:t>mwenyewe, kwa kufanya hivyo, Uislamu haukusudii kuwafanya wazazi wa mtoto kuyafikiria na kuyapanga maisha yake yote kabisa na wakati huo huo awe akiwategemea wao kabisa. Hata hivyo, Uislamu umekusudia kuwafanya wazazi wawalinde na kuwaongoza watoto wao wadogo, wasiwapotee njia kwa kuingia mashakani na kwenye dhana.</w:t>
      </w:r>
    </w:p>
    <w:p w:rsidR="004604EC" w:rsidRDefault="00EB7346" w:rsidP="00EB7346">
      <w:pPr>
        <w:pStyle w:val="libNormal"/>
        <w:jc w:val="both"/>
        <w:rPr>
          <w:lang w:val="sw-KE"/>
        </w:rPr>
      </w:pPr>
      <w:r w:rsidRPr="00EB7346">
        <w:rPr>
          <w:lang w:val="sw-KE"/>
        </w:rPr>
        <w:t xml:space="preserve">Uislamu umewaamuru wazazi kuwaongoza na kuwalisha watoto wao tu, bila kujiingiza sana katika shughuli zao. </w:t>
      </w:r>
    </w:p>
    <w:p w:rsidR="009D2FE8" w:rsidRDefault="00EB7346" w:rsidP="00EB7346">
      <w:pPr>
        <w:pStyle w:val="libNormal"/>
        <w:jc w:val="both"/>
        <w:rPr>
          <w:lang w:val="sw-KE"/>
        </w:rPr>
      </w:pPr>
      <w:r w:rsidRPr="00EB7346">
        <w:rPr>
          <w:lang w:val="sw-KE"/>
        </w:rPr>
        <w:t xml:space="preserve">Maoni ya Uislamu kuhusiana na malezi ya mtoto yamefafanuliwa zaidi na Muhammad Rashid Ridha kwa mifano mingi katika tafsir ya Al Manar. </w:t>
      </w:r>
    </w:p>
    <w:p w:rsidR="00EB7346" w:rsidRPr="00EB7346" w:rsidRDefault="00EB7346" w:rsidP="00EB7346">
      <w:pPr>
        <w:pStyle w:val="libNormal"/>
        <w:jc w:val="both"/>
        <w:rPr>
          <w:lang w:val="sw-KE"/>
        </w:rPr>
      </w:pPr>
      <w:r w:rsidRPr="00EB7346">
        <w:rPr>
          <w:lang w:val="sw-KE"/>
        </w:rPr>
        <w:t>Imethibithishwa katika matukio mbali mbali kwamba kujitegemea kwa mtoto ndiyo mwanzo wa kuunda vizazi vyema na watu barabara wa kutegemewa watakaoweza kuchukua jukumu la kujenga taifa.</w:t>
      </w:r>
    </w:p>
    <w:p w:rsidR="009D2FE8" w:rsidRPr="009D2FE8" w:rsidRDefault="00EB7346" w:rsidP="009D2FE8">
      <w:pPr>
        <w:pStyle w:val="libNormal"/>
        <w:jc w:val="both"/>
        <w:rPr>
          <w:rStyle w:val="libBold1Char"/>
          <w:lang w:val="sw-KE"/>
        </w:rPr>
      </w:pPr>
      <w:r w:rsidRPr="00EB7346">
        <w:rPr>
          <w:lang w:val="sw-KE"/>
        </w:rPr>
        <w:t xml:space="preserve">Imetajwa katika ushauri kwa mzazi ya kwamba: </w:t>
      </w:r>
      <w:r w:rsidRPr="009D2FE8">
        <w:rPr>
          <w:rStyle w:val="libBold1Char"/>
          <w:lang w:val="sw-KE"/>
        </w:rPr>
        <w:t xml:space="preserve">Cheza na mtoto wako mpaka atakapofikia umri wa miaka saba, kisha mfundishe adabu kwa miaka mingine saba ijayo, kisha uwe suhuba naye kwa miaka mingine saba ijayo, kisha baadaye mwache ajitegemee. </w:t>
      </w:r>
    </w:p>
    <w:p w:rsidR="00EB7346" w:rsidRPr="00EB7346" w:rsidRDefault="00EB7346" w:rsidP="009D2FE8">
      <w:pPr>
        <w:pStyle w:val="libNormal"/>
        <w:jc w:val="both"/>
        <w:rPr>
          <w:lang w:val="sw-KE"/>
        </w:rPr>
      </w:pPr>
      <w:r w:rsidRPr="00EB7346">
        <w:rPr>
          <w:rFonts w:cs="Times New Roman"/>
          <w:lang w:val="sw-KE"/>
        </w:rPr>
        <w:t>Ni jambo la muhimu sana kumruhusu mtoto ahudhurie katika majadiliano na kutoa maoni yake, japo maoni yake yatakuwa ni ya kijuujuu tu, na ya kuchekesha, au yasiyohusiana na suala linalozungumziw</w:t>
      </w:r>
      <w:r w:rsidRPr="00EB7346">
        <w:rPr>
          <w:lang w:val="sw-KE"/>
        </w:rPr>
        <w:t>a hapo, inaweza kuwa pia kumdhihaki si jambo la busara, bali ni vizuri wazazi wawe na bidii ya kumfahamisha pale anapokosea wakati wa kutafakari au kuamua. Anapaswa kutiwa moyo kusema kwa kile hasa anachokifikiria kuwa ni sawa. Kwa kufanya hivyo, bila shaka kutanufaisha mambo yafuatayo:</w:t>
      </w:r>
    </w:p>
    <w:p w:rsidR="00EB7346" w:rsidRPr="00EB7346" w:rsidRDefault="00EB7346" w:rsidP="00EB7346">
      <w:pPr>
        <w:pStyle w:val="libNormal"/>
        <w:jc w:val="both"/>
        <w:rPr>
          <w:lang w:val="sw-KE"/>
        </w:rPr>
      </w:pPr>
      <w:r w:rsidRPr="00EB7346">
        <w:rPr>
          <w:lang w:val="sw-KE"/>
        </w:rPr>
        <w:t>1. Siku zote hataogopa kutoa maoni yake.</w:t>
      </w:r>
    </w:p>
    <w:p w:rsidR="00EB7346" w:rsidRPr="00EB7346" w:rsidRDefault="00EB7346" w:rsidP="00EB7346">
      <w:pPr>
        <w:pStyle w:val="libNormal"/>
        <w:jc w:val="both"/>
        <w:rPr>
          <w:lang w:val="sw-KE"/>
        </w:rPr>
      </w:pPr>
      <w:r w:rsidRPr="00EB7346">
        <w:rPr>
          <w:lang w:val="sw-KE"/>
        </w:rPr>
        <w:t>2. Ataweza kujisahihisha na kila alilokosea ama kwa kutofahamu vizuri upande wake, na hilo litamfanya kurekebisha maoni yake na kuchukua uamuzi ufaao.</w:t>
      </w:r>
    </w:p>
    <w:p w:rsidR="00EB7346" w:rsidRPr="00EB7346" w:rsidRDefault="00EB7346" w:rsidP="00EB7346">
      <w:pPr>
        <w:pStyle w:val="libNormal"/>
        <w:jc w:val="both"/>
        <w:rPr>
          <w:lang w:val="sw-KE"/>
        </w:rPr>
      </w:pPr>
      <w:r w:rsidRPr="00EB7346">
        <w:rPr>
          <w:lang w:val="sw-KE"/>
        </w:rPr>
        <w:t>3. Wakati watu wazima watakapopata shauri (juu ya jambo fulani) atajifunza kutoka kwao uamuzi wa sawa, na jinsi ya kukata shauri katika mambo mbali mbali.</w:t>
      </w:r>
    </w:p>
    <w:p w:rsidR="00EB7346" w:rsidRPr="00EB7346" w:rsidRDefault="00EB7346" w:rsidP="00EB7346">
      <w:pPr>
        <w:pStyle w:val="libNormal"/>
        <w:jc w:val="both"/>
        <w:rPr>
          <w:lang w:val="sw-KE"/>
        </w:rPr>
      </w:pPr>
      <w:r w:rsidRPr="00EB7346">
        <w:rPr>
          <w:lang w:val="sw-KE"/>
        </w:rPr>
        <w:t>4. Atakuwa anafahamu jinsi ya kujadiliana katika mambo na kuweza kupata suluhisho la matatizo, ili asiachwe hivi hivi tu bila ya kuweza kutatua matatizo.</w:t>
      </w:r>
    </w:p>
    <w:p w:rsidR="00EB7346" w:rsidRPr="00EB7346" w:rsidRDefault="00EB7346" w:rsidP="00EB7346">
      <w:pPr>
        <w:pStyle w:val="libNormal"/>
        <w:jc w:val="both"/>
        <w:rPr>
          <w:lang w:val="sw-KE"/>
        </w:rPr>
      </w:pPr>
      <w:r w:rsidRPr="00EB7346">
        <w:rPr>
          <w:lang w:val="sw-KE"/>
        </w:rPr>
        <w:t>5. Atakuwa ameandaliwa katika kupambana na mikasa ya kimaisha.</w:t>
      </w:r>
    </w:p>
    <w:p w:rsidR="00EB7346" w:rsidRPr="00EB7346" w:rsidRDefault="00EB7346" w:rsidP="009D2FE8">
      <w:pPr>
        <w:pStyle w:val="libNormal"/>
        <w:jc w:val="both"/>
        <w:rPr>
          <w:rFonts w:cs="Times New Roman"/>
          <w:lang w:val="sw-KE"/>
        </w:rPr>
      </w:pPr>
      <w:r w:rsidRPr="00EB7346">
        <w:rPr>
          <w:lang w:val="sw-KE"/>
        </w:rPr>
        <w:t xml:space="preserve">6. Hii pia itamsaidia kutojiamulia tu bila ya kufikiri, na itamfanya atambue matatizo, kwa hivyo, atajua jinsi ya kuyaelezea na kuyatatua yatakapomkabili wakati wa maisha yake na hatofadhaika. Mfano ni ule uliotokea kwa Abdalla bin Abbas, wakati Mtume </w:t>
      </w:r>
      <w:r w:rsidRPr="009D2FE8">
        <w:rPr>
          <w:rStyle w:val="libBold1Char"/>
          <w:lang w:val="sw-KE"/>
        </w:rPr>
        <w:t>(s.a.w.</w:t>
      </w:r>
      <w:r w:rsidR="009D2FE8" w:rsidRPr="009D2FE8">
        <w:rPr>
          <w:rStyle w:val="libBold1Char"/>
          <w:lang w:val="sw-KE"/>
        </w:rPr>
        <w:t>w</w:t>
      </w:r>
      <w:r w:rsidRPr="009D2FE8">
        <w:rPr>
          <w:rStyle w:val="libBold1Char"/>
          <w:lang w:val="sw-KE"/>
        </w:rPr>
        <w:t xml:space="preserve">) </w:t>
      </w:r>
      <w:r w:rsidRPr="00EB7346">
        <w:rPr>
          <w:lang w:val="sw-KE"/>
        </w:rPr>
        <w:t xml:space="preserve">alipowaambia maswahaba zake: </w:t>
      </w:r>
      <w:r w:rsidRPr="00EB7346">
        <w:rPr>
          <w:rFonts w:cs="Times New Roman"/>
          <w:lang w:val="sw-KE"/>
        </w:rPr>
        <w:t xml:space="preserve">Mwenyezi Mungu amemfananisha Mwislamu mwenye imani na mti ambao hautupi ovyo majani yake. Kisha akawauliza: Je mwajua ni mti gani huo? Wote wakanyamaa, kisha Mtume </w:t>
      </w:r>
      <w:r w:rsidRPr="009D2FE8">
        <w:rPr>
          <w:rStyle w:val="libBold1Char"/>
          <w:lang w:val="sw-KE"/>
        </w:rPr>
        <w:t>(s.a.w.</w:t>
      </w:r>
      <w:r w:rsidR="009D2FE8" w:rsidRPr="009D2FE8">
        <w:rPr>
          <w:rStyle w:val="libBold1Char"/>
          <w:lang w:val="sw-KE"/>
        </w:rPr>
        <w:t>w</w:t>
      </w:r>
      <w:r w:rsidRPr="009D2FE8">
        <w:rPr>
          <w:rStyle w:val="libBold1Char"/>
          <w:lang w:val="sw-KE"/>
        </w:rPr>
        <w:t>)</w:t>
      </w:r>
      <w:r w:rsidRPr="00EB7346">
        <w:rPr>
          <w:rFonts w:cs="Times New Roman"/>
          <w:lang w:val="sw-KE"/>
        </w:rPr>
        <w:t xml:space="preserve"> mwenyewe akajibu: </w:t>
      </w:r>
      <w:r w:rsidR="004604EC">
        <w:rPr>
          <w:rFonts w:cs="Times New Roman"/>
          <w:lang w:val="sw-KE"/>
        </w:rPr>
        <w:t xml:space="preserve"> </w:t>
      </w:r>
      <w:r w:rsidRPr="00EB7346">
        <w:rPr>
          <w:rFonts w:cs="Times New Roman"/>
          <w:lang w:val="sw-KE"/>
        </w:rPr>
        <w:t>Huo ni mtende.</w:t>
      </w:r>
    </w:p>
    <w:p w:rsidR="009D2FE8" w:rsidRDefault="00EB7346" w:rsidP="009D2FE8">
      <w:pPr>
        <w:pStyle w:val="libNormal"/>
        <w:jc w:val="both"/>
        <w:rPr>
          <w:lang w:val="sw-KE"/>
        </w:rPr>
      </w:pPr>
      <w:r w:rsidRPr="00EB7346">
        <w:rPr>
          <w:lang w:val="sw-KE"/>
        </w:rPr>
        <w:t xml:space="preserve">Walipokuwa wakienda nyumbani, Abdallah bin Abbas huku akifuatana na baba yake alimwambia baba yake kuwa alijua jibu la swali alilouliza Mtume </w:t>
      </w:r>
      <w:r w:rsidRPr="009D2FE8">
        <w:rPr>
          <w:rStyle w:val="libBold1Char"/>
          <w:lang w:val="sw-KE"/>
        </w:rPr>
        <w:t>(s.a.w.</w:t>
      </w:r>
      <w:r w:rsidR="009D2FE8" w:rsidRPr="009D2FE8">
        <w:rPr>
          <w:rStyle w:val="libBold1Char"/>
          <w:lang w:val="sw-KE"/>
        </w:rPr>
        <w:t>w</w:t>
      </w:r>
      <w:r w:rsidRPr="009D2FE8">
        <w:rPr>
          <w:rStyle w:val="libBold1Char"/>
          <w:lang w:val="sw-KE"/>
        </w:rPr>
        <w:t>)</w:t>
      </w:r>
      <w:r w:rsidRPr="00EB7346">
        <w:rPr>
          <w:lang w:val="sw-KE"/>
        </w:rPr>
        <w:t xml:space="preserve"> lakini aliogopa kusema mbele za kadamnasi ya watu, kwani huenda ikawa ni makosa kufanya hivyo. Baba yake akamwambia: </w:t>
      </w:r>
    </w:p>
    <w:p w:rsidR="00EB7346" w:rsidRPr="00EB7346" w:rsidRDefault="00EB7346" w:rsidP="009D2FE8">
      <w:pPr>
        <w:pStyle w:val="libNormal"/>
        <w:jc w:val="both"/>
        <w:rPr>
          <w:rFonts w:cs="Times New Roman"/>
          <w:lang w:val="sw-KE"/>
        </w:rPr>
      </w:pPr>
      <w:r w:rsidRPr="00EB7346">
        <w:rPr>
          <w:rFonts w:cs="Times New Roman"/>
          <w:lang w:val="sw-KE"/>
        </w:rPr>
        <w:lastRenderedPageBreak/>
        <w:t>Lau kama ungelijibu, basi ingekuwa jambo kubwa kwangu kuliko kupata mifugo iliyo bora.</w:t>
      </w:r>
    </w:p>
    <w:p w:rsidR="004604EC" w:rsidRDefault="00EB7346" w:rsidP="004604EC">
      <w:pPr>
        <w:pStyle w:val="libNormal"/>
        <w:jc w:val="both"/>
        <w:rPr>
          <w:lang w:val="sw-KE"/>
        </w:rPr>
      </w:pPr>
      <w:r w:rsidRPr="00EB7346">
        <w:rPr>
          <w:lang w:val="sw-KE"/>
        </w:rPr>
        <w:t>Uislamu na kumuelimisha mtoto Uislamu unawataka waislamu kutafuta elimu. Kutafuta elimu ni wajibu kwa kila Mwislamu awe ni mwanamume au mwanamke. Haikuamrishwa kwa jinsia moja ya watu au nyingine tu, au kikundi fulani cha watu au kingine, kwani (elimu) inaongoza maisha ya watu. Jamii ya watu iliyoundwa kwa elimu na yenye watu walioelimika, ndiyo jamii iliyo bora kushinda zote, kwa kuwa watu wamepata umashuhuri na ufanisi kwa ajili ya elimu. Kwa sababu kama hizo, kanuni za Kiislamu zinapigania sana elimu ambayo itaongoza watu (ya mwenye kuelimika), na itastawisha</w:t>
      </w:r>
      <w:r w:rsidR="004604EC">
        <w:rPr>
          <w:lang w:val="sw-KE"/>
        </w:rPr>
        <w:t xml:space="preserve"> </w:t>
      </w:r>
      <w:r w:rsidRPr="00EB7346">
        <w:rPr>
          <w:lang w:val="sw-KE"/>
        </w:rPr>
        <w:t xml:space="preserve">jamii ya watu wote. </w:t>
      </w:r>
    </w:p>
    <w:p w:rsidR="004604EC" w:rsidRDefault="00EB7346" w:rsidP="004604EC">
      <w:pPr>
        <w:pStyle w:val="libNormal"/>
        <w:jc w:val="both"/>
        <w:rPr>
          <w:lang w:val="sw-KE"/>
        </w:rPr>
      </w:pPr>
      <w:r w:rsidRPr="00EB7346">
        <w:rPr>
          <w:lang w:val="sw-KE"/>
        </w:rPr>
        <w:t xml:space="preserve">Ili kufikia lengo hili, inasemekana kwamba katika vile vita mashuhuri vya Badr, Mtume </w:t>
      </w:r>
      <w:r w:rsidRPr="009D2FE8">
        <w:rPr>
          <w:rStyle w:val="libBold1Char"/>
          <w:lang w:val="sw-KE"/>
        </w:rPr>
        <w:t>(s.a.w.</w:t>
      </w:r>
      <w:r w:rsidR="009D2FE8" w:rsidRPr="009D2FE8">
        <w:rPr>
          <w:rStyle w:val="libBold1Char"/>
          <w:lang w:val="sw-KE"/>
        </w:rPr>
        <w:t>w</w:t>
      </w:r>
      <w:r w:rsidRPr="009D2FE8">
        <w:rPr>
          <w:rStyle w:val="libBold1Char"/>
          <w:lang w:val="sw-KE"/>
        </w:rPr>
        <w:t>)</w:t>
      </w:r>
      <w:r w:rsidRPr="00EB7346">
        <w:rPr>
          <w:lang w:val="sw-KE"/>
        </w:rPr>
        <w:t xml:space="preserve"> aliamuru kila mateka anayejua kusoma na kuandika, aliyeshikwa katika vita hivi, aachiliwe huru iwapo atawafundisha watoto kumi wa kiislamu jinsi ya kusoma na kuandika. </w:t>
      </w:r>
    </w:p>
    <w:p w:rsidR="009D2FE8" w:rsidRDefault="00EB7346" w:rsidP="009D2FE8">
      <w:pPr>
        <w:pStyle w:val="libNormal"/>
        <w:jc w:val="both"/>
        <w:rPr>
          <w:rFonts w:cs="Times New Roman"/>
          <w:lang w:val="sw-KE"/>
        </w:rPr>
      </w:pPr>
      <w:r w:rsidRPr="00EB7346">
        <w:rPr>
          <w:lang w:val="sw-KE"/>
        </w:rPr>
        <w:t xml:space="preserve">Vile vile Mtume </w:t>
      </w:r>
      <w:r w:rsidRPr="009D2FE8">
        <w:rPr>
          <w:rStyle w:val="libBold1Char"/>
          <w:lang w:val="sw-KE"/>
        </w:rPr>
        <w:t>(s.a.w.</w:t>
      </w:r>
      <w:r w:rsidR="009D2FE8" w:rsidRPr="009D2FE8">
        <w:rPr>
          <w:rStyle w:val="libBold1Char"/>
          <w:lang w:val="sw-KE"/>
        </w:rPr>
        <w:t>w</w:t>
      </w:r>
      <w:r w:rsidRPr="009D2FE8">
        <w:rPr>
          <w:rStyle w:val="libBold1Char"/>
          <w:lang w:val="sw-KE"/>
        </w:rPr>
        <w:t>)</w:t>
      </w:r>
      <w:r w:rsidRPr="00EB7346">
        <w:rPr>
          <w:lang w:val="sw-KE"/>
        </w:rPr>
        <w:t xml:space="preserve"> amesema: </w:t>
      </w:r>
      <w:r w:rsidRPr="009D2FE8">
        <w:rPr>
          <w:rStyle w:val="libBold1Char"/>
          <w:lang w:val="sw-KE"/>
        </w:rPr>
        <w:t>Wafundisheni watoto wenu kwani, wao wamezaliwa katika zama tofauti na zama zenu.</w:t>
      </w:r>
      <w:r w:rsidRPr="00EB7346">
        <w:rPr>
          <w:rFonts w:cs="Times New Roman"/>
          <w:lang w:val="sw-KE"/>
        </w:rPr>
        <w:t xml:space="preserve"> </w:t>
      </w:r>
    </w:p>
    <w:p w:rsidR="0011216D" w:rsidRDefault="00EB7346" w:rsidP="009D2FE8">
      <w:pPr>
        <w:pStyle w:val="libNormal"/>
        <w:jc w:val="both"/>
        <w:rPr>
          <w:rFonts w:cs="Times New Roman"/>
          <w:lang w:val="sw-KE"/>
        </w:rPr>
      </w:pPr>
      <w:r w:rsidRPr="00EB7346">
        <w:rPr>
          <w:rFonts w:cs="Times New Roman"/>
          <w:lang w:val="sw-KE"/>
        </w:rPr>
        <w:t xml:space="preserve">Amesema tena: </w:t>
      </w:r>
      <w:r w:rsidRPr="009D2FE8">
        <w:rPr>
          <w:rStyle w:val="libBold1Char"/>
          <w:lang w:val="sw-KE"/>
        </w:rPr>
        <w:t>Tafuteni elimu hata kama ni (kwenda) China.</w:t>
      </w:r>
      <w:r w:rsidRPr="00EB7346">
        <w:rPr>
          <w:rFonts w:cs="Times New Roman"/>
          <w:lang w:val="sw-KE"/>
        </w:rPr>
        <w:t xml:space="preserve"> Uislamu unaagiza kwamba, waislamu wafanye kila wawezalo kutafuta elimu hata kama itawabidi kusafiri mbali kama China kwa ajili ya kutafuta elimu. Ni dhahi</w:t>
      </w:r>
      <w:r w:rsidRPr="00EB7346">
        <w:rPr>
          <w:lang w:val="sw-KE"/>
        </w:rPr>
        <w:t>ri Uislamu jinsi unavyotetea elimu, hasa tukizingatia kwamba aya yake ya kwanza tu kushuka inazungumzia elimu kama alama ya uongofu. Imetajwa katika Qur</w:t>
      </w:r>
      <w:r w:rsidRPr="00EB7346">
        <w:rPr>
          <w:rFonts w:cs="Times New Roman"/>
          <w:lang w:val="sw-KE"/>
        </w:rPr>
        <w:t xml:space="preserve">ani: </w:t>
      </w:r>
    </w:p>
    <w:p w:rsidR="0011216D" w:rsidRPr="0011216D" w:rsidRDefault="0011216D" w:rsidP="0011216D">
      <w:pPr>
        <w:pStyle w:val="libAie"/>
        <w:rPr>
          <w:lang w:val="sw-KE"/>
        </w:rPr>
      </w:pPr>
      <w:r w:rsidRPr="0011216D">
        <w:rPr>
          <w:rtl/>
          <w:lang w:val="sw-KE"/>
        </w:rPr>
        <w:t>اقْرَأْ بِاسْمِ رَبِّكَ الَّذِي خَلَقَ ﴿١﴾ خَلَقَ الْإِنسَانَ مِنْ عَلَقٍ ﴿٢﴾ اقْرَأْ وَرَبُّكَ الْأَكْرَمُ ﴿٣﴾ الَّذِي عَلَّمَ بِالْقَلَمِ ﴿٤﴾ عَلَّمَ الْإِنسَانَ مَا لَمْ يَعْلَمْ ﴿٥﴾</w:t>
      </w:r>
    </w:p>
    <w:p w:rsidR="00EB7346" w:rsidRPr="00EB7346" w:rsidRDefault="00EB7346" w:rsidP="009D2FE8">
      <w:pPr>
        <w:pStyle w:val="libNormal"/>
        <w:jc w:val="both"/>
        <w:rPr>
          <w:rFonts w:cs="Times New Roman"/>
          <w:lang w:val="sw-KE"/>
        </w:rPr>
      </w:pPr>
      <w:r w:rsidRPr="00EB7346">
        <w:rPr>
          <w:rFonts w:cs="Times New Roman"/>
          <w:lang w:val="sw-KE"/>
        </w:rPr>
        <w:t>Soma! Kwa jina la Mola wako aliyeumba. Amemuumba mwanaadamu kwa pande la damu. Soma! Na Mola wako</w:t>
      </w:r>
      <w:r w:rsidRPr="00EB7346">
        <w:rPr>
          <w:lang w:val="sw-KE"/>
        </w:rPr>
        <w:t xml:space="preserve"> ni Mkarimu sana, ambaye amemuelimisha mwanaadamu kwa njia ya kalamu. Amefundisha mwa</w:t>
      </w:r>
      <w:r w:rsidR="00ED2650">
        <w:rPr>
          <w:lang w:val="sw-KE"/>
        </w:rPr>
        <w:t>naadamu mambo aliyokuwa hayajui</w:t>
      </w:r>
      <w:r w:rsidRPr="00EB7346">
        <w:rPr>
          <w:rFonts w:cs="Times New Roman"/>
          <w:lang w:val="sw-KE"/>
        </w:rPr>
        <w:t xml:space="preserve"> (96:1-5).</w:t>
      </w:r>
    </w:p>
    <w:p w:rsidR="0011216D" w:rsidRDefault="00EB7346" w:rsidP="009D2FE8">
      <w:pPr>
        <w:pStyle w:val="libNormal"/>
        <w:jc w:val="both"/>
        <w:rPr>
          <w:lang w:val="sw-KE"/>
        </w:rPr>
      </w:pPr>
      <w:r w:rsidRPr="00EB7346">
        <w:rPr>
          <w:lang w:val="sw-KE"/>
        </w:rPr>
        <w:t xml:space="preserve">Kisha amesema tena: </w:t>
      </w:r>
    </w:p>
    <w:p w:rsidR="0011216D" w:rsidRDefault="0011216D" w:rsidP="0011216D">
      <w:pPr>
        <w:pStyle w:val="libAie"/>
        <w:rPr>
          <w:lang w:val="sw-KE"/>
        </w:rPr>
      </w:pPr>
      <w:r w:rsidRPr="0011216D">
        <w:rPr>
          <w:rtl/>
          <w:lang w:val="sw-KE"/>
        </w:rPr>
        <w:t>الرَّحْمَـٰنُ ﴿١﴾ عَلَّمَ الْقُرْآنَ ﴿٢﴾ خَلَقَ الْإِنسَانَ ﴿٣﴾ عَلَّمَهُ الْبَيَانَ ﴿٤﴾</w:t>
      </w:r>
    </w:p>
    <w:p w:rsidR="0011216D" w:rsidRDefault="00EB7346" w:rsidP="009D2FE8">
      <w:pPr>
        <w:pStyle w:val="libNormal"/>
        <w:jc w:val="both"/>
        <w:rPr>
          <w:rFonts w:cs="Times New Roman"/>
          <w:lang w:val="sw-KE"/>
        </w:rPr>
      </w:pPr>
      <w:r w:rsidRPr="00EB7346">
        <w:rPr>
          <w:rFonts w:cs="Times New Roman"/>
          <w:lang w:val="sw-KE"/>
        </w:rPr>
        <w:t>(Mwenyezi Mungu) Mwingi wa Rehma; amefundisha Qurani, amemuumba mwanadamu, akamfundisha kusema (kwa ufa</w:t>
      </w:r>
      <w:r w:rsidRPr="00EB7346">
        <w:rPr>
          <w:lang w:val="sw-KE"/>
        </w:rPr>
        <w:t>saha).</w:t>
      </w:r>
      <w:r w:rsidRPr="00EB7346">
        <w:rPr>
          <w:rFonts w:cs="Times New Roman"/>
          <w:lang w:val="sw-KE"/>
        </w:rPr>
        <w:t xml:space="preserve"> (55:1-4). </w:t>
      </w:r>
    </w:p>
    <w:p w:rsidR="00EB7346" w:rsidRPr="00EB7346" w:rsidRDefault="00EB7346" w:rsidP="0011216D">
      <w:pPr>
        <w:pStyle w:val="libNormal"/>
        <w:jc w:val="both"/>
        <w:rPr>
          <w:lang w:val="sw-KE"/>
        </w:rPr>
      </w:pPr>
      <w:r w:rsidRPr="00EB7346">
        <w:rPr>
          <w:rFonts w:cs="Times New Roman"/>
          <w:lang w:val="sw-KE"/>
        </w:rPr>
        <w:t>Elimu katika Uislamu haikuwekewa mipaka ya kusoma kitabu maalum au mtunzi maalum tu, bali inahusisha chochote kile ambacho akili inahitajia kusoma na kuongeza mbinu mbalimbali za maarifa. Amirul-Muminin, aliwataka Waislamu kuwafunza wato</w:t>
      </w:r>
      <w:r w:rsidRPr="00EB7346">
        <w:rPr>
          <w:lang w:val="sw-KE"/>
        </w:rPr>
        <w:t>to wao hata kuogelea, kutupa mishale na kutoa shoti farasi. Kutupa mishale na kupanda farasi ilikuwa ndiyo burudani (kubwa) ya maisha yote ya Waarabu zama hizo, na lau Amirul- Mu</w:t>
      </w:r>
      <w:r w:rsidRPr="00EB7346">
        <w:rPr>
          <w:rFonts w:cs="Times New Roman"/>
          <w:lang w:val="sw-KE"/>
        </w:rPr>
        <w:t>minina angeishi hivi leo, basi angeongezea mengine mengi katika hayo aliyoyas</w:t>
      </w:r>
      <w:r w:rsidRPr="00EB7346">
        <w:rPr>
          <w:lang w:val="sw-KE"/>
        </w:rPr>
        <w:t>ema, (kama kompyuta n.k) ili yaende sambamba na wakati na hali ya mabadiliko ya jamii katika maisha ya kisasa.</w:t>
      </w:r>
    </w:p>
    <w:p w:rsidR="006574A0" w:rsidRPr="006C7118" w:rsidRDefault="00EB7346" w:rsidP="0011216D">
      <w:pPr>
        <w:pStyle w:val="libNormal"/>
        <w:numPr>
          <w:ilvl w:val="0"/>
          <w:numId w:val="13"/>
        </w:numPr>
        <w:jc w:val="both"/>
        <w:rPr>
          <w:rFonts w:cs="Times New Roman"/>
          <w:color w:val="0070C0"/>
          <w:lang w:val="sw-KE"/>
        </w:rPr>
      </w:pPr>
      <w:r w:rsidRPr="006C7118">
        <w:rPr>
          <w:color w:val="0070C0"/>
          <w:lang w:val="sw-KE"/>
        </w:rPr>
        <w:t xml:space="preserve">Umuhimu wa vidude vya kuchezea watoto (toys) </w:t>
      </w:r>
    </w:p>
    <w:p w:rsidR="00DF1375" w:rsidRDefault="00EB7346" w:rsidP="006574A0">
      <w:pPr>
        <w:pStyle w:val="libNormal"/>
        <w:ind w:firstLine="0"/>
        <w:jc w:val="both"/>
        <w:rPr>
          <w:lang w:val="sw-KE"/>
        </w:rPr>
      </w:pPr>
      <w:r w:rsidRPr="00EB7346">
        <w:rPr>
          <w:lang w:val="sw-KE"/>
        </w:rPr>
        <w:t xml:space="preserve">katika Uislamu Vijidude vya kuchezea na michezo mbali mbali (toys), vinaleta furaha na burudani katika maisha ya mtoto. Vijidude hivyo pia hupanua akili ya mtoto ya kielimu. </w:t>
      </w:r>
    </w:p>
    <w:p w:rsidR="00DF1375" w:rsidRPr="00DF1375" w:rsidRDefault="00EB7346" w:rsidP="006574A0">
      <w:pPr>
        <w:pStyle w:val="libNormal"/>
        <w:ind w:firstLine="0"/>
        <w:jc w:val="both"/>
        <w:rPr>
          <w:rStyle w:val="libBold1Char"/>
          <w:lang w:val="sw-KE"/>
        </w:rPr>
      </w:pPr>
      <w:r w:rsidRPr="00EB7346">
        <w:rPr>
          <w:lang w:val="sw-KE"/>
        </w:rPr>
        <w:lastRenderedPageBreak/>
        <w:t xml:space="preserve">Mtume </w:t>
      </w:r>
      <w:r w:rsidRPr="0011216D">
        <w:rPr>
          <w:rStyle w:val="libBold1Char"/>
          <w:lang w:val="sw-KE"/>
        </w:rPr>
        <w:t>(s.a.w.</w:t>
      </w:r>
      <w:r w:rsidR="0011216D" w:rsidRPr="0011216D">
        <w:rPr>
          <w:rStyle w:val="libBold1Char"/>
          <w:lang w:val="sw-KE"/>
        </w:rPr>
        <w:t>w</w:t>
      </w:r>
      <w:r w:rsidRPr="0011216D">
        <w:rPr>
          <w:rStyle w:val="libBold1Char"/>
          <w:lang w:val="sw-KE"/>
        </w:rPr>
        <w:t>)</w:t>
      </w:r>
      <w:r w:rsidRPr="00EB7346">
        <w:rPr>
          <w:lang w:val="sw-KE"/>
        </w:rPr>
        <w:t xml:space="preserve"> amesema: </w:t>
      </w:r>
      <w:r w:rsidRPr="00DF1375">
        <w:rPr>
          <w:rStyle w:val="libBold1Char"/>
          <w:lang w:val="sw-KE"/>
        </w:rPr>
        <w:t>Mwenye kwenda sokoni, na akanunua kitu cha kuchezea (watoto) akakichukua mpaka kwa watoto wake, huwa ni kama aliyechukua sadaka na kuwapelekea watu wahitaji, basi na aanze kuwapatia watoto wa kike kwanza kabla ya watoto wa kiume.</w:t>
      </w:r>
    </w:p>
    <w:p w:rsidR="00EB7346" w:rsidRPr="00EB7346" w:rsidRDefault="00EB7346" w:rsidP="006574A0">
      <w:pPr>
        <w:pStyle w:val="libNormal"/>
        <w:ind w:firstLine="0"/>
        <w:jc w:val="both"/>
        <w:rPr>
          <w:rFonts w:cs="Times New Roman"/>
          <w:lang w:val="sw-KE"/>
        </w:rPr>
      </w:pPr>
      <w:r w:rsidRPr="00EB7346">
        <w:rPr>
          <w:rFonts w:cs="Times New Roman"/>
          <w:lang w:val="sw-KE"/>
        </w:rPr>
        <w:t xml:space="preserve"> Umuhimu huu alioupa Mtume </w:t>
      </w:r>
      <w:r w:rsidRPr="0011216D">
        <w:rPr>
          <w:rStyle w:val="libBold1Char"/>
          <w:lang w:val="sw-KE"/>
        </w:rPr>
        <w:t>(s.a.w.</w:t>
      </w:r>
      <w:r w:rsidR="0011216D" w:rsidRPr="0011216D">
        <w:rPr>
          <w:rStyle w:val="libBold1Char"/>
          <w:lang w:val="sw-KE"/>
        </w:rPr>
        <w:t>w</w:t>
      </w:r>
      <w:r w:rsidRPr="0011216D">
        <w:rPr>
          <w:rStyle w:val="libBold1Char"/>
          <w:lang w:val="sw-KE"/>
        </w:rPr>
        <w:t>)</w:t>
      </w:r>
      <w:r w:rsidRPr="00EB7346">
        <w:rPr>
          <w:rFonts w:cs="Times New Roman"/>
          <w:lang w:val="sw-KE"/>
        </w:rPr>
        <w:t xml:space="preserve"> kuhusiana na vitu vya kuchezea sijambo la kupuuzwa, kwani kufanya hivyo ni muhimu kama kutoa sadaka kwa wahitaji.</w:t>
      </w:r>
    </w:p>
    <w:p w:rsidR="00EB7346" w:rsidRPr="00EB7346" w:rsidRDefault="00EB7346" w:rsidP="00EB7346">
      <w:pPr>
        <w:pStyle w:val="libNormal"/>
        <w:jc w:val="both"/>
        <w:rPr>
          <w:lang w:val="sw-KE"/>
        </w:rPr>
      </w:pPr>
      <w:r w:rsidRPr="00EB7346">
        <w:rPr>
          <w:lang w:val="sw-KE"/>
        </w:rPr>
        <w:t>Imeelezwa kwamba watoto wa kike wapatiwe kwanza, ili kuwaridhisha na kuwafurahisha. Haya ndiyo mambo ambayo Uislamu unayapigania ambayo lau tutayatafuta, maisha yetu na ya watoto wetu yatajawa na furaha na Baraka. Nguvu na uzuri wa misingi hii inatoa mfano mzuri kwa jinsi ilivyoamuru kuhusiana na watoto wetu - kiburudisho cha macho yetu.</w:t>
      </w:r>
    </w:p>
    <w:p w:rsidR="0011216D" w:rsidRDefault="00EB7346" w:rsidP="006574A0">
      <w:pPr>
        <w:pStyle w:val="libNormal"/>
        <w:jc w:val="both"/>
        <w:rPr>
          <w:rFonts w:cs="Times New Roman"/>
          <w:lang w:val="sw-KE"/>
        </w:rPr>
      </w:pPr>
      <w:r w:rsidRPr="00EB7346">
        <w:rPr>
          <w:lang w:val="sw-KE"/>
        </w:rPr>
        <w:t xml:space="preserve">Mtoto mwema huwa ni mwenye kuendeleza ufanisi wa baba yake, na ni hazina nzuri kwa taifa lake. Mtume </w:t>
      </w:r>
      <w:r w:rsidRPr="0011216D">
        <w:rPr>
          <w:rStyle w:val="libBold1Char"/>
          <w:lang w:val="sw-KE"/>
        </w:rPr>
        <w:t>(s.a.w.</w:t>
      </w:r>
      <w:r w:rsidR="0011216D" w:rsidRPr="0011216D">
        <w:rPr>
          <w:rStyle w:val="libBold1Char"/>
          <w:lang w:val="sw-KE"/>
        </w:rPr>
        <w:t>w</w:t>
      </w:r>
      <w:r w:rsidRPr="0011216D">
        <w:rPr>
          <w:rStyle w:val="libBold1Char"/>
          <w:lang w:val="sw-KE"/>
        </w:rPr>
        <w:t>)</w:t>
      </w:r>
      <w:r w:rsidRPr="00EB7346">
        <w:rPr>
          <w:lang w:val="sw-KE"/>
        </w:rPr>
        <w:t xml:space="preserve"> amesema: </w:t>
      </w:r>
      <w:r w:rsidRPr="00ED2650">
        <w:rPr>
          <w:rStyle w:val="libBold1Char"/>
          <w:lang w:val="sw-KE"/>
        </w:rPr>
        <w:t>Mtoto mwema ni mrihani (mti wenye harufu nzuri) miongoni mwa mirihani ya Peponi.</w:t>
      </w:r>
      <w:r w:rsidRPr="00EB7346">
        <w:rPr>
          <w:rFonts w:cs="Times New Roman"/>
          <w:lang w:val="sw-KE"/>
        </w:rPr>
        <w:t xml:space="preserve"> Mwenyezi Mungu atuangazie na atuongoze katika kuwalea vizuri watoto wetu ambao ni furaha ya maisha yetu</w:t>
      </w:r>
      <w:r w:rsidR="006574A0">
        <w:rPr>
          <w:rFonts w:cs="Times New Roman"/>
          <w:lang w:val="sw-KE"/>
        </w:rPr>
        <w:t>.</w:t>
      </w:r>
      <w:r w:rsidRPr="00EB7346">
        <w:rPr>
          <w:rFonts w:cs="Times New Roman"/>
          <w:lang w:val="sw-KE"/>
        </w:rPr>
        <w:t xml:space="preserve"> Amin.</w:t>
      </w:r>
    </w:p>
    <w:p w:rsidR="0011216D" w:rsidRDefault="0011216D">
      <w:pPr>
        <w:ind w:firstLine="0"/>
        <w:jc w:val="left"/>
        <w:rPr>
          <w:rFonts w:cs="Times New Roman"/>
          <w:sz w:val="24"/>
          <w:lang w:val="sw-KE"/>
        </w:rPr>
      </w:pPr>
      <w:r>
        <w:rPr>
          <w:rFonts w:cs="Times New Roman"/>
          <w:lang w:val="sw-KE"/>
        </w:rPr>
        <w:br w:type="page"/>
      </w:r>
    </w:p>
    <w:p w:rsidR="00EB7346" w:rsidRPr="00EB7346" w:rsidRDefault="0011216D" w:rsidP="00EB7346">
      <w:pPr>
        <w:pStyle w:val="libNormal"/>
        <w:jc w:val="both"/>
        <w:rPr>
          <w:lang w:val="sw-KE"/>
        </w:rPr>
      </w:pPr>
      <w:r>
        <w:rPr>
          <w:lang w:val="sw-KE"/>
        </w:rPr>
        <w:lastRenderedPageBreak/>
        <w:t>5</w:t>
      </w:r>
    </w:p>
    <w:p w:rsidR="00EB7346" w:rsidRPr="00EB7346" w:rsidRDefault="00EB7346" w:rsidP="0011216D">
      <w:pPr>
        <w:pStyle w:val="Heading1Center"/>
        <w:rPr>
          <w:lang w:val="sw-KE"/>
        </w:rPr>
      </w:pPr>
      <w:bookmarkStart w:id="31" w:name="_Toc10462933"/>
      <w:r w:rsidRPr="00EB7346">
        <w:rPr>
          <w:lang w:val="sw-KE"/>
        </w:rPr>
        <w:t>MALEZI YA WATOTO KATIKA UISLAMU</w:t>
      </w:r>
      <w:bookmarkEnd w:id="31"/>
      <w:r w:rsidRPr="00EB7346">
        <w:rPr>
          <w:lang w:val="sw-KE"/>
        </w:rPr>
        <w:t xml:space="preserve"> </w:t>
      </w:r>
    </w:p>
    <w:p w:rsidR="0011216D" w:rsidRDefault="00EB7346" w:rsidP="0011216D">
      <w:pPr>
        <w:pStyle w:val="Heading2Center"/>
        <w:rPr>
          <w:lang w:val="sw-KE"/>
        </w:rPr>
      </w:pPr>
      <w:bookmarkStart w:id="32" w:name="_Toc10462934"/>
      <w:r w:rsidRPr="00EB7346">
        <w:rPr>
          <w:lang w:val="sw-KE"/>
        </w:rPr>
        <w:t>SEHEMU YA TANO</w:t>
      </w:r>
      <w:bookmarkEnd w:id="32"/>
      <w:r w:rsidRPr="00EB7346">
        <w:rPr>
          <w:lang w:val="sw-KE"/>
        </w:rPr>
        <w:t xml:space="preserve"> </w:t>
      </w:r>
    </w:p>
    <w:p w:rsidR="0011216D" w:rsidRDefault="00321586" w:rsidP="0011216D">
      <w:pPr>
        <w:pStyle w:val="Heading3Center"/>
        <w:rPr>
          <w:lang w:val="sw-KE"/>
        </w:rPr>
      </w:pPr>
      <w:bookmarkStart w:id="33" w:name="_Toc10462935"/>
      <w:r>
        <w:rPr>
          <w:lang w:val="sw-KE"/>
        </w:rPr>
        <w:t>ELIMU YA AFYA</w:t>
      </w:r>
      <w:r w:rsidR="0011216D" w:rsidRPr="00EB7346">
        <w:rPr>
          <w:lang w:val="sw-KE"/>
        </w:rPr>
        <w:t xml:space="preserve"> KIMWILI NA KIMAZINGIRA</w:t>
      </w:r>
      <w:bookmarkEnd w:id="33"/>
      <w:r w:rsidR="0011216D" w:rsidRPr="00EB7346">
        <w:rPr>
          <w:lang w:val="sw-KE"/>
        </w:rPr>
        <w:t xml:space="preserve"> </w:t>
      </w:r>
    </w:p>
    <w:p w:rsidR="00D35F8F" w:rsidRDefault="00EB7346" w:rsidP="0011216D">
      <w:pPr>
        <w:pStyle w:val="libNormal"/>
        <w:jc w:val="both"/>
        <w:rPr>
          <w:rFonts w:ascii="Tahoma" w:hAnsi="Tahoma" w:cs="Tahoma"/>
          <w:lang w:val="sw-KE"/>
        </w:rPr>
      </w:pPr>
      <w:r w:rsidRPr="00EB7346">
        <w:rPr>
          <w:lang w:val="sw-KE"/>
        </w:rPr>
        <w:t>Imetajwa katika Qur</w:t>
      </w:r>
      <w:r w:rsidRPr="00EB7346">
        <w:rPr>
          <w:rFonts w:cs="Times New Roman"/>
          <w:lang w:val="sw-KE"/>
        </w:rPr>
        <w:t>ani ya kwamba:</w:t>
      </w:r>
      <w:r w:rsidR="0011216D">
        <w:rPr>
          <w:rFonts w:ascii="Tahoma" w:hAnsi="Tahoma" w:cs="Tahoma"/>
          <w:lang w:val="sw-KE"/>
        </w:rPr>
        <w:t xml:space="preserve"> </w:t>
      </w:r>
    </w:p>
    <w:p w:rsidR="00D35F8F" w:rsidRPr="00D35F8F" w:rsidRDefault="00D35F8F" w:rsidP="00D35F8F">
      <w:pPr>
        <w:pStyle w:val="libAie"/>
        <w:rPr>
          <w:lang w:val="sw-KE"/>
        </w:rPr>
      </w:pPr>
      <w:bookmarkStart w:id="34" w:name="_Hlk9941149"/>
      <w:r w:rsidRPr="00D35F8F">
        <w:rPr>
          <w:rtl/>
          <w:lang w:val="sw-KE"/>
        </w:rPr>
        <w:t>إِنَّ اللَّـهَ يُحِبُّ التَّوَّابِينَ وَيُحِبُّ الْمُتَطَهِّرِينَ ﴿٢٢٢﴾</w:t>
      </w:r>
    </w:p>
    <w:bookmarkEnd w:id="34"/>
    <w:p w:rsidR="00D35F8F" w:rsidRDefault="00EB7346" w:rsidP="0011216D">
      <w:pPr>
        <w:pStyle w:val="libNormal"/>
        <w:jc w:val="both"/>
        <w:rPr>
          <w:rFonts w:cs="Times New Roman"/>
          <w:lang w:val="sw-KE"/>
        </w:rPr>
      </w:pPr>
      <w:r w:rsidRPr="00EB7346">
        <w:rPr>
          <w:rFonts w:cs="Times New Roman"/>
          <w:lang w:val="sw-KE"/>
        </w:rPr>
        <w:t xml:space="preserve">..Hakika Mwenyezi Mungu huwapenda wenye kutubia na wenye kujitakasa.. (2:222). </w:t>
      </w:r>
    </w:p>
    <w:p w:rsidR="00D35F8F" w:rsidRDefault="00EB7346" w:rsidP="0011216D">
      <w:pPr>
        <w:pStyle w:val="libNormal"/>
        <w:jc w:val="both"/>
        <w:rPr>
          <w:rFonts w:cs="Times New Roman"/>
          <w:lang w:val="sw-KE"/>
        </w:rPr>
      </w:pPr>
      <w:r w:rsidRPr="00EB7346">
        <w:rPr>
          <w:rFonts w:cs="Times New Roman"/>
          <w:lang w:val="sw-KE"/>
        </w:rPr>
        <w:t xml:space="preserve">Tirmidhy amepokea Hadith sahihi kutoka kwa Saad ya kwamba Mtume amesema: </w:t>
      </w:r>
      <w:r w:rsidRPr="00D35F8F">
        <w:rPr>
          <w:rStyle w:val="libBold1Char"/>
          <w:lang w:val="sw-KE"/>
        </w:rPr>
        <w:t>Hakika Mwenyezi Mungu Mtukufu ni Mwema, Mkarimu anapenda ukarimu, mpaji anapenda upaji, basi safisheni nyua (boma) zenu</w:t>
      </w:r>
      <w:r w:rsidRPr="00EB7346">
        <w:rPr>
          <w:lang w:val="sw-KE"/>
        </w:rPr>
        <w:t>.</w:t>
      </w:r>
      <w:r w:rsidRPr="00EB7346">
        <w:rPr>
          <w:rFonts w:cs="Times New Roman"/>
          <w:lang w:val="sw-KE"/>
        </w:rPr>
        <w:t xml:space="preserve"> </w:t>
      </w:r>
    </w:p>
    <w:p w:rsidR="00EB7346" w:rsidRPr="00D35F8F" w:rsidRDefault="00EB7346" w:rsidP="0011216D">
      <w:pPr>
        <w:pStyle w:val="libNormal"/>
        <w:jc w:val="both"/>
        <w:rPr>
          <w:rStyle w:val="libBold1Char"/>
          <w:lang w:val="sw-KE"/>
        </w:rPr>
      </w:pPr>
      <w:r w:rsidRPr="00EB7346">
        <w:rPr>
          <w:rFonts w:cs="Times New Roman"/>
          <w:lang w:val="sw-KE"/>
        </w:rPr>
        <w:t xml:space="preserve">Imepokewa Hadith kutoka kwa Tabraniy ya kwamba Mtume </w:t>
      </w:r>
      <w:r w:rsidRPr="0011216D">
        <w:rPr>
          <w:rStyle w:val="libBold1Char"/>
          <w:lang w:val="sw-KE"/>
        </w:rPr>
        <w:t>(s.a.w.</w:t>
      </w:r>
      <w:r w:rsidR="0011216D" w:rsidRPr="0011216D">
        <w:rPr>
          <w:rStyle w:val="libBold1Char"/>
          <w:lang w:val="sw-KE"/>
        </w:rPr>
        <w:t>w</w:t>
      </w:r>
      <w:r w:rsidRPr="0011216D">
        <w:rPr>
          <w:rStyle w:val="libBold1Char"/>
          <w:lang w:val="sw-KE"/>
        </w:rPr>
        <w:t>)</w:t>
      </w:r>
      <w:r w:rsidRPr="00EB7346">
        <w:rPr>
          <w:rFonts w:cs="Times New Roman"/>
          <w:lang w:val="sw-KE"/>
        </w:rPr>
        <w:t xml:space="preserve"> amesema: </w:t>
      </w:r>
      <w:r w:rsidRPr="00D35F8F">
        <w:rPr>
          <w:rStyle w:val="libBold1Char"/>
          <w:lang w:val="sw-KE"/>
        </w:rPr>
        <w:t>Usafi unalingania kwenye imani, na mwenye imani hufuatana na Muumini hadi Peponi.</w:t>
      </w:r>
    </w:p>
    <w:p w:rsidR="00643462" w:rsidRPr="000F5C00" w:rsidRDefault="00EB7346" w:rsidP="00643462">
      <w:pPr>
        <w:pStyle w:val="libNormal"/>
        <w:numPr>
          <w:ilvl w:val="0"/>
          <w:numId w:val="22"/>
        </w:numPr>
        <w:jc w:val="both"/>
        <w:rPr>
          <w:rFonts w:cs="Times New Roman"/>
          <w:color w:val="0070C0"/>
          <w:lang w:val="sw-KE"/>
        </w:rPr>
      </w:pPr>
      <w:r w:rsidRPr="000F5C00">
        <w:rPr>
          <w:color w:val="0070C0"/>
          <w:lang w:val="sw-KE"/>
        </w:rPr>
        <w:t xml:space="preserve">Umuhimu wa Usafi </w:t>
      </w:r>
    </w:p>
    <w:p w:rsidR="00D35F8F" w:rsidRDefault="00EB7346" w:rsidP="00643462">
      <w:pPr>
        <w:pStyle w:val="libNormal"/>
        <w:ind w:firstLine="0"/>
        <w:jc w:val="both"/>
        <w:rPr>
          <w:rFonts w:cs="Times New Roman"/>
          <w:lang w:val="sw-KE"/>
        </w:rPr>
      </w:pPr>
      <w:r w:rsidRPr="00EB7346">
        <w:rPr>
          <w:lang w:val="sw-KE"/>
        </w:rPr>
        <w:t>Unadhifu katika Uislamu unalingana na utakaso, na kwa mujibu wa Sheria ya Kiislamu unahusiana na usafi wa mwili, mavazi na makao. Usafi daima umekuwa ukitajwa katika Qur</w:t>
      </w:r>
      <w:r w:rsidRPr="00EB7346">
        <w:rPr>
          <w:rFonts w:cs="Times New Roman"/>
          <w:lang w:val="sw-KE"/>
        </w:rPr>
        <w:t>ani kwa zaidi ya mara thelathini. Mwenyezi Mungu ames</w:t>
      </w:r>
      <w:r w:rsidR="0011216D">
        <w:rPr>
          <w:lang w:val="sw-KE"/>
        </w:rPr>
        <w:t>ema:</w:t>
      </w:r>
      <w:r w:rsidR="0011216D" w:rsidRPr="00EB7346">
        <w:rPr>
          <w:rFonts w:cs="Times New Roman"/>
          <w:lang w:val="sw-KE"/>
        </w:rPr>
        <w:t xml:space="preserve"> </w:t>
      </w:r>
    </w:p>
    <w:p w:rsidR="00D35F8F" w:rsidRPr="00580A0A" w:rsidRDefault="00580A0A" w:rsidP="00580A0A">
      <w:pPr>
        <w:pStyle w:val="libAie"/>
        <w:rPr>
          <w:lang w:val="sw-KE"/>
        </w:rPr>
      </w:pPr>
      <w:r w:rsidRPr="00580A0A">
        <w:rPr>
          <w:rtl/>
          <w:lang w:val="sw-KE"/>
        </w:rPr>
        <w:t>إِنَّ اللَّـهَ يُحِبُّ التَّوَّابِينَ وَيُحِبُّ الْمُتَطَهِّرِينَ ﴿٢٢٢﴾</w:t>
      </w:r>
    </w:p>
    <w:p w:rsidR="0011216D" w:rsidRDefault="00EB7346" w:rsidP="0011216D">
      <w:pPr>
        <w:pStyle w:val="libNormal"/>
        <w:jc w:val="both"/>
        <w:rPr>
          <w:rFonts w:cs="Times New Roman"/>
          <w:lang w:val="sw-KE"/>
        </w:rPr>
      </w:pPr>
      <w:r w:rsidRPr="00EB7346">
        <w:rPr>
          <w:rFonts w:cs="Times New Roman"/>
          <w:lang w:val="sw-KE"/>
        </w:rPr>
        <w:t xml:space="preserve">Hakika Mwenyezi Mungu huwapenda wenye kutubia na wenye kujitakasa (2:222). </w:t>
      </w:r>
    </w:p>
    <w:p w:rsidR="00580A0A" w:rsidRDefault="00EB7346" w:rsidP="0011216D">
      <w:pPr>
        <w:pStyle w:val="libNormal"/>
        <w:jc w:val="both"/>
        <w:rPr>
          <w:rFonts w:ascii="Tahoma" w:hAnsi="Tahoma" w:cs="Tahoma"/>
          <w:lang w:val="sw-KE"/>
        </w:rPr>
      </w:pPr>
      <w:r w:rsidRPr="00EB7346">
        <w:rPr>
          <w:rFonts w:cs="Times New Roman"/>
          <w:lang w:val="sw-KE"/>
        </w:rPr>
        <w:t xml:space="preserve">Amesema tena: </w:t>
      </w:r>
      <w:r w:rsidR="0011216D">
        <w:rPr>
          <w:rFonts w:ascii="Tahoma" w:hAnsi="Tahoma" w:cs="Tahoma"/>
          <w:lang w:val="sw-KE"/>
        </w:rPr>
        <w:t xml:space="preserve"> </w:t>
      </w:r>
    </w:p>
    <w:p w:rsidR="00580A0A" w:rsidRDefault="00580A0A" w:rsidP="00580A0A">
      <w:pPr>
        <w:pStyle w:val="libAie"/>
        <w:rPr>
          <w:lang w:val="sw-KE"/>
        </w:rPr>
      </w:pPr>
      <w:r w:rsidRPr="00580A0A">
        <w:rPr>
          <w:rtl/>
          <w:lang w:val="sw-KE"/>
        </w:rPr>
        <w:t>يَا أَيُّهَا الْمُدَّثِّرُ ﴿١﴾ قُمْ فَأَنذِرْ ﴿٢﴾ وَرَبَّكَ فَكَبِّرْ ﴿٣﴾ وَثِيَابَكَ فَطَهِّرْ ﴿٤﴾</w:t>
      </w:r>
    </w:p>
    <w:p w:rsidR="0011216D" w:rsidRDefault="00EB7346" w:rsidP="0011216D">
      <w:pPr>
        <w:pStyle w:val="libNormal"/>
        <w:jc w:val="both"/>
        <w:rPr>
          <w:rFonts w:cs="Times New Roman"/>
          <w:lang w:val="sw-KE"/>
        </w:rPr>
      </w:pPr>
      <w:r w:rsidRPr="00EB7346">
        <w:rPr>
          <w:rFonts w:cs="Times New Roman"/>
          <w:lang w:val="sw-KE"/>
        </w:rPr>
        <w:t>Ewe uliyejifunika nguo, simama na uonye. Na Mola wako umtukuze, na nguo zako uzisafishe.</w:t>
      </w:r>
      <w:r w:rsidR="0011216D">
        <w:rPr>
          <w:rFonts w:ascii="Tahoma" w:hAnsi="Tahoma" w:cs="Tahoma"/>
          <w:lang w:val="sw-KE"/>
        </w:rPr>
        <w:t xml:space="preserve"> </w:t>
      </w:r>
      <w:r w:rsidRPr="00EB7346">
        <w:rPr>
          <w:rFonts w:cs="Times New Roman"/>
          <w:lang w:val="sw-KE"/>
        </w:rPr>
        <w:t xml:space="preserve"> (74:1-4). </w:t>
      </w:r>
    </w:p>
    <w:p w:rsidR="00580A0A" w:rsidRDefault="00EB7346" w:rsidP="0011216D">
      <w:pPr>
        <w:pStyle w:val="libNormal"/>
        <w:jc w:val="both"/>
        <w:rPr>
          <w:rFonts w:ascii="Tahoma" w:hAnsi="Tahoma" w:cs="Tahoma"/>
          <w:lang w:val="sw-KE"/>
        </w:rPr>
      </w:pPr>
      <w:r w:rsidRPr="00EB7346">
        <w:rPr>
          <w:rFonts w:cs="Times New Roman"/>
          <w:lang w:val="sw-KE"/>
        </w:rPr>
        <w:t xml:space="preserve">Amesema tena: </w:t>
      </w:r>
      <w:r w:rsidR="0011216D">
        <w:rPr>
          <w:rFonts w:ascii="Tahoma" w:hAnsi="Tahoma" w:cs="Tahoma"/>
          <w:lang w:val="sw-KE"/>
        </w:rPr>
        <w:t xml:space="preserve">  </w:t>
      </w:r>
    </w:p>
    <w:p w:rsidR="00580A0A" w:rsidRDefault="00580A0A" w:rsidP="00580A0A">
      <w:pPr>
        <w:pStyle w:val="libAie"/>
        <w:rPr>
          <w:lang w:val="sw-KE"/>
        </w:rPr>
      </w:pPr>
      <w:r w:rsidRPr="00580A0A">
        <w:rPr>
          <w:rtl/>
          <w:lang w:val="sw-KE"/>
        </w:rPr>
        <w:t>مَا يُرِيدُ اللَّـهُ لِيَجْعَلَ عَلَيْكُم مِّنْ حَرَجٍ وَلَـٰكِن يُرِيدُ لِيُطَهِّرَكُمْ ﴿٦﴾</w:t>
      </w:r>
    </w:p>
    <w:p w:rsidR="0011216D" w:rsidRDefault="00EB7346" w:rsidP="0011216D">
      <w:pPr>
        <w:pStyle w:val="libNormal"/>
        <w:jc w:val="both"/>
        <w:rPr>
          <w:rFonts w:cs="Times New Roman"/>
          <w:lang w:val="sw-KE"/>
        </w:rPr>
      </w:pPr>
      <w:r w:rsidRPr="00EB7346">
        <w:rPr>
          <w:rFonts w:cs="Times New Roman"/>
          <w:lang w:val="sw-KE"/>
        </w:rPr>
        <w:t xml:space="preserve">..Mwenyezi Mungu hapendi kukutieni kwenye </w:t>
      </w:r>
      <w:r w:rsidRPr="00EB7346">
        <w:rPr>
          <w:lang w:val="sw-KE"/>
        </w:rPr>
        <w:t>uzito; bali anataka kukutakaseni.</w:t>
      </w:r>
      <w:r w:rsidR="0011216D">
        <w:rPr>
          <w:rFonts w:ascii="Tahoma" w:hAnsi="Tahoma" w:cs="Tahoma"/>
          <w:lang w:val="sw-KE"/>
        </w:rPr>
        <w:t xml:space="preserve"> </w:t>
      </w:r>
      <w:r w:rsidR="0011216D">
        <w:rPr>
          <w:rFonts w:cs="Times New Roman"/>
          <w:lang w:val="sw-KE"/>
        </w:rPr>
        <w:t xml:space="preserve"> </w:t>
      </w:r>
      <w:r w:rsidR="0011216D">
        <w:rPr>
          <w:rFonts w:ascii="Tahoma" w:hAnsi="Tahoma" w:cs="Tahoma"/>
          <w:lang w:val="sw-KE"/>
        </w:rPr>
        <w:t xml:space="preserve"> </w:t>
      </w:r>
      <w:r w:rsidRPr="00EB7346">
        <w:rPr>
          <w:rFonts w:cs="Times New Roman"/>
          <w:lang w:val="sw-KE"/>
        </w:rPr>
        <w:t xml:space="preserve">(5:6). </w:t>
      </w:r>
    </w:p>
    <w:p w:rsidR="00580A0A" w:rsidRDefault="00EB7346" w:rsidP="0011216D">
      <w:pPr>
        <w:pStyle w:val="libNormal"/>
        <w:jc w:val="both"/>
        <w:rPr>
          <w:rFonts w:cs="Times New Roman"/>
          <w:lang w:val="sw-KE"/>
        </w:rPr>
      </w:pPr>
      <w:r w:rsidRPr="00EB7346">
        <w:rPr>
          <w:rFonts w:cs="Times New Roman"/>
          <w:lang w:val="sw-KE"/>
        </w:rPr>
        <w:t xml:space="preserve">Habari ya usafi pia imekuja katika Hadith nyingi, k.v. Mtume </w:t>
      </w:r>
      <w:r w:rsidRPr="0011216D">
        <w:rPr>
          <w:rStyle w:val="libBold1Char"/>
          <w:lang w:val="sw-KE"/>
        </w:rPr>
        <w:t>(s.a.w.</w:t>
      </w:r>
      <w:r w:rsidR="0011216D" w:rsidRPr="0011216D">
        <w:rPr>
          <w:rStyle w:val="libBold1Char"/>
          <w:lang w:val="sw-KE"/>
        </w:rPr>
        <w:t>w</w:t>
      </w:r>
      <w:r w:rsidRPr="0011216D">
        <w:rPr>
          <w:rStyle w:val="libBold1Char"/>
          <w:lang w:val="sw-KE"/>
        </w:rPr>
        <w:t>)</w:t>
      </w:r>
      <w:r w:rsidRPr="00EB7346">
        <w:rPr>
          <w:rFonts w:cs="Times New Roman"/>
          <w:lang w:val="sw-KE"/>
        </w:rPr>
        <w:t xml:space="preserve"> amesema: </w:t>
      </w:r>
      <w:r w:rsidRPr="006574A0">
        <w:rPr>
          <w:rStyle w:val="libBold1Char"/>
          <w:lang w:val="sw-KE"/>
        </w:rPr>
        <w:t>Haikubaliwi Swala yoyote pasi na tohara</w:t>
      </w:r>
      <w:r w:rsidRPr="00EB7346">
        <w:rPr>
          <w:rFonts w:cs="Times New Roman"/>
          <w:lang w:val="sw-KE"/>
        </w:rPr>
        <w:t xml:space="preserve">. Amesema tena: </w:t>
      </w:r>
      <w:r w:rsidRPr="006574A0">
        <w:rPr>
          <w:rStyle w:val="libBold1Char"/>
          <w:lang w:val="sw-KE"/>
        </w:rPr>
        <w:t>Tohara ndiyo ufunguo wa Swala</w:t>
      </w:r>
      <w:r w:rsidRPr="00EB7346">
        <w:rPr>
          <w:rFonts w:cs="Times New Roman"/>
          <w:lang w:val="sw-KE"/>
        </w:rPr>
        <w:t xml:space="preserve">. </w:t>
      </w:r>
    </w:p>
    <w:p w:rsidR="00EB7346" w:rsidRPr="00EB7346" w:rsidRDefault="00EB7346" w:rsidP="0011216D">
      <w:pPr>
        <w:pStyle w:val="libNormal"/>
        <w:jc w:val="both"/>
        <w:rPr>
          <w:lang w:val="sw-KE"/>
        </w:rPr>
      </w:pPr>
      <w:r w:rsidRPr="00EB7346">
        <w:rPr>
          <w:rFonts w:cs="Times New Roman"/>
          <w:lang w:val="sw-KE"/>
        </w:rPr>
        <w:t xml:space="preserve">Hadith zote hizi zinaonyesha kwa kiasi gani </w:t>
      </w:r>
      <w:r w:rsidRPr="00EB7346">
        <w:rPr>
          <w:lang w:val="sw-KE"/>
        </w:rPr>
        <w:t>Uislamu unavyothamini na kuhimiza usafi, na kuuchukulia kuwa ndiyo chimbuko la uzuri na wema. Afya, usafi, na umaridadi wa binaadamu ni miongoni mwa mambo ambayo Uislamu unayatilia mkazo sana na kuyachukulia kuwa ni mambo makuu katika ujumbe wake Mtukufu.</w:t>
      </w:r>
    </w:p>
    <w:p w:rsidR="00580A0A" w:rsidRDefault="00EB7346" w:rsidP="00EB7346">
      <w:pPr>
        <w:pStyle w:val="libNormal"/>
        <w:jc w:val="both"/>
        <w:rPr>
          <w:lang w:val="sw-KE"/>
        </w:rPr>
      </w:pPr>
      <w:r w:rsidRPr="00EB7346">
        <w:rPr>
          <w:lang w:val="sw-KE"/>
        </w:rPr>
        <w:t xml:space="preserve">Mtu hahesabiwi kuwa ni Mwislamu wa kweli iwapo hatasafisha mwili wake, ama hatajiepusha na uchafu na nongo, iwe ni katika chakula, kinywaji, mavazi ama katika mazingira yake yote kwa jumla. </w:t>
      </w:r>
    </w:p>
    <w:p w:rsidR="00EB7346" w:rsidRPr="00EB7346" w:rsidRDefault="00EB7346" w:rsidP="00EB7346">
      <w:pPr>
        <w:pStyle w:val="libNormal"/>
        <w:jc w:val="both"/>
        <w:rPr>
          <w:lang w:val="sw-KE"/>
        </w:rPr>
      </w:pPr>
      <w:r w:rsidRPr="00EB7346">
        <w:rPr>
          <w:lang w:val="sw-KE"/>
        </w:rPr>
        <w:lastRenderedPageBreak/>
        <w:t>Afya na unadhifu si kwa ajili ya faida za kimwili tu, bali pia una manufaa makubwa kwa kutakasa nafsi na kumwezesha mtu kufanya kazi barabara maishani.</w:t>
      </w:r>
    </w:p>
    <w:p w:rsidR="00643462" w:rsidRPr="000F5C00" w:rsidRDefault="00EB7346" w:rsidP="00643462">
      <w:pPr>
        <w:pStyle w:val="libNormal"/>
        <w:numPr>
          <w:ilvl w:val="0"/>
          <w:numId w:val="22"/>
        </w:numPr>
        <w:jc w:val="both"/>
        <w:rPr>
          <w:color w:val="0070C0"/>
          <w:lang w:val="sw-KE"/>
        </w:rPr>
      </w:pPr>
      <w:r w:rsidRPr="000F5C00">
        <w:rPr>
          <w:color w:val="0070C0"/>
          <w:lang w:val="sw-KE"/>
        </w:rPr>
        <w:t xml:space="preserve">Usafi na Swala </w:t>
      </w:r>
    </w:p>
    <w:p w:rsidR="00580A0A" w:rsidRDefault="00EB7346" w:rsidP="00580A0A">
      <w:pPr>
        <w:pStyle w:val="libNormal"/>
        <w:jc w:val="both"/>
        <w:rPr>
          <w:rFonts w:cs="Times New Roman"/>
          <w:lang w:val="sw-KE"/>
        </w:rPr>
      </w:pPr>
      <w:r w:rsidRPr="00EB7346">
        <w:rPr>
          <w:lang w:val="sw-KE"/>
        </w:rPr>
        <w:t xml:space="preserve">Uislamu umeheshimu mwili wa mwanaadamu kwa kulazimisha usafi wa mwili uwe mwanzo wa kila swala. Na inajulikana kwamba tabia yoyote kwa kawaida huzoeleka kutokana na kuifanya mara kwa mara. Uislamu umefanya </w:t>
      </w:r>
      <w:r w:rsidRPr="00EB7346">
        <w:rPr>
          <w:rFonts w:cs="Times New Roman"/>
          <w:lang w:val="sw-KE"/>
        </w:rPr>
        <w:t>wudhu</w:t>
      </w:r>
      <w:r w:rsidR="003418A1" w:rsidRPr="003418A1">
        <w:rPr>
          <w:rStyle w:val="libFootnotenumChar"/>
          <w:lang w:val="sw-KE"/>
        </w:rPr>
        <w:footnoteReference w:id="2"/>
      </w:r>
      <w:r w:rsidRPr="00EB7346">
        <w:rPr>
          <w:rFonts w:cs="Times New Roman"/>
          <w:lang w:val="sw-KE"/>
        </w:rPr>
        <w:t xml:space="preserve"> kuwa ndiyo nguzo ya muhimu sana na ya wajibu kwa Swala. </w:t>
      </w:r>
    </w:p>
    <w:p w:rsidR="00EB7346" w:rsidRPr="00EB7346" w:rsidRDefault="00EB7346" w:rsidP="00580A0A">
      <w:pPr>
        <w:pStyle w:val="libNormal"/>
        <w:jc w:val="both"/>
        <w:rPr>
          <w:lang w:val="sw-KE"/>
        </w:rPr>
      </w:pPr>
      <w:r w:rsidRPr="00EB7346">
        <w:rPr>
          <w:rFonts w:cs="Times New Roman"/>
          <w:lang w:val="sw-KE"/>
        </w:rPr>
        <w:t>Udhu ni neno la Kiarabu lenye maana ya usafi na halikuja kwa maana ya kujisafisha kwa maji tu, bali pia kwa kujitakasa kimwili kut</w:t>
      </w:r>
      <w:r w:rsidRPr="00EB7346">
        <w:rPr>
          <w:lang w:val="sw-KE"/>
        </w:rPr>
        <w:t>okana na maovu. Tumuombapo Mungu wakati wa Swala, basi ni wajibu tuwe wasafi na tohara.</w:t>
      </w:r>
    </w:p>
    <w:p w:rsidR="004E2C21" w:rsidRDefault="00EB7346" w:rsidP="0011216D">
      <w:pPr>
        <w:pStyle w:val="libNormal"/>
        <w:jc w:val="both"/>
        <w:rPr>
          <w:lang w:val="sw-KE"/>
        </w:rPr>
      </w:pPr>
      <w:r w:rsidRPr="00EB7346">
        <w:rPr>
          <w:lang w:val="sw-KE"/>
        </w:rPr>
        <w:t xml:space="preserve">Kuweza kuhifadhi wudhu si jambo rahisi, kwa hivyo, wale wanaoweza kufanya hivyo wanahesabiwa kuwa ni waumini hasa. </w:t>
      </w:r>
    </w:p>
    <w:p w:rsidR="004E2C21" w:rsidRDefault="00EB7346" w:rsidP="0011216D">
      <w:pPr>
        <w:pStyle w:val="libNormal"/>
        <w:jc w:val="both"/>
        <w:rPr>
          <w:rFonts w:cs="Times New Roman"/>
          <w:lang w:val="sw-KE"/>
        </w:rPr>
      </w:pPr>
      <w:r w:rsidRPr="00EB7346">
        <w:rPr>
          <w:lang w:val="sw-KE"/>
        </w:rPr>
        <w:t xml:space="preserve">Mtume </w:t>
      </w:r>
      <w:r w:rsidRPr="0011216D">
        <w:rPr>
          <w:rStyle w:val="libBold1Char"/>
          <w:lang w:val="sw-KE"/>
        </w:rPr>
        <w:t>(s.a.w.</w:t>
      </w:r>
      <w:r w:rsidR="0011216D" w:rsidRPr="0011216D">
        <w:rPr>
          <w:rStyle w:val="libBold1Char"/>
          <w:lang w:val="sw-KE"/>
        </w:rPr>
        <w:t>w</w:t>
      </w:r>
      <w:r w:rsidRPr="0011216D">
        <w:rPr>
          <w:rStyle w:val="libBold1Char"/>
          <w:lang w:val="sw-KE"/>
        </w:rPr>
        <w:t>)</w:t>
      </w:r>
      <w:r w:rsidRPr="00EB7346">
        <w:rPr>
          <w:lang w:val="sw-KE"/>
        </w:rPr>
        <w:t xml:space="preserve"> amesema: </w:t>
      </w:r>
      <w:r w:rsidRPr="004E2C21">
        <w:rPr>
          <w:rStyle w:val="libBold1Char"/>
          <w:lang w:val="sw-KE"/>
        </w:rPr>
        <w:t>Hakuna awezaye kuhifadhi wudhu ila Muumin</w:t>
      </w:r>
      <w:r w:rsidRPr="00EB7346">
        <w:rPr>
          <w:lang w:val="sw-KE"/>
        </w:rPr>
        <w:t>.</w:t>
      </w:r>
      <w:r w:rsidRPr="00EB7346">
        <w:rPr>
          <w:rFonts w:cs="Times New Roman"/>
          <w:lang w:val="sw-KE"/>
        </w:rPr>
        <w:t xml:space="preserve"> </w:t>
      </w:r>
    </w:p>
    <w:p w:rsidR="004E2C21" w:rsidRDefault="00EB7346" w:rsidP="0011216D">
      <w:pPr>
        <w:pStyle w:val="libNormal"/>
        <w:jc w:val="both"/>
        <w:rPr>
          <w:rFonts w:cs="Times New Roman"/>
          <w:lang w:val="sw-KE"/>
        </w:rPr>
      </w:pPr>
      <w:r w:rsidRPr="00EB7346">
        <w:rPr>
          <w:rFonts w:cs="Times New Roman"/>
          <w:lang w:val="sw-KE"/>
        </w:rPr>
        <w:t xml:space="preserve">Hii si ajabu tukizingatia kwamba Uislamu umeufanya wudhu kuwa ndiyo ufunguo katika ibada yake kubwa ambayo ni Swala. Na hakuna Swala yoyote itakayokubaliwa kwa Mwislamu mpaka mwili wake, nguo, na mahali anaposalia pawe safi. </w:t>
      </w:r>
    </w:p>
    <w:p w:rsidR="00EB7346" w:rsidRPr="00EB7346" w:rsidRDefault="00EB7346" w:rsidP="0011216D">
      <w:pPr>
        <w:pStyle w:val="libNormal"/>
        <w:jc w:val="both"/>
        <w:rPr>
          <w:rFonts w:cs="Times New Roman"/>
          <w:lang w:val="sw-KE"/>
        </w:rPr>
      </w:pPr>
      <w:r w:rsidRPr="00EB7346">
        <w:rPr>
          <w:rFonts w:cs="Times New Roman"/>
          <w:lang w:val="sw-KE"/>
        </w:rPr>
        <w:t>Yeyote mio</w:t>
      </w:r>
      <w:r w:rsidRPr="00EB7346">
        <w:rPr>
          <w:lang w:val="sw-KE"/>
        </w:rPr>
        <w:t xml:space="preserve">ngoni mwenu atayetawadha, kisha asome dua: </w:t>
      </w:r>
      <w:r w:rsidRPr="00EB7346">
        <w:rPr>
          <w:rFonts w:cs="Times New Roman"/>
          <w:lang w:val="sw-KE"/>
        </w:rPr>
        <w:t>Nashuhudia ya kwamba hapana Mola apasaye kuabudiwa ila Mwenyezi Mungu, nijaalie niwe miongoni mwa wenye kutubia na wenye kujitakasa, basi mtu huyo hufunguliwa milango minane ya Pepo, ili aingie mlango wowote aut</w:t>
      </w:r>
      <w:r w:rsidRPr="00EB7346">
        <w:rPr>
          <w:lang w:val="sw-KE"/>
        </w:rPr>
        <w:t>akao.</w:t>
      </w:r>
    </w:p>
    <w:p w:rsidR="00643462" w:rsidRPr="000F5C00" w:rsidRDefault="00EB7346" w:rsidP="006574A0">
      <w:pPr>
        <w:pStyle w:val="libNormal"/>
        <w:numPr>
          <w:ilvl w:val="0"/>
          <w:numId w:val="22"/>
        </w:numPr>
        <w:jc w:val="both"/>
        <w:rPr>
          <w:rFonts w:cs="Times New Roman"/>
          <w:color w:val="0070C0"/>
          <w:lang w:val="sw-KE"/>
        </w:rPr>
      </w:pPr>
      <w:r w:rsidRPr="000F5C00">
        <w:rPr>
          <w:color w:val="0070C0"/>
          <w:lang w:val="sw-KE"/>
        </w:rPr>
        <w:t xml:space="preserve">Usafi wa mikono </w:t>
      </w:r>
    </w:p>
    <w:p w:rsidR="00643462" w:rsidRDefault="00EB7346" w:rsidP="00643462">
      <w:pPr>
        <w:pStyle w:val="libNormal"/>
        <w:ind w:firstLine="0"/>
        <w:jc w:val="both"/>
        <w:rPr>
          <w:rFonts w:cs="Times New Roman"/>
          <w:lang w:val="sw-KE"/>
        </w:rPr>
      </w:pPr>
      <w:r w:rsidRPr="00EB7346">
        <w:rPr>
          <w:lang w:val="sw-KE"/>
        </w:rPr>
        <w:t xml:space="preserve">Kutokana na ukweli kwamba mikono yetu ndiyo mara kwa mara twaitumia kugusia vitu mbali mbali, ndipo Uislamu ukatutaka tuioshe kabla na baada ya chakula na pia wakati wa kutawadha. Kuhusiana na suala la kuweka mikono katika hali ya usafi, Mtume </w:t>
      </w:r>
      <w:r w:rsidRPr="00580A0A">
        <w:rPr>
          <w:rStyle w:val="libBold1Char"/>
          <w:lang w:val="sw-KE"/>
        </w:rPr>
        <w:t>(s.a.w.</w:t>
      </w:r>
      <w:r w:rsidR="00580A0A" w:rsidRPr="00580A0A">
        <w:rPr>
          <w:rStyle w:val="libBold1Char"/>
          <w:lang w:val="sw-KE"/>
        </w:rPr>
        <w:t>w</w:t>
      </w:r>
      <w:r w:rsidRPr="00580A0A">
        <w:rPr>
          <w:rStyle w:val="libBold1Char"/>
          <w:lang w:val="sw-KE"/>
        </w:rPr>
        <w:t>)</w:t>
      </w:r>
      <w:r w:rsidRPr="00EB7346">
        <w:rPr>
          <w:lang w:val="sw-KE"/>
        </w:rPr>
        <w:t xml:space="preserve"> amesema: </w:t>
      </w:r>
      <w:r w:rsidRPr="00643462">
        <w:rPr>
          <w:rStyle w:val="libBold1Char"/>
          <w:lang w:val="sw-KE"/>
        </w:rPr>
        <w:t>Atakapolala mmoja wenu na katika mikono yake pana harufu ya nyama na kikimpata cha kumpata, basi na asilaumu ila nafsi yake</w:t>
      </w:r>
      <w:r w:rsidRPr="00EB7346">
        <w:rPr>
          <w:rFonts w:cs="Times New Roman"/>
          <w:lang w:val="sw-KE"/>
        </w:rPr>
        <w:t xml:space="preserve">. </w:t>
      </w:r>
    </w:p>
    <w:p w:rsidR="00643462" w:rsidRDefault="00EB7346" w:rsidP="00643462">
      <w:pPr>
        <w:pStyle w:val="libNormal"/>
        <w:ind w:firstLine="0"/>
        <w:jc w:val="both"/>
        <w:rPr>
          <w:rStyle w:val="libBold1Char"/>
          <w:lang w:val="sw-KE"/>
        </w:rPr>
      </w:pPr>
      <w:r w:rsidRPr="00EB7346">
        <w:rPr>
          <w:rFonts w:cs="Times New Roman"/>
          <w:lang w:val="sw-KE"/>
        </w:rPr>
        <w:t xml:space="preserve">Amesema tena: </w:t>
      </w:r>
      <w:r w:rsidRPr="00643462">
        <w:rPr>
          <w:rStyle w:val="libBold1Char"/>
          <w:lang w:val="sw-KE"/>
        </w:rPr>
        <w:t xml:space="preserve">Atakapoamka mmoja kutoka usingizini, na aoshe mikono yake. </w:t>
      </w:r>
    </w:p>
    <w:p w:rsidR="00EB7346" w:rsidRPr="00EB7346" w:rsidRDefault="00EB7346" w:rsidP="00643462">
      <w:pPr>
        <w:pStyle w:val="libNormal"/>
        <w:ind w:firstLine="0"/>
        <w:jc w:val="both"/>
        <w:rPr>
          <w:rFonts w:cs="Times New Roman"/>
          <w:lang w:val="sw-KE"/>
        </w:rPr>
      </w:pPr>
      <w:r w:rsidRPr="00EB7346">
        <w:rPr>
          <w:rFonts w:cs="Times New Roman"/>
          <w:lang w:val="sw-KE"/>
        </w:rPr>
        <w:t xml:space="preserve">Ni lazima ikumbukwe </w:t>
      </w:r>
      <w:r w:rsidRPr="00EB7346">
        <w:rPr>
          <w:lang w:val="sw-KE"/>
        </w:rPr>
        <w:t xml:space="preserve">kwamba kula kabla ya kuosha mikono yetu, ni njia rahisi ya kueneza maradhi. Ni lazima tuwalazimishe watoto wetu </w:t>
      </w:r>
    </w:p>
    <w:p w:rsidR="00EB7346" w:rsidRPr="00EB7346" w:rsidRDefault="00EB7346" w:rsidP="00580A0A">
      <w:pPr>
        <w:pStyle w:val="libNormal"/>
        <w:jc w:val="both"/>
        <w:rPr>
          <w:rFonts w:cs="Times New Roman"/>
          <w:lang w:val="sw-KE"/>
        </w:rPr>
      </w:pPr>
      <w:r w:rsidRPr="00EB7346">
        <w:rPr>
          <w:lang w:val="sw-KE"/>
        </w:rPr>
        <w:t xml:space="preserve">kufuata kile kilichoamrishwa katika Uislamu kuhusiana na ulazima wa kuosha mikono vizuri kabla na baada ya kula. Mtume </w:t>
      </w:r>
      <w:r w:rsidRPr="00580A0A">
        <w:rPr>
          <w:rStyle w:val="libBold1Char"/>
          <w:lang w:val="sw-KE"/>
        </w:rPr>
        <w:t>(s.a.w.</w:t>
      </w:r>
      <w:r w:rsidR="00580A0A" w:rsidRPr="00580A0A">
        <w:rPr>
          <w:rStyle w:val="libBold1Char"/>
          <w:lang w:val="sw-KE"/>
        </w:rPr>
        <w:t>w</w:t>
      </w:r>
      <w:r w:rsidRPr="00580A0A">
        <w:rPr>
          <w:rStyle w:val="libBold1Char"/>
          <w:lang w:val="sw-KE"/>
        </w:rPr>
        <w:t>)</w:t>
      </w:r>
      <w:r w:rsidRPr="00EB7346">
        <w:rPr>
          <w:lang w:val="sw-KE"/>
        </w:rPr>
        <w:t xml:space="preserve"> hakutuhimiza tuoshe mikono tu, bali ametuhimiza kukata kucha pia. Kupunguza kucha ni lazima kwa sababu ya kukusanyika uchafu na vumbi ndani yake ambavyo vinaweza kuleta madhara makubwa. Mtume </w:t>
      </w:r>
      <w:r w:rsidRPr="00580A0A">
        <w:rPr>
          <w:rStyle w:val="libBold1Char"/>
          <w:lang w:val="sw-KE"/>
        </w:rPr>
        <w:t>(s.a.w.</w:t>
      </w:r>
      <w:r w:rsidR="00580A0A" w:rsidRPr="00580A0A">
        <w:rPr>
          <w:rStyle w:val="libBold1Char"/>
          <w:lang w:val="sw-KE"/>
        </w:rPr>
        <w:t>w</w:t>
      </w:r>
      <w:r w:rsidRPr="00580A0A">
        <w:rPr>
          <w:rStyle w:val="libBold1Char"/>
          <w:lang w:val="sw-KE"/>
        </w:rPr>
        <w:t>)</w:t>
      </w:r>
      <w:r w:rsidRPr="00EB7346">
        <w:rPr>
          <w:lang w:val="sw-KE"/>
        </w:rPr>
        <w:t xml:space="preserve"> amesema: </w:t>
      </w:r>
      <w:r w:rsidRPr="00EB7346">
        <w:rPr>
          <w:rFonts w:cs="Times New Roman"/>
          <w:lang w:val="sw-KE"/>
        </w:rPr>
        <w:t>Punguzeni kucha zenu.</w:t>
      </w:r>
    </w:p>
    <w:p w:rsidR="00643462" w:rsidRPr="000F5C00" w:rsidRDefault="00EB7346" w:rsidP="006574A0">
      <w:pPr>
        <w:pStyle w:val="libNormal"/>
        <w:numPr>
          <w:ilvl w:val="0"/>
          <w:numId w:val="22"/>
        </w:numPr>
        <w:jc w:val="both"/>
        <w:rPr>
          <w:color w:val="0070C0"/>
          <w:lang w:val="sw-KE"/>
        </w:rPr>
      </w:pPr>
      <w:r w:rsidRPr="000F5C00">
        <w:rPr>
          <w:color w:val="0070C0"/>
          <w:lang w:val="sw-KE"/>
        </w:rPr>
        <w:t xml:space="preserve">Usafi wa kichwa </w:t>
      </w:r>
    </w:p>
    <w:p w:rsidR="00EB7346" w:rsidRPr="00EB7346" w:rsidRDefault="00EB7346" w:rsidP="006574A0">
      <w:pPr>
        <w:pStyle w:val="libNormal"/>
        <w:ind w:firstLine="0"/>
        <w:jc w:val="both"/>
        <w:rPr>
          <w:lang w:val="sw-KE"/>
        </w:rPr>
      </w:pPr>
      <w:r w:rsidRPr="00EB7346">
        <w:rPr>
          <w:lang w:val="sw-KE"/>
        </w:rPr>
        <w:t xml:space="preserve">Mtume </w:t>
      </w:r>
      <w:r w:rsidRPr="00580A0A">
        <w:rPr>
          <w:rStyle w:val="libBold1Char"/>
          <w:lang w:val="sw-KE"/>
        </w:rPr>
        <w:t>(s.a.w.</w:t>
      </w:r>
      <w:r w:rsidR="00580A0A" w:rsidRPr="00580A0A">
        <w:rPr>
          <w:rStyle w:val="libBold1Char"/>
          <w:lang w:val="sw-KE"/>
        </w:rPr>
        <w:t>w</w:t>
      </w:r>
      <w:r w:rsidRPr="00580A0A">
        <w:rPr>
          <w:rStyle w:val="libBold1Char"/>
          <w:lang w:val="sw-KE"/>
        </w:rPr>
        <w:t>)</w:t>
      </w:r>
      <w:r w:rsidRPr="00EB7346">
        <w:rPr>
          <w:lang w:val="sw-KE"/>
        </w:rPr>
        <w:t xml:space="preserve"> amesema: </w:t>
      </w:r>
      <w:r w:rsidRPr="006574A0">
        <w:rPr>
          <w:rStyle w:val="libBold1Char"/>
          <w:lang w:val="sw-KE"/>
        </w:rPr>
        <w:t>Yeyote yule mwenye nywele na azitunze vizuri.</w:t>
      </w:r>
      <w:r w:rsidRPr="00EB7346">
        <w:rPr>
          <w:rFonts w:cs="Times New Roman"/>
          <w:lang w:val="sw-KE"/>
        </w:rPr>
        <w:t xml:space="preserve"> Kwa hivyo, wazazi wanapaswa kuwafunza na kuwaongoza watoto </w:t>
      </w:r>
      <w:r w:rsidRPr="00EB7346">
        <w:rPr>
          <w:rFonts w:cs="Times New Roman"/>
          <w:lang w:val="sw-KE"/>
        </w:rPr>
        <w:lastRenderedPageBreak/>
        <w:t>wao mara kwa mara waviweke vichwa vyao</w:t>
      </w:r>
      <w:r w:rsidRPr="00EB7346">
        <w:rPr>
          <w:lang w:val="sw-KE"/>
        </w:rPr>
        <w:t xml:space="preserve"> katika hali ya usafi na kuzitengeza nywele zao vizuri kwa kuziangalia kila mara. Wazazi ni lazima wawafafanulie watoto wao ukweli kwamba usafi ni sehemu ya dini.</w:t>
      </w:r>
    </w:p>
    <w:p w:rsidR="006574A0" w:rsidRPr="000F5C00" w:rsidRDefault="00EB7346" w:rsidP="006574A0">
      <w:pPr>
        <w:pStyle w:val="libNormal"/>
        <w:numPr>
          <w:ilvl w:val="0"/>
          <w:numId w:val="22"/>
        </w:numPr>
        <w:jc w:val="both"/>
        <w:rPr>
          <w:color w:val="0070C0"/>
          <w:lang w:val="sw-KE"/>
        </w:rPr>
      </w:pPr>
      <w:r w:rsidRPr="000F5C00">
        <w:rPr>
          <w:color w:val="0070C0"/>
          <w:lang w:val="sw-KE"/>
        </w:rPr>
        <w:t xml:space="preserve">Usafi wa macho </w:t>
      </w:r>
    </w:p>
    <w:p w:rsidR="005E3A61" w:rsidRDefault="00EB7346" w:rsidP="006574A0">
      <w:pPr>
        <w:pStyle w:val="libNormal"/>
        <w:ind w:firstLine="0"/>
        <w:jc w:val="both"/>
        <w:rPr>
          <w:lang w:val="sw-KE"/>
        </w:rPr>
      </w:pPr>
      <w:r w:rsidRPr="00EB7346">
        <w:rPr>
          <w:lang w:val="sw-KE"/>
        </w:rPr>
        <w:t xml:space="preserve">Kwa kuwa macho ni kiungo nyeti, yamekuwa ndiyo mepesi sana kudhurika miongoni mwa viungo vyote vya mwili, hivyo basi yanastahili kutunzwa kwa uangalifu mno, na kusafishwa barabara. Kuyasafisha kwenyewe kusifanywe moja kwa moja kwa kutumia vidole, kwani vinaweza kuwa si visafi, na hivyo kuyaletea madhara. Iwapo inzi watalivamia jicho, basi ni lazima watimuliwe haraka. Mtume </w:t>
      </w:r>
      <w:r w:rsidRPr="004E2C21">
        <w:rPr>
          <w:rStyle w:val="libBold1Char"/>
          <w:lang w:val="sw-KE"/>
        </w:rPr>
        <w:t>(s.a.w.</w:t>
      </w:r>
      <w:r w:rsidR="00580A0A" w:rsidRPr="004E2C21">
        <w:rPr>
          <w:rStyle w:val="libBold1Char"/>
          <w:lang w:val="sw-KE"/>
        </w:rPr>
        <w:t>w</w:t>
      </w:r>
      <w:r w:rsidRPr="004E2C21">
        <w:rPr>
          <w:rStyle w:val="libBold1Char"/>
          <w:lang w:val="sw-KE"/>
        </w:rPr>
        <w:t>)</w:t>
      </w:r>
      <w:r w:rsidRPr="00EB7346">
        <w:rPr>
          <w:lang w:val="sw-KE"/>
        </w:rPr>
        <w:t xml:space="preserve"> siku zote alikuwa mwangalifu sana kwa macho yake, na daima alikuwa akiwahimiza watu kufanya hivyo.</w:t>
      </w:r>
    </w:p>
    <w:p w:rsidR="00EB7346" w:rsidRPr="00EB7346" w:rsidRDefault="00EB7346" w:rsidP="006574A0">
      <w:pPr>
        <w:pStyle w:val="libNormal"/>
        <w:ind w:firstLine="0"/>
        <w:jc w:val="both"/>
        <w:rPr>
          <w:rFonts w:cs="Times New Roman"/>
          <w:lang w:val="sw-KE"/>
        </w:rPr>
      </w:pPr>
      <w:r w:rsidRPr="00EB7346">
        <w:rPr>
          <w:lang w:val="sw-KE"/>
        </w:rPr>
        <w:t xml:space="preserve"> Imepokewa Hadith kutoka kwa Aisha (mkewe), amesema: </w:t>
      </w:r>
      <w:r w:rsidRPr="00EB7346">
        <w:rPr>
          <w:rFonts w:cs="Times New Roman"/>
          <w:lang w:val="sw-KE"/>
        </w:rPr>
        <w:t xml:space="preserve">Mtume </w:t>
      </w:r>
      <w:r w:rsidRPr="004E2C21">
        <w:rPr>
          <w:rStyle w:val="libBold1Char"/>
          <w:lang w:val="sw-KE"/>
        </w:rPr>
        <w:t>(s.a.w.</w:t>
      </w:r>
      <w:r w:rsidR="00580A0A" w:rsidRPr="004E2C21">
        <w:rPr>
          <w:rStyle w:val="libBold1Char"/>
          <w:lang w:val="sw-KE"/>
        </w:rPr>
        <w:t>w</w:t>
      </w:r>
      <w:r w:rsidRPr="004E2C21">
        <w:rPr>
          <w:rStyle w:val="libBold1Char"/>
          <w:lang w:val="sw-KE"/>
        </w:rPr>
        <w:t>)</w:t>
      </w:r>
      <w:r w:rsidR="004E2C21">
        <w:rPr>
          <w:rFonts w:cs="Times New Roman"/>
          <w:lang w:val="sw-KE"/>
        </w:rPr>
        <w:t xml:space="preserve"> alikuwa na wanja</w:t>
      </w:r>
      <w:r w:rsidRPr="00EB7346">
        <w:rPr>
          <w:rFonts w:cs="Times New Roman"/>
          <w:lang w:val="sw-KE"/>
        </w:rPr>
        <w:t>manga aliokuwa a</w:t>
      </w:r>
      <w:r w:rsidRPr="00EB7346">
        <w:rPr>
          <w:lang w:val="sw-KE"/>
        </w:rPr>
        <w:t>kijipaka kila jicho mara tatu kabla ya kulala.</w:t>
      </w:r>
    </w:p>
    <w:p w:rsidR="006574A0" w:rsidRPr="000F5C00" w:rsidRDefault="00EB7346" w:rsidP="006574A0">
      <w:pPr>
        <w:pStyle w:val="libNormal"/>
        <w:numPr>
          <w:ilvl w:val="0"/>
          <w:numId w:val="22"/>
        </w:numPr>
        <w:jc w:val="both"/>
        <w:rPr>
          <w:color w:val="0070C0"/>
          <w:lang w:val="sw-KE"/>
        </w:rPr>
      </w:pPr>
      <w:r w:rsidRPr="000F5C00">
        <w:rPr>
          <w:color w:val="0070C0"/>
          <w:lang w:val="sw-KE"/>
        </w:rPr>
        <w:t xml:space="preserve">Usafi wa pua </w:t>
      </w:r>
    </w:p>
    <w:p w:rsidR="00EB7346" w:rsidRPr="00EB7346" w:rsidRDefault="00EB7346" w:rsidP="006574A0">
      <w:pPr>
        <w:pStyle w:val="libNormal"/>
        <w:ind w:firstLine="0"/>
        <w:jc w:val="both"/>
        <w:rPr>
          <w:lang w:val="sw-KE"/>
        </w:rPr>
      </w:pPr>
      <w:r w:rsidRPr="00EB7346">
        <w:rPr>
          <w:lang w:val="sw-KE"/>
        </w:rPr>
        <w:t>Uislamu umetilia mkazo hasa usafi wa pua mpaka ukafanya kuisafisha ni moja katika shuruti za wudhu. Inatakiwa kwa Muislamu atakapotawadha, kuingiza maji puani kisha kuyapenga, kwani hiyo ndiyo njia bora ya kusafisha pua, na afanye hivyo mara tatu.</w:t>
      </w:r>
    </w:p>
    <w:p w:rsidR="006574A0" w:rsidRPr="005E3A61" w:rsidRDefault="00EB7346" w:rsidP="006574A0">
      <w:pPr>
        <w:pStyle w:val="libNormal"/>
        <w:numPr>
          <w:ilvl w:val="0"/>
          <w:numId w:val="22"/>
        </w:numPr>
        <w:jc w:val="both"/>
        <w:rPr>
          <w:color w:val="0070C0"/>
          <w:lang w:val="sw-KE"/>
        </w:rPr>
      </w:pPr>
      <w:r w:rsidRPr="005E3A61">
        <w:rPr>
          <w:color w:val="0070C0"/>
          <w:lang w:val="sw-KE"/>
        </w:rPr>
        <w:t xml:space="preserve">Usafi wa mdomo (kinywa) </w:t>
      </w:r>
    </w:p>
    <w:p w:rsidR="004E2C21" w:rsidRPr="006574A0" w:rsidRDefault="00EB7346" w:rsidP="006574A0">
      <w:pPr>
        <w:pStyle w:val="libNormal"/>
        <w:ind w:firstLine="0"/>
        <w:jc w:val="both"/>
        <w:rPr>
          <w:lang w:val="sw-KE"/>
        </w:rPr>
      </w:pPr>
      <w:r w:rsidRPr="006574A0">
        <w:rPr>
          <w:lang w:val="sw-KE"/>
        </w:rPr>
        <w:t xml:space="preserve">Uislamu umetuagiza tusukutue kwa maji wakati wa kutawadha na kupiga mswaki (kabla ya wudhu) na hivyo kutuwekea msingi wa kuyahifadhi meno yetu yawe na afya nzuri. </w:t>
      </w:r>
    </w:p>
    <w:p w:rsidR="004E2C21" w:rsidRPr="004E2C21" w:rsidRDefault="00EB7346" w:rsidP="00580A0A">
      <w:pPr>
        <w:pStyle w:val="libNormal"/>
        <w:jc w:val="both"/>
        <w:rPr>
          <w:rStyle w:val="libBold1Char"/>
          <w:lang w:val="sw-KE"/>
        </w:rPr>
      </w:pPr>
      <w:r w:rsidRPr="00EB7346">
        <w:rPr>
          <w:lang w:val="sw-KE"/>
        </w:rPr>
        <w:t xml:space="preserve">Mtume </w:t>
      </w:r>
      <w:r w:rsidRPr="004E2C21">
        <w:rPr>
          <w:rStyle w:val="libBold1Char"/>
          <w:lang w:val="sw-KE"/>
        </w:rPr>
        <w:t>(s.a.w.</w:t>
      </w:r>
      <w:r w:rsidR="00580A0A" w:rsidRPr="004E2C21">
        <w:rPr>
          <w:rStyle w:val="libBold1Char"/>
          <w:lang w:val="sw-KE"/>
        </w:rPr>
        <w:t>w</w:t>
      </w:r>
      <w:r w:rsidRPr="004E2C21">
        <w:rPr>
          <w:rStyle w:val="libBold1Char"/>
          <w:lang w:val="sw-KE"/>
        </w:rPr>
        <w:t>)</w:t>
      </w:r>
      <w:r w:rsidRPr="00EB7346">
        <w:rPr>
          <w:lang w:val="sw-KE"/>
        </w:rPr>
        <w:t xml:space="preserve"> mara kwa mara aliwahimiza waislamu kusafisha meno wakati wa kutawadha, na nyakati zingine pia. Mtume </w:t>
      </w:r>
      <w:r w:rsidRPr="004E2C21">
        <w:rPr>
          <w:rStyle w:val="libBold1Char"/>
          <w:lang w:val="sw-KE"/>
        </w:rPr>
        <w:t>(s.a.w.</w:t>
      </w:r>
      <w:r w:rsidR="00580A0A" w:rsidRPr="004E2C21">
        <w:rPr>
          <w:rStyle w:val="libBold1Char"/>
          <w:lang w:val="sw-KE"/>
        </w:rPr>
        <w:t>w</w:t>
      </w:r>
      <w:r w:rsidRPr="004E2C21">
        <w:rPr>
          <w:rStyle w:val="libBold1Char"/>
          <w:lang w:val="sw-KE"/>
        </w:rPr>
        <w:t>)</w:t>
      </w:r>
      <w:r w:rsidRPr="00EB7346">
        <w:rPr>
          <w:lang w:val="sw-KE"/>
        </w:rPr>
        <w:t xml:space="preserve"> amesema: </w:t>
      </w:r>
      <w:r w:rsidRPr="004E2C21">
        <w:rPr>
          <w:rStyle w:val="libBold1Char"/>
          <w:lang w:val="sw-KE"/>
        </w:rPr>
        <w:t>Lau si kuwaonea uzito umma wangu, ningewaamrisha kupiga mswaki katika kila Swala.</w:t>
      </w:r>
      <w:r w:rsidR="00580A0A" w:rsidRPr="004E2C21">
        <w:rPr>
          <w:rStyle w:val="libBold1Char"/>
          <w:lang w:val="sw-KE"/>
        </w:rPr>
        <w:t xml:space="preserve"> </w:t>
      </w:r>
      <w:r w:rsidRPr="004E2C21">
        <w:rPr>
          <w:rStyle w:val="libBold1Char"/>
          <w:lang w:val="sw-KE"/>
        </w:rPr>
        <w:t xml:space="preserve"> </w:t>
      </w:r>
    </w:p>
    <w:p w:rsidR="00EB7346" w:rsidRPr="00EB7346" w:rsidRDefault="00EB7346" w:rsidP="00580A0A">
      <w:pPr>
        <w:pStyle w:val="libNormal"/>
        <w:jc w:val="both"/>
        <w:rPr>
          <w:rFonts w:cs="Times New Roman"/>
          <w:lang w:val="sw-KE"/>
        </w:rPr>
      </w:pPr>
      <w:r w:rsidRPr="00EB7346">
        <w:rPr>
          <w:rFonts w:cs="Times New Roman"/>
          <w:lang w:val="sw-KE"/>
        </w:rPr>
        <w:t xml:space="preserve">Amesema tena: </w:t>
      </w:r>
      <w:r w:rsidRPr="004E2C21">
        <w:rPr>
          <w:rStyle w:val="libBold1Char"/>
          <w:lang w:val="sw-KE"/>
        </w:rPr>
        <w:t>Kupiga mswaki kunatakasa mdomo.</w:t>
      </w:r>
    </w:p>
    <w:p w:rsidR="006574A0" w:rsidRPr="000F5C00" w:rsidRDefault="00EB7346" w:rsidP="006574A0">
      <w:pPr>
        <w:pStyle w:val="libNormal"/>
        <w:numPr>
          <w:ilvl w:val="0"/>
          <w:numId w:val="22"/>
        </w:numPr>
        <w:jc w:val="both"/>
        <w:rPr>
          <w:rFonts w:cs="Times New Roman"/>
          <w:color w:val="0070C0"/>
          <w:lang w:val="sw-KE"/>
        </w:rPr>
      </w:pPr>
      <w:r w:rsidRPr="000F5C00">
        <w:rPr>
          <w:color w:val="0070C0"/>
          <w:lang w:val="sw-KE"/>
        </w:rPr>
        <w:t xml:space="preserve">Usafi wa nguo </w:t>
      </w:r>
    </w:p>
    <w:p w:rsidR="00580A0A" w:rsidRDefault="00EB7346" w:rsidP="006574A0">
      <w:pPr>
        <w:pStyle w:val="libNormal"/>
        <w:ind w:firstLine="0"/>
        <w:jc w:val="both"/>
        <w:rPr>
          <w:rFonts w:cs="Times New Roman"/>
          <w:lang w:val="sw-KE"/>
        </w:rPr>
      </w:pPr>
      <w:r w:rsidRPr="00EB7346">
        <w:rPr>
          <w:lang w:val="sw-KE"/>
        </w:rPr>
        <w:t>Imetajwa katika Qur</w:t>
      </w:r>
      <w:r w:rsidRPr="00EB7346">
        <w:rPr>
          <w:rFonts w:cs="Times New Roman"/>
          <w:lang w:val="sw-KE"/>
        </w:rPr>
        <w:t xml:space="preserve">ani: </w:t>
      </w:r>
      <w:r w:rsidRPr="006574A0">
        <w:rPr>
          <w:rStyle w:val="libAieChar"/>
          <w:lang w:val="sw-KE"/>
        </w:rPr>
        <w:t>Na nguo zako uzisafishe</w:t>
      </w:r>
      <w:r w:rsidRPr="00EB7346">
        <w:rPr>
          <w:lang w:val="sw-KE"/>
        </w:rPr>
        <w:t>.</w:t>
      </w:r>
      <w:r w:rsidRPr="00EB7346">
        <w:rPr>
          <w:rFonts w:cs="Times New Roman"/>
          <w:lang w:val="sw-KE"/>
        </w:rPr>
        <w:t xml:space="preserve"> (74:4). </w:t>
      </w:r>
    </w:p>
    <w:p w:rsidR="00EB7346" w:rsidRPr="00EB7346" w:rsidRDefault="00EB7346" w:rsidP="00580A0A">
      <w:pPr>
        <w:pStyle w:val="libNormal"/>
        <w:jc w:val="both"/>
        <w:rPr>
          <w:rFonts w:cs="Times New Roman"/>
          <w:lang w:val="sw-KE"/>
        </w:rPr>
      </w:pPr>
      <w:r w:rsidRPr="00EB7346">
        <w:rPr>
          <w:rFonts w:cs="Times New Roman"/>
          <w:lang w:val="sw-KE"/>
        </w:rPr>
        <w:t xml:space="preserve">Pia imetajwa: </w:t>
      </w:r>
      <w:r w:rsidRPr="00543F04">
        <w:rPr>
          <w:rStyle w:val="libAieChar"/>
          <w:lang w:val="sw-KE"/>
        </w:rPr>
        <w:t>Chukueni mapambo yenu wakati wa kila Swala</w:t>
      </w:r>
      <w:r w:rsidRPr="00EB7346">
        <w:rPr>
          <w:rFonts w:cs="Times New Roman"/>
          <w:lang w:val="sw-KE"/>
        </w:rPr>
        <w:t xml:space="preserve">. (7:31). Mtume </w:t>
      </w:r>
      <w:r w:rsidRPr="00580A0A">
        <w:rPr>
          <w:rStyle w:val="libBold1Char"/>
          <w:lang w:val="sw-KE"/>
        </w:rPr>
        <w:t>(s.a.w.</w:t>
      </w:r>
      <w:r w:rsidR="00580A0A" w:rsidRPr="00580A0A">
        <w:rPr>
          <w:rStyle w:val="libBold1Char"/>
          <w:lang w:val="sw-KE"/>
        </w:rPr>
        <w:t>w</w:t>
      </w:r>
      <w:r w:rsidRPr="00580A0A">
        <w:rPr>
          <w:rStyle w:val="libBold1Char"/>
          <w:lang w:val="sw-KE"/>
        </w:rPr>
        <w:t>)</w:t>
      </w:r>
      <w:r w:rsidRPr="00EB7346">
        <w:rPr>
          <w:rFonts w:cs="Times New Roman"/>
          <w:lang w:val="sw-KE"/>
        </w:rPr>
        <w:t xml:space="preserve"> amesema pia: </w:t>
      </w:r>
      <w:r w:rsidRPr="00543F04">
        <w:rPr>
          <w:rStyle w:val="libBold1Char"/>
          <w:lang w:val="sw-KE"/>
        </w:rPr>
        <w:t>Vaeni nguo nyeupe miongoni mwa nguo zenu, kwani hizo ndizo bora ya nguo zenu.</w:t>
      </w:r>
      <w:r w:rsidRPr="00EB7346">
        <w:rPr>
          <w:rFonts w:cs="Times New Roman"/>
          <w:lang w:val="sw-KE"/>
        </w:rPr>
        <w:t xml:space="preserve"> Kutokana na Hadith iliyopokewa na Jabir bin Abdallah, ina</w:t>
      </w:r>
      <w:r w:rsidRPr="00EB7346">
        <w:rPr>
          <w:lang w:val="sw-KE"/>
        </w:rPr>
        <w:t xml:space="preserve">semekana siku moja Mtume </w:t>
      </w:r>
      <w:r w:rsidRPr="00543F04">
        <w:rPr>
          <w:rStyle w:val="libBold1Char"/>
          <w:lang w:val="sw-KE"/>
        </w:rPr>
        <w:t>(s.a.w.</w:t>
      </w:r>
      <w:r w:rsidR="00543F04" w:rsidRPr="00543F04">
        <w:rPr>
          <w:rStyle w:val="libBold1Char"/>
          <w:lang w:val="sw-KE"/>
        </w:rPr>
        <w:t>w</w:t>
      </w:r>
      <w:r w:rsidRPr="00543F04">
        <w:rPr>
          <w:rStyle w:val="libBold1Char"/>
          <w:lang w:val="sw-KE"/>
        </w:rPr>
        <w:t>)</w:t>
      </w:r>
      <w:r w:rsidRPr="00EB7346">
        <w:rPr>
          <w:lang w:val="sw-KE"/>
        </w:rPr>
        <w:t xml:space="preserve"> alimuona mtu mmoja akiwa amevaa nguo chafu, akasema </w:t>
      </w:r>
      <w:r w:rsidRPr="00543F04">
        <w:rPr>
          <w:rStyle w:val="libBold1Char"/>
          <w:lang w:val="sw-KE"/>
        </w:rPr>
        <w:t>(s.a.w.</w:t>
      </w:r>
      <w:r w:rsidR="00543F04" w:rsidRPr="00543F04">
        <w:rPr>
          <w:rStyle w:val="libBold1Char"/>
          <w:lang w:val="sw-KE"/>
        </w:rPr>
        <w:t>w</w:t>
      </w:r>
      <w:r w:rsidRPr="00543F04">
        <w:rPr>
          <w:rStyle w:val="libBold1Char"/>
          <w:lang w:val="sw-KE"/>
        </w:rPr>
        <w:t>)</w:t>
      </w:r>
      <w:r w:rsidRPr="00EB7346">
        <w:rPr>
          <w:lang w:val="sw-KE"/>
        </w:rPr>
        <w:t xml:space="preserve">: </w:t>
      </w:r>
      <w:r w:rsidRPr="005E3A61">
        <w:rPr>
          <w:rStyle w:val="libBold1Char"/>
          <w:lang w:val="sw-KE"/>
        </w:rPr>
        <w:t>Hivi (mtu huyo) hakupata maji ya kufua nguo zake?</w:t>
      </w:r>
    </w:p>
    <w:p w:rsidR="005E3A61" w:rsidRDefault="00EB7346" w:rsidP="00580A0A">
      <w:pPr>
        <w:pStyle w:val="libNormal"/>
        <w:jc w:val="both"/>
        <w:rPr>
          <w:lang w:val="sw-KE"/>
        </w:rPr>
      </w:pPr>
      <w:r w:rsidRPr="00EB7346">
        <w:rPr>
          <w:lang w:val="sw-KE"/>
        </w:rPr>
        <w:t xml:space="preserve">Uislamu pia umeshauri mtu kuonekana msafi na maridadi awapo katika mkusanyiko wa watu kama vile katika Swala ya Ijumaa na wakati wa sikukuu. </w:t>
      </w:r>
    </w:p>
    <w:p w:rsidR="00EB7346" w:rsidRPr="00EB7346" w:rsidRDefault="00EB7346" w:rsidP="00580A0A">
      <w:pPr>
        <w:pStyle w:val="libNormal"/>
        <w:jc w:val="both"/>
        <w:rPr>
          <w:rFonts w:cs="Times New Roman"/>
          <w:lang w:val="sw-KE"/>
        </w:rPr>
      </w:pPr>
      <w:r w:rsidRPr="00EB7346">
        <w:rPr>
          <w:lang w:val="sw-KE"/>
        </w:rPr>
        <w:t xml:space="preserve">Imepokewa Hadith kutoka kwa Abu Dawud, Mtume </w:t>
      </w:r>
      <w:r w:rsidRPr="00543F04">
        <w:rPr>
          <w:rStyle w:val="libBold1Char"/>
          <w:lang w:val="sw-KE"/>
        </w:rPr>
        <w:t>(s.a.w.</w:t>
      </w:r>
      <w:r w:rsidR="00543F04" w:rsidRPr="00543F04">
        <w:rPr>
          <w:rStyle w:val="libBold1Char"/>
          <w:lang w:val="sw-KE"/>
        </w:rPr>
        <w:t>w</w:t>
      </w:r>
      <w:r w:rsidRPr="00543F04">
        <w:rPr>
          <w:rStyle w:val="libBold1Char"/>
          <w:lang w:val="sw-KE"/>
        </w:rPr>
        <w:t>)</w:t>
      </w:r>
      <w:r w:rsidRPr="00EB7346">
        <w:rPr>
          <w:lang w:val="sw-KE"/>
        </w:rPr>
        <w:t xml:space="preserve"> amesema: </w:t>
      </w:r>
      <w:r w:rsidRPr="00543F04">
        <w:rPr>
          <w:rStyle w:val="libBold1Char"/>
          <w:lang w:val="sw-KE"/>
        </w:rPr>
        <w:t>Yeyote kati yenu akiwa na uwezo, aweke nguo mbili maalum kwa ajili ya siku ya Ijumaa, zisizokuwa zile afanyiazo kazi.</w:t>
      </w:r>
    </w:p>
    <w:p w:rsidR="00543F04" w:rsidRPr="000F5C00" w:rsidRDefault="00EB7346" w:rsidP="00543F04">
      <w:pPr>
        <w:pStyle w:val="libNormal"/>
        <w:numPr>
          <w:ilvl w:val="0"/>
          <w:numId w:val="22"/>
        </w:numPr>
        <w:jc w:val="both"/>
        <w:rPr>
          <w:rFonts w:cs="Times New Roman"/>
          <w:color w:val="0070C0"/>
          <w:lang w:val="sw-KE"/>
        </w:rPr>
      </w:pPr>
      <w:r w:rsidRPr="000F5C00">
        <w:rPr>
          <w:color w:val="0070C0"/>
          <w:lang w:val="sw-KE"/>
        </w:rPr>
        <w:t xml:space="preserve">Usafi wa nyumba </w:t>
      </w:r>
    </w:p>
    <w:p w:rsidR="00543F04" w:rsidRDefault="00EB7346" w:rsidP="00543F04">
      <w:pPr>
        <w:pStyle w:val="libNormal"/>
        <w:ind w:firstLine="0"/>
        <w:jc w:val="both"/>
        <w:rPr>
          <w:lang w:val="sw-KE"/>
        </w:rPr>
      </w:pPr>
      <w:r w:rsidRPr="00EB7346">
        <w:rPr>
          <w:lang w:val="sw-KE"/>
        </w:rPr>
        <w:t xml:space="preserve">Uislamu umetuhimiza kuziweka nyumba zetu katika hali ya usafi, kwa kufanya hivyo, waislamu watakuwa kielelezo cha kuonyesha kuwa usafi ni jambo la kuzingatiwa sana katika Uislamu, na ndilo lenye kuwapambanua kati yao na wengineo. </w:t>
      </w:r>
    </w:p>
    <w:p w:rsidR="00EB7346" w:rsidRPr="00543F04" w:rsidRDefault="00EB7346" w:rsidP="00543F04">
      <w:pPr>
        <w:pStyle w:val="libNormal"/>
        <w:ind w:firstLine="0"/>
        <w:jc w:val="both"/>
        <w:rPr>
          <w:rStyle w:val="libBold1Char"/>
          <w:lang w:val="sw-KE"/>
        </w:rPr>
      </w:pPr>
      <w:r w:rsidRPr="00EB7346">
        <w:rPr>
          <w:lang w:val="sw-KE"/>
        </w:rPr>
        <w:lastRenderedPageBreak/>
        <w:t xml:space="preserve">Imepokewa Hadith kutoka kwa Tirmidhiy, Mtume </w:t>
      </w:r>
      <w:r w:rsidRPr="00543F04">
        <w:rPr>
          <w:rStyle w:val="libBold1Char"/>
          <w:lang w:val="sw-KE"/>
        </w:rPr>
        <w:t>(s.a.w.</w:t>
      </w:r>
      <w:r w:rsidR="00543F04" w:rsidRPr="00543F04">
        <w:rPr>
          <w:rStyle w:val="libBold1Char"/>
          <w:lang w:val="sw-KE"/>
        </w:rPr>
        <w:t>w</w:t>
      </w:r>
      <w:r w:rsidRPr="00543F04">
        <w:rPr>
          <w:rStyle w:val="libBold1Char"/>
          <w:lang w:val="sw-KE"/>
        </w:rPr>
        <w:t>)</w:t>
      </w:r>
      <w:r w:rsidRPr="00EB7346">
        <w:rPr>
          <w:lang w:val="sw-KE"/>
        </w:rPr>
        <w:t xml:space="preserve"> amesema: </w:t>
      </w:r>
      <w:r w:rsidRPr="00543F04">
        <w:rPr>
          <w:rStyle w:val="libBold1Char"/>
          <w:lang w:val="sw-KE"/>
        </w:rPr>
        <w:t>Hakika Mwenyezi Mungu Mtukufu ni Mwema, anapenda mambo mema, Mzuri anapenda mazuri, Mkarimu anapenda ukarimu, Mpaji anapenda upaji basi zisafisheni nyua (boma) zenu.</w:t>
      </w:r>
    </w:p>
    <w:p w:rsidR="00ED2650" w:rsidRPr="000F5C00" w:rsidRDefault="00EB7346" w:rsidP="00ED2650">
      <w:pPr>
        <w:pStyle w:val="libNormal"/>
        <w:numPr>
          <w:ilvl w:val="0"/>
          <w:numId w:val="22"/>
        </w:numPr>
        <w:jc w:val="both"/>
        <w:rPr>
          <w:rFonts w:cs="Times New Roman"/>
          <w:color w:val="0070C0"/>
          <w:lang w:val="sw-KE"/>
        </w:rPr>
      </w:pPr>
      <w:r w:rsidRPr="000F5C00">
        <w:rPr>
          <w:color w:val="0070C0"/>
          <w:lang w:val="sw-KE"/>
        </w:rPr>
        <w:t xml:space="preserve">Kufanya iktisadi katika matumizi </w:t>
      </w:r>
      <w:r w:rsidR="00ED2650" w:rsidRPr="000F5C00">
        <w:rPr>
          <w:color w:val="0070C0"/>
          <w:lang w:val="sw-KE"/>
        </w:rPr>
        <w:t xml:space="preserve">ya maji </w:t>
      </w:r>
    </w:p>
    <w:p w:rsidR="00ED2650" w:rsidRDefault="00ED2650" w:rsidP="005E3A61">
      <w:pPr>
        <w:pStyle w:val="libNormal"/>
        <w:ind w:firstLine="0"/>
        <w:jc w:val="both"/>
        <w:rPr>
          <w:rFonts w:cs="Times New Roman"/>
          <w:lang w:val="sw-KE"/>
        </w:rPr>
      </w:pPr>
      <w:r>
        <w:rPr>
          <w:lang w:val="sw-KE"/>
        </w:rPr>
        <w:t>Imepokewa Hadith kutok</w:t>
      </w:r>
      <w:r w:rsidR="005E3A61">
        <w:rPr>
          <w:rFonts w:cs="Times New Roman"/>
          <w:lang w:val="sw-KE"/>
        </w:rPr>
        <w:t xml:space="preserve">a </w:t>
      </w:r>
      <w:r w:rsidR="00EB7346" w:rsidRPr="00EB7346">
        <w:rPr>
          <w:lang w:val="sw-KE"/>
        </w:rPr>
        <w:t>kwa Ibn Sa</w:t>
      </w:r>
      <w:r w:rsidR="00EB7346" w:rsidRPr="00EB7346">
        <w:rPr>
          <w:rFonts w:cs="Times New Roman"/>
          <w:lang w:val="sw-KE"/>
        </w:rPr>
        <w:t xml:space="preserve">ad: Siku moja Mtume </w:t>
      </w:r>
      <w:r w:rsidR="00EB7346" w:rsidRPr="00ED2650">
        <w:rPr>
          <w:rStyle w:val="libBold1Char"/>
          <w:lang w:val="sw-KE"/>
        </w:rPr>
        <w:t>(s.a.w.</w:t>
      </w:r>
      <w:r w:rsidRPr="00ED2650">
        <w:rPr>
          <w:rStyle w:val="libBold1Char"/>
          <w:lang w:val="sw-KE"/>
        </w:rPr>
        <w:t>w</w:t>
      </w:r>
      <w:r w:rsidR="00EB7346" w:rsidRPr="00ED2650">
        <w:rPr>
          <w:rStyle w:val="libBold1Char"/>
          <w:lang w:val="sw-KE"/>
        </w:rPr>
        <w:t>)</w:t>
      </w:r>
      <w:r w:rsidR="00EB7346" w:rsidRPr="00EB7346">
        <w:rPr>
          <w:rFonts w:cs="Times New Roman"/>
          <w:lang w:val="sw-KE"/>
        </w:rPr>
        <w:t xml:space="preserve"> alipita nyumbani kwa Saad naye alikuwa akitawadha (huku akimwaga mwaga maji) akamwambia: Ewe Saad! Israfu iliyoje hiyo uifanyayo? Akasema Saad: Je katika maji pia pana israfu? Mtume </w:t>
      </w:r>
      <w:r w:rsidR="00EB7346" w:rsidRPr="00ED2650">
        <w:rPr>
          <w:rStyle w:val="libBold1Char"/>
          <w:lang w:val="sw-KE"/>
        </w:rPr>
        <w:t>(s.a.w.</w:t>
      </w:r>
      <w:r w:rsidRPr="00ED2650">
        <w:rPr>
          <w:rStyle w:val="libBold1Char"/>
          <w:lang w:val="sw-KE"/>
        </w:rPr>
        <w:t>w</w:t>
      </w:r>
      <w:r w:rsidR="00EB7346" w:rsidRPr="00ED2650">
        <w:rPr>
          <w:rStyle w:val="libBold1Char"/>
          <w:lang w:val="sw-KE"/>
        </w:rPr>
        <w:t>)</w:t>
      </w:r>
      <w:r w:rsidR="00EB7346" w:rsidRPr="00EB7346">
        <w:rPr>
          <w:rFonts w:cs="Times New Roman"/>
          <w:lang w:val="sw-KE"/>
        </w:rPr>
        <w:t xml:space="preserve"> akamwambia: </w:t>
      </w:r>
      <w:r w:rsidR="00EB7346" w:rsidRPr="00ED2650">
        <w:rPr>
          <w:rStyle w:val="libBold1Char"/>
          <w:lang w:val="sw-KE"/>
        </w:rPr>
        <w:t>Ndio hata ukiwa katika mto upitao</w:t>
      </w:r>
      <w:r w:rsidR="00EB7346" w:rsidRPr="00EB7346">
        <w:rPr>
          <w:lang w:val="sw-KE"/>
        </w:rPr>
        <w:t>.</w:t>
      </w:r>
      <w:r w:rsidR="00EB7346" w:rsidRPr="00EB7346">
        <w:rPr>
          <w:rFonts w:cs="Times New Roman"/>
          <w:lang w:val="sw-KE"/>
        </w:rPr>
        <w:t xml:space="preserve"> </w:t>
      </w:r>
    </w:p>
    <w:p w:rsidR="00EB7346" w:rsidRPr="00EB7346" w:rsidRDefault="00EB7346" w:rsidP="00ED2650">
      <w:pPr>
        <w:pStyle w:val="libNormal"/>
        <w:ind w:firstLine="0"/>
        <w:jc w:val="both"/>
        <w:rPr>
          <w:rFonts w:cs="Times New Roman"/>
          <w:lang w:val="sw-KE"/>
        </w:rPr>
      </w:pPr>
      <w:r w:rsidRPr="00EB7346">
        <w:rPr>
          <w:rFonts w:cs="Times New Roman"/>
          <w:lang w:val="sw-KE"/>
        </w:rPr>
        <w:t>Umuhimu hasa wa maji na haja ya kuyatumia kwa iktisadi (kubana matumizi yake) uko dhahiri, kwa kuelewa kwamba Mwenyezi Mungu ameyajaalia maji kuwa ni asili ya maisha na kuwako kwa mwanaadamu. Mwenyezi Mungu amesema katika Qurani:</w:t>
      </w:r>
      <w:r w:rsidR="00ED2650">
        <w:rPr>
          <w:rFonts w:cs="Times New Roman"/>
          <w:lang w:val="sw-KE"/>
        </w:rPr>
        <w:t xml:space="preserve"> </w:t>
      </w:r>
      <w:r w:rsidRPr="00ED2650">
        <w:rPr>
          <w:rStyle w:val="libAieChar"/>
          <w:lang w:val="sw-KE"/>
        </w:rPr>
        <w:t xml:space="preserve">..Na tukajaalia, kutokana na maji, kila kitu kilicho hai.. </w:t>
      </w:r>
      <w:r w:rsidRPr="00EB7346">
        <w:rPr>
          <w:rFonts w:cs="Times New Roman"/>
          <w:lang w:val="sw-KE"/>
        </w:rPr>
        <w:t>(21:30).</w:t>
      </w:r>
    </w:p>
    <w:p w:rsidR="00ED2650" w:rsidRPr="000F5C00" w:rsidRDefault="00EB7346" w:rsidP="00ED2650">
      <w:pPr>
        <w:pStyle w:val="libNormal"/>
        <w:numPr>
          <w:ilvl w:val="0"/>
          <w:numId w:val="22"/>
        </w:numPr>
        <w:jc w:val="both"/>
        <w:rPr>
          <w:color w:val="0070C0"/>
          <w:lang w:val="sw-KE"/>
        </w:rPr>
      </w:pPr>
      <w:r w:rsidRPr="000F5C00">
        <w:rPr>
          <w:color w:val="0070C0"/>
          <w:lang w:val="sw-KE"/>
        </w:rPr>
        <w:t xml:space="preserve">Usafi wa chakula na maji </w:t>
      </w:r>
    </w:p>
    <w:p w:rsidR="00EB7346" w:rsidRPr="00EB7346" w:rsidRDefault="00EB7346" w:rsidP="00ED2650">
      <w:pPr>
        <w:pStyle w:val="libNormal"/>
        <w:ind w:firstLine="0"/>
        <w:jc w:val="both"/>
        <w:rPr>
          <w:lang w:val="sw-KE"/>
        </w:rPr>
      </w:pPr>
      <w:r w:rsidRPr="00EB7346">
        <w:rPr>
          <w:lang w:val="sw-KE"/>
        </w:rPr>
        <w:t xml:space="preserve">Imepokewa Hadith kutoka kwa Abu Qataada isemayo kwamba, Mtume </w:t>
      </w:r>
      <w:r w:rsidRPr="00ED2650">
        <w:rPr>
          <w:rStyle w:val="libBold1Char"/>
          <w:lang w:val="sw-KE"/>
        </w:rPr>
        <w:t>(s.a.w.</w:t>
      </w:r>
      <w:r w:rsidR="00ED2650" w:rsidRPr="00ED2650">
        <w:rPr>
          <w:rStyle w:val="libBold1Char"/>
          <w:lang w:val="sw-KE"/>
        </w:rPr>
        <w:t>w</w:t>
      </w:r>
      <w:r w:rsidRPr="00ED2650">
        <w:rPr>
          <w:rStyle w:val="libBold1Char"/>
          <w:lang w:val="sw-KE"/>
        </w:rPr>
        <w:t>)</w:t>
      </w:r>
      <w:r w:rsidRPr="00EB7346">
        <w:rPr>
          <w:lang w:val="sw-KE"/>
        </w:rPr>
        <w:t xml:space="preserve"> amekataza watu kupumua ndani ya mabakuli ama vikombe vyao wakati walapo au wanywapo, kukataza huko ni kwa ajili ya kuepukana na uchafuzi wa maji au chakula unaoweza kusababisha maradhi chungu nzima.</w:t>
      </w:r>
    </w:p>
    <w:p w:rsidR="00A2449C" w:rsidRPr="000F5C00" w:rsidRDefault="00EB7346" w:rsidP="00A2449C">
      <w:pPr>
        <w:pStyle w:val="libNormal"/>
        <w:numPr>
          <w:ilvl w:val="0"/>
          <w:numId w:val="22"/>
        </w:numPr>
        <w:jc w:val="both"/>
        <w:rPr>
          <w:rFonts w:cs="Times New Roman"/>
          <w:color w:val="0070C0"/>
          <w:lang w:val="sw-KE"/>
        </w:rPr>
      </w:pPr>
      <w:r w:rsidRPr="000F5C00">
        <w:rPr>
          <w:color w:val="0070C0"/>
          <w:lang w:val="sw-KE"/>
        </w:rPr>
        <w:t xml:space="preserve">Makatazo ya kwenda haja ndogo kwenye maji yaliyotulia au kutuwama </w:t>
      </w:r>
    </w:p>
    <w:p w:rsidR="00EB7346" w:rsidRPr="00856864" w:rsidRDefault="00EB7346" w:rsidP="00856864">
      <w:pPr>
        <w:pStyle w:val="libNormal"/>
        <w:ind w:firstLine="0"/>
        <w:jc w:val="both"/>
        <w:rPr>
          <w:rStyle w:val="libBold1Char"/>
          <w:lang w:val="sw-KE"/>
        </w:rPr>
      </w:pPr>
      <w:r w:rsidRPr="00EB7346">
        <w:rPr>
          <w:lang w:val="sw-KE"/>
        </w:rPr>
        <w:t xml:space="preserve">Uislamu umelinda haki za kila mmoja kwa kutoruhusu mtu yeyote kutia uchafu wake wa mwili (kinyesi, mkojo n.k.) kwenye vyanzo (chemchem) vya maji. Imepokewa Hadith kutoka kwa Jabir ya kwamba Mtume </w:t>
      </w:r>
      <w:r w:rsidRPr="00856864">
        <w:rPr>
          <w:rStyle w:val="libBold1Char"/>
          <w:lang w:val="sw-KE"/>
        </w:rPr>
        <w:t>(s.a.w.</w:t>
      </w:r>
      <w:r w:rsidR="00856864" w:rsidRPr="00856864">
        <w:rPr>
          <w:rStyle w:val="libBold1Char"/>
          <w:lang w:val="sw-KE"/>
        </w:rPr>
        <w:t>w</w:t>
      </w:r>
      <w:r w:rsidRPr="00856864">
        <w:rPr>
          <w:rStyle w:val="libBold1Char"/>
          <w:lang w:val="sw-KE"/>
        </w:rPr>
        <w:t>)</w:t>
      </w:r>
      <w:r w:rsidRPr="00EB7346">
        <w:rPr>
          <w:lang w:val="sw-KE"/>
        </w:rPr>
        <w:t xml:space="preserve"> amekataza kwenda haja ndogo kwenye maji yaliyotuama. Na katika Hadith nyingine amesema: </w:t>
      </w:r>
      <w:r w:rsidRPr="00856864">
        <w:rPr>
          <w:rStyle w:val="libBold1Char"/>
          <w:lang w:val="sw-KE"/>
        </w:rPr>
        <w:t>Asikojoe kabisa mmoja wenu katika maji yaliyosimama, kisha akaoga humo.</w:t>
      </w:r>
    </w:p>
    <w:p w:rsidR="00730CA1" w:rsidRDefault="00EB7346" w:rsidP="00856864">
      <w:pPr>
        <w:pStyle w:val="libNormal"/>
        <w:jc w:val="both"/>
        <w:rPr>
          <w:rFonts w:cs="Times New Roman"/>
          <w:lang w:val="sw-KE"/>
        </w:rPr>
      </w:pPr>
      <w:r w:rsidRPr="00EB7346">
        <w:rPr>
          <w:lang w:val="sw-KE"/>
        </w:rPr>
        <w:t xml:space="preserve">Kanuni za iktisadi za Uislamu hazikuishia hapo tu, bali zimetukataza pia kukojoa katika kibwabwa cha kuogea. Imepokewa kutoka kwa Abdullah Ibn Mughaffal, Mtume </w:t>
      </w:r>
      <w:r w:rsidRPr="00856864">
        <w:rPr>
          <w:rStyle w:val="libBold1Char"/>
          <w:lang w:val="sw-KE"/>
        </w:rPr>
        <w:t>(s.a.w.</w:t>
      </w:r>
      <w:r w:rsidR="00856864" w:rsidRPr="00856864">
        <w:rPr>
          <w:rStyle w:val="libBold1Char"/>
          <w:lang w:val="sw-KE"/>
        </w:rPr>
        <w:t>w</w:t>
      </w:r>
      <w:r w:rsidRPr="00856864">
        <w:rPr>
          <w:rStyle w:val="libBold1Char"/>
          <w:lang w:val="sw-KE"/>
        </w:rPr>
        <w:t>)</w:t>
      </w:r>
      <w:r w:rsidRPr="00EB7346">
        <w:rPr>
          <w:lang w:val="sw-KE"/>
        </w:rPr>
        <w:t xml:space="preserve"> amesema: </w:t>
      </w:r>
      <w:r w:rsidRPr="00730CA1">
        <w:rPr>
          <w:rStyle w:val="libBold1Char"/>
          <w:lang w:val="sw-KE"/>
        </w:rPr>
        <w:t>Asikojoe, tena asikojoe kabisa mmoja wenu ndani ya kibwawa cha kuogea kisha akaoga humo</w:t>
      </w:r>
      <w:r w:rsidRPr="00EB7346">
        <w:rPr>
          <w:lang w:val="sw-KE"/>
        </w:rPr>
        <w:t>.</w:t>
      </w:r>
      <w:r w:rsidRPr="00EB7346">
        <w:rPr>
          <w:rFonts w:cs="Times New Roman"/>
          <w:lang w:val="sw-KE"/>
        </w:rPr>
        <w:t xml:space="preserve"> </w:t>
      </w:r>
    </w:p>
    <w:p w:rsidR="00EB7346" w:rsidRPr="00EB7346" w:rsidRDefault="00EB7346" w:rsidP="00856864">
      <w:pPr>
        <w:pStyle w:val="libNormal"/>
        <w:jc w:val="both"/>
        <w:rPr>
          <w:lang w:val="sw-KE"/>
        </w:rPr>
      </w:pPr>
      <w:r w:rsidRPr="00EB7346">
        <w:rPr>
          <w:rFonts w:cs="Times New Roman"/>
          <w:lang w:val="sw-KE"/>
        </w:rPr>
        <w:t>Kwa hivyo tunapaswa kuwakanya watoto wetu wasiyachafue maji ili kuzihifadhi afya zetu ziwe katika hali njema. Pia ni lazima tutambue ukweli kwamba, kukojoa ndani ya maji ni kuyachafua, kuyafan</w:t>
      </w:r>
      <w:r w:rsidRPr="00EB7346">
        <w:rPr>
          <w:lang w:val="sw-KE"/>
        </w:rPr>
        <w:t>ya yasifae kwa matumizi, na kuyafanya kuwa chanzo cha maambukizo na maradhi.</w:t>
      </w:r>
    </w:p>
    <w:p w:rsidR="00730CA1" w:rsidRPr="000F5C00" w:rsidRDefault="00EB7346" w:rsidP="00730CA1">
      <w:pPr>
        <w:pStyle w:val="libNormal"/>
        <w:numPr>
          <w:ilvl w:val="0"/>
          <w:numId w:val="22"/>
        </w:numPr>
        <w:jc w:val="both"/>
        <w:rPr>
          <w:color w:val="0070C0"/>
          <w:lang w:val="sw-KE"/>
        </w:rPr>
      </w:pPr>
      <w:r w:rsidRPr="000F5C00">
        <w:rPr>
          <w:color w:val="0070C0"/>
          <w:lang w:val="sw-KE"/>
        </w:rPr>
        <w:t xml:space="preserve">Makatazo ya kukojoa majabalini na maweni </w:t>
      </w:r>
    </w:p>
    <w:p w:rsidR="00EB7346" w:rsidRPr="00EB7346" w:rsidRDefault="00EB7346" w:rsidP="00730CA1">
      <w:pPr>
        <w:pStyle w:val="libNormal"/>
        <w:ind w:firstLine="0"/>
        <w:jc w:val="both"/>
        <w:rPr>
          <w:lang w:val="sw-KE"/>
        </w:rPr>
      </w:pPr>
      <w:r w:rsidRPr="00EB7346">
        <w:rPr>
          <w:lang w:val="sw-KE"/>
        </w:rPr>
        <w:t xml:space="preserve">Uislamu umeheshimu na kulinda haki za mwili wa binaadamu kwa kuzuia uchafu utokanao naye ili usilete uchafuzi na madhara. Imepokewa Hadith kutoka kwa Abdallah bin Sargas kwamba, Mtume </w:t>
      </w:r>
      <w:r w:rsidRPr="000F5C00">
        <w:rPr>
          <w:rStyle w:val="libBold1Char"/>
          <w:lang w:val="sw-KE"/>
        </w:rPr>
        <w:t>(s.a.w.</w:t>
      </w:r>
      <w:r w:rsidR="000F5C00" w:rsidRPr="000F5C00">
        <w:rPr>
          <w:rStyle w:val="libBold1Char"/>
          <w:lang w:val="sw-KE"/>
        </w:rPr>
        <w:t>w</w:t>
      </w:r>
      <w:r w:rsidRPr="000F5C00">
        <w:rPr>
          <w:rStyle w:val="libBold1Char"/>
          <w:lang w:val="sw-KE"/>
        </w:rPr>
        <w:t>)</w:t>
      </w:r>
      <w:r w:rsidRPr="00EB7346">
        <w:rPr>
          <w:lang w:val="sw-KE"/>
        </w:rPr>
        <w:t xml:space="preserve"> alimkataza mtu kukojoa juu ya mawe ili mkojo usije ukamrukia. Mtume </w:t>
      </w:r>
      <w:r w:rsidRPr="000F5C00">
        <w:rPr>
          <w:rStyle w:val="libBold1Char"/>
          <w:lang w:val="sw-KE"/>
        </w:rPr>
        <w:t>(s.a.w.</w:t>
      </w:r>
      <w:r w:rsidR="000F5C00" w:rsidRPr="000F5C00">
        <w:rPr>
          <w:rStyle w:val="libBold1Char"/>
          <w:lang w:val="sw-KE"/>
        </w:rPr>
        <w:t>w</w:t>
      </w:r>
      <w:r w:rsidRPr="000F5C00">
        <w:rPr>
          <w:rStyle w:val="libBold1Char"/>
          <w:lang w:val="sw-KE"/>
        </w:rPr>
        <w:t>)</w:t>
      </w:r>
      <w:r w:rsidRPr="00EB7346">
        <w:rPr>
          <w:lang w:val="sw-KE"/>
        </w:rPr>
        <w:t xml:space="preserve"> amekataza pia kukojoa juu ya ardhi ngumu.</w:t>
      </w:r>
    </w:p>
    <w:p w:rsidR="000F5C00" w:rsidRPr="000F5C00" w:rsidRDefault="00EB7346" w:rsidP="000F5C00">
      <w:pPr>
        <w:pStyle w:val="libNormal"/>
        <w:numPr>
          <w:ilvl w:val="0"/>
          <w:numId w:val="22"/>
        </w:numPr>
        <w:jc w:val="both"/>
        <w:rPr>
          <w:color w:val="0070C0"/>
          <w:lang w:val="sw-KE"/>
        </w:rPr>
      </w:pPr>
      <w:r w:rsidRPr="000F5C00">
        <w:rPr>
          <w:color w:val="0070C0"/>
          <w:lang w:val="sw-KE"/>
        </w:rPr>
        <w:t xml:space="preserve">Mambo matatu yaliyolaaniwa </w:t>
      </w:r>
    </w:p>
    <w:p w:rsidR="00C91D73" w:rsidRPr="00C91D73" w:rsidRDefault="00EB7346" w:rsidP="004E5620">
      <w:pPr>
        <w:pStyle w:val="libNormal"/>
        <w:ind w:firstLine="0"/>
        <w:jc w:val="both"/>
        <w:rPr>
          <w:rStyle w:val="libBold1Char"/>
          <w:lang w:val="sw-KE"/>
        </w:rPr>
      </w:pPr>
      <w:r w:rsidRPr="00EB7346">
        <w:rPr>
          <w:lang w:val="sw-KE"/>
        </w:rPr>
        <w:t>Imepokewa Hadith kutoka kwa Muadh bin Jabal</w:t>
      </w:r>
      <w:r w:rsidR="00C91D73">
        <w:rPr>
          <w:lang w:val="sw-KE"/>
        </w:rPr>
        <w:t xml:space="preserve"> kuwa</w:t>
      </w:r>
      <w:r w:rsidRPr="00EB7346">
        <w:rPr>
          <w:lang w:val="sw-KE"/>
        </w:rPr>
        <w:t xml:space="preserve">, Mtume </w:t>
      </w:r>
      <w:r w:rsidRPr="000F5C00">
        <w:rPr>
          <w:rStyle w:val="libBold1Char"/>
          <w:lang w:val="sw-KE"/>
        </w:rPr>
        <w:t>(s.a.w.</w:t>
      </w:r>
      <w:r w:rsidR="000F5C00" w:rsidRPr="000F5C00">
        <w:rPr>
          <w:rStyle w:val="libBold1Char"/>
          <w:lang w:val="sw-KE"/>
        </w:rPr>
        <w:t>w</w:t>
      </w:r>
      <w:r w:rsidRPr="000F5C00">
        <w:rPr>
          <w:rStyle w:val="libBold1Char"/>
          <w:lang w:val="sw-KE"/>
        </w:rPr>
        <w:t>)</w:t>
      </w:r>
      <w:r w:rsidRPr="00EB7346">
        <w:rPr>
          <w:lang w:val="sw-KE"/>
        </w:rPr>
        <w:t xml:space="preserve"> amesema: </w:t>
      </w:r>
      <w:r w:rsidRPr="00C91D73">
        <w:rPr>
          <w:rStyle w:val="libBold1Char"/>
          <w:lang w:val="sw-KE"/>
        </w:rPr>
        <w:t xml:space="preserve">Ogopeni mambo matatu yaliyolaaniwa; kuenda haja mahali papitapo maji (au chemchem), mahali papitapo watu, na mahali penye kivuli. </w:t>
      </w:r>
    </w:p>
    <w:p w:rsidR="004E5620" w:rsidRPr="004E5620" w:rsidRDefault="00EB7346" w:rsidP="004E5620">
      <w:pPr>
        <w:pStyle w:val="libNormal"/>
        <w:ind w:firstLine="0"/>
        <w:jc w:val="both"/>
        <w:rPr>
          <w:rStyle w:val="libBold1Char"/>
          <w:lang w:val="sw-KE"/>
        </w:rPr>
      </w:pPr>
      <w:r w:rsidRPr="00EB7346">
        <w:rPr>
          <w:rFonts w:cs="Times New Roman"/>
          <w:lang w:val="sw-KE"/>
        </w:rPr>
        <w:lastRenderedPageBreak/>
        <w:t xml:space="preserve">Hadithi hiyo iliyotangulia pia ameithibitisha Ibn Abbas aliposema: Nimemsikia Mtume </w:t>
      </w:r>
      <w:r w:rsidRPr="004E5620">
        <w:rPr>
          <w:rStyle w:val="libBold1Char"/>
          <w:lang w:val="sw-KE"/>
        </w:rPr>
        <w:t>(s.a.w.</w:t>
      </w:r>
      <w:r w:rsidR="004E5620" w:rsidRPr="004E5620">
        <w:rPr>
          <w:rStyle w:val="libBold1Char"/>
          <w:lang w:val="sw-KE"/>
        </w:rPr>
        <w:t>w</w:t>
      </w:r>
      <w:r w:rsidRPr="004E5620">
        <w:rPr>
          <w:rStyle w:val="libBold1Char"/>
          <w:lang w:val="sw-KE"/>
        </w:rPr>
        <w:t>)</w:t>
      </w:r>
      <w:r w:rsidRPr="00EB7346">
        <w:rPr>
          <w:rFonts w:cs="Times New Roman"/>
          <w:lang w:val="sw-KE"/>
        </w:rPr>
        <w:t xml:space="preserve"> akise</w:t>
      </w:r>
      <w:r w:rsidRPr="00EB7346">
        <w:rPr>
          <w:lang w:val="sw-KE"/>
        </w:rPr>
        <w:t xml:space="preserve">ma: </w:t>
      </w:r>
      <w:r w:rsidRPr="004E5620">
        <w:rPr>
          <w:rStyle w:val="libBold1Char"/>
          <w:lang w:val="sw-KE"/>
        </w:rPr>
        <w:t>Ogopeni mambo matatu yaliyolaaniwa</w:t>
      </w:r>
      <w:r w:rsidRPr="00EB7346">
        <w:rPr>
          <w:rFonts w:cs="Times New Roman"/>
          <w:lang w:val="sw-KE"/>
        </w:rPr>
        <w:t xml:space="preserve">. Akaulizwa: Ni mambo gani hayo ewe Mtume wa Mwenyezi Mungu? </w:t>
      </w:r>
      <w:r w:rsidRPr="004E5620">
        <w:rPr>
          <w:rStyle w:val="libBold1Char"/>
          <w:lang w:val="sw-KE"/>
        </w:rPr>
        <w:t xml:space="preserve">Akajibu: Ni mtu kwenda haja kubwa mahali penye kivuli panapopumzika watu, au njiani (papitapo watu), au penye chemchem ya maji. </w:t>
      </w:r>
    </w:p>
    <w:p w:rsidR="00EB7346" w:rsidRPr="00EB7346" w:rsidRDefault="00EB7346" w:rsidP="004E5620">
      <w:pPr>
        <w:pStyle w:val="libNormal"/>
        <w:ind w:firstLine="0"/>
        <w:jc w:val="both"/>
        <w:rPr>
          <w:rFonts w:cs="Times New Roman"/>
          <w:lang w:val="sw-KE"/>
        </w:rPr>
      </w:pPr>
      <w:r w:rsidRPr="00EB7346">
        <w:rPr>
          <w:rFonts w:cs="Times New Roman"/>
          <w:lang w:val="sw-KE"/>
        </w:rPr>
        <w:t>Tuliweka pamoja pia jam</w:t>
      </w:r>
      <w:r w:rsidRPr="00EB7346">
        <w:rPr>
          <w:lang w:val="sw-KE"/>
        </w:rPr>
        <w:t xml:space="preserve">bo hilo hilo, kuna Hadith ambayo Mtume </w:t>
      </w:r>
      <w:r w:rsidRPr="004E5620">
        <w:rPr>
          <w:rStyle w:val="libBold1Char"/>
          <w:lang w:val="sw-KE"/>
        </w:rPr>
        <w:t>(s.a.w.</w:t>
      </w:r>
      <w:r w:rsidR="004E5620" w:rsidRPr="004E5620">
        <w:rPr>
          <w:rStyle w:val="libBold1Char"/>
          <w:lang w:val="sw-KE"/>
        </w:rPr>
        <w:t>w</w:t>
      </w:r>
      <w:r w:rsidRPr="004E5620">
        <w:rPr>
          <w:rStyle w:val="libBold1Char"/>
          <w:lang w:val="sw-KE"/>
        </w:rPr>
        <w:t>)</w:t>
      </w:r>
      <w:r w:rsidRPr="00EB7346">
        <w:rPr>
          <w:lang w:val="sw-KE"/>
        </w:rPr>
        <w:t xml:space="preserve"> amesema: </w:t>
      </w:r>
      <w:r w:rsidRPr="00EB7346">
        <w:rPr>
          <w:rFonts w:cs="Times New Roman"/>
          <w:lang w:val="sw-KE"/>
        </w:rPr>
        <w:t>Ogopeni mambo matatu yaliyolaaniwa. Maswahaba wakamuuliza: Je ni mambo gani hayo? Akawajibu: Wakati mtu anapokwenda haja (ndogo au kubwa) penye njia ipitayo watu, au kivulini.</w:t>
      </w:r>
    </w:p>
    <w:p w:rsidR="00EB7346" w:rsidRPr="00EB7346" w:rsidRDefault="00EB7346" w:rsidP="00EB7346">
      <w:pPr>
        <w:pStyle w:val="libNormal"/>
        <w:jc w:val="both"/>
        <w:rPr>
          <w:lang w:val="sw-KE"/>
        </w:rPr>
      </w:pPr>
      <w:r w:rsidRPr="00EB7346">
        <w:rPr>
          <w:lang w:val="sw-KE"/>
        </w:rPr>
        <w:t>Kutokana na maelezo yaliyotangulia, ni wazi kwamba kwenda haja kubwa ama ndogo kumekatazwa iwe ni katikati ya barabara au pembeni, kwa kuongezea ni kwamba, makatazo hayo yanahusu kila mahali patumiwapo na watu kwa ajili ya kujistiri (na mvua, jua, n.k.) au mahali papitapo watu (barabarani), pia yanahusu kwenye chemchem za maji na mikondo yake. Makatazo yote hayo ni kuwaepusha watu na kuwalinda kutokana na madhara makubwa yanayoweza kuwapata.</w:t>
      </w:r>
    </w:p>
    <w:p w:rsidR="00EB7346" w:rsidRPr="00EB7346" w:rsidRDefault="00EB7346" w:rsidP="00EB7346">
      <w:pPr>
        <w:pStyle w:val="libNormal"/>
        <w:jc w:val="both"/>
        <w:rPr>
          <w:lang w:val="sw-KE"/>
        </w:rPr>
      </w:pPr>
      <w:r w:rsidRPr="00EB7346">
        <w:rPr>
          <w:lang w:val="sw-KE"/>
        </w:rPr>
        <w:t>Kwa hivyo ni wazi kwamba, yeyote atakayefanya mojawapo kati ya mambo hayo ya laana, basi amelaaniwa na Mwenyezi Mungu. Laana hizo mbili mwanzoni zinarejea katika kufuatia vitendo hivyo vilivyobainishwa ambavyo hulaaniwa watendaji wake duniani na akhera.</w:t>
      </w:r>
    </w:p>
    <w:p w:rsidR="00C91D73" w:rsidRPr="00C91D73" w:rsidRDefault="00EB7346" w:rsidP="00C91D73">
      <w:pPr>
        <w:pStyle w:val="libNormal"/>
        <w:numPr>
          <w:ilvl w:val="0"/>
          <w:numId w:val="22"/>
        </w:numPr>
        <w:jc w:val="both"/>
        <w:rPr>
          <w:color w:val="0070C0"/>
          <w:lang w:val="sw-KE"/>
        </w:rPr>
      </w:pPr>
      <w:r w:rsidRPr="00C91D73">
        <w:rPr>
          <w:color w:val="0070C0"/>
          <w:lang w:val="sw-KE"/>
        </w:rPr>
        <w:t xml:space="preserve">Usafi wa barabara </w:t>
      </w:r>
    </w:p>
    <w:p w:rsidR="00EB7346" w:rsidRPr="00EB7346" w:rsidRDefault="00EB7346" w:rsidP="00C91D73">
      <w:pPr>
        <w:pStyle w:val="libNormal"/>
        <w:ind w:firstLine="0"/>
        <w:jc w:val="both"/>
        <w:rPr>
          <w:rFonts w:cs="Times New Roman"/>
          <w:lang w:val="sw-KE"/>
        </w:rPr>
      </w:pPr>
      <w:r w:rsidRPr="00EB7346">
        <w:rPr>
          <w:lang w:val="sw-KE"/>
        </w:rPr>
        <w:t xml:space="preserve">Jukumu la Uislamu ni kuwalinda waislamu katika vitendo vyao vyote. Kwa hivyo unazingatia kwamba miongoni mwa haki zao ni kutopatwa na madhara yoyote wanapokuwa wakipita njiani. Ametaja Imam Muslim katika Sahih yake, kutokana na Hadith iliyopokelewa na Abi Said al-Khidr; Mtume </w:t>
      </w:r>
      <w:r w:rsidRPr="00C91D73">
        <w:rPr>
          <w:rStyle w:val="libBold1Char"/>
          <w:lang w:val="sw-KE"/>
        </w:rPr>
        <w:t>(s.a.w.</w:t>
      </w:r>
      <w:r w:rsidR="00C91D73" w:rsidRPr="00C91D73">
        <w:rPr>
          <w:rStyle w:val="libBold1Char"/>
          <w:lang w:val="sw-KE"/>
        </w:rPr>
        <w:t>w</w:t>
      </w:r>
      <w:r w:rsidRPr="00C91D73">
        <w:rPr>
          <w:rStyle w:val="libBold1Char"/>
          <w:lang w:val="sw-KE"/>
        </w:rPr>
        <w:t>)</w:t>
      </w:r>
      <w:r w:rsidRPr="00EB7346">
        <w:rPr>
          <w:lang w:val="sw-KE"/>
        </w:rPr>
        <w:t xml:space="preserve"> amesema: </w:t>
      </w:r>
      <w:r w:rsidRPr="00C91D73">
        <w:rPr>
          <w:rStyle w:val="libBold1Char"/>
          <w:lang w:val="sw-KE"/>
        </w:rPr>
        <w:t>Tahadharini na kuketi mabarazani</w:t>
      </w:r>
      <w:r w:rsidRPr="00EB7346">
        <w:rPr>
          <w:rFonts w:cs="Times New Roman"/>
          <w:lang w:val="sw-KE"/>
        </w:rPr>
        <w:t>.</w:t>
      </w:r>
    </w:p>
    <w:p w:rsidR="00EB7346" w:rsidRPr="00C91D73" w:rsidRDefault="00EB7346" w:rsidP="00C91D73">
      <w:pPr>
        <w:pStyle w:val="libNormal"/>
        <w:jc w:val="both"/>
        <w:rPr>
          <w:rStyle w:val="libBold1Char"/>
          <w:lang w:val="sw-KE"/>
        </w:rPr>
      </w:pPr>
      <w:r w:rsidRPr="00EB7346">
        <w:rPr>
          <w:lang w:val="sw-KE"/>
        </w:rPr>
        <w:t xml:space="preserve">Maswahaba wakasema: </w:t>
      </w:r>
      <w:r w:rsidRPr="00EB7346">
        <w:rPr>
          <w:rFonts w:cs="Times New Roman"/>
          <w:lang w:val="sw-KE"/>
        </w:rPr>
        <w:t xml:space="preserve">Lakini sisi twalazimika kuketi kuzungumza mambo yetu. Mtume </w:t>
      </w:r>
      <w:r w:rsidRPr="00C91D73">
        <w:rPr>
          <w:rStyle w:val="libBold1Char"/>
          <w:lang w:val="sw-KE"/>
        </w:rPr>
        <w:t>(s.a.w.</w:t>
      </w:r>
      <w:r w:rsidR="00C91D73" w:rsidRPr="00C91D73">
        <w:rPr>
          <w:rStyle w:val="libBold1Char"/>
          <w:lang w:val="sw-KE"/>
        </w:rPr>
        <w:t>w</w:t>
      </w:r>
      <w:r w:rsidRPr="00C91D73">
        <w:rPr>
          <w:rStyle w:val="libBold1Char"/>
          <w:lang w:val="sw-KE"/>
        </w:rPr>
        <w:t>)</w:t>
      </w:r>
      <w:r w:rsidRPr="00EB7346">
        <w:rPr>
          <w:rFonts w:cs="Times New Roman"/>
          <w:lang w:val="sw-KE"/>
        </w:rPr>
        <w:t xml:space="preserve"> akawaambia: </w:t>
      </w:r>
      <w:r w:rsidRPr="00C91D73">
        <w:rPr>
          <w:rStyle w:val="libBold1Char"/>
          <w:lang w:val="sw-KE"/>
        </w:rPr>
        <w:t>Ikiwa hapana budi mketi, basi ipeni hiyo njia haki yake</w:t>
      </w:r>
      <w:r w:rsidRPr="00EB7346">
        <w:rPr>
          <w:lang w:val="sw-KE"/>
        </w:rPr>
        <w:t>.</w:t>
      </w:r>
      <w:r w:rsidRPr="00EB7346">
        <w:rPr>
          <w:rFonts w:cs="Times New Roman"/>
          <w:lang w:val="sw-KE"/>
        </w:rPr>
        <w:t xml:space="preserve"> Wakamuuliza: Ni zipi hizo haki za njia? Akawajibu: </w:t>
      </w:r>
      <w:r w:rsidRPr="00C91D73">
        <w:rPr>
          <w:rStyle w:val="libBold1Char"/>
          <w:lang w:val="sw-KE"/>
        </w:rPr>
        <w:t>Haki za njia ni kufumba macho (kutoangalia yasiyofaa), kutowaudhi wapita njia, kuitikia salaam, kuamrishana mema na kukatazana maovu.</w:t>
      </w:r>
    </w:p>
    <w:p w:rsidR="00EB7346" w:rsidRPr="00EB7346" w:rsidRDefault="00EB7346" w:rsidP="00EB7346">
      <w:pPr>
        <w:pStyle w:val="libNormal"/>
        <w:jc w:val="both"/>
        <w:rPr>
          <w:lang w:val="sw-KE"/>
        </w:rPr>
      </w:pPr>
      <w:r w:rsidRPr="00EB7346">
        <w:rPr>
          <w:lang w:val="sw-KE"/>
        </w:rPr>
        <w:t xml:space="preserve">Tukizingatia Hadith hii inatudhihirikia kwamba, Mtume </w:t>
      </w:r>
      <w:r w:rsidRPr="00C91D73">
        <w:rPr>
          <w:rStyle w:val="libBold1Char"/>
          <w:lang w:val="sw-KE"/>
        </w:rPr>
        <w:t>(s.a.w.</w:t>
      </w:r>
      <w:r w:rsidR="00C91D73" w:rsidRPr="00C91D73">
        <w:rPr>
          <w:rStyle w:val="libBold1Char"/>
          <w:lang w:val="sw-KE"/>
        </w:rPr>
        <w:t>w</w:t>
      </w:r>
      <w:r w:rsidRPr="00C91D73">
        <w:rPr>
          <w:rStyle w:val="libBold1Char"/>
          <w:lang w:val="sw-KE"/>
        </w:rPr>
        <w:t>)</w:t>
      </w:r>
      <w:r w:rsidRPr="00EB7346">
        <w:rPr>
          <w:lang w:val="sw-KE"/>
        </w:rPr>
        <w:t xml:space="preserve"> anatuongoza ili tushikamane na mojawapo ya amri zake kuu ambazo ni za wajibu wakati wowote na mahali popote. Amri hii kuu, inayotawala na kusimamia hali za kukaa njiani, inategemea ukweli kwamba, barabara ni mali ya watu wote na kila mtu hufaidika kutokana na matumizi yake. Mtume </w:t>
      </w:r>
      <w:r w:rsidRPr="00C91D73">
        <w:rPr>
          <w:rStyle w:val="libBold1Char"/>
          <w:lang w:val="sw-KE"/>
        </w:rPr>
        <w:t>(s.a.w.</w:t>
      </w:r>
      <w:r w:rsidR="00C91D73" w:rsidRPr="00C91D73">
        <w:rPr>
          <w:rStyle w:val="libBold1Char"/>
          <w:lang w:val="sw-KE"/>
        </w:rPr>
        <w:t>w</w:t>
      </w:r>
      <w:r w:rsidRPr="00C91D73">
        <w:rPr>
          <w:rStyle w:val="libBold1Char"/>
          <w:lang w:val="sw-KE"/>
        </w:rPr>
        <w:t>)</w:t>
      </w:r>
      <w:r w:rsidRPr="00EB7346">
        <w:rPr>
          <w:lang w:val="sw-KE"/>
        </w:rPr>
        <w:t xml:space="preserve"> ametuamuru kujiepusha na kuwabughudhi wapita njia, iwe ni kwa mkono, ulimi, jicho ama kwa njia yeyote nyingine ijulikanayo, na kwamba Muislamu hasa ni yule ambaye Waislamu wenzake watasalimika kutokana na (shari ya) ulimi wake na mikono yake.</w:t>
      </w:r>
    </w:p>
    <w:p w:rsidR="00EB7346" w:rsidRPr="00C91D73" w:rsidRDefault="00EB7346" w:rsidP="00C91D73">
      <w:pPr>
        <w:pStyle w:val="libNormal"/>
        <w:jc w:val="both"/>
        <w:rPr>
          <w:rStyle w:val="libBold1Char"/>
          <w:lang w:val="sw-KE"/>
        </w:rPr>
      </w:pPr>
      <w:r w:rsidRPr="00EB7346">
        <w:rPr>
          <w:lang w:val="sw-KE"/>
        </w:rPr>
        <w:t xml:space="preserve">Iwapo mtu ataketi barazani, basi hafai kukaa hapo kwa ajili ya kusema uongo, udaku, kula njama au kuwadhihaki wapita njia. Jambo hili pia limeelezwa kwenye Hadith ifuatayo ilivyotajwa na Bukhari, Mtume </w:t>
      </w:r>
      <w:r w:rsidRPr="00C91D73">
        <w:rPr>
          <w:rStyle w:val="libBold1Char"/>
          <w:lang w:val="sw-KE"/>
        </w:rPr>
        <w:t>(s.a.w.</w:t>
      </w:r>
      <w:r w:rsidR="00C91D73" w:rsidRPr="00C91D73">
        <w:rPr>
          <w:rStyle w:val="libBold1Char"/>
          <w:lang w:val="sw-KE"/>
        </w:rPr>
        <w:t>w</w:t>
      </w:r>
      <w:r w:rsidRPr="00C91D73">
        <w:rPr>
          <w:rStyle w:val="libBold1Char"/>
          <w:lang w:val="sw-KE"/>
        </w:rPr>
        <w:t>)</w:t>
      </w:r>
      <w:r w:rsidRPr="00EB7346">
        <w:rPr>
          <w:lang w:val="sw-KE"/>
        </w:rPr>
        <w:t xml:space="preserve"> amesema: </w:t>
      </w:r>
      <w:r w:rsidRPr="00C91D73">
        <w:rPr>
          <w:rStyle w:val="libBold1Char"/>
          <w:lang w:val="sw-KE"/>
        </w:rPr>
        <w:t>Bwana mmoja alipokuwa akitembea njiani, aliona tawi la miba njiani, akaliondoa, Mwenyezi Mungu akafurahikia kitendo hicho na akamsamehe.</w:t>
      </w:r>
    </w:p>
    <w:p w:rsidR="00C91D73" w:rsidRDefault="00EB7346" w:rsidP="00C91D73">
      <w:pPr>
        <w:pStyle w:val="libNormal"/>
        <w:jc w:val="both"/>
        <w:rPr>
          <w:lang w:val="sw-KE"/>
        </w:rPr>
      </w:pPr>
      <w:r w:rsidRPr="00EB7346">
        <w:rPr>
          <w:lang w:val="sw-KE"/>
        </w:rPr>
        <w:lastRenderedPageBreak/>
        <w:t xml:space="preserve">Vile vile, mtu yeyote atakayezingatia usafi wa barabara na akajiepusha na kuwabughudhi wapita njia, basi hupewa ahsante kwa juhudi yake na Mwenyezi Mungu humlipa kwayo. Kwa kuongezea, mtu huyu pia hupata shukrani za watu kwa vitendo vyake hivyo. </w:t>
      </w:r>
    </w:p>
    <w:p w:rsidR="00C91D73" w:rsidRDefault="00EB7346" w:rsidP="00C91D73">
      <w:pPr>
        <w:pStyle w:val="libNormal"/>
        <w:jc w:val="both"/>
        <w:rPr>
          <w:rFonts w:cs="Times New Roman"/>
          <w:lang w:val="sw-KE"/>
        </w:rPr>
      </w:pPr>
      <w:r w:rsidRPr="00EB7346">
        <w:rPr>
          <w:lang w:val="sw-KE"/>
        </w:rPr>
        <w:t xml:space="preserve">Amesema Mtume </w:t>
      </w:r>
      <w:r w:rsidRPr="00C91D73">
        <w:rPr>
          <w:rStyle w:val="libBold1Char"/>
          <w:lang w:val="sw-KE"/>
        </w:rPr>
        <w:t>(s.a.w.</w:t>
      </w:r>
      <w:r w:rsidR="00C91D73" w:rsidRPr="00C91D73">
        <w:rPr>
          <w:rStyle w:val="libBold1Char"/>
          <w:lang w:val="sw-KE"/>
        </w:rPr>
        <w:t>w</w:t>
      </w:r>
      <w:r w:rsidRPr="00C91D73">
        <w:rPr>
          <w:rStyle w:val="libBold1Char"/>
          <w:lang w:val="sw-KE"/>
        </w:rPr>
        <w:t>)</w:t>
      </w:r>
      <w:r w:rsidRPr="00EB7346">
        <w:rPr>
          <w:lang w:val="sw-KE"/>
        </w:rPr>
        <w:t xml:space="preserve">: </w:t>
      </w:r>
      <w:r w:rsidRPr="00572B6B">
        <w:rPr>
          <w:rStyle w:val="libBold1Char"/>
          <w:lang w:val="sw-KE"/>
        </w:rPr>
        <w:t>Huwa kila jema alifanyalo binaadamu</w:t>
      </w:r>
      <w:r w:rsidR="00572B6B" w:rsidRPr="00572B6B">
        <w:rPr>
          <w:rStyle w:val="libBold1Char"/>
          <w:lang w:val="sw-KE"/>
        </w:rPr>
        <w:t xml:space="preserve"> ni sadaka. Kumsalimia anayeku</w:t>
      </w:r>
      <w:r w:rsidRPr="00572B6B">
        <w:rPr>
          <w:rStyle w:val="libBold1Char"/>
          <w:lang w:val="sw-KE"/>
        </w:rPr>
        <w:t>tana naye ni sadaka. Kuamrisha mambo mema ni sadaka, kukataza maovu ni sadaka, kuondoa uchafu njiani ni sadaka na kuwanunulia vitu familia yake pia ni sadaka.</w:t>
      </w:r>
      <w:r w:rsidRPr="00EB7346">
        <w:rPr>
          <w:rFonts w:cs="Times New Roman"/>
          <w:lang w:val="sw-KE"/>
        </w:rPr>
        <w:t xml:space="preserve"> </w:t>
      </w:r>
    </w:p>
    <w:p w:rsidR="00EB7346" w:rsidRPr="00EB7346" w:rsidRDefault="00EB7346" w:rsidP="00C91D73">
      <w:pPr>
        <w:pStyle w:val="libNormal"/>
        <w:jc w:val="both"/>
        <w:rPr>
          <w:rFonts w:cs="Times New Roman"/>
          <w:lang w:val="sw-KE"/>
        </w:rPr>
      </w:pPr>
      <w:r w:rsidRPr="00EB7346">
        <w:rPr>
          <w:rFonts w:cs="Times New Roman"/>
          <w:lang w:val="sw-KE"/>
        </w:rPr>
        <w:t xml:space="preserve">Mtume </w:t>
      </w:r>
      <w:r w:rsidRPr="00C91D73">
        <w:rPr>
          <w:rStyle w:val="libBold1Char"/>
          <w:lang w:val="sw-KE"/>
        </w:rPr>
        <w:t>(s.a.w.</w:t>
      </w:r>
      <w:r w:rsidR="00C91D73" w:rsidRPr="00C91D73">
        <w:rPr>
          <w:rStyle w:val="libBold1Char"/>
          <w:lang w:val="sw-KE"/>
        </w:rPr>
        <w:t>w</w:t>
      </w:r>
      <w:r w:rsidRPr="00C91D73">
        <w:rPr>
          <w:rStyle w:val="libBold1Char"/>
          <w:lang w:val="sw-KE"/>
        </w:rPr>
        <w:t>)</w:t>
      </w:r>
      <w:r w:rsidRPr="00EB7346">
        <w:rPr>
          <w:rFonts w:cs="Times New Roman"/>
          <w:lang w:val="sw-KE"/>
        </w:rPr>
        <w:t xml:space="preserve"> amesema: Imani ni kiasi cha vifungu sitini au sabini, kifungu cha chini ni kuondoa uchafu njiani, na cha juu kabisa ni kusem</w:t>
      </w:r>
      <w:r w:rsidRPr="00EB7346">
        <w:rPr>
          <w:lang w:val="sw-KE"/>
        </w:rPr>
        <w:t xml:space="preserve">a </w:t>
      </w:r>
      <w:r w:rsidRPr="00EB7346">
        <w:rPr>
          <w:rFonts w:cs="Times New Roman"/>
          <w:lang w:val="sw-KE"/>
        </w:rPr>
        <w:t>Laa ilaaha illa llah (Hapana mola apasaye kuabudiwa ila Allah).</w:t>
      </w:r>
    </w:p>
    <w:p w:rsidR="00EB7346" w:rsidRPr="00EB7346" w:rsidRDefault="00EB7346" w:rsidP="00572B6B">
      <w:pPr>
        <w:pStyle w:val="libNormal"/>
        <w:jc w:val="both"/>
        <w:rPr>
          <w:rFonts w:cs="Times New Roman"/>
          <w:lang w:val="sw-KE"/>
        </w:rPr>
      </w:pPr>
      <w:r w:rsidRPr="00EB7346">
        <w:rPr>
          <w:lang w:val="sw-KE"/>
        </w:rPr>
        <w:t xml:space="preserve">Amesema Mtume </w:t>
      </w:r>
      <w:r w:rsidRPr="00572B6B">
        <w:rPr>
          <w:rStyle w:val="libBold1Char"/>
          <w:lang w:val="sw-KE"/>
        </w:rPr>
        <w:t>(s.a.w.</w:t>
      </w:r>
      <w:r w:rsidR="00572B6B" w:rsidRPr="00572B6B">
        <w:rPr>
          <w:rStyle w:val="libBold1Char"/>
          <w:lang w:val="sw-KE"/>
        </w:rPr>
        <w:t>w</w:t>
      </w:r>
      <w:r w:rsidRPr="00572B6B">
        <w:rPr>
          <w:rStyle w:val="libBold1Char"/>
          <w:lang w:val="sw-KE"/>
        </w:rPr>
        <w:t>)</w:t>
      </w:r>
      <w:r w:rsidRPr="00EB7346">
        <w:rPr>
          <w:lang w:val="sw-KE"/>
        </w:rPr>
        <w:t xml:space="preserve">: </w:t>
      </w:r>
      <w:r w:rsidRPr="00EB7346">
        <w:rPr>
          <w:rFonts w:cs="Times New Roman"/>
          <w:lang w:val="sw-KE"/>
        </w:rPr>
        <w:t>Nilidhihirishiwa amali za umma wangu zilizo nzuri na zilizo mbaya, miongoni mwa amali nzuri ni kuondoa uchafu njiani, na amali mbaya ni kuacha uchafu wa makohoz</w:t>
      </w:r>
      <w:r w:rsidRPr="00EB7346">
        <w:rPr>
          <w:lang w:val="sw-KE"/>
        </w:rPr>
        <w:t>i msikitini.</w:t>
      </w:r>
      <w:r w:rsidRPr="00EB7346">
        <w:rPr>
          <w:rFonts w:cs="Times New Roman"/>
          <w:lang w:val="sw-KE"/>
        </w:rPr>
        <w:t xml:space="preserve"> Amesema Mtume </w:t>
      </w:r>
      <w:r w:rsidRPr="00572B6B">
        <w:rPr>
          <w:rStyle w:val="libBold1Char"/>
          <w:lang w:val="sw-KE"/>
        </w:rPr>
        <w:t>(s.a.w.</w:t>
      </w:r>
      <w:r w:rsidR="00572B6B" w:rsidRPr="00572B6B">
        <w:rPr>
          <w:rStyle w:val="libBold1Char"/>
          <w:lang w:val="sw-KE"/>
        </w:rPr>
        <w:t>w</w:t>
      </w:r>
      <w:r w:rsidRPr="00572B6B">
        <w:rPr>
          <w:rStyle w:val="libBold1Char"/>
          <w:lang w:val="sw-KE"/>
        </w:rPr>
        <w:t>)</w:t>
      </w:r>
      <w:r w:rsidRPr="00EB7346">
        <w:rPr>
          <w:rFonts w:cs="Times New Roman"/>
          <w:lang w:val="sw-KE"/>
        </w:rPr>
        <w:t>: Atakayeondosha uchafu kutoka katika njia ya Waislamu, huandikiwa jema, na yeyote atakayekubaliwa jema lake huingia Peponi.</w:t>
      </w:r>
    </w:p>
    <w:p w:rsidR="00AF0453" w:rsidRDefault="00EB7346" w:rsidP="00572B6B">
      <w:pPr>
        <w:pStyle w:val="libNormal"/>
        <w:jc w:val="both"/>
        <w:rPr>
          <w:rFonts w:cs="Times New Roman"/>
          <w:lang w:val="sw-KE"/>
        </w:rPr>
      </w:pPr>
      <w:r w:rsidRPr="00EB7346">
        <w:rPr>
          <w:lang w:val="sw-KE"/>
        </w:rPr>
        <w:t>Imetajwa na Abu Shibu al-Harawi, Hadith inayofanana na hiyo kwamba, siku moja Mu</w:t>
      </w:r>
      <w:r w:rsidRPr="00EB7346">
        <w:rPr>
          <w:rFonts w:cs="Times New Roman"/>
          <w:lang w:val="sw-KE"/>
        </w:rPr>
        <w:t>adh alikuw</w:t>
      </w:r>
      <w:r w:rsidRPr="00EB7346">
        <w:rPr>
          <w:lang w:val="sw-KE"/>
        </w:rPr>
        <w:t xml:space="preserve">a akifuatana na mwenzake, mara akarejea nyuma ili kuondoa jiwe lililokuwa njiani, yule mwenzake akamuuliza: </w:t>
      </w:r>
      <w:r w:rsidRPr="00EB7346">
        <w:rPr>
          <w:rFonts w:cs="Times New Roman"/>
          <w:lang w:val="sw-KE"/>
        </w:rPr>
        <w:t xml:space="preserve">Kwa nini kufanya hivyo? Muadh akajibu, Nilimsikia Mtume </w:t>
      </w:r>
      <w:r w:rsidRPr="005E3A61">
        <w:rPr>
          <w:rStyle w:val="libBold1Char"/>
          <w:lang w:val="sw-KE"/>
        </w:rPr>
        <w:t>(s.a.w.</w:t>
      </w:r>
      <w:r w:rsidR="005E3A61" w:rsidRPr="005E3A61">
        <w:rPr>
          <w:rStyle w:val="libBold1Char"/>
          <w:lang w:val="sw-KE"/>
        </w:rPr>
        <w:t>w</w:t>
      </w:r>
      <w:r w:rsidRPr="005E3A61">
        <w:rPr>
          <w:rStyle w:val="libBold1Char"/>
          <w:lang w:val="sw-KE"/>
        </w:rPr>
        <w:t>)</w:t>
      </w:r>
      <w:r w:rsidRPr="00EB7346">
        <w:rPr>
          <w:rFonts w:cs="Times New Roman"/>
          <w:lang w:val="sw-KE"/>
        </w:rPr>
        <w:t xml:space="preserve"> akisema: </w:t>
      </w:r>
      <w:r w:rsidRPr="00AF0453">
        <w:rPr>
          <w:rStyle w:val="libBold1Char"/>
          <w:lang w:val="sw-KE"/>
        </w:rPr>
        <w:t>Atakayeondoa jiwe njiani huandikiwa jema, na atakayekuwa na jema, huingia Peponi.</w:t>
      </w:r>
      <w:r w:rsidRPr="00EB7346">
        <w:rPr>
          <w:rFonts w:cs="Times New Roman"/>
          <w:lang w:val="sw-KE"/>
        </w:rPr>
        <w:t xml:space="preserve"> </w:t>
      </w:r>
    </w:p>
    <w:p w:rsidR="00EB7346" w:rsidRPr="00AF0453" w:rsidRDefault="00EB7346" w:rsidP="00572B6B">
      <w:pPr>
        <w:pStyle w:val="libNormal"/>
        <w:jc w:val="both"/>
        <w:rPr>
          <w:rStyle w:val="libBold1Char"/>
          <w:lang w:val="sw-KE"/>
        </w:rPr>
      </w:pPr>
      <w:r w:rsidRPr="00EB7346">
        <w:rPr>
          <w:rFonts w:cs="Times New Roman"/>
          <w:lang w:val="sw-KE"/>
        </w:rPr>
        <w:t xml:space="preserve">Anas bin Malik amesema pia: Palikuwa na mti uliokuwa umezuia njia ya watu wapitao, kisha alikuja bwana mmoja na kuuondosha njiani hapo. Basi Mtume </w:t>
      </w:r>
      <w:r w:rsidRPr="00AF0453">
        <w:rPr>
          <w:rStyle w:val="libBold1Char"/>
          <w:lang w:val="sw-KE"/>
        </w:rPr>
        <w:t>(s.a.w.</w:t>
      </w:r>
      <w:r w:rsidR="00AF0453" w:rsidRPr="00AF0453">
        <w:rPr>
          <w:rStyle w:val="libBold1Char"/>
          <w:lang w:val="sw-KE"/>
        </w:rPr>
        <w:t>w</w:t>
      </w:r>
      <w:r w:rsidRPr="00AF0453">
        <w:rPr>
          <w:rStyle w:val="libBold1Char"/>
          <w:lang w:val="sw-KE"/>
        </w:rPr>
        <w:t>)</w:t>
      </w:r>
      <w:r w:rsidRPr="00EB7346">
        <w:rPr>
          <w:rFonts w:cs="Times New Roman"/>
          <w:lang w:val="sw-KE"/>
        </w:rPr>
        <w:t xml:space="preserve"> siku moja alisema kuhusu habari ya bwana huyo kwamba</w:t>
      </w:r>
      <w:r w:rsidR="00AF0453">
        <w:rPr>
          <w:rFonts w:cs="Times New Roman"/>
          <w:lang w:val="sw-KE"/>
        </w:rPr>
        <w:t>:</w:t>
      </w:r>
      <w:r w:rsidRPr="00EB7346">
        <w:rPr>
          <w:rFonts w:cs="Times New Roman"/>
          <w:lang w:val="sw-KE"/>
        </w:rPr>
        <w:t xml:space="preserve"> </w:t>
      </w:r>
      <w:r w:rsidRPr="00AF0453">
        <w:rPr>
          <w:rStyle w:val="libBold1Char"/>
          <w:lang w:val="sw-KE"/>
        </w:rPr>
        <w:t>Nimemuona Peponi akicheza kivulini.</w:t>
      </w:r>
    </w:p>
    <w:p w:rsidR="00EB7346" w:rsidRPr="00EB7346" w:rsidRDefault="00EB7346" w:rsidP="00EB7346">
      <w:pPr>
        <w:pStyle w:val="libNormal"/>
        <w:jc w:val="both"/>
        <w:rPr>
          <w:lang w:val="sw-KE"/>
        </w:rPr>
      </w:pPr>
      <w:r w:rsidRPr="00EB7346">
        <w:rPr>
          <w:lang w:val="sw-KE"/>
        </w:rPr>
        <w:t>Kuna misemo na Hadith zingine mbali mbali zinazoonyesha umuhimu wa kuziweka barabara katika hali ya usafi na kufuata haki za njia ili kuepukana na matatizo yake.</w:t>
      </w:r>
    </w:p>
    <w:p w:rsidR="00EB7346" w:rsidRDefault="00EB7346" w:rsidP="00EB7346">
      <w:pPr>
        <w:pStyle w:val="libNormal"/>
        <w:jc w:val="both"/>
        <w:rPr>
          <w:lang w:val="sw-KE"/>
        </w:rPr>
      </w:pPr>
      <w:r w:rsidRPr="00EB7346">
        <w:rPr>
          <w:lang w:val="sw-KE"/>
        </w:rPr>
        <w:t>Ingelikuwa ni vizuri kuwapa mafunzo haya watoto wetu ili waweze kuendeleza heshima kwa ajili ya haki za barabara. Kwa njia kama hiyo, tunaweza tukasema kwamba, Uislamu tayari umeshaweka kanuni zinazohusiana na haki za usalama barabarani ili zihifadhike kutokana na machafuko ya ghasia.</w:t>
      </w:r>
    </w:p>
    <w:p w:rsidR="006E019B" w:rsidRPr="006E019B" w:rsidRDefault="006E019B" w:rsidP="00D87C1C">
      <w:pPr>
        <w:pStyle w:val="Heading3"/>
        <w:rPr>
          <w:lang w:val="sw-KE"/>
        </w:rPr>
      </w:pPr>
      <w:bookmarkStart w:id="35" w:name="_Toc10462936"/>
      <w:r w:rsidRPr="006E019B">
        <w:rPr>
          <w:lang w:val="sw-KE"/>
        </w:rPr>
        <w:t>SHARTI YA KUCHAPA</w:t>
      </w:r>
      <w:bookmarkEnd w:id="35"/>
      <w:r w:rsidRPr="006E019B">
        <w:rPr>
          <w:lang w:val="sw-KE"/>
        </w:rPr>
        <w:t xml:space="preserve"> </w:t>
      </w:r>
    </w:p>
    <w:p w:rsidR="006E019B" w:rsidRPr="006E019B" w:rsidRDefault="006E019B" w:rsidP="006E019B">
      <w:pPr>
        <w:pStyle w:val="libNormal"/>
        <w:rPr>
          <w:rStyle w:val="libFootnotenumChar"/>
          <w:lang w:val="sw-KE"/>
        </w:rPr>
      </w:pPr>
      <w:r w:rsidRPr="006E019B">
        <w:rPr>
          <w:lang w:val="sw-KE"/>
        </w:rPr>
        <w:t xml:space="preserve">Sharti ya kuchapa au kusambaza ni kutaja rejeo hili. haki zote zimehifadhiwa na Taasisi ya Al-Hasanain Taasisi ya Imamu Husein </w:t>
      </w:r>
      <w:r w:rsidRPr="006E019B">
        <w:rPr>
          <w:rStyle w:val="libFootnotenumChar"/>
          <w:lang w:val="sw-KE"/>
        </w:rPr>
        <w:t>(a.s)</w:t>
      </w:r>
    </w:p>
    <w:p w:rsidR="006E019B" w:rsidRDefault="006E019B" w:rsidP="006E019B">
      <w:pPr>
        <w:pStyle w:val="libNormal"/>
        <w:jc w:val="both"/>
        <w:rPr>
          <w:lang w:val="sw-KE"/>
        </w:rPr>
      </w:pPr>
      <w:r w:rsidRPr="006E019B">
        <w:rPr>
          <w:lang w:val="sw-KE"/>
        </w:rPr>
        <w:t xml:space="preserve">Site ya Al-Imaamaini Al-Hassanaini </w:t>
      </w:r>
      <w:r w:rsidRPr="006E019B">
        <w:rPr>
          <w:rStyle w:val="libFootnotenumChar"/>
          <w:lang w:val="sw-KE"/>
        </w:rPr>
        <w:t>(a.s)</w:t>
      </w:r>
      <w:r w:rsidRPr="006E019B">
        <w:rPr>
          <w:lang w:val="sw-KE"/>
        </w:rPr>
        <w:t xml:space="preserve"> ya usambazaji wa utamaduni wa Kiislamu na mafunzo ya Kidini.</w:t>
      </w:r>
    </w:p>
    <w:p w:rsidR="00D87C1C" w:rsidRDefault="006E019B" w:rsidP="00D87C1C">
      <w:pPr>
        <w:pStyle w:val="Heading3"/>
        <w:rPr>
          <w:lang w:val="sw-KE"/>
        </w:rPr>
      </w:pPr>
      <w:bookmarkStart w:id="36" w:name="_Toc10462937"/>
      <w:r>
        <w:rPr>
          <w:lang w:val="sw-KE"/>
        </w:rPr>
        <w:t>MWISHO WA KITABU</w:t>
      </w:r>
      <w:bookmarkEnd w:id="36"/>
    </w:p>
    <w:p w:rsidR="00D87C1C" w:rsidRDefault="00D87C1C">
      <w:pPr>
        <w:ind w:firstLine="0"/>
        <w:jc w:val="left"/>
        <w:rPr>
          <w:sz w:val="24"/>
          <w:lang w:val="sw-KE"/>
        </w:rPr>
      </w:pPr>
      <w:r>
        <w:rPr>
          <w:lang w:val="sw-KE"/>
        </w:rPr>
        <w:br w:type="page"/>
      </w:r>
    </w:p>
    <w:p w:rsidR="00AF0453" w:rsidRDefault="00F84367" w:rsidP="00FB01CD">
      <w:pPr>
        <w:pStyle w:val="Heading3Center"/>
        <w:rPr>
          <w:lang w:val="sw-KE"/>
        </w:rPr>
      </w:pPr>
      <w:bookmarkStart w:id="37" w:name="_Toc10462938"/>
      <w:r>
        <w:rPr>
          <w:lang w:val="sw-KE"/>
        </w:rPr>
        <w:lastRenderedPageBreak/>
        <w:t>YALIYOMO</w:t>
      </w:r>
      <w:bookmarkEnd w:id="37"/>
    </w:p>
    <w:p w:rsidR="00F84367" w:rsidRDefault="00F84367" w:rsidP="00EB7346">
      <w:pPr>
        <w:pStyle w:val="libNormal"/>
        <w:jc w:val="both"/>
        <w:rPr>
          <w:lang w:val="sw-KE"/>
        </w:rPr>
      </w:pPr>
    </w:p>
    <w:sdt>
      <w:sdtPr>
        <w:rPr>
          <w:rtl/>
        </w:rPr>
        <w:id w:val="13899626"/>
        <w:docPartObj>
          <w:docPartGallery w:val="Table of Contents"/>
          <w:docPartUnique/>
        </w:docPartObj>
      </w:sdtPr>
      <w:sdtEndPr>
        <w:rPr>
          <w:b w:val="0"/>
          <w:bCs w:val="0"/>
          <w:noProof w:val="0"/>
          <w:sz w:val="32"/>
          <w:rtl w:val="0"/>
        </w:rPr>
      </w:sdtEndPr>
      <w:sdtContent>
        <w:p w:rsidR="001516AE" w:rsidRDefault="001516AE">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0462902" w:history="1">
            <w:r w:rsidRPr="003D7507">
              <w:rPr>
                <w:rStyle w:val="Hyperlink"/>
                <w:lang w:val="sw-KE"/>
              </w:rPr>
              <w:t>MALEZI YA WATOTO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Toc10462902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516AE" w:rsidRDefault="001516AE">
          <w:pPr>
            <w:pStyle w:val="TOC2"/>
            <w:bidi/>
            <w:rPr>
              <w:rFonts w:asciiTheme="minorHAnsi" w:eastAsiaTheme="minorEastAsia" w:hAnsiTheme="minorHAnsi" w:cstheme="minorBidi"/>
              <w:color w:val="auto"/>
              <w:sz w:val="22"/>
              <w:szCs w:val="22"/>
              <w:rtl/>
            </w:rPr>
          </w:pPr>
          <w:hyperlink w:anchor="_Toc10462903" w:history="1">
            <w:r w:rsidRPr="003D7507">
              <w:rPr>
                <w:rStyle w:val="Hyperlink"/>
                <w:lang w:val="sw-KE"/>
              </w:rPr>
              <w:t>KIMEANDIKWA NA: JOPO LA MAULAMAA (MISRI)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Toc10462903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516AE" w:rsidRDefault="001516AE">
          <w:pPr>
            <w:pStyle w:val="TOC2"/>
            <w:bidi/>
            <w:rPr>
              <w:rFonts w:asciiTheme="minorHAnsi" w:eastAsiaTheme="minorEastAsia" w:hAnsiTheme="minorHAnsi" w:cstheme="minorBidi"/>
              <w:color w:val="auto"/>
              <w:sz w:val="22"/>
              <w:szCs w:val="22"/>
              <w:rtl/>
            </w:rPr>
          </w:pPr>
          <w:hyperlink w:anchor="_Toc10462904" w:history="1">
            <w:r w:rsidRPr="003D7507">
              <w:rPr>
                <w:rStyle w:val="Hyperlink"/>
                <w:lang w:val="sw-KE"/>
              </w:rPr>
              <w:t>KIMETARJUMIWA NA: USTADH ABDALLAH MOHAMED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Toc10462904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05" w:history="1">
            <w:r w:rsidRPr="003D7507">
              <w:rPr>
                <w:rStyle w:val="Hyperlink"/>
                <w:noProof/>
                <w:lang w:val="sw-KE"/>
              </w:rPr>
              <w:t>KIMEHARIRIWA NA: HEMEDI LUBUMBA SELEMANI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Toc10462905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06" w:history="1">
            <w:r w:rsidRPr="003D7507">
              <w:rPr>
                <w:rStyle w:val="Hyperlink"/>
                <w:noProof/>
                <w:lang w:val="sw-KE"/>
              </w:rPr>
              <w:t>KIMEPANGWA KATIKA KOMPYUTA NA: UKHTI PILI RAJAB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Toc10462906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07" w:history="1">
            <w:r w:rsidRPr="003D7507">
              <w:rPr>
                <w:rStyle w:val="Hyperlink"/>
                <w:noProof/>
                <w:lang w:val="sw-KE"/>
              </w:rPr>
              <w:t>NENO LA MCHAPISHAJI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Toc10462907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08" w:history="1">
            <w:r w:rsidRPr="003D7507">
              <w:rPr>
                <w:rStyle w:val="Hyperlink"/>
                <w:noProof/>
                <w:lang w:val="sw-KE"/>
              </w:rPr>
              <w:t>MALEZI YA WATOTO KATIKA UISLAMU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Toc10462908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1516AE" w:rsidRDefault="001516AE">
          <w:pPr>
            <w:pStyle w:val="TOC1"/>
            <w:bidi/>
            <w:rPr>
              <w:rFonts w:asciiTheme="minorHAnsi" w:eastAsiaTheme="minorEastAsia" w:hAnsiTheme="minorHAnsi" w:cstheme="minorBidi"/>
              <w:b w:val="0"/>
              <w:bCs w:val="0"/>
              <w:color w:val="auto"/>
              <w:sz w:val="22"/>
              <w:szCs w:val="22"/>
              <w:rtl/>
            </w:rPr>
          </w:pPr>
          <w:hyperlink w:anchor="_Toc10462909" w:history="1">
            <w:r w:rsidRPr="003D7507">
              <w:rPr>
                <w:rStyle w:val="Hyperlink"/>
                <w:lang w:val="sw-KE"/>
              </w:rPr>
              <w:t>MALEZI YA WATOTO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Toc10462909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1516AE" w:rsidRDefault="001516AE">
          <w:pPr>
            <w:pStyle w:val="TOC2"/>
            <w:bidi/>
            <w:rPr>
              <w:rFonts w:asciiTheme="minorHAnsi" w:eastAsiaTheme="minorEastAsia" w:hAnsiTheme="minorHAnsi" w:cstheme="minorBidi"/>
              <w:color w:val="auto"/>
              <w:sz w:val="22"/>
              <w:szCs w:val="22"/>
              <w:rtl/>
            </w:rPr>
          </w:pPr>
          <w:hyperlink w:anchor="_Toc10462910" w:history="1">
            <w:r w:rsidRPr="003D7507">
              <w:rPr>
                <w:rStyle w:val="Hyperlink"/>
                <w:lang w:val="sw-KE"/>
              </w:rPr>
              <w:t>SEHEMU YAKWANZA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Toc10462910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11" w:history="1">
            <w:r w:rsidRPr="003D7507">
              <w:rPr>
                <w:rStyle w:val="Hyperlink"/>
                <w:noProof/>
                <w:lang w:val="sw-KE"/>
              </w:rPr>
              <w:t>1.HALI NA HAKI ZA MTOTO KATIKA UISLAMU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Toc10462911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12" w:history="1">
            <w:r w:rsidRPr="003D7507">
              <w:rPr>
                <w:rStyle w:val="Hyperlink"/>
                <w:noProof/>
                <w:lang w:val="sw-KE"/>
              </w:rPr>
              <w:t>MAPENZI YA MTUME KWA WATOTO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Toc10462912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13" w:history="1">
            <w:r w:rsidRPr="003D7507">
              <w:rPr>
                <w:rStyle w:val="Hyperlink"/>
                <w:noProof/>
                <w:lang w:val="sw-KE"/>
              </w:rPr>
              <w:t>2. UMUHIMU WA MTOTO KATIKA UISLAMU KABLA YA KUZALIWA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Toc10462913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14" w:history="1">
            <w:r w:rsidRPr="003D7507">
              <w:rPr>
                <w:rStyle w:val="Hyperlink"/>
                <w:noProof/>
                <w:lang w:val="sw-KE"/>
              </w:rPr>
              <w:t>3. FAMILIA KATIKA UISLAMU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Toc10462914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15" w:history="1">
            <w:r w:rsidRPr="003D7507">
              <w:rPr>
                <w:rStyle w:val="Hyperlink"/>
                <w:noProof/>
                <w:lang w:val="sw-KE"/>
              </w:rPr>
              <w:t>4. PENDO LA WAZAZI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Toc10462915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16" w:history="1">
            <w:r w:rsidRPr="003D7507">
              <w:rPr>
                <w:rStyle w:val="Hyperlink"/>
                <w:noProof/>
                <w:lang w:val="sw-KE"/>
              </w:rPr>
              <w:t>5. USAWA BAINA YA WATOTO KATIKA UISLAMU NA MAONI YAKE JUU YA WATOTO WA KIKE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Toc10462916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1516AE" w:rsidRDefault="001516AE">
          <w:pPr>
            <w:pStyle w:val="TOC1"/>
            <w:bidi/>
            <w:rPr>
              <w:rFonts w:asciiTheme="minorHAnsi" w:eastAsiaTheme="minorEastAsia" w:hAnsiTheme="minorHAnsi" w:cstheme="minorBidi"/>
              <w:b w:val="0"/>
              <w:bCs w:val="0"/>
              <w:color w:val="auto"/>
              <w:sz w:val="22"/>
              <w:szCs w:val="22"/>
              <w:rtl/>
            </w:rPr>
          </w:pPr>
          <w:hyperlink w:anchor="_Toc10462917" w:history="1">
            <w:r w:rsidRPr="003D7507">
              <w:rPr>
                <w:rStyle w:val="Hyperlink"/>
                <w:lang w:val="sw-KE"/>
              </w:rPr>
              <w:t>MALEZI YA WATOTO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Toc10462917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1516AE" w:rsidRDefault="001516AE">
          <w:pPr>
            <w:pStyle w:val="TOC2"/>
            <w:bidi/>
            <w:rPr>
              <w:rFonts w:asciiTheme="minorHAnsi" w:eastAsiaTheme="minorEastAsia" w:hAnsiTheme="minorHAnsi" w:cstheme="minorBidi"/>
              <w:color w:val="auto"/>
              <w:sz w:val="22"/>
              <w:szCs w:val="22"/>
              <w:rtl/>
            </w:rPr>
          </w:pPr>
          <w:hyperlink w:anchor="_Toc10462918" w:history="1">
            <w:r w:rsidRPr="003D7507">
              <w:rPr>
                <w:rStyle w:val="Hyperlink"/>
                <w:lang w:val="sw-KE"/>
              </w:rPr>
              <w:t>SEHEMU YA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Toc10462918 \h</w:instrText>
            </w:r>
            <w:r>
              <w:rPr>
                <w:webHidden/>
                <w:rtl/>
              </w:rPr>
              <w:instrText xml:space="preserve"> </w:instrText>
            </w:r>
            <w:r>
              <w:rPr>
                <w:webHidden/>
                <w:rtl/>
              </w:rPr>
            </w:r>
            <w:r>
              <w:rPr>
                <w:webHidden/>
                <w:rtl/>
              </w:rPr>
              <w:fldChar w:fldCharType="separate"/>
            </w:r>
            <w:r>
              <w:rPr>
                <w:webHidden/>
                <w:rtl/>
              </w:rPr>
              <w:t>10</w:t>
            </w:r>
            <w:r>
              <w:rPr>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19" w:history="1">
            <w:r w:rsidRPr="003D7507">
              <w:rPr>
                <w:rStyle w:val="Hyperlink"/>
                <w:noProof/>
                <w:lang w:val="sw-KE"/>
              </w:rPr>
              <w:t>MAISHA NA MAKAZI YA MTOTO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Toc10462919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1516AE" w:rsidRDefault="001516AE">
          <w:pPr>
            <w:pStyle w:val="TOC3"/>
            <w:tabs>
              <w:tab w:val="left" w:pos="1760"/>
            </w:tabs>
            <w:bidi/>
            <w:rPr>
              <w:rFonts w:asciiTheme="minorHAnsi" w:eastAsiaTheme="minorEastAsia" w:hAnsiTheme="minorHAnsi" w:cstheme="minorBidi"/>
              <w:noProof/>
              <w:color w:val="auto"/>
              <w:sz w:val="22"/>
              <w:szCs w:val="22"/>
              <w:rtl/>
            </w:rPr>
          </w:pPr>
          <w:hyperlink w:anchor="_Toc10462920" w:history="1">
            <w:r w:rsidRPr="003D7507">
              <w:rPr>
                <w:rStyle w:val="Hyperlink"/>
                <w:noProof/>
                <w:lang w:val="sw-KE"/>
              </w:rPr>
              <w:t>1.</w:t>
            </w:r>
            <w:r>
              <w:rPr>
                <w:rFonts w:asciiTheme="minorHAnsi" w:eastAsiaTheme="minorEastAsia" w:hAnsiTheme="minorHAnsi" w:cstheme="minorBidi"/>
                <w:noProof/>
                <w:color w:val="auto"/>
                <w:sz w:val="22"/>
                <w:szCs w:val="22"/>
                <w:rtl/>
              </w:rPr>
              <w:tab/>
            </w:r>
            <w:r w:rsidRPr="003D7507">
              <w:rPr>
                <w:rStyle w:val="Hyperlink"/>
                <w:noProof/>
                <w:lang w:val="sw-KE"/>
              </w:rPr>
              <w:t>KUISHI KWA MTOTO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516AE" w:rsidRDefault="001516AE">
          <w:pPr>
            <w:pStyle w:val="TOC3"/>
            <w:tabs>
              <w:tab w:val="left" w:pos="8015"/>
            </w:tabs>
            <w:bidi/>
            <w:rPr>
              <w:rFonts w:asciiTheme="minorHAnsi" w:eastAsiaTheme="minorEastAsia" w:hAnsiTheme="minorHAnsi" w:cstheme="minorBidi"/>
              <w:noProof/>
              <w:color w:val="auto"/>
              <w:sz w:val="22"/>
              <w:szCs w:val="22"/>
              <w:rtl/>
            </w:rPr>
          </w:pPr>
          <w:hyperlink w:anchor="_Toc10462921" w:history="1">
            <w:r w:rsidRPr="003D7507">
              <w:rPr>
                <w:rStyle w:val="Hyperlink"/>
                <w:noProof/>
                <w:lang w:val="sw-KE"/>
              </w:rPr>
              <w:t>2.</w:t>
            </w:r>
            <w:r>
              <w:rPr>
                <w:rFonts w:asciiTheme="minorHAnsi" w:eastAsiaTheme="minorEastAsia" w:hAnsiTheme="minorHAnsi" w:cstheme="minorBidi"/>
                <w:noProof/>
                <w:color w:val="auto"/>
                <w:sz w:val="22"/>
                <w:szCs w:val="22"/>
                <w:rtl/>
              </w:rPr>
              <w:tab/>
            </w:r>
            <w:r w:rsidRPr="003D7507">
              <w:rPr>
                <w:rStyle w:val="Hyperlink"/>
                <w:noProof/>
                <w:lang w:val="sw-KE"/>
              </w:rPr>
              <w:t>JUKUMU LA WAZAZI HUKO AKHERA, NA MATUNZO YA WATOTO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1516AE" w:rsidRDefault="001516AE">
          <w:pPr>
            <w:pStyle w:val="TOC3"/>
            <w:tabs>
              <w:tab w:val="left" w:pos="5936"/>
            </w:tabs>
            <w:bidi/>
            <w:rPr>
              <w:rFonts w:asciiTheme="minorHAnsi" w:eastAsiaTheme="minorEastAsia" w:hAnsiTheme="minorHAnsi" w:cstheme="minorBidi"/>
              <w:noProof/>
              <w:color w:val="auto"/>
              <w:sz w:val="22"/>
              <w:szCs w:val="22"/>
              <w:rtl/>
            </w:rPr>
          </w:pPr>
          <w:hyperlink w:anchor="_Toc10462922" w:history="1">
            <w:r w:rsidRPr="003D7507">
              <w:rPr>
                <w:rStyle w:val="Hyperlink"/>
                <w:noProof/>
              </w:rPr>
              <w:t>3.</w:t>
            </w:r>
            <w:r>
              <w:rPr>
                <w:rFonts w:asciiTheme="minorHAnsi" w:eastAsiaTheme="minorEastAsia" w:hAnsiTheme="minorHAnsi" w:cstheme="minorBidi"/>
                <w:noProof/>
                <w:color w:val="auto"/>
                <w:sz w:val="22"/>
                <w:szCs w:val="22"/>
                <w:rtl/>
              </w:rPr>
              <w:tab/>
            </w:r>
            <w:r w:rsidRPr="003D7507">
              <w:rPr>
                <w:rStyle w:val="Hyperlink"/>
                <w:noProof/>
                <w:lang w:val="sw-KE"/>
              </w:rPr>
              <w:t>JUKUMU LA WAZAZI MAISHANI NA MATUNZO YA MTOTO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516AE" w:rsidRDefault="001516AE">
          <w:pPr>
            <w:pStyle w:val="TOC3"/>
            <w:tabs>
              <w:tab w:val="left" w:pos="4436"/>
            </w:tabs>
            <w:bidi/>
            <w:rPr>
              <w:rFonts w:asciiTheme="minorHAnsi" w:eastAsiaTheme="minorEastAsia" w:hAnsiTheme="minorHAnsi" w:cstheme="minorBidi"/>
              <w:noProof/>
              <w:color w:val="auto"/>
              <w:sz w:val="22"/>
              <w:szCs w:val="22"/>
              <w:rtl/>
            </w:rPr>
          </w:pPr>
          <w:hyperlink w:anchor="_Toc10462923" w:history="1">
            <w:r w:rsidRPr="003D7507">
              <w:rPr>
                <w:rStyle w:val="Hyperlink"/>
                <w:noProof/>
                <w:lang w:val="sw-KE"/>
              </w:rPr>
              <w:t>4.</w:t>
            </w:r>
            <w:r>
              <w:rPr>
                <w:rFonts w:asciiTheme="minorHAnsi" w:eastAsiaTheme="minorEastAsia" w:hAnsiTheme="minorHAnsi" w:cstheme="minorBidi"/>
                <w:noProof/>
                <w:color w:val="auto"/>
                <w:sz w:val="22"/>
                <w:szCs w:val="22"/>
                <w:rtl/>
              </w:rPr>
              <w:tab/>
            </w:r>
            <w:r w:rsidRPr="003D7507">
              <w:rPr>
                <w:rStyle w:val="Hyperlink"/>
                <w:noProof/>
                <w:lang w:val="sw-KE"/>
              </w:rPr>
              <w:t>JUKUMU LA WAZAZI NA MAKUZI YA MTOTO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1516AE" w:rsidRDefault="001516AE">
          <w:pPr>
            <w:pStyle w:val="TOC3"/>
            <w:tabs>
              <w:tab w:val="left" w:pos="6635"/>
            </w:tabs>
            <w:bidi/>
            <w:rPr>
              <w:rFonts w:asciiTheme="minorHAnsi" w:eastAsiaTheme="minorEastAsia" w:hAnsiTheme="minorHAnsi" w:cstheme="minorBidi"/>
              <w:noProof/>
              <w:color w:val="auto"/>
              <w:sz w:val="22"/>
              <w:szCs w:val="22"/>
              <w:rtl/>
            </w:rPr>
          </w:pPr>
          <w:hyperlink w:anchor="_Toc10462924" w:history="1">
            <w:r w:rsidRPr="003D7507">
              <w:rPr>
                <w:rStyle w:val="Hyperlink"/>
                <w:noProof/>
                <w:lang w:val="sw-KE"/>
              </w:rPr>
              <w:t>5.</w:t>
            </w:r>
            <w:r>
              <w:rPr>
                <w:rFonts w:asciiTheme="minorHAnsi" w:eastAsiaTheme="minorEastAsia" w:hAnsiTheme="minorHAnsi" w:cstheme="minorBidi"/>
                <w:noProof/>
                <w:color w:val="auto"/>
                <w:sz w:val="22"/>
                <w:szCs w:val="22"/>
                <w:rtl/>
              </w:rPr>
              <w:tab/>
            </w:r>
            <w:r w:rsidRPr="003D7507">
              <w:rPr>
                <w:rStyle w:val="Hyperlink"/>
                <w:noProof/>
                <w:lang w:val="sw-KE"/>
              </w:rPr>
              <w:t>KUWALINDA WATOTO NI HURUMA, NA HURUMA NI KINGA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Toc10462924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1516AE" w:rsidRDefault="001516AE">
          <w:pPr>
            <w:pStyle w:val="TOC3"/>
            <w:tabs>
              <w:tab w:val="left" w:pos="3143"/>
            </w:tabs>
            <w:bidi/>
            <w:rPr>
              <w:rFonts w:asciiTheme="minorHAnsi" w:eastAsiaTheme="minorEastAsia" w:hAnsiTheme="minorHAnsi" w:cstheme="minorBidi"/>
              <w:noProof/>
              <w:color w:val="auto"/>
              <w:sz w:val="22"/>
              <w:szCs w:val="22"/>
              <w:rtl/>
            </w:rPr>
          </w:pPr>
          <w:hyperlink w:anchor="_Toc10462925" w:history="1">
            <w:r w:rsidRPr="003D7507">
              <w:rPr>
                <w:rStyle w:val="Hyperlink"/>
                <w:noProof/>
                <w:lang w:val="sw-KE"/>
              </w:rPr>
              <w:t>6.</w:t>
            </w:r>
            <w:r>
              <w:rPr>
                <w:rFonts w:asciiTheme="minorHAnsi" w:eastAsiaTheme="minorEastAsia" w:hAnsiTheme="minorHAnsi" w:cstheme="minorBidi"/>
                <w:noProof/>
                <w:color w:val="auto"/>
                <w:sz w:val="22"/>
                <w:szCs w:val="22"/>
                <w:rtl/>
              </w:rPr>
              <w:tab/>
            </w:r>
            <w:r w:rsidRPr="003D7507">
              <w:rPr>
                <w:rStyle w:val="Hyperlink"/>
                <w:noProof/>
                <w:lang w:val="sw-KE"/>
              </w:rPr>
              <w:t>UISLAMU NA UZAZI WA MPANGO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516AE" w:rsidRDefault="001516AE">
          <w:pPr>
            <w:pStyle w:val="TOC3"/>
            <w:tabs>
              <w:tab w:val="left" w:pos="3290"/>
            </w:tabs>
            <w:bidi/>
            <w:rPr>
              <w:rFonts w:asciiTheme="minorHAnsi" w:eastAsiaTheme="minorEastAsia" w:hAnsiTheme="minorHAnsi" w:cstheme="minorBidi"/>
              <w:noProof/>
              <w:color w:val="auto"/>
              <w:sz w:val="22"/>
              <w:szCs w:val="22"/>
              <w:rtl/>
            </w:rPr>
          </w:pPr>
          <w:hyperlink w:anchor="_Toc10462926" w:history="1">
            <w:r w:rsidRPr="003D7507">
              <w:rPr>
                <w:rStyle w:val="Hyperlink"/>
                <w:noProof/>
                <w:lang w:val="sw-KE"/>
              </w:rPr>
              <w:t>7.</w:t>
            </w:r>
            <w:r>
              <w:rPr>
                <w:rFonts w:asciiTheme="minorHAnsi" w:eastAsiaTheme="minorEastAsia" w:hAnsiTheme="minorHAnsi" w:cstheme="minorBidi"/>
                <w:noProof/>
                <w:color w:val="auto"/>
                <w:sz w:val="22"/>
                <w:szCs w:val="22"/>
                <w:rtl/>
              </w:rPr>
              <w:tab/>
            </w:r>
            <w:r w:rsidRPr="003D7507">
              <w:rPr>
                <w:rStyle w:val="Hyperlink"/>
                <w:noProof/>
              </w:rPr>
              <w:t>UIS</w:t>
            </w:r>
            <w:r w:rsidRPr="003D7507">
              <w:rPr>
                <w:rStyle w:val="Hyperlink"/>
                <w:noProof/>
                <w:lang w:val="sw-KE"/>
              </w:rPr>
              <w:t>LAMU NA KARANTINI ZA AFYA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Toc10462926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1516AE" w:rsidRDefault="001516AE">
          <w:pPr>
            <w:pStyle w:val="TOC1"/>
            <w:bidi/>
            <w:rPr>
              <w:rFonts w:asciiTheme="minorHAnsi" w:eastAsiaTheme="minorEastAsia" w:hAnsiTheme="minorHAnsi" w:cstheme="minorBidi"/>
              <w:b w:val="0"/>
              <w:bCs w:val="0"/>
              <w:color w:val="auto"/>
              <w:sz w:val="22"/>
              <w:szCs w:val="22"/>
              <w:rtl/>
            </w:rPr>
          </w:pPr>
          <w:hyperlink w:anchor="_Toc10462927" w:history="1">
            <w:r w:rsidRPr="003D7507">
              <w:rPr>
                <w:rStyle w:val="Hyperlink"/>
                <w:lang w:val="sw-KE"/>
              </w:rPr>
              <w:t>MALEZI YA WATOTO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Toc10462927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1516AE" w:rsidRDefault="001516AE">
          <w:pPr>
            <w:pStyle w:val="TOC2"/>
            <w:bidi/>
            <w:rPr>
              <w:rFonts w:asciiTheme="minorHAnsi" w:eastAsiaTheme="minorEastAsia" w:hAnsiTheme="minorHAnsi" w:cstheme="minorBidi"/>
              <w:color w:val="auto"/>
              <w:sz w:val="22"/>
              <w:szCs w:val="22"/>
              <w:rtl/>
            </w:rPr>
          </w:pPr>
          <w:hyperlink w:anchor="_Toc10462928" w:history="1">
            <w:r w:rsidRPr="003D7507">
              <w:rPr>
                <w:rStyle w:val="Hyperlink"/>
                <w:lang w:val="sw-KE"/>
              </w:rPr>
              <w:t>SEHEMU YA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Toc10462928 \h</w:instrText>
            </w:r>
            <w:r>
              <w:rPr>
                <w:webHidden/>
                <w:rtl/>
              </w:rPr>
              <w:instrText xml:space="preserve"> </w:instrText>
            </w:r>
            <w:r>
              <w:rPr>
                <w:webHidden/>
                <w:rtl/>
              </w:rPr>
            </w:r>
            <w:r>
              <w:rPr>
                <w:webHidden/>
                <w:rtl/>
              </w:rPr>
              <w:fldChar w:fldCharType="separate"/>
            </w:r>
            <w:r>
              <w:rPr>
                <w:webHidden/>
                <w:rtl/>
              </w:rPr>
              <w:t>17</w:t>
            </w:r>
            <w:r>
              <w:rPr>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29" w:history="1">
            <w:r w:rsidRPr="003D7507">
              <w:rPr>
                <w:rStyle w:val="Hyperlink"/>
                <w:noProof/>
                <w:lang w:val="sw-KE"/>
              </w:rPr>
              <w:t>CHAKULA BORA NA MANUFAA YAKE KATIKA AFYA YA KIMWILI NA KIAKILI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Toc10462929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1516AE" w:rsidRDefault="001516AE">
          <w:pPr>
            <w:pStyle w:val="TOC1"/>
            <w:bidi/>
            <w:rPr>
              <w:rFonts w:asciiTheme="minorHAnsi" w:eastAsiaTheme="minorEastAsia" w:hAnsiTheme="minorHAnsi" w:cstheme="minorBidi"/>
              <w:b w:val="0"/>
              <w:bCs w:val="0"/>
              <w:color w:val="auto"/>
              <w:sz w:val="22"/>
              <w:szCs w:val="22"/>
              <w:rtl/>
            </w:rPr>
          </w:pPr>
          <w:hyperlink w:anchor="_Toc10462930" w:history="1">
            <w:r w:rsidRPr="003D7507">
              <w:rPr>
                <w:rStyle w:val="Hyperlink"/>
                <w:lang w:val="sw-KE"/>
              </w:rPr>
              <w:t>MALEZI YA WATOTO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Toc10462930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1516AE" w:rsidRDefault="001516AE">
          <w:pPr>
            <w:pStyle w:val="TOC2"/>
            <w:bidi/>
            <w:rPr>
              <w:rFonts w:asciiTheme="minorHAnsi" w:eastAsiaTheme="minorEastAsia" w:hAnsiTheme="minorHAnsi" w:cstheme="minorBidi"/>
              <w:color w:val="auto"/>
              <w:sz w:val="22"/>
              <w:szCs w:val="22"/>
              <w:rtl/>
            </w:rPr>
          </w:pPr>
          <w:hyperlink w:anchor="_Toc10462931" w:history="1">
            <w:r w:rsidRPr="003D7507">
              <w:rPr>
                <w:rStyle w:val="Hyperlink"/>
                <w:lang w:val="sw-KE"/>
              </w:rPr>
              <w:t>SEHEMU YA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Toc10462931 \h</w:instrText>
            </w:r>
            <w:r>
              <w:rPr>
                <w:webHidden/>
                <w:rtl/>
              </w:rPr>
              <w:instrText xml:space="preserve"> </w:instrText>
            </w:r>
            <w:r>
              <w:rPr>
                <w:webHidden/>
                <w:rtl/>
              </w:rPr>
            </w:r>
            <w:r>
              <w:rPr>
                <w:webHidden/>
                <w:rtl/>
              </w:rPr>
              <w:fldChar w:fldCharType="separate"/>
            </w:r>
            <w:r>
              <w:rPr>
                <w:webHidden/>
                <w:rtl/>
              </w:rPr>
              <w:t>23</w:t>
            </w:r>
            <w:r>
              <w:rPr>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32" w:history="1">
            <w:r w:rsidRPr="003D7507">
              <w:rPr>
                <w:rStyle w:val="Hyperlink"/>
                <w:noProof/>
                <w:lang w:val="sw-KE"/>
              </w:rPr>
              <w:t>MAONI YA UISLAMU JUU YA MALEZI YA MTOTO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Toc10462932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1516AE" w:rsidRDefault="001516AE">
          <w:pPr>
            <w:pStyle w:val="TOC1"/>
            <w:bidi/>
            <w:rPr>
              <w:rFonts w:asciiTheme="minorHAnsi" w:eastAsiaTheme="minorEastAsia" w:hAnsiTheme="minorHAnsi" w:cstheme="minorBidi"/>
              <w:b w:val="0"/>
              <w:bCs w:val="0"/>
              <w:color w:val="auto"/>
              <w:sz w:val="22"/>
              <w:szCs w:val="22"/>
              <w:rtl/>
            </w:rPr>
          </w:pPr>
          <w:hyperlink w:anchor="_Toc10462933" w:history="1">
            <w:r w:rsidRPr="003D7507">
              <w:rPr>
                <w:rStyle w:val="Hyperlink"/>
                <w:lang w:val="sw-KE"/>
              </w:rPr>
              <w:t>MALEZI YA WATOTO KATIKA UISLAMU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Toc10462933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1516AE" w:rsidRDefault="001516AE">
          <w:pPr>
            <w:pStyle w:val="TOC2"/>
            <w:bidi/>
            <w:rPr>
              <w:rFonts w:asciiTheme="minorHAnsi" w:eastAsiaTheme="minorEastAsia" w:hAnsiTheme="minorHAnsi" w:cstheme="minorBidi"/>
              <w:color w:val="auto"/>
              <w:sz w:val="22"/>
              <w:szCs w:val="22"/>
              <w:rtl/>
            </w:rPr>
          </w:pPr>
          <w:hyperlink w:anchor="_Toc10462934" w:history="1">
            <w:r w:rsidRPr="003D7507">
              <w:rPr>
                <w:rStyle w:val="Hyperlink"/>
                <w:lang w:val="sw-KE"/>
              </w:rPr>
              <w:t>SEHEMU YA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Toc10462934 \h</w:instrText>
            </w:r>
            <w:r>
              <w:rPr>
                <w:webHidden/>
                <w:rtl/>
              </w:rPr>
              <w:instrText xml:space="preserve"> </w:instrText>
            </w:r>
            <w:r>
              <w:rPr>
                <w:webHidden/>
                <w:rtl/>
              </w:rPr>
            </w:r>
            <w:r>
              <w:rPr>
                <w:webHidden/>
                <w:rtl/>
              </w:rPr>
              <w:fldChar w:fldCharType="separate"/>
            </w:r>
            <w:r>
              <w:rPr>
                <w:webHidden/>
                <w:rtl/>
              </w:rPr>
              <w:t>29</w:t>
            </w:r>
            <w:r>
              <w:rPr>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35" w:history="1">
            <w:r w:rsidRPr="003D7507">
              <w:rPr>
                <w:rStyle w:val="Hyperlink"/>
                <w:noProof/>
                <w:lang w:val="sw-KE"/>
              </w:rPr>
              <w:t>ELIMU YA AFYA KIMWILI NA KIMAZINGIRA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Toc10462935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36" w:history="1">
            <w:r w:rsidRPr="003D7507">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Toc10462936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37" w:history="1">
            <w:r w:rsidRPr="003D7507">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Toc10462937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516AE" w:rsidRDefault="001516AE">
          <w:pPr>
            <w:pStyle w:val="TOC3"/>
            <w:bidi/>
            <w:rPr>
              <w:rFonts w:asciiTheme="minorHAnsi" w:eastAsiaTheme="minorEastAsia" w:hAnsiTheme="minorHAnsi" w:cstheme="minorBidi"/>
              <w:noProof/>
              <w:color w:val="auto"/>
              <w:sz w:val="22"/>
              <w:szCs w:val="22"/>
              <w:rtl/>
            </w:rPr>
          </w:pPr>
          <w:hyperlink w:anchor="_Toc10462938" w:history="1">
            <w:r w:rsidRPr="003D7507">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Toc10462938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1516AE" w:rsidRDefault="001516AE">
          <w:r>
            <w:fldChar w:fldCharType="end"/>
          </w:r>
        </w:p>
      </w:sdtContent>
    </w:sdt>
    <w:p w:rsidR="00AF0453" w:rsidRPr="00EB7346" w:rsidRDefault="00AF0453" w:rsidP="00EB7346">
      <w:pPr>
        <w:pStyle w:val="libNormal"/>
        <w:jc w:val="both"/>
        <w:rPr>
          <w:lang w:val="sw-KE"/>
        </w:rPr>
      </w:pPr>
    </w:p>
    <w:p w:rsidR="00EB7346" w:rsidRPr="00EB7346" w:rsidRDefault="00EB7346" w:rsidP="00EB7346">
      <w:pPr>
        <w:pStyle w:val="libNormal"/>
        <w:jc w:val="both"/>
        <w:rPr>
          <w:lang w:val="sw-KE"/>
        </w:rPr>
      </w:pPr>
    </w:p>
    <w:sectPr w:rsidR="00EB7346" w:rsidRPr="00EB7346" w:rsidSect="004C3E90">
      <w:headerReference w:type="even" r:id="rId8"/>
      <w:footerReference w:type="even" r:id="rId9"/>
      <w:footerReference w:type="default" r:id="rId10"/>
      <w:headerReference w:type="first" r:id="rId11"/>
      <w:footerReference w:type="first" r:id="rId12"/>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9C7" w:rsidRDefault="006C69C7" w:rsidP="00113C59">
      <w:r>
        <w:separator/>
      </w:r>
    </w:p>
  </w:endnote>
  <w:endnote w:type="continuationSeparator" w:id="0">
    <w:p w:rsidR="006C69C7" w:rsidRDefault="006C69C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E40" w:rsidRDefault="00606383" w:rsidP="00745C1D">
    <w:pPr>
      <w:pStyle w:val="Footer"/>
      <w:tabs>
        <w:tab w:val="clear" w:pos="4153"/>
        <w:tab w:val="clear" w:pos="8306"/>
      </w:tabs>
    </w:pPr>
    <w:fldSimple w:instr=" PAGE   \* MERGEFORMAT ">
      <w:r w:rsidR="001516AE">
        <w:rPr>
          <w:noProof/>
        </w:rPr>
        <w:t>36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E40" w:rsidRDefault="00606383" w:rsidP="00113C59">
    <w:pPr>
      <w:pStyle w:val="Footer"/>
    </w:pPr>
    <w:fldSimple w:instr=" PAGE   \* MERGEFORMAT ">
      <w:r w:rsidR="001516AE">
        <w:rPr>
          <w:noProof/>
        </w:rPr>
        <w:t>35</w:t>
      </w:r>
    </w:fldSimple>
  </w:p>
  <w:p w:rsidR="00747E40" w:rsidRDefault="00747E4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E40" w:rsidRDefault="00606383" w:rsidP="00745C1D">
    <w:pPr>
      <w:pStyle w:val="Footer"/>
      <w:tabs>
        <w:tab w:val="clear" w:pos="4153"/>
        <w:tab w:val="clear" w:pos="8306"/>
      </w:tabs>
    </w:pPr>
    <w:fldSimple w:instr=" PAGE   \* MERGEFORMAT ">
      <w:r w:rsidR="001516A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9C7" w:rsidRDefault="006C69C7" w:rsidP="00113C59">
      <w:r>
        <w:separator/>
      </w:r>
    </w:p>
  </w:footnote>
  <w:footnote w:type="continuationSeparator" w:id="0">
    <w:p w:rsidR="006C69C7" w:rsidRDefault="006C69C7" w:rsidP="00113C59">
      <w:r>
        <w:continuationSeparator/>
      </w:r>
    </w:p>
  </w:footnote>
  <w:footnote w:id="1">
    <w:p w:rsidR="00747E40" w:rsidRPr="001D3348" w:rsidRDefault="00747E40" w:rsidP="001D3348">
      <w:pPr>
        <w:pStyle w:val="libFootnote0"/>
        <w:rPr>
          <w:lang w:val="sw-KE"/>
        </w:rPr>
      </w:pPr>
      <w:r w:rsidRPr="001D3348">
        <w:rPr>
          <w:rStyle w:val="FootnoteReference"/>
          <w:vertAlign w:val="baseline"/>
          <w:lang w:val="sw-KE"/>
        </w:rPr>
        <w:footnoteRef/>
      </w:r>
      <w:r w:rsidRPr="001D3348">
        <w:rPr>
          <w:lang w:val="sw-KE"/>
        </w:rPr>
        <w:t xml:space="preserve">. Ilikuwa zamani kiongozi anapoungwa mkono uongozi wake, watu huja mmoja mmoja wakapeana naye mkono ikiwa ni ishara ya kumkubali </w:t>
      </w:r>
      <w:r>
        <w:rPr>
          <w:lang w:val="sw-KE"/>
        </w:rPr>
        <w:t>–</w:t>
      </w:r>
      <w:r w:rsidRPr="001D3348">
        <w:rPr>
          <w:lang w:val="sw-KE"/>
        </w:rPr>
        <w:t xml:space="preserve"> Mfasiri</w:t>
      </w:r>
      <w:r>
        <w:rPr>
          <w:lang w:val="sw-KE"/>
        </w:rPr>
        <w:t>.</w:t>
      </w:r>
    </w:p>
  </w:footnote>
  <w:footnote w:id="2">
    <w:p w:rsidR="00747E40" w:rsidRPr="003418A1" w:rsidRDefault="00747E40" w:rsidP="003418A1">
      <w:pPr>
        <w:pStyle w:val="libFootnote0"/>
        <w:rPr>
          <w:lang w:val="sw-KE"/>
        </w:rPr>
      </w:pPr>
      <w:r w:rsidRPr="003418A1">
        <w:rPr>
          <w:rStyle w:val="FootnoteReference"/>
          <w:vertAlign w:val="baseline"/>
          <w:lang w:val="sw-KE"/>
        </w:rPr>
        <w:footnoteRef/>
      </w:r>
      <w:r w:rsidRPr="003418A1">
        <w:rPr>
          <w:lang w:val="sw-KE"/>
        </w:rPr>
        <w:t>.</w:t>
      </w:r>
      <w:r>
        <w:rPr>
          <w:lang w:val="sw-KE"/>
        </w:rPr>
        <w:t xml:space="preserve"> </w:t>
      </w:r>
      <w:r w:rsidRPr="003418A1">
        <w:rPr>
          <w:lang w:val="sw-KE"/>
        </w:rPr>
        <w:t xml:space="preserve"> Wudhu: kujisafisha uso, mikono, kichwa na miguu kabla ya kuswali  maarufu kwa jina la kutawadha.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E40" w:rsidRDefault="00747E4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7E40" w:rsidRDefault="00747E4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77D5A3A"/>
    <w:multiLevelType w:val="hybridMultilevel"/>
    <w:tmpl w:val="1C24E7D8"/>
    <w:lvl w:ilvl="0" w:tplc="73365D00">
      <w:start w:val="1"/>
      <w:numFmt w:val="lowerRoman"/>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968407F"/>
    <w:multiLevelType w:val="hybridMultilevel"/>
    <w:tmpl w:val="2116CBE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6">
    <w:nsid w:val="2A0B2D5A"/>
    <w:multiLevelType w:val="hybridMultilevel"/>
    <w:tmpl w:val="33CC9574"/>
    <w:lvl w:ilvl="0" w:tplc="247E4AA8">
      <w:start w:val="1"/>
      <w:numFmt w:val="lowerRoman"/>
      <w:lvlText w:val="%1."/>
      <w:lvlJc w:val="left"/>
      <w:pPr>
        <w:ind w:left="720" w:hanging="720"/>
      </w:pPr>
      <w:rPr>
        <w:rFonts w:hint="default"/>
        <w:color w:val="0070C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3A1859"/>
    <w:multiLevelType w:val="hybridMultilevel"/>
    <w:tmpl w:val="ABA801D2"/>
    <w:lvl w:ilvl="0" w:tplc="03D43F0C">
      <w:start w:val="1"/>
      <w:numFmt w:val="decimal"/>
      <w:lvlText w:val="%1."/>
      <w:lvlJc w:val="left"/>
      <w:pPr>
        <w:ind w:left="1116" w:hanging="54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8">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nsid w:val="42381733"/>
    <w:multiLevelType w:val="hybridMultilevel"/>
    <w:tmpl w:val="C37CE498"/>
    <w:lvl w:ilvl="0" w:tplc="1EB6B6CE">
      <w:start w:val="1"/>
      <w:numFmt w:val="decimal"/>
      <w:lvlText w:val="%1."/>
      <w:lvlJc w:val="left"/>
      <w:pPr>
        <w:ind w:left="555" w:hanging="555"/>
      </w:pPr>
      <w:rPr>
        <w:rFonts w:cs="Traditional Arabic"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DDB1385"/>
    <w:multiLevelType w:val="hybridMultilevel"/>
    <w:tmpl w:val="679E7F34"/>
    <w:lvl w:ilvl="0" w:tplc="5ADE66FC">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5B494CAB"/>
    <w:multiLevelType w:val="hybridMultilevel"/>
    <w:tmpl w:val="202EDA6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D6A6831"/>
    <w:multiLevelType w:val="hybridMultilevel"/>
    <w:tmpl w:val="D57CA9D8"/>
    <w:lvl w:ilvl="0" w:tplc="0409000F">
      <w:start w:val="1"/>
      <w:numFmt w:val="decimal"/>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6">
    <w:nsid w:val="65F657C5"/>
    <w:multiLevelType w:val="hybridMultilevel"/>
    <w:tmpl w:val="665A27A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8">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9">
    <w:nsid w:val="7C505D86"/>
    <w:multiLevelType w:val="hybridMultilevel"/>
    <w:tmpl w:val="AE0449F8"/>
    <w:lvl w:ilvl="0" w:tplc="96F2373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CFB752D"/>
    <w:multiLevelType w:val="hybridMultilevel"/>
    <w:tmpl w:val="2BE8F338"/>
    <w:lvl w:ilvl="0" w:tplc="03D43F0C">
      <w:start w:val="1"/>
      <w:numFmt w:val="decimal"/>
      <w:lvlText w:val="%1."/>
      <w:lvlJc w:val="left"/>
      <w:pPr>
        <w:ind w:left="828" w:hanging="5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nsid w:val="7D7E0BF5"/>
    <w:multiLevelType w:val="hybridMultilevel"/>
    <w:tmpl w:val="03B69B86"/>
    <w:lvl w:ilvl="0" w:tplc="03D43F0C">
      <w:start w:val="1"/>
      <w:numFmt w:val="decimal"/>
      <w:lvlText w:val="%1."/>
      <w:lvlJc w:val="left"/>
      <w:pPr>
        <w:ind w:left="828" w:hanging="54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8"/>
  </w:num>
  <w:num w:numId="3">
    <w:abstractNumId w:val="13"/>
  </w:num>
  <w:num w:numId="4">
    <w:abstractNumId w:val="17"/>
  </w:num>
  <w:num w:numId="5">
    <w:abstractNumId w:val="1"/>
  </w:num>
  <w:num w:numId="6">
    <w:abstractNumId w:val="18"/>
  </w:num>
  <w:num w:numId="7">
    <w:abstractNumId w:val="2"/>
  </w:num>
  <w:num w:numId="8">
    <w:abstractNumId w:val="4"/>
  </w:num>
  <w:num w:numId="9">
    <w:abstractNumId w:val="10"/>
  </w:num>
  <w:num w:numId="10">
    <w:abstractNumId w:val="11"/>
  </w:num>
  <w:num w:numId="11">
    <w:abstractNumId w:val="19"/>
  </w:num>
  <w:num w:numId="12">
    <w:abstractNumId w:val="12"/>
  </w:num>
  <w:num w:numId="13">
    <w:abstractNumId w:val="6"/>
  </w:num>
  <w:num w:numId="14">
    <w:abstractNumId w:val="15"/>
  </w:num>
  <w:num w:numId="15">
    <w:abstractNumId w:val="14"/>
  </w:num>
  <w:num w:numId="16">
    <w:abstractNumId w:val="21"/>
  </w:num>
  <w:num w:numId="17">
    <w:abstractNumId w:val="7"/>
  </w:num>
  <w:num w:numId="18">
    <w:abstractNumId w:val="3"/>
  </w:num>
  <w:num w:numId="19">
    <w:abstractNumId w:val="16"/>
  </w:num>
  <w:num w:numId="20">
    <w:abstractNumId w:val="20"/>
  </w:num>
  <w:num w:numId="21">
    <w:abstractNumId w:val="5"/>
  </w:num>
  <w:num w:numId="2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numRestart w:val="eachPage"/>
    <w:footnote w:id="-1"/>
    <w:footnote w:id="0"/>
  </w:footnotePr>
  <w:endnotePr>
    <w:endnote w:id="-1"/>
    <w:endnote w:id="0"/>
  </w:endnotePr>
  <w:compat>
    <w:applyBreakingRules/>
  </w:compat>
  <w:rsids>
    <w:rsidRoot w:val="00C120D0"/>
    <w:rsid w:val="00005A19"/>
    <w:rsid w:val="000267FE"/>
    <w:rsid w:val="00033DD1"/>
    <w:rsid w:val="00040798"/>
    <w:rsid w:val="00043023"/>
    <w:rsid w:val="00054406"/>
    <w:rsid w:val="0006216A"/>
    <w:rsid w:val="00067F84"/>
    <w:rsid w:val="00071C97"/>
    <w:rsid w:val="000761F7"/>
    <w:rsid w:val="00076A3A"/>
    <w:rsid w:val="00092805"/>
    <w:rsid w:val="00092A0C"/>
    <w:rsid w:val="000966AD"/>
    <w:rsid w:val="000A50E0"/>
    <w:rsid w:val="000A7750"/>
    <w:rsid w:val="000B3A56"/>
    <w:rsid w:val="000B5E75"/>
    <w:rsid w:val="000C0A89"/>
    <w:rsid w:val="000C7722"/>
    <w:rsid w:val="000D0932"/>
    <w:rsid w:val="000D1BDF"/>
    <w:rsid w:val="000D71B7"/>
    <w:rsid w:val="000E591F"/>
    <w:rsid w:val="000E6824"/>
    <w:rsid w:val="000F355B"/>
    <w:rsid w:val="000F5C00"/>
    <w:rsid w:val="0010049D"/>
    <w:rsid w:val="00101CEF"/>
    <w:rsid w:val="00105151"/>
    <w:rsid w:val="00107A6B"/>
    <w:rsid w:val="001106A5"/>
    <w:rsid w:val="00111AE3"/>
    <w:rsid w:val="0011216D"/>
    <w:rsid w:val="0011352E"/>
    <w:rsid w:val="00113B0B"/>
    <w:rsid w:val="00113C59"/>
    <w:rsid w:val="00113CCC"/>
    <w:rsid w:val="00115473"/>
    <w:rsid w:val="00115A71"/>
    <w:rsid w:val="001162C9"/>
    <w:rsid w:val="0012268F"/>
    <w:rsid w:val="001243ED"/>
    <w:rsid w:val="00126471"/>
    <w:rsid w:val="0012712F"/>
    <w:rsid w:val="00130477"/>
    <w:rsid w:val="00133D3B"/>
    <w:rsid w:val="00133DD1"/>
    <w:rsid w:val="00135E90"/>
    <w:rsid w:val="00136268"/>
    <w:rsid w:val="00136E6F"/>
    <w:rsid w:val="00141B08"/>
    <w:rsid w:val="0014341C"/>
    <w:rsid w:val="00143EEA"/>
    <w:rsid w:val="00147ED8"/>
    <w:rsid w:val="001516AE"/>
    <w:rsid w:val="00151C03"/>
    <w:rsid w:val="00153917"/>
    <w:rsid w:val="00157306"/>
    <w:rsid w:val="00160F76"/>
    <w:rsid w:val="00163D83"/>
    <w:rsid w:val="00164767"/>
    <w:rsid w:val="00164810"/>
    <w:rsid w:val="001712E1"/>
    <w:rsid w:val="00182CD3"/>
    <w:rsid w:val="0018664D"/>
    <w:rsid w:val="00187017"/>
    <w:rsid w:val="00187246"/>
    <w:rsid w:val="001922F4"/>
    <w:rsid w:val="001937B7"/>
    <w:rsid w:val="001937F7"/>
    <w:rsid w:val="001A1408"/>
    <w:rsid w:val="001A30A1"/>
    <w:rsid w:val="001A3110"/>
    <w:rsid w:val="001A4C37"/>
    <w:rsid w:val="001A4D9B"/>
    <w:rsid w:val="001A6EC0"/>
    <w:rsid w:val="001B07B7"/>
    <w:rsid w:val="001B16FD"/>
    <w:rsid w:val="001B577F"/>
    <w:rsid w:val="001B702D"/>
    <w:rsid w:val="001B7407"/>
    <w:rsid w:val="001C5EDB"/>
    <w:rsid w:val="001D3348"/>
    <w:rsid w:val="001D3AD1"/>
    <w:rsid w:val="001D41A1"/>
    <w:rsid w:val="001E11FF"/>
    <w:rsid w:val="001E25DC"/>
    <w:rsid w:val="001E5959"/>
    <w:rsid w:val="001F0713"/>
    <w:rsid w:val="00202C7B"/>
    <w:rsid w:val="002054C5"/>
    <w:rsid w:val="002139CB"/>
    <w:rsid w:val="00214801"/>
    <w:rsid w:val="002177A1"/>
    <w:rsid w:val="00224964"/>
    <w:rsid w:val="002267C7"/>
    <w:rsid w:val="00227FEE"/>
    <w:rsid w:val="00240FB2"/>
    <w:rsid w:val="00241F59"/>
    <w:rsid w:val="0024265C"/>
    <w:rsid w:val="002439A9"/>
    <w:rsid w:val="00244C2E"/>
    <w:rsid w:val="00250E0A"/>
    <w:rsid w:val="00251E02"/>
    <w:rsid w:val="00254B61"/>
    <w:rsid w:val="00257657"/>
    <w:rsid w:val="002628DE"/>
    <w:rsid w:val="00263F56"/>
    <w:rsid w:val="00270ABF"/>
    <w:rsid w:val="0027369F"/>
    <w:rsid w:val="002818EF"/>
    <w:rsid w:val="0028271F"/>
    <w:rsid w:val="0028397C"/>
    <w:rsid w:val="002A0284"/>
    <w:rsid w:val="002A338C"/>
    <w:rsid w:val="002A470A"/>
    <w:rsid w:val="002A717D"/>
    <w:rsid w:val="002A73D7"/>
    <w:rsid w:val="002B2B15"/>
    <w:rsid w:val="002B71A8"/>
    <w:rsid w:val="002B7989"/>
    <w:rsid w:val="002C0451"/>
    <w:rsid w:val="002C1543"/>
    <w:rsid w:val="002C26AB"/>
    <w:rsid w:val="002C31E9"/>
    <w:rsid w:val="002C3E3A"/>
    <w:rsid w:val="002C5C66"/>
    <w:rsid w:val="002C6427"/>
    <w:rsid w:val="002D19A9"/>
    <w:rsid w:val="002D1B3A"/>
    <w:rsid w:val="002D2485"/>
    <w:rsid w:val="002D580E"/>
    <w:rsid w:val="002E19EE"/>
    <w:rsid w:val="002E4D3D"/>
    <w:rsid w:val="002E5CA1"/>
    <w:rsid w:val="002E6022"/>
    <w:rsid w:val="002F3626"/>
    <w:rsid w:val="00301EBF"/>
    <w:rsid w:val="00307C3A"/>
    <w:rsid w:val="00310D1D"/>
    <w:rsid w:val="003131A7"/>
    <w:rsid w:val="00315D18"/>
    <w:rsid w:val="00317E22"/>
    <w:rsid w:val="00321586"/>
    <w:rsid w:val="00322466"/>
    <w:rsid w:val="00324B78"/>
    <w:rsid w:val="00325884"/>
    <w:rsid w:val="00325A62"/>
    <w:rsid w:val="00330D70"/>
    <w:rsid w:val="003339D0"/>
    <w:rsid w:val="003353BB"/>
    <w:rsid w:val="0033620A"/>
    <w:rsid w:val="003418A1"/>
    <w:rsid w:val="0034239A"/>
    <w:rsid w:val="0035368E"/>
    <w:rsid w:val="00354493"/>
    <w:rsid w:val="00360A5F"/>
    <w:rsid w:val="003618AA"/>
    <w:rsid w:val="00362F71"/>
    <w:rsid w:val="00362F97"/>
    <w:rsid w:val="00363C94"/>
    <w:rsid w:val="0036400D"/>
    <w:rsid w:val="00373085"/>
    <w:rsid w:val="00373C2D"/>
    <w:rsid w:val="00380A47"/>
    <w:rsid w:val="003812A1"/>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19D"/>
    <w:rsid w:val="003D2459"/>
    <w:rsid w:val="003D28ED"/>
    <w:rsid w:val="003D3107"/>
    <w:rsid w:val="003E148D"/>
    <w:rsid w:val="003E3600"/>
    <w:rsid w:val="003E3A3A"/>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4EC"/>
    <w:rsid w:val="00462BAD"/>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5830"/>
    <w:rsid w:val="004C3E90"/>
    <w:rsid w:val="004C4336"/>
    <w:rsid w:val="004C77B5"/>
    <w:rsid w:val="004D7678"/>
    <w:rsid w:val="004D7CD7"/>
    <w:rsid w:val="004E045E"/>
    <w:rsid w:val="004E2A9A"/>
    <w:rsid w:val="004E2C21"/>
    <w:rsid w:val="004E5620"/>
    <w:rsid w:val="004E6E95"/>
    <w:rsid w:val="004F58BA"/>
    <w:rsid w:val="005022E5"/>
    <w:rsid w:val="00512375"/>
    <w:rsid w:val="00516B17"/>
    <w:rsid w:val="005254BC"/>
    <w:rsid w:val="00526724"/>
    <w:rsid w:val="005344B5"/>
    <w:rsid w:val="00542EEF"/>
    <w:rsid w:val="00543F04"/>
    <w:rsid w:val="00550B2F"/>
    <w:rsid w:val="00551712"/>
    <w:rsid w:val="00551E02"/>
    <w:rsid w:val="005529FE"/>
    <w:rsid w:val="00552C63"/>
    <w:rsid w:val="00553E8E"/>
    <w:rsid w:val="005549DE"/>
    <w:rsid w:val="00555E4C"/>
    <w:rsid w:val="00557FB6"/>
    <w:rsid w:val="00561C58"/>
    <w:rsid w:val="0056230A"/>
    <w:rsid w:val="00562EED"/>
    <w:rsid w:val="00565AF9"/>
    <w:rsid w:val="005673A9"/>
    <w:rsid w:val="0057006C"/>
    <w:rsid w:val="00571BF1"/>
    <w:rsid w:val="00572B6B"/>
    <w:rsid w:val="0057612B"/>
    <w:rsid w:val="005772C4"/>
    <w:rsid w:val="00577577"/>
    <w:rsid w:val="00580A0A"/>
    <w:rsid w:val="00584801"/>
    <w:rsid w:val="005923FF"/>
    <w:rsid w:val="00597294"/>
    <w:rsid w:val="00597B34"/>
    <w:rsid w:val="005A1C39"/>
    <w:rsid w:val="005A43ED"/>
    <w:rsid w:val="005B2DE4"/>
    <w:rsid w:val="005B56BE"/>
    <w:rsid w:val="005B68D5"/>
    <w:rsid w:val="005C0E2F"/>
    <w:rsid w:val="005C3877"/>
    <w:rsid w:val="005D2C72"/>
    <w:rsid w:val="005E2913"/>
    <w:rsid w:val="005E3A61"/>
    <w:rsid w:val="005E5826"/>
    <w:rsid w:val="00606383"/>
    <w:rsid w:val="00614301"/>
    <w:rsid w:val="00620B12"/>
    <w:rsid w:val="006210F4"/>
    <w:rsid w:val="00622159"/>
    <w:rsid w:val="00625C71"/>
    <w:rsid w:val="00627A7B"/>
    <w:rsid w:val="00627EC0"/>
    <w:rsid w:val="0063298C"/>
    <w:rsid w:val="00632AD1"/>
    <w:rsid w:val="006357C1"/>
    <w:rsid w:val="00636D3F"/>
    <w:rsid w:val="00641A2D"/>
    <w:rsid w:val="00643462"/>
    <w:rsid w:val="00643F5E"/>
    <w:rsid w:val="00646D08"/>
    <w:rsid w:val="00651640"/>
    <w:rsid w:val="00651ADF"/>
    <w:rsid w:val="00653FF5"/>
    <w:rsid w:val="006574A0"/>
    <w:rsid w:val="006574EA"/>
    <w:rsid w:val="00657D48"/>
    <w:rsid w:val="00663284"/>
    <w:rsid w:val="006644E3"/>
    <w:rsid w:val="00665B79"/>
    <w:rsid w:val="006726F6"/>
    <w:rsid w:val="00672E5A"/>
    <w:rsid w:val="00682902"/>
    <w:rsid w:val="00684527"/>
    <w:rsid w:val="0068652E"/>
    <w:rsid w:val="00687928"/>
    <w:rsid w:val="0069163F"/>
    <w:rsid w:val="00691DBB"/>
    <w:rsid w:val="006A2513"/>
    <w:rsid w:val="006A7D4D"/>
    <w:rsid w:val="006B5C71"/>
    <w:rsid w:val="006B7F0E"/>
    <w:rsid w:val="006C3A27"/>
    <w:rsid w:val="006C4B43"/>
    <w:rsid w:val="006C69C7"/>
    <w:rsid w:val="006C7118"/>
    <w:rsid w:val="006D36EC"/>
    <w:rsid w:val="006D41DF"/>
    <w:rsid w:val="006D6DC1"/>
    <w:rsid w:val="006D6F9A"/>
    <w:rsid w:val="006E019B"/>
    <w:rsid w:val="006E2C8E"/>
    <w:rsid w:val="006E446F"/>
    <w:rsid w:val="006E6291"/>
    <w:rsid w:val="006F005A"/>
    <w:rsid w:val="006F2D45"/>
    <w:rsid w:val="006F7CE8"/>
    <w:rsid w:val="00701353"/>
    <w:rsid w:val="0070524C"/>
    <w:rsid w:val="00710619"/>
    <w:rsid w:val="00717AB1"/>
    <w:rsid w:val="00717C64"/>
    <w:rsid w:val="00721FA0"/>
    <w:rsid w:val="00723983"/>
    <w:rsid w:val="00723D07"/>
    <w:rsid w:val="00725377"/>
    <w:rsid w:val="0073042E"/>
    <w:rsid w:val="00730CA1"/>
    <w:rsid w:val="00730E45"/>
    <w:rsid w:val="00731AD7"/>
    <w:rsid w:val="00731D9A"/>
    <w:rsid w:val="00740E80"/>
    <w:rsid w:val="0074517B"/>
    <w:rsid w:val="00745C1D"/>
    <w:rsid w:val="00747E40"/>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2537"/>
    <w:rsid w:val="007A6185"/>
    <w:rsid w:val="007B10B3"/>
    <w:rsid w:val="007B1D12"/>
    <w:rsid w:val="007B2F17"/>
    <w:rsid w:val="007B46B3"/>
    <w:rsid w:val="007B5CD8"/>
    <w:rsid w:val="007B6D51"/>
    <w:rsid w:val="007B6FAF"/>
    <w:rsid w:val="007C088F"/>
    <w:rsid w:val="007C3DC9"/>
    <w:rsid w:val="007D1D2B"/>
    <w:rsid w:val="007D5FD1"/>
    <w:rsid w:val="007E2EBF"/>
    <w:rsid w:val="007E6DD9"/>
    <w:rsid w:val="007F3605"/>
    <w:rsid w:val="007F4190"/>
    <w:rsid w:val="007F4E53"/>
    <w:rsid w:val="00806335"/>
    <w:rsid w:val="008105E2"/>
    <w:rsid w:val="008128CA"/>
    <w:rsid w:val="00813440"/>
    <w:rsid w:val="00815E5A"/>
    <w:rsid w:val="00821393"/>
    <w:rsid w:val="00821493"/>
    <w:rsid w:val="00826B87"/>
    <w:rsid w:val="00831B8F"/>
    <w:rsid w:val="008340ED"/>
    <w:rsid w:val="00835393"/>
    <w:rsid w:val="00837259"/>
    <w:rsid w:val="0084238B"/>
    <w:rsid w:val="0084318E"/>
    <w:rsid w:val="0084496F"/>
    <w:rsid w:val="00850983"/>
    <w:rsid w:val="0085369F"/>
    <w:rsid w:val="008537F1"/>
    <w:rsid w:val="00856864"/>
    <w:rsid w:val="00856941"/>
    <w:rsid w:val="00856F83"/>
    <w:rsid w:val="00857A7C"/>
    <w:rsid w:val="00864864"/>
    <w:rsid w:val="008656BE"/>
    <w:rsid w:val="00867CEE"/>
    <w:rsid w:val="008703F4"/>
    <w:rsid w:val="00870D4D"/>
    <w:rsid w:val="00873D57"/>
    <w:rsid w:val="00874112"/>
    <w:rsid w:val="008777DC"/>
    <w:rsid w:val="00880BCE"/>
    <w:rsid w:val="008810AF"/>
    <w:rsid w:val="008830EF"/>
    <w:rsid w:val="00885A94"/>
    <w:rsid w:val="008933CF"/>
    <w:rsid w:val="00895362"/>
    <w:rsid w:val="008A225D"/>
    <w:rsid w:val="008A4630"/>
    <w:rsid w:val="008B5AE2"/>
    <w:rsid w:val="008B5B7E"/>
    <w:rsid w:val="008C0DB1"/>
    <w:rsid w:val="008C3327"/>
    <w:rsid w:val="008D5FE6"/>
    <w:rsid w:val="008D6657"/>
    <w:rsid w:val="008E1FA7"/>
    <w:rsid w:val="008E4D2E"/>
    <w:rsid w:val="008E625A"/>
    <w:rsid w:val="008F0D03"/>
    <w:rsid w:val="008F258C"/>
    <w:rsid w:val="008F3BB8"/>
    <w:rsid w:val="008F4513"/>
    <w:rsid w:val="008F5B45"/>
    <w:rsid w:val="008F6AB7"/>
    <w:rsid w:val="009006DA"/>
    <w:rsid w:val="009046DF"/>
    <w:rsid w:val="0091682D"/>
    <w:rsid w:val="00916E42"/>
    <w:rsid w:val="00922370"/>
    <w:rsid w:val="0092388A"/>
    <w:rsid w:val="00927D62"/>
    <w:rsid w:val="00932192"/>
    <w:rsid w:val="00933200"/>
    <w:rsid w:val="00937B8E"/>
    <w:rsid w:val="00940CE4"/>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931F9"/>
    <w:rsid w:val="009A53CC"/>
    <w:rsid w:val="009A7001"/>
    <w:rsid w:val="009A7DA5"/>
    <w:rsid w:val="009B01D4"/>
    <w:rsid w:val="009B0C22"/>
    <w:rsid w:val="009B7253"/>
    <w:rsid w:val="009C6222"/>
    <w:rsid w:val="009D2FE8"/>
    <w:rsid w:val="009D3969"/>
    <w:rsid w:val="009D6CB0"/>
    <w:rsid w:val="009E03BE"/>
    <w:rsid w:val="009E07BB"/>
    <w:rsid w:val="009E4824"/>
    <w:rsid w:val="009E5A4F"/>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449C"/>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5CAD"/>
    <w:rsid w:val="00A86979"/>
    <w:rsid w:val="00A90099"/>
    <w:rsid w:val="00A91F7E"/>
    <w:rsid w:val="00A9330B"/>
    <w:rsid w:val="00A971B5"/>
    <w:rsid w:val="00AA378D"/>
    <w:rsid w:val="00AB1F96"/>
    <w:rsid w:val="00AB49D8"/>
    <w:rsid w:val="00AB5AFC"/>
    <w:rsid w:val="00AB5B22"/>
    <w:rsid w:val="00AB7290"/>
    <w:rsid w:val="00AC28CD"/>
    <w:rsid w:val="00AC6146"/>
    <w:rsid w:val="00AC64A5"/>
    <w:rsid w:val="00AD0994"/>
    <w:rsid w:val="00AD2964"/>
    <w:rsid w:val="00AD365B"/>
    <w:rsid w:val="00AD37DC"/>
    <w:rsid w:val="00AD3BEC"/>
    <w:rsid w:val="00AE0778"/>
    <w:rsid w:val="00AE1E35"/>
    <w:rsid w:val="00AE4D35"/>
    <w:rsid w:val="00AE5DAC"/>
    <w:rsid w:val="00AE6117"/>
    <w:rsid w:val="00AE64FD"/>
    <w:rsid w:val="00AF0453"/>
    <w:rsid w:val="00AF0A2F"/>
    <w:rsid w:val="00AF16EE"/>
    <w:rsid w:val="00AF217C"/>
    <w:rsid w:val="00AF33DF"/>
    <w:rsid w:val="00B0022A"/>
    <w:rsid w:val="00B01257"/>
    <w:rsid w:val="00B0558B"/>
    <w:rsid w:val="00B1002E"/>
    <w:rsid w:val="00B11AF5"/>
    <w:rsid w:val="00B12ED2"/>
    <w:rsid w:val="00B14C29"/>
    <w:rsid w:val="00B1648E"/>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75CA"/>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20D0"/>
    <w:rsid w:val="00C1570C"/>
    <w:rsid w:val="00C16D74"/>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1D73"/>
    <w:rsid w:val="00CA2801"/>
    <w:rsid w:val="00CA41BF"/>
    <w:rsid w:val="00CB22FF"/>
    <w:rsid w:val="00CB686E"/>
    <w:rsid w:val="00CB6C3A"/>
    <w:rsid w:val="00CC0833"/>
    <w:rsid w:val="00CC156E"/>
    <w:rsid w:val="00CD72D4"/>
    <w:rsid w:val="00CE30CD"/>
    <w:rsid w:val="00CE6F3B"/>
    <w:rsid w:val="00CF137D"/>
    <w:rsid w:val="00CF583F"/>
    <w:rsid w:val="00D0738D"/>
    <w:rsid w:val="00D10971"/>
    <w:rsid w:val="00D20EAE"/>
    <w:rsid w:val="00D212D5"/>
    <w:rsid w:val="00D22C82"/>
    <w:rsid w:val="00D24B24"/>
    <w:rsid w:val="00D24EB0"/>
    <w:rsid w:val="00D25987"/>
    <w:rsid w:val="00D302F5"/>
    <w:rsid w:val="00D33A32"/>
    <w:rsid w:val="00D35F8F"/>
    <w:rsid w:val="00D404A6"/>
    <w:rsid w:val="00D46C32"/>
    <w:rsid w:val="00D52429"/>
    <w:rsid w:val="00D52EC6"/>
    <w:rsid w:val="00D53C02"/>
    <w:rsid w:val="00D544E3"/>
    <w:rsid w:val="00D54728"/>
    <w:rsid w:val="00D66EE9"/>
    <w:rsid w:val="00D67101"/>
    <w:rsid w:val="00D70D85"/>
    <w:rsid w:val="00D718B1"/>
    <w:rsid w:val="00D7331A"/>
    <w:rsid w:val="00D7499D"/>
    <w:rsid w:val="00D84ECA"/>
    <w:rsid w:val="00D854D7"/>
    <w:rsid w:val="00D87C1C"/>
    <w:rsid w:val="00D91B67"/>
    <w:rsid w:val="00D92CDF"/>
    <w:rsid w:val="00DA3DD5"/>
    <w:rsid w:val="00DA4BAD"/>
    <w:rsid w:val="00DA5931"/>
    <w:rsid w:val="00DA722B"/>
    <w:rsid w:val="00DB2424"/>
    <w:rsid w:val="00DB3E84"/>
    <w:rsid w:val="00DB5B46"/>
    <w:rsid w:val="00DC02A0"/>
    <w:rsid w:val="00DC0B08"/>
    <w:rsid w:val="00DC0E27"/>
    <w:rsid w:val="00DD1BB4"/>
    <w:rsid w:val="00DD6547"/>
    <w:rsid w:val="00DD78A5"/>
    <w:rsid w:val="00DE4448"/>
    <w:rsid w:val="00DE49C9"/>
    <w:rsid w:val="00DF1375"/>
    <w:rsid w:val="00DF5E1E"/>
    <w:rsid w:val="00DF6442"/>
    <w:rsid w:val="00E022DC"/>
    <w:rsid w:val="00E024D3"/>
    <w:rsid w:val="00E07A7B"/>
    <w:rsid w:val="00E1048F"/>
    <w:rsid w:val="00E14435"/>
    <w:rsid w:val="00E169CC"/>
    <w:rsid w:val="00E17AC8"/>
    <w:rsid w:val="00E206F5"/>
    <w:rsid w:val="00E21598"/>
    <w:rsid w:val="00E259BC"/>
    <w:rsid w:val="00E264A4"/>
    <w:rsid w:val="00E40FCC"/>
    <w:rsid w:val="00E43122"/>
    <w:rsid w:val="00E44003"/>
    <w:rsid w:val="00E456A5"/>
    <w:rsid w:val="00E5512D"/>
    <w:rsid w:val="00E55AB5"/>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346"/>
    <w:rsid w:val="00EB74A9"/>
    <w:rsid w:val="00EC0F78"/>
    <w:rsid w:val="00EC1A32"/>
    <w:rsid w:val="00EC1A39"/>
    <w:rsid w:val="00EC5C01"/>
    <w:rsid w:val="00ED2650"/>
    <w:rsid w:val="00ED3DFD"/>
    <w:rsid w:val="00ED3F21"/>
    <w:rsid w:val="00ED57DD"/>
    <w:rsid w:val="00EE260F"/>
    <w:rsid w:val="00EE5654"/>
    <w:rsid w:val="00EE56E1"/>
    <w:rsid w:val="00EE604B"/>
    <w:rsid w:val="00EE6B33"/>
    <w:rsid w:val="00EF0462"/>
    <w:rsid w:val="00EF6505"/>
    <w:rsid w:val="00EF7A6F"/>
    <w:rsid w:val="00F02C57"/>
    <w:rsid w:val="00F06C78"/>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1EE0"/>
    <w:rsid w:val="00F82A57"/>
    <w:rsid w:val="00F83A2C"/>
    <w:rsid w:val="00F83E9D"/>
    <w:rsid w:val="00F84367"/>
    <w:rsid w:val="00F8539A"/>
    <w:rsid w:val="00F86C5B"/>
    <w:rsid w:val="00F97A32"/>
    <w:rsid w:val="00FA0105"/>
    <w:rsid w:val="00FA0645"/>
    <w:rsid w:val="00FA3B58"/>
    <w:rsid w:val="00FA5484"/>
    <w:rsid w:val="00FA6127"/>
    <w:rsid w:val="00FB01CD"/>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937B8E"/>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937B8E"/>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24393-61E5-4CD5-94D4-1CEF53C88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1325</TotalTime>
  <Pages>36</Pages>
  <Words>13127</Words>
  <Characters>74828</Characters>
  <Application>Microsoft Office Word</Application>
  <DocSecurity>0</DocSecurity>
  <Lines>623</Lines>
  <Paragraphs>175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87780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74</cp:revision>
  <cp:lastPrinted>1601-01-01T00:00:00Z</cp:lastPrinted>
  <dcterms:created xsi:type="dcterms:W3CDTF">2019-05-25T05:52:00Z</dcterms:created>
  <dcterms:modified xsi:type="dcterms:W3CDTF">2019-06-03T09:32:00Z</dcterms:modified>
</cp:coreProperties>
</file>