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11" w:rsidRPr="00343211" w:rsidRDefault="00343211" w:rsidP="00343211">
      <w:pPr>
        <w:pStyle w:val="libTitr1"/>
      </w:pPr>
      <w:r w:rsidRPr="00343211">
        <w:rPr>
          <w:rFonts w:hint="cs"/>
          <w:cs/>
          <w:lang w:bidi="hi-IN"/>
        </w:rPr>
        <w:t>बहाईयत</w:t>
      </w:r>
      <w:r>
        <w:rPr>
          <w:rFonts w:hint="cs"/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संस्था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Titr2"/>
      </w:pPr>
      <w:r w:rsidRPr="00343211">
        <w:rPr>
          <w:rFonts w:hint="cs"/>
          <w:cs/>
          <w:lang w:bidi="hi-IN"/>
        </w:rPr>
        <w:t>लेखकः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दारूल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वहदत</w:t>
      </w:r>
    </w:p>
    <w:p w:rsidR="00343211" w:rsidRPr="00C64EB4" w:rsidRDefault="00343211" w:rsidP="00343211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343211" w:rsidRDefault="00343211" w:rsidP="00343211">
      <w:pPr>
        <w:pStyle w:val="libNotice"/>
        <w:rPr>
          <w:cs/>
          <w:lang w:bidi="hi-IN"/>
        </w:rPr>
      </w:pPr>
      <w:r w:rsidRPr="00C64EB4">
        <w:t>Alhassanain.org/hindi</w:t>
      </w:r>
    </w:p>
    <w:p w:rsidR="00343211" w:rsidRDefault="00343211">
      <w:pPr>
        <w:spacing w:after="0" w:line="240" w:lineRule="auto"/>
        <w:rPr>
          <w:rFonts w:ascii="Mangal" w:hAnsi="Mangal" w:cs="Mangal"/>
          <w:color w:val="FF0000"/>
          <w:sz w:val="28"/>
          <w:cs/>
          <w:lang w:bidi="hi-IN"/>
        </w:rPr>
      </w:pPr>
      <w:r>
        <w:rPr>
          <w:cs/>
          <w:lang w:bidi="hi-IN"/>
        </w:rPr>
        <w:br w:type="page"/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lastRenderedPageBreak/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उर्दु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पत्रिका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तोहिद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द</w:t>
      </w:r>
      <w:r>
        <w:rPr>
          <w:rFonts w:hint="cs"/>
          <w:cs/>
          <w:lang w:bidi="hi-IN"/>
        </w:rPr>
        <w:t>ू</w:t>
      </w:r>
      <w:r w:rsidRPr="00343211">
        <w:rPr>
          <w:rFonts w:hint="cs"/>
          <w:cs/>
          <w:lang w:bidi="hi-IN"/>
        </w:rPr>
        <w:t>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साज़माने</w:t>
      </w:r>
      <w:r w:rsidRPr="00343211">
        <w:rPr>
          <w:cs/>
          <w:lang w:bidi="hi-IN"/>
        </w:rPr>
        <w:t xml:space="preserve"> </w:t>
      </w:r>
      <w:r w:rsidRPr="00343211">
        <w:t>–</w:t>
      </w:r>
      <w:r w:rsidRPr="00343211">
        <w:rPr>
          <w:rFonts w:hint="cs"/>
          <w:cs/>
          <w:lang w:bidi="hi-IN"/>
        </w:rPr>
        <w:t>तबली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पुस्तक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पुन</w:t>
      </w:r>
      <w:r w:rsidRPr="00343211">
        <w:rPr>
          <w:cs/>
          <w:lang w:bidi="hi-IN"/>
        </w:rPr>
        <w:t xml:space="preserve">: 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पुस्तक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संस्था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rFonts w:hint="cs"/>
          <w:cs/>
          <w:lang w:bidi="hi-IN"/>
        </w:rPr>
        <w:t>दारुल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वहदत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दिल्ली</w:t>
      </w:r>
    </w:p>
    <w:p w:rsidR="00343211" w:rsidRDefault="00343211" w:rsidP="00343211">
      <w:pPr>
        <w:pStyle w:val="libNormal"/>
        <w:rPr>
          <w:cs/>
          <w:lang w:bidi="hi-IN"/>
        </w:rPr>
      </w:pPr>
      <w:r w:rsidRPr="00343211">
        <w:rPr>
          <w:rFonts w:hint="cs"/>
          <w:cs/>
          <w:lang w:bidi="hi-IN"/>
        </w:rPr>
        <w:t>मुद्रक</w:t>
      </w:r>
      <w:r w:rsidRPr="00343211">
        <w:rPr>
          <w:cs/>
          <w:lang w:bidi="hi-IN"/>
        </w:rPr>
        <w:t xml:space="preserve"> : </w:t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cs/>
          <w:lang w:bidi="hi-IN"/>
        </w:rPr>
        <w:tab/>
      </w:r>
      <w:r w:rsidRPr="00343211">
        <w:rPr>
          <w:rFonts w:hint="cs"/>
          <w:cs/>
          <w:lang w:bidi="hi-IN"/>
        </w:rPr>
        <w:t>क्लासिक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प्रिंटर्स</w:t>
      </w:r>
      <w:r w:rsidRPr="00343211">
        <w:rPr>
          <w:cs/>
          <w:lang w:bidi="hi-IN"/>
        </w:rPr>
        <w:t xml:space="preserve">- </w:t>
      </w:r>
      <w:r w:rsidRPr="00343211">
        <w:rPr>
          <w:rFonts w:hint="cs"/>
          <w:cs/>
          <w:lang w:bidi="hi-IN"/>
        </w:rPr>
        <w:t>गाज़ियाबाद</w:t>
      </w:r>
      <w:r w:rsidRPr="00343211">
        <w:rPr>
          <w:cs/>
          <w:lang w:bidi="hi-IN"/>
        </w:rPr>
        <w:t xml:space="preserve"> </w:t>
      </w:r>
    </w:p>
    <w:p w:rsidR="00343211" w:rsidRDefault="00343211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343211" w:rsidRPr="00343211" w:rsidRDefault="00343211" w:rsidP="00343211">
      <w:pPr>
        <w:pStyle w:val="Heading1"/>
      </w:pPr>
      <w:bookmarkStart w:id="0" w:name="_Toc485752626"/>
      <w:r w:rsidRPr="00343211">
        <w:rPr>
          <w:rFonts w:hint="cs"/>
          <w:cs/>
          <w:lang w:bidi="hi-IN"/>
        </w:rPr>
        <w:lastRenderedPageBreak/>
        <w:t>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शब्द</w:t>
      </w:r>
      <w:bookmarkEnd w:id="0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जनाब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मुजतबा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सुल्तानी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साहब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विकसित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कुशल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विभिन्न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शीर्षकों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तहत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विभिन्न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पुस्तको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उद्देश्य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शैतान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पहचान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नियम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कानून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मिट्टी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आपकी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उर्दु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पत्रिका</w:t>
      </w:r>
      <w:r w:rsidRPr="00343211">
        <w:rPr>
          <w:cs/>
          <w:lang w:bidi="hi-IN"/>
        </w:rPr>
        <w:t xml:space="preserve"> "</w:t>
      </w:r>
      <w:r w:rsidRPr="00343211">
        <w:rPr>
          <w:rFonts w:hint="cs"/>
          <w:cs/>
          <w:lang w:bidi="hi-IN"/>
        </w:rPr>
        <w:t>तौहिद</w:t>
      </w:r>
      <w:r w:rsidRPr="00343211">
        <w:rPr>
          <w:cs/>
          <w:lang w:bidi="hi-IN"/>
        </w:rPr>
        <w:t xml:space="preserve">"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छपा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-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नज़रो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गुज़रा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सराहा।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आवश्यकता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भाषाओं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उर्दु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फ़ारसी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पहचान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बर्बाद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नेताओॆ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उल्माऐ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दीन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टक्कर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आशा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पाठय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महोदय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पूरा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पूरा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साज़िशों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होशियार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रहेंगे।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संस्था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lastRenderedPageBreak/>
        <w:t>साज़माने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तबलीग़ाते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इस्लामी</w:t>
      </w:r>
    </w:p>
    <w:p w:rsidR="00343211" w:rsidRDefault="00343211" w:rsidP="00343211">
      <w:pPr>
        <w:pStyle w:val="libNormal"/>
        <w:rPr>
          <w:lang w:bidi="hi-IN"/>
        </w:rPr>
      </w:pP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ईरान</w:t>
      </w:r>
    </w:p>
    <w:p w:rsidR="00343211" w:rsidRDefault="00343211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343211" w:rsidRDefault="00343211" w:rsidP="00343211">
      <w:pPr>
        <w:pStyle w:val="Heading1"/>
        <w:rPr>
          <w:lang w:bidi="hi-IN"/>
        </w:rPr>
      </w:pPr>
      <w:bookmarkStart w:id="1" w:name="_Toc485752627"/>
      <w:r>
        <w:rPr>
          <w:rFonts w:hint="cs"/>
          <w:cs/>
          <w:lang w:bidi="hi-IN"/>
        </w:rPr>
        <w:lastRenderedPageBreak/>
        <w:t>प्रस्तावना</w:t>
      </w:r>
      <w:bookmarkEnd w:id="1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अन्तर्राष्ट्रीय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उपनिवेशों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लङाईयां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लङ़ता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सामाजिक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प्रोयौगिक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मनोवैज्ञानिक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साधनों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टकराती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मतभेद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अध्यन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ज्ञात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शक्तिशाली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हड़प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उखाड़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फैकना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शासकों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ल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करो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जगह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</w:t>
      </w:r>
      <w:r>
        <w:rPr>
          <w:rFonts w:hint="cs"/>
          <w:cs/>
          <w:lang w:bidi="hi-IN"/>
        </w:rPr>
        <w:t>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सामाजिक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एतिहासिक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बन्धनों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मुहिम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रास्ते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रूकावटों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हटा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भौगोलिक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इलाके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अर्थव्यवस्था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बल्कि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तलवारों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निशाना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साँस्कृतिक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सांस्कृतिक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विचारधारा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पैदा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मजबूत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t xml:space="preserve">,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स्वभावों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प्रणालियों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उजागर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t xml:space="preserve">,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स्भय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साँस्कृतिक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मज़बुत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बन्धनों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एकत्रित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रहेगी।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सकेगी।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क़ौम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दृढ़ता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मज़बुती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कठिन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संक्षिप्त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विवरण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प्रथम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हानि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पहुचाने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गरीब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संस्कृतिक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मिटा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आधार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सत्य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क्योंकि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कुशल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तकनीक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चौदह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सौ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मक्के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जन्मी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तानाशाही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मुकाबला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अल्लाह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t xml:space="preserve">,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मज़बुत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कानुन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बुनियाद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कोशिश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जगह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बोल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इस्तेमार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तानाशाही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शताब्दीयों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अफरीका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एशिया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अमेरिका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जमाया।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हिम्मत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एकाग्रता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मुकाबला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जल्द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मुक़ाबले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उल्लमाए</w:t>
      </w:r>
      <w:r w:rsidRPr="00343211">
        <w:rPr>
          <w:cs/>
          <w:lang w:bidi="hi-IN"/>
        </w:rPr>
        <w:t xml:space="preserve"> - </w:t>
      </w:r>
      <w:r w:rsidRPr="00343211">
        <w:rPr>
          <w:rFonts w:hint="cs"/>
          <w:cs/>
          <w:lang w:bidi="hi-IN"/>
        </w:rPr>
        <w:t>दीन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समुह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एकाग्रता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उन्नीसवीं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शताब्दी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ईसवी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क़ाचारी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परिवार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भौगोलिक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दृष्टि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शक्तियां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क्षणों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पुर्वजो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छ़ोड़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लम्बे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उपजाउु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प्रयत्न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पुर्व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जमाने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खींचतान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भारत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महत्व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कुदना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नऐ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आरम्भ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नक्शे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तैयार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रक्षक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मन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धन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शासनों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टे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दुश्मन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रुकावट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उखाड़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फेंकें।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लोंगों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फुट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हथियार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उपद्रव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लोंगो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हमला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फुट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फ़िर्क़ो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</w:t>
      </w:r>
      <w:r>
        <w:rPr>
          <w:rFonts w:hint="cs"/>
          <w:cs/>
          <w:lang w:bidi="hi-IN"/>
        </w:rPr>
        <w:t xml:space="preserve"> </w:t>
      </w:r>
      <w:r w:rsidR="004B5D7B">
        <w:t>(</w:t>
      </w:r>
      <w:r w:rsidRPr="00343211">
        <w:rPr>
          <w:rFonts w:hint="cs"/>
          <w:cs/>
          <w:lang w:bidi="hi-IN"/>
        </w:rPr>
        <w:t>क़ौम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</w:t>
      </w:r>
      <w:r>
        <w:rPr>
          <w:rFonts w:hint="cs"/>
          <w:cs/>
          <w:lang w:bidi="hi-IN"/>
        </w:rPr>
        <w:t>ो</w:t>
      </w:r>
      <w:r w:rsidRPr="00343211">
        <w:rPr>
          <w:rFonts w:hint="cs"/>
          <w:cs/>
          <w:lang w:bidi="hi-IN"/>
        </w:rPr>
        <w:t>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उद्देश्य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आशाओं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बेअसर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भंग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राजनिति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रेखा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उद्देश्य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भुमि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इससे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परिचित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आवश्यक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नऐ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जन्में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अच्छी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पहचानतें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पिछले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प्रयत्न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शुरु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अपरिचित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lastRenderedPageBreak/>
        <w:t>(</w:t>
      </w:r>
      <w:r w:rsidRPr="00343211">
        <w:rPr>
          <w:rFonts w:hint="cs"/>
          <w:cs/>
          <w:lang w:bidi="hi-IN"/>
        </w:rPr>
        <w:t>बहाईयों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स्वतंत्रता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लबादा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ओढ़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लबादे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फेंक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पिट्ठुओं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कार्यकर्ताओं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परिचित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अपरिचित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मिलाप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स्वतन्रता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पक्षधर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समझते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आवश्यकता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लिबादे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हटाकर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असलियत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पहंचनवाया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सके।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343211">
      <w:pPr>
        <w:pStyle w:val="Heading1"/>
      </w:pPr>
      <w:bookmarkStart w:id="2" w:name="_Toc485752628"/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संक्षिप्त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bookmarkEnd w:id="2"/>
    </w:p>
    <w:p w:rsidR="00343211" w:rsidRPr="00343211" w:rsidRDefault="004B5D7B" w:rsidP="00343211">
      <w:pPr>
        <w:pStyle w:val="libNormal"/>
      </w:pPr>
      <w:r>
        <w:t>(</w:t>
      </w:r>
      <w:r w:rsidR="00343211" w:rsidRPr="00343211">
        <w:t>1</w:t>
      </w:r>
      <w:r>
        <w:t>)</w:t>
      </w:r>
      <w:r w:rsidR="00343211" w:rsidRPr="00343211">
        <w:t xml:space="preserve"> </w:t>
      </w:r>
      <w:r w:rsidR="00343211" w:rsidRPr="00343211">
        <w:rPr>
          <w:rFonts w:hint="cs"/>
          <w:cs/>
          <w:lang w:bidi="hi-IN"/>
        </w:rPr>
        <w:t>तेरहवीं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शताब्दी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हिजरी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मध्य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अली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मोहम्मद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शीराज़ी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नामक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व्यक्ति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जन्म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हुआ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वह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अपने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व्यक्तित्व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और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शिक्षात्मक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विचारों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सहारा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लेते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हुए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इमाम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मेहदी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दावेदार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बैठा।</w:t>
      </w:r>
      <w:r w:rsidR="00343211" w:rsidRPr="00343211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 w:rsidR="00343211" w:rsidRPr="00343211">
        <w:t>2</w:t>
      </w:r>
      <w:r>
        <w:t>)</w:t>
      </w:r>
      <w:r w:rsidR="00343211" w:rsidRPr="00343211">
        <w:rPr>
          <w:rFonts w:hint="cs"/>
          <w:cs/>
          <w:lang w:bidi="hi-IN"/>
        </w:rPr>
        <w:t>उसने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अपने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आप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को</w:t>
      </w:r>
      <w:r w:rsidR="00343211" w:rsidRPr="00343211">
        <w:rPr>
          <w:cs/>
          <w:lang w:bidi="hi-IN"/>
        </w:rPr>
        <w:t xml:space="preserve"> </w:t>
      </w:r>
      <w:r w:rsidR="00343211" w:rsidRPr="00343211">
        <w:t>“</w:t>
      </w:r>
      <w:r w:rsidR="00343211" w:rsidRPr="00343211">
        <w:rPr>
          <w:rFonts w:hint="cs"/>
          <w:cs/>
          <w:lang w:bidi="hi-IN"/>
        </w:rPr>
        <w:t>वासित</w:t>
      </w:r>
      <w:r w:rsidR="00343211" w:rsidRPr="00343211">
        <w:rPr>
          <w:rFonts w:hint="eastAsia"/>
        </w:rPr>
        <w:t>”</w:t>
      </w:r>
      <w:r w:rsidR="00343211" w:rsidRPr="00343211">
        <w:t>,“</w:t>
      </w:r>
      <w:r w:rsidR="00343211" w:rsidRPr="00343211">
        <w:rPr>
          <w:rFonts w:hint="cs"/>
          <w:cs/>
          <w:lang w:bidi="hi-IN"/>
        </w:rPr>
        <w:t>बाबे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इमामे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ज़माना</w:t>
      </w:r>
      <w:r w:rsidR="00343211" w:rsidRPr="00343211">
        <w:rPr>
          <w:rFonts w:hint="eastAsia"/>
        </w:rPr>
        <w:t>”</w:t>
      </w:r>
      <w:r w:rsidR="00343211" w:rsidRPr="00343211">
        <w:t xml:space="preserve"> </w:t>
      </w:r>
      <w:r w:rsidR="00343211" w:rsidRPr="00343211">
        <w:rPr>
          <w:rFonts w:hint="cs"/>
          <w:cs/>
          <w:lang w:bidi="hi-IN"/>
        </w:rPr>
        <w:t>कहलवाना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शुरु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दिया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इसलिए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उसके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समर्थक</w:t>
      </w:r>
      <w:r w:rsidR="00343211" w:rsidRPr="00343211">
        <w:rPr>
          <w:cs/>
          <w:lang w:bidi="hi-IN"/>
        </w:rPr>
        <w:t xml:space="preserve"> </w:t>
      </w:r>
      <w:r w:rsidR="00343211" w:rsidRPr="00343211">
        <w:t>“</w:t>
      </w:r>
      <w:r w:rsidR="00343211" w:rsidRPr="00343211">
        <w:rPr>
          <w:rFonts w:hint="cs"/>
          <w:cs/>
          <w:lang w:bidi="hi-IN"/>
        </w:rPr>
        <w:t>बाबी</w:t>
      </w:r>
      <w:r w:rsidR="00343211" w:rsidRPr="00343211">
        <w:rPr>
          <w:rFonts w:hint="eastAsia"/>
        </w:rPr>
        <w:t>”</w:t>
      </w:r>
      <w:r w:rsidR="00343211" w:rsidRPr="00343211">
        <w:t xml:space="preserve"> </w:t>
      </w:r>
      <w:r w:rsidR="00343211" w:rsidRPr="00343211">
        <w:rPr>
          <w:rFonts w:hint="cs"/>
          <w:cs/>
          <w:lang w:bidi="hi-IN"/>
        </w:rPr>
        <w:t>कहे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जाने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लगे।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औसत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दर्जे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पढ़ा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अरबी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फारसी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साहित्य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पाठ्यक्रम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3</w:t>
      </w:r>
      <w:r w:rsidR="004B5D7B">
        <w:t>)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विधार्थी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जादु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टोना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टोटका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भुत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प्रेत</w:t>
      </w:r>
      <w:r w:rsidRPr="00343211">
        <w:t xml:space="preserve">, </w:t>
      </w:r>
      <w:r w:rsidRPr="00343211">
        <w:rPr>
          <w:rFonts w:hint="cs"/>
          <w:cs/>
          <w:lang w:bidi="hi-IN"/>
        </w:rPr>
        <w:t>जिन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रहस्मयी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अजीब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अजीब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दक्षिणी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बन्दरगाह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बु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शहर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बावजुद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छत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घंटो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जादु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अजीब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अजीब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हरकतें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4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सीधे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साधे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तावीज़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गंडों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धोखा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5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पहले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इमामे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ज़माना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जानशीन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6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इमामे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ज़माना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बैठा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7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फिर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नबुवत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एलान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8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अंत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भाषण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लेंखों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9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शीराज़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पढ़े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घेरा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काफी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मस्जिद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कर्मों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10</w:t>
      </w:r>
      <w:r w:rsidR="004B5D7B">
        <w:t>)</w:t>
      </w:r>
      <w:r w:rsidRPr="00343211">
        <w:rPr>
          <w:rFonts w:hint="cs"/>
          <w:cs/>
          <w:lang w:bidi="hi-IN"/>
        </w:rPr>
        <w:t>दुसरी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आरम्भ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तबरेज़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पकड़ा।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रोया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पीटा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माफीनामा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11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किन्तु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तबरेज़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स्वीकार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पागल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हुक्म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12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परन्तु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हंगामे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उग्रवाद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मजबुर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अमीर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कबीर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सदरे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आज़म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बुनियाद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पक्षधर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हंगामे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रुकेगें।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13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इसफ़हान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असअसल</w:t>
      </w:r>
      <w:r w:rsidRPr="00343211">
        <w:rPr>
          <w:rFonts w:hint="eastAsia"/>
        </w:rPr>
        <w:t>”</w:t>
      </w:r>
      <w:r w:rsidRPr="00343211">
        <w:t xml:space="preserve"> , </w:t>
      </w:r>
      <w:r w:rsidRPr="00343211">
        <w:rPr>
          <w:rFonts w:hint="cs"/>
          <w:cs/>
          <w:lang w:bidi="hi-IN"/>
        </w:rPr>
        <w:t>अरमानी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मनोचहर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ज़ालिम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दुतावासों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ज्ञात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मनुचहर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बल्कि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ज़बानी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="004B5D7B">
        <w:t>(</w:t>
      </w:r>
      <w:r w:rsidRPr="00343211">
        <w:t>15</w:t>
      </w:r>
      <w:r w:rsidR="004B5D7B">
        <w:t>)</w:t>
      </w:r>
      <w:r>
        <w:rPr>
          <w:rFonts w:hint="cs"/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मृत्युदण्ड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हस्तक्षेप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अमीर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कबीर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क़ज़वीन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माजिन्दारन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यज़्द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तबरेज़</w:t>
      </w:r>
      <w:r w:rsidRPr="00343211">
        <w:t xml:space="preserve">, </w:t>
      </w:r>
      <w:r w:rsidRPr="00343211">
        <w:rPr>
          <w:rFonts w:hint="cs"/>
          <w:cs/>
          <w:lang w:bidi="hi-IN"/>
        </w:rPr>
        <w:t>ज़न्जान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छु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काफी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उपद्रव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अत्याधिक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नुकसान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गड़बड़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दूतावासों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रूचि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प्रोग्राम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उन्हें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इच्छाओं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अवसर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प्रचारक</w:t>
      </w:r>
      <w:r w:rsidRPr="00343211">
        <w:t xml:space="preserve">, </w:t>
      </w:r>
      <w:r w:rsidR="004B5D7B">
        <w:t>(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सिध्दान्त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पक्षधरों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हालत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छो</w:t>
      </w:r>
      <w:r>
        <w:rPr>
          <w:rFonts w:hint="cs"/>
          <w:cs/>
          <w:lang w:bidi="hi-IN"/>
        </w:rPr>
        <w:t>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नोटिस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जाएँगे।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किन्तु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कैद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पाबंदिया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इन्हें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लेगी</w:t>
      </w:r>
      <w:r w:rsidRPr="00343211">
        <w:rPr>
          <w:rFonts w:hint="eastAsia"/>
        </w:rPr>
        <w:t>”</w:t>
      </w:r>
      <w:r w:rsidRPr="00343211">
        <w:rPr>
          <w:rFonts w:hint="cs"/>
          <w:cs/>
          <w:lang w:bidi="hi-IN"/>
        </w:rPr>
        <w:t>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हंगामें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खोखले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निराधार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सामाजिक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अस्तित्व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सीधे</w:t>
      </w:r>
      <w:r w:rsidRPr="00343211">
        <w:rPr>
          <w:cs/>
          <w:lang w:bidi="hi-IN"/>
        </w:rPr>
        <w:t xml:space="preserve"> - </w:t>
      </w:r>
      <w:r w:rsidRPr="00343211">
        <w:rPr>
          <w:rFonts w:hint="cs"/>
          <w:cs/>
          <w:lang w:bidi="hi-IN"/>
        </w:rPr>
        <w:t>साधे</w:t>
      </w:r>
      <w:r w:rsidRPr="00343211">
        <w:t xml:space="preserve">, </w:t>
      </w:r>
      <w:r w:rsidRPr="00343211">
        <w:rPr>
          <w:rFonts w:hint="cs"/>
          <w:cs/>
          <w:lang w:bidi="hi-IN"/>
        </w:rPr>
        <w:t>आलसी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ग्रहण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रास्ता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बने।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फाँसी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नूरी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सुबहे</w:t>
      </w:r>
      <w:r w:rsidRPr="00343211">
        <w:rPr>
          <w:cs/>
          <w:lang w:bidi="hi-IN"/>
        </w:rPr>
        <w:t xml:space="preserve"> - </w:t>
      </w:r>
      <w:r w:rsidRPr="00343211">
        <w:rPr>
          <w:rFonts w:hint="cs"/>
          <w:cs/>
          <w:lang w:bidi="hi-IN"/>
        </w:rPr>
        <w:t>अज़ल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जानशीनी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दस्तावेज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हस्ताक्षर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भार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संभाल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सौतेले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विभिन्न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छुपा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छुपा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घूमता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t xml:space="preserve">, </w:t>
      </w:r>
      <w:r w:rsidRPr="00343211">
        <w:rPr>
          <w:rFonts w:hint="cs"/>
          <w:cs/>
          <w:lang w:bidi="hi-IN"/>
        </w:rPr>
        <w:t>राजाओं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कत्ल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मनसूबा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योजना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जुर्म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जुर्मों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गिरफ्तार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कत्ल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प्रभाव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फासियाँ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ख़तरनाक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साधुओं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बदलकर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बग़दाद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सौतेले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दूतावास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पनाह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भरपूर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सदरे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आज़म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आग्रह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कैद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धमकी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अंततः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खुल्लमखुल्ला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दुश्मनी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खुल्लमखुल्ला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ठिकाना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अत्यधिक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प्रयत्न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बग़दाद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निर्णय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गिरफ्तारी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कत्लेआम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शुरू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संरक्षकों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बग़दाद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पहुँचा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रूस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सम्बंधित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महत्तवपूर्ण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दक्षिणी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नगर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इश्क़ाबाद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आज्ञा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ताकि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मुकाबला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सके।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इश्क़ाबाद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पार्टी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तख्ती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प्रशंसा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धन्यवाद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बग़दाद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प्रयनत्न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वफादार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खींचतानी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क़त्ल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नौबत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पहुँची।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द्वारा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हस्ताक्षरित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मौजूद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जानशीनी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उग्रवाद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चोरी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कैती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नाराज़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अतिरिक्त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कट्टर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उल्माए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दीन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अध्यक्षता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मुकाबले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गैर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रोष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परिणाम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बगदाद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इस्तम्मबूल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महीने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अदिरना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स्थानतरित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जानशीनी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सौतेले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टक्कर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पक्षों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काग़ज़ात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धोखाधड़ी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ग्रुप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झगड़े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विपक्षी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दुतावास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तरकीब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निकाली।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किन्तु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निर्णय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किबरस</w:t>
      </w:r>
      <w:r w:rsidRPr="00343211">
        <w:rPr>
          <w:rFonts w:hint="eastAsia"/>
        </w:rPr>
        <w:t>”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याहिया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धीरे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धीरे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छ़ोड़ने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बहाउल्ला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क़दम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असली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हूं।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बहाउल्ला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पैग़म्बरी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अक्का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फिलिस्तीन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बीस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ठीक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प्रभाव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जमाने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प्रयत्न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महत्वपूर्ण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भरपूर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वेतन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दबाव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बहाइयों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रास्ता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वापसी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तरक़ीब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सोची।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सिफ़ारिश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दरखास्त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नोटिस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अक्का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नज़र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उस्मानी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सुल्तान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रो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धो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रहे।</w:t>
      </w:r>
    </w:p>
    <w:p w:rsidR="00343211" w:rsidRPr="00343211" w:rsidRDefault="00343211" w:rsidP="00343211">
      <w:pPr>
        <w:pStyle w:val="libNormal"/>
      </w:pPr>
      <w:r w:rsidRPr="00343211">
        <w:lastRenderedPageBreak/>
        <w:tab/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आफ़न्दी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चापलूसी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उस्मानी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कम्युनिस्ट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जार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आर्थिक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बेहद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दोबारा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क़ायम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विषय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प्रथम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फिल्स्तीन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आगमन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अध्यक्षता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बहाइयों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आफंन्दी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रहस्य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क़दम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कमान्डर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-</w:t>
      </w:r>
      <w:r w:rsidRPr="00343211">
        <w:rPr>
          <w:rFonts w:hint="cs"/>
          <w:cs/>
          <w:lang w:bidi="hi-IN"/>
        </w:rPr>
        <w:t>चीफ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आरोप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क़त्ल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निर्णय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सूचना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एजेन्सी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दिखायी।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सूचना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बिलफर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जनरल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ऐल्न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सुरक्षा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</w:p>
    <w:p w:rsidR="00343211" w:rsidRPr="00343211" w:rsidRDefault="00343211" w:rsidP="00343211">
      <w:pPr>
        <w:pStyle w:val="Heading1"/>
      </w:pPr>
      <w:bookmarkStart w:id="3" w:name="_Toc485752629"/>
      <w:r w:rsidRPr="00343211">
        <w:rPr>
          <w:rFonts w:hint="cs"/>
          <w:cs/>
          <w:lang w:bidi="hi-IN"/>
        </w:rPr>
        <w:lastRenderedPageBreak/>
        <w:t>इगलैण्ड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स्वीकृति</w:t>
      </w:r>
      <w:bookmarkEnd w:id="3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शानदार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t>‘</w:t>
      </w:r>
      <w:r w:rsidRPr="00343211">
        <w:rPr>
          <w:rFonts w:hint="cs"/>
          <w:cs/>
          <w:lang w:bidi="hi-IN"/>
        </w:rPr>
        <w:t>नाइटहेड़</w:t>
      </w:r>
      <w:r w:rsidRPr="00343211">
        <w:rPr>
          <w:rFonts w:hint="eastAsia"/>
        </w:rPr>
        <w:t>’</w:t>
      </w:r>
      <w:r w:rsidRPr="00343211">
        <w:t xml:space="preserve"> </w:t>
      </w:r>
      <w:r w:rsidRPr="00343211">
        <w:rPr>
          <w:rFonts w:hint="cs"/>
          <w:cs/>
          <w:lang w:bidi="hi-IN"/>
        </w:rPr>
        <w:t>पुरुस्कार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t>‘</w:t>
      </w:r>
      <w:r w:rsidRPr="00343211">
        <w:rPr>
          <w:rFonts w:hint="cs"/>
          <w:cs/>
          <w:lang w:bidi="hi-IN"/>
        </w:rPr>
        <w:t>सर</w:t>
      </w:r>
      <w:r w:rsidRPr="00343211">
        <w:rPr>
          <w:rFonts w:hint="eastAsia"/>
        </w:rPr>
        <w:t>’</w:t>
      </w:r>
      <w:r w:rsidRPr="00343211"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वफादारी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प्रतिष्ठा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तख्ती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दुतावास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सांस्कृतिकभवन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सहानुभूति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उपनिवेश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वेनसन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चर्चिल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जनरल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बी</w:t>
      </w:r>
      <w:r w:rsidRPr="00343211">
        <w:rPr>
          <w:cs/>
          <w:lang w:bidi="hi-IN"/>
        </w:rPr>
        <w:t xml:space="preserve"> .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शोक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करें।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चीफ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कमिश्नर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हरर्बट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समोईल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डूनाल्ड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हरर्बट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पूर्व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एशिया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एजेन्ट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पदाधिकारियों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जऩाजे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सम्मिलित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स्मर्णीय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हरर्बट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समोईल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ईसराईली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नींव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समलैंगिक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कुकर्मी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नाती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शोंकी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वसीयत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बना।और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राजनैतिक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खतरनाक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अड्डा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शौक़ी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अंग्रेज़ों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सलाह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नामी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नींव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पूरे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t xml:space="preserve">, </w:t>
      </w:r>
      <w:r w:rsidRPr="00343211">
        <w:rPr>
          <w:rFonts w:hint="cs"/>
          <w:cs/>
          <w:lang w:bidi="hi-IN"/>
        </w:rPr>
        <w:t>स्काट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लैण्ड</w:t>
      </w:r>
      <w:r w:rsidRPr="00343211">
        <w:t xml:space="preserve">, </w:t>
      </w:r>
      <w:r w:rsidRPr="00343211">
        <w:rPr>
          <w:rFonts w:hint="cs"/>
          <w:cs/>
          <w:lang w:bidi="hi-IN"/>
        </w:rPr>
        <w:t>आयर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दक्षिणी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वेल्ज़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युगान्डा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आधिपत्य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लाभदायक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अड्डों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सहारे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कम्पाला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शौक़ी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शुरू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वास्तविकता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फ्रीमेसन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नीचे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सूचना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विभागों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सी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आई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उग्रवादी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योजनाओं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शौकी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नौ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सम्मिलित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कांउसिल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जिसे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न्यायालय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कांउसिल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सदस्य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समाधान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आधारभूत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सदस्य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शौकी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मृत्यु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पश्चात्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वसीयत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अनुसार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चार्ल्स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रेमी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न्यायालय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अध्यक्ष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नियुक्त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चार्ल्स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सी</w:t>
      </w:r>
      <w:r w:rsidRPr="00343211">
        <w:rPr>
          <w:cs/>
          <w:lang w:bidi="hi-IN"/>
        </w:rPr>
        <w:t>.</w:t>
      </w:r>
      <w:r w:rsidRPr="00343211">
        <w:rPr>
          <w:rFonts w:hint="cs"/>
          <w:cs/>
          <w:lang w:bidi="hi-IN"/>
        </w:rPr>
        <w:t>आई</w:t>
      </w:r>
      <w:r w:rsidRPr="00343211">
        <w:rPr>
          <w:cs/>
          <w:lang w:bidi="hi-IN"/>
        </w:rPr>
        <w:t>.</w:t>
      </w:r>
      <w:r w:rsidRPr="00343211">
        <w:rPr>
          <w:rFonts w:hint="cs"/>
          <w:cs/>
          <w:lang w:bidi="hi-IN"/>
        </w:rPr>
        <w:t>ए</w:t>
      </w:r>
      <w:r w:rsidRPr="00343211">
        <w:rPr>
          <w:cs/>
          <w:lang w:bidi="hi-IN"/>
        </w:rPr>
        <w:t xml:space="preserve">.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एजेन्ट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अध्यक्षता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आपत्ति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अच्छा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विभिन्न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फिर्कों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आजकल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कार्यकर्ता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4" w:name="_Toc485752630"/>
      <w:r w:rsidRPr="00343211">
        <w:rPr>
          <w:rFonts w:hint="cs"/>
          <w:cs/>
          <w:lang w:bidi="hi-IN"/>
        </w:rPr>
        <w:lastRenderedPageBreak/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bookmarkEnd w:id="4"/>
    </w:p>
    <w:p w:rsidR="00343211" w:rsidRPr="00343211" w:rsidRDefault="004B5D7B" w:rsidP="00343211">
      <w:pPr>
        <w:pStyle w:val="libNormal"/>
      </w:pPr>
      <w:r>
        <w:t>(</w:t>
      </w:r>
      <w:r w:rsidR="00343211" w:rsidRPr="00343211">
        <w:rPr>
          <w:rFonts w:hint="cs"/>
          <w:cs/>
          <w:lang w:bidi="hi-IN"/>
        </w:rPr>
        <w:t>बहाईयत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और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रूस</w:t>
      </w:r>
      <w:r>
        <w:rPr>
          <w:cs/>
          <w:lang w:bidi="hi-IN"/>
        </w:rPr>
        <w:t>)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बहाईयत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आरम्भ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रूसी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शासन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गुप्त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और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खुले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तौर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पर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इस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संगठन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समर्थन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करता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रहा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है।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दक्षिणी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क्षेत्रों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अपना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विस्तार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तथा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अधिपत्य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जमाने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लिए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रोज़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नई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नई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योजनाएँ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बनाते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थे।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उनमें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ईरानी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सरकार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संघर्ष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भी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सम्मिलित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था।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बहाई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आन्दोलन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समर्थन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इस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सिलसिले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महत्तव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पूर्ण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कड़ी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थी।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हुसैन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अली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रूसी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दूतावास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पनाह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लेना</w:t>
      </w:r>
      <w:r w:rsidR="00343211" w:rsidRPr="00343211">
        <w:t xml:space="preserve">, </w:t>
      </w:r>
      <w:r w:rsidR="00343211" w:rsidRPr="00343211">
        <w:rPr>
          <w:rFonts w:hint="cs"/>
          <w:cs/>
          <w:lang w:bidi="hi-IN"/>
        </w:rPr>
        <w:t>बाबियों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समस्याओं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रूसी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सरकार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सम्मिलित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होना</w:t>
      </w:r>
      <w:r w:rsidR="00343211" w:rsidRPr="00343211">
        <w:t xml:space="preserve">, </w:t>
      </w:r>
      <w:r w:rsidR="00343211" w:rsidRPr="00343211">
        <w:rPr>
          <w:rFonts w:hint="cs"/>
          <w:cs/>
          <w:lang w:bidi="hi-IN"/>
        </w:rPr>
        <w:t>हुसैन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अली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जान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संरक्षण</w:t>
      </w:r>
      <w:r w:rsidR="00343211" w:rsidRPr="00343211">
        <w:t>,</w:t>
      </w:r>
      <w:r w:rsidR="00343211" w:rsidRPr="00343211">
        <w:rPr>
          <w:rFonts w:hint="cs"/>
          <w:cs/>
          <w:lang w:bidi="hi-IN"/>
        </w:rPr>
        <w:t>और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पूर्ण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सुरक्षा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साथ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इराक़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भेजना</w:t>
      </w:r>
      <w:r w:rsidR="00343211" w:rsidRPr="00343211">
        <w:t xml:space="preserve">, </w:t>
      </w:r>
      <w:r w:rsidR="00343211" w:rsidRPr="00343211">
        <w:rPr>
          <w:rFonts w:hint="cs"/>
          <w:cs/>
          <w:lang w:bidi="hi-IN"/>
        </w:rPr>
        <w:t>प्रतिमाह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वेतन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अदाएगी</w:t>
      </w:r>
      <w:r w:rsidR="00343211" w:rsidRPr="00343211">
        <w:t xml:space="preserve">, </w:t>
      </w:r>
      <w:r w:rsidR="00343211" w:rsidRPr="00343211">
        <w:rPr>
          <w:rFonts w:hint="cs"/>
          <w:cs/>
          <w:lang w:bidi="hi-IN"/>
        </w:rPr>
        <w:t>रूसी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शासक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ज़ार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आशीर्वाद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और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समर्थन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में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तखतियों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लिखना</w:t>
      </w:r>
      <w:r w:rsidR="00343211" w:rsidRPr="00343211">
        <w:t xml:space="preserve">, </w:t>
      </w:r>
      <w:r w:rsidR="00343211" w:rsidRPr="00343211">
        <w:rPr>
          <w:rFonts w:hint="cs"/>
          <w:cs/>
          <w:lang w:bidi="hi-IN"/>
        </w:rPr>
        <w:t>प्रार्थना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पत्रों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भेजना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यह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सब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ऐसी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वास्तविकताएँ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है।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कि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इन्हें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बहाई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आज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भी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स्वीकार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करते</w:t>
      </w:r>
      <w:r w:rsidR="00343211" w:rsidRPr="00343211">
        <w:rPr>
          <w:cs/>
          <w:lang w:bidi="hi-IN"/>
        </w:rPr>
        <w:t xml:space="preserve"> </w:t>
      </w:r>
      <w:r w:rsidR="00343211" w:rsidRPr="00343211">
        <w:rPr>
          <w:rFonts w:hint="cs"/>
          <w:cs/>
          <w:lang w:bidi="hi-IN"/>
        </w:rPr>
        <w:t>हैं।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5" w:name="_Toc485752631"/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bookmarkEnd w:id="5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इसलामी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खिलाफत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शाहनशाहियत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आबादी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फूट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अतिरिक्त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साजिश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हाथों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खराब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उलझी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समस्याएँ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सम्भव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चोट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देखते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पनाह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फायदा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समझा।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विरूध्द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प्रयोग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सम्भव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बाधा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बगदाद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गर्वनर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राष्ट्रीयता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जितनी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प्रशंसा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6" w:name="_Toc485752632"/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bookmarkEnd w:id="6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हाथो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कठिनाई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दुतावासों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तुर्की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खतरा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लिये</w:t>
      </w:r>
      <w:r w:rsidRPr="00343211">
        <w:rPr>
          <w:cs/>
          <w:lang w:bidi="hi-IN"/>
        </w:rPr>
        <w:t xml:space="preserve">- </w:t>
      </w:r>
      <w:r w:rsidRPr="00343211">
        <w:rPr>
          <w:rFonts w:hint="cs"/>
          <w:cs/>
          <w:lang w:bidi="hi-IN"/>
        </w:rPr>
        <w:t>दूसरी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इंगलैण्ड़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साधनों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राजदूतों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समस्याओ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महत्व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मौक़ा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फेंकें।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मैदान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उधर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शक्तिशाली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ढूँढ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आवश्यकता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आरम्भ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विश्वसनीय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फ्रीमेश्नी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हेतु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उन्हें</w:t>
      </w:r>
      <w:r w:rsidRPr="00343211">
        <w:rPr>
          <w:cs/>
          <w:lang w:bidi="hi-IN"/>
        </w:rPr>
        <w:t xml:space="preserve"> "</w:t>
      </w:r>
      <w:r w:rsidRPr="00343211">
        <w:rPr>
          <w:rFonts w:hint="cs"/>
          <w:cs/>
          <w:lang w:bidi="hi-IN"/>
        </w:rPr>
        <w:t>सर</w:t>
      </w:r>
      <w:r w:rsidRPr="00343211">
        <w:rPr>
          <w:cs/>
          <w:lang w:bidi="hi-IN"/>
        </w:rPr>
        <w:t xml:space="preserve">"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उपनिवेश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औऱ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उद्देश्य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अर्थ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सुरक्षित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मंत्रालय</w:t>
      </w:r>
      <w:r w:rsidRPr="00343211">
        <w:t xml:space="preserve">,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अड्डे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उद्देश्यों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प्रगति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महाद्वीप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अफ्रीका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चढ़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भरपूर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खूंखार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अत्याचारी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मज़लूम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बेचारी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जागरूकता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एकता</w:t>
      </w:r>
      <w:r w:rsidRPr="00343211">
        <w:t xml:space="preserve">, </w:t>
      </w:r>
      <w:r w:rsidR="004B5D7B">
        <w:t>(</w:t>
      </w:r>
      <w:r w:rsidRPr="00343211">
        <w:rPr>
          <w:rFonts w:hint="cs"/>
          <w:cs/>
          <w:lang w:bidi="hi-IN"/>
        </w:rPr>
        <w:t>विशेषकर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अफ्रीका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झुकाव</w:t>
      </w:r>
      <w:r w:rsidR="004B5D7B">
        <w:rPr>
          <w:cs/>
          <w:lang w:bidi="hi-IN"/>
        </w:rPr>
        <w:t>)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खतरा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समझ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तूफान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रोकने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लाभदायक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संगठनों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कमेटी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अतिरिक्त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भावनाऐं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उन्होनें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भयावह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पदाधिकारियों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थीं।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7" w:name="_Toc485752633"/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bookmarkEnd w:id="7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प्रथम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युद्ध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दहला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परिणामों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क़ारनामा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इंग्लैण्ड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बिलफोर्ड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पूंजीपति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रिचर्ड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जिसके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उपनिवेश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आबादकारी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कौमी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पवित्र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भूमि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बसाया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चेहरे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बदनुमा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धब्बा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अपराधों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अपराध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अपमानित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कंट्रोल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संभालने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कदम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जमाये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सत्ता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उधर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जागरूकता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लहर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पूर्व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खतरे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दिखाई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सोचा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चौकी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आवश्यक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हरबर्ट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समोईल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पूँजीपति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राजनैतिक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ऐजेन्ट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वापसी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योजना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जनाज़े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शामिल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कर्ताओं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हिस्सादारी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पवित्र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भूमि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उन्होनें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दफन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औऱ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दुश्मनी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स्वागत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राष्ट्र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संघ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निरीक्षण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कमीशन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कमीशन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मांग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मेमोरण्डम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मजबूती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कोशिश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ढ़िठाई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कौम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कुचलने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वचन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सत्कार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कानूनी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स्वीकार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अक्का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फ़िलिस्तीन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अतिरिक्त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केन्द्र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खूंखार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औऱ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विकसित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हानिकारक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भूमि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युद्ध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प्रणाली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ली।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8" w:name="_Toc485752634"/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पूर्व</w:t>
      </w:r>
      <w:bookmarkEnd w:id="8"/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पहलवी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पूर्व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क्षेत्र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सीमान्त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दुर्ग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संरक्षण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ज़िम्मे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संयुक्त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रूप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पहलवी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रिश्वत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पार्टी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पहुँच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धीरे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धीरे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उत्तरदायी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अधीकारेयों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पहलवी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भरोसेमंद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कार्यकर्ता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होवैदा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t>15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वर्षों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सदस्य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कारखाने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बनवायें</w:t>
      </w:r>
      <w:r w:rsidRPr="00343211">
        <w:t>,</w:t>
      </w:r>
      <w:r w:rsidRPr="00343211">
        <w:rPr>
          <w:rFonts w:hint="cs"/>
          <w:cs/>
          <w:lang w:bidi="hi-IN"/>
        </w:rPr>
        <w:t>बैंक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औधौगिक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फर्मों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बने।</w:t>
      </w:r>
      <w:r w:rsidRPr="00343211">
        <w:rPr>
          <w:cs/>
          <w:lang w:bidi="hi-IN"/>
        </w:rPr>
        <w:t xml:space="preserve"> </w:t>
      </w:r>
    </w:p>
    <w:p w:rsidR="00BE3592" w:rsidRDefault="00343211" w:rsidP="00343211">
      <w:pPr>
        <w:pStyle w:val="libNormal"/>
        <w:rPr>
          <w:cs/>
          <w:lang w:bidi="hi-IN"/>
        </w:rPr>
      </w:pP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अवधि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अनेक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राजनैतिक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ब्रिजवानी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मशहूर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पूंजीपति</w:t>
      </w:r>
      <w:r w:rsidRPr="00343211">
        <w:rPr>
          <w:cs/>
          <w:lang w:bidi="hi-IN"/>
        </w:rPr>
        <w:t xml:space="preserve"> </w:t>
      </w:r>
      <w:r w:rsidRPr="00343211">
        <w:t xml:space="preserve">, </w:t>
      </w:r>
      <w:r w:rsidRPr="00343211">
        <w:rPr>
          <w:rFonts w:hint="cs"/>
          <w:cs/>
          <w:lang w:bidi="hi-IN"/>
        </w:rPr>
        <w:t>जनरल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आलाई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प्रोफेसर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हकीम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क्टर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फ्रीमेशन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अर्थव्यवस्था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उँचा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t>25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वर्षों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पहलवी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द्वारा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करवाते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थे।</w:t>
      </w:r>
    </w:p>
    <w:p w:rsidR="00BE3592" w:rsidRDefault="00BE359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343211" w:rsidRPr="00343211" w:rsidRDefault="00343211" w:rsidP="00BE3592">
      <w:pPr>
        <w:pStyle w:val="Heading1"/>
      </w:pPr>
      <w:bookmarkStart w:id="9" w:name="_Toc485752635"/>
      <w:r w:rsidRPr="00343211">
        <w:rPr>
          <w:rFonts w:hint="cs"/>
          <w:cs/>
          <w:lang w:bidi="hi-IN"/>
        </w:rPr>
        <w:lastRenderedPageBreak/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bookmarkEnd w:id="9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नवनिर्मित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विस्तार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वास्तव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खूँखार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दबाने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आन्दोलन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शिष्य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उग्रवाद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खूंखारी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ठेका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आजकल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पूंजी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t>,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पूंजी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यहूदियों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मेंशनी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संस्थाओं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पदों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नियुक्त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अन्तर्राष्ट्रीय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नमूना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कठिनाईयों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गरीब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मजदूरों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योजनाएं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योजनाओं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बर्बाद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चुके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राष्ट्रपति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रीगन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कानूनी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हालत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मगरमच्छ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आँसू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हमदर्दी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आयतुल्ला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खुमैनी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t>28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मई</w:t>
      </w:r>
      <w:r w:rsidRPr="00343211">
        <w:rPr>
          <w:cs/>
          <w:lang w:bidi="hi-IN"/>
        </w:rPr>
        <w:t xml:space="preserve"> </w:t>
      </w:r>
      <w:r w:rsidRPr="00343211">
        <w:t>1983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>-</w:t>
      </w:r>
    </w:p>
    <w:p w:rsidR="00343211" w:rsidRPr="00343211" w:rsidRDefault="00343211" w:rsidP="00343211">
      <w:pPr>
        <w:pStyle w:val="libNormal"/>
      </w:pPr>
      <w:r w:rsidRPr="00343211">
        <w:rPr>
          <w:rFonts w:hint="eastAsia"/>
        </w:rPr>
        <w:lastRenderedPageBreak/>
        <w:t>“</w:t>
      </w:r>
      <w:r w:rsidRPr="00343211">
        <w:rPr>
          <w:rFonts w:hint="cs"/>
          <w:cs/>
          <w:lang w:bidi="hi-IN"/>
        </w:rPr>
        <w:t>बहाईयो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जासूस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राष्ट्रपति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रीगन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दलील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rFonts w:hint="eastAsia"/>
        </w:rPr>
        <w:t>”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बताते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प्रणाली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अमेरीका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विश्वसनीय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जहां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निपटना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जरुरी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महत्व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कार्यकर्ताओं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अतिरिक्त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लाभदायक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ग़लत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संस्कृति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ढ़ाल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आसान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माहौल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क़ानूनी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बीसवीं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शताब्दी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हथियारों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लैस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निकला।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कालोनिजम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मालूम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मजबुत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असरदार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जिन्दगी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असम्भव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सिध्दान्तों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विचारधारा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गरीबों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टक्कर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ताकत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हिम्मत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प्रदान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फूट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सक्षमता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10" w:name="_Toc485752636"/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करना</w:t>
      </w:r>
      <w:bookmarkEnd w:id="10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मेहदवियत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अर्थात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आगमन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अच्छईयों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प्रेरित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करेगा।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न्याय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जाएगा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न्यायपूर्ण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स्थापित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आकाश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मज़हब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अवश्य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भरपूर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तरीके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न्याय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पसन्द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दर्शन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शास्त्री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मनुष्यों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गरीब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टक्कर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उभारा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सफलता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भंग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पूंजी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राने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धोखेबाज़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मज़ाक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इन्कार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रुकावट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फूट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फसाद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दंगा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भड़काने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मैहदी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मौऊद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खराबी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होगी।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ज़ालिम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मज़बूत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बल्कि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मैहदीं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साहब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टक्कर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आशीर्वाद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संकोच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करते।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नतीजें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बेचारी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होती।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आशाओं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फिर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उत्साह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ठंड़ा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हिम्मत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जाते</w:t>
      </w:r>
      <w:r w:rsidRPr="00343211">
        <w:t xml:space="preserve">;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मिलती।मैहदी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लाभदायक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उन्नीसवीं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बीसवीं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शताब्दी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मैहदियों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आगमन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आरम्भ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किन्तु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उपनिवेश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नौ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आबादियात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अन्तर्गत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चिडिया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भारत</w:t>
      </w:r>
      <w:r w:rsidRPr="00343211">
        <w:rPr>
          <w:cs/>
          <w:lang w:bidi="hi-IN"/>
        </w:rPr>
        <w:t xml:space="preserve"> </w:t>
      </w:r>
      <w:r w:rsidRPr="00343211">
        <w:t>,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उत्तरी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अफ्रीका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मेहदवियत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दावेदारों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शक्तिशाली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झूठे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दलील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मज़दूर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खतरनाक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रास्ता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खोलने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सेनाओं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मोर्चे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ग्रहण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lastRenderedPageBreak/>
        <w:tab/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अंधविश्वासों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t xml:space="preserve">,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मनुष्य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शंका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इन्हीं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आधार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इमामे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ज़माना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मैहदी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मौऊद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आख़िरी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खुदाई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अल्लाह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दावेदार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इच्छा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</w:t>
      </w:r>
      <w:r w:rsidRPr="00343211">
        <w:t xml:space="preserve">,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बैठे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मज़हब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बुनियाद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चीज़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t xml:space="preserve">, </w:t>
      </w:r>
      <w:r w:rsidRPr="00343211">
        <w:rPr>
          <w:rFonts w:hint="cs"/>
          <w:cs/>
          <w:lang w:bidi="hi-IN"/>
        </w:rPr>
        <w:t>अच्छ़ा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छोड़कर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वर्णमालाओं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खेल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खुराफात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पैदा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पढ़ी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गुमराह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सीधे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साधे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फंस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tab/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निर्रथक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प्रतिकूल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छ़ुपा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धर्मगुरुओं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मौजूद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सुरक्षा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बचाव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बावजूद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खोज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विध्दान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पुस्तकालय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मिश्र</w:t>
      </w:r>
      <w:r w:rsidRPr="00343211">
        <w:t xml:space="preserve">, </w:t>
      </w:r>
      <w:r w:rsidRPr="00343211">
        <w:rPr>
          <w:rFonts w:hint="cs"/>
          <w:cs/>
          <w:lang w:bidi="hi-IN"/>
        </w:rPr>
        <w:t>लन्दन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पैरिस</w:t>
      </w:r>
      <w:r w:rsidRPr="00343211">
        <w:t xml:space="preserve">, </w:t>
      </w:r>
      <w:r w:rsidRPr="00343211">
        <w:rPr>
          <w:rFonts w:hint="cs"/>
          <w:cs/>
          <w:lang w:bidi="hi-IN"/>
        </w:rPr>
        <w:t>मास्को</w:t>
      </w:r>
      <w:r w:rsidRPr="00343211">
        <w:t xml:space="preserve">, </w:t>
      </w:r>
      <w:r w:rsidRPr="00343211">
        <w:rPr>
          <w:rFonts w:hint="cs"/>
          <w:cs/>
          <w:lang w:bidi="hi-IN"/>
        </w:rPr>
        <w:t>लाहौर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पुस्तकालयों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थोड़ी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343211">
      <w:pPr>
        <w:pStyle w:val="libNormal"/>
      </w:pPr>
      <w:r w:rsidRPr="00343211">
        <w:lastRenderedPageBreak/>
        <w:tab/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आरम्भ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प्रतिकूलता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कुछ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निहाद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t xml:space="preserve">, </w:t>
      </w:r>
      <w:r w:rsidRPr="00343211">
        <w:rPr>
          <w:rFonts w:hint="cs"/>
          <w:cs/>
          <w:lang w:bidi="hi-IN"/>
        </w:rPr>
        <w:t>दुश्मनी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दखल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आन्दाज़ी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शुरु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संक्षेप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गिरोह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आवाज़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उठाई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</w:p>
    <w:p w:rsidR="00BE3592" w:rsidRDefault="00343211" w:rsidP="00BE3592">
      <w:pPr>
        <w:pStyle w:val="Heading1"/>
        <w:rPr>
          <w:lang w:bidi="hi-IN"/>
        </w:rPr>
      </w:pPr>
      <w:bookmarkStart w:id="11" w:name="_Toc485752637"/>
      <w:r w:rsidRPr="00343211">
        <w:rPr>
          <w:rFonts w:hint="cs"/>
          <w:cs/>
          <w:lang w:bidi="hi-IN"/>
        </w:rPr>
        <w:t>मानवीय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bookmarkEnd w:id="11"/>
    </w:p>
    <w:p w:rsidR="00343211" w:rsidRPr="00343211" w:rsidRDefault="00343211" w:rsidP="00BE3592">
      <w:pPr>
        <w:pStyle w:val="libNormal"/>
      </w:pP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आगमन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निकाल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फेंकता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रस्सियों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जकड़ी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क्षमता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कमज़ोर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क़ौम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बोलबाला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सच्चाई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पाकदामनी</w:t>
      </w:r>
      <w:r w:rsidRPr="00343211">
        <w:t>,</w:t>
      </w:r>
      <w:r w:rsidRPr="00343211">
        <w:rPr>
          <w:rFonts w:hint="cs"/>
          <w:cs/>
          <w:lang w:bidi="hi-IN"/>
        </w:rPr>
        <w:t>शराफत</w:t>
      </w:r>
      <w:r w:rsidRPr="00343211">
        <w:t xml:space="preserve">, </w:t>
      </w:r>
      <w:r w:rsidRPr="00343211">
        <w:rPr>
          <w:rFonts w:hint="cs"/>
          <w:cs/>
          <w:lang w:bidi="hi-IN"/>
        </w:rPr>
        <w:t>गैरत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भावनाएं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दुष्ट</w:t>
      </w:r>
      <w:r w:rsidRPr="00343211">
        <w:t xml:space="preserve">, </w:t>
      </w:r>
      <w:r w:rsidRPr="00343211">
        <w:rPr>
          <w:rFonts w:hint="cs"/>
          <w:cs/>
          <w:lang w:bidi="hi-IN"/>
        </w:rPr>
        <w:t>दुराचारी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झुकना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कठिन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आसानी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ग़ुलाम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दुष्टता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दुराचार</w:t>
      </w:r>
      <w:r w:rsidRPr="00343211">
        <w:t xml:space="preserve">, </w:t>
      </w:r>
      <w:r w:rsidRPr="00343211">
        <w:rPr>
          <w:rFonts w:hint="cs"/>
          <w:cs/>
          <w:lang w:bidi="hi-IN"/>
        </w:rPr>
        <w:t>शराब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खोरी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बैग़ैरती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फैलेगी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मनुष्य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कठिन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जाएगा।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ग़ुलाम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निगाह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मालूम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होगा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दुनियाँ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ग़रीब़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बेसहारा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दौलत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नीचे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अय्याशियों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अड्ड़ो</w:t>
      </w:r>
      <w:r w:rsidRPr="00343211">
        <w:t xml:space="preserve">, </w:t>
      </w:r>
      <w:r w:rsidRPr="00343211">
        <w:rPr>
          <w:rFonts w:hint="cs"/>
          <w:cs/>
          <w:lang w:bidi="hi-IN"/>
        </w:rPr>
        <w:t>नाइटक्लबों</w:t>
      </w:r>
      <w:r w:rsidRPr="00343211">
        <w:t xml:space="preserve">, </w:t>
      </w:r>
      <w:r w:rsidRPr="00343211">
        <w:rPr>
          <w:rFonts w:hint="cs"/>
          <w:cs/>
          <w:lang w:bidi="hi-IN"/>
        </w:rPr>
        <w:t>शराब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खानो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गंदी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चीज़ों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मस्जिदों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रोकता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सुचनाएं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पहुंचने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प्रतिबन्ध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लगाता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जिहालत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लोगों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प्रवेश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यही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विजयी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पश्चिमी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देशों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गुंड़ागर्दी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फैलाने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कुशल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नंगापन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बदमाशी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आज़ादी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उक्सा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प्रोत्साहित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उसका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एलान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अगर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पत्नि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पिता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मर्द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सम्भोग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द्धारा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पिता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हैं।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मनी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जबरदस्ती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निकालना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जायज़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असली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खूनी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रिश्तों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नामहरम</w:t>
      </w:r>
      <w:r w:rsidRPr="00343211">
        <w:t xml:space="preserve">, </w:t>
      </w:r>
      <w:r w:rsidRPr="00343211">
        <w:rPr>
          <w:rFonts w:hint="cs"/>
          <w:cs/>
          <w:lang w:bidi="hi-IN"/>
        </w:rPr>
        <w:t>महरम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केवल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बेटी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रिश्ता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इच्छ़ाओं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सकता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बलात्कार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जुर्माना</w:t>
      </w:r>
      <w:r w:rsidRPr="00343211">
        <w:rPr>
          <w:cs/>
          <w:lang w:bidi="hi-IN"/>
        </w:rPr>
        <w:t xml:space="preserve"> </w:t>
      </w:r>
      <w:r w:rsidRPr="00343211">
        <w:t>9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जुर्माना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ब्याही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कुँवारी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रखता।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मालूम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अय्याशी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बलात्कारी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धर्म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Heading1"/>
      </w:pPr>
      <w:bookmarkStart w:id="12" w:name="_Toc485752638"/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सामना</w:t>
      </w:r>
      <w:bookmarkEnd w:id="12"/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राजनितिक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गुट</w:t>
      </w:r>
      <w:r w:rsidRPr="00343211">
        <w:t xml:space="preserve">,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खेलने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बावजूद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प्रोपेगंड़ा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रहें।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वाक्य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समझा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आधर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दख़ल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औक़ात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बढ़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चढ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बोलता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सिध्द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व्यक्ति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समस्याओं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दखल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छोड़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नज़र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रखें।</w:t>
      </w:r>
      <w:r w:rsidRPr="00343211">
        <w:rPr>
          <w:rFonts w:hint="eastAsia"/>
        </w:rPr>
        <w:t>”</w:t>
      </w:r>
      <w:r w:rsidRPr="00343211">
        <w:t xml:space="preserve"> 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विश्वासों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प्रोपेगण्डा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वास्तव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प्रणाली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निकटतम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साथियों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अड्डों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हटाकर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उनके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सामराजवादी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तानाशाही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पूरी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छूट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दुहरी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फँसाया।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</w:t>
      </w:r>
      <w:r w:rsidRPr="00343211">
        <w:rPr>
          <w:cs/>
          <w:lang w:bidi="hi-IN"/>
        </w:rPr>
        <w:t xml:space="preserve">: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अत्याचार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छुपाने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lastRenderedPageBreak/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कलापों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गुप्त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रखकर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दूसरों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पीछा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छुड़ाया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मज़हब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विस्तारवाद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प्रसन्नता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अर्जित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343211">
      <w:pPr>
        <w:pStyle w:val="libNormal"/>
      </w:pPr>
      <w:r w:rsidRPr="00343211">
        <w:rPr>
          <w:rFonts w:hint="cs"/>
          <w:cs/>
          <w:lang w:bidi="hi-IN"/>
        </w:rPr>
        <w:t>दूसरे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शब्दो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कार्यों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दख़ल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राजनीतिक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कानून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बनाया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जाए।</w:t>
      </w:r>
    </w:p>
    <w:p w:rsidR="00343211" w:rsidRPr="00343211" w:rsidRDefault="004B5D7B" w:rsidP="00343211">
      <w:pPr>
        <w:pStyle w:val="libNormal"/>
      </w:pPr>
      <w:r>
        <w:t>(</w:t>
      </w:r>
      <w:r w:rsidR="00343211" w:rsidRPr="00343211">
        <w:rPr>
          <w:rFonts w:hint="cs"/>
          <w:cs/>
          <w:lang w:bidi="hi-IN"/>
        </w:rPr>
        <w:t>समाप्त</w:t>
      </w:r>
      <w:r>
        <w:rPr>
          <w:cs/>
          <w:lang w:bidi="hi-IN"/>
        </w:rPr>
        <w:t>)</w:t>
      </w:r>
    </w:p>
    <w:p w:rsidR="00343211" w:rsidRPr="00343211" w:rsidRDefault="00343211" w:rsidP="00343211">
      <w:pPr>
        <w:pStyle w:val="libNormal"/>
      </w:pPr>
    </w:p>
    <w:p w:rsidR="00343211" w:rsidRPr="00343211" w:rsidRDefault="00343211" w:rsidP="00BE3592">
      <w:pPr>
        <w:pStyle w:val="libFootnote"/>
      </w:pPr>
      <w:r w:rsidRPr="00343211">
        <w:t>1.</w:t>
      </w:r>
      <w:r w:rsidRPr="00343211">
        <w:tab/>
      </w:r>
      <w:r w:rsidRPr="00343211">
        <w:rPr>
          <w:rFonts w:hint="cs"/>
          <w:cs/>
          <w:lang w:bidi="hi-IN"/>
        </w:rPr>
        <w:t>इससे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मुराद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आजकल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मुस्लमानों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अन्तर्गत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प्रचलित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क्योकि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युग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अधिकतर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मुस्लमान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सामाजिक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शिक्षा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क़ौम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परस्ती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पश्चिम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विचारों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समूह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इस्तेमार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फेलाया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मानवीय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क्रान्तिकारी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तथा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वास्सविक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विशेषताएं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प्राचीन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साम्राज्यवादियों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कोशिश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वास्तविक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सभ्यता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मुसलमनों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अन्दर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जड़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पकड़ने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पाए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BE3592">
      <w:pPr>
        <w:pStyle w:val="libFootnote"/>
      </w:pPr>
      <w:r w:rsidRPr="00343211">
        <w:t>2.</w:t>
      </w:r>
      <w:r w:rsidRPr="00343211">
        <w:tab/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नुक़ततुल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क़ाफ़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पेज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>.</w:t>
      </w:r>
      <w:r w:rsidRPr="00343211">
        <w:t>99-107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ब्रेललाइ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हालैण्ड</w:t>
      </w:r>
      <w:r w:rsidRPr="00343211">
        <w:rPr>
          <w:cs/>
          <w:lang w:bidi="hi-IN"/>
        </w:rPr>
        <w:t xml:space="preserve"> </w:t>
      </w:r>
      <w:r w:rsidRPr="00343211">
        <w:t>1910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>.</w:t>
      </w:r>
      <w:r w:rsidRPr="00343211">
        <w:rPr>
          <w:rFonts w:hint="cs"/>
          <w:cs/>
          <w:lang w:bidi="hi-IN"/>
        </w:rPr>
        <w:t>।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अहसनुल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क़सस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सुरह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युसफ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तफसीर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इकान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इशारा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 xml:space="preserve">51, </w:t>
      </w:r>
      <w:r w:rsidRPr="00343211">
        <w:rPr>
          <w:rFonts w:hint="cs"/>
          <w:cs/>
          <w:lang w:bidi="hi-IN"/>
        </w:rPr>
        <w:t>प्रकाशक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मिश्र</w:t>
      </w:r>
      <w:r w:rsidRPr="00343211">
        <w:rPr>
          <w:cs/>
          <w:lang w:bidi="hi-IN"/>
        </w:rPr>
        <w:t xml:space="preserve"> </w:t>
      </w:r>
      <w:r w:rsidRPr="00343211">
        <w:t>1923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>.</w:t>
      </w:r>
    </w:p>
    <w:p w:rsidR="00343211" w:rsidRPr="00343211" w:rsidRDefault="00343211" w:rsidP="00BE3592">
      <w:pPr>
        <w:pStyle w:val="libFootnote"/>
      </w:pPr>
      <w:r w:rsidRPr="00343211">
        <w:t>3.</w:t>
      </w:r>
      <w:r w:rsidRPr="00343211">
        <w:tab/>
        <w:t>“</w:t>
      </w:r>
      <w:r w:rsidRPr="00343211">
        <w:rPr>
          <w:rFonts w:hint="cs"/>
          <w:cs/>
          <w:lang w:bidi="hi-IN"/>
        </w:rPr>
        <w:t>तलखीसे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तारीखें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नाबील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</w:t>
      </w:r>
      <w:r w:rsidRPr="00343211">
        <w:rPr>
          <w:cs/>
          <w:lang w:bidi="hi-IN"/>
        </w:rPr>
        <w:t xml:space="preserve">. </w:t>
      </w:r>
      <w:r w:rsidRPr="00343211">
        <w:t>63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ज़रन्दी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अर्बी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फारसी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अनुवाद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अशराक़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खाबरी</w:t>
      </w:r>
      <w:r w:rsidR="004B5D7B">
        <w:rPr>
          <w:cs/>
          <w:lang w:bidi="hi-IN"/>
        </w:rPr>
        <w:t>)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lastRenderedPageBreak/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 xml:space="preserve">1946 – </w:t>
      </w:r>
      <w:r w:rsidRPr="00343211">
        <w:rPr>
          <w:rFonts w:hint="cs"/>
          <w:cs/>
          <w:lang w:bidi="hi-IN"/>
        </w:rPr>
        <w:t>अलक़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वाकेबुद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दुर्रिया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 xml:space="preserve">1,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31,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आवारा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मिश्र</w:t>
      </w:r>
      <w:r w:rsidRPr="00343211">
        <w:rPr>
          <w:cs/>
          <w:lang w:bidi="hi-IN"/>
        </w:rPr>
        <w:t xml:space="preserve"> </w:t>
      </w:r>
      <w:r w:rsidRPr="00343211">
        <w:t>1923</w:t>
      </w:r>
    </w:p>
    <w:p w:rsidR="00343211" w:rsidRPr="00343211" w:rsidRDefault="00343211" w:rsidP="00BE3592">
      <w:pPr>
        <w:pStyle w:val="libFootnote"/>
      </w:pP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कश्फुल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ग़ता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गन्जीनए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हुदुदे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अहकाम</w:t>
      </w:r>
      <w:r w:rsidRPr="00343211">
        <w:t>,” “</w:t>
      </w:r>
      <w:r w:rsidRPr="00343211">
        <w:rPr>
          <w:rFonts w:hint="cs"/>
          <w:cs/>
          <w:lang w:bidi="hi-IN"/>
        </w:rPr>
        <w:t>नफहाते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मुश्कबार</w:t>
      </w:r>
      <w:r w:rsidRPr="00343211">
        <w:rPr>
          <w:rFonts w:hint="eastAsia"/>
        </w:rPr>
        <w:t>”</w:t>
      </w:r>
      <w:r w:rsidRPr="00343211">
        <w:t xml:space="preserve"> “</w:t>
      </w:r>
      <w:r w:rsidRPr="00343211">
        <w:rPr>
          <w:rFonts w:hint="cs"/>
          <w:cs/>
          <w:lang w:bidi="hi-IN"/>
        </w:rPr>
        <w:t>अय्यामें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तिसअह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रहीक़े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मखदुम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कामुसे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तौकीए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मनीअ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असरारुल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आसार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खुसुसी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ज़हुरुल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हक़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नज़रे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इजमीली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दयानते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दरसे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नहुम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इखलाक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4.</w:t>
      </w:r>
      <w:r w:rsidRPr="00343211">
        <w:tab/>
        <w:t>“</w:t>
      </w:r>
      <w:r w:rsidRPr="00343211">
        <w:rPr>
          <w:rFonts w:hint="cs"/>
          <w:cs/>
          <w:lang w:bidi="hi-IN"/>
        </w:rPr>
        <w:t>हश्त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बहिश्त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</w:t>
      </w:r>
      <w:r w:rsidRPr="00343211">
        <w:rPr>
          <w:cs/>
          <w:lang w:bidi="hi-IN"/>
        </w:rPr>
        <w:t>.</w:t>
      </w:r>
      <w:r w:rsidRPr="00343211">
        <w:t>276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अहमद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रुही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आग़ाखान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किरमानी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लेखक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t>, “</w:t>
      </w:r>
      <w:r w:rsidRPr="00343211">
        <w:rPr>
          <w:rFonts w:hint="cs"/>
          <w:cs/>
          <w:lang w:bidi="hi-IN"/>
        </w:rPr>
        <w:t>तलखीसे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तारीखे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नबील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ज़रन्दी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66, “</w:t>
      </w:r>
      <w:r w:rsidRPr="00343211">
        <w:rPr>
          <w:rFonts w:hint="cs"/>
          <w:cs/>
          <w:lang w:bidi="hi-IN"/>
        </w:rPr>
        <w:t>रोज़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तुस्सफा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नासिरी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t xml:space="preserve">1.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कुली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हिदायत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प्रका</w:t>
      </w:r>
      <w:r w:rsidRPr="00343211">
        <w:rPr>
          <w:cs/>
          <w:lang w:bidi="hi-IN"/>
        </w:rPr>
        <w:t xml:space="preserve">. </w:t>
      </w:r>
      <w:r w:rsidRPr="00343211">
        <w:rPr>
          <w:rFonts w:hint="cs"/>
          <w:cs/>
          <w:lang w:bidi="hi-IN"/>
        </w:rPr>
        <w:t>तेहरान।</w:t>
      </w:r>
    </w:p>
    <w:p w:rsidR="00343211" w:rsidRPr="00343211" w:rsidRDefault="00343211" w:rsidP="00BE3592">
      <w:pPr>
        <w:pStyle w:val="libFootnote"/>
      </w:pPr>
      <w:r w:rsidRPr="00343211">
        <w:t>5.</w:t>
      </w:r>
      <w:r w:rsidRPr="00343211">
        <w:tab/>
      </w:r>
      <w:r w:rsidRPr="00343211">
        <w:rPr>
          <w:rFonts w:hint="cs"/>
          <w:cs/>
          <w:lang w:bidi="hi-IN"/>
        </w:rPr>
        <w:t>अलकोकबे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दुर्रिया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1,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34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मिस्र</w:t>
      </w:r>
    </w:p>
    <w:p w:rsidR="00343211" w:rsidRPr="00343211" w:rsidRDefault="00343211" w:rsidP="00BE3592">
      <w:pPr>
        <w:pStyle w:val="libFootnote"/>
      </w:pPr>
      <w:r w:rsidRPr="00343211">
        <w:t>6.</w:t>
      </w:r>
      <w:r w:rsidRPr="00343211">
        <w:tab/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तफसीरे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युसुफ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दोवों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रुप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तफसीरे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सुरह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बक़र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रिसाला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बैनुल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हरमैन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मतालेउल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अनवार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रहीक़े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मखतुम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जहुरुल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हक़</w:t>
      </w:r>
      <w:r w:rsidRPr="00343211">
        <w:rPr>
          <w:rFonts w:hint="eastAsia"/>
        </w:rPr>
        <w:t>”</w:t>
      </w:r>
      <w:r w:rsidRPr="00343211">
        <w:t xml:space="preserve">,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7-8.</w:t>
      </w:r>
      <w:r w:rsidRPr="00343211">
        <w:tab/>
        <w:t>“</w:t>
      </w:r>
      <w:r w:rsidRPr="00343211">
        <w:rPr>
          <w:rFonts w:hint="cs"/>
          <w:cs/>
          <w:lang w:bidi="hi-IN"/>
        </w:rPr>
        <w:t>नुक़तुल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क़ाफ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151,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t>212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266,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मिस्र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मफावेज़ात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124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हालैण्ड़</w:t>
      </w:r>
      <w:r w:rsidRPr="00343211">
        <w:rPr>
          <w:cs/>
          <w:lang w:bidi="hi-IN"/>
        </w:rPr>
        <w:t xml:space="preserve"> </w:t>
      </w:r>
      <w:r w:rsidRPr="00343211">
        <w:t>1908.</w:t>
      </w:r>
    </w:p>
    <w:p w:rsidR="00343211" w:rsidRPr="00343211" w:rsidRDefault="00343211" w:rsidP="00BE3592">
      <w:pPr>
        <w:pStyle w:val="libFootnote"/>
      </w:pPr>
      <w:r w:rsidRPr="00343211">
        <w:t>9.</w:t>
      </w:r>
      <w:r w:rsidRPr="00343211">
        <w:tab/>
        <w:t>“</w:t>
      </w:r>
      <w:r w:rsidRPr="00343211">
        <w:rPr>
          <w:rFonts w:hint="cs"/>
          <w:cs/>
          <w:lang w:bidi="hi-IN"/>
        </w:rPr>
        <w:t>लोहे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हैकलुद्दीन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बदीअ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t>,“</w:t>
      </w:r>
      <w:r w:rsidRPr="00343211">
        <w:rPr>
          <w:rFonts w:hint="cs"/>
          <w:cs/>
          <w:lang w:bidi="hi-IN"/>
        </w:rPr>
        <w:t>तारिखे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सदरुस्सदुर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207</w:t>
      </w:r>
    </w:p>
    <w:p w:rsidR="00343211" w:rsidRPr="00343211" w:rsidRDefault="00343211" w:rsidP="00BE3592">
      <w:pPr>
        <w:pStyle w:val="libFootnote"/>
      </w:pPr>
      <w:r w:rsidRPr="00343211">
        <w:t>10.</w:t>
      </w:r>
      <w:r w:rsidRPr="00343211">
        <w:tab/>
        <w:t>“</w:t>
      </w:r>
      <w:r w:rsidRPr="00343211">
        <w:rPr>
          <w:rFonts w:hint="cs"/>
          <w:cs/>
          <w:lang w:bidi="hi-IN"/>
        </w:rPr>
        <w:t>तलखीसे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तारीखे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ज़रन्दी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138,“</w:t>
      </w:r>
      <w:r w:rsidRPr="00343211">
        <w:rPr>
          <w:rFonts w:hint="cs"/>
          <w:cs/>
          <w:lang w:bidi="hi-IN"/>
        </w:rPr>
        <w:t>रौज़तुस्सफा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नासिरी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311,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t xml:space="preserve">10, 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इसमाईल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राईन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>1978.</w:t>
      </w:r>
    </w:p>
    <w:p w:rsidR="00343211" w:rsidRPr="00343211" w:rsidRDefault="00343211" w:rsidP="00BE3592">
      <w:pPr>
        <w:pStyle w:val="libFootnote"/>
      </w:pPr>
      <w:r w:rsidRPr="00343211">
        <w:lastRenderedPageBreak/>
        <w:t>11.</w:t>
      </w:r>
      <w:r w:rsidRPr="00343211">
        <w:tab/>
        <w:t>“</w:t>
      </w:r>
      <w:r w:rsidRPr="00343211">
        <w:rPr>
          <w:rFonts w:hint="cs"/>
          <w:cs/>
          <w:lang w:bidi="hi-IN"/>
        </w:rPr>
        <w:t>मक़ाला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शख्सी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सय्याह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t xml:space="preserve">,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>1962 “</w:t>
      </w:r>
      <w:r w:rsidRPr="00343211">
        <w:rPr>
          <w:rFonts w:hint="cs"/>
          <w:cs/>
          <w:lang w:bidi="hi-IN"/>
        </w:rPr>
        <w:t>नुक़ततुल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क़ाफ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133, “</w:t>
      </w:r>
      <w:r w:rsidRPr="00343211">
        <w:rPr>
          <w:rFonts w:hint="cs"/>
          <w:cs/>
          <w:lang w:bidi="hi-IN"/>
        </w:rPr>
        <w:t>कश्फल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ग़ता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202-204 “</w:t>
      </w:r>
      <w:r w:rsidRPr="00343211">
        <w:rPr>
          <w:rFonts w:hint="cs"/>
          <w:cs/>
          <w:lang w:bidi="hi-IN"/>
        </w:rPr>
        <w:t>कर्ने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बदी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t>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423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शौक़ी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रौज़तुस्सफा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नासिरी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</w:t>
      </w:r>
      <w:r w:rsidRPr="00343211">
        <w:rPr>
          <w:cs/>
          <w:lang w:bidi="hi-IN"/>
        </w:rPr>
        <w:t>.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423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10 “</w:t>
      </w:r>
      <w:r w:rsidRPr="00343211">
        <w:rPr>
          <w:rFonts w:hint="cs"/>
          <w:cs/>
          <w:lang w:bidi="hi-IN"/>
        </w:rPr>
        <w:t>नसिखुततवारीख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t xml:space="preserve">13.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t xml:space="preserve">3,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t>12.</w:t>
      </w:r>
      <w:r w:rsidRPr="00343211">
        <w:tab/>
        <w:t>“</w:t>
      </w:r>
      <w:r w:rsidRPr="00343211">
        <w:rPr>
          <w:rFonts w:hint="cs"/>
          <w:cs/>
          <w:lang w:bidi="hi-IN"/>
        </w:rPr>
        <w:t>कश्फुलग़ता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204, “</w:t>
      </w:r>
      <w:r w:rsidRPr="00343211">
        <w:rPr>
          <w:rFonts w:hint="cs"/>
          <w:cs/>
          <w:lang w:bidi="hi-IN"/>
        </w:rPr>
        <w:t>इनशआब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74, “</w:t>
      </w:r>
      <w:r w:rsidRPr="00343211">
        <w:rPr>
          <w:rFonts w:hint="cs"/>
          <w:cs/>
          <w:lang w:bidi="hi-IN"/>
        </w:rPr>
        <w:t>रौज़तुस्सफा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नासिरी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नासिखुततवारीख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तलख़ीसे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तारीख़े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नबील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अलकवाकेबुद्रदुर्रिया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मक़ालाए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शख्सी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सय्याह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इत्यादि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तबरेज़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तोबा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तरफ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इशारा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</w:t>
      </w:r>
      <w:r>
        <w:rPr>
          <w:rFonts w:hint="cs"/>
          <w:cs/>
          <w:lang w:bidi="hi-IN"/>
        </w:rPr>
        <w:t>ड़</w:t>
      </w:r>
      <w:r w:rsidRPr="00343211">
        <w:rPr>
          <w:rFonts w:hint="cs"/>
          <w:cs/>
          <w:lang w:bidi="hi-IN"/>
        </w:rPr>
        <w:t>वर्ड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ब्राउन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मवाद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तहक़ीक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दरबारहे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मज़हबें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54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इशारा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BE3592">
      <w:pPr>
        <w:pStyle w:val="libFootnote"/>
      </w:pPr>
      <w:r w:rsidRPr="00343211">
        <w:t>13.</w:t>
      </w:r>
      <w:r w:rsidRPr="00343211">
        <w:tab/>
      </w:r>
      <w:r w:rsidRPr="00343211">
        <w:rPr>
          <w:rFonts w:hint="cs"/>
          <w:cs/>
          <w:lang w:bidi="hi-IN"/>
        </w:rPr>
        <w:t>पिछ़ला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</w:p>
    <w:p w:rsidR="00343211" w:rsidRPr="00343211" w:rsidRDefault="00343211" w:rsidP="00BE3592">
      <w:pPr>
        <w:pStyle w:val="libFootnote"/>
      </w:pPr>
      <w:r w:rsidRPr="00343211">
        <w:t>14.</w:t>
      </w:r>
      <w:r w:rsidRPr="00343211">
        <w:tab/>
        <w:t>“</w:t>
      </w:r>
      <w:r w:rsidRPr="00343211">
        <w:rPr>
          <w:rFonts w:hint="cs"/>
          <w:cs/>
          <w:lang w:bidi="hi-IN"/>
        </w:rPr>
        <w:t>तारीखे</w:t>
      </w:r>
      <w:r w:rsidRPr="00343211">
        <w:rPr>
          <w:cs/>
          <w:lang w:bidi="hi-IN"/>
        </w:rPr>
        <w:t xml:space="preserve">- </w:t>
      </w:r>
      <w:r w:rsidRPr="00343211">
        <w:rPr>
          <w:rFonts w:hint="cs"/>
          <w:cs/>
          <w:lang w:bidi="hi-IN"/>
        </w:rPr>
        <w:t>रिजाले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162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मौहदी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बामदाद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तलख़ीसे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तारीख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नैबील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ज़रन्दी</w:t>
      </w:r>
      <w:r w:rsidRPr="00343211">
        <w:rPr>
          <w:rFonts w:hint="eastAsia"/>
        </w:rPr>
        <w:t>”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196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जीवन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परिचय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असफहान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शासक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</w:p>
    <w:p w:rsidR="00343211" w:rsidRPr="00343211" w:rsidRDefault="00343211" w:rsidP="00BE3592">
      <w:pPr>
        <w:pStyle w:val="libFootnote"/>
      </w:pPr>
      <w:r w:rsidRPr="00343211">
        <w:t>15.</w:t>
      </w:r>
      <w:r w:rsidRPr="00343211">
        <w:tab/>
      </w:r>
      <w:r w:rsidRPr="00343211">
        <w:rPr>
          <w:rFonts w:hint="cs"/>
          <w:cs/>
          <w:lang w:bidi="hi-IN"/>
        </w:rPr>
        <w:t>नमुने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तौर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रिपोर्ट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बहुत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अच्छ़ी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इस्लाम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नेताओं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विरुध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विरोध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rFonts w:hint="eastAsia"/>
        </w:rPr>
        <w:t>”</w:t>
      </w:r>
      <w:r w:rsidRPr="00343211">
        <w:rPr>
          <w:rFonts w:hint="cs"/>
          <w:cs/>
          <w:lang w:bidi="hi-IN"/>
        </w:rPr>
        <w:t>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शोरिश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बाबियान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t>30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143-159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कल्चरल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सेन्टर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मास्को।</w:t>
      </w:r>
    </w:p>
    <w:p w:rsidR="00343211" w:rsidRPr="00343211" w:rsidRDefault="00343211" w:rsidP="00BE3592">
      <w:pPr>
        <w:pStyle w:val="libFootnote"/>
      </w:pP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नक़तुल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काफ़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266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राजदुतों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शीराज़ी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साम्राज्यवादी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शक्तियो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ओर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पुर्ण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परिच्छ़ेद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फ़स्ल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जिसको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प्रिन्स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वाल्गोर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रिपोर्ट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इनशआबदर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lastRenderedPageBreak/>
        <w:t>16.</w:t>
      </w:r>
      <w:r w:rsidRPr="00343211">
        <w:tab/>
        <w:t>“</w:t>
      </w:r>
      <w:r w:rsidRPr="00343211">
        <w:rPr>
          <w:rFonts w:hint="cs"/>
          <w:cs/>
          <w:lang w:bidi="hi-IN"/>
        </w:rPr>
        <w:t>नुक़ततुल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काफ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233</w:t>
      </w:r>
    </w:p>
    <w:p w:rsidR="00343211" w:rsidRPr="00343211" w:rsidRDefault="00343211" w:rsidP="00BE3592">
      <w:pPr>
        <w:pStyle w:val="libFootnote"/>
      </w:pPr>
      <w:r w:rsidRPr="00343211">
        <w:t>17.</w:t>
      </w:r>
      <w:r w:rsidRPr="00343211">
        <w:tab/>
      </w:r>
      <w:r w:rsidRPr="00343211">
        <w:rPr>
          <w:rFonts w:hint="cs"/>
          <w:cs/>
          <w:lang w:bidi="hi-IN"/>
        </w:rPr>
        <w:t>बाबियो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आपात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उपद्रव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18.</w:t>
      </w:r>
      <w:r w:rsidRPr="00343211">
        <w:tab/>
        <w:t>“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38,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राजदुत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द्धारा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विदेश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मंत्रालय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भेजी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रिपोर्ट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अनुवाद।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ब्रिटिश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रिकार्ड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t>19.</w:t>
      </w:r>
      <w:r w:rsidRPr="00343211">
        <w:tab/>
        <w:t>“</w:t>
      </w:r>
      <w:r w:rsidRPr="00343211">
        <w:rPr>
          <w:rFonts w:hint="cs"/>
          <w:cs/>
          <w:lang w:bidi="hi-IN"/>
        </w:rPr>
        <w:t>क़र्न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बदीअ</w:t>
      </w:r>
      <w:r w:rsidRPr="00343211">
        <w:rPr>
          <w:rFonts w:hint="eastAsia"/>
        </w:rPr>
        <w:t>”</w:t>
      </w:r>
      <w:r w:rsidRPr="00343211">
        <w:t xml:space="preserve">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 xml:space="preserve">338,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 xml:space="preserve"> </w:t>
      </w:r>
      <w:r w:rsidRPr="00343211">
        <w:t xml:space="preserve">2,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41 “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106, </w:t>
      </w:r>
      <w:r w:rsidRPr="00343211">
        <w:rPr>
          <w:rFonts w:hint="cs"/>
          <w:cs/>
          <w:lang w:bidi="hi-IN"/>
        </w:rPr>
        <w:t>तलख़ीसे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तारीख़े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नबील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ज़रन्दी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627, “</w:t>
      </w:r>
      <w:r w:rsidRPr="00343211">
        <w:rPr>
          <w:rFonts w:hint="cs"/>
          <w:cs/>
          <w:lang w:bidi="hi-IN"/>
        </w:rPr>
        <w:t>बहाउल्ला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असरेजदीद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44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</w:t>
      </w:r>
      <w:r w:rsidRPr="00343211">
        <w:rPr>
          <w:rFonts w:hint="cs"/>
          <w:cs/>
          <w:lang w:bidi="hi-IN"/>
        </w:rPr>
        <w:t>क्टर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असलमन्त</w:t>
      </w:r>
      <w:r w:rsidRPr="00343211">
        <w:t xml:space="preserve">, </w:t>
      </w:r>
      <w:r w:rsidRPr="00343211">
        <w:rPr>
          <w:rFonts w:hint="cs"/>
          <w:cs/>
          <w:lang w:bidi="hi-IN"/>
        </w:rPr>
        <w:t>प्रकाश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अमाफरत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हीफा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इसराईल</w:t>
      </w:r>
      <w:r w:rsidRPr="00343211">
        <w:rPr>
          <w:cs/>
          <w:lang w:bidi="hi-IN"/>
        </w:rPr>
        <w:t xml:space="preserve"> </w:t>
      </w:r>
      <w:r w:rsidRPr="00343211">
        <w:t>1932 “</w:t>
      </w:r>
      <w:r w:rsidRPr="00343211">
        <w:rPr>
          <w:rFonts w:hint="cs"/>
          <w:cs/>
          <w:lang w:bidi="hi-IN"/>
        </w:rPr>
        <w:t>रेसाला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अय्यामे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तिसआ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387, </w:t>
      </w: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इशराक़ात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353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अलकवाकेबुद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दुर्रिया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234</w:t>
      </w:r>
    </w:p>
    <w:p w:rsidR="00343211" w:rsidRPr="00343211" w:rsidRDefault="00343211" w:rsidP="00BE3592">
      <w:pPr>
        <w:pStyle w:val="libFootnote"/>
      </w:pPr>
      <w:r w:rsidRPr="00343211">
        <w:t>20.</w:t>
      </w:r>
      <w:r w:rsidRPr="00343211">
        <w:tab/>
      </w:r>
      <w:r w:rsidRPr="00343211">
        <w:rPr>
          <w:rFonts w:hint="cs"/>
          <w:cs/>
          <w:lang w:bidi="hi-IN"/>
        </w:rPr>
        <w:t>पिछ़ला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गिरफ्तारी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>.</w:t>
      </w:r>
    </w:p>
    <w:p w:rsidR="00343211" w:rsidRPr="00343211" w:rsidRDefault="00343211" w:rsidP="00BE3592">
      <w:pPr>
        <w:pStyle w:val="libFootnote"/>
      </w:pPr>
      <w:r w:rsidRPr="00343211">
        <w:t>21.</w:t>
      </w:r>
      <w:r w:rsidRPr="00343211">
        <w:tab/>
      </w:r>
      <w:r w:rsidRPr="00343211">
        <w:rPr>
          <w:rFonts w:hint="cs"/>
          <w:cs/>
          <w:lang w:bidi="hi-IN"/>
        </w:rPr>
        <w:t>मसाबीहे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हिदायत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282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अज़ीजुल्लाह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सुलेमानी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प्रकाशक</w:t>
      </w:r>
      <w:r w:rsidRPr="00343211">
        <w:t xml:space="preserve">, </w:t>
      </w:r>
      <w:r w:rsidRPr="00343211">
        <w:rPr>
          <w:rFonts w:hint="cs"/>
          <w:cs/>
          <w:lang w:bidi="hi-IN"/>
        </w:rPr>
        <w:t>लुजनए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मिल्ली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>.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इश्क़बाद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धार्मिक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स्थलों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ब्यान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22.</w:t>
      </w:r>
      <w:r w:rsidRPr="00343211">
        <w:tab/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मुबीन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लौह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मतन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मौजुद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क़र्ने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बदीअ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भागा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86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तरह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23.</w:t>
      </w:r>
      <w:r w:rsidRPr="00343211">
        <w:tab/>
        <w:t>“</w:t>
      </w:r>
      <w:r w:rsidRPr="00343211">
        <w:rPr>
          <w:rFonts w:hint="cs"/>
          <w:cs/>
          <w:lang w:bidi="hi-IN"/>
        </w:rPr>
        <w:t>इन्शेआब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83, </w:t>
      </w:r>
      <w:r w:rsidRPr="00343211">
        <w:rPr>
          <w:rFonts w:hint="cs"/>
          <w:cs/>
          <w:lang w:bidi="hi-IN"/>
        </w:rPr>
        <w:t>माएदह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हाए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आसमानी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130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मोस्सा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मिल्ली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क़र्नेबदीअ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171</w:t>
      </w:r>
    </w:p>
    <w:p w:rsidR="00343211" w:rsidRPr="00343211" w:rsidRDefault="00343211" w:rsidP="00BE3592">
      <w:pPr>
        <w:pStyle w:val="libFootnote"/>
      </w:pPr>
      <w:r w:rsidRPr="00343211">
        <w:lastRenderedPageBreak/>
        <w:t>24.</w:t>
      </w:r>
      <w:r w:rsidRPr="00343211">
        <w:tab/>
        <w:t>“</w:t>
      </w:r>
      <w:r w:rsidRPr="00343211">
        <w:rPr>
          <w:rFonts w:hint="cs"/>
          <w:cs/>
          <w:lang w:bidi="hi-IN"/>
        </w:rPr>
        <w:t>मवादे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तहक़ीक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दरबारए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मज़हबे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हज़रत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बहाउल्लाह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148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मोहम्मद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फैज़ी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177</w:t>
      </w:r>
    </w:p>
    <w:p w:rsidR="00343211" w:rsidRPr="00343211" w:rsidRDefault="00343211" w:rsidP="00BE3592">
      <w:pPr>
        <w:pStyle w:val="libFootnote"/>
      </w:pPr>
      <w:r w:rsidRPr="00343211">
        <w:t>25.</w:t>
      </w:r>
      <w:r w:rsidRPr="00343211">
        <w:tab/>
      </w:r>
      <w:r w:rsidRPr="00343211">
        <w:rPr>
          <w:rFonts w:hint="cs"/>
          <w:cs/>
          <w:lang w:bidi="hi-IN"/>
        </w:rPr>
        <w:t>क़र्ने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बदीअ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270,271,275, “</w:t>
      </w:r>
      <w:r w:rsidRPr="00343211">
        <w:rPr>
          <w:rFonts w:hint="cs"/>
          <w:cs/>
          <w:lang w:bidi="hi-IN"/>
        </w:rPr>
        <w:t>अलकवाके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बुददुर्रियां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9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379,381,383, “</w:t>
      </w:r>
      <w:r w:rsidRPr="00343211">
        <w:rPr>
          <w:rFonts w:hint="cs"/>
          <w:cs/>
          <w:lang w:bidi="hi-IN"/>
        </w:rPr>
        <w:t>इन्शेआबदर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84, “</w:t>
      </w:r>
      <w:r w:rsidRPr="00343211">
        <w:rPr>
          <w:rFonts w:hint="cs"/>
          <w:cs/>
          <w:lang w:bidi="hi-IN"/>
        </w:rPr>
        <w:t>नुक़ततुल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क़ाफ़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26.</w:t>
      </w:r>
      <w:r w:rsidRPr="00343211">
        <w:tab/>
        <w:t>“</w:t>
      </w:r>
      <w:r w:rsidRPr="00343211">
        <w:rPr>
          <w:rFonts w:hint="cs"/>
          <w:cs/>
          <w:lang w:bidi="hi-IN"/>
        </w:rPr>
        <w:t>मक़ाला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शख्सी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सय्याह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78, “</w:t>
      </w:r>
      <w:r w:rsidRPr="00343211">
        <w:rPr>
          <w:rFonts w:hint="cs"/>
          <w:cs/>
          <w:lang w:bidi="hi-IN"/>
        </w:rPr>
        <w:t>ईकान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t>, “</w:t>
      </w:r>
      <w:r w:rsidRPr="00343211">
        <w:rPr>
          <w:rFonts w:hint="cs"/>
          <w:cs/>
          <w:lang w:bidi="hi-IN"/>
        </w:rPr>
        <w:t>मुफावज़ात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अल्फ़राएद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अबुलफज़ल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गुलपैगानी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तहक़ीक़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तारीख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फलस्फ़ा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बाबीगिरी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बहाईगरी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27.</w:t>
      </w:r>
      <w:r w:rsidRPr="00343211">
        <w:tab/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मुबीन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t>21, 48, 56, 210, 232, 286, 308, 342, 405, 417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खुलेआम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उलुहीयत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माएदह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हाए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आसमानी</w:t>
      </w:r>
      <w:r w:rsidRPr="00343211">
        <w:t>, “</w:t>
      </w:r>
      <w:r w:rsidRPr="00343211">
        <w:rPr>
          <w:rFonts w:hint="cs"/>
          <w:cs/>
          <w:lang w:bidi="hi-IN"/>
        </w:rPr>
        <w:t>रेसाला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अय्यामे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तिसआ</w:t>
      </w:r>
      <w:r w:rsidRPr="00343211">
        <w:rPr>
          <w:rFonts w:hint="eastAsia"/>
        </w:rPr>
        <w:t>”</w:t>
      </w:r>
      <w:r w:rsidRPr="00343211">
        <w:t xml:space="preserve"> “</w:t>
      </w:r>
      <w:r w:rsidRPr="00343211">
        <w:rPr>
          <w:rFonts w:hint="cs"/>
          <w:cs/>
          <w:lang w:bidi="hi-IN"/>
        </w:rPr>
        <w:t>अदइयए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हजरते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महबुब</w:t>
      </w:r>
      <w:r w:rsidRPr="00343211">
        <w:rPr>
          <w:rFonts w:hint="eastAsia"/>
        </w:rPr>
        <w:t>”</w:t>
      </w:r>
      <w:r w:rsidRPr="00343211">
        <w:t>, “</w:t>
      </w:r>
      <w:r w:rsidRPr="00343211">
        <w:rPr>
          <w:rFonts w:hint="cs"/>
          <w:cs/>
          <w:lang w:bidi="hi-IN"/>
        </w:rPr>
        <w:t>मजमुए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मुबारका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मसाबीहे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हिदायत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जैसी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पड़ी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225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आफ़न्दी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दावे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स्वीकार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28.</w:t>
      </w:r>
      <w:r w:rsidRPr="00343211">
        <w:tab/>
        <w:t>“</w:t>
      </w:r>
      <w:r w:rsidRPr="00343211">
        <w:rPr>
          <w:rFonts w:hint="cs"/>
          <w:cs/>
          <w:lang w:bidi="hi-IN"/>
        </w:rPr>
        <w:t>कर्नेबदीअ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इतिहास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बलानफील्ड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देखिए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जिसमे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किस्सा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पुत्री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द्दारा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नकल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29.</w:t>
      </w:r>
      <w:r w:rsidRPr="00343211">
        <w:tab/>
        <w:t>“</w:t>
      </w:r>
      <w:r w:rsidRPr="00343211">
        <w:rPr>
          <w:rFonts w:hint="cs"/>
          <w:cs/>
          <w:lang w:bidi="hi-IN"/>
        </w:rPr>
        <w:t>मजमुआ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अल्वाह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मुबारक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159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स्वयं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रुसी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धन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शब्दों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स्वीकारा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30.</w:t>
      </w:r>
      <w:r w:rsidRPr="00343211">
        <w:tab/>
        <w:t>“</w:t>
      </w:r>
      <w:r w:rsidRPr="00343211">
        <w:rPr>
          <w:rFonts w:hint="cs"/>
          <w:cs/>
          <w:lang w:bidi="hi-IN"/>
        </w:rPr>
        <w:t>किताबे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मुबीन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159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नसिरुद्दीन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शाह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क़ाचार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समक्ष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द्दारा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सहायता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मांगने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t>31.</w:t>
      </w:r>
      <w:r w:rsidRPr="00343211">
        <w:tab/>
        <w:t>“</w:t>
      </w:r>
      <w:r w:rsidRPr="00343211">
        <w:rPr>
          <w:rFonts w:hint="cs"/>
          <w:cs/>
          <w:lang w:bidi="hi-IN"/>
        </w:rPr>
        <w:t>खातराते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सुबही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98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सुबही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मेहतदी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पर्सनल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सिक्रेटरी</w:t>
      </w:r>
      <w:r w:rsidR="004B5D7B">
        <w:rPr>
          <w:cs/>
          <w:lang w:bidi="hi-IN"/>
        </w:rPr>
        <w:t>)</w:t>
      </w:r>
    </w:p>
    <w:p w:rsidR="00343211" w:rsidRPr="00343211" w:rsidRDefault="00343211" w:rsidP="00BE3592">
      <w:pPr>
        <w:pStyle w:val="libFootnote"/>
      </w:pPr>
      <w:r w:rsidRPr="00343211">
        <w:rPr>
          <w:rFonts w:hint="eastAsia"/>
        </w:rPr>
        <w:lastRenderedPageBreak/>
        <w:t>“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आफ़न्दी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खुतुत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327 “</w:t>
      </w:r>
      <w:r w:rsidRPr="00343211">
        <w:rPr>
          <w:rFonts w:hint="cs"/>
          <w:cs/>
          <w:lang w:bidi="hi-IN"/>
        </w:rPr>
        <w:t>कर्नेबदाअ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218,326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आफ़न्दी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सम्बन्धित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दुसरी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किताबें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t>32.</w:t>
      </w:r>
      <w:r w:rsidRPr="00343211">
        <w:tab/>
        <w:t>“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 xml:space="preserve">2”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312,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177,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157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उस्मानी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सरकार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समर्थन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लिखित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इन्शेआब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12</w:t>
      </w:r>
      <w:r w:rsidRPr="00343211">
        <w:rPr>
          <w:rFonts w:hint="cs"/>
          <w:cs/>
          <w:lang w:bidi="hi-IN"/>
        </w:rPr>
        <w:t>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पिछ़ला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हवाला।</w:t>
      </w:r>
    </w:p>
    <w:p w:rsidR="00343211" w:rsidRPr="00343211" w:rsidRDefault="00343211" w:rsidP="00BE3592">
      <w:pPr>
        <w:pStyle w:val="libFootnote"/>
      </w:pPr>
      <w:r w:rsidRPr="00343211">
        <w:t>33.</w:t>
      </w:r>
      <w:r w:rsidRPr="00343211">
        <w:tab/>
        <w:t>“</w:t>
      </w:r>
      <w:r w:rsidRPr="00343211">
        <w:rPr>
          <w:rFonts w:hint="cs"/>
          <w:cs/>
          <w:lang w:bidi="hi-IN"/>
        </w:rPr>
        <w:t>कर्नेबदाअ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 xml:space="preserve">2,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125,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291 “</w:t>
      </w:r>
      <w:r w:rsidRPr="00343211">
        <w:rPr>
          <w:rFonts w:hint="cs"/>
          <w:cs/>
          <w:lang w:bidi="hi-IN"/>
        </w:rPr>
        <w:t>इन्शेआब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127</w:t>
      </w:r>
    </w:p>
    <w:p w:rsidR="00343211" w:rsidRPr="00343211" w:rsidRDefault="00343211" w:rsidP="00BE3592">
      <w:pPr>
        <w:pStyle w:val="libFootnote"/>
      </w:pPr>
      <w:r w:rsidRPr="00343211">
        <w:t>34.</w:t>
      </w:r>
      <w:r w:rsidRPr="00343211">
        <w:tab/>
        <w:t>“</w:t>
      </w:r>
      <w:r w:rsidRPr="00343211">
        <w:rPr>
          <w:rFonts w:hint="cs"/>
          <w:cs/>
          <w:lang w:bidi="hi-IN"/>
        </w:rPr>
        <w:t>बयानुल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हकाएक़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आयती</w:t>
      </w:r>
      <w:r w:rsidRPr="00343211">
        <w:t>, “</w:t>
      </w:r>
      <w:r w:rsidRPr="00343211">
        <w:rPr>
          <w:rFonts w:hint="cs"/>
          <w:cs/>
          <w:lang w:bidi="hi-IN"/>
        </w:rPr>
        <w:t>कर्नबदाअ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297, 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121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पिछला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</w:p>
    <w:p w:rsidR="00343211" w:rsidRPr="00343211" w:rsidRDefault="00343211" w:rsidP="00BE3592">
      <w:pPr>
        <w:pStyle w:val="libFootnote"/>
      </w:pPr>
      <w:r w:rsidRPr="00343211">
        <w:t>35.</w:t>
      </w:r>
      <w:r w:rsidRPr="00343211">
        <w:tab/>
      </w:r>
      <w:r w:rsidRPr="00343211">
        <w:rPr>
          <w:rFonts w:hint="cs"/>
          <w:cs/>
          <w:lang w:bidi="hi-IN"/>
        </w:rPr>
        <w:t>पिछला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</w:p>
    <w:p w:rsidR="00343211" w:rsidRPr="00343211" w:rsidRDefault="00343211" w:rsidP="00BE3592">
      <w:pPr>
        <w:pStyle w:val="libFootnote"/>
      </w:pPr>
      <w:r w:rsidRPr="00343211">
        <w:t>36.</w:t>
      </w:r>
      <w:r w:rsidRPr="00343211">
        <w:tab/>
        <w:t>“</w:t>
      </w:r>
      <w:r w:rsidRPr="00343211">
        <w:rPr>
          <w:rFonts w:hint="cs"/>
          <w:cs/>
          <w:lang w:bidi="hi-IN"/>
        </w:rPr>
        <w:t>अल्कवाकेबुद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दुर्रियां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305, “</w:t>
      </w:r>
      <w:r w:rsidRPr="00343211">
        <w:rPr>
          <w:rFonts w:hint="cs"/>
          <w:cs/>
          <w:lang w:bidi="hi-IN"/>
        </w:rPr>
        <w:t>क़र्नेबदीअ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299, “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118</w:t>
      </w:r>
    </w:p>
    <w:p w:rsidR="00343211" w:rsidRPr="00343211" w:rsidRDefault="00343211" w:rsidP="00BE3592">
      <w:pPr>
        <w:pStyle w:val="libFootnote"/>
      </w:pPr>
      <w:r w:rsidRPr="00343211">
        <w:t>37.</w:t>
      </w:r>
      <w:r w:rsidRPr="00343211">
        <w:tab/>
      </w:r>
      <w:r w:rsidRPr="00343211">
        <w:rPr>
          <w:rFonts w:hint="cs"/>
          <w:cs/>
          <w:lang w:bidi="hi-IN"/>
        </w:rPr>
        <w:t>तख्ती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लौह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119, 120, “</w:t>
      </w:r>
      <w:r w:rsidRPr="00343211">
        <w:rPr>
          <w:rFonts w:hint="cs"/>
          <w:cs/>
          <w:lang w:bidi="hi-IN"/>
        </w:rPr>
        <w:t>मकातीब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इसका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वर्णन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यहां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तकरीर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दौरान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अंग्रेज़ो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मुखातिब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कहा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ईरानी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जनता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अंग्रेज़ो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निसार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</w:t>
      </w:r>
      <w:r w:rsidRPr="00343211">
        <w:rPr>
          <w:rFonts w:hint="eastAsia"/>
        </w:rPr>
        <w:t>”</w:t>
      </w:r>
      <w:r w:rsidRPr="00343211">
        <w:rPr>
          <w:rFonts w:hint="cs"/>
          <w:cs/>
          <w:lang w:bidi="hi-IN"/>
        </w:rPr>
        <w:t>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खुत्बे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33</w:t>
      </w:r>
    </w:p>
    <w:p w:rsidR="00343211" w:rsidRPr="00343211" w:rsidRDefault="00343211" w:rsidP="00BE3592">
      <w:pPr>
        <w:pStyle w:val="libFootnote"/>
      </w:pPr>
      <w:r w:rsidRPr="00343211">
        <w:t>38.</w:t>
      </w:r>
      <w:r w:rsidRPr="00343211">
        <w:tab/>
        <w:t>“</w:t>
      </w:r>
      <w:r w:rsidRPr="00343211">
        <w:rPr>
          <w:rFonts w:hint="cs"/>
          <w:cs/>
          <w:lang w:bidi="hi-IN"/>
        </w:rPr>
        <w:t>क़र्ने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बदीअ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32</w:t>
      </w:r>
      <w:r w:rsidRPr="00343211">
        <w:rPr>
          <w:rFonts w:hint="cs"/>
          <w:cs/>
          <w:lang w:bidi="hi-IN"/>
        </w:rPr>
        <w:t>।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रिसाला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अय्याम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तिसआ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508, “</w:t>
      </w:r>
      <w:r w:rsidRPr="00343211">
        <w:rPr>
          <w:rFonts w:hint="cs"/>
          <w:cs/>
          <w:lang w:bidi="hi-IN"/>
        </w:rPr>
        <w:t>अलकवाकबुद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दुर्रियां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307 “</w:t>
      </w:r>
      <w:r w:rsidRPr="00343211">
        <w:rPr>
          <w:rFonts w:hint="cs"/>
          <w:cs/>
          <w:lang w:bidi="hi-IN"/>
        </w:rPr>
        <w:t>मजल्ला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अखबारे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आमारी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अनुवादक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महफिले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मिल्ली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बहाईयानें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7-8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नवम्बर</w:t>
      </w:r>
      <w:r w:rsidRPr="00343211">
        <w:t xml:space="preserve">, </w:t>
      </w:r>
      <w:r w:rsidRPr="00343211">
        <w:rPr>
          <w:rFonts w:hint="cs"/>
          <w:cs/>
          <w:lang w:bidi="hi-IN"/>
        </w:rPr>
        <w:t>दिसम्बर</w:t>
      </w:r>
      <w:r w:rsidRPr="00343211">
        <w:rPr>
          <w:cs/>
          <w:lang w:bidi="hi-IN"/>
        </w:rPr>
        <w:t xml:space="preserve"> </w:t>
      </w:r>
      <w:r w:rsidRPr="00343211">
        <w:t>1945.</w:t>
      </w:r>
    </w:p>
    <w:p w:rsidR="00343211" w:rsidRPr="00343211" w:rsidRDefault="00343211" w:rsidP="00BE3592">
      <w:pPr>
        <w:pStyle w:val="libFootnote"/>
      </w:pPr>
      <w:r w:rsidRPr="00343211">
        <w:t>39.</w:t>
      </w:r>
      <w:r w:rsidRPr="00343211">
        <w:tab/>
        <w:t>“</w:t>
      </w:r>
      <w:r w:rsidRPr="00343211">
        <w:rPr>
          <w:rFonts w:hint="cs"/>
          <w:cs/>
          <w:lang w:bidi="hi-IN"/>
        </w:rPr>
        <w:t>कश्फुल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हील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154,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आयती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प्यामे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पेदर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142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सुबही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मुहतदी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अब्बसी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आफ़न्दी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पर्सनल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सिक्रेटरी</w:t>
      </w:r>
      <w:r w:rsidR="004B5D7B">
        <w:rPr>
          <w:cs/>
          <w:lang w:bidi="hi-IN"/>
        </w:rPr>
        <w:t>)</w:t>
      </w:r>
    </w:p>
    <w:p w:rsidR="00343211" w:rsidRPr="00343211" w:rsidRDefault="00343211" w:rsidP="00BE3592">
      <w:pPr>
        <w:pStyle w:val="libFootnote"/>
      </w:pPr>
      <w:r w:rsidRPr="00343211">
        <w:t>40.</w:t>
      </w:r>
      <w:r w:rsidRPr="00343211">
        <w:tab/>
        <w:t>“</w:t>
      </w:r>
      <w:r w:rsidRPr="00343211">
        <w:rPr>
          <w:rFonts w:hint="cs"/>
          <w:cs/>
          <w:lang w:bidi="hi-IN"/>
        </w:rPr>
        <w:t>शर्हेहाल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हज़रत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अमरुल्लाह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 xml:space="preserve">38,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हमीद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इशराक़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खावरी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lastRenderedPageBreak/>
        <w:t>41.</w:t>
      </w:r>
      <w:r w:rsidRPr="00343211">
        <w:tab/>
      </w:r>
      <w:r w:rsidRPr="00343211">
        <w:rPr>
          <w:rFonts w:hint="cs"/>
          <w:cs/>
          <w:lang w:bidi="hi-IN"/>
        </w:rPr>
        <w:t>पिछ़ला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t>42.</w:t>
      </w:r>
      <w:r w:rsidRPr="00343211">
        <w:tab/>
      </w:r>
      <w:r w:rsidRPr="00343211">
        <w:rPr>
          <w:rFonts w:hint="cs"/>
          <w:cs/>
          <w:lang w:bidi="hi-IN"/>
        </w:rPr>
        <w:t>शौकीं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रब्बानी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टेलीग्राम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जुलाई</w:t>
      </w:r>
      <w:r w:rsidRPr="00343211">
        <w:rPr>
          <w:cs/>
          <w:lang w:bidi="hi-IN"/>
        </w:rPr>
        <w:t xml:space="preserve"> </w:t>
      </w:r>
      <w:r w:rsidRPr="00343211">
        <w:t xml:space="preserve">1950, </w:t>
      </w:r>
      <w:r w:rsidRPr="00343211">
        <w:rPr>
          <w:rFonts w:hint="cs"/>
          <w:cs/>
          <w:lang w:bidi="hi-IN"/>
        </w:rPr>
        <w:t>व</w:t>
      </w:r>
      <w:r w:rsidRPr="00343211">
        <w:rPr>
          <w:cs/>
          <w:lang w:bidi="hi-IN"/>
        </w:rPr>
        <w:t xml:space="preserve"> </w:t>
      </w:r>
      <w:r w:rsidRPr="00343211">
        <w:t>1951</w:t>
      </w:r>
      <w:r w:rsidR="004B5D7B">
        <w:t>)</w:t>
      </w:r>
      <w:r w:rsidRPr="00343211">
        <w:t xml:space="preserve"> </w:t>
      </w:r>
    </w:p>
    <w:p w:rsidR="00343211" w:rsidRPr="00343211" w:rsidRDefault="00343211" w:rsidP="00BE3592">
      <w:pPr>
        <w:pStyle w:val="libFootnote"/>
      </w:pPr>
      <w:r w:rsidRPr="00343211">
        <w:t>43.</w:t>
      </w:r>
      <w:r w:rsidRPr="00343211">
        <w:tab/>
      </w:r>
      <w:r w:rsidRPr="00343211">
        <w:rPr>
          <w:rFonts w:hint="cs"/>
          <w:cs/>
          <w:lang w:bidi="hi-IN"/>
        </w:rPr>
        <w:t>इनशेआब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195-203</w:t>
      </w:r>
    </w:p>
    <w:p w:rsidR="00343211" w:rsidRPr="00343211" w:rsidRDefault="00343211" w:rsidP="00BE3592">
      <w:pPr>
        <w:pStyle w:val="libFootnote"/>
      </w:pPr>
      <w:r w:rsidRPr="00343211">
        <w:t>44.</w:t>
      </w:r>
      <w:r w:rsidRPr="00343211">
        <w:tab/>
      </w:r>
      <w:r w:rsidRPr="00343211">
        <w:rPr>
          <w:rFonts w:hint="cs"/>
          <w:cs/>
          <w:lang w:bidi="hi-IN"/>
        </w:rPr>
        <w:t>पिछला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हवाला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217-327</w:t>
      </w:r>
    </w:p>
    <w:p w:rsidR="00343211" w:rsidRPr="00343211" w:rsidRDefault="00343211" w:rsidP="00BE3592">
      <w:pPr>
        <w:pStyle w:val="libFootnote"/>
      </w:pPr>
      <w:r w:rsidRPr="00343211">
        <w:t>45.</w:t>
      </w:r>
      <w:r w:rsidRPr="00343211">
        <w:tab/>
      </w:r>
      <w:r w:rsidRPr="00343211">
        <w:rPr>
          <w:rFonts w:hint="cs"/>
          <w:cs/>
          <w:lang w:bidi="hi-IN"/>
        </w:rPr>
        <w:t>देखिए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न्यज़</w:t>
      </w:r>
      <w:r w:rsidR="004B5D7B">
        <w:rPr>
          <w:cs/>
          <w:lang w:bidi="hi-IN"/>
        </w:rPr>
        <w:t>)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सितम्बर</w:t>
      </w:r>
      <w:r w:rsidRPr="00343211">
        <w:rPr>
          <w:cs/>
          <w:lang w:bidi="hi-IN"/>
        </w:rPr>
        <w:t xml:space="preserve"> </w:t>
      </w:r>
      <w:r w:rsidRPr="00343211">
        <w:t>1947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Pr="00343211">
        <w:t>7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नवम्बर</w:t>
      </w:r>
      <w:r w:rsidRPr="00343211">
        <w:rPr>
          <w:cs/>
          <w:lang w:bidi="hi-IN"/>
        </w:rPr>
        <w:t xml:space="preserve"> </w:t>
      </w:r>
      <w:r w:rsidRPr="00343211">
        <w:t xml:space="preserve">1947 </w:t>
      </w:r>
    </w:p>
    <w:p w:rsidR="00343211" w:rsidRPr="00343211" w:rsidRDefault="00343211" w:rsidP="00BE3592">
      <w:pPr>
        <w:pStyle w:val="libFootnote"/>
      </w:pPr>
      <w:r w:rsidRPr="00343211">
        <w:t>46.</w:t>
      </w:r>
      <w:r w:rsidRPr="00343211">
        <w:tab/>
        <w:t>“</w:t>
      </w:r>
      <w:r w:rsidRPr="00343211">
        <w:rPr>
          <w:rFonts w:hint="cs"/>
          <w:cs/>
          <w:lang w:bidi="hi-IN"/>
        </w:rPr>
        <w:t>तौक़ीआते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मुबारक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हज़रत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अमरुल्लाह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290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मोस्साते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तेहरान।</w:t>
      </w:r>
    </w:p>
    <w:p w:rsidR="00343211" w:rsidRPr="00343211" w:rsidRDefault="00343211" w:rsidP="00BE3592">
      <w:pPr>
        <w:pStyle w:val="libFootnote"/>
      </w:pPr>
      <w:r w:rsidRPr="00343211">
        <w:t>47.</w:t>
      </w:r>
      <w:r w:rsidRPr="00343211">
        <w:tab/>
      </w:r>
      <w:r w:rsidRPr="00343211">
        <w:rPr>
          <w:rFonts w:hint="cs"/>
          <w:cs/>
          <w:lang w:bidi="hi-IN"/>
        </w:rPr>
        <w:t>मजल्ला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अगस्त</w:t>
      </w:r>
      <w:r w:rsidRPr="00343211">
        <w:rPr>
          <w:cs/>
          <w:lang w:bidi="hi-IN"/>
        </w:rPr>
        <w:t xml:space="preserve"> </w:t>
      </w:r>
      <w:r w:rsidRPr="00343211">
        <w:t>1953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>.</w:t>
      </w:r>
      <w:r w:rsidR="004B5D7B">
        <w:rPr>
          <w:cs/>
          <w:lang w:bidi="hi-IN"/>
        </w:rPr>
        <w:t>)</w:t>
      </w:r>
    </w:p>
    <w:p w:rsidR="00343211" w:rsidRPr="00343211" w:rsidRDefault="00343211" w:rsidP="00BE3592">
      <w:pPr>
        <w:pStyle w:val="libFootnote"/>
      </w:pPr>
      <w:r w:rsidRPr="00343211">
        <w:t>48.</w:t>
      </w:r>
      <w:r w:rsidRPr="00343211">
        <w:tab/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अलअहराम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क़ाहिरा</w:t>
      </w:r>
      <w:r w:rsidRPr="00343211">
        <w:rPr>
          <w:cs/>
          <w:lang w:bidi="hi-IN"/>
        </w:rPr>
        <w:t xml:space="preserve"> </w:t>
      </w:r>
      <w:r w:rsidRPr="00343211">
        <w:t>23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फरवरी</w:t>
      </w:r>
      <w:r w:rsidRPr="00343211">
        <w:rPr>
          <w:cs/>
          <w:lang w:bidi="hi-IN"/>
        </w:rPr>
        <w:t xml:space="preserve"> </w:t>
      </w:r>
      <w:r w:rsidRPr="00343211">
        <w:t>1975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रेडियो</w:t>
      </w:r>
      <w:r w:rsidRPr="00343211">
        <w:t xml:space="preserve">, </w:t>
      </w:r>
      <w:r w:rsidRPr="00343211">
        <w:rPr>
          <w:rFonts w:hint="cs"/>
          <w:cs/>
          <w:lang w:bidi="hi-IN"/>
        </w:rPr>
        <w:t>टीवी</w:t>
      </w:r>
      <w:r w:rsidRPr="00343211">
        <w:rPr>
          <w:cs/>
          <w:lang w:bidi="hi-IN"/>
        </w:rPr>
        <w:t xml:space="preserve">. </w:t>
      </w:r>
      <w:r w:rsidRPr="00343211">
        <w:rPr>
          <w:rFonts w:hint="cs"/>
          <w:cs/>
          <w:lang w:bidi="hi-IN"/>
        </w:rPr>
        <w:t>द्दारा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प्रसारित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न्युजबुलेटिन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संख्या</w:t>
      </w:r>
      <w:r w:rsidRPr="00343211">
        <w:rPr>
          <w:cs/>
          <w:lang w:bidi="hi-IN"/>
        </w:rPr>
        <w:t xml:space="preserve"> </w:t>
      </w:r>
      <w:r w:rsidRPr="00343211">
        <w:t>232, 11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जनवरी</w:t>
      </w:r>
      <w:r w:rsidRPr="00343211">
        <w:rPr>
          <w:cs/>
          <w:lang w:bidi="hi-IN"/>
        </w:rPr>
        <w:t xml:space="preserve"> </w:t>
      </w:r>
      <w:r w:rsidRPr="00343211">
        <w:t>1975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 xml:space="preserve">. </w:t>
      </w:r>
      <w:r w:rsidRPr="00343211">
        <w:rPr>
          <w:rFonts w:hint="cs"/>
          <w:cs/>
          <w:lang w:bidi="hi-IN"/>
        </w:rPr>
        <w:t>मध्य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पुर्व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एशिया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रेडियों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नक़ल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अलमहबर</w:t>
      </w:r>
      <w:r w:rsidRPr="00343211">
        <w:rPr>
          <w:rFonts w:hint="eastAsia"/>
        </w:rPr>
        <w:t>”</w:t>
      </w:r>
      <w:r w:rsidRPr="00343211">
        <w:t xml:space="preserve"> 25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फरवरी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मजल्ला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अखबार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वी</w:t>
      </w:r>
      <w:r w:rsidRPr="00343211">
        <w:rPr>
          <w:cs/>
          <w:lang w:bidi="hi-IN"/>
        </w:rPr>
        <w:t>.</w:t>
      </w:r>
      <w:r w:rsidRPr="00343211">
        <w:rPr>
          <w:rFonts w:hint="cs"/>
          <w:cs/>
          <w:lang w:bidi="hi-IN"/>
        </w:rPr>
        <w:t>टी</w:t>
      </w:r>
      <w:r w:rsidRPr="00343211">
        <w:rPr>
          <w:cs/>
          <w:lang w:bidi="hi-IN"/>
        </w:rPr>
        <w:t>.</w:t>
      </w:r>
      <w:r w:rsidRPr="00343211">
        <w:t>” 10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अप्रैल</w:t>
      </w:r>
      <w:r w:rsidRPr="00343211">
        <w:rPr>
          <w:cs/>
          <w:lang w:bidi="hi-IN"/>
        </w:rPr>
        <w:t xml:space="preserve"> </w:t>
      </w:r>
      <w:r w:rsidRPr="00343211">
        <w:t>1975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पृष्ट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 xml:space="preserve">. </w:t>
      </w:r>
      <w:r w:rsidRPr="00343211">
        <w:t>30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समाचार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पत्र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अलअहराम</w:t>
      </w:r>
      <w:r w:rsidRPr="00343211">
        <w:rPr>
          <w:rFonts w:hint="eastAsia"/>
        </w:rPr>
        <w:t>”</w:t>
      </w:r>
      <w:r w:rsidRPr="00343211">
        <w:t xml:space="preserve"> 10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अप्रैल</w:t>
      </w:r>
      <w:r w:rsidRPr="00343211">
        <w:rPr>
          <w:cs/>
          <w:lang w:bidi="hi-IN"/>
        </w:rPr>
        <w:t xml:space="preserve"> </w:t>
      </w:r>
      <w:r w:rsidRPr="00343211">
        <w:t>1975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दोबारा</w:t>
      </w:r>
      <w:r w:rsidRPr="00343211">
        <w:rPr>
          <w:cs/>
          <w:lang w:bidi="hi-IN"/>
        </w:rPr>
        <w:t>-</w:t>
      </w:r>
      <w:r w:rsidRPr="00343211">
        <w:t>“</w:t>
      </w:r>
      <w:r w:rsidRPr="00343211">
        <w:rPr>
          <w:rFonts w:hint="cs"/>
          <w:cs/>
          <w:lang w:bidi="hi-IN"/>
        </w:rPr>
        <w:t>इनशआब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t>257,299</w:t>
      </w:r>
    </w:p>
    <w:p w:rsidR="00343211" w:rsidRPr="00343211" w:rsidRDefault="00343211" w:rsidP="00BE3592">
      <w:pPr>
        <w:pStyle w:val="libFootnote"/>
      </w:pPr>
      <w:r w:rsidRPr="00343211">
        <w:t>49.</w:t>
      </w:r>
      <w:r w:rsidRPr="00343211">
        <w:tab/>
        <w:t>“</w:t>
      </w:r>
      <w:r w:rsidRPr="00343211">
        <w:rPr>
          <w:rFonts w:hint="cs"/>
          <w:cs/>
          <w:lang w:bidi="hi-IN"/>
        </w:rPr>
        <w:t>खुतबाते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अब्दुल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t>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यात्रा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दौराने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क्रापर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मकान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तक़रीर</w:t>
      </w:r>
      <w:r w:rsidRPr="00343211">
        <w:rPr>
          <w:cs/>
          <w:lang w:bidi="hi-IN"/>
        </w:rPr>
        <w:t xml:space="preserve"> </w:t>
      </w:r>
      <w:r w:rsidRPr="00343211">
        <w:t>1911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 xml:space="preserve">.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वह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किताबें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जो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अमरीका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बहाईयों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प्रकाशित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सुचना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प्रसारण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एजेन्सी</w:t>
      </w:r>
      <w:r w:rsidRPr="00343211">
        <w:rPr>
          <w:cs/>
          <w:lang w:bidi="hi-IN"/>
        </w:rPr>
        <w:t xml:space="preserve"> </w:t>
      </w:r>
      <w:r w:rsidRPr="00343211">
        <w:t>–</w:t>
      </w:r>
      <w:r w:rsidRPr="00343211">
        <w:rPr>
          <w:rFonts w:hint="cs"/>
          <w:cs/>
          <w:lang w:bidi="hi-IN"/>
        </w:rPr>
        <w:t>इस्लामी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गणराज्य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</w:p>
    <w:p w:rsidR="00343211" w:rsidRPr="00343211" w:rsidRDefault="00343211" w:rsidP="00BE3592">
      <w:pPr>
        <w:pStyle w:val="libFootnote"/>
      </w:pPr>
      <w:r w:rsidRPr="00343211">
        <w:t>50.</w:t>
      </w:r>
      <w:r w:rsidRPr="00343211">
        <w:tab/>
        <w:t>“</w:t>
      </w:r>
      <w:r w:rsidRPr="00343211">
        <w:rPr>
          <w:rFonts w:hint="cs"/>
          <w:cs/>
          <w:lang w:bidi="hi-IN"/>
        </w:rPr>
        <w:t>तफसीर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सुरह</w:t>
      </w:r>
      <w:r w:rsidRPr="00343211">
        <w:rPr>
          <w:cs/>
          <w:lang w:bidi="hi-IN"/>
        </w:rPr>
        <w:t xml:space="preserve"> - </w:t>
      </w:r>
      <w:r w:rsidRPr="00343211">
        <w:rPr>
          <w:rFonts w:hint="cs"/>
          <w:cs/>
          <w:lang w:bidi="hi-IN"/>
        </w:rPr>
        <w:t>युसुफ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rPr>
          <w:rFonts w:hint="cs"/>
          <w:cs/>
          <w:lang w:bidi="hi-IN"/>
        </w:rPr>
        <w:t>खिताबे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कुर्रतुल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ऐन</w:t>
      </w:r>
      <w:r w:rsidR="004B5D7B">
        <w:rPr>
          <w:cs/>
          <w:lang w:bidi="hi-IN"/>
        </w:rPr>
        <w:t>)</w:t>
      </w:r>
      <w:r w:rsidRPr="00343211">
        <w:t>, “</w:t>
      </w:r>
      <w:r w:rsidRPr="00343211">
        <w:rPr>
          <w:rFonts w:hint="cs"/>
          <w:cs/>
          <w:lang w:bidi="hi-IN"/>
        </w:rPr>
        <w:t>ब्यान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दसवाँ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भाग</w:t>
      </w:r>
      <w:r w:rsidRPr="00343211">
        <w:rPr>
          <w:cs/>
          <w:lang w:bidi="hi-IN"/>
        </w:rPr>
        <w:t>-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तहक़ीक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तारीख़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फलसफ़ा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बाबीगिरी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बहीईगरी</w:t>
      </w:r>
      <w:r w:rsidRPr="00343211">
        <w:rPr>
          <w:cs/>
          <w:lang w:bidi="hi-IN"/>
        </w:rPr>
        <w:t>-</w:t>
      </w:r>
    </w:p>
    <w:p w:rsidR="00343211" w:rsidRPr="00343211" w:rsidRDefault="00343211" w:rsidP="00BE3592">
      <w:pPr>
        <w:pStyle w:val="libFootnote"/>
      </w:pPr>
      <w:r w:rsidRPr="00343211">
        <w:t>51.</w:t>
      </w:r>
      <w:r w:rsidRPr="00343211">
        <w:tab/>
        <w:t>“</w:t>
      </w:r>
      <w:r w:rsidRPr="00343211">
        <w:rPr>
          <w:rFonts w:hint="cs"/>
          <w:cs/>
          <w:lang w:bidi="hi-IN"/>
        </w:rPr>
        <w:t>ब्यान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t>15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खण्ड़</w:t>
      </w:r>
      <w:r w:rsidRPr="00343211">
        <w:rPr>
          <w:cs/>
          <w:lang w:bidi="hi-IN"/>
        </w:rPr>
        <w:t xml:space="preserve"> </w:t>
      </w:r>
      <w:r w:rsidRPr="00343211">
        <w:t>4,6</w:t>
      </w:r>
    </w:p>
    <w:p w:rsidR="00343211" w:rsidRPr="00343211" w:rsidRDefault="00343211" w:rsidP="00BE3592">
      <w:pPr>
        <w:pStyle w:val="libFootnote"/>
      </w:pPr>
      <w:r w:rsidRPr="00343211">
        <w:t>52.</w:t>
      </w:r>
      <w:r w:rsidRPr="00343211">
        <w:tab/>
        <w:t>“</w:t>
      </w:r>
      <w:r w:rsidRPr="00343211">
        <w:rPr>
          <w:rFonts w:hint="cs"/>
          <w:cs/>
          <w:lang w:bidi="hi-IN"/>
        </w:rPr>
        <w:t>ब्यान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दसवां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बाब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खण्ड़</w:t>
      </w:r>
      <w:r w:rsidRPr="00343211">
        <w:rPr>
          <w:cs/>
          <w:lang w:bidi="hi-IN"/>
        </w:rPr>
        <w:t xml:space="preserve"> </w:t>
      </w:r>
      <w:r w:rsidRPr="00343211">
        <w:t>8</w:t>
      </w:r>
    </w:p>
    <w:p w:rsidR="00343211" w:rsidRPr="00343211" w:rsidRDefault="00343211" w:rsidP="00BE3592">
      <w:pPr>
        <w:pStyle w:val="libFootnote"/>
      </w:pPr>
      <w:r w:rsidRPr="00343211">
        <w:lastRenderedPageBreak/>
        <w:t>53.</w:t>
      </w:r>
      <w:r w:rsidRPr="00343211">
        <w:tab/>
        <w:t>“</w:t>
      </w:r>
      <w:r w:rsidRPr="00343211">
        <w:rPr>
          <w:rFonts w:hint="cs"/>
          <w:cs/>
          <w:lang w:bidi="hi-IN"/>
        </w:rPr>
        <w:t>अक़दस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38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मिर्ज़ा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हुसैन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</w:t>
      </w:r>
    </w:p>
    <w:p w:rsidR="00343211" w:rsidRPr="00343211" w:rsidRDefault="00343211" w:rsidP="00BE3592">
      <w:pPr>
        <w:pStyle w:val="libFootnote"/>
      </w:pPr>
      <w:r w:rsidRPr="00343211">
        <w:t>54.</w:t>
      </w:r>
      <w:r w:rsidRPr="00343211">
        <w:tab/>
        <w:t>“</w:t>
      </w:r>
      <w:r w:rsidRPr="00343211">
        <w:rPr>
          <w:rFonts w:hint="cs"/>
          <w:cs/>
          <w:lang w:bidi="hi-IN"/>
        </w:rPr>
        <w:t>अक़दस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19</w:t>
      </w:r>
    </w:p>
    <w:p w:rsidR="00343211" w:rsidRPr="00343211" w:rsidRDefault="00343211" w:rsidP="00BE3592">
      <w:pPr>
        <w:pStyle w:val="libFootnote"/>
      </w:pPr>
      <w:r w:rsidRPr="00343211">
        <w:t>55.</w:t>
      </w:r>
      <w:r w:rsidRPr="00343211">
        <w:tab/>
      </w:r>
      <w:r w:rsidRPr="00343211">
        <w:rPr>
          <w:rFonts w:hint="cs"/>
          <w:cs/>
          <w:lang w:bidi="hi-IN"/>
        </w:rPr>
        <w:t>अख़बार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अमारी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लिया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गया।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30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दिसम्बर</w:t>
      </w:r>
      <w:r w:rsidRPr="00343211">
        <w:rPr>
          <w:cs/>
          <w:lang w:bidi="hi-IN"/>
        </w:rPr>
        <w:t xml:space="preserve"> </w:t>
      </w:r>
      <w:r w:rsidRPr="00343211">
        <w:t>1945</w:t>
      </w:r>
      <w:r w:rsidR="004B5D7B">
        <w:t>)</w:t>
      </w:r>
    </w:p>
    <w:p w:rsidR="00343211" w:rsidRPr="00343211" w:rsidRDefault="00343211" w:rsidP="00BE3592">
      <w:pPr>
        <w:pStyle w:val="libFootnote"/>
      </w:pPr>
      <w:r w:rsidRPr="00343211">
        <w:t>56.</w:t>
      </w:r>
      <w:r w:rsidRPr="00343211">
        <w:tab/>
        <w:t>“</w:t>
      </w:r>
      <w:r w:rsidRPr="00343211">
        <w:rPr>
          <w:rFonts w:hint="cs"/>
          <w:cs/>
          <w:lang w:bidi="hi-IN"/>
        </w:rPr>
        <w:t>अक़दस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पृष्ठ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</w:t>
      </w:r>
      <w:r w:rsidRPr="00343211">
        <w:rPr>
          <w:cs/>
          <w:lang w:bidi="hi-IN"/>
        </w:rPr>
        <w:t>.</w:t>
      </w:r>
      <w:r w:rsidRPr="00343211">
        <w:t>225</w:t>
      </w:r>
    </w:p>
    <w:p w:rsidR="00343211" w:rsidRPr="00343211" w:rsidRDefault="00343211" w:rsidP="00BE3592">
      <w:pPr>
        <w:pStyle w:val="libFootnote"/>
      </w:pPr>
      <w:r w:rsidRPr="00343211">
        <w:rPr>
          <w:rFonts w:hint="cs"/>
          <w:cs/>
          <w:lang w:bidi="hi-IN"/>
        </w:rPr>
        <w:t>राजनीति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दूर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होने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बयान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जानकारी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लिए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देखिए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अख़बार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="004B5D7B">
        <w:rPr>
          <w:cs/>
          <w:lang w:bidi="hi-IN"/>
        </w:rPr>
        <w:t>(</w:t>
      </w:r>
      <w:r w:rsidRPr="00343211">
        <w:t>12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मार्च</w:t>
      </w:r>
      <w:r w:rsidRPr="00343211">
        <w:rPr>
          <w:cs/>
          <w:lang w:bidi="hi-IN"/>
        </w:rPr>
        <w:t xml:space="preserve"> </w:t>
      </w:r>
      <w:r w:rsidRPr="00343211">
        <w:t>1947</w:t>
      </w:r>
      <w:r w:rsidR="004B5D7B">
        <w:t>)</w:t>
      </w:r>
      <w:r w:rsidRPr="00343211"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t>4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अप्रैल</w:t>
      </w:r>
      <w:r w:rsidRPr="00343211">
        <w:rPr>
          <w:cs/>
          <w:lang w:bidi="hi-IN"/>
        </w:rPr>
        <w:t xml:space="preserve"> </w:t>
      </w:r>
      <w:r w:rsidRPr="00343211">
        <w:t>1946, 11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फरवरी</w:t>
      </w:r>
      <w:r w:rsidRPr="00343211">
        <w:rPr>
          <w:cs/>
          <w:lang w:bidi="hi-IN"/>
        </w:rPr>
        <w:t xml:space="preserve"> </w:t>
      </w:r>
      <w:r w:rsidRPr="00343211">
        <w:t>1946, 5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मई</w:t>
      </w:r>
      <w:r w:rsidRPr="00343211">
        <w:rPr>
          <w:cs/>
          <w:lang w:bidi="hi-IN"/>
        </w:rPr>
        <w:t xml:space="preserve"> </w:t>
      </w:r>
      <w:r w:rsidRPr="00343211">
        <w:t>1946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और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किताब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नज़र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इजमाली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दर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दयानते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अहमद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यज़दानी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आमरी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प्रकाशन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तेहरान</w:t>
      </w:r>
      <w:r w:rsidRPr="00343211">
        <w:rPr>
          <w:cs/>
          <w:lang w:bidi="hi-IN"/>
        </w:rPr>
        <w:t xml:space="preserve"> </w:t>
      </w:r>
      <w:r w:rsidRPr="00343211">
        <w:t>1950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</w:t>
      </w:r>
      <w:r w:rsidRPr="00343211">
        <w:rPr>
          <w:cs/>
          <w:lang w:bidi="hi-IN"/>
        </w:rPr>
        <w:t>.</w:t>
      </w:r>
    </w:p>
    <w:p w:rsidR="00343211" w:rsidRDefault="00343211" w:rsidP="00BE3592">
      <w:pPr>
        <w:pStyle w:val="libFootnote"/>
        <w:rPr>
          <w:lang w:bidi="hi-IN"/>
        </w:rPr>
      </w:pPr>
      <w:r w:rsidRPr="00343211">
        <w:rPr>
          <w:rFonts w:hint="eastAsia"/>
        </w:rPr>
        <w:t>“</w:t>
      </w:r>
      <w:r w:rsidRPr="00343211">
        <w:rPr>
          <w:rFonts w:hint="cs"/>
          <w:cs/>
          <w:lang w:bidi="hi-IN"/>
        </w:rPr>
        <w:t>रिसालए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सियासिया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लेखक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अब्बास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आफन्दी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ईरान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की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संसद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पुस्तकालय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मे</w:t>
      </w:r>
      <w:r w:rsidRPr="00343211">
        <w:rPr>
          <w:cs/>
          <w:lang w:bidi="hi-IN"/>
        </w:rPr>
        <w:t xml:space="preserve"> </w:t>
      </w:r>
      <w:r w:rsidRPr="00343211">
        <w:t>“</w:t>
      </w:r>
      <w:r w:rsidRPr="00343211">
        <w:rPr>
          <w:rFonts w:hint="cs"/>
          <w:cs/>
          <w:lang w:bidi="hi-IN"/>
        </w:rPr>
        <w:t>रिसालय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बहाईयां</w:t>
      </w:r>
      <w:r w:rsidRPr="00343211">
        <w:rPr>
          <w:rFonts w:hint="eastAsia"/>
        </w:rPr>
        <w:t>”</w:t>
      </w:r>
      <w:r w:rsidRPr="00343211">
        <w:t xml:space="preserve"> </w:t>
      </w:r>
      <w:r w:rsidRPr="00343211">
        <w:rPr>
          <w:rFonts w:hint="cs"/>
          <w:cs/>
          <w:lang w:bidi="hi-IN"/>
        </w:rPr>
        <w:t>के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नाम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से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मौजूद</w:t>
      </w:r>
      <w:r w:rsidRPr="00343211">
        <w:rPr>
          <w:cs/>
          <w:lang w:bidi="hi-IN"/>
        </w:rPr>
        <w:t xml:space="preserve"> </w:t>
      </w:r>
      <w:r w:rsidRPr="00343211">
        <w:rPr>
          <w:rFonts w:hint="cs"/>
          <w:cs/>
          <w:lang w:bidi="hi-IN"/>
        </w:rPr>
        <w:t>है।</w:t>
      </w:r>
    </w:p>
    <w:p w:rsidR="00BE3592" w:rsidRPr="00343211" w:rsidRDefault="00BE3592" w:rsidP="00BE3592">
      <w:pPr>
        <w:pStyle w:val="libFootnote"/>
      </w:pPr>
    </w:p>
    <w:p w:rsidR="00BE3592" w:rsidRDefault="00343211" w:rsidP="004B5D7B">
      <w:pPr>
        <w:pStyle w:val="libNormal"/>
      </w:pPr>
      <w:r w:rsidRPr="002657C0">
        <w:t>[[</w:t>
      </w:r>
      <w:r w:rsidRPr="00BE3592">
        <w:rPr>
          <w:rFonts w:hint="cs"/>
          <w:cs/>
          <w:lang w:bidi="hi-IN"/>
        </w:rPr>
        <w:t>अलहम्दो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लिल्लाह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किताब</w:t>
      </w:r>
      <w:r w:rsidRPr="002657C0">
        <w:rPr>
          <w:rtl/>
          <w:cs/>
        </w:rPr>
        <w:t xml:space="preserve"> </w:t>
      </w:r>
      <w:r w:rsidR="004B5D7B">
        <w:t>(</w:t>
      </w:r>
      <w:r w:rsidRPr="00BE3592">
        <w:rPr>
          <w:rFonts w:hint="cs"/>
          <w:cs/>
          <w:lang w:bidi="hi-IN"/>
        </w:rPr>
        <w:t>बहाईयत</w:t>
      </w:r>
      <w:r>
        <w:rPr>
          <w:rFonts w:hint="cs"/>
          <w:rtl/>
          <w:cs/>
        </w:rPr>
        <w:t xml:space="preserve"> </w:t>
      </w:r>
      <w:r w:rsidRPr="00BE3592">
        <w:rPr>
          <w:rFonts w:hint="cs"/>
          <w:cs/>
          <w:lang w:bidi="hi-IN"/>
        </w:rPr>
        <w:t>साम्राज्यवाद</w:t>
      </w:r>
      <w:r w:rsidRPr="00343211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की</w:t>
      </w:r>
      <w:r w:rsidRPr="00343211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सेवक</w:t>
      </w:r>
      <w:r w:rsidRPr="00343211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संस्था</w:t>
      </w:r>
      <w:r w:rsidR="004B5D7B">
        <w:t>)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पूरी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टाईप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हो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गई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खुदा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वंदे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आलम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से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दुआगौ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हुं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कि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हमारे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इस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अमल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को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कुबुल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फरमाऐ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और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इमाम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हुसैन</w:t>
      </w:r>
      <w:r w:rsidRPr="002657C0">
        <w:rPr>
          <w:rtl/>
          <w:cs/>
        </w:rPr>
        <w:t xml:space="preserve"> </w:t>
      </w:r>
      <w:r w:rsidR="004B5D7B">
        <w:t>(</w:t>
      </w:r>
      <w:r w:rsidRPr="00BE3592">
        <w:rPr>
          <w:rFonts w:hint="cs"/>
          <w:cs/>
          <w:lang w:bidi="hi-IN"/>
        </w:rPr>
        <w:t>अ</w:t>
      </w:r>
      <w:r w:rsidR="004B5D7B">
        <w:rPr>
          <w:rFonts w:hint="cs"/>
          <w:cs/>
          <w:lang w:bidi="hi-IN"/>
        </w:rPr>
        <w:t xml:space="preserve">.स.) </w:t>
      </w:r>
      <w:r w:rsidRPr="00BE3592">
        <w:rPr>
          <w:rFonts w:hint="cs"/>
          <w:cs/>
          <w:lang w:bidi="hi-IN"/>
        </w:rPr>
        <w:t>फाउनड़ेशन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को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तरक्की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इनायत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फरमाए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कि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जिन्होने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इस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किताब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को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अपनी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साइट</w:t>
      </w:r>
      <w:r w:rsidRPr="002657C0">
        <w:rPr>
          <w:rtl/>
          <w:cs/>
        </w:rPr>
        <w:t xml:space="preserve"> </w:t>
      </w:r>
      <w:r w:rsidR="004B5D7B">
        <w:t>(</w:t>
      </w:r>
      <w:r w:rsidRPr="00BE3592">
        <w:rPr>
          <w:rFonts w:hint="cs"/>
          <w:cs/>
          <w:lang w:bidi="hi-IN"/>
        </w:rPr>
        <w:t>अलहसनैन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इस्लामी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नेटवर्क</w:t>
      </w:r>
      <w:r w:rsidR="004B5D7B">
        <w:t>)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के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लिऐ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टाइप</w:t>
      </w:r>
      <w:r w:rsidRPr="002657C0">
        <w:rPr>
          <w:rtl/>
          <w:cs/>
        </w:rPr>
        <w:t xml:space="preserve"> </w:t>
      </w:r>
      <w:r w:rsidRPr="00BE3592">
        <w:rPr>
          <w:rFonts w:hint="cs"/>
          <w:cs/>
          <w:lang w:bidi="hi-IN"/>
        </w:rPr>
        <w:t>कराया।</w:t>
      </w:r>
      <w:r w:rsidRPr="002657C0">
        <w:rPr>
          <w:rtl/>
          <w:cs/>
        </w:rPr>
        <w:t xml:space="preserve"> </w:t>
      </w:r>
      <w:r>
        <w:rPr>
          <w:rFonts w:hint="cs"/>
          <w:rtl/>
          <w:cs/>
        </w:rPr>
        <w:t>20</w:t>
      </w:r>
      <w:r w:rsidRPr="002657C0">
        <w:t>.6.2017</w:t>
      </w:r>
    </w:p>
    <w:p w:rsidR="00BE3592" w:rsidRPr="00BE3592" w:rsidRDefault="00BE3592">
      <w:pPr>
        <w:spacing w:after="0" w:line="240" w:lineRule="auto"/>
        <w:rPr>
          <w:rFonts w:ascii="Mangal" w:hAnsi="Mangal" w:cs="Mangal"/>
          <w:color w:val="000000"/>
          <w:sz w:val="28"/>
          <w:szCs w:val="29"/>
          <w:lang w:bidi="hi-IN"/>
        </w:rPr>
      </w:pPr>
      <w: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  <w:id w:val="209766416"/>
        <w:docPartObj>
          <w:docPartGallery w:val="Table of Contents"/>
          <w:docPartUnique/>
        </w:docPartObj>
      </w:sdtPr>
      <w:sdtContent>
        <w:p w:rsidR="00BE3592" w:rsidRDefault="00BE3592" w:rsidP="00BE3592">
          <w:pPr>
            <w:pStyle w:val="TOCHeading"/>
            <w:rPr>
              <w:lang w:bidi="hi-IN"/>
            </w:rPr>
          </w:pPr>
          <w:r>
            <w:rPr>
              <w:rFonts w:hint="cs"/>
              <w:cs/>
              <w:lang w:bidi="hi-IN"/>
            </w:rPr>
            <w:t>विषयसूची</w:t>
          </w:r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2E5CCE">
            <w:fldChar w:fldCharType="begin"/>
          </w:r>
          <w:r w:rsidR="00BE3592">
            <w:instrText xml:space="preserve"> TOC \o "1-3" \h \z \u </w:instrText>
          </w:r>
          <w:r w:rsidRPr="002E5CCE">
            <w:fldChar w:fldCharType="separate"/>
          </w:r>
          <w:hyperlink w:anchor="_Toc485752626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शब्द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27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प्रस्तावना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28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संक्षिप्त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29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इगलैण्ड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ओर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सेवा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स्वीकृति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0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साम्राज्यवादी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शक्तियों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बहाईयों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सम्बन्ध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1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ओर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उसमानी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शासक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2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ब्रिटिश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सरकार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3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यहूदी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आन्दोलन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4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ईरान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यहूदी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आन्दोलन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इस्लामी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आन्दोलन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क्रान्ति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पूर्व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5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बहाईयत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अमरीका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6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धर्म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प्रति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विश्वासों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समाप्त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कर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नए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विश्वासों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प्रचलित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7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मानवीय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सभ्यता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युध्द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5752638" w:history="1"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जनता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सभ्य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राजनीति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="00BE3592" w:rsidRPr="005B63D0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BE3592" w:rsidRPr="005B63D0">
              <w:rPr>
                <w:rStyle w:val="Hyperlink"/>
                <w:rFonts w:cs="Mangal" w:hint="cs"/>
                <w:noProof/>
                <w:cs/>
                <w:lang w:bidi="hi-IN"/>
              </w:rPr>
              <w:t>सामना</w:t>
            </w:r>
            <w:r w:rsidR="00BE359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E3592">
              <w:rPr>
                <w:noProof/>
                <w:webHidden/>
              </w:rPr>
              <w:instrText xml:space="preserve"> PAGEREF _Toc485752638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3592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3592" w:rsidRDefault="002E5CCE">
          <w:r>
            <w:fldChar w:fldCharType="end"/>
          </w:r>
        </w:p>
      </w:sdtContent>
    </w:sdt>
    <w:p w:rsidR="00BE3592" w:rsidRPr="00BE3592" w:rsidRDefault="00BE3592">
      <w:pPr>
        <w:spacing w:after="0" w:line="240" w:lineRule="auto"/>
        <w:rPr>
          <w:rFonts w:ascii="Mangal" w:hAnsi="Mangal" w:cs="Mangal"/>
          <w:color w:val="000000"/>
          <w:sz w:val="28"/>
          <w:szCs w:val="29"/>
          <w:lang w:bidi="hi-IN"/>
        </w:rPr>
      </w:pPr>
    </w:p>
    <w:sectPr w:rsidR="00BE3592" w:rsidRPr="00BE3592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8AB" w:rsidRDefault="001A28AB" w:rsidP="008B7801">
      <w:pPr>
        <w:spacing w:after="0" w:line="240" w:lineRule="auto"/>
      </w:pPr>
      <w:r>
        <w:separator/>
      </w:r>
    </w:p>
  </w:endnote>
  <w:endnote w:type="continuationSeparator" w:id="0">
    <w:p w:rsidR="001A28AB" w:rsidRDefault="001A28AB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11" w:rsidRDefault="002E5CCE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343211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4B5D7B">
      <w:rPr>
        <w:rFonts w:ascii="SutonnyMJ" w:hAnsi="SutonnyMJ" w:cs="SutonnyMJ"/>
        <w:noProof/>
      </w:rPr>
      <w:t>39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8AB" w:rsidRDefault="001A28AB" w:rsidP="008B7801">
      <w:pPr>
        <w:spacing w:after="0" w:line="240" w:lineRule="auto"/>
      </w:pPr>
      <w:r>
        <w:separator/>
      </w:r>
    </w:p>
  </w:footnote>
  <w:footnote w:type="continuationSeparator" w:id="0">
    <w:p w:rsidR="001A28AB" w:rsidRDefault="001A28AB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E3592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28AB"/>
    <w:rsid w:val="001A3437"/>
    <w:rsid w:val="001C49F5"/>
    <w:rsid w:val="001F146E"/>
    <w:rsid w:val="001F5D63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2E5CCE"/>
    <w:rsid w:val="00304CCF"/>
    <w:rsid w:val="003137DA"/>
    <w:rsid w:val="003277AE"/>
    <w:rsid w:val="00327E10"/>
    <w:rsid w:val="00331D48"/>
    <w:rsid w:val="0033697A"/>
    <w:rsid w:val="00343211"/>
    <w:rsid w:val="00376475"/>
    <w:rsid w:val="00385BC7"/>
    <w:rsid w:val="003A1605"/>
    <w:rsid w:val="003A380C"/>
    <w:rsid w:val="003B1CD6"/>
    <w:rsid w:val="003E4BC2"/>
    <w:rsid w:val="003E6793"/>
    <w:rsid w:val="00406D51"/>
    <w:rsid w:val="00415429"/>
    <w:rsid w:val="00466FB5"/>
    <w:rsid w:val="0048150F"/>
    <w:rsid w:val="00495B54"/>
    <w:rsid w:val="004A56BA"/>
    <w:rsid w:val="004B5D7B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D4796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A3A6E"/>
    <w:rsid w:val="00BC4A6D"/>
    <w:rsid w:val="00BD2034"/>
    <w:rsid w:val="00BE1409"/>
    <w:rsid w:val="00BE3592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38D1"/>
    <w:rsid w:val="00DD52E9"/>
    <w:rsid w:val="00DD7EF1"/>
    <w:rsid w:val="00DE13E6"/>
    <w:rsid w:val="00DE7D70"/>
    <w:rsid w:val="00DF0DAD"/>
    <w:rsid w:val="00DF1559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4F35-EF57-4F26-80F6-2A142DB7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21</TotalTime>
  <Pages>40</Pages>
  <Words>6435</Words>
  <Characters>36686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43035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2016-11-21T11:54:00Z</cp:lastPrinted>
  <dcterms:created xsi:type="dcterms:W3CDTF">2017-06-20T14:20:00Z</dcterms:created>
  <dcterms:modified xsi:type="dcterms:W3CDTF">2017-06-20T14:55:00Z</dcterms:modified>
</cp:coreProperties>
</file>