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DEB" w:rsidRDefault="008D3DEB" w:rsidP="00270B7C">
      <w:pPr>
        <w:pStyle w:val="libCenterBold1"/>
        <w:rPr>
          <w:rFonts w:hint="cs"/>
          <w:lang w:bidi="hi-IN"/>
        </w:rPr>
      </w:pPr>
      <w:r w:rsidRPr="008D3DEB">
        <w:rPr>
          <w:rFonts w:hint="cs"/>
          <w:cs/>
          <w:lang w:bidi="hi-IN"/>
        </w:rPr>
        <w:t>उसूले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</w:p>
    <w:p w:rsidR="00270B7C" w:rsidRPr="008D3DEB" w:rsidRDefault="00270B7C" w:rsidP="00270B7C">
      <w:pPr>
        <w:pStyle w:val="libCenterBold2"/>
        <w:rPr>
          <w:rFonts w:hint="cs"/>
          <w:lang w:bidi="hi-IN"/>
        </w:rPr>
      </w:pPr>
      <w:r>
        <w:rPr>
          <w:rFonts w:hint="cs"/>
          <w:cs/>
          <w:lang w:bidi="hi-IN"/>
        </w:rPr>
        <w:t>अलहसनैन इस्लामी नेटवर्क</w:t>
      </w:r>
    </w:p>
    <w:p w:rsidR="00270B7C" w:rsidRPr="00270B7C" w:rsidRDefault="00270B7C">
      <w:pPr>
        <w:spacing w:after="0" w:line="240" w:lineRule="auto"/>
        <w:rPr>
          <w:rtl/>
        </w:rPr>
      </w:pPr>
      <w:r w:rsidRPr="00270B7C">
        <w:rPr>
          <w:rtl/>
        </w:rPr>
        <w:br w:type="page"/>
      </w:r>
    </w:p>
    <w:p w:rsidR="008D3DEB" w:rsidRPr="00270B7C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lastRenderedPageBreak/>
        <w:t>بسم</w:t>
      </w:r>
      <w:r w:rsidRPr="00270B7C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الله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الرحمن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الرحيم</w:t>
      </w:r>
    </w:p>
    <w:p w:rsidR="008D3DEB" w:rsidRPr="00270B7C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الحمد</w:t>
      </w:r>
      <w:r w:rsidRPr="00270B7C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لله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رب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العلمين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والصلاة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والسلام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علی</w:t>
      </w:r>
      <w:r w:rsidRPr="00270B7C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اشرف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الخلق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اجمعين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محمد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آله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الطيبين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الطاهرين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واللعنة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غلی</w:t>
      </w:r>
      <w:r w:rsidRPr="00270B7C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اعدائهم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اجمعين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अम्मा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काफ़ी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मज़बूत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अटल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आख़ेरत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स्वर्ग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अक़ीदा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विश्वास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बिधानें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यक़िनों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सठीक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बिधानें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जूयीयात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अख़लाक़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पद्धति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सजाया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स्वर्ग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1"/>
      </w:pPr>
      <w:bookmarkStart w:id="0" w:name="_Toc467586107"/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अध्याय</w:t>
      </w:r>
      <w:bookmarkEnd w:id="0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उसूल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अक़ाइद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सूची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फिहरिस्त</w:t>
      </w:r>
      <w:r w:rsidR="00ED4DAF">
        <w:rPr>
          <w:cs/>
          <w:lang w:bidi="hi-IN"/>
        </w:rPr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पाँच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="00ED4DAF">
        <w:rPr>
          <w:cs/>
          <w:lang w:bidi="hi-IN"/>
        </w:rPr>
        <w:t xml:space="preserve"> (</w:t>
      </w:r>
      <w:r w:rsidRPr="008D3DEB">
        <w:t>1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तौहीद</w:t>
      </w:r>
    </w:p>
    <w:p w:rsidR="008D3DEB" w:rsidRPr="008D3DEB" w:rsidRDefault="008D3DEB" w:rsidP="00270B7C">
      <w:pPr>
        <w:pStyle w:val="libNormal"/>
      </w:pPr>
      <w:r w:rsidRPr="008D3DEB">
        <w:t xml:space="preserve">2- </w:t>
      </w:r>
      <w:r w:rsidRPr="008D3DEB">
        <w:rPr>
          <w:rFonts w:hint="cs"/>
          <w:cs/>
          <w:lang w:bidi="hi-IN"/>
        </w:rPr>
        <w:t>अद्ल</w:t>
      </w:r>
    </w:p>
    <w:p w:rsidR="008D3DEB" w:rsidRPr="008D3DEB" w:rsidRDefault="008D3DEB" w:rsidP="00270B7C">
      <w:pPr>
        <w:pStyle w:val="libNormal"/>
      </w:pPr>
      <w:r w:rsidRPr="008D3DEB">
        <w:t xml:space="preserve">3- </w:t>
      </w:r>
      <w:r w:rsidRPr="008D3DEB">
        <w:rPr>
          <w:rFonts w:hint="cs"/>
          <w:cs/>
          <w:lang w:bidi="hi-IN"/>
        </w:rPr>
        <w:t>नबूवत</w:t>
      </w:r>
    </w:p>
    <w:p w:rsidR="008D3DEB" w:rsidRPr="008D3DEB" w:rsidRDefault="008D3DEB" w:rsidP="00270B7C">
      <w:pPr>
        <w:pStyle w:val="libNormal"/>
      </w:pPr>
      <w:r w:rsidRPr="008D3DEB">
        <w:t xml:space="preserve">4- </w:t>
      </w:r>
      <w:r w:rsidRPr="008D3DEB">
        <w:rPr>
          <w:rFonts w:hint="cs"/>
          <w:cs/>
          <w:lang w:bidi="hi-IN"/>
        </w:rPr>
        <w:t>इमामत</w:t>
      </w:r>
    </w:p>
    <w:p w:rsidR="008D3DEB" w:rsidRPr="008D3DEB" w:rsidRDefault="008D3DEB" w:rsidP="00270B7C">
      <w:pPr>
        <w:pStyle w:val="libNormal"/>
      </w:pPr>
      <w:r w:rsidRPr="008D3DEB">
        <w:t xml:space="preserve">5- </w:t>
      </w:r>
      <w:r w:rsidRPr="008D3DEB">
        <w:rPr>
          <w:rFonts w:hint="cs"/>
          <w:cs/>
          <w:lang w:bidi="hi-IN"/>
        </w:rPr>
        <w:t>क़यामत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2"/>
      </w:pPr>
      <w:bookmarkStart w:id="1" w:name="_Toc467586108"/>
      <w:r w:rsidRPr="008D3DEB">
        <w:t xml:space="preserve">1- </w:t>
      </w:r>
      <w:r w:rsidRPr="008D3DEB">
        <w:rPr>
          <w:rFonts w:hint="cs"/>
          <w:cs/>
          <w:lang w:bidi="hi-IN"/>
        </w:rPr>
        <w:t>तौहीद</w:t>
      </w:r>
      <w:bookmarkEnd w:id="1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तौहीद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चाहीए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रुज़ी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ज़िन्दगी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व्याधि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वगैरह</w:t>
      </w:r>
      <w:r w:rsidRPr="008D3DEB">
        <w:rPr>
          <w:cs/>
          <w:lang w:bidi="hi-IN"/>
        </w:rPr>
        <w:t xml:space="preserve">....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इरादे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इख़तियार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होता।</w:t>
      </w:r>
      <w:r w:rsidRPr="008D3DEB">
        <w:rPr>
          <w:cs/>
          <w:lang w:bidi="hi-IN"/>
        </w:rPr>
        <w:t xml:space="preserve"> .....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मख़लूक़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बढ़े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मख़लूक़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निर्देशन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हाकिम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ताईद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पर्वरदिगार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बुनयाद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पैरुवी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सहायता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मागें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3"/>
      </w:pPr>
      <w:bookmarkStart w:id="2" w:name="_Toc467586109"/>
      <w:r w:rsidRPr="008D3DEB">
        <w:rPr>
          <w:rFonts w:hint="cs"/>
          <w:cs/>
          <w:lang w:bidi="hi-IN"/>
        </w:rPr>
        <w:t>सिफाते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bookmarkEnd w:id="2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उदाहरणः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ज्ञानः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मख्लूक़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शक्तिः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रुज़ी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मख्लूक़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हायातः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चाखे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क़ुदरत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क़ुदरत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क़ाबिले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चाह</w:t>
      </w:r>
      <w:r w:rsidRPr="008D3DEB">
        <w:rPr>
          <w:cs/>
          <w:lang w:bidi="hi-IN"/>
        </w:rPr>
        <w:t xml:space="preserve">- </w:t>
      </w:r>
      <w:r w:rsidRPr="008D3DEB">
        <w:rPr>
          <w:rFonts w:hint="cs"/>
          <w:cs/>
          <w:lang w:bidi="hi-IN"/>
        </w:rPr>
        <w:t>ईरादाः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मजबूर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ईख़तियार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ईरादह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ख़ूश्बु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ईद्राकः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अहिस्ता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क़दीमः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हदस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इस्तेक़लाल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इस्तेक़लाल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नियाज़मन्द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वजुदे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वजुदे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मोहताज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हमेंशा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हमेंशा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रहेगा।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तकल्लूमः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ख़ालिस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बान्दों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फरिश्ते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अवाज़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सादिक़ः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सच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मूच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वर्ज़ि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रुज़ी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माफ़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करीम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मेंहैरबान</w:t>
      </w:r>
      <w:r w:rsidRPr="008D3DEB">
        <w:rPr>
          <w:cs/>
          <w:lang w:bidi="hi-IN"/>
        </w:rPr>
        <w:t>........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3"/>
      </w:pPr>
      <w:bookmarkStart w:id="3" w:name="_Toc467586110"/>
      <w:r w:rsidRPr="008D3DEB">
        <w:rPr>
          <w:rFonts w:hint="cs"/>
          <w:cs/>
          <w:lang w:bidi="hi-IN"/>
        </w:rPr>
        <w:t>सिफ़ाते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जलाले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bookmarkEnd w:id="3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हमेंशा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हमेंशा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नुक़्स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मोह्ताज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क़ाबिले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लम्स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दिख़ाई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दिख़ाई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आख़ेरत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क़ाबिले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परिवर्धन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मद्दि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लग्ती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निन्द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बूढ़ापे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जवानी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प्रभाब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शरीक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सिफ़ात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मख़लूक़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परामर्श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सहायता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उज़िर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लश्कर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माल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सर्वत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2"/>
      </w:pPr>
      <w:bookmarkStart w:id="4" w:name="_Toc467586111"/>
      <w:r w:rsidRPr="008D3DEB">
        <w:t xml:space="preserve">2- </w:t>
      </w:r>
      <w:r w:rsidRPr="008D3DEB">
        <w:rPr>
          <w:rFonts w:hint="cs"/>
          <w:cs/>
          <w:lang w:bidi="hi-IN"/>
        </w:rPr>
        <w:t>अद्ल</w:t>
      </w:r>
      <w:bookmarkEnd w:id="4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पर्वरदिगारे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संरक्षण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पार्थक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जाहानों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हुक़ूमत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="00ED4DAF">
        <w:rPr>
          <w:cs/>
          <w:lang w:bidi="hi-IN"/>
        </w:rPr>
        <w:t>)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अद्ल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किलासों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तक़ाज़ा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बराबर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हक़ीक़त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बिअदालती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बचींत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मौजुदाते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पार्थक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नतीजा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कुर्सी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मक़ाम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तलबी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हलाकिं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काजों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चुकिं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हाकिम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बग़ैर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सम्पादन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फैसला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डॉक्टर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</w:t>
      </w:r>
      <w:r w:rsidR="00270B7C">
        <w:rPr>
          <w:rFonts w:hint="cs"/>
          <w:cs/>
          <w:lang w:bidi="hi-IN"/>
        </w:rPr>
        <w:t>ा</w:t>
      </w:r>
      <w:r w:rsidRPr="008D3DEB">
        <w:rPr>
          <w:rFonts w:hint="cs"/>
          <w:cs/>
          <w:lang w:bidi="hi-IN"/>
        </w:rPr>
        <w:t>लाक</w:t>
      </w:r>
      <w:r w:rsidR="00270B7C">
        <w:rPr>
          <w:rFonts w:hint="cs"/>
          <w:cs/>
          <w:lang w:bidi="hi-IN"/>
        </w:rPr>
        <w:t>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डॉक्टर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मस्लहत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जानते।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पर्वरदिगार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प्रर्थना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नज़र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जाओ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चशमें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कीनारे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रहो।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आः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वहाँ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जाके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घुड़ा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बालक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फिर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बूढ़ा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अंधा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चाहा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वज़ू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लिया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बुढ़े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अख़र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नतीजे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क़त्ल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देख़कर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असंतूष्ट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फौरान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t xml:space="preserve">, </w:t>
      </w:r>
      <w:r w:rsidRPr="008D3DEB">
        <w:rPr>
          <w:rFonts w:hint="cs"/>
          <w:cs/>
          <w:lang w:bidi="hi-IN"/>
        </w:rPr>
        <w:t>ऐं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असंतूष्ट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बूढ़ा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घुड़ा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बच्चे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चूरया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हालाकिं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बच्चे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विरासत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लौटा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बिना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घुड़ा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क़त्ल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शास्ति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पहंचा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नमूना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फैसला।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फैसला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ज़ाहिर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2"/>
      </w:pPr>
      <w:bookmarkStart w:id="5" w:name="_Toc467586112"/>
      <w:r w:rsidRPr="008D3DEB">
        <w:lastRenderedPageBreak/>
        <w:t xml:space="preserve">3- </w:t>
      </w:r>
      <w:r w:rsidRPr="008D3DEB">
        <w:rPr>
          <w:rFonts w:hint="cs"/>
          <w:cs/>
          <w:lang w:bidi="hi-IN"/>
        </w:rPr>
        <w:t>नबूवत</w:t>
      </w:r>
      <w:bookmarkEnd w:id="5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नुक़्ता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फ़लसफा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?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लज़्ज़त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बितौरे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कुल्ली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>?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तर्तबियत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गूज़ारे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وما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خلقت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الجن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والانس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الا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ليعبدون</w:t>
      </w:r>
    </w:p>
    <w:p w:rsidR="00ED4DAF" w:rsidRDefault="00ED4DAF" w:rsidP="00270B7C">
      <w:pPr>
        <w:pStyle w:val="libNormal"/>
      </w:pP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मैं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इंसानों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जिनों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खल्क़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मगर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मेंरी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इबादत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</w:t>
      </w:r>
      <w:r w:rsidR="00270B7C">
        <w:rPr>
          <w:cs/>
          <w:lang w:bidi="hi-IN"/>
        </w:rPr>
        <w:t>)</w:t>
      </w:r>
      <w:r>
        <w:rPr>
          <w:cs/>
          <w:lang w:bidi="hi-IN"/>
        </w:rPr>
        <w:t xml:space="preserve">  (</w:t>
      </w:r>
      <w:r w:rsidR="008D3DEB" w:rsidRPr="008D3DEB">
        <w:t>2</w:t>
      </w:r>
      <w:r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हक़ीक़त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तारीफ़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पर्वरिश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पहूच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बनाए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बुनयाद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270B7C">
        <w:rPr>
          <w:cs/>
          <w:lang w:bidi="hi-IN"/>
        </w:rPr>
        <w:t>)।</w:t>
      </w:r>
      <w:r w:rsidR="00ED4DAF">
        <w:rPr>
          <w:cs/>
          <w:lang w:bidi="hi-IN"/>
        </w:rPr>
        <w:t xml:space="preserve"> (</w:t>
      </w:r>
      <w:r w:rsidRPr="008D3DEB">
        <w:t>3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बर्तरी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</w:t>
      </w:r>
      <w:r w:rsidR="00270B7C">
        <w:rPr>
          <w:cs/>
          <w:lang w:bidi="hi-IN"/>
        </w:rPr>
        <w:t>)।</w:t>
      </w:r>
      <w:r w:rsidR="00ED4DAF">
        <w:rPr>
          <w:cs/>
          <w:lang w:bidi="hi-IN"/>
        </w:rPr>
        <w:t xml:space="preserve"> (</w:t>
      </w:r>
      <w:r w:rsidRPr="008D3DEB">
        <w:t>4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अबश्यक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अक़ेबत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प्रभाब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बिनापर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ज़ोर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हक़ीक़त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परीक्षा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ज्ञानार्ज़न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वसीला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मन्त्रालाय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सम्पादन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मुख़्तसर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भविर्षत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राहनुमा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आएंश्यकता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3"/>
      </w:pPr>
      <w:bookmarkStart w:id="6" w:name="_Toc467586113"/>
      <w:r w:rsidRPr="008D3DEB">
        <w:rPr>
          <w:rFonts w:hint="cs"/>
          <w:cs/>
          <w:lang w:bidi="hi-IN"/>
        </w:rPr>
        <w:lastRenderedPageBreak/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>?</w:t>
      </w:r>
      <w:bookmarkEnd w:id="6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पुहचाए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लाभ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नूकसान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सकें</w:t>
      </w:r>
      <w:r w:rsidRPr="008D3DEB">
        <w:t>?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मुसल्मान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रहनूमा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रहनूमा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आचरण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झुक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अम्बिंयाकों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पर्वरिश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ख़ोई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फिक़्र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लागाए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बानाया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अएडियाल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तर्बियात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उपयुक्त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>?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बर्षों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बर्षों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परामर्श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मतभेद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मतभेद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हैरान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इतमिनान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बख़्श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</w:t>
      </w:r>
      <w:r w:rsidR="00270B7C">
        <w:rPr>
          <w:rFonts w:hint="cs"/>
          <w:cs/>
          <w:lang w:bidi="hi-IN"/>
        </w:rPr>
        <w:t>ियो</w:t>
      </w:r>
      <w:r w:rsidRPr="008D3DEB">
        <w:rPr>
          <w:rFonts w:hint="cs"/>
          <w:cs/>
          <w:lang w:bidi="hi-IN"/>
        </w:rPr>
        <w:t>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क़ानून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ज़ामिन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लेती।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सूचीपत्र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मक्तबे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नाज़ुक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क़ानून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ख़ूछुछ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मक्तबे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क़ानून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मक्तबे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2"/>
      </w:pPr>
      <w:bookmarkStart w:id="7" w:name="_Toc467586114"/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उनकी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प</w:t>
      </w:r>
      <w:r w:rsidRPr="008D3DEB">
        <w:rPr>
          <w:rFonts w:hint="cs"/>
          <w:cs/>
          <w:lang w:bidi="hi-IN"/>
        </w:rPr>
        <w:t>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निदर्शन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>?</w:t>
      </w:r>
      <w:bookmarkEnd w:id="7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दख़ल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फरिश्ते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गंम्भीर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झूटी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एलामत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क़ूर्दत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ED4DAF" w:rsidRDefault="008D3DEB" w:rsidP="00270B7C">
      <w:pPr>
        <w:pStyle w:val="libNormal"/>
      </w:pPr>
      <w:r w:rsidRPr="008D3DEB">
        <w:lastRenderedPageBreak/>
        <w:t xml:space="preserve">2-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एकत्रीत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चरित्र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रवानी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रफ़तारी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गूफ़तारी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अक़्ल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सल्तनत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>......</w:t>
      </w:r>
      <w:r w:rsidRPr="008D3DEB">
        <w:rPr>
          <w:rFonts w:hint="cs"/>
          <w:cs/>
          <w:lang w:bidi="hi-IN"/>
        </w:rPr>
        <w:t>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अगर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ज्ञान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निकट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अर्जन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अर्थ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नबी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अम्बिंया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बल्कि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झूटा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दावा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रहा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270B7C">
        <w:rPr>
          <w:cs/>
          <w:lang w:bidi="hi-IN"/>
        </w:rPr>
        <w:t>)।</w:t>
      </w:r>
    </w:p>
    <w:p w:rsidR="008D3DEB" w:rsidRPr="008D3DEB" w:rsidRDefault="008D3DEB" w:rsidP="00270B7C">
      <w:pPr>
        <w:pStyle w:val="libNormal"/>
      </w:pPr>
      <w:r w:rsidRPr="008D3DEB">
        <w:t xml:space="preserve">3-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दलाएल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3"/>
      </w:pPr>
      <w:bookmarkStart w:id="8" w:name="_Toc467586115"/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इ</w:t>
      </w:r>
      <w:r w:rsidRPr="008D3DEB">
        <w:rPr>
          <w:rFonts w:hint="cs"/>
          <w:cs/>
          <w:lang w:bidi="hi-IN"/>
        </w:rPr>
        <w:t>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bookmarkEnd w:id="8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ग़ैरे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तबलीग़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पूस्तक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t xml:space="preserve">2- </w:t>
      </w:r>
      <w:r w:rsidRPr="008D3DEB">
        <w:rPr>
          <w:rFonts w:hint="cs"/>
          <w:cs/>
          <w:lang w:bidi="hi-IN"/>
        </w:rPr>
        <w:t>उलुल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अज़मः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पाँच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पश्चिम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पौरब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तर्तीब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नूह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2-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इब्राहीम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3-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4-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5-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नबूवत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घोषणा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चुकी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-</w:t>
      </w:r>
      <w:r w:rsidRPr="008D3DEB">
        <w:rPr>
          <w:rFonts w:hint="cs"/>
          <w:cs/>
          <w:lang w:bidi="hi-IN"/>
        </w:rPr>
        <w:t>धर्म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क़वानीन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मनसूख़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अगर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व्यक्ति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इस्लाम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धर्म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व्यतीत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धर्म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क़बूल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धर्म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क़बूल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उपयुक्त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आखेरत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घाटा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उठायेगा</w:t>
      </w:r>
      <w:r w:rsidR="00270B7C">
        <w:rPr>
          <w:cs/>
          <w:lang w:bidi="hi-IN"/>
        </w:rPr>
        <w:t>)।</w:t>
      </w:r>
      <w:r>
        <w:rPr>
          <w:cs/>
          <w:lang w:bidi="hi-IN"/>
        </w:rPr>
        <w:t xml:space="preserve"> (</w:t>
      </w:r>
      <w:r w:rsidR="008D3DEB" w:rsidRPr="008D3DEB">
        <w:t>5</w:t>
      </w:r>
      <w:r>
        <w:t xml:space="preserve">)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Heading3"/>
      </w:pPr>
      <w:bookmarkStart w:id="9" w:name="_Toc467586116"/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गिरामी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>)</w:t>
      </w:r>
      <w:bookmarkEnd w:id="9"/>
      <w:r w:rsidR="00ED4DAF"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मारुफ़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रुहानी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करुँ।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मूहम्मद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शब्दार्थ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पछन्दिदा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अब्दुल्लाह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फ़ज़ीलत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आमिना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वहाब।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राह्मातूल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लील्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अलामीन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रोज़े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जुमआ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सुबह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t>17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रबिउल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अव्वल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नोशिरवान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27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साले</w:t>
      </w:r>
      <w:r w:rsidRPr="008D3DEB">
        <w:rPr>
          <w:cs/>
          <w:lang w:bidi="hi-IN"/>
        </w:rPr>
        <w:t xml:space="preserve"> </w:t>
      </w:r>
      <w:r w:rsidRPr="008D3DEB">
        <w:t>610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मिलादी</w:t>
      </w:r>
      <w:r w:rsidRPr="008D3DEB">
        <w:rPr>
          <w:cs/>
          <w:lang w:bidi="hi-IN"/>
        </w:rPr>
        <w:t xml:space="preserve"> </w:t>
      </w:r>
      <w:r w:rsidRPr="008D3DEB">
        <w:t>40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रिसालत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जिब्राईल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t>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किः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पर्वरदिगार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शुरू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परवर्दिगार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बडा़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सिख़ाया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.....</w:t>
      </w:r>
      <w:r w:rsidRPr="008D3DEB">
        <w:rPr>
          <w:rFonts w:hint="cs"/>
          <w:cs/>
          <w:lang w:bidi="hi-IN"/>
        </w:rPr>
        <w:t>।</w:t>
      </w:r>
      <w:r w:rsidR="00ED4DAF">
        <w:rPr>
          <w:cs/>
          <w:lang w:bidi="hi-IN"/>
        </w:rPr>
        <w:t xml:space="preserve"> (</w:t>
      </w:r>
      <w:r w:rsidRPr="008D3DEB">
        <w:t>6</w:t>
      </w:r>
      <w:r w:rsidR="00ED4DAF">
        <w:t xml:space="preserve">) 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दुश्मनों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दुश्मनी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बाधा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रिश्तेदारों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करो।</w:t>
      </w:r>
      <w:r w:rsidR="00ED4DAF">
        <w:rPr>
          <w:cs/>
          <w:lang w:bidi="hi-IN"/>
        </w:rPr>
        <w:t xml:space="preserve"> (</w:t>
      </w:r>
      <w:r w:rsidRPr="008D3DEB">
        <w:t>7</w:t>
      </w:r>
      <w:r w:rsidR="00ED4DAF">
        <w:t xml:space="preserve">) </w:t>
      </w:r>
      <w:r w:rsidRPr="008D3DEB">
        <w:rPr>
          <w:rFonts w:hint="cs"/>
          <w:cs/>
          <w:lang w:bidi="hi-IN"/>
        </w:rPr>
        <w:t>फिर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तब्लीग़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आमंत्रन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भेज़ो।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t xml:space="preserve">.... </w:t>
      </w:r>
      <w:r w:rsidR="008D3DEB" w:rsidRPr="008D3DEB">
        <w:rPr>
          <w:rFonts w:hint="cs"/>
          <w:cs/>
          <w:lang w:bidi="hi-IN"/>
        </w:rPr>
        <w:t>पैग़म्बरे</w:t>
      </w:r>
      <w:r>
        <w:rPr>
          <w:cs/>
          <w:lang w:bidi="hi-IN"/>
        </w:rPr>
        <w:t xml:space="preserve"> (</w:t>
      </w:r>
      <w:r w:rsidR="008D3DEB" w:rsidRPr="008D3DEB">
        <w:rPr>
          <w:rFonts w:hint="cs"/>
          <w:cs/>
          <w:lang w:bidi="hi-IN"/>
        </w:rPr>
        <w:t>साः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जिस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चीज़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प्रचार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निर्देश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प्रचार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मुशरीक़िनियों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भय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परवा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दुश्मनों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शर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संरक्षण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करुगाँ।</w:t>
      </w:r>
      <w:r>
        <w:rPr>
          <w:cs/>
          <w:lang w:bidi="hi-IN"/>
        </w:rPr>
        <w:t xml:space="preserve"> (</w:t>
      </w:r>
      <w:r w:rsidR="008D3DEB" w:rsidRPr="008D3DEB">
        <w:t>8</w:t>
      </w:r>
      <w:r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मसजिदुल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मर्कज़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कलेमा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तब्लीग़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क्या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بسم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الله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الرحمن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الرحيم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قولوا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لااله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الا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الله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تفلحوا</w:t>
      </w:r>
    </w:p>
    <w:p w:rsidR="008D3DEB" w:rsidRPr="008D3DEB" w:rsidRDefault="008D3DEB" w:rsidP="00270B7C">
      <w:pPr>
        <w:pStyle w:val="libNormal"/>
      </w:pPr>
    </w:p>
    <w:p w:rsidR="008D3DEB" w:rsidRDefault="008D3DEB" w:rsidP="00270B7C">
      <w:pPr>
        <w:pStyle w:val="libNormal"/>
        <w:rPr>
          <w:rFonts w:hint="cs"/>
          <w:lang w:bidi="hi-IN"/>
        </w:rPr>
      </w:pPr>
      <w:r w:rsidRPr="008D3DEB">
        <w:rPr>
          <w:rFonts w:hint="cs"/>
          <w:cs/>
          <w:lang w:bidi="hi-IN"/>
        </w:rPr>
        <w:t>तौहीद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दुश्मन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मुख़ालिफ़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</w:t>
      </w:r>
      <w:r w:rsidR="004532D1">
        <w:rPr>
          <w:rFonts w:hint="cs"/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गिरफ़तार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>.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इतना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पहँचाया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भोगा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="00270B7C">
        <w:rPr>
          <w:cs/>
          <w:lang w:bidi="hi-IN"/>
        </w:rPr>
        <w:t>)।</w:t>
      </w:r>
    </w:p>
    <w:p w:rsidR="004532D1" w:rsidRPr="008D3DEB" w:rsidRDefault="004532D1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0" w:name="_Toc467586117"/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ो</w:t>
      </w:r>
      <w:r w:rsidRPr="008D3DEB">
        <w:rPr>
          <w:rFonts w:hint="cs"/>
          <w:cs/>
          <w:lang w:bidi="hi-IN"/>
        </w:rPr>
        <w:t>मिन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ो</w:t>
      </w:r>
      <w:r w:rsidRPr="008D3DEB">
        <w:rPr>
          <w:rFonts w:hint="cs"/>
          <w:cs/>
          <w:lang w:bidi="hi-IN"/>
        </w:rPr>
        <w:t>मिना</w:t>
      </w:r>
      <w:bookmarkEnd w:id="10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एकत्रित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अमंत्रन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ग्रहण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बहादुर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नारींयों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बावफ़ा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ख़ादीजतूल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कुब्रा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rPr>
          <w:cs/>
          <w:lang w:bidi="hi-IN"/>
        </w:rPr>
        <w:t xml:space="preserve">) 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सिपासः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आस्मानी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अमंत्रन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ग्रहण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बावजूद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कष्ट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अर्थव्यबस्था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मुहासिरह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मुशरिकीन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दबाउ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वगैरह</w:t>
      </w:r>
      <w:r w:rsidRPr="008D3DEB">
        <w:rPr>
          <w:cs/>
          <w:lang w:bidi="hi-IN"/>
        </w:rPr>
        <w:t>......</w:t>
      </w:r>
      <w:r w:rsidRPr="008D3DEB">
        <w:rPr>
          <w:rFonts w:hint="cs"/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1" w:name="_Toc467586118"/>
      <w:r w:rsidRPr="008D3DEB">
        <w:rPr>
          <w:rFonts w:hint="cs"/>
          <w:cs/>
          <w:lang w:bidi="hi-IN"/>
        </w:rPr>
        <w:t>मदीने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bookmarkEnd w:id="11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तेरह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बेसात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मक्के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काफिर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मुशरेकीन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डाया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आख़िर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परित्याग़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बर्कत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घटनाओं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राष्ट्र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तमद्दुन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तमद्दुन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>.</w:t>
      </w:r>
    </w:p>
    <w:p w:rsidR="008D3DEB" w:rsidRDefault="008D3DEB" w:rsidP="00270B7C">
      <w:pPr>
        <w:pStyle w:val="libNormal"/>
        <w:rPr>
          <w:rFonts w:hint="cs"/>
          <w:lang w:bidi="hi-IN"/>
        </w:rPr>
      </w:pPr>
      <w:r w:rsidRPr="008D3DEB">
        <w:rPr>
          <w:rFonts w:hint="cs"/>
          <w:cs/>
          <w:lang w:bidi="hi-IN"/>
        </w:rPr>
        <w:lastRenderedPageBreak/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मुशरिकीन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यहूदी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मसीह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सहायता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चड़ाई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चेष्टा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झगड़ों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झगड़ा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अधर्म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काफ़िर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सम्मूख़ीन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दिखाई</w:t>
      </w:r>
      <w:r w:rsidRPr="008D3DEB">
        <w:t>,</w:t>
      </w:r>
      <w:r w:rsidR="00270B7C">
        <w:t>)</w:t>
      </w:r>
      <w:r w:rsidR="00ED4DAF">
        <w:t xml:space="preserve"> </w:t>
      </w:r>
      <w:r w:rsidRPr="008D3DEB">
        <w:rPr>
          <w:rFonts w:hint="cs"/>
          <w:cs/>
          <w:lang w:bidi="hi-IN"/>
        </w:rPr>
        <w:t>हालाकिं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सुल्ह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शान्ति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अख़लाक़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नरमी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मेंहैरबान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....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 (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कर्मो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लगाया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वजह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क़त्ल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80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मुसललहाने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मुक़ाबिल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चड़ाउ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अक्सर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मृत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घाट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270B7C" w:rsidRPr="008D3DEB" w:rsidRDefault="00270B7C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2" w:name="_Toc467586119"/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दुनिया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bookmarkEnd w:id="12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दुनिया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कार्य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रहे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संतान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संतान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बीबी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शौहर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शौहर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प्रतिवासी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प्रतिवासी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हाकिम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हाकिम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कानून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राजनिती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इक्तेसाद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इबादत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वन्दगी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नियम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पद्धती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सूचीपत्र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निर्देशनुसार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क़ौम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परिस्तिश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धोका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ज़न्जीर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कै़दी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बस्र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अज्ञानों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स्वाधिन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दुनिया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धर्मगुरु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निरपेक्षता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रह्मतूल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आलामीन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क़ायेम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अत्व्याचारी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परामर्श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नसीहत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प्रतिशोध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बुग्ज़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बख़शिश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नमूना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ख़ूर्मा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बस्र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माँस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गन्दुम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सूती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मोटा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कपड़ा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नाजुक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मख़मल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कपड़ा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3" w:name="_Toc467586120"/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bookmarkEnd w:id="13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सिपासः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लिहाज़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ग़ेरामी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हूज्जतूल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हज्ज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उद्देश्व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तालीम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वापस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ग़दीरे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निर्वाचन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हिदायेत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हूईः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اليوم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اکملت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دينکم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واتممت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عليکم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نعمتي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ورضيت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الاسلام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ديناً</w:t>
      </w:r>
    </w:p>
    <w:p w:rsidR="00ED4DAF" w:rsidRDefault="00ED4DAF" w:rsidP="00270B7C">
      <w:pPr>
        <w:pStyle w:val="libNormal"/>
      </w:pP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आज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तुमहारे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परिपूर्ण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क़रार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हूँ।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आपनी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तेअमत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तुमहारे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समाप्त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घोषणा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इस्लाम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पछन्द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भक्ति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क़रार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हूँ।</w:t>
      </w:r>
      <w:r>
        <w:rPr>
          <w:cs/>
          <w:lang w:bidi="hi-IN"/>
        </w:rPr>
        <w:t xml:space="preserve"> (</w:t>
      </w:r>
      <w:r w:rsidR="008D3DEB" w:rsidRPr="008D3DEB">
        <w:t>9</w:t>
      </w:r>
      <w:r w:rsidR="00270B7C">
        <w:t>)</w:t>
      </w:r>
      <w:r>
        <w:t xml:space="preserve"> 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ग़दीरे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करीम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प्रभाब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बिस्तरे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मश्गूल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होगए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घन्टे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घन्टे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मरीज़ी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सिद्दत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नतीजे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ग्यारह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t>28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सोमवार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परित्याग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मुलाक़त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वसियत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नामाज़े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जानाज़ा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पड़ी।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सिपासः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बन्धू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शनिवार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मनौवरह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="00ED4DAF">
        <w:rPr>
          <w:cs/>
          <w:lang w:bidi="hi-IN"/>
        </w:rPr>
        <w:t xml:space="preserve"> (</w:t>
      </w:r>
      <w:r w:rsidRPr="008D3DEB">
        <w:t>10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ग़ेरामी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अमानतदारी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इख़लास</w:t>
      </w:r>
      <w:r w:rsidRPr="008D3DEB">
        <w:t xml:space="preserve">, </w:t>
      </w:r>
      <w:r w:rsidRPr="008D3DEB">
        <w:rPr>
          <w:rFonts w:hint="cs"/>
          <w:cs/>
          <w:lang w:bidi="hi-IN"/>
        </w:rPr>
        <w:t>दोस्ती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सदाचार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ज्ञान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बूर्दबारी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क्षमा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बख़शिश</w:t>
      </w:r>
      <w:r w:rsidRPr="008D3DEB">
        <w:t xml:space="preserve">, </w:t>
      </w:r>
      <w:r w:rsidRPr="008D3DEB">
        <w:rPr>
          <w:rFonts w:hint="cs"/>
          <w:cs/>
          <w:lang w:bidi="hi-IN"/>
        </w:rPr>
        <w:t>शूजाअत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परहेज़गारी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फज़ीलत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रादमर्दि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इफ्फ़ात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पाकदामन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अद्ल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ख़ूज़ु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ख़ूशु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जिहाद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>.......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दिखाई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चमकते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ख़ूलासा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अएगा</w:t>
      </w:r>
      <w:r w:rsidRPr="008D3DEB">
        <w:t xml:space="preserve">, </w:t>
      </w:r>
      <w:r w:rsidRPr="008D3DEB">
        <w:rPr>
          <w:rFonts w:hint="cs"/>
          <w:cs/>
          <w:lang w:bidi="hi-IN"/>
        </w:rPr>
        <w:lastRenderedPageBreak/>
        <w:t>ग्रन्थों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धर्मों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>,</w:t>
      </w:r>
      <w:r w:rsidR="00ED4DAF">
        <w:t xml:space="preserve"> (</w:t>
      </w:r>
      <w:r w:rsidRPr="008D3DEB">
        <w:rPr>
          <w:rFonts w:hint="cs"/>
          <w:cs/>
          <w:lang w:bidi="hi-IN"/>
        </w:rPr>
        <w:t>बातिल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 (</w:t>
      </w:r>
      <w:r w:rsidRPr="008D3DEB">
        <w:t>11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ो</w:t>
      </w:r>
      <w:r w:rsidRPr="008D3DEB">
        <w:rPr>
          <w:rFonts w:hint="cs"/>
          <w:cs/>
          <w:lang w:bidi="hi-IN"/>
        </w:rPr>
        <w:t>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अश्चर्च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बिधानें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मौजूद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मूनासिबात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बिसात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सिपासः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एकत्रीत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="00ED4DAF">
        <w:rPr>
          <w:cs/>
          <w:lang w:bidi="hi-IN"/>
        </w:rPr>
        <w:t>)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हाज़ारों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राष्ट्र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अज्ञानों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हिजाज़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पूजारी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नस्ल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रगं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इख़्तिलाफ़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बेगूनाह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पूत्री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गूर</w:t>
      </w:r>
      <w:r w:rsidRPr="008D3DEB">
        <w:rPr>
          <w:cs/>
          <w:lang w:bidi="hi-IN"/>
        </w:rPr>
        <w:t xml:space="preserve"> -</w:t>
      </w:r>
      <w:r w:rsidRPr="008D3DEB">
        <w:rPr>
          <w:rFonts w:hint="cs"/>
          <w:cs/>
          <w:lang w:bidi="hi-IN"/>
        </w:rPr>
        <w:t>दफन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गौरब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फख़्र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हलचल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मची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शूजाअत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बहादुर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बन्दा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गुमराही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सफलता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मूरदे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क़ौम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रुह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फूक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जेहल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अंधेरों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हिदायेत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मशअल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जाहिलियत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हिदायेत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बिदअत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आचरण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परिबर्तण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सफलता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गवाह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हक़्क़ानीयात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दूनियावी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सफलता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4532D1" w:rsidP="004532D1">
      <w:pPr>
        <w:pStyle w:val="Heading3"/>
      </w:pPr>
      <w:bookmarkStart w:id="14" w:name="_Toc467586121"/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फ़साहत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बलाग़त</w:t>
      </w:r>
      <w:bookmarkEnd w:id="14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हुनर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फ़िक्री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अक़ली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मददी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क्योंकी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बूलन्द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अमंत्रन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आएं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लतीफ़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जौक़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शौक़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फ़साहत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बलाग़त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बावजूद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सम्मुख़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मैदाने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विसात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ख़ूद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अएं।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कविता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फ़साहत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बलाग़त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हल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चल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पार्थक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अदबीयात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मिठी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हाँ</w:t>
      </w:r>
      <w:r w:rsidRPr="008D3DEB">
        <w:t xml:space="preserve">,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इंनसानीयत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वख्ति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साआदत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परित्राण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भीत्ति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यक़ीनन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मूस्तक़ीम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सीधा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इमान्दार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खूश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मिलेगा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 (</w:t>
      </w:r>
      <w:r w:rsidRPr="008D3DEB">
        <w:t>12</w:t>
      </w:r>
      <w:r w:rsidR="00ED4DAF">
        <w:t xml:space="preserve">)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विनापर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चमकने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संरक्षण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करुऊँगा</w:t>
      </w:r>
      <w:r w:rsidR="00270B7C">
        <w:rPr>
          <w:cs/>
          <w:lang w:bidi="hi-IN"/>
        </w:rPr>
        <w:t>)।</w:t>
      </w:r>
      <w:r w:rsidR="00ED4DAF">
        <w:rPr>
          <w:cs/>
          <w:lang w:bidi="hi-IN"/>
        </w:rPr>
        <w:t xml:space="preserve"> (</w:t>
      </w:r>
      <w:r w:rsidRPr="008D3DEB">
        <w:t>13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</w:p>
    <w:p w:rsidR="008D3DEB" w:rsidRPr="008D3DEB" w:rsidRDefault="004532D1" w:rsidP="004532D1">
      <w:pPr>
        <w:pStyle w:val="Heading3"/>
      </w:pPr>
      <w:bookmarkStart w:id="15" w:name="_Toc467586122"/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तर्हीफ़</w:t>
      </w:r>
      <w:r w:rsidR="008D3DEB" w:rsidRPr="008D3DEB">
        <w:rPr>
          <w:cs/>
          <w:lang w:bidi="hi-IN"/>
        </w:rPr>
        <w:t>-</w:t>
      </w:r>
      <w:r w:rsidR="008D3DEB" w:rsidRPr="008D3DEB">
        <w:rPr>
          <w:rFonts w:hint="cs"/>
          <w:cs/>
          <w:lang w:bidi="hi-IN"/>
        </w:rPr>
        <w:t>परिवर्तन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हुआ</w:t>
      </w:r>
      <w:bookmarkEnd w:id="15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वेसात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क़ौम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फ़साहत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वलाग़त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चर्चा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पहूच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फ़साहत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वलाग़त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फ़साहत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वलाग़त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ताईद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तौसिक़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असहायाय़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दिल्नशीन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क़ाविले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ज़ाहैंरी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कविता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क़ाफिया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कविता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अनपढ़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मूशरिकीन</w:t>
      </w:r>
      <w:r w:rsidRPr="008D3DEB">
        <w:t xml:space="preserve">,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जादु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संमधं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भीढ़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लागाए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विहूदा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तब्लीग़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बावजूद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अमंत्रण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क़ूरअने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मारुफ़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अनुशरणकारी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दिल्नशीन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गृहों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छिप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छिप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वपित्र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6" w:name="_Toc467586123"/>
      <w:r w:rsidRPr="008D3DEB">
        <w:rPr>
          <w:rFonts w:hint="cs"/>
          <w:cs/>
          <w:lang w:bidi="hi-IN"/>
        </w:rPr>
        <w:t>क़</w:t>
      </w:r>
      <w:r w:rsidR="004532D1">
        <w:rPr>
          <w:rFonts w:hint="cs"/>
          <w:cs/>
          <w:lang w:bidi="hi-IN"/>
        </w:rPr>
        <w:t>ु</w:t>
      </w:r>
      <w:r w:rsidRPr="008D3DEB">
        <w:rPr>
          <w:rFonts w:hint="cs"/>
          <w:cs/>
          <w:lang w:bidi="hi-IN"/>
        </w:rPr>
        <w:t>रआत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हिफ़्ज़े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bookmarkEnd w:id="16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पूरुष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बडे़।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हिफ़्ज़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विताब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क़ल्बों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पहँचाते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नतीजे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विसात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दुश्मन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अबिरुद्ध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हिफ़्ज़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विनापर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अटल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पकढ़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ज़रीए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इस्तिदलाल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परामर्श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असहाब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हिफ्ज़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उपयुक्त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असहाब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मश्गूल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क़ूर्रा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माअरुफ़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दितीय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कूत्ताबे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आयाते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परष्पर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lastRenderedPageBreak/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मुताविक़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कागज़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निज़ारत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सम्पादन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कागज़ों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चाँच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पर्ताल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भाग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ख़ुद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सूरा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निर्वाचन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मिसालः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तुअल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मिअएन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माछानी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वगैरह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अब्दुल्लह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मसऊद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अबि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कअब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वक्तित्व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तिलावत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फ़रमाई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दितीय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पुल्तकत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मसजिद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संरक्षण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पहुँचा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4532D1" w:rsidP="004532D1">
      <w:pPr>
        <w:pStyle w:val="Heading3"/>
      </w:pPr>
      <w:bookmarkStart w:id="17" w:name="_Toc467586124"/>
      <w:r>
        <w:rPr>
          <w:rFonts w:hint="cs"/>
          <w:cs/>
          <w:lang w:bidi="hi-IN"/>
        </w:rPr>
        <w:lastRenderedPageBreak/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परिवर्तन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पवित्र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bookmarkEnd w:id="17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क़ुरअन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क़ुरअने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एकत्रीत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ऊन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इख़तियार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पुल्तक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हक़ीक़त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हमेंशा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मोज़ेज़ा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क्योंकी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हूदुदान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इंज़िल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जनसाधारण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सियासी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राजनिती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पुल्तक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क़ुरअने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नाज़िल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नुक़्च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ऐब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एकत्रीत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उलमाएं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शीया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मिसालः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मुहद्दिस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बुज़ुर्ग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सुदूक़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बुज़ुर्ग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मर्जए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तक़्लीद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मूफ़ीद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बुज़र्गान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सैय्यद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मूर्तज़ा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शैखूत्ताएफा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तुसी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मूफस्सिरे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कबीर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ताबर्सी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उलामाएं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बुज़ुर्ग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तह्रीफ़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18" w:name="_Toc467586125"/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नतीज</w:t>
      </w:r>
      <w:r w:rsidR="00270B7C">
        <w:rPr>
          <w:rFonts w:hint="cs"/>
          <w:cs/>
          <w:lang w:bidi="hi-IN"/>
        </w:rPr>
        <w:t>ा</w:t>
      </w:r>
      <w:r w:rsidRPr="008D3DEB">
        <w:rPr>
          <w:rFonts w:hint="cs"/>
          <w:cs/>
          <w:lang w:bidi="hi-IN"/>
        </w:rPr>
        <w:t>।</w:t>
      </w:r>
      <w:bookmarkEnd w:id="18"/>
    </w:p>
    <w:p w:rsidR="008D3DEB" w:rsidRPr="008D3DEB" w:rsidRDefault="008D3DEB" w:rsidP="00270B7C">
      <w:pPr>
        <w:pStyle w:val="libNormal"/>
      </w:pPr>
    </w:p>
    <w:p w:rsidR="008D3DEB" w:rsidRPr="008D3DEB" w:rsidRDefault="004532D1" w:rsidP="00270B7C">
      <w:pPr>
        <w:pStyle w:val="libNormal"/>
      </w:pPr>
      <w:r>
        <w:rPr>
          <w:rFonts w:hint="cs"/>
          <w:cs/>
          <w:lang w:bidi="hi-IN"/>
        </w:rPr>
        <w:t>क़ुरआन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एक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ऐसी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आसमानी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ग्रंथ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पैग़म्बरे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 w:rsidR="008D3DEB">
        <w:rPr>
          <w:rFonts w:hint="cs"/>
          <w:cs/>
          <w:lang w:bidi="hi-IN"/>
        </w:rPr>
        <w:t>स.अ.व.व.</w:t>
      </w:r>
      <w:r w:rsidR="00ED4DAF">
        <w:t xml:space="preserve">)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हमेंशा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मोज़ेज़ा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बिना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परिवर्तन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प्रकार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बातिल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चीज़े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प्रवेश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बगैर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हमारे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दर्मियान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उपस्थित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क़ुरअने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मजीद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पैग़म्बरे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 w:rsidR="008D3DEB">
        <w:rPr>
          <w:rFonts w:hint="cs"/>
          <w:cs/>
          <w:lang w:bidi="hi-IN"/>
        </w:rPr>
        <w:t>स.अ.व.व.</w:t>
      </w:r>
      <w:r w:rsidR="00ED4DAF">
        <w:t xml:space="preserve">) </w:t>
      </w:r>
      <w:r w:rsidR="008D3DEB" w:rsidRPr="008D3DEB">
        <w:rPr>
          <w:rFonts w:hint="cs"/>
          <w:cs/>
          <w:lang w:bidi="hi-IN"/>
        </w:rPr>
        <w:t>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नाज़िल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हूई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थी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परिवर्तन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पाक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पाकीज़ह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हमारे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मासुमीन</w:t>
      </w:r>
      <w:r w:rsidR="00ED4DAF"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इसी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मुस्लमानों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बातिल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पह्चान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मियार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क़रार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कुछ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मुताबिक़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बातिल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घोषना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कुछ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मुआफ़िक़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जीवन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समस्त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प्रकार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निर्देश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बयान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हैः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ताकीद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बर्नना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किः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पवित्र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बेशि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बेशि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अनुराग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क़ावानीन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सम्मान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प्रर्शन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इस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फ़रमायाः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पाठ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सवाब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रक्षा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सम्पर्क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जिस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समय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पाठ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ध्यान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सुन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समस्त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प्रकार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क़ावानीन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ऊपर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मजीद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अइन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lastRenderedPageBreak/>
        <w:t>बर्तरी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देना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कोई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इंसान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आपनी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ज़िन्दगी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खुश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बख़्ति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देख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सकता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</w:t>
      </w:r>
      <w:r w:rsidR="008D3DEB" w:rsidRPr="008D3DEB">
        <w:rPr>
          <w:cs/>
          <w:lang w:bidi="hi-IN"/>
        </w:rPr>
        <w:t xml:space="preserve">. </w:t>
      </w:r>
      <w:r w:rsidR="008D3DEB" w:rsidRPr="008D3DEB">
        <w:rPr>
          <w:rFonts w:hint="cs"/>
          <w:cs/>
          <w:lang w:bidi="hi-IN"/>
        </w:rPr>
        <w:t>मगर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साये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जीवन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बस्र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चाहे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क़ानून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फ़र्द</w:t>
      </w:r>
      <w:r w:rsidR="00270B7C">
        <w:rPr>
          <w:rFonts w:hint="cs"/>
          <w:cs/>
          <w:lang w:bidi="hi-IN"/>
        </w:rPr>
        <w:t>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समाजिक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मद्दि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मानबी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सियासी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इक़्तेसादी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वगैरह</w:t>
      </w:r>
      <w:r w:rsidR="008D3DEB" w:rsidRPr="008D3DEB">
        <w:rPr>
          <w:cs/>
          <w:lang w:bidi="hi-IN"/>
        </w:rPr>
        <w:t>......</w:t>
      </w:r>
      <w:r w:rsidR="008D3DEB" w:rsidRPr="008D3DEB">
        <w:rPr>
          <w:rFonts w:hint="cs"/>
          <w:cs/>
          <w:lang w:bidi="hi-IN"/>
        </w:rPr>
        <w:t>विजयी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समय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अर्जन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संभव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जब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बिधानें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2"/>
      </w:pPr>
      <w:bookmarkStart w:id="19" w:name="_Toc467586126"/>
      <w:r w:rsidRPr="008D3DEB">
        <w:t xml:space="preserve">4- </w:t>
      </w:r>
      <w:r w:rsidRPr="008D3DEB">
        <w:rPr>
          <w:rFonts w:hint="cs"/>
          <w:cs/>
          <w:lang w:bidi="hi-IN"/>
        </w:rPr>
        <w:t>इमामत</w:t>
      </w:r>
      <w:bookmarkEnd w:id="19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शब्दार्थ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राजनिती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शब्दार्थ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शियों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मंसवी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ततपर्य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इन्तेसाब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इन्तेंख़ाब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परिचित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इगींत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गा।</w:t>
      </w: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Default="008D3DEB" w:rsidP="00270B7C">
      <w:pPr>
        <w:pStyle w:val="libNormal"/>
        <w:rPr>
          <w:rFonts w:hint="cs"/>
          <w:lang w:bidi="hi-IN"/>
        </w:rPr>
      </w:pPr>
      <w:r w:rsidRPr="008D3DEB">
        <w:lastRenderedPageBreak/>
        <w:t xml:space="preserve">2-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निर्वाचन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4532D1" w:rsidRPr="008D3DEB" w:rsidRDefault="004532D1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0" w:name="_Toc467586127"/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bookmarkEnd w:id="20"/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बड़ी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दिक़्कत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अमंबिया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नबीयों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आगाह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मद्दि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मानबी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संम्भव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ख़राब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प्रदर्शन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ख़ुबैठे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मक़सद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पहूँच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पाए।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क़ुवती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तैयार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आम्बिंया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प्रभाब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फ़ैलना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ज़मान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जाबिर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हाकिम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रास्ता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साअदत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कामियाबी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असहाय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="00ED4DAF">
        <w:rPr>
          <w:cs/>
          <w:lang w:bidi="hi-IN"/>
        </w:rPr>
        <w:t xml:space="preserve"> (</w:t>
      </w:r>
      <w:r w:rsidRPr="008D3DEB">
        <w:t>14</w:t>
      </w:r>
      <w:r w:rsidR="00ED4DAF"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फक़त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गुमराही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परीत्रान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मिसले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मुकम्मल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श्बदों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दीनी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राजनिती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मुआशिरा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उलगू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मद्दि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उन्नती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आखिरत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साआदत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फै़ज़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1" w:name="_Toc467586128"/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निर्वाचन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>?</w:t>
      </w:r>
      <w:bookmarkEnd w:id="21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गल्त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फह्मि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सुन्नी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अक़ीदा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रिसालत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छोढ़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="00270B7C">
        <w:rPr>
          <w:cs/>
          <w:lang w:bidi="hi-IN"/>
        </w:rPr>
        <w:t>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कठिन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विनापर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अक़ीदा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मसाएले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नबूवत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हिस्सा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नबूवत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तक़्लीद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वाजिब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दलील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rPr>
          <w:cs/>
          <w:lang w:bidi="hi-IN"/>
        </w:rPr>
        <w:t xml:space="preserve">! </w:t>
      </w:r>
      <w:r w:rsidRPr="008D3DEB">
        <w:rPr>
          <w:rFonts w:hint="cs"/>
          <w:cs/>
          <w:lang w:bidi="hi-IN"/>
        </w:rPr>
        <w:t>नबूवत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सकती।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बल्के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गुरुत्व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बर्नामे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सिपासः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पार्तक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बुनयाद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तफ़सीर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चूकिं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इस्लामी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व्यतीत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क़ावानीन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मक्तब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गुमराही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परित्राण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दिलाएं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मद्दि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परिपूर्न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गूणावली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मिसालः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गुनाह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तहारत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दुनियावी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उचित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आलूदगी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मज़बूत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2" w:name="_Toc467586129"/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चाहिए</w:t>
      </w:r>
      <w:bookmarkEnd w:id="22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बड़े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गंभीर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गुरुत्व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गुफ़्तगु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वर्णना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मुमकिन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t>?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स.अ.व.व.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उठाएं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मक्तबे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बुनयाद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हिकमत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प्यारी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परित्याग़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t xml:space="preserve">?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गुरुत्व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महतपूर्न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रहें</w:t>
      </w:r>
      <w:r w:rsidRPr="008D3DEB">
        <w:t xml:space="preserve">?!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क़ाबिले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उपयुक्त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राष्ट्र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बैठाएं।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छोढ़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</w:t>
      </w:r>
      <w:r w:rsidRPr="008D3DEB">
        <w:t xml:space="preserve">?!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उपयुक्त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चिन्ता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t>?!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थोड़ा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गंभीर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निर्वाचन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लाज़िम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ग्रन्थें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पर्यालोचन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मारेफ़त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मृत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अज्ञानों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पहचानने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कूफ़्र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जाहिलीयत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राज़ी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प्यारी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जाहिलीयत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</w:t>
      </w:r>
      <w:r w:rsidRPr="008D3DEB">
        <w:t>?!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हाँ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रिसालत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मजलिस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रिश्तेदारों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अबुतालिब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="00ED4DAF">
        <w:rPr>
          <w:cs/>
          <w:lang w:bidi="hi-IN"/>
        </w:rPr>
        <w:t xml:space="preserve"> (</w:t>
      </w:r>
      <w:r w:rsidRPr="008D3DEB">
        <w:rPr>
          <w:cs/>
          <w:lang w:bidi="hi-IN"/>
        </w:rPr>
        <w:t xml:space="preserve">--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अंमत्रन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बने</w:t>
      </w:r>
      <w:r w:rsidRPr="008D3DEB">
        <w:t>?</w:t>
      </w:r>
      <w:r w:rsidR="00270B7C">
        <w:t>)</w:t>
      </w:r>
      <w:r w:rsidR="00ED4DAF"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व्यतीत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3" w:name="_Toc467586130"/>
      <w:r w:rsidRPr="008D3DEB">
        <w:rPr>
          <w:rFonts w:hint="cs"/>
          <w:cs/>
          <w:lang w:bidi="hi-IN"/>
        </w:rPr>
        <w:t>ग़दीरे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bookmarkEnd w:id="23"/>
    </w:p>
    <w:p w:rsidR="008D3DEB" w:rsidRPr="008D3DEB" w:rsidRDefault="008D3DEB" w:rsidP="00270B7C">
      <w:pPr>
        <w:pStyle w:val="libNormal"/>
      </w:pP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हज्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मारुफ़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حجةالوداع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हुज्जतूल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ज़मीन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ग़दीरे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ख़ुम</w:t>
      </w:r>
      <w:r w:rsidR="00ED4DAF">
        <w:rPr>
          <w:cs/>
          <w:lang w:bidi="hi-IN"/>
        </w:rPr>
        <w:t xml:space="preserve">) 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जूग़राफिया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यमन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ईराक़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हबशह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सीमा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वापस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फरिश्ते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उद्दश्व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270B7C">
        <w:rPr>
          <w:rFonts w:ascii="Times New Roman" w:hAnsi="Times New Roman" w:cs="Times New Roman" w:hint="cs"/>
          <w:rtl/>
        </w:rPr>
        <w:t>يا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ايهاالرسول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بلغ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ما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انزل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اليک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من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ربک</w:t>
      </w:r>
      <w:r w:rsidR="008D3DEB" w:rsidRPr="008D3DEB">
        <w:t>.......</w:t>
      </w:r>
      <w:r>
        <w:t xml:space="preserve">) </w:t>
      </w:r>
    </w:p>
    <w:p w:rsidR="00ED4DAF" w:rsidRDefault="00ED4DAF" w:rsidP="00270B7C">
      <w:pPr>
        <w:pStyle w:val="libNormal"/>
      </w:pPr>
    </w:p>
    <w:p w:rsidR="008D3DEB" w:rsidRPr="008D3DEB" w:rsidRDefault="00ED4DAF" w:rsidP="00270B7C">
      <w:pPr>
        <w:pStyle w:val="libNormal"/>
      </w:pPr>
      <w:r>
        <w:lastRenderedPageBreak/>
        <w:t>(</w:t>
      </w:r>
      <w:r w:rsidR="008D3DEB" w:rsidRPr="008D3DEB">
        <w:rPr>
          <w:rFonts w:hint="cs"/>
          <w:cs/>
          <w:lang w:bidi="hi-IN"/>
        </w:rPr>
        <w:t>ऐं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पैग़म्बरे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कुछ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तरफ़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तुमहारे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नाज़िल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वाणी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जनसाधारण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व्यक्तियों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निकट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पहुँचा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अगर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काज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अंजाम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तो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रिसालत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अंजाम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लोगों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शर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संरक्षण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करेगें</w:t>
      </w:r>
      <w:r w:rsidR="00270B7C">
        <w:rPr>
          <w:cs/>
          <w:lang w:bidi="hi-IN"/>
        </w:rPr>
        <w:t>)।</w:t>
      </w:r>
      <w:r>
        <w:rPr>
          <w:cs/>
          <w:lang w:bidi="hi-IN"/>
        </w:rPr>
        <w:t xml:space="preserve"> (</w:t>
      </w:r>
      <w:r w:rsidR="008D3DEB" w:rsidRPr="008D3DEB">
        <w:t>15</w:t>
      </w:r>
      <w:r>
        <w:t xml:space="preserve">) 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रुक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पीछे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पीछे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ज़ोहर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ऊँट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कजावें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तशरीफ़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ग़दीर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ख़ुतबा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तिलावत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जाएं।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ऐं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लोगों</w:t>
      </w:r>
      <w:r w:rsidR="008D3DEB" w:rsidRPr="008D3DEB">
        <w:rPr>
          <w:cs/>
          <w:lang w:bidi="hi-IN"/>
        </w:rPr>
        <w:t xml:space="preserve">! </w:t>
      </w:r>
      <w:r w:rsidR="008D3DEB" w:rsidRPr="008D3DEB">
        <w:rPr>
          <w:rFonts w:hint="cs"/>
          <w:cs/>
          <w:lang w:bidi="hi-IN"/>
        </w:rPr>
        <w:t>नज़दीक़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दवाते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उत्तर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दुँ</w:t>
      </w:r>
      <w:r w:rsidR="008D3DEB" w:rsidRPr="008D3DEB">
        <w:rPr>
          <w:cs/>
          <w:lang w:bidi="hi-IN"/>
        </w:rPr>
        <w:t xml:space="preserve">..... </w:t>
      </w:r>
      <w:r w:rsidR="008D3DEB" w:rsidRPr="008D3DEB">
        <w:rPr>
          <w:rFonts w:hint="cs"/>
          <w:cs/>
          <w:lang w:bidi="hi-IN"/>
        </w:rPr>
        <w:t>मैं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तुमहारे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दर्मियान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गिरान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कद्र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चीजें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परीत्याग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रहा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हुँ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एक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पुल्तक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मेंरी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अहले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बैत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मुझे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ख़बर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एक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अलग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नहीं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होगा</w:t>
      </w:r>
      <w:r w:rsidR="008D3DEB" w:rsidRPr="008D3DEB">
        <w:rPr>
          <w:cs/>
          <w:lang w:bidi="hi-IN"/>
        </w:rPr>
        <w:t>.....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सिपासः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रसूले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अकरम</w:t>
      </w:r>
      <w:r>
        <w:rPr>
          <w:cs/>
          <w:lang w:bidi="hi-IN"/>
        </w:rPr>
        <w:t xml:space="preserve"> (</w:t>
      </w:r>
      <w:r w:rsidR="008D3DEB" w:rsidRPr="008D3DEB">
        <w:rPr>
          <w:rFonts w:hint="cs"/>
          <w:cs/>
          <w:lang w:bidi="hi-IN"/>
        </w:rPr>
        <w:t>सः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पकड़ा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बुलन्द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लोगों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सामने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जानशीन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पहचानवाया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बयान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फरमायाः</w:t>
      </w:r>
      <w:r>
        <w:rPr>
          <w:cs/>
          <w:lang w:bidi="hi-IN"/>
        </w:rPr>
        <w:t xml:space="preserve"> (</w:t>
      </w:r>
      <w:r w:rsidR="008D3DEB" w:rsidRPr="008D3DEB">
        <w:rPr>
          <w:rFonts w:hint="cs"/>
          <w:cs/>
          <w:lang w:bidi="hi-IN"/>
        </w:rPr>
        <w:t>मैं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जिस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मौला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हुँ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मौला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270B7C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परवरदिगार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सामने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फरमायाः</w:t>
      </w:r>
      <w:r>
        <w:rPr>
          <w:cs/>
          <w:lang w:bidi="hi-IN"/>
        </w:rPr>
        <w:t xml:space="preserve"> (</w:t>
      </w:r>
      <w:r w:rsidR="008D3DEB" w:rsidRPr="008D3DEB">
        <w:rPr>
          <w:rFonts w:hint="cs"/>
          <w:cs/>
          <w:lang w:bidi="hi-IN"/>
        </w:rPr>
        <w:t>परवरदिगारा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व्यक्ति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दोस्त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रख़ता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दोस्त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रख़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दुश्मनी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तु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दुश्मनी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परवरदिगारा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दोस्त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lastRenderedPageBreak/>
        <w:t>रख़ने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वालों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मदद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दुश्मनों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ज़लील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फरमा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हक़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मर्कज़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क़रार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दें</w:t>
      </w:r>
      <w:r w:rsidR="00270B7C">
        <w:rPr>
          <w:cs/>
          <w:lang w:bidi="hi-IN"/>
        </w:rPr>
        <w:t>)</w:t>
      </w:r>
      <w:r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फरमायाः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फरिश्ते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नाज़िल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आएत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लाये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اليوم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اکملت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لکم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دينکم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اتممت</w:t>
      </w:r>
      <w:r w:rsidRPr="008D3DEB">
        <w:t>.......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निअमत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घोषणा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मुकम्मल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</w:t>
      </w:r>
      <w:r w:rsidR="00270B7C">
        <w:rPr>
          <w:cs/>
          <w:lang w:bidi="hi-IN"/>
        </w:rPr>
        <w:t>)।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अलग़दीर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ग्रंथ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तफ़सील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बर्णना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सुन्नी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दलीलों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4" w:name="_Toc467586131"/>
      <w:r w:rsidRPr="008D3DEB">
        <w:rPr>
          <w:rFonts w:hint="cs"/>
          <w:cs/>
          <w:lang w:bidi="hi-IN"/>
        </w:rPr>
        <w:t>इमामतः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bookmarkEnd w:id="24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तब्लीग़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मज़लिस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पहली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मज़लिज़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परिचय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पैठक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मूसल्मानों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ग़दीरे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मूकम्मल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पद्धति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मूनासिबत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</w:t>
      </w:r>
      <w:r w:rsidR="00ED4DAF">
        <w:rPr>
          <w:cs/>
          <w:lang w:bidi="hi-IN"/>
        </w:rPr>
        <w:lastRenderedPageBreak/>
        <w:t xml:space="preserve">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पहुँचा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रहे।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सून्नत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मूतावतिर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रिवाएत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सः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मन्सूब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गिरामी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ईतरत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पूकारा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मिसले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ईस्राईल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निक़ाब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गिनती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हाव्वारीयून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फिर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क़ायम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क़ायम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पश्चीम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फार्सि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रिवाएत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बर्णना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ख़िदमत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हूआ</w:t>
      </w:r>
      <w:r w:rsidRPr="008D3DEB">
        <w:t xml:space="preserve">, </w:t>
      </w:r>
      <w:r w:rsidRPr="008D3DEB">
        <w:rPr>
          <w:rFonts w:hint="cs"/>
          <w:cs/>
          <w:lang w:bidi="hi-IN"/>
        </w:rPr>
        <w:t>देख़ा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ऊनके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आँख़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महा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आक़ा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महा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आक़ा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औलाद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औलाद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तुमहारे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पिता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भाई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तुम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हुज्जते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ख़ुदा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lastRenderedPageBreak/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हूज्जत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बेटा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नौ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पिता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तरफ़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मन्सूब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होगें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नबेम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क़ायम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होगें।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5" w:name="_Toc467586132"/>
      <w:r w:rsidRPr="008D3DEB">
        <w:rPr>
          <w:rFonts w:hint="cs"/>
          <w:cs/>
          <w:lang w:bidi="hi-IN"/>
        </w:rPr>
        <w:t>तर्तीब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bookmarkEnd w:id="25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t xml:space="preserve">1-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अमीरूल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मोमेंनीन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तालिब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2-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मुज़्तबा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3-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कर्बला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4-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5-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6-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7-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काज़िम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जफ़र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8-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9-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जवाद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10-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11-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असकरी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t xml:space="preserve">12- </w:t>
      </w:r>
      <w:r w:rsidRPr="008D3DEB">
        <w:rPr>
          <w:rFonts w:hint="cs"/>
          <w:cs/>
          <w:lang w:bidi="hi-IN"/>
        </w:rPr>
        <w:t>इमामें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हुज्जत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अज्जलल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लाहू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तअला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फरजहुश्शरीफ़</w:t>
      </w:r>
      <w:r w:rsidR="00ED4DAF">
        <w:rPr>
          <w:cs/>
          <w:lang w:bidi="hi-IN"/>
        </w:rPr>
        <w:t xml:space="preserve">)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6" w:name="_Toc467586133"/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bookmarkEnd w:id="26"/>
    </w:p>
    <w:p w:rsidR="00ED4DAF" w:rsidRDefault="00ED4DAF" w:rsidP="00270B7C">
      <w:pPr>
        <w:pStyle w:val="libNormal"/>
      </w:pPr>
    </w:p>
    <w:p w:rsidR="00ED4DAF" w:rsidRDefault="00ED4DAF" w:rsidP="00270B7C">
      <w:pPr>
        <w:pStyle w:val="libNormal"/>
      </w:pPr>
      <w:r>
        <w:t>(</w:t>
      </w:r>
      <w:r w:rsidR="008D3DEB" w:rsidRPr="00270B7C">
        <w:rPr>
          <w:rFonts w:ascii="Times New Roman" w:hAnsi="Times New Roman" w:cs="Times New Roman" w:hint="cs"/>
          <w:rtl/>
        </w:rPr>
        <w:t>شيعه</w:t>
      </w:r>
      <w:r>
        <w:t xml:space="preserve">) </w:t>
      </w:r>
      <w:r w:rsidR="008D3DEB" w:rsidRPr="008D3DEB">
        <w:rPr>
          <w:rFonts w:hint="cs"/>
          <w:cs/>
          <w:lang w:bidi="hi-IN"/>
        </w:rPr>
        <w:t>शब्दार्थ</w:t>
      </w:r>
      <w:r w:rsidR="008D3DEB"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मजीद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मात्र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</w:t>
      </w:r>
      <w:r w:rsidR="008D3DEB" w:rsidRPr="008D3DEB">
        <w:rPr>
          <w:rFonts w:hint="cs"/>
          <w:cs/>
          <w:lang w:bidi="hi-IN"/>
        </w:rPr>
        <w:t>ब्राहीम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खलीलुर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रह्मान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व्यबाहर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हूआ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जैसा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क़ुरआन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मजीद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इर्शाद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हुआ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270B7C">
        <w:rPr>
          <w:rFonts w:ascii="Times New Roman" w:hAnsi="Times New Roman" w:cs="Times New Roman" w:hint="cs"/>
          <w:rtl/>
        </w:rPr>
        <w:t>وان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من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شيعته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لإبراهيم</w:t>
      </w:r>
      <w:r>
        <w:t xml:space="preserve">) </w:t>
      </w:r>
    </w:p>
    <w:p w:rsidR="008D3DEB" w:rsidRPr="008D3DEB" w:rsidRDefault="008D3DEB" w:rsidP="00270B7C">
      <w:pPr>
        <w:pStyle w:val="libNormal"/>
      </w:pP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यानि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पैरुवाने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नुह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इब्राहीम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पैरुवाने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उल्लेख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उलामाएं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सुन्नी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हेः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गौरब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ज़ाबिर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अब्दुल्लह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हेः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अचानक़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सिपास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शफ़थ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परवरदिगार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जिसके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हाथ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मुहम्मद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हैं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अली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पैरुवाने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क़्यामत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सफलता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अर्जन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करेगें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गौरब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अमीज़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उपाधी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रसूल</w:t>
      </w:r>
      <w:r>
        <w:rPr>
          <w:cs/>
          <w:lang w:bidi="hi-IN"/>
        </w:rPr>
        <w:t xml:space="preserve"> (</w:t>
      </w:r>
      <w:r w:rsidR="008D3DEB">
        <w:rPr>
          <w:rFonts w:hint="cs"/>
          <w:cs/>
          <w:lang w:bidi="hi-IN"/>
        </w:rPr>
        <w:t>स.अ.व.व.</w:t>
      </w:r>
      <w:r>
        <w:t xml:space="preserve">)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यूग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सलेमान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अबुज़र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मिक़दाद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अम्मारे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lastRenderedPageBreak/>
        <w:t>यासिर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कहा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जाता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था</w:t>
      </w:r>
      <w:r w:rsidR="008D3DEB" w:rsidRPr="008D3DEB">
        <w:rPr>
          <w:cs/>
          <w:lang w:bidi="hi-IN"/>
        </w:rPr>
        <w:t xml:space="preserve">. </w:t>
      </w:r>
      <w:r w:rsidR="008D3DEB" w:rsidRPr="008D3DEB">
        <w:rPr>
          <w:rFonts w:hint="cs"/>
          <w:cs/>
          <w:lang w:bidi="hi-IN"/>
        </w:rPr>
        <w:t>यह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हज़रात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वफादार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पैरुकार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थें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7" w:name="_Toc467586134"/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खा़न्दाने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bookmarkEnd w:id="27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ज़रुरी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गुज़ारीश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अएम्माह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अतहार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इतिहास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करुँ।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8" w:name="_Toc467586135"/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</w:t>
      </w:r>
      <w:r w:rsidR="00ED4DAF">
        <w:rPr>
          <w:rFonts w:hint="cs"/>
          <w:cs/>
          <w:lang w:bidi="hi-IN"/>
        </w:rPr>
        <w:t>ु</w:t>
      </w:r>
      <w:r w:rsidRPr="008D3DEB">
        <w:rPr>
          <w:rFonts w:hint="cs"/>
          <w:cs/>
          <w:lang w:bidi="hi-IN"/>
        </w:rPr>
        <w:t>त्री</w:t>
      </w:r>
      <w:bookmarkEnd w:id="28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वलीदे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अब्दुल्लाह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सम्मानिता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बान</w:t>
      </w:r>
      <w:r w:rsidR="00ED4DAF"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ये</w:t>
      </w:r>
      <w:r w:rsidRPr="008D3DEB">
        <w:rPr>
          <w:cs/>
          <w:lang w:bidi="hi-IN"/>
        </w:rPr>
        <w:t xml:space="preserve"> </w:t>
      </w:r>
      <w:r w:rsidR="00ED4DAF">
        <w:rPr>
          <w:rFonts w:hint="cs"/>
          <w:cs/>
          <w:lang w:bidi="hi-IN"/>
        </w:rPr>
        <w:t>इ</w:t>
      </w:r>
      <w:r w:rsidRPr="008D3DEB">
        <w:rPr>
          <w:rFonts w:hint="cs"/>
          <w:cs/>
          <w:lang w:bidi="hi-IN"/>
        </w:rPr>
        <w:t>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ख़दीजा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उम्मुल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मोमेंनीन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rPr>
          <w:rFonts w:hint="cs"/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जानशीने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</w:t>
      </w:r>
      <w:r w:rsidR="00ED4DAF"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रुल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मोमेंनीन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स्त्री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ग्यारह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हुज्जते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जमादिउस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विलादत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जमादिउस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मगंल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ग्यारा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t>18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पाई।</w:t>
      </w:r>
    </w:p>
    <w:p w:rsidR="00ED4DAF" w:rsidRPr="00270B7C" w:rsidRDefault="008D3DEB" w:rsidP="004532D1">
      <w:pPr>
        <w:pStyle w:val="libNormal"/>
      </w:pPr>
      <w:r w:rsidRPr="00270B7C">
        <w:rPr>
          <w:rFonts w:hint="cs"/>
          <w:cs/>
        </w:rPr>
        <w:t>आपकी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वसीयत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मुताब</w:t>
      </w:r>
      <w:r w:rsidR="004532D1">
        <w:rPr>
          <w:rFonts w:hint="cs"/>
          <w:cs/>
          <w:lang w:bidi="hi-IN"/>
        </w:rPr>
        <w:t>ि</w:t>
      </w:r>
      <w:r w:rsidRPr="00270B7C">
        <w:rPr>
          <w:rFonts w:hint="cs"/>
          <w:cs/>
        </w:rPr>
        <w:t>क़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गुस्ल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व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कफन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मरासीम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हज़रत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अली</w:t>
      </w:r>
      <w:r w:rsidR="00ED4DAF" w:rsidRPr="00270B7C">
        <w:rPr>
          <w:cs/>
        </w:rPr>
        <w:t xml:space="preserve"> (अ.स.)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दायित्व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थी</w:t>
      </w:r>
      <w:r w:rsidRPr="00270B7C">
        <w:t xml:space="preserve">, </w:t>
      </w:r>
      <w:r w:rsidRPr="00270B7C">
        <w:rPr>
          <w:rFonts w:hint="cs"/>
          <w:cs/>
        </w:rPr>
        <w:t>आपका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जानाज़ह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मदीना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शहर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ख़ूफिया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स्थान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और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मख़फियाने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तौर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मिट्टी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दि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गई</w:t>
      </w:r>
      <w:r w:rsidRPr="00270B7C">
        <w:t xml:space="preserve">, </w:t>
      </w:r>
      <w:r w:rsidRPr="00270B7C">
        <w:rPr>
          <w:rFonts w:hint="cs"/>
          <w:cs/>
        </w:rPr>
        <w:t>ताकि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आपकी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मज़लूमियत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ग़ासीबे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हक़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लिए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क़यामत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दिन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तक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प्रमाण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रहे।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यह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पवित्रता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महिला</w:t>
      </w:r>
      <w:r w:rsidRPr="00270B7C">
        <w:t xml:space="preserve">, </w:t>
      </w:r>
      <w:r w:rsidRPr="00270B7C">
        <w:rPr>
          <w:rFonts w:hint="cs"/>
          <w:cs/>
        </w:rPr>
        <w:t>अल्लाह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इबादत</w:t>
      </w:r>
      <w:r w:rsidRPr="00270B7C">
        <w:t xml:space="preserve">, </w:t>
      </w:r>
      <w:r w:rsidRPr="00270B7C">
        <w:rPr>
          <w:rFonts w:hint="cs"/>
          <w:cs/>
        </w:rPr>
        <w:t>परहेज़गार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और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फज़िलत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आपने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पिता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रसूल</w:t>
      </w:r>
      <w:r w:rsidR="00ED4DAF" w:rsidRPr="00270B7C">
        <w:rPr>
          <w:cs/>
        </w:rPr>
        <w:t xml:space="preserve"> (</w:t>
      </w:r>
      <w:r w:rsidRPr="00270B7C">
        <w:rPr>
          <w:rFonts w:hint="cs"/>
          <w:cs/>
        </w:rPr>
        <w:t>स.अ.व.व.</w:t>
      </w:r>
      <w:r w:rsidR="00ED4DAF" w:rsidRPr="00270B7C">
        <w:t xml:space="preserve">)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सम्पू्र्ण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आयेनाह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थीं</w:t>
      </w:r>
      <w:r w:rsidRPr="00270B7C">
        <w:t xml:space="preserve">, </w:t>
      </w:r>
      <w:r w:rsidRPr="00270B7C">
        <w:rPr>
          <w:rFonts w:hint="cs"/>
          <w:cs/>
        </w:rPr>
        <w:t>जिसके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सम्पर्क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अल्लाह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पवित्र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ग्रंथ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क़ुरआन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मज़ीद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कई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आयतें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नाज़िल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किया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हैः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पैग़म्बरे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अकरम</w:t>
      </w:r>
      <w:r w:rsidR="00ED4DAF" w:rsidRPr="00270B7C">
        <w:rPr>
          <w:cs/>
        </w:rPr>
        <w:t xml:space="preserve"> (</w:t>
      </w:r>
      <w:r w:rsidRPr="00270B7C">
        <w:rPr>
          <w:rFonts w:hint="cs"/>
          <w:cs/>
        </w:rPr>
        <w:t>स.अ.व.व.</w:t>
      </w:r>
      <w:r w:rsidR="00ED4DAF" w:rsidRPr="00270B7C">
        <w:t xml:space="preserve">) </w:t>
      </w:r>
      <w:r w:rsidRPr="00270B7C">
        <w:rPr>
          <w:rFonts w:hint="cs"/>
          <w:cs/>
        </w:rPr>
        <w:t>अल्लाह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निर्देश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मुताबिक़</w:t>
      </w:r>
      <w:r w:rsidR="00ED4DAF" w:rsidRPr="00270B7C">
        <w:rPr>
          <w:cs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سيدة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نساء</w:t>
      </w:r>
      <w:r w:rsidRPr="00270B7C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العالمين</w:t>
      </w:r>
      <w:r w:rsidR="00ED4DAF" w:rsidRPr="00270B7C">
        <w:rPr>
          <w:cs/>
        </w:rPr>
        <w:t xml:space="preserve">) </w:t>
      </w:r>
      <w:r w:rsidRPr="00270B7C">
        <w:rPr>
          <w:rFonts w:hint="cs"/>
          <w:cs/>
        </w:rPr>
        <w:t>का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उपाधी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दिया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है।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और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रसूले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ख़ुदा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हज़रत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फातिमा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ज़हरा</w:t>
      </w:r>
      <w:r w:rsidR="00ED4DAF" w:rsidRPr="00270B7C">
        <w:rPr>
          <w:cs/>
        </w:rPr>
        <w:t xml:space="preserve"> (</w:t>
      </w:r>
      <w:r w:rsidR="004532D1">
        <w:rPr>
          <w:rFonts w:hint="cs"/>
          <w:cs/>
          <w:lang w:bidi="hi-IN"/>
        </w:rPr>
        <w:t>स.अ.</w:t>
      </w:r>
      <w:r w:rsidR="00ED4DAF" w:rsidRPr="00270B7C">
        <w:t xml:space="preserve">) </w:t>
      </w:r>
      <w:r w:rsidRPr="00270B7C">
        <w:rPr>
          <w:rFonts w:hint="cs"/>
          <w:cs/>
        </w:rPr>
        <w:t>को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बहुत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प्यार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करते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जब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फातिमा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ज़हरा</w:t>
      </w:r>
      <w:r w:rsidR="00ED4DAF" w:rsidRPr="00270B7C">
        <w:rPr>
          <w:cs/>
        </w:rPr>
        <w:t xml:space="preserve"> (</w:t>
      </w:r>
      <w:r w:rsidR="00ED4DAF" w:rsidRPr="00270B7C">
        <w:rPr>
          <w:rFonts w:hint="cs"/>
          <w:cs/>
        </w:rPr>
        <w:t>स.अ.</w:t>
      </w:r>
      <w:r w:rsidR="00ED4DAF" w:rsidRPr="00270B7C">
        <w:t xml:space="preserve">) </w:t>
      </w:r>
      <w:r w:rsidR="00ED4DAF" w:rsidRPr="00270B7C">
        <w:rPr>
          <w:rFonts w:hint="cs"/>
          <w:cs/>
        </w:rPr>
        <w:t>रसुल अ</w:t>
      </w:r>
      <w:r w:rsidRPr="00270B7C">
        <w:rPr>
          <w:rFonts w:hint="cs"/>
          <w:cs/>
        </w:rPr>
        <w:t>ल्ल</w:t>
      </w:r>
      <w:r w:rsidR="00ED4DAF" w:rsidRPr="00270B7C">
        <w:rPr>
          <w:rFonts w:hint="cs"/>
          <w:cs/>
        </w:rPr>
        <w:t>ा</w:t>
      </w:r>
      <w:r w:rsidRPr="00270B7C">
        <w:rPr>
          <w:rFonts w:hint="cs"/>
          <w:cs/>
        </w:rPr>
        <w:t>ह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पवित्र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सेवा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जाती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थी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तो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रसूले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ख़ुदा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फातिमा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सम्मान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लिए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ख़ड़े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हो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जाते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और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लिए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उन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को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मुबारक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पेश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करते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थें</w:t>
      </w:r>
      <w:r w:rsidRPr="00270B7C">
        <w:t xml:space="preserve">, </w:t>
      </w:r>
      <w:r w:rsidRPr="00270B7C">
        <w:rPr>
          <w:rFonts w:hint="cs"/>
          <w:cs/>
        </w:rPr>
        <w:t>और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आपने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बग़ल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में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बैठाके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हाथ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को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चूमते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थे</w:t>
      </w:r>
      <w:r w:rsidRPr="00270B7C">
        <w:t xml:space="preserve">, </w:t>
      </w:r>
      <w:r w:rsidRPr="00270B7C">
        <w:rPr>
          <w:rFonts w:hint="cs"/>
          <w:cs/>
        </w:rPr>
        <w:t>आपने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कई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बार</w:t>
      </w:r>
      <w:r w:rsidRPr="00270B7C">
        <w:rPr>
          <w:cs/>
        </w:rPr>
        <w:t xml:space="preserve"> </w:t>
      </w:r>
      <w:r w:rsidRPr="00270B7C">
        <w:rPr>
          <w:rFonts w:hint="cs"/>
          <w:cs/>
        </w:rPr>
        <w:t>फरम</w:t>
      </w:r>
      <w:r w:rsidR="004532D1">
        <w:rPr>
          <w:rFonts w:hint="cs"/>
          <w:cs/>
          <w:lang w:bidi="hi-IN"/>
        </w:rPr>
        <w:t>ा</w:t>
      </w:r>
      <w:r w:rsidRPr="00270B7C">
        <w:rPr>
          <w:rFonts w:hint="cs"/>
          <w:cs/>
        </w:rPr>
        <w:t>याः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ख़ुदाया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फातिमा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ख़ुशी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मेंरी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ख़ुशी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उन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नाराज़ी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मेंरी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नाराज़ी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अमीरूल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मोमेंनीन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अली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औलाद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लिए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पूत्रीयों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ज़ैनब</w:t>
      </w:r>
      <w:r w:rsidR="008D3DEB" w:rsidRPr="008D3DEB">
        <w:t xml:space="preserve">, </w:t>
      </w:r>
      <w:r w:rsidR="008D3DEB" w:rsidRPr="008D3DEB">
        <w:rPr>
          <w:rFonts w:hint="cs"/>
          <w:cs/>
          <w:lang w:bidi="hi-IN"/>
        </w:rPr>
        <w:t>उम्मे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कुलसूम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पूत्रों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हज़रत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हसने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इमाम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lastRenderedPageBreak/>
        <w:t>हुसैन</w:t>
      </w:r>
      <w:r>
        <w:rPr>
          <w:cs/>
          <w:lang w:bidi="hi-IN"/>
        </w:rPr>
        <w:t xml:space="preserve"> (अ.स.) </w:t>
      </w:r>
      <w:r w:rsidR="008D3DEB" w:rsidRPr="008D3DEB">
        <w:rPr>
          <w:rFonts w:hint="cs"/>
          <w:cs/>
          <w:lang w:bidi="hi-IN"/>
        </w:rPr>
        <w:t>का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फरमयाः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और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ज़नाब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मोहसिन</w:t>
      </w:r>
      <w:r>
        <w:rPr>
          <w:cs/>
          <w:lang w:bidi="hi-IN"/>
        </w:rPr>
        <w:t xml:space="preserve"> (</w:t>
      </w:r>
      <w:r w:rsidR="008D3DEB" w:rsidRPr="008D3DEB">
        <w:rPr>
          <w:rFonts w:hint="cs"/>
          <w:cs/>
          <w:lang w:bidi="hi-IN"/>
        </w:rPr>
        <w:t>ग़ासीब</w:t>
      </w:r>
      <w:r w:rsidR="00270B7C">
        <w:rPr>
          <w:rFonts w:hint="cs"/>
          <w:cs/>
          <w:lang w:bidi="hi-IN"/>
        </w:rPr>
        <w:t>ीने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ख़िलाफत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ने</w:t>
      </w:r>
      <w:r>
        <w:rPr>
          <w:cs/>
          <w:lang w:bidi="hi-IN"/>
        </w:rPr>
        <w:t xml:space="preserve">) </w:t>
      </w:r>
      <w:r w:rsidR="008D3DEB" w:rsidRPr="008D3DEB">
        <w:rPr>
          <w:rFonts w:hint="cs"/>
          <w:cs/>
          <w:lang w:bidi="hi-IN"/>
        </w:rPr>
        <w:t>फातिमा</w:t>
      </w:r>
      <w:r>
        <w:rPr>
          <w:cs/>
          <w:lang w:bidi="hi-IN"/>
        </w:rPr>
        <w:t xml:space="preserve"> (</w:t>
      </w:r>
      <w:r w:rsidR="008D3DEB">
        <w:rPr>
          <w:rFonts w:hint="cs"/>
          <w:cs/>
          <w:lang w:bidi="hi-IN"/>
        </w:rPr>
        <w:t>स.अ.</w:t>
      </w:r>
      <w:r>
        <w:t xml:space="preserve">)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कष्ट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दुःख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देने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कारण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से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शहीद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29" w:name="_Toc467586136"/>
      <w:r w:rsidRPr="008D3DEB">
        <w:t xml:space="preserve">1-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29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अमीरूल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मोमेंनीन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अबुतालिब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दामाद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एंव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तेरह</w:t>
      </w:r>
      <w:r w:rsidR="00ED4DAF">
        <w:rPr>
          <w:cs/>
          <w:lang w:bidi="hi-IN"/>
        </w:rPr>
        <w:t xml:space="preserve"> (</w:t>
      </w:r>
      <w:r w:rsidRPr="008D3DEB">
        <w:t>13</w:t>
      </w:r>
      <w:r w:rsidR="00ED4DAF">
        <w:t xml:space="preserve">)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गुरुवार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मक्के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ख़ाना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काबा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लाभ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शबे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जुमा</w:t>
      </w:r>
      <w:r w:rsidRPr="008D3DEB">
        <w:rPr>
          <w:cs/>
          <w:lang w:bidi="hi-IN"/>
        </w:rPr>
        <w:t xml:space="preserve"> </w:t>
      </w:r>
      <w:r w:rsidRPr="008D3DEB">
        <w:t>19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रम्ज़ानुल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मस्जिदे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कूफ़ा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मेंहराबे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अब्दुर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मुल्जि़म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तलवार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t>63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परवरदिगार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मृत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नजफ़े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अशरफ़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पिनहानी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ख़वारिज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शान्ति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संरक्षण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काज़िम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बताया।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अमीरूल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मोमेंनीन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तालिब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गिन्ती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जितने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रसुल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विश्वास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मूर्ती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युद्धों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युद्ध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भागे।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0" w:name="_Toc467586137"/>
      <w:r w:rsidRPr="008D3DEB">
        <w:t xml:space="preserve">2-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हसन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</w:t>
      </w:r>
      <w:r w:rsidR="004532D1">
        <w:rPr>
          <w:rFonts w:hint="cs"/>
          <w:cs/>
          <w:lang w:bidi="hi-IN"/>
        </w:rPr>
        <w:t>.स.</w:t>
      </w:r>
      <w:r w:rsidR="00ED4DAF">
        <w:rPr>
          <w:cs/>
          <w:lang w:bidi="hi-IN"/>
        </w:rPr>
        <w:t>)</w:t>
      </w:r>
      <w:bookmarkEnd w:id="30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इव्ने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अबितालिब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सुमहान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बालक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एकलौती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बालिका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नवासे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रम्ज़ानुल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मुवारक़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t>15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तारीख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मगंल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मुनव्वरह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लाभ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जुमेंरात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t>28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सफ़र</w:t>
      </w:r>
      <w:r w:rsidRPr="008D3DEB">
        <w:rPr>
          <w:cs/>
          <w:lang w:bidi="hi-IN"/>
        </w:rPr>
        <w:t xml:space="preserve"> </w:t>
      </w:r>
      <w:r w:rsidRPr="008D3DEB">
        <w:t>49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t>48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जन्नतूल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मदफ़ून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दुःख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जन्नतूल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वहाबीयों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नीस्त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आबिद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खैरात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कनीज़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आज़ाद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तर्बीयत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इर्शाद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तुम्हारी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पुरुष्कार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पुरुष्कार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करो</w:t>
      </w:r>
      <w:r w:rsidR="00ED4DAF">
        <w:rPr>
          <w:cs/>
          <w:lang w:bidi="hi-IN"/>
        </w:rPr>
        <w:t>)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बुर्दबारी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शामीने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गालियाँ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ज़ाये।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हंसते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मूसाफ़िर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मागंते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खिलाउंगा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प्यासे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सैराब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करूंगा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नंगें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लिबास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दुंगा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मोहताज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ज़रूरत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तुम्हें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पनाह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दुंगा</w:t>
      </w:r>
      <w:r w:rsidR="00ED4DAF">
        <w:rPr>
          <w:cs/>
          <w:lang w:bidi="hi-IN"/>
        </w:rPr>
        <w:t>)</w:t>
      </w:r>
      <w:r w:rsidR="00270B7C">
        <w:rPr>
          <w:cs/>
          <w:lang w:bidi="hi-IN"/>
        </w:rPr>
        <w:t>।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मर्द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श्ब्दों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मुअविया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झूटी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बताईं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भ्रष्ट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उतारा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गवाही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हुज्जते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270B7C">
        <w:rPr>
          <w:rFonts w:ascii="Times New Roman" w:hAnsi="Times New Roman" w:cs="Times New Roman" w:hint="cs"/>
          <w:rtl/>
        </w:rPr>
        <w:t>الله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اعلم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حيث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يجعل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رسالته</w:t>
      </w:r>
      <w:r w:rsidRPr="00270B7C">
        <w:rPr>
          <w:rFonts w:hint="cs"/>
          <w:rtl/>
        </w:rPr>
        <w:t>)  (</w:t>
      </w:r>
      <w:r w:rsidR="008D3DEB" w:rsidRPr="008D3DEB">
        <w:rPr>
          <w:rFonts w:hint="cs"/>
          <w:rtl/>
        </w:rPr>
        <w:t>17</w:t>
      </w:r>
      <w:r>
        <w:t xml:space="preserve">) </w:t>
      </w:r>
    </w:p>
    <w:p w:rsidR="00ED4DAF" w:rsidRDefault="00ED4DAF" w:rsidP="00270B7C">
      <w:pPr>
        <w:pStyle w:val="libNormal"/>
      </w:pPr>
    </w:p>
    <w:p w:rsidR="008D3DEB" w:rsidRDefault="00ED4DAF" w:rsidP="00270B7C">
      <w:pPr>
        <w:pStyle w:val="libNormal"/>
        <w:rPr>
          <w:rFonts w:hint="cs"/>
          <w:lang w:bidi="hi-IN"/>
        </w:rPr>
      </w:pPr>
      <w:r>
        <w:t>(</w:t>
      </w:r>
      <w:r w:rsidR="008D3DEB" w:rsidRPr="008D3DEB">
        <w:rPr>
          <w:rFonts w:hint="cs"/>
          <w:cs/>
          <w:lang w:bidi="hi-IN"/>
        </w:rPr>
        <w:t>अल्लाह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बेहतर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ज्ञान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रखता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अपनी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रिसालत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किस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ख़ान्दान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में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प्रदान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करें</w:t>
      </w:r>
      <w:r>
        <w:rPr>
          <w:cs/>
          <w:lang w:bidi="hi-IN"/>
        </w:rPr>
        <w:t xml:space="preserve">) </w:t>
      </w:r>
    </w:p>
    <w:p w:rsidR="00270B7C" w:rsidRPr="008D3DEB" w:rsidRDefault="00270B7C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1" w:name="_Toc467586138"/>
      <w:r w:rsidRPr="008D3DEB">
        <w:t xml:space="preserve">3-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1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इव्ने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</w:t>
      </w:r>
      <w:r w:rsidR="00270B7C">
        <w:rPr>
          <w:rFonts w:hint="cs"/>
          <w:cs/>
          <w:lang w:bidi="hi-IN"/>
        </w:rPr>
        <w:t>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तालिब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बालक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सम्मानिता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एकलोती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बेटी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नवासे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रहबर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धार्मिक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शअबान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मुनव्वरह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मुहर्रम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61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मअरुफ़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धटना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कर्रबला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हॄदय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काँप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प्यास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यज़ीदीयों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="00ED4DAF">
        <w:rPr>
          <w:cs/>
          <w:lang w:bidi="hi-IN"/>
        </w:rPr>
        <w:t xml:space="preserve"> </w:t>
      </w:r>
      <w:r w:rsidR="00ED4DAF">
        <w:rPr>
          <w:cs/>
          <w:lang w:bidi="hi-IN"/>
        </w:rPr>
        <w:lastRenderedPageBreak/>
        <w:t xml:space="preserve">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कर्बला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t>57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सिफाते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काफ़ी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टुकड़े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फ़रमायाः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270B7C">
        <w:rPr>
          <w:rFonts w:ascii="Times New Roman" w:hAnsi="Times New Roman" w:cs="Times New Roman" w:hint="cs"/>
          <w:rtl/>
        </w:rPr>
        <w:t>حسين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منی</w:t>
      </w:r>
      <w:r w:rsidR="008D3DEB" w:rsidRPr="008D3DEB">
        <w:rPr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و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انا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من</w:t>
      </w:r>
      <w:r w:rsidR="008D3DEB" w:rsidRPr="008D3DEB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حسين</w:t>
      </w:r>
      <w:r>
        <w:t xml:space="preserve">)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هما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ريحانتای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فی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الدنيا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खुश्बू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الحسن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والحسين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سيدا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شباب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اهل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الجنة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जन्नत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जवानों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الحسن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والحسين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امامان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قاما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او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قعدا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आयेनाह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ED4DAF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काधों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बेसहारा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मअलूम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बुर्दबार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मेंहरबान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बियाबान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कविता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मांगी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यहाँ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अरवी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भाषा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थी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जिस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तर्जमा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दिया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गया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है</w:t>
      </w:r>
      <w:r>
        <w:rPr>
          <w:cs/>
          <w:lang w:bidi="hi-IN"/>
        </w:rPr>
        <w:t xml:space="preserve">)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शुरु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उस्से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शायद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नाराज़ी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?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छुपा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रखेगी।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हाँ</w:t>
      </w:r>
      <w:r w:rsidRPr="008D3DEB">
        <w:rPr>
          <w:cs/>
          <w:lang w:bidi="hi-IN"/>
        </w:rPr>
        <w:t xml:space="preserve">!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इंक़लाब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इंक़लाब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मिला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मिलेगा।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मज़बूत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2" w:name="_Toc467586139"/>
      <w:r w:rsidRPr="008D3DEB">
        <w:t xml:space="preserve">4-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2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Pr="008D3DEB">
        <w:rPr>
          <w:rFonts w:hint="cs"/>
          <w:cs/>
          <w:lang w:bidi="hi-IN"/>
        </w:rPr>
        <w:t>बेदीन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हुसैन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बानो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बादशाह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यज़्द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="00ED4DAF">
        <w:rPr>
          <w:rFonts w:hint="cs"/>
          <w:cs/>
          <w:lang w:bidi="hi-IN"/>
        </w:rPr>
        <w:t>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जुमेंरात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t>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शाबान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38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जुमेंरात</w:t>
      </w:r>
      <w:r w:rsidRPr="008D3DEB">
        <w:rPr>
          <w:cs/>
          <w:lang w:bidi="hi-IN"/>
        </w:rPr>
        <w:t xml:space="preserve"> </w:t>
      </w:r>
      <w:r w:rsidRPr="008D3DEB">
        <w:t>15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जमाद</w:t>
      </w:r>
      <w:r w:rsidR="00ED4DAF"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उल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अव्वल</w:t>
      </w:r>
      <w:r w:rsidRPr="008D3DEB">
        <w:rPr>
          <w:cs/>
          <w:lang w:bidi="hi-IN"/>
        </w:rPr>
        <w:t xml:space="preserve"> </w:t>
      </w:r>
      <w:r w:rsidRPr="008D3DEB">
        <w:t>36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बस्रा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12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मुहर्रम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</w:t>
      </w:r>
      <w:r w:rsidRPr="008D3DEB">
        <w:rPr>
          <w:cs/>
          <w:lang w:bidi="hi-IN"/>
        </w:rPr>
        <w:t xml:space="preserve"> </w:t>
      </w:r>
      <w:r w:rsidRPr="008D3DEB">
        <w:t>25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मुहर्रम</w:t>
      </w:r>
      <w:r w:rsidRPr="008D3DEB">
        <w:rPr>
          <w:cs/>
          <w:lang w:bidi="hi-IN"/>
        </w:rPr>
        <w:t xml:space="preserve"> </w:t>
      </w:r>
      <w:r w:rsidRPr="008D3DEB">
        <w:t>95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  <w:r w:rsidR="00ED4DAF">
        <w:rPr>
          <w:cs/>
          <w:lang w:bidi="hi-IN"/>
        </w:rPr>
        <w:t xml:space="preserve"> (</w:t>
      </w:r>
      <w:r w:rsidRPr="008D3DEB">
        <w:t>18</w:t>
      </w:r>
      <w:r w:rsidR="00ED4DAF">
        <w:t xml:space="preserve">) </w:t>
      </w:r>
      <w:r w:rsidRPr="008D3DEB">
        <w:rPr>
          <w:rFonts w:hint="cs"/>
          <w:cs/>
          <w:lang w:bidi="hi-IN"/>
        </w:rPr>
        <w:t>ह</w:t>
      </w:r>
      <w:r>
        <w:rPr>
          <w:rFonts w:hint="cs"/>
          <w:cs/>
          <w:lang w:bidi="hi-IN"/>
        </w:rPr>
        <w:t>ालाकी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t>57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t>59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मुतह्हर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वक़्त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मासूम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ज़रीए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क़बरस्ताने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मुज़्तबा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ज्ञानीयों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ज्ञानी</w:t>
      </w:r>
      <w:r w:rsidRPr="008D3DEB">
        <w:rPr>
          <w:cs/>
          <w:lang w:bidi="hi-IN"/>
        </w:rPr>
        <w:t xml:space="preserve">- </w:t>
      </w:r>
      <w:r w:rsidRPr="008D3DEB">
        <w:rPr>
          <w:rFonts w:hint="cs"/>
          <w:cs/>
          <w:lang w:bidi="hi-IN"/>
        </w:rPr>
        <w:t>फज़ीलत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="00ED4DAF">
        <w:rPr>
          <w:rFonts w:hint="cs"/>
          <w:cs/>
          <w:lang w:bidi="hi-IN"/>
        </w:rPr>
        <w:t>दुआ</w:t>
      </w:r>
      <w:r w:rsidRPr="008D3DEB">
        <w:rPr>
          <w:rFonts w:hint="cs"/>
          <w:cs/>
          <w:lang w:bidi="hi-IN"/>
        </w:rPr>
        <w:t>ऐं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है।</w:t>
      </w:r>
      <w:r w:rsidR="00ED4DAF">
        <w:rPr>
          <w:cs/>
          <w:lang w:bidi="hi-IN"/>
        </w:rPr>
        <w:t xml:space="preserve"> (</w:t>
      </w:r>
      <w:r w:rsidRPr="008D3DEB">
        <w:t>19</w:t>
      </w:r>
      <w:r w:rsidR="00ED4DAF">
        <w:t xml:space="preserve">)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अन्धेरी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कपड़े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छुपाते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चेहरेए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पाए।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चांदी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काधों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दर्वाज़े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निक़ाब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काधों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उठाने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ग़रीब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दुखी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यतीम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दस्तरख़ान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आचरण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महीने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ग़ुलामों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बिवाह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बिवाह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दुँगां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बेचना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बेचं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दुँगां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आज़ाद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आज़ाद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दुंगा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आज़ाद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Pr="008D3DEB">
        <w:rPr>
          <w:rFonts w:hint="cs"/>
          <w:cs/>
          <w:lang w:bidi="hi-IN"/>
        </w:rPr>
        <w:t>वेदन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शाबास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जन्नत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पहुंचाओगे।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सिजदा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उपाधी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سجاد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सिजदा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सिजदा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पेशानीये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सिजदे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गठ्ठा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हाथेली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ज़ानु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सूजनआ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زين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العابدين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ज़ीनत।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मुसल्ले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डर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काँप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लादता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पूकारा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ख़ामोश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भाषा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विरोध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जिसमें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والکاظمين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الغيظ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والعافين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عن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الناس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والله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يحب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المحسنين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ग़लतीयों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ख़ड़े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.....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......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बोलते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मांगता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झूट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बोलते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प्रर्थना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हूँ।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3" w:name="_Toc467586140"/>
      <w:r w:rsidRPr="008D3DEB">
        <w:lastRenderedPageBreak/>
        <w:t xml:space="preserve">5-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3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ज़ैनुल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आबेदीन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सम्मानिता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मुज़्तबा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प्रथम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जुमा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वर्णण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सोमवार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57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मुनव्वरह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ज़िलहिज्ज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सोमवार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114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मध्ययम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मसमुम।</w:t>
      </w:r>
      <w:r w:rsidR="00ED4DAF">
        <w:rPr>
          <w:cs/>
          <w:lang w:bidi="hi-IN"/>
        </w:rPr>
        <w:t xml:space="preserve"> (</w:t>
      </w:r>
      <w:r w:rsidRPr="008D3DEB">
        <w:t>20</w:t>
      </w:r>
      <w:r w:rsidR="00ED4DAF">
        <w:t xml:space="preserve">)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t>57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क़बरस्तान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जन्नतूल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किरामतें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दियानत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बुर्दबारी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खैरात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फुरुतनी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खुज़ु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खुशू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चरीत्रों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 w:rsidRPr="008D3DEB">
        <w:rPr>
          <w:rFonts w:hint="cs"/>
          <w:cs/>
          <w:lang w:bidi="hi-IN"/>
        </w:rPr>
        <w:t>साई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अर्थात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गाउ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</w:t>
      </w:r>
      <w:r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हूँ।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>
        <w:rPr>
          <w:rFonts w:hint="cs"/>
          <w:cs/>
          <w:lang w:bidi="hi-IN"/>
        </w:rPr>
        <w:t xml:space="preserve"> 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पकाने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?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>
        <w:rPr>
          <w:rFonts w:hint="cs"/>
          <w:cs/>
          <w:lang w:bidi="hi-IN"/>
        </w:rPr>
        <w:t xml:space="preserve"> 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फलां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बदाचरण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बेट</w:t>
      </w:r>
      <w:r>
        <w:rPr>
          <w:rFonts w:hint="cs"/>
          <w:cs/>
          <w:lang w:bidi="hi-IN"/>
        </w:rPr>
        <w:t>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?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ठ</w:t>
      </w:r>
      <w:r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lastRenderedPageBreak/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फलां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दें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झूट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बोलते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खुदा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आचरण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ई</w:t>
      </w:r>
      <w:r w:rsidRPr="008D3DEB">
        <w:rPr>
          <w:rFonts w:hint="cs"/>
          <w:cs/>
          <w:lang w:bidi="hi-IN"/>
        </w:rPr>
        <w:t>साई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तुरतं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तुरतं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हेः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उलामाए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बुर्ज़ग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जाकर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बच्चे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ख़ुज़ू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अक़बा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</w:t>
      </w:r>
      <w:r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बुर्ज़रगवार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ख़िदमत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बच्चे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</w:t>
      </w:r>
      <w:r>
        <w:rPr>
          <w:rFonts w:hint="cs"/>
          <w:cs/>
          <w:lang w:bidi="hi-IN"/>
        </w:rPr>
        <w:t>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</w:t>
      </w:r>
      <w:r>
        <w:rPr>
          <w:rFonts w:hint="cs"/>
          <w:cs/>
          <w:lang w:bidi="hi-IN"/>
        </w:rPr>
        <w:t>े</w:t>
      </w:r>
      <w:r w:rsidRPr="008D3DEB">
        <w:rPr>
          <w:rFonts w:hint="cs"/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मोहम्मद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आ</w:t>
      </w:r>
      <w:r w:rsidRPr="008D3DEB">
        <w:rPr>
          <w:rFonts w:hint="cs"/>
          <w:cs/>
          <w:lang w:bidi="hi-IN"/>
        </w:rPr>
        <w:t>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तक़रीबन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हुँ।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अगरछे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मश्गूल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गाफिल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नहां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परायणता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पारेसा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परहज़गारी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आँखों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आँसू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निकलता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4" w:name="_Toc467586141"/>
      <w:r w:rsidRPr="008D3DEB">
        <w:t xml:space="preserve">6-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</w:t>
      </w:r>
      <w:r w:rsidRPr="008D3DEB">
        <w:t>0</w:t>
      </w:r>
      <w:r w:rsidR="00ED4DAF">
        <w:t>)</w:t>
      </w:r>
      <w:bookmarkEnd w:id="34"/>
      <w:r w:rsidR="00ED4DAF"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बाक़िर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संमानिता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उम्मे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फरवाह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थीं।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t>17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रब</w:t>
      </w:r>
      <w:r w:rsidR="00ED4DAF"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उल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अव्वल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विलादत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लाभ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साले</w:t>
      </w:r>
      <w:r w:rsidRPr="008D3DEB">
        <w:rPr>
          <w:cs/>
          <w:lang w:bidi="hi-IN"/>
        </w:rPr>
        <w:t xml:space="preserve"> </w:t>
      </w:r>
      <w:r w:rsidRPr="008D3DEB">
        <w:t>83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25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शव्वाल</w:t>
      </w:r>
      <w:r w:rsidRPr="008D3DEB">
        <w:rPr>
          <w:cs/>
          <w:lang w:bidi="hi-IN"/>
        </w:rPr>
        <w:t xml:space="preserve"> </w:t>
      </w:r>
      <w:r w:rsidRPr="008D3DEB">
        <w:t>148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ज़रीए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</w:t>
      </w:r>
      <w:r w:rsidR="00270B7C">
        <w:rPr>
          <w:cs/>
          <w:lang w:bidi="hi-IN"/>
        </w:rPr>
        <w:t>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वक़्त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t>65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मुनौव्वरह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क़बरस्ताने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किनारे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मदफून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-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फ़ज़ीलत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फ़िक़ह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हिकमत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ज़ोह्द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पारेसा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बिचार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नजाबत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बुर्ज़गी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सख़ावत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बाहादुरी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दूलरे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गुणावली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अन्दर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मर्हूम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शैख़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सदुक़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रा</w:t>
      </w:r>
      <w:r w:rsidRPr="008D3DEB">
        <w:t>0</w:t>
      </w:r>
      <w:r w:rsidR="00ED4DAF">
        <w:t xml:space="preserve">)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उलमाए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किराम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रिवाय</w:t>
      </w:r>
      <w:r w:rsidRPr="008D3DEB">
        <w:rPr>
          <w:rFonts w:hint="cs"/>
          <w:cs/>
          <w:lang w:bidi="hi-IN"/>
        </w:rPr>
        <w:t>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तक़रीबन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पहुचंता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विश्वास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उपयुक्त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अबु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हनीफ़ा</w:t>
      </w:r>
      <w:r w:rsidRPr="008D3DEB">
        <w:t>,</w:t>
      </w:r>
      <w:r w:rsidR="00ED4DAF">
        <w:t xml:space="preserve"> (</w:t>
      </w:r>
      <w:r w:rsidRPr="008D3DEB">
        <w:rPr>
          <w:rFonts w:hint="cs"/>
          <w:cs/>
          <w:lang w:bidi="hi-IN"/>
        </w:rPr>
        <w:t>सुन्नी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हनफ़ी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ज़ाफर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छात्रों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बग़ैर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ज़ाफर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शीमी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फ़िज़िक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सितारेह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शानासी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मअदान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कश्फ़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इस्तेख़राज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वगैरह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ज़ाफर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सादिक़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प्रभाव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परायणता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मुत्ताक़ी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परहेज़गार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ख़ुराक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सिरका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ज़ैतून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तेल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पोशाक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पैवन्द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जोड़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पारेसा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बाग़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तुलानी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नज़र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दुश्मन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अह्काम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क़ाबिले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पैरुवी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جعفری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5" w:name="_Toc467586142"/>
      <w:r w:rsidRPr="008D3DEB">
        <w:t xml:space="preserve">7-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काज़िम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5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जाफ़र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उपाधि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काज़िम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हामीदह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मुसफ्फ़ह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रवीवार</w:t>
      </w:r>
      <w:r w:rsidRPr="008D3DEB">
        <w:rPr>
          <w:cs/>
          <w:lang w:bidi="hi-IN"/>
        </w:rPr>
        <w:t xml:space="preserve"> </w:t>
      </w:r>
      <w:r w:rsidRPr="008D3DEB">
        <w:t>128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मक्के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25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183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जाबिर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हारुन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जेलख़ाने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जेलख़ाना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t>55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मुबारक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अभी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मदफून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फज़्ल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शूजा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वेनज़ीर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ज़ाहिर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बुज़र्गी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ऊंचे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काज़िम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सिजदा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लम्बा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आपको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کاظم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العبدالصالح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क़रनों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</w:t>
      </w:r>
      <w:r w:rsidR="00ED4DAF">
        <w:rPr>
          <w:cs/>
          <w:lang w:bidi="hi-IN"/>
        </w:rPr>
        <w:t xml:space="preserve"> (</w:t>
      </w:r>
      <w:r w:rsidRPr="00270B7C">
        <w:rPr>
          <w:rFonts w:ascii="Times New Roman" w:hAnsi="Times New Roman" w:cs="Times New Roman" w:hint="cs"/>
          <w:rtl/>
        </w:rPr>
        <w:t>بريه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बुज़ुर्ग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मुक़ाबिला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शर्मन्देगी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हिम्मत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बढ़ाई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अर्जन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उस्से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इनाएत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पाठ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="00ED4DAF">
        <w:rPr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6" w:name="_Toc467586143"/>
      <w:r w:rsidRPr="008D3DEB">
        <w:t xml:space="preserve">8-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6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नज्मा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ग्यारह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ज़ीकाद</w:t>
      </w:r>
      <w:r w:rsidRPr="008D3DEB">
        <w:rPr>
          <w:cs/>
          <w:lang w:bidi="hi-IN"/>
        </w:rPr>
        <w:t xml:space="preserve"> </w:t>
      </w:r>
      <w:r w:rsidRPr="008D3DEB">
        <w:t>148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मुनव्वरह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लाभ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सफ़र</w:t>
      </w:r>
      <w:r w:rsidRPr="008D3DEB">
        <w:rPr>
          <w:cs/>
          <w:lang w:bidi="hi-IN"/>
        </w:rPr>
        <w:t xml:space="preserve"> </w:t>
      </w:r>
      <w:r w:rsidRPr="008D3DEB">
        <w:t>203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t>55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बेटे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जवाद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सम्पादन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शरीफ़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मुक़द्दस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मशहद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फज़ीलत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नजाबत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सख़ावत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नेक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फ़ुरुतनी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मामून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अब्बासी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धोका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नक़्शे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फंसाने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कोशिश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ख़िलाफत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मामून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अब्बासी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धोके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आगाह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मामून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धमकियाँ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ईस्लामी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दख़ल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शर्त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करुगाँ।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मामून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बदबख़्त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ज़लील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हत्या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चक्कर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जलसा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आलिम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आवेदन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आऐं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मामून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पराज्य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चखाते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इमाम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इश्वर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मसरुफ़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इ</w:t>
      </w:r>
      <w:r w:rsidRPr="008D3DEB">
        <w:rPr>
          <w:rFonts w:hint="cs"/>
          <w:cs/>
          <w:lang w:bidi="hi-IN"/>
        </w:rPr>
        <w:t>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तिलावत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अक्सर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रिकातें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सिजदा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तुलानी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रोज़ा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सदक़ा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प्रदान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ख़ैरात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बख़शिश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पिनहानी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अंधेरी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दुखियों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पहुंचाँ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इतने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पहुंचाया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क़ौल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गुफ़तार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टेक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ऊंची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ध्वनी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हँसा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दस्तरख़वान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बिछया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ख़ुरासान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गृहों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बुलाकर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नौकरों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बुलाकर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दस्तरख़वान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7" w:name="_Toc467586144"/>
      <w:r w:rsidRPr="008D3DEB">
        <w:lastRenderedPageBreak/>
        <w:t xml:space="preserve">9-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7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तक़ी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रज़ा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बालक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सबीका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t>10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Pr="008D3DEB">
        <w:t>195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ज़िल्क़द</w:t>
      </w:r>
      <w:r w:rsidRPr="008D3DEB">
        <w:rPr>
          <w:cs/>
          <w:lang w:bidi="hi-IN"/>
        </w:rPr>
        <w:t xml:space="preserve"> </w:t>
      </w:r>
      <w:r w:rsidRPr="008D3DEB">
        <w:t>220, 25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हूए।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जनाज़ा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जाफर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काजमैन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खैरात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चरीत्र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विषेष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चांदि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थैली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t>50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घटना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t>9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अलबत्ते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ख़ान्दाने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सकता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8" w:name="_Toc467586145"/>
      <w:r w:rsidRPr="008D3DEB">
        <w:t xml:space="preserve">10-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38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अलीयून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जवाद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सम्भ्रान्त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t>15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ज़िलहिज्ज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पांच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रज़ब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212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</w:t>
      </w:r>
      <w:r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254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t>42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मसमूम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साम्रा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अलविदा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मदफून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फज़ीलत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सख़ावत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इल्म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ख़ूश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आबिद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थें।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अर्दबेली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वाक़्या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ख़लीफ़ा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भेजा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बाक़ी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ख़र्च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मुझे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क्षमा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संतान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हमारी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ज़रूरत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तिहाई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इश्वर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बेह्तर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रिसालत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किस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ख़ान्दान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करुँ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अरब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39" w:name="_Toc467586146"/>
      <w:r w:rsidRPr="008D3DEB">
        <w:t xml:space="preserve">11-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असकरी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</w:t>
      </w:r>
      <w:r w:rsidRPr="008D3DEB">
        <w:t>0</w:t>
      </w:r>
      <w:r w:rsidR="00ED4DAF">
        <w:t>)</w:t>
      </w:r>
      <w:bookmarkEnd w:id="39"/>
      <w:r w:rsidR="00ED4DAF"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असकरी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अलीयून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नक़ी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हदीसा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rPr>
          <w:cs/>
          <w:lang w:bidi="hi-IN"/>
        </w:rPr>
        <w:t xml:space="preserve">. </w:t>
      </w:r>
      <w:r w:rsidRPr="008D3DEB">
        <w:t>10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रबिउस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सानी</w:t>
      </w:r>
      <w:r w:rsidRPr="008D3DEB">
        <w:rPr>
          <w:cs/>
          <w:lang w:bidi="hi-IN"/>
        </w:rPr>
        <w:t xml:space="preserve"> </w:t>
      </w:r>
      <w:r w:rsidR="00270B7C">
        <w:rPr>
          <w:rFonts w:hint="cs"/>
          <w:cs/>
          <w:lang w:bidi="hi-IN"/>
        </w:rPr>
        <w:t>जुमा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t>232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मदीना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t>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रबिउल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अव्वल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जूमअ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t>260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t>28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मसमूम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गुस्ल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बार्गाह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दफ़न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फज़ीलत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शर्फ़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नाजाबत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बूज़ुर्गी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फूरुतनी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पिनहान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ख़ूश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अख़लाक़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नूरानी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चेहरा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अख़लाक़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बिल्कुल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मुशाबेह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जुलते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ईसमाईल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रिवायेत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बैठा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किनारे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गुज़रने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क़सम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हाजत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बताया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झूटी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क़सम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हालाकिं</w:t>
      </w:r>
      <w:r w:rsidRPr="008D3DEB">
        <w:rPr>
          <w:cs/>
          <w:lang w:bidi="hi-IN"/>
        </w:rPr>
        <w:t xml:space="preserve"> </w:t>
      </w:r>
      <w:r w:rsidRPr="008D3DEB">
        <w:t>200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छुपाए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t xml:space="preserve">? </w:t>
      </w:r>
      <w:r w:rsidRPr="008D3DEB">
        <w:rPr>
          <w:rFonts w:hint="cs"/>
          <w:cs/>
          <w:lang w:bidi="hi-IN"/>
        </w:rPr>
        <w:t>इसके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बिपरीत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तुम्हें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बख़्शीश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करुँ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ईशारा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कुछ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तुमहारे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दुसरे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t>500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हलाकि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दीनार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मोहताज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इससे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सख़ावत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बख़शिश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सेवा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पहुंचा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ग़ुलाम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इशारा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t>500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सौ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दिरहम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बुज़र्गी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बख़शिश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ग़ैर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यूग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गवाही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फज़ीलत</w:t>
      </w:r>
      <w:r w:rsidRPr="008D3DEB">
        <w:t xml:space="preserve">, </w:t>
      </w:r>
      <w:r w:rsidRPr="008D3DEB">
        <w:rPr>
          <w:rFonts w:hint="cs"/>
          <w:cs/>
          <w:lang w:bidi="hi-IN"/>
        </w:rPr>
        <w:t>बुज़ुर्गी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ज्ञानी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मसीह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40" w:name="_Toc467586147"/>
      <w:r w:rsidRPr="008D3DEB">
        <w:t xml:space="preserve">12-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bookmarkEnd w:id="40"/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मह्दी</w:t>
      </w:r>
      <w:r w:rsidR="00ED4DAF">
        <w:rPr>
          <w:cs/>
          <w:lang w:bidi="hi-IN"/>
        </w:rPr>
        <w:t xml:space="preserve"> </w:t>
      </w:r>
      <w:r w:rsidR="004532D1">
        <w:rPr>
          <w:cs/>
          <w:lang w:bidi="hi-IN"/>
        </w:rPr>
        <w:t>(अ.स.)</w:t>
      </w:r>
      <w:r w:rsidR="00ED4DAF">
        <w:rPr>
          <w:cs/>
          <w:lang w:bidi="hi-IN"/>
        </w:rPr>
        <w:t xml:space="preserve"> </w:t>
      </w:r>
      <w:r w:rsidRPr="008D3DEB">
        <w:t xml:space="preserve">, </w:t>
      </w:r>
      <w:r w:rsidRPr="008D3DEB">
        <w:rPr>
          <w:rFonts w:hint="cs"/>
          <w:cs/>
          <w:lang w:bidi="hi-IN"/>
        </w:rPr>
        <w:t>मोहम्मद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हसने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असकरी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कुन्नियत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कासिम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 xml:space="preserve">, </w:t>
      </w:r>
      <w:r w:rsidRPr="008D3DEB">
        <w:rPr>
          <w:rFonts w:hint="cs"/>
          <w:cs/>
          <w:lang w:bidi="hi-IN"/>
        </w:rPr>
        <w:t>सम्मानिता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नर्जिस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ख़ातून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t>15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शाबान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सन</w:t>
      </w:r>
      <w:r w:rsidRPr="008D3DEB">
        <w:rPr>
          <w:cs/>
          <w:lang w:bidi="hi-IN"/>
        </w:rPr>
        <w:t xml:space="preserve"> </w:t>
      </w:r>
      <w:r w:rsidRPr="008D3DEB">
        <w:t>255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साम्रा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क़दम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आख़ेरुज़्ज़मान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हुज़्जते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पैग़म्मबर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जान्शीन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मुलाल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विशेष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लम्बी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परदये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ग़ैब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दृष्टि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छिपा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अएगें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न्याय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परायणता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माध्यम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विभिन्न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अपराध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अमानविय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ज़ु्ल्म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सितम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नीस्त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पैग़म्बरे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अईम्मा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अतहार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मह्दी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ज़िन्दा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विश्व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अत्याचार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नाबूद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करेगें।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t>ليظهر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علی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الذين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کله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ولو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کره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المشرکون</w:t>
      </w:r>
    </w:p>
    <w:p w:rsidR="00ED4DAF" w:rsidRDefault="00ED4DAF" w:rsidP="00270B7C">
      <w:pPr>
        <w:pStyle w:val="libNormal"/>
      </w:pPr>
    </w:p>
    <w:p w:rsidR="008D3DEB" w:rsidRPr="008D3DEB" w:rsidRDefault="00ED4DAF" w:rsidP="00270B7C">
      <w:pPr>
        <w:pStyle w:val="libNormal"/>
      </w:pPr>
      <w:r>
        <w:t>(</w:t>
      </w:r>
      <w:r w:rsidR="008D3DEB" w:rsidRPr="008D3DEB">
        <w:rPr>
          <w:rFonts w:hint="cs"/>
          <w:cs/>
          <w:lang w:bidi="hi-IN"/>
        </w:rPr>
        <w:t>ताकि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ख़ुदा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वन्दे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आलम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दीन</w:t>
      </w:r>
      <w:r w:rsidR="008D3DEB" w:rsidRPr="008D3DEB">
        <w:rPr>
          <w:cs/>
          <w:lang w:bidi="hi-IN"/>
        </w:rPr>
        <w:t>-</w:t>
      </w:r>
      <w:r w:rsidR="008D3DEB" w:rsidRPr="008D3DEB">
        <w:rPr>
          <w:rFonts w:hint="cs"/>
          <w:cs/>
          <w:lang w:bidi="hi-IN"/>
        </w:rPr>
        <w:t>ईसलाम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को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अन्य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धर्मों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पर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विजय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देगें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अगरचे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दुश्मन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नराज़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केयों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ना</w:t>
      </w:r>
      <w:r w:rsidR="008D3DEB" w:rsidRPr="008D3DEB">
        <w:rPr>
          <w:cs/>
          <w:lang w:bidi="hi-IN"/>
        </w:rPr>
        <w:t xml:space="preserve"> </w:t>
      </w:r>
      <w:r w:rsidR="008D3DEB" w:rsidRPr="008D3DEB">
        <w:rPr>
          <w:rFonts w:hint="cs"/>
          <w:cs/>
          <w:lang w:bidi="hi-IN"/>
        </w:rPr>
        <w:t>हों।</w:t>
      </w:r>
      <w:r>
        <w:rPr>
          <w:cs/>
          <w:lang w:bidi="hi-IN"/>
        </w:rPr>
        <w:t xml:space="preserve"> (</w:t>
      </w:r>
      <w:r w:rsidR="008D3DEB" w:rsidRPr="008D3DEB">
        <w:t>21</w:t>
      </w:r>
      <w:r>
        <w:t xml:space="preserve">) </w:t>
      </w:r>
    </w:p>
    <w:p w:rsidR="008D3DEB" w:rsidRPr="008D3DEB" w:rsidRDefault="008D3DEB" w:rsidP="00270B7C">
      <w:pPr>
        <w:pStyle w:val="libNormal"/>
      </w:pPr>
      <w:r w:rsidRPr="00270B7C">
        <w:rPr>
          <w:rFonts w:ascii="Times New Roman" w:hAnsi="Times New Roman" w:cs="Times New Roman" w:hint="cs"/>
          <w:rtl/>
        </w:rPr>
        <w:lastRenderedPageBreak/>
        <w:t>اللهم</w:t>
      </w:r>
      <w:r w:rsidRPr="008D3DEB">
        <w:rPr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عجل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في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فرجه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</w:t>
      </w:r>
      <w:r w:rsidRPr="008D3DEB">
        <w:rPr>
          <w:rFonts w:hint="cs"/>
          <w:rtl/>
        </w:rPr>
        <w:t xml:space="preserve">... </w:t>
      </w:r>
      <w:r w:rsidRPr="00270B7C">
        <w:rPr>
          <w:rFonts w:ascii="Times New Roman" w:hAnsi="Times New Roman" w:cs="Times New Roman" w:hint="cs"/>
          <w:rtl/>
        </w:rPr>
        <w:t>وأجعلنا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من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انصاره</w:t>
      </w:r>
      <w:r w:rsidRPr="008D3DEB">
        <w:rPr>
          <w:rFonts w:hint="cs"/>
          <w:rtl/>
        </w:rPr>
        <w:t xml:space="preserve"> </w:t>
      </w:r>
      <w:r w:rsidRPr="00270B7C">
        <w:rPr>
          <w:rFonts w:ascii="Times New Roman" w:hAnsi="Times New Roman" w:cs="Times New Roman" w:hint="cs"/>
          <w:rtl/>
        </w:rPr>
        <w:t>واعوانه</w:t>
      </w:r>
      <w:r w:rsidRPr="008D3DEB">
        <w:t>...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ख़ुदाया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ज़ल्दी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ज़ल्दी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</w:t>
      </w:r>
      <w:r w:rsidRPr="008D3DEB">
        <w:rPr>
          <w:cs/>
          <w:lang w:bidi="hi-IN"/>
        </w:rPr>
        <w:t>.....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....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वफ़ादार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अंसारों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शामिल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</w:t>
      </w:r>
      <w:r w:rsidRPr="008D3DEB">
        <w:rPr>
          <w:cs/>
          <w:lang w:bidi="hi-IN"/>
        </w:rPr>
        <w:t>....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ख़ुद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घर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पिनहान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मुस्लमान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महल्ले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ग़ैबत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ज़ियारत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परिवर्तन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सर्दावे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ग़ैबत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प्रसिद्ध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मश्हूर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अगरचे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ज़माना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गैबत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जैसा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पद्धति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पचन्ना</w:t>
      </w:r>
      <w:r w:rsidRPr="008D3DEB">
        <w:t xml:space="preserve">, </w:t>
      </w:r>
      <w:r w:rsidRPr="008D3DEB">
        <w:rPr>
          <w:rFonts w:hint="cs"/>
          <w:cs/>
          <w:lang w:bidi="hi-IN"/>
        </w:rPr>
        <w:t>उनकी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सलामती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="00ED4DAF">
        <w:rPr>
          <w:rFonts w:hint="cs"/>
          <w:cs/>
          <w:lang w:bidi="hi-IN"/>
        </w:rPr>
        <w:t>दुआ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तवस्सुल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उनका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फ़ैज़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शामिले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इसके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व्यतीत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दायित्वों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यहाँ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वर्णना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गुन्जाईश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2"/>
      </w:pPr>
      <w:bookmarkStart w:id="41" w:name="_Toc467586148"/>
      <w:r w:rsidRPr="008D3DEB">
        <w:t xml:space="preserve">5- </w:t>
      </w:r>
      <w:r w:rsidRPr="008D3DEB">
        <w:rPr>
          <w:rFonts w:hint="cs"/>
          <w:cs/>
          <w:lang w:bidi="hi-IN"/>
        </w:rPr>
        <w:t>क़्यामत</w:t>
      </w:r>
      <w:bookmarkEnd w:id="41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वापस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lastRenderedPageBreak/>
        <w:t>हक़ीक़त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मृत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होते</w:t>
      </w:r>
      <w:r w:rsidRPr="008D3DEB">
        <w:t xml:space="preserve">,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प्रवेश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कृत्यों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दुष्चरीत्र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चखेंगे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सम्प्रदाय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अमंत्रण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अम्बिया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गुरुत्व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गरीब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बेहूदा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कृत्यों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जांच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पड़ताल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जाएगा।</w:t>
      </w:r>
    </w:p>
    <w:p w:rsidR="008D3DEB" w:rsidRPr="008D3DEB" w:rsidRDefault="008D3DEB" w:rsidP="004532D1">
      <w:pPr>
        <w:pStyle w:val="libNormal"/>
      </w:pP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चाँच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परताल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सवाब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दुष्चरीत्र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अज़ाब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मज़ा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चखना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पढ़ेगा।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वन्दे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फ़रमाया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क्या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सोचे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मैं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बिहूदा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खल्क़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हूँ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तुम्हें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निकट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t>?</w:t>
      </w:r>
      <w:r w:rsidR="00270B7C">
        <w:t>)</w:t>
      </w:r>
      <w:r w:rsidR="00ED4DAF">
        <w:t xml:space="preserve">  (</w:t>
      </w:r>
      <w:r w:rsidRPr="008D3DEB">
        <w:t>22</w:t>
      </w:r>
      <w:r w:rsidR="00ED4DAF">
        <w:t xml:space="preserve">) </w:t>
      </w:r>
      <w:r w:rsidRPr="008D3DEB">
        <w:rPr>
          <w:rFonts w:hint="cs"/>
          <w:cs/>
          <w:lang w:bidi="hi-IN"/>
        </w:rPr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प्रमाण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मुक़ाबिल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ताअब्बुद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तसलीम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बल्कि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हिकमत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अदालत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बुनियाद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अक़ीदा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ग्रन्थों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तफ्सील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ज़िक्र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हुआ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आबश्यक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ख़ुदाये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हकीम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आलिम</w:t>
      </w:r>
      <w:r w:rsidRPr="008D3DEB">
        <w:t xml:space="preserve">, </w:t>
      </w:r>
      <w:r w:rsidRPr="008D3DEB">
        <w:rPr>
          <w:rFonts w:hint="cs"/>
          <w:cs/>
          <w:lang w:bidi="hi-IN"/>
        </w:rPr>
        <w:t>अदिल</w:t>
      </w:r>
      <w:r w:rsidRPr="008D3DEB">
        <w:t xml:space="preserve">,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तहक़ीक़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लोचन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42" w:name="_Toc467586149"/>
      <w:r w:rsidRPr="008D3DEB">
        <w:rPr>
          <w:rFonts w:hint="cs"/>
          <w:cs/>
          <w:lang w:bidi="hi-IN"/>
        </w:rPr>
        <w:t>मौत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बर्ज़ख़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bookmarkEnd w:id="42"/>
    </w:p>
    <w:p w:rsidR="008D3DEB" w:rsidRPr="008D3DEB" w:rsidRDefault="008D3DEB" w:rsidP="00270B7C">
      <w:pPr>
        <w:pStyle w:val="libNormal"/>
      </w:pP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बर्ज़ख़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पवित्र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मजीद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ईर्साद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उठाया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जायेगा।</w:t>
      </w:r>
      <w:r w:rsidR="00ED4DAF">
        <w:rPr>
          <w:cs/>
          <w:lang w:bidi="hi-IN"/>
        </w:rPr>
        <w:t xml:space="preserve"> (</w:t>
      </w:r>
      <w:r w:rsidRPr="008D3DEB">
        <w:t>23</w:t>
      </w:r>
      <w:r w:rsidR="00ED4DAF">
        <w:t xml:space="preserve">) </w:t>
      </w:r>
      <w:r w:rsidRPr="008D3DEB">
        <w:rPr>
          <w:rFonts w:hint="cs"/>
          <w:cs/>
          <w:lang w:bidi="hi-IN"/>
        </w:rPr>
        <w:t>मरने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बर्ज़ख़</w:t>
      </w:r>
      <w:r w:rsidRPr="008D3DEB">
        <w:t xml:space="preserve">, </w:t>
      </w:r>
      <w:r w:rsidRPr="008D3DEB">
        <w:rPr>
          <w:rFonts w:hint="cs"/>
          <w:cs/>
          <w:lang w:bidi="hi-IN"/>
        </w:rPr>
        <w:t>क़ब्र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प्रत्येक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कृत्वियों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दुष्चरीत्रों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यक़ीन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सम्प्रर्क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प्रश्न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उत्तर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मुताबिक़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प्रदान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गा।</w:t>
      </w:r>
    </w:p>
    <w:p w:rsidR="008D3DEB" w:rsidRPr="008D3DEB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संमधं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रसूले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स.अ.व.व.</w:t>
      </w:r>
      <w:r w:rsidR="00ED4DAF">
        <w:t xml:space="preserve">) </w:t>
      </w:r>
      <w:r w:rsidRPr="008D3DEB">
        <w:rPr>
          <w:rFonts w:hint="cs"/>
          <w:cs/>
          <w:lang w:bidi="hi-IN"/>
        </w:rPr>
        <w:t>फ़रमाते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बागीचा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स्वर्ग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बागिचा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गड्ढा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जैसे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सप्ना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खुशी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सप्ना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परेशानी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चारों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अनुभव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पूरी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तरह</w:t>
      </w:r>
      <w:r w:rsidRPr="008D3DEB">
        <w:t xml:space="preserve">,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जिस्मे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हरकत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मुर्दे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देखे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ख़ुशी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नाराहती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8D3DEB" w:rsidRDefault="008D3DEB" w:rsidP="00270B7C">
      <w:pPr>
        <w:pStyle w:val="libNormal"/>
      </w:pPr>
    </w:p>
    <w:p w:rsidR="008D3DEB" w:rsidRPr="008D3DEB" w:rsidRDefault="008D3DEB" w:rsidP="004532D1">
      <w:pPr>
        <w:pStyle w:val="Heading3"/>
      </w:pPr>
      <w:bookmarkStart w:id="43" w:name="_Toc467586150"/>
      <w:r w:rsidRPr="008D3DEB">
        <w:rPr>
          <w:rFonts w:hint="cs"/>
          <w:cs/>
          <w:lang w:bidi="hi-IN"/>
        </w:rPr>
        <w:lastRenderedPageBreak/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आख़ेरत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bookmarkEnd w:id="43"/>
    </w:p>
    <w:p w:rsidR="008D3DEB" w:rsidRPr="008D3DEB" w:rsidRDefault="008D3DEB" w:rsidP="00270B7C">
      <w:pPr>
        <w:pStyle w:val="libNormal"/>
      </w:pPr>
    </w:p>
    <w:p w:rsidR="00ED4DAF" w:rsidRPr="00270B7C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चीज़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आसमान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दर्हम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बर्हम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बिगड़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मुर्दे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जगह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उपस्थित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="004532D1">
        <w:rPr>
          <w:rFonts w:hint="cs"/>
          <w:cs/>
          <w:lang w:bidi="hi-IN"/>
        </w:rPr>
        <w:t>र्</w:t>
      </w:r>
      <w:r w:rsidRPr="008D3DEB">
        <w:rPr>
          <w:rFonts w:hint="cs"/>
          <w:cs/>
          <w:lang w:bidi="hi-IN"/>
        </w:rPr>
        <w:t>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मिअर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पैग़म्बाराने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ईलाही</w:t>
      </w:r>
      <w:r w:rsidRPr="008D3DEB">
        <w:t xml:space="preserve">, </w:t>
      </w:r>
      <w:r w:rsidRPr="008D3DEB">
        <w:rPr>
          <w:rFonts w:hint="cs"/>
          <w:cs/>
          <w:lang w:bidi="hi-IN"/>
        </w:rPr>
        <w:t>इमाम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मासूमीन</w:t>
      </w:r>
      <w:r w:rsidR="00ED4DAF">
        <w:rPr>
          <w:cs/>
          <w:lang w:bidi="hi-IN"/>
        </w:rPr>
        <w:t xml:space="preserve"> (अ.स.)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सदाचार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व्य्कती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आदमी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कृत्य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कर्मों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आमाल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गवाही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बताये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गा।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तौर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होंगे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प्राप्त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दुष्चरीत्र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अमल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होंगे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मोसीबतों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गिरफ्तार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होगें</w:t>
      </w:r>
      <w:r w:rsidRPr="008D3DEB">
        <w:rPr>
          <w:cs/>
          <w:lang w:bidi="hi-IN"/>
        </w:rPr>
        <w:t xml:space="preserve">.....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कथा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धरती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चाहिए</w:t>
      </w:r>
      <w:r w:rsidRPr="008D3DEB">
        <w:t xml:space="preserve">,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कौन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चाहिए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उचित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तैयार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किसी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प्रकार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गिरफ्तार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फँस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जायें।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क़्यामत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छुटकारा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रास्ता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अज़ाब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अतंत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जीवन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निर्धारित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>....</w:t>
      </w:r>
      <w:r w:rsidRPr="008D3DEB">
        <w:rPr>
          <w:rFonts w:hint="cs"/>
          <w:cs/>
          <w:lang w:bidi="hi-IN"/>
        </w:rPr>
        <w:t>।</w:t>
      </w:r>
    </w:p>
    <w:p w:rsidR="008D3DEB" w:rsidRPr="00270B7C" w:rsidRDefault="00ED4DAF" w:rsidP="00270B7C">
      <w:pPr>
        <w:pStyle w:val="libNormal"/>
      </w:pPr>
      <w:r w:rsidRPr="00270B7C">
        <w:t>(</w:t>
      </w:r>
      <w:r w:rsidR="008D3DEB" w:rsidRPr="00270B7C">
        <w:rPr>
          <w:rFonts w:ascii="Times New Roman" w:hAnsi="Times New Roman" w:cs="Times New Roman" w:hint="cs"/>
          <w:rtl/>
        </w:rPr>
        <w:t>فمن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يعمل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مثقال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ذرة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خيراً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يره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و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من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يعمل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مثقال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ذرة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شراً</w:t>
      </w:r>
      <w:r w:rsidR="008D3DEB" w:rsidRPr="00270B7C">
        <w:rPr>
          <w:rFonts w:hint="cs"/>
          <w:rtl/>
        </w:rPr>
        <w:t xml:space="preserve"> </w:t>
      </w:r>
      <w:r w:rsidR="008D3DEB" w:rsidRPr="00270B7C">
        <w:rPr>
          <w:rFonts w:ascii="Times New Roman" w:hAnsi="Times New Roman" w:cs="Times New Roman" w:hint="cs"/>
          <w:rtl/>
        </w:rPr>
        <w:t>يره</w:t>
      </w:r>
      <w:r w:rsidRPr="00270B7C">
        <w:t xml:space="preserve">) </w:t>
      </w:r>
    </w:p>
    <w:p w:rsidR="008D3DEB" w:rsidRPr="00270B7C" w:rsidRDefault="008D3DEB" w:rsidP="00270B7C">
      <w:pPr>
        <w:pStyle w:val="libNormal"/>
      </w:pPr>
    </w:p>
    <w:p w:rsidR="008D3DEB" w:rsidRPr="00270B7C" w:rsidRDefault="008D3DEB" w:rsidP="00270B7C">
      <w:pPr>
        <w:pStyle w:val="libNormal"/>
      </w:pPr>
      <w:r w:rsidRPr="008D3DEB">
        <w:rPr>
          <w:rFonts w:hint="cs"/>
          <w:cs/>
          <w:lang w:bidi="hi-IN"/>
        </w:rPr>
        <w:t>यानी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ज़र्रह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बराबर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अच्छा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पुरुष्कार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मिलेगा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ज़र्रह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बराबर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ख़राब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अंजाम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देगा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शास्ति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भोगनी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पढ़ेगी।</w:t>
      </w:r>
    </w:p>
    <w:p w:rsidR="008D3DEB" w:rsidRPr="00270B7C" w:rsidRDefault="008D3DEB" w:rsidP="00270B7C">
      <w:pPr>
        <w:pStyle w:val="libNormal"/>
      </w:pPr>
    </w:p>
    <w:p w:rsidR="008D3DEB" w:rsidRPr="00270B7C" w:rsidRDefault="008D3DEB" w:rsidP="004532D1">
      <w:pPr>
        <w:pStyle w:val="libFootnote"/>
      </w:pPr>
      <w:r w:rsidRPr="00270B7C">
        <w:t xml:space="preserve">1. </w:t>
      </w:r>
      <w:r w:rsidRPr="008D3DEB">
        <w:rPr>
          <w:rFonts w:hint="cs"/>
          <w:cs/>
          <w:lang w:bidi="hi-IN"/>
        </w:rPr>
        <w:t>वह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विधान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इंसानों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पृथ्वी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स्वर्ग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विजयी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दिलाते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270B7C">
        <w:t xml:space="preserve">, </w:t>
      </w:r>
      <w:r w:rsidRPr="008D3DEB">
        <w:rPr>
          <w:rFonts w:hint="cs"/>
          <w:cs/>
          <w:lang w:bidi="hi-IN"/>
        </w:rPr>
        <w:t>उस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कहलाते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270B7C" w:rsidRDefault="008D3DEB" w:rsidP="004532D1">
      <w:pPr>
        <w:pStyle w:val="libFootnote"/>
      </w:pPr>
      <w:r w:rsidRPr="00270B7C">
        <w:t xml:space="preserve">2.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ज़ारियात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Pr="00270B7C">
        <w:t>56.</w:t>
      </w:r>
    </w:p>
    <w:p w:rsidR="008D3DEB" w:rsidRPr="00270B7C" w:rsidRDefault="008D3DEB" w:rsidP="004532D1">
      <w:pPr>
        <w:pStyle w:val="libFootnote"/>
      </w:pPr>
      <w:r w:rsidRPr="00270B7C">
        <w:t xml:space="preserve">3.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मुल्क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2.</w:t>
      </w:r>
    </w:p>
    <w:p w:rsidR="008D3DEB" w:rsidRPr="00270B7C" w:rsidRDefault="008D3DEB" w:rsidP="004532D1">
      <w:pPr>
        <w:pStyle w:val="libFootnote"/>
      </w:pPr>
      <w:r w:rsidRPr="00270B7C">
        <w:t xml:space="preserve">4.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अनआम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165.</w:t>
      </w:r>
    </w:p>
    <w:p w:rsidR="008D3DEB" w:rsidRPr="00270B7C" w:rsidRDefault="008D3DEB" w:rsidP="004532D1">
      <w:pPr>
        <w:pStyle w:val="libFootnote"/>
      </w:pPr>
      <w:r w:rsidRPr="00270B7C">
        <w:t xml:space="preserve">5.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ईमरान</w:t>
      </w:r>
      <w:r w:rsidRPr="00270B7C">
        <w:t xml:space="preserve">,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85</w:t>
      </w:r>
      <w:r w:rsidRPr="008D3DEB">
        <w:rPr>
          <w:rFonts w:hint="cs"/>
          <w:cs/>
          <w:lang w:bidi="hi-IN"/>
        </w:rPr>
        <w:t>।</w:t>
      </w:r>
    </w:p>
    <w:p w:rsidR="008D3DEB" w:rsidRPr="00270B7C" w:rsidRDefault="008D3DEB" w:rsidP="004532D1">
      <w:pPr>
        <w:pStyle w:val="libFootnote"/>
      </w:pPr>
      <w:r w:rsidRPr="00270B7C">
        <w:t xml:space="preserve">6.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अल्क़ः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1-5</w:t>
      </w:r>
    </w:p>
    <w:p w:rsidR="008D3DEB" w:rsidRPr="00270B7C" w:rsidRDefault="008D3DEB" w:rsidP="004532D1">
      <w:pPr>
        <w:pStyle w:val="libFootnote"/>
      </w:pPr>
      <w:r w:rsidRPr="00270B7C">
        <w:t xml:space="preserve">7.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शूआरा</w:t>
      </w:r>
      <w:r w:rsidRPr="00270B7C">
        <w:t xml:space="preserve">,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214</w:t>
      </w:r>
    </w:p>
    <w:p w:rsidR="008D3DEB" w:rsidRPr="00270B7C" w:rsidRDefault="008D3DEB" w:rsidP="004532D1">
      <w:pPr>
        <w:pStyle w:val="libFootnote"/>
      </w:pPr>
      <w:r w:rsidRPr="00270B7C">
        <w:t xml:space="preserve">8.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95.</w:t>
      </w:r>
    </w:p>
    <w:p w:rsidR="008D3DEB" w:rsidRPr="00270B7C" w:rsidRDefault="008D3DEB" w:rsidP="004532D1">
      <w:pPr>
        <w:pStyle w:val="libFootnote"/>
      </w:pPr>
      <w:r w:rsidRPr="00270B7C">
        <w:t xml:space="preserve">9.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मायेदा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3.</w:t>
      </w:r>
    </w:p>
    <w:p w:rsidR="008D3DEB" w:rsidRPr="00270B7C" w:rsidRDefault="008D3DEB" w:rsidP="004532D1">
      <w:pPr>
        <w:pStyle w:val="libFootnote"/>
      </w:pPr>
      <w:r w:rsidRPr="00270B7C">
        <w:t xml:space="preserve">10.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बिषय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बेशि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जानने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पैगम्बर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अकराम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साः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ज़िन्दगी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मुराज़े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करें</w:t>
      </w:r>
      <w:r w:rsidRPr="00270B7C">
        <w:t xml:space="preserve">, </w:t>
      </w:r>
      <w:r w:rsidRPr="008D3DEB">
        <w:rPr>
          <w:rFonts w:hint="cs"/>
          <w:cs/>
          <w:lang w:bidi="hi-IN"/>
        </w:rPr>
        <w:t>जिल्द</w:t>
      </w:r>
      <w:r w:rsidRPr="008D3DEB">
        <w:rPr>
          <w:cs/>
          <w:lang w:bidi="hi-IN"/>
        </w:rPr>
        <w:t>-</w:t>
      </w:r>
      <w:r w:rsidRPr="00270B7C">
        <w:t>2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आयतुल्लह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उज़मा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सैय्द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मूहम्मद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माहदि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हूसैन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शिराज़ी</w:t>
      </w:r>
      <w:r w:rsidRPr="008D3DEB">
        <w:rPr>
          <w:cs/>
          <w:lang w:bidi="hi-IN"/>
        </w:rPr>
        <w:t>.</w:t>
      </w:r>
    </w:p>
    <w:p w:rsidR="008D3DEB" w:rsidRPr="00270B7C" w:rsidRDefault="008D3DEB" w:rsidP="004532D1">
      <w:pPr>
        <w:pStyle w:val="libFootnote"/>
      </w:pPr>
      <w:r w:rsidRPr="00270B7C">
        <w:t xml:space="preserve">11.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फूस्सिलातः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42.</w:t>
      </w:r>
    </w:p>
    <w:p w:rsidR="008D3DEB" w:rsidRPr="00270B7C" w:rsidRDefault="008D3DEB" w:rsidP="004532D1">
      <w:pPr>
        <w:pStyle w:val="libFootnote"/>
      </w:pPr>
      <w:r w:rsidRPr="00270B7C">
        <w:t xml:space="preserve">12.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आर्सा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9.</w:t>
      </w:r>
    </w:p>
    <w:p w:rsidR="008D3DEB" w:rsidRPr="00270B7C" w:rsidRDefault="008D3DEB" w:rsidP="004532D1">
      <w:pPr>
        <w:pStyle w:val="libFootnote"/>
      </w:pPr>
      <w:r w:rsidRPr="00270B7C">
        <w:t xml:space="preserve">13.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हिज़र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9.</w:t>
      </w:r>
    </w:p>
    <w:p w:rsidR="008D3DEB" w:rsidRPr="00270B7C" w:rsidRDefault="008D3DEB" w:rsidP="004532D1">
      <w:pPr>
        <w:pStyle w:val="libFootnote"/>
      </w:pPr>
      <w:r w:rsidRPr="00270B7C">
        <w:lastRenderedPageBreak/>
        <w:t xml:space="preserve">14. </w:t>
      </w:r>
      <w:r w:rsidR="004532D1">
        <w:rPr>
          <w:rFonts w:hint="cs"/>
          <w:cs/>
          <w:lang w:bidi="hi-IN"/>
        </w:rPr>
        <w:t xml:space="preserve">पृथ्वी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ज़ापान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संबधं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इक़्तेसाद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लिहाज़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पीछे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दोनों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इक़्तेसादि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लिहाज़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मालिक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थें</w:t>
      </w:r>
      <w:r w:rsidRPr="00270B7C">
        <w:t xml:space="preserve">, </w:t>
      </w:r>
      <w:r w:rsidRPr="008D3DEB">
        <w:rPr>
          <w:rFonts w:hint="cs"/>
          <w:cs/>
          <w:lang w:bidi="hi-IN"/>
        </w:rPr>
        <w:t>लेकिन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ज़ापान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इक़्तेसाद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चेष्टा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छोड़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अग्रसर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</w:t>
      </w:r>
      <w:r>
        <w:rPr>
          <w:rFonts w:hint="cs"/>
          <w:cs/>
          <w:lang w:bidi="hi-IN"/>
        </w:rPr>
        <w:t>ी</w:t>
      </w:r>
      <w:r w:rsidRPr="008D3DEB">
        <w:rPr>
          <w:rFonts w:hint="cs"/>
          <w:cs/>
          <w:lang w:bidi="hi-IN"/>
        </w:rPr>
        <w:t>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ऐसा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हत्ता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सुई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कामियाब</w:t>
      </w:r>
      <w:r>
        <w:rPr>
          <w:rFonts w:hint="cs"/>
          <w:cs/>
          <w:lang w:bidi="hi-IN"/>
        </w:rPr>
        <w:t>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हासिल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270B7C">
        <w:t xml:space="preserve">, </w:t>
      </w:r>
      <w:r w:rsidRPr="008D3DEB">
        <w:rPr>
          <w:rFonts w:hint="cs"/>
          <w:cs/>
          <w:lang w:bidi="hi-IN"/>
        </w:rPr>
        <w:t>राजनैतिक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दलों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ज़ापान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बड़ि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ताक़तवर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अक़्ल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मन्द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समझा</w:t>
      </w:r>
      <w:r w:rsidRPr="00270B7C">
        <w:t xml:space="preserve">,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ईराक़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रह्बरी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बेवक़ुफ़</w:t>
      </w:r>
      <w:r w:rsidRPr="00270B7C">
        <w:t xml:space="preserve">, </w:t>
      </w:r>
      <w:r w:rsidRPr="008D3DEB">
        <w:rPr>
          <w:rFonts w:hint="cs"/>
          <w:cs/>
          <w:lang w:bidi="hi-IN"/>
        </w:rPr>
        <w:t>नतिजे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उदाहरण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सम्पूर्ण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तरीके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परिष्कार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स्पष्ट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जाता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270B7C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पैग़म्बर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अकर</w:t>
      </w:r>
      <w:r w:rsidRPr="008D3DEB">
        <w:rPr>
          <w:rFonts w:hint="cs"/>
          <w:cs/>
          <w:lang w:bidi="hi-IN"/>
        </w:rPr>
        <w:t>म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साः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="00ED4DAF">
        <w:rPr>
          <w:cs/>
          <w:lang w:bidi="hi-IN"/>
        </w:rPr>
        <w:t xml:space="preserve"> </w:t>
      </w:r>
      <w:r w:rsidR="00ED4DAF">
        <w:rPr>
          <w:rFonts w:hint="cs"/>
          <w:cs/>
          <w:lang w:bidi="hi-IN"/>
        </w:rPr>
        <w:t>(</w:t>
      </w:r>
      <w:r w:rsidRPr="00050021">
        <w:rPr>
          <w:rStyle w:val="libNormalChar"/>
          <w:rFonts w:ascii="Times New Roman" w:hAnsi="Times New Roman" w:cs="Times New Roman" w:hint="cs"/>
          <w:rtl/>
        </w:rPr>
        <w:t>من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لا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معاش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له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لا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معاد</w:t>
      </w:r>
      <w:r w:rsidRPr="00270B7C">
        <w:rPr>
          <w:rFonts w:hint="cs"/>
          <w:rtl/>
        </w:rPr>
        <w:t xml:space="preserve"> </w:t>
      </w:r>
      <w:r w:rsidRPr="00050021">
        <w:rPr>
          <w:rStyle w:val="libNormalChar"/>
          <w:rFonts w:ascii="Times New Roman" w:hAnsi="Times New Roman" w:cs="Times New Roman" w:hint="cs"/>
          <w:rtl/>
        </w:rPr>
        <w:t>له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यानिः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बदबख़्ति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आखरत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बदबख़्ति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शामिल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  <w:r w:rsidRPr="008D3DEB">
        <w:rPr>
          <w:cs/>
          <w:lang w:bidi="hi-IN"/>
        </w:rPr>
        <w:t xml:space="preserve">.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फातिमा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ज़हरा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फरमाया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किः</w:t>
      </w:r>
      <w:r w:rsidR="00ED4DAF">
        <w:rPr>
          <w:cs/>
          <w:lang w:bidi="hi-IN"/>
        </w:rPr>
        <w:t xml:space="preserve"> (</w:t>
      </w:r>
      <w:r w:rsidRPr="008D3DEB">
        <w:rPr>
          <w:rFonts w:hint="cs"/>
          <w:cs/>
          <w:lang w:bidi="hi-IN"/>
        </w:rPr>
        <w:t>अगर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हज़रत</w:t>
      </w:r>
      <w:r w:rsidRPr="008D3DEB">
        <w:rPr>
          <w:cs/>
          <w:lang w:bidi="hi-IN"/>
        </w:rPr>
        <w:t xml:space="preserve"> </w:t>
      </w:r>
      <w:r>
        <w:rPr>
          <w:rFonts w:hint="cs"/>
          <w:cs/>
          <w:lang w:bidi="hi-IN"/>
        </w:rPr>
        <w:t>अली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अधिकार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छीन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लेता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पृथ्बी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व्याक़्ति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सम्पर्क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इख़्तिलाफ़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होता</w:t>
      </w:r>
      <w:r w:rsidR="00270B7C">
        <w:rPr>
          <w:cs/>
          <w:lang w:bidi="hi-IN"/>
        </w:rPr>
        <w:t>)</w:t>
      </w:r>
      <w:r w:rsidR="00ED4DAF">
        <w:rPr>
          <w:cs/>
          <w:lang w:bidi="hi-IN"/>
        </w:rPr>
        <w:t xml:space="preserve"> </w:t>
      </w:r>
    </w:p>
    <w:p w:rsidR="008D3DEB" w:rsidRPr="00270B7C" w:rsidRDefault="008D3DEB" w:rsidP="004532D1">
      <w:pPr>
        <w:pStyle w:val="libFootnote"/>
      </w:pPr>
      <w:r w:rsidRPr="00270B7C">
        <w:t xml:space="preserve">15.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मायेदा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आयेत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67</w:t>
      </w:r>
    </w:p>
    <w:p w:rsidR="008D3DEB" w:rsidRPr="00270B7C" w:rsidRDefault="008D3DEB" w:rsidP="004532D1">
      <w:pPr>
        <w:pStyle w:val="libFootnote"/>
      </w:pPr>
      <w:r w:rsidRPr="00270B7C">
        <w:t xml:space="preserve">16. </w:t>
      </w:r>
      <w:r w:rsidRPr="008D3DEB">
        <w:rPr>
          <w:rFonts w:hint="cs"/>
          <w:cs/>
          <w:lang w:bidi="hi-IN"/>
        </w:rPr>
        <w:t>सूरऐ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मायेदा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आयेत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3</w:t>
      </w:r>
    </w:p>
    <w:p w:rsidR="008D3DEB" w:rsidRPr="00270B7C" w:rsidRDefault="008D3DEB" w:rsidP="004532D1">
      <w:pPr>
        <w:pStyle w:val="libFootnote"/>
      </w:pPr>
      <w:r w:rsidRPr="00270B7C">
        <w:t xml:space="preserve">17. </w:t>
      </w:r>
      <w:r w:rsidRPr="008D3DEB">
        <w:rPr>
          <w:rFonts w:hint="cs"/>
          <w:cs/>
          <w:lang w:bidi="hi-IN"/>
        </w:rPr>
        <w:t>सूरए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निसा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अयात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86.</w:t>
      </w:r>
    </w:p>
    <w:p w:rsidR="008D3DEB" w:rsidRPr="00270B7C" w:rsidRDefault="008D3DEB" w:rsidP="004532D1">
      <w:pPr>
        <w:pStyle w:val="libFootnote"/>
      </w:pPr>
      <w:r w:rsidRPr="00270B7C">
        <w:t xml:space="preserve">18. </w:t>
      </w:r>
      <w:r w:rsidRPr="008D3DEB">
        <w:rPr>
          <w:rFonts w:hint="cs"/>
          <w:cs/>
          <w:lang w:bidi="hi-IN"/>
        </w:rPr>
        <w:t>वलीद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अब्दुल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मल्क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उसके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भाई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हिशाम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ख़लीफायें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अब्बास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शहीद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गये।</w:t>
      </w:r>
    </w:p>
    <w:p w:rsidR="008D3DEB" w:rsidRPr="00270B7C" w:rsidRDefault="008D3DEB" w:rsidP="004532D1">
      <w:pPr>
        <w:pStyle w:val="libFootnote"/>
      </w:pPr>
      <w:r w:rsidRPr="00270B7C">
        <w:t xml:space="preserve">19.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अइम्मह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मासूमीन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ज़माने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सख़्त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समस्या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गिरफ्तार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270B7C">
        <w:t xml:space="preserve">, </w:t>
      </w:r>
      <w:r w:rsidRPr="008D3DEB">
        <w:rPr>
          <w:rFonts w:hint="cs"/>
          <w:cs/>
          <w:lang w:bidi="hi-IN"/>
        </w:rPr>
        <w:t>क्योंकि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ख़लीफ़ा</w:t>
      </w:r>
      <w:r w:rsidRPr="008D3DEB">
        <w:rPr>
          <w:cs/>
          <w:lang w:bidi="hi-IN"/>
        </w:rPr>
        <w:t>-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उमैया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अब्बास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इस्लाम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ख़िलाफत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ग़स्ब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शक्ति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क़ुदरत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हुकूमत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ख़ान्दाने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रिसालत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आहले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बैत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आईम्मा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अतहार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दूर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रख़ते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पास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लोगों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lastRenderedPageBreak/>
        <w:t>दर्मियान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अबस्थान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बावजुद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मुराजे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वाला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बहुत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यही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कारण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कि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हमारे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आईम्मा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ज़्यादा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समय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ईबादत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270B7C" w:rsidRDefault="008D3DEB" w:rsidP="004532D1">
      <w:pPr>
        <w:pStyle w:val="libFootnote"/>
      </w:pPr>
      <w:r w:rsidRPr="008D3DEB">
        <w:rPr>
          <w:rFonts w:hint="cs"/>
          <w:cs/>
          <w:lang w:bidi="hi-IN"/>
        </w:rPr>
        <w:t>दूसरी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तरफ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इमाम</w:t>
      </w:r>
      <w:r w:rsidR="00ED4DAF">
        <w:rPr>
          <w:cs/>
          <w:lang w:bidi="hi-IN"/>
        </w:rPr>
        <w:t xml:space="preserve"> (</w:t>
      </w:r>
      <w:r>
        <w:rPr>
          <w:rFonts w:hint="cs"/>
          <w:cs/>
          <w:lang w:bidi="hi-IN"/>
        </w:rPr>
        <w:t>अ.स.</w:t>
      </w:r>
      <w:r w:rsidR="00ED4DAF">
        <w:rPr>
          <w:cs/>
          <w:lang w:bidi="hi-IN"/>
        </w:rPr>
        <w:t xml:space="preserve">)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उलूमे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मआरिफ़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एक</w:t>
      </w:r>
      <w:r w:rsidRPr="008D3DEB">
        <w:rPr>
          <w:cs/>
          <w:lang w:bidi="hi-IN"/>
        </w:rPr>
        <w:t xml:space="preserve"> ...... </w:t>
      </w:r>
      <w:r w:rsidRPr="008D3DEB">
        <w:rPr>
          <w:rFonts w:hint="cs"/>
          <w:cs/>
          <w:lang w:bidi="hi-IN"/>
        </w:rPr>
        <w:t>थी</w:t>
      </w:r>
      <w:r w:rsidRPr="00270B7C">
        <w:t xml:space="preserve">,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निर्देश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अपने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पिता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क़बूल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जिसकी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बिना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पढ़ना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और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तहक़ीक़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ज़रुरत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नहीं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पड़ती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थी</w:t>
      </w:r>
      <w:r w:rsidRPr="00270B7C">
        <w:t xml:space="preserve">, </w:t>
      </w:r>
      <w:r w:rsidRPr="008D3DEB">
        <w:rPr>
          <w:rFonts w:hint="cs"/>
          <w:cs/>
          <w:lang w:bidi="hi-IN"/>
        </w:rPr>
        <w:t>लिहज़ा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ईस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वक्त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ग़नीमत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समझकर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अल्लाह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साथ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नियाज़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बात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करते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</w:t>
      </w:r>
      <w:r w:rsidRPr="00270B7C">
        <w:t xml:space="preserve">, </w:t>
      </w:r>
      <w:r w:rsidR="004532D1">
        <w:rPr>
          <w:rFonts w:hint="cs"/>
          <w:cs/>
          <w:lang w:bidi="hi-IN"/>
        </w:rPr>
        <w:t>क़ुरआन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नमाज़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मशगूल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रहते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थे।</w:t>
      </w:r>
    </w:p>
    <w:p w:rsidR="008D3DEB" w:rsidRPr="00270B7C" w:rsidRDefault="008D3DEB" w:rsidP="004532D1">
      <w:pPr>
        <w:pStyle w:val="libFootnote"/>
      </w:pPr>
      <w:r w:rsidRPr="00270B7C">
        <w:t xml:space="preserve">20. </w:t>
      </w:r>
      <w:r w:rsidR="004532D1">
        <w:rPr>
          <w:rFonts w:hint="cs"/>
          <w:cs/>
          <w:lang w:bidi="hi-IN"/>
        </w:rPr>
        <w:t>इ</w:t>
      </w:r>
      <w:r w:rsidRPr="008D3DEB">
        <w:rPr>
          <w:rFonts w:hint="cs"/>
          <w:cs/>
          <w:lang w:bidi="hi-IN"/>
        </w:rPr>
        <w:t>ब्राहीम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इब्ने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वलीद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के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आदेश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जो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ख़ोलफाये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बनी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मरवान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में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से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है।</w:t>
      </w:r>
    </w:p>
    <w:p w:rsidR="008D3DEB" w:rsidRPr="00270B7C" w:rsidRDefault="008D3DEB" w:rsidP="004532D1">
      <w:pPr>
        <w:pStyle w:val="libFootnote"/>
      </w:pPr>
      <w:r w:rsidRPr="00270B7C">
        <w:t xml:space="preserve">21. </w:t>
      </w:r>
      <w:r w:rsidRPr="008D3DEB">
        <w:rPr>
          <w:rFonts w:hint="cs"/>
          <w:cs/>
          <w:lang w:bidi="hi-IN"/>
        </w:rPr>
        <w:t>सूरए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साफ़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9</w:t>
      </w:r>
    </w:p>
    <w:p w:rsidR="008D3DEB" w:rsidRPr="00270B7C" w:rsidRDefault="008D3DEB" w:rsidP="004532D1">
      <w:pPr>
        <w:pStyle w:val="libFootnote"/>
      </w:pPr>
      <w:r w:rsidRPr="00270B7C">
        <w:t xml:space="preserve">22. </w:t>
      </w:r>
      <w:r w:rsidRPr="008D3DEB">
        <w:rPr>
          <w:rFonts w:hint="cs"/>
          <w:cs/>
          <w:lang w:bidi="hi-IN"/>
        </w:rPr>
        <w:t>सूरए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ो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े</w:t>
      </w:r>
      <w:r w:rsidRPr="008D3DEB">
        <w:rPr>
          <w:rFonts w:hint="cs"/>
          <w:cs/>
          <w:lang w:bidi="hi-IN"/>
        </w:rPr>
        <w:t>नूनः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115</w:t>
      </w:r>
    </w:p>
    <w:p w:rsidR="00007817" w:rsidRDefault="008D3DEB" w:rsidP="004532D1">
      <w:pPr>
        <w:pStyle w:val="libFootnote"/>
        <w:rPr>
          <w:rFonts w:hint="cs"/>
          <w:lang w:bidi="hi-IN"/>
        </w:rPr>
      </w:pPr>
      <w:r w:rsidRPr="00270B7C">
        <w:t xml:space="preserve">23. </w:t>
      </w:r>
      <w:r w:rsidRPr="008D3DEB">
        <w:rPr>
          <w:rFonts w:hint="cs"/>
          <w:cs/>
          <w:lang w:bidi="hi-IN"/>
        </w:rPr>
        <w:t>सूरए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म</w:t>
      </w:r>
      <w:r w:rsidR="004532D1">
        <w:rPr>
          <w:rFonts w:hint="cs"/>
          <w:cs/>
          <w:lang w:bidi="hi-IN"/>
        </w:rPr>
        <w:t>ो</w:t>
      </w:r>
      <w:r w:rsidRPr="008D3DEB">
        <w:rPr>
          <w:rFonts w:hint="cs"/>
          <w:cs/>
          <w:lang w:bidi="hi-IN"/>
        </w:rPr>
        <w:t>मेंन</w:t>
      </w:r>
      <w:r w:rsidR="004532D1">
        <w:rPr>
          <w:rFonts w:hint="cs"/>
          <w:cs/>
          <w:lang w:bidi="hi-IN"/>
        </w:rPr>
        <w:t>ू</w:t>
      </w:r>
      <w:r w:rsidRPr="008D3DEB">
        <w:rPr>
          <w:rFonts w:hint="cs"/>
          <w:cs/>
          <w:lang w:bidi="hi-IN"/>
        </w:rPr>
        <w:t>न</w:t>
      </w:r>
      <w:r w:rsidRPr="008D3DEB">
        <w:rPr>
          <w:cs/>
          <w:lang w:bidi="hi-IN"/>
        </w:rPr>
        <w:t xml:space="preserve"> </w:t>
      </w:r>
      <w:r w:rsidRPr="008D3DEB">
        <w:rPr>
          <w:rFonts w:hint="cs"/>
          <w:cs/>
          <w:lang w:bidi="hi-IN"/>
        </w:rPr>
        <w:t>आयत</w:t>
      </w:r>
      <w:r w:rsidRPr="008D3DEB">
        <w:rPr>
          <w:cs/>
          <w:lang w:bidi="hi-IN"/>
        </w:rPr>
        <w:t xml:space="preserve"> </w:t>
      </w:r>
      <w:r w:rsidR="004532D1">
        <w:rPr>
          <w:rFonts w:hint="cs"/>
          <w:cs/>
          <w:lang w:bidi="hi-IN"/>
        </w:rPr>
        <w:t>नंबर</w:t>
      </w:r>
      <w:r w:rsidRPr="008D3DEB">
        <w:rPr>
          <w:cs/>
          <w:lang w:bidi="hi-IN"/>
        </w:rPr>
        <w:t xml:space="preserve"> </w:t>
      </w:r>
      <w:r w:rsidRPr="00270B7C">
        <w:t>115</w:t>
      </w:r>
    </w:p>
    <w:p w:rsidR="004532D1" w:rsidRDefault="004532D1">
      <w:pPr>
        <w:spacing w:after="0" w:line="240" w:lineRule="auto"/>
        <w:rPr>
          <w:rFonts w:ascii="Mangal" w:hAnsi="Mangal" w:cs="Mangal"/>
          <w:color w:val="000000"/>
          <w:sz w:val="24"/>
          <w:szCs w:val="24"/>
          <w:cs/>
          <w:lang w:bidi="hi-IN"/>
        </w:rPr>
      </w:pPr>
      <w:r>
        <w:rPr>
          <w:cs/>
          <w:lang w:bidi="hi-IN"/>
        </w:rPr>
        <w:br w:type="page"/>
      </w:r>
    </w:p>
    <w:p w:rsidR="00050021" w:rsidRDefault="004532D1">
      <w:pPr>
        <w:pStyle w:val="TOCHeading"/>
        <w:rPr>
          <w:cs/>
          <w:lang w:bidi="hi-IN"/>
        </w:rPr>
      </w:pPr>
      <w:r>
        <w:rPr>
          <w:rFonts w:hint="cs"/>
          <w:cs/>
          <w:lang w:bidi="hi-IN"/>
        </w:rPr>
        <w:lastRenderedPageBreak/>
        <w:t>विषयसूची</w:t>
      </w:r>
    </w:p>
    <w:sdt>
      <w:sdtPr>
        <w:id w:val="6214579"/>
        <w:docPartObj>
          <w:docPartGallery w:val="Table of Contents"/>
          <w:docPartUnique/>
        </w:docPartObj>
      </w:sdtPr>
      <w:sdtEndPr>
        <w:rPr>
          <w:rFonts w:ascii="Calibri" w:hAnsi="Calibri" w:cs="Arial"/>
          <w:b w:val="0"/>
          <w:bCs w:val="0"/>
          <w:color w:val="auto"/>
          <w:sz w:val="32"/>
          <w:szCs w:val="32"/>
        </w:rPr>
      </w:sdtEndPr>
      <w:sdtContent>
        <w:p w:rsidR="00050021" w:rsidRDefault="00050021" w:rsidP="00050021">
          <w:pPr>
            <w:pStyle w:val="libBold1"/>
          </w:pPr>
        </w:p>
        <w:p w:rsidR="00050021" w:rsidRDefault="00050021">
          <w:pPr>
            <w:pStyle w:val="TOC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7586107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प्रथम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अध्याय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08" w:history="1">
            <w:r w:rsidRPr="007E1B63">
              <w:rPr>
                <w:rStyle w:val="Hyperlink"/>
                <w:noProof/>
              </w:rPr>
              <w:t xml:space="preserve">1-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तौहीद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09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सिफाते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जमाल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कमाले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0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सिफ़ाते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जलाले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ख़ुदा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1" w:history="1">
            <w:r w:rsidRPr="007E1B63">
              <w:rPr>
                <w:rStyle w:val="Hyperlink"/>
                <w:noProof/>
              </w:rPr>
              <w:t xml:space="preserve">2-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अद्ल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2" w:history="1">
            <w:r w:rsidRPr="007E1B63">
              <w:rPr>
                <w:rStyle w:val="Hyperlink"/>
                <w:noProof/>
              </w:rPr>
              <w:t xml:space="preserve">3-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नबूवत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3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पथ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प्रदर्शक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कौन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7E1B63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4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कौन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उनकी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पहचान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निदर्शन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क्या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7E1B63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5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इलाही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दो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प्रकार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6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गिरामी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noProof/>
              </w:rPr>
              <w:t>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7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प्रथम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मोमिन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मोमिना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8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मदीने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हिज़रत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19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दीन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दुनिया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नेता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0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आख़री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हज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और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उस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बाद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घटना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1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फ़साहत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बलाग़त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2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तर्हीफ़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-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परिवर्तन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नहीं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हुआ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3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क़ुरआत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हिफ़्ज़े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4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क़ुरआन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परिवर्तन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होने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5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बहस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नतीजा।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6" w:history="1">
            <w:r w:rsidRPr="007E1B63">
              <w:rPr>
                <w:rStyle w:val="Hyperlink"/>
                <w:noProof/>
              </w:rPr>
              <w:t xml:space="preserve">4-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7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होना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ज़रुरी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8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निर्वाचन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करना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किस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दायित्व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 w:rsidRPr="007E1B63">
              <w:rPr>
                <w:rStyle w:val="Hyperlink"/>
                <w:noProof/>
              </w:rPr>
              <w:t>?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29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विषय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जिस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को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हमें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भूलना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नहीं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चाहिए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0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ग़दीरे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ख़ुम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घटना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1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इमामतः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प्रथम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शेष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वही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निर्देश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2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तर्तीब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साथ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पवित्र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3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शिया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एक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आसमानी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4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अहले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बैत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.)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खा़न्दाने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वही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5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पैग़म्बरे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अकरम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noProof/>
              </w:rPr>
              <w:t xml:space="preserve">)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पुत्री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6" w:history="1">
            <w:r w:rsidRPr="007E1B63">
              <w:rPr>
                <w:rStyle w:val="Hyperlink"/>
                <w:noProof/>
              </w:rPr>
              <w:t xml:space="preserve">1-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7" w:history="1">
            <w:r w:rsidRPr="007E1B63">
              <w:rPr>
                <w:rStyle w:val="Hyperlink"/>
                <w:noProof/>
              </w:rPr>
              <w:t xml:space="preserve">2-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हसन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8" w:history="1">
            <w:r w:rsidRPr="007E1B63">
              <w:rPr>
                <w:rStyle w:val="Hyperlink"/>
                <w:noProof/>
              </w:rPr>
              <w:t xml:space="preserve">3-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हुसैन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39" w:history="1">
            <w:r w:rsidRPr="007E1B63">
              <w:rPr>
                <w:rStyle w:val="Hyperlink"/>
                <w:noProof/>
              </w:rPr>
              <w:t xml:space="preserve">4-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हज़रत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ज़ैनुल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आबेदीन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0" w:history="1">
            <w:r w:rsidRPr="007E1B63">
              <w:rPr>
                <w:rStyle w:val="Hyperlink"/>
                <w:noProof/>
              </w:rPr>
              <w:t xml:space="preserve">5-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बाक़िर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1" w:history="1">
            <w:r w:rsidRPr="007E1B63">
              <w:rPr>
                <w:rStyle w:val="Hyperlink"/>
                <w:noProof/>
              </w:rPr>
              <w:t xml:space="preserve">6-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जाफ़र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सादिक़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noProof/>
              </w:rPr>
              <w:t>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2" w:history="1">
            <w:r w:rsidRPr="007E1B63">
              <w:rPr>
                <w:rStyle w:val="Hyperlink"/>
                <w:noProof/>
              </w:rPr>
              <w:t xml:space="preserve">7-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मूसा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काज़िम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3" w:history="1">
            <w:r w:rsidRPr="007E1B63">
              <w:rPr>
                <w:rStyle w:val="Hyperlink"/>
                <w:noProof/>
              </w:rPr>
              <w:t xml:space="preserve">8-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रज़ा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4" w:history="1">
            <w:r w:rsidRPr="007E1B63">
              <w:rPr>
                <w:rStyle w:val="Hyperlink"/>
                <w:noProof/>
              </w:rPr>
              <w:t xml:space="preserve">9-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मोहम्मद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तक़ी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5" w:history="1">
            <w:r w:rsidRPr="007E1B63">
              <w:rPr>
                <w:rStyle w:val="Hyperlink"/>
                <w:noProof/>
              </w:rPr>
              <w:t xml:space="preserve">10-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अली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नक़ी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6" w:history="1">
            <w:r w:rsidRPr="007E1B63">
              <w:rPr>
                <w:rStyle w:val="Hyperlink"/>
                <w:noProof/>
              </w:rPr>
              <w:t xml:space="preserve">11-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हसने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असकरी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noProof/>
              </w:rPr>
              <w:t>0)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7" w:history="1">
            <w:r w:rsidRPr="007E1B63">
              <w:rPr>
                <w:rStyle w:val="Hyperlink"/>
                <w:noProof/>
              </w:rPr>
              <w:t xml:space="preserve">12-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इमाम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मह्दी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(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अ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स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>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2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8" w:history="1">
            <w:r w:rsidRPr="007E1B63">
              <w:rPr>
                <w:rStyle w:val="Hyperlink"/>
                <w:noProof/>
              </w:rPr>
              <w:t xml:space="preserve">5-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क़्यामत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49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मौत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के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बाद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बर्ज़ख़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धरती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467586150" w:history="1"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क़्यामत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व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आख़ेरत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की</w:t>
            </w:r>
            <w:r w:rsidRPr="007E1B63">
              <w:rPr>
                <w:rStyle w:val="Hyperlink"/>
                <w:rFonts w:cs="Mangal"/>
                <w:noProof/>
                <w:cs/>
                <w:lang w:bidi="hi-IN"/>
              </w:rPr>
              <w:t xml:space="preserve"> </w:t>
            </w:r>
            <w:r w:rsidRPr="007E1B63">
              <w:rPr>
                <w:rStyle w:val="Hyperlink"/>
                <w:rFonts w:cs="Mangal" w:hint="cs"/>
                <w:noProof/>
                <w:cs/>
                <w:lang w:bidi="hi-IN"/>
              </w:rPr>
              <w:t>धरती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_Toc467586150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0021" w:rsidRDefault="00050021">
          <w:r>
            <w:fldChar w:fldCharType="end"/>
          </w:r>
        </w:p>
      </w:sdtContent>
    </w:sdt>
    <w:p w:rsidR="00050021" w:rsidRPr="00007817" w:rsidRDefault="00050021" w:rsidP="004532D1">
      <w:pPr>
        <w:pStyle w:val="libBold1"/>
        <w:rPr>
          <w:rFonts w:hint="cs"/>
          <w:cs/>
          <w:lang w:bidi="hi-IN"/>
        </w:rPr>
      </w:pPr>
    </w:p>
    <w:sectPr w:rsidR="00050021" w:rsidRPr="00007817" w:rsidSect="002350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3E8" w:rsidRDefault="008273E8" w:rsidP="008B7801">
      <w:pPr>
        <w:spacing w:after="0" w:line="240" w:lineRule="auto"/>
      </w:pPr>
      <w:r>
        <w:separator/>
      </w:r>
    </w:p>
  </w:endnote>
  <w:endnote w:type="continuationSeparator" w:id="0">
    <w:p w:rsidR="008273E8" w:rsidRDefault="008273E8" w:rsidP="008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altName w:val="Corbel"/>
    <w:charset w:val="00"/>
    <w:family w:val="script"/>
    <w:pitch w:val="fixed"/>
    <w:sig w:usb0="00000001" w:usb1="00002000" w:usb2="00000000" w:usb3="00000000" w:csb0="00000093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utonnyMJ">
    <w:altName w:val="Times New Roman"/>
    <w:charset w:val="00"/>
    <w:family w:val="auto"/>
    <w:pitch w:val="variable"/>
    <w:sig w:usb0="00000000" w:usb1="00000048" w:usb2="00000000" w:usb3="00000000" w:csb0="0000003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2D1" w:rsidRDefault="004532D1">
    <w:pPr>
      <w:pStyle w:val="Footer"/>
      <w:jc w:val="center"/>
    </w:pPr>
    <w:r w:rsidRPr="00AA7385">
      <w:rPr>
        <w:rFonts w:ascii="SutonnyMJ" w:hAnsi="SutonnyMJ" w:cs="SutonnyMJ"/>
      </w:rPr>
      <w:fldChar w:fldCharType="begin"/>
    </w:r>
    <w:r w:rsidRPr="00AA7385">
      <w:rPr>
        <w:rFonts w:ascii="SutonnyMJ" w:hAnsi="SutonnyMJ" w:cs="SutonnyMJ"/>
      </w:rPr>
      <w:instrText xml:space="preserve"> PAGE   \* MERGEFORMAT </w:instrText>
    </w:r>
    <w:r w:rsidRPr="00AA7385">
      <w:rPr>
        <w:rFonts w:ascii="SutonnyMJ" w:hAnsi="SutonnyMJ" w:cs="SutonnyMJ"/>
      </w:rPr>
      <w:fldChar w:fldCharType="separate"/>
    </w:r>
    <w:r w:rsidR="00050021">
      <w:rPr>
        <w:rFonts w:ascii="SutonnyMJ" w:hAnsi="SutonnyMJ" w:cs="SutonnyMJ"/>
        <w:noProof/>
      </w:rPr>
      <w:t>75</w:t>
    </w:r>
    <w:r w:rsidRPr="00AA7385">
      <w:rPr>
        <w:rFonts w:ascii="SutonnyMJ" w:hAnsi="SutonnyMJ" w:cs="SutonnyMJ"/>
      </w:rPr>
      <w:fldChar w:fldCharType="end"/>
    </w:r>
  </w:p>
  <w:p w:rsidR="004532D1" w:rsidRDefault="004532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3E8" w:rsidRDefault="008273E8" w:rsidP="008B7801">
      <w:pPr>
        <w:spacing w:after="0" w:line="240" w:lineRule="auto"/>
      </w:pPr>
      <w:r>
        <w:separator/>
      </w:r>
    </w:p>
  </w:footnote>
  <w:footnote w:type="continuationSeparator" w:id="0">
    <w:p w:rsidR="008273E8" w:rsidRDefault="008273E8" w:rsidP="008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34A37"/>
    <w:multiLevelType w:val="hybridMultilevel"/>
    <w:tmpl w:val="B406F6DA"/>
    <w:lvl w:ilvl="0" w:tplc="7A50CF00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17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ED4DAF"/>
    <w:rsid w:val="00007817"/>
    <w:rsid w:val="00017F8E"/>
    <w:rsid w:val="00043999"/>
    <w:rsid w:val="000451DA"/>
    <w:rsid w:val="00050021"/>
    <w:rsid w:val="000A16E2"/>
    <w:rsid w:val="000D0FC8"/>
    <w:rsid w:val="000D641E"/>
    <w:rsid w:val="00137658"/>
    <w:rsid w:val="0016774F"/>
    <w:rsid w:val="001A3437"/>
    <w:rsid w:val="00235071"/>
    <w:rsid w:val="00270B7C"/>
    <w:rsid w:val="00275890"/>
    <w:rsid w:val="0028094A"/>
    <w:rsid w:val="0028663A"/>
    <w:rsid w:val="00292BC3"/>
    <w:rsid w:val="00296130"/>
    <w:rsid w:val="002B709B"/>
    <w:rsid w:val="002D15B8"/>
    <w:rsid w:val="002E4766"/>
    <w:rsid w:val="00304CCF"/>
    <w:rsid w:val="003137DA"/>
    <w:rsid w:val="00331D48"/>
    <w:rsid w:val="0033697A"/>
    <w:rsid w:val="003A1605"/>
    <w:rsid w:val="003A380C"/>
    <w:rsid w:val="003E4BC2"/>
    <w:rsid w:val="00406D51"/>
    <w:rsid w:val="004532D1"/>
    <w:rsid w:val="00495B54"/>
    <w:rsid w:val="004A56BA"/>
    <w:rsid w:val="004C57A4"/>
    <w:rsid w:val="00544132"/>
    <w:rsid w:val="00553605"/>
    <w:rsid w:val="00584195"/>
    <w:rsid w:val="005862E0"/>
    <w:rsid w:val="00593844"/>
    <w:rsid w:val="0059796A"/>
    <w:rsid w:val="005D2D86"/>
    <w:rsid w:val="005D3333"/>
    <w:rsid w:val="0061174D"/>
    <w:rsid w:val="00663BEC"/>
    <w:rsid w:val="006746F0"/>
    <w:rsid w:val="00690232"/>
    <w:rsid w:val="006C230E"/>
    <w:rsid w:val="006D197A"/>
    <w:rsid w:val="00707890"/>
    <w:rsid w:val="00733E6E"/>
    <w:rsid w:val="0075520E"/>
    <w:rsid w:val="007719FE"/>
    <w:rsid w:val="00776659"/>
    <w:rsid w:val="007B649B"/>
    <w:rsid w:val="007D0C93"/>
    <w:rsid w:val="007E3A6A"/>
    <w:rsid w:val="008273E8"/>
    <w:rsid w:val="00840C16"/>
    <w:rsid w:val="00870944"/>
    <w:rsid w:val="008715EA"/>
    <w:rsid w:val="008A5A1E"/>
    <w:rsid w:val="008B7801"/>
    <w:rsid w:val="008C77D1"/>
    <w:rsid w:val="008D3DEB"/>
    <w:rsid w:val="008D4310"/>
    <w:rsid w:val="008D6263"/>
    <w:rsid w:val="008F0D7B"/>
    <w:rsid w:val="009117EC"/>
    <w:rsid w:val="00934323"/>
    <w:rsid w:val="0094696C"/>
    <w:rsid w:val="00976CDC"/>
    <w:rsid w:val="00A069B8"/>
    <w:rsid w:val="00A07514"/>
    <w:rsid w:val="00A2744B"/>
    <w:rsid w:val="00A455D0"/>
    <w:rsid w:val="00A560EA"/>
    <w:rsid w:val="00A77675"/>
    <w:rsid w:val="00AA7385"/>
    <w:rsid w:val="00AB18E8"/>
    <w:rsid w:val="00AB6543"/>
    <w:rsid w:val="00BE1409"/>
    <w:rsid w:val="00C2470C"/>
    <w:rsid w:val="00C303C9"/>
    <w:rsid w:val="00C53098"/>
    <w:rsid w:val="00C539D3"/>
    <w:rsid w:val="00CC48FE"/>
    <w:rsid w:val="00CD6645"/>
    <w:rsid w:val="00CE088A"/>
    <w:rsid w:val="00CE09E4"/>
    <w:rsid w:val="00D02065"/>
    <w:rsid w:val="00D44DB1"/>
    <w:rsid w:val="00D450D2"/>
    <w:rsid w:val="00D457C0"/>
    <w:rsid w:val="00D7533E"/>
    <w:rsid w:val="00DA0646"/>
    <w:rsid w:val="00DF0DAD"/>
    <w:rsid w:val="00DF1559"/>
    <w:rsid w:val="00E14FDE"/>
    <w:rsid w:val="00E21BCB"/>
    <w:rsid w:val="00E2613F"/>
    <w:rsid w:val="00E30987"/>
    <w:rsid w:val="00E32589"/>
    <w:rsid w:val="00E400A5"/>
    <w:rsid w:val="00E52113"/>
    <w:rsid w:val="00E84EB1"/>
    <w:rsid w:val="00E9343A"/>
    <w:rsid w:val="00EB1BF3"/>
    <w:rsid w:val="00EC4B61"/>
    <w:rsid w:val="00ED4DAF"/>
    <w:rsid w:val="00F11A1C"/>
    <w:rsid w:val="00F20557"/>
    <w:rsid w:val="00F525D6"/>
    <w:rsid w:val="00F860D8"/>
    <w:rsid w:val="00F91E16"/>
    <w:rsid w:val="00FA2BBB"/>
    <w:rsid w:val="00FD2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unhideWhenUsed="0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D6"/>
    <w:pPr>
      <w:spacing w:after="200" w:line="276" w:lineRule="auto"/>
    </w:pPr>
    <w:rPr>
      <w:sz w:val="32"/>
      <w:szCs w:val="32"/>
    </w:rPr>
  </w:style>
  <w:style w:type="paragraph" w:styleId="Heading1">
    <w:name w:val="heading 1"/>
    <w:basedOn w:val="libNormal"/>
    <w:link w:val="Heading1Char"/>
    <w:uiPriority w:val="9"/>
    <w:qFormat/>
    <w:rsid w:val="003137DA"/>
    <w:pPr>
      <w:keepNext/>
      <w:keepLines/>
      <w:spacing w:before="120"/>
      <w:outlineLvl w:val="0"/>
    </w:pPr>
    <w:rPr>
      <w:rFonts w:ascii="SolaimanLipi" w:eastAsia="Times New Roman" w:hAnsi="SolaimanLipi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CE088A"/>
    <w:pPr>
      <w:keepNext/>
      <w:keepLines/>
      <w:spacing w:before="120"/>
      <w:outlineLvl w:val="1"/>
    </w:pPr>
    <w:rPr>
      <w:rFonts w:ascii="SolaimanLipi" w:eastAsia="Times New Roman" w:hAnsi="SolaimanLipi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E32589"/>
    <w:pPr>
      <w:keepNext/>
      <w:keepLines/>
      <w:spacing w:before="120"/>
      <w:outlineLvl w:val="2"/>
    </w:pPr>
    <w:rPr>
      <w:rFonts w:ascii="Times New Roman" w:eastAsia="Times New Roman" w:hAnsi="Times New Roman"/>
      <w:color w:val="1F497D"/>
      <w:szCs w:val="32"/>
    </w:rPr>
  </w:style>
  <w:style w:type="paragraph" w:styleId="Heading4">
    <w:name w:val="heading 4"/>
    <w:basedOn w:val="libNormal"/>
    <w:link w:val="Heading4Char"/>
    <w:uiPriority w:val="9"/>
    <w:qFormat/>
    <w:rsid w:val="00E32589"/>
    <w:pPr>
      <w:keepNext/>
      <w:keepLines/>
      <w:spacing w:before="240" w:after="60"/>
      <w:outlineLvl w:val="3"/>
    </w:pPr>
    <w:rPr>
      <w:rFonts w:ascii="Times New Roman" w:eastAsia="Times New Roman" w:hAnsi="Times New Roman"/>
      <w:b/>
      <w:bCs/>
      <w:szCs w:val="32"/>
    </w:rPr>
  </w:style>
  <w:style w:type="paragraph" w:styleId="Heading5">
    <w:name w:val="heading 5"/>
    <w:basedOn w:val="libNormal"/>
    <w:link w:val="Heading5Char"/>
    <w:uiPriority w:val="9"/>
    <w:qFormat/>
    <w:rsid w:val="00E32589"/>
    <w:pPr>
      <w:keepNext/>
      <w:keepLines/>
      <w:spacing w:before="240" w:after="60"/>
      <w:outlineLvl w:val="4"/>
    </w:pPr>
    <w:rPr>
      <w:rFonts w:ascii="Times New Roman" w:eastAsia="Times New Roman" w:hAnsi="Times New Roman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007817"/>
    <w:pPr>
      <w:spacing w:line="360" w:lineRule="auto"/>
      <w:ind w:firstLine="289"/>
      <w:jc w:val="both"/>
    </w:pPr>
    <w:rPr>
      <w:rFonts w:ascii="Mangal" w:hAnsi="Mangal" w:cs="Mangal"/>
      <w:color w:val="000000"/>
      <w:sz w:val="28"/>
      <w:szCs w:val="28"/>
    </w:rPr>
  </w:style>
  <w:style w:type="character" w:customStyle="1" w:styleId="libNormalChar">
    <w:name w:val="libNormal Char"/>
    <w:link w:val="libNormal"/>
    <w:rsid w:val="00007817"/>
    <w:rPr>
      <w:rFonts w:ascii="Mangal" w:hAnsi="Mangal" w:cs="Mangal"/>
      <w:color w:val="000000"/>
      <w:sz w:val="28"/>
      <w:szCs w:val="28"/>
    </w:rPr>
  </w:style>
  <w:style w:type="character" w:customStyle="1" w:styleId="Heading1Char">
    <w:name w:val="Heading 1 Char"/>
    <w:link w:val="Heading1"/>
    <w:uiPriority w:val="9"/>
    <w:rsid w:val="003137DA"/>
    <w:rPr>
      <w:rFonts w:ascii="SolaimanLipi" w:eastAsia="Times New Roman" w:hAnsi="SolaimanLipi" w:cs="SolaimanLipi"/>
      <w:b/>
      <w:bCs/>
      <w:color w:val="1F497D"/>
      <w:sz w:val="36"/>
      <w:szCs w:val="36"/>
    </w:rPr>
  </w:style>
  <w:style w:type="character" w:customStyle="1" w:styleId="Heading2Char">
    <w:name w:val="Heading 2 Char"/>
    <w:link w:val="Heading2"/>
    <w:uiPriority w:val="9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character" w:customStyle="1" w:styleId="Heading3Char">
    <w:name w:val="Heading 3 Char"/>
    <w:link w:val="Heading3"/>
    <w:uiPriority w:val="9"/>
    <w:rsid w:val="00E32589"/>
    <w:rPr>
      <w:rFonts w:ascii="Times New Roman" w:eastAsia="Times New Roman" w:hAnsi="Times New Roman" w:cs="SolaimanLipi"/>
      <w:color w:val="1F497D"/>
      <w:sz w:val="28"/>
      <w:szCs w:val="32"/>
    </w:rPr>
  </w:style>
  <w:style w:type="character" w:customStyle="1" w:styleId="Heading4Char">
    <w:name w:val="Heading 4 Char"/>
    <w:link w:val="Heading4"/>
    <w:uiPriority w:val="9"/>
    <w:rsid w:val="00E32589"/>
    <w:rPr>
      <w:rFonts w:ascii="Times New Roman" w:eastAsia="Times New Roman" w:hAnsi="Times New Roman" w:cs="SolaimanLipi"/>
      <w:b/>
      <w:bCs/>
      <w:color w:val="000000"/>
      <w:sz w:val="28"/>
      <w:szCs w:val="32"/>
    </w:rPr>
  </w:style>
  <w:style w:type="character" w:customStyle="1" w:styleId="Heading5Char">
    <w:name w:val="Heading 5 Char"/>
    <w:link w:val="Heading5"/>
    <w:uiPriority w:val="9"/>
    <w:rsid w:val="00E32589"/>
    <w:rPr>
      <w:rFonts w:ascii="Times New Roman" w:eastAsia="Times New Roman" w:hAnsi="Times New Roman" w:cs="SolaimanLipi"/>
      <w:color w:val="000000"/>
      <w:sz w:val="28"/>
      <w:szCs w:val="32"/>
    </w:rPr>
  </w:style>
  <w:style w:type="paragraph" w:customStyle="1" w:styleId="libAr">
    <w:name w:val="libAr"/>
    <w:link w:val="libArChar"/>
    <w:qFormat/>
    <w:rsid w:val="00E32589"/>
    <w:pPr>
      <w:bidi/>
      <w:ind w:firstLine="289"/>
      <w:jc w:val="both"/>
    </w:pPr>
    <w:rPr>
      <w:rFonts w:ascii="Times New Roman" w:hAnsi="Times New Roman" w:cs="Traditional Arabic"/>
      <w:color w:val="000000"/>
      <w:sz w:val="28"/>
      <w:szCs w:val="32"/>
    </w:rPr>
  </w:style>
  <w:style w:type="character" w:customStyle="1" w:styleId="libArChar">
    <w:name w:val="libAr Char"/>
    <w:link w:val="libAr"/>
    <w:rsid w:val="00E32589"/>
    <w:rPr>
      <w:rFonts w:ascii="Times New Roman" w:hAnsi="Times New Roman" w:cs="Traditional Arabic"/>
      <w:color w:val="000000"/>
      <w:sz w:val="28"/>
      <w:szCs w:val="32"/>
      <w:lang w:val="en-US" w:eastAsia="en-US" w:bidi="ar-SA"/>
    </w:rPr>
  </w:style>
  <w:style w:type="paragraph" w:customStyle="1" w:styleId="Heading1Center">
    <w:name w:val="Heading 1 Center"/>
    <w:basedOn w:val="Heading1"/>
    <w:link w:val="Heading1CenterChar"/>
    <w:qFormat/>
    <w:rsid w:val="0028094A"/>
    <w:pPr>
      <w:jc w:val="center"/>
    </w:pPr>
    <w:rPr>
      <w:rFonts w:ascii="Mangal" w:hAnsi="Mangal"/>
      <w:lang w:bidi="fa-IR"/>
    </w:rPr>
  </w:style>
  <w:style w:type="character" w:customStyle="1" w:styleId="Heading1CenterChar">
    <w:name w:val="Heading 1 Center Char"/>
    <w:link w:val="Heading1Center"/>
    <w:rsid w:val="0028094A"/>
    <w:rPr>
      <w:rFonts w:ascii="Mangal" w:eastAsia="Times New Roman" w:hAnsi="Mangal" w:cs="Mangal"/>
      <w:b/>
      <w:bCs/>
      <w:color w:val="1F497D"/>
      <w:sz w:val="36"/>
      <w:szCs w:val="36"/>
      <w:lang w:bidi="fa-IR"/>
    </w:rPr>
  </w:style>
  <w:style w:type="paragraph" w:customStyle="1" w:styleId="Heading2Center">
    <w:name w:val="Heading 2 Center"/>
    <w:basedOn w:val="Heading2"/>
    <w:link w:val="Heading2CenterChar"/>
    <w:qFormat/>
    <w:rsid w:val="00CE088A"/>
    <w:pPr>
      <w:jc w:val="center"/>
    </w:pPr>
  </w:style>
  <w:style w:type="character" w:customStyle="1" w:styleId="Heading2CenterChar">
    <w:name w:val="Heading 2 Center Char"/>
    <w:link w:val="Heading2Center"/>
    <w:rsid w:val="00CE088A"/>
    <w:rPr>
      <w:rFonts w:ascii="SolaimanLipi" w:eastAsia="Times New Roman" w:hAnsi="SolaimanLipi" w:cs="SolaimanLipi"/>
      <w:b/>
      <w:bCs/>
      <w:color w:val="1F497D"/>
      <w:sz w:val="32"/>
      <w:szCs w:val="32"/>
    </w:rPr>
  </w:style>
  <w:style w:type="paragraph" w:customStyle="1" w:styleId="Heading3Center">
    <w:name w:val="Heading 3 Center"/>
    <w:basedOn w:val="Heading3"/>
    <w:link w:val="Heading3CenterChar"/>
    <w:qFormat/>
    <w:rsid w:val="00E32589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E32589"/>
  </w:style>
  <w:style w:type="paragraph" w:customStyle="1" w:styleId="Heading4Center">
    <w:name w:val="Heading 4 Center"/>
    <w:basedOn w:val="Heading4"/>
    <w:link w:val="Heading4CenterChar"/>
    <w:qFormat/>
    <w:rsid w:val="00E32589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E32589"/>
  </w:style>
  <w:style w:type="paragraph" w:customStyle="1" w:styleId="Heading5Center">
    <w:name w:val="Heading 5 Center"/>
    <w:basedOn w:val="Heading5"/>
    <w:link w:val="Heading5CenterChar"/>
    <w:qFormat/>
    <w:rsid w:val="00E32589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E32589"/>
  </w:style>
  <w:style w:type="paragraph" w:customStyle="1" w:styleId="libArAie">
    <w:name w:val="libArAie"/>
    <w:basedOn w:val="libAr"/>
    <w:link w:val="libArAieChar"/>
    <w:rsid w:val="00E32589"/>
    <w:rPr>
      <w:color w:val="008000"/>
    </w:rPr>
  </w:style>
  <w:style w:type="character" w:customStyle="1" w:styleId="libArAieChar">
    <w:name w:val="libArAie Char"/>
    <w:link w:val="libArAie"/>
    <w:rsid w:val="00E32589"/>
    <w:rPr>
      <w:rFonts w:ascii="Times New Roman" w:hAnsi="Times New Roman" w:cs="Traditional Arabic"/>
      <w:color w:val="008000"/>
      <w:sz w:val="28"/>
      <w:szCs w:val="32"/>
      <w:lang w:val="en-US" w:eastAsia="en-US" w:bidi="ar-SA"/>
    </w:rPr>
  </w:style>
  <w:style w:type="paragraph" w:customStyle="1" w:styleId="libAie">
    <w:name w:val="libAie"/>
    <w:basedOn w:val="libNormal"/>
    <w:link w:val="libAieChar"/>
    <w:rsid w:val="00CE088A"/>
    <w:rPr>
      <w:rFonts w:eastAsia="SolaimanLipi"/>
      <w:color w:val="008000"/>
    </w:rPr>
  </w:style>
  <w:style w:type="character" w:customStyle="1" w:styleId="libAieChar">
    <w:name w:val="libAie Char"/>
    <w:link w:val="libAie"/>
    <w:rsid w:val="00CE088A"/>
    <w:rPr>
      <w:rFonts w:ascii="Mangal" w:eastAsia="SolaimanLipi" w:hAnsi="Mangal" w:cs="Mangal"/>
      <w:color w:val="008000"/>
      <w:sz w:val="28"/>
      <w:szCs w:val="28"/>
    </w:rPr>
  </w:style>
  <w:style w:type="paragraph" w:customStyle="1" w:styleId="libBold1">
    <w:name w:val="libBold1"/>
    <w:basedOn w:val="libNormal"/>
    <w:link w:val="libBold1Char"/>
    <w:rsid w:val="00E32589"/>
    <w:rPr>
      <w:b/>
      <w:bCs/>
    </w:rPr>
  </w:style>
  <w:style w:type="character" w:customStyle="1" w:styleId="libBold1Char">
    <w:name w:val="libBold1 Char"/>
    <w:link w:val="libBold1"/>
    <w:rsid w:val="00E32589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Footnote">
    <w:name w:val="libFootnote"/>
    <w:basedOn w:val="libNormal"/>
    <w:link w:val="libFootnoteChar"/>
    <w:rsid w:val="00235071"/>
    <w:rPr>
      <w:sz w:val="24"/>
      <w:szCs w:val="24"/>
    </w:rPr>
  </w:style>
  <w:style w:type="character" w:customStyle="1" w:styleId="libFootnoteChar">
    <w:name w:val="libFootnote Char"/>
    <w:link w:val="libFootnote"/>
    <w:rsid w:val="00235071"/>
    <w:rPr>
      <w:rFonts w:ascii="Mangal" w:hAnsi="Mangal" w:cs="Mangal"/>
      <w:color w:val="000000"/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8A5A1E"/>
    <w:pPr>
      <w:ind w:firstLine="0"/>
    </w:pPr>
    <w:rPr>
      <w:rFonts w:eastAsia="Times New Roman"/>
    </w:rPr>
  </w:style>
  <w:style w:type="character" w:customStyle="1" w:styleId="libFootnote0Char">
    <w:name w:val="libFootnote0 Char"/>
    <w:link w:val="libFootnote0"/>
    <w:rsid w:val="008A5A1E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Bold2">
    <w:name w:val="libBold2"/>
    <w:basedOn w:val="libBold1"/>
    <w:link w:val="libBold2Char"/>
    <w:rsid w:val="00235071"/>
    <w:rPr>
      <w:sz w:val="26"/>
      <w:szCs w:val="26"/>
    </w:rPr>
  </w:style>
  <w:style w:type="character" w:customStyle="1" w:styleId="libBold2Char">
    <w:name w:val="libBold2 Char"/>
    <w:link w:val="libBold2"/>
    <w:rsid w:val="00235071"/>
    <w:rPr>
      <w:rFonts w:ascii="Mangal" w:hAnsi="Mangal" w:cs="Mangal"/>
      <w:b/>
      <w:bCs/>
      <w:color w:val="000000"/>
      <w:sz w:val="26"/>
      <w:szCs w:val="26"/>
    </w:rPr>
  </w:style>
  <w:style w:type="paragraph" w:customStyle="1" w:styleId="libCenterBold1">
    <w:name w:val="libCenterBold1"/>
    <w:basedOn w:val="libBold1"/>
    <w:rsid w:val="00235071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8A5A1E"/>
    <w:rPr>
      <w:sz w:val="28"/>
      <w:szCs w:val="28"/>
    </w:rPr>
  </w:style>
  <w:style w:type="paragraph" w:customStyle="1" w:styleId="libCenter">
    <w:name w:val="libCenter"/>
    <w:basedOn w:val="libCenterBold2"/>
    <w:rsid w:val="00235071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A455D0"/>
    <w:pPr>
      <w:jc w:val="center"/>
    </w:pPr>
    <w:rPr>
      <w:rFonts w:eastAsia="Times New Roman"/>
    </w:rPr>
  </w:style>
  <w:style w:type="character" w:customStyle="1" w:styleId="libFootnoteCenterChar">
    <w:name w:val="libFootnoteCenter Char"/>
    <w:link w:val="libFootnoteCenter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CenterBold">
    <w:name w:val="libFootnoteCenterBold"/>
    <w:basedOn w:val="libFootnoteCenter"/>
    <w:link w:val="libFootnoteCenterBoldChar"/>
    <w:rsid w:val="00A455D0"/>
    <w:rPr>
      <w:b/>
      <w:bCs/>
    </w:rPr>
  </w:style>
  <w:style w:type="character" w:customStyle="1" w:styleId="libFootnoteCenterBoldChar">
    <w:name w:val="libFootnoteCenterBold Char"/>
    <w:link w:val="libFootnoteCenter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FootnoteBold">
    <w:name w:val="libFootnoteBold"/>
    <w:basedOn w:val="libFootnote"/>
    <w:link w:val="libFootnoteBoldChar"/>
    <w:rsid w:val="00A455D0"/>
    <w:rPr>
      <w:b/>
      <w:bCs/>
    </w:rPr>
  </w:style>
  <w:style w:type="character" w:customStyle="1" w:styleId="libFootnoteBoldChar">
    <w:name w:val="libFootnoteBold Char"/>
    <w:link w:val="libFootnoteBold"/>
    <w:rsid w:val="00A455D0"/>
    <w:rPr>
      <w:rFonts w:ascii="Mangal" w:hAnsi="Mangal" w:cs="Mangal"/>
      <w:b/>
      <w:bCs/>
      <w:color w:val="000000"/>
      <w:sz w:val="24"/>
      <w:szCs w:val="24"/>
    </w:rPr>
  </w:style>
  <w:style w:type="paragraph" w:customStyle="1" w:styleId="libFootnoteAie">
    <w:name w:val="libFootnoteAie"/>
    <w:basedOn w:val="libFootnote"/>
    <w:link w:val="libFootnoteAieChar"/>
    <w:rsid w:val="00E2613F"/>
    <w:rPr>
      <w:color w:val="008000"/>
    </w:rPr>
  </w:style>
  <w:style w:type="character" w:customStyle="1" w:styleId="libFootnoteAieChar">
    <w:name w:val="libFootnoteAie Char"/>
    <w:link w:val="libFootnoteAie"/>
    <w:rsid w:val="00E2613F"/>
    <w:rPr>
      <w:rFonts w:ascii="Mangal" w:hAnsi="Mangal" w:cs="Mangal"/>
      <w:color w:val="008000"/>
      <w:sz w:val="24"/>
      <w:szCs w:val="24"/>
    </w:rPr>
  </w:style>
  <w:style w:type="paragraph" w:customStyle="1" w:styleId="libFootnoteRight">
    <w:name w:val="libFootnoteRight"/>
    <w:basedOn w:val="libFootnote"/>
    <w:link w:val="libFootnoteRightChar"/>
    <w:rsid w:val="00A455D0"/>
    <w:pPr>
      <w:jc w:val="right"/>
    </w:pPr>
    <w:rPr>
      <w:rFonts w:eastAsia="Times New Roman"/>
    </w:rPr>
  </w:style>
  <w:style w:type="character" w:customStyle="1" w:styleId="libFootnoteRightChar">
    <w:name w:val="libFootnoteRight Char"/>
    <w:link w:val="libFootnoteRight"/>
    <w:rsid w:val="00A455D0"/>
    <w:rPr>
      <w:rFonts w:ascii="Mangal" w:eastAsia="Times New Roman" w:hAnsi="Mangal" w:cs="Mangal"/>
      <w:color w:val="000000"/>
      <w:sz w:val="24"/>
      <w:szCs w:val="24"/>
    </w:rPr>
  </w:style>
  <w:style w:type="paragraph" w:customStyle="1" w:styleId="libFootnoteRightBold">
    <w:name w:val="libFootnoteRightBold"/>
    <w:basedOn w:val="libFootnoteRight"/>
    <w:link w:val="libFootnoteRightBoldChar"/>
    <w:rsid w:val="00A455D0"/>
    <w:rPr>
      <w:b/>
      <w:bCs/>
    </w:rPr>
  </w:style>
  <w:style w:type="character" w:customStyle="1" w:styleId="libFootnoteRightBoldChar">
    <w:name w:val="libFootnoteRightBold Char"/>
    <w:link w:val="libFootnoteRightBold"/>
    <w:rsid w:val="00A455D0"/>
    <w:rPr>
      <w:rFonts w:ascii="Mangal" w:eastAsia="Times New Roman" w:hAnsi="Mangal" w:cs="Mangal"/>
      <w:b/>
      <w:bCs/>
      <w:color w:val="000000"/>
      <w:sz w:val="24"/>
      <w:szCs w:val="24"/>
    </w:rPr>
  </w:style>
  <w:style w:type="paragraph" w:customStyle="1" w:styleId="libRight">
    <w:name w:val="libRight"/>
    <w:basedOn w:val="libNormal"/>
    <w:link w:val="libRightChar"/>
    <w:rsid w:val="00A455D0"/>
    <w:pPr>
      <w:jc w:val="right"/>
    </w:pPr>
  </w:style>
  <w:style w:type="character" w:customStyle="1" w:styleId="libRightChar">
    <w:name w:val="libRight Char"/>
    <w:basedOn w:val="libNormalChar"/>
    <w:link w:val="libRight"/>
    <w:rsid w:val="00A455D0"/>
  </w:style>
  <w:style w:type="paragraph" w:customStyle="1" w:styleId="libRightBold">
    <w:name w:val="libRightBold"/>
    <w:basedOn w:val="libRight"/>
    <w:link w:val="libRightBoldChar"/>
    <w:rsid w:val="00A455D0"/>
    <w:rPr>
      <w:b/>
      <w:bCs/>
    </w:rPr>
  </w:style>
  <w:style w:type="character" w:customStyle="1" w:styleId="libRightBoldChar">
    <w:name w:val="libRightBold Char"/>
    <w:link w:val="libRightBold"/>
    <w:rsid w:val="00A455D0"/>
    <w:rPr>
      <w:rFonts w:ascii="Mangal" w:hAnsi="Mangal" w:cs="Mangal"/>
      <w:b/>
      <w:bCs/>
      <w:color w:val="000000"/>
      <w:sz w:val="28"/>
      <w:szCs w:val="28"/>
    </w:rPr>
  </w:style>
  <w:style w:type="paragraph" w:customStyle="1" w:styleId="libLine">
    <w:name w:val="libLine"/>
    <w:basedOn w:val="libNormal"/>
    <w:link w:val="libLineChar"/>
    <w:rsid w:val="00A455D0"/>
    <w:pPr>
      <w:ind w:firstLine="0"/>
    </w:pPr>
    <w:rPr>
      <w:rFonts w:eastAsia="Times New Roman"/>
      <w:sz w:val="26"/>
      <w:szCs w:val="26"/>
    </w:rPr>
  </w:style>
  <w:style w:type="character" w:customStyle="1" w:styleId="libLineChar">
    <w:name w:val="libLine Char"/>
    <w:link w:val="libLine"/>
    <w:rsid w:val="00A455D0"/>
    <w:rPr>
      <w:rFonts w:ascii="Mangal" w:eastAsia="Times New Roman" w:hAnsi="Mangal" w:cs="Mangal"/>
      <w:color w:val="000000"/>
      <w:sz w:val="26"/>
      <w:szCs w:val="26"/>
    </w:rPr>
  </w:style>
  <w:style w:type="paragraph" w:customStyle="1" w:styleId="libBoldItalic">
    <w:name w:val="libBoldItalic"/>
    <w:basedOn w:val="libNormal"/>
    <w:link w:val="libBoldItalicChar"/>
    <w:rsid w:val="0028663A"/>
    <w:rPr>
      <w:b/>
      <w:bCs/>
      <w:i/>
      <w:iCs/>
    </w:rPr>
  </w:style>
  <w:style w:type="character" w:customStyle="1" w:styleId="libBoldItalicChar">
    <w:name w:val="libBoldItalic Char"/>
    <w:link w:val="libBoldItalic"/>
    <w:rsid w:val="0028663A"/>
    <w:rPr>
      <w:rFonts w:ascii="Mangal" w:hAnsi="Mangal" w:cs="Mangal"/>
      <w:b/>
      <w:bCs/>
      <w:i/>
      <w:iCs/>
      <w:color w:val="000000"/>
      <w:sz w:val="28"/>
      <w:szCs w:val="28"/>
    </w:rPr>
  </w:style>
  <w:style w:type="paragraph" w:customStyle="1" w:styleId="libFootnoteNum">
    <w:name w:val="libFootnoteNum"/>
    <w:basedOn w:val="libNormal"/>
    <w:link w:val="libFootnoteNumChar"/>
    <w:rsid w:val="00235071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link w:val="libFootnoteNum"/>
    <w:rsid w:val="00235071"/>
    <w:rPr>
      <w:rFonts w:ascii="Mangal" w:hAnsi="Mangal" w:cs="Mangal"/>
      <w:color w:val="C00000"/>
      <w:sz w:val="24"/>
      <w:szCs w:val="24"/>
      <w:vertAlign w:val="superscript"/>
    </w:rPr>
  </w:style>
  <w:style w:type="paragraph" w:customStyle="1" w:styleId="libAlaem">
    <w:name w:val="libAlaem"/>
    <w:basedOn w:val="libNormal"/>
    <w:link w:val="libAlaemChar"/>
    <w:rsid w:val="00235071"/>
    <w:rPr>
      <w:rFonts w:ascii="Times New Roman" w:hAnsi="Times New Roman"/>
    </w:rPr>
  </w:style>
  <w:style w:type="character" w:customStyle="1" w:styleId="libAlaemChar">
    <w:name w:val="libAlaem Char"/>
    <w:link w:val="libAlaem"/>
    <w:rsid w:val="00235071"/>
    <w:rPr>
      <w:rFonts w:ascii="Times New Roman" w:hAnsi="Times New Roman" w:cs="Times New Roman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HeaderChar">
    <w:name w:val="Header Char"/>
    <w:link w:val="Header"/>
    <w:uiPriority w:val="99"/>
    <w:rsid w:val="008B7801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B7801"/>
    <w:pPr>
      <w:tabs>
        <w:tab w:val="center" w:pos="4513"/>
        <w:tab w:val="right" w:pos="9026"/>
      </w:tabs>
      <w:spacing w:after="0" w:line="240" w:lineRule="auto"/>
    </w:pPr>
    <w:rPr>
      <w:rFonts w:cs="Times New Roman"/>
      <w:sz w:val="22"/>
      <w:szCs w:val="22"/>
    </w:rPr>
  </w:style>
  <w:style w:type="character" w:customStyle="1" w:styleId="FooterChar">
    <w:name w:val="Footer Char"/>
    <w:link w:val="Footer"/>
    <w:uiPriority w:val="99"/>
    <w:rsid w:val="008B7801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uiPriority w:val="99"/>
    <w:rsid w:val="00776659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385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A7385"/>
    <w:rPr>
      <w:rFonts w:ascii="Tahoma" w:eastAsia="Calibri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D2E0A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TOC1">
    <w:name w:val="toc 1"/>
    <w:basedOn w:val="libNormal"/>
    <w:next w:val="Normal"/>
    <w:autoRedefine/>
    <w:uiPriority w:val="39"/>
    <w:unhideWhenUsed/>
    <w:qFormat/>
    <w:rsid w:val="007766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FD2E0A"/>
    <w:pPr>
      <w:spacing w:after="100"/>
      <w:ind w:left="220"/>
    </w:pPr>
    <w:rPr>
      <w:rFonts w:eastAsia="Times New Roman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D2E0A"/>
    <w:pPr>
      <w:spacing w:after="100"/>
      <w:ind w:left="440"/>
    </w:pPr>
    <w:rPr>
      <w:rFonts w:eastAsia="Times New Roman"/>
      <w:sz w:val="22"/>
      <w:szCs w:val="22"/>
    </w:rPr>
  </w:style>
  <w:style w:type="paragraph" w:customStyle="1" w:styleId="libCenterTitr">
    <w:name w:val="libCenterTitr"/>
    <w:basedOn w:val="libCenterBold1"/>
    <w:rsid w:val="00776659"/>
    <w:rPr>
      <w:sz w:val="56"/>
      <w:szCs w:val="56"/>
    </w:rPr>
  </w:style>
  <w:style w:type="paragraph" w:styleId="TOC4">
    <w:name w:val="toc 4"/>
    <w:basedOn w:val="Normal"/>
    <w:next w:val="Normal"/>
    <w:autoRedefine/>
    <w:uiPriority w:val="39"/>
    <w:unhideWhenUsed/>
    <w:rsid w:val="006C230E"/>
    <w:pPr>
      <w:spacing w:after="100"/>
      <w:ind w:left="660"/>
    </w:pPr>
    <w:rPr>
      <w:rFonts w:eastAsia="Times New Roman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6C230E"/>
    <w:pPr>
      <w:spacing w:after="100"/>
      <w:ind w:left="880"/>
    </w:pPr>
    <w:rPr>
      <w:rFonts w:eastAsia="Times New Roman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6C230E"/>
    <w:pPr>
      <w:spacing w:after="100"/>
      <w:ind w:left="1100"/>
    </w:pPr>
    <w:rPr>
      <w:rFonts w:eastAsia="Times New Roman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6C230E"/>
    <w:pPr>
      <w:spacing w:after="100"/>
      <w:ind w:left="1320"/>
    </w:pPr>
    <w:rPr>
      <w:rFonts w:eastAsia="Times New Roman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6C230E"/>
    <w:pPr>
      <w:spacing w:after="100"/>
      <w:ind w:left="1540"/>
    </w:pPr>
    <w:rPr>
      <w:rFonts w:eastAsia="Times New Roman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6C230E"/>
    <w:pPr>
      <w:spacing w:after="100"/>
      <w:ind w:left="1760"/>
    </w:pPr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ghavi\Desktop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B329-0FC8-46C3-8BCD-594D3598A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44</TotalTime>
  <Pages>76</Pages>
  <Words>11305</Words>
  <Characters>64442</Characters>
  <Application>Microsoft Office Word</Application>
  <DocSecurity>0</DocSecurity>
  <Lines>537</Lines>
  <Paragraphs>151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High Defenition</Company>
  <LinksUpToDate>false</LinksUpToDate>
  <CharactersWithSpaces>75596</CharactersWithSpaces>
  <SharedDoc>false</SharedDoc>
  <HLinks>
    <vt:vector size="486" baseType="variant">
      <vt:variant>
        <vt:i4>1245232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_Toc442215770</vt:lpwstr>
      </vt:variant>
      <vt:variant>
        <vt:i4>1179696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_Toc442215769</vt:lpwstr>
      </vt:variant>
      <vt:variant>
        <vt:i4>1179696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_Toc442215768</vt:lpwstr>
      </vt:variant>
      <vt:variant>
        <vt:i4>1179696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_Toc442215767</vt:lpwstr>
      </vt:variant>
      <vt:variant>
        <vt:i4>1179696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_Toc442215766</vt:lpwstr>
      </vt:variant>
      <vt:variant>
        <vt:i4>1179696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_Toc442215765</vt:lpwstr>
      </vt:variant>
      <vt:variant>
        <vt:i4>1179696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_Toc442215764</vt:lpwstr>
      </vt:variant>
      <vt:variant>
        <vt:i4>1179696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_Toc442215763</vt:lpwstr>
      </vt:variant>
      <vt:variant>
        <vt:i4>1179696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_Toc442215762</vt:lpwstr>
      </vt:variant>
      <vt:variant>
        <vt:i4>1179696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_Toc442215761</vt:lpwstr>
      </vt:variant>
      <vt:variant>
        <vt:i4>1179696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_Toc442215760</vt:lpwstr>
      </vt:variant>
      <vt:variant>
        <vt:i4>1114160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_Toc442215759</vt:lpwstr>
      </vt:variant>
      <vt:variant>
        <vt:i4>1114160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_Toc442215758</vt:lpwstr>
      </vt:variant>
      <vt:variant>
        <vt:i4>1114160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_Toc442215757</vt:lpwstr>
      </vt:variant>
      <vt:variant>
        <vt:i4>1114160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_Toc442215756</vt:lpwstr>
      </vt:variant>
      <vt:variant>
        <vt:i4>1114160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_Toc442215755</vt:lpwstr>
      </vt:variant>
      <vt:variant>
        <vt:i4>1114160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_Toc442215754</vt:lpwstr>
      </vt:variant>
      <vt:variant>
        <vt:i4>1114160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_Toc442215753</vt:lpwstr>
      </vt:variant>
      <vt:variant>
        <vt:i4>1114160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_Toc442215752</vt:lpwstr>
      </vt:variant>
      <vt:variant>
        <vt:i4>1114160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_Toc442215751</vt:lpwstr>
      </vt:variant>
      <vt:variant>
        <vt:i4>1114160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_Toc442215750</vt:lpwstr>
      </vt:variant>
      <vt:variant>
        <vt:i4>1048624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_Toc442215749</vt:lpwstr>
      </vt:variant>
      <vt:variant>
        <vt:i4>1048624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_Toc442215748</vt:lpwstr>
      </vt:variant>
      <vt:variant>
        <vt:i4>1048624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_Toc442215747</vt:lpwstr>
      </vt:variant>
      <vt:variant>
        <vt:i4>1048624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_Toc442215746</vt:lpwstr>
      </vt:variant>
      <vt:variant>
        <vt:i4>1048624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_Toc442215745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_Toc442215744</vt:lpwstr>
      </vt:variant>
      <vt:variant>
        <vt:i4>1048624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_Toc442215743</vt:lpwstr>
      </vt:variant>
      <vt:variant>
        <vt:i4>1048624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_Toc442215742</vt:lpwstr>
      </vt:variant>
      <vt:variant>
        <vt:i4>1048624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_Toc442215741</vt:lpwstr>
      </vt:variant>
      <vt:variant>
        <vt:i4>1048624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_Toc442215740</vt:lpwstr>
      </vt:variant>
      <vt:variant>
        <vt:i4>1507376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_Toc442215739</vt:lpwstr>
      </vt:variant>
      <vt:variant>
        <vt:i4>1507376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_Toc442215738</vt:lpwstr>
      </vt:variant>
      <vt:variant>
        <vt:i4>1507376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_Toc442215737</vt:lpwstr>
      </vt:variant>
      <vt:variant>
        <vt:i4>1507376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_Toc442215736</vt:lpwstr>
      </vt:variant>
      <vt:variant>
        <vt:i4>1507376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_Toc442215735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_Toc442215734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_Toc442215733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_Toc442215732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_Toc442215731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_Toc442215730</vt:lpwstr>
      </vt:variant>
      <vt:variant>
        <vt:i4>1441840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_Toc442215729</vt:lpwstr>
      </vt:variant>
      <vt:variant>
        <vt:i4>1441840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_Toc442215728</vt:lpwstr>
      </vt:variant>
      <vt:variant>
        <vt:i4>1441840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_Toc442215727</vt:lpwstr>
      </vt:variant>
      <vt:variant>
        <vt:i4>1441840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_Toc442215726</vt:lpwstr>
      </vt:variant>
      <vt:variant>
        <vt:i4>1441840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_Toc442215725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_Toc442215724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_Toc442215723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_Toc442215722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_Toc442215721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_Toc442215720</vt:lpwstr>
      </vt:variant>
      <vt:variant>
        <vt:i4>1376304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_Toc442215719</vt:lpwstr>
      </vt:variant>
      <vt:variant>
        <vt:i4>1376304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_Toc442215718</vt:lpwstr>
      </vt:variant>
      <vt:variant>
        <vt:i4>1376304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_Toc442215717</vt:lpwstr>
      </vt:variant>
      <vt:variant>
        <vt:i4>1376304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_Toc442215716</vt:lpwstr>
      </vt:variant>
      <vt:variant>
        <vt:i4>1376304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_Toc442215715</vt:lpwstr>
      </vt:variant>
      <vt:variant>
        <vt:i4>1376304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_Toc442215714</vt:lpwstr>
      </vt:variant>
      <vt:variant>
        <vt:i4>1376304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_Toc442215713</vt:lpwstr>
      </vt:variant>
      <vt:variant>
        <vt:i4>1376304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_Toc442215712</vt:lpwstr>
      </vt:variant>
      <vt:variant>
        <vt:i4>1376304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_Toc442215711</vt:lpwstr>
      </vt:variant>
      <vt:variant>
        <vt:i4>1376304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_Toc442215710</vt:lpwstr>
      </vt:variant>
      <vt:variant>
        <vt:i4>1310768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_Toc442215709</vt:lpwstr>
      </vt:variant>
      <vt:variant>
        <vt:i4>1310768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_Toc442215708</vt:lpwstr>
      </vt:variant>
      <vt:variant>
        <vt:i4>1310768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_Toc442215707</vt:lpwstr>
      </vt:variant>
      <vt:variant>
        <vt:i4>1310768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_Toc442215706</vt:lpwstr>
      </vt:variant>
      <vt:variant>
        <vt:i4>1310768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_Toc442215705</vt:lpwstr>
      </vt:variant>
      <vt:variant>
        <vt:i4>1310768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_Toc442215704</vt:lpwstr>
      </vt:variant>
      <vt:variant>
        <vt:i4>1310768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_Toc442215703</vt:lpwstr>
      </vt:variant>
      <vt:variant>
        <vt:i4>1310768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_Toc442215702</vt:lpwstr>
      </vt:variant>
      <vt:variant>
        <vt:i4>1310768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_Toc442215701</vt:lpwstr>
      </vt:variant>
      <vt:variant>
        <vt:i4>1310768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_Toc442215700</vt:lpwstr>
      </vt:variant>
      <vt:variant>
        <vt:i4>1900593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_Toc442215699</vt:lpwstr>
      </vt:variant>
      <vt:variant>
        <vt:i4>1900593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_Toc442215698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_Toc442215697</vt:lpwstr>
      </vt:variant>
      <vt:variant>
        <vt:i4>1900593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_Toc442215696</vt:lpwstr>
      </vt:variant>
      <vt:variant>
        <vt:i4>1900593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_Toc442215695</vt:lpwstr>
      </vt:variant>
      <vt:variant>
        <vt:i4>1900593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_Toc442215694</vt:lpwstr>
      </vt:variant>
      <vt:variant>
        <vt:i4>1900593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_Toc442215693</vt:lpwstr>
      </vt:variant>
      <vt:variant>
        <vt:i4>1900593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_Toc442215692</vt:lpwstr>
      </vt:variant>
      <vt:variant>
        <vt:i4>1900593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_Toc442215691</vt:lpwstr>
      </vt:variant>
      <vt:variant>
        <vt:i4>1900593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_Toc442215690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Naghavi</dc:creator>
  <cp:lastModifiedBy>Naghavi</cp:lastModifiedBy>
  <cp:revision>1</cp:revision>
  <cp:lastPrinted>2016-02-03T09:03:00Z</cp:lastPrinted>
  <dcterms:created xsi:type="dcterms:W3CDTF">2016-11-22T09:39:00Z</dcterms:created>
  <dcterms:modified xsi:type="dcterms:W3CDTF">2016-11-22T10:23:00Z</dcterms:modified>
</cp:coreProperties>
</file>