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5EE" w:rsidRPr="005635EE" w:rsidRDefault="005635EE" w:rsidP="00EC0BB4">
      <w:pPr>
        <w:pStyle w:val="libTitr1"/>
      </w:pPr>
      <w:r w:rsidRPr="005635EE">
        <w:rPr>
          <w:rFonts w:hint="cs"/>
          <w:cs/>
          <w:lang w:bidi="hi-IN"/>
        </w:rPr>
        <w:t>मुस्लिम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लॉ</w:t>
      </w:r>
    </w:p>
    <w:p w:rsidR="005635EE" w:rsidRPr="00EC0BB4" w:rsidRDefault="005635EE" w:rsidP="00EC0BB4">
      <w:pPr>
        <w:pStyle w:val="libTitr2"/>
      </w:pPr>
      <w:r w:rsidRPr="00EC0BB4">
        <w:t>(</w:t>
      </w:r>
      <w:r w:rsidRPr="005635EE">
        <w:rPr>
          <w:rFonts w:hint="cs"/>
          <w:cs/>
          <w:lang w:bidi="hi-IN"/>
        </w:rPr>
        <w:t>सैय्यद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अब्बास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तबातबाई</w:t>
      </w:r>
      <w:r w:rsidRPr="005635EE">
        <w:rPr>
          <w:cs/>
          <w:lang w:bidi="hi-IN"/>
        </w:rPr>
        <w:t>)</w:t>
      </w:r>
    </w:p>
    <w:p w:rsidR="00EC0BB4" w:rsidRPr="00C64EB4" w:rsidRDefault="00EC0BB4" w:rsidP="00EC0BB4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सही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EC0BB4" w:rsidRDefault="00EC0BB4" w:rsidP="00EC0BB4">
      <w:pPr>
        <w:pStyle w:val="libNotice"/>
      </w:pPr>
      <w:r w:rsidRPr="00C64EB4">
        <w:t>Alhassanain.org/hindi</w:t>
      </w:r>
    </w:p>
    <w:p w:rsidR="005635EE" w:rsidRPr="00EC0BB4" w:rsidRDefault="005635EE" w:rsidP="00EC0BB4">
      <w:pPr>
        <w:pStyle w:val="libNormal"/>
      </w:pPr>
    </w:p>
    <w:p w:rsidR="00EC0BB4" w:rsidRDefault="00EC0BB4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सम्पूर्ण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व्यापक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सर्वव्यापी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निजाम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उल्झाव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अवहेलना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टेटराहपन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बल्कि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कल्याण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शारीरिक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आत्मिक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जरूरतों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खयाल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रीत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रिवाजों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हरकत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सकनात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गहरी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आवश्यकताऔं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दृष्टीकोण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सामूहिक</w:t>
      </w:r>
      <w:r w:rsidRPr="00EC0BB4">
        <w:t xml:space="preserve">, </w:t>
      </w:r>
      <w:r w:rsidRPr="005635EE">
        <w:rPr>
          <w:rFonts w:hint="cs"/>
          <w:cs/>
          <w:lang w:bidi="hi-IN"/>
        </w:rPr>
        <w:t>व्यक्तिगत</w:t>
      </w:r>
      <w:r w:rsidRPr="00EC0BB4">
        <w:t xml:space="preserve">, </w:t>
      </w:r>
      <w:r w:rsidRPr="005635EE">
        <w:rPr>
          <w:rFonts w:hint="cs"/>
          <w:cs/>
          <w:lang w:bidi="hi-IN"/>
        </w:rPr>
        <w:t>आर्थिक</w:t>
      </w:r>
      <w:r w:rsidRPr="00EC0BB4">
        <w:t xml:space="preserve">, </w:t>
      </w:r>
      <w:r w:rsidRPr="005635EE">
        <w:rPr>
          <w:rFonts w:hint="cs"/>
          <w:cs/>
          <w:lang w:bidi="hi-IN"/>
        </w:rPr>
        <w:t>आत्मिक</w:t>
      </w:r>
      <w:r w:rsidRPr="00EC0BB4">
        <w:t xml:space="preserve">, </w:t>
      </w:r>
      <w:r w:rsidRPr="005635EE">
        <w:rPr>
          <w:rFonts w:hint="cs"/>
          <w:cs/>
          <w:lang w:bidi="hi-IN"/>
        </w:rPr>
        <w:t>राजनितिक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न्यायी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दृष्टिकोण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आसमानी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="00EC0BB4">
        <w:rPr>
          <w:cs/>
          <w:lang w:bidi="hi-IN"/>
        </w:rPr>
        <w:t>(</w:t>
      </w:r>
      <w:r w:rsidRPr="005635EE">
        <w:rPr>
          <w:rFonts w:hint="cs"/>
          <w:cs/>
          <w:lang w:bidi="hi-IN"/>
        </w:rPr>
        <w:t>ईश्वरीय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="00EC0BB4">
        <w:rPr>
          <w:cs/>
          <w:lang w:bidi="hi-IN"/>
        </w:rPr>
        <w:t>)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सर्वोच्चता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सम्पूर्ण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पश्चात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पिछले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सम्पूर्ण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उपलब्ध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अपूर्ण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बाकीं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रहती</w:t>
      </w:r>
      <w:r w:rsidRPr="005635EE">
        <w:rPr>
          <w:cs/>
          <w:lang w:bidi="hi-IN"/>
        </w:rPr>
        <w:t xml:space="preserve"> </w:t>
      </w:r>
      <w:r w:rsidRPr="00EC0BB4">
        <w:t>–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दरवाजा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दुनिया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वालो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समक्ष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खोला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जेहनी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पस्तियों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बेचैन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बेकरार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योग्यता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चुकी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उच्चस्तरीय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ईश्वरीय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पहचान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सके</w:t>
      </w:r>
      <w:r w:rsidR="00EC0BB4">
        <w:rPr>
          <w:cs/>
          <w:lang w:bidi="hi-IN"/>
        </w:rPr>
        <w:t>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आस्थायी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अख़लाक़ी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समाहार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दुनिया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परलोक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अच्छी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किस्मत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सौभाग्य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ज़िन्दा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सरचश्मा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मार्फ़त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प्यासों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सेराब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निजात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तरक्की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ज़रिये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cs/>
          <w:lang w:bidi="hi-IN"/>
        </w:rPr>
        <w:t>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बल्कि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ईश्वर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रब्बुल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आलमीन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अस्तित्व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प्रत्येक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जर्रे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EC0BB4">
        <w:rPr>
          <w:rFonts w:hint="cs"/>
          <w:cs/>
        </w:rPr>
        <w:t>परिचित</w:t>
      </w:r>
      <w:r w:rsidRPr="00EC0BB4">
        <w:rPr>
          <w:cs/>
        </w:rPr>
        <w:t xml:space="preserve"> </w:t>
      </w:r>
      <w:r w:rsidRPr="00EC0BB4">
        <w:rPr>
          <w:rFonts w:hint="cs"/>
          <w:cs/>
        </w:rPr>
        <w:t>है</w:t>
      </w:r>
      <w:r w:rsidR="00EC0BB4">
        <w:rPr>
          <w:rFonts w:hint="cs"/>
          <w:cs/>
          <w:lang w:bidi="hi-IN"/>
        </w:rPr>
        <w:t>।</w:t>
      </w:r>
      <w:r w:rsidRPr="00EC0BB4">
        <w:rPr>
          <w:cs/>
        </w:rPr>
        <w:t xml:space="preserve"> </w:t>
      </w:r>
      <w:r w:rsidRPr="00EC0BB4">
        <w:rPr>
          <w:rFonts w:hint="cs"/>
          <w:cs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फायदा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अहद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दौर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cs/>
          <w:lang w:bidi="hi-IN"/>
        </w:rPr>
        <w:t>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शिक्षाऔ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अक़्ल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तार्किक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शायद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उन्नति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पहलु</w:t>
      </w:r>
      <w:r w:rsidRPr="005635EE">
        <w:rPr>
          <w:cs/>
          <w:lang w:bidi="hi-IN"/>
        </w:rPr>
        <w:t xml:space="preserve"> -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- </w:t>
      </w:r>
      <w:r w:rsidRPr="005635EE">
        <w:rPr>
          <w:rFonts w:hint="cs"/>
          <w:cs/>
          <w:lang w:bidi="hi-IN"/>
        </w:rPr>
        <w:t>पहलु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चलने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शौकत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ज़्यादा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ज़्यादा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उजागर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सफल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लेकिन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बावजूद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अत्यन्त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अफसोस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पड़ता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शत्रुओं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कुर्आनी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सत्यताओं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बीच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मतभेदों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खाडी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फित्ना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फसाद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पापों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रास्ते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डाल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परिणाम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प्रभुत्व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प्रथम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अवहेलना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बीच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मतभेद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उन्होंने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 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सच्चे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जानशीनों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दामन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छोड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पैगम्बरे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साफ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एलान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कुर्आन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बैत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जुदा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अनुसरण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अहलेबैत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मुसलमानो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निजात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ज़मानत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लोग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निजात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इच्छ़ुक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कुर्आनी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शिक्षायें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हज़रत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>.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सच्चे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जानशीनों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यानि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अली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ग्यारह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फ़रज़न्दों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करंश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सख्ती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विश्वास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किजिये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अगर</w:t>
      </w:r>
      <w:r w:rsidRPr="005635EE">
        <w:rPr>
          <w:cs/>
          <w:lang w:bidi="hi-IN"/>
        </w:rPr>
        <w:t xml:space="preserve"> "</w:t>
      </w:r>
      <w:r w:rsidRPr="005635EE">
        <w:rPr>
          <w:rFonts w:hint="cs"/>
          <w:cs/>
          <w:lang w:bidi="hi-IN"/>
        </w:rPr>
        <w:t>हस्बोना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किलाबल्लाह</w:t>
      </w:r>
      <w:r w:rsidRPr="005635EE">
        <w:rPr>
          <w:cs/>
          <w:lang w:bidi="hi-IN"/>
        </w:rPr>
        <w:t xml:space="preserve">"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बीच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अवहेलना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मतभेद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रोब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दबदबा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प्रभुत्व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रहता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उत्पन्न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तबदीली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स्वप्न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मुस्लिम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प्रशंसा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सीधा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साधारण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जिन्दगी</w:t>
      </w:r>
      <w:r w:rsidRPr="00EC0BB4">
        <w:t xml:space="preserve">, </w:t>
      </w:r>
      <w:r w:rsidRPr="005635EE">
        <w:rPr>
          <w:rFonts w:hint="cs"/>
          <w:cs/>
          <w:lang w:bidi="hi-IN"/>
        </w:rPr>
        <w:t>रहन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हलाल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पारस्परिक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व्यक्तिगत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कार्यो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घरेलु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मुत्ता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पालन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पोषण</w:t>
      </w:r>
      <w:r w:rsidR="00EC0BB4">
        <w:rPr>
          <w:lang w:bidi="hi-IN"/>
        </w:rPr>
        <w:t>,</w:t>
      </w:r>
      <w:r w:rsidRPr="005635EE">
        <w:rPr>
          <w:rFonts w:hint="cs"/>
          <w:cs/>
          <w:lang w:bidi="hi-IN"/>
        </w:rPr>
        <w:t>बच्चो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शिक्षा</w:t>
      </w:r>
      <w:r w:rsidRPr="005635EE">
        <w:rPr>
          <w:cs/>
          <w:lang w:bidi="hi-IN"/>
        </w:rPr>
        <w:t xml:space="preserve"> -</w:t>
      </w:r>
      <w:r w:rsidRPr="005635EE">
        <w:rPr>
          <w:rFonts w:hint="cs"/>
          <w:cs/>
          <w:lang w:bidi="hi-IN"/>
        </w:rPr>
        <w:t>दीक्षा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वसियत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तलाक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फ़िस्ख़े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निकाह</w:t>
      </w:r>
      <w:r w:rsidRPr="00EC0BB4">
        <w:t xml:space="preserve">, </w:t>
      </w:r>
      <w:r w:rsidRPr="005635EE">
        <w:rPr>
          <w:rFonts w:hint="cs"/>
          <w:cs/>
          <w:lang w:bidi="hi-IN"/>
        </w:rPr>
        <w:t>महर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इददत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जायदाद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तर्के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बँटवारे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इत्यादि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चूँकि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मोहम्मदी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तमाम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क़र्आनी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आसमानी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बुनियादी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ढ़ाँचे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हिस्से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तबदीली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तरफ़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तबदीली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बदलाव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अंग्रेज़ो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सत्ता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बाक़ी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सरकारी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अदालतों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ब्याह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रोज़ी</w:t>
      </w:r>
      <w:r w:rsidRPr="005635EE">
        <w:rPr>
          <w:cs/>
          <w:lang w:bidi="hi-IN"/>
        </w:rPr>
        <w:t xml:space="preserve"> </w:t>
      </w:r>
      <w:r w:rsidRPr="00EC0BB4">
        <w:t>–</w:t>
      </w:r>
      <w:r w:rsidRPr="005635EE">
        <w:rPr>
          <w:rFonts w:hint="cs"/>
          <w:cs/>
          <w:lang w:bidi="hi-IN"/>
        </w:rPr>
        <w:t>रोटी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पोषण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जायदाद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कलह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वैमनस्य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युक्त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फ़ैसले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रहे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यहा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हिन्दुस्तान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स्वतन्त्र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स्वतन्त्रता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पश्चात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सिलसिला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पार्लीमेन्ट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हिन्दुस्तान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सम्मिलित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विचित्र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अपुर्ण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कूट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नीति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चलता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इरादा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सुन्नत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ख़िलाफ़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मजबुर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कदम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द्दारा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रीत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रिवाजों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धार्मिक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नींव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यानि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मोहम्मदी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जायदाद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तर्के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बँटवारा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अहकामात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यापन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पक्ष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पादपातता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इक़दाम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औचित्य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क़ानून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निज़ामे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ज़िन्दगी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चौदह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माहौल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नज़र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अस्तित्व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शताब्दियाँ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व्यतीत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पश्चात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यथार्थता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प्रत्येक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अंश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बाक़ी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पाबंदी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आवश्यक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लोगों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मानसिक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नीचा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विस्तृत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पारस्परिक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उन्नति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सीढ़ियों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चुके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मिलती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सूरत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हेतु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निश्चित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EC0BB4">
        <w:t xml:space="preserve">?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टोपिक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सहानुभूति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कृपा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स्वभाविक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अभि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याचना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अन्तर्गत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नियामवली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स्वाभाविकता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तृष्णा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सहायक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सिध्द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दुनिया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प्रगतिशील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चुकी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>?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सत्यता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चौदह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हस्तक्षेप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बल्कि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चौदह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उद्देश्य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वर्तमान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जिन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विषयो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EC0BB4">
        <w:t xml:space="preserve">,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पैतृक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विषय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साम्प्रदायिक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मतभेदों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संम्मलित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रुप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सम्पुर्ण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सर्वमान्य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मगर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न्याय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दुनिया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घटना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पारिवारिक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पैतृक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रहें।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तादाद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शादियोँ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विषय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बराबरी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निर्भर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अन्तर्गत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उभारा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सिर्फ़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बराबरी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तक़ाज़ा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इख्तेयार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पश्चिमी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देश</w:t>
      </w:r>
      <w:r w:rsidRPr="00EC0BB4">
        <w:t xml:space="preserve">, </w:t>
      </w:r>
      <w:r w:rsidRPr="005635EE">
        <w:rPr>
          <w:rFonts w:hint="cs"/>
          <w:cs/>
          <w:lang w:bidi="hi-IN"/>
        </w:rPr>
        <w:t>मसलन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युरोप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इत्यादि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लेती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वजह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बिल्कुल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नज़र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अकेला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अपुर्ण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अस्तित्व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अकेली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अपुर्ण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अस्तित्व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नस्ल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अस्तित्व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ज़िन्दगी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तश्कील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मोहताज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वैवाहिक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अस्तित्व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पुर्णता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तन्हाई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व्यतीत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आसाबी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आत्मिक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तक़लीफ़ों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मुबतला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खतरा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शारीरिक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इच्छ़ाओं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दबाने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परिणाम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विभिन्न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ख़तरनाक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बीमारियों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सूरत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निकालता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अगर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धार्मिक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तरीक़ो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शारीरिक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इच्छ़ाओं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ख़तरनाक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परिणाम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नियोजन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शर्ते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उमुर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अन्जाम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दुनिया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अवहेलना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बड़ी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संगीन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नींव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हवस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आत्मिक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सुन्दरता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खातिर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शादियाँ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कमजोर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शादियाँ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बुनियाद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साबित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काफ़ी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सोच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छानबीन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पश्चात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चुनें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ईमान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बुध्दिमान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चरित्रवान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होशमन्द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प्रधानता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रखते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निगाह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निश्चित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कुशल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एंव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बुध्दिजीवियों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विचारों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उत्तेजित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एंव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मनोभाविक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प्रधानता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सोच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उत्तम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चुँकि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प्रबन्धकीय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कार्यो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बुध्दि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सोच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विचार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बुध्दिमता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प्रबंध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ज़िम्मेदारी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काँधो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डाली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संरक्षता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हवाले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चुनाँचे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मजीद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इरशाद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हुआः</w:t>
      </w:r>
      <w:r w:rsidRPr="005635EE">
        <w:rPr>
          <w:cs/>
          <w:lang w:bidi="hi-IN"/>
        </w:rPr>
        <w:t>-</w:t>
      </w:r>
    </w:p>
    <w:p w:rsidR="005635EE" w:rsidRPr="00EC0BB4" w:rsidRDefault="005635EE" w:rsidP="00EC0BB4">
      <w:pPr>
        <w:pStyle w:val="libNormal"/>
      </w:pPr>
      <w:r w:rsidRPr="00EC0BB4">
        <w:rPr>
          <w:rFonts w:hint="eastAsia"/>
        </w:rPr>
        <w:t>“</w:t>
      </w:r>
      <w:r w:rsidRPr="005635EE">
        <w:rPr>
          <w:rFonts w:hint="cs"/>
          <w:cs/>
          <w:lang w:bidi="hi-IN"/>
        </w:rPr>
        <w:t>उन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विशेषताओं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ज़िम्मेदारियों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वजह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संरक्षक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EC0BB4">
        <w:rPr>
          <w:rFonts w:hint="eastAsia"/>
        </w:rPr>
        <w:t>“</w:t>
      </w:r>
      <w:r w:rsidRPr="00EC0BB4">
        <w:t xml:space="preserve"> (</w:t>
      </w:r>
      <w:r w:rsidRPr="005635EE">
        <w:rPr>
          <w:rFonts w:hint="cs"/>
          <w:cs/>
          <w:lang w:bidi="hi-IN"/>
        </w:rPr>
        <w:t>अन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निसा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. </w:t>
      </w:r>
      <w:r w:rsidRPr="00EC0BB4">
        <w:t>34)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अभिभाविकता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दुनिया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देशों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प्रसन्न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फ्रांस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नवीन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धारा</w:t>
      </w:r>
      <w:r w:rsidRPr="005635EE">
        <w:rPr>
          <w:cs/>
          <w:lang w:bidi="hi-IN"/>
        </w:rPr>
        <w:t xml:space="preserve"> </w:t>
      </w:r>
      <w:r w:rsidRPr="00EC0BB4">
        <w:t>213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संरक्षक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अभिभावकता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प्रबन्ध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सरपरस्ती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दुसरी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क़ौमों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लगभग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दशा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ज़िम्मेदीरी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शारीरिक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रुप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शक्तिशाली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कठोर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रक्षा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योग्य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शारीरिक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रुप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बनावट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मृदुलता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कोमलता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परिपूर्ण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मनाभाव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एहसासात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अलावा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महाना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कमज़ोरी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गर्भावस्था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बच्चे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पिलाने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सलंग्नताओं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रखती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खानदान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अभिभावक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मालिक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ग़ुलाम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बल्कि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ख़ानदान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ज़िम्मेदारी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</w:t>
      </w:r>
      <w:r w:rsidRPr="005635EE">
        <w:rPr>
          <w:cs/>
          <w:lang w:bidi="hi-IN"/>
        </w:rPr>
        <w:t xml:space="preserve"> </w:t>
      </w:r>
      <w:r w:rsidRPr="00EC0BB4">
        <w:t xml:space="preserve">– </w:t>
      </w:r>
      <w:r w:rsidRPr="005635EE">
        <w:rPr>
          <w:rFonts w:hint="cs"/>
          <w:cs/>
          <w:lang w:bidi="hi-IN"/>
        </w:rPr>
        <w:t>बराह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लेकिन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हुदूद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निश्चित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यथार्थता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बढ़ने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रोक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ध्यान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योग्य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ख़ानदान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अभिभावक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नज़र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अन्दाज़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बल्कि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घरेलू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कार्यो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संरक्षक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जैसा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अकरम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इरशाद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परवार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घरेलू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कार्यो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आज़ादी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ख़ुदमुखतारी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cs/>
          <w:lang w:bidi="hi-IN"/>
        </w:rPr>
        <w:tab/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जलाये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खाना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तैयार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किवाड़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नज़दीक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स्वागत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स्वागतः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इच्छाएं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फ़रमाया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क़ृपा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आधारशिला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उपकार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अच्छाइयों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बच्चो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बर्बाद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लानत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मलामत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योग्य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निम्नांकित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परिणाम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हैः</w:t>
      </w:r>
    </w:p>
    <w:p w:rsidR="005635EE" w:rsidRPr="00EC0BB4" w:rsidRDefault="005635EE" w:rsidP="00EC0BB4">
      <w:pPr>
        <w:pStyle w:val="libNormal"/>
      </w:pPr>
      <w:r w:rsidRPr="00EC0BB4">
        <w:t>1.</w:t>
      </w:r>
      <w:r w:rsidRPr="00EC0BB4">
        <w:tab/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ज़रुरी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ख्याल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स्तरानुसार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ख़र्चे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खर्चो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पोशाक</w:t>
      </w:r>
      <w:r w:rsidRPr="00EC0BB4">
        <w:t xml:space="preserve">, </w:t>
      </w:r>
      <w:r w:rsidRPr="005635EE">
        <w:rPr>
          <w:rFonts w:hint="cs"/>
          <w:cs/>
          <w:lang w:bidi="hi-IN"/>
        </w:rPr>
        <w:t>ख़ुराक़</w:t>
      </w:r>
      <w:r w:rsidRPr="00EC0BB4">
        <w:t xml:space="preserve">, </w:t>
      </w:r>
      <w:r w:rsidRPr="005635EE">
        <w:rPr>
          <w:rFonts w:hint="cs"/>
          <w:cs/>
          <w:lang w:bidi="hi-IN"/>
        </w:rPr>
        <w:t>घर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समान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सेवक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दुसरी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हेतु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वस्तुएं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सम्मलित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हैसियत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चाहिए।</w:t>
      </w:r>
    </w:p>
    <w:p w:rsidR="005635EE" w:rsidRPr="00EC0BB4" w:rsidRDefault="005635EE" w:rsidP="00EC0BB4">
      <w:pPr>
        <w:pStyle w:val="libNormal"/>
      </w:pPr>
      <w:r w:rsidRPr="00EC0BB4">
        <w:t>2.</w:t>
      </w:r>
      <w:r w:rsidRPr="00EC0BB4">
        <w:tab/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बीवी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मुबतला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करे।</w:t>
      </w:r>
    </w:p>
    <w:p w:rsidR="005635EE" w:rsidRPr="00EC0BB4" w:rsidRDefault="005635EE" w:rsidP="00EC0BB4">
      <w:pPr>
        <w:pStyle w:val="libNormal"/>
      </w:pPr>
      <w:r w:rsidRPr="00EC0BB4">
        <w:t>3.</w:t>
      </w:r>
      <w:r w:rsidRPr="00EC0BB4">
        <w:tab/>
      </w:r>
      <w:r w:rsidRPr="005635EE">
        <w:rPr>
          <w:rFonts w:hint="cs"/>
          <w:cs/>
          <w:lang w:bidi="hi-IN"/>
        </w:rPr>
        <w:t>बीवी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करे।</w:t>
      </w:r>
    </w:p>
    <w:p w:rsidR="005635EE" w:rsidRPr="00EC0BB4" w:rsidRDefault="005635EE" w:rsidP="00EC0BB4">
      <w:pPr>
        <w:pStyle w:val="libNormal"/>
      </w:pPr>
      <w:r w:rsidRPr="00EC0BB4">
        <w:t>4.</w:t>
      </w:r>
      <w:r w:rsidRPr="00EC0BB4">
        <w:tab/>
      </w:r>
      <w:r w:rsidRPr="005635EE">
        <w:rPr>
          <w:rFonts w:hint="cs"/>
          <w:cs/>
          <w:lang w:bidi="hi-IN"/>
        </w:rPr>
        <w:t>बीवी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हेतु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मजबुर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क्षमता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EC0BB4">
        <w:t>5.</w:t>
      </w:r>
      <w:r w:rsidRPr="00EC0BB4">
        <w:tab/>
      </w:r>
      <w:r w:rsidRPr="005635EE">
        <w:rPr>
          <w:rFonts w:hint="cs"/>
          <w:cs/>
          <w:lang w:bidi="hi-IN"/>
        </w:rPr>
        <w:t>बीवी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अच्छाइयों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रोके।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बीवी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अशिष्ट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व्यवहार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क्रोध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अशिष्टता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बदज़बानी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</w:t>
      </w:r>
      <w:r w:rsidRPr="00EC0BB4">
        <w:t xml:space="preserve">, </w:t>
      </w:r>
      <w:r w:rsidRPr="005635EE">
        <w:rPr>
          <w:rFonts w:hint="cs"/>
          <w:cs/>
          <w:lang w:bidi="hi-IN"/>
        </w:rPr>
        <w:t>घर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जिम्मेदारीयाँ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सँभाले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आज्ञा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बग़ैर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क़दम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निकालें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इत्यादि।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बराबरी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अतिरिक्त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संशोधन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ख़याल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धर्मशास्त्र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अत्याचार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किताब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नुकात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निर्भर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तमाम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उजागर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जिनका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संशोधन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व्याख्यान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विरुध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सदस्यों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विचारधीन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हमें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विश्वास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किताब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अध्यन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संशोधन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विरुध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आक्रोश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मनोभावना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उत्पन्न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बुनियाद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छीना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झपटी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बचाने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कोशिश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करेगें।</w:t>
      </w:r>
    </w:p>
    <w:p w:rsidR="005635EE" w:rsidRPr="00EC0BB4" w:rsidRDefault="005635EE" w:rsidP="00EC0BB4">
      <w:pPr>
        <w:pStyle w:val="libNormal"/>
      </w:pPr>
    </w:p>
    <w:p w:rsidR="005635EE" w:rsidRPr="00EC0BB4" w:rsidRDefault="005635EE" w:rsidP="00EC0BB4">
      <w:pPr>
        <w:pStyle w:val="libNormal"/>
      </w:pP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वस्सलाम</w:t>
      </w:r>
    </w:p>
    <w:p w:rsidR="005635EE" w:rsidRPr="00EC0BB4" w:rsidRDefault="005635EE" w:rsidP="00EC0BB4">
      <w:pPr>
        <w:pStyle w:val="libNormal"/>
      </w:pPr>
      <w:r w:rsidRPr="00EC0BB4">
        <w:t>(</w:t>
      </w:r>
      <w:r w:rsidRPr="005635EE">
        <w:rPr>
          <w:rFonts w:hint="cs"/>
          <w:cs/>
          <w:lang w:bidi="hi-IN"/>
        </w:rPr>
        <w:t>सैय्यद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अब्बास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तबातबाई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5635EE">
        <w:rPr>
          <w:rFonts w:ascii="Times New Roman" w:hAnsi="Times New Roman" w:cs="Times New Roman"/>
        </w:rPr>
        <w:t> 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बिस्मिल्लाह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हिर्र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रहमा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निर्र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रहीम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अलहमदो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लिल्लाहे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रब्बिल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आलेमीन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वस्सलातो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वस्सलामो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सैय्यदिल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अम्बियाए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मुरसलीन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आलेहित्ताहिरीन।</w:t>
      </w:r>
    </w:p>
    <w:p w:rsidR="005635EE" w:rsidRPr="00EC0BB4" w:rsidRDefault="005635EE" w:rsidP="00EC0BB4">
      <w:pPr>
        <w:pStyle w:val="Heading1"/>
      </w:pPr>
      <w:bookmarkStart w:id="0" w:name="_Toc488310018"/>
      <w:r w:rsidRPr="005635EE">
        <w:rPr>
          <w:rFonts w:hint="cs"/>
          <w:cs/>
          <w:lang w:bidi="hi-IN"/>
        </w:rPr>
        <w:t>भूमिकाः</w:t>
      </w:r>
      <w:r w:rsidRPr="005635EE">
        <w:rPr>
          <w:cs/>
          <w:lang w:bidi="hi-IN"/>
        </w:rPr>
        <w:t>-</w:t>
      </w:r>
      <w:bookmarkEnd w:id="0"/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दीने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वीशेषताओ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प्रमुख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प्रत्येक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प्राकृतिक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दृष्टिकोण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निर्मम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मृदुल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पथभ्रष्टता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मध्यस्थ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मार्ग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सिराते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मुस्तक़ीम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EC0BB4">
        <w:rPr>
          <w:rFonts w:hint="eastAsia"/>
        </w:rPr>
        <w:t>“</w:t>
      </w:r>
      <w:r w:rsidRPr="005635EE">
        <w:rPr>
          <w:rFonts w:hint="cs"/>
          <w:cs/>
          <w:lang w:bidi="hi-IN"/>
        </w:rPr>
        <w:t>इन्ना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ख़लक़नाल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इन्साना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नुत्फ़तिन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अमाशाजिन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नतबलैहे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फ़जअलनाहो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समीअन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बसीरा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हदैनस्सबीलः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शाकिरअं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अम्मां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क़फरः</w:t>
      </w:r>
      <w:r w:rsidRPr="00EC0BB4">
        <w:rPr>
          <w:rFonts w:hint="eastAsia"/>
        </w:rPr>
        <w:t>”</w:t>
      </w:r>
      <w:r w:rsidRPr="005635EE">
        <w:rPr>
          <w:rFonts w:hint="cs"/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जुले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नुत्फ़े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परीक्षास्थल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लायें।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अभी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वचन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प्रयोग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हमने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EC0BB4">
        <w:rPr>
          <w:rFonts w:hint="eastAsia"/>
        </w:rPr>
        <w:t>”</w:t>
      </w:r>
      <w:r w:rsidRPr="00EC0BB4">
        <w:t xml:space="preserve"> “</w:t>
      </w:r>
      <w:r w:rsidRPr="005635EE">
        <w:rPr>
          <w:rFonts w:hint="cs"/>
          <w:cs/>
          <w:lang w:bidi="hi-IN"/>
        </w:rPr>
        <w:t>नतबलैहे</w:t>
      </w:r>
      <w:r w:rsidRPr="00EC0BB4">
        <w:rPr>
          <w:rFonts w:hint="eastAsia"/>
        </w:rPr>
        <w:t>”</w:t>
      </w:r>
      <w:r w:rsidRPr="00EC0BB4">
        <w:t xml:space="preserve"> “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परीक्षा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वास्ते</w:t>
      </w:r>
      <w:r w:rsidRPr="00EC0BB4">
        <w:rPr>
          <w:rFonts w:hint="eastAsia"/>
        </w:rPr>
        <w:t>”</w:t>
      </w:r>
      <w:r w:rsidRPr="00EC0BB4">
        <w:t xml:space="preserve"> “</w:t>
      </w:r>
      <w:r w:rsidRPr="005635EE">
        <w:rPr>
          <w:rFonts w:hint="cs"/>
          <w:cs/>
          <w:lang w:bidi="hi-IN"/>
        </w:rPr>
        <w:t>फ़ज़ाअलनाहो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समीअन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बसीरः</w:t>
      </w:r>
      <w:r w:rsidRPr="00EC0BB4">
        <w:rPr>
          <w:rFonts w:hint="eastAsia"/>
        </w:rPr>
        <w:t>”</w:t>
      </w:r>
      <w:r w:rsidRPr="00EC0BB4">
        <w:t xml:space="preserve"> “</w:t>
      </w:r>
      <w:r w:rsidRPr="005635EE">
        <w:rPr>
          <w:rFonts w:hint="cs"/>
          <w:cs/>
          <w:lang w:bidi="hi-IN"/>
        </w:rPr>
        <w:t>हमने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सुनने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किये</w:t>
      </w:r>
      <w:r w:rsidRPr="00EC0BB4">
        <w:rPr>
          <w:rFonts w:hint="eastAsia"/>
        </w:rPr>
        <w:t>”</w:t>
      </w:r>
      <w:r w:rsidRPr="00EC0BB4">
        <w:t xml:space="preserve"> “</w:t>
      </w:r>
      <w:r w:rsidRPr="005635EE">
        <w:rPr>
          <w:rFonts w:hint="cs"/>
          <w:cs/>
          <w:lang w:bidi="hi-IN"/>
        </w:rPr>
        <w:t>अना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हदैनस्सबीलः</w:t>
      </w:r>
      <w:r w:rsidRPr="00EC0BB4">
        <w:rPr>
          <w:rFonts w:hint="eastAsia"/>
        </w:rPr>
        <w:t>”</w:t>
      </w:r>
      <w:r w:rsidRPr="00EC0BB4">
        <w:t xml:space="preserve"> “</w:t>
      </w:r>
      <w:r w:rsidRPr="005635EE">
        <w:rPr>
          <w:rFonts w:hint="cs"/>
          <w:cs/>
          <w:lang w:bidi="hi-IN"/>
        </w:rPr>
        <w:t>हमने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विशिष्ट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मार्ग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EC0BB4">
        <w:rPr>
          <w:rFonts w:hint="eastAsia"/>
        </w:rPr>
        <w:t>”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अभी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सम्पुर्ण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ऐलान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एकाकी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विशिष्ट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मार्ग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सुन्ने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भेद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योग्यता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EC0BB4">
        <w:t xml:space="preserve">, </w:t>
      </w:r>
      <w:r w:rsidRPr="005635EE">
        <w:rPr>
          <w:rFonts w:hint="cs"/>
          <w:cs/>
          <w:lang w:bidi="hi-IN"/>
        </w:rPr>
        <w:t>उचित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पहचानने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बुध्दि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विवेक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शक्तियां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आत्मनिर्भरता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गुण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अमंमा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शाकिरअं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क़फ़ूरः</w:t>
      </w:r>
      <w:r w:rsidRPr="00EC0BB4">
        <w:rPr>
          <w:rFonts w:hint="eastAsia"/>
        </w:rPr>
        <w:t>”</w:t>
      </w:r>
      <w:r w:rsidRPr="005635EE">
        <w:rPr>
          <w:rFonts w:hint="cs"/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गिरोह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कृतज्ञ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कृतध्न।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उपरान्त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फ़रीकुन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जन्नतः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फ़रीकन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फ़िस्सईर</w:t>
      </w:r>
      <w:r w:rsidRPr="00EC0BB4">
        <w:rPr>
          <w:rFonts w:hint="eastAsia"/>
        </w:rPr>
        <w:t>”</w:t>
      </w:r>
      <w:r w:rsidRPr="005635EE">
        <w:rPr>
          <w:rFonts w:hint="cs"/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गिरोह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उधर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गिरोह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उधर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ज्ञातव्य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खदाई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अधिपत्य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मांग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अधिपत्य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मांग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ऐलान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लिल्लाहिल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ख़लक़े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विधायना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तात्पर्य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हूआ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जन्मदाता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मध्यस्थ।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सामर्थय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कारगुज़ारी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सांसारिक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थोड़ी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इरशाद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तख़लीक़ो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मिनत्तीन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मैं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पक्षी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फूँक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हूँ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पक्षी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जनाबे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शिर्क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EC0BB4">
        <w:t xml:space="preserve">? 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तौहीद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शिर्क़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ज्ञातव्य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ख़ल्क़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स्पष्ट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वास्विकता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श्रेणी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आयेगा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प्रदत्त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मसलहत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ख़ल्क़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अम्र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सामर्थय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आमिर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वही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ऊलिल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सत्ता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दें।</w:t>
      </w:r>
    </w:p>
    <w:p w:rsidR="005635EE" w:rsidRPr="00EC0BB4" w:rsidRDefault="005635EE" w:rsidP="00EC0BB4">
      <w:pPr>
        <w:pStyle w:val="libNormal"/>
      </w:pPr>
      <w:r w:rsidRPr="00EC0BB4">
        <w:rPr>
          <w:rFonts w:hint="eastAsia"/>
        </w:rPr>
        <w:t>“</w:t>
      </w:r>
      <w:r w:rsidRPr="005635EE">
        <w:rPr>
          <w:rFonts w:hint="cs"/>
          <w:cs/>
          <w:lang w:bidi="hi-IN"/>
        </w:rPr>
        <w:t>अतीउल्लाहा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अतीउर्ररसूल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ऊलिल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मिनकुम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इताअत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इताअत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उलिल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यहाँ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श्रोता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विवेक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उलझा।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ज्ञात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शब्द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प्रयुक्त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हुआ।</w:t>
      </w:r>
    </w:p>
    <w:p w:rsidR="005635EE" w:rsidRPr="00EC0BB4" w:rsidRDefault="005635EE" w:rsidP="00EC0BB4">
      <w:pPr>
        <w:pStyle w:val="libNormal"/>
      </w:pPr>
      <w:r w:rsidRPr="00EC0BB4">
        <w:rPr>
          <w:rFonts w:hint="eastAsia"/>
        </w:rPr>
        <w:t>“</w:t>
      </w:r>
      <w:r w:rsidRPr="005635EE">
        <w:rPr>
          <w:rFonts w:hint="cs"/>
          <w:cs/>
          <w:lang w:bidi="hi-IN"/>
        </w:rPr>
        <w:t>होअल्लज़ी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बआसा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उम्मीयीना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रसूलममिन्हुम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उम्मीयीन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भेजा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उन्ही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मिन्हुम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ऊलिल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मिन्कुम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तुम्ही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निवार्चित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ऊलिल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निवार्चित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सारांश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ख़लक़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सामर्थय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विधायन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</w:t>
      </w:r>
      <w:r w:rsidRPr="00EC0BB4">
        <w:t>, (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मुंह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उठायें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लाभार्जन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निर्वाचित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जिसको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आज्ञा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नियुक्त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होंगे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नियुक्त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स्पष्ट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रुप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ऐलान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 </w:t>
      </w:r>
      <w:r w:rsidRPr="00EC0BB4">
        <w:t>“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इताअत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आज्ञा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.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इताअते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इताअते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>.)</w:t>
      </w:r>
      <w:r w:rsidRPr="005635EE">
        <w:rPr>
          <w:rFonts w:hint="cs"/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आज्ञा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समक्ष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किंचत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संशोधन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मोमेनतिन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क़ज़ल्लाहो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रसूलोहू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यकूना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लहुमुल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ख़ैरते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अमरेहिम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फ़ैसला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इख्तेयार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इख्तेयार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="00EC0BB4">
        <w:rPr>
          <w:lang w:bidi="hi-IN"/>
        </w:rPr>
        <w:t>,</w:t>
      </w:r>
      <w:r w:rsidRPr="005635EE">
        <w:rPr>
          <w:rFonts w:hint="cs"/>
          <w:cs/>
          <w:lang w:bidi="hi-IN"/>
        </w:rPr>
        <w:t>संशोधन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 xml:space="preserve">?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स्थापित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वसलाम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राना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हुसैन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नक़वी</w:t>
      </w:r>
    </w:p>
    <w:p w:rsidR="005635EE" w:rsidRPr="00EC0BB4" w:rsidRDefault="005635EE" w:rsidP="00EC0BB4">
      <w:pPr>
        <w:pStyle w:val="libNormal"/>
      </w:pPr>
    </w:p>
    <w:p w:rsidR="005635EE" w:rsidRPr="00EC0BB4" w:rsidRDefault="005635EE" w:rsidP="00EC0BB4">
      <w:pPr>
        <w:pStyle w:val="libNormal"/>
      </w:pPr>
    </w:p>
    <w:p w:rsidR="005635EE" w:rsidRPr="00EC0BB4" w:rsidRDefault="005635EE" w:rsidP="00EC0BB4">
      <w:pPr>
        <w:pStyle w:val="libNormal"/>
      </w:pPr>
      <w:r w:rsidRPr="00EC0BB4">
        <w:tab/>
      </w:r>
      <w:bookmarkStart w:id="1" w:name="_Toc488310019"/>
      <w:r w:rsidRPr="00EC0BB4">
        <w:rPr>
          <w:rStyle w:val="Heading1Char"/>
          <w:rFonts w:ascii="Mangal" w:eastAsia="Calibri" w:hAnsi="Mangal" w:cs="Mangal" w:hint="cs"/>
          <w:cs/>
        </w:rPr>
        <w:t>दीर्घ</w:t>
      </w:r>
      <w:r w:rsidRPr="00EC0BB4">
        <w:rPr>
          <w:rStyle w:val="Heading1Char"/>
          <w:rFonts w:eastAsia="Calibri"/>
          <w:cs/>
        </w:rPr>
        <w:t xml:space="preserve"> </w:t>
      </w:r>
      <w:r w:rsidRPr="00EC0BB4">
        <w:rPr>
          <w:rStyle w:val="Heading1Char"/>
          <w:rFonts w:ascii="Mangal" w:eastAsia="Calibri" w:hAnsi="Mangal" w:cs="Mangal" w:hint="cs"/>
          <w:cs/>
        </w:rPr>
        <w:t>काल</w:t>
      </w:r>
      <w:bookmarkEnd w:id="1"/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धीमी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वर्तमान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राजनीति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इन्किलाबी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ताक़त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रफ़ता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रप़ता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सवाल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सामने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हयात</w:t>
      </w:r>
      <w:r w:rsidRPr="00EC0BB4">
        <w:t xml:space="preserve">, </w:t>
      </w:r>
      <w:r w:rsidRPr="005635EE">
        <w:rPr>
          <w:rFonts w:hint="cs"/>
          <w:cs/>
          <w:lang w:bidi="hi-IN"/>
        </w:rPr>
        <w:t>निज़ाम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ज़िन्दगी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>1400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बरस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वातावरण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नज़र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अंदाजा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युगों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बदलने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इन्किलाबात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औचित्य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प्रत्येक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बाक़ी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पाबन्दी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जुज़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शीर्षक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पृथक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"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मआशरे</w:t>
      </w:r>
      <w:r w:rsidRPr="005635EE">
        <w:rPr>
          <w:cs/>
          <w:lang w:bidi="hi-IN"/>
        </w:rPr>
        <w:t xml:space="preserve">"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सीमाऐं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संकुचित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मेल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जोल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विस्तार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तेज़ी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बढ़ते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औॅर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क़ौमें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केन्द्र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मेंपरस्पर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सम्बद्ध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मेल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जोल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वृद्धि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मुख़्तसर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सामाजिक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>?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अहकामे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औऱ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दया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कृपा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सहानुभूति</w:t>
      </w:r>
      <w:r w:rsidRPr="00EC0BB4">
        <w:t xml:space="preserve">, </w:t>
      </w:r>
      <w:r w:rsidRPr="005635EE">
        <w:rPr>
          <w:rFonts w:hint="cs"/>
          <w:cs/>
          <w:lang w:bidi="hi-IN"/>
        </w:rPr>
        <w:t>आत्मीयता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लाज़मी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तक़ाज़े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फ़ितरत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प्यास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बुझा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EC0BB4">
        <w:t>1400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फ़ितरत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सवाल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प्रसतुत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दख़्ल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स्वभाव</w:t>
      </w:r>
      <w:r w:rsidRPr="00EC0BB4">
        <w:t xml:space="preserve">, </w:t>
      </w:r>
      <w:r w:rsidRPr="005635EE">
        <w:rPr>
          <w:rFonts w:hint="cs"/>
          <w:cs/>
          <w:lang w:bidi="hi-IN"/>
        </w:rPr>
        <w:t>मानव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EC0BB4">
        <w:t>1400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चौदहवीं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शताब्दी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EC0BB4">
        <w:t>1400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प्रमाणित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उदाहरणार्थ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शहीअत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जातिगत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भेतभाव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महान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विचारधारा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जटिल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दूसरी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विचारधारा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मुशतरकः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हैसियक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फ़िरक़ो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ज्वलँत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प्रस्तुत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नवासा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बेचारा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दुनिया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बेबसी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बेकसी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खा़नदानी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कैसा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निर्मम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आरम्भ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क़रार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अत्याचारी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अत्याचार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जाओ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दूसरा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तादाते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अज़वाज</w:t>
      </w:r>
      <w:r w:rsidRPr="00EC0BB4">
        <w:rPr>
          <w:rFonts w:hint="eastAsia"/>
        </w:rPr>
        <w:t>”</w:t>
      </w:r>
      <w:r w:rsidRPr="00EC0BB4">
        <w:t xml:space="preserve"> (</w:t>
      </w:r>
      <w:r w:rsidRPr="005635EE">
        <w:rPr>
          <w:rFonts w:hint="cs"/>
          <w:cs/>
          <w:lang w:bidi="hi-IN"/>
        </w:rPr>
        <w:t>पत्नियों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संख्या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आदि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अपेक्षा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प्रधानता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अतिरिक्त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दूसरा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चकाच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गयारहै।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आपत्ति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सशक्त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लेती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</w:t>
      </w:r>
      <w:r w:rsidRPr="005635EE">
        <w:rPr>
          <w:cs/>
          <w:lang w:bidi="hi-IN"/>
        </w:rPr>
        <w:t xml:space="preserve"> </w:t>
      </w:r>
      <w:r w:rsidR="00EC0BB4">
        <w:rPr>
          <w:rFonts w:hint="cs"/>
          <w:cs/>
          <w:lang w:bidi="hi-IN"/>
        </w:rPr>
        <w:t>इ</w:t>
      </w:r>
      <w:r w:rsidRPr="005635EE">
        <w:rPr>
          <w:rFonts w:hint="cs"/>
          <w:cs/>
          <w:lang w:bidi="hi-IN"/>
        </w:rPr>
        <w:t>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साबित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तरक्की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पसंद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सहयोगी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साबित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प्रयत्न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समर्थ्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प्रस्तुत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स्वतन्त्रता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पाबन्दी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</w:t>
      </w:r>
      <w:r w:rsidRPr="00EC0BB4">
        <w:t xml:space="preserve">? 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विविध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अनुभव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असंतुलित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जीवनयापन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दुष्परिणाम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विरूद्ध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प्रमाण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प्रस्तुत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अत्याधिक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प्रेम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लाभार्जन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सम्बद्ध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दुसरी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उक्त</w:t>
      </w:r>
      <w:r w:rsidRPr="005635EE">
        <w:rPr>
          <w:cs/>
          <w:lang w:bidi="hi-IN"/>
        </w:rPr>
        <w:t xml:space="preserve">- </w:t>
      </w:r>
      <w:r w:rsidRPr="005635EE">
        <w:rPr>
          <w:rFonts w:hint="cs"/>
          <w:cs/>
          <w:lang w:bidi="hi-IN"/>
        </w:rPr>
        <w:t>लाभ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असमानता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तादाते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अज़वाज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हुई।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प्रस्तुत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कहाँ</w:t>
      </w:r>
      <w:r w:rsidRPr="005635EE">
        <w:rPr>
          <w:cs/>
          <w:lang w:bidi="hi-IN"/>
        </w:rPr>
        <w:t xml:space="preserve"> </w:t>
      </w:r>
      <w:r w:rsidRPr="00EC0BB4">
        <w:t xml:space="preserve">?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चाहचे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आधुनिक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योरोप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अथवा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पाबन्दी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मसीही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योरोप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कर्तव्य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अत्याधिक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मतभेद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रिश्ता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मृत्यु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रिश्ता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टूट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माध्यम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टूटने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तात्पर्य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सकारात्मक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नकारात्मक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दूसरे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विरूद्ध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आवाजें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आरम्भ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व्याकुलता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फैलना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आरम्भ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करक़्क़ीयाफ़्ता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लेता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हानि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पहुँचाई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ग़ैर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अथवा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ग़ैर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ज़बान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मुसलमान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अस्वाभाविक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भावुक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मानव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जाति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हुकूमत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छत्र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छाया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यस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जुदो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लहू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माफ़िस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समावाते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फ़िल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अर्ज़</w:t>
      </w:r>
      <w:r w:rsidRPr="00EC0BB4">
        <w:rPr>
          <w:rFonts w:hint="eastAsia"/>
        </w:rPr>
        <w:t>”</w:t>
      </w:r>
      <w:r w:rsidRPr="00EC0BB4">
        <w:t xml:space="preserve"> (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सुजूद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तमाम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काएनात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आसमान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) </w:t>
      </w:r>
      <w:r w:rsidRPr="00EC0BB4">
        <w:t>“</w:t>
      </w:r>
      <w:r w:rsidRPr="005635EE">
        <w:rPr>
          <w:rFonts w:hint="cs"/>
          <w:cs/>
          <w:lang w:bidi="hi-IN"/>
        </w:rPr>
        <w:t>माकाना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तोमिनो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मोमेनितिन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क़ज़ल्लाहो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रसूलोहू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अमरन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यकूना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लहुमुल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खियारतो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अमरेहिम</w:t>
      </w:r>
      <w:r w:rsidRPr="00EC0BB4">
        <w:rPr>
          <w:rFonts w:hint="eastAsia"/>
        </w:rPr>
        <w:t>”</w:t>
      </w:r>
    </w:p>
    <w:p w:rsidR="005635EE" w:rsidRPr="00EC0BB4" w:rsidRDefault="005635EE" w:rsidP="00EC0BB4">
      <w:pPr>
        <w:pStyle w:val="libNormal"/>
      </w:pPr>
      <w:r w:rsidRPr="00EC0BB4">
        <w:rPr>
          <w:rFonts w:hint="eastAsia"/>
        </w:rPr>
        <w:t>“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पैगम्बर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फैसला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इख़तियार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EC0BB4">
        <w:rPr>
          <w:rFonts w:hint="eastAsia"/>
        </w:rPr>
        <w:t>”</w:t>
      </w:r>
      <w:r w:rsidRPr="005635EE">
        <w:rPr>
          <w:rFonts w:hint="cs"/>
          <w:cs/>
          <w:lang w:bidi="hi-IN"/>
        </w:rPr>
        <w:t>।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तर्क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वज़ाहत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यद्यपि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क़ुराने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मजीद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सम्बोधित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प्रसंग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महिलाएं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सम्मिलित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इख़तियार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दाख़िल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स्पष्टिकरण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चाहा</w:t>
      </w:r>
      <w:r w:rsidRPr="005635EE">
        <w:rPr>
          <w:cs/>
          <w:lang w:bidi="hi-IN"/>
        </w:rPr>
        <w:t xml:space="preserve"> </w:t>
      </w:r>
      <w:r w:rsidRPr="00EC0BB4">
        <w:t xml:space="preserve">“ </w:t>
      </w:r>
      <w:r w:rsidRPr="005635EE">
        <w:rPr>
          <w:rFonts w:hint="cs"/>
          <w:cs/>
          <w:lang w:bidi="hi-IN"/>
        </w:rPr>
        <w:t>माकाना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मोमेनिन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मोमेलिन</w:t>
      </w:r>
      <w:r w:rsidRPr="005635EE">
        <w:rPr>
          <w:cs/>
          <w:lang w:bidi="hi-IN"/>
        </w:rPr>
        <w:t xml:space="preserve"> </w:t>
      </w:r>
      <w:r w:rsidRPr="00EC0BB4">
        <w:t>”</w:t>
      </w:r>
    </w:p>
    <w:p w:rsidR="005635EE" w:rsidRPr="00EC0BB4" w:rsidRDefault="005635EE" w:rsidP="00EC0BB4">
      <w:pPr>
        <w:pStyle w:val="libNormal"/>
      </w:pPr>
      <w:r w:rsidRPr="00EC0BB4">
        <w:tab/>
        <w:t>(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मोमिन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मोमिना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) </w:t>
      </w:r>
      <w:r w:rsidRPr="00EC0BB4">
        <w:t>“</w:t>
      </w:r>
      <w:r w:rsidRPr="005635EE">
        <w:rPr>
          <w:rFonts w:hint="cs"/>
          <w:cs/>
          <w:lang w:bidi="hi-IN"/>
        </w:rPr>
        <w:t>इज़ा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कज़ल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लाहो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अमरन</w:t>
      </w:r>
      <w:r w:rsidRPr="00EC0BB4">
        <w:rPr>
          <w:rFonts w:hint="eastAsia"/>
        </w:rPr>
        <w:t>”</w:t>
      </w:r>
      <w:r w:rsidRPr="00EC0BB4">
        <w:t xml:space="preserve"> (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फ़ैसला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इख़तियार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ऐलान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चूँकि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प्रतिनिधि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दिया।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अन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नबीओ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मोमेनीना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अनफ़ुसेहिम</w:t>
      </w:r>
      <w:r w:rsidRPr="00EC0BB4">
        <w:rPr>
          <w:rFonts w:hint="eastAsia"/>
        </w:rPr>
        <w:t>”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नबी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नुफ़ूस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ज्यादा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इख़तयार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बढ़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निरंकुश्ता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निजी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नफ़्स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ग़दीर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सवाल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EC0BB4">
        <w:t xml:space="preserve">“ </w:t>
      </w:r>
      <w:r w:rsidRPr="005635EE">
        <w:rPr>
          <w:rFonts w:hint="cs"/>
          <w:cs/>
          <w:lang w:bidi="hi-IN"/>
        </w:rPr>
        <w:t>अलतस्तो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बेकुम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अनफ़ुसे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नुफ़ूस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ज़्यादा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इख़तियार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रखता</w:t>
      </w:r>
      <w:r w:rsidRPr="00EC0BB4">
        <w:rPr>
          <w:rFonts w:hint="eastAsia"/>
        </w:rPr>
        <w:t>”</w:t>
      </w:r>
      <w:r w:rsidRPr="00EC0BB4">
        <w:t xml:space="preserve"> “</w:t>
      </w:r>
      <w:r w:rsidRPr="005635EE">
        <w:rPr>
          <w:rFonts w:hint="cs"/>
          <w:cs/>
          <w:lang w:bidi="hi-IN"/>
        </w:rPr>
        <w:t>औऱ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तमाम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मजमे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EC0BB4">
        <w:rPr>
          <w:rFonts w:hint="eastAsia"/>
        </w:rPr>
        <w:t>”</w:t>
      </w:r>
      <w:r w:rsidRPr="00EC0BB4">
        <w:t xml:space="preserve"> “</w:t>
      </w:r>
      <w:r w:rsidRPr="005635EE">
        <w:rPr>
          <w:rFonts w:hint="cs"/>
          <w:cs/>
          <w:lang w:bidi="hi-IN"/>
        </w:rPr>
        <w:t>बला</w:t>
      </w:r>
      <w:r w:rsidRPr="00EC0BB4">
        <w:rPr>
          <w:rFonts w:hint="eastAsia"/>
        </w:rPr>
        <w:t>”</w:t>
      </w:r>
      <w:r w:rsidRPr="00EC0BB4">
        <w:t xml:space="preserve"> (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EC0BB4">
        <w:rPr>
          <w:rFonts w:hint="eastAsia"/>
        </w:rPr>
        <w:t>”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परवरदिगार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हूँ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प्रकृतिक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अथवा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शब्दों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नुफ़ूस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ज्यादा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रखता।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क़ालू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प्रश्नावली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शब्द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बदले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उत्तर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सकेगा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काफ़िर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सकेगा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मुनाफ़िक़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कहलायेगा।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अलस्तो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रब्बेकुम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मुहम्मदन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स्थापित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उपरान्त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ऐलान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कुन्तो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मौला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अलीउन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मौला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स्थापित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अलीउन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वली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उल्लाह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प्रतिनिधी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खुदा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निसबत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राज्य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प्रतिनिधी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लिहाज़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दुनिया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बाहैसियत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ख़लीफ़ऐ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हमारा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हाकिम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साहिबुल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हो।</w:t>
      </w:r>
      <w:r w:rsidRPr="005635EE">
        <w:rPr>
          <w:cs/>
          <w:lang w:bidi="hi-IN"/>
        </w:rPr>
        <w:t xml:space="preserve"> 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रूप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स्थापित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संशोधन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ज़ाहिर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मूलभूत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अन्देशा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ज़्यादती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करेगा।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प्रारम्भिक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यथावश्यक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भिन्न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नमाजडे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कस्त्र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औऱ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पूरी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नमाज़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पढ़ने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इसको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भिन्न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भिन्न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पुरूषों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भूत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हिजरत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नमाज़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बैतुल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मुक़द्दस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ओऱ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मुँह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नमाज़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पढ़ने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मुँह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बल्कि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मान्यतायें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मीआद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बताने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बदल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यद्यपि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सीमाएं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निगाह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परिणाम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इल्में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गैब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विचारकों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इल्में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गैब़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संदेह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बदला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भविष्य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ज्ञान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भूतकाल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वर्तमान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भविष्य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यहूद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एवं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नसारा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मन्सूख़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निरस्तीकरण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पाश्चाताप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साबित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तमाम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नसारा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हलाल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तौरेत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हलाल</w:t>
      </w:r>
      <w:r w:rsidRPr="00EC0BB4">
        <w:t xml:space="preserve">, </w:t>
      </w:r>
      <w:r w:rsidRPr="005635EE">
        <w:rPr>
          <w:rFonts w:hint="cs"/>
          <w:cs/>
          <w:lang w:bidi="hi-IN"/>
        </w:rPr>
        <w:t>शराब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मूसवी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जनाबे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मूसा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ईसाइयों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हलाल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यद्यपि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आस्थानुसार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क़रार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पाए।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मंसूख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सम्पूर्ण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मंसूख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दें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दूसरी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हाँ</w:t>
      </w:r>
      <w:r w:rsidRPr="00EC0BB4">
        <w:t xml:space="preserve">,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नास्तिकता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मूसवी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अम्ली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मंसूख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सज्जन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स्वपन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EC0BB4">
        <w:t xml:space="preserve">, </w:t>
      </w:r>
      <w:r w:rsidRPr="005635EE">
        <w:rPr>
          <w:rFonts w:hint="cs"/>
          <w:cs/>
          <w:lang w:bidi="hi-IN"/>
        </w:rPr>
        <w:t>जनाबे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मसीह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उन्होंने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आकाश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ज़म्बील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विभिन्न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मांस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सूवर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मांस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ईसाइयों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हलाल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यद्यपि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मूसवी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ज़म्बील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स्वप्न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हलाल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EC0BB4">
        <w:t xml:space="preserve">, </w:t>
      </w:r>
      <w:r w:rsidRPr="005635EE">
        <w:rPr>
          <w:rFonts w:hint="cs"/>
          <w:cs/>
          <w:lang w:bidi="hi-IN"/>
        </w:rPr>
        <w:t>खुदा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विधायन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स्वप्न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द्वारा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निरस्तीकरण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ऐलान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सत्यता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विरूद्ध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गिरोह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निरस्ती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गिरोह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बदाअ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विरोधी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पश्चाताप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ज़ाहिर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यद्दपि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इल्मे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सदक़े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बरकत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दिखाना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फ़ैसला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सुनाया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चालीस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मसलहत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तकाज़ा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सदक़ा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EC0BB4">
        <w:t>19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वृध्दि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फ़ैसला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फ़ैसला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</w:p>
    <w:p w:rsidR="005635EE" w:rsidRPr="00EC0BB4" w:rsidRDefault="005635EE" w:rsidP="00EC0BB4">
      <w:pPr>
        <w:pStyle w:val="libNormal"/>
      </w:pPr>
      <w:r w:rsidRPr="005635EE">
        <w:rPr>
          <w:cs/>
          <w:lang w:bidi="hi-IN"/>
        </w:rPr>
        <w:lastRenderedPageBreak/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फ़ैसले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वास्तविक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मीआद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ज्ञानानुसार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ज्ञात्वय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इमकान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प्रतिनिधि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प्रतिनिधि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रक्षक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नयुक्त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हाथों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रक्षक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नियुक्त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शासकों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EC0BB4">
        <w:t xml:space="preserve">,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प्रतिनिधियों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श्रंखला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शराअत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मूलभूत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हाहाकार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प्रयत्न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यद्दपि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अनुच्छ़ेद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निम्नलिखित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फ़िक़ः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अनुच्छ़ेदों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वर्गीकरण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bookmarkStart w:id="2" w:name="_Toc488310020"/>
      <w:r w:rsidRPr="00EC0BB4">
        <w:rPr>
          <w:rStyle w:val="Heading1Char"/>
          <w:rFonts w:eastAsia="Calibri"/>
        </w:rPr>
        <w:t>1.</w:t>
      </w:r>
      <w:r w:rsidRPr="00EC0BB4">
        <w:rPr>
          <w:rStyle w:val="Heading1Char"/>
          <w:rFonts w:eastAsia="Calibri"/>
        </w:rPr>
        <w:tab/>
      </w:r>
      <w:r w:rsidRPr="00EC0BB4">
        <w:rPr>
          <w:rStyle w:val="Heading1Char"/>
          <w:rFonts w:ascii="Mangal" w:eastAsia="Calibri" w:hAnsi="Mangal" w:cs="Mangal" w:hint="cs"/>
          <w:cs/>
        </w:rPr>
        <w:t>इबादतः</w:t>
      </w:r>
      <w:bookmarkEnd w:id="2"/>
      <w:r w:rsidRPr="005635EE">
        <w:rPr>
          <w:cs/>
          <w:lang w:bidi="hi-IN"/>
        </w:rPr>
        <w:t xml:space="preserve">-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अन्जाम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रिज़ाये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रिज़ाये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अन्जाम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उदाहरणः</w:t>
      </w:r>
      <w:r w:rsidRPr="005635EE">
        <w:rPr>
          <w:cs/>
          <w:lang w:bidi="hi-IN"/>
        </w:rPr>
        <w:t xml:space="preserve">- </w:t>
      </w:r>
      <w:r w:rsidRPr="005635EE">
        <w:rPr>
          <w:rFonts w:hint="cs"/>
          <w:cs/>
          <w:lang w:bidi="hi-IN"/>
        </w:rPr>
        <w:t>व़ुज़ु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अन्जाम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व़ुज़ु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सफाई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व़ुज़ु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व़ुज़ु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क़ुर्बतन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इल्ललाह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रिज़ाए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रिज़ाए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पारिभाषिक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रुप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इबादत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</w:p>
    <w:p w:rsidR="005635EE" w:rsidRPr="00EC0BB4" w:rsidRDefault="005635EE" w:rsidP="00EC0BB4">
      <w:pPr>
        <w:pStyle w:val="libNormal"/>
      </w:pPr>
      <w:r w:rsidRPr="00EC0BB4">
        <w:t>2.</w:t>
      </w:r>
      <w:r w:rsidRPr="00EC0BB4">
        <w:tab/>
      </w:r>
      <w:r w:rsidRPr="005635EE">
        <w:rPr>
          <w:rFonts w:hint="cs"/>
          <w:cs/>
          <w:lang w:bidi="hi-IN"/>
        </w:rPr>
        <w:t>अक़ुदः</w:t>
      </w:r>
      <w:r w:rsidRPr="005635EE">
        <w:rPr>
          <w:cs/>
          <w:lang w:bidi="hi-IN"/>
        </w:rPr>
        <w:t xml:space="preserve">-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अक़ुद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निक़ाह।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रुप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वरना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ख़रीदने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बेचने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उज़ारः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मकान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किराए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कहलाती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EC0BB4">
        <w:t>3.</w:t>
      </w:r>
      <w:r w:rsidRPr="00EC0BB4">
        <w:tab/>
      </w:r>
      <w:r w:rsidRPr="005635EE">
        <w:rPr>
          <w:rFonts w:hint="cs"/>
          <w:cs/>
          <w:lang w:bidi="hi-IN"/>
        </w:rPr>
        <w:t>ऐक़ाआतः</w:t>
      </w:r>
      <w:r w:rsidRPr="005635EE">
        <w:rPr>
          <w:cs/>
          <w:lang w:bidi="hi-IN"/>
        </w:rPr>
        <w:t xml:space="preserve">-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तरफ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तरफ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सीग़े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पढ़े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सीग़ा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ऐक़ाअत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EC0BB4">
        <w:t>4.</w:t>
      </w:r>
      <w:r w:rsidRPr="00EC0BB4">
        <w:tab/>
      </w:r>
      <w:r w:rsidRPr="005635EE">
        <w:rPr>
          <w:rFonts w:hint="cs"/>
          <w:cs/>
          <w:lang w:bidi="hi-IN"/>
        </w:rPr>
        <w:t>ऐहकामः</w:t>
      </w:r>
      <w:r w:rsidRPr="005635EE">
        <w:rPr>
          <w:cs/>
          <w:lang w:bidi="hi-IN"/>
        </w:rPr>
        <w:t xml:space="preserve">-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जिनमें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सवाल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सीग़े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क़िसास</w:t>
      </w:r>
      <w:r w:rsidRPr="00EC0BB4">
        <w:t xml:space="preserve">, </w:t>
      </w:r>
      <w:r w:rsidRPr="005635EE">
        <w:rPr>
          <w:rFonts w:hint="cs"/>
          <w:cs/>
          <w:lang w:bidi="hi-IN"/>
        </w:rPr>
        <w:t>मीरास</w:t>
      </w:r>
      <w:r w:rsidRPr="00EC0BB4">
        <w:t xml:space="preserve">, </w:t>
      </w:r>
      <w:r w:rsidRPr="005635EE">
        <w:rPr>
          <w:rFonts w:hint="cs"/>
          <w:cs/>
          <w:lang w:bidi="hi-IN"/>
        </w:rPr>
        <w:t>खाने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पीने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अनुच्छ़ेद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कौन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ग़िज़ा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हलाल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कौन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अहकाम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दाखिल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जितने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शोबे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वर्गो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दाखिल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होंगे।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फ़िकः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क्षेत्र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ऐकाआत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सम्मिलित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मामलात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क्षेत्र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ऐहकाम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तादादे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अज़वाज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ऐकाआत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अहकाम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अनुच्छ़ेद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विषयों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पर्सनल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लॉ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शेष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इबादत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विषय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उदाहरणार्थः</w:t>
      </w:r>
      <w:r w:rsidRPr="005635EE">
        <w:rPr>
          <w:cs/>
          <w:lang w:bidi="hi-IN"/>
        </w:rPr>
        <w:t xml:space="preserve">- </w:t>
      </w:r>
      <w:r w:rsidRPr="005635EE">
        <w:rPr>
          <w:rFonts w:hint="cs"/>
          <w:cs/>
          <w:lang w:bidi="hi-IN"/>
        </w:rPr>
        <w:t>ग़िज़ा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पाबन्दियाँ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विरोध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हिम्मत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सम्भवतः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कल्पना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क्षेत्र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भागो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इच्छ़ुक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व्याकुलता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इमारत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सालमियत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शासन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 xml:space="preserve">? </w:t>
      </w:r>
      <w:r w:rsidRPr="005635EE">
        <w:rPr>
          <w:rFonts w:hint="cs"/>
          <w:cs/>
          <w:lang w:bidi="hi-IN"/>
        </w:rPr>
        <w:t>जिसे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</w:p>
    <w:p w:rsidR="005635EE" w:rsidRPr="00EC0BB4" w:rsidRDefault="005635EE" w:rsidP="00EC0BB4">
      <w:pPr>
        <w:pStyle w:val="libNormal"/>
      </w:pPr>
      <w:bookmarkStart w:id="3" w:name="_Toc488310021"/>
      <w:r w:rsidRPr="00EC0BB4">
        <w:rPr>
          <w:rStyle w:val="Heading1Char"/>
          <w:rFonts w:ascii="Mangal" w:eastAsia="Calibri" w:hAnsi="Mangal" w:cs="Mangal" w:hint="cs"/>
          <w:cs/>
        </w:rPr>
        <w:t>इस्लामी</w:t>
      </w:r>
      <w:r w:rsidRPr="00EC0BB4">
        <w:rPr>
          <w:rStyle w:val="Heading1Char"/>
          <w:rFonts w:eastAsia="Calibri"/>
          <w:cs/>
        </w:rPr>
        <w:t xml:space="preserve"> </w:t>
      </w:r>
      <w:r w:rsidRPr="00EC0BB4">
        <w:rPr>
          <w:rStyle w:val="Heading1Char"/>
          <w:rFonts w:ascii="Mangal" w:eastAsia="Calibri" w:hAnsi="Mangal" w:cs="Mangal" w:hint="cs"/>
          <w:cs/>
        </w:rPr>
        <w:t>दृष्टि</w:t>
      </w:r>
      <w:r w:rsidRPr="00EC0BB4">
        <w:rPr>
          <w:rStyle w:val="Heading1Char"/>
          <w:rFonts w:eastAsia="Calibri"/>
          <w:cs/>
        </w:rPr>
        <w:t xml:space="preserve"> </w:t>
      </w:r>
      <w:r w:rsidRPr="00EC0BB4">
        <w:rPr>
          <w:rStyle w:val="Heading1Char"/>
          <w:rFonts w:ascii="Mangal" w:eastAsia="Calibri" w:hAnsi="Mangal" w:cs="Mangal" w:hint="cs"/>
          <w:cs/>
        </w:rPr>
        <w:t>कोण</w:t>
      </w:r>
      <w:bookmarkEnd w:id="3"/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जनमानस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जनमानस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ज़िक्र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सम्बोधित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क़ुराने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मजीद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इरशाद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 xml:space="preserve">–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हमने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पाबन्द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संशोधन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रिसालत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अक़ीदे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विमुख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जाँए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क़ुरान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कलामे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छ़ोड़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क़ाफ़िर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मानवीय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जाँए।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तात्पर्य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EC0BB4">
        <w:t>1400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क़ाफ़िर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वास्विकता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तर्क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प्रस्तुत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EC0BB4">
        <w:rPr>
          <w:rFonts w:hint="eastAsia"/>
        </w:rPr>
        <w:t>”</w:t>
      </w:r>
      <w:r w:rsidRPr="00EC0BB4">
        <w:t xml:space="preserve"> 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मानवीय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प्रभावित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सर्वोन्मुखी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बेटों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जाना।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आपत्तियाँ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प्रस्तुत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कहेगा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रिसालत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समझेगा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हम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बेटों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महसुस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गुज़रा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मृत्यु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EC0BB4">
        <w:t>“</w:t>
      </w:r>
      <w:r w:rsidRPr="005635EE">
        <w:rPr>
          <w:rFonts w:hint="cs"/>
          <w:cs/>
          <w:lang w:bidi="hi-IN"/>
        </w:rPr>
        <w:t>यतीमल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अबवैन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थे।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मृत्यु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गर्भ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यतीम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मगर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अनाथावस्था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मालूम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प्रेम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दोहरा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प्रतिनिधि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लगती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EC0BB4">
        <w:t>6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साया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भी।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समावेश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बढ़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बेनवाई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अनुभव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कौन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बेटों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ज़बान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बताता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निर्धनता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दरिद्रता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परेशानहाली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चीज़ो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प्रमुख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परेशानी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होगा।</w:t>
      </w:r>
    </w:p>
    <w:p w:rsidR="005635EE" w:rsidRPr="00EC0BB4" w:rsidRDefault="005635EE" w:rsidP="00EC0BB4">
      <w:pPr>
        <w:pStyle w:val="libNormal"/>
      </w:pPr>
      <w:r w:rsidRPr="00EC0BB4">
        <w:tab/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फ़क़ीर</w:t>
      </w:r>
      <w:r w:rsidRPr="00EC0BB4">
        <w:t xml:space="preserve">, </w:t>
      </w:r>
      <w:r w:rsidRPr="005635EE">
        <w:rPr>
          <w:rFonts w:hint="cs"/>
          <w:cs/>
          <w:lang w:bidi="hi-IN"/>
        </w:rPr>
        <w:t>यूँ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परिभाषा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फ़कीर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ज़कात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EC0BB4">
        <w:t xml:space="preserve">,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काफ़ी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मोजूद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नज़र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ज़कात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सम्भव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ज़कात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घोड़े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बैठ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ज़कात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लेने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नज़र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ज़कात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दैनिक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सेवक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मौजुद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शैली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खर्च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ग़ैर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खुशामद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प्रयत्न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यापन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नौकरी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मौजुद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फ़कीर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दाखिल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परिभाषा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फ़कीर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ज़िक्र</w:t>
      </w:r>
      <w:r w:rsidRPr="00EC0BB4">
        <w:t xml:space="preserve">,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EC0BB4">
        <w:t xml:space="preserve">, </w:t>
      </w:r>
      <w:r w:rsidRPr="005635EE">
        <w:rPr>
          <w:rFonts w:hint="cs"/>
          <w:cs/>
          <w:lang w:bidi="hi-IN"/>
        </w:rPr>
        <w:t>खाने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="00EC0BB4">
        <w:rPr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EC0BB4">
        <w:t xml:space="preserve">,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प्रमाणित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फ़कीर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परेशानहाली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पात्रता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दरिद्रता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परेशानीहाली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परेशानीहाली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समावेश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बेचारा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परेशानहाली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बीच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परेशानहाली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बेचारा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समावेश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नज़र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उपस्थिति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वंचित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लखपति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बेचारा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अंधा</w:t>
      </w:r>
      <w:r w:rsidR="00EC0BB4">
        <w:rPr>
          <w:lang w:bidi="hi-IN"/>
        </w:rPr>
        <w:t>,</w:t>
      </w:r>
      <w:r w:rsidRPr="005635EE">
        <w:rPr>
          <w:rFonts w:hint="cs"/>
          <w:cs/>
          <w:lang w:bidi="hi-IN"/>
        </w:rPr>
        <w:t>अपाहिज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बेचारे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वाली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फ़िलासफी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चूँकि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लखपति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दिलवा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परेशान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लड़के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बड़े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हज़ारों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मासिक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बेटा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छात्र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भविष्य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सुरक्षित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बेटे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हैसियत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रुप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बटवारा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बेटा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लखपति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EC0BB4">
        <w:t xml:space="preserve">,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EC0BB4">
        <w:t xml:space="preserve">,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बटवारा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न्याय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अन्याय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बटवारा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EC0BB4">
        <w:t xml:space="preserve">,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बेटा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अन्तर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 xml:space="preserve">? </w:t>
      </w:r>
      <w:r w:rsidRPr="005635EE">
        <w:rPr>
          <w:rFonts w:hint="cs"/>
          <w:cs/>
          <w:lang w:bidi="hi-IN"/>
        </w:rPr>
        <w:t>बेटा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मध्यस्थ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संतान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संतान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संतान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जैसे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प्रथम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श्रेणी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द्दित्तीय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श्रेणी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>,</w:t>
      </w:r>
      <w:r w:rsidRPr="005635EE">
        <w:rPr>
          <w:rFonts w:hint="cs"/>
          <w:cs/>
          <w:lang w:bidi="hi-IN"/>
        </w:rPr>
        <w:t>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भाईयों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 </w:t>
      </w:r>
      <w:r w:rsidRPr="00EC0BB4">
        <w:t xml:space="preserve">–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छ़ोड़े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-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मिलेगी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भाईयों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उपस्थिति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पात्रता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यघपी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अपेक्षा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वृध्द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शक्तिहीन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जीविका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मीरास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क्योकि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शीला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पात्रता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निकटतम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उपस्थिति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दूर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EC0BB4">
        <w:t xml:space="preserve">,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मिरास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मिलेगी।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तक़ाज़ा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भावनाओ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समावेश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विरोध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अन्याय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यधपि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अनुभव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दैनिक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मुल्यवान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कागज़ात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सन्दुक़चा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बैठा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विश्वास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सन्दुकचा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खुला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काग़ज़ात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सन्देह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तुरन्त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सन्दुक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काग़ज़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सुरक्षित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विचारणीय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काग़ज़ात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अथवा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EC0BB4">
        <w:t xml:space="preserve">? </w:t>
      </w:r>
      <w:r w:rsidRPr="005635EE">
        <w:rPr>
          <w:rFonts w:hint="cs"/>
          <w:cs/>
          <w:lang w:bidi="hi-IN"/>
        </w:rPr>
        <w:t>तात्पर्य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भावनात्मक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विश्वास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फ़ितरत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ख्यानत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प्रारम्भ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फ़ितरत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अविश्वास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इसी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अप्रिय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मिस्र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आज़ादिऐ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निसवाँ</w:t>
      </w:r>
      <w:r w:rsidRPr="00EC0BB4">
        <w:rPr>
          <w:rFonts w:hint="eastAsia"/>
        </w:rPr>
        <w:t>”</w:t>
      </w:r>
      <w:r w:rsidRPr="00EC0BB4">
        <w:t xml:space="preserve"> (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स्वतन्त्रता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आन्दोलन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आरम्भ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सदैव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दर्द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आवाज़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थोड़ा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कठोर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थोड़ा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गवार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विद्रोह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जैसेः</w:t>
      </w:r>
      <w:r w:rsidRPr="005635EE">
        <w:rPr>
          <w:cs/>
          <w:lang w:bidi="hi-IN"/>
        </w:rPr>
        <w:t xml:space="preserve">- </w:t>
      </w:r>
      <w:r w:rsidRPr="00EC0BB4">
        <w:t>“</w:t>
      </w:r>
      <w:r w:rsidRPr="005635EE">
        <w:rPr>
          <w:rFonts w:hint="cs"/>
          <w:cs/>
          <w:lang w:bidi="hi-IN"/>
        </w:rPr>
        <w:t>संसार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चोर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डाकु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कान्फ्रेन्स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रात्रि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दरवाज़े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औचित्य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आन्दोलन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औचित्य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विरुध्द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आपत्ति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धार्मिक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सर्वोच्च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EC0BB4">
        <w:t xml:space="preserve">,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स्थापित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धिर्मिक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जितनी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महानता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कठोर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अज़वाजे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पत्नियाँ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जिनके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मजीद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अज़वाजहु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उम्महातहुम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मुस्लमानों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मोऐं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शब्द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व्यवहारिक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रुप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प्रयुक्त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उदाहरणार्थ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प्रत्येक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विधवा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मृत्यु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पश्चात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इद्दत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अज़वाजे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कल्पना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जाएज़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उपरान्त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हुक्म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वृध्दि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चेहरे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बुर्क़ा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ओढ़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निकलती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अज़वाजे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चारदिवारी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वाजिब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इरशाद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वक़रना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ब्युते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कुन्ना</w:t>
      </w:r>
      <w:r w:rsidRPr="00EC0BB4">
        <w:rPr>
          <w:rFonts w:hint="eastAsia"/>
        </w:rPr>
        <w:t>”</w:t>
      </w:r>
      <w:r w:rsidRPr="005635EE">
        <w:rPr>
          <w:rFonts w:hint="cs"/>
          <w:cs/>
          <w:lang w:bidi="hi-IN"/>
        </w:rPr>
        <w:t>।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क़रार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सुकून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बैठो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बुर्क़ा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ओढ़ने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इजतिहाद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अज़वाजे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जिन्होने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वरीयता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जनाबे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सौदाह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बिन्ते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उम्मुल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मोमनीन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थीं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ज़माने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मैंने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फ़जीलत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जनाबे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उम्मे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सलमा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महान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बैत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सदैव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सम्बध्द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जिन्होने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ज़ौजियत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तात्पर्य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ज़ौजियते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विशेष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प्रतीक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कमी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वृध्दि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बिज़्ज़त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उर</w:t>
      </w:r>
      <w:r w:rsidRPr="005635EE">
        <w:rPr>
          <w:cs/>
          <w:lang w:bidi="hi-IN"/>
        </w:rPr>
        <w:t>-</w:t>
      </w:r>
      <w:r w:rsidRPr="005635EE">
        <w:rPr>
          <w:rFonts w:hint="cs"/>
          <w:cs/>
          <w:lang w:bidi="hi-IN"/>
        </w:rPr>
        <w:t>रसूल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मस्जिद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खुत्बा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सुनने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बुर्क़ा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ओढ़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यघ्पि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मस्जिदे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ख़ानऐ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सय्यैदा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मध्य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सड़क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बाज़ार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अज़मत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सुस्पष्ट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थी।</w:t>
      </w:r>
    </w:p>
    <w:p w:rsidR="005635EE" w:rsidRPr="00EC0BB4" w:rsidRDefault="005635EE" w:rsidP="00EC0BB4">
      <w:pPr>
        <w:pStyle w:val="libNormal"/>
      </w:pPr>
      <w:bookmarkStart w:id="4" w:name="_Toc488310022"/>
      <w:r w:rsidRPr="00EC0BB4">
        <w:rPr>
          <w:rStyle w:val="Heading1Char"/>
          <w:rFonts w:ascii="Mangal" w:eastAsia="Calibri" w:hAnsi="Mangal" w:cs="Mangal" w:hint="cs"/>
          <w:cs/>
        </w:rPr>
        <w:t>इसी</w:t>
      </w:r>
      <w:r w:rsidRPr="00EC0BB4">
        <w:rPr>
          <w:rStyle w:val="Heading1Char"/>
          <w:rFonts w:eastAsia="Calibri"/>
          <w:cs/>
        </w:rPr>
        <w:t xml:space="preserve"> </w:t>
      </w:r>
      <w:r w:rsidRPr="00EC0BB4">
        <w:rPr>
          <w:rStyle w:val="Heading1Char"/>
          <w:rFonts w:ascii="Mangal" w:eastAsia="Calibri" w:hAnsi="Mangal" w:cs="Mangal" w:hint="cs"/>
          <w:cs/>
        </w:rPr>
        <w:t>सम्बन्ध</w:t>
      </w:r>
      <w:r w:rsidRPr="00EC0BB4">
        <w:rPr>
          <w:rStyle w:val="Heading1Char"/>
          <w:rFonts w:eastAsia="Calibri"/>
          <w:cs/>
        </w:rPr>
        <w:t xml:space="preserve"> </w:t>
      </w:r>
      <w:r w:rsidRPr="00EC0BB4">
        <w:rPr>
          <w:rStyle w:val="Heading1Char"/>
          <w:rFonts w:ascii="Mangal" w:eastAsia="Calibri" w:hAnsi="Mangal" w:cs="Mangal" w:hint="cs"/>
          <w:cs/>
        </w:rPr>
        <w:t>में</w:t>
      </w:r>
      <w:bookmarkEnd w:id="4"/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मसावात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बरती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अन्याय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तादादे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अज़वाज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पाबन्दी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ग़ैर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इन्सानी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लेते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वास्तविक्ता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माध्यम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अन्याय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कल्पना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जिसे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बेटी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प्रदान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जैसा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पुत्री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पिता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खड़ा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सदैव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ख़ड़े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थें।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ज़िन्दी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रवायत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ईज़ा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दख़ालत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फ़ातेमतो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अलैहा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रहाबहा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अजालहो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मकानेही</w:t>
      </w:r>
      <w:r w:rsidRPr="00EC0BB4">
        <w:rPr>
          <w:rFonts w:hint="eastAsia"/>
        </w:rPr>
        <w:t>”</w:t>
      </w:r>
      <w:r w:rsidRPr="005635EE">
        <w:rPr>
          <w:rFonts w:hint="cs"/>
          <w:cs/>
          <w:lang w:bidi="hi-IN"/>
        </w:rPr>
        <w:t>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फ़ात्मा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ज़हरा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>.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ख़ड़े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मर्हबा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फ़र्माते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जगह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बिठाते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स्पष्ट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सैय्यदा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>.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बैठी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बैठेंगे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शहज़ादी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उठ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अपने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पुनः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बैठ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जाएंगे।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महान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फ़र्मा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कल्पना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अन्याय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सर्वप्रथम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बहुविवाह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दृष्टिकोण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कामइच्छ़ा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माध्यम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वँशवृद्दि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="00EC0BB4">
        <w:rPr>
          <w:lang w:bidi="hi-IN"/>
        </w:rPr>
        <w:t>,</w:t>
      </w:r>
      <w:r w:rsidRPr="00EC0BB4"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बढ़ाने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माध्यम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वँशवृद्दि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पहुँच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क्योकि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कितने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स्थापित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गर्भ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विपरीत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वँशवृद्दि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उद्देश्य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बढ़ाने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अलांछ़िक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शरीफ़ाना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उद्देश्य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अतिरिक्त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ईज़ाबो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निःसंदेह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स्थापित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सुन्नत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तालिब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निस्बत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स्पष्ट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पाबन्दियाँ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निस्बत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निक़ाह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पेशक़दमी।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वकील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अनकहतो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वकील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तसबीह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क़बल्लतू</w:t>
      </w:r>
      <w:r w:rsidRPr="00EC0BB4">
        <w:rPr>
          <w:rFonts w:hint="eastAsia"/>
        </w:rPr>
        <w:t>”</w:t>
      </w:r>
      <w:r w:rsidRPr="00EC0BB4"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पढ़ा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बेकार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क्योकि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क़बल्तो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होंगे।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समाज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दस्तुर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लड़की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सीग़े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लड़का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सीग़ए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उधर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मौलवी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साहब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इधर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सीग़े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EC0BB4">
        <w:t xml:space="preserve">– </w:t>
      </w:r>
      <w:r w:rsidRPr="005635EE">
        <w:rPr>
          <w:rFonts w:hint="cs"/>
          <w:cs/>
          <w:lang w:bidi="hi-IN"/>
        </w:rPr>
        <w:t>पुरूष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साँराश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सीग़ै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ईज़ाब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कान्फ्रेन्स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माँग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वरन्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कान्फ्रेन्स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करेगें।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जाएं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अवश्य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पसन्द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अक़्द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शराअत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परिवर्तन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समझने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कान्फ्रेन्स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ग़लती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मौजूदगी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करेंगी।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लाख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मिलेगी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खालिक़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कर्तव्य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ज़िम्मेदारी</w:t>
      </w:r>
      <w:r w:rsidRPr="005635EE">
        <w:rPr>
          <w:cs/>
          <w:lang w:bidi="hi-IN"/>
        </w:rPr>
        <w:t xml:space="preserve">  </w:t>
      </w:r>
      <w:r w:rsidRPr="005635EE">
        <w:rPr>
          <w:rFonts w:hint="cs"/>
          <w:cs/>
          <w:lang w:bidi="hi-IN"/>
        </w:rPr>
        <w:t>अल्लाह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ओर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लागू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पक्षपात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आधार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ज़िम्मेदारी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इच्छ़ाओं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आवश्यकताओं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साधारणतया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प्रचलन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अन्याय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श्रीमती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शिकायत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EC0BB4">
        <w:t xml:space="preserve">,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कहेंगे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मैनें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कहा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मुझसे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मालूम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प्रिय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मौजुद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समस्त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परिणामों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विषय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सोच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तुम्हे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शिकायत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वास्तविकता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मर्ज़ी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शामिल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तक़ाज़ो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निबाह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चाहिए।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स्वीकार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तमाम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मध्य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कर्तव्यपरायणता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समानता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बरतना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होगी।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चरित्र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सम्बन्धित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प्रश्न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विषय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रहता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स्वयं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संख्या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नौ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रखा।</w:t>
      </w:r>
    </w:p>
    <w:p w:rsidR="005635EE" w:rsidRPr="00EC0BB4" w:rsidRDefault="005635EE" w:rsidP="00EC0BB4">
      <w:pPr>
        <w:pStyle w:val="libNormal"/>
      </w:pPr>
      <w:r w:rsidRPr="005635EE">
        <w:rPr>
          <w:rFonts w:hint="cs"/>
          <w:cs/>
          <w:lang w:bidi="hi-IN"/>
        </w:rPr>
        <w:lastRenderedPageBreak/>
        <w:t>हमारी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EC0BB4">
        <w:rPr>
          <w:rStyle w:val="Heading1Char"/>
          <w:rFonts w:ascii="Mangal" w:eastAsia="Calibri" w:hAnsi="Mangal" w:cs="Mangal" w:hint="cs"/>
          <w:cs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निक़ाह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दुसरा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अस्थाई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मुताअ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ईसाई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व्यवस्था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दृष्टि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मानो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शरीअते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आनन्द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अनुभूति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पाबन्दियाँ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मुताअ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सामाजिक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माध्यम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कर्तव्य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संख्या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मुताअ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संख्या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हमारे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स्थायी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ज़िम्मेदारियाँ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कर्तव्य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EC0BB4">
        <w:t xml:space="preserve">,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मुताअ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सामायिक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उन्माद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ज़िम्मेदारी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मुताअ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लाभार्जन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अपितु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संख्या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बढ़ा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इच्छ़ा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आनन्द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प्राप्ति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कर्तव्यनिष्ठा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भागीदारी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रखी।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इस्लाम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चार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सीमा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शब्दों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निर्धारित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EC0BB4">
        <w:t>“</w:t>
      </w:r>
      <w:r w:rsidRPr="005635EE">
        <w:rPr>
          <w:rFonts w:hint="cs"/>
          <w:cs/>
          <w:lang w:bidi="hi-IN"/>
        </w:rPr>
        <w:t>कठिन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निर्वहन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दायित्व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ठीक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EC0BB4">
        <w:rPr>
          <w:rFonts w:hint="eastAsia"/>
        </w:rPr>
        <w:t>”</w:t>
      </w:r>
      <w:r w:rsidRPr="00EC0BB4">
        <w:t xml:space="preserve"> (</w:t>
      </w:r>
      <w:r w:rsidRPr="005635EE">
        <w:rPr>
          <w:rFonts w:hint="cs"/>
          <w:cs/>
          <w:lang w:bidi="hi-IN"/>
        </w:rPr>
        <w:t>फ़ा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ख़िफ़तुम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अल्ल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तआदेलू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फ़वाहेदहू</w:t>
      </w:r>
      <w:r w:rsidRPr="005635EE">
        <w:rPr>
          <w:cs/>
          <w:lang w:bidi="hi-IN"/>
        </w:rPr>
        <w:t xml:space="preserve">)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अगर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अदा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एक।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मनुष्य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सरल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युक्ती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प्रतीत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पर्यन्त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बहुत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लोग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करते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किन्तु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वास्तव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जिहादे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हयात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lastRenderedPageBreak/>
        <w:t>यही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ख़ालक़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ताजे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रिसालत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विवाहित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पुरुष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पहनाया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विचारणींय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यदि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केवल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खदीजतुल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कुबरा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अ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रहतीं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फिर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जनमानस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तर्कप्रस्तुति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अधिकारी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हुज़ूर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सौभाग्य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ऐसी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मिली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स्वभाव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अनुसार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EC0BB4">
        <w:t xml:space="preserve">, </w:t>
      </w:r>
      <w:r w:rsidRPr="005635EE">
        <w:rPr>
          <w:rFonts w:hint="cs"/>
          <w:cs/>
          <w:lang w:bidi="hi-IN"/>
        </w:rPr>
        <w:t>आप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मालूम</w:t>
      </w:r>
      <w:r w:rsidRPr="005635EE">
        <w:rPr>
          <w:cs/>
          <w:lang w:bidi="hi-IN"/>
        </w:rPr>
        <w:t xml:space="preserve"> </w:t>
      </w:r>
      <w:r w:rsidRPr="00EC0BB4">
        <w:t xml:space="preserve">? </w:t>
      </w:r>
      <w:r w:rsidRPr="005635EE">
        <w:rPr>
          <w:rFonts w:hint="cs"/>
          <w:cs/>
          <w:lang w:bidi="hi-IN"/>
        </w:rPr>
        <w:t>हमारा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कैसी</w:t>
      </w:r>
      <w:r w:rsidRPr="005635EE">
        <w:rPr>
          <w:cs/>
          <w:lang w:bidi="hi-IN"/>
        </w:rPr>
        <w:t xml:space="preserve"> </w:t>
      </w:r>
      <w:r w:rsidRPr="00EC0BB4">
        <w:t xml:space="preserve">– </w:t>
      </w:r>
      <w:r w:rsidRPr="005635EE">
        <w:rPr>
          <w:rFonts w:hint="cs"/>
          <w:cs/>
          <w:lang w:bidi="hi-IN"/>
        </w:rPr>
        <w:t>कैसी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साबिक़ः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हुआ।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तर्क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होती।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अतः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आवश्यकाता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दौर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जब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तर्क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समाप्त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संसार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देखो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संतुलन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सम्भव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स्वभाव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प्रवित्ति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पत्नि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साथ।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अर्थात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रसूले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ख़ुदा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संसार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उदाहरण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प्रस्तुत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लिए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ज़न्जीरों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जकड़ा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था।</w:t>
      </w:r>
    </w:p>
    <w:p w:rsidR="005635EE" w:rsidRPr="00EC0BB4" w:rsidRDefault="005635EE" w:rsidP="00EC0BB4">
      <w:pPr>
        <w:pStyle w:val="libNormal"/>
      </w:pPr>
      <w:r w:rsidRPr="00EC0BB4">
        <w:t>-------------------------------------</w:t>
      </w:r>
    </w:p>
    <w:p w:rsidR="005635EE" w:rsidRPr="00EC0BB4" w:rsidRDefault="005635EE" w:rsidP="00EC0BB4">
      <w:pPr>
        <w:pStyle w:val="Heading1"/>
      </w:pPr>
      <w:bookmarkStart w:id="5" w:name="_Toc488310023"/>
      <w:r w:rsidRPr="005635EE">
        <w:rPr>
          <w:rFonts w:hint="cs"/>
          <w:cs/>
          <w:lang w:bidi="hi-IN"/>
        </w:rPr>
        <w:t>शब्दको</w:t>
      </w:r>
      <w:r w:rsidR="00EC0BB4">
        <w:rPr>
          <w:rFonts w:hint="cs"/>
          <w:cs/>
          <w:lang w:bidi="hi-IN"/>
        </w:rPr>
        <w:t>श</w:t>
      </w:r>
      <w:bookmarkEnd w:id="5"/>
    </w:p>
    <w:p w:rsidR="005635EE" w:rsidRPr="00EC0BB4" w:rsidRDefault="005635EE" w:rsidP="00EC0BB4">
      <w:pPr>
        <w:pStyle w:val="libNormal"/>
      </w:pPr>
      <w:r w:rsidRPr="00EC0BB4">
        <w:t>1.</w:t>
      </w:r>
      <w:r w:rsidRPr="00EC0BB4">
        <w:tab/>
      </w:r>
      <w:r w:rsidRPr="005635EE">
        <w:rPr>
          <w:rFonts w:hint="cs"/>
          <w:cs/>
          <w:lang w:bidi="hi-IN"/>
        </w:rPr>
        <w:t>शरीअतः</w:t>
      </w:r>
      <w:r w:rsidRPr="005635EE">
        <w:rPr>
          <w:cs/>
          <w:lang w:bidi="hi-IN"/>
        </w:rPr>
        <w:t>-  (</w:t>
      </w:r>
      <w:r w:rsidRPr="005635EE">
        <w:rPr>
          <w:rFonts w:hint="cs"/>
          <w:cs/>
          <w:lang w:bidi="hi-IN"/>
        </w:rPr>
        <w:t>धार्मिक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क़ानून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2.</w:t>
      </w:r>
      <w:r w:rsidRPr="00EC0BB4">
        <w:tab/>
      </w:r>
      <w:r w:rsidRPr="005635EE">
        <w:rPr>
          <w:rFonts w:hint="cs"/>
          <w:cs/>
          <w:lang w:bidi="hi-IN"/>
        </w:rPr>
        <w:t>निज़ामे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ज़िन्दगीः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शैली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3.</w:t>
      </w:r>
      <w:r w:rsidRPr="00EC0BB4">
        <w:tab/>
      </w:r>
      <w:r w:rsidRPr="005635EE">
        <w:rPr>
          <w:rFonts w:hint="cs"/>
          <w:cs/>
          <w:lang w:bidi="hi-IN"/>
        </w:rPr>
        <w:t>इन्सानी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फ़ितरतः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मानवीय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प्रवृति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4.</w:t>
      </w:r>
      <w:r w:rsidRPr="00EC0BB4">
        <w:tab/>
      </w:r>
      <w:r w:rsidRPr="005635EE">
        <w:rPr>
          <w:rFonts w:hint="cs"/>
          <w:cs/>
          <w:lang w:bidi="hi-IN"/>
        </w:rPr>
        <w:t>मिरासः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पैतृक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सम्पति</w:t>
      </w:r>
      <w:r w:rsidRPr="00EC0BB4">
        <w:t xml:space="preserve">, </w:t>
      </w:r>
      <w:r w:rsidRPr="005635EE">
        <w:rPr>
          <w:rFonts w:hint="cs"/>
          <w:cs/>
          <w:lang w:bidi="hi-IN"/>
        </w:rPr>
        <w:t>आनुवँशिक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सम्पदा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5.</w:t>
      </w:r>
      <w:r w:rsidRPr="00EC0BB4">
        <w:tab/>
      </w:r>
      <w:r w:rsidRPr="005635EE">
        <w:rPr>
          <w:rFonts w:hint="cs"/>
          <w:cs/>
          <w:lang w:bidi="hi-IN"/>
        </w:rPr>
        <w:t>फ़िक्रः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सम्प्रदाय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6.</w:t>
      </w:r>
      <w:r w:rsidRPr="00EC0BB4">
        <w:tab/>
      </w:r>
      <w:r w:rsidRPr="005635EE">
        <w:rPr>
          <w:rFonts w:hint="cs"/>
          <w:cs/>
          <w:lang w:bidi="hi-IN"/>
        </w:rPr>
        <w:t>मसावातः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बराबरी</w:t>
      </w:r>
      <w:r w:rsidRPr="00EC0BB4">
        <w:t>,</w:t>
      </w:r>
      <w:r w:rsidRPr="005635EE">
        <w:rPr>
          <w:rFonts w:hint="cs"/>
          <w:cs/>
          <w:lang w:bidi="hi-IN"/>
        </w:rPr>
        <w:t>समानता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निर्पेक्षत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lastRenderedPageBreak/>
        <w:t>7.</w:t>
      </w:r>
      <w:r w:rsidRPr="00EC0BB4">
        <w:tab/>
      </w:r>
      <w:r w:rsidRPr="005635EE">
        <w:rPr>
          <w:rFonts w:hint="cs"/>
          <w:cs/>
          <w:lang w:bidi="hi-IN"/>
        </w:rPr>
        <w:t>वज़ाहतः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स्पष्टीकरण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8.</w:t>
      </w:r>
      <w:r w:rsidRPr="00EC0BB4">
        <w:tab/>
      </w:r>
      <w:r w:rsidRPr="005635EE">
        <w:rPr>
          <w:rFonts w:hint="cs"/>
          <w:cs/>
          <w:lang w:bidi="hi-IN"/>
        </w:rPr>
        <w:t>नफ़्सः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प्राणवायु</w:t>
      </w:r>
      <w:r w:rsidRPr="00EC0BB4">
        <w:t xml:space="preserve">, </w:t>
      </w:r>
      <w:r w:rsidRPr="005635EE">
        <w:rPr>
          <w:rFonts w:hint="cs"/>
          <w:cs/>
          <w:lang w:bidi="hi-IN"/>
        </w:rPr>
        <w:t>अस्तित्व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9.</w:t>
      </w:r>
      <w:r w:rsidRPr="00EC0BB4">
        <w:tab/>
      </w:r>
      <w:r w:rsidRPr="005635EE">
        <w:rPr>
          <w:rFonts w:hint="cs"/>
          <w:cs/>
          <w:lang w:bidi="hi-IN"/>
        </w:rPr>
        <w:t>फ़रमानः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राजा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देश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10.</w:t>
      </w:r>
      <w:r w:rsidRPr="00EC0BB4">
        <w:tab/>
      </w:r>
      <w:r w:rsidRPr="005635EE">
        <w:rPr>
          <w:rFonts w:hint="cs"/>
          <w:cs/>
          <w:lang w:bidi="hi-IN"/>
        </w:rPr>
        <w:t>ग़दीरः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घटना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पैग़म्बर</w:t>
      </w:r>
      <w:r w:rsidRPr="005635EE">
        <w:rPr>
          <w:cs/>
          <w:lang w:bidi="hi-IN"/>
        </w:rPr>
        <w:t xml:space="preserve"> (</w:t>
      </w:r>
      <w:r w:rsidRPr="005635EE">
        <w:rPr>
          <w:rFonts w:hint="cs"/>
          <w:cs/>
          <w:lang w:bidi="hi-IN"/>
        </w:rPr>
        <w:t>स</w:t>
      </w:r>
      <w:r w:rsidRPr="005635EE">
        <w:rPr>
          <w:cs/>
          <w:lang w:bidi="hi-IN"/>
        </w:rPr>
        <w:t xml:space="preserve">.) </w:t>
      </w:r>
      <w:r w:rsidRPr="005635EE">
        <w:rPr>
          <w:rFonts w:hint="cs"/>
          <w:cs/>
          <w:lang w:bidi="hi-IN"/>
        </w:rPr>
        <w:t>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हज़रत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अली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उत्तराधिकार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घोषणा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थी।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11.</w:t>
      </w:r>
      <w:r w:rsidRPr="00EC0BB4">
        <w:tab/>
      </w:r>
      <w:r w:rsidRPr="005635EE">
        <w:rPr>
          <w:rFonts w:hint="cs"/>
          <w:cs/>
          <w:lang w:bidi="hi-IN"/>
        </w:rPr>
        <w:t>ख़ालिक़ः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सृष्टिकर्ता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12.</w:t>
      </w:r>
      <w:r w:rsidRPr="00EC0BB4">
        <w:tab/>
      </w:r>
      <w:r w:rsidRPr="005635EE">
        <w:rPr>
          <w:rFonts w:hint="cs"/>
          <w:cs/>
          <w:lang w:bidi="hi-IN"/>
        </w:rPr>
        <w:t>क़ाफिरः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ईश्वर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हुई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नेमतों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कृतज्ञता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प्रकट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वाला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13.</w:t>
      </w:r>
      <w:r w:rsidRPr="00EC0BB4">
        <w:tab/>
      </w:r>
      <w:r w:rsidRPr="005635EE">
        <w:rPr>
          <w:rFonts w:hint="cs"/>
          <w:cs/>
          <w:lang w:bidi="hi-IN"/>
        </w:rPr>
        <w:t>मुनाफ़िक़ाः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अन्दर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बाहर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कुछ़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14.</w:t>
      </w:r>
      <w:r w:rsidRPr="00EC0BB4">
        <w:tab/>
      </w:r>
      <w:r w:rsidRPr="005635EE">
        <w:rPr>
          <w:rFonts w:hint="cs"/>
          <w:cs/>
          <w:lang w:bidi="hi-IN"/>
        </w:rPr>
        <w:t>इल्में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गैबः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भविष्य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ज्ञाता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15.</w:t>
      </w:r>
      <w:r w:rsidRPr="00EC0BB4">
        <w:tab/>
      </w:r>
      <w:r w:rsidRPr="005635EE">
        <w:rPr>
          <w:rFonts w:hint="cs"/>
          <w:cs/>
          <w:lang w:bidi="hi-IN"/>
        </w:rPr>
        <w:t>मन्सूखः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निरस्त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16.</w:t>
      </w:r>
      <w:r w:rsidRPr="00EC0BB4">
        <w:tab/>
      </w:r>
      <w:r w:rsidRPr="005635EE">
        <w:rPr>
          <w:rFonts w:hint="cs"/>
          <w:cs/>
          <w:lang w:bidi="hi-IN"/>
        </w:rPr>
        <w:t>हरामः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वर्जित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17.</w:t>
      </w:r>
      <w:r w:rsidRPr="00EC0BB4">
        <w:tab/>
      </w:r>
      <w:r w:rsidRPr="005635EE">
        <w:rPr>
          <w:rFonts w:hint="cs"/>
          <w:cs/>
          <w:lang w:bidi="hi-IN"/>
        </w:rPr>
        <w:t>हलालः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जो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धर्म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वर्जित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18.</w:t>
      </w:r>
      <w:r w:rsidRPr="00EC0BB4">
        <w:tab/>
      </w:r>
      <w:r w:rsidRPr="005635EE">
        <w:rPr>
          <w:rFonts w:hint="cs"/>
          <w:cs/>
          <w:lang w:bidi="hi-IN"/>
        </w:rPr>
        <w:t>ज़म्बीलः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पिटारा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19.</w:t>
      </w:r>
      <w:r w:rsidRPr="00EC0BB4">
        <w:tab/>
      </w:r>
      <w:r w:rsidRPr="005635EE">
        <w:rPr>
          <w:rFonts w:hint="cs"/>
          <w:cs/>
          <w:lang w:bidi="hi-IN"/>
        </w:rPr>
        <w:t>सदक़ाः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न्योछ़ावर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20.</w:t>
      </w:r>
      <w:r w:rsidRPr="00EC0BB4">
        <w:tab/>
      </w:r>
      <w:r w:rsidRPr="005635EE">
        <w:rPr>
          <w:rFonts w:hint="cs"/>
          <w:cs/>
          <w:lang w:bidi="hi-IN"/>
        </w:rPr>
        <w:t>रिज़ाये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इलाहीः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ईश्वरीय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समर्थन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21.</w:t>
      </w:r>
      <w:r w:rsidRPr="00EC0BB4">
        <w:tab/>
      </w:r>
      <w:r w:rsidRPr="005635EE">
        <w:rPr>
          <w:rFonts w:hint="cs"/>
          <w:cs/>
          <w:lang w:bidi="hi-IN"/>
        </w:rPr>
        <w:t>ईज़ाबो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क़ुबूलः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दो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व्यक्तियों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परस्पर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तथ्य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सहमत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होना</w:t>
      </w:r>
      <w:r w:rsidRPr="00EC0BB4">
        <w:t xml:space="preserve">, </w:t>
      </w:r>
      <w:r w:rsidRPr="005635EE">
        <w:rPr>
          <w:rFonts w:hint="cs"/>
          <w:cs/>
          <w:lang w:bidi="hi-IN"/>
        </w:rPr>
        <w:t>स्वीकार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22.</w:t>
      </w:r>
      <w:r w:rsidRPr="00EC0BB4">
        <w:tab/>
      </w:r>
      <w:r w:rsidRPr="005635EE">
        <w:rPr>
          <w:rFonts w:hint="cs"/>
          <w:cs/>
          <w:lang w:bidi="hi-IN"/>
        </w:rPr>
        <w:t>सीग़ाः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श्लोक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lastRenderedPageBreak/>
        <w:t>23.</w:t>
      </w:r>
      <w:r w:rsidRPr="00EC0BB4">
        <w:tab/>
      </w:r>
      <w:r w:rsidRPr="005635EE">
        <w:rPr>
          <w:rFonts w:hint="cs"/>
          <w:cs/>
          <w:lang w:bidi="hi-IN"/>
        </w:rPr>
        <w:t>क़िसासः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प्रतिशोध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24.</w:t>
      </w:r>
      <w:r w:rsidRPr="00EC0BB4">
        <w:tab/>
      </w:r>
      <w:r w:rsidRPr="005635EE">
        <w:rPr>
          <w:rFonts w:hint="cs"/>
          <w:cs/>
          <w:lang w:bidi="hi-IN"/>
        </w:rPr>
        <w:t>अमल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शोबः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अनुपालनीय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वर्गीकरण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25.</w:t>
      </w:r>
      <w:r w:rsidRPr="00EC0BB4">
        <w:tab/>
      </w:r>
      <w:r w:rsidRPr="005635EE">
        <w:rPr>
          <w:rFonts w:hint="cs"/>
          <w:cs/>
          <w:lang w:bidi="hi-IN"/>
        </w:rPr>
        <w:t>ग़िज़ाः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पोषत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तत्व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26.</w:t>
      </w:r>
      <w:r w:rsidRPr="00EC0BB4">
        <w:tab/>
      </w:r>
      <w:r w:rsidRPr="005635EE">
        <w:rPr>
          <w:rFonts w:hint="cs"/>
          <w:cs/>
          <w:lang w:bidi="hi-IN"/>
        </w:rPr>
        <w:t>सालिमयतः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सम्पुर्णतः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27.</w:t>
      </w:r>
      <w:r w:rsidRPr="00EC0BB4">
        <w:tab/>
      </w:r>
      <w:r w:rsidRPr="005635EE">
        <w:rPr>
          <w:rFonts w:hint="cs"/>
          <w:cs/>
          <w:lang w:bidi="hi-IN"/>
        </w:rPr>
        <w:t>बेनवाईः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पास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जीवन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यापन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कोई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सामाग्री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28.</w:t>
      </w:r>
      <w:r w:rsidRPr="00EC0BB4">
        <w:tab/>
      </w:r>
      <w:r w:rsidRPr="005635EE">
        <w:rPr>
          <w:rFonts w:hint="cs"/>
          <w:cs/>
          <w:lang w:bidi="hi-IN"/>
        </w:rPr>
        <w:t>इद्दतः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मुसलमानों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तलाक़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देने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या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मृत्यु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बाद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जिस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स्त्री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पुनर्विवाह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नहीं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सकती</w:t>
      </w:r>
      <w:r w:rsidRPr="00EC0BB4">
        <w:t xml:space="preserve">, </w:t>
      </w:r>
      <w:r w:rsidRPr="005635EE">
        <w:rPr>
          <w:rFonts w:hint="cs"/>
          <w:cs/>
          <w:lang w:bidi="hi-IN"/>
        </w:rPr>
        <w:t>वह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सौ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दिन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है।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29.</w:t>
      </w:r>
      <w:r w:rsidRPr="00EC0BB4">
        <w:tab/>
      </w:r>
      <w:r w:rsidRPr="005635EE">
        <w:rPr>
          <w:rFonts w:hint="cs"/>
          <w:cs/>
          <w:lang w:bidi="hi-IN"/>
        </w:rPr>
        <w:t>इज्तिहादः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जहाँ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क़ुरान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हदीस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आदेश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साफ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वहाँ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अपनी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राय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उचित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रास्ता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निकालना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30.</w:t>
      </w:r>
      <w:r w:rsidRPr="00EC0BB4">
        <w:tab/>
      </w:r>
      <w:r w:rsidRPr="005635EE">
        <w:rPr>
          <w:rFonts w:hint="cs"/>
          <w:cs/>
          <w:lang w:bidi="hi-IN"/>
        </w:rPr>
        <w:t>फ़जीलतः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श्रेष्ठता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31.</w:t>
      </w:r>
      <w:r w:rsidRPr="00EC0BB4">
        <w:tab/>
      </w:r>
      <w:r w:rsidRPr="005635EE">
        <w:rPr>
          <w:rFonts w:hint="cs"/>
          <w:cs/>
          <w:lang w:bidi="hi-IN"/>
        </w:rPr>
        <w:t>मरहबाः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बहुत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ख़ुब</w:t>
      </w:r>
      <w:r w:rsidRPr="00EC0BB4">
        <w:t xml:space="preserve">, </w:t>
      </w:r>
      <w:r w:rsidRPr="005635EE">
        <w:rPr>
          <w:rFonts w:hint="cs"/>
          <w:cs/>
          <w:lang w:bidi="hi-IN"/>
        </w:rPr>
        <w:t>शाबाश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32.</w:t>
      </w:r>
      <w:r w:rsidRPr="00EC0BB4">
        <w:tab/>
      </w:r>
      <w:r w:rsidRPr="005635EE">
        <w:rPr>
          <w:rFonts w:hint="cs"/>
          <w:cs/>
          <w:lang w:bidi="hi-IN"/>
        </w:rPr>
        <w:t>तालिबः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अभिलाषी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33.</w:t>
      </w:r>
      <w:r w:rsidRPr="00EC0BB4">
        <w:tab/>
      </w:r>
      <w:r w:rsidRPr="005635EE">
        <w:rPr>
          <w:rFonts w:hint="cs"/>
          <w:cs/>
          <w:lang w:bidi="hi-IN"/>
        </w:rPr>
        <w:t>ईज़ाबः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ईच्छ़ा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व्यक्त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34.</w:t>
      </w:r>
      <w:r w:rsidRPr="00EC0BB4">
        <w:tab/>
      </w:r>
      <w:r w:rsidRPr="005635EE">
        <w:rPr>
          <w:rFonts w:hint="cs"/>
          <w:cs/>
          <w:lang w:bidi="hi-IN"/>
        </w:rPr>
        <w:t>क़ुबूलः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स्वीकृति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35.</w:t>
      </w:r>
      <w:r w:rsidRPr="00EC0BB4">
        <w:tab/>
      </w:r>
      <w:r w:rsidRPr="005635EE">
        <w:rPr>
          <w:rFonts w:hint="cs"/>
          <w:cs/>
          <w:lang w:bidi="hi-IN"/>
        </w:rPr>
        <w:t>सीग़ऐ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कुबूलः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संस्वीकृति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शब्दोच्चारण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36.</w:t>
      </w:r>
      <w:r w:rsidRPr="00EC0BB4">
        <w:tab/>
      </w:r>
      <w:r w:rsidRPr="005635EE">
        <w:rPr>
          <w:rFonts w:hint="cs"/>
          <w:cs/>
          <w:lang w:bidi="hi-IN"/>
        </w:rPr>
        <w:t>तकाज़ोः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मान्यताओ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37.</w:t>
      </w:r>
      <w:r w:rsidRPr="00EC0BB4">
        <w:tab/>
      </w:r>
      <w:r w:rsidRPr="005635EE">
        <w:rPr>
          <w:rFonts w:hint="cs"/>
          <w:cs/>
          <w:lang w:bidi="hi-IN"/>
        </w:rPr>
        <w:t>निबाहः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निर्वहन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38.</w:t>
      </w:r>
      <w:r w:rsidRPr="00EC0BB4">
        <w:tab/>
      </w:r>
      <w:r w:rsidRPr="005635EE">
        <w:rPr>
          <w:rFonts w:hint="cs"/>
          <w:cs/>
          <w:lang w:bidi="hi-IN"/>
        </w:rPr>
        <w:t>जिहादे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हयात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फ़रारः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कर्म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क्षेत्र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पलायन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lastRenderedPageBreak/>
        <w:t>39.</w:t>
      </w:r>
      <w:r w:rsidRPr="00EC0BB4">
        <w:tab/>
      </w:r>
      <w:r w:rsidRPr="005635EE">
        <w:rPr>
          <w:rFonts w:hint="cs"/>
          <w:cs/>
          <w:lang w:bidi="hi-IN"/>
        </w:rPr>
        <w:t>हिबः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अनुदान</w:t>
      </w:r>
      <w:r w:rsidRPr="00EC0BB4">
        <w:t xml:space="preserve">, </w:t>
      </w:r>
      <w:r w:rsidRPr="005635EE">
        <w:rPr>
          <w:rFonts w:hint="cs"/>
          <w:cs/>
          <w:lang w:bidi="hi-IN"/>
        </w:rPr>
        <w:t>पारितोषक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40.</w:t>
      </w:r>
      <w:r w:rsidRPr="00EC0BB4">
        <w:tab/>
      </w:r>
      <w:r w:rsidRPr="005635EE">
        <w:rPr>
          <w:rFonts w:hint="cs"/>
          <w:cs/>
          <w:lang w:bidi="hi-IN"/>
        </w:rPr>
        <w:t>शिर्कः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ईश्वरत्य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में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ईश्वर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के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अतिरिक्त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किसी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और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को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भी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सम्मलित</w:t>
      </w:r>
      <w:r w:rsidRPr="005635EE">
        <w:rPr>
          <w:cs/>
          <w:lang w:bidi="hi-IN"/>
        </w:rPr>
        <w:t xml:space="preserve"> </w:t>
      </w:r>
      <w:r w:rsidRPr="005635EE">
        <w:rPr>
          <w:rFonts w:hint="cs"/>
          <w:cs/>
          <w:lang w:bidi="hi-IN"/>
        </w:rPr>
        <w:t>करना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41.</w:t>
      </w:r>
      <w:r w:rsidRPr="00EC0BB4">
        <w:tab/>
      </w:r>
      <w:r w:rsidRPr="005635EE">
        <w:rPr>
          <w:rFonts w:hint="cs"/>
          <w:cs/>
          <w:lang w:bidi="hi-IN"/>
        </w:rPr>
        <w:t>तौहीदः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एकेश्वरवाद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42.</w:t>
      </w:r>
      <w:r w:rsidRPr="00EC0BB4">
        <w:tab/>
      </w:r>
      <w:r w:rsidRPr="005635EE">
        <w:rPr>
          <w:rFonts w:hint="cs"/>
          <w:cs/>
          <w:lang w:bidi="hi-IN"/>
        </w:rPr>
        <w:t>तायरः</w:t>
      </w:r>
      <w:r w:rsidRPr="005635EE">
        <w:rPr>
          <w:cs/>
          <w:lang w:bidi="hi-IN"/>
        </w:rPr>
        <w:t>- (</w:t>
      </w:r>
      <w:r w:rsidRPr="005635EE">
        <w:rPr>
          <w:rFonts w:hint="cs"/>
          <w:cs/>
          <w:lang w:bidi="hi-IN"/>
        </w:rPr>
        <w:t>पक्षी</w:t>
      </w:r>
      <w:r w:rsidRPr="005635EE">
        <w:rPr>
          <w:cs/>
          <w:lang w:bidi="hi-IN"/>
        </w:rPr>
        <w:t>)</w:t>
      </w:r>
    </w:p>
    <w:p w:rsidR="005635EE" w:rsidRPr="00EC0BB4" w:rsidRDefault="005635EE" w:rsidP="00EC0BB4">
      <w:pPr>
        <w:pStyle w:val="libNormal"/>
      </w:pPr>
      <w:r w:rsidRPr="00EC0BB4">
        <w:t>----------------------------------------------------------------------</w:t>
      </w:r>
    </w:p>
    <w:p w:rsidR="00EC0BB4" w:rsidRDefault="00EC0BB4" w:rsidP="00EC0BB4">
      <w:pPr>
        <w:pStyle w:val="libLine"/>
        <w:rPr>
          <w:rFonts w:eastAsia="Calibri"/>
        </w:rPr>
      </w:pPr>
      <w:r w:rsidRPr="002657C0">
        <w:t>[[</w:t>
      </w:r>
      <w:r w:rsidRPr="002657C0">
        <w:rPr>
          <w:rFonts w:hint="cs"/>
          <w:cs/>
          <w:lang w:bidi="hi-IN"/>
        </w:rPr>
        <w:t>अलहम्दो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लिल्लाह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किताब</w:t>
      </w:r>
      <w:r w:rsidRPr="002657C0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मुस्लिम पर्सनल लाँ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पूरी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टाईप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गई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खुदा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वंदे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आलम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दुआगौ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हुं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हमारे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अमल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कुबुल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फरमाऐ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और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इमाम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हुसैन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</w:t>
      </w:r>
      <w:r w:rsidRPr="002657C0">
        <w:rPr>
          <w:cs/>
          <w:lang w:bidi="hi-IN"/>
        </w:rPr>
        <w:t xml:space="preserve">.) </w:t>
      </w:r>
      <w:r w:rsidRPr="002657C0">
        <w:rPr>
          <w:rFonts w:hint="cs"/>
          <w:cs/>
          <w:lang w:bidi="hi-IN"/>
        </w:rPr>
        <w:t>फाउनडेशन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तरक्की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इनायत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फरमाए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जिन्होने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किताब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अपनी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साइट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अलहसनैन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इस्लामी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नेटवर्क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के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लिऐ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टाइप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कराया।</w:t>
      </w:r>
      <w:r w:rsidRPr="002657C0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20</w:t>
      </w:r>
      <w:r w:rsidRPr="002657C0">
        <w:t>.</w:t>
      </w:r>
      <w:r>
        <w:rPr>
          <w:rFonts w:hint="cs"/>
          <w:cs/>
          <w:lang w:bidi="hi-IN"/>
        </w:rPr>
        <w:t>7</w:t>
      </w:r>
      <w:r w:rsidRPr="002657C0">
        <w:t>.2017</w:t>
      </w:r>
    </w:p>
    <w:p w:rsidR="00EC0BB4" w:rsidRDefault="00EC0BB4">
      <w:pPr>
        <w:spacing w:after="0" w:line="240" w:lineRule="auto"/>
        <w:rPr>
          <w:rFonts w:ascii="Mangal" w:hAnsi="Mangal" w:cs="Mangal"/>
          <w:color w:val="000000"/>
          <w:sz w:val="26"/>
          <w:szCs w:val="26"/>
        </w:rPr>
      </w:pPr>
      <w:r>
        <w:br w:type="page"/>
      </w:r>
    </w:p>
    <w:sdt>
      <w:sdtPr>
        <w:id w:val="38145438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EC0BB4" w:rsidRDefault="00EC0BB4" w:rsidP="00EC0BB4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विषयसूची</w:t>
          </w:r>
        </w:p>
        <w:p w:rsidR="00EC0BB4" w:rsidRDefault="00EC0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310018" w:history="1">
            <w:r w:rsidRPr="009F746B">
              <w:rPr>
                <w:rStyle w:val="Hyperlink"/>
                <w:rFonts w:cs="Mangal" w:hint="cs"/>
                <w:noProof/>
                <w:cs/>
                <w:lang w:bidi="hi-IN"/>
              </w:rPr>
              <w:t>भूमिकाः</w:t>
            </w:r>
            <w:r w:rsidRPr="009F746B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_Toc488310018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0BB4" w:rsidRDefault="00EC0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8310019" w:history="1"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दीर्घ</w:t>
            </w:r>
            <w:r w:rsidRPr="009F746B">
              <w:rPr>
                <w:rStyle w:val="Hyperlink"/>
                <w:noProof/>
              </w:rPr>
              <w:t xml:space="preserve"> </w:t>
            </w:r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_Toc488310019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0BB4" w:rsidRDefault="00EC0BB4" w:rsidP="00EC0BB4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8310020" w:history="1"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इबादतः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_Toc488310020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0BB4" w:rsidRDefault="00EC0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8310021" w:history="1"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इस्लामी</w:t>
            </w:r>
            <w:r w:rsidRPr="009F746B">
              <w:rPr>
                <w:rStyle w:val="Hyperlink"/>
                <w:noProof/>
              </w:rPr>
              <w:t xml:space="preserve"> </w:t>
            </w:r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दृष्टि</w:t>
            </w:r>
            <w:r w:rsidRPr="009F746B">
              <w:rPr>
                <w:rStyle w:val="Hyperlink"/>
                <w:noProof/>
              </w:rPr>
              <w:t xml:space="preserve"> </w:t>
            </w:r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कोण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_Toc488310021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0BB4" w:rsidRDefault="00EC0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8310022" w:history="1"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इसी</w:t>
            </w:r>
            <w:r w:rsidRPr="009F746B">
              <w:rPr>
                <w:rStyle w:val="Hyperlink"/>
                <w:noProof/>
              </w:rPr>
              <w:t xml:space="preserve"> </w:t>
            </w:r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सम्बन्ध</w:t>
            </w:r>
            <w:r w:rsidRPr="009F746B">
              <w:rPr>
                <w:rStyle w:val="Hyperlink"/>
                <w:noProof/>
              </w:rPr>
              <w:t xml:space="preserve"> </w:t>
            </w:r>
            <w:r w:rsidRPr="009F746B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_Toc488310022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0BB4" w:rsidRDefault="00EC0B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8310023" w:history="1">
            <w:r w:rsidRPr="009F746B">
              <w:rPr>
                <w:rStyle w:val="Hyperlink"/>
                <w:rFonts w:cs="Mangal" w:hint="cs"/>
                <w:noProof/>
                <w:cs/>
                <w:lang w:bidi="hi-IN"/>
              </w:rPr>
              <w:t>शब्दकोश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_Toc488310023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0BB4" w:rsidRDefault="00EC0BB4">
          <w:r>
            <w:fldChar w:fldCharType="end"/>
          </w:r>
        </w:p>
      </w:sdtContent>
    </w:sdt>
    <w:p w:rsidR="005635EE" w:rsidRPr="00EC0BB4" w:rsidRDefault="005635EE" w:rsidP="00EC0BB4">
      <w:pPr>
        <w:pStyle w:val="libLine"/>
      </w:pPr>
      <w:r w:rsidRPr="00EC0BB4">
        <w:t xml:space="preserve"> </w:t>
      </w:r>
    </w:p>
    <w:p w:rsidR="005B0FBC" w:rsidRPr="005635EE" w:rsidRDefault="005B0FBC" w:rsidP="00EC0BB4">
      <w:pPr>
        <w:pStyle w:val="libNormal"/>
      </w:pPr>
    </w:p>
    <w:sectPr w:rsidR="005B0FBC" w:rsidRPr="005635EE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FE2" w:rsidRDefault="00236FE2" w:rsidP="008B7801">
      <w:pPr>
        <w:spacing w:after="0" w:line="240" w:lineRule="auto"/>
      </w:pPr>
      <w:r>
        <w:separator/>
      </w:r>
    </w:p>
  </w:endnote>
  <w:endnote w:type="continuationSeparator" w:id="0">
    <w:p w:rsidR="00236FE2" w:rsidRDefault="00236FE2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B4" w:rsidRDefault="00EC0BB4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>
      <w:rPr>
        <w:rFonts w:ascii="SutonnyMJ" w:hAnsi="SutonnyMJ" w:cs="SutonnyMJ"/>
        <w:noProof/>
      </w:rPr>
      <w:t>45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FE2" w:rsidRDefault="00236FE2" w:rsidP="008B7801">
      <w:pPr>
        <w:spacing w:after="0" w:line="240" w:lineRule="auto"/>
      </w:pPr>
      <w:r>
        <w:separator/>
      </w:r>
    </w:p>
  </w:footnote>
  <w:footnote w:type="continuationSeparator" w:id="0">
    <w:p w:rsidR="00236FE2" w:rsidRDefault="00236FE2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EC0BB4"/>
    <w:rsid w:val="00007817"/>
    <w:rsid w:val="00017F8E"/>
    <w:rsid w:val="00041E80"/>
    <w:rsid w:val="00043999"/>
    <w:rsid w:val="000451DA"/>
    <w:rsid w:val="0007490F"/>
    <w:rsid w:val="000821E1"/>
    <w:rsid w:val="000A16E2"/>
    <w:rsid w:val="000A787D"/>
    <w:rsid w:val="000D0FC8"/>
    <w:rsid w:val="000D3139"/>
    <w:rsid w:val="000D641E"/>
    <w:rsid w:val="000E0732"/>
    <w:rsid w:val="000E6001"/>
    <w:rsid w:val="00105A3E"/>
    <w:rsid w:val="00112743"/>
    <w:rsid w:val="00137658"/>
    <w:rsid w:val="001652D2"/>
    <w:rsid w:val="00166B2A"/>
    <w:rsid w:val="0016774F"/>
    <w:rsid w:val="001829DB"/>
    <w:rsid w:val="001A0CC2"/>
    <w:rsid w:val="001A3437"/>
    <w:rsid w:val="001C49F5"/>
    <w:rsid w:val="001F146E"/>
    <w:rsid w:val="001F5D63"/>
    <w:rsid w:val="0020120B"/>
    <w:rsid w:val="00202634"/>
    <w:rsid w:val="00207CEC"/>
    <w:rsid w:val="0021625C"/>
    <w:rsid w:val="002172FF"/>
    <w:rsid w:val="00235071"/>
    <w:rsid w:val="00236FE2"/>
    <w:rsid w:val="002657C0"/>
    <w:rsid w:val="00266853"/>
    <w:rsid w:val="00275890"/>
    <w:rsid w:val="00277517"/>
    <w:rsid w:val="00280632"/>
    <w:rsid w:val="0028094A"/>
    <w:rsid w:val="0028663A"/>
    <w:rsid w:val="00292BC3"/>
    <w:rsid w:val="00296130"/>
    <w:rsid w:val="002A5FAC"/>
    <w:rsid w:val="002B6ACF"/>
    <w:rsid w:val="002B709B"/>
    <w:rsid w:val="002C1B77"/>
    <w:rsid w:val="002D15B8"/>
    <w:rsid w:val="002D2BC1"/>
    <w:rsid w:val="002D7521"/>
    <w:rsid w:val="002E4766"/>
    <w:rsid w:val="00304CCF"/>
    <w:rsid w:val="003137DA"/>
    <w:rsid w:val="003277AE"/>
    <w:rsid w:val="00327E10"/>
    <w:rsid w:val="00331D48"/>
    <w:rsid w:val="0033697A"/>
    <w:rsid w:val="00376475"/>
    <w:rsid w:val="00385BC7"/>
    <w:rsid w:val="003A1605"/>
    <w:rsid w:val="003A380C"/>
    <w:rsid w:val="003E4BC2"/>
    <w:rsid w:val="003E6793"/>
    <w:rsid w:val="00406D51"/>
    <w:rsid w:val="004571AC"/>
    <w:rsid w:val="00466FB5"/>
    <w:rsid w:val="0048150F"/>
    <w:rsid w:val="00495B54"/>
    <w:rsid w:val="004A56BA"/>
    <w:rsid w:val="004C57A4"/>
    <w:rsid w:val="004D6143"/>
    <w:rsid w:val="004D783B"/>
    <w:rsid w:val="004E1F6D"/>
    <w:rsid w:val="004E6557"/>
    <w:rsid w:val="004E710D"/>
    <w:rsid w:val="004F23D3"/>
    <w:rsid w:val="00506800"/>
    <w:rsid w:val="0053165C"/>
    <w:rsid w:val="005337F7"/>
    <w:rsid w:val="00544132"/>
    <w:rsid w:val="00553605"/>
    <w:rsid w:val="0056112A"/>
    <w:rsid w:val="005635EE"/>
    <w:rsid w:val="00580F04"/>
    <w:rsid w:val="00581C01"/>
    <w:rsid w:val="00582B64"/>
    <w:rsid w:val="00584195"/>
    <w:rsid w:val="005862E0"/>
    <w:rsid w:val="00593844"/>
    <w:rsid w:val="0059796A"/>
    <w:rsid w:val="005B0FBC"/>
    <w:rsid w:val="005B2471"/>
    <w:rsid w:val="005B568F"/>
    <w:rsid w:val="005B7D24"/>
    <w:rsid w:val="005D2D86"/>
    <w:rsid w:val="005D3333"/>
    <w:rsid w:val="005E1043"/>
    <w:rsid w:val="0061174D"/>
    <w:rsid w:val="00641F16"/>
    <w:rsid w:val="00650534"/>
    <w:rsid w:val="00663BEC"/>
    <w:rsid w:val="006746F0"/>
    <w:rsid w:val="006877F6"/>
    <w:rsid w:val="00690232"/>
    <w:rsid w:val="00690B60"/>
    <w:rsid w:val="006A5305"/>
    <w:rsid w:val="006B240B"/>
    <w:rsid w:val="006C230E"/>
    <w:rsid w:val="006D197A"/>
    <w:rsid w:val="006F73E6"/>
    <w:rsid w:val="0070563E"/>
    <w:rsid w:val="00707890"/>
    <w:rsid w:val="0071325E"/>
    <w:rsid w:val="00714388"/>
    <w:rsid w:val="007243F7"/>
    <w:rsid w:val="00733E6E"/>
    <w:rsid w:val="0075520E"/>
    <w:rsid w:val="0076100E"/>
    <w:rsid w:val="007719FE"/>
    <w:rsid w:val="00776659"/>
    <w:rsid w:val="00780F9A"/>
    <w:rsid w:val="007A740B"/>
    <w:rsid w:val="007B649B"/>
    <w:rsid w:val="007C711A"/>
    <w:rsid w:val="007D0C93"/>
    <w:rsid w:val="007E3A6A"/>
    <w:rsid w:val="00840C16"/>
    <w:rsid w:val="008521C9"/>
    <w:rsid w:val="00870944"/>
    <w:rsid w:val="008715EA"/>
    <w:rsid w:val="00875EBE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9D4796"/>
    <w:rsid w:val="00A069B8"/>
    <w:rsid w:val="00A07514"/>
    <w:rsid w:val="00A07CA6"/>
    <w:rsid w:val="00A2744B"/>
    <w:rsid w:val="00A32F52"/>
    <w:rsid w:val="00A357FF"/>
    <w:rsid w:val="00A455D0"/>
    <w:rsid w:val="00A555DC"/>
    <w:rsid w:val="00A560EA"/>
    <w:rsid w:val="00A62D76"/>
    <w:rsid w:val="00A73C64"/>
    <w:rsid w:val="00A77675"/>
    <w:rsid w:val="00A77932"/>
    <w:rsid w:val="00A82FC6"/>
    <w:rsid w:val="00A9511C"/>
    <w:rsid w:val="00AA7385"/>
    <w:rsid w:val="00AB18E8"/>
    <w:rsid w:val="00AB6543"/>
    <w:rsid w:val="00B12C60"/>
    <w:rsid w:val="00B22407"/>
    <w:rsid w:val="00B3251F"/>
    <w:rsid w:val="00B34C00"/>
    <w:rsid w:val="00B72F9C"/>
    <w:rsid w:val="00BA3A6E"/>
    <w:rsid w:val="00BC4A6D"/>
    <w:rsid w:val="00BD2034"/>
    <w:rsid w:val="00BE1409"/>
    <w:rsid w:val="00BE360D"/>
    <w:rsid w:val="00C2470C"/>
    <w:rsid w:val="00C25C33"/>
    <w:rsid w:val="00C303C9"/>
    <w:rsid w:val="00C332AE"/>
    <w:rsid w:val="00C436E2"/>
    <w:rsid w:val="00C43F9B"/>
    <w:rsid w:val="00C53098"/>
    <w:rsid w:val="00C539D3"/>
    <w:rsid w:val="00C56204"/>
    <w:rsid w:val="00C60BAA"/>
    <w:rsid w:val="00C747C4"/>
    <w:rsid w:val="00C966ED"/>
    <w:rsid w:val="00CA0F1B"/>
    <w:rsid w:val="00CB1DE2"/>
    <w:rsid w:val="00CB2CAE"/>
    <w:rsid w:val="00CC48FE"/>
    <w:rsid w:val="00CD6645"/>
    <w:rsid w:val="00CE088A"/>
    <w:rsid w:val="00CE09E4"/>
    <w:rsid w:val="00CE5C16"/>
    <w:rsid w:val="00CF7EA6"/>
    <w:rsid w:val="00D02065"/>
    <w:rsid w:val="00D27FD3"/>
    <w:rsid w:val="00D44DB1"/>
    <w:rsid w:val="00D450D2"/>
    <w:rsid w:val="00D457C0"/>
    <w:rsid w:val="00D7533E"/>
    <w:rsid w:val="00D822B6"/>
    <w:rsid w:val="00D94704"/>
    <w:rsid w:val="00D970EB"/>
    <w:rsid w:val="00DA0646"/>
    <w:rsid w:val="00DA5618"/>
    <w:rsid w:val="00DB0CD5"/>
    <w:rsid w:val="00DB38D1"/>
    <w:rsid w:val="00DD52E9"/>
    <w:rsid w:val="00DD7EF1"/>
    <w:rsid w:val="00DE13E6"/>
    <w:rsid w:val="00DE7D70"/>
    <w:rsid w:val="00DF0DAD"/>
    <w:rsid w:val="00DF1559"/>
    <w:rsid w:val="00E21BCB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6470"/>
    <w:rsid w:val="00EB08B0"/>
    <w:rsid w:val="00EB136D"/>
    <w:rsid w:val="00EB1BF3"/>
    <w:rsid w:val="00EC0BB4"/>
    <w:rsid w:val="00EC4B61"/>
    <w:rsid w:val="00EC59F9"/>
    <w:rsid w:val="00ED0C42"/>
    <w:rsid w:val="00F0394E"/>
    <w:rsid w:val="00F11A1C"/>
    <w:rsid w:val="00F20557"/>
    <w:rsid w:val="00F2413E"/>
    <w:rsid w:val="00F25523"/>
    <w:rsid w:val="00F25B39"/>
    <w:rsid w:val="00F46E01"/>
    <w:rsid w:val="00F525D6"/>
    <w:rsid w:val="00F5263F"/>
    <w:rsid w:val="00F538E3"/>
    <w:rsid w:val="00F578A8"/>
    <w:rsid w:val="00F74171"/>
    <w:rsid w:val="00F82475"/>
    <w:rsid w:val="00F860D8"/>
    <w:rsid w:val="00F91E16"/>
    <w:rsid w:val="00FA2BBB"/>
    <w:rsid w:val="00FB3623"/>
    <w:rsid w:val="00FD2E0A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hindi_templ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B3C3F-BE71-4FF6-92B7-B333DF72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hindi_templet</Template>
  <TotalTime>10</TotalTime>
  <Pages>46</Pages>
  <Words>7389</Words>
  <Characters>42120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49411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2016-11-21T11:54:00Z</cp:lastPrinted>
  <dcterms:created xsi:type="dcterms:W3CDTF">2017-07-20T04:51:00Z</dcterms:created>
  <dcterms:modified xsi:type="dcterms:W3CDTF">2017-07-20T05:02:00Z</dcterms:modified>
</cp:coreProperties>
</file>