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145" w:rsidRPr="007D2145" w:rsidRDefault="007D2145" w:rsidP="00474D51">
      <w:pPr>
        <w:pStyle w:val="Heading1Center"/>
      </w:pPr>
      <w:bookmarkStart w:id="0" w:name="_Toc450566175"/>
      <w:r w:rsidRPr="007D2145">
        <w:rPr>
          <w:rFonts w:hint="cs"/>
          <w:cs/>
        </w:rPr>
        <w:t>सृष्टि</w:t>
      </w:r>
      <w:r w:rsidRPr="007D2145">
        <w:rPr>
          <w:cs/>
        </w:rPr>
        <w:t xml:space="preserve"> </w:t>
      </w:r>
      <w:r w:rsidRPr="007D2145">
        <w:rPr>
          <w:rFonts w:hint="cs"/>
          <w:cs/>
        </w:rPr>
        <w:t>का</w:t>
      </w:r>
      <w:r w:rsidRPr="007D2145">
        <w:rPr>
          <w:cs/>
        </w:rPr>
        <w:t xml:space="preserve"> </w:t>
      </w:r>
      <w:r w:rsidRPr="007D2145">
        <w:rPr>
          <w:rFonts w:hint="cs"/>
          <w:cs/>
        </w:rPr>
        <w:t>मोती</w:t>
      </w:r>
      <w:bookmarkEnd w:id="0"/>
      <w:r w:rsidRPr="007D2145">
        <w:rPr>
          <w:cs/>
        </w:rPr>
        <w:t xml:space="preserve"> </w:t>
      </w:r>
    </w:p>
    <w:p w:rsidR="007D2145" w:rsidRPr="007D2145" w:rsidRDefault="007D2145" w:rsidP="00474D51">
      <w:pPr>
        <w:pStyle w:val="libCenterBold2"/>
      </w:pPr>
      <w:r w:rsidRPr="007D2145">
        <w:rPr>
          <w:rFonts w:hint="cs"/>
          <w:cs/>
          <w:lang w:bidi="hi-IN"/>
        </w:rPr>
        <w:t>अलहसनैन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नेटवर्क</w:t>
      </w:r>
    </w:p>
    <w:p w:rsidR="007D2145" w:rsidRPr="007D2145" w:rsidRDefault="007D2145" w:rsidP="00474D51">
      <w:pPr>
        <w:pStyle w:val="libCenterBold2"/>
      </w:pP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अलैहिस्सलाम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तहक़ीक</w:t>
      </w:r>
    </w:p>
    <w:p w:rsidR="007D2145" w:rsidRPr="007D2145" w:rsidRDefault="007D2145" w:rsidP="00474D51">
      <w:pPr>
        <w:pStyle w:val="libNormal"/>
      </w:pPr>
    </w:p>
    <w:p w:rsidR="00474D51" w:rsidRPr="00474D51" w:rsidRDefault="00474D51" w:rsidP="00474D51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084EEE">
      <w:pPr>
        <w:pStyle w:val="Heading5"/>
      </w:pPr>
      <w:r w:rsidRPr="007D2145">
        <w:rPr>
          <w:rFonts w:hint="cs"/>
          <w:cs/>
          <w:lang w:bidi="hi-IN"/>
        </w:rPr>
        <w:lastRenderedPageBreak/>
        <w:t>संकलनकर्ता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दस्तियान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हाईरी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पुर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यूसुफ़ियान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अनुवादक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सैयद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ग़ाज़ी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प्रकाशक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: </w:t>
      </w:r>
      <w:r w:rsidRPr="007D2145">
        <w:rPr>
          <w:rFonts w:hint="cs"/>
          <w:cs/>
          <w:lang w:bidi="hi-IN"/>
        </w:rPr>
        <w:t>बुनियादे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फरहन्गी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मऊद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.)</w:t>
      </w:r>
    </w:p>
    <w:p w:rsidR="007D2145" w:rsidRPr="007D2145" w:rsidRDefault="007D2145" w:rsidP="00474D51">
      <w:pPr>
        <w:pStyle w:val="libNormal"/>
      </w:pPr>
    </w:p>
    <w:p w:rsidR="00474D51" w:rsidRPr="00474D51" w:rsidRDefault="00474D51" w:rsidP="00474D51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421F94">
      <w:pPr>
        <w:pStyle w:val="Heading5"/>
      </w:pPr>
      <w:r w:rsidRPr="007D2145">
        <w:rPr>
          <w:rFonts w:hint="cs"/>
          <w:cs/>
          <w:lang w:bidi="hi-IN"/>
        </w:rPr>
        <w:lastRenderedPageBreak/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सूची</w:t>
      </w:r>
    </w:p>
    <w:sdt>
      <w:sdtPr>
        <w:id w:val="7475802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421F94" w:rsidRDefault="00421F94" w:rsidP="00421F94">
          <w:pPr>
            <w:pStyle w:val="TOCHeading"/>
          </w:pPr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56617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सृष्टि</w:t>
            </w:r>
            <w:r w:rsidRPr="007F50EF">
              <w:rPr>
                <w:rStyle w:val="Hyperlink"/>
                <w:noProof/>
                <w:lang w:bidi="fa-IR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noProof/>
                <w:lang w:bidi="fa-IR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मोती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17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प्रस्तावना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17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ज़माना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बहस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ज़रुरत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7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7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ज़रुरत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विशेषताएं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इस्मत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noProof/>
              </w:rPr>
              <w:t xml:space="preserve">,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समाज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व्यवस्थित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वाला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अख़लाक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बहुत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अच्छा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तरफ़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मंसूब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नियुक्त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सबसे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अच्छी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8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18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शनाख़्त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19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ज़िन्दगी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नज़र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ज़माना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कुन्नियत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अलक़ाब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जन्म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स्थिति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विशेषताएं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19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जन्म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समय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अस्करी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शिओं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परिचय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मोजज़ें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करामतें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19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सवालों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0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तोहफ़ें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क़बूल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0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अपने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पिता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नमाज़े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मैय्यत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पढ़ाना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0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0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कुरआन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हदीस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0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कुरआने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क़रीम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0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रौशनी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0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0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ग़ैरों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नज़र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0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0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1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अर्थ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वजह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जनता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अदब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सिखाना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लोगों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अनुबंध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किये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बग़ैर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लोगों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इम्तेहान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1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हिफ़ाज़त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1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2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क़िस्में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सुग़रा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अल्पकालीन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ग़ैबते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कुबरा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2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ग़ायब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फ़ायदे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संसार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केन्द्र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होता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उम्मीद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noProof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किरण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विचार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धारा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मज़बूती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तरबियत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2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इल्मी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फ़िक्री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पनाह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आन्तरिक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हिदायत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मुसीबतों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सुरक्षा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रहमत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बारिश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3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ज़ियारत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3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पाँचवां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लंबी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उम्र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3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छटा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3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हक़ीक़त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उसका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महत्ता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ज़माना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विशेषताएं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वालों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ज़िम्मेदारियाँ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पहचान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नमून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अमल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आदर्श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बनाना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याद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रखना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हार्दिक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एकता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प्रभाव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इन्तेज़ार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वालों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4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5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ज़माना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5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दुनिया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हालत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5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रास्ता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हमवार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निशानियां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शर्तें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रास्ते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हमवार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योजना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प्लान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रहबरी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नेतृत्व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मददगार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5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शनाख़्त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आज्ञापालन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इबादत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दृढ़ता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तमन्ना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घ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बहादुरी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दिलेरी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ङ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सब्र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बुर्दबारी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च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एकता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छ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ज़ोह्द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तक़वा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तैयारियाँ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निशानियाँ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सुफ़यानी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ख़रुज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आक्रमण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6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खस्फ़े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बैदा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यमनी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क़ियाम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आन्दोलन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आसमान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आवाज़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नफ़्से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ज़किया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क़त्ल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7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ज़माना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वक़्त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छुपाने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राज़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उम्मीद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बाक़ी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रखना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रास्तों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हमवार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7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इन्केलाब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आरम्भ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क़ियाम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स्थिति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पाँचवां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8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8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उद्देश्य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आध्यात्मिक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तरक़्क़ी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न्याय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विस्तार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28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योजनाएं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8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सांस्कृतिक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योजना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किताब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सुन्नत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ज़िन्दा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अखलाक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विस्तार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ज्ञान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तरक़्क़ी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बिदअतों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मुकाबला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आर्थिक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योजना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प्राकृतिक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संपदा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दोहन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धन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न्यायपूर्वक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वितरण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वीरानों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आबाद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-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सामाजिक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योजना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29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अम्र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बिल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मारुफ़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नही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अनिल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मुनकर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बुराइयों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मुक़ाबला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अल्लाह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हदों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जारी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न्याय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आधारित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फ़ैसले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30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नतीजे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न्याय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विस्तार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ईमान</w:t>
            </w:r>
            <w:r w:rsidRPr="007F50EF">
              <w:rPr>
                <w:rStyle w:val="Hyperlink"/>
                <w:noProof/>
              </w:rPr>
              <w:t xml:space="preserve">,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अख़लाक़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फिक्र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विकास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एकता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मुहब्बत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जिस्म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रूह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सलामती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0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बहुत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ज़्यादा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खैर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बरकत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ग़रीबी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फ़क़ीरी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अंत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कुफ्र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ख़ात्मा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शाँती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सुरक्षा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इल्म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तरक्की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31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विशेषताएं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सीमाएं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उसका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केन्द्र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मुद्दत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प्रशासनिक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शैली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1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जिहाद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कार्य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शैली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फ़ैसले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अंदाज़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आर्थिक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शैली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ख़ुद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सीरत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4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आम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मक़बूलियत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5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छठा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6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महदवियत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नुक्सानदेह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चीज़ों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पहचान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7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ग़लत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नतीजा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निकालना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8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जल्द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बाज़ी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29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वक़्त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निश्चित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30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ज़हूर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निशानियों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ग़लत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व्याख्या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31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बेकार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बहसें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50566332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झूठा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दावा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0566333" w:history="1"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सहायक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किताबों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F50E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F50EF">
              <w:rPr>
                <w:rStyle w:val="Hyperlink"/>
                <w:rFonts w:cs="Mangal" w:hint="cs"/>
                <w:noProof/>
                <w:cs/>
                <w:lang w:bidi="hi-IN"/>
              </w:rPr>
              <w:t>सूची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_Toc450566333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1F94" w:rsidRDefault="00421F94">
          <w:r>
            <w:fldChar w:fldCharType="end"/>
          </w:r>
        </w:p>
      </w:sdtContent>
    </w:sdt>
    <w:p w:rsidR="007D2145" w:rsidRPr="007D2145" w:rsidRDefault="007D2145" w:rsidP="00474D51">
      <w:pPr>
        <w:pStyle w:val="libNormal"/>
      </w:pPr>
    </w:p>
    <w:p w:rsidR="00474D51" w:rsidRPr="00474D51" w:rsidRDefault="00474D51" w:rsidP="00474D51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084EEE">
      <w:pPr>
        <w:pStyle w:val="Heading1"/>
      </w:pPr>
      <w:bookmarkStart w:id="1" w:name="_Toc450566176"/>
      <w:r w:rsidRPr="007D2145">
        <w:rPr>
          <w:rFonts w:hint="cs"/>
          <w:cs/>
          <w:lang w:bidi="hi-IN"/>
        </w:rPr>
        <w:lastRenderedPageBreak/>
        <w:t>प्रस्तावना</w:t>
      </w:r>
      <w:bookmarkEnd w:id="1"/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بِسْمِ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اللّٰہِ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الرَّحْمٰنِ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الرَّحِیْمِ</w:t>
      </w:r>
      <w:r w:rsidR="00474D51" w:rsidRPr="00474D51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الحمد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رب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العالمین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نستعین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صلی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علٰی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محمد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آلہ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الطیبین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الطاھرین۔</w:t>
      </w:r>
    </w:p>
    <w:p w:rsidR="007D2145" w:rsidRPr="007D2145" w:rsidRDefault="007D2145" w:rsidP="00474D51">
      <w:pPr>
        <w:pStyle w:val="Heading1"/>
      </w:pPr>
      <w:bookmarkStart w:id="2" w:name="_Toc450566177"/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bookmarkEnd w:id="2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शायद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कल्चरल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फ़रजहू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सम्बन्ध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बुद्धिजीवी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अलैहिस्सलाम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अलैहिस्सलाम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एतेक़ादी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उसूल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सम्प्रदायों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 xml:space="preserve"> ”</w:t>
      </w:r>
      <w:r w:rsidR="007D2145" w:rsidRPr="007D2145">
        <w:rPr>
          <w:rFonts w:ascii="Times New Roman" w:hAnsi="Times New Roman" w:cs="Times New Roman" w:hint="cs"/>
          <w:rtl/>
        </w:rPr>
        <w:t>مَنْ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مَاتَ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یَعْرِفْ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اِمَامَ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زَمَانِہِ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مَاتَ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مِیْتَةً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جَاہِلِیَةً۔</w:t>
      </w:r>
      <w:r w:rsidR="007D2145" w:rsidRPr="007D2145"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कुफ़्र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>).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आवश्यक्ता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श्रंखला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सम्प्रदायों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हैः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اِنِّی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تَارِکٌ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فِیْکُمُ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الثَّقَلَیْنِ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کَتَابَ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عِتْرَتِی؛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تَمَسَّکْتُمْ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بِہِمَا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تَضِلُّوْا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بَعْدِی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اَبَداً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बेशक़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इतरत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वंश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रहोगे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कदापि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कौनसा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बुनियादी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तफ़सीर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नौजवानों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यद्यपि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पिछले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पुराने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4.</w:t>
      </w:r>
      <w:r w:rsidRPr="007D2145">
        <w:rPr>
          <w:cs/>
          <w:lang w:bidi="hi-IN"/>
        </w:rPr>
        <w:tab/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हैसियत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फिक़्री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उत्पन्न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लम्बी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घोषित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विहीन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एतेराज़।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बेबुनियाद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ख़ूनी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संभावना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मुखालिफ़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तहक़ीक़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एतेराज़ों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ज़ेहनों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मारेफ़त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084EEE" w:rsidRPr="00084EEE" w:rsidRDefault="00084EEE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084EEE">
      <w:pPr>
        <w:pStyle w:val="Heading2Center"/>
      </w:pPr>
      <w:bookmarkStart w:id="3" w:name="_Toc450566178"/>
      <w:r w:rsidRPr="007D2145">
        <w:rPr>
          <w:rFonts w:hint="cs"/>
          <w:cs/>
          <w:lang w:bidi="hi-IN"/>
        </w:rPr>
        <w:lastRenderedPageBreak/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bookmarkEnd w:id="3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4" w:name="_Toc450566179"/>
      <w:r w:rsidRPr="007D2145">
        <w:rPr>
          <w:rFonts w:hint="cs"/>
          <w:cs/>
          <w:lang w:bidi="hi-IN"/>
        </w:rPr>
        <w:t>इमामत</w:t>
      </w:r>
      <w:bookmarkEnd w:id="4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ख़लीफ़ा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चुन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अटल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लम्बा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जमाअत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मफ़हूम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मज़हबो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सम्प्रदायों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दृष्टिकोणों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वज़ाहत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व्याख़्या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तहक़ीक़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शाब्दिक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मार्ग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इस्तलाह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धार्मिक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व्याख़यानो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सुन्नी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जिसे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पब्लिक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समर्थन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वसीयत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बगावत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फौजी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मखलूक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फ़ैज़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पहचनवाता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बलन्दी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महानता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क्षेत्र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सरपरस्त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मुफ़स्सिर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सआदत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कल्याण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संस्कृति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पब्लिक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खलीफ़ा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5" w:name="_Toc450566180"/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bookmarkEnd w:id="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नज़रीयों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मुस्तफ़ा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उसूल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सिद्धान्त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आदेश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आंशिक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तफ़्सीर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व्याख़्या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आवश्यक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महदूद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अपार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असीमित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मिरास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मुहाफिज़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मुफ़स्सिर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तहरीफ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पाक़ीज़ा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कामिल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विकसित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>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सामर्थ्य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प्रशिक्षण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प्रशिक्षकों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नफ्स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शैतानों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t>o</w:t>
      </w:r>
      <w:r w:rsidRPr="007D2145">
        <w:tab/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समाधान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स्थापना।</w:t>
      </w:r>
    </w:p>
    <w:p w:rsidR="007D2145" w:rsidRPr="007D2145" w:rsidRDefault="007D2145" w:rsidP="00474D51">
      <w:pPr>
        <w:pStyle w:val="libNormal"/>
      </w:pPr>
      <w:r w:rsidRPr="007D2145">
        <w:lastRenderedPageBreak/>
        <w:t>o</w:t>
      </w:r>
      <w:r w:rsidRPr="007D2145">
        <w:tab/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तहरीफ़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करना।</w:t>
      </w:r>
    </w:p>
    <w:p w:rsidR="007D2145" w:rsidRDefault="007D2145" w:rsidP="00474D51">
      <w:pPr>
        <w:pStyle w:val="libNormal"/>
        <w:rPr>
          <w:rFonts w:hint="cs"/>
          <w:lang w:bidi="hi-IN"/>
        </w:rPr>
      </w:pPr>
      <w:r w:rsidRPr="007D2145">
        <w:t>o</w:t>
      </w:r>
      <w:r w:rsidRPr="007D2145">
        <w:tab/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तज़किया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करना।</w:t>
      </w:r>
      <w:r w:rsidRPr="007D2145">
        <w:rPr>
          <w:cs/>
          <w:lang w:bidi="hi-IN"/>
        </w:rPr>
        <w:t xml:space="preserve"> </w:t>
      </w:r>
    </w:p>
    <w:p w:rsidR="00474D51" w:rsidRPr="007D2145" w:rsidRDefault="00474D51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6" w:name="_Toc450566181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bookmarkEnd w:id="6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मुख़्य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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मुत्तक़ी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परहेज़गार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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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फ़ज़ायल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सदगुण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lastRenderedPageBreak/>
        <w:t>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मन्सूब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7" w:name="_Toc450566182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bookmarkEnd w:id="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तफ़्सीर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पहचनवाने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भाँती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मार्गदर्शन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संमपर्क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मुम्किन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आदेशों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8" w:name="_Toc450566183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इस्मत</w:t>
      </w:r>
      <w:bookmarkEnd w:id="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इस्मत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इस्मत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मल्का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महफूज़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तहरीफ़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प्रवचन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समर्थन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खंडन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>(</w:t>
      </w:r>
      <w:r w:rsidRPr="007D2145">
        <w:rPr>
          <w:rFonts w:hint="cs"/>
          <w:cs/>
          <w:lang w:bidi="hi-IN"/>
        </w:rPr>
        <w:t>क्रियान्वित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भरोसा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संकोच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124 </w:t>
      </w:r>
      <w:r w:rsidRPr="007D2145">
        <w:rPr>
          <w:rFonts w:hint="cs"/>
          <w:cs/>
          <w:lang w:bidi="hi-IN"/>
        </w:rPr>
        <w:t>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नबूवत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बलन्द</w:t>
      </w:r>
      <w:r w:rsidRPr="007D2145">
        <w:rPr>
          <w:cs/>
          <w:lang w:bidi="hi-IN"/>
        </w:rPr>
        <w:t xml:space="preserve"> </w:t>
      </w:r>
      <w:r w:rsidRPr="007D2145">
        <w:rPr>
          <w:cs/>
          <w:lang w:bidi="hi-IN"/>
        </w:rPr>
        <w:lastRenderedPageBreak/>
        <w:t>(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दर्जा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ज़ालिमों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सितमगरों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पहुंचेगा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हालांकि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नफ़्स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आत्मा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मांगा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गुनहगार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Default="007D2145" w:rsidP="00474D51">
      <w:pPr>
        <w:pStyle w:val="libNormal"/>
        <w:rPr>
          <w:rFonts w:hint="cs"/>
          <w:lang w:bidi="hi-IN"/>
        </w:rPr>
      </w:pPr>
      <w:r w:rsidRPr="007D2145">
        <w:rPr>
          <w:cs/>
          <w:lang w:bidi="hi-IN"/>
        </w:rPr>
        <w:lastRenderedPageBreak/>
        <w:t>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गुनहगार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मख्सूस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474D51" w:rsidRPr="007D2145" w:rsidRDefault="00474D51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9" w:name="_Toc450566184"/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bookmarkEnd w:id="9"/>
    </w:p>
    <w:p w:rsidR="007D2145" w:rsidRDefault="007D2145" w:rsidP="00474D51">
      <w:pPr>
        <w:pStyle w:val="libNormal"/>
        <w:rPr>
          <w:rFonts w:hint="cs"/>
          <w:lang w:bidi="hi-IN"/>
        </w:rPr>
      </w:pP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प्राणी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मुम्किन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474D51" w:rsidRPr="007D2145" w:rsidRDefault="00474D51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10" w:name="_Toc450566185"/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bookmarkEnd w:id="1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मार्गदर्शक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रिज़ा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हलीम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बर्दाश्त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बहादुर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दानी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</w:p>
    <w:p w:rsidR="00474D51" w:rsidRDefault="00474D51" w:rsidP="00474D51">
      <w:pPr>
        <w:pStyle w:val="Heading2"/>
        <w:rPr>
          <w:rFonts w:hint="cs"/>
          <w:lang w:bidi="hi-IN"/>
        </w:rPr>
      </w:pPr>
    </w:p>
    <w:p w:rsidR="007D2145" w:rsidRPr="007D2145" w:rsidRDefault="007D2145" w:rsidP="00474D51">
      <w:pPr>
        <w:pStyle w:val="Heading2"/>
      </w:pPr>
      <w:bookmarkStart w:id="11" w:name="_Toc450566186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मंसूब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होता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bookmarkEnd w:id="1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मतानुसार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मंसूब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पहचनवाते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हस्तक्षेप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मंसूब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मुतलक़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मुतलक़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है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हाकमियत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इस्मत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>....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प्रत्यक्ष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परोक्ष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हैः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Heading2"/>
      </w:pPr>
      <w:bookmarkStart w:id="12" w:name="_Toc450566187"/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bookmarkEnd w:id="1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आठवें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रिज़ा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जिन्होंने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अज्ञानता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दिया।</w:t>
      </w:r>
      <w:r w:rsidRPr="007D2145">
        <w:rPr>
          <w:cs/>
          <w:lang w:bidi="hi-IN"/>
        </w:rPr>
        <w:t xml:space="preserve">.......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ले।</w:t>
      </w:r>
      <w:r w:rsidR="00474D51">
        <w:rPr>
          <w:cs/>
          <w:lang w:bidi="hi-IN"/>
        </w:rPr>
        <w:t xml:space="preserve">  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नबूवत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खिल्लत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मीरास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ड़ोर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मोमिनीन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इज़्ज़त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खैरो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रोज़ा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जिहाद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सरहदों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हुदूदे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क़ायम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हिमायत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प्रकाशित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उफ़क़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अक्षय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पाते।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चिराग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चमकने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अंधेरों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शहरो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दरियाओं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रहनुमाई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लड़ाई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झगड़ों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हमदर्द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-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मुसीबतों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मख़सूस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बुर्दबारी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हिल्म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धैर्य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बुद्दीजीवी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दाँतों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ऊँगलियाँ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दबाते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खुतबा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वक्ता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लाचार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क्षेष्ठ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इक़रार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Center"/>
      </w:pPr>
      <w:bookmarkStart w:id="13" w:name="_Toc450566188"/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bookmarkEnd w:id="13"/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1"/>
      </w:pPr>
      <w:bookmarkStart w:id="14" w:name="_Toc450566189"/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bookmarkEnd w:id="14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1"/>
      </w:pPr>
      <w:bookmarkStart w:id="15" w:name="_Toc450566190"/>
      <w:r w:rsidRPr="007D2145">
        <w:rPr>
          <w:rFonts w:hint="cs"/>
          <w:cs/>
          <w:lang w:bidi="hi-IN"/>
        </w:rPr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15"/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"/>
      </w:pPr>
      <w:bookmarkStart w:id="16" w:name="_Toc450566191"/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bookmarkEnd w:id="1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15 </w:t>
      </w:r>
      <w:r w:rsidRPr="007D2145">
        <w:rPr>
          <w:rFonts w:hint="cs"/>
          <w:cs/>
          <w:lang w:bidi="hi-IN"/>
        </w:rPr>
        <w:t>शाबान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255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868 </w:t>
      </w:r>
      <w:r w:rsidRPr="007D2145">
        <w:rPr>
          <w:rFonts w:hint="cs"/>
          <w:cs/>
          <w:lang w:bidi="hi-IN"/>
        </w:rPr>
        <w:t>ई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सामर्रा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हुए।</w:t>
      </w:r>
    </w:p>
    <w:p w:rsidR="007D2145" w:rsidRPr="007D2145" w:rsidRDefault="007D2145" w:rsidP="00875B4D">
      <w:pPr>
        <w:pStyle w:val="libNormal"/>
      </w:pP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ग्यारहवें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रोम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यशूअ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शमऊन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ख्वाब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क़ैदी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खरीद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सामर्रा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नक़ी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एहतिराम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>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क़नीज़ों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क़नीज़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क़नीज़ों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सोसन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रिहाना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मलीका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सैक़ल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सक़ील।</w:t>
      </w:r>
    </w:p>
    <w:p w:rsidR="007D2145" w:rsidRPr="007D2145" w:rsidRDefault="007D2145" w:rsidP="00474D51">
      <w:pPr>
        <w:pStyle w:val="libNormal"/>
      </w:pPr>
    </w:p>
    <w:p w:rsidR="007D2145" w:rsidRPr="00875B4D" w:rsidRDefault="007D2145" w:rsidP="00875B4D">
      <w:pPr>
        <w:pStyle w:val="Heading2"/>
      </w:pPr>
      <w:bookmarkStart w:id="17" w:name="_Toc450566192"/>
      <w:r w:rsidRPr="00875B4D">
        <w:rPr>
          <w:rFonts w:hint="cs"/>
          <w:cs/>
          <w:lang w:bidi="hi-IN"/>
        </w:rPr>
        <w:lastRenderedPageBreak/>
        <w:t>इमामे</w:t>
      </w:r>
      <w:r w:rsidRPr="00875B4D">
        <w:rPr>
          <w:cs/>
        </w:rPr>
        <w:t xml:space="preserve"> </w:t>
      </w:r>
      <w:r w:rsidRPr="00875B4D">
        <w:rPr>
          <w:rFonts w:hint="cs"/>
          <w:cs/>
          <w:lang w:bidi="hi-IN"/>
        </w:rPr>
        <w:t>ज़माना</w:t>
      </w:r>
      <w:r w:rsidRPr="00875B4D">
        <w:rPr>
          <w:cs/>
        </w:rPr>
        <w:t xml:space="preserve"> </w:t>
      </w:r>
      <w:r w:rsidRPr="00875B4D">
        <w:rPr>
          <w:rFonts w:hint="cs"/>
          <w:cs/>
          <w:lang w:bidi="hi-IN"/>
        </w:rPr>
        <w:t>का</w:t>
      </w:r>
      <w:r w:rsidRPr="00875B4D">
        <w:rPr>
          <w:cs/>
        </w:rPr>
        <w:t xml:space="preserve"> </w:t>
      </w:r>
      <w:r w:rsidRPr="00875B4D">
        <w:rPr>
          <w:rFonts w:hint="cs"/>
          <w:cs/>
          <w:lang w:bidi="hi-IN"/>
        </w:rPr>
        <w:t>नाम</w:t>
      </w:r>
      <w:r w:rsidRPr="00875B4D">
        <w:rPr>
          <w:cs/>
        </w:rPr>
        <w:t xml:space="preserve"> </w:t>
      </w:r>
      <w:r w:rsidRPr="00875B4D">
        <w:rPr>
          <w:rFonts w:hint="cs"/>
          <w:cs/>
          <w:lang w:bidi="hi-IN"/>
        </w:rPr>
        <w:t>कुन्नियत</w:t>
      </w:r>
      <w:r w:rsidRPr="00875B4D">
        <w:rPr>
          <w:cs/>
        </w:rPr>
        <w:t xml:space="preserve"> </w:t>
      </w:r>
      <w:r w:rsidRPr="00875B4D">
        <w:rPr>
          <w:rFonts w:hint="cs"/>
          <w:cs/>
          <w:lang w:bidi="hi-IN"/>
        </w:rPr>
        <w:t>और</w:t>
      </w:r>
      <w:r w:rsidRPr="00875B4D">
        <w:rPr>
          <w:cs/>
        </w:rPr>
        <w:t xml:space="preserve"> </w:t>
      </w:r>
      <w:r w:rsidRPr="00875B4D">
        <w:rPr>
          <w:rFonts w:hint="cs"/>
          <w:cs/>
          <w:lang w:bidi="hi-IN"/>
        </w:rPr>
        <w:t>अलक़ाब</w:t>
      </w:r>
      <w:bookmarkEnd w:id="17"/>
      <w:r w:rsidRPr="00875B4D">
        <w:rPr>
          <w:cs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क़ुन्नियत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कुन्नियत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अल्काब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महदी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क़ाइम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मुन्तज़िर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बक़ीयतुल्लाह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हुज्जत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ख़लफे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सालेह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मंसूर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साहिबुल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साहिबुज़्ज़मान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लक़ब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लक़ब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मख़सूस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खूबियों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याफ्ता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ब़कीयतुल्लाह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लक़ब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ज़ख़ीर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(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मखलूक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ख़लफ़े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मंसूर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कहलाये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अदले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क़ायम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साहिबुज़्ज़मान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"/>
      </w:pPr>
      <w:bookmarkStart w:id="18" w:name="_Toc450566193"/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स्थिति</w:t>
      </w:r>
      <w:bookmarkEnd w:id="1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खोखला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अब्बास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गोपनीय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घण्टे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इफ़्तार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पन्द्रहवीं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कुर्बान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हम्ल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गर्भ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जूतियाँ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उतारने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मलका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आपका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मलीका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हक़ीमा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इफ़्तार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ताक़िबात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ताक़ीबात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थोड़ी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हकीमा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देखूं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सुब्ह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काज़िब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यासीन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तिलावत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जागीं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t>,</w:t>
      </w:r>
      <w:r w:rsidR="00474D51"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اسم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علیک</w:t>
      </w:r>
      <w:r w:rsidRPr="007D2145">
        <w:rPr>
          <w:rFonts w:hint="eastAsia"/>
        </w:rPr>
        <w:t>“</w:t>
      </w:r>
      <w:r w:rsidRPr="007D2145">
        <w:t xml:space="preserve"> (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कन्ट्रोल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नर्जिस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सैय्यद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हटाई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पाक़ीज़ा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आइये।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बोलो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اشھد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وحدہ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شریک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اشھد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انّ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محمداً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رسول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Fonts w:hint="eastAsia"/>
        </w:rPr>
        <w:t>“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दुरुद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>!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cr/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हकीमा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cs/>
          <w:lang w:bidi="hi-IN"/>
        </w:rPr>
        <w:lastRenderedPageBreak/>
        <w:t>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कुर्बान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इत्तिफाक़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सुपुर्द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सिपुर्द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हकीमा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सातवां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लाओ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वहदानियत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एकेश्वरवाद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दुरुद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तिलावत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दिखलायें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"/>
      </w:pPr>
      <w:bookmarkStart w:id="19" w:name="_Toc450566194"/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bookmarkEnd w:id="1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गेहूँआ</w:t>
      </w:r>
      <w:r w:rsidRPr="007D2145">
        <w:t xml:space="preserve">, </w:t>
      </w:r>
      <w:r w:rsidRPr="007D2145">
        <w:rPr>
          <w:rFonts w:hint="cs"/>
          <w:cs/>
          <w:lang w:bidi="hi-IN"/>
        </w:rPr>
        <w:t>ऊँचा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माथ</w:t>
      </w:r>
      <w:r w:rsidRPr="007D2145">
        <w:t xml:space="preserve">, </w:t>
      </w:r>
      <w:r w:rsidRPr="007D2145">
        <w:rPr>
          <w:rFonts w:hint="cs"/>
          <w:cs/>
          <w:lang w:bidi="hi-IN"/>
        </w:rPr>
        <w:t>भंवैं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लम्बी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खूबसूरत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चमकदार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दाहिने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काँधे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नबूवत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दिलरुबा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आपकी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(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बर्दाश्त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उत्तम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पाकिज़गी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समुन्द्र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लायेंगे।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दिलाने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फ़ातिमा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औलाद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काबा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आदेशों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इंसाफ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-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मख़फ़ी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rFonts w:hint="eastAsia"/>
        </w:rPr>
        <w:t>—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मख़फ़ी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गुप्त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रही।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>-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>-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875B4D" w:rsidRPr="00084EEE" w:rsidRDefault="00875B4D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875B4D">
      <w:pPr>
        <w:pStyle w:val="Heading1"/>
      </w:pPr>
      <w:bookmarkStart w:id="20" w:name="_Toc450566195"/>
      <w:r w:rsidRPr="007D2145">
        <w:rPr>
          <w:rFonts w:hint="cs"/>
          <w:cs/>
          <w:lang w:bidi="hi-IN"/>
        </w:rPr>
        <w:lastRenderedPageBreak/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20"/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"/>
      </w:pPr>
      <w:bookmarkStart w:id="21" w:name="_Toc450566196"/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bookmarkEnd w:id="21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बिन्दुओं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"/>
      </w:pPr>
      <w:bookmarkStart w:id="22" w:name="_Toc450566197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परिचय</w:t>
      </w:r>
      <w:bookmarkEnd w:id="2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फ़हमी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भरोसेमंद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>)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फौरन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तशरीफ़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चौदहवीं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मोहतरम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कुन्नियत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कुन्नियत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: 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اٴنَا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بَقِیَّةُ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اٴرْضِہِ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المُنتَقِمُ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اٴعْدَائِہِ۔۔۔</w:t>
      </w:r>
      <w:r w:rsidRPr="007D2145"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बक़ीयतुल्लाह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खुशी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मोहम्द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उस्मान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चालीस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>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बिखर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वर्ना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पाओगे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(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).)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>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करायें।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5B4D">
      <w:pPr>
        <w:pStyle w:val="Heading2"/>
      </w:pPr>
      <w:bookmarkStart w:id="23" w:name="_Toc450566198"/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करामतें</w:t>
      </w:r>
      <w:bookmarkEnd w:id="23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बचपन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करामतें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ग़फ़लत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करामतों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काँप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हाफ़िज़ी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हाफिज़ी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जाऊँगा।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चौदहवीं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भागने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जाऊँ।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भागने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कुर्बान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लुत्फ़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>...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64320">
      <w:pPr>
        <w:pStyle w:val="Heading2"/>
      </w:pPr>
      <w:bookmarkStart w:id="24" w:name="_Toc450566199"/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bookmarkEnd w:id="2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आसमाने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ठोस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संतुष्ट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इत्मिनान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सअद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अब्दुल्लाह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शख्सीयत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मुकत्तेआत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کھیعص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</w:t>
      </w:r>
      <w:r w:rsidRPr="007D2145">
        <w:t xml:space="preserve">u </w:t>
      </w:r>
      <w:r w:rsidRPr="007D2145">
        <w:rPr>
          <w:rFonts w:hint="cs"/>
          <w:cs/>
          <w:lang w:bidi="hi-IN"/>
        </w:rPr>
        <w:t>हुरुफ़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मसाइल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वाक़िया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ज़करिया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पंजतन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एबा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जिब्रईल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पंजतन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ज़करीया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फातिमा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चकित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आँसू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पालने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کھیعص</w:t>
      </w:r>
      <w:r w:rsidRPr="007D2145">
        <w:rPr>
          <w:rFonts w:hint="eastAsia"/>
        </w:rPr>
        <w:t>“</w:t>
      </w:r>
      <w:r w:rsidR="00474D51">
        <w:t xml:space="preserve">   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کاف</w:t>
      </w:r>
      <w:r w:rsidRPr="007D2145">
        <w:t xml:space="preserve"> “</w:t>
      </w:r>
      <w:r w:rsidR="00474D51"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करबला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ھا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हलाकत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मुराद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یا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यज़ीद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ع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प्यास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صاد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बुराईयाँ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शंका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cs/>
          <w:lang w:bidi="hi-IN"/>
        </w:rPr>
        <w:lastRenderedPageBreak/>
        <w:t xml:space="preserve">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शंका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बस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64320">
      <w:pPr>
        <w:pStyle w:val="Heading2"/>
      </w:pPr>
      <w:bookmarkStart w:id="25" w:name="_Toc450566200"/>
      <w:r w:rsidRPr="007D2145">
        <w:rPr>
          <w:rFonts w:hint="cs"/>
          <w:cs/>
          <w:lang w:bidi="hi-IN"/>
        </w:rPr>
        <w:t>तोहफ़ें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2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तोहफे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वाजेबात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ख़ुम्स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मुहताज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बाँट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प्रस्तुत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चौदहवीं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तोहफ़ों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नापाक़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तुच्छ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तोहफ़ों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पाक़ीज़ा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बढ़ाऊँ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तोहफ़ों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उपहारों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मुहल्ले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मुहल्ले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62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45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बंजर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मीरास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14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9 </w:t>
      </w:r>
      <w:r w:rsidRPr="007D2145">
        <w:rPr>
          <w:rFonts w:hint="cs"/>
          <w:cs/>
          <w:lang w:bidi="hi-IN"/>
        </w:rPr>
        <w:t>जोड़ी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कपड़ो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दुकान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प्यारे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रहनुमाई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दिक्कत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सिक्कों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50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64320">
      <w:pPr>
        <w:pStyle w:val="Heading2"/>
      </w:pPr>
      <w:bookmarkStart w:id="26" w:name="_Toc450566201"/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="00C64320">
        <w:rPr>
          <w:rFonts w:hint="cs"/>
          <w:cs/>
          <w:lang w:bidi="hi-IN"/>
        </w:rPr>
        <w:t>मैय्य</w:t>
      </w:r>
      <w:r w:rsidRPr="007D2145">
        <w:rPr>
          <w:rFonts w:hint="cs"/>
          <w:cs/>
          <w:lang w:bidi="hi-IN"/>
        </w:rPr>
        <w:t>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पढ़ाना</w:t>
      </w:r>
      <w:bookmarkEnd w:id="2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मख्फ़ी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छुप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ग़ुलाम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अदियान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मदाइन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15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सामर्रा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पलटोगे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सुनोगे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गुस्ल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तख्ते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देखोगे।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बताईये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बताईये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मदाइन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15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सामर्रा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तख़्ते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जुवारी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चीज़ों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नौकर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कफ़न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दाखिल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क़फ़न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तक़बीर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गेहूँवे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t xml:space="preserve">, </w:t>
      </w:r>
      <w:r w:rsidRPr="007D2145">
        <w:rPr>
          <w:rFonts w:hint="cs"/>
          <w:cs/>
          <w:lang w:bidi="hi-IN"/>
        </w:rPr>
        <w:t>घुंघराले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दाँतों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पकड़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हटें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शर्मिन्दा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अदियान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अफ़सोस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गैब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ग़ुलाम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सुनकर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763E9">
      <w:pPr>
        <w:pStyle w:val="Heading1"/>
      </w:pPr>
      <w:bookmarkStart w:id="27" w:name="_Toc450566202"/>
      <w:r w:rsidRPr="007D2145">
        <w:rPr>
          <w:rFonts w:hint="cs"/>
          <w:cs/>
          <w:lang w:bidi="hi-IN"/>
        </w:rPr>
        <w:lastRenderedPageBreak/>
        <w:t>तीसरा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27"/>
    </w:p>
    <w:p w:rsidR="007D2145" w:rsidRPr="007D2145" w:rsidRDefault="007D2145" w:rsidP="00474D51">
      <w:pPr>
        <w:pStyle w:val="libNormal"/>
      </w:pPr>
    </w:p>
    <w:p w:rsidR="007D2145" w:rsidRPr="007D2145" w:rsidRDefault="007D2145" w:rsidP="00D763E9">
      <w:pPr>
        <w:pStyle w:val="Heading1"/>
      </w:pPr>
      <w:bookmarkStart w:id="28" w:name="_Toc450566203"/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bookmarkEnd w:id="28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763E9">
      <w:pPr>
        <w:pStyle w:val="Heading2"/>
      </w:pPr>
      <w:bookmarkStart w:id="29" w:name="_Toc450566204"/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bookmarkEnd w:id="29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पहचनवाने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मुफ़स्सिर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औलाद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क्रान्ति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तफ़्सीर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सूरः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. 105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t>&lt;</w:t>
      </w:r>
      <w:r w:rsidRPr="007D2145">
        <w:rPr>
          <w:rFonts w:ascii="Times New Roman" w:hAnsi="Times New Roman" w:cs="Times New Roman" w:hint="cs"/>
          <w:rtl/>
        </w:rPr>
        <w:t>وَلَقَدْ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کَتَبْنَا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الزَّبُورِ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بَعْدِ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الذِّکْرِ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اٴَنَّ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الْاٴَرْضَ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یَرِثُہَا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عِبَادِی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الصَّالِحُونَ۔</w:t>
      </w:r>
      <w:r w:rsidRPr="007D2145">
        <w:t>&gt;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विरासत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क़िसस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وَنُرِیدُ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نَمُنَّ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الَّذِینَ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اسْتُضْعِفُوا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الْاٴَرْضِ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وَنَجْعَلَہُمْ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اٴَئِمَّةً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وَنَجْعَلَہُمْ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الْوَارِثِینَ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(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शोषण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शोषित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औलाद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86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lastRenderedPageBreak/>
        <w:t>بَقِیَّةُ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خَیْرٌ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کُنتُمْ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مُؤْمِنِینَ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ज़ख़ीरा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टेक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तिलावत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कहेंगे</w:t>
      </w:r>
      <w:r w:rsidRPr="007D2145">
        <w:rPr>
          <w:cs/>
          <w:lang w:bidi="hi-IN"/>
        </w:rPr>
        <w:t xml:space="preserve"> : </w:t>
      </w:r>
      <w:r w:rsidRPr="007D2145">
        <w:rPr>
          <w:rFonts w:ascii="Times New Roman" w:hAnsi="Times New Roman" w:cs="Times New Roman" w:hint="cs"/>
          <w:rtl/>
        </w:rPr>
        <w:t>اَنَا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بَقِیَّةُ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اٴَرْضِہِ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خَلِیفَتُہُ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حُجَّتُہُ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عَلَیکُمْ</w:t>
      </w:r>
      <w:r w:rsidRPr="007D2145">
        <w:rPr>
          <w:rFonts w:hint="eastAsia"/>
        </w:rPr>
        <w:t>“</w:t>
      </w:r>
      <w:r w:rsidRPr="007D2145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बक़ीयतुल्लाह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ख़लीफ़ा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कहेगा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اَلسّلامُ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یَا</w:t>
      </w:r>
      <w:r w:rsidR="00474D51" w:rsidRPr="00474D51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بَقِیَّةَ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اٴَرْضِہِ</w:t>
      </w:r>
      <w:r w:rsidRPr="007D2145">
        <w:t xml:space="preserve"> “ .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. 17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 </w:t>
      </w:r>
      <w:r w:rsidRPr="007D2145">
        <w:rPr>
          <w:cs/>
          <w:lang w:bidi="hi-IN"/>
        </w:rPr>
        <w:tab/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اعْلَمُوا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اٴَنَّ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یُحْیِ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الْاٴَرْضَ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بَعْدَ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مَوْتِہَا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قَدْ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بَیَّنَّا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الْآیَاتِ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لَعَلَّکُمْ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تَعْقِلُونَ۔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763E9">
      <w:pPr>
        <w:pStyle w:val="Heading2"/>
      </w:pPr>
      <w:bookmarkStart w:id="30" w:name="_Toc450566205"/>
      <w:r w:rsidRPr="007D2145">
        <w:rPr>
          <w:rFonts w:hint="cs"/>
          <w:cs/>
          <w:lang w:bidi="hi-IN"/>
        </w:rPr>
        <w:lastRenderedPageBreak/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bookmarkEnd w:id="30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बच्पन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कुबरा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प्रतिक्षा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मुतावातिर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इंकिलाब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(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मुंतज़िर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मायूस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फातिमा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लोह</w:t>
      </w:r>
      <w:r w:rsidRPr="007D2145">
        <w:rPr>
          <w:cs/>
          <w:lang w:bidi="hi-IN"/>
        </w:rPr>
        <w:t>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दूंगा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शिकोह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अय्यूब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मुजतबा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फ़रिश्तों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विजयी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(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मुशरिकों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क़ायम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झुटलाये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सज्जाद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>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>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कुबरा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क़ाज़िम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रिज़ा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D763E9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="00D763E9">
        <w:rPr>
          <w:rFonts w:hint="cs"/>
          <w:cs/>
          <w:lang w:bidi="hi-IN"/>
        </w:rPr>
        <w:t>अ</w:t>
      </w:r>
      <w:r w:rsidRPr="007D2145">
        <w:rPr>
          <w:rFonts w:hint="cs"/>
          <w:cs/>
          <w:lang w:bidi="hi-IN"/>
        </w:rPr>
        <w:t>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तराज़ू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D763E9">
      <w:pPr>
        <w:pStyle w:val="libNormal"/>
      </w:pP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नक़ी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जौर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भाव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....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सूरत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</w:t>
      </w:r>
    </w:p>
    <w:p w:rsidR="00D763E9" w:rsidRDefault="00D763E9" w:rsidP="00474D51">
      <w:pPr>
        <w:pStyle w:val="libNormal"/>
        <w:rPr>
          <w:rFonts w:hint="cs"/>
          <w:lang w:bidi="hi-IN"/>
        </w:rPr>
      </w:pPr>
    </w:p>
    <w:p w:rsidR="007D2145" w:rsidRPr="007D2145" w:rsidRDefault="007D2145" w:rsidP="00D763E9">
      <w:pPr>
        <w:pStyle w:val="Heading1"/>
      </w:pPr>
      <w:bookmarkStart w:id="31" w:name="_Toc450566206"/>
      <w:r w:rsidRPr="007D2145">
        <w:rPr>
          <w:rFonts w:hint="cs"/>
          <w:cs/>
          <w:lang w:bidi="hi-IN"/>
        </w:rPr>
        <w:t>चौथा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31"/>
    </w:p>
    <w:p w:rsidR="007D2145" w:rsidRPr="007D2145" w:rsidRDefault="007D2145" w:rsidP="00474D51">
      <w:pPr>
        <w:pStyle w:val="libNormal"/>
      </w:pPr>
    </w:p>
    <w:p w:rsidR="007D2145" w:rsidRPr="007D2145" w:rsidRDefault="007D2145" w:rsidP="00D763E9">
      <w:pPr>
        <w:pStyle w:val="Heading1"/>
      </w:pPr>
      <w:bookmarkStart w:id="32" w:name="_Toc450566207"/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bookmarkEnd w:id="32"/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خوشتر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آن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باشد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سرّ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دلبران</w:t>
      </w:r>
      <w:r w:rsidR="00474D51" w:rsidRPr="00474D51">
        <w:rPr>
          <w:rtl/>
        </w:rPr>
        <w:t xml:space="preserve"> </w:t>
      </w:r>
      <w:r w:rsidRPr="007D2145">
        <w:rPr>
          <w:rtl/>
        </w:rPr>
        <w:t>--</w:t>
      </w:r>
      <w:r w:rsidR="00474D51" w:rsidRPr="00474D51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گفتہ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آید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در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حدیث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دیگران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इक़रार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आंदोलन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एतेक़ादी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फातिमा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ज़हरा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औलाद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मुफ़स्सिरों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तफ़सीरों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क़ुरआने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फख़रुद्दीन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>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क़ुरतुबी</w:t>
      </w:r>
      <w:r w:rsidRPr="007D2145">
        <w:rPr>
          <w:cs/>
          <w:lang w:bidi="hi-IN"/>
        </w:rPr>
        <w:t xml:space="preserve">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मुहद्दिसों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मुहद्दिस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मोतबर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सित्ता</w:t>
      </w:r>
      <w:r w:rsidRPr="007D2145">
        <w:rPr>
          <w:cs/>
          <w:lang w:bidi="hi-IN"/>
        </w:rPr>
        <w:t>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मुसनदे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हंबल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हंबली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स्संथापक</w:t>
      </w:r>
      <w:r w:rsidRPr="007D2145">
        <w:rPr>
          <w:cs/>
          <w:lang w:bidi="hi-IN"/>
        </w:rPr>
        <w:t>))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पिछले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इस्फ़हानी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मजमूअतुल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अरबईन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चालीस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सुयूती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अलउरफ़ुल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अखबारिल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महदवीयत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पक्ष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वाक़िये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मसाइल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सिद्दीक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मग़रिबी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ख़ल्दून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ज़बूर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तौरैत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इनजील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हिन्दुओं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पारसियों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मानवता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पारसियों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सोशियान्स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मसीहे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मौऊद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यहूदीयों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मीकाइली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पारसियों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"</w:t>
      </w:r>
      <w:r w:rsidRPr="007D2145">
        <w:rPr>
          <w:rFonts w:hint="cs"/>
          <w:cs/>
          <w:lang w:bidi="hi-IN"/>
        </w:rPr>
        <w:t>जामा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नामे</w:t>
      </w:r>
      <w:r w:rsidRPr="007D2145">
        <w:rPr>
          <w:cs/>
          <w:lang w:bidi="hi-IN"/>
        </w:rPr>
        <w:t xml:space="preserve">"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पहाड़ों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गुलामों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गुलामों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निष्क्रिय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खुरशीद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जहां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... </w:t>
      </w:r>
    </w:p>
    <w:p w:rsidR="00A811C4" w:rsidRPr="00084EEE" w:rsidRDefault="00A811C4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A811C4">
      <w:pPr>
        <w:pStyle w:val="Heading2Center"/>
      </w:pPr>
      <w:bookmarkStart w:id="33" w:name="_Toc450566208"/>
      <w:r w:rsidRPr="007D2145">
        <w:rPr>
          <w:rFonts w:hint="cs"/>
          <w:cs/>
          <w:lang w:bidi="hi-IN"/>
        </w:rPr>
        <w:lastRenderedPageBreak/>
        <w:t>तीसरा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bookmarkEnd w:id="33"/>
    </w:p>
    <w:p w:rsidR="007D2145" w:rsidRPr="007D2145" w:rsidRDefault="007D2145" w:rsidP="00474D51">
      <w:pPr>
        <w:pStyle w:val="libNormal"/>
      </w:pPr>
    </w:p>
    <w:p w:rsidR="007D2145" w:rsidRPr="007D2145" w:rsidRDefault="007D2145" w:rsidP="00A811C4">
      <w:pPr>
        <w:pStyle w:val="Heading1"/>
      </w:pPr>
      <w:bookmarkStart w:id="34" w:name="_Toc450566209"/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bookmarkEnd w:id="34"/>
    </w:p>
    <w:p w:rsidR="007D2145" w:rsidRPr="007D2145" w:rsidRDefault="007D2145" w:rsidP="00474D51">
      <w:pPr>
        <w:pStyle w:val="libNormal"/>
      </w:pPr>
    </w:p>
    <w:p w:rsidR="007D2145" w:rsidRPr="007D2145" w:rsidRDefault="007D2145" w:rsidP="00A811C4">
      <w:pPr>
        <w:pStyle w:val="Heading1"/>
      </w:pPr>
      <w:bookmarkStart w:id="35" w:name="_Toc450566210"/>
      <w:r w:rsidRPr="007D2145">
        <w:rPr>
          <w:rFonts w:hint="cs"/>
          <w:cs/>
          <w:lang w:bidi="hi-IN"/>
        </w:rPr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35"/>
    </w:p>
    <w:p w:rsidR="007D2145" w:rsidRPr="007D2145" w:rsidRDefault="007D2145" w:rsidP="00474D51">
      <w:pPr>
        <w:pStyle w:val="libNormal"/>
      </w:pPr>
    </w:p>
    <w:p w:rsidR="007D2145" w:rsidRPr="007D2145" w:rsidRDefault="007D2145" w:rsidP="00A811C4">
      <w:pPr>
        <w:pStyle w:val="Heading2"/>
      </w:pPr>
      <w:bookmarkStart w:id="36" w:name="_Toc450566211"/>
      <w:r w:rsidRPr="007D2145">
        <w:rPr>
          <w:rFonts w:hint="cs"/>
          <w:cs/>
          <w:lang w:bidi="hi-IN"/>
        </w:rPr>
        <w:t>ग़ैबत</w:t>
      </w:r>
      <w:bookmarkEnd w:id="36"/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37" w:name="_Toc450566212"/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bookmarkEnd w:id="3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t xml:space="preserve">“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t xml:space="preserve">” </w:t>
      </w:r>
      <w:r w:rsidRPr="007D2145">
        <w:rPr>
          <w:rFonts w:hint="cs"/>
          <w:cs/>
          <w:lang w:bidi="hi-IN"/>
        </w:rPr>
        <w:t>है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अनुपस्थित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!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गलियों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पूरब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पश्चिम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भ्रमण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38" w:name="_Toc450566213"/>
      <w:r w:rsidRPr="007D2145">
        <w:rPr>
          <w:rFonts w:hint="cs"/>
          <w:cs/>
          <w:lang w:bidi="hi-IN"/>
        </w:rPr>
        <w:lastRenderedPageBreak/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bookmarkEnd w:id="38"/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व्यतीत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व्यतीत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ग़ैबत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इदरीस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सालेह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यूसुफ़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शुऐब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इल्यास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दानियाल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व्यतीत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वर्षों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...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जौर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39" w:name="_Toc450566214"/>
      <w:r w:rsidRPr="007D2145">
        <w:rPr>
          <w:rFonts w:hint="cs"/>
          <w:cs/>
          <w:lang w:bidi="hi-IN"/>
        </w:rPr>
        <w:lastRenderedPageBreak/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bookmarkEnd w:id="3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व्यतीत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महरुम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वंचित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झोटे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मसलेहत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अक़्लमंदी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साहिबुल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इत्मिनान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इत्मिनान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तहक़ीक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40" w:name="_Toc450566215"/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सिखाना</w:t>
      </w:r>
      <w:bookmarkEnd w:id="4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निभाये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गरेबान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झाँके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क़ीमत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41" w:name="_Toc450566216"/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4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लाना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मुखालिफ़ों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समझौते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उद्धारक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समझौता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समझौता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रज़ा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मन्कूल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हैः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42" w:name="_Toc450566217"/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इम्तेहान</w:t>
      </w:r>
      <w:bookmarkEnd w:id="42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इम्तेहान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आज़माता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अडिग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अटल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इम्तेहान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इम्तेहान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अस्तित्व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जौहर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क़ाज़िम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पाँचवां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विचलित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साहिबे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इम्तेहान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43" w:name="_Toc450566218"/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bookmarkEnd w:id="4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पहुँचायें।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मक्क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मोज़्ज़मा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----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निभाते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अक़्लमन्दी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ज़ख़ीरे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परन्तु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संक्षिप्तता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1"/>
      </w:pPr>
      <w:bookmarkStart w:id="44" w:name="_Toc450566219"/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44"/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1"/>
      </w:pPr>
      <w:bookmarkStart w:id="45" w:name="_Toc450566220"/>
      <w:r w:rsidRPr="007D2145">
        <w:rPr>
          <w:rFonts w:hint="cs"/>
          <w:cs/>
          <w:lang w:bidi="hi-IN"/>
        </w:rPr>
        <w:lastRenderedPageBreak/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क़िस्में</w:t>
      </w:r>
      <w:bookmarkEnd w:id="4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अनिवार्य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कारनामे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पहुंचेंगे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वर्षों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महफिलों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नक़ी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अलैहिमु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आहिस्ता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आहिस्ता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मजबूर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वकीलों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भरोसेमंद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नायबों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फ़राइज़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बक़ीयतुल्लाह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कुबरा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पिछले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प्रचलित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क़ुबरा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E6481F">
      <w:pPr>
        <w:pStyle w:val="Heading2"/>
      </w:pPr>
      <w:bookmarkStart w:id="46" w:name="_Toc450566221"/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अल्पकालीन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>)</w:t>
      </w:r>
      <w:bookmarkEnd w:id="4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260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फ़ौरन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320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भग</w:t>
      </w:r>
      <w:r w:rsidRPr="007D2145">
        <w:rPr>
          <w:cs/>
          <w:lang w:bidi="hi-IN"/>
        </w:rPr>
        <w:t xml:space="preserve"> 60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रही।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नव्वाबे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क्रमानुसार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उस्मान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सईद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मृत्यु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265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उस्मान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मृत्यु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मृत्यु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305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474D51">
        <w:rPr>
          <w:rFonts w:hint="cs"/>
          <w:cs/>
        </w:rPr>
        <w:t>रौह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नौ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बख्ती</w:t>
      </w:r>
      <w:r w:rsidRPr="007D2145">
        <w:t xml:space="preserve">,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21 </w:t>
      </w:r>
      <w:r w:rsidRPr="00474D51">
        <w:rPr>
          <w:rFonts w:hint="cs"/>
          <w:cs/>
        </w:rPr>
        <w:t>साल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रहे।</w:t>
      </w:r>
      <w:r w:rsidR="00474D51">
        <w:t xml:space="preserve"> </w:t>
      </w:r>
      <w:r w:rsidRPr="00474D51">
        <w:rPr>
          <w:rFonts w:hint="cs"/>
          <w:cs/>
        </w:rPr>
        <w:t>इनकी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मृत्यु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सन्</w:t>
      </w:r>
      <w:r w:rsidRPr="00474D51">
        <w:rPr>
          <w:cs/>
        </w:rPr>
        <w:t xml:space="preserve"> 326 </w:t>
      </w:r>
      <w:r w:rsidRPr="00474D51">
        <w:rPr>
          <w:rFonts w:hint="cs"/>
          <w:cs/>
        </w:rPr>
        <w:t>हिजरी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क़मरी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हुई।</w:t>
      </w:r>
    </w:p>
    <w:p w:rsidR="007D2145" w:rsidRPr="007D2145" w:rsidRDefault="007D2145" w:rsidP="00474D51">
      <w:pPr>
        <w:pStyle w:val="libNormal"/>
      </w:pPr>
      <w:r w:rsidRPr="00474D51">
        <w:rPr>
          <w:cs/>
        </w:rPr>
        <w:t>4.</w:t>
      </w:r>
      <w:r w:rsidRPr="00474D51">
        <w:rPr>
          <w:cs/>
        </w:rPr>
        <w:tab/>
      </w:r>
      <w:r w:rsidRPr="00474D51">
        <w:rPr>
          <w:rFonts w:hint="cs"/>
          <w:cs/>
        </w:rPr>
        <w:t>अली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मुहम्मद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समरी</w:t>
      </w:r>
      <w:r w:rsidRPr="007D2145">
        <w:t xml:space="preserve">,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अ</w:t>
      </w:r>
      <w:r w:rsidRPr="00474D51">
        <w:rPr>
          <w:cs/>
        </w:rPr>
        <w:t xml:space="preserve">. </w:t>
      </w:r>
      <w:r w:rsidRPr="00474D51">
        <w:rPr>
          <w:rFonts w:hint="cs"/>
          <w:cs/>
        </w:rPr>
        <w:t>स</w:t>
      </w:r>
      <w:r w:rsidRPr="00474D51">
        <w:rPr>
          <w:cs/>
        </w:rPr>
        <w:t xml:space="preserve">. )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चौथे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आख़िरी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मृत्यु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सन्</w:t>
      </w:r>
      <w:r w:rsidRPr="00474D51">
        <w:rPr>
          <w:cs/>
        </w:rPr>
        <w:t xml:space="preserve"> 329 </w:t>
      </w:r>
      <w:r w:rsidRPr="00474D51">
        <w:rPr>
          <w:rFonts w:hint="cs"/>
          <w:cs/>
        </w:rPr>
        <w:t>हिजरी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क़मरी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देहान्त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ख़त्म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lastRenderedPageBreak/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हसन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अस्करी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अ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</w:t>
      </w:r>
      <w:r w:rsidRPr="00474D51">
        <w:rPr>
          <w:cs/>
        </w:rPr>
        <w:t xml:space="preserve">.)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चुने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पहचनवाए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तूसी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अलैहिर्रहमा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किताब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अल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रिवायत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उल्लेख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दिन</w:t>
      </w:r>
      <w:r w:rsidR="00474D51"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अ</w:t>
      </w:r>
      <w:r w:rsidRPr="00474D51">
        <w:rPr>
          <w:cs/>
        </w:rPr>
        <w:t>.</w:t>
      </w:r>
      <w:r w:rsidRPr="00474D51">
        <w:rPr>
          <w:rFonts w:hint="cs"/>
          <w:cs/>
        </w:rPr>
        <w:t>स</w:t>
      </w:r>
      <w:r w:rsidRPr="00474D51">
        <w:rPr>
          <w:cs/>
        </w:rPr>
        <w:t xml:space="preserve">.)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उस्मान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सईद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साथ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चालीस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हसन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अस्करी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उन्हें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बेटे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ज़ियारत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कराई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फरमाया</w:t>
      </w:r>
      <w:r w:rsidRPr="00474D51">
        <w:rPr>
          <w:cs/>
        </w:rPr>
        <w:t xml:space="preserve"> :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मेरे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बच्चा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जानशीन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उत्तराधिकारी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होगा</w:t>
      </w:r>
      <w:r w:rsidRPr="007D2145">
        <w:t xml:space="preserve">,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इताअत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आज्ञापालन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करना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पाओगे</w:t>
      </w:r>
      <w:r w:rsidRPr="007D2145">
        <w:t xml:space="preserve">, </w:t>
      </w:r>
      <w:r w:rsidRPr="00474D51">
        <w:rPr>
          <w:rFonts w:hint="cs"/>
          <w:cs/>
        </w:rPr>
        <w:t>यहाँ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उम्र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अतः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उस्मान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सईद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कहें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क़बूल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इताअत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क्योंकि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जानशीन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कामों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ज़िम्मेदारी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इन्हीँ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... 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हसन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अस्करी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दूसरी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रिवायत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मुहम्मद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उस्मान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दूसरे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रूप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शेख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तूसी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अलैहिर्रहमा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उल्लेख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: 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उस्मान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सईद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हसन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अस्करी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हुक्म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यमन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द्वारा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क़ब्ज़े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लिया</w:t>
      </w:r>
      <w:r w:rsidRPr="007D2145">
        <w:t xml:space="preserve">,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वक़्त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lastRenderedPageBreak/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घटना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</w:t>
      </w:r>
      <w:r w:rsidRPr="007D2145">
        <w:t xml:space="preserve">, </w:t>
      </w:r>
      <w:r w:rsidRPr="00474D51">
        <w:rPr>
          <w:rFonts w:hint="cs"/>
          <w:cs/>
        </w:rPr>
        <w:t>उन्होंने</w:t>
      </w:r>
      <w:r w:rsidR="00474D51"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कहा</w:t>
      </w:r>
      <w:r w:rsidRPr="00474D51">
        <w:rPr>
          <w:cs/>
        </w:rPr>
        <w:t xml:space="preserve"> :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क़सम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उस्मान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आपके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बेहतरीन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लेकिन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आपके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नज़दीक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मक़ाम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स्पष्ट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हसन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अस्करी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फरमाया</w:t>
      </w:r>
      <w:r w:rsidRPr="00474D51">
        <w:rPr>
          <w:cs/>
        </w:rPr>
        <w:t xml:space="preserve"> : </w:t>
      </w:r>
      <w:r w:rsidRPr="00474D51">
        <w:rPr>
          <w:rFonts w:hint="cs"/>
          <w:cs/>
        </w:rPr>
        <w:t>जी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हाँ</w:t>
      </w:r>
      <w:r w:rsidRPr="00474D51">
        <w:rPr>
          <w:cs/>
        </w:rPr>
        <w:t xml:space="preserve"> !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गवाह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उस्मान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सईद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उमरी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वक़ील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बेटा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मुहम्मद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बेटे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वक़ील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होगा</w:t>
      </w:r>
      <w:r w:rsidRPr="00474D51">
        <w:rPr>
          <w:cs/>
        </w:rPr>
        <w:t>..</w:t>
      </w:r>
      <w:r w:rsidRPr="00474D51">
        <w:rPr>
          <w:rFonts w:hint="cs"/>
          <w:cs/>
        </w:rPr>
        <w:t>।</w:t>
      </w:r>
      <w:r w:rsidRPr="00474D51">
        <w:rPr>
          <w:cs/>
        </w:rPr>
        <w:t xml:space="preserve"> 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घटनाएं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पहली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मृत्यु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चुने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पहचान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था।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व्यक्ति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चूँकि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उच्च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गुणों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सिफ़तों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मालिक़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अन्दर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बनने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योग्यता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पैदा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महानुभावों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मुख्य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सिफ़तें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प्रकार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थीं</w:t>
      </w:r>
      <w:r w:rsidRPr="007D2145">
        <w:t xml:space="preserve">, </w:t>
      </w:r>
      <w:r w:rsidRPr="00474D51">
        <w:rPr>
          <w:rFonts w:hint="cs"/>
          <w:cs/>
        </w:rPr>
        <w:t>अमानतदारी</w:t>
      </w:r>
      <w:r w:rsidRPr="007D2145">
        <w:t xml:space="preserve">, </w:t>
      </w:r>
      <w:r w:rsidRPr="00474D51">
        <w:rPr>
          <w:rFonts w:hint="cs"/>
          <w:cs/>
        </w:rPr>
        <w:t>पाकीज़गी</w:t>
      </w:r>
      <w:r w:rsidRPr="007D2145">
        <w:t xml:space="preserve">, </w:t>
      </w:r>
      <w:r w:rsidRPr="00474D51">
        <w:rPr>
          <w:rFonts w:hint="cs"/>
          <w:cs/>
        </w:rPr>
        <w:t>व्यवहार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न्याय</w:t>
      </w:r>
      <w:r w:rsidRPr="007D2145">
        <w:t xml:space="preserve">, </w:t>
      </w:r>
      <w:r w:rsidRPr="00474D51">
        <w:rPr>
          <w:rFonts w:hint="cs"/>
          <w:cs/>
        </w:rPr>
        <w:t>राज़दारी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मख़सूस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हालात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अहले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बैत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राज़ों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छुपाये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रखना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आदि।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महानुभव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भरोसेमंद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साथी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तरबियत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अहले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बैत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द्वारा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थी।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उन्होंने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पक्के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सच्चे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ईमान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इल्म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दौलत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प्राप्त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थी।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मोमिनों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ज़बान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था।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सख्तियों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परेशानियों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बुर्दबारी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हालत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सख्त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सख्त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हालत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lastRenderedPageBreak/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पूर्ण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रूप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आज्ञापालन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अच्छी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सिफ़तों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साथ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नेतृत्व</w:t>
      </w:r>
      <w:r w:rsidR="00474D51">
        <w:t xml:space="preserve"> </w:t>
      </w:r>
      <w:r w:rsidRPr="00474D51">
        <w:rPr>
          <w:rFonts w:hint="cs"/>
          <w:cs/>
        </w:rPr>
        <w:t>करने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योग्यता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थी।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योग्यताओं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ढाल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साधनों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सिराते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मुस्तक़ीम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उन्होंने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मदद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मोमिनो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सालीम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ग़ुज़ार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दिया।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उम्मत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बीच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संबंध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स्थापित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नव्वाबे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अर्बा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भूमिका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गहरा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अध्ययन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हिस्से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महत्व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स्पष्ट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संबंध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ज़ियारत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करना</w:t>
      </w:r>
      <w:r w:rsidRPr="007D2145">
        <w:t xml:space="preserve">, </w:t>
      </w:r>
      <w:r w:rsidRPr="00474D51">
        <w:rPr>
          <w:rFonts w:hint="cs"/>
          <w:cs/>
        </w:rPr>
        <w:t>बारहवें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आख़री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आख़री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हुज्जत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जन्म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सिद्ध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साबित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बहुत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प्रभावी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महत्वपूर्ण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नतीजे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प्राप्त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दुशमन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कोशिश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हसन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अस्करी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बेटे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जन्म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संबंध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शुब्हे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डाल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अलावा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ज़माना</w:t>
      </w:r>
      <w:r w:rsidRPr="007D2145">
        <w:t xml:space="preserve">,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कुबरा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रास्ता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हमवार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जिस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राब्ता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सकते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लेकिन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बरकतों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लाभान्वित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कुबरा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दाखिल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गए।</w:t>
      </w:r>
    </w:p>
    <w:p w:rsidR="007D2145" w:rsidRPr="00474D51" w:rsidRDefault="007D2145" w:rsidP="00E6481F">
      <w:pPr>
        <w:pStyle w:val="Heading2"/>
      </w:pPr>
      <w:bookmarkStart w:id="47" w:name="_Toc450566222"/>
      <w:r w:rsidRPr="00474D51">
        <w:rPr>
          <w:rFonts w:hint="cs"/>
          <w:cs/>
        </w:rPr>
        <w:lastRenderedPageBreak/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कुबरा</w:t>
      </w:r>
      <w:bookmarkEnd w:id="47"/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चौथे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आख़री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लिखा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जिसका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विषय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निम्न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लिखित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था।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ऐ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पुत्र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मुहम्मद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समरी</w:t>
      </w:r>
      <w:r w:rsidRPr="00474D51">
        <w:rPr>
          <w:cs/>
        </w:rPr>
        <w:t xml:space="preserve"> !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आपकी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मृत्यु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आपके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भाइयों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</w:t>
      </w:r>
      <w:r w:rsidRPr="007D2145">
        <w:t xml:space="preserve">, </w:t>
      </w:r>
      <w:r w:rsidRPr="00474D51">
        <w:rPr>
          <w:rFonts w:hint="cs"/>
          <w:cs/>
        </w:rPr>
        <w:t>क्योंकि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बक़ा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परलोक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कूच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जाओगे</w:t>
      </w:r>
      <w:r w:rsidRPr="007D2145">
        <w:t xml:space="preserve">,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कामों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खूब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बनाओ</w:t>
      </w:r>
      <w:r w:rsidRPr="007D2145">
        <w:t xml:space="preserve">, </w:t>
      </w:r>
      <w:r w:rsidRPr="00474D51">
        <w:rPr>
          <w:rFonts w:hint="cs"/>
          <w:cs/>
        </w:rPr>
        <w:t>क्यों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लंबी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शुरू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वाला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7D2145">
        <w:t xml:space="preserve">, </w:t>
      </w:r>
      <w:r w:rsidRPr="00474D51">
        <w:rPr>
          <w:rFonts w:hint="cs"/>
          <w:cs/>
        </w:rPr>
        <w:t>जब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हुक्म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मुझे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पाओगे</w:t>
      </w:r>
      <w:r w:rsidRPr="007D2145">
        <w:t xml:space="preserve">,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लंबी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सीमा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जिस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सख्त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जायेंगे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ज़ुल्म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सितम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जायेगी</w:t>
      </w:r>
      <w:r w:rsidRPr="00474D51">
        <w:rPr>
          <w:cs/>
        </w:rPr>
        <w:t xml:space="preserve">.. 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बारहवें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आखरी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मृत्यु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सन्</w:t>
      </w:r>
      <w:r w:rsidRPr="00474D51">
        <w:rPr>
          <w:cs/>
        </w:rPr>
        <w:t xml:space="preserve"> 329 </w:t>
      </w:r>
      <w:r w:rsidRPr="00474D51">
        <w:rPr>
          <w:rFonts w:hint="cs"/>
          <w:cs/>
        </w:rPr>
        <w:t>हिजरी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क़मरी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कुबरा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शुरू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सिलसिला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रहेगा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मर्ज़ी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जायें।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हुक्म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दुनिया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विलायत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चमकते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प्रकाशित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होगी।</w:t>
      </w:r>
    </w:p>
    <w:p w:rsidR="007D2145" w:rsidRPr="007D2145" w:rsidRDefault="007D2145" w:rsidP="00474D51">
      <w:pPr>
        <w:pStyle w:val="libNormal"/>
      </w:pPr>
      <w:r w:rsidRPr="00474D51">
        <w:rPr>
          <w:cs/>
        </w:rPr>
        <w:t xml:space="preserve"> </w:t>
      </w:r>
      <w:r w:rsidRPr="00474D51">
        <w:rPr>
          <w:rFonts w:hint="cs"/>
          <w:cs/>
        </w:rPr>
        <w:t>जैसा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ऊपर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वर्णन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चुका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सुग़रा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7D2145">
        <w:t xml:space="preserve">,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मखसूस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राब्ता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रखते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फ़राइज़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परिचित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थे।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लेकिन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कुबरा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राब्ते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lastRenderedPageBreak/>
        <w:t>सिलसिला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ख़त्म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चाहिए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फ़राइज़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नायबों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मराजा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तक़लीद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राब्ता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स्पष्ट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रास्ता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भरोसेमंद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सामने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पेश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7D2145">
        <w:t xml:space="preserve">,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दूसरे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लिखा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اٴمَّا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الحَوَادِثُ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الوَاقِعَةُ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فَارْجعوا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إلیٰ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رُواةِ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حَدیثنَا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فَإنّہُمْ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حُجَّتِي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عَلَیْکُم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عَلَیْہِمْ</w:t>
      </w:r>
      <w:r w:rsidRPr="007D2145">
        <w:rPr>
          <w:rFonts w:hint="eastAsia"/>
        </w:rPr>
        <w:t>“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आगे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घटित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वाली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घटनाओं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परिस्थितियों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शरई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ज़िम्मेदारियों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हमारी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हदीसों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रावियों</w:t>
      </w:r>
      <w:r w:rsidRPr="00474D51">
        <w:rPr>
          <w:cs/>
        </w:rPr>
        <w:t>(</w:t>
      </w:r>
      <w:r w:rsidRPr="00474D51">
        <w:rPr>
          <w:rFonts w:hint="cs"/>
          <w:cs/>
        </w:rPr>
        <w:t>फ़ोकहा</w:t>
      </w:r>
      <w:r w:rsidRPr="00474D51">
        <w:rPr>
          <w:cs/>
        </w:rPr>
        <w:t>)</w:t>
      </w:r>
      <w:r w:rsidR="00474D51"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संबंध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स्थापित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हुज्जत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हिज्जत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दीनी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सवालों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जवाब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नीजी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सामाजिक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ज़िम्मेदारियों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पहचान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तरीका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हक़ीक़त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स्पष्ट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तहज़ीब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7D2145">
        <w:t xml:space="preserve">,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बेहतरीन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अन्तर्गत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विभिन्न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परिस्थितियों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मोमिनों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बहुत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अच्छे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ढंग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मानने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चश्मे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बग़ैर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छोड़ा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बल्कि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नीजी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lastRenderedPageBreak/>
        <w:t>विभिन्न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मसाइल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पर्हेज़गार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मुजतहिदों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सिपुर्द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दुनिया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अमानतदार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ताकि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इस्लामी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किश्ती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तूफ़ान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दरिया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उतार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चढ़ाव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साम्राज्वाद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गन्दी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सियासत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दलदल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फ़ंसने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बची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अक़ाइद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सरहदों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हिफ़ाज़त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नक़ी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बूमिका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बयान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फरमाते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: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अगर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ऐसे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बुलाते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हुज्जतों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मज़बूत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दलीलों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हिमायत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अगर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ऐसे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बुद्धीमान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बूझ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बन्दों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शैतान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शैतान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सिफत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अहलेबैत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दुशमनों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दुशमनी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बचाते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फिर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बाक़ी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रहता</w:t>
      </w:r>
      <w:r w:rsidRPr="00474D51">
        <w:rPr>
          <w:cs/>
        </w:rPr>
        <w:t>!! (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निकल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चुके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लेकिन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उन्होंने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अक़ीदों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फ़िक्रों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हाथों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जैसे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किश्ती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कश्ती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सवार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मुसाफिरों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हाथों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नज़दीक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बेहतरीन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बन्दे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.. 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lastRenderedPageBreak/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ध्यान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योग्य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सिफ़तों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कमालों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ज़रूरत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क्योंकि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दुनिया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कामों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हाथों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ज़िम्मेदारी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ओहदेदार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अतः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बुद्धिमान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मौक़े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फ़ैसला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योग्यता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रखना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ज़रुरी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मासूम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इमामों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मुराजा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बढ़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वली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अम्रे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मुस्लेमीन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वलीए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फ़कीह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शर्तें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बयान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सादिक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फरमाया</w:t>
      </w:r>
      <w:r w:rsidRPr="00474D51">
        <w:rPr>
          <w:cs/>
        </w:rPr>
        <w:t xml:space="preserve"> :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दीनी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आलिमों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फ़कीहों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</w:t>
      </w:r>
      <w:r w:rsidRPr="007D2145">
        <w:t xml:space="preserve">, </w:t>
      </w:r>
      <w:r w:rsidRPr="00474D51">
        <w:rPr>
          <w:rFonts w:hint="cs"/>
          <w:cs/>
        </w:rPr>
        <w:t>छोटे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बड़े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गुनाहों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मुक़ाबले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बचाये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रखे</w:t>
      </w:r>
      <w:r w:rsidRPr="007D2145">
        <w:t xml:space="preserve">, </w:t>
      </w:r>
      <w:r w:rsidRPr="00474D51">
        <w:rPr>
          <w:rFonts w:hint="cs"/>
          <w:cs/>
        </w:rPr>
        <w:t>दीन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अक़ाइद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मुहाफिज़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7D2145">
        <w:t xml:space="preserve">,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नफ्स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इच्छाओं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मुख़ालेफ़त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मौला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आक़ा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इताअत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आज्ञापालन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करता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मोमेनीन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वाजिब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पैरवी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करें।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सिर्फ़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फ़क़ीह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ऐसे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होंगे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</w:t>
      </w:r>
      <w:r w:rsidRPr="00474D51">
        <w:rPr>
          <w:cs/>
        </w:rPr>
        <w:t xml:space="preserve">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</w:p>
    <w:p w:rsidR="007D2145" w:rsidRPr="00474D51" w:rsidRDefault="007D2145" w:rsidP="00E6481F">
      <w:pPr>
        <w:pStyle w:val="Heading1"/>
      </w:pPr>
      <w:bookmarkStart w:id="48" w:name="_Toc450566223"/>
      <w:r w:rsidRPr="00474D51">
        <w:rPr>
          <w:rFonts w:hint="cs"/>
          <w:cs/>
        </w:rPr>
        <w:t>तीसरा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हिस्सा</w:t>
      </w:r>
      <w:bookmarkEnd w:id="48"/>
    </w:p>
    <w:p w:rsidR="007D2145" w:rsidRPr="007D2145" w:rsidRDefault="007D2145" w:rsidP="00474D51">
      <w:pPr>
        <w:pStyle w:val="libNormal"/>
      </w:pPr>
    </w:p>
    <w:p w:rsidR="007D2145" w:rsidRPr="00474D51" w:rsidRDefault="007D2145" w:rsidP="00E6481F">
      <w:pPr>
        <w:pStyle w:val="Heading2"/>
      </w:pPr>
      <w:bookmarkStart w:id="49" w:name="_Toc450566224"/>
      <w:r w:rsidRPr="00474D51">
        <w:rPr>
          <w:rFonts w:hint="cs"/>
          <w:cs/>
        </w:rPr>
        <w:lastRenderedPageBreak/>
        <w:t>ग़ायब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फ़ायदे</w:t>
      </w:r>
      <w:bookmarkEnd w:id="49"/>
      <w:r w:rsidRPr="00474D51">
        <w:rPr>
          <w:cs/>
        </w:rPr>
        <w:t xml:space="preserve"> 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इंसानी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7D2145">
        <w:t xml:space="preserve">, </w:t>
      </w:r>
      <w:r w:rsidRPr="00474D51">
        <w:rPr>
          <w:rFonts w:hint="cs"/>
          <w:cs/>
        </w:rPr>
        <w:t>सैंकड़ों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हुज्जत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ज़हूर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फ़ायदों</w:t>
      </w:r>
      <w:r w:rsidR="00474D51"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वंचित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इस्लामी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आसमानी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मासूम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असमर्थ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स्थिति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सवाल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उठता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="00474D51">
        <w:t xml:space="preserve"> </w:t>
      </w:r>
      <w:r w:rsidRPr="00474D51">
        <w:rPr>
          <w:rFonts w:hint="cs"/>
          <w:cs/>
        </w:rPr>
        <w:t>उनके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नज़रों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दूर</w:t>
      </w:r>
      <w:r w:rsidRPr="007D2145">
        <w:t xml:space="preserve">, </w:t>
      </w:r>
      <w:r w:rsidRPr="00474D51">
        <w:rPr>
          <w:rFonts w:hint="cs"/>
          <w:cs/>
        </w:rPr>
        <w:t>छुप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जीवन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व्यतीत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दुनिया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दुनिया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फ़ायदे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="00474D51">
        <w:t>?</w:t>
      </w:r>
      <w:r w:rsidRPr="007D2145"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सकता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ज़हूर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नज़दीक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जन्म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जिससे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सख्त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देखते</w:t>
      </w:r>
      <w:r w:rsidR="00474D51">
        <w:t>?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सवाल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सवाल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हुज्जत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पहचान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पैदा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मर्तबा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="00474D51">
        <w:t>?</w:t>
      </w:r>
      <w:r w:rsidRPr="007D2145"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फ़ायदे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ज़हूर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="00474D51">
        <w:t>?</w:t>
      </w:r>
      <w:r w:rsidRPr="007D2145"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सिर्फ़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7D2145">
        <w:t xml:space="preserve">, </w:t>
      </w:r>
      <w:r w:rsidRPr="00474D51">
        <w:rPr>
          <w:rFonts w:hint="cs"/>
          <w:cs/>
        </w:rPr>
        <w:t>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मखलूक़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फ़ायदे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बरकत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कारण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="00474D51">
        <w:t>?</w:t>
      </w:r>
    </w:p>
    <w:p w:rsidR="007D2145" w:rsidRPr="00474D51" w:rsidRDefault="007D2145" w:rsidP="004B5B97">
      <w:pPr>
        <w:pStyle w:val="Heading2"/>
      </w:pPr>
      <w:bookmarkStart w:id="50" w:name="_Toc450566225"/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केन्द्र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bookmarkEnd w:id="50"/>
    </w:p>
    <w:p w:rsidR="007D2145" w:rsidRPr="007D2145" w:rsidRDefault="007D2145" w:rsidP="004B5B97">
      <w:pPr>
        <w:pStyle w:val="libNormal"/>
      </w:pPr>
      <w:r w:rsidRPr="00474D51">
        <w:rPr>
          <w:rFonts w:hint="cs"/>
          <w:cs/>
        </w:rPr>
        <w:t>धार्मिक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शिक्षाओं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चीज़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फ़ैज़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ध्रुव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केन्द्र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तथा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चारों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ओर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घूमता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बग़ैर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इंसानों</w:t>
      </w:r>
      <w:r w:rsidRPr="007D2145">
        <w:t xml:space="preserve">, </w:t>
      </w:r>
      <w:r w:rsidRPr="00474D51">
        <w:rPr>
          <w:rFonts w:hint="cs"/>
          <w:cs/>
        </w:rPr>
        <w:t>जिन्नों</w:t>
      </w:r>
      <w:r w:rsidRPr="007D2145">
        <w:t xml:space="preserve">, </w:t>
      </w:r>
      <w:r w:rsidRPr="00474D51">
        <w:rPr>
          <w:rFonts w:hint="cs"/>
          <w:cs/>
        </w:rPr>
        <w:lastRenderedPageBreak/>
        <w:t>फ़रिश्तों</w:t>
      </w:r>
      <w:r w:rsidRPr="00474D51">
        <w:rPr>
          <w:cs/>
        </w:rPr>
        <w:t xml:space="preserve"> </w:t>
      </w:r>
      <w:r w:rsidR="004B5B97">
        <w:rPr>
          <w:rFonts w:hint="cs"/>
          <w:cs/>
          <w:lang w:bidi="hi-IN"/>
        </w:rPr>
        <w:t>औ</w:t>
      </w:r>
      <w:r w:rsidRPr="00474D51">
        <w:rPr>
          <w:rFonts w:hint="cs"/>
          <w:cs/>
        </w:rPr>
        <w:t>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संक्षेप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जानदार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बेजान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चीज़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निशान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बाक़ी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रहता।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सादिक़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सवाल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पूछा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बग़ैर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बाक़ी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सकती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="00474D51">
        <w:t xml:space="preserve">?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जवाब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कहा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अगर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वक़्त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फ़ना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अर्थात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विनाश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</w:t>
      </w:r>
      <w:r w:rsidRPr="00474D51">
        <w:rPr>
          <w:cs/>
        </w:rPr>
        <w:t>...</w:t>
      </w:r>
      <w:r w:rsidRPr="00474D51">
        <w:rPr>
          <w:rFonts w:hint="cs"/>
          <w:cs/>
        </w:rPr>
        <w:t>।</w:t>
      </w:r>
      <w:r w:rsidRPr="00474D51">
        <w:rPr>
          <w:cs/>
        </w:rPr>
        <w:t xml:space="preserve"> 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चूँकि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पैगाम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लोगों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कमालों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ओर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चीज़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फ़ैज़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स्पष्ट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हिदायत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शुरु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नबियों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जानशीनों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इमामों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लेकिन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मासूम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इमामों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कलाम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प्रवचनों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नतीजा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निकलता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छोटे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बड़े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नेमत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फ़ैज़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बनता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अधिक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स्पष्ट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रूप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कहा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सकता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प्रत्येक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चीज़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प्राप्त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ज़रिये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बल्कि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कारण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lastRenderedPageBreak/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प्राप्त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वास्ता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माध्यम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बनती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ज़ियारते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जामेआ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जो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हक़ीक़त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पहचान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अच्छी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किताब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वाक्य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वर्णन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हुआ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بِکُمْ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فَتَحَ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یَخْتِمُ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یُنَزِّلُ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الغَیْثَ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یُمسِکُ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السَّمَاءَ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تَقَعَ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الاٴرضِ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إلاَّ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بِإذْنِہِ</w:t>
      </w:r>
      <w:r w:rsidRPr="007D2145">
        <w:t>.....</w:t>
      </w:r>
      <w:r w:rsidR="00474D51">
        <w:t xml:space="preserve"> </w:t>
      </w:r>
      <w:r w:rsidRPr="00474D51">
        <w:rPr>
          <w:rFonts w:hint="cs"/>
          <w:cs/>
        </w:rPr>
        <w:t>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ऐ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मासूम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इमामों</w:t>
      </w:r>
      <w:r w:rsidRPr="00474D51">
        <w:rPr>
          <w:cs/>
        </w:rPr>
        <w:t xml:space="preserve"> !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ा</w:t>
      </w:r>
      <w:r w:rsidRPr="00474D51">
        <w:rPr>
          <w:rFonts w:hint="cs"/>
          <w:cs/>
        </w:rPr>
        <w:t>रम्भ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आख़िर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पहुँचाएगा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रहमत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बारिश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बरकत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आसमान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गिरने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बचाये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हुए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7D2145">
        <w:t xml:space="preserve">,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इरादे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अतः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कहा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सकता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सिर्फ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ज़हूर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विपरीत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वास्तविक्ता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यहाँ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मख़लूक़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बीच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जीवन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स्रोत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वन्दे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आलम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मर्ज़ी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उत्तम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प्रकार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पूर्ण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अर्थात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अनुकम्पा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अल्लाह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प्राप्त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मखलूक़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वास्ता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बने</w:t>
      </w:r>
      <w:r w:rsidRPr="007D2145">
        <w:t xml:space="preserve">, </w:t>
      </w:r>
      <w:r w:rsidRPr="00474D51">
        <w:rPr>
          <w:rFonts w:hint="cs"/>
          <w:cs/>
        </w:rPr>
        <w:t>अतः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ग़ायब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ज़ाहिर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फर्क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पड़ता।</w:t>
      </w:r>
      <w:r w:rsidRPr="00474D51">
        <w:rPr>
          <w:cs/>
        </w:rPr>
        <w:t xml:space="preserve"> 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lastRenderedPageBreak/>
        <w:t>जी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हाँ</w:t>
      </w:r>
      <w:r w:rsidRPr="00474D51">
        <w:rPr>
          <w:cs/>
        </w:rPr>
        <w:t xml:space="preserve"> ! </w:t>
      </w:r>
      <w:r w:rsidRPr="00474D51">
        <w:rPr>
          <w:rFonts w:hint="cs"/>
          <w:cs/>
        </w:rPr>
        <w:t>सभी</w:t>
      </w:r>
      <w:r w:rsidRPr="007D2145">
        <w:t xml:space="preserve">,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असर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लाभान्वित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रुकावट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ध्यान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योग्य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लाभान्वित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तरीके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पूछा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तो</w:t>
      </w:r>
      <w:r w:rsidR="00474D51">
        <w:t xml:space="preserve"> </w:t>
      </w:r>
      <w:r w:rsidRPr="00474D51">
        <w:rPr>
          <w:rFonts w:hint="cs"/>
          <w:cs/>
        </w:rPr>
        <w:t>उन्होंने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फरमाया</w:t>
      </w:r>
      <w:r w:rsidRPr="00474D51">
        <w:rPr>
          <w:cs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اٴمَّا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وَجہُ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الإنْتِفَاعِ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غَیْبَتِی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فَکا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الإنْتِفَاعِ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بِالشَّمْسِ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إذَا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غَیَّبَتْہَا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الاٴبْصَارِ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السَّحَابَ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t>....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मेरी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मुझ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फ़ायदा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होगा</w:t>
      </w:r>
      <w:r w:rsidRPr="007D2145">
        <w:t xml:space="preserve">, </w:t>
      </w:r>
      <w:r w:rsidRPr="00474D51">
        <w:rPr>
          <w:rFonts w:hint="cs"/>
          <w:cs/>
        </w:rPr>
        <w:t>जिस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पीछे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छिपे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फायदा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उठाया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मिसाल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मिसाल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पीछे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छिपे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मिसाल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बहुत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रहस्य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पाये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अतः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तरफ़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इशारा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सौर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मंडल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सोलर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सिस्टम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केन्द्र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अन्य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ग्रह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चारों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ओर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घूमते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निज़ाम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व्यवस्था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ध्रुवीय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स्थान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रखता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بِبَقَائِہِ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بَقِیَتِ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الدُّنْیَا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بِیُمْنِہِ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رُزِقَ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الوَریٰ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بِوُجُوْدِہِ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ثَبَتَتِ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الاٴرْضُ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السَّمَاءُ</w:t>
      </w:r>
      <w:r w:rsidR="007D2145" w:rsidRPr="007D2145">
        <w:rPr>
          <w:rFonts w:hint="eastAsia"/>
        </w:rPr>
        <w:t>“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t>उस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बाक़ी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दुनिया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बरकत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रोज़ी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मिलती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आसमान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बाक़ी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lastRenderedPageBreak/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प्रकाश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किरणें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फैलाने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कंजूसी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चीज़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आवश्यक्ता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अनुसार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प्रकाश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लाभान्वित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="00474D51">
        <w:t xml:space="preserve"> </w:t>
      </w: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समस्त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भौतिक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आध्यात्मिक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नेमतों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प्राप्त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माध्यम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कमालों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केन्द्र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संबंध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अनुसार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लाभान्वित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अगर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बादलों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पीछे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इतनी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अधिक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ठंड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अंधेरा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फैल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जायेगा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जानदार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ज़मीन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नहीं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सकेगा।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तरह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अगर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वंचित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</w:t>
      </w:r>
      <w:r w:rsidRPr="00474D51">
        <w:rPr>
          <w:cs/>
        </w:rPr>
        <w:t xml:space="preserve"> (</w:t>
      </w:r>
      <w:r w:rsidRPr="00474D51">
        <w:rPr>
          <w:rFonts w:hint="cs"/>
          <w:cs/>
        </w:rPr>
        <w:t>वह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ग़ैबत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) </w:t>
      </w:r>
      <w:r w:rsidRPr="00474D51">
        <w:rPr>
          <w:rFonts w:hint="cs"/>
          <w:cs/>
        </w:rPr>
        <w:t>तो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मुश्किलें</w:t>
      </w:r>
      <w:r w:rsidRPr="007D2145">
        <w:t xml:space="preserve">, </w:t>
      </w:r>
      <w:r w:rsidRPr="00474D51">
        <w:rPr>
          <w:rFonts w:hint="cs"/>
          <w:cs/>
        </w:rPr>
        <w:t>परेशानियाँ</w:t>
      </w:r>
      <w:r w:rsidRPr="007D2145">
        <w:t xml:space="preserve">, </w:t>
      </w:r>
      <w:r w:rsidRPr="00474D51">
        <w:rPr>
          <w:rFonts w:hint="cs"/>
          <w:cs/>
        </w:rPr>
        <w:t>कठिनाईयाँ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विपत्तियाँ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इतनी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बढ़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जायेंगी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आगे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बढ़ने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रुक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जायेगी</w:t>
      </w:r>
      <w:r w:rsidR="00474D51"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समस्त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प्राणियों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अन्त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जायेगा।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हज़रत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महदी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शेख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मुफीद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अलैहिर्रहमा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एक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लिखा</w:t>
      </w:r>
      <w:r w:rsidRPr="007D2145">
        <w:t xml:space="preserve">, </w:t>
      </w:r>
      <w:r w:rsidRPr="00474D51">
        <w:rPr>
          <w:rFonts w:hint="cs"/>
          <w:cs/>
        </w:rPr>
        <w:t>जिस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उन्होंने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लिए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निमन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लिखित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पैग़ाम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लिखा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اِنَّا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غَیْرُ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مُہْمِلِیْنَ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لِمُرَاعَاتِکُمْ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لاٰ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نَاسِیْنَ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لِذِکْرِکُمْ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لَولٰا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ذَلِکَ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لَنَزَلَ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بِکُمُ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اللاَّوَاءُ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اصْطَلَمَکُمُ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الاٴعْدَاءُ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तुम्हारे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छोडते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कभी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तुम्हें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भूलते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</w:t>
      </w:r>
      <w:r w:rsidRPr="007D2145">
        <w:t xml:space="preserve">, </w:t>
      </w:r>
      <w:r w:rsidRPr="00474D51">
        <w:rPr>
          <w:rFonts w:hint="cs"/>
          <w:cs/>
        </w:rPr>
        <w:t>अगर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हमेशा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हमारी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तवज्जोह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बहुत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विपत्तियाँ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बलायें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नाज़िल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दुश्मन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तुम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मिटा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रख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देते।</w:t>
      </w:r>
    </w:p>
    <w:p w:rsidR="007D2145" w:rsidRPr="00474D51" w:rsidRDefault="007D2145" w:rsidP="00474D51">
      <w:pPr>
        <w:pStyle w:val="libNormal"/>
      </w:pPr>
      <w:r w:rsidRPr="00474D51">
        <w:rPr>
          <w:rFonts w:hint="cs"/>
          <w:cs/>
        </w:rPr>
        <w:lastRenderedPageBreak/>
        <w:t>अतः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सूरज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पूरे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चमकता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मौजूद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चीज़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लाभ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समस्त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प्राणियों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बीच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इस्लामी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इस्लामी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समाज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="00474D51">
        <w:t xml:space="preserve"> </w:t>
      </w:r>
      <w:r w:rsidRPr="00474D51">
        <w:rPr>
          <w:rFonts w:hint="cs"/>
          <w:cs/>
        </w:rPr>
        <w:t>मुख्यः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रूप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शिओं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को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विशेष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ख़ैर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बरकत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पहुँचाता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यहाँ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कुछ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नमूने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आप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सेवा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पेश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रहे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474D51" w:rsidRDefault="007D2145" w:rsidP="004B5B97">
      <w:pPr>
        <w:pStyle w:val="Heading2"/>
      </w:pPr>
      <w:bookmarkStart w:id="51" w:name="_Toc450566226"/>
      <w:r w:rsidRPr="00474D51">
        <w:rPr>
          <w:rFonts w:hint="cs"/>
          <w:cs/>
        </w:rPr>
        <w:t>उम्मीद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किरण</w:t>
      </w:r>
      <w:bookmarkEnd w:id="51"/>
    </w:p>
    <w:p w:rsidR="007D2145" w:rsidRPr="007D2145" w:rsidRDefault="007D2145" w:rsidP="00474D51">
      <w:pPr>
        <w:pStyle w:val="libNormal"/>
      </w:pPr>
      <w:r w:rsidRPr="00474D51">
        <w:rPr>
          <w:rFonts w:hint="cs"/>
          <w:cs/>
        </w:rPr>
        <w:t>इंसान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सबसे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महत्वपूर्ण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धन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उम्मीद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</w:t>
      </w:r>
      <w:r w:rsidRPr="007D2145">
        <w:t xml:space="preserve">, </w:t>
      </w:r>
      <w:r w:rsidRPr="00474D51">
        <w:rPr>
          <w:rFonts w:hint="cs"/>
          <w:cs/>
        </w:rPr>
        <w:t>उम्मीद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ज़िन्दगी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जीवन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खुशी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कारण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बनती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इंसान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क्रिया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कलापों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उम्मीद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होती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संसार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इमाम</w:t>
      </w:r>
      <w:r w:rsidRPr="00474D51">
        <w:rPr>
          <w:cs/>
        </w:rPr>
        <w:t xml:space="preserve"> </w:t>
      </w:r>
      <w:r w:rsidR="00D763E9">
        <w:t>(</w:t>
      </w:r>
      <w:r w:rsidR="00D763E9">
        <w:rPr>
          <w:cs/>
          <w:lang w:bidi="hi-IN"/>
        </w:rPr>
        <w:t>अ.स.)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वजूद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उज्जवल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भविषय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ख़ुशी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उम्मीद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आधार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है।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शिया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अपने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चौदह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सौ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साल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के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इतिहास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में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हमेशा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ही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विभिन्न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मुश्किलों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और</w:t>
      </w:r>
      <w:r w:rsidRPr="00474D51">
        <w:rPr>
          <w:cs/>
        </w:rPr>
        <w:t xml:space="preserve"> </w:t>
      </w:r>
      <w:r w:rsidRPr="00474D51">
        <w:rPr>
          <w:rFonts w:hint="cs"/>
          <w:cs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घिरे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विरुद्ध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उज्जवल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उज्जवल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काल्पनिक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गड़त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52" w:name="_Toc450566227"/>
      <w:r w:rsidRPr="007D2145">
        <w:rPr>
          <w:rFonts w:hint="cs"/>
          <w:cs/>
          <w:lang w:bidi="hi-IN"/>
        </w:rPr>
        <w:t>विचार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मज़बूती</w:t>
      </w:r>
      <w:bookmarkEnd w:id="5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आवश्यक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अस्तित्व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परोग्रामों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स्थायित्व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बाँध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उपायों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होशियार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साज़िशों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उसूल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सिद्धान्तों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एतेक़ादों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बहरैन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तवज्जोह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मजलिसी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अलैहिर्रहमा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---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पिछले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बहरैन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नासबी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क़ुदरती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t xml:space="preserve"> ”</w:t>
      </w:r>
      <w:r w:rsidRPr="007D2145">
        <w:rPr>
          <w:rFonts w:ascii="Times New Roman" w:hAnsi="Times New Roman" w:cs="Times New Roman" w:hint="cs"/>
          <w:rtl/>
        </w:rPr>
        <w:t>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محمد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رسول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ابوبکر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عمر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عثمان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علی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خلفاء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رسول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Fonts w:hint="eastAsia"/>
        </w:rPr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इल्लल्लाह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मुहम्मदुर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उस्मान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ख़ुलफ़ा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रसूलुल्लाह।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ताज्जुब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असत्य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बहरैन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ख़्याल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वर्ना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>!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संतुष्ट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जज़िया</w:t>
      </w:r>
      <w:r w:rsidRPr="007D2145">
        <w:rPr>
          <w:cs/>
          <w:lang w:bidi="hi-IN"/>
        </w:rPr>
        <w:t>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क़ैदी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ग़नीमत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क़ैदी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लूँगा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जज़िया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मोहलत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मांगी।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मशवरा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बहरैन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पर्हेज़गार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जाइये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मुसीबत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छुटकारे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कीजिये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पुकारना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पहुंची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!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मोहम्द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मुसीबत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मुसीबत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लाअनतुल्लाह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बनवाया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सांचे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छिलके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अंकित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दूँगा।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सफ़ैद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थैले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दिखाना।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धुँऐं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निकलेगी।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लौट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बहरैन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आशिक़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>...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53" w:name="_Toc450566228"/>
      <w:r w:rsidRPr="007D2145">
        <w:rPr>
          <w:rFonts w:hint="cs"/>
          <w:cs/>
          <w:lang w:bidi="hi-IN"/>
        </w:rPr>
        <w:t>तरबियत</w:t>
      </w:r>
      <w:bookmarkEnd w:id="5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 xml:space="preserve">&lt; </w:t>
      </w:r>
      <w:r w:rsidR="007D2145" w:rsidRPr="007D2145">
        <w:rPr>
          <w:rFonts w:ascii="Times New Roman" w:hAnsi="Times New Roman" w:cs="Times New Roman" w:hint="cs"/>
          <w:rtl/>
        </w:rPr>
        <w:t>وَقُلْ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اعْمَلُوا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فَسَیَرَی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عَمَلَکُمْ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وَرَسُولُہُ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وَالْمُؤْمِنُون۔۔۔</w:t>
      </w:r>
      <w:r w:rsidR="007D2145" w:rsidRPr="007D2145">
        <w:t>&gt;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कलापों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दृष्टिकोण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इक्रया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कलापों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प्रेरणा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स्वीकारीय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पाक़ीज़गी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सफ़ाई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झलकने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लगेगा।</w:t>
      </w:r>
    </w:p>
    <w:p w:rsidR="004B5B97" w:rsidRDefault="004B5B97" w:rsidP="00474D51">
      <w:pPr>
        <w:pStyle w:val="libNormal"/>
        <w:rPr>
          <w:rFonts w:hint="cs"/>
          <w:lang w:bidi="hi-IN"/>
        </w:rPr>
      </w:pPr>
    </w:p>
    <w:p w:rsidR="007D2145" w:rsidRPr="007D2145" w:rsidRDefault="007D2145" w:rsidP="004B5B97">
      <w:pPr>
        <w:pStyle w:val="Heading2"/>
      </w:pPr>
      <w:bookmarkStart w:id="54" w:name="_Toc450566229"/>
      <w:r w:rsidRPr="007D2145">
        <w:rPr>
          <w:rFonts w:hint="cs"/>
          <w:cs/>
          <w:lang w:bidi="hi-IN"/>
        </w:rPr>
        <w:t>इल्मी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गाह</w:t>
      </w:r>
      <w:bookmarkEnd w:id="5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सुथरे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याक़ूब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>--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रिश्तेदारी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नूह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करलो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पाकीज़ा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हजन्नम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फ़ायेदा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>,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फायेदा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फ़ायेदा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याक़ूब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अल्लामा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अरदबेली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शागिर्द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आधी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उस्ताद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मुल्ला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अरदबेली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अलैहीर्रहमा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दाखिल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थोड़ी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छिप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दाखिल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हन्नाना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खाँसी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खाँसने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घूम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दाखिल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दीजिये।</w:t>
      </w:r>
      <w:r w:rsidRPr="007D2145">
        <w:cr/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ठीक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रहूँगा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इत्मिनीन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तवस्सुल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जाऊँ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करूँ।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दाखिल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गिड़गिड़ाना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कब्रे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मुनव्वर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क़ायम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55" w:name="_Toc450566230"/>
      <w:r w:rsidRPr="007D2145">
        <w:rPr>
          <w:rFonts w:hint="cs"/>
          <w:cs/>
          <w:lang w:bidi="hi-IN"/>
        </w:rPr>
        <w:t>आन्तरिक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bookmarkEnd w:id="55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सौंपी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फ़ायेदा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!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मख़लूक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तऱफ़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मंसूबों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मंसूबा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56" w:name="_Toc450566231"/>
      <w:r w:rsidRPr="007D2145">
        <w:rPr>
          <w:rFonts w:hint="cs"/>
          <w:cs/>
          <w:lang w:bidi="hi-IN"/>
        </w:rPr>
        <w:t>मुसीबतों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bookmarkEnd w:id="5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प्राणियों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पहुंचती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विपत्तियों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मुसीबतों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सिद्ध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إنِّی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لَاَمَانٌ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لِاٴہْلِ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الاٴرْضِ</w:t>
      </w:r>
      <w:r w:rsidRPr="007D2145">
        <w:rPr>
          <w:rFonts w:hint="eastAsia"/>
        </w:rPr>
        <w:t>“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विपत्तियों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अमान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फँसने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- </w:t>
      </w:r>
    </w:p>
    <w:p w:rsidR="007D2145" w:rsidRPr="007D2145" w:rsidRDefault="007D2145" w:rsidP="00474D51">
      <w:pPr>
        <w:pStyle w:val="libNormal"/>
      </w:pPr>
      <w:r w:rsidRPr="007D2145">
        <w:t>&lt;</w:t>
      </w:r>
      <w:r w:rsidRPr="007D2145">
        <w:rPr>
          <w:rFonts w:ascii="Times New Roman" w:hAnsi="Times New Roman" w:cs="Times New Roman" w:hint="cs"/>
          <w:rtl/>
        </w:rPr>
        <w:t>وَمَا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کَانَ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لِیُعَذِّبَہُمْ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وَاٴَنْتَ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فِیہِمْ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۔۔۔</w:t>
      </w:r>
      <w:r w:rsidRPr="007D2145">
        <w:t xml:space="preserve">&gt;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प्रदर्शित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तवज्जोह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विपत्तियों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474D51" w:rsidP="00474D51">
      <w:pPr>
        <w:pStyle w:val="libNormal"/>
      </w:pPr>
      <w:r>
        <w:lastRenderedPageBreak/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اَنَا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خَاتِمُ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الاٴوْصِیَاءِ،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یَدْفَعُ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عَزَّ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جَلَّ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الْبَلَاءُ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اٴَہْلِی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شِیْعَتِی</w:t>
      </w:r>
      <w:r w:rsidR="007D2145" w:rsidRPr="007D2145">
        <w:rPr>
          <w:rFonts w:hint="eastAsia"/>
        </w:rPr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जानशीन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उत्तराधिकारी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ईरान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प्रारम्भिक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खतर्नाक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साज़िशों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21 </w:t>
      </w:r>
      <w:r w:rsidRPr="007D2145">
        <w:rPr>
          <w:rFonts w:hint="cs"/>
          <w:cs/>
          <w:lang w:bidi="hi-IN"/>
        </w:rPr>
        <w:t>बहमन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खुमैनी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अलैहर्रहमा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शहनशाही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खात्मा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1359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अमेरीकी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कोप्टरों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1361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21 </w:t>
      </w:r>
      <w:r w:rsidRPr="007D2145">
        <w:rPr>
          <w:rFonts w:hint="cs"/>
          <w:cs/>
          <w:lang w:bidi="hi-IN"/>
        </w:rPr>
        <w:t>तीर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ईरानी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नोज़ह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बग़ावत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असफलता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नाकामी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57" w:name="_Toc450566232"/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</w:t>
      </w:r>
      <w:bookmarkEnd w:id="5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मऊद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पलट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मऊद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अलैहिस्सलाम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मऊद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लक़ब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लुटाने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रुकावट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चौदहवीं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बीमार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सिरहाने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ज़ख्मों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मुसाफिरों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तन्हाई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बेकस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ठंडी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बंजरों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हरयाली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फ़ैला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सलवात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दुखः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="004B5B97">
        <w:rPr>
          <w:rFonts w:hint="cs"/>
          <w:cs/>
          <w:lang w:bidi="hi-IN"/>
        </w:rPr>
        <w:t>,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तू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सलूक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मुम्किन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मुत्तसिल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सलाहियत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लज़्ज़त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समीपय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1"/>
      </w:pPr>
      <w:bookmarkStart w:id="58" w:name="_Toc450566233"/>
      <w:r w:rsidRPr="007D2145">
        <w:rPr>
          <w:rFonts w:hint="cs"/>
          <w:cs/>
          <w:lang w:bidi="hi-IN"/>
        </w:rPr>
        <w:t>चौथा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58"/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59" w:name="_Toc450566234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bookmarkEnd w:id="59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वंचित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यूसुफे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ज़हरा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जुदाई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महबूब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कुबरा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उलूम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अरदबेली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सय्यद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ताऊस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घटनाएं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फ़रजहू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पहली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तन्हाई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तशरीफ़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कुबरा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चक्कर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बुनियाद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निराधार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भरोसा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प्रस्तुत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</w:t>
      </w:r>
      <w:r w:rsidR="004B5B97">
        <w:rPr>
          <w:rFonts w:hint="cs"/>
          <w:cs/>
          <w:lang w:bidi="hi-IN"/>
        </w:rPr>
        <w:t>ी</w:t>
      </w:r>
      <w:r w:rsidRPr="007D2145">
        <w:rPr>
          <w:rFonts w:hint="cs"/>
          <w:cs/>
          <w:lang w:bidi="hi-IN"/>
        </w:rPr>
        <w:t>र्ष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प्रदर्शित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तीसरी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अफराद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फ़ज़ीलत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नतिजा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सआदत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="00474D51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चिल्ले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ख़ीँचें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आचरण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4B5B97" w:rsidRDefault="007D2145" w:rsidP="004B5B97">
      <w:pPr>
        <w:pStyle w:val="libNormal"/>
        <w:rPr>
          <w:rFonts w:hint="cs"/>
          <w:lang w:bidi="hi-IN"/>
        </w:rPr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اٴَکثرُوا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الدُّعاءَ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بِتَعجِیْلِ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الفرجِ،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فإنَّ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ذَلکَ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فرَجُکُم</w:t>
      </w:r>
    </w:p>
    <w:p w:rsidR="007D2145" w:rsidRPr="007D2145" w:rsidRDefault="007D2145" w:rsidP="004B5B97">
      <w:pPr>
        <w:pStyle w:val="libNormal"/>
      </w:pP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मरहूम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बगदादी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दिल्चस्प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मुत्तक़ी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बगदाद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काज़मैन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काज़िम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ख़ुम्स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20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फ़क़ीह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अन्सारी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अलैहिर्रहमा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20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काज़मी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अलैहिर्रहमा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20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शरुक़ी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अलैहिर्रहमा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20 </w:t>
      </w:r>
      <w:r w:rsidRPr="007D2145">
        <w:rPr>
          <w:rFonts w:hint="cs"/>
          <w:cs/>
          <w:lang w:bidi="hi-IN"/>
        </w:rPr>
        <w:t>दीनार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बग़दाद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यासीन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अलैहिर्रहमा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दूँगा।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जुमेरात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बगदाद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काज़मैन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यासीन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खुम्स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इजाज़त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इन्शाअल्लाह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मुस्तहक़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समझूँगा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दूंगा।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हाफिज़ी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बगदाद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तिहाई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तेजस्वी</w:t>
      </w:r>
      <w:r w:rsidRPr="007D2145">
        <w:rPr>
          <w:cs/>
          <w:lang w:bidi="hi-IN"/>
        </w:rPr>
        <w:t xml:space="preserve"> </w:t>
      </w:r>
      <w:r w:rsidR="004B5B97">
        <w:rPr>
          <w:rFonts w:hint="cs"/>
          <w:cs/>
          <w:lang w:bidi="hi-IN"/>
        </w:rPr>
        <w:t>सैय्य</w:t>
      </w:r>
      <w:r w:rsidRPr="007D2145">
        <w:rPr>
          <w:rFonts w:hint="cs"/>
          <w:cs/>
          <w:lang w:bidi="hi-IN"/>
        </w:rPr>
        <w:t>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अम्मामा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बाँधे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काज़मैन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="00474D51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बगदाद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काज़मैन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जद्द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اسْتَشْہِدُوا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شَہِیدَیْنِ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رِجَالِکُم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बनाओ।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बग़दादी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यासीन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दर्ख्वास्त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कफ़न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सैय्यिद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आपका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हाँ।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ताज्जुब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सैय्यिद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खुम्स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रक़म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खर्च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इजाज़त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मुस्कुराए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वकीलों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क़ाबिले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="00474D51">
        <w:t xml:space="preserve">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सैय्यिद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गफ़लत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बुज़ुर्गवार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फ़ौरन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आंसूओं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ा</w:t>
      </w:r>
      <w:r w:rsidRPr="007D2145">
        <w:rPr>
          <w:rFonts w:hint="cs"/>
          <w:cs/>
          <w:lang w:bidi="hi-IN"/>
        </w:rPr>
        <w:t>पको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काज़मैन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सड़क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बुज़ुर्गवार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सकूँगा।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रहो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ठीक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पहचानूंगा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>: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لسَّلامُ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صَاحِبَ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الزَّمَانِ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یَابْنَ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الْحَسَنِ</w:t>
      </w:r>
      <w:r w:rsidRPr="007D2145">
        <w:rPr>
          <w:cs/>
          <w:lang w:bidi="hi-IN"/>
        </w:rPr>
        <w:t xml:space="preserve">!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अस्सलामो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साहेबज़्ज़मान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यबनल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मुसुकुराए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السَّلام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رَحْمَةُ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اللّٰہِ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بَرَکَاتُہُ۔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अलैकस्सलाम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रहमतुल्लाहे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बरकातोह।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ज़रीह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: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अमीनुल्लाह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पूर्वज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मगरिब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बुज़ुर्गवार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4B5B97" w:rsidRDefault="007D2145" w:rsidP="004B5B97">
      <w:pPr>
        <w:pStyle w:val="libNormal"/>
        <w:rPr>
          <w:cs/>
          <w:lang w:bidi="hi-IN"/>
        </w:rPr>
      </w:pP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सैय्यिद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काज़मैन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लौट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फ़क़ीहों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अफ़सोस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</w:t>
      </w:r>
      <w:r w:rsidRPr="007D2145">
        <w:rPr>
          <w:cs/>
          <w:lang w:bidi="hi-IN"/>
        </w:rPr>
        <w:t xml:space="preserve">... </w:t>
      </w:r>
    </w:p>
    <w:p w:rsidR="004B5B97" w:rsidRPr="00084EEE" w:rsidRDefault="004B5B97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4B5B97">
      <w:pPr>
        <w:pStyle w:val="Heading1"/>
      </w:pPr>
      <w:bookmarkStart w:id="60" w:name="_Toc450566235"/>
      <w:r w:rsidRPr="007D2145">
        <w:rPr>
          <w:rFonts w:hint="cs"/>
          <w:cs/>
          <w:lang w:bidi="hi-IN"/>
        </w:rPr>
        <w:lastRenderedPageBreak/>
        <w:t>पाँचवां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60"/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61" w:name="_Toc450566236"/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bookmarkEnd w:id="6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दिमाग़ों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80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100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!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साइंस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बुद्धिजीवियों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तहक़ीक़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बुढ़ापे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बरनार्ड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बायोलोजिस्ट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निर्धारण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प्रोफेसर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अटेन्गर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lastRenderedPageBreak/>
        <w:t>“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टैक्निकल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इक्कीसवीं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बुढ़ापे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यापन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बुद्धिजीवियों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संभावना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सकारात्मक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वायु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शारीरिक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मानसिक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150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जावेदां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अमरता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चुनांचे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यूनुस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فَلَوْلاَاٴَنَّہُ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کَانَ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الْمُسَبِّحِینَ</w:t>
      </w:r>
      <w:r w:rsidR="007D2145" w:rsidRPr="007D2145">
        <w:rPr>
          <w:rtl/>
        </w:rPr>
        <w:t xml:space="preserve"># </w:t>
      </w:r>
      <w:r w:rsidR="007D2145" w:rsidRPr="007D2145">
        <w:rPr>
          <w:rFonts w:ascii="Times New Roman" w:hAnsi="Times New Roman" w:cs="Times New Roman" w:hint="cs"/>
          <w:rtl/>
        </w:rPr>
        <w:t>لَلَبِثَ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بَطْنِہِ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إِلَی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یَوْمِ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یُبْعَثُونَ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जानाबे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यूनुस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मछली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तस्बीह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मछली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जानाबे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यूनुस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बुद्धिजीवियों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विशेषज्ञों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जावेदां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अमरता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मछली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नूह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950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व्यतीत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नबूवत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तबलीग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नूह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2450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ज़ैनुल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आबदीन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नूह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फहमी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कुदरत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अहादीस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साहिबे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="004B5B97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....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="004B5B97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इंजील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अनूश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पांच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क़िनान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मतूशालेह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उनहत्तर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B5B97">
      <w:pPr>
        <w:pStyle w:val="libNormal"/>
      </w:pP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="004B5B97">
        <w:rPr>
          <w:rFonts w:hint="cs"/>
          <w:cs/>
          <w:lang w:bidi="hi-IN"/>
        </w:rPr>
        <w:t>आ</w:t>
      </w:r>
      <w:r w:rsidRPr="007D2145">
        <w:rPr>
          <w:rFonts w:hint="cs"/>
          <w:cs/>
          <w:lang w:bidi="hi-IN"/>
        </w:rPr>
        <w:t>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नौ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इंजील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चढ़ाए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दोबारा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>... ...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यहूदी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साइंस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स्वीकारीय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कुदरत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सिद्ध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अनुयायी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पहाड़ो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ऊँट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भड़कती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सकुशल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मूसा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दीवारों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</w:t>
      </w:r>
      <w:r w:rsidRPr="007D2145">
        <w:rPr>
          <w:cs/>
          <w:lang w:bidi="hi-IN"/>
        </w:rPr>
        <w:t>...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वारिस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ताज्जुब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मुजतबा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="004B5B97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="004B5B97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कुदरत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चालीस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क़ादिर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साइंस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स्वीकारीय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क़ुदरत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जलवों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4B5B97" w:rsidRDefault="004B5B97" w:rsidP="00474D51">
      <w:pPr>
        <w:pStyle w:val="libNormal"/>
        <w:rPr>
          <w:rFonts w:hint="cs"/>
          <w:lang w:bidi="hi-IN"/>
        </w:rPr>
      </w:pPr>
    </w:p>
    <w:p w:rsidR="007D2145" w:rsidRPr="007D2145" w:rsidRDefault="007D2145" w:rsidP="004B5B97">
      <w:pPr>
        <w:pStyle w:val="Heading1"/>
      </w:pPr>
      <w:bookmarkStart w:id="62" w:name="_Toc450566237"/>
      <w:r w:rsidRPr="007D2145">
        <w:rPr>
          <w:rFonts w:hint="cs"/>
          <w:cs/>
          <w:lang w:bidi="hi-IN"/>
        </w:rPr>
        <w:t>छटा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62"/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63" w:name="_Toc450566238"/>
      <w:r w:rsidRPr="007D2145">
        <w:rPr>
          <w:rFonts w:hint="cs"/>
          <w:cs/>
          <w:lang w:bidi="hi-IN"/>
        </w:rPr>
        <w:lastRenderedPageBreak/>
        <w:t>इन्तेज़ार</w:t>
      </w:r>
      <w:bookmarkEnd w:id="6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तेजस्वी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वंचित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पौधे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मुजस्समा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खुबसूरतियों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ड़ाल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वंचित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चमन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बाग़बान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पियें।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तोहफ़ा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दिलकश</w:t>
      </w:r>
      <w:r w:rsidRPr="007D2145">
        <w:t xml:space="preserve">, </w:t>
      </w:r>
      <w:r w:rsidRPr="007D2145">
        <w:rPr>
          <w:rFonts w:hint="cs"/>
          <w:cs/>
          <w:lang w:bidi="hi-IN"/>
        </w:rPr>
        <w:t>खुबसूरत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हसीन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मिठास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खुबसूरती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मिठास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64" w:name="_Toc450566239"/>
      <w:r w:rsidRPr="007D2145">
        <w:rPr>
          <w:rFonts w:hint="cs"/>
          <w:cs/>
          <w:lang w:bidi="hi-IN"/>
        </w:rPr>
        <w:lastRenderedPageBreak/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महत्ता</w:t>
      </w:r>
      <w:bookmarkEnd w:id="6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बिछाना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आंतरिक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हैसियत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जज़्बा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रुकावटों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खूबसूरती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पिछले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फर्ज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वसीला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इन्तेज़ारे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बताऊँ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इक़रार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नबूव्वत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इकरार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>)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तक़वा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परहेज़गारी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बुर्दबारी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सयंम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फज़ाइल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65" w:name="_Toc450566240"/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bookmarkEnd w:id="65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फितरत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तस्व्वुर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आरम्भ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पुराने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"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बिछाए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फ़ितरत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शख्सियत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समानता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आध्यात्म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सयंम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बराबरी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आबादी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परिपक्वता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तोहफ़े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साम्राज्यवाद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गुलामी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चमत्कार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हैसियत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उद्देशयहीनता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जड़ें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ज़र्रा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B5B97">
      <w:pPr>
        <w:pStyle w:val="Heading2"/>
      </w:pPr>
      <w:bookmarkStart w:id="66" w:name="_Toc450566241"/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bookmarkEnd w:id="6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जहाँ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थयोरिकल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परैक्टिकल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दृष्टिकोण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नफ़्स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चिंतन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क्रिया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कलापों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"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शुबहें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बाँध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फज़ीलतों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श्रेष्ठताओं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कारामद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परेहेज़गारी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सकारात्मक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सार्वजनिक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सामर्थ्य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खामोश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>!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सिबग़तल्लाहे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अहसनु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सिबग़तन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नहनु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आबेदून</w:t>
      </w:r>
      <w:r w:rsidRPr="007D2145">
        <w:rPr>
          <w:cs/>
          <w:lang w:bidi="hi-IN"/>
        </w:rPr>
        <w:t>....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صِبْغَةَ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وَمَنْ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اٴَحْسَنُ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صِبْغَةً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وَنَحْنُ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عَابِدُونَ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झलकता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मिन्तज़िरों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काफ़ले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प्यारा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सिपाही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हैसियत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लगेगा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निभाने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बनो</w:t>
      </w:r>
      <w:r w:rsidR="00474D51">
        <w:rPr>
          <w:lang w:bidi="hi-IN"/>
        </w:rPr>
        <w:t>?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50693">
      <w:pPr>
        <w:pStyle w:val="Heading2"/>
      </w:pPr>
      <w:bookmarkStart w:id="67" w:name="_Toc450566242"/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ज़िम्मेदारियाँ</w:t>
      </w:r>
      <w:bookmarkEnd w:id="67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50693">
      <w:pPr>
        <w:pStyle w:val="Heading2"/>
      </w:pPr>
      <w:bookmarkStart w:id="68" w:name="_Toc450566243"/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bookmarkEnd w:id="6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अडिग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महानता</w:t>
      </w:r>
      <w:r w:rsidRPr="007D2145">
        <w:t>,</w:t>
      </w:r>
      <w:r w:rsidRPr="007D2145">
        <w:rPr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अस्करी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उपस्थित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फरमाइये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जांनशीन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विपत्तियों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مَنْ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مَاتَ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ہُوَ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عَارِفٌ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لِاِمَامِہِ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َیضُرُّہُ،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تَقَدَّمَ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ہَذَا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الاٴمْرِ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اٴوْ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تَاٴخَّرَ،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مَاتَ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ہُوَ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عَارِفٌ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لِاِمَامِہِ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کَانَ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کَمَنْ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ہُوَ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مَعَ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القَائِمِ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فُسْطَاطِہِ</w:t>
      </w:r>
      <w:r w:rsidRPr="007D2145">
        <w:rPr>
          <w:rFonts w:hint="eastAsia"/>
        </w:rPr>
        <w:t>“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ख्याल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शागिर्द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ज़ुरारा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करूँ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अल्लाहुम्म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अर्रिफनी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नफसक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फइनलम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तोअर्रिफनी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नफसक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लमआरिफ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अर्रिफनी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फइनलम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तोअर्रिफनी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लमआरिफ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अल्लाहुम्म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अर्रिफनी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फइन्नक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तोअर्रिफनी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ज़ललतो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>..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.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اَللّٰہُمَّ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عَرِّفْنِی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نَفْسَکَ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فَإنَّکَ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تُعَرِّفْنِی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نَفْسَکَ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اٴعْرِفْ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نَبِیَّکَ،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اَللّٰہُمَّ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عَرِّفْنِی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رَسُولَکَ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فَإنَّکَ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تُعَرِّفْنِی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رَسُولَکَ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اٴعْرِفْ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حُجَّتَکَ،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اَللّٰہُمَّ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عَرِّفْنِی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حُجَّتَکَ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فَإنَّکَ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تُعَرِّفْنِی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حُجَّتَکَ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ضَلَلْتُ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دِیْنِی</w:t>
      </w:r>
      <w:r w:rsidRPr="007D2145">
        <w:t xml:space="preserve"> 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तू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तू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सकूंगा।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जाऊँगा।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जांनशीन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B50693" w:rsidRDefault="007D2145" w:rsidP="00B50693">
      <w:pPr>
        <w:pStyle w:val="libNormal"/>
        <w:rPr>
          <w:rFonts w:hint="cs"/>
          <w:lang w:bidi="hi-IN"/>
        </w:rPr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सिफ़तों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होंगें।</w:t>
      </w:r>
    </w:p>
    <w:p w:rsidR="00B50693" w:rsidRDefault="00B50693" w:rsidP="00B50693">
      <w:pPr>
        <w:pStyle w:val="libNormal"/>
        <w:rPr>
          <w:rFonts w:hint="cs"/>
          <w:lang w:bidi="hi-IN"/>
        </w:rPr>
      </w:pPr>
    </w:p>
    <w:p w:rsidR="007D2145" w:rsidRPr="007D2145" w:rsidRDefault="007D2145" w:rsidP="00B50693">
      <w:pPr>
        <w:pStyle w:val="Heading2"/>
      </w:pPr>
      <w:bookmarkStart w:id="69" w:name="_Toc450566244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बनाना</w:t>
      </w:r>
      <w:bookmarkEnd w:id="6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खुबसूरत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तक़वे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इबादत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सादगी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सखावत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फज़ाइल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रुतबा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गौरान्वित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>!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ख़ूबसूरत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कलापों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आहिस्ता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आहिस्ता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فَمَا</w:t>
      </w:r>
      <w:r w:rsidRPr="00875B4D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یَحْبِسُنَا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عَنْہُمْ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إلاَّ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یَتَّصِلُ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بِنَا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مِمَّا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نُکْرِہُہُ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لاٰ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نُوٴثِرُہُ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مِنْہُم</w:t>
      </w:r>
      <w:r w:rsidR="007D2145" w:rsidRPr="007D2145">
        <w:rPr>
          <w:rFonts w:hint="eastAsia"/>
        </w:rPr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पसन्द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गौरव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गौरव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संवारने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مَنْ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سَرَّہُ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یَکُوْنَ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اٴصْحَابِ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الْقَائِمِ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فَلْیَنْتَظِرْ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لِیَعْمَلْ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بِالْوَرَعِ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مَحَاسِنِ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الاٴخْلاَقِ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ہُوَ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مُنْتَظِر</w:t>
      </w:r>
      <w:r w:rsidRPr="007D2145">
        <w:rPr>
          <w:rFonts w:hint="eastAsia"/>
        </w:rPr>
        <w:t>“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तक़वे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पर्हेज़गारी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खुबसूरतियों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50693">
      <w:pPr>
        <w:pStyle w:val="Heading2"/>
      </w:pPr>
      <w:bookmarkStart w:id="70" w:name="_Toc450566245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bookmarkEnd w:id="7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दृढ़ता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करेगी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वैद्य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चिकित्सक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t xml:space="preserve">?!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वरीयता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मुसल्ले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उठायें।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"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अल्लाहुम्मा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लिवलिये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सलवातुका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आबाएहि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हाज़ेहिस्साअत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कुल्ले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वलियंव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हाफ़िज़ंव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काइदंव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नासिरंव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तुस्कि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नहु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अर्ज़का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तौअंव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तुमत्तेअहु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फ़ीहा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तवीला</w:t>
      </w:r>
      <w:r w:rsidRPr="007D2145">
        <w:rPr>
          <w:cs/>
          <w:lang w:bidi="hi-IN"/>
        </w:rPr>
        <w:t>..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.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اَللَّہُمَّ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لِوَلِیِّکَ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الْحُجَّةِ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بْنِ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الحَسَنِ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صَلَوٰاتُکَ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عَلٰی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آبَائِہِ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ہَذِہِ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السَّاعَةِ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کُلِّ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سَاعَةٍ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وَلِیاً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حَافِظاً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قَائِداً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نَاصِراً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دَلِیلاً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عَیْناً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حَتّٰی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تُسْکِنَہُ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اٴرْضَکَ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طَوْعاً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تُمَتِّعَہُ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فِیْہَا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طَوِیلاً</w:t>
      </w:r>
      <w:r w:rsidRPr="007D2145">
        <w:rPr>
          <w:rFonts w:hint="eastAsia"/>
          <w:rtl/>
        </w:rPr>
        <w:t>“</w:t>
      </w:r>
      <w:r w:rsidRPr="007D2145">
        <w:rPr>
          <w:rFonts w:ascii="Times New Roman" w:hAnsi="Times New Roman" w:cs="Times New Roman" w:hint="cs"/>
          <w:rtl/>
        </w:rPr>
        <w:t>۔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तेरा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मुहाफ़िज़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सदक़ा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चिपका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अभिलाषी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अज़ीज़ुं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खल्क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तुरा</w:t>
      </w:r>
      <w:r w:rsidR="00474D51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عَزِیزٌ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اٴرَی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الخَلْقَ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لٰا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تُریٰ</w:t>
      </w:r>
      <w:r w:rsidRPr="007D2145">
        <w:rPr>
          <w:rFonts w:hint="eastAsia"/>
        </w:rPr>
        <w:t>“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आशिक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परोग्रामों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सम्मिलित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जड़ों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-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जमकरान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सामर्रा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तहख़ाना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वफ़ादारी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वचन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वचन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अल्लाहुम्मा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उजद्दिदु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सबीहते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यौमी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इशतु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अय्यामी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अहदंव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अकदंव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अतन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उनुक़ी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अहूलु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अज़ूलु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ब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इजअलनी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अंसारिहि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आवानिहि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अद्दाब्बीना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मुसारि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ईना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हवाइजि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मुमतसिलीना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अवामिरिही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मुहाम्मीना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अस्साबिक़ीना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दतिहि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मुस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तश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हदीना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यदैहि।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اللّٰہُمَّ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إِنِّي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اٴُجَدِّدُ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صَبِیحَةِ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یَوْمِي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ہَذَا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عِشْتُ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اٴَیَّامِي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عَہْداً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عَقْدًا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بَیْعَةً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عُنُقِي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اٴَحُولُ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عَنْہ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اٴَزُولُ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اٴَبَداً،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اللّٰہُمَّ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اجْعَلْنِي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اٴَنْصَارِہِ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اٴَعْوَانِہِ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وَالذَّابِّینَ</w:t>
      </w:r>
      <w:r w:rsidR="00474D51" w:rsidRPr="00875B4D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عَنْہُ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الْمُسَارِعِینَ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إِلَیْہِ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فِي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قَضَاءِ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حَوَائِجِہِ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،</w:t>
      </w:r>
      <w:r w:rsidR="00474D51" w:rsidRPr="00875B4D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الْمُمْتَثِلِینَ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لاٴَوَامِرِہِ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الْمُحَامِینَ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عَنْہُ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السَّابِقِینَ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إِلیٰ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إِرَادَتِہِ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الْمُسْتَشْہَدِینَ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بَیْنَ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یَدَیْہِ</w:t>
      </w:r>
      <w:r w:rsidRPr="007D2145">
        <w:t xml:space="preserve"> “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प्रतिज्ञा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प्रतिज्ञा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चालीस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प्रतिज्ञा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50693">
      <w:pPr>
        <w:pStyle w:val="Heading2"/>
      </w:pPr>
      <w:bookmarkStart w:id="71" w:name="_Toc450566246"/>
      <w:r w:rsidRPr="007D2145">
        <w:rPr>
          <w:rFonts w:hint="cs"/>
          <w:cs/>
          <w:lang w:bidi="hi-IN"/>
        </w:rPr>
        <w:t>हार्दिक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bookmarkEnd w:id="71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आज्ञ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तौफ़ीक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ज़ियारत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जहाँ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नफ़रत।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बिदअतों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अश्लीलताओं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दोबारा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प्रथम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मुन्कर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सिफ़ारिश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रोकना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3.</w:t>
      </w:r>
      <w:r w:rsidRPr="007D2145">
        <w:rPr>
          <w:cs/>
          <w:lang w:bidi="hi-IN"/>
        </w:rPr>
        <w:tab/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संकुचित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दृष्टिकोण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निर्धन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नसीहतें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रखो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दाएरा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मख़सूस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जुदाई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4.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लहरायें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सार्वजनिक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सहाबी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अब्दुल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अब्दुल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हमीद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50693">
      <w:pPr>
        <w:pStyle w:val="Heading2"/>
      </w:pPr>
      <w:bookmarkStart w:id="72" w:name="_Toc450566247"/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</w:t>
      </w:r>
      <w:bookmarkEnd w:id="7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निष्क्रिय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विश्वस्तरीय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खामोश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दृष्टिकोण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निराधार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निष्क्रिय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गतिविधियों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परिपक्व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इन्तेज़ार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जज़बा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रफ़्तार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आज़ाद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उम्मीद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सहयोग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सहानुभूति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हमदर्दी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घार्मिक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नज़रीया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फँसते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मुसीबत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बर्दाश्त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मायूसी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बताईये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अनुयायियों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!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ललक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!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50693">
      <w:pPr>
        <w:pStyle w:val="Heading2"/>
      </w:pPr>
      <w:bookmarkStart w:id="73" w:name="_Toc450566248"/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bookmarkEnd w:id="7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बिछाये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रुत्बा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श्रेष्ठताओं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संदर्भ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"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बंदे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दुखः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"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तम्ग़ा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दुखः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क़ीमत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सज्जाद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"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मुब्बत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शुहदा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..."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फौजी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हथेली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----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थोड़ी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ख़ामोश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नहीं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पालने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!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Pr="007D2145">
        <w:t>!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अडिग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अंधेरी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कांटा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तोड़ने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दहकती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अलेबैत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मवद्दत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सुनेगें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डूबी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संबोधन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मैं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गुनहगार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घड़ियां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ठंडक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बेकरार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बर्दाश्त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वाकिअन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अंजाम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क़ाज़िम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873389" w:rsidRDefault="007D2145" w:rsidP="00873389">
      <w:pPr>
        <w:pStyle w:val="libNormal"/>
        <w:rPr>
          <w:rFonts w:hint="cs"/>
          <w:lang w:bidi="hi-IN"/>
        </w:rPr>
      </w:pP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रस्सी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!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>.</w:t>
      </w:r>
    </w:p>
    <w:p w:rsidR="00873389" w:rsidRPr="00084EEE" w:rsidRDefault="00873389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873389">
      <w:pPr>
        <w:pStyle w:val="Heading2Center"/>
      </w:pPr>
      <w:bookmarkStart w:id="74" w:name="_Toc450566249"/>
      <w:r w:rsidRPr="007D2145">
        <w:rPr>
          <w:rFonts w:hint="cs"/>
          <w:cs/>
          <w:lang w:bidi="hi-IN"/>
        </w:rPr>
        <w:lastRenderedPageBreak/>
        <w:t>चौथा</w:t>
      </w:r>
      <w:r w:rsidRPr="007D2145">
        <w:rPr>
          <w:cs/>
          <w:lang w:bidi="hi-IN"/>
        </w:rPr>
        <w:t xml:space="preserve"> </w:t>
      </w:r>
      <w:r w:rsidR="00873389">
        <w:rPr>
          <w:rFonts w:hint="cs"/>
          <w:cs/>
          <w:lang w:bidi="hi-IN"/>
        </w:rPr>
        <w:t>अ</w:t>
      </w:r>
      <w:r w:rsidRPr="007D2145">
        <w:rPr>
          <w:rFonts w:hint="cs"/>
          <w:cs/>
          <w:lang w:bidi="hi-IN"/>
        </w:rPr>
        <w:t>ध्याय</w:t>
      </w:r>
      <w:bookmarkEnd w:id="74"/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1"/>
      </w:pPr>
      <w:bookmarkStart w:id="75" w:name="_Toc450566250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bookmarkEnd w:id="75"/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1"/>
      </w:pPr>
      <w:bookmarkStart w:id="76" w:name="_Toc450566251"/>
      <w:r w:rsidRPr="007D2145">
        <w:rPr>
          <w:rFonts w:hint="cs"/>
          <w:cs/>
          <w:lang w:bidi="hi-IN"/>
        </w:rPr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76"/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77" w:name="_Toc450566252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bookmarkEnd w:id="7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पिछले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अज्जल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तआला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फरजहू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शरीफ़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शैतान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भयंकर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अखलाक़ी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सदाचारिक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रौंदा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शताब्दियों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वाणी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तफ्सीर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परस्तों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सच्चों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ईमानदार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ख़ामोश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रिश्तेदारी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टूट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चापलूसी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शुमार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खर्च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कर्मचारियों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रिशवत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lastRenderedPageBreak/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फुज़ूल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मोहब्बत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अंजाम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प्रशंसा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सुधारक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मुख़ालिफ़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स्वीकारीय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खामोश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प्रथम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!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सदाचारिक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सुगंधित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कड़वाहट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मिठास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अत्यावश्यक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पसन्द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1"/>
      </w:pPr>
      <w:bookmarkStart w:id="78" w:name="_Toc450566253"/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78"/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79" w:name="_Toc450566254"/>
      <w:r w:rsidRPr="007D2145">
        <w:rPr>
          <w:rFonts w:hint="cs"/>
          <w:cs/>
          <w:lang w:bidi="hi-IN"/>
        </w:rPr>
        <w:lastRenderedPageBreak/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निशानियां</w:t>
      </w:r>
      <w:bookmarkEnd w:id="7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शीर्षक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0" w:name="_Toc450566255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bookmarkEnd w:id="8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अस्तित्व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उगाने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परवान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चढ़ाने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प्रत्येक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वायु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फल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फसल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फसल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इन्किलाब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स्पष्टीकरण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दिमाग़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ख़्याल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चमत्कार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क्रियान्वित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हरग़िज़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अलबत्ता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भूमिकाओं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वार्तालाप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1" w:name="_Toc450566256"/>
      <w:r w:rsidRPr="007D2145">
        <w:rPr>
          <w:rFonts w:hint="cs"/>
          <w:cs/>
          <w:lang w:bidi="hi-IN"/>
        </w:rPr>
        <w:lastRenderedPageBreak/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</w:t>
      </w:r>
      <w:r w:rsidR="00873389">
        <w:rPr>
          <w:rFonts w:hint="cs"/>
          <w:cs/>
          <w:lang w:bidi="hi-IN"/>
        </w:rPr>
        <w:t>्</w:t>
      </w:r>
      <w:r w:rsidRPr="007D2145">
        <w:rPr>
          <w:rFonts w:hint="cs"/>
          <w:cs/>
          <w:lang w:bidi="hi-IN"/>
        </w:rPr>
        <w:t>लान</w:t>
      </w:r>
      <w:bookmarkEnd w:id="81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प्रत्येक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हैः</w:t>
      </w:r>
    </w:p>
    <w:p w:rsidR="007D2145" w:rsidRPr="007D2145" w:rsidRDefault="007D2145" w:rsidP="00873389">
      <w:pPr>
        <w:pStyle w:val="libNormal"/>
        <w:numPr>
          <w:ilvl w:val="0"/>
          <w:numId w:val="2"/>
        </w:numPr>
      </w:pP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रक्षक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सच्चा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संविधान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ख़ज़ाना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भैतिक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तथ्यों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तुलना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तजर्बे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आहिस्ता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आहिस्ता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अमेरीकी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राजनीतिक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सलाहकार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आलवीन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टाफलर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गंभीर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लहर</w:t>
      </w:r>
      <w:r w:rsidRPr="007D2145">
        <w:rPr>
          <w:cs/>
          <w:lang w:bidi="hi-IN"/>
        </w:rPr>
        <w:t>... ...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आश्चर्यजनक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इकरार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पश्चिमी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लिस्ट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औद्योगिक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अस्थिरता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अनियमित्ता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सदाचारिक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दुर्गंध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दबाव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दबाव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संविधान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मायूसी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फायेदा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डिमोक्रेटिक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सफेद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घोड़े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बेचैनी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2" w:name="_Toc450566257"/>
      <w:r w:rsidRPr="007D2145">
        <w:rPr>
          <w:rFonts w:hint="cs"/>
          <w:cs/>
          <w:lang w:bidi="hi-IN"/>
        </w:rPr>
        <w:t>रहबरी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bookmarkEnd w:id="8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समक्ष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स्तंभ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नेतृत्व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फ़रिश्तें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......)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ज्ञानी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वारिस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वर्चस्प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पाबन्दियों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आज़ाद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3" w:name="_Toc450566258"/>
      <w:r w:rsidRPr="007D2145">
        <w:rPr>
          <w:rFonts w:hint="cs"/>
          <w:cs/>
          <w:lang w:bidi="hi-IN"/>
        </w:rPr>
        <w:t>मददगार</w:t>
      </w:r>
      <w:bookmarkEnd w:id="8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सुहैल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आपके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रुकावट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लाख़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घुड़सवार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दहकाया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दहकाया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शोले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सुहैल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खुरासानी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उठो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सुहैल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>: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हारुने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हारुने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फौरन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झाँक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देखो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सुहैल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झाँका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हारुने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शोलों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पलोथी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ख़ुरासानी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बताओ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हारुने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खुरासानी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!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...</w:t>
      </w:r>
      <w:r w:rsidRPr="007D2145">
        <w:t xml:space="preserve">?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सिफ़तों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4" w:name="_Toc450566259"/>
      <w:r w:rsidRPr="007D2145">
        <w:rPr>
          <w:rFonts w:hint="cs"/>
          <w:cs/>
          <w:lang w:bidi="hi-IN"/>
        </w:rPr>
        <w:t>क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आज्ञापालन</w:t>
      </w:r>
      <w:bookmarkEnd w:id="8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जड़ें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वर्चस्व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शनाख्त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विलायत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मर्तबे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5" w:name="_Toc450566260"/>
      <w:r w:rsidRPr="007D2145">
        <w:rPr>
          <w:rFonts w:hint="cs"/>
          <w:cs/>
          <w:lang w:bidi="hi-IN"/>
        </w:rPr>
        <w:t>ख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दृढ़ता</w:t>
      </w:r>
      <w:bookmarkEnd w:id="8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ग़ुज़ारते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घोड़ों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तस्बीह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फ़ौलादी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दृढ़ता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टुक्ड़े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6" w:name="_Toc450566261"/>
      <w:r w:rsidRPr="007D2145">
        <w:rPr>
          <w:rFonts w:hint="cs"/>
          <w:cs/>
          <w:lang w:bidi="hi-IN"/>
        </w:rPr>
        <w:t>ग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bookmarkEnd w:id="8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मअरेफ़त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ढाल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हल्का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ढाल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हिफ़ाज़त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7" w:name="_Toc450566262"/>
      <w:r w:rsidRPr="007D2145">
        <w:rPr>
          <w:rFonts w:hint="cs"/>
          <w:cs/>
          <w:lang w:bidi="hi-IN"/>
        </w:rPr>
        <w:t>घ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बहादुरी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दिलेरी</w:t>
      </w:r>
      <w:bookmarkEnd w:id="8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बहादुर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लोहपुरूष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lastRenderedPageBreak/>
        <w:t>"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शेर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पहाड़ों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8" w:name="_Toc450566263"/>
      <w:r w:rsidRPr="007D2145">
        <w:rPr>
          <w:rFonts w:hint="cs"/>
          <w:cs/>
          <w:lang w:bidi="hi-IN"/>
        </w:rPr>
        <w:t>ङ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बुर्दबारी</w:t>
      </w:r>
      <w:bookmarkEnd w:id="8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बर्दाश्त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इखलास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निस्वर्थता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बुर्दबारी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जतायेंगे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89" w:name="_Toc450566264"/>
      <w:r w:rsidRPr="007D2145">
        <w:rPr>
          <w:rFonts w:hint="cs"/>
          <w:cs/>
          <w:lang w:bidi="hi-IN"/>
        </w:rPr>
        <w:lastRenderedPageBreak/>
        <w:t>च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एकता</w:t>
      </w:r>
      <w:bookmarkEnd w:id="8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"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0" w:name="_Toc450566265"/>
      <w:r w:rsidRPr="007D2145">
        <w:rPr>
          <w:rFonts w:hint="cs"/>
          <w:cs/>
          <w:lang w:bidi="hi-IN"/>
        </w:rPr>
        <w:t>छ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ज़ोह्द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तक़वा</w:t>
      </w:r>
      <w:bookmarkEnd w:id="9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चाँदी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गेहूँ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जौ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भण्डार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इकठ्ठा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चौंधियां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सिफ़तों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सिफ़तों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एहतेराम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प्रशंसा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اُوْلَئِکَ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خِیَارُ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الاٴمَّةِ</w:t>
      </w:r>
      <w:r w:rsidR="007D2145" w:rsidRPr="007D2145">
        <w:rPr>
          <w:rFonts w:hint="eastAsia"/>
        </w:rPr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فَبِاَبِی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اُمّی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عِدّةٍ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قَلِیْلَةٍ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اَسْمَائُہُمْ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الاٴرْضِ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مَجْہُولَة</w:t>
      </w:r>
      <w:r w:rsidRPr="007D2145">
        <w:rPr>
          <w:rFonts w:hint="eastAsia"/>
        </w:rPr>
        <w:t>“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कुर्बान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अलबत्ता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सलाहियत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श्रेणियों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313 </w:t>
      </w:r>
      <w:r w:rsidRPr="007D2145">
        <w:rPr>
          <w:rFonts w:hint="cs"/>
          <w:cs/>
          <w:lang w:bidi="hi-IN"/>
        </w:rPr>
        <w:t>मददगारो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अतिरिक्त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पड़ेगी।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1" w:name="_Toc450566266"/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तैयारियाँ</w:t>
      </w:r>
      <w:bookmarkEnd w:id="9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इस्राईल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आत्याचारी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शासक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जालूत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निवेदन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जालूत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lastRenderedPageBreak/>
        <w:t xml:space="preserve">&lt; </w:t>
      </w:r>
      <w:r w:rsidRPr="007D2145">
        <w:rPr>
          <w:rFonts w:ascii="Times New Roman" w:hAnsi="Times New Roman" w:cs="Times New Roman" w:hint="cs"/>
          <w:rtl/>
        </w:rPr>
        <w:t>اٴَلَمْ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تَرَ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إِلَی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الْمَلَإِ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بَنِی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إِسْرَائِیلَ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بَعْدِ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مُوسَی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إِذْ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قَالُوا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لِنَبِیٍّ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ابْعَثْ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مَلِکًا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نُقَاتِلْ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سَبِیلِ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ہَلْ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عَسَیْتُمْ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کُتِبَ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عَلَیْکُمْ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الْقِتَالُ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اٴَلاَّ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تُقَاتِلُوا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قَالُوا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اٴَلاَّ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نُقَاتِلَ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سَبِیلِ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وَقَدْ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اٴُخْرِجْنَا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دِیَارِنَا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وَاٴَبْنَائِنَا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فَلَمَّا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کُتِبَ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عَلَیْہِمْ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الْقِتَالُ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تَوَلَّوْا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إِلاَّ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قَلِیلًا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وَاللهُ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عَلِیمٌ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بِالظَّالِمِینَ</w:t>
      </w:r>
      <w:r w:rsidRPr="007D2145">
        <w:t xml:space="preserve">&gt;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इस्राईल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दीजिये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थोड़े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आवेदन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अखलाक़ी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सदाचारिक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स्वच्छता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आत्मीय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जागरूकता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क़बीला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मालदारों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ताक़तवरों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कुचले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परोग्रामों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खर्च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ऐशो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उपलब्ध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प्यास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बिन्दु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पवित्रता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पाकीज़गी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विपरीत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कानूनी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पारिवारिक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लावारिस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अभिलाषा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अखलाकी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आत्मीय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तजर्बे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बुद्धिमत्ता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कारनामों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ज़ुलम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खलीफ़ा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विधान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रुकावटों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बर्बादी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छुटकारा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भेजेगा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2" w:name="_Toc450566267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bookmarkEnd w:id="9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सकारात्मक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प्रभाव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वृद्धी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घन्टी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बजेगी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क्षमता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सिद्ध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दावेदारों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कसौटी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चमत्कारिक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विश्वसनीय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विश्वसनीय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ख़रुज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नफ्से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ज़किय्या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खस्फे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>... ...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प्रयः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पाँचो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3" w:name="_Toc450566268"/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ख़रुज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आक्रमण</w:t>
      </w:r>
      <w:r w:rsidRPr="007D2145">
        <w:rPr>
          <w:cs/>
          <w:lang w:bidi="hi-IN"/>
        </w:rPr>
        <w:t>)</w:t>
      </w:r>
      <w:bookmarkEnd w:id="9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आक्रमण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आक्रमण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पर्वा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>...</w:t>
      </w:r>
      <w:r w:rsidRPr="007D2145">
        <w:t xml:space="preserve">”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आक्रमण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आक्रमण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15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4" w:name="_Toc450566269"/>
      <w:r w:rsidRPr="007D2145">
        <w:rPr>
          <w:rFonts w:hint="cs"/>
          <w:cs/>
          <w:lang w:bidi="hi-IN"/>
        </w:rPr>
        <w:t>खस्फ़े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bookmarkEnd w:id="9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खस्फ़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खस्फ़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चमत्कारिक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पहुंचेगी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खींच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लेगी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5" w:name="_Toc450566270"/>
      <w:r w:rsidRPr="007D2145">
        <w:rPr>
          <w:rFonts w:hint="cs"/>
          <w:cs/>
          <w:lang w:bidi="hi-IN"/>
        </w:rPr>
        <w:lastRenderedPageBreak/>
        <w:t>यमनी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>(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>)</w:t>
      </w:r>
      <w:bookmarkEnd w:id="9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अश्लीलता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परन्तु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झंड़ो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झंडा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बुलायेगा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6" w:name="_Toc450566271"/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आना</w:t>
      </w:r>
      <w:bookmarkEnd w:id="9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चीख़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जिब्रइल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रमज़ान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देगी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पश्चिम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निवासी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घन्टी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पुकारेगा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873389">
      <w:pPr>
        <w:pStyle w:val="Heading2"/>
      </w:pPr>
      <w:bookmarkStart w:id="97" w:name="_Toc450566272"/>
      <w:r w:rsidRPr="007D2145">
        <w:rPr>
          <w:rFonts w:hint="cs"/>
          <w:cs/>
          <w:lang w:bidi="hi-IN"/>
        </w:rPr>
        <w:t>नफ़्से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bookmarkEnd w:id="97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नफ्से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पाक़ीज़ा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ज़किय्या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मुखालिफ़ो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15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नफ्से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ज़किय्या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15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दज्जाल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ख़रुज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दज्जाल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धोकेबाज़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रमज़ान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ग्रहण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चाँद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ग्रहण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उपद्रवों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खुरासानी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55CD8" w:rsidRPr="00084EEE" w:rsidRDefault="00755CD8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755CD8">
      <w:pPr>
        <w:pStyle w:val="Heading1"/>
      </w:pPr>
      <w:bookmarkStart w:id="98" w:name="_Toc450566273"/>
      <w:r w:rsidRPr="007D2145">
        <w:rPr>
          <w:rFonts w:hint="cs"/>
          <w:cs/>
          <w:lang w:bidi="hi-IN"/>
        </w:rPr>
        <w:lastRenderedPageBreak/>
        <w:t>तीसरा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98"/>
    </w:p>
    <w:p w:rsidR="007D2145" w:rsidRPr="007D2145" w:rsidRDefault="007D2145" w:rsidP="00474D51">
      <w:pPr>
        <w:pStyle w:val="libNormal"/>
      </w:pPr>
    </w:p>
    <w:p w:rsidR="007D2145" w:rsidRPr="007D2145" w:rsidRDefault="007D2145" w:rsidP="00755CD8">
      <w:pPr>
        <w:pStyle w:val="Heading2"/>
      </w:pPr>
      <w:bookmarkStart w:id="99" w:name="_Toc450566274"/>
      <w:r w:rsidRPr="007D2145">
        <w:rPr>
          <w:rFonts w:hint="cs"/>
          <w:cs/>
          <w:lang w:bidi="hi-IN"/>
        </w:rPr>
        <w:t>ज़हूर</w:t>
      </w:r>
      <w:bookmarkEnd w:id="99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किनारे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मधुर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बुलबुलों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अच्छाइयों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थकी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आत्माओं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उम्मीदवारों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बिजली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हुज़ूर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755CD8">
      <w:pPr>
        <w:pStyle w:val="Heading2"/>
      </w:pPr>
      <w:bookmarkStart w:id="100" w:name="_Toc450566275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bookmarkEnd w:id="10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ज़ेहनों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हमने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धोखेबाज़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पुष्टी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शैतानी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वसवसों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खामोश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उजागर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  <w:rPr>
          <w:rFonts w:hint="cs"/>
          <w:lang w:bidi="hi-IN"/>
        </w:rPr>
      </w:pPr>
      <w:r w:rsidRPr="007D2145">
        <w:lastRenderedPageBreak/>
        <w:t xml:space="preserve"> “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झुठलाने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पर्वा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004E2">
      <w:pPr>
        <w:pStyle w:val="Heading2"/>
      </w:pPr>
      <w:bookmarkStart w:id="101" w:name="_Toc450566276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bookmarkEnd w:id="10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जिनमें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004E2">
      <w:pPr>
        <w:pStyle w:val="Heading2"/>
      </w:pPr>
      <w:bookmarkStart w:id="102" w:name="_Toc450566277"/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bookmarkEnd w:id="102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किरणे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दृढ़ता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पिछली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शताब्दियों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शताब्दियों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अँधेरे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004E2">
      <w:pPr>
        <w:pStyle w:val="Heading2"/>
      </w:pPr>
      <w:bookmarkStart w:id="103" w:name="_Toc450566278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10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प्रयासरत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004E2">
      <w:pPr>
        <w:pStyle w:val="Heading2"/>
      </w:pPr>
      <w:bookmarkStart w:id="104" w:name="_Toc450566279"/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आरम्भ</w:t>
      </w:r>
      <w:bookmarkEnd w:id="10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आन्दोलन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</w:t>
      </w:r>
      <w:r w:rsidR="004004E2">
        <w:rPr>
          <w:rFonts w:hint="cs"/>
          <w:cs/>
          <w:lang w:bidi="hi-IN"/>
        </w:rPr>
        <w:t>ा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मुखालिफ़ों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</w:t>
      </w:r>
      <w:r w:rsidR="004004E2">
        <w:rPr>
          <w:rFonts w:hint="cs"/>
          <w:cs/>
          <w:lang w:bidi="hi-IN"/>
        </w:rPr>
        <w:t>े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वह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संभालेंगे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इन्हीँ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भविष्य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004E2">
      <w:pPr>
        <w:pStyle w:val="Heading2"/>
      </w:pPr>
      <w:bookmarkStart w:id="105" w:name="_Toc450566280"/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स्थिति</w:t>
      </w:r>
      <w:bookmarkEnd w:id="105"/>
    </w:p>
    <w:p w:rsidR="007D2145" w:rsidRPr="007D2145" w:rsidRDefault="007D2145" w:rsidP="004004E2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सितम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आचानक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अंधेरों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काफ़ूर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रमज़ान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देगी।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घड़कने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चौधियाँ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अय्याशी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सुबह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="004004E2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भागने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ढूँढने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महबूब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बेचैन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सीरिया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उर्दन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फ़िलिस्तीन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नफ्से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टेक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गुनगुनायेंगे।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दुरुद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पुकारते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ascii="Times New Roman" w:hAnsi="Times New Roman" w:cs="Times New Roman" w:hint="cs"/>
          <w:rtl/>
        </w:rPr>
        <w:t>فَالله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لاٰتَخْذُلوْنا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انصرُوْنا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یَنْصُرْکمُ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تعالیٰ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प्रक़िया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-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फरिशता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जिब्रईल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हाज़िर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313 </w:t>
      </w:r>
      <w:r w:rsidRPr="007D2145">
        <w:rPr>
          <w:rFonts w:hint="cs"/>
          <w:cs/>
          <w:lang w:bidi="hi-IN"/>
        </w:rPr>
        <w:t>सितारे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मोज़्ज़मा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इकठ्ठा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वफ़ादारी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सिपाहियों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फ़ौज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>.)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लशकर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लहराते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क़ाबिज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सिरफिरे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निमन्त्रण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सिपाहियों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वफ़ादार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फ़रिश्ते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लशकर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दबदबे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लशकर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दहशत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लशकर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फतह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दृढ़ता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तशरीफ़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मसीह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तशरीफ़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फज़ीलत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श्रेष्ठता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वरीयता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मरियम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पढेंगे।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संदेश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चिराग़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मोजज़ों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चमत्कारों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दिखाना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रहनुमाई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मार्गदर्शन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विचारों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सम्मिलित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यहूदियों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जिनमें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तख्तियों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निकालेंगे।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यहूदी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तख्तियों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मोजज़ों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-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लेगा।</w:t>
      </w:r>
    </w:p>
    <w:p w:rsidR="007D2145" w:rsidRPr="007D2145" w:rsidRDefault="007D2145" w:rsidP="00474D51">
      <w:pPr>
        <w:pStyle w:val="libNormal"/>
      </w:pPr>
      <w:r w:rsidRPr="007D2145">
        <w:rPr>
          <w:rFonts w:ascii="Times New Roman" w:hAnsi="Times New Roman" w:cs="Times New Roman" w:hint="cs"/>
          <w:rtl/>
        </w:rPr>
        <w:t>ھُوَ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الَّذِی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اٴَرْسَلَ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رَسُولَہُ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بِالْہُدَی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وَدِینِ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الْحَقِّ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لِیُظْہِرَہُ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الدِّینِ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کُلِّہِ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وَلَوْ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کَرِہَ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الْمُشْرِکُونَ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मुशरिकों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नागवार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हठधर्म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हकीकत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झुकेंगे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शर्मनाक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भुगतेंगे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उपद्रवों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</w:p>
    <w:p w:rsidR="00D66194" w:rsidRPr="00084EEE" w:rsidRDefault="00D66194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D66194">
      <w:pPr>
        <w:pStyle w:val="Heading2Center"/>
      </w:pPr>
      <w:bookmarkStart w:id="106" w:name="_Toc450566281"/>
      <w:r w:rsidRPr="007D2145">
        <w:rPr>
          <w:rFonts w:hint="cs"/>
          <w:cs/>
          <w:lang w:bidi="hi-IN"/>
        </w:rPr>
        <w:lastRenderedPageBreak/>
        <w:t>पाँचवां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bookmarkEnd w:id="106"/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1"/>
      </w:pPr>
      <w:bookmarkStart w:id="107" w:name="_Toc450566282"/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bookmarkEnd w:id="107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अँधेरों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प्रकाशित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सूरज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ज़ुल्म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सितम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सिफ़ातों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संविधान।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lastRenderedPageBreak/>
        <w:t>3.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4.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1"/>
      </w:pPr>
      <w:bookmarkStart w:id="108" w:name="_Toc450566283"/>
      <w:r w:rsidRPr="007D2145">
        <w:rPr>
          <w:rFonts w:hint="cs"/>
          <w:cs/>
          <w:lang w:bidi="hi-IN"/>
        </w:rPr>
        <w:t>पहला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108"/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</w:p>
    <w:p w:rsidR="007D2145" w:rsidRPr="007D2145" w:rsidRDefault="007D2145" w:rsidP="00D66194">
      <w:pPr>
        <w:pStyle w:val="Heading2"/>
      </w:pPr>
      <w:bookmarkStart w:id="109" w:name="_Toc450566284"/>
      <w:r w:rsidRPr="007D2145">
        <w:rPr>
          <w:rFonts w:hint="cs"/>
          <w:cs/>
          <w:lang w:bidi="hi-IN"/>
        </w:rPr>
        <w:t>उद्देश्य</w:t>
      </w:r>
      <w:bookmarkEnd w:id="10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रचना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उपलब्ध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आवश्यक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उपलब्ध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रुकावटों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तरक्की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मंज़िलें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लिहाज़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0" w:name="_Toc450566285"/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bookmarkEnd w:id="11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तागूत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बादशाहों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थोड़ी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मानवता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आध्यात्मिक्ता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मानवता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शैतानी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वसवसों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श्रेष्ठताओं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शहवतों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क़ब्रिस्तान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दफन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! </w:t>
      </w:r>
      <w:r w:rsidRPr="007D2145">
        <w:rPr>
          <w:rFonts w:hint="cs"/>
          <w:cs/>
          <w:lang w:bidi="hi-IN"/>
        </w:rPr>
        <w:t>पाकीज़गी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पवित्रता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सच्चाई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आपसी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त्याग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लोलुप्ता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कामुकता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झूट</w:t>
      </w:r>
      <w:r w:rsidRPr="007D2145">
        <w:t xml:space="preserve">, </w:t>
      </w:r>
      <w:r w:rsidRPr="007D2145">
        <w:rPr>
          <w:rFonts w:hint="cs"/>
          <w:cs/>
          <w:lang w:bidi="hi-IN"/>
        </w:rPr>
        <w:t>धोके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स्वार्थता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विश्वासघात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ज़ुल्म</w:t>
      </w:r>
      <w:r w:rsidRPr="007D2145">
        <w:t xml:space="preserve">, </w:t>
      </w:r>
      <w:r w:rsidRPr="007D2145">
        <w:rPr>
          <w:rFonts w:hint="cs"/>
          <w:cs/>
          <w:lang w:bidi="hi-IN"/>
        </w:rPr>
        <w:lastRenderedPageBreak/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तोड़ती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अस्तित्व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फ़रिश्तों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मिठास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चखाये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तक़दीर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पाक़ीज़गी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पवित्रता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पाओगे।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یَااٴَیُّہَا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الَّذِینَ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آمَنُوا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اسْتَجِیبُوا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لِلَّہِ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وَلِلرَّسُولِ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إِذَا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دَعَاکُمْ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لِمَا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یُحْیِیکُمْ۔۔۔</w:t>
      </w:r>
      <w:r w:rsidR="007D2145" w:rsidRPr="007D2145">
        <w:t>&gt;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उजागर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प्यार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मोहब्बत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त्याग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वफ़ादारी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सच्चाी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क्षेत्र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चर्चा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1" w:name="_Toc450566286"/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bookmarkEnd w:id="11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ज़ख्म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वंचित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फुटपाथ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सदैव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ज़न्जीर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जकड़ा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गोरों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ताकतवरों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कुचले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लक़ब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474D51" w:rsidP="00474D51">
      <w:pPr>
        <w:pStyle w:val="libNormal"/>
      </w:pPr>
      <w:r>
        <w:lastRenderedPageBreak/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اَللھم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صل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علی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ولی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امرک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القائم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المومل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العدلِ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المنتظر</w:t>
      </w:r>
      <w:r w:rsidR="007D2145" w:rsidRPr="007D2145">
        <w:rPr>
          <w:rFonts w:hint="eastAsia"/>
        </w:rPr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दुरुद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!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व्यतीत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शुमार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क़ाज़िम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तफ्सीर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 xml:space="preserve">&lt; </w:t>
      </w:r>
      <w:r w:rsidR="007D2145" w:rsidRPr="007D2145">
        <w:rPr>
          <w:rFonts w:ascii="Times New Roman" w:hAnsi="Times New Roman" w:cs="Times New Roman" w:hint="cs"/>
          <w:rtl/>
        </w:rPr>
        <w:t>اعْلَمُوا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اٴَنَّ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یُحْیِ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الْاٴَرْضَ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بَعْدَ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مَوْتِہَا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۔۔۔</w:t>
      </w:r>
      <w:r w:rsidR="007D2145" w:rsidRPr="007D2145">
        <w:t>&gt;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बारीश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मर्दों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1"/>
      </w:pPr>
      <w:bookmarkStart w:id="112" w:name="_Toc450566287"/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112"/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3" w:name="_Toc450566288"/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योजनाएं</w:t>
      </w:r>
      <w:bookmarkEnd w:id="113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कारनामों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विधान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स्तंभों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1-</w:t>
      </w:r>
      <w:r w:rsidRPr="007D2145">
        <w:rPr>
          <w:rFonts w:hint="cs"/>
          <w:cs/>
          <w:lang w:bidi="hi-IN"/>
        </w:rPr>
        <w:t>सांस्कृतिक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2-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lastRenderedPageBreak/>
        <w:t>3-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सासंकृतिक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ज़ख्म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अत्याचार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अफरा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तफ़री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अनगिनत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कुचला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ख्याल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सांस्कृतिक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जीविका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संक्षिप्त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4" w:name="_Toc450566289"/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सांस्कृतिक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bookmarkEnd w:id="11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सासंस्कृतिक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गतीविधियाँ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शैक्षिक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अज्ञानता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सासंस्कृतिक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स्तंभों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5" w:name="_Toc450566290"/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11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ज़ीनत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कसौटी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प्रथमिक्ता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खीँचेंगे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बनायेंगे।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खेमा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संस्कृति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6" w:name="_Toc450566291"/>
      <w:r w:rsidRPr="007D2145">
        <w:rPr>
          <w:rFonts w:hint="cs"/>
          <w:cs/>
          <w:lang w:bidi="hi-IN"/>
        </w:rPr>
        <w:lastRenderedPageBreak/>
        <w:t>अखलाक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bookmarkEnd w:id="11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सदाचारिक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उत्पत्ती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लक्ष्य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पहुंचने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मार्ग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आदर्श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प्रस्तुत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अफसोस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फँसा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सदाचारिक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त्याग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اِذَا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قَائِمُنَا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وَضَعَ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یَدَہُ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عَلٰی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رُوٴُوْسِ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الْعِبَادِ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فَجَمَعَ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عُقُولُہُمْ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اَکْمَلَ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اٴَخْلاقُہُمْ</w:t>
      </w:r>
      <w:r w:rsidRPr="007D2145">
        <w:t xml:space="preserve"> 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जुमले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विकसित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अक्ली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सुसज्जित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बातिन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प्रत्यक्ष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परोक्ष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7" w:name="_Toc450566292"/>
      <w:r w:rsidRPr="007D2145">
        <w:rPr>
          <w:rFonts w:hint="cs"/>
          <w:cs/>
          <w:lang w:bidi="hi-IN"/>
        </w:rPr>
        <w:lastRenderedPageBreak/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ज्ञान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bookmarkEnd w:id="11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प्रोग्राम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ज्ञान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विकसित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स्रोत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श्रेष्ठ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नवें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फैलवायेगा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अँधेरो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ज्ञान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अज्ञानता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बुद्धी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8" w:name="_Toc450566293"/>
      <w:r w:rsidRPr="007D2145">
        <w:rPr>
          <w:rFonts w:hint="cs"/>
          <w:cs/>
          <w:lang w:bidi="hi-IN"/>
        </w:rPr>
        <w:t>बिदअतों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मुकाबला</w:t>
      </w:r>
      <w:bookmarkEnd w:id="11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दाखिल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विरोध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मुख़ालेफ़त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तहक़ीक़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ہَدَمَ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الدِّیْنُ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مِثْلُ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الْبِدَعِ</w:t>
      </w:r>
      <w:r w:rsidRPr="007D2145">
        <w:rPr>
          <w:rFonts w:hint="eastAsia"/>
          <w:rtl/>
        </w:rPr>
        <w:t>“</w:t>
      </w:r>
      <w:r w:rsidRPr="007D2145">
        <w:rPr>
          <w:rFonts w:ascii="Times New Roman" w:hAnsi="Times New Roman" w:cs="Times New Roman" w:hint="cs"/>
          <w:rtl/>
        </w:rPr>
        <w:t>۔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मुकाबेला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साजिशों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लअनत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अफसोस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</w:t>
      </w:r>
      <w:r w:rsidRPr="007D2145">
        <w:rPr>
          <w:cs/>
          <w:lang w:bidi="hi-IN"/>
        </w:rPr>
        <w:t>!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अड़चने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पवित्र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चेहरा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बिगाड़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खूबसूरत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ढक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वृद्धी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मऊद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तशरीफ़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दोबारा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लिपट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परोग्राम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لَایَتْرُکُ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بِدْعَةً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اِلاَّ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اَزَالَہَا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سُنَّةً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اِلاَّ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اَقَامَہَا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बिदअत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उखाड़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फेंकें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19" w:name="_Toc450566294"/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bookmarkEnd w:id="11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सुदृढ़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तवज्जोह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जीविका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जुटाये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सार्वजनिक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समपत्ति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अवसर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व्य्वस्था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तवज्जह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निर्धारण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ध्यान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सम्पदा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संपत्ति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विभाजित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संक्षेप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D66194">
      <w:pPr>
        <w:pStyle w:val="Heading2"/>
      </w:pPr>
      <w:bookmarkStart w:id="120" w:name="_Toc450566295"/>
      <w:r w:rsidRPr="007D2145">
        <w:rPr>
          <w:rFonts w:hint="cs"/>
          <w:cs/>
          <w:lang w:bidi="hi-IN"/>
        </w:rPr>
        <w:t>प्राकृतिक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दोहन</w:t>
      </w:r>
      <w:bookmarkEnd w:id="12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उपजाऊ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बरसायेगा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फसल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उगायेगी।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۔۔۔</w:t>
      </w:r>
      <w:r w:rsidRPr="007D2145">
        <w:rPr>
          <w:rFonts w:hint="cs"/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قَدْ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قَائِمُنَا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لَاٴَنْزَلَتِ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السَّمَاءُ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قَطْرَہَا،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لَاٴَخْرَجَتِ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الاٴرْضُ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نَبَاتَہٰا۔۔۔</w:t>
      </w:r>
      <w:r w:rsidRPr="007D2145">
        <w:t xml:space="preserve"> 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</w:t>
      </w:r>
      <w:r w:rsidRPr="007D2145">
        <w:rPr>
          <w:cs/>
          <w:lang w:bidi="hi-IN"/>
        </w:rPr>
        <w:t>]</w:t>
      </w:r>
      <w:r w:rsidRPr="007D2145">
        <w:t>f</w:t>
      </w:r>
      <w:r w:rsidRPr="007D2145">
        <w:rPr>
          <w:rFonts w:hint="cs"/>
          <w:cs/>
          <w:lang w:bidi="hi-IN"/>
        </w:rPr>
        <w:t>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उपजेगी।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स्रोत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सुदृढ़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क़ज़ाना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۔۔۔تطویٰ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لہ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الارض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تظھر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لہ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الکنوز۔۔۔</w:t>
      </w:r>
      <w:r w:rsidR="007D2145" w:rsidRPr="007D2145">
        <w:t>“</w:t>
      </w:r>
      <w:r>
        <w:t xml:space="preserve"> 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ख़ज़ाने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1" w:name="_Toc450566296"/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वितरण</w:t>
      </w:r>
      <w:bookmarkEnd w:id="12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कब्ज़े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श्रेष्ठ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सार्वजनिक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कब्ज़ा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सार्वजनिक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सम्पत्ति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क़ब्ज़े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اِذَا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قَامَ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قَائِمُنَا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اَہْلَ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الْبَیْتِ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قَسَّمَ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بِالسَّوِیَّةِ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عَدَلَ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الرَّعْیَةِ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तक्सीम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विभाजन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rFonts w:hint="eastAsia"/>
        </w:rPr>
        <w:t>”</w:t>
      </w:r>
      <w:r w:rsidR="00474D51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फक़ीर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निर्धन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समापन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2" w:name="_Toc450566297"/>
      <w:r w:rsidRPr="007D2145">
        <w:rPr>
          <w:rFonts w:hint="cs"/>
          <w:cs/>
          <w:lang w:bidi="hi-IN"/>
        </w:rPr>
        <w:t>व</w:t>
      </w:r>
      <w:r w:rsidR="00930ACA">
        <w:rPr>
          <w:rFonts w:hint="cs"/>
          <w:cs/>
          <w:lang w:bidi="hi-IN"/>
        </w:rPr>
        <w:t>ी</w:t>
      </w:r>
      <w:r w:rsidRPr="007D2145">
        <w:rPr>
          <w:rFonts w:hint="cs"/>
          <w:cs/>
          <w:lang w:bidi="hi-IN"/>
        </w:rPr>
        <w:t>रानों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12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ख़ुशहाल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इर्द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घूमते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विभाजन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ख़ुशहाली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۔۔۔</w:t>
      </w:r>
      <w:r w:rsidR="007D2145" w:rsidRPr="007D2145">
        <w:rPr>
          <w:rFonts w:hint="cs"/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فلا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یبقیٰ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الارض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خزاب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عمَّر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="00930ACA">
        <w:rPr>
          <w:rFonts w:hint="cs"/>
          <w:cs/>
          <w:lang w:bidi="hi-IN"/>
        </w:rPr>
        <w:t>वीराना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930ACA">
      <w:pPr>
        <w:pStyle w:val="Heading2"/>
      </w:pPr>
      <w:bookmarkStart w:id="123" w:name="_Toc450566298"/>
      <w:r w:rsidRPr="007D2145">
        <w:rPr>
          <w:rFonts w:hint="cs"/>
          <w:cs/>
          <w:lang w:bidi="hi-IN"/>
        </w:rPr>
        <w:lastRenderedPageBreak/>
        <w:t>इ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bookmarkEnd w:id="12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शासक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पलानिग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काररवाई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Default="007D2145" w:rsidP="00474D51">
      <w:pPr>
        <w:pStyle w:val="libNormal"/>
        <w:rPr>
          <w:rFonts w:hint="cs"/>
          <w:lang w:bidi="hi-IN"/>
        </w:rPr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ड़ालें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जलवों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930ACA" w:rsidRPr="007D2145" w:rsidRDefault="00930ACA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4" w:name="_Toc450566299"/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bookmarkEnd w:id="12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मारूफ़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मारूफ़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रोकना।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मुंतख़ब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="00474D51">
        <w:rPr>
          <w:cs/>
          <w:lang w:bidi="hi-IN"/>
        </w:rPr>
        <w:t xml:space="preserve">  </w:t>
      </w:r>
      <w:r w:rsidRPr="007D2145">
        <w:rPr>
          <w:cs/>
          <w:lang w:bidi="hi-IN"/>
        </w:rPr>
        <w:t>(</w:t>
      </w:r>
      <w:r w:rsidRPr="007D2145">
        <w:rPr>
          <w:rFonts w:hint="cs"/>
          <w:cs/>
          <w:lang w:bidi="hi-IN"/>
        </w:rPr>
        <w:t>चुना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वाजेबाते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 .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हलाक़त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बर्बादी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पदाधिकारी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t xml:space="preserve"> ”</w:t>
      </w:r>
      <w:r w:rsidRPr="007D2145">
        <w:rPr>
          <w:rFonts w:ascii="Times New Roman" w:hAnsi="Times New Roman" w:cs="Times New Roman" w:hint="cs"/>
          <w:rtl/>
        </w:rPr>
        <w:t>اَلمَھدِی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اٴَصْحَابُہُ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۔۔۔</w:t>
      </w:r>
      <w:r w:rsidRPr="007D2145">
        <w:rPr>
          <w:rFonts w:hint="cs"/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یَاٴْمُرُوْنَ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بِالمَعْرُوفِ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یَنْہَونَ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المُنْکِر</w:t>
      </w:r>
      <w:r w:rsidRPr="007D2145">
        <w:rPr>
          <w:rFonts w:hint="eastAsia"/>
        </w:rPr>
        <w:t>“</w:t>
      </w:r>
      <w:r w:rsidR="00474D51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5" w:name="_Toc450566300"/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bookmarkEnd w:id="12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क्रियात्मक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cr/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नुदबा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जुदाई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اَیْنَ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قَاطِعُ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حَبَائِلِ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الْکِذْبِ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الإفْتَرَاءِ،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اَیْنَ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طَامِسُ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آثَارِ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الزَّیْغِ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الاٴہْوَاءِ</w:t>
      </w:r>
      <w:r w:rsidR="007D2145" w:rsidRPr="007D2145">
        <w:rPr>
          <w:rFonts w:hint="eastAsia"/>
          <w:rtl/>
        </w:rPr>
        <w:t>“</w:t>
      </w:r>
      <w:r w:rsidR="007D2145" w:rsidRPr="007D2145">
        <w:rPr>
          <w:rFonts w:ascii="Times New Roman" w:hAnsi="Times New Roman" w:cs="Times New Roman" w:hint="cs"/>
          <w:rtl/>
        </w:rPr>
        <w:t>۔</w:t>
      </w:r>
      <w:r w:rsidR="007D2145"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बोहतान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रस्सियों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हवस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6" w:name="_Toc450566301"/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126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उपद्रवी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सांस्कृतिक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प्रोग्राम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कुचलेंगे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आदेशों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उलंघन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निपटा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जासके।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अपराध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="00930ACA">
        <w:rPr>
          <w:rFonts w:hint="cs"/>
          <w:cs/>
          <w:lang w:bidi="hi-IN"/>
        </w:rPr>
        <w:t>हुऐ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हुदूद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7" w:name="_Toc450566302"/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फ़ैसले</w:t>
      </w:r>
      <w:bookmarkEnd w:id="12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!</w:t>
      </w:r>
      <w:r w:rsidRPr="007D2145">
        <w:t xml:space="preserve">, </w:t>
      </w:r>
      <w:r w:rsidRPr="007D2145">
        <w:rPr>
          <w:rFonts w:hint="cs"/>
          <w:cs/>
          <w:lang w:bidi="hi-IN"/>
        </w:rPr>
        <w:t>नाहक़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!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बेगुनाह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इज़्ज़त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आबरु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>!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दबाव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कबीला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मुंसेफाना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बेगुनाह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लटका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मुजरिम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तलफी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बारीकी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न्यायधीश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नियुक्त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रिज़ा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فَاِذَا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خَرَجَ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اَشْرَقَتِ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الاٴرْضُ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بِنُوْرِ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رَبِّہَا،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َوضَعَ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مِیزَانَ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العَدْلِ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بَیْنَ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النَّاسِ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فَلا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یَظْلِمُ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اَحَدٌ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اَحَدًا</w:t>
      </w:r>
      <w:r w:rsidRPr="007D2145">
        <w:t xml:space="preserve"> 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तराज़ू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ज़र्रा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ख़ुदगर्ज़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1"/>
      </w:pPr>
      <w:bookmarkStart w:id="128" w:name="_Toc450566303"/>
      <w:r w:rsidRPr="007D2145">
        <w:rPr>
          <w:rFonts w:hint="cs"/>
          <w:cs/>
          <w:lang w:bidi="hi-IN"/>
        </w:rPr>
        <w:t>तीसरा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128"/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29" w:name="_Toc450566304"/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bookmarkEnd w:id="129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नाकामी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जड़ें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दिमाग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गहराईयों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योजनाएं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डिपारटमेन्ट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अमानत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30" w:name="_Toc450566305"/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</w:t>
      </w:r>
      <w:bookmarkEnd w:id="130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सतह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क़सम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गर्मी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सदस्य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पुष्टी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बूते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भलाी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बेहतरीन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कर्तव्यों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एहतेराम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>,</w:t>
      </w:r>
      <w:r w:rsidR="00930ACA">
        <w:rPr>
          <w:rFonts w:hint="cs"/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स्तंभ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उलंघन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कार्रवाई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घरेलू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31" w:name="_Toc450566306"/>
      <w:r w:rsidRPr="007D2145">
        <w:rPr>
          <w:rFonts w:hint="cs"/>
          <w:cs/>
          <w:lang w:bidi="hi-IN"/>
        </w:rPr>
        <w:t>ईमान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bookmarkEnd w:id="13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तहज़ीब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विकसित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सविस्तार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खूबिया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आन्तरिक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नेकी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कल्याणकारी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रहनुमाई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जन्नत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वर्तमान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अधिपत्य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पार्टियों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हक़ूक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इक्दार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भुलाया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मंज़िल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930ACA">
      <w:pPr>
        <w:pStyle w:val="Heading2"/>
      </w:pPr>
      <w:bookmarkStart w:id="132" w:name="_Toc450566307"/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bookmarkEnd w:id="13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बँधे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ईर्श्या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قَائِمُنَا۔۔۔</w:t>
      </w:r>
      <w:r w:rsidRPr="007D2145">
        <w:rPr>
          <w:rFonts w:hint="cs"/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لَذَہَبَتِ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الشَّحْنَاءُ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قُلُوبِ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العِبَادِ۔۔۔</w:t>
      </w:r>
      <w:r w:rsidRPr="007D2145"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</w:t>
      </w:r>
      <w:r w:rsidRPr="007D2145">
        <w:t>f</w:t>
      </w:r>
      <w:r w:rsidRPr="007D2145">
        <w:rPr>
          <w:rFonts w:hint="cs"/>
          <w:cs/>
          <w:lang w:bidi="hi-IN"/>
        </w:rPr>
        <w:t>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ी</w:t>
      </w:r>
      <w:r w:rsidRPr="007D2145">
        <w:rPr>
          <w:rFonts w:hint="cs"/>
          <w:cs/>
          <w:lang w:bidi="hi-IN"/>
        </w:rPr>
        <w:t>र्ष्या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रहेगी।</w:t>
      </w:r>
    </w:p>
    <w:p w:rsidR="007D2145" w:rsidRPr="007D2145" w:rsidRDefault="007D2145" w:rsidP="002C5E56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ईर्ष्या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अक़्लमंदी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अक़्ल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इच्छाओं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नहीं।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ईर्ष्या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</w:t>
      </w:r>
      <w:r w:rsidR="002C5E56">
        <w:rPr>
          <w:rFonts w:hint="cs"/>
          <w:cs/>
          <w:lang w:bidi="hi-IN"/>
        </w:rPr>
        <w:t>ई</w:t>
      </w:r>
      <w:r w:rsidRPr="007D2145">
        <w:rPr>
          <w:rFonts w:hint="cs"/>
          <w:cs/>
          <w:lang w:bidi="hi-IN"/>
        </w:rPr>
        <w:t>चारे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पलट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... ...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सुनहरे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युग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“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घबराये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देगा।</w:t>
      </w:r>
      <w:r w:rsidRPr="007D2145">
        <w:rPr>
          <w:rFonts w:hint="eastAsia"/>
        </w:rPr>
        <w:t>”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ताज्जुब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कशमकश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ज़रुरतमंद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जेब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रोकेगा।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00D07">
      <w:pPr>
        <w:pStyle w:val="Heading2"/>
      </w:pPr>
      <w:bookmarkStart w:id="133" w:name="_Toc450566308"/>
      <w:r w:rsidRPr="007D2145">
        <w:rPr>
          <w:rFonts w:hint="cs"/>
          <w:cs/>
          <w:lang w:bidi="hi-IN"/>
        </w:rPr>
        <w:t>जिस्म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सलामती</w:t>
      </w:r>
      <w:bookmarkEnd w:id="13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लाइलाज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वातावरण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प्रदूषित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रासायनिक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एटमिक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शस्त्रों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इस्तेमाल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अनैतिक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पेड़ों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काटना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समुन्द्रों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प्रदूषित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कोढ़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प्लेग</w:t>
      </w:r>
      <w:r w:rsidRPr="007D2145">
        <w:t xml:space="preserve">, </w:t>
      </w:r>
      <w:r w:rsidRPr="007D2145">
        <w:rPr>
          <w:rFonts w:hint="cs"/>
          <w:cs/>
          <w:lang w:bidi="hi-IN"/>
        </w:rPr>
        <w:t>फ़ालिज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दिमाग़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मुश्किलें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सैकोलोजिकल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नाकाबिले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बर्दाश्त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इस्तेमाल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ताल्लुकात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बरादरी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सैकोलोजिकल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जिस्मानी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रुहानी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ताज्जुब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>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तन्दुरुस्ती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ज्ञान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लाइलाज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चिकित्साशास्त्र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बीमारों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ठीक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00D07">
      <w:pPr>
        <w:pStyle w:val="Heading2"/>
      </w:pPr>
      <w:bookmarkStart w:id="134" w:name="_Toc450566309"/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bookmarkEnd w:id="13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क़ाइमे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बरसेगा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फसलें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बारिशें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फसलें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बंजर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हरयाली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तक़वे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पाकीज़गी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तरबियत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साँचे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ढाल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पाक़ीज़ा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दूँगा।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وَلَوْ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اٴَنَّ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اٴَہْلَ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الْقُرَی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آمَنُوا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وَاتَّقَوْا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لَفَتَحْنَا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عَلَیْہِمْ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بَرَکَاتٍ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السَّمَاءِ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وَالْاٴَرْضِ۔۔۔</w:t>
      </w:r>
      <w:r w:rsidRPr="007D2145">
        <w:t>&gt;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परहेज़गार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दरवाज़े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B00D07">
      <w:pPr>
        <w:pStyle w:val="Heading2"/>
      </w:pPr>
      <w:bookmarkStart w:id="135" w:name="_Toc450566310"/>
      <w:r w:rsidRPr="007D2145">
        <w:rPr>
          <w:rFonts w:hint="cs"/>
          <w:cs/>
          <w:lang w:bidi="hi-IN"/>
        </w:rPr>
        <w:t>ग़रीबी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फ़क़ीरी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अंत</w:t>
      </w:r>
      <w:bookmarkEnd w:id="13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खज़ाने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बैतुलमाल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राजकीय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धनकोष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वितरित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फ़क़ीरी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आज़ाद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B00D07">
      <w:pPr>
        <w:pStyle w:val="libNormal"/>
      </w:pP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भाईचारे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</w:t>
      </w:r>
      <w:r w:rsidR="00B00D07">
        <w:rPr>
          <w:rFonts w:hint="cs"/>
          <w:cs/>
          <w:lang w:bidi="hi-IN"/>
        </w:rPr>
        <w:t>ई</w:t>
      </w:r>
      <w:r w:rsidRPr="007D2145">
        <w:rPr>
          <w:rFonts w:hint="cs"/>
          <w:cs/>
          <w:lang w:bidi="hi-IN"/>
        </w:rPr>
        <w:t>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हमदर्दी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जज़बा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मेंमबर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तस्व्वुर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हमदर्दी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बख्श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जीविका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ज़कात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ज़रूरतमंद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ग़ुरबत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क़नाअत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शब्दों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फज़्ल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उठायेंगे।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बेनियाज़ी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खर्च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आन्तरिक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बेनियाज़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विभाजन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कनाअत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निरीहता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बख़्शिश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बेनियाज़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मुनादी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कौन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ऐलान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बढाएगा।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खज़ानेदार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मालखाने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इन्चार्ज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तऱफ़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खज़ानेदार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पछता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कहेगा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उम्मते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लालची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E48DA">
      <w:pPr>
        <w:pStyle w:val="Heading2"/>
      </w:pPr>
      <w:bookmarkStart w:id="136" w:name="_Toc450566311"/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कुफ्र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ख़ात्मा</w:t>
      </w:r>
      <w:bookmarkEnd w:id="13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t>&lt;</w:t>
      </w:r>
      <w:r w:rsidRPr="007D2145">
        <w:rPr>
          <w:rFonts w:ascii="Times New Roman" w:hAnsi="Times New Roman" w:cs="Times New Roman" w:hint="cs"/>
          <w:rtl/>
        </w:rPr>
        <w:t>ھُوَ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الَّذِی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اٴَرْسَلَ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رَسُولَہُ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بِالْہُدَی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وَدِینِ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الْحَقِّ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لِیُظْہِرَہُ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عَلَی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الدِّینِ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کُلِّہِ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وَلَوْ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کَرِہَ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الْمُشْرِکُونَ۔</w:t>
      </w:r>
      <w:r w:rsidRPr="007D2145">
        <w:t xml:space="preserve"> &gt;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हिदायत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मुशरेकिन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नागवार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क़ुराने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:</w:t>
      </w:r>
      <w:r w:rsidR="00474D51">
        <w:rPr>
          <w:cs/>
          <w:lang w:bidi="hi-IN"/>
        </w:rPr>
        <w:t xml:space="preserve"> 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۔۔۔</w:t>
      </w:r>
      <w:r w:rsidR="007D2145" w:rsidRPr="007D2145">
        <w:rPr>
          <w:rFonts w:hint="cs"/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اِنَّ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یُخْلِفُ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الْمِیْعَادِ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मुबारक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तम्न्ना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>(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اشھد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Fonts w:hint="eastAsia"/>
        </w:rPr>
        <w:t>“</w:t>
      </w:r>
      <w:r w:rsidRPr="007D2145">
        <w:t xml:space="preserve"> 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तौहीद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परचम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اشھد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ان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محمد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رسول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</w:t>
      </w:r>
      <w:r w:rsidRPr="007D2145">
        <w:rPr>
          <w:rFonts w:hint="eastAsia"/>
        </w:rPr>
        <w:t>“</w:t>
      </w:r>
      <w:r w:rsidR="00474D51"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लहराता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कुफ़्र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وَقَاتِلُوہُمْ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حَتَّی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لاَتَکُونَ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فِتْنَةٌ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وَیَکُونَ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الدِّینُ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کُلُّہُ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لِلَّہِ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कुफ्फार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फित्ने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तावील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तावील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देखेगा।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मोहम्मदी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वहाँ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अँधेरा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शिर्क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फैलाव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आकर्षित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ईर्ष्या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एकेश्वरवाद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कसौटी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झंडे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E48DA">
      <w:pPr>
        <w:pStyle w:val="Heading2"/>
      </w:pPr>
      <w:bookmarkStart w:id="137" w:name="_Toc450566312"/>
      <w:r w:rsidRPr="007D2145">
        <w:rPr>
          <w:rFonts w:hint="cs"/>
          <w:cs/>
          <w:lang w:bidi="hi-IN"/>
        </w:rPr>
        <w:lastRenderedPageBreak/>
        <w:t>शाँती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bookmarkEnd w:id="13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अच्छाइयाँ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शांति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प्राप्त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अकीदा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उच्च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खौफ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दहशत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कार्रवाई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ईर्ष्या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ज़ेवर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करेंगी</w:t>
      </w:r>
      <w:r w:rsidRPr="007D2145">
        <w:rPr>
          <w:cs/>
          <w:lang w:bidi="hi-IN"/>
        </w:rPr>
        <w:t>....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लालच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ईर्ष्या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तसव्वुर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तसव्वुर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शाँति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यक़ीनी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وَعَدَ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اللهُ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الَّذِینَ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آمَنُوا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مِنْکُمْ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وَعَمِلُوا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الصَّالِحَاتِ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لَیَسْتَخْلِفَنَّہُم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الْاٴَرْضِ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کَمَا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اسْتَخْلَفَ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الَّذِینَ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قَبْلِہِمْ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وَلَیُمَکِّنَنَّ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دِینَہُمْ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الَّذِی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ارْتَضَی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وَلَیُبَدِّلَنَّہُمْ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مِنْ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بَعْدِ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خَوْفِہِمْ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اٴَمْنًا۔۔۔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जिन्होने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खलीफा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बनाएगा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पसन्द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खौफ़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तफ़्सीर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E48DA">
      <w:pPr>
        <w:pStyle w:val="Heading2"/>
      </w:pPr>
      <w:bookmarkStart w:id="138" w:name="_Toc450566313"/>
      <w:r w:rsidRPr="007D2145">
        <w:rPr>
          <w:rFonts w:hint="cs"/>
          <w:cs/>
          <w:lang w:bidi="hi-IN"/>
        </w:rPr>
        <w:lastRenderedPageBreak/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तरक्की</w:t>
      </w:r>
      <w:bookmarkEnd w:id="13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27 </w:t>
      </w:r>
      <w:r w:rsidRPr="007D2145">
        <w:rPr>
          <w:rFonts w:hint="cs"/>
          <w:cs/>
          <w:lang w:bidi="hi-IN"/>
        </w:rPr>
        <w:t>हर्फ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हर्फो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25 </w:t>
      </w:r>
      <w:r w:rsidRPr="007D2145">
        <w:rPr>
          <w:rFonts w:hint="cs"/>
          <w:cs/>
          <w:lang w:bidi="hi-IN"/>
        </w:rPr>
        <w:t>हरफ़ों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हरफो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27 </w:t>
      </w:r>
      <w:r w:rsidRPr="007D2145">
        <w:rPr>
          <w:rFonts w:hint="cs"/>
          <w:cs/>
          <w:lang w:bidi="hi-IN"/>
        </w:rPr>
        <w:t>हर्फ़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नशर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फरमायेंगे</w:t>
      </w:r>
      <w:r w:rsidRPr="007D2145">
        <w:rPr>
          <w:cs/>
          <w:lang w:bidi="hi-IN"/>
        </w:rPr>
        <w:t xml:space="preserve">...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औद्योगिक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ज्ञान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उद्योग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शताब्दियों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उद्योगों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</w:t>
      </w:r>
      <w:r w:rsidRPr="007D2145">
        <w:rPr>
          <w:cs/>
          <w:lang w:bidi="hi-IN"/>
        </w:rPr>
        <w:t xml:space="preserve">!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कैफियत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पश्चिम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rFonts w:hint="eastAsia"/>
        </w:rPr>
        <w:t>…</w:t>
      </w:r>
      <w:r w:rsidRPr="007D2145"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आँखो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फर्सख़</w:t>
      </w:r>
      <w:r w:rsidRPr="007D2145">
        <w:rPr>
          <w:cs/>
          <w:lang w:bidi="hi-IN"/>
        </w:rPr>
        <w:t xml:space="preserve"> (22 </w:t>
      </w:r>
      <w:r w:rsidRPr="007D2145">
        <w:rPr>
          <w:rFonts w:hint="cs"/>
          <w:cs/>
          <w:lang w:bidi="hi-IN"/>
        </w:rPr>
        <w:t>किलो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मीटर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हाँलाकि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खौफ़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दिवारें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दें।</w:t>
      </w:r>
      <w:r w:rsidR="00474D51">
        <w:rPr>
          <w:cs/>
          <w:lang w:bidi="hi-IN"/>
        </w:rPr>
        <w:t xml:space="preserve"> </w:t>
      </w:r>
    </w:p>
    <w:p w:rsidR="006E48DA" w:rsidRDefault="007D2145" w:rsidP="006E48DA">
      <w:pPr>
        <w:pStyle w:val="libNormal"/>
        <w:rPr>
          <w:cs/>
          <w:lang w:bidi="hi-IN"/>
        </w:rPr>
      </w:pP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तकनीकी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इस्तेमाल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तकनीक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इस्तेमाल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6E48DA" w:rsidRPr="00084EEE" w:rsidRDefault="006E48DA" w:rsidP="00084EEE">
      <w:pPr>
        <w:rPr>
          <w:cs/>
        </w:rPr>
      </w:pPr>
      <w:r>
        <w:rPr>
          <w:cs/>
          <w:lang w:bidi="hi-IN"/>
        </w:rPr>
        <w:lastRenderedPageBreak/>
        <w:br w:type="page"/>
      </w:r>
    </w:p>
    <w:p w:rsidR="007D2145" w:rsidRPr="007D2145" w:rsidRDefault="007D2145" w:rsidP="006E48DA">
      <w:pPr>
        <w:pStyle w:val="Heading1"/>
      </w:pPr>
      <w:bookmarkStart w:id="139" w:name="_Toc450566314"/>
      <w:r w:rsidRPr="007D2145">
        <w:rPr>
          <w:rFonts w:hint="cs"/>
          <w:cs/>
          <w:lang w:bidi="hi-IN"/>
        </w:rPr>
        <w:lastRenderedPageBreak/>
        <w:t>चौथा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हिस्सा</w:t>
      </w:r>
      <w:bookmarkEnd w:id="139"/>
    </w:p>
    <w:p w:rsidR="007D2145" w:rsidRPr="007D2145" w:rsidRDefault="007D2145" w:rsidP="00474D51">
      <w:pPr>
        <w:pStyle w:val="libNormal"/>
      </w:pPr>
    </w:p>
    <w:p w:rsidR="007D2145" w:rsidRPr="007D2145" w:rsidRDefault="007D2145" w:rsidP="006E48DA">
      <w:pPr>
        <w:pStyle w:val="Heading2"/>
      </w:pPr>
      <w:bookmarkStart w:id="140" w:name="_Toc450566315"/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bookmarkEnd w:id="140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प्रोग्रामों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सीमाएं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कर्मचारियों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E48DA">
      <w:pPr>
        <w:pStyle w:val="Heading2"/>
      </w:pPr>
      <w:bookmarkStart w:id="141" w:name="_Toc450566316"/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सीमाएं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bookmarkEnd w:id="141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मौऊद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अच्छाइयां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सार्थकता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सीमित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ब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क़ाबिज़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व्यापकता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पुष्टी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मुसल्लत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देशों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चीन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देलम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पहाड़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तुर्क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सिन्ध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हिन्द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क़ुस्तुन्तुनिया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काबुल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कब्ज़ा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उपरोक्त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जगहों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फत्ह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ऊपर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यूरोप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आमरीका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अभिप्रायः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जापान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हिन्दुस्तान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पाकिस्तान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क़ुसतुन्तुनिया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इस्तंबूल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ताक़तवर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फत्ह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यूरोप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खुलासा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हस्सास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मुसल्लत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पुष्टी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>-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करुँगा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करूँगा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करूँगा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पश्चिम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दूंगा।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 </w:t>
      </w:r>
      <w:r w:rsidRPr="007D2145">
        <w:t>”</w:t>
      </w:r>
      <w:r w:rsidRPr="007D2145">
        <w:rPr>
          <w:rFonts w:ascii="Times New Roman" w:hAnsi="Times New Roman" w:cs="Times New Roman" w:hint="cs"/>
          <w:rtl/>
        </w:rPr>
        <w:t>اَلقَائِمُ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مِنَّا۔۔۔</w:t>
      </w:r>
      <w:r w:rsidRPr="007D2145">
        <w:rPr>
          <w:rFonts w:hint="cs"/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یَبْلُغُ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سُلْطَانَہُ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المَشْرِقَ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الْمَغْرِبَ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یَظْہَرُ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عَزَّ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جلّ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دِینہُ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علی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الدِّینِ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کلہ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لو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کرہَ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المُشْرِکونَ</w:t>
      </w:r>
      <w:r w:rsidRPr="007D2145">
        <w:t xml:space="preserve"> 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पश्चिम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मुशरिकों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ऐतिहासिक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विस्तृत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नजफे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मीटर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नजफे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अशरफ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पुराने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अहलेबैत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तवज्जह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केन्द्र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कूफ़े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मशहूर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खुत्बे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मस्जिद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मस्जिद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2" w:name="_Toc450566317"/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bookmarkEnd w:id="14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बर्दाशत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शुभारम्भ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समापन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रसूल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वलियों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मुहिब्बों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रहूंगा</w:t>
      </w:r>
      <w:r w:rsidRPr="007D2145">
        <w:rPr>
          <w:cs/>
          <w:lang w:bidi="hi-IN"/>
        </w:rPr>
        <w:t>...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जीवन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खानदान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निज़ाम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रुखसत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इन्क़ेलाब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वर्षों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अलबत्ता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लियाक़त</w:t>
      </w:r>
      <w:r w:rsidRPr="007D2145">
        <w:t xml:space="preserve">, </w:t>
      </w:r>
      <w:r w:rsidRPr="007D2145">
        <w:rPr>
          <w:rFonts w:hint="cs"/>
          <w:cs/>
          <w:lang w:bidi="hi-IN"/>
        </w:rPr>
        <w:lastRenderedPageBreak/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असहाब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इमदाद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तैयारी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बर्पा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शताब्दियों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असमर्थ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10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सफल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इख़्तेलाफ़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5 </w:t>
      </w:r>
      <w:r w:rsidRPr="007D2145">
        <w:rPr>
          <w:rFonts w:hint="cs"/>
          <w:cs/>
          <w:lang w:bidi="hi-IN"/>
        </w:rPr>
        <w:t>साल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7 </w:t>
      </w:r>
      <w:r w:rsidRPr="007D2145">
        <w:rPr>
          <w:rFonts w:hint="cs"/>
          <w:cs/>
          <w:lang w:bidi="hi-IN"/>
        </w:rPr>
        <w:t>साल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8 </w:t>
      </w:r>
      <w:r w:rsidRPr="007D2145">
        <w:rPr>
          <w:rFonts w:hint="cs"/>
          <w:cs/>
          <w:lang w:bidi="hi-IN"/>
        </w:rPr>
        <w:t>साल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10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19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महीने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40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309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इख्तेलाफ़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शोहरत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7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7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तुम्हारे</w:t>
      </w:r>
      <w:r w:rsidRPr="007D2145">
        <w:rPr>
          <w:cs/>
          <w:lang w:bidi="hi-IN"/>
        </w:rPr>
        <w:t xml:space="preserve"> 70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मरहूम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मजलिसी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निम्न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एहतेमाल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मुद्दत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3" w:name="_Toc450566318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प्रशासनिक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bookmarkEnd w:id="14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कन्ट्रोल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माहौल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आख़ेरत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दर्दनाक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आधुनिक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विरानों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तामीर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lastRenderedPageBreak/>
        <w:t>”</w:t>
      </w:r>
      <w:r w:rsidRPr="007D2145">
        <w:rPr>
          <w:rFonts w:ascii="Times New Roman" w:hAnsi="Times New Roman" w:cs="Times New Roman" w:hint="cs"/>
          <w:rtl/>
        </w:rPr>
        <w:t>یَصْنَعُ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صَنَعَ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رَسُولُ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للهِ</w:t>
      </w:r>
      <w:r w:rsidRPr="007D2145">
        <w:rPr>
          <w:rtl/>
        </w:rPr>
        <w:t xml:space="preserve"> (</w:t>
      </w:r>
      <w:r w:rsidRPr="007D2145">
        <w:rPr>
          <w:rFonts w:ascii="Times New Roman" w:hAnsi="Times New Roman" w:cs="Times New Roman" w:hint="cs"/>
          <w:rtl/>
        </w:rPr>
        <w:t>ص</w:t>
      </w:r>
      <w:r w:rsidRPr="007D2145">
        <w:rPr>
          <w:rtl/>
        </w:rPr>
        <w:t>)</w:t>
      </w:r>
      <w:r w:rsidR="00474D51" w:rsidRPr="00875B4D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یَہْدِمُ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کَانَ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قَبْلَہُ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کَمَا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ہَدَمَ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رَسُولُ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اللهِ</w:t>
      </w:r>
      <w:r w:rsidRPr="007D2145">
        <w:rPr>
          <w:rtl/>
        </w:rPr>
        <w:t xml:space="preserve"> (</w:t>
      </w:r>
      <w:r w:rsidRPr="007D2145">
        <w:rPr>
          <w:rFonts w:ascii="Times New Roman" w:hAnsi="Times New Roman" w:cs="Times New Roman" w:hint="cs"/>
          <w:rtl/>
        </w:rPr>
        <w:t>ص</w:t>
      </w:r>
      <w:r w:rsidRPr="007D2145">
        <w:rPr>
          <w:rtl/>
        </w:rPr>
        <w:t xml:space="preserve">) </w:t>
      </w:r>
      <w:r w:rsidRPr="007D2145">
        <w:rPr>
          <w:rFonts w:ascii="Times New Roman" w:hAnsi="Times New Roman" w:cs="Times New Roman" w:hint="cs"/>
          <w:rtl/>
        </w:rPr>
        <w:t>اٴمْرَ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الجَاہِلِیَةِ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یَسْتَانِفُ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الاِسْلاٰمَ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جَدِیْداً</w:t>
      </w:r>
      <w:r w:rsidRPr="007D2145">
        <w:t xml:space="preserve"> 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प्रचलित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रीती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जाहिलियत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रीति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रिवाजों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बुनियाद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सियासत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परन्तु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प्रस्थितियों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आवश्यक्तानुसार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परिवर्तन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4" w:name="_Toc450566319"/>
      <w:r w:rsidRPr="007D2145">
        <w:rPr>
          <w:rFonts w:hint="cs"/>
          <w:cs/>
          <w:lang w:bidi="hi-IN"/>
        </w:rPr>
        <w:t>जिहाद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bookmarkEnd w:id="14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कुफ्र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शिर्क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मुकद्दस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शरीअत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आयेगे।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इंजील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प्रतिलीपियाँ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इन्ताकिया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गा़र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यहूदियों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ईसाईयों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क़ौमो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मूसा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अंगूठी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अलम</w:t>
      </w:r>
      <w:r w:rsidRPr="007D2145">
        <w:t>,</w:t>
      </w:r>
      <w:r w:rsidR="00474D51"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ज़िरह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कवच</w:t>
      </w:r>
      <w:r w:rsidRPr="007D2145">
        <w:rPr>
          <w:cs/>
          <w:lang w:bidi="hi-IN"/>
        </w:rPr>
        <w:t>)</w:t>
      </w:r>
      <w:r w:rsidRPr="007D2145">
        <w:rPr>
          <w:rFonts w:hint="cs"/>
          <w:cs/>
          <w:lang w:bidi="hi-IN"/>
        </w:rPr>
        <w:t>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हकीकत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मोर्चे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मर्यादाओं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हठ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5" w:name="_Toc450566320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फ़ैसले</w:t>
      </w:r>
      <w:bookmarkEnd w:id="145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पालिका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पूर्वज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मालिकों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पहुँचायेंगे।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प्रदर्शन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मुर्दा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लाभान्वित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पुष्टी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न्यायधीश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दाऊद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जनाबे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दाऊद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शायद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एतेमाद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भरोसा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गवाह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एहसास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cr/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6" w:name="_Toc450566321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अंदाज़</w:t>
      </w:r>
      <w:bookmarkEnd w:id="14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स्तंभ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कर्मचारी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कर्मचारी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सुचारू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विश्वव्यापी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हेड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व्यस्था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सुचूरू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कर्मचारियों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चयन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मनेजमैंट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वफ़ाई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सच्चाई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इरादों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बहादुरी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प्रधान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हैसियत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चश्म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पोशी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भुलाए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</w:p>
    <w:p w:rsidR="007D2145" w:rsidRPr="007D2145" w:rsidRDefault="00474D51" w:rsidP="00474D51">
      <w:pPr>
        <w:pStyle w:val="libNormal"/>
      </w:pPr>
      <w:r>
        <w:rPr>
          <w:cs/>
          <w:lang w:bidi="hi-IN"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عَلَامَةُ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الْمَہْدِی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اَنْ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یَکُونَ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شَدِیْداً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عَلَی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الْعُمَّالِ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جَوَاداً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باِلْمَالِ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رَحِیْماً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بِالْمَسَاکِیْنِ</w:t>
      </w:r>
      <w:r w:rsidR="007D2145" w:rsidRPr="007D2145">
        <w:rPr>
          <w:rFonts w:hint="eastAsia"/>
        </w:rPr>
        <w:t>“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ओहदेदारों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7" w:name="_Toc450566322"/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bookmarkEnd w:id="147"/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मामलों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शासकों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अपनाया।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बेहिसाब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लगातार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राजकीय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कोष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बांटने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उमैया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रिशतेदारों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बांटा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क़ानूनी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मज़बूत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खेती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संपत्तियाँ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रिशतेदारों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भेंट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उमैया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तीसरे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खलीफ़ा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प्रचलित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सार्वजिन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संपत्ती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घोषित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बराबर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वरीयता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बख़्शिश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اِذَا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قَامَ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قَائِمُنَا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اضْمَحَلَّت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القَطَائِعُ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فَلَا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قَطَائِع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क़ता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ए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सिलसिला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आर्थिक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बख्शा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ज़रुरतमंद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فَہُوَ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یَحْثُوا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المَالَ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حَثْواً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बख़्शा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सामाजिक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आवश्यक्ताओं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मक़सद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इबादत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उद्देश्यों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विस्तारपूर्वक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CC7302">
      <w:pPr>
        <w:pStyle w:val="Heading2"/>
      </w:pPr>
      <w:bookmarkStart w:id="148" w:name="_Toc450566323"/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सीरत</w:t>
      </w:r>
      <w:bookmarkEnd w:id="148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इन्सानियत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आख़िरी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ढाने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नाजायज़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फायदा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उठाने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वास्तव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तख्ते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अमीरुल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दौलत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साधारण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प्रतिज्ञा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चलें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कपड़े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पहनें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गुज़ारा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खुराक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लिबास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ज़ोह्द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="00474D51">
        <w:rPr>
          <w:cs/>
          <w:lang w:bidi="hi-IN"/>
        </w:rPr>
        <w:t xml:space="preserve"> </w:t>
      </w:r>
      <w:r w:rsidRPr="007D2145">
        <w:rPr>
          <w:cs/>
          <w:lang w:bidi="hi-IN"/>
        </w:rPr>
        <w:t>:</w:t>
      </w:r>
    </w:p>
    <w:p w:rsidR="007D2145" w:rsidRPr="007D2145" w:rsidRDefault="00474D51" w:rsidP="00474D51">
      <w:pPr>
        <w:pStyle w:val="libNormal"/>
      </w:pPr>
      <w:r>
        <w:t xml:space="preserve"> </w:t>
      </w:r>
      <w:r w:rsidR="007D2145" w:rsidRPr="007D2145">
        <w:t>”</w:t>
      </w:r>
      <w:r w:rsidR="007D2145" w:rsidRPr="007D2145">
        <w:rPr>
          <w:rFonts w:ascii="Times New Roman" w:hAnsi="Times New Roman" w:cs="Times New Roman" w:hint="cs"/>
          <w:rtl/>
        </w:rPr>
        <w:t>اِنَّ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قَائِمَنَا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اِذَا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قَامَ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لَبِسَ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لِبَاسَ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عَلِیّ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وَ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سَارَ</w:t>
      </w:r>
      <w:r w:rsidR="007D2145" w:rsidRPr="007D2145">
        <w:rPr>
          <w:rtl/>
        </w:rPr>
        <w:t xml:space="preserve"> </w:t>
      </w:r>
      <w:r w:rsidR="007D2145" w:rsidRPr="007D2145">
        <w:rPr>
          <w:rFonts w:ascii="Times New Roman" w:hAnsi="Times New Roman" w:cs="Times New Roman" w:hint="cs"/>
          <w:rtl/>
        </w:rPr>
        <w:t>بِسِیْرَتِہِ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क़ाइम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लिबास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पहनेंगे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अपनायेंगे।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रवैये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रिज़ा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तारीफ़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eastAsia"/>
        </w:rPr>
        <w:t>”</w:t>
      </w:r>
      <w:r w:rsidRPr="007D2145">
        <w:rPr>
          <w:rFonts w:ascii="Times New Roman" w:hAnsi="Times New Roman" w:cs="Times New Roman" w:hint="cs"/>
          <w:rtl/>
        </w:rPr>
        <w:t>اَلامِامُ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الاَنِیْسُ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الرَّفِیْقِ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وَالوَالِدُ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الشَفِیْق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الاٴخُ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الشَقِیْق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وَ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الاٴُمُّ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البِرَّةِ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بِالوَلَدِ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الصََّغِیْر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مَفْزِغُ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العِبَادِ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فِی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الدَّاہِیةِ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النّٰاد</w:t>
      </w:r>
      <w:r w:rsidRPr="007D2145">
        <w:rPr>
          <w:rtl/>
        </w:rPr>
        <w:t xml:space="preserve"> </w:t>
      </w:r>
      <w:r w:rsidRPr="007D2145">
        <w:rPr>
          <w:rFonts w:ascii="Times New Roman" w:hAnsi="Times New Roman" w:cs="Times New Roman" w:hint="cs"/>
          <w:rtl/>
        </w:rPr>
        <w:t>ِ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हमदर्द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होंगें</w:t>
      </w:r>
      <w:r w:rsidRPr="007D2145">
        <w:t>, (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रिआया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प्रति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छोटे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बन्दों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हाँ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हमदर्द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पनाहगाह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मानेंगे।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मक्खियाँ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मल्का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पनाह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चुना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बीच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मुशकिलों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आराम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शांति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82712">
      <w:pPr>
        <w:pStyle w:val="Heading2"/>
      </w:pPr>
      <w:bookmarkStart w:id="149" w:name="_Toc450566324"/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मक़बूलियत</w:t>
      </w:r>
      <w:bookmarkEnd w:id="149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परेशानी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नाराज़गी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चूँकि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विभागों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हूँ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नाराज़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भौतिक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आध्यात्मिक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कामयाबी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मिलेगी।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हमेशा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प्रवचनों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समापन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फरिशतों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समर्थन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मददगारों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हिफाज़त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मजबूर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इकठ्ठा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न्याय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समानता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नूर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बचेगा।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बचेगी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दरिन्दें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बरकतों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इकाल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देगी</w:t>
      </w:r>
      <w:r w:rsidRPr="007D2145">
        <w:rPr>
          <w:cs/>
          <w:lang w:bidi="hi-IN"/>
        </w:rPr>
        <w:t xml:space="preserve">( </w:t>
      </w:r>
      <w:r w:rsidRPr="007D2145">
        <w:rPr>
          <w:rFonts w:hint="cs"/>
          <w:cs/>
          <w:lang w:bidi="hi-IN"/>
        </w:rPr>
        <w:t>फ़सल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नाज़िल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करेगा</w:t>
      </w:r>
      <w:r w:rsidRPr="007D2145">
        <w:rPr>
          <w:cs/>
          <w:lang w:bidi="hi-IN"/>
        </w:rPr>
        <w:t xml:space="preserve">( </w:t>
      </w:r>
      <w:r w:rsidRPr="007D2145">
        <w:rPr>
          <w:rFonts w:hint="cs"/>
          <w:cs/>
          <w:lang w:bidi="hi-IN"/>
        </w:rPr>
        <w:t>आवश्यक्ता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बरसायेगा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छिपे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खज़ाने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नसीब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इताअत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आज्ञा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पालन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682712" w:rsidRPr="00084EEE" w:rsidRDefault="00682712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682712">
      <w:pPr>
        <w:pStyle w:val="Heading2"/>
      </w:pPr>
      <w:bookmarkStart w:id="150" w:name="_Toc450566325"/>
      <w:r w:rsidRPr="007D2145">
        <w:rPr>
          <w:rFonts w:hint="cs"/>
          <w:cs/>
          <w:lang w:bidi="hi-IN"/>
        </w:rPr>
        <w:lastRenderedPageBreak/>
        <w:t>छठा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अध्याय</w:t>
      </w:r>
      <w:bookmarkEnd w:id="150"/>
    </w:p>
    <w:p w:rsidR="007D2145" w:rsidRPr="007D2145" w:rsidRDefault="007D2145" w:rsidP="00474D51">
      <w:pPr>
        <w:pStyle w:val="libNormal"/>
      </w:pPr>
    </w:p>
    <w:p w:rsidR="007D2145" w:rsidRPr="007D2145" w:rsidRDefault="007D2145" w:rsidP="00682712">
      <w:pPr>
        <w:pStyle w:val="Heading2"/>
      </w:pPr>
      <w:bookmarkStart w:id="151" w:name="_Toc450566326"/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bookmarkEnd w:id="151"/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सभ्यता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सांस्कृति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तहज़ीब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विकास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मार्ग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रुकावट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धार्मिक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आफतों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विपत्तियों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तरक़्क़ी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रफ्तार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rFonts w:hint="eastAsia"/>
        </w:rPr>
        <w:t>”</w:t>
      </w:r>
      <w:r w:rsidR="00474D51"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आफतों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मुक़ाबेल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तरीक़ों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हिस्से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सोचा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लापरवाही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मोमेनीन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ज़िन्दगी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पहलुओं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फिर्कों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आफतों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विभिन्न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शीर्षकों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अन्तर्गत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82712">
      <w:pPr>
        <w:pStyle w:val="Heading2"/>
      </w:pPr>
      <w:bookmarkStart w:id="152" w:name="_Toc450566327"/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निकालना</w:t>
      </w:r>
      <w:bookmarkEnd w:id="152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आफ़त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तहज़ीब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निकलता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यहाँ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</w:t>
      </w:r>
      <w:r w:rsidRPr="007D2145">
        <w:rPr>
          <w:cs/>
          <w:lang w:bidi="hi-IN"/>
        </w:rPr>
        <w:t xml:space="preserve">. 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))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फैलाना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नज़रीया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अलैहिमुस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मुखालिफ़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मारुफ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मुसलमान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खुमैनी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अलैहिर्रहमा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ज़ुल्म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सितम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खात्मा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इन्साफ़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पीछे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जाओ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तुम्हारी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आयात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मअरुफ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गुनाहों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फूलने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="00474D51">
        <w:rPr>
          <w:lang w:bidi="hi-IN"/>
        </w:rPr>
        <w:t>?</w:t>
      </w:r>
      <w:r w:rsidRPr="007D2145">
        <w:rPr>
          <w:rFonts w:hint="cs"/>
          <w:cs/>
          <w:lang w:bidi="hi-IN"/>
        </w:rPr>
        <w:t>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प्रियः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पाठकों।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अर्थ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2.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ईरान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तागूत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शैतानी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ताक़तों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खिलाफ़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लागू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फैसले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जैसे</w:t>
      </w:r>
      <w:r w:rsidRPr="007D2145">
        <w:rPr>
          <w:cs/>
          <w:lang w:bidi="hi-IN"/>
        </w:rPr>
        <w:t xml:space="preserve"> :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हुदूद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क़िसास</w:t>
      </w:r>
      <w:r w:rsidRPr="007D2145">
        <w:t xml:space="preserve">, </w:t>
      </w:r>
      <w:r w:rsidRPr="007D2145">
        <w:rPr>
          <w:rFonts w:hint="cs"/>
          <w:cs/>
          <w:lang w:bidi="hi-IN"/>
        </w:rPr>
        <w:t>दुशमनों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बुराइयों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मुक़ाबला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छत्र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संभव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क़ाबिले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शिरकत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मद्दे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क़ियाम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क़ियामे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इन्केलाब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 xml:space="preserve">3.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नतीजा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निकालने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नमूना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कल्पना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दरिया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तेग़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डालेंगे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तसव्वुर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बिल्कुल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बड़ी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हठधर्म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दुश्मनों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ख़िलाफ़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इस्तेमाल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क़बूल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ज़बान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होंगे।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82712">
      <w:pPr>
        <w:pStyle w:val="Heading2"/>
      </w:pPr>
      <w:bookmarkStart w:id="153" w:name="_Toc450566328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bookmarkEnd w:id="153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जल्दबाज़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कमज़ोरी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कमज़र्फ़ी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गंभीरता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स्थिति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अनुकूल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माँग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ग़ायब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t xml:space="preserve">”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मलसे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अभिलाषी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जितना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सब्र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दामन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छुटता।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बल्कि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अभिलाषी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वन्दे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आलम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इरादे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झुकाये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कोशिश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अब्दुर्रहमान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कसीर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सादिक़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ख़िदमत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बैठा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था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t>“</w:t>
      </w:r>
      <w:r w:rsidRPr="007D2145">
        <w:rPr>
          <w:rFonts w:hint="cs"/>
          <w:cs/>
          <w:lang w:bidi="hi-IN"/>
        </w:rPr>
        <w:t>महरम</w:t>
      </w:r>
      <w:r w:rsidRPr="007D2145">
        <w:rPr>
          <w:rFonts w:hint="eastAsia"/>
        </w:rPr>
        <w:t>”</w:t>
      </w:r>
      <w:r w:rsidRPr="007D2145">
        <w:t xml:space="preserve"> </w:t>
      </w:r>
      <w:r w:rsidRPr="007D2145">
        <w:rPr>
          <w:rFonts w:hint="cs"/>
          <w:cs/>
          <w:lang w:bidi="hi-IN"/>
        </w:rPr>
        <w:t>आये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कुर्बान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मुझे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बताइये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घडियां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होंगी</w:t>
      </w:r>
      <w:r w:rsidR="00474D51">
        <w:rPr>
          <w:lang w:bidi="hi-IN"/>
        </w:rPr>
        <w:t>?</w:t>
      </w:r>
      <w:r w:rsidRPr="007D2145"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महरम</w:t>
      </w:r>
      <w:r w:rsidRPr="007D2145">
        <w:rPr>
          <w:cs/>
          <w:lang w:bidi="hi-IN"/>
        </w:rPr>
        <w:t xml:space="preserve"> !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हलाक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झुकाने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निजात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मुक्ति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सकून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इत्मिनान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स्वीकार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हालत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शिकवे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बदल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बेचैनी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बीमारी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पहुँचा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उल्लेखनीय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सुन्नतों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682712">
      <w:pPr>
        <w:pStyle w:val="Heading2"/>
      </w:pPr>
      <w:bookmarkStart w:id="154" w:name="_Toc450566329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bookmarkEnd w:id="154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छुपाया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अइम्मा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मासूमीन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सख्ती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साथ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कहा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="00474D51">
        <w:rPr>
          <w:lang w:bidi="hi-IN"/>
        </w:rPr>
        <w:t>?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फरमाया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वाक्य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</w:t>
      </w:r>
      <w:r w:rsidR="00091CA4">
        <w:rPr>
          <w:rFonts w:hint="cs"/>
          <w:cs/>
          <w:lang w:bidi="hi-IN"/>
        </w:rPr>
        <w:t>हा</w:t>
      </w:r>
      <w:r w:rsidRPr="007D2145">
        <w:rPr>
          <w:rFonts w:hint="cs"/>
          <w:cs/>
          <w:lang w:bidi="hi-IN"/>
        </w:rPr>
        <w:t>।</w:t>
      </w:r>
      <w:r w:rsidRPr="007D2145">
        <w:rPr>
          <w:cs/>
          <w:lang w:bidi="hi-IN"/>
        </w:rPr>
        <w:t xml:space="preserve">..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बूझ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चूक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निश्चित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जिसका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यकीन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पूरा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सच्चे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स्वार्थी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091CA4">
      <w:pPr>
        <w:pStyle w:val="Heading2"/>
      </w:pPr>
      <w:bookmarkStart w:id="155" w:name="_Toc450566330"/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bookmarkEnd w:id="155"/>
      <w:r w:rsidR="00474D51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अनेकों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निशानियां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लेकिन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दकीक़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कैफियत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विशेषताएं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जिसकी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व्यक्तिगत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शंकाओं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घटनाओं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जोड़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द्वारा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मसला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आफत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इलाक़े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कोई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वास्तविक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सुफ़यानी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ज़ल्द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दज्जाल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दलील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उल्टी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सीधी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किरदार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चिपका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ख़बरी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नज़दीक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वर्षों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भटक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लगेंगे।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091CA4">
      <w:pPr>
        <w:pStyle w:val="Heading2"/>
      </w:pPr>
      <w:bookmarkStart w:id="156" w:name="_Toc450566331"/>
      <w:r w:rsidRPr="007D2145">
        <w:rPr>
          <w:rFonts w:hint="cs"/>
          <w:cs/>
          <w:lang w:bidi="hi-IN"/>
        </w:rPr>
        <w:t>बेकार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बहसें</w:t>
      </w:r>
      <w:bookmarkEnd w:id="156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शिक्षाएं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प्रचार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समझा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आधारभूत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भूमिका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निभाती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चीत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पत्रिकाओं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कान्फ्रेंसों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शुब्हे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सवाल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समाज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पड़ते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t xml:space="preserve">,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बातें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उम्मीदी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इन्कार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कारण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जबकि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ज़ोर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मर्ज़ी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अनुसार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अगर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मुलाक़ात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मौक़े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lastRenderedPageBreak/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शादी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औलाद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ज़रूरी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जगह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ऐसी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मुन्तज़िरों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फ़ायदेमंद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निशानियों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प्राथमिक्ता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ज़हूर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अभिलाषी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परिचित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होना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बनेगा।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महत्वपूर्ण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वक़्त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व्याख्या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लगते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नज़र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दूसरी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मिसाल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लंबी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जंग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क़त्ल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तस्वीर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पेश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मुहब्बत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मेहरबानियों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वर्णन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हुआ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पैग़म्बरे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स</w:t>
      </w:r>
      <w:r w:rsidRPr="007D2145">
        <w:rPr>
          <w:cs/>
          <w:lang w:bidi="hi-IN"/>
        </w:rPr>
        <w:t xml:space="preserve">.)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अख़लाक़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बताया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ग़ाफिल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ज़ाहिर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दोनो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रिवायतों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गौर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फिक्र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हक़ीक़त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(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दोस्तों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) </w:t>
      </w:r>
      <w:r w:rsidRPr="007D2145">
        <w:rPr>
          <w:rFonts w:hint="cs"/>
          <w:cs/>
          <w:lang w:bidi="hi-IN"/>
        </w:rPr>
        <w:t>मुहब्बत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रहम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करम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व्यवहार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हुज्जत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तलवार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सिर्फ़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ज़ालिमों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चमकेगी।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विषय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अधिक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शैक्षिक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ज़रुरत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योग्यता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पाई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नहीं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मैदान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ख़तरनाक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साबित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</w:p>
    <w:p w:rsidR="007D2145" w:rsidRPr="007D2145" w:rsidRDefault="007D2145" w:rsidP="00091CA4">
      <w:pPr>
        <w:pStyle w:val="Heading2"/>
      </w:pPr>
      <w:bookmarkStart w:id="157" w:name="_Toc450566332"/>
      <w:r w:rsidRPr="007D2145">
        <w:rPr>
          <w:rFonts w:hint="cs"/>
          <w:cs/>
          <w:lang w:bidi="hi-IN"/>
        </w:rPr>
        <w:t>झूठा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bookmarkEnd w:id="157"/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अक़ीदे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नुक्सानदेह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="00091CA4">
        <w:rPr>
          <w:rFonts w:hint="cs"/>
          <w:cs/>
          <w:lang w:bidi="hi-IN"/>
        </w:rPr>
        <w:t>झूठा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चौथे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नायब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आखरी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लिखा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वज़ाहत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: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छः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मृत्यु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जायेगी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अतः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आप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कामों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अच्छी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लेना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वसीयत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क्यों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मुकम्मल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ग़ैबत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शुरु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.</w:t>
      </w:r>
      <w:r w:rsidRPr="007D2145">
        <w:rPr>
          <w:rFonts w:hint="cs"/>
          <w:cs/>
          <w:lang w:bidi="hi-IN"/>
        </w:rPr>
        <w:t>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कुछ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मुलाकात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मुझसे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करेंगे।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इंसान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सुफियानी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खुरुज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आसमानी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आवाज़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देखने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झूटा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ज़िम्मेदारी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राब्ते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झुठलायें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दुनिया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परस्त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भी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आगे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गये।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उन्होंने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आधार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फिर्के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नीँव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ड़ाल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दिया।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इतिहास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पढ़ने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होती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लोग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साम्राज्यवाद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हिमायत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इशारे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स्पष्ट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तरह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गुमराह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फ़्रिक़ों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गिरोहों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ज़माना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नियाबत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एतेमाद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उनसे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संबंध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स्थापित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आदि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जिहालत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नादानी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  <w:r w:rsidR="00474D51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rPr>
          <w:cs/>
          <w:lang w:bidi="hi-IN"/>
        </w:rPr>
        <w:t xml:space="preserve"> </w:t>
      </w:r>
      <w:r w:rsidR="00D763E9">
        <w:rPr>
          <w:cs/>
          <w:lang w:bidi="hi-IN"/>
        </w:rPr>
        <w:t>(अ.स.)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सही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पहचान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शनाख़्त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बगैर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lastRenderedPageBreak/>
        <w:t>उनके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दीदार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ज़्यादा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शौक़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वजूद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ग़ाफिल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रहना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झूठे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दावेदारों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हमवार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है।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इस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इन्तेज़ार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वाले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शिओं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चाहिए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में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अपनी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मालूमात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मक्कारों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धोकेबाज़ों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सुरक्षित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रखे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और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मोमिन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मुत्तकी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ओलमा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पैरवी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मक्तबे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रौशन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रास्ते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कदम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बढ़ाते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रहें।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अल्हम्दो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लिल्लाहे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रब्बिल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लमीन</w:t>
      </w:r>
    </w:p>
    <w:p w:rsidR="007D2145" w:rsidRPr="007D2145" w:rsidRDefault="007D2145" w:rsidP="00474D51">
      <w:pPr>
        <w:pStyle w:val="libNormal"/>
      </w:pPr>
      <w:r w:rsidRPr="007D2145">
        <w:rPr>
          <w:rFonts w:hint="cs"/>
          <w:cs/>
          <w:lang w:bidi="hi-IN"/>
        </w:rPr>
        <w:t>रब्बना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तकब्बल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मिन्ना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इन्नका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अन्तस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समी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उल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अलीम।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</w:p>
    <w:p w:rsidR="00047A04" w:rsidRPr="00084EEE" w:rsidRDefault="00047A04" w:rsidP="00084EEE">
      <w:pPr>
        <w:rPr>
          <w:cs/>
        </w:rPr>
      </w:pPr>
      <w:r>
        <w:rPr>
          <w:cs/>
          <w:lang w:bidi="hi-IN"/>
        </w:rPr>
        <w:br w:type="page"/>
      </w:r>
    </w:p>
    <w:p w:rsidR="007D2145" w:rsidRPr="007D2145" w:rsidRDefault="007D2145" w:rsidP="00047A04">
      <w:pPr>
        <w:pStyle w:val="Heading1"/>
      </w:pPr>
      <w:bookmarkStart w:id="158" w:name="_Toc450566333"/>
      <w:r w:rsidRPr="007D2145">
        <w:rPr>
          <w:rFonts w:hint="cs"/>
          <w:cs/>
          <w:lang w:bidi="hi-IN"/>
        </w:rPr>
        <w:lastRenderedPageBreak/>
        <w:t>सहायक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किताबों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सूची</w:t>
      </w:r>
      <w:bookmarkEnd w:id="158"/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कुरआने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क़रीम।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मफ़ातीह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जिनान।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नहजूल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बलागह।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4.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इस्बात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हुदात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अलहुर्रुल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आमली।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5.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एहतेजाज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अहमद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तालिब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तबरसी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उसवा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तेहरान</w:t>
      </w:r>
      <w:r w:rsidRPr="007D2145">
        <w:t xml:space="preserve">, </w:t>
      </w:r>
      <w:r w:rsidRPr="007D2145">
        <w:rPr>
          <w:cs/>
          <w:lang w:bidi="hi-IN"/>
        </w:rPr>
        <w:t xml:space="preserve">1416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6.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अदयान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व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महदवियत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बहिश्ती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कोरवश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कबीर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तेहरान</w:t>
      </w:r>
      <w:r w:rsidRPr="007D2145">
        <w:t xml:space="preserve">, </w:t>
      </w:r>
      <w:r w:rsidRPr="007D2145">
        <w:rPr>
          <w:cs/>
          <w:lang w:bidi="hi-IN"/>
        </w:rPr>
        <w:t xml:space="preserve">1342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7.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बिहार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अनवार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बाक़िर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मजलिसी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कुतुब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इस्लामिया।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8.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तफ़्सीरे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क़ुरतबी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अलक़ुरतबी।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9.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तफ़्सीरे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10.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तफ़्सीरे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कबीर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फख़्रे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ख़िसाल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बाबवे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जामे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मुदर्रेसीन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होजे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</w:t>
      </w:r>
      <w:r w:rsidRPr="007D2145">
        <w:t xml:space="preserve">, </w:t>
      </w:r>
      <w:r w:rsidRPr="007D2145">
        <w:rPr>
          <w:cs/>
          <w:lang w:bidi="hi-IN"/>
        </w:rPr>
        <w:t xml:space="preserve">1362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श्मसी।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चश्म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अन्दाज़ी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हुकूमते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हज़रते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नजमुद्दीन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तबसी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दफ़्तरे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तबलीग़ाते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इस्लामी</w:t>
      </w:r>
      <w:r w:rsidRPr="007D2145">
        <w:t xml:space="preserve">, </w:t>
      </w:r>
      <w:r w:rsidRPr="007D2145">
        <w:rPr>
          <w:cs/>
          <w:lang w:bidi="hi-IN"/>
        </w:rPr>
        <w:t xml:space="preserve">1380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दलाइलुन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नबूवत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lastRenderedPageBreak/>
        <w:t>14.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राज़े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तूले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उम्र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इमामे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महदीपुर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ताऊस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बहिश्त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कु़म</w:t>
      </w:r>
      <w:r w:rsidRPr="007D2145">
        <w:t xml:space="preserve">, </w:t>
      </w:r>
      <w:r w:rsidRPr="007D2145">
        <w:rPr>
          <w:cs/>
          <w:lang w:bidi="hi-IN"/>
        </w:rPr>
        <w:t xml:space="preserve">1378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15.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रोज़गारे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रिहाई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अनुवादक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अकबर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महदीपुर।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16.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जिन्दा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रोज़गारान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फ़रिदूनी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आफ़ाक़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तेहरान</w:t>
      </w:r>
      <w:r w:rsidRPr="007D2145">
        <w:t xml:space="preserve">, </w:t>
      </w:r>
      <w:r w:rsidRPr="007D2145">
        <w:rPr>
          <w:cs/>
          <w:lang w:bidi="hi-IN"/>
        </w:rPr>
        <w:t xml:space="preserve">1381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सम्सी।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17.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सफ़ीनतुल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बिहार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अब्बास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उसवा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तेहरान</w:t>
      </w:r>
      <w:r w:rsidRPr="007D2145">
        <w:t xml:space="preserve">, </w:t>
      </w:r>
      <w:r w:rsidRPr="007D2145">
        <w:rPr>
          <w:cs/>
          <w:lang w:bidi="hi-IN"/>
        </w:rPr>
        <w:t xml:space="preserve">1422 </w:t>
      </w:r>
      <w:r w:rsidRPr="007D2145">
        <w:rPr>
          <w:rFonts w:hint="cs"/>
          <w:cs/>
          <w:lang w:bidi="hi-IN"/>
        </w:rPr>
        <w:t>हिदरी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18.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सुनने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दाऊद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दाऊद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अशअस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सजिस्तानी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अज़दी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ख़ुर्रम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बैरूत</w:t>
      </w:r>
      <w:r w:rsidRPr="007D2145">
        <w:rPr>
          <w:cs/>
          <w:lang w:bidi="hi-IN"/>
        </w:rPr>
        <w:t xml:space="preserve"> 1418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19.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सहीफ़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ए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रूहुल्लाह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मूसवी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ख़ुमैनी।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20.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अक़्दुद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दुरर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यूसुफ़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याहिया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अब्दुल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अज़ीज़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शाफ़ेई</w:t>
      </w:r>
      <w:r w:rsidRPr="007D2145">
        <w:t xml:space="preserve">, </w:t>
      </w:r>
      <w:r w:rsidRPr="007D2145">
        <w:rPr>
          <w:rFonts w:hint="cs"/>
          <w:cs/>
          <w:lang w:bidi="hi-IN"/>
        </w:rPr>
        <w:t>उसवा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तेहरान</w:t>
      </w:r>
      <w:r w:rsidRPr="007D2145">
        <w:rPr>
          <w:cs/>
          <w:lang w:bidi="hi-IN"/>
        </w:rPr>
        <w:t xml:space="preserve"> 1416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इलालुश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शराए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बाबवे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मोमेनीन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क़ुम</w:t>
      </w:r>
      <w:r w:rsidRPr="007D2145">
        <w:t xml:space="preserve">, </w:t>
      </w:r>
      <w:r w:rsidRPr="007D2145">
        <w:rPr>
          <w:cs/>
          <w:lang w:bidi="hi-IN"/>
        </w:rPr>
        <w:t xml:space="preserve">1380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तूसी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शेख़ुत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ताइफ़ा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तूसी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मआरिफ़ुल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क़ुम</w:t>
      </w:r>
      <w:r w:rsidRPr="007D2145">
        <w:t xml:space="preserve">, </w:t>
      </w:r>
      <w:r w:rsidRPr="007D2145">
        <w:rPr>
          <w:cs/>
          <w:lang w:bidi="hi-IN"/>
        </w:rPr>
        <w:t xml:space="preserve">1417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ग़ैबते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नोमानी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इब्ने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ज़ैनब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इब्राहीम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कातिब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नोमानी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अनुवादक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जवाद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ग़फ़्फ़ारी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सदूक़</w:t>
      </w:r>
      <w:r w:rsidRPr="007D2145">
        <w:t xml:space="preserve">, </w:t>
      </w:r>
      <w:r w:rsidRPr="007D2145">
        <w:rPr>
          <w:cs/>
          <w:lang w:bidi="hi-IN"/>
        </w:rPr>
        <w:t xml:space="preserve">1376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24.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फ़ितन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हाफ़िज़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अबू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अबदिल्लाह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नईम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हम्मार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मरवज़ी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तौहीद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क़ाहिरा</w:t>
      </w:r>
      <w:r w:rsidRPr="007D2145">
        <w:t xml:space="preserve">, </w:t>
      </w:r>
      <w:r w:rsidRPr="007D2145">
        <w:rPr>
          <w:cs/>
          <w:lang w:bidi="hi-IN"/>
        </w:rPr>
        <w:t xml:space="preserve">1412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lastRenderedPageBreak/>
        <w:t>25.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काफ़ी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याक़ूब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इस्हाक़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कुलैनी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राज़ी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सअब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बैरूत</w:t>
      </w:r>
      <w:r w:rsidRPr="007D2145">
        <w:t xml:space="preserve">, </w:t>
      </w:r>
      <w:r w:rsidRPr="007D2145">
        <w:rPr>
          <w:cs/>
          <w:lang w:bidi="hi-IN"/>
        </w:rPr>
        <w:t xml:space="preserve">1401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26.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कमालुद्दीन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बाबवे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मुतरजिम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पहलवान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क़ुम</w:t>
      </w:r>
      <w:r w:rsidRPr="007D2145">
        <w:t xml:space="preserve">, </w:t>
      </w:r>
      <w:r w:rsidRPr="007D2145">
        <w:rPr>
          <w:cs/>
          <w:lang w:bidi="hi-IN"/>
        </w:rPr>
        <w:t xml:space="preserve">1380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27.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मुस्तदरक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हाकिम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नेशापुरी।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28.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मआनियुल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अख़बार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अबी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जाफ़र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बाबवे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क़ुम्मी।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29.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मोजम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उल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इमाम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अल</w:t>
      </w:r>
      <w:r w:rsidRPr="007D2145">
        <w:rPr>
          <w:cs/>
          <w:lang w:bidi="hi-IN"/>
        </w:rPr>
        <w:t xml:space="preserve">- </w:t>
      </w:r>
      <w:r w:rsidRPr="007D2145">
        <w:rPr>
          <w:rFonts w:hint="cs"/>
          <w:cs/>
          <w:lang w:bidi="hi-IN"/>
        </w:rPr>
        <w:t>महदी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हेयतुल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इल्मिया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मारेफ़ुल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इस्लामिया</w:t>
      </w:r>
      <w:r w:rsidRPr="007D2145">
        <w:t xml:space="preserve">, </w:t>
      </w:r>
      <w:r w:rsidRPr="007D2145">
        <w:rPr>
          <w:cs/>
          <w:lang w:bidi="hi-IN"/>
        </w:rPr>
        <w:t xml:space="preserve">1419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30.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मोजमुल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कबीर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तिबरानी।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31.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मिन्तख़बुल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असर</w:t>
      </w:r>
      <w:r w:rsidRPr="007D2145">
        <w:t xml:space="preserve">, </w:t>
      </w:r>
      <w:r w:rsidRPr="007D2145">
        <w:rPr>
          <w:rFonts w:hint="cs"/>
          <w:cs/>
          <w:lang w:bidi="hi-IN"/>
        </w:rPr>
        <w:t>लुत्फ़ुल्लाह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साफ़ी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गुलपायगानी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सैयदतुल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मासूमा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क़ुम</w:t>
      </w:r>
      <w:r w:rsidRPr="007D2145">
        <w:t xml:space="preserve">, </w:t>
      </w:r>
      <w:r w:rsidRPr="007D2145">
        <w:rPr>
          <w:cs/>
          <w:lang w:bidi="hi-IN"/>
        </w:rPr>
        <w:t>1419</w:t>
      </w:r>
      <w:r w:rsidRPr="007D2145">
        <w:t xml:space="preserve">,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क़मरी।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32.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मीज़ानुल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हिकमत</w:t>
      </w:r>
      <w:r w:rsidRPr="007D2145">
        <w:t xml:space="preserve">,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रय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शहरी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अनुवादक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हमीद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रज़ा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शैख़ी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हदीस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क़ुम</w:t>
      </w:r>
      <w:r w:rsidRPr="007D2145">
        <w:t xml:space="preserve">, </w:t>
      </w:r>
      <w:r w:rsidRPr="007D2145">
        <w:rPr>
          <w:cs/>
          <w:lang w:bidi="hi-IN"/>
        </w:rPr>
        <w:t xml:space="preserve">1380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33.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नजमुस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साक़िब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मिरज़ा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तबरसी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नूरी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मस्जिदे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मुक़द्दसे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जमकरान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क़ुम</w:t>
      </w:r>
      <w:r w:rsidRPr="007D2145">
        <w:rPr>
          <w:cs/>
          <w:lang w:bidi="hi-IN"/>
        </w:rPr>
        <w:t xml:space="preserve"> 1380 </w:t>
      </w:r>
      <w:r w:rsidRPr="007D2145">
        <w:rPr>
          <w:rFonts w:hint="cs"/>
          <w:cs/>
          <w:lang w:bidi="hi-IN"/>
        </w:rPr>
        <w:t>हिजरी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शम्सी।</w:t>
      </w:r>
      <w:r w:rsidRPr="007D2145">
        <w:rPr>
          <w:cs/>
          <w:lang w:bidi="hi-IN"/>
        </w:rPr>
        <w:t xml:space="preserve"> </w:t>
      </w:r>
    </w:p>
    <w:p w:rsidR="007D2145" w:rsidRPr="007D2145" w:rsidRDefault="007D2145" w:rsidP="00474D51">
      <w:pPr>
        <w:pStyle w:val="libNormal"/>
      </w:pPr>
      <w:r w:rsidRPr="007D2145">
        <w:rPr>
          <w:cs/>
          <w:lang w:bidi="hi-IN"/>
        </w:rPr>
        <w:t>34.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वसा</w:t>
      </w:r>
      <w:r w:rsidRPr="007D2145">
        <w:rPr>
          <w:cs/>
          <w:lang w:bidi="hi-IN"/>
        </w:rPr>
        <w:t>-</w:t>
      </w:r>
      <w:r w:rsidRPr="007D2145">
        <w:rPr>
          <w:rFonts w:hint="cs"/>
          <w:cs/>
          <w:lang w:bidi="hi-IN"/>
        </w:rPr>
        <w:t>इलुश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शिआ</w:t>
      </w:r>
      <w:r w:rsidRPr="007D2145">
        <w:t xml:space="preserve">, </w:t>
      </w:r>
      <w:r w:rsidRPr="007D2145">
        <w:rPr>
          <w:rFonts w:hint="cs"/>
          <w:cs/>
          <w:lang w:bidi="hi-IN"/>
        </w:rPr>
        <w:t>शेख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मुहम्मद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बिन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हुर्रे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आमुली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दारु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अहयाइत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तुरासिल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अरबी</w:t>
      </w:r>
      <w:r w:rsidRPr="007D2145">
        <w:t xml:space="preserve">, </w:t>
      </w:r>
      <w:r w:rsidRPr="007D2145">
        <w:rPr>
          <w:rFonts w:hint="cs"/>
          <w:cs/>
          <w:lang w:bidi="hi-IN"/>
        </w:rPr>
        <w:t>बैरूत।</w:t>
      </w:r>
    </w:p>
    <w:p w:rsidR="00007817" w:rsidRPr="00007817" w:rsidRDefault="007D2145" w:rsidP="00474D51">
      <w:pPr>
        <w:pStyle w:val="libNormal"/>
        <w:rPr>
          <w:cs/>
          <w:lang w:bidi="hi-IN"/>
        </w:rPr>
      </w:pPr>
      <w:r w:rsidRPr="007D2145">
        <w:rPr>
          <w:cs/>
          <w:lang w:bidi="hi-IN"/>
        </w:rPr>
        <w:lastRenderedPageBreak/>
        <w:t>35.</w:t>
      </w:r>
      <w:r w:rsidRPr="007D2145">
        <w:rPr>
          <w:cs/>
          <w:lang w:bidi="hi-IN"/>
        </w:rPr>
        <w:tab/>
      </w:r>
      <w:r w:rsidRPr="007D2145">
        <w:rPr>
          <w:rFonts w:hint="cs"/>
          <w:cs/>
          <w:lang w:bidi="hi-IN"/>
        </w:rPr>
        <w:t>यौमुल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ख़लास</w:t>
      </w:r>
      <w:r w:rsidRPr="007D2145">
        <w:t xml:space="preserve">, </w:t>
      </w:r>
      <w:r w:rsidRPr="007D2145">
        <w:rPr>
          <w:rFonts w:hint="cs"/>
          <w:cs/>
          <w:lang w:bidi="hi-IN"/>
        </w:rPr>
        <w:t>कामिल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सुलेमान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अनसारुल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हुसैन</w:t>
      </w:r>
      <w:r w:rsidRPr="007D2145">
        <w:rPr>
          <w:cs/>
          <w:lang w:bidi="hi-IN"/>
        </w:rPr>
        <w:t xml:space="preserve"> </w:t>
      </w:r>
      <w:r w:rsidRPr="007D2145">
        <w:rPr>
          <w:rFonts w:hint="cs"/>
          <w:cs/>
          <w:lang w:bidi="hi-IN"/>
        </w:rPr>
        <w:t>सक़ाफ़िया</w:t>
      </w:r>
      <w:r w:rsidRPr="007D2145">
        <w:t xml:space="preserve">, </w:t>
      </w:r>
      <w:r w:rsidRPr="007D2145">
        <w:rPr>
          <w:rFonts w:hint="cs"/>
          <w:cs/>
          <w:lang w:bidi="hi-IN"/>
        </w:rPr>
        <w:t>तेहरान</w:t>
      </w:r>
      <w:r w:rsidRPr="007D2145">
        <w:t xml:space="preserve">, </w:t>
      </w:r>
      <w:r w:rsidRPr="007D2145">
        <w:rPr>
          <w:rFonts w:hint="cs"/>
          <w:cs/>
          <w:lang w:bidi="hi-IN"/>
        </w:rPr>
        <w:t>सन्</w:t>
      </w:r>
      <w:r w:rsidRPr="007D2145">
        <w:rPr>
          <w:cs/>
          <w:lang w:bidi="hi-IN"/>
        </w:rPr>
        <w:t xml:space="preserve"> 1991 </w:t>
      </w:r>
      <w:r w:rsidRPr="007D2145">
        <w:rPr>
          <w:rFonts w:hint="cs"/>
          <w:cs/>
          <w:lang w:bidi="hi-IN"/>
        </w:rPr>
        <w:t>ई</w:t>
      </w:r>
      <w:r w:rsidRPr="007D2145">
        <w:rPr>
          <w:cs/>
          <w:lang w:bidi="hi-IN"/>
        </w:rPr>
        <w:t>.</w:t>
      </w:r>
      <w:r w:rsidRPr="007D2145">
        <w:rPr>
          <w:rFonts w:hint="cs"/>
          <w:cs/>
          <w:lang w:bidi="hi-IN"/>
        </w:rPr>
        <w:t>।</w:t>
      </w:r>
    </w:p>
    <w:sectPr w:rsidR="00007817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602" w:rsidRDefault="00771602" w:rsidP="008B7801">
      <w:pPr>
        <w:spacing w:after="0" w:line="240" w:lineRule="auto"/>
      </w:pPr>
      <w:r>
        <w:separator/>
      </w:r>
    </w:p>
  </w:endnote>
  <w:endnote w:type="continuationSeparator" w:id="0">
    <w:p w:rsidR="00771602" w:rsidRDefault="00771602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1F" w:rsidRDefault="00E6481F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421F94">
      <w:rPr>
        <w:rFonts w:ascii="SutonnyMJ" w:hAnsi="SutonnyMJ" w:cs="SutonnyMJ"/>
        <w:noProof/>
      </w:rPr>
      <w:t>3</w:t>
    </w:r>
    <w:r w:rsidRPr="00AA7385">
      <w:rPr>
        <w:rFonts w:ascii="SutonnyMJ" w:hAnsi="SutonnyMJ" w:cs="SutonnyMJ"/>
      </w:rPr>
      <w:fldChar w:fldCharType="end"/>
    </w:r>
  </w:p>
  <w:p w:rsidR="00E6481F" w:rsidRDefault="00E648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602" w:rsidRDefault="00771602" w:rsidP="008B7801">
      <w:pPr>
        <w:spacing w:after="0" w:line="240" w:lineRule="auto"/>
      </w:pPr>
      <w:r>
        <w:separator/>
      </w:r>
    </w:p>
  </w:footnote>
  <w:footnote w:type="continuationSeparator" w:id="0">
    <w:p w:rsidR="00771602" w:rsidRDefault="00771602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B6AB4"/>
    <w:multiLevelType w:val="hybridMultilevel"/>
    <w:tmpl w:val="4348AD30"/>
    <w:lvl w:ilvl="0" w:tplc="3A4A8650">
      <w:start w:val="1"/>
      <w:numFmt w:val="hindiConsonants"/>
      <w:lvlText w:val="%1-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73A30"/>
    <w:rsid w:val="00007817"/>
    <w:rsid w:val="00017F8E"/>
    <w:rsid w:val="00031016"/>
    <w:rsid w:val="00043999"/>
    <w:rsid w:val="000451DA"/>
    <w:rsid w:val="00047A04"/>
    <w:rsid w:val="00084EEE"/>
    <w:rsid w:val="00091CA4"/>
    <w:rsid w:val="000A16E2"/>
    <w:rsid w:val="000D0FC8"/>
    <w:rsid w:val="000D641E"/>
    <w:rsid w:val="00137658"/>
    <w:rsid w:val="0016774F"/>
    <w:rsid w:val="00177A6F"/>
    <w:rsid w:val="001A3437"/>
    <w:rsid w:val="00235071"/>
    <w:rsid w:val="00275890"/>
    <w:rsid w:val="0028094A"/>
    <w:rsid w:val="0028663A"/>
    <w:rsid w:val="00292BC3"/>
    <w:rsid w:val="00296130"/>
    <w:rsid w:val="002B709B"/>
    <w:rsid w:val="002C5E56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04E2"/>
    <w:rsid w:val="00406D51"/>
    <w:rsid w:val="00421F94"/>
    <w:rsid w:val="00474D51"/>
    <w:rsid w:val="00495B54"/>
    <w:rsid w:val="004A56BA"/>
    <w:rsid w:val="004B5B97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82712"/>
    <w:rsid w:val="00690232"/>
    <w:rsid w:val="006C230E"/>
    <w:rsid w:val="006D197A"/>
    <w:rsid w:val="006E48DA"/>
    <w:rsid w:val="006F3B04"/>
    <w:rsid w:val="00707890"/>
    <w:rsid w:val="00733E6E"/>
    <w:rsid w:val="0075520E"/>
    <w:rsid w:val="00755CD8"/>
    <w:rsid w:val="00771602"/>
    <w:rsid w:val="007719FE"/>
    <w:rsid w:val="00776659"/>
    <w:rsid w:val="007B649B"/>
    <w:rsid w:val="007D0C93"/>
    <w:rsid w:val="007D2145"/>
    <w:rsid w:val="007E3A6A"/>
    <w:rsid w:val="00840C16"/>
    <w:rsid w:val="00870944"/>
    <w:rsid w:val="008715EA"/>
    <w:rsid w:val="00873389"/>
    <w:rsid w:val="00875B4D"/>
    <w:rsid w:val="008A5A1E"/>
    <w:rsid w:val="008B7801"/>
    <w:rsid w:val="008C77D1"/>
    <w:rsid w:val="008D4310"/>
    <w:rsid w:val="008D6263"/>
    <w:rsid w:val="008F0D7B"/>
    <w:rsid w:val="008F1676"/>
    <w:rsid w:val="009117EC"/>
    <w:rsid w:val="00930ACA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811C4"/>
    <w:rsid w:val="00AA7385"/>
    <w:rsid w:val="00AB18E8"/>
    <w:rsid w:val="00AB6543"/>
    <w:rsid w:val="00B00D07"/>
    <w:rsid w:val="00B50693"/>
    <w:rsid w:val="00BE1409"/>
    <w:rsid w:val="00C2470C"/>
    <w:rsid w:val="00C303C9"/>
    <w:rsid w:val="00C53098"/>
    <w:rsid w:val="00C539D3"/>
    <w:rsid w:val="00C64320"/>
    <w:rsid w:val="00CC48FE"/>
    <w:rsid w:val="00CC7302"/>
    <w:rsid w:val="00CD6645"/>
    <w:rsid w:val="00CE088A"/>
    <w:rsid w:val="00CE09E4"/>
    <w:rsid w:val="00D02065"/>
    <w:rsid w:val="00D44DB1"/>
    <w:rsid w:val="00D450D2"/>
    <w:rsid w:val="00D457C0"/>
    <w:rsid w:val="00D66194"/>
    <w:rsid w:val="00D73A30"/>
    <w:rsid w:val="00D7533E"/>
    <w:rsid w:val="00D763E9"/>
    <w:rsid w:val="00DA0646"/>
    <w:rsid w:val="00DF0DAD"/>
    <w:rsid w:val="00DF1559"/>
    <w:rsid w:val="00E21BCB"/>
    <w:rsid w:val="00E2613F"/>
    <w:rsid w:val="00E30987"/>
    <w:rsid w:val="00E32589"/>
    <w:rsid w:val="00E400A5"/>
    <w:rsid w:val="00E52113"/>
    <w:rsid w:val="00E6481F"/>
    <w:rsid w:val="00E84EB1"/>
    <w:rsid w:val="00E9343A"/>
    <w:rsid w:val="00EB1BF3"/>
    <w:rsid w:val="00EC4B61"/>
    <w:rsid w:val="00F11A1C"/>
    <w:rsid w:val="00F20557"/>
    <w:rsid w:val="00F525D6"/>
    <w:rsid w:val="00F860D8"/>
    <w:rsid w:val="00F91E16"/>
    <w:rsid w:val="00F93CBB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tes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A0C9-F253-4127-B918-0CD61C33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69</TotalTime>
  <Pages>277</Pages>
  <Words>42258</Words>
  <Characters>240876</Characters>
  <Application>Microsoft Office Word</Application>
  <DocSecurity>0</DocSecurity>
  <Lines>2007</Lines>
  <Paragraphs>565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282569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20</cp:revision>
  <cp:lastPrinted>2016-02-03T09:03:00Z</cp:lastPrinted>
  <dcterms:created xsi:type="dcterms:W3CDTF">2016-05-09T08:16:00Z</dcterms:created>
  <dcterms:modified xsi:type="dcterms:W3CDTF">2016-05-09T09:37:00Z</dcterms:modified>
</cp:coreProperties>
</file>