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01" w:rsidRPr="00DD79C0" w:rsidRDefault="00F24501" w:rsidP="00DD79C0">
      <w:pPr>
        <w:pStyle w:val="libTitr1"/>
      </w:pPr>
      <w:r w:rsidRPr="00F24501">
        <w:rPr>
          <w:rFonts w:hint="cs"/>
          <w:cs/>
          <w:lang w:bidi="hi-IN"/>
        </w:rPr>
        <w:t>क़यामते</w:t>
      </w:r>
      <w:r w:rsidRPr="00F24501">
        <w:rPr>
          <w:rtl/>
          <w:cs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rtl/>
          <w:cs/>
        </w:rPr>
        <w:t xml:space="preserve"> </w:t>
      </w:r>
    </w:p>
    <w:p w:rsidR="00F24501" w:rsidRPr="00DD79C0" w:rsidRDefault="00F24501" w:rsidP="00DD79C0">
      <w:pPr>
        <w:pStyle w:val="libTitr2"/>
      </w:pPr>
      <w:r w:rsidRPr="00F24501">
        <w:rPr>
          <w:rFonts w:hint="cs"/>
          <w:cs/>
          <w:lang w:bidi="hi-IN"/>
        </w:rPr>
        <w:t>लेखकः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</w:p>
    <w:p w:rsidR="001E1D68" w:rsidRPr="00C64EB4" w:rsidRDefault="001E1D68" w:rsidP="00DD79C0">
      <w:pPr>
        <w:pStyle w:val="libNormal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1E1D68" w:rsidRDefault="001E1D68" w:rsidP="005E673C">
      <w:pPr>
        <w:pStyle w:val="libnotice0"/>
      </w:pPr>
      <w:r w:rsidRPr="00C64EB4">
        <w:t>Alhassanain.org/hindi</w:t>
      </w:r>
    </w:p>
    <w:p w:rsidR="00F24501" w:rsidRPr="00DD79C0" w:rsidRDefault="00F24501" w:rsidP="00DD79C0">
      <w:pPr>
        <w:pStyle w:val="libNormal"/>
      </w:pPr>
    </w:p>
    <w:p w:rsidR="005C3AAB" w:rsidRDefault="005C3AAB" w:rsidP="00DD79C0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FE3A25">
      <w:pPr>
        <w:pStyle w:val="Heading1"/>
      </w:pPr>
      <w:bookmarkStart w:id="0" w:name="_Toc511371199"/>
      <w:r w:rsidRPr="00F24501">
        <w:rPr>
          <w:rFonts w:hint="cs"/>
          <w:cs/>
          <w:lang w:bidi="hi-IN"/>
        </w:rPr>
        <w:lastRenderedPageBreak/>
        <w:t>आत्म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निवेदन</w:t>
      </w:r>
      <w:bookmarkEnd w:id="0"/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दुष्टिगत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="005E673C">
        <w:rPr>
          <w:rFonts w:hint="cs"/>
          <w:cs/>
          <w:lang w:bidi="hi-IN"/>
        </w:rPr>
        <w:t>य्</w:t>
      </w:r>
      <w:r w:rsidRPr="00F24501">
        <w:rPr>
          <w:rFonts w:hint="cs"/>
          <w:cs/>
          <w:lang w:bidi="hi-IN"/>
        </w:rPr>
        <w:t>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अलै</w:t>
      </w:r>
      <w:r w:rsidRPr="00DD79C0">
        <w:t xml:space="preserve">0)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विरोधाभास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इममिया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DD79C0">
        <w:t>,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इलयास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खिज्र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भांति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लेगें।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6092E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36092E">
        <w:rPr>
          <w:rFonts w:hint="cs"/>
          <w:cs/>
          <w:lang w:bidi="hi-IN"/>
        </w:rPr>
        <w:t>विद्य</w:t>
      </w:r>
      <w:r w:rsidRPr="00F24501">
        <w:rPr>
          <w:rFonts w:hint="cs"/>
          <w:cs/>
          <w:lang w:bidi="hi-IN"/>
        </w:rPr>
        <w:t>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माध्यम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रूचि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अभिरूचि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अनभिज्ञ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उससे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उठाना</w:t>
      </w:r>
      <w:r w:rsidRPr="00F24501">
        <w:rPr>
          <w:cs/>
          <w:lang w:bidi="hi-IN"/>
        </w:rPr>
        <w:t xml:space="preserve"> </w:t>
      </w:r>
      <w:r w:rsidR="00FE3A25">
        <w:rPr>
          <w:rFonts w:hint="cs"/>
          <w:cs/>
          <w:lang w:bidi="hi-IN"/>
        </w:rPr>
        <w:t>सम्</w:t>
      </w:r>
      <w:r w:rsidRPr="00F24501">
        <w:rPr>
          <w:rFonts w:hint="cs"/>
          <w:cs/>
          <w:lang w:bidi="hi-IN"/>
        </w:rPr>
        <w:t>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अभिरूचि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हिन्दी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="00FE3A25">
        <w:rPr>
          <w:rFonts w:hint="cs"/>
          <w:cs/>
          <w:lang w:bidi="hi-IN"/>
        </w:rPr>
        <w:t>।</w:t>
      </w:r>
    </w:p>
    <w:p w:rsidR="00DD79C0" w:rsidRDefault="00F24501" w:rsidP="00DD79C0">
      <w:pPr>
        <w:pStyle w:val="libNormal"/>
        <w:rPr>
          <w:lang w:bidi="hi-IN"/>
        </w:rPr>
      </w:pPr>
      <w:r w:rsidRPr="00DD79C0">
        <w:tab/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="00FE3A25">
        <w:rPr>
          <w:rFonts w:hint="cs"/>
          <w:cs/>
          <w:lang w:bidi="hi-IN"/>
        </w:rPr>
        <w:t>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</w:t>
      </w:r>
      <w:r w:rsidR="00FE3A25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मौलाना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="00FE3A25">
        <w:rPr>
          <w:rFonts w:hint="cs"/>
          <w:cs/>
          <w:lang w:bidi="hi-IN"/>
        </w:rPr>
        <w:t>मूल्यवान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="00FE3A25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बढोत्तरी</w:t>
      </w:r>
      <w:r w:rsidR="00FE3A25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="00DD79C0">
        <w:rPr>
          <w:rFonts w:hint="cs"/>
          <w:cs/>
          <w:lang w:bidi="hi-IN"/>
        </w:rPr>
        <w:t>।</w:t>
      </w:r>
    </w:p>
    <w:p w:rsidR="00F24501" w:rsidRPr="00DD79C0" w:rsidRDefault="00F24501" w:rsidP="00CD6548">
      <w:pPr>
        <w:pStyle w:val="libNormal"/>
      </w:pP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</w:t>
      </w:r>
      <w:r w:rsidR="00CD6548">
        <w:rPr>
          <w:rFonts w:hint="cs"/>
          <w:cs/>
          <w:lang w:bidi="hi-IN"/>
        </w:rPr>
        <w:t>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</w:t>
      </w:r>
      <w:r w:rsidR="00CD6548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ए</w:t>
      </w:r>
      <w:r w:rsidRPr="00F24501">
        <w:rPr>
          <w:rFonts w:hint="cs"/>
          <w:cs/>
          <w:lang w:bidi="hi-IN"/>
        </w:rPr>
        <w:t>व</w:t>
      </w:r>
      <w:r w:rsidR="00CD6548">
        <w:rPr>
          <w:rFonts w:hint="cs"/>
          <w:cs/>
          <w:lang w:bidi="hi-IN"/>
        </w:rPr>
        <w:t>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प्रार्थना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</w:t>
      </w:r>
      <w:r w:rsidR="00CD6548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सेवकों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</w:t>
      </w:r>
      <w:r w:rsidR="00CD6548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="008265FA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प्राणियों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तुच्छ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तबातबाई</w:t>
      </w:r>
    </w:p>
    <w:p w:rsidR="00F24501" w:rsidRPr="00DD79C0" w:rsidRDefault="00F24501" w:rsidP="00DD79C0">
      <w:pPr>
        <w:pStyle w:val="libNormal"/>
      </w:pPr>
    </w:p>
    <w:p w:rsidR="00CD6548" w:rsidRDefault="00CD6548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CD6548">
      <w:pPr>
        <w:pStyle w:val="Heading1"/>
      </w:pPr>
      <w:bookmarkStart w:id="1" w:name="_Toc511371200"/>
      <w:r w:rsidRPr="00F24501">
        <w:rPr>
          <w:rFonts w:hint="cs"/>
          <w:cs/>
          <w:lang w:bidi="hi-IN"/>
        </w:rPr>
        <w:lastRenderedPageBreak/>
        <w:t>श्रद्धार्पित</w:t>
      </w:r>
      <w:bookmarkEnd w:id="1"/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बिस्म्ल्लाह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हिर्रहमा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निर्हीम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वस्तुवाद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भयकन्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डरावने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जूनम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कारवां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विश्वव्यापी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भेंट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नये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संस्कृति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अभिलाषा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चाँद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सूरज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सितारों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कमन</w:t>
      </w:r>
      <w:r w:rsidR="003D11BF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भयावह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सभ्यता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ठेकेदार</w:t>
      </w:r>
      <w:r w:rsidR="008265FA">
        <w:rPr>
          <w:rFonts w:hint="cs"/>
          <w:cs/>
          <w:lang w:bidi="hi-IN"/>
        </w:rPr>
        <w:t>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असभ्यता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</w:t>
      </w:r>
      <w:r w:rsidR="008265FA">
        <w:rPr>
          <w:rFonts w:hint="cs"/>
          <w:cs/>
          <w:lang w:bidi="hi-IN"/>
        </w:rPr>
        <w:t>ी</w:t>
      </w:r>
      <w:r w:rsidRPr="00F24501">
        <w:rPr>
          <w:rFonts w:hint="cs"/>
          <w:cs/>
          <w:lang w:bidi="hi-IN"/>
        </w:rPr>
        <w:t>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मस्तिष्क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लज्जा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गया।</w:t>
      </w:r>
    </w:p>
    <w:p w:rsidR="00F24501" w:rsidRPr="00DD79C0" w:rsidRDefault="00F24501" w:rsidP="003D11BF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प्रत्यक्ष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अंधकार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सं</w:t>
      </w:r>
      <w:r w:rsidRPr="00F24501">
        <w:rPr>
          <w:rFonts w:hint="cs"/>
          <w:cs/>
          <w:lang w:bidi="hi-IN"/>
        </w:rPr>
        <w:t>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="003D11BF" w:rsidRPr="00F24501">
        <w:rPr>
          <w:rFonts w:hint="cs"/>
          <w:cs/>
          <w:lang w:bidi="hi-IN"/>
        </w:rPr>
        <w:t>चप्पा</w:t>
      </w:r>
      <w:r w:rsidR="003D11BF">
        <w:rPr>
          <w:rFonts w:hint="cs"/>
          <w:cs/>
          <w:lang w:bidi="hi-IN"/>
        </w:rPr>
        <w:t xml:space="preserve"> </w:t>
      </w:r>
      <w:r w:rsidR="003D11BF" w:rsidRPr="00F24501">
        <w:rPr>
          <w:rFonts w:hint="cs"/>
          <w:cs/>
          <w:lang w:bidi="hi-IN"/>
        </w:rPr>
        <w:t>चप्पा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नस</w:t>
      </w:r>
      <w:r w:rsidR="00CD6548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अपमान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तैयारियाँ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</w:t>
      </w:r>
      <w:r w:rsidR="00CD6548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खौफनाक़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माह</w:t>
      </w:r>
      <w:r w:rsidR="00CD6548">
        <w:rPr>
          <w:rFonts w:hint="cs"/>
          <w:cs/>
          <w:lang w:bidi="hi-IN"/>
        </w:rPr>
        <w:t>ौ</w:t>
      </w:r>
      <w:r w:rsidRPr="00F24501">
        <w:rPr>
          <w:rFonts w:hint="cs"/>
          <w:cs/>
          <w:lang w:bidi="hi-IN"/>
        </w:rPr>
        <w:t>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गुनाहों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तूफान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सभी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द्वार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निराशा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="00CD6548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निराशा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बाक़ी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तेजस्वी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गुनाहगार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शुद्धता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सन्तुष्टि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निष्ठा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बेचैनी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निवोदित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कीजिये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सहनशीलता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कमज़ोर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छूटने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CD6548">
      <w:pPr>
        <w:pStyle w:val="libNormal"/>
      </w:pP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अदृश्यता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उलटकर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तेजस्वी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चेहरे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अधंकरमय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सं</w:t>
      </w:r>
      <w:r w:rsidRPr="00F24501">
        <w:rPr>
          <w:rFonts w:hint="cs"/>
          <w:cs/>
          <w:lang w:bidi="hi-IN"/>
        </w:rPr>
        <w:t>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इंसाफ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ज्य</w:t>
      </w:r>
      <w:r w:rsidR="00CD6548">
        <w:rPr>
          <w:rFonts w:hint="cs"/>
          <w:cs/>
          <w:lang w:bidi="hi-IN"/>
        </w:rPr>
        <w:t>ो</w:t>
      </w:r>
      <w:r w:rsidRPr="00F24501">
        <w:rPr>
          <w:rFonts w:hint="cs"/>
          <w:cs/>
          <w:lang w:bidi="hi-IN"/>
        </w:rPr>
        <w:t>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जगमगाकर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सं</w:t>
      </w:r>
      <w:r w:rsidRPr="00F24501">
        <w:rPr>
          <w:rFonts w:hint="cs"/>
          <w:cs/>
          <w:lang w:bidi="hi-IN"/>
        </w:rPr>
        <w:t>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कण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क</w:t>
      </w:r>
      <w:r w:rsidRPr="00F24501">
        <w:rPr>
          <w:rFonts w:hint="cs"/>
          <w:cs/>
          <w:lang w:bidi="hi-IN"/>
        </w:rPr>
        <w:t>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दिखाइये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</w:t>
      </w:r>
      <w:r w:rsidR="00CD6548">
        <w:rPr>
          <w:rFonts w:hint="cs"/>
          <w:cs/>
          <w:lang w:bidi="hi-IN"/>
        </w:rPr>
        <w:t>ा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</w:t>
      </w:r>
      <w:r w:rsidR="003D11BF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फार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कितनी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घृणा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उदासीनता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करें।</w:t>
      </w:r>
    </w:p>
    <w:p w:rsidR="00F24501" w:rsidRPr="00DD79C0" w:rsidRDefault="00F24501" w:rsidP="00CD6548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निर्मल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यद्दपि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</w:t>
      </w:r>
      <w:r w:rsidR="00CD6548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स्व</w:t>
      </w:r>
      <w:r w:rsidRPr="00F24501">
        <w:rPr>
          <w:rFonts w:hint="cs"/>
          <w:cs/>
          <w:lang w:bidi="hi-IN"/>
        </w:rPr>
        <w:t>य</w:t>
      </w:r>
      <w:r w:rsidR="00CD6548">
        <w:rPr>
          <w:rFonts w:hint="cs"/>
          <w:cs/>
          <w:lang w:bidi="hi-IN"/>
        </w:rPr>
        <w:t>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चरण</w:t>
      </w:r>
      <w:r w:rsidRPr="00F24501">
        <w:rPr>
          <w:cs/>
          <w:lang w:bidi="hi-IN"/>
        </w:rPr>
        <w:t xml:space="preserve"> </w:t>
      </w:r>
      <w:r w:rsidR="00CD6548">
        <w:rPr>
          <w:rFonts w:hint="cs"/>
          <w:cs/>
          <w:lang w:bidi="hi-IN"/>
        </w:rPr>
        <w:t>प्रति</w:t>
      </w:r>
      <w:r w:rsidRPr="00F24501">
        <w:rPr>
          <w:rFonts w:hint="cs"/>
          <w:cs/>
          <w:lang w:bidi="hi-IN"/>
        </w:rPr>
        <w:t>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शीघ्रताशीघ्र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पधारें।</w:t>
      </w:r>
    </w:p>
    <w:p w:rsidR="00F24501" w:rsidRPr="00DD79C0" w:rsidRDefault="00F24501" w:rsidP="00CD6548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उत्पीडित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पूर्ति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आगमन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घोषणा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स्वागतम्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कारणंवश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श्रद्धार्पित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DD79C0">
        <w:t xml:space="preserve">, </w:t>
      </w:r>
      <w:r w:rsidRPr="00F24501">
        <w:rPr>
          <w:rFonts w:hint="cs"/>
          <w:cs/>
          <w:lang w:bidi="hi-IN"/>
        </w:rPr>
        <w:t>शीर्षक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सार्पत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उम्मीदवार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कृपा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</w:t>
      </w:r>
      <w:r w:rsidR="00CD6548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सेवकों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पंक्ति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गुज़रती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क्षणिक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ठहरे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नजात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दुस्साहस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लज्जित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="00CD6548">
        <w:rPr>
          <w:rFonts w:hint="cs"/>
          <w:cs/>
          <w:lang w:bidi="hi-IN"/>
        </w:rPr>
        <w:t>।</w:t>
      </w:r>
    </w:p>
    <w:p w:rsidR="00F24501" w:rsidRPr="00DD79C0" w:rsidRDefault="00F24501" w:rsidP="00CD6548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ज़ब्त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ख़ामोश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CD6548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हुस्न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मिस्ल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रूपोश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</w:p>
    <w:p w:rsidR="00CD6548" w:rsidRDefault="00F24501" w:rsidP="00CD6548">
      <w:pPr>
        <w:pStyle w:val="libNormal"/>
        <w:rPr>
          <w:lang w:bidi="hi-IN"/>
        </w:rPr>
      </w:pPr>
      <w:r w:rsidRPr="00DD79C0">
        <w:tab/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उलटें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चेहर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गैबत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नकाब</w:t>
      </w:r>
    </w:p>
    <w:p w:rsidR="00F24501" w:rsidRPr="00DD79C0" w:rsidRDefault="00F24501" w:rsidP="00CD6548">
      <w:pPr>
        <w:pStyle w:val="libNormal"/>
      </w:pP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जिम्मा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जमाने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होश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="00CD6548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  <w:rPr>
          <w:lang w:bidi="hi-IN"/>
        </w:rPr>
      </w:pPr>
    </w:p>
    <w:p w:rsidR="00F24501" w:rsidRPr="00DD79C0" w:rsidRDefault="00F24501" w:rsidP="003D11BF">
      <w:pPr>
        <w:pStyle w:val="Heading1"/>
      </w:pPr>
      <w:bookmarkStart w:id="2" w:name="_Toc511371201"/>
      <w:r w:rsidRPr="00DD79C0">
        <w:t>(</w:t>
      </w:r>
      <w:r w:rsidR="005C3AAB">
        <w:rPr>
          <w:rFonts w:hint="cs"/>
          <w:cs/>
          <w:lang w:bidi="hi-IN"/>
        </w:rPr>
        <w:t>इज़हारे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ख़्याल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अभव्यक्ति</w:t>
      </w:r>
      <w:bookmarkEnd w:id="2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आदरणीय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मौलवी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सनाऊल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DD79C0">
        <w:tab/>
      </w:r>
      <w:r w:rsidRPr="00DD79C0">
        <w:tab/>
      </w:r>
      <w:r w:rsidRPr="00DD79C0">
        <w:tab/>
      </w:r>
      <w:r w:rsidRPr="00DD79C0">
        <w:tab/>
      </w:r>
      <w:r w:rsidRPr="00F24501">
        <w:rPr>
          <w:rFonts w:hint="cs"/>
          <w:cs/>
          <w:lang w:bidi="hi-IN"/>
        </w:rPr>
        <w:t>एम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Pr="00DD79C0">
        <w:t>0 (</w:t>
      </w:r>
      <w:r w:rsidRPr="00F24501">
        <w:rPr>
          <w:rFonts w:hint="cs"/>
          <w:cs/>
          <w:lang w:bidi="hi-IN"/>
        </w:rPr>
        <w:t>अलीगढ़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अनुवादकः</w:t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अलस्टरानामी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बिगनर्स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DD79C0">
        <w:tab/>
      </w:r>
      <w:r w:rsidRPr="00F24501">
        <w:rPr>
          <w:rFonts w:hint="cs"/>
          <w:cs/>
          <w:lang w:bidi="hi-IN"/>
        </w:rPr>
        <w:t>मर्टिन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डेविडसन</w:t>
      </w:r>
      <w:r w:rsidRPr="00DD79C0">
        <w:t>,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DD79C0">
        <w:tab/>
      </w:r>
      <w:r w:rsidRPr="00F24501">
        <w:rPr>
          <w:rFonts w:hint="cs"/>
          <w:cs/>
          <w:lang w:bidi="hi-IN"/>
        </w:rPr>
        <w:t>बउनवान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महोअंजुम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कराची</w:t>
      </w:r>
    </w:p>
    <w:p w:rsidR="00F24501" w:rsidRPr="00DD79C0" w:rsidRDefault="00F24501" w:rsidP="00AB5715">
      <w:pPr>
        <w:pStyle w:val="libNormal"/>
      </w:pP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अन्तकाल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अन्जाम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अमुचित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अक़ीदा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प्राथमिकताओं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अन्तरात्मा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झँकोर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भयभि</w:t>
      </w:r>
      <w:r w:rsidRPr="00F24501">
        <w:rPr>
          <w:rFonts w:hint="cs"/>
          <w:cs/>
          <w:lang w:bidi="hi-IN"/>
        </w:rPr>
        <w:t>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स्त्रोत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अपितु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चाहिए।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अक़ीदे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lastRenderedPageBreak/>
        <w:t>ड़</w:t>
      </w:r>
      <w:r w:rsidRPr="00F24501">
        <w:rPr>
          <w:rFonts w:hint="cs"/>
          <w:cs/>
          <w:lang w:bidi="hi-IN"/>
        </w:rPr>
        <w:t>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बौद्धिकता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जेम्स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जेन्सन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भौतिकता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रहस्यमस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उमं</w:t>
      </w:r>
      <w:r w:rsidRPr="00F24501">
        <w:rPr>
          <w:rFonts w:hint="cs"/>
          <w:cs/>
          <w:lang w:bidi="hi-IN"/>
        </w:rPr>
        <w:t>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असफ़लताओं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सफ़लताऐं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हों।</w:t>
      </w:r>
    </w:p>
    <w:p w:rsidR="00F24501" w:rsidRPr="00DD79C0" w:rsidRDefault="00F24501" w:rsidP="00AB5715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</w:t>
      </w:r>
      <w:r w:rsidR="00AB5715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कम्पों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इत्यादि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भयानकता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="00AB5715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कराया</w:t>
      </w:r>
      <w:r w:rsidR="00AB5715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</w:t>
      </w:r>
      <w:r w:rsidR="00AB5715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आन्तरिक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पदार्थों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विक्षोभ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धरातल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उलट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पुलट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ऊपरी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वातावरण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="00AB5715">
        <w:rPr>
          <w:rFonts w:hint="cs"/>
          <w:cs/>
          <w:lang w:bidi="hi-IN"/>
        </w:rPr>
        <w:t xml:space="preserve"> 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ब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पिण्ड़ों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नियतता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क्रमबद्धता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धरातल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स्वयं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वैज्ञानिक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ढकेल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AB5715">
        <w:rPr>
          <w:rFonts w:hint="cs"/>
          <w:cs/>
          <w:lang w:bidi="hi-IN"/>
        </w:rPr>
        <w:t>ें</w:t>
      </w:r>
      <w:r w:rsidRPr="00F24501">
        <w:rPr>
          <w:rFonts w:hint="cs"/>
          <w:cs/>
          <w:lang w:bidi="hi-IN"/>
        </w:rPr>
        <w:t>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="00AB5715">
        <w:rPr>
          <w:rFonts w:hint="cs"/>
          <w:cs/>
          <w:lang w:bidi="hi-IN"/>
        </w:rPr>
        <w:t>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सूरज</w:t>
      </w:r>
      <w:r w:rsidRPr="00DD79C0">
        <w:t xml:space="preserve">, </w:t>
      </w:r>
      <w:r w:rsidRPr="00F24501">
        <w:rPr>
          <w:rFonts w:hint="cs"/>
          <w:cs/>
          <w:lang w:bidi="hi-IN"/>
        </w:rPr>
        <w:t>छव्टा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नोवा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सितारों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अचानक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विशालता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लपेट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पूर्णतया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="00AB5715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समृद्धि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सं</w:t>
      </w:r>
      <w:r w:rsidRPr="00F24501">
        <w:rPr>
          <w:rFonts w:hint="cs"/>
          <w:cs/>
          <w:lang w:bidi="hi-IN"/>
        </w:rPr>
        <w:t>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पहुँचाये</w:t>
      </w:r>
      <w:r w:rsidR="00EE5A92">
        <w:rPr>
          <w:rFonts w:hint="cs"/>
          <w:cs/>
          <w:lang w:bidi="hi-IN"/>
        </w:rPr>
        <w:t>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अक़ीदा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="00AB5715">
        <w:rPr>
          <w:rFonts w:hint="cs"/>
          <w:cs/>
          <w:lang w:bidi="hi-IN"/>
        </w:rPr>
        <w:t>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खेदजनक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बच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यापन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चाहिए।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जैसी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विद्ममान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अवगुण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इकबाल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इबलीस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ज़बान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बरबादी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</w:t>
      </w:r>
      <w:r w:rsidR="00AB5715">
        <w:rPr>
          <w:rFonts w:hint="cs"/>
          <w:cs/>
          <w:lang w:bidi="hi-IN"/>
        </w:rPr>
        <w:t>ा</w:t>
      </w:r>
      <w:r w:rsidRPr="00F24501">
        <w:rPr>
          <w:rFonts w:hint="cs"/>
          <w:cs/>
          <w:lang w:bidi="hi-IN"/>
        </w:rPr>
        <w:t>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कारसाज़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जिसने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नून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आलोचना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मोहताज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आश्रित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विस्तारीकण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गिनाने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दिलाना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नसीहत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चलन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आदरणी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भ्रातः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परिश्रम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उद्धरित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सूक्ष्म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ठोस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वैज्ञानिक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ढ़ंग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विश्लेषण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सफ़ल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प्राक्कथन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श्रृंखला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क्रां</w:t>
      </w:r>
      <w:r w:rsidRPr="00F24501">
        <w:rPr>
          <w:rFonts w:hint="cs"/>
          <w:cs/>
          <w:lang w:bidi="hi-IN"/>
        </w:rPr>
        <w:t>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परलोक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</w:t>
      </w:r>
      <w:r w:rsidR="00AB5715">
        <w:rPr>
          <w:rFonts w:hint="cs"/>
          <w:cs/>
          <w:lang w:bidi="hi-IN"/>
        </w:rPr>
        <w:t>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दर्पण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चाहिऐ</w:t>
      </w:r>
      <w:r w:rsidR="00AB5715">
        <w:rPr>
          <w:rFonts w:hint="cs"/>
          <w:cs/>
          <w:lang w:bidi="hi-IN"/>
        </w:rPr>
        <w:t>।</w:t>
      </w:r>
    </w:p>
    <w:p w:rsidR="00F24501" w:rsidRPr="00DD79C0" w:rsidRDefault="00F24501" w:rsidP="00AB5715">
      <w:pPr>
        <w:pStyle w:val="libNormal"/>
      </w:pP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असहमति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आलोचना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</w:t>
      </w:r>
      <w:r w:rsidR="00AB5715">
        <w:rPr>
          <w:rFonts w:hint="cs"/>
          <w:cs/>
          <w:lang w:bidi="hi-IN"/>
        </w:rPr>
        <w:t>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हटाना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असहमति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ध्येय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मनोरंजन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सकेगा।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सनाईल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सिद्दीक़ी</w:t>
      </w:r>
      <w:r w:rsidRPr="00F24501">
        <w:rPr>
          <w:cs/>
          <w:lang w:bidi="hi-IN"/>
        </w:rPr>
        <w:t xml:space="preserve"> </w:t>
      </w:r>
    </w:p>
    <w:p w:rsidR="00D02EEB" w:rsidRDefault="00D02EEB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05120F">
      <w:pPr>
        <w:pStyle w:val="Heading1"/>
      </w:pPr>
      <w:bookmarkStart w:id="3" w:name="_Toc511371202"/>
      <w:r w:rsidRPr="00F24501">
        <w:rPr>
          <w:rFonts w:hint="cs"/>
          <w:cs/>
          <w:lang w:bidi="hi-IN"/>
        </w:rPr>
        <w:lastRenderedPageBreak/>
        <w:t>प्राक्कथन</w:t>
      </w:r>
      <w:bookmarkEnd w:id="3"/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परम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आदरणीय</w:t>
      </w:r>
      <w:r w:rsidRPr="00DD79C0">
        <w:t>,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श्री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अलहाज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</w:t>
      </w:r>
      <w:r w:rsidR="001E1D68">
        <w:rPr>
          <w:rFonts w:hint="cs"/>
          <w:cs/>
          <w:lang w:bidi="hi-IN"/>
        </w:rPr>
        <w:t>ा</w:t>
      </w:r>
      <w:r w:rsidRPr="00F24501">
        <w:rPr>
          <w:rFonts w:hint="cs"/>
          <w:cs/>
          <w:lang w:bidi="hi-IN"/>
        </w:rPr>
        <w:t>म</w:t>
      </w:r>
      <w:r w:rsidR="001E1D68">
        <w:rPr>
          <w:rFonts w:hint="cs"/>
          <w:cs/>
          <w:lang w:bidi="hi-IN"/>
        </w:rPr>
        <w:t>ा</w:t>
      </w:r>
      <w:r w:rsidRPr="00F24501">
        <w:rPr>
          <w:cs/>
          <w:lang w:bidi="hi-IN"/>
        </w:rPr>
        <w:t xml:space="preserve"> </w:t>
      </w:r>
      <w:r w:rsidR="001E1D68">
        <w:rPr>
          <w:rFonts w:hint="cs"/>
          <w:cs/>
          <w:lang w:bidi="hi-IN"/>
        </w:rPr>
        <w:t>ता</w:t>
      </w:r>
      <w:r w:rsidRPr="00F24501">
        <w:rPr>
          <w:rFonts w:hint="cs"/>
          <w:cs/>
          <w:lang w:bidi="hi-IN"/>
        </w:rPr>
        <w:t>ल</w:t>
      </w:r>
      <w:r w:rsidR="001E1D68">
        <w:rPr>
          <w:rFonts w:hint="cs"/>
          <w:cs/>
          <w:lang w:bidi="hi-IN"/>
        </w:rPr>
        <w:t>िब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</w:t>
      </w:r>
      <w:r w:rsidR="001E1D68">
        <w:rPr>
          <w:rFonts w:hint="cs"/>
          <w:cs/>
          <w:lang w:bidi="hi-IN"/>
        </w:rPr>
        <w:t>ौ</w:t>
      </w:r>
      <w:r w:rsidRPr="00F24501">
        <w:rPr>
          <w:rFonts w:hint="cs"/>
          <w:cs/>
          <w:lang w:bidi="hi-IN"/>
        </w:rPr>
        <w:t>हरी</w:t>
      </w:r>
    </w:p>
    <w:p w:rsidR="00F24501" w:rsidRPr="00DD79C0" w:rsidRDefault="00F24501" w:rsidP="00DD79C0">
      <w:pPr>
        <w:pStyle w:val="libNormal"/>
      </w:pPr>
      <w:r w:rsidRPr="00DD79C0">
        <w:t>(</w:t>
      </w:r>
      <w:r w:rsidR="001E1D68">
        <w:rPr>
          <w:rFonts w:hint="cs"/>
          <w:cs/>
          <w:lang w:bidi="hi-IN"/>
        </w:rPr>
        <w:t>प्र</w:t>
      </w:r>
      <w:r w:rsidRPr="00F24501">
        <w:rPr>
          <w:rFonts w:hint="cs"/>
          <w:cs/>
          <w:lang w:bidi="hi-IN"/>
        </w:rPr>
        <w:t>वक्ता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गवर्मेन्ट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कालिज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नाज़िमा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बाद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कराची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बिस्ल्लाहिर्रहमान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निर्रहीम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लघु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सोकलित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एकत्रीकरण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धर्मशास्त्रीयों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पारखियों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चर्चा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अपरिहार्य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DD79C0">
        <w:t>1.</w:t>
      </w:r>
      <w:r w:rsidRPr="00DD79C0">
        <w:tab/>
      </w:r>
      <w:r w:rsidRPr="00F24501">
        <w:rPr>
          <w:rFonts w:hint="cs"/>
          <w:cs/>
          <w:lang w:bidi="hi-IN"/>
        </w:rPr>
        <w:t>जामये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बिनइस्माईल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बुख़ारी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2.</w:t>
      </w:r>
      <w:r w:rsidRPr="00DD79C0">
        <w:tab/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हज्जाज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11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lastRenderedPageBreak/>
        <w:t>3.</w:t>
      </w:r>
      <w:r w:rsidRPr="00DD79C0">
        <w:tab/>
      </w:r>
      <w:r w:rsidRPr="00F24501">
        <w:rPr>
          <w:rFonts w:hint="cs"/>
          <w:cs/>
          <w:lang w:bidi="hi-IN"/>
        </w:rPr>
        <w:t>जमा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सहीद्दीन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हमीदी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2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4.</w:t>
      </w:r>
      <w:r w:rsidRPr="00DD79C0">
        <w:tab/>
      </w:r>
      <w:r w:rsidRPr="00F24501">
        <w:rPr>
          <w:rFonts w:hint="cs"/>
          <w:cs/>
          <w:lang w:bidi="hi-IN"/>
        </w:rPr>
        <w:t>जमा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सहाएसित्ता</w:t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जैद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बिनमाविया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अबदरी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DD79C0">
        <w:t>11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5.</w:t>
      </w:r>
      <w:r w:rsidRPr="00DD79C0">
        <w:tab/>
      </w:r>
      <w:r w:rsidRPr="00F24501">
        <w:rPr>
          <w:rFonts w:hint="cs"/>
          <w:cs/>
          <w:lang w:bidi="hi-IN"/>
        </w:rPr>
        <w:t>फ़जायलुस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सहाबा</w:t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अब्दुल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अज़ीज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अबकरी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7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6.</w:t>
      </w:r>
      <w:r w:rsidRPr="00DD79C0">
        <w:tab/>
      </w:r>
      <w:r w:rsidRPr="00F24501">
        <w:rPr>
          <w:rFonts w:hint="cs"/>
          <w:cs/>
          <w:lang w:bidi="hi-IN"/>
        </w:rPr>
        <w:t>तफ़सीरे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सालेबी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सीलिबी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</w:t>
      </w:r>
    </w:p>
    <w:p w:rsidR="00F24501" w:rsidRPr="00DD79C0" w:rsidRDefault="00F24501" w:rsidP="00DD79C0">
      <w:pPr>
        <w:pStyle w:val="libNormal"/>
      </w:pPr>
      <w:r w:rsidRPr="00DD79C0">
        <w:t>7.</w:t>
      </w:r>
      <w:r w:rsidRPr="00DD79C0">
        <w:tab/>
      </w:r>
      <w:r w:rsidRPr="00F24501">
        <w:rPr>
          <w:rFonts w:hint="cs"/>
          <w:cs/>
          <w:lang w:bidi="hi-IN"/>
        </w:rPr>
        <w:t>ग़रीमुल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कतीबा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6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8.</w:t>
      </w:r>
      <w:r w:rsidRPr="00DD79C0">
        <w:tab/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फ़िरदैस़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शैरविया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दैलमी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4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9.</w:t>
      </w:r>
      <w:r w:rsidRPr="00DD79C0">
        <w:tab/>
      </w:r>
      <w:r w:rsidRPr="00F24501">
        <w:rPr>
          <w:rFonts w:hint="cs"/>
          <w:cs/>
          <w:lang w:bidi="hi-IN"/>
        </w:rPr>
        <w:t>मुसन्ते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फ़ात्मा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हाफिज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अबुलहसन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क़त्नी</w:t>
      </w:r>
      <w:r w:rsidRPr="00F24501">
        <w:rPr>
          <w:cs/>
          <w:lang w:bidi="hi-IN"/>
        </w:rPr>
        <w:tab/>
      </w:r>
      <w:r w:rsidRPr="00DD79C0">
        <w:t>6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10.</w:t>
      </w:r>
      <w:r w:rsidRPr="00DD79C0">
        <w:tab/>
      </w:r>
      <w:r w:rsidRPr="00F24501">
        <w:rPr>
          <w:rFonts w:hint="cs"/>
          <w:cs/>
          <w:lang w:bidi="hi-IN"/>
        </w:rPr>
        <w:t>मुसन्दे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हाफ़िज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क़त्नी</w:t>
      </w:r>
      <w:r w:rsidRPr="00F24501">
        <w:rPr>
          <w:cs/>
          <w:lang w:bidi="hi-IN"/>
        </w:rPr>
        <w:tab/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11.</w:t>
      </w:r>
      <w:r w:rsidRPr="00DD79C0">
        <w:tab/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मुब्तदा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किसाई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2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12.</w:t>
      </w:r>
      <w:r w:rsidRPr="00DD79C0">
        <w:tab/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मसाबीह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मसूद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फ़तरा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13.</w:t>
      </w:r>
      <w:r w:rsidRPr="00DD79C0">
        <w:tab/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मसाबीह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फ़तरा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14.</w:t>
      </w:r>
      <w:r w:rsidRPr="00DD79C0">
        <w:tab/>
      </w:r>
      <w:r w:rsidRPr="00F24501">
        <w:rPr>
          <w:rFonts w:hint="cs"/>
          <w:cs/>
          <w:lang w:bidi="hi-IN"/>
        </w:rPr>
        <w:t>किताब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हाफ़िज</w:t>
      </w:r>
      <w:r w:rsidRPr="00F24501">
        <w:rPr>
          <w:cs/>
          <w:lang w:bidi="hi-IN"/>
        </w:rPr>
        <w:t xml:space="preserve"> 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मतीन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15.</w:t>
      </w:r>
      <w:r w:rsidRPr="00DD79C0">
        <w:tab/>
      </w:r>
      <w:r w:rsidRPr="00F24501">
        <w:rPr>
          <w:rFonts w:hint="cs"/>
          <w:cs/>
          <w:lang w:bidi="hi-IN"/>
        </w:rPr>
        <w:t>अहलुलखाया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इस्माईल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फ़रग़ाफी</w:t>
      </w:r>
      <w:r w:rsidRPr="00F24501">
        <w:rPr>
          <w:cs/>
          <w:lang w:bidi="hi-IN"/>
        </w:rPr>
        <w:tab/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16.</w:t>
      </w:r>
      <w:r w:rsidRPr="00DD79C0">
        <w:tab/>
      </w:r>
      <w:r w:rsidRPr="00F24501">
        <w:rPr>
          <w:rFonts w:hint="cs"/>
          <w:cs/>
          <w:lang w:bidi="hi-IN"/>
        </w:rPr>
        <w:t>ख़बरे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सतीह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हमीदी</w:t>
      </w:r>
      <w:r w:rsidRPr="00F24501">
        <w:rPr>
          <w:cs/>
          <w:lang w:bidi="hi-IN"/>
        </w:rPr>
        <w:t>.................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DD79C0">
        <w:t>2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DD79C0">
        <w:t>17.</w:t>
      </w:r>
      <w:r w:rsidRPr="00DD79C0">
        <w:tab/>
      </w:r>
      <w:r w:rsidRPr="00F24501">
        <w:rPr>
          <w:rFonts w:hint="cs"/>
          <w:cs/>
          <w:lang w:bidi="hi-IN"/>
        </w:rPr>
        <w:t>इस्तेआब</w:t>
      </w:r>
      <w:r w:rsidRPr="00F24501">
        <w:rPr>
          <w:cs/>
          <w:lang w:bidi="hi-IN"/>
        </w:rPr>
        <w:tab/>
      </w:r>
      <w:r w:rsidRPr="00F24501">
        <w:rPr>
          <w:cs/>
          <w:lang w:bidi="hi-IN"/>
        </w:rPr>
        <w:tab/>
      </w:r>
      <w:r w:rsidRPr="00F24501">
        <w:rPr>
          <w:rFonts w:hint="cs"/>
          <w:cs/>
          <w:lang w:bidi="hi-IN"/>
        </w:rPr>
        <w:t>युसुफ़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अज़ीज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नमीरी</w:t>
      </w:r>
      <w:r w:rsidRPr="00F24501">
        <w:rPr>
          <w:cs/>
          <w:lang w:bidi="hi-IN"/>
        </w:rPr>
        <w:t xml:space="preserve"> .........</w:t>
      </w:r>
      <w:r w:rsidRPr="00DD79C0">
        <w:t>2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चौदह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यज़ीद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ख़िलाफ़त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व्याक्तित्व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निजी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विशेषताऐं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परिवारिक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घण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अन्ततोगत्वा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ज़िक्र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छिड़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क़यकमी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जवानी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तक।।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विमुख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अकीदों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वितर्कों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विद्मान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मामले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असफल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फ़ात्मा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भारतीय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पाकिस्तानी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बिगड़ते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प्रवृत्ति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उत्सुक्ता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कृपा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लाभान्वित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कदाचित</w:t>
      </w:r>
      <w:r w:rsidRPr="00F24501">
        <w:rPr>
          <w:cs/>
          <w:lang w:bidi="hi-IN"/>
        </w:rPr>
        <w:t xml:space="preserve"> </w:t>
      </w:r>
      <w:r w:rsidRPr="00DD79C0">
        <w:t>,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हल्क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मुस्तजएलून</w:t>
      </w:r>
      <w:r w:rsidRPr="00F24501">
        <w:rPr>
          <w:cs/>
          <w:lang w:bidi="hi-IN"/>
        </w:rPr>
        <w:t xml:space="preserve"> </w:t>
      </w:r>
      <w:r w:rsidRPr="00DD79C0">
        <w:t>– (</w:t>
      </w:r>
      <w:r w:rsidRPr="00F24501">
        <w:rPr>
          <w:rFonts w:hint="cs"/>
          <w:cs/>
          <w:lang w:bidi="hi-IN"/>
        </w:rPr>
        <w:t>जल्दी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ठोस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रचनाए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परिणाम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प्रवृत्ति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भट्कने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श्रँखलाऐं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मामलों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अविष्कार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वितर्क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खोले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उदाहणार्थ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नीतिनुसार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ठहराया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सम्मानित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पढ़गें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मामला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यद्दपि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इकाई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वहदत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टिप्पणी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>1.</w:t>
      </w:r>
      <w:r w:rsidRPr="00DD79C0">
        <w:tab/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</w:p>
    <w:p w:rsidR="00F24501" w:rsidRPr="00DD79C0" w:rsidRDefault="00F24501" w:rsidP="00DD79C0">
      <w:pPr>
        <w:pStyle w:val="libNormal"/>
      </w:pPr>
      <w:r w:rsidRPr="00DD79C0">
        <w:t>2.</w:t>
      </w:r>
      <w:r w:rsidRPr="00DD79C0">
        <w:tab/>
      </w:r>
      <w:r w:rsidRPr="00F24501">
        <w:rPr>
          <w:rFonts w:hint="cs"/>
          <w:cs/>
          <w:lang w:bidi="hi-IN"/>
        </w:rPr>
        <w:t>महदियत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सिवाऐ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अनियमित्ताओं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स्पष्टीकरण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संघर्ष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मरियम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परिस्तिथियों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आलिमों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दुबर्ल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सब्बेख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अविश्वस्नीय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इस्रराइली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साक्ष्य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आधिक्य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निरन्तरता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हास्यप्रद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व्यक्तित्द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अपरिहार्य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बनावटी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पिरपूर्ण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तृतीय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शाँति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समस्याओं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दिलाने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अध्ययनाधीन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श्रीमान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बधाई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lastRenderedPageBreak/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कलात्मक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दक्षता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अखबारे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सूचनाऐं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संग्रहीत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अनोखी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जर्चित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सामग्री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अख़बार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सहस्त्रों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अचम्भे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मस्तिष्क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मामला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कौन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श्रंखला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अहलेबैत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>0) (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सम्बंधी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ख्याति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आलिमों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एकत्रीकरण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बिन्दु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परीक्षण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निम्नलिखित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रक्खेः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कूफ़ी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पूंजी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कीफ़ी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बलदल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इस्तेनाक़</w:t>
      </w:r>
      <w:r w:rsidRPr="00F24501">
        <w:rPr>
          <w:cs/>
          <w:lang w:bidi="hi-IN"/>
        </w:rPr>
        <w:t xml:space="preserve"> (</w:t>
      </w:r>
      <w:r w:rsidRPr="00DD79C0">
        <w:t xml:space="preserve">Coby)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कठिनाईयाँ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भूलचुक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अपरिहार्य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तहरीक़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फाडना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तकरीक़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जलाना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सिर्फ़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बिन्दु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परिणाम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गलियों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कथानुसार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मावाहकरीत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मावाहदकोयत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इलाकों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(</w:t>
      </w:r>
      <w:r w:rsidRPr="00DD79C0">
        <w:t xml:space="preserve">Coby) </w:t>
      </w:r>
      <w:r w:rsidRPr="00F24501">
        <w:rPr>
          <w:rFonts w:hint="cs"/>
          <w:cs/>
          <w:lang w:bidi="hi-IN"/>
        </w:rPr>
        <w:t>इस्तेनाक़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त्रिटियों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निकालना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त्रुटियों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निर्णय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पहुँयने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="0036092E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प्रयेग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भौगोल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आदिकाल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जातियों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 xml:space="preserve">3.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मासैम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दक्षिण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सुगमता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सके।</w:t>
      </w:r>
    </w:p>
    <w:p w:rsidR="00F24501" w:rsidRPr="00DD79C0" w:rsidRDefault="00F24501" w:rsidP="00DD79C0">
      <w:pPr>
        <w:pStyle w:val="libNormal"/>
      </w:pPr>
      <w:r w:rsidRPr="00DD79C0">
        <w:t xml:space="preserve">4. </w:t>
      </w:r>
      <w:r w:rsidRPr="00F24501">
        <w:rPr>
          <w:rFonts w:hint="cs"/>
          <w:cs/>
          <w:lang w:bidi="hi-IN"/>
        </w:rPr>
        <w:t>मासूमों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राजनीति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समाज</w:t>
      </w:r>
      <w:r w:rsidRPr="00DD79C0">
        <w:t xml:space="preserve">, </w:t>
      </w:r>
      <w:r w:rsidRPr="00F24501">
        <w:rPr>
          <w:rFonts w:hint="cs"/>
          <w:cs/>
          <w:lang w:bidi="hi-IN"/>
        </w:rPr>
        <w:t>रहन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सहन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आर्थिक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टिप्पणी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एकत्रीकरण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मस्तिष्क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DD79C0">
        <w:t xml:space="preserve">,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विरोधाभास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त्रुटि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सन्तोष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DD79C0">
      <w:pPr>
        <w:pStyle w:val="libNormal"/>
      </w:pPr>
      <w:r w:rsidRPr="00DD79C0">
        <w:lastRenderedPageBreak/>
        <w:t xml:space="preserve">5.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टीका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टिप्पणी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अथवा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ज़बरदस्ती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सिधद्ध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घूमा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फिरा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विसंगतियां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चेष्टा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धोखाधड़ी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मैंने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अध्यानाद्दीन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प्रसन्नता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उपरोक्त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उत्तरदायित्य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महदियत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टीका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टिप्पणी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उलहारणार्थ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पूर्वी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अनुरोध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मनोरंजन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बिताने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ध्येय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सर्वसहमति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यारिफ़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ज़माने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जहिलियत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जिसने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मरा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="00D02EEB">
        <w:rPr>
          <w:rFonts w:hint="cs"/>
          <w:cs/>
          <w:lang w:bidi="hi-IN"/>
        </w:rPr>
        <w:t>मकत</w:t>
      </w:r>
      <w:r w:rsidRPr="00F24501">
        <w:rPr>
          <w:rFonts w:hint="cs"/>
          <w:cs/>
          <w:lang w:bidi="hi-IN"/>
        </w:rPr>
        <w:t>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मेराजे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बधाई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प्रस्तुतीकरण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महत्वपूर्ण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ढूँढा।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तालिब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जौहरी</w:t>
      </w:r>
    </w:p>
    <w:p w:rsidR="001E1D68" w:rsidRDefault="001E1D68" w:rsidP="00DD79C0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D02EEB">
      <w:pPr>
        <w:pStyle w:val="Heading1"/>
      </w:pPr>
      <w:bookmarkStart w:id="4" w:name="_Toc511371203"/>
      <w:r w:rsidRPr="00F24501">
        <w:rPr>
          <w:rFonts w:hint="cs"/>
          <w:cs/>
          <w:lang w:bidi="hi-IN"/>
        </w:rPr>
        <w:lastRenderedPageBreak/>
        <w:t>प्रारम्भिक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bookmarkEnd w:id="4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बुद्धजीवी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निर्देशक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पग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अंकुश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लगीती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रचियता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जगह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जगह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लेने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उदाहरणार्थ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नफ़सलुल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आयातल्लेक़ौमे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यतफ़कारून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बुद्धिजीवियों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तुच्छ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02EEB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उलाय</w:t>
      </w:r>
      <w:r w:rsidR="00D02EEB">
        <w:rPr>
          <w:rFonts w:hint="cs"/>
          <w:cs/>
          <w:lang w:bidi="hi-IN"/>
        </w:rPr>
        <w:t xml:space="preserve">क </w:t>
      </w:r>
      <w:r w:rsidRPr="00F24501">
        <w:rPr>
          <w:rFonts w:hint="cs"/>
          <w:cs/>
          <w:lang w:bidi="hi-IN"/>
        </w:rPr>
        <w:t>कल</w:t>
      </w:r>
      <w:r w:rsidR="00D02EEB">
        <w:rPr>
          <w:rFonts w:hint="cs"/>
          <w:cs/>
          <w:lang w:bidi="hi-IN"/>
        </w:rPr>
        <w:t>अ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बलहुम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अज़ल्ले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उलायेका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हुम्मुल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ग़ाफ़ेलून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भूले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DD79C0">
        <w:t xml:space="preserve">, </w:t>
      </w:r>
      <w:r w:rsidRPr="00F24501">
        <w:rPr>
          <w:rFonts w:hint="cs"/>
          <w:cs/>
          <w:lang w:bidi="hi-IN"/>
        </w:rPr>
        <w:t>खोये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ब्रहमाण्ड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ज्ञानदाता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मिनल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क़लीला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थोड़ा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त्रुटिपूर्ण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सिद्धान्तों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वरीयता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नादानी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मूर्खता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मर्म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ग्रन्थों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सूक्ष्म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बृद्धि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झुठला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ग्रन्थों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नियमों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परिकल्पनांए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मूर्खतापूर्ण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पक्षपात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बृद्धिजीवी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नीरीक्षण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अपितु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परिकल्पनाऐं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इबलीस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सर्वथा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केन्द्र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उद्वगम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हजुरे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सरवरे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कायनात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मुस्तफ़ा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</w:t>
      </w:r>
      <w:r w:rsidRPr="00DD79C0">
        <w:t xml:space="preserve">0)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रासेख़ूना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इल्म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हूऐ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वेदाँती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दाशर्निक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रकसूख़ून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उत्तराधिकारी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परियच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ईल्म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इलीयुन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बाहबुहा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अपके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पश्यात्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DD79C0">
        <w:t xml:space="preserve">,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स्वयं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ऋणी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ऋणी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असीमित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D02EEB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शीर्ष्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सूक्ष्म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पैग़म्ब</w:t>
      </w:r>
      <w:r w:rsidRPr="00F24501">
        <w:rPr>
          <w:rFonts w:hint="cs"/>
          <w:cs/>
          <w:lang w:bidi="hi-IN"/>
        </w:rPr>
        <w:t>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D02EEB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बहिष्कृत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सिद्धान्तों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ए</w:t>
      </w:r>
      <w:r w:rsidRPr="00F24501">
        <w:rPr>
          <w:rFonts w:hint="cs"/>
          <w:cs/>
          <w:lang w:bidi="hi-IN"/>
        </w:rPr>
        <w:t>व</w:t>
      </w:r>
      <w:r w:rsidR="00D02EEB">
        <w:rPr>
          <w:rFonts w:hint="cs"/>
          <w:cs/>
          <w:lang w:bidi="hi-IN"/>
        </w:rPr>
        <w:t>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ख़डा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आयते</w:t>
      </w:r>
      <w:r w:rsidR="00D02EEB">
        <w:rPr>
          <w:rFonts w:hint="cs"/>
          <w:cs/>
          <w:lang w:bidi="hi-IN"/>
        </w:rPr>
        <w:t>,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गुरुओं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दार्शनिकों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मूर्ख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निजी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स्वार्थ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भटका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मूर्ख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औ</w:t>
      </w:r>
      <w:r w:rsidRPr="00F24501">
        <w:rPr>
          <w:rFonts w:hint="cs"/>
          <w:cs/>
          <w:lang w:bidi="hi-IN"/>
        </w:rPr>
        <w:t>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कौन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</w:t>
      </w:r>
      <w:r w:rsidR="00D02EEB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जुज़यात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आंशिकतः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समर्थ्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 xml:space="preserve">मे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खिज्र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आयु</w:t>
      </w:r>
      <w:r w:rsidRPr="00F24501">
        <w:rPr>
          <w:cs/>
          <w:lang w:bidi="hi-IN"/>
        </w:rPr>
        <w:t xml:space="preserve"> </w:t>
      </w:r>
      <w:r w:rsidRPr="00DD79C0">
        <w:t>40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DD79C0">
        <w:t>40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बधुआ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पारखीगण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बेढ़ंगे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रास्ता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पैग़म्</w:t>
      </w:r>
      <w:r w:rsidRPr="00F24501">
        <w:rPr>
          <w:rFonts w:hint="cs"/>
          <w:cs/>
          <w:lang w:bidi="hi-IN"/>
        </w:rPr>
        <w:t>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थोड़ा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ब़डा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="00D02EEB">
        <w:rPr>
          <w:rFonts w:hint="cs"/>
          <w:cs/>
          <w:lang w:bidi="hi-IN"/>
        </w:rPr>
        <w:t>मेहदिय</w:t>
      </w:r>
      <w:r w:rsidRPr="00F24501">
        <w:rPr>
          <w:rFonts w:hint="cs"/>
          <w:cs/>
          <w:lang w:bidi="hi-IN"/>
        </w:rPr>
        <w:t>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नक़ल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यर्थाथ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नक़ल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निशानियाँ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DD79C0">
        <w:t xml:space="preserve">, </w:t>
      </w:r>
      <w:r w:rsidRPr="00F24501">
        <w:rPr>
          <w:rFonts w:hint="cs"/>
          <w:cs/>
          <w:lang w:bidi="hi-IN"/>
        </w:rPr>
        <w:t>रूपरेखा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वस्त्रविहीन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पढ़े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="002E5943">
        <w:rPr>
          <w:rFonts w:hint="cs"/>
          <w:cs/>
          <w:lang w:bidi="hi-IN"/>
        </w:rPr>
        <w:t>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</w:t>
      </w:r>
      <w:r w:rsidR="002E5943">
        <w:rPr>
          <w:rFonts w:hint="cs"/>
          <w:cs/>
          <w:lang w:bidi="hi-IN"/>
        </w:rPr>
        <w:t>ा</w:t>
      </w:r>
      <w:r w:rsidRPr="00F24501">
        <w:rPr>
          <w:rFonts w:hint="cs"/>
          <w:cs/>
          <w:lang w:bidi="hi-IN"/>
        </w:rPr>
        <w:t>तों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को जानता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भ्रांति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सफ़लता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चैतन्य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फ़ैशन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साक्षात्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अध्यनानुसार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सं</w:t>
      </w:r>
      <w:r w:rsidRPr="00F24501">
        <w:rPr>
          <w:rFonts w:hint="cs"/>
          <w:cs/>
          <w:lang w:bidi="hi-IN"/>
        </w:rPr>
        <w:t>केतों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सुगमता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य</w:t>
      </w:r>
      <w:r w:rsidRPr="00F24501">
        <w:rPr>
          <w:rFonts w:hint="cs"/>
          <w:cs/>
          <w:lang w:bidi="hi-IN"/>
        </w:rPr>
        <w:t>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आख़ेरत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परलोक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पूंजी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ध्येय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="002E5943">
        <w:rPr>
          <w:rFonts w:hint="cs"/>
          <w:cs/>
          <w:lang w:bidi="hi-IN"/>
        </w:rPr>
        <w:t>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अध्ययन</w:t>
      </w:r>
      <w:r w:rsidRPr="00F24501">
        <w:rPr>
          <w:rFonts w:hint="cs"/>
          <w:cs/>
          <w:lang w:bidi="hi-IN"/>
        </w:rPr>
        <w:t>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स्रोत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DD79C0">
        <w:t>11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ज़हूरे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हुज्जत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इरफाने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2E5943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भाइयों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2E5943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दोस्ती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कालान्तर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सो</w:t>
      </w:r>
      <w:r w:rsidRPr="00F24501">
        <w:rPr>
          <w:rFonts w:hint="cs"/>
          <w:cs/>
          <w:lang w:bidi="hi-IN"/>
        </w:rPr>
        <w:t>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थोड़े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</w:t>
      </w:r>
      <w:r w:rsidR="002E5943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</w:t>
      </w:r>
      <w:r w:rsidR="002E5943">
        <w:rPr>
          <w:rFonts w:hint="cs"/>
          <w:cs/>
          <w:lang w:bidi="hi-IN"/>
        </w:rPr>
        <w:t>स्</w:t>
      </w:r>
      <w:r w:rsidRPr="00F24501">
        <w:rPr>
          <w:rFonts w:hint="cs"/>
          <w:cs/>
          <w:lang w:bidi="hi-IN"/>
        </w:rPr>
        <w:t>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अक्षम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वचन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तेज़ी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परिपेक्ष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मुद्रण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आग्रह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अव्तोगत्वा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उत्तरदायित्व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शीर्षकों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अक़ीदा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एकाग्रचित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तुच्छ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पाठ्यकगण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उभयनिष्ट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उथल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पुथल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आशचर्यचकित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विध्यमान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क़यासते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लघु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महाप्रलय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परमात्मा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प्रार्थना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जगस्वामी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पुण्य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प्रेरणा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निम्नकोटि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सेवकों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सच्चे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रहमाने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मक़ललेबल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कुलूब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सब्बित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क़लवी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आमीना</w:t>
      </w:r>
      <w:r w:rsidRPr="00F24501">
        <w:rPr>
          <w:cs/>
          <w:lang w:bidi="hi-IN"/>
        </w:rPr>
        <w:t xml:space="preserve"> (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परमेश्वर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दयालू</w:t>
      </w:r>
      <w:r w:rsidRPr="00DD79C0">
        <w:t xml:space="preserve">,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="002E5943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="002E5943">
        <w:rPr>
          <w:rFonts w:hint="cs"/>
          <w:cs/>
          <w:lang w:bidi="hi-IN"/>
        </w:rPr>
        <w:t>।</w:t>
      </w:r>
    </w:p>
    <w:p w:rsidR="001E1D68" w:rsidRDefault="001E1D68" w:rsidP="00DD79C0">
      <w:pPr>
        <w:pStyle w:val="libNormal"/>
        <w:rPr>
          <w:lang w:bidi="hi-IN"/>
        </w:rPr>
      </w:pPr>
    </w:p>
    <w:p w:rsidR="00F24501" w:rsidRPr="00DD79C0" w:rsidRDefault="00F24501" w:rsidP="002E5943">
      <w:pPr>
        <w:pStyle w:val="Heading1"/>
      </w:pPr>
      <w:bookmarkStart w:id="5" w:name="_Toc511371204"/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bookmarkEnd w:id="5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अनुयायीयों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इब्लीस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खुल्लम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खुल्ला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घोषणा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आज्ञाकारी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बहकाऊगा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दूँगा।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तदानुसार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धमनियों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प्रवाहित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बहकाता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नीचता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घृणा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पथभ्राँति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छूट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चाहिए।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रचनात्मक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त्रुटियों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दुष्टता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विविश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छूट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पुरस्कार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दण्ड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स्वर्ग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नरक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निअर्थक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2E5943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परदर्शक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पुण्य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अच्छी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डराने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क़ौम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पथप्रदर्शक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सदैव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ढूँढता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मासूम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ख़ेश्तन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गुमअस्त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रहबरी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कुनद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="002E5943">
        <w:rPr>
          <w:rFonts w:hint="cs"/>
          <w:cs/>
          <w:lang w:bidi="hi-IN"/>
        </w:rPr>
        <w:t>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प्राकृतिक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जन्मान्तर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सदमार्गो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बौद्धिक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सुशोभित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नबूवत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श्रंखला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नबैवत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श्रंखला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मौसम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हुज्जत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असकरी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ओझल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प्रक्रिया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छिप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बहकाने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1E1D68" w:rsidRDefault="001E1D68" w:rsidP="00DD79C0">
      <w:pPr>
        <w:pStyle w:val="libNormal"/>
        <w:rPr>
          <w:lang w:bidi="hi-IN"/>
        </w:rPr>
      </w:pPr>
    </w:p>
    <w:p w:rsidR="00F24501" w:rsidRPr="00DD79C0" w:rsidRDefault="00F24501" w:rsidP="002E5943">
      <w:pPr>
        <w:pStyle w:val="Heading1"/>
      </w:pPr>
      <w:bookmarkStart w:id="6" w:name="_Toc511371205"/>
      <w:r w:rsidRPr="00F24501">
        <w:rPr>
          <w:rFonts w:hint="cs"/>
          <w:cs/>
          <w:lang w:bidi="hi-IN"/>
        </w:rPr>
        <w:lastRenderedPageBreak/>
        <w:t>पैगम्बर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bookmarkEnd w:id="6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सक़लैन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यात्रा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हैदायत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वस्तुएं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दीक्षा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अहलेबैत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घरवाले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रहोगे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भटकोगे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कौतर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अनुकरणीय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शंका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मार्गदर्शक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हादी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कदापि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चौदह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मासूम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ग्यारह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अवलोकन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बाधक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रुचि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आकाँक्षी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सिरात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आसूवी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एहवाले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किफायुत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तालिब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शाफेऱ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अनस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जाबिर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माजा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अहमद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हम्बल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अहलैमेत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बाक़ी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बुख़ारी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शरीफ़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यकुना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कुल्लहुम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कुरैश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संस्करणों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कुरैश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Default="00F24501" w:rsidP="00DD79C0">
      <w:pPr>
        <w:pStyle w:val="libNormal"/>
        <w:rPr>
          <w:lang w:bidi="hi-IN"/>
        </w:rPr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बुख़ारी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मुस्लिम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नौ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अबुदऊद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तिरमिज़ी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कुरैश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पूर्णतया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अमपर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ख़लीफ़ा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हाकिम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1E1D68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ख़लीफ़ा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हाकिम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सहाब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ख़लीफ़ा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कहलाये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उम्मैया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अहलेबैत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प्रतिनिधी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1E1D68" w:rsidRPr="00DD79C0" w:rsidRDefault="001E1D68" w:rsidP="00DD79C0">
      <w:pPr>
        <w:pStyle w:val="libNormal"/>
      </w:pPr>
    </w:p>
    <w:p w:rsidR="00F24501" w:rsidRPr="00DD79C0" w:rsidRDefault="00F24501" w:rsidP="002E5943">
      <w:pPr>
        <w:pStyle w:val="Heading1"/>
      </w:pPr>
      <w:bookmarkStart w:id="7" w:name="_Toc511371206"/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अल्लैहिसलाम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bookmarkEnd w:id="7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अव्श्य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बिगड़े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सुधारे।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फ़ाजिल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बरुजरदी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नूरूल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पृथक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काफ़िरों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तौरेत़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जुबूऱ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इंजील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नकल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सिरातु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सन्मुवी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अहवाल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मेहदी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मुन्तज़िर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बुल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अम्र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हुज्जत</w:t>
      </w:r>
      <w:r w:rsidRPr="00DD79C0">
        <w:t xml:space="preserve">, </w:t>
      </w:r>
      <w:r w:rsidRPr="00F24501">
        <w:rPr>
          <w:rFonts w:hint="cs"/>
          <w:cs/>
          <w:lang w:bidi="hi-IN"/>
        </w:rPr>
        <w:t>बुरहान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इब्राहीमी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ग्रन्थों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साहिमुल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ज़बूर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तौरेत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ओक़ील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इन्जील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महमेज़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ज़रतुश्ती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ख़ुसरो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आसमानी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कल्मतुल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हिन्द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लन्दयतार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ब्रह्मणों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मन्सूबे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ऊरफ़ा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सूफिया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कुतुब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गौस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उपाधि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जंगली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Heading1"/>
      </w:pPr>
      <w:bookmarkStart w:id="8" w:name="_Toc511371207"/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जन्मः</w:t>
      </w:r>
      <w:r w:rsidRPr="00F24501">
        <w:rPr>
          <w:cs/>
          <w:lang w:bidi="hi-IN"/>
        </w:rPr>
        <w:t>-</w:t>
      </w:r>
      <w:bookmarkEnd w:id="8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आलिमों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आलिमों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पूज्य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असकरी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 xml:space="preserve">0,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 xml:space="preserve">0,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शाज़ाँ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असकरी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वलीये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हुज्जते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वक़्त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पन्द्रहवी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शाबान</w:t>
      </w:r>
      <w:r w:rsidRPr="00F24501">
        <w:rPr>
          <w:cs/>
          <w:lang w:bidi="hi-IN"/>
        </w:rPr>
        <w:t xml:space="preserve"> </w:t>
      </w:r>
      <w:r w:rsidRPr="00DD79C0">
        <w:t>255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DD79C0">
        <w:t xml:space="preserve">0, </w:t>
      </w:r>
      <w:r w:rsidRPr="00F24501">
        <w:rPr>
          <w:rFonts w:hint="cs"/>
          <w:cs/>
          <w:lang w:bidi="hi-IN"/>
        </w:rPr>
        <w:t>जुमे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सूर्योदय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सामर्रा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गैबत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लुप्ति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गैबते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दीर्घ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इरफानुल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अवलोकन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करें।</w:t>
      </w:r>
    </w:p>
    <w:p w:rsidR="00F24501" w:rsidRPr="00DD79C0" w:rsidRDefault="00F24501" w:rsidP="003477E9">
      <w:pPr>
        <w:pStyle w:val="Heading1"/>
      </w:pPr>
      <w:bookmarkStart w:id="9" w:name="_Toc511371208"/>
      <w:r w:rsidRPr="00F24501">
        <w:rPr>
          <w:rFonts w:hint="cs"/>
          <w:cs/>
          <w:lang w:bidi="hi-IN"/>
        </w:rPr>
        <w:t>हुलियाः</w:t>
      </w:r>
      <w:r w:rsidRPr="00F24501">
        <w:rPr>
          <w:cs/>
          <w:lang w:bidi="hi-IN"/>
        </w:rPr>
        <w:t>-</w:t>
      </w:r>
      <w:bookmarkEnd w:id="9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जारूद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बाकि</w:t>
      </w:r>
      <w:r w:rsidRPr="00F24501">
        <w:rPr>
          <w:rFonts w:hint="cs"/>
          <w:cs/>
          <w:lang w:bidi="hi-IN"/>
        </w:rPr>
        <w:t>रूल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उलूम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मोमनीन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ब्लक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सफ़ेदी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पेठ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जाँघे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भुजाओं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हडिडयां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तिल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त्वचा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मीम</w:t>
      </w:r>
      <w:r w:rsidRPr="00DD79C0">
        <w:t xml:space="preserve">,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मीम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दाल।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गोलाकार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सुन्दर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कन्धों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लटके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मुख़ड़ा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तेजस्वी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ललाट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चमकदार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दाढी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घनी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नाक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आँखें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सुरमई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भाँहें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उभार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चमकदार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गालों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विसाल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भुजाऐ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दोनो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वक्षों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विशालता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शरीर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दाहिनी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जाँघ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तिल</w:t>
      </w:r>
      <w:r w:rsidRPr="00DD79C0">
        <w:t xml:space="preserve">, </w:t>
      </w:r>
      <w:r w:rsidRPr="00F24501">
        <w:rPr>
          <w:rFonts w:hint="cs"/>
          <w:cs/>
          <w:lang w:bidi="hi-IN"/>
        </w:rPr>
        <w:t>घटने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हथेलियों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माँस</w:t>
      </w:r>
      <w:r w:rsidRPr="00DD79C0">
        <w:t xml:space="preserve">, </w:t>
      </w:r>
      <w:r w:rsidRPr="00F24501">
        <w:rPr>
          <w:rFonts w:hint="cs"/>
          <w:cs/>
          <w:lang w:bidi="hi-IN"/>
        </w:rPr>
        <w:t>लाली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व्यवहार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अनूरूप।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ग़ैबत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लुप्तिता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इतिहासकारों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DD79C0">
        <w:t>8</w:t>
      </w:r>
      <w:r w:rsidRPr="00F24501">
        <w:rPr>
          <w:rFonts w:hint="cs"/>
          <w:cs/>
          <w:lang w:bidi="hi-IN"/>
        </w:rPr>
        <w:t>वीं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अव्वल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</w:t>
      </w:r>
      <w:r w:rsidRPr="00F24501">
        <w:rPr>
          <w:cs/>
          <w:lang w:bidi="hi-IN"/>
        </w:rPr>
        <w:t xml:space="preserve"> </w:t>
      </w:r>
      <w:r w:rsidRPr="00DD79C0">
        <w:t>260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असकरी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शहीद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नवीं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अव्वल</w:t>
      </w:r>
      <w:r w:rsidRPr="00F24501">
        <w:rPr>
          <w:cs/>
          <w:lang w:bidi="hi-IN"/>
        </w:rPr>
        <w:t xml:space="preserve"> </w:t>
      </w:r>
      <w:r w:rsidRPr="00DD79C0">
        <w:t>260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खिलाफ़त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गद्दी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विराजमान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ग़ैबते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लघु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DD79C0">
        <w:t>389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ग़ैबते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विश्वसनीय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हववामे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उत्तराधिकारी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सईद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दिव्तीय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अबूजाफ़र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तृतीय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क़ासिमुल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रौह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चतुर्थ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समाधिया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अध्यात्मिकता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चतुर्थ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नायब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नायब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तौक़ीय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पुण्य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छज्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तैयार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वसीयत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उत्तराधिकारी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ग़ैबते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ताम्मा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दीर्घ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आज्ञा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अत्चाचार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फसादी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वलाहौल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वलाकूवत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बिल्ला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शक्तिशाली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</w:p>
    <w:p w:rsidR="00F24501" w:rsidRPr="00DD79C0" w:rsidRDefault="00F24501" w:rsidP="002E5943">
      <w:pPr>
        <w:pStyle w:val="libLine"/>
      </w:pP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शीषर्क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उदाहरणार्थ</w:t>
      </w:r>
      <w:r w:rsidRPr="00F24501">
        <w:rPr>
          <w:cs/>
          <w:lang w:bidi="hi-IN"/>
        </w:rPr>
        <w:t xml:space="preserve"> </w:t>
      </w:r>
      <w:r w:rsidRPr="00DD79C0">
        <w:t>,</w:t>
      </w:r>
      <w:r w:rsidRPr="00F24501">
        <w:rPr>
          <w:rFonts w:hint="cs"/>
          <w:cs/>
          <w:lang w:bidi="hi-IN"/>
        </w:rPr>
        <w:t>ग़ैबत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काल</w:t>
      </w:r>
      <w:r w:rsidRPr="00DD79C0">
        <w:t xml:space="preserve">, </w:t>
      </w:r>
      <w:r w:rsidRPr="00F24501">
        <w:rPr>
          <w:rFonts w:hint="cs"/>
          <w:cs/>
          <w:lang w:bidi="hi-IN"/>
        </w:rPr>
        <w:t>लाभ</w:t>
      </w:r>
      <w:r w:rsidRPr="00DD79C0">
        <w:t xml:space="preserve">,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आयु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बिन्दुओं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इरफ़ने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2E5943">
      <w:pPr>
        <w:pStyle w:val="Heading1"/>
      </w:pPr>
      <w:bookmarkStart w:id="10" w:name="_Toc511371209"/>
      <w:r w:rsidRPr="00F24501">
        <w:rPr>
          <w:rFonts w:hint="cs"/>
          <w:cs/>
          <w:lang w:bidi="hi-IN"/>
        </w:rPr>
        <w:t>मनन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आमंत्रण</w:t>
      </w:r>
      <w:bookmarkEnd w:id="10"/>
    </w:p>
    <w:p w:rsidR="00F24501" w:rsidRPr="00DD79C0" w:rsidRDefault="00F24501" w:rsidP="00DD79C0">
      <w:pPr>
        <w:pStyle w:val="libNormal"/>
      </w:pPr>
      <w:r w:rsidRPr="00DD79C0">
        <w:t>(</w:t>
      </w:r>
      <w:r w:rsidRPr="00F24501">
        <w:rPr>
          <w:rFonts w:hint="cs"/>
          <w:cs/>
          <w:lang w:bidi="hi-IN"/>
        </w:rPr>
        <w:t>दावते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फिक्र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तअक्कुल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पृथ्वीवासियों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बुद्धिजीवी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उथल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पुथल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दृष्टिगाचर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सभ्यता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संस्कृति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व्यवहारिक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सैक़ड़ों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आश्चर्यजनक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मामलात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रकजनैतिक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तीर्वता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परिवर्तनशीब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सूचनाएँ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खेदजनक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अपराध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आश्चर्यजनक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अपराध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कलात्मक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संरक्षण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अपराध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चिंतन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DD79C0">
        <w:t>1350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चित्रण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="00AB5715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परिणाम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सचेत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सोचिये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मासूम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जिलको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अक्षरशः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पक्षपात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सोचें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जिनमहापुरूषों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संकिचित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आश्यर्य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बताचें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ठीक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ठाक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lastRenderedPageBreak/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घृणा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मुहानुभवों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सत्यवादी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उपेक्षा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सिद्धान्तनुसार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निर्मल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श्रद्धापूर्ण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पक्षपात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वृहत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दूँगा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ढूँढे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क्षणिक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आस्था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विवश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श्रेणयाँ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प्रज्वलित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स्वयं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2E5943">
      <w:pPr>
        <w:pStyle w:val="libNormal"/>
      </w:pPr>
      <w:r w:rsidRPr="00F24501">
        <w:rPr>
          <w:rFonts w:hint="cs"/>
          <w:cs/>
          <w:lang w:bidi="hi-IN"/>
        </w:rPr>
        <w:t>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नबीनद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बरोजे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चश्म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आफताब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गुनाह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लज्जित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पड़े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बेगाने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पिछले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थोडे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2E5943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मुट्ठी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मक़दस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किब्ला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इसराईल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दुःखद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</w:t>
      </w:r>
      <w:r w:rsidR="002E5943">
        <w:rPr>
          <w:rFonts w:hint="cs"/>
          <w:cs/>
          <w:lang w:bidi="hi-IN"/>
        </w:rPr>
        <w:t>ु</w:t>
      </w:r>
      <w:r w:rsidRPr="00F24501">
        <w:rPr>
          <w:rFonts w:hint="cs"/>
          <w:cs/>
          <w:lang w:bidi="hi-IN"/>
        </w:rPr>
        <w:t>क़</w:t>
      </w:r>
      <w:r w:rsidR="002E5943">
        <w:rPr>
          <w:rFonts w:hint="cs"/>
          <w:cs/>
          <w:lang w:bidi="hi-IN"/>
        </w:rPr>
        <w:t>द्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अधिपत्य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मुक़दस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ठहरेगें।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गहचानने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दिखावटी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तहस्त्रों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बुलायेंगे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पिछले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>0)</w:t>
      </w:r>
      <w:r w:rsidR="002E5943"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अनभिज्ञ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काफिर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अनिभज्ञ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अज्ञानता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दुनिया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क़ादयान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मिर्ज़ा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="00AE2344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AE2344" w:rsidRDefault="00F24501" w:rsidP="00DD79C0">
      <w:pPr>
        <w:pStyle w:val="libNormal"/>
        <w:rPr>
          <w:vanish/>
          <w:specVanish/>
        </w:rPr>
      </w:pPr>
      <w:r w:rsidRPr="00DD79C0">
        <w:tab/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ऊपर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श्रद्धा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विशेषीतांए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परिस्तिथियाँ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-</w:t>
      </w:r>
      <w:r w:rsidR="002E5943">
        <w:rPr>
          <w:cs/>
          <w:lang w:bidi="hi-IN"/>
        </w:rPr>
        <w:t xml:space="preserve"> 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पालन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जिज्ञासा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</w:p>
    <w:p w:rsidR="00AE2344" w:rsidRDefault="00AE2344" w:rsidP="00DD79C0">
      <w:pPr>
        <w:pStyle w:val="libNormal"/>
        <w:rPr>
          <w:cs/>
          <w:lang w:bidi="hi-IN"/>
        </w:rPr>
      </w:pPr>
      <w:r>
        <w:rPr>
          <w:cs/>
          <w:lang w:bidi="hi-IN"/>
        </w:rPr>
        <w:t xml:space="preserve"> </w:t>
      </w:r>
    </w:p>
    <w:p w:rsidR="00AE2344" w:rsidRDefault="00AE2344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AE2344">
      <w:pPr>
        <w:pStyle w:val="Heading1"/>
      </w:pPr>
      <w:bookmarkStart w:id="11" w:name="_Toc511371210"/>
      <w:r w:rsidRPr="00F24501">
        <w:rPr>
          <w:rFonts w:hint="cs"/>
          <w:cs/>
          <w:lang w:bidi="hi-IN"/>
        </w:rPr>
        <w:lastRenderedPageBreak/>
        <w:t>अक़ीदये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प्रल</w:t>
      </w:r>
      <w:r w:rsidR="001E1D68">
        <w:rPr>
          <w:rFonts w:hint="cs"/>
          <w:cs/>
          <w:lang w:bidi="hi-IN"/>
        </w:rPr>
        <w:t>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>)</w:t>
      </w:r>
      <w:bookmarkEnd w:id="11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सिद्धाँत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तैयार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विशिष्ठ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धुँआ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दाब्बा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>)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सूर्योदच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विशिष्ठ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धुँआ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दाब्बा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>)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सूर्योदय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परिणाम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किंतु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आधुनिक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हैँ।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एतैव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>-</w:t>
      </w:r>
    </w:p>
    <w:p w:rsidR="00F24501" w:rsidRPr="00DD79C0" w:rsidRDefault="00F24501" w:rsidP="003477E9">
      <w:pPr>
        <w:pStyle w:val="Heading1"/>
      </w:pPr>
      <w:bookmarkStart w:id="12" w:name="_Toc511371211"/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धुँआ</w:t>
      </w:r>
      <w:r w:rsidRPr="00F24501">
        <w:rPr>
          <w:cs/>
          <w:lang w:bidi="hi-IN"/>
        </w:rPr>
        <w:t>-</w:t>
      </w:r>
      <w:bookmarkEnd w:id="12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DD79C0">
        <w:t>1967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इसराईल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लडाई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इसराईल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नैपाम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सैकड़ों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Heading1"/>
      </w:pPr>
      <w:r w:rsidRPr="00DD79C0">
        <w:tab/>
      </w:r>
      <w:bookmarkStart w:id="13" w:name="_Toc511371212"/>
      <w:r w:rsidRPr="00F24501">
        <w:rPr>
          <w:rFonts w:hint="cs"/>
          <w:cs/>
          <w:lang w:bidi="hi-IN"/>
        </w:rPr>
        <w:t>दाबतुल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अर्जः</w:t>
      </w:r>
      <w:bookmarkEnd w:id="13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पेटोल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भणडारों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</w:p>
    <w:p w:rsidR="00F24501" w:rsidRPr="00DD79C0" w:rsidRDefault="00F24501" w:rsidP="003477E9">
      <w:pPr>
        <w:pStyle w:val="Heading1"/>
      </w:pPr>
      <w:r w:rsidRPr="00DD79C0">
        <w:tab/>
      </w:r>
      <w:bookmarkStart w:id="14" w:name="_Toc511371213"/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उठनाः</w:t>
      </w:r>
      <w:bookmarkEnd w:id="14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लघु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दीर्घ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पश्यात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साअत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प्रयुक्त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साअत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क़यासते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सुग़रा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लघु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साअत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समबद्ध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उल्लेमा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परिपेक्ष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सामग्री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ध्येय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पाठ्यकगण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घबरा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तैयार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बढोत्तरी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विकसित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आकाँक्षी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हूँ।</w:t>
      </w:r>
    </w:p>
    <w:p w:rsidR="00F24501" w:rsidRPr="00DD79C0" w:rsidRDefault="00F24501" w:rsidP="003477E9">
      <w:pPr>
        <w:pStyle w:val="Heading1"/>
      </w:pPr>
      <w:r w:rsidRPr="00DD79C0">
        <w:tab/>
      </w:r>
      <w:bookmarkStart w:id="15" w:name="_Toc511371214"/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  <w:bookmarkEnd w:id="15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उलेमा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हैः</w:t>
      </w:r>
      <w:r w:rsidRPr="00F24501">
        <w:rPr>
          <w:cs/>
          <w:lang w:bidi="hi-IN"/>
        </w:rPr>
        <w:t xml:space="preserve"> (</w:t>
      </w:r>
      <w:r w:rsidRPr="00DD79C0">
        <w:t xml:space="preserve">1) </w:t>
      </w:r>
      <w:r w:rsidRPr="00F24501">
        <w:rPr>
          <w:rFonts w:hint="cs"/>
          <w:cs/>
          <w:lang w:bidi="hi-IN"/>
        </w:rPr>
        <w:t>हतमिया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>)</w:t>
      </w:r>
      <w:r w:rsidRPr="00DD79C0">
        <w:t xml:space="preserve">, (2) </w:t>
      </w:r>
      <w:r w:rsidRPr="00F24501">
        <w:rPr>
          <w:rFonts w:hint="cs"/>
          <w:cs/>
          <w:lang w:bidi="hi-IN"/>
        </w:rPr>
        <w:t>ग़ैर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हतमिया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शर्तिया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टलने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शर्तों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आधारित</w:t>
      </w:r>
      <w:r w:rsidRPr="00F24501">
        <w:rPr>
          <w:cs/>
          <w:lang w:bidi="hi-IN"/>
        </w:rPr>
        <w:t>)</w:t>
      </w:r>
    </w:p>
    <w:p w:rsidR="00F24501" w:rsidRPr="00DD79C0" w:rsidRDefault="00F24501" w:rsidP="00AE2344">
      <w:pPr>
        <w:pStyle w:val="Heading1"/>
      </w:pPr>
      <w:bookmarkStart w:id="16" w:name="_Toc511371215"/>
      <w:r w:rsidRPr="00F24501">
        <w:rPr>
          <w:rFonts w:hint="cs"/>
          <w:cs/>
          <w:lang w:bidi="hi-IN"/>
        </w:rPr>
        <w:lastRenderedPageBreak/>
        <w:t>हतमिया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लक्षणः</w:t>
      </w:r>
      <w:bookmarkEnd w:id="16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प्रार्थना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पूर्णतया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पिछली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उम्मतों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प्रकोपों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Heading1"/>
      </w:pPr>
      <w:bookmarkStart w:id="17" w:name="_Toc511371216"/>
      <w:r w:rsidRPr="00F24501">
        <w:rPr>
          <w:rFonts w:hint="cs"/>
          <w:cs/>
          <w:lang w:bidi="hi-IN"/>
        </w:rPr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उमूमी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अलामात</w:t>
      </w:r>
      <w:r w:rsidRPr="00F24501">
        <w:rPr>
          <w:cs/>
          <w:lang w:bidi="hi-IN"/>
        </w:rPr>
        <w:t>)</w:t>
      </w:r>
      <w:bookmarkEnd w:id="17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व्यवहार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सहन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3477E9">
      <w:pPr>
        <w:pStyle w:val="Heading1"/>
      </w:pPr>
      <w:bookmarkStart w:id="18" w:name="_Toc511371217"/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खुसूसी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अलामात</w:t>
      </w:r>
      <w:r w:rsidRPr="00F24501">
        <w:rPr>
          <w:cs/>
          <w:lang w:bidi="hi-IN"/>
        </w:rPr>
        <w:t>)</w:t>
      </w:r>
      <w:bookmarkEnd w:id="18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बीते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Heading1"/>
      </w:pPr>
      <w:bookmarkStart w:id="19" w:name="_Toc511371218"/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  <w:bookmarkEnd w:id="19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परदर्शकगण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शैक्षिक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प्रश्नकर्ता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</w:t>
      </w:r>
      <w:r w:rsidR="002E5943">
        <w:rPr>
          <w:rFonts w:hint="cs"/>
          <w:cs/>
          <w:lang w:bidi="hi-IN"/>
        </w:rPr>
        <w:t>ह</w:t>
      </w:r>
      <w:r w:rsidR="00AE2344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="00AE2344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श्ब्द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रेखाऐं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भौगोलिक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ऐतिहासिक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सन्दर्भ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lastRenderedPageBreak/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भौगोलिक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क़बीले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उमैय्या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सैकडों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वंशावली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पारखियों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लक्षणः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महानुभवों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कल्पना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करें।</w:t>
      </w:r>
    </w:p>
    <w:p w:rsidR="00F24501" w:rsidRPr="00DD79C0" w:rsidRDefault="00F24501" w:rsidP="00AE2344">
      <w:pPr>
        <w:pStyle w:val="Heading1"/>
      </w:pPr>
      <w:bookmarkStart w:id="20" w:name="_Toc511371219"/>
      <w:r w:rsidRPr="00F24501">
        <w:rPr>
          <w:rFonts w:hint="cs"/>
          <w:cs/>
          <w:lang w:bidi="hi-IN"/>
        </w:rPr>
        <w:lastRenderedPageBreak/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  <w:bookmarkEnd w:id="20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बेहारुल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निम्नलिखित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बेहारुल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जमिऊ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ल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अख़बार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जनाब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सद्दूक़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अलैहिर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AE2344">
      <w:pPr>
        <w:pStyle w:val="Heading1"/>
      </w:pPr>
      <w:bookmarkStart w:id="21" w:name="_Toc511371220"/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हुजुर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वक्तव्य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अनुवाद</w:t>
      </w:r>
      <w:bookmarkEnd w:id="21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जाबिर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अब्दुल्लाह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अन्सारी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निपट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तदेपरान्त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उच्च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पुकारा।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तदपश्चात्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काँटा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चालीस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तदोपरान्त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काँटे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काँटे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काँटे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कंजूस</w:t>
      </w:r>
      <w:r w:rsidRPr="00DD79C0">
        <w:t xml:space="preserve">, </w:t>
      </w:r>
      <w:r w:rsidRPr="00F24501">
        <w:rPr>
          <w:rFonts w:hint="cs"/>
          <w:cs/>
          <w:lang w:bidi="hi-IN"/>
        </w:rPr>
        <w:t>धनवान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रुचि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भिखारी।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कुहा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सलमान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उलेमा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ज़कात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वरीयता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आपसी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झठलाया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बैठकों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मिथ्या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आधिक्य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ग़ीबत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पीठ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कर्तव्य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छोटा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शाब्दिक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शाब्दिक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हवाओं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चाहिऐ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पत्थर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बरसना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मुखडों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कीर्तिहीन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वचन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दैवीय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असहाब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वासनाओं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चाय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काफी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क़हवा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बाप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गालियाँ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पडोसी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बालकगण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निर्लज्ज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मकानों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मज़बूत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सेवकों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सेविकाऩों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गवाही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भाई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साझेदार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चोरी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प्रेम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व्यभिचार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स्त्रीयों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सुशोभित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स्त्रियां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निर्लज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जाचेंगी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लज्जा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आँचल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लोगों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घमंड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भलाई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बलात्कार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मालदार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प्रशंस्नीय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गाने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सिनेमा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>)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परलोक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दुनियादारी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सदाचारी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प्रलोभन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उत्पात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समस्याये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मोमिन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मुनाफ़िक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मस्जिदें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अज़ानों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मुखडा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पलटने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सौगन्ध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बूंद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बरसाता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उगता।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आशाँए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पहुंच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लोगों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पेट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पेट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पूजा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चक्कर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किब्ला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शाब्दिक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मस्जिदें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उलेमा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पाखंडी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DD79C0">
        <w:t xml:space="preserve">, (1) </w:t>
      </w:r>
      <w:r w:rsidRPr="00F24501">
        <w:rPr>
          <w:rFonts w:hint="cs"/>
          <w:cs/>
          <w:lang w:bidi="hi-IN"/>
        </w:rPr>
        <w:t>राजाओं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(</w:t>
      </w:r>
      <w:r w:rsidRPr="00DD79C0">
        <w:t xml:space="preserve">2) </w:t>
      </w:r>
      <w:r w:rsidRPr="00F24501">
        <w:rPr>
          <w:rFonts w:hint="cs"/>
          <w:cs/>
          <w:lang w:bidi="hi-IN"/>
        </w:rPr>
        <w:t>आकाल</w:t>
      </w:r>
      <w:r w:rsidR="002E5943">
        <w:rPr>
          <w:cs/>
          <w:lang w:bidi="hi-IN"/>
        </w:rPr>
        <w:t xml:space="preserve"> </w:t>
      </w:r>
      <w:r w:rsidRPr="00F24501">
        <w:rPr>
          <w:cs/>
          <w:lang w:bidi="hi-IN"/>
        </w:rPr>
        <w:t>(</w:t>
      </w:r>
      <w:r w:rsidRPr="00DD79C0">
        <w:t xml:space="preserve">3) </w:t>
      </w:r>
      <w:r w:rsidRPr="00F24501">
        <w:rPr>
          <w:rFonts w:hint="cs"/>
          <w:cs/>
          <w:lang w:bidi="hi-IN"/>
        </w:rPr>
        <w:t>अधिकारियों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सरदारों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शोषण</w:t>
      </w:r>
      <w:r w:rsidRPr="00F24501">
        <w:rPr>
          <w:cs/>
          <w:lang w:bidi="hi-IN"/>
        </w:rPr>
        <w:t xml:space="preserve"> (</w:t>
      </w:r>
      <w:r w:rsidRPr="00DD79C0">
        <w:t xml:space="preserve">4) </w:t>
      </w:r>
      <w:r w:rsidRPr="00F24501">
        <w:rPr>
          <w:rFonts w:hint="cs"/>
          <w:cs/>
          <w:lang w:bidi="hi-IN"/>
        </w:rPr>
        <w:t>बुतों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पूजा।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सहाबा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दौलत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एकाग्रचित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साक्षी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चौदह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संकलन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कर्ताः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अलब्यान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वृतान्त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मजलिसी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ख़ुत्बों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जिज्ञासा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बिउल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मोवद्दत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बशारतुल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मुस्तफा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काजमी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करुँगा।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दारुसलाम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ग्रन्थ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निराक़ी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बेहारुल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रौज़तुल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कुलैनी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सनद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वार्तालाप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हमरान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शिथिल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हगरों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आदोशों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मनोभावों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पलट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मिथयवानों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झूठों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सत्यवानों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पराजित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श्रेष्ठता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दुरगुण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मोमिन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तिरिस्कृत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छोटे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गर्भ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गिराये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दुरायरण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टोकने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मफ़ऊल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कर्म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अप्रशंसनीय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अवज्ञा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ख़र्च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अमोद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प्रमोद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व्याभिचार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मोमिन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वन्दना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काफ़िर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</w:t>
      </w:r>
      <w:r w:rsidR="002E5943">
        <w:rPr>
          <w:rFonts w:hint="cs"/>
          <w:cs/>
          <w:lang w:bidi="hi-IN"/>
        </w:rPr>
        <w:t>ह</w:t>
      </w:r>
      <w:r w:rsidR="0036092E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दुराचारी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शक्तिशाली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सदाचार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अवरोधित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ख़ाना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हजकर्ताओं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पौष्टिक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पौष्टिक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भोजन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गुज़ारा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पूठ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गुदा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अपार्जन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योनि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सभाएं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विशेषताऐं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सुशिभत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श्रँगार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मैथून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प्रचलन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36092E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संदिग्ध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देखेगा।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36092E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</w:t>
      </w:r>
      <w:r w:rsidR="0036092E">
        <w:rPr>
          <w:rFonts w:hint="cs"/>
          <w:cs/>
          <w:lang w:bidi="hi-IN"/>
        </w:rPr>
        <w:t>ि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मैथून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व्याभिचार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वैभव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36092E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व्याभाचार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करायें।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अवज्ञा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प्रिय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रिवाज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साक्ष्य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शहादत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ओरहराम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निष्कर्षण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अधिकारीग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काफ़िरों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नकटतम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मोमिनों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आमतौर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घूसघ़ोर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खर्ज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मैथून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आरोपों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दोषारोपण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मैथून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व्याफिचार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निर्वाह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प्रसन्न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गें।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पत्नियाँ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भयभीत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जीविका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रोज़ी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रोटी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उपार्जन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सौगन्ध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जनसाधारण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विक्रय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काफ़रों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आधिकारीगण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अहलेबैत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गवाही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मब्कि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धोखाधड़ी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पठन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एवं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कटुवाणी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</w:t>
      </w:r>
      <w:r w:rsidR="002E5943">
        <w:rPr>
          <w:rFonts w:hint="cs"/>
          <w:cs/>
          <w:lang w:bidi="hi-IN"/>
        </w:rPr>
        <w:t>ह</w:t>
      </w:r>
      <w:r w:rsidR="00AE2344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गा</w:t>
      </w:r>
      <w:r w:rsidR="00AE2344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दिषियों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नियमानुसार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दण्डित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परोक्ष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खुलेआम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प्रदर्शित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परोक्ष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निन्दा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युध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जिहाद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मस्जदें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सम्राट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तिरस्कृत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कुरीतियां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दृष्टिगोजर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कटुभाषिता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ख्याति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भयभीत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सम्बोधि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हल्का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अध्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कफ्न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क़ब्र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डालेंगे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हरज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अत्यदिक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पशु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टुकडे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टुकड़े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DD79C0">
        <w:t xml:space="preserve">,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शुष्क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अवैध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म्करी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आराधना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उलेमा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दार्शनिक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धार्मिक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पार्टी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अवैध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अच्छाईयो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कूरीतियों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अवरोध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दुराचरण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दुरव्यवहार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दैसरे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उड़ाई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जाचेगा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बीते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प्रदर्शित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धनवानों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धनविहीनों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दुर्बनों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उड़कई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प्रकोप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बिजली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गिरना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भूचाल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किंतु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भयफीत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रास्ते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कुकर्म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चौपयों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सन्ताने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तुच्छ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स्त्रयों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प्रबल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पतियों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सन्तान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घृणा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सफलता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अनाजों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बेचेगे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साधू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धोखाधडी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जूए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शराब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मदिरा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चिकित्सा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रोगियों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कपटाचारी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लोकप्रिय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आस्तिक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अजडान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नमाजड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पारश्रमिक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मस्जदें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विचेतन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उन्मत्त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व्यक्तिचों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पोश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जाचेगा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प्रताड़ना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AE2344">
      <w:pPr>
        <w:pStyle w:val="libLine"/>
      </w:pP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बवासीर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दाग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बवासीर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दुर्घटना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मर्गेमफा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जात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दाग़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कोढ़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वातज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रोग।</w:t>
      </w:r>
    </w:p>
    <w:p w:rsidR="00F24501" w:rsidRPr="00DD79C0" w:rsidRDefault="00F24501" w:rsidP="00AE2344">
      <w:pPr>
        <w:pStyle w:val="libLine"/>
      </w:pPr>
      <w:r w:rsidRPr="00F24501">
        <w:rPr>
          <w:rFonts w:hint="cs"/>
          <w:cs/>
          <w:lang w:bidi="hi-IN"/>
        </w:rPr>
        <w:t>अग्नि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अग्निः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शर्तों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3477E9">
      <w:pPr>
        <w:pStyle w:val="Heading1"/>
      </w:pPr>
      <w:bookmarkStart w:id="22" w:name="_Toc511371221"/>
      <w:r w:rsidRPr="00F24501">
        <w:rPr>
          <w:rFonts w:hint="cs"/>
          <w:cs/>
          <w:lang w:bidi="hi-IN"/>
        </w:rPr>
        <w:t>पचास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>-</w:t>
      </w:r>
      <w:bookmarkEnd w:id="22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हुजुर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मूढ़ता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मदिरा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व्याभिचार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पचास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बजेगा।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मतानुसारः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मोहियूद्दीन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अरबमहाज़ैतुल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अबरार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मोहाज़रतु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अबरार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हुज़ैफा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हब्शा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चेचक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घेराव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क्रमशः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1"/>
      </w:pPr>
      <w:bookmarkStart w:id="23" w:name="_Toc511371222"/>
      <w:r w:rsidRPr="00F24501">
        <w:rPr>
          <w:rFonts w:hint="cs"/>
          <w:cs/>
          <w:lang w:bidi="hi-IN"/>
        </w:rPr>
        <w:t>साठ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नबीः</w:t>
      </w:r>
      <w:bookmarkEnd w:id="23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अब्दुल्लाह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031920">
      <w:pPr>
        <w:pStyle w:val="Heading1"/>
      </w:pPr>
      <w:bookmarkStart w:id="24" w:name="_Toc511371223"/>
      <w:r w:rsidRPr="00F24501">
        <w:rPr>
          <w:rFonts w:hint="cs"/>
          <w:cs/>
          <w:lang w:bidi="hi-IN"/>
        </w:rPr>
        <w:t>अंग्रेजों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031920">
        <w:rPr>
          <w:rFonts w:hint="cs"/>
          <w:cs/>
        </w:rPr>
        <w:t>तबाहीः</w:t>
      </w:r>
      <w:bookmarkEnd w:id="24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रजम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पत्थर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तलवार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मनी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असग</w:t>
      </w:r>
      <w:r w:rsidRPr="00F24501">
        <w:rPr>
          <w:rFonts w:hint="cs"/>
          <w:cs/>
          <w:lang w:bidi="hi-IN"/>
        </w:rPr>
        <w:t>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मुलुकुलरोम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ऐसबुर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इसहाक़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यूरोपियन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किताब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अक़युल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मालिक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मंटयाले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छोलदारी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धैर्यपुर्वक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वजू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पत्थर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बरसने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पत्थरों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बम्बारी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मुक़दत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तीसरे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बकरियों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काटके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दीनार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असग़र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अँग्रेजों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विश्वासघात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विभाजित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DD79C0">
        <w:t>80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बटालियन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आक्रमण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बुख़ारी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1"/>
      </w:pPr>
      <w:bookmarkStart w:id="25" w:name="_Toc511371224"/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वर्णितः</w:t>
      </w:r>
      <w:bookmarkEnd w:id="25"/>
    </w:p>
    <w:p w:rsidR="00F24501" w:rsidRPr="00DD79C0" w:rsidRDefault="00F24501" w:rsidP="00DD79C0">
      <w:pPr>
        <w:pStyle w:val="libNormal"/>
      </w:pPr>
      <w:r w:rsidRPr="00DD79C0">
        <w:t xml:space="preserve"> </w:t>
      </w:r>
      <w:r w:rsidRPr="00DD79C0">
        <w:tab/>
      </w:r>
      <w:r w:rsidRPr="00F24501">
        <w:rPr>
          <w:rFonts w:hint="cs"/>
          <w:cs/>
          <w:lang w:bidi="hi-IN"/>
        </w:rPr>
        <w:t>मनाक़िम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क़तादा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मुस्सयब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करपयतिन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हगरों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बरबादी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जाज</w:t>
      </w:r>
      <w:r w:rsidRPr="00DD79C0">
        <w:t xml:space="preserve">, </w:t>
      </w:r>
      <w:r w:rsidRPr="00F24501">
        <w:rPr>
          <w:rFonts w:hint="cs"/>
          <w:cs/>
          <w:lang w:bidi="hi-IN"/>
        </w:rPr>
        <w:t>ख्वारज़म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असफ़हान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हमादान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दैलम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क़ज़वीन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फारस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भूखमरी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हब्शा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सिऩ्ध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रौंदे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सेजिस्तान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गैस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इत्यादि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शूमान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टिड्डियों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नेशापूर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कटाना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आजरमाईजान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टापों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सेनाओ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एटम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>)</w:t>
      </w:r>
      <w:r w:rsidRPr="00DD79C0">
        <w:t xml:space="preserve">, </w:t>
      </w:r>
      <w:r w:rsidRPr="00F24501">
        <w:rPr>
          <w:rFonts w:hint="cs"/>
          <w:cs/>
          <w:lang w:bidi="hi-IN"/>
        </w:rPr>
        <w:t>बुख़ारा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अवैध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मुल्तान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मायुद्ध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वर्णित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अब्दुल्लाह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ऩली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अलैहिसलाम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मालूम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मताएं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पृत्वी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अवैध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उमैया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प्रशासक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ख़ुरासान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DD79C0">
        <w:t>, (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जायेगा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मुल्तान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प्रभुत्व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हवालिये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वसरा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जीलान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अस्तराबाद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क़ज़बीन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झन्ड़े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मंद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सर्वोच्च्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तत्पश्यात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गतिशील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पंक्तियाँ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तैय्यार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अधर्मी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इत्यादि।</w:t>
      </w:r>
    </w:p>
    <w:p w:rsidR="00F24501" w:rsidRPr="00DD79C0" w:rsidRDefault="00F24501" w:rsidP="00031920">
      <w:pPr>
        <w:pStyle w:val="Heading1"/>
      </w:pPr>
      <w:bookmarkStart w:id="26" w:name="_Toc511371225"/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मृत्युः</w:t>
      </w:r>
      <w:bookmarkEnd w:id="26"/>
    </w:p>
    <w:p w:rsidR="00F24501" w:rsidRPr="00DD79C0" w:rsidRDefault="00F24501" w:rsidP="0003192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</w:t>
      </w:r>
      <w:r w:rsidR="00031920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सफ़ेद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मौत।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तलवार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मौत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मुहायुद्ध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031920">
      <w:pPr>
        <w:pStyle w:val="Heading1"/>
      </w:pPr>
      <w:r w:rsidRPr="00DD79C0">
        <w:tab/>
      </w:r>
      <w:bookmarkStart w:id="27" w:name="_Toc511371226"/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प्रवेशः</w:t>
      </w:r>
      <w:bookmarkEnd w:id="27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पत्थर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बरसेगें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गिराये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अस्तिकों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प्रकोप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यातना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अशहबी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अशवरोहियों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ख़रशा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ज़मीन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प्रतीशक्षा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सुफ़याही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फिलिस्तीन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शुष्क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हरशा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ख़रशा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भूगोल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आफला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सुफ़ायनी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विद्रोह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अग्रतेर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आयेगा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031920">
      <w:pPr>
        <w:pStyle w:val="Heading1"/>
      </w:pPr>
      <w:bookmarkStart w:id="28" w:name="_Toc511371227"/>
      <w:r w:rsidRPr="00F24501">
        <w:rPr>
          <w:rFonts w:hint="cs"/>
          <w:cs/>
          <w:lang w:bidi="hi-IN"/>
        </w:rPr>
        <w:lastRenderedPageBreak/>
        <w:t>क</w:t>
      </w:r>
      <w:r w:rsidR="001E1D68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फे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घेराव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="001E1D68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bookmarkEnd w:id="28"/>
    </w:p>
    <w:p w:rsidR="00F24501" w:rsidRPr="00DD79C0" w:rsidRDefault="00F24501" w:rsidP="003477E9">
      <w:pPr>
        <w:pStyle w:val="Heading1"/>
      </w:pPr>
      <w:bookmarkStart w:id="29" w:name="_Toc511371228"/>
      <w:r w:rsidRPr="00F24501">
        <w:rPr>
          <w:rFonts w:hint="cs"/>
          <w:cs/>
          <w:lang w:bidi="hi-IN"/>
        </w:rPr>
        <w:t>नफ्से</w:t>
      </w:r>
      <w:r w:rsidRPr="00F24501">
        <w:rPr>
          <w:cs/>
          <w:lang w:bidi="hi-IN"/>
        </w:rPr>
        <w:t xml:space="preserve"> </w:t>
      </w:r>
      <w:r w:rsidR="001E1D68">
        <w:rPr>
          <w:rFonts w:hint="cs"/>
          <w:cs/>
          <w:lang w:bidi="hi-IN"/>
        </w:rPr>
        <w:t>ज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bookmarkEnd w:id="29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अनुवालः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असबग़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निशानियाँ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घेराव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गलियों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फाडा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चालीस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निलम्बित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मुअत्तल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निकलना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नसरानियों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नसारा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बुजुर्ग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गतिशाली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नरकीय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लैट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DD79C0">
        <w:t>70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रुकन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लगेगी।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मख़जून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व्यख्यान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बशरतुल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1"/>
      </w:pPr>
      <w:r w:rsidRPr="00DD79C0">
        <w:tab/>
      </w:r>
      <w:bookmarkStart w:id="30" w:name="_Toc511371229"/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खुत्ब</w:t>
      </w:r>
      <w:r w:rsidRPr="00F24501">
        <w:rPr>
          <w:rFonts w:hint="cs"/>
          <w:cs/>
          <w:lang w:bidi="hi-IN"/>
        </w:rPr>
        <w:t>उल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इफ्तेख़रिया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bookmarkEnd w:id="30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गलियों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विनिमय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निलम्बन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हाजियों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रास्ता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ख़ुरासान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ज़मीन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पच्छल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र्तपात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तत्पश्चात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सार्वजनिक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3477E9">
      <w:pPr>
        <w:pStyle w:val="Heading1"/>
      </w:pPr>
      <w:bookmarkStart w:id="31" w:name="_Toc511371230"/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तिहाई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bookmarkEnd w:id="31"/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अनुवादः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तिहाई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तिहाई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सामान्य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तिहाई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</w:p>
    <w:p w:rsidR="00F24501" w:rsidRPr="00DD79C0" w:rsidRDefault="00F24501" w:rsidP="003477E9">
      <w:pPr>
        <w:pStyle w:val="Heading1"/>
      </w:pPr>
      <w:bookmarkStart w:id="32" w:name="_Toc511371231"/>
      <w:r w:rsidRPr="00F24501">
        <w:rPr>
          <w:rFonts w:hint="cs"/>
          <w:cs/>
          <w:lang w:bidi="hi-IN"/>
        </w:rPr>
        <w:lastRenderedPageBreak/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नरसंहारः</w:t>
      </w:r>
      <w:bookmarkEnd w:id="32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समुदायचों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सहस्त्रों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</w:p>
    <w:p w:rsidR="00F24501" w:rsidRPr="00DD79C0" w:rsidRDefault="002E5943" w:rsidP="003477E9">
      <w:pPr>
        <w:pStyle w:val="Heading1"/>
      </w:pPr>
      <w:r>
        <w:rPr>
          <w:cs/>
          <w:lang w:bidi="hi-IN"/>
        </w:rPr>
        <w:t xml:space="preserve"> </w:t>
      </w:r>
      <w:bookmarkStart w:id="33" w:name="_Toc511371232"/>
      <w:r w:rsidR="00F24501" w:rsidRPr="00F24501">
        <w:rPr>
          <w:rFonts w:hint="cs"/>
          <w:cs/>
          <w:lang w:bidi="hi-IN"/>
        </w:rPr>
        <w:t>नियम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विरुद्ध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गहन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लगनाः</w:t>
      </w:r>
      <w:bookmarkEnd w:id="33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बाकिर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प्रवृत्ति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चाँद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पाँचवी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DD79C0">
        <w:t>15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ज्योतिष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गणना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3477E9">
      <w:pPr>
        <w:pStyle w:val="Heading1"/>
      </w:pPr>
      <w:bookmarkStart w:id="34" w:name="_Toc511371233"/>
      <w:r w:rsidRPr="00F24501">
        <w:rPr>
          <w:rFonts w:hint="cs"/>
          <w:cs/>
          <w:lang w:bidi="hi-IN"/>
        </w:rPr>
        <w:t>भूचालों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भयः</w:t>
      </w:r>
      <w:bookmarkEnd w:id="34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बाकिर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भयंकर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भैद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जर्जर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विकृत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सायँ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लगें।</w:t>
      </w:r>
    </w:p>
    <w:p w:rsidR="00F24501" w:rsidRPr="00DD79C0" w:rsidRDefault="00F24501" w:rsidP="003477E9">
      <w:pPr>
        <w:pStyle w:val="Heading1"/>
      </w:pPr>
      <w:bookmarkStart w:id="35" w:name="_Toc511371234"/>
      <w:r w:rsidRPr="00F24501">
        <w:rPr>
          <w:rFonts w:hint="cs"/>
          <w:cs/>
          <w:lang w:bidi="hi-IN"/>
        </w:rPr>
        <w:lastRenderedPageBreak/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दावाः</w:t>
      </w:r>
      <w:bookmarkEnd w:id="35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इमामे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लें।</w:t>
      </w:r>
    </w:p>
    <w:p w:rsidR="00F24501" w:rsidRPr="00DD79C0" w:rsidRDefault="00F24501" w:rsidP="003477E9">
      <w:pPr>
        <w:pStyle w:val="Heading1"/>
      </w:pPr>
      <w:bookmarkStart w:id="36" w:name="_Toc511371235"/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दिवस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उपद्रवः</w:t>
      </w:r>
      <w:bookmarkEnd w:id="36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अनुवादः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जा</w:t>
      </w:r>
      <w:r w:rsidRPr="00F24501">
        <w:rPr>
          <w:rFonts w:hint="cs"/>
          <w:cs/>
          <w:lang w:bidi="hi-IN"/>
        </w:rPr>
        <w:t>फर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लड़के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सम्बोधित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चा</w:t>
      </w:r>
      <w:r w:rsidRPr="00F24501">
        <w:rPr>
          <w:rFonts w:hint="cs"/>
          <w:cs/>
          <w:lang w:bidi="hi-IN"/>
        </w:rPr>
        <w:t>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असहाबे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साबून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बाबेफ़ील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="00031920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031920">
        <w:rPr>
          <w:rFonts w:hint="cs"/>
          <w:cs/>
          <w:lang w:bidi="hi-IN"/>
        </w:rPr>
        <w:t>ू</w:t>
      </w:r>
      <w:r w:rsidRPr="00F24501">
        <w:rPr>
          <w:rFonts w:hint="cs"/>
          <w:cs/>
          <w:lang w:bidi="hi-IN"/>
        </w:rPr>
        <w:t>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रहना।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दिवस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दिवस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1"/>
      </w:pPr>
      <w:bookmarkStart w:id="37" w:name="_Toc511371236"/>
      <w:r w:rsidRPr="00F24501">
        <w:rPr>
          <w:rFonts w:hint="cs"/>
          <w:cs/>
          <w:lang w:bidi="hi-IN"/>
        </w:rPr>
        <w:t>हतमिया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>)</w:t>
      </w:r>
      <w:bookmarkEnd w:id="37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अनिवार्य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अवशयमेव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क्रमशः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निम्नलिखित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आता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अतिसूक्षम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फारसी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संदर्भित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3"/>
      </w:pPr>
      <w:bookmarkStart w:id="38" w:name="_Toc511371237"/>
      <w:r w:rsidRPr="00DD79C0">
        <w:t xml:space="preserve">1.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उठनाः</w:t>
      </w:r>
      <w:bookmarkEnd w:id="38"/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अशुभ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अवूः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सुफ़ियान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सुफियान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क़ैस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फफोलायुक्त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जलन्तृण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शुष्क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फिलित्तीन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हिंसक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अवैध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व्याभिचारियों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सठेगा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तत्पश्चात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मुनव्वरा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तहस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लूटमार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वेदा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मैदान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lastRenderedPageBreak/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छुटकारा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आते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गे</w:t>
      </w:r>
      <w:r w:rsidRPr="00F24501">
        <w:rPr>
          <w:cs/>
          <w:lang w:bidi="hi-IN"/>
        </w:rPr>
        <w:t>)</w:t>
      </w:r>
    </w:p>
    <w:p w:rsidR="00031920" w:rsidRDefault="00031920" w:rsidP="00031920">
      <w:pPr>
        <w:pStyle w:val="Heading3"/>
        <w:rPr>
          <w:rFonts w:hint="cs"/>
          <w:lang w:bidi="hi-IN"/>
        </w:rPr>
      </w:pPr>
      <w:bookmarkStart w:id="39" w:name="_Toc511371238"/>
      <w:r>
        <w:rPr>
          <w:rFonts w:hint="cs"/>
          <w:cs/>
          <w:lang w:bidi="hi-IN"/>
        </w:rPr>
        <w:t>2</w:t>
      </w:r>
      <w:r w:rsidR="00F24501" w:rsidRPr="00DD79C0">
        <w:t>.</w:t>
      </w:r>
      <w:r w:rsidR="00F24501" w:rsidRPr="00DD79C0">
        <w:tab/>
      </w:r>
      <w:r w:rsidR="00F24501" w:rsidRPr="00F24501">
        <w:rPr>
          <w:rFonts w:hint="cs"/>
          <w:cs/>
          <w:lang w:bidi="hi-IN"/>
        </w:rPr>
        <w:t>आकाशीय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चीख</w:t>
      </w:r>
      <w:bookmarkEnd w:id="39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रमज़ान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तेइसवीं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शुक्रवार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रात्रि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ऐ</w:t>
      </w:r>
      <w:r w:rsidRPr="00F24501">
        <w:rPr>
          <w:rFonts w:hint="cs"/>
          <w:cs/>
          <w:lang w:bidi="hi-IN"/>
        </w:rPr>
        <w:t>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जिबरईल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सुनेगा।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ठीक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शैतान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031920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आश्यर्य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भोतिक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भौतिक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जगह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वक्तव्य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प्रतिनिधि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उन्नति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द्यान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031920">
      <w:pPr>
        <w:pStyle w:val="Heading3"/>
      </w:pPr>
      <w:bookmarkStart w:id="40" w:name="_Toc511371239"/>
      <w:r w:rsidRPr="00DD79C0">
        <w:t xml:space="preserve">3.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ग्रहणः</w:t>
      </w:r>
      <w:bookmarkEnd w:id="40"/>
    </w:p>
    <w:p w:rsidR="00F24501" w:rsidRPr="00DD79C0" w:rsidRDefault="002E5943" w:rsidP="00DD79C0">
      <w:pPr>
        <w:pStyle w:val="libNormal"/>
      </w:pPr>
      <w:r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पृथ्वी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इस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प्रकार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लगातार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सुर्यग्रहण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पड़ना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कि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पहले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पूरब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देशों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पूरा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ग्रहण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हो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फिर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पश्चिमी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देशों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तदापरान्त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अरब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द्वीप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(</w:t>
      </w:r>
      <w:r w:rsidR="00F24501" w:rsidRPr="00F24501">
        <w:rPr>
          <w:rFonts w:hint="cs"/>
          <w:cs/>
          <w:lang w:bidi="hi-IN"/>
        </w:rPr>
        <w:t>पिछले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वर्ष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इसी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क्रम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दो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स्थानों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ग्रहण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लग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चुके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हैं</w:t>
      </w:r>
      <w:r w:rsidR="00F24501" w:rsidRPr="00F24501">
        <w:rPr>
          <w:cs/>
          <w:lang w:bidi="hi-IN"/>
        </w:rPr>
        <w:t xml:space="preserve">) </w:t>
      </w:r>
      <w:r w:rsidR="00F24501" w:rsidRPr="00F24501">
        <w:rPr>
          <w:rFonts w:hint="cs"/>
          <w:cs/>
          <w:lang w:bidi="hi-IN"/>
        </w:rPr>
        <w:t>कुछ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कथनों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यह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उल्लेख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है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कि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कुछ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क्षेत्रों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इस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क्रम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से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धरीप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धंस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जाने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बोध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है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भगवान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ठीक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जानीक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है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भूकम्पोंके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गोलाबारी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भूचाल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031920">
      <w:pPr>
        <w:pStyle w:val="Heading3"/>
      </w:pPr>
      <w:bookmarkStart w:id="41" w:name="_Toc511371240"/>
      <w:r w:rsidRPr="00DD79C0">
        <w:lastRenderedPageBreak/>
        <w:t>4.</w:t>
      </w:r>
      <w:r w:rsidRPr="00DD79C0">
        <w:tab/>
      </w:r>
      <w:r w:rsidRPr="00F24501">
        <w:rPr>
          <w:rFonts w:hint="cs"/>
          <w:cs/>
          <w:lang w:bidi="hi-IN"/>
        </w:rPr>
        <w:t>प्रकृति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सूर्योदय</w:t>
      </w:r>
      <w:bookmarkEnd w:id="41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दीर्घ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लक्ष्णों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ज़ोहर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</w:t>
      </w:r>
      <w:r w:rsidR="002E5943">
        <w:rPr>
          <w:rFonts w:hint="cs"/>
          <w:cs/>
          <w:lang w:bidi="hi-IN"/>
        </w:rPr>
        <w:t>ह</w:t>
      </w:r>
      <w:r w:rsidR="00031920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मण्डल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अज्ञानवंश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कितने</w:t>
      </w:r>
      <w:r w:rsidRPr="00F24501">
        <w:rPr>
          <w:cs/>
          <w:lang w:bidi="hi-IN"/>
        </w:rPr>
        <w:t xml:space="preserve"> </w:t>
      </w:r>
      <w:r w:rsidR="00F26EF9">
        <w:rPr>
          <w:rFonts w:hint="cs"/>
          <w:cs/>
          <w:lang w:bidi="hi-IN"/>
        </w:rPr>
        <w:t>प</w:t>
      </w:r>
      <w:r w:rsidRPr="00F24501">
        <w:rPr>
          <w:rFonts w:hint="cs"/>
          <w:cs/>
          <w:lang w:bidi="hi-IN"/>
        </w:rPr>
        <w:t>र</w:t>
      </w:r>
      <w:r w:rsidR="00F26EF9">
        <w:rPr>
          <w:rFonts w:hint="cs"/>
          <w:cs/>
          <w:lang w:bidi="hi-IN"/>
        </w:rPr>
        <w:t>ि</w:t>
      </w:r>
      <w:r w:rsidRPr="00F24501">
        <w:rPr>
          <w:rFonts w:hint="cs"/>
          <w:cs/>
          <w:lang w:bidi="hi-IN"/>
        </w:rPr>
        <w:t>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</w:t>
      </w:r>
      <w:r w:rsidR="00F26EF9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हथियारों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झटके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सकीक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नक्षत्रों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खगोल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होर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="00843064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पिरभ्रमण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अथवा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नक्षत्रों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नक्षत्रों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घटनाएँ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अमरीकी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नक्षत्र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घोषणा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नक्षत्रों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गिरेगा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दक्षिणी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अमेरिका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पाकिस्तान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अगस्त</w:t>
      </w:r>
      <w:r w:rsidRPr="00F24501">
        <w:rPr>
          <w:cs/>
          <w:lang w:bidi="hi-IN"/>
        </w:rPr>
        <w:t xml:space="preserve"> </w:t>
      </w:r>
      <w:r w:rsidRPr="00DD79C0">
        <w:t>1967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अल्लाह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परिवर्तनशील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843064">
      <w:pPr>
        <w:pStyle w:val="Heading3"/>
      </w:pPr>
      <w:bookmarkStart w:id="42" w:name="_Toc511371241"/>
      <w:r w:rsidRPr="00DD79C0">
        <w:t>5.</w:t>
      </w:r>
      <w:r w:rsidRPr="00DD79C0">
        <w:tab/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चन्द्रग्रहणः</w:t>
      </w:r>
      <w:bookmarkEnd w:id="42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पूर्णतया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रमाज़न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पन्द्रवी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रमज़ान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पाँचवी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चन्द्रग्रहण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मुझे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अख़बारों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अथवा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843064">
      <w:pPr>
        <w:pStyle w:val="Heading3"/>
      </w:pPr>
      <w:bookmarkStart w:id="43" w:name="_Toc511371242"/>
      <w:r w:rsidRPr="00DD79C0">
        <w:lastRenderedPageBreak/>
        <w:t>6.</w:t>
      </w:r>
      <w:r w:rsidRPr="00DD79C0">
        <w:tab/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उठनाः</w:t>
      </w:r>
      <w:bookmarkEnd w:id="43"/>
      <w:r w:rsidRPr="00F24501">
        <w:rPr>
          <w:cs/>
          <w:lang w:bidi="hi-IN"/>
        </w:rPr>
        <w:t xml:space="preserve"> </w:t>
      </w:r>
    </w:p>
    <w:p w:rsidR="00F24501" w:rsidRPr="00DD79C0" w:rsidRDefault="00F24501" w:rsidP="00843064">
      <w:pPr>
        <w:pStyle w:val="libNormal"/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किंतु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843064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कपट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धोखाधड़ी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कृत्य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ब</w:t>
      </w:r>
      <w:r w:rsidRPr="00F24501">
        <w:rPr>
          <w:rFonts w:hint="cs"/>
          <w:cs/>
          <w:lang w:bidi="hi-IN"/>
        </w:rPr>
        <w:t>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वचन</w:t>
      </w:r>
      <w:r w:rsidRPr="00F24501">
        <w:rPr>
          <w:cs/>
          <w:lang w:bidi="hi-IN"/>
        </w:rPr>
        <w:t xml:space="preserve"> (</w:t>
      </w:r>
      <w:r w:rsidR="00843064">
        <w:rPr>
          <w:rFonts w:hint="cs"/>
          <w:cs/>
          <w:lang w:bidi="hi-IN"/>
        </w:rPr>
        <w:t>दज्</w:t>
      </w:r>
      <w:r w:rsidRPr="00F24501">
        <w:rPr>
          <w:rFonts w:hint="cs"/>
          <w:cs/>
          <w:lang w:bidi="hi-IN"/>
        </w:rPr>
        <w:t>जालो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अधिक</w:t>
      </w:r>
      <w:r w:rsidRPr="00F24501">
        <w:rPr>
          <w:rFonts w:hint="cs"/>
          <w:cs/>
          <w:lang w:bidi="hi-IN"/>
        </w:rPr>
        <w:t>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="00843064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इच्छा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="00843064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="00843064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सैद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ब</w:t>
      </w:r>
      <w:r w:rsidRPr="00F24501">
        <w:rPr>
          <w:rFonts w:hint="cs"/>
          <w:cs/>
          <w:lang w:bidi="hi-IN"/>
        </w:rPr>
        <w:t>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उपाधि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जादूगर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अतिश्योक्ति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श्रेणी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धोखाधड़ी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असमर्थता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स्त्रियाँ</w:t>
      </w:r>
      <w:r w:rsidRPr="00DD79C0">
        <w:t xml:space="preserve">, </w:t>
      </w:r>
      <w:r w:rsidRPr="00F24501">
        <w:rPr>
          <w:rFonts w:hint="cs"/>
          <w:cs/>
          <w:lang w:bidi="hi-IN"/>
        </w:rPr>
        <w:t>यहूदी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बद्दू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ब</w:t>
      </w:r>
      <w:r w:rsidRPr="00F24501">
        <w:rPr>
          <w:rFonts w:hint="cs"/>
          <w:cs/>
          <w:lang w:bidi="hi-IN"/>
        </w:rPr>
        <w:t>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उत्तरदायी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जादूगर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="00843064">
        <w:rPr>
          <w:rFonts w:hint="cs"/>
          <w:cs/>
          <w:lang w:bidi="hi-IN"/>
        </w:rPr>
        <w:t xml:space="preserve">ने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गधे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</w:t>
      </w:r>
      <w:r w:rsidR="00843064">
        <w:rPr>
          <w:rFonts w:hint="cs"/>
          <w:cs/>
          <w:lang w:bidi="hi-IN"/>
        </w:rPr>
        <w:t>ो</w:t>
      </w:r>
      <w:r w:rsidRPr="00F24501">
        <w:rPr>
          <w:rFonts w:hint="cs"/>
          <w:cs/>
          <w:lang w:bidi="hi-IN"/>
        </w:rPr>
        <w:t>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लो</w:t>
      </w:r>
      <w:r w:rsidRPr="00F24501">
        <w:rPr>
          <w:rFonts w:hint="cs"/>
          <w:cs/>
          <w:lang w:bidi="hi-IN"/>
        </w:rPr>
        <w:t>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क़तामा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अबूयूसुफ़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लेंगे</w:t>
      </w:r>
      <w:r w:rsidR="00843064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अ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="00843064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पत्त</w:t>
      </w:r>
      <w:r w:rsidR="00843064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खेतों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</w:t>
      </w:r>
      <w:r w:rsidR="002E5943">
        <w:rPr>
          <w:rFonts w:hint="cs"/>
          <w:cs/>
          <w:lang w:bidi="hi-IN"/>
        </w:rPr>
        <w:t>ह</w:t>
      </w:r>
      <w:r w:rsidR="00843064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बूंद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बरसेगा।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</w:t>
      </w:r>
      <w:r w:rsidR="00843064">
        <w:rPr>
          <w:rFonts w:hint="cs"/>
          <w:cs/>
          <w:lang w:bidi="hi-IN"/>
        </w:rPr>
        <w:t>ाँव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DB4F97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वाह्य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DD79C0">
        <w:t>20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ज़रअ</w:t>
      </w:r>
      <w:r w:rsidR="002E5943">
        <w:rPr>
          <w:cs/>
          <w:lang w:bidi="hi-IN"/>
        </w:rPr>
        <w:t xml:space="preserve"> </w:t>
      </w:r>
      <w:r w:rsidRPr="00F24501">
        <w:rPr>
          <w:cs/>
          <w:lang w:bidi="hi-IN"/>
        </w:rPr>
        <w:t>-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क़दरे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दाहिनी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लोथडे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बाँयी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गदहा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त्वचा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घुटनों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घुटने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उसको</w:t>
      </w:r>
      <w:r w:rsidRPr="00F24501">
        <w:rPr>
          <w:cs/>
          <w:lang w:bidi="hi-IN"/>
        </w:rPr>
        <w:t xml:space="preserve"> </w:t>
      </w:r>
      <w:r w:rsidRPr="00DD79C0">
        <w:t>70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सशस्त्र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घटनाएं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बैतुल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मुकद्</w:t>
      </w:r>
      <w:r w:rsidRPr="00F24501">
        <w:rPr>
          <w:rFonts w:hint="cs"/>
          <w:cs/>
          <w:lang w:bidi="hi-IN"/>
        </w:rPr>
        <w:t>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</w:t>
      </w:r>
      <w:r w:rsidR="00DB4F97">
        <w:rPr>
          <w:rFonts w:hint="cs"/>
          <w:cs/>
          <w:lang w:bidi="hi-IN"/>
        </w:rPr>
        <w:t>त्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सलीब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चिन्ह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सूअर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छूट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तद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उपरान्त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इस्लाम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संदर्भ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अलमलाहिम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अकरम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</w:t>
      </w:r>
      <w:r w:rsidR="00DB4F97">
        <w:rPr>
          <w:rFonts w:hint="cs"/>
          <w:cs/>
          <w:lang w:bidi="hi-IN"/>
        </w:rPr>
        <w:t>ि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संभिप्त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दर्शाऊंगा।</w:t>
      </w:r>
    </w:p>
    <w:p w:rsidR="00F24501" w:rsidRPr="00DD79C0" w:rsidRDefault="00F24501" w:rsidP="00DB4F97">
      <w:pPr>
        <w:pStyle w:val="Heading3"/>
      </w:pPr>
      <w:bookmarkStart w:id="44" w:name="_Toc511371243"/>
      <w:r w:rsidRPr="00DD79C0">
        <w:t>7.</w:t>
      </w:r>
      <w:r w:rsidRPr="00DD79C0">
        <w:tab/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उतरनाः</w:t>
      </w:r>
      <w:bookmarkEnd w:id="44"/>
    </w:p>
    <w:p w:rsidR="00F24501" w:rsidRPr="00DD79C0" w:rsidRDefault="00F24501" w:rsidP="00BF7B9A">
      <w:pPr>
        <w:pStyle w:val="libNormal"/>
        <w:rPr>
          <w:lang w:bidi="hi-IN"/>
        </w:rPr>
      </w:pP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गई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निश्चित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पाकतः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उतरेंगे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पढायेंगे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नमाज़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पढ़े</w:t>
      </w:r>
      <w:r w:rsidRPr="00F24501">
        <w:rPr>
          <w:rFonts w:hint="cs"/>
          <w:cs/>
          <w:lang w:bidi="hi-IN"/>
        </w:rPr>
        <w:t>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इ</w:t>
      </w:r>
      <w:r w:rsidRPr="00F24501">
        <w:rPr>
          <w:rFonts w:hint="cs"/>
          <w:cs/>
          <w:lang w:bidi="hi-IN"/>
        </w:rPr>
        <w:t>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दज्जाल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भटके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यहूदीगण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="00DB4F97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="00DB4F97">
        <w:rPr>
          <w:rFonts w:hint="cs"/>
          <w:cs/>
          <w:lang w:bidi="hi-IN"/>
        </w:rPr>
        <w:t>्</w:t>
      </w:r>
      <w:r w:rsidRPr="00F24501">
        <w:rPr>
          <w:rFonts w:hint="cs"/>
          <w:cs/>
          <w:lang w:bidi="hi-IN"/>
        </w:rPr>
        <w:t>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केवल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मिर्ज़ा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अहमद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क़ादयानी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जिन्होनें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 xml:space="preserve">ईसा मसीह के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उन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विपरीत है मेरा शीषर्क उनके विरूध्द प्रमाण प्रस्तुत करना नही बल्कि धर्म की सीधी राह पर चलने वाला मुसलमान उनके दावे की असत्यता से अव</w:t>
      </w:r>
      <w:r w:rsidRPr="00F24501">
        <w:rPr>
          <w:rFonts w:hint="cs"/>
          <w:cs/>
          <w:lang w:bidi="hi-IN"/>
        </w:rPr>
        <w:t>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पथभष्रटता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</w:t>
      </w:r>
      <w:r w:rsidR="00BF7B9A">
        <w:rPr>
          <w:rFonts w:hint="cs"/>
          <w:cs/>
          <w:lang w:bidi="hi-IN"/>
        </w:rPr>
        <w:t xml:space="preserve">कता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सामग्री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</w:t>
      </w:r>
      <w:r w:rsidR="00BF7B9A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मिर्ज़ा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</w:t>
      </w:r>
      <w:r w:rsidR="00BF7B9A">
        <w:rPr>
          <w:rFonts w:hint="cs"/>
          <w:cs/>
          <w:lang w:bidi="hi-IN"/>
        </w:rPr>
        <w:t>ी</w:t>
      </w:r>
      <w:r w:rsidRPr="00F24501">
        <w:rPr>
          <w:rFonts w:hint="cs"/>
          <w:cs/>
          <w:lang w:bidi="hi-IN"/>
        </w:rPr>
        <w:t>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किंतु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मर</w:t>
      </w:r>
      <w:r w:rsidRPr="00F24501">
        <w:rPr>
          <w:rFonts w:hint="cs"/>
          <w:cs/>
          <w:lang w:bidi="hi-IN"/>
        </w:rPr>
        <w:t>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मिर्ज़ा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माताश्री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मर</w:t>
      </w:r>
      <w:r w:rsidRPr="00F24501">
        <w:rPr>
          <w:rFonts w:hint="cs"/>
          <w:cs/>
          <w:lang w:bidi="hi-IN"/>
        </w:rPr>
        <w:t>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कहलाने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दशांए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मरियम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मिर्ज़ा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</w:t>
      </w:r>
      <w:r w:rsidR="00BF7B9A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मसीह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मिर्जा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मरियम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धोखा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शुक्र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>)</w:t>
      </w:r>
    </w:p>
    <w:p w:rsidR="00F24501" w:rsidRPr="00DD79C0" w:rsidRDefault="00F24501" w:rsidP="00BF7B9A">
      <w:pPr>
        <w:pStyle w:val="Heading3"/>
      </w:pPr>
      <w:bookmarkStart w:id="45" w:name="_Toc511371244"/>
      <w:r w:rsidRPr="00DD79C0">
        <w:t>8.</w:t>
      </w:r>
      <w:r w:rsidRPr="00DD79C0">
        <w:tab/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जानाः</w:t>
      </w:r>
      <w:bookmarkEnd w:id="45"/>
    </w:p>
    <w:p w:rsidR="00F24501" w:rsidRPr="00DD79C0" w:rsidRDefault="00F24501" w:rsidP="00BF7B9A">
      <w:pPr>
        <w:pStyle w:val="libNormal"/>
      </w:pP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अग्रतर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दर्शाए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धुँआ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गैसों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परिणाम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गैसों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प्रत्यक्ष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</w:t>
      </w:r>
      <w:r w:rsidR="00BF7B9A">
        <w:rPr>
          <w:rFonts w:hint="cs"/>
          <w:cs/>
          <w:lang w:bidi="hi-IN"/>
        </w:rPr>
        <w:t>ि</w:t>
      </w:r>
      <w:r w:rsidRPr="00F24501">
        <w:rPr>
          <w:rFonts w:hint="cs"/>
          <w:cs/>
          <w:lang w:bidi="hi-IN"/>
        </w:rPr>
        <w:t>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पेट्रोल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भण्डार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सन्देह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उपेक्षा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गहराईयों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करेगी।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BF7B9A">
      <w:pPr>
        <w:pStyle w:val="Heading3"/>
      </w:pPr>
      <w:bookmarkStart w:id="46" w:name="_Toc511371245"/>
      <w:r w:rsidRPr="00DD79C0">
        <w:t>9.</w:t>
      </w:r>
      <w:r w:rsidRPr="00DD79C0">
        <w:tab/>
      </w:r>
      <w:r w:rsidRPr="00F24501">
        <w:rPr>
          <w:rFonts w:hint="cs"/>
          <w:cs/>
          <w:lang w:bidi="hi-IN"/>
        </w:rPr>
        <w:t>बगदाद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शह</w:t>
      </w:r>
      <w:r w:rsidRPr="00F24501">
        <w:rPr>
          <w:rFonts w:hint="cs"/>
          <w:cs/>
          <w:lang w:bidi="hi-IN"/>
        </w:rPr>
        <w:t>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विनाशः</w:t>
      </w:r>
      <w:bookmarkEnd w:id="46"/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नगरों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आलिमों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अनी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ऩनेको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सम्भवतः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प्रकोप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केन्द्र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प्रकोप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तूफ़ान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वायू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दूसरा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पड़ोस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सम्भवतः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प्रत्येक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अटल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BF7B9A" w:rsidRDefault="00F24501" w:rsidP="00BF7B9A">
      <w:pPr>
        <w:pStyle w:val="Heading3"/>
        <w:rPr>
          <w:rFonts w:hint="cs"/>
          <w:lang w:bidi="hi-IN"/>
        </w:rPr>
      </w:pPr>
      <w:bookmarkStart w:id="47" w:name="_Toc511371246"/>
      <w:r w:rsidRPr="00DD79C0">
        <w:t>10.</w:t>
      </w:r>
      <w:r w:rsidRPr="00DD79C0">
        <w:tab/>
      </w:r>
      <w:r w:rsidR="00BF7B9A">
        <w:rPr>
          <w:rFonts w:hint="cs"/>
          <w:cs/>
          <w:lang w:bidi="hi-IN"/>
        </w:rPr>
        <w:t>सैय्यद हसनी का उठना</w:t>
      </w:r>
      <w:bookmarkEnd w:id="47"/>
    </w:p>
    <w:p w:rsidR="00F24501" w:rsidRPr="00DD79C0" w:rsidRDefault="00F24501" w:rsidP="00BF7B9A">
      <w:pPr>
        <w:pStyle w:val="libNormal"/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सुन्दर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नौजवान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कथनानुसार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उपाधि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दैलम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क़ज़वीन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ख़िलाफ़त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उत्तराधिकार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अच्छे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तालेक़ान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किरमान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मुल्तान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पधारेंगे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मुल्तान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जुके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मक्का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मदीना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गधार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</w:t>
      </w:r>
      <w:r w:rsidR="00BF7B9A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लाभान्वित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चमत्कार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चमत्कार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बढ़ाईये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</w:t>
      </w:r>
      <w:r w:rsidR="00BF7B9A">
        <w:rPr>
          <w:rFonts w:hint="cs"/>
          <w:cs/>
          <w:lang w:bidi="hi-IN"/>
        </w:rPr>
        <w:t>ा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बैअत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भक्ति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प्रतिज्ञा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करु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चूमेंगे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स</w:t>
      </w:r>
      <w:r w:rsidRPr="00F24501">
        <w:rPr>
          <w:rFonts w:hint="cs"/>
          <w:cs/>
          <w:lang w:bidi="hi-IN"/>
        </w:rPr>
        <w:t>ह</w:t>
      </w:r>
      <w:r w:rsidR="00BF7B9A">
        <w:rPr>
          <w:rFonts w:hint="cs"/>
          <w:cs/>
          <w:lang w:bidi="hi-IN"/>
        </w:rPr>
        <w:t>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प्रतीज्ञा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बैअत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सौगन्ध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संतुष्टि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चमत्कार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माँग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ज़ैदिया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जैद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शहीद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अ</w:t>
      </w:r>
      <w:r w:rsidRPr="00F24501">
        <w:rPr>
          <w:rFonts w:hint="cs"/>
          <w:cs/>
          <w:lang w:bidi="hi-IN"/>
        </w:rPr>
        <w:t>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प्रतिज्ञा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बैअत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नौजवान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सिपाही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ईमाम</w:t>
      </w:r>
      <w:r w:rsidRPr="00DD79C0">
        <w:t xml:space="preserve">, </w:t>
      </w:r>
      <w:r w:rsidRPr="00F24501">
        <w:rPr>
          <w:rFonts w:hint="cs"/>
          <w:cs/>
          <w:lang w:bidi="hi-IN"/>
        </w:rPr>
        <w:t>सैय्यदहसनी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शिक्षा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</w:t>
      </w:r>
    </w:p>
    <w:p w:rsidR="00F24501" w:rsidRPr="00DD79C0" w:rsidRDefault="00F24501" w:rsidP="00BF7B9A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खुत्बे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संक्षेप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</w:p>
    <w:p w:rsidR="00F24501" w:rsidRPr="00DD79C0" w:rsidRDefault="00F24501" w:rsidP="00DD79C0">
      <w:pPr>
        <w:pStyle w:val="libNormal"/>
      </w:pPr>
      <w:r w:rsidRPr="00DD79C0">
        <w:lastRenderedPageBreak/>
        <w:t>11.</w:t>
      </w:r>
      <w:r w:rsidRPr="00DD79C0">
        <w:tab/>
      </w:r>
      <w:r w:rsidRPr="00F24501">
        <w:rPr>
          <w:rFonts w:hint="cs"/>
          <w:cs/>
          <w:lang w:bidi="hi-IN"/>
        </w:rPr>
        <w:t>दा</w:t>
      </w:r>
      <w:r w:rsidR="00BF7B9A">
        <w:rPr>
          <w:rFonts w:hint="cs"/>
          <w:cs/>
          <w:lang w:bidi="hi-IN"/>
        </w:rPr>
        <w:t>ब्</w:t>
      </w:r>
      <w:r w:rsidRPr="00F24501">
        <w:rPr>
          <w:rFonts w:hint="cs"/>
          <w:cs/>
          <w:lang w:bidi="hi-IN"/>
        </w:rPr>
        <w:t>बतुल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उठना</w:t>
      </w:r>
      <w:r w:rsidRPr="00F24501">
        <w:rPr>
          <w:cs/>
          <w:lang w:bidi="hi-IN"/>
        </w:rPr>
        <w:t>-</w:t>
      </w:r>
    </w:p>
    <w:p w:rsidR="00F24501" w:rsidRDefault="00F24501" w:rsidP="00001113">
      <w:pPr>
        <w:pStyle w:val="libNormal"/>
        <w:rPr>
          <w:rFonts w:hint="cs"/>
          <w:lang w:bidi="hi-IN"/>
        </w:rPr>
      </w:pP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विश्वस्नीय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दाब</w:t>
      </w:r>
      <w:r w:rsidR="00BF7B9A">
        <w:rPr>
          <w:rFonts w:hint="cs"/>
          <w:cs/>
          <w:lang w:bidi="hi-IN"/>
        </w:rPr>
        <w:t>्ब</w:t>
      </w:r>
      <w:r w:rsidRPr="00F24501">
        <w:rPr>
          <w:rFonts w:hint="cs"/>
          <w:cs/>
          <w:lang w:bidi="hi-IN"/>
        </w:rPr>
        <w:t>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="00BF7B9A">
        <w:rPr>
          <w:rFonts w:hint="cs"/>
          <w:cs/>
          <w:lang w:bidi="hi-IN"/>
        </w:rPr>
        <w:t>गई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="00001113">
        <w:rPr>
          <w:rFonts w:hint="cs"/>
          <w:cs/>
          <w:lang w:bidi="hi-IN"/>
        </w:rPr>
        <w:t>सक्ष</w:t>
      </w:r>
      <w:r w:rsidRPr="00F24501">
        <w:rPr>
          <w:rFonts w:hint="cs"/>
          <w:cs/>
          <w:lang w:bidi="hi-IN"/>
        </w:rPr>
        <w:t>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="00001113">
        <w:rPr>
          <w:rFonts w:hint="cs"/>
          <w:cs/>
          <w:lang w:bidi="hi-IN"/>
        </w:rPr>
        <w:t>लक्ष</w:t>
      </w:r>
      <w:r w:rsidRPr="00F24501">
        <w:rPr>
          <w:rFonts w:hint="cs"/>
          <w:cs/>
          <w:lang w:bidi="hi-IN"/>
        </w:rPr>
        <w:t>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क़यामत</w:t>
      </w:r>
      <w:r w:rsidR="00001113">
        <w:rPr>
          <w:rFonts w:hint="cs"/>
          <w:cs/>
          <w:lang w:bidi="hi-IN"/>
        </w:rPr>
        <w:t>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कुबरा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दीर्घ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निष्फल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जिज्ञासा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नरुला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अलमलाहिम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वलफ़ितन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001113" w:rsidRPr="00DD79C0" w:rsidRDefault="00001113" w:rsidP="00001113">
      <w:pPr>
        <w:pStyle w:val="libNormal"/>
      </w:pPr>
    </w:p>
    <w:p w:rsidR="00F24501" w:rsidRPr="00DD79C0" w:rsidRDefault="00F24501" w:rsidP="00001113">
      <w:pPr>
        <w:pStyle w:val="Heading1"/>
      </w:pPr>
      <w:bookmarkStart w:id="48" w:name="_Toc511371247"/>
      <w:r w:rsidRPr="00F24501">
        <w:rPr>
          <w:rFonts w:hint="cs"/>
          <w:cs/>
          <w:lang w:bidi="hi-IN"/>
        </w:rPr>
        <w:t>टलने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  <w:bookmarkEnd w:id="48"/>
    </w:p>
    <w:p w:rsidR="00081E7F" w:rsidRDefault="00F24501" w:rsidP="00001113">
      <w:pPr>
        <w:pStyle w:val="libNormal"/>
        <w:rPr>
          <w:cs/>
          <w:lang w:bidi="hi-IN"/>
        </w:rPr>
      </w:pPr>
      <w:r w:rsidRPr="00DD79C0">
        <w:tab/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करुँगा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शीर्षक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चूँकि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विलम्ब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प्रार्थना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सदाचार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समप्रति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उर्दू</w:t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अनुवाद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पंक्तियाँ।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पँक्तियों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उत्तरदायी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अभिरुजि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नूरुल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अलमलाहिम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वलफ़ितन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अध्कतर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081E7F" w:rsidRDefault="00081E7F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081E7F">
      <w:pPr>
        <w:pStyle w:val="Heading1"/>
      </w:pPr>
      <w:bookmarkStart w:id="49" w:name="_Toc511371248"/>
      <w:r w:rsidRPr="00F24501">
        <w:rPr>
          <w:rFonts w:hint="cs"/>
          <w:cs/>
          <w:lang w:bidi="hi-IN"/>
        </w:rPr>
        <w:lastRenderedPageBreak/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लक्षणः</w:t>
      </w:r>
      <w:bookmarkEnd w:id="49"/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</w:p>
    <w:p w:rsidR="00F24501" w:rsidRPr="00DD79C0" w:rsidRDefault="00F24501" w:rsidP="003477E9">
      <w:pPr>
        <w:pStyle w:val="libNormal"/>
      </w:pPr>
      <w:r w:rsidRPr="00DD79C0">
        <w:t>1.</w:t>
      </w:r>
      <w:r w:rsidRPr="00DD79C0">
        <w:tab/>
      </w:r>
      <w:r w:rsidRPr="00F24501">
        <w:rPr>
          <w:rFonts w:hint="cs"/>
          <w:cs/>
          <w:lang w:bidi="hi-IN"/>
        </w:rPr>
        <w:t>शोएब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समरकन्द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सेनालायक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हुज्जत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नियंत्रण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सेनानायक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3477E9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जानक</w:t>
      </w:r>
      <w:r w:rsidR="00081E7F">
        <w:rPr>
          <w:rFonts w:hint="cs"/>
          <w:cs/>
          <w:lang w:bidi="hi-IN"/>
        </w:rPr>
        <w:t>ा</w:t>
      </w:r>
      <w:r w:rsidRPr="00F24501">
        <w:rPr>
          <w:rFonts w:hint="cs"/>
          <w:cs/>
          <w:lang w:bidi="hi-IN"/>
        </w:rPr>
        <w:t>र</w:t>
      </w:r>
      <w:r w:rsidR="00081E7F">
        <w:rPr>
          <w:rFonts w:hint="cs"/>
          <w:cs/>
          <w:lang w:bidi="hi-IN"/>
        </w:rPr>
        <w:t>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</w:t>
      </w:r>
      <w:r w:rsidR="00081E7F">
        <w:rPr>
          <w:rFonts w:hint="cs"/>
          <w:cs/>
          <w:lang w:bidi="hi-IN"/>
        </w:rPr>
        <w:t>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किया।</w:t>
      </w:r>
    </w:p>
    <w:p w:rsidR="00F24501" w:rsidRPr="00DD79C0" w:rsidRDefault="00F24501" w:rsidP="003477E9">
      <w:pPr>
        <w:pStyle w:val="libNormal"/>
      </w:pPr>
      <w:r w:rsidRPr="00DD79C0">
        <w:t>2.</w:t>
      </w:r>
      <w:r w:rsidRPr="00DD79C0">
        <w:tab/>
      </w:r>
      <w:r w:rsidRPr="00F24501">
        <w:rPr>
          <w:rFonts w:hint="cs"/>
          <w:cs/>
          <w:lang w:bidi="hi-IN"/>
        </w:rPr>
        <w:t>औफ़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दृष्टिकोण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पहुँजेंगे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3477E9">
      <w:pPr>
        <w:pStyle w:val="libNormal"/>
      </w:pPr>
      <w:r w:rsidRPr="00DD79C0">
        <w:t>3.</w:t>
      </w:r>
      <w:r w:rsidRPr="00DD79C0">
        <w:tab/>
      </w:r>
      <w:r w:rsidRPr="00F24501">
        <w:rPr>
          <w:rFonts w:hint="cs"/>
          <w:cs/>
          <w:lang w:bidi="hi-IN"/>
        </w:rPr>
        <w:t>यमानी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यमन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विद्रोह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4.</w:t>
      </w:r>
      <w:r w:rsidRPr="00DD79C0">
        <w:tab/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निष्क्रमण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आस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पास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निकटवर्ती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करेगा।</w:t>
      </w:r>
    </w:p>
    <w:p w:rsidR="00F24501" w:rsidRPr="00DD79C0" w:rsidRDefault="00F24501" w:rsidP="003477E9">
      <w:pPr>
        <w:pStyle w:val="libNormal"/>
      </w:pP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यूरोप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अबजज़ायर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मराकश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इत्यादि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इन्कलाब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प्रभुत्व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मराकश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लीबिया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प्रभावशील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3477E9">
      <w:pPr>
        <w:pStyle w:val="libNormal"/>
      </w:pPr>
      <w:r w:rsidRPr="00DD79C0">
        <w:t>5.</w:t>
      </w:r>
      <w:r w:rsidRPr="00DD79C0">
        <w:tab/>
      </w:r>
      <w:r w:rsidRPr="00F24501">
        <w:rPr>
          <w:rFonts w:hint="cs"/>
          <w:cs/>
          <w:lang w:bidi="hi-IN"/>
        </w:rPr>
        <w:t>नफ्से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सादिक़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रसूल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परिवारजनों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रुकन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मुक़ाम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सऊदी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नफ्से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DD79C0">
        <w:t>15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नफ्से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सहाबियों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3477E9">
      <w:pPr>
        <w:pStyle w:val="libNormal"/>
      </w:pPr>
      <w:r w:rsidRPr="00DD79C0">
        <w:t>6.</w:t>
      </w:r>
      <w:r w:rsidRPr="00DD79C0">
        <w:tab/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सत्तारुढ़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libNormal"/>
      </w:pPr>
    </w:p>
    <w:p w:rsidR="00F24501" w:rsidRPr="00DD79C0" w:rsidRDefault="00F24501" w:rsidP="003477E9">
      <w:pPr>
        <w:pStyle w:val="libNormal"/>
      </w:pPr>
      <w:r w:rsidRPr="00DD79C0">
        <w:t>7.</w:t>
      </w:r>
      <w:r w:rsidRPr="00DD79C0">
        <w:tab/>
      </w:r>
      <w:r w:rsidRPr="00F24501">
        <w:rPr>
          <w:rFonts w:hint="cs"/>
          <w:cs/>
          <w:lang w:bidi="hi-IN"/>
        </w:rPr>
        <w:t>मस्जिदे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पवित्र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नफ़्से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सतातर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सजाजनों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पीछे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अलैहिस्सलाम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करबला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सुफ़यानी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होगी।</w:t>
      </w:r>
    </w:p>
    <w:p w:rsidR="00F24501" w:rsidRPr="00DD79C0" w:rsidRDefault="00F24501" w:rsidP="003477E9">
      <w:pPr>
        <w:pStyle w:val="libNormal"/>
      </w:pPr>
      <w:r w:rsidRPr="00DD79C0">
        <w:t>8.</w:t>
      </w:r>
      <w:r w:rsidRPr="00DD79C0">
        <w:tab/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आत्मा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मक्के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नफ़्से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सज्जन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मक्के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हाशमप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3477E9">
      <w:pPr>
        <w:pStyle w:val="libNormal"/>
      </w:pPr>
      <w:r w:rsidRPr="00DD79C0">
        <w:t>9.</w:t>
      </w:r>
      <w:r w:rsidRPr="00DD79C0">
        <w:tab/>
      </w:r>
      <w:r w:rsidRPr="00F24501">
        <w:rPr>
          <w:rFonts w:hint="cs"/>
          <w:cs/>
          <w:lang w:bidi="hi-IN"/>
        </w:rPr>
        <w:t>मस्जिदे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रकजभवन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दाबारा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मरम्मत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भविष्य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libNormal"/>
      </w:pPr>
      <w:r w:rsidRPr="00DD79C0">
        <w:t>10.</w:t>
      </w:r>
      <w:r w:rsidRPr="00DD79C0">
        <w:tab/>
      </w:r>
      <w:r w:rsidRPr="00F24501">
        <w:rPr>
          <w:rFonts w:hint="cs"/>
          <w:cs/>
          <w:lang w:bidi="hi-IN"/>
        </w:rPr>
        <w:t>राम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वृष्टिः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द्वपप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मुर्गी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आश्चर्यचकित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11.</w:t>
      </w:r>
      <w:r w:rsidRPr="00DD79C0">
        <w:tab/>
      </w:r>
      <w:r w:rsidRPr="00F24501">
        <w:rPr>
          <w:rFonts w:hint="cs"/>
          <w:cs/>
          <w:lang w:bidi="hi-IN"/>
        </w:rPr>
        <w:t>विचित्र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दुमदार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सिताराः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चन्द्रमा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पुच्छल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धीरे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धीरे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सिकुडना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पुच्छल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योग्य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12.</w:t>
      </w:r>
      <w:r w:rsidRPr="00DD79C0">
        <w:tab/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अग्नि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अग्निः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प्रज्वालित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DD79C0">
        <w:t>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DD79C0">
        <w:t>7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प्रज्वलित</w:t>
      </w:r>
      <w:r w:rsidRPr="00F24501"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पदार्थों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3477E9">
      <w:pPr>
        <w:pStyle w:val="libNormal"/>
      </w:pPr>
      <w:r w:rsidRPr="00DD79C0">
        <w:t>13.</w:t>
      </w:r>
      <w:r w:rsidRPr="00DD79C0">
        <w:tab/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लालीः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उपरोक्त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081E7F" w:rsidRDefault="00F24501" w:rsidP="003477E9">
      <w:pPr>
        <w:pStyle w:val="libNormal"/>
        <w:rPr>
          <w:rFonts w:hint="cs"/>
          <w:lang w:bidi="hi-IN"/>
        </w:rPr>
      </w:pPr>
      <w:r w:rsidRPr="00DD79C0">
        <w:t>14.</w:t>
      </w:r>
      <w:r w:rsidRPr="00DD79C0">
        <w:tab/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आग ही आग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विश्व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साधारणतयः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</w:t>
      </w:r>
      <w:r w:rsidR="00081E7F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भयभीत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लज्जित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काँपने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लगेंगे।</w:t>
      </w:r>
    </w:p>
    <w:p w:rsidR="00F24501" w:rsidRPr="00DD79C0" w:rsidRDefault="00F24501" w:rsidP="003477E9">
      <w:pPr>
        <w:pStyle w:val="libNormal"/>
      </w:pPr>
      <w:r w:rsidRPr="00DD79C0">
        <w:t>15.</w:t>
      </w:r>
      <w:r w:rsidRPr="00DD79C0">
        <w:tab/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निरंकुश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ध्यये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पूछना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नहो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16.</w:t>
      </w:r>
      <w:r w:rsidRPr="00DD79C0">
        <w:tab/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साम्राज्यवाद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समापनः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वैभव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शीघ्र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साम्राज्यवाल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तन्त्र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17.</w:t>
      </w:r>
      <w:r w:rsidRPr="00DD79C0">
        <w:tab/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वैभव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3477E9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सुल्तान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मुल्क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प्रयुक्त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प्रजातंत्र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क़त्ल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3477E9">
      <w:pPr>
        <w:pStyle w:val="libNormal"/>
      </w:pPr>
      <w:r w:rsidRPr="00DD79C0">
        <w:t>18.</w:t>
      </w:r>
      <w:r w:rsidRPr="00DD79C0">
        <w:tab/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एकत्रीकरणः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खुरासान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रक्तचाप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3477E9">
      <w:pPr>
        <w:pStyle w:val="libNormal"/>
      </w:pPr>
      <w:r w:rsidRPr="00DD79C0">
        <w:t>19.</w:t>
      </w:r>
      <w:r w:rsidRPr="00DD79C0">
        <w:tab/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आरोहियों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दमिश़्क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आरोहीगण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सवारों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प्रभुत्व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अभिप्राय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20.</w:t>
      </w:r>
      <w:r w:rsidRPr="00DD79C0">
        <w:tab/>
      </w:r>
      <w:r w:rsidRPr="00F24501">
        <w:rPr>
          <w:rFonts w:hint="cs"/>
          <w:cs/>
          <w:lang w:bidi="hi-IN"/>
        </w:rPr>
        <w:t>खुरासान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स्पंदन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ख़ुरासन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आरोही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झण्डे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झण्डों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विषय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>)</w:t>
      </w:r>
    </w:p>
    <w:p w:rsidR="00081E7F" w:rsidRDefault="00F24501" w:rsidP="003477E9">
      <w:pPr>
        <w:pStyle w:val="libNormal"/>
        <w:rPr>
          <w:rFonts w:hint="cs"/>
          <w:lang w:bidi="hi-IN"/>
        </w:rPr>
      </w:pPr>
      <w:r w:rsidRPr="00DD79C0">
        <w:t>21.</w:t>
      </w:r>
      <w:r w:rsidRPr="00DD79C0">
        <w:tab/>
      </w:r>
      <w:r w:rsidRPr="00F24501">
        <w:rPr>
          <w:rFonts w:hint="cs"/>
          <w:cs/>
          <w:lang w:bidi="hi-IN"/>
        </w:rPr>
        <w:t>शत्ते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="00081E7F">
        <w:rPr>
          <w:rFonts w:hint="cs"/>
          <w:cs/>
          <w:lang w:bidi="hi-IN"/>
        </w:rPr>
        <w:t>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नहरः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ब</w:t>
      </w:r>
      <w:r w:rsidRPr="00F24501">
        <w:rPr>
          <w:rFonts w:hint="cs"/>
          <w:cs/>
          <w:lang w:bidi="hi-IN"/>
        </w:rPr>
        <w:t>हती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गलियो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धीरे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धीरे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22.</w:t>
      </w:r>
      <w:r w:rsidRPr="00DD79C0">
        <w:tab/>
      </w:r>
      <w:r w:rsidRPr="00F24501">
        <w:rPr>
          <w:rFonts w:hint="cs"/>
          <w:cs/>
          <w:lang w:bidi="hi-IN"/>
        </w:rPr>
        <w:t>साठ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साठ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दुराचारी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पापी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जादै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अन्धविश्वासियों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लेंगे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खोज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DD79C0">
        <w:t>58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23.</w:t>
      </w:r>
      <w:r w:rsidRPr="00DD79C0">
        <w:tab/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अबूतालितब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झूठा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उत्तराधिकारी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प्रतिनिधित्व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सेय्य</w:t>
      </w:r>
      <w:r w:rsidRPr="00F24501">
        <w:rPr>
          <w:rFonts w:hint="cs"/>
          <w:cs/>
          <w:lang w:bidi="hi-IN"/>
        </w:rPr>
        <w:t>दीयत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वाद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दावा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चु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अबूतालिब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रज़ा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लुक़मान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>)</w:t>
      </w:r>
    </w:p>
    <w:p w:rsidR="00081E7F" w:rsidRDefault="00F24501" w:rsidP="003477E9">
      <w:pPr>
        <w:pStyle w:val="libNormal"/>
        <w:rPr>
          <w:rFonts w:hint="cs"/>
          <w:lang w:bidi="hi-IN"/>
        </w:rPr>
      </w:pPr>
      <w:r w:rsidRPr="00DD79C0">
        <w:t>24.</w:t>
      </w:r>
      <w:r w:rsidRPr="00DD79C0">
        <w:tab/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लपटों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मेः</w:t>
      </w:r>
    </w:p>
    <w:p w:rsidR="00F24501" w:rsidRPr="00DD79C0" w:rsidRDefault="00081E7F" w:rsidP="003477E9">
      <w:pPr>
        <w:pStyle w:val="libNormal"/>
      </w:pPr>
      <w:r>
        <w:rPr>
          <w:rFonts w:hint="cs"/>
          <w:cs/>
          <w:lang w:bidi="hi-IN"/>
        </w:rPr>
        <w:t>ब</w:t>
      </w:r>
      <w:r w:rsidR="00F24501" w:rsidRPr="00F24501">
        <w:rPr>
          <w:rFonts w:hint="cs"/>
          <w:cs/>
          <w:lang w:bidi="hi-IN"/>
        </w:rPr>
        <w:t>नी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अब्बास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कोई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महान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पुरुष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जलौला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और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ख़ानेकीन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मध्य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जलाया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जायेगा</w:t>
      </w:r>
      <w:r w:rsidR="00F24501" w:rsidRPr="00F24501">
        <w:rPr>
          <w:cs/>
          <w:lang w:bidi="hi-IN"/>
        </w:rPr>
        <w:t xml:space="preserve"> (</w:t>
      </w:r>
      <w:r w:rsidR="00F24501" w:rsidRPr="00F24501">
        <w:rPr>
          <w:rFonts w:hint="cs"/>
          <w:cs/>
          <w:lang w:bidi="hi-IN"/>
        </w:rPr>
        <w:t>संभव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है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ये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संकेत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अब्दुस्सलाम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आरिफ़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तरफ़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हो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जो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वायुमान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की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दुर्घटना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में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इसी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स्थान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पर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जलकर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हताहत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हुऐ</w:t>
      </w:r>
      <w:r w:rsidR="00F24501" w:rsidRPr="00F24501">
        <w:rPr>
          <w:cs/>
          <w:lang w:bidi="hi-IN"/>
        </w:rPr>
        <w:t xml:space="preserve"> </w:t>
      </w:r>
      <w:r w:rsidR="00F24501" w:rsidRPr="00F24501">
        <w:rPr>
          <w:rFonts w:hint="cs"/>
          <w:cs/>
          <w:lang w:bidi="hi-IN"/>
        </w:rPr>
        <w:t>थे।</w:t>
      </w:r>
    </w:p>
    <w:p w:rsidR="00F24501" w:rsidRPr="00DD79C0" w:rsidRDefault="00F24501" w:rsidP="003477E9">
      <w:pPr>
        <w:pStyle w:val="libNormal"/>
      </w:pPr>
      <w:r w:rsidRPr="00DD79C0">
        <w:t>25.</w:t>
      </w:r>
      <w:r w:rsidRPr="00DD79C0">
        <w:tab/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पुलः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बगदाद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मुहल्ला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टिप्पणीः</w:t>
      </w:r>
    </w:p>
    <w:p w:rsidR="00F24501" w:rsidRPr="00DD79C0" w:rsidRDefault="00F24501" w:rsidP="003477E9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</w:p>
    <w:p w:rsidR="00F24501" w:rsidRPr="00DD79C0" w:rsidRDefault="00F24501" w:rsidP="003477E9">
      <w:pPr>
        <w:pStyle w:val="libNormal"/>
      </w:pPr>
      <w:r w:rsidRPr="00DD79C0">
        <w:t>26.</w:t>
      </w:r>
      <w:r w:rsidRPr="00DD79C0">
        <w:tab/>
      </w:r>
      <w:r w:rsidRPr="00F24501">
        <w:rPr>
          <w:rFonts w:hint="cs"/>
          <w:cs/>
          <w:lang w:bidi="hi-IN"/>
        </w:rPr>
        <w:t>बगदाद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पतनः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दोपहर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यल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हगे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नयी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यातनाओं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प्रर्दशन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संम्भद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libNormal"/>
      </w:pPr>
      <w:r w:rsidRPr="00DD79C0">
        <w:t>27.</w:t>
      </w:r>
      <w:r w:rsidRPr="00DD79C0">
        <w:tab/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तत्पश्चात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नहजुल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बलाग़ा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28.</w:t>
      </w:r>
      <w:r w:rsidRPr="00DD79C0">
        <w:tab/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साधारणतया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ताईम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महामारी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ताईन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भेट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3477E9">
      <w:pPr>
        <w:pStyle w:val="libNormal"/>
      </w:pPr>
      <w:r w:rsidRPr="00DD79C0">
        <w:t>29.</w:t>
      </w:r>
      <w:r w:rsidRPr="00DD79C0">
        <w:tab/>
      </w:r>
      <w:r w:rsidRPr="00F24501">
        <w:rPr>
          <w:rFonts w:hint="cs"/>
          <w:cs/>
          <w:lang w:bidi="hi-IN"/>
        </w:rPr>
        <w:t>टिड्डियों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टिड्डियाँ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हो।</w:t>
      </w:r>
    </w:p>
    <w:p w:rsidR="00F24501" w:rsidRPr="00DD79C0" w:rsidRDefault="00F24501" w:rsidP="003477E9">
      <w:pPr>
        <w:pStyle w:val="libNormal"/>
      </w:pPr>
      <w:r w:rsidRPr="00DD79C0">
        <w:t>30.</w:t>
      </w:r>
      <w:r w:rsidRPr="00DD79C0">
        <w:tab/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युद्धः</w:t>
      </w:r>
      <w:r w:rsidRPr="00F24501">
        <w:rPr>
          <w:cs/>
          <w:lang w:bidi="hi-IN"/>
        </w:rPr>
        <w:t>-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साधारण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रक्तपात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दुनिया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अजम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हताहत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हों।</w:t>
      </w:r>
    </w:p>
    <w:p w:rsidR="00F24501" w:rsidRPr="00DD79C0" w:rsidRDefault="00F24501" w:rsidP="003477E9">
      <w:pPr>
        <w:pStyle w:val="libNormal"/>
      </w:pPr>
      <w:r w:rsidRPr="00DD79C0">
        <w:t>31.</w:t>
      </w:r>
      <w:r w:rsidRPr="00DD79C0">
        <w:tab/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बंदर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सुअर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बंदर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सूअर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</w:p>
    <w:p w:rsidR="00F24501" w:rsidRPr="00DD79C0" w:rsidRDefault="00F24501" w:rsidP="003477E9">
      <w:pPr>
        <w:pStyle w:val="libNormal"/>
      </w:pPr>
      <w:r w:rsidRPr="00DD79C0">
        <w:t>32.</w:t>
      </w:r>
      <w:r w:rsidRPr="00DD79C0">
        <w:tab/>
      </w: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मनुष्य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सूर्य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विद्यमान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दुनिया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आश्चर्य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3477E9">
      <w:pPr>
        <w:pStyle w:val="libNormal"/>
      </w:pPr>
      <w:r w:rsidRPr="00DD79C0">
        <w:t>33.</w:t>
      </w:r>
      <w:r w:rsidRPr="00DD79C0">
        <w:tab/>
        <w:t>24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निरंतर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जलवृष्टिः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प्रवृत्ति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निरंतर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जलवृष्टि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जमादि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उस्सानी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DD79C0">
        <w:t>16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रजम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DD79C0">
        <w:t>10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तिथि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जारी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lastRenderedPageBreak/>
        <w:t>34.</w:t>
      </w:r>
      <w:r w:rsidRPr="00DD79C0">
        <w:tab/>
      </w:r>
      <w:r w:rsidRPr="00F24501">
        <w:rPr>
          <w:rFonts w:hint="cs"/>
          <w:cs/>
          <w:lang w:bidi="hi-IN"/>
        </w:rPr>
        <w:t>मुर्दों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जिंदा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35.</w:t>
      </w:r>
      <w:r w:rsidRPr="00DD79C0">
        <w:tab/>
      </w:r>
      <w:r w:rsidRPr="00F24501">
        <w:rPr>
          <w:rFonts w:hint="cs"/>
          <w:cs/>
          <w:lang w:bidi="hi-IN"/>
        </w:rPr>
        <w:t>मस्जिदों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स्वर्णकारी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सुनहरे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मस्जिदों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सुनहरा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स्वर्णकारी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शोभायमान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सुनहरे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लिखवाया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3477E9">
      <w:pPr>
        <w:pStyle w:val="libNormal"/>
      </w:pPr>
      <w:r w:rsidRPr="00DD79C0">
        <w:t>36.</w:t>
      </w:r>
      <w:r w:rsidRPr="00DD79C0">
        <w:tab/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में।</w:t>
      </w:r>
    </w:p>
    <w:p w:rsidR="00F24501" w:rsidRPr="00DD79C0" w:rsidRDefault="00F24501" w:rsidP="003477E9">
      <w:pPr>
        <w:pStyle w:val="libNormal"/>
      </w:pPr>
      <w:r w:rsidRPr="00DD79C0">
        <w:t>37.</w:t>
      </w:r>
      <w:r w:rsidRPr="00DD79C0">
        <w:tab/>
      </w:r>
      <w:r w:rsidRPr="00F24501">
        <w:rPr>
          <w:rFonts w:hint="cs"/>
          <w:cs/>
          <w:lang w:bidi="hi-IN"/>
        </w:rPr>
        <w:t>नास्तिक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अधिपत्यः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सभ्यता</w:t>
      </w:r>
      <w:r w:rsidRPr="00F24501">
        <w:rPr>
          <w:cs/>
          <w:lang w:bidi="hi-IN"/>
        </w:rPr>
        <w:t xml:space="preserve"> </w:t>
      </w:r>
      <w:r w:rsidRPr="00DD79C0">
        <w:t xml:space="preserve">– </w:t>
      </w:r>
      <w:r w:rsidRPr="00F24501">
        <w:rPr>
          <w:rFonts w:hint="cs"/>
          <w:cs/>
          <w:lang w:bidi="hi-IN"/>
        </w:rPr>
        <w:t>संस्कृति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समाजिकता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अनुकरण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आवश्यकता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आश्रित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38.</w:t>
      </w:r>
      <w:r w:rsidRPr="00DD79C0">
        <w:tab/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जर्जर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="00081E7F">
        <w:rPr>
          <w:rFonts w:hint="cs"/>
          <w:cs/>
          <w:lang w:bidi="hi-IN"/>
        </w:rPr>
        <w:t>जायेगा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ईतना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दुर्बल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जर्जर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रितियाँ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घुल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मिल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विश्वास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बदलने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लगें।</w:t>
      </w:r>
    </w:p>
    <w:p w:rsidR="00081E7F" w:rsidRDefault="00F24501" w:rsidP="003477E9">
      <w:pPr>
        <w:pStyle w:val="libNormal"/>
        <w:rPr>
          <w:rFonts w:hint="cs"/>
          <w:lang w:bidi="hi-IN"/>
        </w:rPr>
      </w:pPr>
      <w:r w:rsidRPr="00DD79C0">
        <w:t>39.</w:t>
      </w:r>
      <w:r w:rsidRPr="00DD79C0">
        <w:tab/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शासकः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अलैहिस्सलाम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कविता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अनुभवहीन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राय</w:t>
      </w:r>
      <w:r w:rsidRPr="00DD79C0">
        <w:t xml:space="preserve">, </w:t>
      </w:r>
      <w:r w:rsidRPr="00F24501">
        <w:rPr>
          <w:rFonts w:hint="cs"/>
          <w:cs/>
          <w:lang w:bidi="hi-IN"/>
        </w:rPr>
        <w:t>दया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कृपा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बिताने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रहेंगा।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उरदुन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हाशिम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सम्राट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कविता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पंक्तियाँ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लिखी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3477E9">
      <w:pPr>
        <w:pStyle w:val="libNormal"/>
      </w:pPr>
      <w:r w:rsidRPr="00DD79C0">
        <w:t>40.</w:t>
      </w:r>
      <w:r w:rsidRPr="00DD79C0">
        <w:tab/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</w:t>
      </w:r>
      <w:r w:rsidRPr="00F24501">
        <w:rPr>
          <w:cs/>
          <w:lang w:bidi="hi-IN"/>
        </w:rPr>
        <w:t xml:space="preserve"> (</w:t>
      </w:r>
      <w:r w:rsidRPr="00DD79C0">
        <w:t xml:space="preserve">30)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सत्तर</w:t>
      </w:r>
      <w:r w:rsidRPr="00F24501">
        <w:rPr>
          <w:cs/>
          <w:lang w:bidi="hi-IN"/>
        </w:rPr>
        <w:t xml:space="preserve"> (</w:t>
      </w:r>
      <w:r w:rsidRPr="00DD79C0">
        <w:t xml:space="preserve">70)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</w:t>
      </w:r>
      <w:r w:rsidRPr="00F24501">
        <w:rPr>
          <w:cs/>
          <w:lang w:bidi="hi-IN"/>
        </w:rPr>
        <w:t xml:space="preserve"> (</w:t>
      </w:r>
      <w:r w:rsidRPr="00DD79C0">
        <w:t xml:space="preserve">100) </w:t>
      </w:r>
      <w:r w:rsidRPr="00F24501">
        <w:rPr>
          <w:rFonts w:hint="cs"/>
          <w:cs/>
          <w:lang w:bidi="hi-IN"/>
        </w:rPr>
        <w:t>अद्भुत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विद्यमान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जानता।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3477E9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DD79C0">
        <w:t>1370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चिंतन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चकित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क्या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3477E9">
      <w:pPr>
        <w:pStyle w:val="libNormal"/>
      </w:pPr>
      <w:r w:rsidRPr="00DD79C0">
        <w:t>41.</w:t>
      </w:r>
      <w:r w:rsidRPr="00DD79C0">
        <w:tab/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उतरना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जज़ीरा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अवलोकन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जज़ीरा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करुँगा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चूंकि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नुजूल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ज़बरदस्ती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अत्याचार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विशेषतायें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आज</w:t>
      </w:r>
      <w:r w:rsidR="00081E7F">
        <w:rPr>
          <w:rFonts w:hint="cs"/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प्रस्तुत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दुनिया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सचेत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श्रीगणेश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सुरक्षित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</w:p>
    <w:p w:rsidR="00081E7F" w:rsidRDefault="00F24501" w:rsidP="003477E9">
      <w:pPr>
        <w:pStyle w:val="libNormal"/>
        <w:rPr>
          <w:rFonts w:hint="cs"/>
          <w:lang w:bidi="hi-IN"/>
        </w:rPr>
      </w:pPr>
      <w:r w:rsidRPr="00DD79C0">
        <w:t>42.</w:t>
      </w:r>
      <w:r w:rsidRPr="00DD79C0">
        <w:tab/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उतरना</w:t>
      </w:r>
    </w:p>
    <w:p w:rsidR="00F24501" w:rsidRPr="00DD79C0" w:rsidRDefault="00F24501" w:rsidP="003477E9">
      <w:pPr>
        <w:pStyle w:val="libNormal"/>
      </w:pPr>
      <w:r w:rsidRPr="00F24501">
        <w:rPr>
          <w:cs/>
          <w:lang w:bidi="hi-IN"/>
        </w:rPr>
        <w:t>(</w:t>
      </w:r>
      <w:r w:rsidRPr="00F24501">
        <w:rPr>
          <w:rFonts w:hint="cs"/>
          <w:cs/>
          <w:lang w:bidi="hi-IN"/>
        </w:rPr>
        <w:t>मुख्यतः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अंग्रेजों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फिलिस्तीन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अंग्रेज़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सैर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ए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अंग्रेजों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फिलिस्तीन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विपत्तियों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अनेकों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43.</w:t>
      </w:r>
      <w:r w:rsidRPr="00DD79C0">
        <w:tab/>
      </w:r>
      <w:r w:rsidRPr="00F24501">
        <w:rPr>
          <w:rFonts w:hint="cs"/>
          <w:cs/>
          <w:lang w:bidi="hi-IN"/>
        </w:rPr>
        <w:t>सम्मानित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महापुरुष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मुहल्ला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कर्ख़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डूब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) </w:t>
      </w:r>
    </w:p>
    <w:p w:rsidR="00F24501" w:rsidRPr="00DD79C0" w:rsidRDefault="00F24501" w:rsidP="003477E9">
      <w:pPr>
        <w:pStyle w:val="libNormal"/>
      </w:pPr>
      <w:r w:rsidRPr="00DD79C0">
        <w:t>44.</w:t>
      </w:r>
      <w:r w:rsidRPr="00DD79C0">
        <w:tab/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जाबिया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मुहल्ले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देहात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जाबिया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जमीन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टिप्पणीः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पुराने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भूगोल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जाबिया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देहात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बतातात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3477E9">
      <w:pPr>
        <w:pStyle w:val="libNormal"/>
      </w:pPr>
      <w:r w:rsidRPr="00DD79C0">
        <w:t>45.</w:t>
      </w:r>
      <w:r w:rsidRPr="00DD79C0">
        <w:tab/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पड़ना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शुष्क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मासुमये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दर्शन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</w:p>
    <w:p w:rsidR="00F24501" w:rsidRPr="00DD79C0" w:rsidRDefault="00F24501" w:rsidP="003477E9">
      <w:pPr>
        <w:pStyle w:val="libNormal"/>
      </w:pPr>
      <w:r w:rsidRPr="00DD79C0">
        <w:t>46.</w:t>
      </w:r>
      <w:r w:rsidRPr="00DD79C0">
        <w:tab/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बहुधा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बूझ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जैसा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आजकल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DD79C0">
        <w:t>47.</w:t>
      </w:r>
      <w:r w:rsidRPr="00DD79C0">
        <w:tab/>
      </w:r>
      <w:r w:rsidRPr="00F24501">
        <w:rPr>
          <w:rFonts w:hint="cs"/>
          <w:cs/>
          <w:lang w:bidi="hi-IN"/>
        </w:rPr>
        <w:t>प्रशासन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परिवर्तनः</w:t>
      </w:r>
    </w:p>
    <w:p w:rsidR="00B7634E" w:rsidRDefault="00F24501" w:rsidP="003477E9">
      <w:pPr>
        <w:pStyle w:val="libNormal"/>
        <w:rPr>
          <w:rFonts w:hint="cs"/>
          <w:lang w:bidi="hi-IN"/>
        </w:rPr>
      </w:pPr>
      <w:r w:rsidRPr="00F24501">
        <w:rPr>
          <w:rFonts w:hint="cs"/>
          <w:cs/>
          <w:lang w:bidi="hi-IN"/>
        </w:rPr>
        <w:t>प्रशासक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जनतंत्र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साम्राज्यवाद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शनैःशनै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B7634E" w:rsidRDefault="00B7634E" w:rsidP="003477E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48.लम्बवत आकार मे आग</w:t>
      </w:r>
    </w:p>
    <w:p w:rsidR="00F24501" w:rsidRDefault="00B7634E" w:rsidP="003477E9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तीन दिन तक प्रथ्वी व आकाश के मध्य लालीमा दिखाई देगी जो संसार के लोगो के लिऐ आश्चर्य का कारण हो विशेषताः पूर्व मध्य के लिऐ।</w:t>
      </w:r>
    </w:p>
    <w:p w:rsidR="00B7634E" w:rsidRPr="00DD79C0" w:rsidRDefault="00B7634E" w:rsidP="003477E9">
      <w:pPr>
        <w:pStyle w:val="libNormal"/>
        <w:rPr>
          <w:lang w:bidi="hi-IN"/>
        </w:rPr>
      </w:pPr>
    </w:p>
    <w:p w:rsidR="00B7634E" w:rsidRDefault="00F24501" w:rsidP="003477E9">
      <w:pPr>
        <w:pStyle w:val="libNormal"/>
        <w:rPr>
          <w:rFonts w:hint="cs"/>
          <w:lang w:bidi="hi-IN"/>
        </w:rPr>
      </w:pPr>
      <w:r w:rsidRPr="00DD79C0">
        <w:t>49.</w:t>
      </w:r>
      <w:r w:rsidRPr="00DD79C0">
        <w:tab/>
      </w:r>
      <w:r w:rsidRPr="00F24501">
        <w:rPr>
          <w:rFonts w:hint="cs"/>
          <w:cs/>
          <w:lang w:bidi="hi-IN"/>
        </w:rPr>
        <w:t>सउदी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lastRenderedPageBreak/>
        <w:t>क्ष</w:t>
      </w:r>
      <w:r w:rsidR="00B7634E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नकारे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सम्भवतः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इराक़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साक्ष्य</w:t>
      </w:r>
      <w:r w:rsidRPr="00F24501">
        <w:rPr>
          <w:cs/>
          <w:lang w:bidi="hi-IN"/>
        </w:rPr>
        <w:t>)</w:t>
      </w:r>
    </w:p>
    <w:p w:rsidR="00F24501" w:rsidRPr="00DD79C0" w:rsidRDefault="00F24501" w:rsidP="003477E9">
      <w:pPr>
        <w:pStyle w:val="libNormal"/>
      </w:pPr>
      <w:r w:rsidRPr="00DD79C0">
        <w:t>50.</w:t>
      </w:r>
      <w:r w:rsidRPr="00DD79C0">
        <w:tab/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="006D4ED9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पृष्ठभूमि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नरसंहार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विस्तार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वर्णन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>)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3477E9">
      <w:pPr>
        <w:pStyle w:val="libNormal"/>
      </w:pPr>
      <w:r w:rsidRPr="00DD79C0">
        <w:t>51.</w:t>
      </w:r>
      <w:r w:rsidRPr="00DD79C0">
        <w:tab/>
      </w:r>
      <w:r w:rsidRPr="00F24501">
        <w:rPr>
          <w:rFonts w:hint="cs"/>
          <w:cs/>
          <w:lang w:bidi="hi-IN"/>
        </w:rPr>
        <w:t>आज़रबाईजान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होनाः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आज़रबाईजान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आरमीनिया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कोलाहल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निनाद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पर्वत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भयानक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बच्चे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बूढ़े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बूढ़े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उपद्रव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नजफ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अशरफ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सोचकर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घबराता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तेहरान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3477E9">
      <w:pPr>
        <w:pStyle w:val="libNormal"/>
      </w:pPr>
      <w:r w:rsidRPr="00DD79C0">
        <w:t>52.</w:t>
      </w:r>
      <w:r w:rsidRPr="00DD79C0">
        <w:tab/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हत्याः</w:t>
      </w:r>
    </w:p>
    <w:p w:rsidR="00F24501" w:rsidRPr="00DD79C0" w:rsidRDefault="00F24501" w:rsidP="003477E9">
      <w:pPr>
        <w:pStyle w:val="libNormal"/>
      </w:pPr>
      <w:r w:rsidRPr="00F24501">
        <w:rPr>
          <w:rFonts w:hint="cs"/>
          <w:cs/>
          <w:lang w:bidi="hi-IN"/>
        </w:rPr>
        <w:t>माता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</w:t>
      </w:r>
      <w:r w:rsidR="006D4ED9"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स्वंय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संतानोतपत्ति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बाधक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मनन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चिंताकर्ताओं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अध्ययन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="006D4ED9">
        <w:rPr>
          <w:rFonts w:hint="cs"/>
          <w:cs/>
          <w:lang w:bidi="hi-IN"/>
        </w:rPr>
        <w:t>उन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सार्थकता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प्रेरित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आचरण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व्यवहार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सुधारोपरान्त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="006D4ED9">
        <w:rPr>
          <w:rFonts w:hint="cs"/>
          <w:cs/>
          <w:lang w:bidi="hi-IN"/>
        </w:rPr>
        <w:t>हुज्</w:t>
      </w:r>
      <w:r w:rsidRPr="00F24501">
        <w:rPr>
          <w:rFonts w:hint="cs"/>
          <w:cs/>
          <w:lang w:bidi="hi-IN"/>
        </w:rPr>
        <w:t>जत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="006D4ED9">
        <w:rPr>
          <w:rFonts w:hint="cs"/>
          <w:cs/>
          <w:lang w:bidi="hi-IN"/>
        </w:rPr>
        <w:t>स</w:t>
      </w:r>
      <w:r w:rsidRPr="00F24501">
        <w:rPr>
          <w:rFonts w:hint="cs"/>
          <w:cs/>
          <w:lang w:bidi="hi-IN"/>
        </w:rPr>
        <w:t>हायकों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सकें।</w:t>
      </w:r>
    </w:p>
    <w:p w:rsidR="006D4ED9" w:rsidRDefault="006D4ED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4501" w:rsidRPr="00DD79C0" w:rsidRDefault="00F24501" w:rsidP="006D4ED9">
      <w:pPr>
        <w:pStyle w:val="Heading1"/>
      </w:pPr>
      <w:bookmarkStart w:id="50" w:name="_Toc511371249"/>
      <w:r w:rsidRPr="00F24501">
        <w:rPr>
          <w:rFonts w:hint="cs"/>
          <w:cs/>
          <w:lang w:bidi="hi-IN"/>
        </w:rPr>
        <w:lastRenderedPageBreak/>
        <w:t>उक्तलिखित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प्रमाणः</w:t>
      </w:r>
      <w:bookmarkEnd w:id="50"/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नीचे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इंगित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मूसा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जाफ़र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DD79C0">
        <w:t xml:space="preserve">,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हुसैनी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DD79C0">
        <w:t>664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हिजरी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मलाहिन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नजफ़े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अशरफ़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DD79C0">
        <w:t>368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मंशरातूल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मुतबइयय्यना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हैदर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मुद्रित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लगभग</w:t>
      </w:r>
      <w:r w:rsidRPr="00F24501">
        <w:rPr>
          <w:cs/>
          <w:lang w:bidi="hi-IN"/>
        </w:rPr>
        <w:t xml:space="preserve"> </w:t>
      </w:r>
      <w:r w:rsidRPr="00DD79C0">
        <w:t>723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संदेह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परिस्थितियों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प्रभावित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विद्रोह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भ्रष्ट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नास्तिकता।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स्थिर</w:t>
      </w:r>
      <w:r w:rsidRPr="00DD79C0">
        <w:t xml:space="preserve">, </w:t>
      </w:r>
      <w:r w:rsidRPr="00F24501">
        <w:rPr>
          <w:rFonts w:hint="cs"/>
          <w:cs/>
          <w:lang w:bidi="hi-IN"/>
        </w:rPr>
        <w:t>गतिहीन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जाओ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हाथों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स्पंदन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बरछो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रोक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क्रिया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करो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दलित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अविश्वस्नीय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ह्रदय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लौह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तुल्य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प्रतिज्ञा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वचन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उपाधि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गुर्रा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विवेक</w:t>
      </w:r>
      <w:r w:rsidRPr="00DD79C0">
        <w:t xml:space="preserve">, </w:t>
      </w:r>
      <w:r w:rsidRPr="00F24501">
        <w:rPr>
          <w:rFonts w:hint="cs"/>
          <w:cs/>
          <w:lang w:bidi="hi-IN"/>
        </w:rPr>
        <w:t>बुद्धि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स्त्रियों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</w:t>
      </w:r>
      <w:r w:rsidRPr="00F24501">
        <w:rPr>
          <w:cs/>
          <w:lang w:bidi="hi-IN"/>
        </w:rPr>
        <w:t>.</w:t>
      </w:r>
      <w:r w:rsidRPr="00F24501">
        <w:rPr>
          <w:rFonts w:hint="cs"/>
          <w:cs/>
          <w:lang w:bidi="hi-IN"/>
        </w:rPr>
        <w:t>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परस्पर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ह्स्सान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तीर्वता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दौड़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जाओ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छोड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सम्भव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उधार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जाओ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अन्य़था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उल्लेखकर्ता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वक्तव्य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मैनें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अब्दुल्ला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उपस्थित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स्पंदन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विपत्ति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विपदा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सऊदी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ली</w:t>
      </w:r>
      <w:r w:rsidRPr="00DD79C0">
        <w:t xml:space="preserve">,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क्योंकि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महानुभाव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शोएब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lastRenderedPageBreak/>
        <w:t>तमीमीः</w:t>
      </w:r>
      <w:r w:rsidRPr="00F24501">
        <w:rPr>
          <w:cs/>
          <w:lang w:bidi="hi-IN"/>
        </w:rPr>
        <w:t xml:space="preserve">- </w:t>
      </w:r>
      <w:r w:rsidRPr="00F24501">
        <w:rPr>
          <w:rFonts w:hint="cs"/>
          <w:cs/>
          <w:lang w:bidi="hi-IN"/>
        </w:rPr>
        <w:t>हतन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बसरी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तेहरान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तसे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गेहुआँ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उठेगा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तमीम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दाढ़ी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छितरी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शोएब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ध्वजदाहक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सम्मुख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सकेगा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किंतु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जनाब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हनफिया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अब्बास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निकलेंगे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खुरासान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टोपियाँ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संभावना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झन्डे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तारीफ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नीजे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श्वेत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शेएब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तमीम</w:t>
      </w:r>
      <w:r w:rsidR="002E5943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सुफियानी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पराजित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बैयतुल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मुकृद्दस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DD79C0">
        <w:t>300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शोएव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मेहदी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सत्ता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समर्पित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DD79C0">
        <w:t>72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तिहत्तर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अमालका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कुर्दों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अमलका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अमलीक़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उपलब्ध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संभवतः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शोएब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सालेह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मक्होल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आज़रबाईजाना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फुरात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गुज़रेगी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 w:rsidRPr="00F24501">
        <w:rPr>
          <w:rFonts w:hint="cs"/>
          <w:cs/>
          <w:lang w:bidi="hi-IN"/>
        </w:rPr>
        <w:t>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विचारणीयें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कौन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आज़रबाइजान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रूसियों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यद्यपि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स्वतंत्र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आज़रबाइजान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फुरात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उद्देश्य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विचार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तात्पर्य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होज़ेफ़ा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यमानी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परास्त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DD79C0">
        <w:t xml:space="preserve">,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सहायता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उठने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राज्य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छिन्न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आक्रमणकर्ता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हुरैरा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माध्यम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जुके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चगटी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भाँति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तीव्र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पीलापन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जमाये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हूँ।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अन्यः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मैं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उन्होंने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बाँध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पहचानः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टक्कर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चेहरे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आंखे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मुखमुंडल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कर्कश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उद्दन्ड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कुछ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मुक्ति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तीसरी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विजय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करेगी।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सौगन्ध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ब्रहम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मुसलमानों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मस्जिद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बाँधी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अनुयायीयों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दशा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आगमन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व्याकुलता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घबराहट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यात्रा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सामग्रियाँ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भागेंगे।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कुर्दः</w:t>
      </w:r>
      <w:r w:rsidRPr="00F24501">
        <w:rPr>
          <w:cs/>
          <w:lang w:bidi="hi-IN"/>
        </w:rPr>
        <w:t>-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="006D4ED9">
        <w:rPr>
          <w:rFonts w:hint="cs"/>
          <w:cs/>
          <w:lang w:bidi="hi-IN"/>
        </w:rPr>
        <w:t>ह</w:t>
      </w:r>
      <w:r w:rsidRPr="00F24501">
        <w:rPr>
          <w:rFonts w:hint="cs"/>
          <w:cs/>
          <w:lang w:bidi="hi-IN"/>
        </w:rPr>
        <w:t>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अलै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प्रलय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करोगे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मुखमंडल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चपटे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</w:t>
      </w:r>
      <w:r w:rsidR="002E5943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जूते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बुने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हुऐ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पैगंम्बर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सेनायें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</w:t>
      </w:r>
      <w:r w:rsidRPr="00F24501">
        <w:rPr>
          <w:cs/>
          <w:lang w:bidi="hi-IN"/>
        </w:rPr>
        <w:t>.</w:t>
      </w:r>
      <w:r w:rsidRPr="00F24501">
        <w:rPr>
          <w:rFonts w:hint="cs"/>
          <w:cs/>
          <w:lang w:bidi="hi-IN"/>
        </w:rPr>
        <w:t>येंगी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हत्या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हिमपात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ताऊन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क़ंतुरा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प्रवेशः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DD79C0">
        <w:lastRenderedPageBreak/>
        <w:tab/>
      </w:r>
      <w:r w:rsidRPr="00F24501">
        <w:rPr>
          <w:rFonts w:hint="cs"/>
          <w:cs/>
          <w:lang w:bidi="hi-IN"/>
        </w:rPr>
        <w:t>अब्दुल्ला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इब्ने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क़ंतूरा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चानी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खुरासन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सेजिस्तान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कड़ाई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अनादर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सवारियाँ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एल्ग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वृक्ष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पेड़ों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उगने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फिलिस्तीन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रुकेंगी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खालप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भांगों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सउदी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अरेबिया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पृथ्वी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मूर्ख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अमीरों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क़ंतुरा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चीनीयों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</w:t>
      </w:r>
      <w:r w:rsidRPr="00F24501">
        <w:rPr>
          <w:cs/>
          <w:lang w:bidi="hi-IN"/>
        </w:rPr>
        <w:t>)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अबु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हुरैरा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कगि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आक्रमणकर्ता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छिपकली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समान</w:t>
      </w:r>
      <w:r w:rsidRPr="00DD79C0">
        <w:t xml:space="preserve">, </w:t>
      </w:r>
      <w:r w:rsidRPr="00F24501">
        <w:rPr>
          <w:rFonts w:hint="cs"/>
          <w:cs/>
          <w:lang w:bidi="hi-IN"/>
        </w:rPr>
        <w:t>मुखडे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कठोर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कर्कश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मज़हहमार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पूर्वी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गाँव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इधऱ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उधऱ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दमिश्क़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दीनारों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भुगतान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पड़ेगा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धनराशि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बढ़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क़ंतूरा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झंड़ों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हुजूर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बड़ा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ध्वज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उत्तोलक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फाड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डालेगा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आमंत्रितकर्ताओं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विरुद्ध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कंतुरा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कसकर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दजला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कुर्दस्तान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ओर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ईराक़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बाबुल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गमन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उपजी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लड़ने</w:t>
      </w:r>
      <w:r w:rsidRPr="00F24501"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आमंत्रित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अस्वीकृति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आदेशों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</w:t>
      </w:r>
      <w:r w:rsidR="002E5943">
        <w:rPr>
          <w:rFonts w:hint="cs"/>
          <w:cs/>
          <w:lang w:bidi="hi-IN"/>
        </w:rPr>
        <w:t>है</w:t>
      </w:r>
      <w:r w:rsidRPr="00F24501">
        <w:rPr>
          <w:rFonts w:hint="cs"/>
          <w:cs/>
          <w:lang w:bidi="hi-IN"/>
        </w:rPr>
        <w:t>लना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फलस्वरुप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पुनः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घटनांए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घटित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हिंसक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मार्गों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निर्जन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दिखेगा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भूकम्प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धंस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इधर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उधर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लगेंगे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बग़दाद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मिस्त्र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पतन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आतंक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देखो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मृत्यु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असग़र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अंग्रेज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उठ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बाज़ार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गर्म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चीनियों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कंतूरा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विस्तृत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परिचयः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कथन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लपेट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साहब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स</w:t>
      </w:r>
      <w:r w:rsidRPr="00DD79C0">
        <w:t xml:space="preserve">0)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दोहराईओ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पूछा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शासन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कौन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लपेटेगा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बनू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कंतूरा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चौड़े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मुखड़े</w:t>
      </w:r>
      <w:r w:rsidRPr="00DD79C0">
        <w:t xml:space="preserve">, </w:t>
      </w:r>
      <w:r w:rsidRPr="00F24501">
        <w:rPr>
          <w:rFonts w:hint="cs"/>
          <w:cs/>
          <w:lang w:bidi="hi-IN"/>
        </w:rPr>
        <w:t>चपटी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नाक़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छोटी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आंख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मुख़ड़े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ऐसे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चपटे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मानों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पिटा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जबानतुल</w:t>
      </w:r>
      <w:r w:rsidRPr="00F24501">
        <w:rPr>
          <w:cs/>
          <w:lang w:bidi="hi-IN"/>
        </w:rPr>
        <w:t>-</w:t>
      </w:r>
      <w:r w:rsidRPr="00F24501">
        <w:rPr>
          <w:rFonts w:hint="cs"/>
          <w:cs/>
          <w:lang w:bidi="hi-IN"/>
        </w:rPr>
        <w:t>लौन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यरुशल्म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भाग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अजमी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भाइयों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लौटा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चाहते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मित्रों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अथवा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भाइयों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आओं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अवसर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तुम्हारे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अनिश्वरवाल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इसलाम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स्वीकार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अर्थात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पश्चात्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घोर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कृपा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पराजित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सूचनाकर्ता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शेष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बचेगा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युद्ध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शत्रुघन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ग़नीमत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प्राप्त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अपने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साथियों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शत्रुघन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माले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ग़नीमत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ईश्वर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सौगन्ध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तुमने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तिरस्कृत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दिया।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टिप्पणीः</w:t>
      </w:r>
    </w:p>
    <w:p w:rsidR="00F24501" w:rsidRPr="00DD79C0" w:rsidRDefault="00F24501" w:rsidP="00DD79C0">
      <w:pPr>
        <w:pStyle w:val="libNormal"/>
      </w:pPr>
      <w:r w:rsidRPr="00DD79C0">
        <w:tab/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लेखों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क़ंतूरा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असग़र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अन्य।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अतरिक्त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प्रयोग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एतिहासिक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अनुसंधानः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lastRenderedPageBreak/>
        <w:t>संदर्भित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सलातीने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स्टेनले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अनुवादित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नसीब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अख़तर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</w:t>
      </w:r>
      <w:r w:rsidRPr="00DD79C0">
        <w:t>0</w:t>
      </w:r>
      <w:r w:rsidRPr="00F24501">
        <w:rPr>
          <w:rFonts w:hint="cs"/>
          <w:cs/>
          <w:lang w:bidi="hi-IN"/>
        </w:rPr>
        <w:t>ए</w:t>
      </w:r>
      <w:r w:rsidRPr="00DD79C0">
        <w:t>0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करांची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समझना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असत्य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बल्कि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तारीख़े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फ़रिश्ता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वास्तविकता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याफ़िस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त्थान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फैल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कहलाए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यफ़िस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खोज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खोज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गोबी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मरुस्थल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समुदाय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बंजारों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जीवन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व्यतीत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दूसरा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मंगोल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दोनों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मगोलों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यवन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रहा।</w:t>
      </w:r>
      <w:r w:rsidRPr="00F24501">
        <w:rPr>
          <w:cs/>
          <w:lang w:bidi="hi-IN"/>
        </w:rPr>
        <w:t xml:space="preserve"> 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जिनके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दिक्षणी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मध्य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पहुँचे।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किनतु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पुकारा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उदाहरणार्थ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किशान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यूची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इत्यादि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इन्हे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यूची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कहते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rFonts w:hint="cs"/>
          <w:cs/>
          <w:lang w:bidi="hi-IN"/>
        </w:rPr>
        <w:t>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तथापि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छठी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प्रारम्भ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प्रसिद्ध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हुआ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पाँचवी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शताब्दी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हिजरी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आज़रबाईजान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लेकिन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इतिहास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अनुसार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मुख्या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निवास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महान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गांव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मरो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नगर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निकट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फिर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स्वदेश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परित्याग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आदि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अंग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तुर्किस्नान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मानचित्रों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दृष्टिगोचर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नीली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आँखे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लम्बा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शरपर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परन्तु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प्राचीन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मिलाप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उन्हें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याद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बिल्कुल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भिन्न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इसीलिये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कंतुरा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शारीरिक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रेखा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वर्तमान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खाती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लोगों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पूर्व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वंशज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विशेषता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स्वतन्त्र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शब्द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संकेतिक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कूंतूरा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जिन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व्यक्तियों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कहा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बनु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असग़र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उल्लेख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चुका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अभिप्राय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अंग्रेज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लक्षण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सम्बन्धित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अंतर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दृष्टिगत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रखना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आवश्यक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DD79C0">
        <w:t xml:space="preserve">, </w:t>
      </w:r>
      <w:r w:rsidRPr="00F24501">
        <w:rPr>
          <w:rFonts w:hint="cs"/>
          <w:cs/>
          <w:lang w:bidi="hi-IN"/>
        </w:rPr>
        <w:t>भगवान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ज्ञान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पुस्तक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नूरुल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अनवार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संकलनकर्ता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रुसियों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बोध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तथ्य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स्मरणीय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पैग़म्बर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सीमाऐं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थी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आज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नहीं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तुर्किस्तान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क्षेत्र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चीन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सम्मिलिती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अतः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हदीसों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उनका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अन्तर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हुलिया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बताकर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स्पष्ट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किया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गया।</w:t>
      </w:r>
    </w:p>
    <w:p w:rsidR="00F24501" w:rsidRPr="00DD79C0" w:rsidRDefault="00F24501" w:rsidP="00DD79C0">
      <w:pPr>
        <w:pStyle w:val="libNormal"/>
      </w:pP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अरब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एंव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अंग्रेज</w:t>
      </w:r>
      <w:r w:rsidRPr="00F24501">
        <w:rPr>
          <w:cs/>
          <w:lang w:bidi="hi-IN"/>
        </w:rPr>
        <w:t xml:space="preserve">) </w:t>
      </w:r>
      <w:r w:rsidRPr="00F24501">
        <w:rPr>
          <w:rFonts w:hint="cs"/>
          <w:cs/>
          <w:lang w:bidi="hi-IN"/>
        </w:rPr>
        <w:t>फ़िलिस्तीन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</w:p>
    <w:p w:rsidR="00F24501" w:rsidRDefault="00F24501" w:rsidP="00DD79C0">
      <w:pPr>
        <w:pStyle w:val="libNormal"/>
        <w:rPr>
          <w:lang w:bidi="hi-IN"/>
        </w:rPr>
      </w:pPr>
      <w:r w:rsidRPr="00F24501">
        <w:rPr>
          <w:rFonts w:hint="cs"/>
          <w:cs/>
          <w:lang w:bidi="hi-IN"/>
        </w:rPr>
        <w:t>हज़रत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मोहम्मद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इमाम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बाक़िर</w:t>
      </w:r>
      <w:r w:rsidRPr="00F24501">
        <w:rPr>
          <w:cs/>
          <w:lang w:bidi="hi-IN"/>
        </w:rPr>
        <w:t xml:space="preserve"> (</w:t>
      </w:r>
      <w:r w:rsidRPr="00F24501">
        <w:rPr>
          <w:rFonts w:hint="cs"/>
          <w:cs/>
          <w:lang w:bidi="hi-IN"/>
        </w:rPr>
        <w:t>अ</w:t>
      </w:r>
      <w:r w:rsidRPr="00DD79C0">
        <w:t xml:space="preserve">0)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कथह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है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तुर्क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द्वीप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रुस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रमला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प्रवेश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करेंगे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समय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समस्त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धरती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अत्यधिक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lastRenderedPageBreak/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यहाँ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तक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कि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जायेगा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विनाश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एकत्र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जाना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होंगा</w:t>
      </w:r>
      <w:r w:rsidRPr="00DD79C0">
        <w:t xml:space="preserve">, </w:t>
      </w:r>
      <w:r w:rsidRPr="00F24501">
        <w:rPr>
          <w:rFonts w:hint="cs"/>
          <w:cs/>
          <w:lang w:bidi="hi-IN"/>
        </w:rPr>
        <w:t>तथा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उस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वर्ष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पश्चिम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वालों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द्वारा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संपूर्ण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भूमंड़ल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में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</w:t>
      </w:r>
      <w:r>
        <w:rPr>
          <w:rFonts w:hint="cs"/>
          <w:cs/>
          <w:lang w:bidi="hi-IN"/>
        </w:rPr>
        <w:t>े</w:t>
      </w:r>
      <w:r w:rsidRPr="00F24501">
        <w:rPr>
          <w:rFonts w:hint="cs"/>
          <w:cs/>
          <w:lang w:bidi="hi-IN"/>
        </w:rPr>
        <w:t>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उत्पन्न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होंगे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सर्वप्रथम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शाम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नष्ट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और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वहाँ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सैय्यद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हसनी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अमवी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क़ैसी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तीन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झंडों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के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कारण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मतभेद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व्याप्त</w:t>
      </w:r>
      <w:r w:rsidRPr="00F24501">
        <w:rPr>
          <w:cs/>
          <w:lang w:bidi="hi-IN"/>
        </w:rPr>
        <w:t xml:space="preserve"> </w:t>
      </w:r>
      <w:r w:rsidRPr="00F24501"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तीत्पर्य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व्याख्याः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t xml:space="preserve">, </w:t>
      </w:r>
      <w:r>
        <w:rPr>
          <w:rFonts w:hint="cs"/>
          <w:cs/>
          <w:lang w:bidi="hi-IN"/>
        </w:rPr>
        <w:t>सम्बोधी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गतिरहित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प्रतिबंध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lastRenderedPageBreak/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एटमी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सिद्धान्तः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गोत्रो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क़बीलो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रक्तपात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ज़िलहिज्य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t xml:space="preserve">,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सामूहिक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नरसंहार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?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रम़जान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झरोखों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ठूँस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सिज़दे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बारम्बार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कुद्दूस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कुद्दूस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प्रशंसनीय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टिप्पणीः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स्मरण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t xml:space="preserve">, 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तेइसवी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t xml:space="preserve">,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शब्बेदारी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स्मरणीय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मजालेसुल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t>?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अलमुफीद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अनउपजाऊ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उपजाऊ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t xml:space="preserve">, </w:t>
      </w:r>
      <w:r>
        <w:rPr>
          <w:rFonts w:hint="cs"/>
          <w:cs/>
          <w:lang w:bidi="hi-IN"/>
        </w:rPr>
        <w:t>नीला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t xml:space="preserve">, </w:t>
      </w:r>
      <w:r>
        <w:rPr>
          <w:rFonts w:hint="cs"/>
          <w:cs/>
          <w:lang w:bidi="hi-IN"/>
        </w:rPr>
        <w:t>हुमुस</w:t>
      </w:r>
      <w:r>
        <w:t xml:space="preserve">,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कैन्सरीन।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असलमी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कोऐत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समरकंद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उठेंगे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पीलेपन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प्रज्जवलित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पीलेपन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कहेंगे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तक़द्दुम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जाबेरुल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डुबाया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चितकबरा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पूँछ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विपत्तियाँ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ज़ीकाद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ज़िलहिज्जा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अवरुद्ध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ख़ोपड़ी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खटखटाई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t xml:space="preserve">,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श्रीगणेश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हुज़ैफा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पट्टलन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तिस्कार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पहुँजेगी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</w:p>
    <w:p w:rsidR="00EE5A92" w:rsidRDefault="002E5943" w:rsidP="00DD79C0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EE5A92">
        <w:rPr>
          <w:rFonts w:hint="cs"/>
          <w:cs/>
          <w:lang w:bidi="hi-IN"/>
        </w:rPr>
        <w:t>संपूर्ण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विश्व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में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घोर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अकाल</w:t>
      </w:r>
      <w:r w:rsidR="00EE5A92">
        <w:rPr>
          <w:cs/>
          <w:lang w:bidi="hi-IN"/>
        </w:rPr>
        <w:t xml:space="preserve"> (</w:t>
      </w:r>
      <w:r w:rsidR="00EE5A92">
        <w:rPr>
          <w:rFonts w:hint="cs"/>
          <w:cs/>
          <w:lang w:bidi="hi-IN"/>
        </w:rPr>
        <w:t>मुख्य</w:t>
      </w:r>
      <w:r w:rsidR="00EE5A92">
        <w:rPr>
          <w:cs/>
          <w:lang w:bidi="hi-IN"/>
        </w:rPr>
        <w:t>)-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अनुचारियों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सीमाः</w:t>
      </w:r>
      <w:r>
        <w:rPr>
          <w:cs/>
          <w:lang w:bidi="hi-IN"/>
        </w:rPr>
        <w:t>-</w:t>
      </w:r>
      <w:r w:rsidR="002E5943"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कुस्तुनतुनियां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कुस्तुनतुनया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श्रँगार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</w:t>
      </w:r>
      <w:r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सशस्त्र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खिन्ज़ीर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EE5A92" w:rsidRDefault="00EE5A92" w:rsidP="006D4ED9">
      <w:pPr>
        <w:pStyle w:val="Heading3"/>
      </w:pPr>
      <w:bookmarkStart w:id="51" w:name="_Toc511371250"/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घटनायेः</w:t>
      </w:r>
      <w:r>
        <w:rPr>
          <w:cs/>
          <w:lang w:bidi="hi-IN"/>
        </w:rPr>
        <w:t>-</w:t>
      </w:r>
      <w:bookmarkEnd w:id="51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तुर्को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प्रणीजन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भंगते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(1)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सउदी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अग्नि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प्रज्जवलित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(2)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विस्तृत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(3)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(4)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हबश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अपमानः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बहुमूल्य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टाँगे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टिप्पणी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5.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120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6.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7. </w:t>
      </w:r>
      <w:r>
        <w:rPr>
          <w:rFonts w:hint="cs"/>
          <w:cs/>
          <w:lang w:bidi="hi-IN"/>
        </w:rPr>
        <w:t>भूकम्पों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अधिक्ताः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8.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मेंहून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जेहून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फ़रात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EE5A92" w:rsidRDefault="00EE5A92" w:rsidP="006D4ED9">
      <w:pPr>
        <w:pStyle w:val="Heading3"/>
      </w:pPr>
      <w:bookmarkStart w:id="52" w:name="_Toc511371251"/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bookmarkEnd w:id="52"/>
    </w:p>
    <w:p w:rsidR="00EE5A92" w:rsidRDefault="00EE5A92" w:rsidP="00DD79C0">
      <w:pPr>
        <w:pStyle w:val="libNormal"/>
      </w:pP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उर्दुन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अपमानित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6D4ED9">
      <w:pPr>
        <w:pStyle w:val="Heading3"/>
      </w:pPr>
      <w:bookmarkStart w:id="53" w:name="_Toc511371252"/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लक्षणः</w:t>
      </w:r>
      <w:r>
        <w:rPr>
          <w:cs/>
          <w:lang w:bidi="hi-IN"/>
        </w:rPr>
        <w:t>-</w:t>
      </w:r>
      <w:bookmarkEnd w:id="53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निलंबन।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अवरुद्ध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उकताकर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हत्याकाँड।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6D4ED9">
      <w:pPr>
        <w:pStyle w:val="Heading3"/>
      </w:pPr>
      <w:bookmarkStart w:id="54" w:name="_Toc511371253"/>
      <w:r>
        <w:rPr>
          <w:rFonts w:hint="cs"/>
          <w:cs/>
          <w:lang w:bidi="hi-IN"/>
        </w:rPr>
        <w:t>एकत्रीकरण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चिकित्साः</w:t>
      </w:r>
      <w:r>
        <w:rPr>
          <w:cs/>
          <w:lang w:bidi="hi-IN"/>
        </w:rPr>
        <w:t>-</w:t>
      </w:r>
      <w:bookmarkEnd w:id="54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उपकारकर्ताओं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जानाः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रौज़उलकाफ़ी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सिंहासन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जीविकोपार्जन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क्लबें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बनायेंगी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चंद्र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मतभेदः</w:t>
      </w:r>
      <w:r>
        <w:rPr>
          <w:cs/>
          <w:lang w:bidi="hi-IN"/>
        </w:rPr>
        <w:t xml:space="preserve">-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बिहारुल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ग्रन्थ</w:t>
      </w:r>
      <w:r>
        <w:rPr>
          <w:cs/>
          <w:lang w:bidi="hi-IN"/>
        </w:rPr>
        <w:t xml:space="preserve"> 30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स्मरणीय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इल्ज़ामुल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पृष्ठ</w:t>
      </w:r>
      <w:r>
        <w:rPr>
          <w:cs/>
          <w:lang w:bidi="hi-IN"/>
        </w:rPr>
        <w:t xml:space="preserve"> 183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टेलीफोन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मनोरंजन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बहारुल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धनवाल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मनोरंजन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व्यापार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खाड़ीः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इल्ज़ामुल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संघर्षरत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अलमलाहिम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वलफ़ितन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ग़ैबते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डालेंगे।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रै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बाढ़</w:t>
      </w:r>
      <w:r>
        <w:t xml:space="preserve">, </w:t>
      </w:r>
      <w:r>
        <w:rPr>
          <w:rFonts w:hint="cs"/>
          <w:cs/>
          <w:lang w:bidi="hi-IN"/>
        </w:rPr>
        <w:t>पानी</w:t>
      </w:r>
      <w:r>
        <w:t xml:space="preserve">, </w:t>
      </w:r>
      <w:r>
        <w:rPr>
          <w:rFonts w:hint="cs"/>
          <w:cs/>
          <w:lang w:bidi="hi-IN"/>
        </w:rPr>
        <w:t>सर्प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बहुतायतः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नुरुल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1254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1267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सर्पो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1973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भैंस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गर्जनः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अफ्रीका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स्वतंत्रता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आश्चर्यचकित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प्रज्जवलित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उसमानी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खोज़िस्तान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)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युगांडाः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राष्ट्रपति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मानचित्रों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आजकल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नहरवान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जैनुलआबिदीन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पहाडों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जलवृष्टि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चन्द्रग्रहण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सूर्यग्रहणः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तेइसवी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ख़ुरासानी</w:t>
      </w:r>
      <w:r>
        <w:t xml:space="preserve">,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आमंत्रित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पृष्ठबभूमि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प्रज्जवलित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संकटमुक्त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शिक्षाप्रद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मुफ़ज्जल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t xml:space="preserve">, </w:t>
      </w:r>
      <w:r>
        <w:rPr>
          <w:rFonts w:hint="cs"/>
          <w:cs/>
          <w:lang w:bidi="hi-IN"/>
        </w:rPr>
        <w:t>ज़ोरा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lastRenderedPageBreak/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निक्रिष्ट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दैलम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rFonts w:hint="eastAsia"/>
        </w:rPr>
        <w:t>“</w:t>
      </w:r>
      <w: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निछावर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बेदा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भाग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t xml:space="preserve">,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 w:rsidR="002E5943"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t xml:space="preserve">, </w:t>
      </w:r>
      <w:r>
        <w:rPr>
          <w:rFonts w:hint="cs"/>
          <w:cs/>
          <w:lang w:bidi="hi-IN"/>
        </w:rPr>
        <w:t>अत्याचार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t xml:space="preserve">,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तेइसवीं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तेइसवी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कमालूदीन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विलुप्ति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नकारेंगेः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अलमुतजिर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विधर्मी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विलुप्ति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चिह्न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t xml:space="preserve">,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t xml:space="preserve">,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धंसना</w:t>
      </w:r>
      <w:r>
        <w:t xml:space="preserve">, </w:t>
      </w: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नफ़से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रुसियों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पुच्छल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प्रजव्वलित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सम्राज्यवाद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t xml:space="preserve">,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झेडे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t xml:space="preserve">, </w:t>
      </w:r>
      <w:r>
        <w:rPr>
          <w:rFonts w:hint="cs"/>
          <w:cs/>
          <w:lang w:bidi="hi-IN"/>
        </w:rPr>
        <w:t>फ़रात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</w:t>
      </w:r>
      <w:r>
        <w:t xml:space="preserve">,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ख़ानेक़ीन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महाविशिष्ट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भयभीत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अनुचर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t xml:space="preserve">,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सुनेंगे</w:t>
      </w:r>
      <w:r>
        <w:t xml:space="preserve">,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जायेगे</w:t>
      </w:r>
      <w:r>
        <w:t xml:space="preserve">,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उपजाऊ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साराँशः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विशिष्ट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मुख्यतः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सम्भावनाये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ज्वलंत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आकृर्षित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पुच्छल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फ़िलिस्तीनी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सहयेग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रणक्षेत्र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अग्निशिखा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t xml:space="preserve">,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उठेंगी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पेट्रोल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संग्रेह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1/3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अनेंकों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अंतरिक्ष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क़ंतूरा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भूमण्डल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विपत्तियों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1/3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t xml:space="preserve">,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आंतरिक्ष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,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 w:rsidR="00843064"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t xml:space="preserve">,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तेइसवी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अलज़जायर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कस्बा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तालेक़ान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ध्वजाहक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क्रान्तियाँ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तटवर्ती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t xml:space="preserve">,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ख़ान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313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आवह्न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तेयुल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अरज़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बैदा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पधारेंगे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कुफ़ा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राजसभा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मुक्क़दस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राज्यपाल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प्रत्यागमन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दीर्घकाल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क़यामते</w:t>
      </w:r>
      <w:r>
        <w:rPr>
          <w:cs/>
          <w:lang w:bidi="hi-IN"/>
        </w:rPr>
        <w:t xml:space="preserve"> - </w:t>
      </w:r>
      <w:r>
        <w:rPr>
          <w:rFonts w:hint="cs"/>
          <w:cs/>
          <w:lang w:bidi="hi-IN"/>
        </w:rPr>
        <w:t>कुबरा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दीर्घ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प्रसार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बैकुन्ठ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आवंटित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CF27EB">
      <w:pPr>
        <w:pStyle w:val="Heading1"/>
      </w:pPr>
      <w:bookmarkStart w:id="55" w:name="_Toc511371254"/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विचारः</w:t>
      </w:r>
      <w:r>
        <w:rPr>
          <w:cs/>
          <w:lang w:bidi="hi-IN"/>
        </w:rPr>
        <w:t>-</w:t>
      </w:r>
      <w:bookmarkEnd w:id="55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त्यागकर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केलीफ़ोरनिया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ईश्वरमयी</w:t>
      </w:r>
      <w:r>
        <w:t xml:space="preserve">, </w:t>
      </w:r>
      <w:r>
        <w:rPr>
          <w:rFonts w:hint="cs"/>
          <w:cs/>
          <w:lang w:bidi="hi-IN"/>
        </w:rPr>
        <w:lastRenderedPageBreak/>
        <w:t>धर्मवादी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सुह्रद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अंर्तराष्ट्रीय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वेतनमान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t xml:space="preserve">, </w:t>
      </w:r>
      <w:r>
        <w:rPr>
          <w:rFonts w:hint="cs"/>
          <w:cs/>
          <w:lang w:bidi="hi-IN"/>
        </w:rPr>
        <w:t>राष्ट्रपति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केनेडी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t xml:space="preserve">, </w:t>
      </w:r>
      <w:r>
        <w:rPr>
          <w:rFonts w:hint="cs"/>
          <w:cs/>
          <w:lang w:bidi="hi-IN"/>
        </w:rPr>
        <w:t>राष्ट्रपति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सूकारनु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पदच्युति</w:t>
      </w:r>
      <w:r>
        <w:t xml:space="preserve">, </w:t>
      </w:r>
      <w:r>
        <w:rPr>
          <w:rFonts w:hint="cs"/>
          <w:cs/>
          <w:lang w:bidi="hi-IN"/>
        </w:rPr>
        <w:t>नहरु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गाँधी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t xml:space="preserve">, </w:t>
      </w:r>
      <w:r>
        <w:rPr>
          <w:rFonts w:hint="cs"/>
          <w:cs/>
          <w:lang w:bidi="hi-IN"/>
        </w:rPr>
        <w:t>कम्युनिस्ट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हस्तरेखायें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t xml:space="preserve">, </w:t>
      </w:r>
      <w:r>
        <w:rPr>
          <w:rFonts w:hint="cs"/>
          <w:cs/>
          <w:lang w:bidi="hi-IN"/>
        </w:rPr>
        <w:t>मस्तिष्क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बंजारिन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बंजारन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स्वप्न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काल्पनिक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420 </w:t>
      </w:r>
      <w:r>
        <w:rPr>
          <w:rFonts w:hint="cs"/>
          <w:cs/>
          <w:lang w:bidi="hi-IN"/>
        </w:rPr>
        <w:t>माला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रोड़</w:t>
      </w:r>
      <w:r>
        <w:t xml:space="preserve">, </w:t>
      </w:r>
      <w:r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1968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1970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शपथधारी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t xml:space="preserve">,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कीटाँणुयुक्त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छेड़ेगा</w:t>
      </w:r>
      <w:r>
        <w:t xml:space="preserve">,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विश्वयुद्ध</w:t>
      </w:r>
      <w:r>
        <w:rPr>
          <w:cs/>
          <w:lang w:bidi="hi-IN"/>
        </w:rPr>
        <w:t xml:space="preserve"> 1981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5 </w:t>
      </w:r>
      <w:r>
        <w:rPr>
          <w:rFonts w:hint="cs"/>
          <w:cs/>
          <w:lang w:bidi="hi-IN"/>
        </w:rPr>
        <w:t>फरवरी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7 </w:t>
      </w:r>
      <w:r>
        <w:rPr>
          <w:rFonts w:hint="cs"/>
          <w:cs/>
          <w:lang w:bidi="hi-IN"/>
        </w:rPr>
        <w:t>बजे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कृष्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भंडार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1980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1999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1999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t xml:space="preserve">,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t xml:space="preserve">,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दयालूता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1980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विश्वव्यापी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डिक्सन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40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वंशावली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>,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विलुप्ति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मुनाज़रे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मुशहदा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मुशाहदा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विलुप्ति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प्रदत्त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समर्पित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प्रेरणा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पक्षपात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CF27EB">
      <w:pPr>
        <w:pStyle w:val="Heading1"/>
      </w:pPr>
      <w:bookmarkStart w:id="56" w:name="_Toc511371255"/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  <w:bookmarkEnd w:id="56"/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पधारे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आप्रेशन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उघृत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अवलोकन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बेदाद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युद्ध</w:t>
      </w:r>
      <w:r>
        <w:t xml:space="preserve">, </w:t>
      </w:r>
      <w:r>
        <w:rPr>
          <w:rFonts w:hint="cs"/>
          <w:cs/>
          <w:lang w:bidi="hi-IN"/>
        </w:rPr>
        <w:t>कोलाहल</w:t>
      </w:r>
      <w:r>
        <w:t xml:space="preserve">, </w:t>
      </w:r>
      <w:r>
        <w:rPr>
          <w:rFonts w:hint="cs"/>
          <w:cs/>
          <w:lang w:bidi="hi-IN"/>
        </w:rPr>
        <w:t>अशांति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ग़ारतो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बिसयार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दरमियानो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बनिम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लूट</w:t>
      </w:r>
      <w:r>
        <w:t xml:space="preserve">, </w:t>
      </w:r>
      <w:r>
        <w:rPr>
          <w:rFonts w:hint="cs"/>
          <w:cs/>
          <w:lang w:bidi="hi-IN"/>
        </w:rPr>
        <w:t>विनाश</w:t>
      </w:r>
      <w:r>
        <w:t xml:space="preserve">,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मज़हबो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दींज़ईफ़मी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मुब्तदये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इफ्तेख़ार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  <w:r w:rsidR="002E5943"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व्यवस्था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निष्ठुर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प्रतिष्ठित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ताजैक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दिगर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ख़समी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अन्देक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आरोज़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आकिमन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हरमिये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चिंता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दिगर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आलमी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10-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नायबे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शवद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11-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तमामदानाई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प्रतिष्ठित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12-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बंदगाने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सरबसर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मुकुटधारी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टिप्पणीः</w:t>
      </w:r>
      <w:r>
        <w:rPr>
          <w:cs/>
          <w:lang w:bidi="hi-IN"/>
        </w:rPr>
        <w:t>-</w:t>
      </w:r>
    </w:p>
    <w:p w:rsidR="00EE5A92" w:rsidRDefault="00EE5A92" w:rsidP="00CF27EB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 w:rsidRPr="00CF27EB">
        <w:rPr>
          <w:rFonts w:hint="cs"/>
          <w:cs/>
        </w:rPr>
        <w:t>औलिय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CF27EB">
      <w:pPr>
        <w:pStyle w:val="Heading1"/>
      </w:pPr>
      <w:bookmarkStart w:id="57" w:name="_Toc511371256"/>
      <w:r>
        <w:rPr>
          <w:rFonts w:hint="cs"/>
          <w:cs/>
          <w:lang w:bidi="hi-IN"/>
        </w:rPr>
        <w:t>मिर्ज़ा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भ्रातगण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bookmarkEnd w:id="57"/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</w:t>
      </w:r>
      <w:r w:rsidR="00CF27EB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विख्यात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पुरातनकाल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अतएव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भ्रतगण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क़ादयनियत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स्वास्थय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यद्यपि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साधारणत्या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अधिकारीगण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परीक्षण</w:t>
      </w:r>
      <w:r>
        <w:t xml:space="preserve">, </w:t>
      </w:r>
      <w:r>
        <w:rPr>
          <w:rFonts w:hint="cs"/>
          <w:cs/>
          <w:lang w:bidi="hi-IN"/>
        </w:rPr>
        <w:t>गवेश्णाधा</w:t>
      </w:r>
      <w:r>
        <w:t xml:space="preserve">, </w:t>
      </w:r>
      <w:r>
        <w:rPr>
          <w:rFonts w:hint="cs"/>
          <w:cs/>
          <w:lang w:bidi="hi-IN"/>
        </w:rPr>
        <w:t>प्रोक्ष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प्रयत्नों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पद्धिति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निपुणता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गिरीस्त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एैसी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चमकती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उपेक्षा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दजाजाल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रेलगाड़ी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64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नबुवत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अर्नगल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t xml:space="preserve">,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शोभायमान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तथापि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विश्वस्नीय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रुसियों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सुभाषीय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</w:t>
      </w:r>
      <w:r>
        <w:t xml:space="preserve">,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आदि।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एगव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मिथ्यारोपण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चेष्टा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बैकुन्ड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धारेगा</w:t>
      </w:r>
      <w:r>
        <w:t xml:space="preserve">,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प्रत्चेक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उत्कृष्ठ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यद्यपि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मिथ्यारोपी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साकेंतिक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उदाहरणार्थ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जूर्म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कुकर्मियों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प्रवंचन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हमज़ा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हमाअस्त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वाब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हमज़ा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दुष्टीकोण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मजमउल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नूरैन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दरसलिंग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गुर्सज़ेरोज़बर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बरगरदद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दरसाले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अगरबमानी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मुल्कव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मिलल्तो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बरगरदद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t xml:space="preserve">, </w:t>
      </w:r>
      <w:r>
        <w:rPr>
          <w:rFonts w:hint="cs"/>
          <w:cs/>
          <w:lang w:bidi="hi-IN"/>
        </w:rPr>
        <w:t>राष्ट्र</w:t>
      </w:r>
      <w:r>
        <w:t xml:space="preserve">,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ज़ेतूस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शख़्से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बरगरदद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वाज़माँख़ुशतर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परिस्थितिोयं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कशकोल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मबरगश्ता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ग़बतज़ेरो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स्थायित्व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छिन्न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दरसाँ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अगरबमानी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t xml:space="preserve">, </w:t>
      </w:r>
      <w:r>
        <w:rPr>
          <w:rFonts w:hint="cs"/>
          <w:cs/>
          <w:lang w:bidi="hi-IN"/>
        </w:rPr>
        <w:t>राज्य</w:t>
      </w:r>
      <w:r>
        <w:t xml:space="preserve">,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सम्प्रदाय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ग़ायतुल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मसनतदे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फ़ातेमा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निछावर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तदोपरान्त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तदोपरान्त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हाँ</w:t>
      </w:r>
      <w:r>
        <w:t xml:space="preserve">,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t xml:space="preserve">,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उत्साह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  <w:t>(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पार्थक्य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व्याख्यानों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बशारतुल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ग़यातुल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सुगमता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वर्णमाला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वर्णमाला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क्रमाँक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संख्या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(1)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(2)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(3)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(4)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अलिफ़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असफ़हान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 w:rsidR="002E5943">
        <w:t xml:space="preserve"> </w:t>
      </w:r>
      <w:r>
        <w:tab/>
      </w:r>
      <w:r>
        <w:tab/>
      </w:r>
      <w:r>
        <w:rPr>
          <w:cs/>
          <w:lang w:bidi="hi-IN"/>
        </w:rPr>
        <w:t>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lastRenderedPageBreak/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अस्तख़र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आतंकिया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असवान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आरमीना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अबजज़ायेर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2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14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बाग़ा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5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बेरुत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बोबेसंज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बालबक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बदाअ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बुलुरिक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बाबलूरा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बलख़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ते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तिरमिज़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19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तराफे़या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lastRenderedPageBreak/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तिरमज़ा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 w:rsidR="002E5943"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रान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हाएरुज़ान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हैवान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हिल्ला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हुम्स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1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6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ख़े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29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ख़ेलात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दाल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दैलम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दज़ीलया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दनील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1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4</w:t>
      </w:r>
    </w:p>
    <w:p w:rsidR="00EE5A92" w:rsidRDefault="00EE5A92" w:rsidP="00DD79C0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रे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रे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7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tab/>
      </w:r>
      <w:r>
        <w:rPr>
          <w:cs/>
          <w:lang w:bidi="hi-IN"/>
        </w:rPr>
        <w:t>36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रुक़ा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37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रोबा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38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रिंदा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39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रोबात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सीन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40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सेजिस्तान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सलीमा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5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संजार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सिंध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समरंकद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सामरा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समाबा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49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सरबीज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सलात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1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36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शीन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51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lastRenderedPageBreak/>
        <w:t>,,</w:t>
      </w:r>
      <w:r>
        <w:tab/>
      </w:r>
      <w:r>
        <w:tab/>
      </w:r>
      <w:r>
        <w:tab/>
      </w:r>
      <w:r>
        <w:rPr>
          <w:cs/>
          <w:lang w:bidi="hi-IN"/>
        </w:rPr>
        <w:t>52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शीराज़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1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3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साद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53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सनाये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तो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55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ताज़ीनदुरशर्क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तूस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तालेक़ान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तबरिस्तान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7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59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7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तराबलिस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ऐन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61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अकबरा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फे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63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फ़रगाना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1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2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क़ाफ़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65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कंधार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क़रयात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lastRenderedPageBreak/>
        <w:t>,,</w:t>
      </w:r>
      <w:r>
        <w:tab/>
      </w:r>
      <w:r>
        <w:tab/>
      </w:r>
      <w:r>
        <w:tab/>
      </w:r>
      <w:r>
        <w:rPr>
          <w:cs/>
          <w:lang w:bidi="hi-IN"/>
        </w:rPr>
        <w:t>67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18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क़सात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69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क़िरुवान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क़ज़ीवन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क़लिस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क़ुबा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क़ादिस्या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कफ़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75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कृमान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कोशिया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3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79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कोरिया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22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मीम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80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मरदूद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मरो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lastRenderedPageBreak/>
        <w:t>,,</w:t>
      </w:r>
      <w:r>
        <w:tab/>
      </w:r>
      <w:r>
        <w:tab/>
      </w:r>
      <w:r>
        <w:tab/>
      </w:r>
      <w:r>
        <w:rPr>
          <w:cs/>
          <w:lang w:bidi="hi-IN"/>
        </w:rPr>
        <w:t>85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मूल्यान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मुल्तान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8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मबदानिया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मोक़ान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89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मऊद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 xml:space="preserve">8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40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नून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90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निशापुर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8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नसीबैन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नवी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वाव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94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वादियुल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95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rPr>
          <w:rFonts w:hint="eastAsia"/>
        </w:rPr>
        <w:t>“</w:t>
      </w:r>
      <w:r w:rsidR="002E5943"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96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सरदानियाँ</w:t>
      </w:r>
      <w:r>
        <w:rPr>
          <w:cs/>
          <w:lang w:bidi="hi-IN"/>
        </w:rPr>
        <w:tab/>
      </w:r>
      <w:r>
        <w:rPr>
          <w:cs/>
          <w:lang w:bidi="hi-IN"/>
        </w:rPr>
        <w:tab/>
        <w:t>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97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बलख़</w:t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98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12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99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4</w:t>
      </w:r>
    </w:p>
    <w:p w:rsidR="00EE5A92" w:rsidRDefault="00EE5A92" w:rsidP="00DD79C0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ये</w:t>
      </w:r>
      <w:r>
        <w:rPr>
          <w:rFonts w:hint="eastAsia"/>
        </w:rPr>
        <w:t>”</w:t>
      </w:r>
      <w:r>
        <w:tab/>
      </w:r>
      <w:r>
        <w:tab/>
      </w:r>
      <w:r>
        <w:tab/>
      </w:r>
      <w:r>
        <w:rPr>
          <w:cs/>
          <w:lang w:bidi="hi-IN"/>
        </w:rPr>
        <w:t>100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येरम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101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14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102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कहफ़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  <w:t>7</w:t>
      </w:r>
    </w:p>
    <w:p w:rsidR="00EE5A92" w:rsidRDefault="00EE5A92" w:rsidP="00DD79C0">
      <w:pPr>
        <w:pStyle w:val="libNormal"/>
      </w:pPr>
      <w:r>
        <w:t>,,</w:t>
      </w:r>
      <w:r>
        <w:tab/>
      </w:r>
      <w:r>
        <w:tab/>
      </w:r>
      <w:r>
        <w:tab/>
      </w:r>
      <w:r>
        <w:rPr>
          <w:cs/>
          <w:lang w:bidi="hi-IN"/>
        </w:rPr>
        <w:t>103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11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अंतकिया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चाकर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सरानद्वीपः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व्यवपारी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व्यापार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क़रयातः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क़ालिकाः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कुरदिस्तान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मूलियानः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दारऊल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हारिम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सरदिनियाँ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भाग्यवश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हारिब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छःअब्दाल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10,000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दक्षिणी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अनुसंधान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1000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सहनशीलता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विवेचना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विवेचनाओं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ऋतु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बृद्धिमानों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निर्णय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सृष्ठि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विच्छेद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यद्यपि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ओझल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झपकाते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दैवीय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सहनशीलता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पवित्रताबद्ध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सदाचारिता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वृत्तात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बृहस्पति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निरंतरता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मफ़तिहुल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अमाले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अनेकानेक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मुजतिहिद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अमरोहवी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मुलाक़ाते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वृत्ताँत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CF27EB">
      <w:pPr>
        <w:pStyle w:val="Heading1"/>
      </w:pPr>
      <w:bookmarkStart w:id="58" w:name="_Toc511371257"/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उल्लेखः</w:t>
      </w:r>
      <w:r>
        <w:rPr>
          <w:cs/>
          <w:lang w:bidi="hi-IN"/>
        </w:rPr>
        <w:t>-</w:t>
      </w:r>
      <w:bookmarkEnd w:id="58"/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निरंकुश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आज़रबाइजान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निर्लज्ज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10.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व्यभिचारित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ब्याज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व्याभिचारणीय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सज्जनों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बालकों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मूर्खों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ज्ञानियों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अभिरुचि।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उपार्जन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लोभवश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संबोधन।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पशुओं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27.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भूकंपों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धनोपार्जन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तीव्रगति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अविष्कार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पुच्छल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स्वर्णकारी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प्रजवलित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42.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आकस्मिक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अविष्कार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सुफ़ियानी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55.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चीनियों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विपत्तियों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बेसमय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युग्म।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आदि।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फ़िलिस्तीन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दाब्बातुल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वक्तव्य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>)-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कमालहद्दीन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की़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t xml:space="preserve">?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बताईये</w:t>
      </w:r>
      <w:r>
        <w:t xml:space="preserve">,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धरोहर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मुस्लमान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घूँस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तुच्छ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जनतंत्र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स्त्रीयों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t xml:space="preserve">,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रक्तपात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अधिकारी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अवैज्ञाकारी</w:t>
      </w:r>
      <w:r>
        <w:t xml:space="preserve">, </w:t>
      </w:r>
      <w:r>
        <w:rPr>
          <w:rFonts w:hint="cs"/>
          <w:cs/>
          <w:lang w:bidi="hi-IN"/>
        </w:rPr>
        <w:t>मन्त्री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कपटी</w:t>
      </w:r>
      <w:r>
        <w:t xml:space="preserve">, </w:t>
      </w:r>
      <w:r>
        <w:rPr>
          <w:rFonts w:hint="cs"/>
          <w:cs/>
          <w:lang w:bidi="hi-IN"/>
        </w:rPr>
        <w:t>सूफ़ी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अवैज्ञाकारी</w:t>
      </w:r>
      <w:r>
        <w:t xml:space="preserve">,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दुराचार</w:t>
      </w:r>
      <w:r>
        <w:t xml:space="preserve">, </w:t>
      </w:r>
      <w:r>
        <w:rPr>
          <w:rFonts w:hint="cs"/>
          <w:cs/>
          <w:lang w:bidi="hi-IN"/>
        </w:rPr>
        <w:t>कुकर्म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आरोपित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t xml:space="preserve">, </w:t>
      </w:r>
      <w:r>
        <w:rPr>
          <w:rFonts w:hint="cs"/>
          <w:cs/>
          <w:lang w:bidi="hi-IN"/>
        </w:rPr>
        <w:t>उदन्डता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आभूषण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बुरजियाँ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t xml:space="preserve">, </w:t>
      </w:r>
      <w:r>
        <w:rPr>
          <w:rFonts w:hint="cs"/>
          <w:cs/>
          <w:lang w:bidi="hi-IN"/>
        </w:rPr>
        <w:t>गुण्डों</w:t>
      </w:r>
      <w:r>
        <w:t xml:space="preserve">, </w:t>
      </w:r>
      <w:r>
        <w:rPr>
          <w:rFonts w:hint="cs"/>
          <w:cs/>
          <w:lang w:bidi="hi-IN"/>
        </w:rPr>
        <w:t>आतंकवादियों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पंक्तियाँ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(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मतभेद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विधर्मियों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वचन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नास्तिक</w:t>
      </w:r>
      <w:r>
        <w:t xml:space="preserve">, </w:t>
      </w:r>
      <w:r>
        <w:rPr>
          <w:rFonts w:hint="cs"/>
          <w:cs/>
          <w:lang w:bidi="hi-IN"/>
        </w:rPr>
        <w:t>विधर्मी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साभ्यवादी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t xml:space="preserve">,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पथप्रदर्शक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भयभीत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झूठों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अपयोजक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धिक्कारेंगे</w:t>
      </w:r>
      <w:r>
        <w:t xml:space="preserve">,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( </w:t>
      </w:r>
      <w:r>
        <w:rPr>
          <w:rFonts w:hint="cs"/>
          <w:cs/>
          <w:lang w:bidi="hi-IN"/>
        </w:rPr>
        <w:t>वाहन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चलायेगी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स्त्रीयाँ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साक्ष्य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फ़ेक़ह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धर्मशस्त्र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वरीयता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वरीयता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कप्टाचार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कप्टाचार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दुर्गन्धात्मक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रुकने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सैद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शिकारी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झुठलाये।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इसराइल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lastRenderedPageBreak/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गदहा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नीजाई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ऊँचाई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ध्वनि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विश्ंभर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</w:t>
      </w:r>
      <w: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व्याभिचारियों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बीतने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सफ़ाव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दाब्तुल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दाब्तुल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बधाई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तुछको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दाब्तुल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इनफ़ेह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पूछो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अदुभुत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चिन्तनकर्ताओं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चित्रण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दाब्तुल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नीतिवश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विवेचना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शाब्दिक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अतितुच्छ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</w:p>
    <w:p w:rsidR="00EE5A92" w:rsidRDefault="00EE5A92" w:rsidP="003477E9">
      <w:pPr>
        <w:pStyle w:val="Heading1"/>
      </w:pPr>
      <w:bookmarkStart w:id="59" w:name="_Toc511371258"/>
      <w:r>
        <w:rPr>
          <w:rFonts w:hint="cs"/>
          <w:cs/>
          <w:lang w:bidi="hi-IN"/>
        </w:rPr>
        <w:t>एराक़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प्रतिबन्धः</w:t>
      </w:r>
      <w:r>
        <w:rPr>
          <w:cs/>
          <w:lang w:bidi="hi-IN"/>
        </w:rPr>
        <w:t>-</w:t>
      </w:r>
      <w:bookmarkEnd w:id="59"/>
    </w:p>
    <w:p w:rsidR="00EE5A92" w:rsidRDefault="00EE5A92" w:rsidP="00DD79C0">
      <w:pPr>
        <w:pStyle w:val="libNormal"/>
      </w:pPr>
      <w:r>
        <w:rPr>
          <w:cs/>
          <w:lang w:bidi="hi-IN"/>
        </w:rPr>
        <w:tab/>
        <w:t>(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विभिन्न्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विश्वसनीय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t xml:space="preserve">,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मँहगाई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महामारी</w:t>
      </w:r>
      <w:r>
        <w:t xml:space="preserve">, </w:t>
      </w:r>
      <w:r>
        <w:rPr>
          <w:rFonts w:hint="cs"/>
          <w:cs/>
          <w:lang w:bidi="hi-IN"/>
        </w:rPr>
        <w:t>विपत्ती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भुकमरी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t xml:space="preserve">,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दिशाओं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निवासियों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झन्डे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सुदैर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हूँ</w:t>
      </w:r>
      <w:r>
        <w:t xml:space="preserve">,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मड़ला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साँकेतिक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t xml:space="preserve">, </w:t>
      </w:r>
      <w:r>
        <w:rPr>
          <w:rFonts w:hint="cs"/>
          <w:cs/>
          <w:lang w:bidi="hi-IN"/>
        </w:rPr>
        <w:t>ईराक़ियों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शासकों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मँहगाई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शाद्रल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वरजानिया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वितर्क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यमग़ोउल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बरजानिया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सम्बोधन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कराते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ज्योतिषशास्त्र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रम्मालों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नामुराद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अभिवयक्तयाँ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इनकेशाफ़त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अभिव्यक्तियाँ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विशेषज्ञयों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अभिव्यक्तता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अनुसंधान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श्रद्धा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माध्यम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पधारने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अनेकानेक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सूक्ष्म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भंडार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आन्नदरत्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परिश्रम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लायं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</w:p>
    <w:p w:rsidR="00EE5A92" w:rsidRDefault="00EE5A92" w:rsidP="003477E9">
      <w:pPr>
        <w:pStyle w:val="Heading1"/>
      </w:pPr>
      <w:bookmarkStart w:id="60" w:name="_Toc511371259"/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ज्योतिषी</w:t>
      </w:r>
      <w:r>
        <w:t xml:space="preserve">,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आत्मवर्धक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वक्तव्यः</w:t>
      </w:r>
      <w:r>
        <w:rPr>
          <w:cs/>
          <w:lang w:bidi="hi-IN"/>
        </w:rPr>
        <w:t>-</w:t>
      </w:r>
      <w:bookmarkEnd w:id="60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बेहारुल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ज़जान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असवदकी</w:t>
      </w:r>
      <w:r>
        <w:t xml:space="preserve">,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सुभाषी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कटुभाषी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परीक्षा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rFonts w:hint="eastAsia"/>
        </w:rPr>
        <w:t>”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rFonts w:hint="eastAsia"/>
        </w:rPr>
        <w:t>”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t xml:space="preserve">,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प्रारब्ध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धनवानों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भयभीत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पुच्छल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समस्स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मँहगाई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झन्ड़ों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झन्ड़ों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t xml:space="preserve">, </w:t>
      </w:r>
      <w:r>
        <w:rPr>
          <w:rFonts w:hint="cs"/>
          <w:cs/>
          <w:lang w:bidi="hi-IN"/>
        </w:rPr>
        <w:t>निशेधित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मानेगा</w:t>
      </w:r>
      <w:r>
        <w:t xml:space="preserve">,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पिंडली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स्त्रियाँ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सतीत्व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इज्जत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उत्पीड़ित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t xml:space="preserve">,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हसन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हुसैन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उपद्रव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बधाई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वितरण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t xml:space="preserve">,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पथभ्रषटता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</w:p>
    <w:p w:rsidR="00EE5A92" w:rsidRDefault="00EE5A92" w:rsidP="00CF27EB">
      <w:pPr>
        <w:pStyle w:val="Heading1"/>
      </w:pPr>
      <w:r>
        <w:rPr>
          <w:cs/>
          <w:lang w:bidi="hi-IN"/>
        </w:rPr>
        <w:lastRenderedPageBreak/>
        <w:tab/>
      </w:r>
      <w:bookmarkStart w:id="61" w:name="_Toc511371260"/>
      <w:r>
        <w:rPr>
          <w:rFonts w:hint="cs"/>
          <w:cs/>
          <w:lang w:bidi="hi-IN"/>
        </w:rPr>
        <w:t>सुन्नियों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परः</w:t>
      </w:r>
      <w:r>
        <w:rPr>
          <w:cs/>
          <w:lang w:bidi="hi-IN"/>
        </w:rPr>
        <w:t>-</w:t>
      </w:r>
      <w:bookmarkEnd w:id="61"/>
      <w:r w:rsidR="002E5943">
        <w:rPr>
          <w:cs/>
          <w:lang w:bidi="hi-IN"/>
        </w:rPr>
        <w:t xml:space="preserve"> </w:t>
      </w:r>
    </w:p>
    <w:p w:rsidR="00EE5A92" w:rsidRDefault="002E5943" w:rsidP="00DD79C0">
      <w:pPr>
        <w:pStyle w:val="libNormal"/>
      </w:pPr>
      <w:r>
        <w:rPr>
          <w:cs/>
          <w:lang w:bidi="hi-IN"/>
        </w:rPr>
        <w:t xml:space="preserve"> </w:t>
      </w:r>
      <w:r w:rsidR="00EE5A92">
        <w:rPr>
          <w:cs/>
          <w:lang w:bidi="hi-IN"/>
        </w:rPr>
        <w:tab/>
        <w:t>(</w:t>
      </w:r>
      <w:r w:rsidR="00EE5A92">
        <w:rPr>
          <w:rFonts w:hint="cs"/>
          <w:cs/>
          <w:lang w:bidi="hi-IN"/>
        </w:rPr>
        <w:t>भयानक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युद्ध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पूर्व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मध्य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का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अन्त</w:t>
      </w:r>
      <w:r w:rsidR="00EE5A92">
        <w:t xml:space="preserve">, </w:t>
      </w:r>
      <w:r w:rsidR="00EE5A92">
        <w:rPr>
          <w:rFonts w:hint="cs"/>
          <w:cs/>
          <w:lang w:bidi="hi-IN"/>
        </w:rPr>
        <w:t>मिस्त्र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की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दयनीय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स्थिति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एंव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शाम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का</w:t>
      </w:r>
      <w:r w:rsidR="00EE5A92">
        <w:rPr>
          <w:cs/>
          <w:lang w:bidi="hi-IN"/>
        </w:rPr>
        <w:t xml:space="preserve"> </w:t>
      </w:r>
      <w:r w:rsidR="00EE5A92">
        <w:rPr>
          <w:rFonts w:hint="cs"/>
          <w:cs/>
          <w:lang w:bidi="hi-IN"/>
        </w:rPr>
        <w:t>विनाश</w:t>
      </w:r>
      <w:r w:rsidR="00EE5A92"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““</w:t>
      </w:r>
      <w:r>
        <w:rPr>
          <w:rFonts w:hint="cs"/>
          <w:cs/>
          <w:lang w:bidi="hi-IN"/>
        </w:rPr>
        <w:t>कशफ़उल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आसार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काबउल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फ़ेतन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मोहीउद्दीन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मुहाज़रतुल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मुसमरतुल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561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अक़लीमें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तृतीय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भूखड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इक़लीमें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चतुर्थ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भूखण्ड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वनस्पति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संचारित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lastRenderedPageBreak/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अनुमोदक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अनुमोदन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बृहस्पत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औलोकिक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चखायेगा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प्रारंभिक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सूडान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प्रत्यागमन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असग़र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पराजित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बलसीस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बृहस्पत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उतरेगी</w:t>
      </w:r>
      <w:r>
        <w:t xml:space="preserve">,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तटवर्तीय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असंकदरिया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ब्रजग़रबी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अबयज़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श्वेत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अवरुद्ध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पथभ्रष्टता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सरतान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क़ेरान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बंनु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असग़र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असकंदरिया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असग़र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बढे़गे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उख़ाड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इंग्लैन्ड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इन्डोनेशिया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गतिशील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असकंदिया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रुसियों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पडा़व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भेजेगा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रक्तचाप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भेजेगा</w:t>
      </w:r>
      <w:r>
        <w:t xml:space="preserve">,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पहुँचेगी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t xml:space="preserve">,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तकबीरनाद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नारये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तदोपरान्त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उतरेंगे</w:t>
      </w:r>
      <w:r>
        <w:t xml:space="preserve">,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सफे़द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t xml:space="preserve">,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>"</w:t>
      </w:r>
      <w:r w:rsidR="002E5943">
        <w:rPr>
          <w:cs/>
          <w:lang w:bidi="hi-IN"/>
        </w:rPr>
        <w:t xml:space="preserve"> </w:t>
      </w:r>
    </w:p>
    <w:p w:rsidR="00EE5A92" w:rsidRDefault="00EE5A92" w:rsidP="00CF27EB">
      <w:pPr>
        <w:pStyle w:val="libLine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ज्योतिषविद्या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क़ेरान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महायुद्धों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पुष्टी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t xml:space="preserve">, </w:t>
      </w:r>
      <w:r>
        <w:rPr>
          <w:rFonts w:hint="cs"/>
          <w:cs/>
          <w:lang w:bidi="hi-IN"/>
        </w:rPr>
        <w:t>सुफ़यान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t xml:space="preserve">,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"</w:t>
      </w:r>
    </w:p>
    <w:p w:rsidR="00EE5A92" w:rsidRDefault="00EE5A92" w:rsidP="00CF27EB">
      <w:pPr>
        <w:pStyle w:val="Heading1"/>
      </w:pPr>
      <w:r>
        <w:rPr>
          <w:cs/>
          <w:lang w:bidi="hi-IN"/>
        </w:rPr>
        <w:lastRenderedPageBreak/>
        <w:tab/>
      </w:r>
      <w:bookmarkStart w:id="62" w:name="_Toc511371261"/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  <w:bookmarkEnd w:id="62"/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इलस्ट्रेटेड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इन्डिया</w:t>
      </w:r>
      <w:r>
        <w:t xml:space="preserve">, </w:t>
      </w:r>
      <w:r>
        <w:rPr>
          <w:rFonts w:hint="cs"/>
          <w:cs/>
          <w:lang w:bidi="hi-IN"/>
        </w:rPr>
        <w:t>बम्बई</w:t>
      </w:r>
      <w:r>
        <w:rPr>
          <w:cs/>
          <w:lang w:bidi="hi-IN"/>
        </w:rPr>
        <w:t xml:space="preserve"> 31 </w:t>
      </w:r>
      <w:r>
        <w:rPr>
          <w:rFonts w:hint="cs"/>
          <w:cs/>
          <w:lang w:bidi="hi-IN"/>
        </w:rPr>
        <w:t>दिसम्बर</w:t>
      </w:r>
      <w:r>
        <w:t xml:space="preserve">, </w:t>
      </w:r>
      <w:r>
        <w:rPr>
          <w:cs/>
          <w:lang w:bidi="hi-IN"/>
        </w:rPr>
        <w:t xml:space="preserve">1961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14 </w:t>
      </w: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21 </w:t>
      </w:r>
      <w:r>
        <w:rPr>
          <w:rFonts w:hint="cs"/>
          <w:cs/>
          <w:lang w:bidi="hi-IN"/>
        </w:rPr>
        <w:t>जनवरी</w:t>
      </w:r>
      <w:r>
        <w:t xml:space="preserve">, </w:t>
      </w:r>
      <w:r>
        <w:rPr>
          <w:cs/>
          <w:lang w:bidi="hi-IN"/>
        </w:rPr>
        <w:t xml:space="preserve">1963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ज्योतिषी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चिंतनकर्ता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t xml:space="preserve">, </w:t>
      </w:r>
      <w:r>
        <w:rPr>
          <w:rFonts w:hint="cs"/>
          <w:cs/>
          <w:lang w:bidi="hi-IN"/>
        </w:rPr>
        <w:t>समाचार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साप्ताहिकों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निम्नवत्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जिज्ञासा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स्ट्रोलाजर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फ़ीमैन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बुद्धिगमय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सम्मेलन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क़ेरान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t xml:space="preserve">,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स्वभाविक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दीर्घ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प्रदत्तक्षमता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1400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200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कुरीतियों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आगंतुक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प्रतीक्षकः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महानुभाव</w:t>
      </w:r>
      <w:r>
        <w:t xml:space="preserve">,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अग्रणी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आगंतुक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पथपदर्शक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व्यग्र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मनुष्यता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अनुकम्पा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सट्रोलाजर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>0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विलन्स</w:t>
      </w:r>
      <w:r>
        <w:t xml:space="preserve">, </w:t>
      </w:r>
      <w:r>
        <w:rPr>
          <w:rFonts w:hint="cs"/>
          <w:cs/>
          <w:lang w:bidi="hi-IN"/>
        </w:rPr>
        <w:t>जोहन्सबर्ग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t xml:space="preserve">, </w:t>
      </w:r>
      <w:r>
        <w:rPr>
          <w:rFonts w:hint="cs"/>
          <w:cs/>
          <w:lang w:bidi="hi-IN"/>
        </w:rPr>
        <w:t>पृष्ठभूमि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चार्लस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कार्टर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स्ट्रोलाजर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डी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पथवाला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t xml:space="preserve">,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योगी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विश्व्यापी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1792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भैतिकता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लगेगा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>0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>0</w:t>
      </w:r>
      <w:r>
        <w:rPr>
          <w:rFonts w:hint="cs"/>
          <w:cs/>
          <w:lang w:bidi="hi-IN"/>
        </w:rPr>
        <w:t>घोष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“THE</w:t>
      </w:r>
      <w:r>
        <w:t xml:space="preserve"> </w:t>
      </w:r>
      <w:r>
        <w:rPr>
          <w:rFonts w:ascii="Times New Roman" w:hAnsi="Times New Roman" w:cs="Times New Roman"/>
        </w:rPr>
        <w:t>DAWN</w:t>
      </w:r>
      <w:r>
        <w:t xml:space="preserve"> </w:t>
      </w:r>
      <w:r>
        <w:rPr>
          <w:rFonts w:ascii="Times New Roman" w:hAnsi="Times New Roman" w:cs="Times New Roman"/>
        </w:rPr>
        <w:t>OF</w:t>
      </w:r>
      <w:r>
        <w:t xml:space="preserve"> </w:t>
      </w:r>
      <w:r>
        <w:rPr>
          <w:rFonts w:ascii="Times New Roman" w:hAnsi="Times New Roman" w:cs="Times New Roman"/>
        </w:rPr>
        <w:t>THE</w:t>
      </w:r>
      <w:r>
        <w:t xml:space="preserve"> </w:t>
      </w:r>
      <w:r>
        <w:rPr>
          <w:rFonts w:ascii="Times New Roman" w:hAnsi="Times New Roman" w:cs="Times New Roman"/>
        </w:rPr>
        <w:t>DARK</w:t>
      </w:r>
      <w:r>
        <w:t xml:space="preserve"> </w:t>
      </w:r>
      <w:r>
        <w:rPr>
          <w:rFonts w:ascii="Times New Roman" w:hAnsi="Times New Roman" w:cs="Times New Roman"/>
        </w:rPr>
        <w:t>AGES</w:t>
      </w:r>
      <w:r>
        <w:t>" (</w:t>
      </w:r>
      <w:r>
        <w:rPr>
          <w:rFonts w:hint="cs"/>
          <w:cs/>
          <w:lang w:bidi="hi-IN"/>
        </w:rPr>
        <w:t>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</w:t>
      </w:r>
      <w:r>
        <w:rPr>
          <w:cs/>
          <w:lang w:bidi="hi-IN"/>
        </w:rPr>
        <w:t xml:space="preserve"> 98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कीचड़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मगरमच्छ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अतएव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एकरुपता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इन्डोनेशिया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सघन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संस्थापन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मुलाक़ाते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t xml:space="preserve">, </w:t>
      </w:r>
      <w:r>
        <w:rPr>
          <w:rFonts w:hint="cs"/>
          <w:cs/>
          <w:lang w:bidi="hi-IN"/>
        </w:rPr>
        <w:t>अमरोहा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चेष्ठा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t xml:space="preserve">, </w:t>
      </w:r>
      <w:r>
        <w:rPr>
          <w:rFonts w:hint="cs"/>
          <w:cs/>
          <w:lang w:bidi="hi-IN"/>
        </w:rPr>
        <w:t>अमेज़न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इन्डोनेशिया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निर्णय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"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अनुवादः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धन्यवाद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अतहरमिर्ज़ा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</w:t>
      </w:r>
      <w:r>
        <w:t xml:space="preserve">, 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एड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कराँची।</w:t>
      </w:r>
    </w:p>
    <w:p w:rsidR="00EE5A92" w:rsidRDefault="00EE5A92" w:rsidP="00ED4F39">
      <w:pPr>
        <w:pStyle w:val="Heading1"/>
      </w:pPr>
      <w:r>
        <w:rPr>
          <w:cs/>
          <w:lang w:bidi="hi-IN"/>
        </w:rPr>
        <w:tab/>
      </w:r>
      <w:bookmarkStart w:id="63" w:name="_Toc511371262"/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नक्षत्रज्ञाता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 w:rsidR="00ED4F39">
        <w:rPr>
          <w:rFonts w:hint="cs"/>
          <w:cs/>
          <w:lang w:bidi="hi-IN"/>
        </w:rPr>
        <w:t>सम्रा</w:t>
      </w:r>
      <w:r>
        <w:rPr>
          <w:rFonts w:hint="cs"/>
          <w:cs/>
          <w:lang w:bidi="hi-IN"/>
        </w:rPr>
        <w:t>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आगमनः</w:t>
      </w:r>
      <w:r>
        <w:rPr>
          <w:cs/>
          <w:lang w:bidi="hi-IN"/>
        </w:rPr>
        <w:t>-</w:t>
      </w:r>
      <w:bookmarkEnd w:id="63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t xml:space="preserve">…………………………… </w:t>
      </w:r>
      <w:r>
        <w:rPr>
          <w:rFonts w:hint="cs"/>
          <w:cs/>
          <w:lang w:bidi="hi-IN"/>
        </w:rPr>
        <w:t>पद्य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गस्तसिप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?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तुर्किस्तान</w:t>
      </w:r>
      <w:r>
        <w:t xml:space="preserve">, </w:t>
      </w:r>
      <w:r>
        <w:rPr>
          <w:rFonts w:hint="cs"/>
          <w:cs/>
          <w:lang w:bidi="hi-IN"/>
        </w:rPr>
        <w:t>भेडिया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प्राणीगण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दुर्लभ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t xml:space="preserve">, </w:t>
      </w:r>
      <w:r>
        <w:rPr>
          <w:rFonts w:hint="cs"/>
          <w:cs/>
          <w:lang w:bidi="hi-IN"/>
        </w:rPr>
        <w:t>ताज़ी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t xml:space="preserve">,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t xml:space="preserve">, </w:t>
      </w:r>
      <w:r>
        <w:rPr>
          <w:rFonts w:hint="cs"/>
          <w:cs/>
          <w:lang w:bidi="hi-IN"/>
        </w:rPr>
        <w:t>आकस्मिक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निकृष्टता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t xml:space="preserve">,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बरसेगा</w:t>
      </w:r>
      <w:r>
        <w:t xml:space="preserve">,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पद्याँश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कैवाँ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बनूर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जुहल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अज़बुवद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बदूर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कैवाँ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सूज़ेद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चींनी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परिक्रमा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बमीज़ाँ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बुवदज़ोहरा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बुवद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चन्द्रमा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मरदुमज़े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बेवायद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चुशब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मुरुस्थल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बगोयद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नख़सतीं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पैग़मबस्म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गोंयद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दावस्म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सर्वप्रथम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फ़राबाँ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कुनद़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कियज़दाँ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नदारद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अत्यधिक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मुबतदल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बमीजा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जहाँरा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दिरगूँ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दावरी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क्रेता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बृहस्पत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फ़लक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गगन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आवलंब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खाँ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बदानीद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ज़माँ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जामासपका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ग़ेर्फ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परिश्रम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ज़ेचीं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वचीं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अठ्ठासी</w:t>
      </w:r>
      <w:r>
        <w:rPr>
          <w:cs/>
          <w:lang w:bidi="hi-IN"/>
        </w:rPr>
        <w:t xml:space="preserve"> (88)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दुष्टिगोचर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बहशताद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किशवरे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मरोज़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सतानन्द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स्परोज़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नवासी</w:t>
      </w:r>
      <w:r>
        <w:rPr>
          <w:cs/>
          <w:lang w:bidi="hi-IN"/>
        </w:rPr>
        <w:t xml:space="preserve"> (79) </w:t>
      </w:r>
      <w:r>
        <w:rPr>
          <w:rFonts w:hint="cs"/>
          <w:cs/>
          <w:lang w:bidi="hi-IN"/>
        </w:rPr>
        <w:t>राज्य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सस्परोज़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ज़ेरोज़बर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बरुबूम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कुनन्द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व्यस्त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दस्तोतंगी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माचीं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वचीं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t xml:space="preserve">,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चिन्तनीय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अज़जानिबे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यगर्द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ज़रायाज़दह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कुनद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(11) </w:t>
      </w:r>
      <w:r>
        <w:rPr>
          <w:rFonts w:hint="cs"/>
          <w:cs/>
          <w:lang w:bidi="hi-IN"/>
        </w:rPr>
        <w:t>मास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ज़मीं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पैग़म्बराँ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कोटि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कोटि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नमस्कार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पंक्तियाँ</w:t>
      </w:r>
      <w:r>
        <w:t xml:space="preserve">,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तूसी</w:t>
      </w:r>
      <w:r>
        <w:t xml:space="preserve">,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तकनीकी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शाब्दिक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यथांवत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सदफ़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निर्णय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  <w:t>(</w:t>
      </w:r>
      <w:r>
        <w:rPr>
          <w:rFonts w:hint="cs"/>
          <w:cs/>
          <w:lang w:bidi="hi-IN"/>
        </w:rPr>
        <w:t>समाचार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</w:t>
      </w:r>
      <w:r>
        <w:rPr>
          <w:cs/>
          <w:lang w:bidi="hi-IN"/>
        </w:rPr>
        <w:t xml:space="preserve">0 22 </w:t>
      </w:r>
      <w:r>
        <w:rPr>
          <w:rFonts w:hint="cs"/>
          <w:cs/>
          <w:lang w:bidi="hi-IN"/>
        </w:rPr>
        <w:t>सितम्बर</w:t>
      </w:r>
      <w:r>
        <w:rPr>
          <w:cs/>
          <w:lang w:bidi="hi-IN"/>
        </w:rPr>
        <w:t xml:space="preserve"> 1972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कराँची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22 </w:t>
      </w:r>
      <w:r>
        <w:rPr>
          <w:rFonts w:hint="cs"/>
          <w:cs/>
          <w:lang w:bidi="hi-IN"/>
        </w:rPr>
        <w:t>सितम्बर</w:t>
      </w:r>
      <w:r>
        <w:rPr>
          <w:cs/>
          <w:lang w:bidi="hi-IN"/>
        </w:rPr>
        <w:t xml:space="preserve"> 1972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जापान</w:t>
      </w:r>
      <w:r>
        <w:t xml:space="preserve">, </w:t>
      </w:r>
      <w:r>
        <w:rPr>
          <w:rFonts w:hint="cs"/>
          <w:cs/>
          <w:lang w:bidi="hi-IN"/>
        </w:rPr>
        <w:t>दक्षिण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हाँगकाँग</w:t>
      </w:r>
      <w:r>
        <w:t xml:space="preserve">,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2020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CF27EB">
      <w:pPr>
        <w:pStyle w:val="Heading1"/>
      </w:pPr>
      <w:r>
        <w:rPr>
          <w:cs/>
          <w:lang w:bidi="hi-IN"/>
        </w:rPr>
        <w:tab/>
      </w:r>
      <w:bookmarkStart w:id="64" w:name="_Toc511371263"/>
      <w:r>
        <w:rPr>
          <w:rFonts w:hint="cs"/>
          <w:cs/>
          <w:lang w:bidi="hi-IN"/>
        </w:rPr>
        <w:t>अमेरिकी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भविष्यवाणियाँ</w:t>
      </w:r>
      <w:bookmarkEnd w:id="64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समाचार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दिनाँक</w:t>
      </w:r>
      <w:r>
        <w:rPr>
          <w:cs/>
          <w:lang w:bidi="hi-IN"/>
        </w:rPr>
        <w:t xml:space="preserve"> 23 </w:t>
      </w:r>
      <w:r>
        <w:rPr>
          <w:rFonts w:hint="cs"/>
          <w:cs/>
          <w:lang w:bidi="hi-IN"/>
        </w:rPr>
        <w:t>सितम्बर</w:t>
      </w:r>
      <w:r>
        <w:rPr>
          <w:cs/>
          <w:lang w:bidi="hi-IN"/>
        </w:rPr>
        <w:t xml:space="preserve"> 1970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क़यामते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सुग़रा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जेन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ध्यानोपासना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दृष्टिगोचर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2000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विरूद्ध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न्युर्याकीय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राजनीतिक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दज्जाल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राजनीतिक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दार्शनिक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दृष्टिकोणें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मबग़ोबा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t xml:space="preserve">,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संघर्ष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भंवर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पूर्वज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व्वागत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1962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1980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lastRenderedPageBreak/>
        <w:t>रहेगा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1999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आन्दोलन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विश्वयापी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एकरुपतायें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t xml:space="preserve">, </w:t>
      </w:r>
      <w:r>
        <w:rPr>
          <w:rFonts w:hint="cs"/>
          <w:cs/>
          <w:lang w:bidi="hi-IN"/>
        </w:rPr>
        <w:t>प्रफुल्लित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मुख्यालय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बेरुश्लम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प्रभुत्वशाली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येरुश्लम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भूक्मप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क़यामते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सुग़रा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लघु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प्रदर्शित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भौगोलिक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डालेगा</w:t>
      </w:r>
      <w:r>
        <w:t xml:space="preserve">,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सघन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t xml:space="preserve">,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1977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स्थितिः</w:t>
      </w:r>
      <w:r>
        <w:rPr>
          <w:cs/>
          <w:lang w:bidi="hi-IN"/>
        </w:rPr>
        <w:t xml:space="preserve">-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  <w:t>(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कीटाँरिक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t xml:space="preserve">,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अधिपत्य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एक़दार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</w:t>
      </w:r>
      <w:r>
        <w:t xml:space="preserve">,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काटेंगे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अध्यत्मवाद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कीटार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अध्यात्मिक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अग्रणी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सुविख्यात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भविष्यज्ञाता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अभिव्यक्तियाँ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श्रीमान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क्रीसावल</w:t>
      </w:r>
      <w:r>
        <w:t xml:space="preserve">,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86 </w:t>
      </w:r>
      <w:r>
        <w:rPr>
          <w:rFonts w:hint="cs"/>
          <w:cs/>
          <w:lang w:bidi="hi-IN"/>
        </w:rPr>
        <w:t>प्रतिशत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  <w:t>(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क्रीसावल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1972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t xml:space="preserve">, </w:t>
      </w:r>
      <w:r>
        <w:rPr>
          <w:rFonts w:hint="cs"/>
          <w:cs/>
          <w:lang w:bidi="hi-IN"/>
        </w:rPr>
        <w:t>उपद्रव</w:t>
      </w:r>
      <w:r>
        <w:t xml:space="preserve">,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विगठन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</w:t>
      </w:r>
      <w:r>
        <w:t xml:space="preserve">, </w:t>
      </w:r>
      <w:r>
        <w:rPr>
          <w:rFonts w:hint="cs"/>
          <w:cs/>
          <w:lang w:bidi="hi-IN"/>
        </w:rPr>
        <w:t>मानद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भौम्यी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आपत्तियाँ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अवतीण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उगलेगी</w:t>
      </w:r>
      <w:r>
        <w:t xml:space="preserve">, </w:t>
      </w:r>
      <w:r>
        <w:rPr>
          <w:rFonts w:hint="cs"/>
          <w:cs/>
          <w:lang w:bidi="hi-IN"/>
        </w:rPr>
        <w:t>भूमंडल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पड़ेंगे</w:t>
      </w:r>
      <w:r>
        <w:t xml:space="preserve">, </w:t>
      </w:r>
      <w:r>
        <w:rPr>
          <w:rFonts w:hint="cs"/>
          <w:cs/>
          <w:lang w:bidi="hi-IN"/>
        </w:rPr>
        <w:t>समुद्रों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अग्निशिखायें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चिनगारियों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आवरणयुक्त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लेगी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बनायेंगे</w:t>
      </w:r>
      <w:r>
        <w:t xml:space="preserve">, </w:t>
      </w:r>
      <w:r>
        <w:rPr>
          <w:rFonts w:hint="cs"/>
          <w:cs/>
          <w:lang w:bidi="hi-IN"/>
        </w:rPr>
        <w:t>नक्षत्र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नक्षत्रों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एटमी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t xml:space="preserve">, </w:t>
      </w:r>
      <w:r>
        <w:rPr>
          <w:rFonts w:hint="cs"/>
          <w:cs/>
          <w:lang w:bidi="hi-IN"/>
        </w:rPr>
        <w:t>समुद्रों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प्रचन्ड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एशिया</w:t>
      </w:r>
      <w:r>
        <w:t xml:space="preserve">, </w:t>
      </w:r>
      <w:r>
        <w:rPr>
          <w:rFonts w:hint="cs"/>
          <w:cs/>
          <w:lang w:bidi="hi-IN"/>
        </w:rPr>
        <w:t>जापान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आस्ट्रेलिया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समुद्री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t xml:space="preserve">, </w:t>
      </w:r>
      <w:r>
        <w:rPr>
          <w:rFonts w:hint="cs"/>
          <w:cs/>
          <w:lang w:bidi="hi-IN"/>
        </w:rPr>
        <w:t>नित्य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महामारियाँ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t xml:space="preserve">, </w:t>
      </w:r>
      <w:r>
        <w:rPr>
          <w:rFonts w:hint="cs"/>
          <w:cs/>
          <w:lang w:bidi="hi-IN"/>
        </w:rPr>
        <w:t>मनुष्य</w:t>
      </w:r>
      <w: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घृणा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चिंतन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अकाल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t xml:space="preserve">,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t xml:space="preserve">,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शताब्दी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उन्नतशील</w:t>
      </w:r>
      <w:r>
        <w:t xml:space="preserve">, </w:t>
      </w:r>
      <w:r>
        <w:rPr>
          <w:rFonts w:hint="cs"/>
          <w:cs/>
          <w:lang w:bidi="hi-IN"/>
        </w:rPr>
        <w:t>सुविधाओं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  <w:t xml:space="preserve">1980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संकटों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रहिए।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अबैह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सुफ़यानी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जैनब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खुदैजा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रुक़ैया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तत्पश्चात्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भाँति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सार्वजनिक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चिन्ह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भागकर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t xml:space="preserve">,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आन्दोलन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पक्रट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घोषणा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जहुका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अनुकरण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दार्शनिक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चंद्ररुपी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तेजस्वी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निष्क्रमण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रात्रि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परिचय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वर्णमाला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अल्सर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मेकदादव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आरमीनिया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अस्फहान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युनुस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अस्कन्दरिया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अफरन्ज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यूरोप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फयाली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मोहरिब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बरदआ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युयुफ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बलख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बलसान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वारिस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10.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नासिया</w:t>
      </w:r>
      <w:r>
        <w:t xml:space="preserve">, </w:t>
      </w:r>
      <w:r>
        <w:rPr>
          <w:rFonts w:hint="cs"/>
          <w:cs/>
          <w:lang w:bidi="hi-IN"/>
        </w:rPr>
        <w:t>बकीर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t xml:space="preserve">, </w:t>
      </w:r>
      <w:r>
        <w:rPr>
          <w:rFonts w:hint="cs"/>
          <w:cs/>
          <w:lang w:bidi="hi-IN"/>
        </w:rPr>
        <w:t>जाफर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बलबीस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मोहम्मद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बैयतुल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मुकद्दस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t xml:space="preserve">,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अजलान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अंजलान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अकील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सम्बा</w:t>
      </w:r>
      <w:r>
        <w:t xml:space="preserve">, </w:t>
      </w:r>
      <w:r>
        <w:rPr>
          <w:rFonts w:hint="cs"/>
          <w:cs/>
          <w:lang w:bidi="hi-IN"/>
        </w:rPr>
        <w:t>जाबित</w:t>
      </w:r>
      <w:r>
        <w:t xml:space="preserve">, </w:t>
      </w:r>
      <w:r>
        <w:rPr>
          <w:rFonts w:hint="cs"/>
          <w:cs/>
          <w:lang w:bidi="hi-IN"/>
        </w:rPr>
        <w:t>सरदन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शीबान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अनहराश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क़बा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ज़ाबिर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कलाब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मुतिर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जज़ायर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जद्दा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जबलकाम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बैदुल्ला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दसरार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लाल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23.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दुजील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मोहम्मद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दीना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शोएब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ददक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गफूर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हिज्र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खलिद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हराश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नेहरविश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हुजुर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कद्दूस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अक़ील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जुबेदा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महमू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फहद</w:t>
      </w:r>
      <w:r>
        <w:t xml:space="preserve">, </w:t>
      </w:r>
      <w:r>
        <w:rPr>
          <w:rFonts w:hint="cs"/>
          <w:cs/>
          <w:lang w:bidi="hi-IN"/>
        </w:rPr>
        <w:t>हसन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जदरार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बगदाद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यगलम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हमीर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हिजार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आबिदुल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कदीम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हबशा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तायफयमन</w:t>
      </w:r>
      <w:r>
        <w:rPr>
          <w:cs/>
          <w:lang w:bidi="hi-IN"/>
        </w:rPr>
        <w:t xml:space="preserve">-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तौका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वासिल</w:t>
      </w:r>
      <w:r>
        <w:t xml:space="preserve">, </w:t>
      </w:r>
      <w:r>
        <w:rPr>
          <w:rFonts w:hint="cs"/>
          <w:cs/>
          <w:lang w:bidi="hi-IN"/>
        </w:rPr>
        <w:t>फ़जल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मजमा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फलीज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40.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तायेफ़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साबिर</w:t>
      </w:r>
      <w:r>
        <w:t xml:space="preserve">, </w:t>
      </w:r>
      <w:r>
        <w:rPr>
          <w:rFonts w:hint="cs"/>
          <w:cs/>
          <w:lang w:bidi="hi-IN"/>
        </w:rPr>
        <w:t>जकरिया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तालेकान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t xml:space="preserve">, </w:t>
      </w:r>
      <w:r>
        <w:rPr>
          <w:rFonts w:hint="cs"/>
          <w:cs/>
          <w:lang w:bidi="hi-IN"/>
        </w:rPr>
        <w:t>जमील</w:t>
      </w:r>
      <w:r>
        <w:t xml:space="preserve">, </w:t>
      </w:r>
      <w:r>
        <w:rPr>
          <w:rFonts w:hint="cs"/>
          <w:cs/>
          <w:lang w:bidi="hi-IN"/>
        </w:rPr>
        <w:t>फजल</w:t>
      </w:r>
      <w:r>
        <w:t xml:space="preserve">, </w:t>
      </w:r>
      <w:r>
        <w:rPr>
          <w:rFonts w:hint="cs"/>
          <w:cs/>
          <w:lang w:bidi="hi-IN"/>
        </w:rPr>
        <w:t>ईसा</w:t>
      </w:r>
      <w:r>
        <w:t xml:space="preserve">, </w:t>
      </w:r>
      <w:r>
        <w:rPr>
          <w:rFonts w:hint="cs"/>
          <w:cs/>
          <w:lang w:bidi="hi-IN"/>
        </w:rPr>
        <w:t>जाबिर</w:t>
      </w:r>
      <w:r>
        <w:t xml:space="preserve">, </w:t>
      </w:r>
      <w:r>
        <w:rPr>
          <w:rFonts w:hint="cs"/>
          <w:cs/>
          <w:lang w:bidi="hi-IN"/>
        </w:rPr>
        <w:t>खालिद</w:t>
      </w:r>
      <w:r>
        <w:t xml:space="preserve">, </w:t>
      </w:r>
      <w:r>
        <w:rPr>
          <w:rFonts w:hint="cs"/>
          <w:cs/>
          <w:lang w:bidi="hi-IN"/>
        </w:rPr>
        <w:t>अलवान</w:t>
      </w:r>
      <w:r>
        <w:t xml:space="preserve">, </w:t>
      </w:r>
      <w:r>
        <w:rPr>
          <w:rFonts w:hint="cs"/>
          <w:cs/>
          <w:lang w:bidi="hi-IN"/>
        </w:rPr>
        <w:t>अबदुल्लाह</w:t>
      </w:r>
      <w:r>
        <w:t xml:space="preserve">, </w:t>
      </w:r>
      <w:r>
        <w:rPr>
          <w:rFonts w:hint="cs"/>
          <w:cs/>
          <w:lang w:bidi="hi-IN"/>
        </w:rPr>
        <w:t>अय्युब</w:t>
      </w:r>
      <w:r>
        <w:t xml:space="preserve">, </w:t>
      </w:r>
      <w:r>
        <w:rPr>
          <w:rFonts w:hint="cs"/>
          <w:cs/>
          <w:lang w:bidi="hi-IN"/>
        </w:rPr>
        <w:t>सलाएब</w:t>
      </w:r>
      <w:r>
        <w:t xml:space="preserve">, </w:t>
      </w:r>
      <w:r>
        <w:rPr>
          <w:rFonts w:hint="cs"/>
          <w:cs/>
          <w:lang w:bidi="hi-IN"/>
        </w:rPr>
        <w:t>हमज़ा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t xml:space="preserve">, </w:t>
      </w:r>
      <w:r>
        <w:rPr>
          <w:rFonts w:hint="cs"/>
          <w:cs/>
          <w:lang w:bidi="hi-IN"/>
        </w:rPr>
        <w:t>अज़ीज़</w:t>
      </w:r>
      <w:r>
        <w:t xml:space="preserve">, </w:t>
      </w:r>
      <w:r>
        <w:rPr>
          <w:rFonts w:hint="cs"/>
          <w:cs/>
          <w:lang w:bidi="hi-IN"/>
        </w:rPr>
        <w:t>लुकमान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 xml:space="preserve">, </w:t>
      </w:r>
      <w:r>
        <w:rPr>
          <w:rFonts w:hint="cs"/>
          <w:cs/>
          <w:lang w:bidi="hi-IN"/>
        </w:rPr>
        <w:t>फिज़जा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अब्दून</w:t>
      </w:r>
      <w:r>
        <w:t xml:space="preserve">, </w:t>
      </w:r>
      <w:r>
        <w:rPr>
          <w:rFonts w:hint="cs"/>
          <w:cs/>
          <w:lang w:bidi="hi-IN"/>
        </w:rPr>
        <w:t>अबदुर्रहमान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यमामाँ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ताहिर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यमन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खबीर</w:t>
      </w:r>
      <w:r>
        <w:t xml:space="preserve">, </w:t>
      </w:r>
      <w:r>
        <w:rPr>
          <w:rFonts w:hint="cs"/>
          <w:cs/>
          <w:lang w:bidi="hi-IN"/>
        </w:rPr>
        <w:t>हबश</w:t>
      </w:r>
      <w:r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काशान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अबदुल्ला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औबैदुल्ला</w:t>
      </w:r>
      <w:r>
        <w:t xml:space="preserve">,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अहमद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शबआन</w:t>
      </w:r>
      <w:r>
        <w:t xml:space="preserve">, </w:t>
      </w:r>
      <w:r>
        <w:rPr>
          <w:rFonts w:hint="cs"/>
          <w:cs/>
          <w:lang w:bidi="hi-IN"/>
        </w:rPr>
        <w:t>आमिर</w:t>
      </w:r>
      <w:r>
        <w:t xml:space="preserve">, </w:t>
      </w:r>
      <w:r>
        <w:rPr>
          <w:rFonts w:hint="cs"/>
          <w:cs/>
          <w:lang w:bidi="hi-IN"/>
        </w:rPr>
        <w:t>हम्माद</w:t>
      </w:r>
      <w:r>
        <w:t xml:space="preserve">, </w:t>
      </w:r>
      <w:r>
        <w:rPr>
          <w:rFonts w:hint="cs"/>
          <w:cs/>
          <w:lang w:bidi="hi-IN"/>
        </w:rPr>
        <w:t>फ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द</w:t>
      </w:r>
      <w:r>
        <w:t xml:space="preserve">, </w:t>
      </w:r>
      <w:r>
        <w:rPr>
          <w:rFonts w:hint="cs"/>
          <w:cs/>
          <w:lang w:bidi="hi-IN"/>
        </w:rPr>
        <w:t>जोश</w:t>
      </w:r>
      <w:r>
        <w:t xml:space="preserve">, </w:t>
      </w:r>
      <w:r>
        <w:rPr>
          <w:rFonts w:hint="cs"/>
          <w:cs/>
          <w:lang w:bidi="hi-IN"/>
        </w:rPr>
        <w:t>कुलसूम</w:t>
      </w:r>
      <w:r>
        <w:t xml:space="preserve">,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कन्दा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इब्राहीम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कृमान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अबदुल्लाह</w:t>
      </w:r>
      <w:r>
        <w:t xml:space="preserve">, </w:t>
      </w:r>
      <w:r>
        <w:rPr>
          <w:rFonts w:hint="cs"/>
          <w:cs/>
          <w:lang w:bidi="hi-IN"/>
        </w:rPr>
        <w:t>मोहम्मद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कूफा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करबला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कर्ख़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बगदाद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कौसर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माजेमा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मआदा</w:t>
      </w:r>
      <w:r>
        <w:t xml:space="preserve">, </w:t>
      </w:r>
      <w:r>
        <w:rPr>
          <w:rFonts w:hint="cs"/>
          <w:cs/>
          <w:lang w:bidi="hi-IN"/>
        </w:rPr>
        <w:t>सुईद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हुसैन</w:t>
      </w:r>
      <w:r>
        <w:t xml:space="preserve">, </w:t>
      </w:r>
      <w:r>
        <w:rPr>
          <w:rFonts w:hint="cs"/>
          <w:cs/>
          <w:lang w:bidi="hi-IN"/>
        </w:rPr>
        <w:t>याकूब</w:t>
      </w:r>
      <w:r>
        <w:t xml:space="preserve">, </w:t>
      </w:r>
      <w:r>
        <w:rPr>
          <w:rFonts w:hint="cs"/>
          <w:cs/>
          <w:lang w:bidi="hi-IN"/>
        </w:rPr>
        <w:t>अबदुल्लह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मंसूरिया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अब्दुल्लाह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हम्ज़ा</w:t>
      </w:r>
      <w:r>
        <w:t xml:space="preserve">,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ताहिर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हुसैन</w:t>
      </w:r>
      <w:r>
        <w:t xml:space="preserve">, </w:t>
      </w:r>
      <w:r>
        <w:rPr>
          <w:rFonts w:hint="cs"/>
          <w:cs/>
          <w:lang w:bidi="hi-IN"/>
        </w:rPr>
        <w:t>कासिम</w:t>
      </w:r>
      <w:r>
        <w:t xml:space="preserve">, </w:t>
      </w:r>
      <w:r>
        <w:rPr>
          <w:rFonts w:hint="cs"/>
          <w:cs/>
          <w:lang w:bidi="hi-IN"/>
        </w:rPr>
        <w:t>इब्राहिम</w:t>
      </w:r>
      <w:r>
        <w:t xml:space="preserve">, </w:t>
      </w:r>
      <w:r>
        <w:rPr>
          <w:rFonts w:hint="cs"/>
          <w:cs/>
          <w:lang w:bidi="hi-IN"/>
        </w:rPr>
        <w:t>मोहम्मद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53.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मराग़ा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निशापुर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मोहाजिर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नसीबैन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नजफ़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अब्दाल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सिंध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अबदुर्रहमान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सादावा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फलाह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समरकन्द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माजिद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युनुस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सामरा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मूरादी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सैलान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जाफर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संजार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जेबान</w:t>
      </w:r>
      <w:r>
        <w:t xml:space="preserve">, </w:t>
      </w:r>
      <w:r>
        <w:rPr>
          <w:rFonts w:hint="cs"/>
          <w:cs/>
          <w:lang w:bidi="hi-IN"/>
        </w:rPr>
        <w:t>अली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सरखस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हफस</w:t>
      </w:r>
      <w:r>
        <w:t xml:space="preserve">, </w:t>
      </w:r>
      <w:r>
        <w:rPr>
          <w:rFonts w:hint="cs"/>
          <w:cs/>
          <w:lang w:bidi="hi-IN"/>
        </w:rPr>
        <w:t>नाफेह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सलामास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हारुन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समादा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t xml:space="preserve">, </w:t>
      </w:r>
      <w:r>
        <w:rPr>
          <w:rFonts w:hint="cs"/>
          <w:cs/>
          <w:lang w:bidi="hi-IN"/>
        </w:rPr>
        <w:t>सादान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अफ़रगफ़्फार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अहमद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अबुकीन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कलीब</w:t>
      </w:r>
      <w:r>
        <w:t>,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69.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दाउद</w:t>
      </w:r>
      <w:r>
        <w:t xml:space="preserve">, </w:t>
      </w:r>
      <w:r>
        <w:rPr>
          <w:rFonts w:hint="cs"/>
          <w:cs/>
          <w:lang w:bidi="hi-IN"/>
        </w:rPr>
        <w:t>हवायेल</w:t>
      </w:r>
      <w:r>
        <w:t xml:space="preserve">, </w:t>
      </w:r>
      <w:r>
        <w:rPr>
          <w:rFonts w:hint="cs"/>
          <w:cs/>
          <w:lang w:bidi="hi-IN"/>
        </w:rPr>
        <w:t>कौसर</w:t>
      </w:r>
      <w:r>
        <w:t xml:space="preserve">, </w:t>
      </w:r>
      <w:r>
        <w:rPr>
          <w:rFonts w:hint="cs"/>
          <w:cs/>
          <w:lang w:bidi="hi-IN"/>
        </w:rPr>
        <w:t>युनूस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70.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अदन</w:t>
      </w:r>
      <w:r>
        <w:t xml:space="preserve">, </w:t>
      </w:r>
      <w:r>
        <w:rPr>
          <w:rFonts w:hint="cs"/>
          <w:cs/>
          <w:lang w:bidi="hi-IN"/>
        </w:rPr>
        <w:t>औन</w:t>
      </w:r>
      <w:r>
        <w:t xml:space="preserve">, </w:t>
      </w:r>
      <w:r>
        <w:rPr>
          <w:rFonts w:hint="cs"/>
          <w:cs/>
          <w:lang w:bidi="hi-IN"/>
        </w:rPr>
        <w:t>मूसा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71.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अक्का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मुकर्रम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72.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अस्कलान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फहद</w:t>
      </w:r>
      <w:r>
        <w:t xml:space="preserve">, </w:t>
      </w:r>
      <w:r>
        <w:rPr>
          <w:rFonts w:hint="cs"/>
          <w:cs/>
          <w:lang w:bidi="hi-IN"/>
        </w:rPr>
        <w:t>हारुन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73.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अम्बरा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उमेर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अरफा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फरीक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75.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आब्दान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हमजाशीबान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t xml:space="preserve">, </w:t>
      </w:r>
      <w:r>
        <w:rPr>
          <w:rFonts w:hint="cs"/>
          <w:cs/>
          <w:lang w:bidi="hi-IN"/>
        </w:rPr>
        <w:t>हम्माद</w:t>
      </w:r>
      <w:r>
        <w:t xml:space="preserve">, </w:t>
      </w:r>
      <w:r>
        <w:rPr>
          <w:rFonts w:hint="cs"/>
          <w:cs/>
          <w:lang w:bidi="hi-IN"/>
        </w:rPr>
        <w:t>फहद</w:t>
      </w:r>
      <w:r>
        <w:t xml:space="preserve">, </w:t>
      </w:r>
      <w:r>
        <w:rPr>
          <w:rFonts w:hint="cs"/>
          <w:cs/>
          <w:lang w:bidi="hi-IN"/>
        </w:rPr>
        <w:t>हज्जरश</w:t>
      </w:r>
      <w:r>
        <w:t xml:space="preserve">, </w:t>
      </w:r>
      <w:r>
        <w:rPr>
          <w:rFonts w:hint="cs"/>
          <w:cs/>
          <w:lang w:bidi="hi-IN"/>
        </w:rPr>
        <w:t>कुलसूम</w:t>
      </w:r>
      <w:r>
        <w:t xml:space="preserve">,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76.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समाआ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t xml:space="preserve">, </w:t>
      </w:r>
      <w:r>
        <w:rPr>
          <w:rFonts w:hint="cs"/>
          <w:cs/>
          <w:lang w:bidi="hi-IN"/>
        </w:rPr>
        <w:t>हमजा</w:t>
      </w:r>
      <w:r>
        <w:t xml:space="preserve">, </w:t>
      </w:r>
      <w:r>
        <w:rPr>
          <w:rFonts w:hint="cs"/>
          <w:cs/>
          <w:lang w:bidi="hi-IN"/>
        </w:rPr>
        <w:t>याहिया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नसीर</w:t>
      </w:r>
      <w:r>
        <w:t xml:space="preserve">, </w:t>
      </w:r>
      <w:r>
        <w:rPr>
          <w:rFonts w:hint="cs"/>
          <w:cs/>
          <w:lang w:bidi="hi-IN"/>
        </w:rPr>
        <w:t>सोला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मुअस्सिर</w:t>
      </w:r>
      <w:r>
        <w:t xml:space="preserve">,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सरफ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खलीफा</w:t>
      </w:r>
      <w:r>
        <w:t xml:space="preserve">, </w:t>
      </w:r>
      <w:r>
        <w:rPr>
          <w:rFonts w:hint="cs"/>
          <w:cs/>
          <w:lang w:bidi="hi-IN"/>
        </w:rPr>
        <w:t>कन्धार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 xml:space="preserve">, </w:t>
      </w:r>
      <w:r>
        <w:rPr>
          <w:rFonts w:hint="cs"/>
          <w:cs/>
          <w:lang w:bidi="hi-IN"/>
        </w:rPr>
        <w:t>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t xml:space="preserve">, </w:t>
      </w:r>
      <w:r>
        <w:rPr>
          <w:rFonts w:hint="cs"/>
          <w:cs/>
          <w:lang w:bidi="hi-IN"/>
        </w:rPr>
        <w:t>करकूफ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शोएब</w:t>
      </w:r>
      <w:r>
        <w:t xml:space="preserve">, </w:t>
      </w:r>
      <w:r>
        <w:rPr>
          <w:rFonts w:hint="cs"/>
          <w:cs/>
          <w:lang w:bidi="hi-IN"/>
        </w:rPr>
        <w:t>बशीर</w:t>
      </w:r>
      <w:r>
        <w:t xml:space="preserve">, </w:t>
      </w:r>
      <w:r>
        <w:rPr>
          <w:rFonts w:hint="cs"/>
          <w:cs/>
          <w:lang w:bidi="hi-IN"/>
        </w:rPr>
        <w:t>कजवीन</w:t>
      </w:r>
      <w:r>
        <w:t xml:space="preserve">, </w:t>
      </w:r>
      <w:r>
        <w:rPr>
          <w:rFonts w:hint="cs"/>
          <w:cs/>
          <w:lang w:bidi="hi-IN"/>
        </w:rPr>
        <w:t>हारुन</w:t>
      </w:r>
      <w:r>
        <w:t xml:space="preserve">, </w:t>
      </w:r>
      <w:r>
        <w:rPr>
          <w:rFonts w:hint="cs"/>
          <w:cs/>
          <w:lang w:bidi="hi-IN"/>
        </w:rPr>
        <w:t>अब्दुल्ला</w:t>
      </w:r>
      <w:r>
        <w:t xml:space="preserve">,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शलक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हफीक</w:t>
      </w:r>
      <w:r>
        <w:t xml:space="preserve">, </w:t>
      </w:r>
      <w:r>
        <w:rPr>
          <w:rFonts w:hint="cs"/>
          <w:cs/>
          <w:lang w:bidi="hi-IN"/>
        </w:rPr>
        <w:t>रकंतात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अब्दुस</w:t>
      </w:r>
      <w:r>
        <w:t xml:space="preserve">, </w:t>
      </w:r>
      <w:r>
        <w:rPr>
          <w:rFonts w:hint="cs"/>
          <w:cs/>
          <w:lang w:bidi="hi-IN"/>
        </w:rPr>
        <w:t>समद</w:t>
      </w:r>
      <w:r>
        <w:t xml:space="preserve">, </w:t>
      </w:r>
      <w:r>
        <w:rPr>
          <w:rFonts w:hint="cs"/>
          <w:cs/>
          <w:lang w:bidi="hi-IN"/>
        </w:rPr>
        <w:t>युहुस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t xml:space="preserve">, </w:t>
      </w:r>
      <w:r>
        <w:rPr>
          <w:rFonts w:hint="cs"/>
          <w:cs/>
          <w:lang w:bidi="hi-IN"/>
        </w:rPr>
        <w:t>रक़ादम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बहूरत</w:t>
      </w:r>
      <w:r>
        <w:t xml:space="preserve">, </w:t>
      </w:r>
      <w:r>
        <w:rPr>
          <w:rFonts w:hint="cs"/>
          <w:cs/>
          <w:lang w:bidi="hi-IN"/>
        </w:rPr>
        <w:t>तालुत</w:t>
      </w:r>
      <w:r>
        <w:t xml:space="preserve">, </w:t>
      </w:r>
      <w:r>
        <w:rPr>
          <w:rFonts w:hint="cs"/>
          <w:cs/>
          <w:lang w:bidi="hi-IN"/>
        </w:rPr>
        <w:t>रोबात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t xml:space="preserve">, </w:t>
      </w:r>
      <w:r>
        <w:rPr>
          <w:rFonts w:hint="cs"/>
          <w:cs/>
          <w:lang w:bidi="hi-IN"/>
        </w:rPr>
        <w:t>शीराज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अब्दुलवहाब</w:t>
      </w:r>
      <w:r>
        <w:t xml:space="preserve">, </w:t>
      </w:r>
      <w:r>
        <w:rPr>
          <w:rFonts w:hint="cs"/>
          <w:cs/>
          <w:lang w:bidi="hi-IN"/>
        </w:rPr>
        <w:t>शेरवान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t xml:space="preserve">,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शेकका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नुकबा</w:t>
      </w:r>
      <w:r>
        <w:t xml:space="preserve">, </w:t>
      </w:r>
      <w:r>
        <w:rPr>
          <w:rFonts w:hint="cs"/>
          <w:cs/>
          <w:lang w:bidi="hi-IN"/>
        </w:rPr>
        <w:t>शैल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सगायेर</w:t>
      </w:r>
      <w:r>
        <w:t xml:space="preserve">,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अजज़ईफड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सबाह</w:t>
      </w:r>
      <w:r>
        <w:t xml:space="preserve">, </w:t>
      </w:r>
      <w:r>
        <w:rPr>
          <w:rFonts w:hint="cs"/>
          <w:cs/>
          <w:lang w:bidi="hi-IN"/>
        </w:rPr>
        <w:t>सबीह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मैमून</w:t>
      </w:r>
      <w:r>
        <w:t xml:space="preserve">, </w:t>
      </w:r>
      <w:r>
        <w:rPr>
          <w:rFonts w:hint="cs"/>
          <w:cs/>
          <w:lang w:bidi="hi-IN"/>
        </w:rPr>
        <w:t>हूद।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सम्राटों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नासेह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सायंकाल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EE5A92" w:rsidRDefault="00EE5A92" w:rsidP="003477E9">
      <w:pPr>
        <w:pStyle w:val="Heading1"/>
      </w:pPr>
      <w:r>
        <w:rPr>
          <w:cs/>
          <w:lang w:bidi="hi-IN"/>
        </w:rPr>
        <w:lastRenderedPageBreak/>
        <w:tab/>
      </w:r>
      <w:bookmarkStart w:id="65" w:name="_Toc511371264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 w:rsidRPr="003477E9">
        <w:t>“</w:t>
      </w:r>
      <w:r w:rsidR="00CF27EB">
        <w:rPr>
          <w:rFonts w:hint="cs"/>
          <w:cs/>
          <w:lang w:bidi="hi-IN"/>
        </w:rPr>
        <w:t>असहाब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नामः</w:t>
      </w:r>
      <w:bookmarkEnd w:id="65"/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0)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cs/>
          <w:lang w:bidi="hi-IN"/>
        </w:rPr>
        <w:t>313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निवासी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जिज्ञासा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सुविधा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वर्णमाला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आहवाज</w:t>
      </w:r>
      <w:r w:rsidR="002E5943"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हम्माद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जमहर</w:t>
      </w:r>
      <w:r>
        <w:t xml:space="preserve">,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t xml:space="preserve">,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असतख़र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अलमुवकिल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</w:t>
      </w:r>
      <w:r>
        <w:t xml:space="preserve">, </w:t>
      </w:r>
      <w:r>
        <w:rPr>
          <w:rFonts w:hint="cs"/>
          <w:cs/>
          <w:lang w:bidi="hi-IN"/>
        </w:rPr>
        <w:t>हुश्साम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फाखिर।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अंताकिया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</w:t>
      </w:r>
      <w:r>
        <w:t xml:space="preserve">,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एला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बदील</w:t>
      </w:r>
      <w:r>
        <w:t xml:space="preserve">, </w:t>
      </w:r>
      <w:r>
        <w:rPr>
          <w:rFonts w:hint="cs"/>
          <w:cs/>
          <w:lang w:bidi="hi-IN"/>
        </w:rPr>
        <w:t>हवाश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फजल।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t xml:space="preserve">, </w:t>
      </w:r>
      <w:r>
        <w:rPr>
          <w:rFonts w:hint="cs"/>
          <w:cs/>
          <w:lang w:bidi="hi-IN"/>
        </w:rPr>
        <w:t>सरही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लुससादी।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बलबीस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युनिस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आतिफ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बाबसंज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>,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 w:rsidR="002E5943"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9.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बालबक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अनजाल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बदायबला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बोरीन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जायदा।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बलमोरी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औसाफ़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अबवाब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बलख़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नरादस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बारुरद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t xml:space="preserve">,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</w:t>
      </w:r>
      <w:r>
        <w:t xml:space="preserve">, </w:t>
      </w:r>
      <w:r>
        <w:rPr>
          <w:rFonts w:hint="cs"/>
          <w:cs/>
          <w:lang w:bidi="hi-IN"/>
        </w:rPr>
        <w:t>सहीक़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नुलख़्ययात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t xml:space="preserve">, </w:t>
      </w:r>
      <w:r>
        <w:rPr>
          <w:rFonts w:hint="cs"/>
          <w:cs/>
          <w:lang w:bidi="hi-IN"/>
        </w:rPr>
        <w:t>सलम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t xml:space="preserve">, </w:t>
      </w:r>
      <w:r>
        <w:rPr>
          <w:rFonts w:hint="cs"/>
          <w:cs/>
          <w:lang w:bidi="hi-IN"/>
        </w:rPr>
        <w:t>महूबा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t xml:space="preserve">, </w:t>
      </w:r>
      <w:r>
        <w:rPr>
          <w:rFonts w:hint="cs"/>
          <w:cs/>
          <w:lang w:bidi="hi-IN"/>
        </w:rPr>
        <w:t>औज़ेर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रुसतम।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तवी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मुअम्मर</w:t>
      </w:r>
      <w:r>
        <w:t xml:space="preserve">, </w:t>
      </w:r>
      <w:r>
        <w:rPr>
          <w:rFonts w:hint="cs"/>
          <w:cs/>
          <w:lang w:bidi="hi-IN"/>
        </w:rPr>
        <w:t>लक़ीद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फ़रात।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ज़िरजानः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हरक़द</w:t>
      </w:r>
      <w:r>
        <w:t xml:space="preserve">, </w:t>
      </w:r>
      <w:r>
        <w:rPr>
          <w:rFonts w:hint="cs"/>
          <w:cs/>
          <w:lang w:bidi="hi-IN"/>
        </w:rPr>
        <w:t>ज़रार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हमीद</w:t>
      </w:r>
      <w:r>
        <w:t xml:space="preserve">, </w:t>
      </w:r>
      <w:r>
        <w:rPr>
          <w:rFonts w:hint="cs"/>
          <w:cs/>
          <w:lang w:bidi="hi-IN"/>
        </w:rPr>
        <w:t>इब्राहिम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इंसहाक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अलक़मा</w:t>
      </w:r>
      <w:r>
        <w:t xml:space="preserve">,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t xml:space="preserve">, </w:t>
      </w:r>
      <w:r>
        <w:rPr>
          <w:rFonts w:hint="cs"/>
          <w:cs/>
          <w:lang w:bidi="hi-IN"/>
        </w:rPr>
        <w:t>उरबान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क़ाल</w:t>
      </w:r>
      <w:r>
        <w:t xml:space="preserve">,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करदूया।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यूनिस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युसुफ़</w:t>
      </w:r>
      <w:r>
        <w:t xml:space="preserve">, </w:t>
      </w:r>
      <w:r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मुदरिक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मैमून</w:t>
      </w:r>
      <w:r>
        <w:t xml:space="preserve">, </w:t>
      </w:r>
      <w:r>
        <w:rPr>
          <w:rFonts w:hint="cs"/>
          <w:cs/>
          <w:lang w:bidi="hi-IN"/>
        </w:rPr>
        <w:t>मुसलिम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जावर</w:t>
      </w:r>
      <w:r>
        <w:t xml:space="preserve">,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हरानु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ज़कारियुससादी।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जावेज़ान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</w:t>
      </w:r>
      <w:r>
        <w:t xml:space="preserve">,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ख़लीललुल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ख़ैयात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दरीन।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माहान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t xml:space="preserve">, </w:t>
      </w:r>
      <w:r>
        <w:rPr>
          <w:rFonts w:hint="cs"/>
          <w:cs/>
          <w:lang w:bidi="hi-IN"/>
        </w:rPr>
        <w:t>इबराहीम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ख़लात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हरनीद।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22.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जरीर</w:t>
      </w:r>
      <w:r>
        <w:t xml:space="preserve">, </w:t>
      </w:r>
      <w:r>
        <w:rPr>
          <w:rFonts w:hint="cs"/>
          <w:cs/>
          <w:lang w:bidi="hi-IN"/>
        </w:rPr>
        <w:t>शोयेब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t xml:space="preserve">, </w:t>
      </w:r>
      <w:r>
        <w:rPr>
          <w:rFonts w:hint="cs"/>
          <w:cs/>
          <w:lang w:bidi="hi-IN"/>
        </w:rPr>
        <w:t>रहजर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अब्दुल्लहुल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फ़रारी।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दमयात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ज़ायदे।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तहरान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इसरइलुल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क़हतान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t xml:space="preserve">,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मसकान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शीबान</w:t>
      </w:r>
      <w:r>
        <w:t xml:space="preserve">, </w:t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कुर्द</w:t>
      </w:r>
      <w:r>
        <w:t xml:space="preserve">,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दैलमी।</w:t>
      </w:r>
      <w:r>
        <w:rPr>
          <w:cs/>
          <w:lang w:bidi="hi-IN"/>
        </w:rPr>
        <w:tab/>
      </w:r>
    </w:p>
    <w:p w:rsidR="00EE5A92" w:rsidRDefault="00EE5A92" w:rsidP="00DD79C0">
      <w:pPr>
        <w:pStyle w:val="libNormal"/>
      </w:pPr>
      <w:r>
        <w:rPr>
          <w:cs/>
          <w:lang w:bidi="hi-IN"/>
        </w:rPr>
        <w:t>26.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राबा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आसिम</w:t>
      </w:r>
      <w:r>
        <w:t xml:space="preserve">, </w:t>
      </w:r>
      <w:r>
        <w:rPr>
          <w:rFonts w:hint="cs"/>
          <w:cs/>
          <w:lang w:bidi="hi-IN"/>
        </w:rPr>
        <w:t>मलीह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रक़्का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t xml:space="preserve">, </w:t>
      </w:r>
      <w:r>
        <w:rPr>
          <w:rFonts w:hint="cs"/>
          <w:cs/>
          <w:lang w:bidi="hi-IN"/>
        </w:rPr>
        <w:t>नोफ़ल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रबा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उज़ैर।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रब्जा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हम्माद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सीजिस्तान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</w:t>
      </w:r>
      <w:r>
        <w:t xml:space="preserve">,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शैबा</w:t>
      </w:r>
      <w:r>
        <w:t xml:space="preserve">,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सलीमा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इबराहिम।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संजार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उबैदुल्ला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ज़रीक</w:t>
      </w:r>
      <w:r>
        <w:t xml:space="preserve">, </w:t>
      </w:r>
      <w:r>
        <w:rPr>
          <w:rFonts w:hint="cs"/>
          <w:cs/>
          <w:lang w:bidi="hi-IN"/>
        </w:rPr>
        <w:t>शहम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मतिर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हबल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सिन्ध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अबस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नसर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जरक़ान।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सरन्दीप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लंका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t xml:space="preserve">,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सरदानिया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अग़लब</w:t>
      </w:r>
      <w:r>
        <w:t xml:space="preserve">, </w:t>
      </w:r>
      <w:r>
        <w:rPr>
          <w:rFonts w:hint="cs"/>
          <w:cs/>
          <w:lang w:bidi="hi-IN"/>
        </w:rPr>
        <w:t>ज्याद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रिज़्क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संदरा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तरख़ान</w:t>
      </w:r>
      <w:r>
        <w:t xml:space="preserve">,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बरज़ख।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इबराहीम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सवाह</w:t>
      </w:r>
      <w:r>
        <w:t xml:space="preserve">, </w:t>
      </w:r>
      <w:r>
        <w:rPr>
          <w:rFonts w:hint="cs"/>
          <w:cs/>
          <w:lang w:bidi="hi-IN"/>
        </w:rPr>
        <w:t>युसुफ़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दमिश्कीअत्तार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क़स्साब।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सेनआ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फ़ैयाज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ज़राद</w:t>
      </w:r>
      <w:r>
        <w:t xml:space="preserve">, </w:t>
      </w:r>
      <w:r>
        <w:rPr>
          <w:rFonts w:hint="cs"/>
          <w:cs/>
          <w:lang w:bidi="hi-IN"/>
        </w:rPr>
        <w:t>मैसरा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सायज़ान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ख़ैयात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समदताजिर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ताज़ीनद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शर्क़</w:t>
      </w:r>
      <w:r>
        <w:rPr>
          <w:cs/>
          <w:lang w:bidi="hi-IN"/>
        </w:rPr>
        <w:t>)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बिन्द्र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सैलानी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42.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साअद।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तूस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शहरु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t xml:space="preserve">,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t xml:space="preserve">,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अलवाद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सैरफ़ी।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तालक़ान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उलजबल्ली</w:t>
      </w:r>
      <w:r>
        <w:t xml:space="preserve">,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उसर</w:t>
      </w:r>
      <w:r>
        <w:t xml:space="preserve">, </w:t>
      </w:r>
      <w:r>
        <w:rPr>
          <w:rFonts w:hint="cs"/>
          <w:cs/>
          <w:lang w:bidi="hi-IN"/>
        </w:rPr>
        <w:t>इबराहीम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सु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जब्बार</w:t>
      </w:r>
      <w:r>
        <w:t xml:space="preserve">, </w:t>
      </w:r>
      <w:r>
        <w:rPr>
          <w:rFonts w:hint="cs"/>
          <w:cs/>
          <w:lang w:bidi="hi-IN"/>
        </w:rPr>
        <w:t>ज़क़रिया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हबीबा</w:t>
      </w:r>
      <w:r>
        <w:t xml:space="preserve">, </w:t>
      </w:r>
      <w:r>
        <w:rPr>
          <w:rFonts w:hint="cs"/>
          <w:cs/>
          <w:lang w:bidi="hi-IN"/>
        </w:rPr>
        <w:t>वहराम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सिरह</w:t>
      </w:r>
      <w:r>
        <w:t xml:space="preserve">, </w:t>
      </w:r>
      <w:r>
        <w:rPr>
          <w:rFonts w:hint="cs"/>
          <w:cs/>
          <w:lang w:bidi="hi-IN"/>
        </w:rPr>
        <w:t>रिज़्कुल्ला</w:t>
      </w:r>
      <w:r>
        <w:t xml:space="preserve">, </w:t>
      </w:r>
      <w:r>
        <w:rPr>
          <w:rFonts w:hint="cs"/>
          <w:cs/>
          <w:lang w:bidi="hi-IN"/>
        </w:rPr>
        <w:t>जिब्रील</w:t>
      </w:r>
      <w:r>
        <w:t xml:space="preserve">, </w:t>
      </w:r>
      <w:r>
        <w:rPr>
          <w:rFonts w:hint="cs"/>
          <w:cs/>
          <w:lang w:bidi="hi-IN"/>
        </w:rPr>
        <w:t>उलहदाद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वदाक</w:t>
      </w:r>
      <w:r>
        <w:t xml:space="preserve">, </w:t>
      </w:r>
      <w:r>
        <w:rPr>
          <w:rFonts w:hint="cs"/>
          <w:cs/>
          <w:lang w:bidi="hi-IN"/>
        </w:rPr>
        <w:t>ऐयारा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जम्हूर</w:t>
      </w:r>
      <w:r>
        <w:t xml:space="preserve">,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फ़र्त</w:t>
      </w:r>
      <w:r>
        <w:t xml:space="preserve">, </w:t>
      </w:r>
      <w:r>
        <w:rPr>
          <w:rFonts w:hint="cs"/>
          <w:cs/>
          <w:lang w:bidi="hi-IN"/>
        </w:rPr>
        <w:t>फ़ज़ारा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वहराम</w:t>
      </w:r>
      <w:r>
        <w:t xml:space="preserve">, </w:t>
      </w:r>
      <w:r>
        <w:rPr>
          <w:rFonts w:hint="cs"/>
          <w:cs/>
          <w:lang w:bidi="hi-IN"/>
        </w:rPr>
        <w:t>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t xml:space="preserve">, </w:t>
      </w:r>
      <w:r>
        <w:rPr>
          <w:rFonts w:hint="cs"/>
          <w:cs/>
          <w:lang w:bidi="hi-IN"/>
        </w:rPr>
        <w:t>जमयतुल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</w:t>
      </w:r>
      <w:r>
        <w:t xml:space="preserve">, </w:t>
      </w:r>
      <w:r>
        <w:rPr>
          <w:rFonts w:hint="cs"/>
          <w:cs/>
          <w:lang w:bidi="hi-IN"/>
        </w:rPr>
        <w:t>अफ़ीफ़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t xml:space="preserve">, </w:t>
      </w:r>
      <w:r>
        <w:rPr>
          <w:rFonts w:hint="cs"/>
          <w:cs/>
          <w:lang w:bidi="hi-IN"/>
        </w:rPr>
        <w:t>हमज़ा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काइन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जलीदुससनाय</w:t>
      </w:r>
      <w:r>
        <w:t xml:space="preserve">, </w:t>
      </w:r>
      <w:r>
        <w:rPr>
          <w:rFonts w:hint="cs"/>
          <w:cs/>
          <w:lang w:bidi="hi-IN"/>
        </w:rPr>
        <w:t>अलक़मा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मुदरिक</w:t>
      </w:r>
      <w:r>
        <w:t xml:space="preserve">, </w:t>
      </w:r>
      <w:r>
        <w:rPr>
          <w:rFonts w:hint="cs"/>
          <w:cs/>
          <w:lang w:bidi="hi-IN"/>
        </w:rPr>
        <w:t>महवीन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t xml:space="preserve">, </w:t>
      </w:r>
      <w:r>
        <w:rPr>
          <w:rFonts w:hint="cs"/>
          <w:cs/>
          <w:lang w:bidi="hi-IN"/>
        </w:rPr>
        <w:t>जुहूर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t xml:space="preserve">, </w:t>
      </w:r>
      <w:r>
        <w:rPr>
          <w:rFonts w:hint="cs"/>
          <w:cs/>
          <w:lang w:bidi="hi-IN"/>
        </w:rPr>
        <w:t>रैयाश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तरबिस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जुरनूरैन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अलक़मा।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तरबिस्तान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हुशाद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करदम</w:t>
      </w:r>
      <w:r>
        <w:t xml:space="preserve">, </w:t>
      </w:r>
      <w:r>
        <w:rPr>
          <w:rFonts w:hint="cs"/>
          <w:cs/>
          <w:lang w:bidi="hi-IN"/>
        </w:rPr>
        <w:t>बहराम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हदशम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यहीया।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48.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अतताई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तैफूर।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अकबरा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ग़ारियात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शहविया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हमज़ा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सुएद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याहिया।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फुलजुम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अलरीहा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कुम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ग़सान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t xml:space="preserve">, </w:t>
      </w:r>
      <w:r>
        <w:rPr>
          <w:rFonts w:hint="cs"/>
          <w:cs/>
          <w:lang w:bidi="hi-IN"/>
        </w:rPr>
        <w:t>सुहैल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</w:t>
      </w:r>
      <w:r>
        <w:t xml:space="preserve">, </w:t>
      </w:r>
      <w:r>
        <w:rPr>
          <w:rFonts w:hint="cs"/>
          <w:cs/>
          <w:lang w:bidi="hi-IN"/>
        </w:rPr>
        <w:t>मसका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t xml:space="preserve">, </w:t>
      </w:r>
      <w:r>
        <w:rPr>
          <w:rFonts w:hint="cs"/>
          <w:cs/>
          <w:lang w:bidi="hi-IN"/>
        </w:rPr>
        <w:t>अहवस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 xml:space="preserve">, </w:t>
      </w:r>
      <w:r>
        <w:rPr>
          <w:rFonts w:hint="cs"/>
          <w:cs/>
          <w:lang w:bidi="hi-IN"/>
        </w:rPr>
        <w:t>यलील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t xml:space="preserve">,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t xml:space="preserve">,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ज़फ़र</w:t>
      </w:r>
      <w:r>
        <w:t xml:space="preserve">,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t xml:space="preserve">,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जुजबुज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t xml:space="preserve">,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हिशाम।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क़ेसात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t xml:space="preserve">,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सफ़ीन</w:t>
      </w:r>
      <w:r>
        <w:t xml:space="preserve">,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नईम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क़रिया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क़ीरदान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t xml:space="preserve">, </w:t>
      </w:r>
      <w:r>
        <w:rPr>
          <w:rFonts w:hint="cs"/>
          <w:cs/>
          <w:lang w:bidi="hi-IN"/>
        </w:rPr>
        <w:t>अतबरा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क़रतबा।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क़ास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हमबया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क़मूस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जलदा</w:t>
      </w:r>
      <w:r>
        <w:t xml:space="preserve">, </w:t>
      </w:r>
      <w:r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59.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क़न्दायल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कोरिया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जुज़वान।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61.</w:t>
      </w:r>
      <w:r>
        <w:rPr>
          <w:cs/>
          <w:lang w:bidi="hi-IN"/>
        </w:rPr>
        <w:tab/>
      </w:r>
      <w:r w:rsidR="002E5943"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रबीया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इलयास</w:t>
      </w:r>
      <w:r>
        <w:t xml:space="preserve">,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t xml:space="preserve">, </w:t>
      </w:r>
      <w:r>
        <w:rPr>
          <w:rFonts w:hint="cs"/>
          <w:cs/>
          <w:lang w:bidi="hi-IN"/>
        </w:rPr>
        <w:t>मुतरफ़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दक्का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दुआबा</w:t>
      </w:r>
      <w:r>
        <w:t xml:space="preserve">, </w:t>
      </w:r>
      <w:r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औरतुलआम</w:t>
      </w:r>
      <w:r>
        <w:t xml:space="preserve">, </w:t>
      </w:r>
      <w:r>
        <w:rPr>
          <w:rFonts w:hint="cs"/>
          <w:cs/>
          <w:lang w:bidi="hi-IN"/>
        </w:rPr>
        <w:t>खालिद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कुद्दूस</w:t>
      </w:r>
      <w:r>
        <w:t xml:space="preserve">,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रेहान</w:t>
      </w:r>
      <w:r>
        <w:t xml:space="preserve">, </w:t>
      </w:r>
      <w:r>
        <w:rPr>
          <w:rFonts w:hint="cs"/>
          <w:cs/>
          <w:lang w:bidi="hi-IN"/>
        </w:rPr>
        <w:t>गुरसुल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अवाफ़ी।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</w:p>
    <w:p w:rsidR="00EE5A92" w:rsidRDefault="00EE5A92" w:rsidP="00DD79C0">
      <w:pPr>
        <w:pStyle w:val="libNormal"/>
      </w:pPr>
      <w:r>
        <w:rPr>
          <w:cs/>
          <w:lang w:bidi="hi-IN"/>
        </w:rPr>
        <w:t>63.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ताहिर</w:t>
      </w:r>
      <w:r>
        <w:t xml:space="preserve">,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मरदूवरदू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65.</w:t>
      </w:r>
      <w:r>
        <w:rPr>
          <w:cs/>
          <w:lang w:bidi="hi-IN"/>
        </w:rPr>
        <w:tab/>
      </w:r>
      <w:r w:rsidR="002E5943"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मख़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नवदरा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अततार</w:t>
      </w:r>
      <w:r>
        <w:t xml:space="preserve">,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सैदानी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क़हतबा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सादरुमी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दजाल</w:t>
      </w:r>
      <w:r>
        <w:t xml:space="preserve">, </w:t>
      </w:r>
      <w:r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हानी</w:t>
      </w:r>
      <w:r>
        <w:t xml:space="preserve">, </w:t>
      </w:r>
      <w:r>
        <w:rPr>
          <w:rFonts w:hint="cs"/>
          <w:cs/>
          <w:lang w:bidi="hi-IN"/>
        </w:rPr>
        <w:t>कुरुतुल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उदूहूम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ताशिफ़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फ़रआन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जैद</w:t>
      </w:r>
      <w:r>
        <w:t xml:space="preserve">,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सूलेमान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सबीह।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क़ालीक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कुर्दवीन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68.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 xml:space="preserve">, </w:t>
      </w:r>
      <w:r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मैमून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र्हस</w:t>
      </w:r>
      <w:r>
        <w:t xml:space="preserve">,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अलहर्स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t xml:space="preserve">, </w:t>
      </w:r>
      <w:r>
        <w:rPr>
          <w:rFonts w:hint="cs"/>
          <w:cs/>
          <w:lang w:bidi="hi-IN"/>
        </w:rPr>
        <w:t>जुहैर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तलहानसूर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मंसूर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69.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मोलबार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मौऊद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रजबूर</w:t>
      </w:r>
      <w:r>
        <w:t xml:space="preserve">,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बिन्दार</w:t>
      </w:r>
      <w:r>
        <w:t xml:space="preserve">,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जरीर</w:t>
      </w:r>
      <w:r>
        <w:t xml:space="preserve">,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t xml:space="preserve">, </w:t>
      </w:r>
      <w:r>
        <w:rPr>
          <w:rFonts w:hint="cs"/>
          <w:cs/>
          <w:lang w:bidi="hi-IN"/>
        </w:rPr>
        <w:t>ज़्याद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t xml:space="preserve">,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कुर्द</w:t>
      </w:r>
      <w:r>
        <w:rPr>
          <w:cs/>
          <w:lang w:bidi="hi-IN"/>
        </w:rPr>
        <w:t>)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71.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नेशपुर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ग़ाखिर</w:t>
      </w:r>
      <w:r>
        <w:t xml:space="preserve">, </w:t>
      </w:r>
      <w:r>
        <w:rPr>
          <w:rFonts w:hint="cs"/>
          <w:cs/>
          <w:lang w:bidi="hi-IN"/>
        </w:rPr>
        <w:t>अबूलबाब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मुदरिक</w:t>
      </w:r>
      <w:r>
        <w:t xml:space="preserve">, </w:t>
      </w:r>
      <w:r>
        <w:rPr>
          <w:rFonts w:hint="cs"/>
          <w:cs/>
          <w:lang w:bidi="hi-IN"/>
        </w:rPr>
        <w:t>इबराहीम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युसूफ</w:t>
      </w:r>
      <w:r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हर्बज़रद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सकिन</w:t>
      </w:r>
      <w:r>
        <w:t xml:space="preserve">,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ख़लिद</w:t>
      </w:r>
      <w:r>
        <w:t xml:space="preserve">, </w:t>
      </w:r>
      <w:r>
        <w:rPr>
          <w:rFonts w:hint="cs"/>
          <w:cs/>
          <w:lang w:bidi="hi-IN"/>
        </w:rPr>
        <w:t>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t xml:space="preserve">,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सवाक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हमाद</w:t>
      </w:r>
      <w:r>
        <w:t xml:space="preserve">,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t xml:space="preserve">, </w:t>
      </w:r>
      <w:r>
        <w:rPr>
          <w:rFonts w:hint="cs"/>
          <w:cs/>
          <w:lang w:bidi="hi-IN"/>
        </w:rPr>
        <w:t>अलान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उमेर</w:t>
      </w:r>
      <w:r>
        <w:t xml:space="preserve">, </w:t>
      </w:r>
      <w:r>
        <w:rPr>
          <w:rFonts w:hint="cs"/>
          <w:cs/>
          <w:lang w:bidi="hi-IN"/>
        </w:rPr>
        <w:t>यलील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72.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नसीबैन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महबूर</w:t>
      </w:r>
      <w:r>
        <w:t xml:space="preserve">, </w:t>
      </w:r>
      <w:r>
        <w:rPr>
          <w:rFonts w:hint="cs"/>
          <w:cs/>
          <w:lang w:bidi="hi-IN"/>
        </w:rPr>
        <w:t>हामिद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बवारी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73.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नक़लबस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उत्तारवी</w:t>
      </w:r>
      <w:r>
        <w:t xml:space="preserve">,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t xml:space="preserve">,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वसद</w:t>
      </w:r>
      <w:r>
        <w:t xml:space="preserve">, </w:t>
      </w:r>
      <w:r>
        <w:rPr>
          <w:rFonts w:hint="cs"/>
          <w:cs/>
          <w:lang w:bidi="hi-IN"/>
        </w:rPr>
        <w:t>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उमर।</w:t>
      </w:r>
      <w:r w:rsidR="002E5943"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74.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लूक़ा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75.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76.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उलक़रा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अलहुर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रज्ज़ाक़।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77.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t xml:space="preserve">, </w:t>
      </w:r>
      <w:r>
        <w:rPr>
          <w:rFonts w:hint="cs"/>
          <w:cs/>
          <w:lang w:bidi="hi-IN"/>
        </w:rPr>
        <w:t>उसख़र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ग़लाम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सआनुल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क़साब</w:t>
      </w:r>
      <w:r>
        <w:t xml:space="preserve">,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जरीर</w:t>
      </w:r>
      <w:r>
        <w:t xml:space="preserve">, </w:t>
      </w:r>
      <w:r>
        <w:rPr>
          <w:rFonts w:hint="cs"/>
          <w:cs/>
          <w:lang w:bidi="hi-IN"/>
        </w:rPr>
        <w:t>अलमारिया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मुअम्मर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इबराहीम</w:t>
      </w:r>
      <w:r>
        <w:t xml:space="preserve">, </w:t>
      </w:r>
      <w:r>
        <w:rPr>
          <w:rFonts w:hint="cs"/>
          <w:cs/>
          <w:lang w:bidi="hi-IN"/>
        </w:rPr>
        <w:t>नज़ल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हज़म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हसीम</w:t>
      </w:r>
      <w:r>
        <w:t xml:space="preserve">,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ख़ालिदुक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क़वास।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78.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t xml:space="preserve">, </w:t>
      </w:r>
      <w:r>
        <w:rPr>
          <w:rFonts w:hint="cs"/>
          <w:cs/>
          <w:lang w:bidi="hi-IN"/>
        </w:rPr>
        <w:t>तैफ़ूर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79.</w:t>
      </w:r>
      <w:r>
        <w:rPr>
          <w:cs/>
          <w:lang w:bidi="hi-IN"/>
        </w:rPr>
        <w:tab/>
      </w:r>
      <w:r w:rsidR="002E5943"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कहफ़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अताब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t>, (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कमसलीना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t xml:space="preserve">,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t xml:space="preserve">, </w:t>
      </w:r>
      <w:r>
        <w:rPr>
          <w:rFonts w:hint="cs"/>
          <w:cs/>
          <w:lang w:bidi="hi-IN"/>
        </w:rPr>
        <w:t>ज़रार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हन्नान</w:t>
      </w:r>
      <w:r>
        <w:t xml:space="preserve">, </w:t>
      </w:r>
      <w:r>
        <w:rPr>
          <w:rFonts w:hint="cs"/>
          <w:cs/>
          <w:lang w:bidi="hi-IN"/>
        </w:rPr>
        <w:t>जेबरान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80.</w:t>
      </w:r>
      <w:r>
        <w:rPr>
          <w:cs/>
          <w:lang w:bidi="hi-IN"/>
        </w:rPr>
        <w:tab/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शीराज़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</w:p>
    <w:p w:rsidR="00EE5A92" w:rsidRDefault="00EE5A92" w:rsidP="00CF27EB">
      <w:pPr>
        <w:pStyle w:val="libNormal"/>
      </w:pPr>
      <w:r>
        <w:rPr>
          <w:rFonts w:hint="cs"/>
          <w:cs/>
          <w:lang w:bidi="hi-IN"/>
        </w:rPr>
        <w:lastRenderedPageBreak/>
        <w:t>संजर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अब्दुससमद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क़बायली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</w:t>
      </w:r>
      <w:r w:rsidR="00CF27EB"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संकलनकर्ता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अक्षर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अक्षम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हू्ं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उपस्थित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सुग़रा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मूल्य</w:t>
      </w:r>
      <w:r>
        <w:rPr>
          <w:cs/>
          <w:lang w:bidi="hi-IN"/>
        </w:rPr>
        <w:t xml:space="preserve"> 10 </w:t>
      </w:r>
      <w:r>
        <w:rPr>
          <w:rFonts w:hint="cs"/>
          <w:cs/>
          <w:lang w:bidi="hi-IN"/>
        </w:rPr>
        <w:t>रुपये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विचारणीय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टिप्पणीः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पृष्ठों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धुँआः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1965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0 1971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पाकिस्तान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पेट्रोल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कारखानों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चिमनियों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धुआँ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वातावरण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="00031920"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हानिप्रद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2.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धंसना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क्षेत्र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3.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कुकर्म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4.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विवाहः</w:t>
      </w:r>
      <w:r>
        <w:rPr>
          <w:cs/>
          <w:lang w:bidi="hi-IN"/>
        </w:rPr>
        <w:t xml:space="preserve">- 1973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आग़ाज़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काराँची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5.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आस्तिक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अस्तित्व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6.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निलंबित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कठिनाइयाँ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निलम्बन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>7.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विश्लेषण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शैनःशैन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8.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मंहगाई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आधिक्यः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9.</w:t>
      </w: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मरगे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मफ़जात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अकास्मिक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बवासीर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तीव्रता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10.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>11.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काले</w:t>
      </w:r>
      <w:r>
        <w:t xml:space="preserve">,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उत्तरदायीः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कम्युनिस्ट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अमेरिका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आर्कषण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विवेचना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t>धन्यवादः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कृतज्ञ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सम्राज्यवाद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1979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EE5A92" w:rsidRDefault="00EE5A92" w:rsidP="00DD79C0">
      <w:pPr>
        <w:pStyle w:val="libNormal"/>
      </w:pPr>
      <w:r>
        <w:rPr>
          <w:rFonts w:hint="cs"/>
          <w:cs/>
          <w:lang w:bidi="hi-IN"/>
        </w:rPr>
        <w:lastRenderedPageBreak/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विनतीः</w:t>
      </w:r>
      <w:r>
        <w:rPr>
          <w:cs/>
          <w:lang w:bidi="hi-IN"/>
        </w:rPr>
        <w:t>-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t xml:space="preserve">, </w:t>
      </w:r>
      <w:r>
        <w:rPr>
          <w:rFonts w:hint="cs"/>
          <w:cs/>
          <w:lang w:bidi="hi-IN"/>
        </w:rPr>
        <w:t>इरफ़ाने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प्रकाशन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महत्वपूर्ण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भौतिक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फलस्वरुप</w:t>
      </w:r>
      <w:r>
        <w:rPr>
          <w:cs/>
          <w:lang w:bidi="hi-IN"/>
        </w:rPr>
        <w:t xml:space="preserve"> 1956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सुग़रा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आस्तिकगण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परिस्थियों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0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अग्निशस्त्र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नेपाम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t xml:space="preserve">, </w:t>
      </w:r>
      <w:r>
        <w:rPr>
          <w:rFonts w:hint="cs"/>
          <w:cs/>
          <w:lang w:bidi="hi-IN"/>
        </w:rPr>
        <w:t>यौन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अनियमितताओं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वैधानिक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lastRenderedPageBreak/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बोन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जर्मनी</w:t>
      </w:r>
      <w:r>
        <w:t xml:space="preserve">, </w:t>
      </w:r>
      <w:r>
        <w:rPr>
          <w:cs/>
          <w:lang w:bidi="hi-IN"/>
        </w:rPr>
        <w:t xml:space="preserve">1973) </w:t>
      </w:r>
      <w:r>
        <w:rPr>
          <w:rFonts w:hint="cs"/>
          <w:cs/>
          <w:lang w:bidi="hi-IN"/>
        </w:rPr>
        <w:t>सहजातीय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वैधानिक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अमेरिका</w:t>
      </w:r>
      <w:r>
        <w:t xml:space="preserve">, </w:t>
      </w:r>
      <w:r>
        <w:rPr>
          <w:rFonts w:hint="cs"/>
          <w:cs/>
          <w:lang w:bidi="hi-IN"/>
        </w:rPr>
        <w:t>बरतानियाँ</w:t>
      </w:r>
      <w:r>
        <w:rPr>
          <w:cs/>
          <w:lang w:bidi="hi-IN"/>
        </w:rPr>
        <w:t xml:space="preserve"> 1973)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मध्य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t xml:space="preserve">, </w:t>
      </w:r>
      <w:r>
        <w:rPr>
          <w:rFonts w:hint="cs"/>
          <w:cs/>
          <w:lang w:bidi="hi-IN"/>
        </w:rPr>
        <w:t>थलमार्ग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प्रतिबंध</w:t>
      </w:r>
      <w:r>
        <w:t xml:space="preserve">,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भूकम्प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t xml:space="preserve">, </w:t>
      </w:r>
      <w:r>
        <w:rPr>
          <w:rFonts w:hint="cs"/>
          <w:cs/>
          <w:lang w:bidi="hi-IN"/>
        </w:rPr>
        <w:t>आकस्मिक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आधिक्य</w:t>
      </w:r>
      <w:r>
        <w:t xml:space="preserve">, </w:t>
      </w:r>
      <w:r>
        <w:rPr>
          <w:rFonts w:hint="cs"/>
          <w:cs/>
          <w:lang w:bidi="hi-IN"/>
        </w:rPr>
        <w:t>वस्तुओं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मंहगाई</w:t>
      </w:r>
      <w:r>
        <w:t xml:space="preserve">,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t xml:space="preserve">, </w:t>
      </w:r>
      <w:r>
        <w:rPr>
          <w:rFonts w:hint="cs"/>
          <w:cs/>
          <w:lang w:bidi="hi-IN"/>
        </w:rPr>
        <w:t>आकस्मिक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आधिक्य</w:t>
      </w:r>
      <w:r>
        <w:t xml:space="preserve">, </w:t>
      </w:r>
      <w:r>
        <w:rPr>
          <w:rFonts w:hint="cs"/>
          <w:cs/>
          <w:lang w:bidi="hi-IN"/>
        </w:rPr>
        <w:t>वस्तुओं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मंहगाई</w:t>
      </w:r>
      <w:r>
        <w:t xml:space="preserve">, </w:t>
      </w:r>
      <w:r>
        <w:rPr>
          <w:rFonts w:hint="cs"/>
          <w:cs/>
          <w:lang w:bidi="hi-IN"/>
        </w:rPr>
        <w:t>बाढ़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आभास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व्यस्तता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नोदन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तक़ाजे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भिन्न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काग़ज़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मंहगाई</w:t>
      </w:r>
      <w:r>
        <w:t xml:space="preserve">,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स्थूलता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क्रयकर्ता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अनउपलब्धता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संचालित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करुगाँ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क़ादयानी</w:t>
      </w:r>
      <w:r>
        <w:t xml:space="preserve">, </w:t>
      </w:r>
      <w:r>
        <w:rPr>
          <w:rFonts w:hint="cs"/>
          <w:cs/>
          <w:lang w:bidi="hi-IN"/>
        </w:rPr>
        <w:t>बहाई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प्रर्दशक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साहतस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विवेचना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संतुष्टि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चिह्न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प्रस्तुत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t xml:space="preserve">,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महानुभवों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स्थापित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किंतु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="00FC18F1">
        <w:rPr>
          <w:rFonts w:hint="cs"/>
          <w:cs/>
          <w:lang w:bidi="hi-IN"/>
        </w:rPr>
        <w:t xml:space="preserve">अध्यन </w:t>
      </w:r>
      <w:r>
        <w:rPr>
          <w:rFonts w:hint="cs"/>
          <w:cs/>
          <w:lang w:bidi="hi-IN"/>
        </w:rPr>
        <w:t>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t xml:space="preserve">,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लक्षणों</w:t>
      </w:r>
      <w:r w:rsidR="00FC18F1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सुह्रदयता</w:t>
      </w:r>
      <w:r>
        <w:t xml:space="preserve">, </w:t>
      </w:r>
      <w:r>
        <w:rPr>
          <w:rFonts w:hint="cs"/>
          <w:cs/>
          <w:lang w:bidi="hi-IN"/>
        </w:rPr>
        <w:t>दृढ़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पृथ्वी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="00DB4F97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पढ़वाऐ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</w:t>
      </w:r>
      <w:r w:rsidR="00FC18F1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परिवारजनों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EE5A92" w:rsidRDefault="00EE5A92" w:rsidP="00FC18F1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</w:t>
      </w:r>
      <w:r w:rsidR="00FC18F1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EE5A92" w:rsidRDefault="00EE5A92" w:rsidP="00B06E4B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संबं</w:t>
      </w:r>
      <w:r w:rsidR="00B06E4B">
        <w:rPr>
          <w:rFonts w:hint="cs"/>
          <w:cs/>
          <w:lang w:bidi="hi-IN"/>
        </w:rPr>
        <w:t>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मृतक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फ़ातेहा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 w:rsidR="002E5943">
        <w:rPr>
          <w:rFonts w:hint="cs"/>
          <w:cs/>
          <w:lang w:bidi="hi-IN"/>
        </w:rPr>
        <w:t>है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अस्तिकाओं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भ्रष्ट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 w:rsidR="00EC034E">
        <w:rPr>
          <w:rFonts w:hint="cs"/>
          <w:cs/>
          <w:lang w:bidi="hi-IN"/>
        </w:rPr>
        <w:t xml:space="preserve">अ.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 w:rsidR="002C7C77">
        <w:rPr>
          <w:rFonts w:hint="cs"/>
          <w:cs/>
          <w:lang w:bidi="hi-IN"/>
        </w:rPr>
        <w:t>इ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संदिग्ध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दुआये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ग़रीक़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कथनकर्ता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दुआयें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ग़रीक़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आराधना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अल्लोहों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रहमानों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रहिमों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मुक़ल्लिबुल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दीनेका</w:t>
      </w:r>
      <w:r>
        <w:rPr>
          <w:rFonts w:hint="eastAsia"/>
        </w:rPr>
        <w:t>”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t xml:space="preserve">,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दयालु</w:t>
      </w:r>
      <w:r>
        <w:t xml:space="preserve">,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दयालु</w:t>
      </w:r>
      <w:r>
        <w:t xml:space="preserve">, </w:t>
      </w:r>
      <w:r w:rsidR="002E5943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ह्रदय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अपरिहार्य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विद्यार्थी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विद्यार्थी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अतएव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विद्यार्थी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आश्चर्यजनक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अग्रतर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एशीशन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त्रुटिमुक्त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lastRenderedPageBreak/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त्रुटियों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तुच्छ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सुममा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>!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 w:rsidR="002E594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अज्जललाहो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फराजहु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सहलललाहो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आवानतो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शीध्रता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सहायकों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सम्मिलित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 xml:space="preserve"> 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जनसाधारण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तुच्छ</w:t>
      </w:r>
    </w:p>
    <w:p w:rsidR="00EE5A92" w:rsidRDefault="00EE5A92" w:rsidP="00DD79C0">
      <w:pPr>
        <w:pStyle w:val="libNormal"/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</w:p>
    <w:p w:rsidR="00CF27EB" w:rsidRDefault="00EE5A92" w:rsidP="00DD79C0">
      <w:pPr>
        <w:pStyle w:val="libNormal"/>
        <w:rPr>
          <w:cs/>
          <w:lang w:bidi="hi-IN"/>
        </w:rPr>
      </w:pP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अलवास्ती</w:t>
      </w:r>
    </w:p>
    <w:p w:rsidR="00FB5EE2" w:rsidRPr="00FE6813" w:rsidRDefault="00FB5EE2" w:rsidP="00FB5EE2">
      <w:pPr>
        <w:pStyle w:val="libNormal"/>
      </w:pPr>
      <w:r w:rsidRPr="00FE6813">
        <w:t>[{</w:t>
      </w:r>
      <w:r w:rsidRPr="00FE6813">
        <w:rPr>
          <w:rFonts w:hint="cs"/>
          <w:cs/>
          <w:lang w:bidi="hi-IN"/>
        </w:rPr>
        <w:t>अलहम्दो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लिल्लाह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किताब</w:t>
      </w:r>
      <w:r>
        <w:rPr>
          <w:rFonts w:hint="cs"/>
          <w:cs/>
          <w:lang w:bidi="hi-IN"/>
        </w:rPr>
        <w:t>ः</w:t>
      </w:r>
      <w:r w:rsidRPr="00FE6813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क़यामते सुग़रा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पूरी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टाईप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हो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गई</w:t>
      </w:r>
      <w:r>
        <w:rPr>
          <w:rFonts w:hint="cs"/>
          <w:cs/>
          <w:lang w:bidi="hi-IN"/>
        </w:rPr>
        <w:t xml:space="preserve">। </w:t>
      </w:r>
      <w:r w:rsidRPr="00FE6813">
        <w:rPr>
          <w:rFonts w:hint="cs"/>
          <w:cs/>
          <w:lang w:bidi="hi-IN"/>
        </w:rPr>
        <w:t>खुदा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वंदे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आलम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से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दुआगौ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हुं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कि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हमारे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इस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अमल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को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कुबुल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फरमाऐ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और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इमाम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हुसैन</w:t>
      </w:r>
      <w:r w:rsidRPr="00FE6813">
        <w:rPr>
          <w:cs/>
          <w:lang w:bidi="hi-IN"/>
        </w:rPr>
        <w:t xml:space="preserve"> (</w:t>
      </w:r>
      <w:r w:rsidRPr="00FE6813">
        <w:rPr>
          <w:rFonts w:hint="cs"/>
          <w:cs/>
          <w:lang w:bidi="hi-IN"/>
        </w:rPr>
        <w:t>अ</w:t>
      </w:r>
      <w:r w:rsidRPr="00FE6813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FE6813">
        <w:rPr>
          <w:rFonts w:hint="cs"/>
          <w:cs/>
          <w:lang w:bidi="hi-IN"/>
        </w:rPr>
        <w:t>फाउनडेशन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को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तरक्की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इनायत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फरमाए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कि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जिन्होने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इस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किताब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को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अपनी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साइट</w:t>
      </w:r>
      <w:r w:rsidRPr="00FE6813">
        <w:rPr>
          <w:cs/>
          <w:lang w:bidi="hi-IN"/>
        </w:rPr>
        <w:t xml:space="preserve"> (</w:t>
      </w:r>
      <w:r w:rsidRPr="00FE6813">
        <w:rPr>
          <w:rFonts w:hint="cs"/>
          <w:cs/>
          <w:lang w:bidi="hi-IN"/>
        </w:rPr>
        <w:t>अलहसनैन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इस्लामी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नेटवर्क</w:t>
      </w:r>
      <w:r>
        <w:rPr>
          <w:cs/>
          <w:lang w:bidi="hi-IN"/>
        </w:rPr>
        <w:t xml:space="preserve">) </w:t>
      </w:r>
      <w:r w:rsidRPr="00FE6813">
        <w:rPr>
          <w:rFonts w:hint="cs"/>
          <w:cs/>
          <w:lang w:bidi="hi-IN"/>
        </w:rPr>
        <w:t>के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लिऐ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हिन्दी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मे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टाइप</w:t>
      </w:r>
      <w:r w:rsidRPr="00FE6813">
        <w:rPr>
          <w:cs/>
          <w:lang w:bidi="hi-IN"/>
        </w:rPr>
        <w:t xml:space="preserve"> </w:t>
      </w:r>
      <w:r w:rsidRPr="00FE6813">
        <w:rPr>
          <w:rFonts w:hint="cs"/>
          <w:cs/>
          <w:lang w:bidi="hi-IN"/>
        </w:rPr>
        <w:t>कराया</w:t>
      </w:r>
      <w:r>
        <w:rPr>
          <w:rFonts w:hint="cs"/>
          <w:cs/>
          <w:lang w:bidi="hi-IN"/>
        </w:rPr>
        <w:t xml:space="preserve">। </w:t>
      </w:r>
      <w:r w:rsidRPr="00FE6813">
        <w:t>}]</w:t>
      </w:r>
    </w:p>
    <w:p w:rsidR="00CF27EB" w:rsidRDefault="00FB5EE2" w:rsidP="00FB5EE2">
      <w:pPr>
        <w:spacing w:after="0" w:line="240" w:lineRule="auto"/>
        <w:rPr>
          <w:rFonts w:ascii="Mangal" w:hAnsi="Mangal" w:cs="Mangal" w:hint="cs"/>
          <w:color w:val="000000"/>
          <w:sz w:val="28"/>
          <w:szCs w:val="28"/>
          <w:cs/>
          <w:lang w:bidi="hi-IN"/>
        </w:rPr>
      </w:pPr>
      <w:r>
        <w:rPr>
          <w:rFonts w:hint="cs"/>
          <w:cs/>
          <w:lang w:bidi="hi-IN"/>
        </w:rPr>
        <w:t>13.4.2018</w:t>
      </w:r>
    </w:p>
    <w:sdt>
      <w:sdtPr>
        <w:id w:val="5540094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ED4F39" w:rsidRDefault="003477E9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विषयसूची</w:t>
          </w:r>
        </w:p>
        <w:p w:rsidR="003477E9" w:rsidRDefault="00ED4F3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371199" w:history="1">
            <w:r w:rsidR="003477E9"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आत्म</w:t>
            </w:r>
            <w:r w:rsidR="003477E9"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3477E9"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निवेदन</w:t>
            </w:r>
            <w:r w:rsidR="003477E9">
              <w:rPr>
                <w:noProof/>
                <w:webHidden/>
              </w:rPr>
              <w:tab/>
            </w:r>
            <w:r w:rsidR="003477E9">
              <w:rPr>
                <w:noProof/>
                <w:webHidden/>
              </w:rPr>
              <w:fldChar w:fldCharType="begin"/>
            </w:r>
            <w:r w:rsidR="003477E9">
              <w:rPr>
                <w:noProof/>
                <w:webHidden/>
              </w:rPr>
              <w:instrText xml:space="preserve"> PAGEREF _Toc511371199 \h </w:instrText>
            </w:r>
            <w:r w:rsidR="003477E9">
              <w:rPr>
                <w:noProof/>
                <w:webHidden/>
              </w:rPr>
            </w:r>
            <w:r w:rsidR="003477E9">
              <w:rPr>
                <w:noProof/>
                <w:webHidden/>
              </w:rPr>
              <w:fldChar w:fldCharType="separate"/>
            </w:r>
            <w:r w:rsidR="003477E9">
              <w:rPr>
                <w:noProof/>
                <w:webHidden/>
              </w:rPr>
              <w:t>2</w:t>
            </w:r>
            <w:r w:rsidR="003477E9"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श्रद्धार्पित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1" w:history="1">
            <w:r w:rsidRPr="008C063C">
              <w:rPr>
                <w:rStyle w:val="Hyperlink"/>
                <w:noProof/>
              </w:rPr>
              <w:t>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इज़हारे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ख़्याल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अभव्यक्ति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प्राक्कथन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प्रारम्भिक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शब्द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आवश्यकता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5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पैगम्बर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साहब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6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संसार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अन्य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अल्लैहिसलाम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क्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अस्तित्व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7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आप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जन्मः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8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हुलियाः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09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मनन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चिन्तन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हैतु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आमंत्रण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अक़ीदये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क़यामत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प्रलय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विश्वास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1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आग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धुँआ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दाबतुल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अर्जः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उठनाः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प्रकटन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5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हतमिया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अटल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6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सामान्य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उमूमी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अलामात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7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विशेष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खुसूसी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अलामात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8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भविष्य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19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सामान्य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अन्तिम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अन्तिम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हैतु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हुजुर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खुत्बा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वक्तव्य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अनुवाद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1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पचास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स्त्रियाँ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पुरुष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साठ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झूठे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नबीः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अंग्रेजों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युद्ध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तबाहीः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विशेष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नगरों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तबाही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हजरत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द्वारा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वर्णितः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5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लाल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मृत्यु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श्वेत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मृत्युः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6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पीले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झन्डों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प्रवेशः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7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कूफे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घेराव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मस्जिद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पीछे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8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नफ्से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जकिया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हत्या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29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C063C">
              <w:rPr>
                <w:rStyle w:val="Hyperlink"/>
                <w:noProof/>
              </w:rPr>
              <w:t xml:space="preserve">0)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खुत्बउल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इफ्तेख़रिया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दस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विश्व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जनसंख्या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मात्र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तिहाई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रह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जायेगी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1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ईरान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नरसंहारः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नियम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विरुद्ध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गहन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लगनाः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भूचालों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अधिकता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तथा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अत्यधिक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भयः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बारह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सैय्यदों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झूठा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दावाः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5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अरब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दिवस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कूफे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उपद्रवः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36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हतमिया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अटल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37" w:history="1">
            <w:r w:rsidRPr="008C063C">
              <w:rPr>
                <w:rStyle w:val="Hyperlink"/>
                <w:noProof/>
              </w:rPr>
              <w:t xml:space="preserve">1.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उठनाः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38" w:history="1"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2</w:t>
            </w:r>
            <w:r w:rsidRPr="008C063C">
              <w:rPr>
                <w:rStyle w:val="Hyperlink"/>
                <w:noProof/>
              </w:rPr>
              <w:t>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आकाशीय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चीख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39" w:history="1">
            <w:r w:rsidRPr="008C063C">
              <w:rPr>
                <w:rStyle w:val="Hyperlink"/>
                <w:noProof/>
              </w:rPr>
              <w:t xml:space="preserve">3.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सूर्य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ग्रहणः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0" w:history="1">
            <w:r w:rsidRPr="008C063C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प्रकृति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नियमों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विरुद्ध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दिन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पश्चिम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सूर्योदय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1" w:history="1">
            <w:r w:rsidRPr="008C063C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सूर्य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चन्द्रग्रहणः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2" w:history="1">
            <w:r w:rsidRPr="008C063C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दज्जाल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उठनाः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3" w:history="1">
            <w:r w:rsidRPr="008C063C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C063C">
              <w:rPr>
                <w:rStyle w:val="Hyperlink"/>
                <w:noProof/>
              </w:rPr>
              <w:t xml:space="preserve">0)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आकाश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उतरनाः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4" w:history="1">
            <w:r w:rsidRPr="008C063C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संसार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आग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तथा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धुऐं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फैल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जानाः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5" w:history="1">
            <w:r w:rsidRPr="008C063C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बगदाद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शहर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विनाशः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left" w:pos="110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46" w:history="1">
            <w:r w:rsidRPr="008C063C">
              <w:rPr>
                <w:rStyle w:val="Hyperlink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सैय्यद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हसनी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उठना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47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टलने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योग्य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शर्त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आधारित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48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भविष्य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आने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49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उक्तलिखित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व्याख्या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तथा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उनके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प्रमाणः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5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पाँच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घटनायेः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51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हाशिम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शासन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5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क्रमशः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दस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137125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एकत्रीकरण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शराब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चिकित्साः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अमेरिका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अध्यातमिक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स्त्री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विचारः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5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शाह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नेमतुल्लाह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वली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होनाः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6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मिर्ज़ा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भ्रातगण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7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संक्षेप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उल्लेखः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8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एराक़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वालों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विकट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स्थिति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प्रतिबन्धः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59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अरब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भूमि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सुप्रसिद्ध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ज्योतिषी</w:t>
            </w:r>
            <w:r w:rsidRPr="008C063C">
              <w:rPr>
                <w:rStyle w:val="Hyperlink"/>
                <w:noProof/>
              </w:rPr>
              <w:t xml:space="preserve">,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सतीह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आत्मवर्धक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वक्तव्यः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60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सुन्नियों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प्रसि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पुस्तक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लक्षण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ज्योतिष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विज्ञान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आधार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परः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61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आकाश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आठ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ग्रहों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मिलन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तथा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मेंहदी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होनाः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62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ईरान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नक्षत्रज्ञाता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हकीम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जामासप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मेहदी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प्रकट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सूचना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धार्मिक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सम्राट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आगमनः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63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अमेरिकी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अध्यात्मिक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स्त्री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जेन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डिकसन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एंव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भविष्यवाणियाँ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77E9" w:rsidRDefault="003477E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1371264" w:history="1"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जाफ़र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साथियों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noProof/>
              </w:rPr>
              <w:t>“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असहाब</w:t>
            </w:r>
            <w:r w:rsidRPr="008C063C">
              <w:rPr>
                <w:rStyle w:val="Hyperlink"/>
                <w:noProof/>
              </w:rPr>
              <w:t xml:space="preserve">”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शुभ</w:t>
            </w:r>
            <w:r w:rsidRPr="008C063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C063C">
              <w:rPr>
                <w:rStyle w:val="Hyperlink"/>
                <w:rFonts w:cs="Mangal" w:hint="cs"/>
                <w:noProof/>
                <w:cs/>
                <w:lang w:bidi="hi-IN"/>
              </w:rPr>
              <w:t>नामः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_Toc511371264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4F39" w:rsidRDefault="00ED4F39">
          <w:r>
            <w:lastRenderedPageBreak/>
            <w:fldChar w:fldCharType="end"/>
          </w:r>
        </w:p>
      </w:sdtContent>
    </w:sdt>
    <w:p w:rsidR="00DD79C0" w:rsidRDefault="00DD79C0" w:rsidP="00DD79C0">
      <w:pPr>
        <w:pStyle w:val="libNormal"/>
        <w:rPr>
          <w:lang w:bidi="hi-IN"/>
        </w:rPr>
      </w:pPr>
    </w:p>
    <w:sectPr w:rsidR="00DD79C0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E30" w:rsidRDefault="003F4E30" w:rsidP="008B7801">
      <w:pPr>
        <w:spacing w:after="0" w:line="240" w:lineRule="auto"/>
      </w:pPr>
      <w:r>
        <w:separator/>
      </w:r>
    </w:p>
  </w:endnote>
  <w:endnote w:type="continuationSeparator" w:id="0">
    <w:p w:rsidR="003F4E30" w:rsidRDefault="003F4E30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E2" w:rsidRDefault="00FB5EE2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FC18F1">
      <w:rPr>
        <w:rFonts w:ascii="SutonnyMJ" w:hAnsi="SutonnyMJ" w:cs="SutonnyMJ"/>
        <w:noProof/>
      </w:rPr>
      <w:t>245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E30" w:rsidRDefault="003F4E30" w:rsidP="008B7801">
      <w:pPr>
        <w:spacing w:after="0" w:line="240" w:lineRule="auto"/>
      </w:pPr>
      <w:r>
        <w:separator/>
      </w:r>
    </w:p>
  </w:footnote>
  <w:footnote w:type="continuationSeparator" w:id="0">
    <w:p w:rsidR="003F4E30" w:rsidRDefault="003F4E30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5C3AAB"/>
    <w:rsid w:val="00001113"/>
    <w:rsid w:val="00007817"/>
    <w:rsid w:val="00017F8E"/>
    <w:rsid w:val="00031920"/>
    <w:rsid w:val="00041E80"/>
    <w:rsid w:val="00043999"/>
    <w:rsid w:val="000451DA"/>
    <w:rsid w:val="0005120F"/>
    <w:rsid w:val="0007490F"/>
    <w:rsid w:val="00081E7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3437"/>
    <w:rsid w:val="001C49F5"/>
    <w:rsid w:val="001E1D68"/>
    <w:rsid w:val="001E5CEA"/>
    <w:rsid w:val="001F146E"/>
    <w:rsid w:val="001F5D63"/>
    <w:rsid w:val="0020120B"/>
    <w:rsid w:val="00202634"/>
    <w:rsid w:val="00207CEC"/>
    <w:rsid w:val="0021625C"/>
    <w:rsid w:val="002172FF"/>
    <w:rsid w:val="00235071"/>
    <w:rsid w:val="002561B4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C7C77"/>
    <w:rsid w:val="002D15B8"/>
    <w:rsid w:val="002D2BC1"/>
    <w:rsid w:val="002D7322"/>
    <w:rsid w:val="002D7521"/>
    <w:rsid w:val="002E4766"/>
    <w:rsid w:val="002E5943"/>
    <w:rsid w:val="00304CCF"/>
    <w:rsid w:val="003137DA"/>
    <w:rsid w:val="0032079E"/>
    <w:rsid w:val="003277AE"/>
    <w:rsid w:val="00327E10"/>
    <w:rsid w:val="00331D48"/>
    <w:rsid w:val="0033697A"/>
    <w:rsid w:val="00346D68"/>
    <w:rsid w:val="003477E9"/>
    <w:rsid w:val="0036092E"/>
    <w:rsid w:val="00376475"/>
    <w:rsid w:val="00385BC7"/>
    <w:rsid w:val="003A1605"/>
    <w:rsid w:val="003A380C"/>
    <w:rsid w:val="003A3C8D"/>
    <w:rsid w:val="003D11BF"/>
    <w:rsid w:val="003E4BC2"/>
    <w:rsid w:val="003E6793"/>
    <w:rsid w:val="003F4E30"/>
    <w:rsid w:val="00406D51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3194"/>
    <w:rsid w:val="00584195"/>
    <w:rsid w:val="005862E0"/>
    <w:rsid w:val="00593844"/>
    <w:rsid w:val="0059796A"/>
    <w:rsid w:val="005B0FBC"/>
    <w:rsid w:val="005B2471"/>
    <w:rsid w:val="005B568F"/>
    <w:rsid w:val="005B7D24"/>
    <w:rsid w:val="005C159D"/>
    <w:rsid w:val="005C3AAB"/>
    <w:rsid w:val="005D2D86"/>
    <w:rsid w:val="005D3333"/>
    <w:rsid w:val="005E1043"/>
    <w:rsid w:val="005E673C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D4ED9"/>
    <w:rsid w:val="006F73E6"/>
    <w:rsid w:val="0070563E"/>
    <w:rsid w:val="00707890"/>
    <w:rsid w:val="0071325E"/>
    <w:rsid w:val="00714388"/>
    <w:rsid w:val="007210D3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265FA"/>
    <w:rsid w:val="00840C16"/>
    <w:rsid w:val="00843064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D4796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57FD6"/>
    <w:rsid w:val="00A62D76"/>
    <w:rsid w:val="00A73C64"/>
    <w:rsid w:val="00A77675"/>
    <w:rsid w:val="00A77932"/>
    <w:rsid w:val="00A82FC6"/>
    <w:rsid w:val="00A9511C"/>
    <w:rsid w:val="00AA5AB7"/>
    <w:rsid w:val="00AA7385"/>
    <w:rsid w:val="00AB18E8"/>
    <w:rsid w:val="00AB5715"/>
    <w:rsid w:val="00AB6543"/>
    <w:rsid w:val="00AE2344"/>
    <w:rsid w:val="00B06E4B"/>
    <w:rsid w:val="00B12C60"/>
    <w:rsid w:val="00B22407"/>
    <w:rsid w:val="00B3251F"/>
    <w:rsid w:val="00B34C00"/>
    <w:rsid w:val="00B6524E"/>
    <w:rsid w:val="00B72F9C"/>
    <w:rsid w:val="00B7634E"/>
    <w:rsid w:val="00BA3A6E"/>
    <w:rsid w:val="00BC4A6D"/>
    <w:rsid w:val="00BD2034"/>
    <w:rsid w:val="00BE1409"/>
    <w:rsid w:val="00BE360D"/>
    <w:rsid w:val="00BF7B9A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C48FE"/>
    <w:rsid w:val="00CD6548"/>
    <w:rsid w:val="00CD6645"/>
    <w:rsid w:val="00CE088A"/>
    <w:rsid w:val="00CE09E4"/>
    <w:rsid w:val="00CE5C16"/>
    <w:rsid w:val="00CF27EB"/>
    <w:rsid w:val="00CF7EA6"/>
    <w:rsid w:val="00D02065"/>
    <w:rsid w:val="00D02EEB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38D1"/>
    <w:rsid w:val="00DB4F97"/>
    <w:rsid w:val="00DD52E9"/>
    <w:rsid w:val="00DD79C0"/>
    <w:rsid w:val="00DD7EF1"/>
    <w:rsid w:val="00DE13E6"/>
    <w:rsid w:val="00DE7D70"/>
    <w:rsid w:val="00DF0DAD"/>
    <w:rsid w:val="00DF1559"/>
    <w:rsid w:val="00E21BCB"/>
    <w:rsid w:val="00E2613F"/>
    <w:rsid w:val="00E30987"/>
    <w:rsid w:val="00E32589"/>
    <w:rsid w:val="00E33510"/>
    <w:rsid w:val="00E35DBB"/>
    <w:rsid w:val="00E400A5"/>
    <w:rsid w:val="00E4771A"/>
    <w:rsid w:val="00E51F4C"/>
    <w:rsid w:val="00E52113"/>
    <w:rsid w:val="00E61F44"/>
    <w:rsid w:val="00E778AC"/>
    <w:rsid w:val="00E82A24"/>
    <w:rsid w:val="00E84EB1"/>
    <w:rsid w:val="00E9343A"/>
    <w:rsid w:val="00EA6470"/>
    <w:rsid w:val="00EB08B0"/>
    <w:rsid w:val="00EB136D"/>
    <w:rsid w:val="00EB1BF3"/>
    <w:rsid w:val="00EC034E"/>
    <w:rsid w:val="00EC4B61"/>
    <w:rsid w:val="00EC59F9"/>
    <w:rsid w:val="00ED0C42"/>
    <w:rsid w:val="00ED4F39"/>
    <w:rsid w:val="00EE5A92"/>
    <w:rsid w:val="00F0394E"/>
    <w:rsid w:val="00F11A1C"/>
    <w:rsid w:val="00F20557"/>
    <w:rsid w:val="00F2413E"/>
    <w:rsid w:val="00F24501"/>
    <w:rsid w:val="00F25523"/>
    <w:rsid w:val="00F25B39"/>
    <w:rsid w:val="00F26EF9"/>
    <w:rsid w:val="00F46E01"/>
    <w:rsid w:val="00F5237A"/>
    <w:rsid w:val="00F525D6"/>
    <w:rsid w:val="00F5263F"/>
    <w:rsid w:val="00F538E3"/>
    <w:rsid w:val="00F578A8"/>
    <w:rsid w:val="00F74171"/>
    <w:rsid w:val="00F82475"/>
    <w:rsid w:val="00F860D8"/>
    <w:rsid w:val="00F91E16"/>
    <w:rsid w:val="00FA2BBB"/>
    <w:rsid w:val="00FB3623"/>
    <w:rsid w:val="00FB5EE2"/>
    <w:rsid w:val="00FC18F1"/>
    <w:rsid w:val="00FD2E0A"/>
    <w:rsid w:val="00FE3A25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F173-B8E9-4DE2-928F-0C0FC60E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238</TotalTime>
  <Pages>245</Pages>
  <Words>37930</Words>
  <Characters>216207</Characters>
  <Application>Microsoft Office Word</Application>
  <DocSecurity>0</DocSecurity>
  <Lines>1801</Lines>
  <Paragraphs>507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253630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23</cp:revision>
  <cp:lastPrinted>2016-11-21T11:54:00Z</cp:lastPrinted>
  <dcterms:created xsi:type="dcterms:W3CDTF">2018-03-12T09:59:00Z</dcterms:created>
  <dcterms:modified xsi:type="dcterms:W3CDTF">2018-04-13T03:02:00Z</dcterms:modified>
</cp:coreProperties>
</file>