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0A3" w:rsidRPr="001970A3" w:rsidRDefault="001970A3" w:rsidP="001970A3">
      <w:pPr>
        <w:pStyle w:val="Heading1Center"/>
      </w:pPr>
      <w:bookmarkStart w:id="0" w:name="_Toc444983289"/>
      <w:r w:rsidRPr="001970A3">
        <w:rPr>
          <w:rFonts w:hint="cs"/>
          <w:cs/>
          <w:lang w:bidi="hi-IN"/>
        </w:rPr>
        <w:t>अबूबक्र</w:t>
      </w:r>
      <w:r w:rsidRPr="001970A3">
        <w:rPr>
          <w:rtl/>
          <w:cs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rtl/>
          <w:cs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rtl/>
          <w:cs/>
        </w:rPr>
        <w:t xml:space="preserve"> </w:t>
      </w:r>
      <w:r w:rsidRPr="001970A3">
        <w:rPr>
          <w:rFonts w:hint="cs"/>
          <w:cs/>
          <w:lang w:bidi="hi-IN"/>
        </w:rPr>
        <w:t>समीक्षा</w:t>
      </w:r>
      <w:r w:rsidRPr="001970A3">
        <w:rPr>
          <w:rtl/>
          <w:cs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rtl/>
          <w:cs/>
        </w:rPr>
        <w:t xml:space="preserve"> </w:t>
      </w:r>
      <w:r w:rsidRPr="001970A3">
        <w:rPr>
          <w:rFonts w:hint="cs"/>
          <w:cs/>
          <w:lang w:bidi="hi-IN"/>
        </w:rPr>
        <w:t>तराज़ू</w:t>
      </w:r>
      <w:r w:rsidRPr="001970A3">
        <w:rPr>
          <w:rtl/>
          <w:cs/>
        </w:rPr>
        <w:t xml:space="preserve"> </w:t>
      </w:r>
      <w:r w:rsidRPr="001970A3">
        <w:rPr>
          <w:rFonts w:hint="cs"/>
          <w:cs/>
          <w:lang w:bidi="hi-IN"/>
        </w:rPr>
        <w:t>में</w:t>
      </w:r>
      <w:bookmarkEnd w:id="0"/>
    </w:p>
    <w:p w:rsidR="001970A3" w:rsidRDefault="001970A3" w:rsidP="001970A3">
      <w:pPr>
        <w:pStyle w:val="libCenterBold2"/>
        <w:rPr>
          <w:lang w:bidi="hi-IN"/>
        </w:rPr>
      </w:pPr>
      <w:r w:rsidRPr="001970A3">
        <w:rPr>
          <w:rFonts w:hint="cs"/>
          <w:cs/>
          <w:lang w:bidi="hi-IN"/>
        </w:rPr>
        <w:t>आयतुल्लाह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सै</w:t>
      </w:r>
      <w:r w:rsidR="00DE2526">
        <w:rPr>
          <w:rFonts w:hint="cs"/>
          <w:cs/>
          <w:lang w:bidi="hi-IN"/>
        </w:rPr>
        <w:t>य्</w:t>
      </w:r>
      <w:r w:rsidRPr="001970A3">
        <w:rPr>
          <w:rFonts w:hint="cs"/>
          <w:cs/>
          <w:lang w:bidi="hi-IN"/>
        </w:rPr>
        <w:t>यद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हुसैनी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मीलानी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दामत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बरकातुहु</w:t>
      </w:r>
      <w:r w:rsidRPr="001970A3">
        <w:rPr>
          <w:cs/>
          <w:lang w:bidi="hi-IN"/>
        </w:rPr>
        <w:t>)</w:t>
      </w:r>
    </w:p>
    <w:p w:rsidR="001970A3" w:rsidRDefault="001970A3" w:rsidP="001970A3">
      <w:pPr>
        <w:pStyle w:val="libCenter"/>
        <w:rPr>
          <w:lang w:bidi="hi-IN"/>
        </w:rPr>
      </w:pPr>
      <w:r w:rsidRPr="001970A3">
        <w:rPr>
          <w:rFonts w:hint="cs"/>
          <w:cs/>
          <w:lang w:bidi="hi-IN"/>
        </w:rPr>
        <w:t>हिन्दी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अनुवाद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सैय्यद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एजाज़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हुसैन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मूसवी</w:t>
      </w:r>
    </w:p>
    <w:p w:rsidR="001970A3" w:rsidRPr="001970A3" w:rsidRDefault="001970A3" w:rsidP="001970A3">
      <w:pPr>
        <w:pStyle w:val="libCenterBold1"/>
      </w:pPr>
      <w:r>
        <w:rPr>
          <w:rFonts w:hint="cs"/>
          <w:cs/>
          <w:lang w:bidi="hi-IN"/>
        </w:rPr>
        <w:t>अलहसनैन इस्लामी न</w:t>
      </w:r>
      <w:r w:rsidR="00C747FF">
        <w:rPr>
          <w:rFonts w:hint="cs"/>
          <w:cs/>
          <w:lang w:bidi="hi-IN"/>
        </w:rPr>
        <w:t>े</w:t>
      </w:r>
      <w:r>
        <w:rPr>
          <w:rFonts w:hint="cs"/>
          <w:cs/>
          <w:lang w:bidi="hi-IN"/>
        </w:rPr>
        <w:t>टवर्क</w:t>
      </w:r>
    </w:p>
    <w:p w:rsidR="001970A3" w:rsidRPr="001970A3" w:rsidRDefault="001970A3" w:rsidP="001970A3">
      <w:pPr>
        <w:rPr>
          <w:rtl/>
          <w:cs/>
        </w:rPr>
      </w:pPr>
      <w:r>
        <w:rPr>
          <w:cs/>
          <w:lang w:bidi="hi-IN"/>
        </w:rPr>
        <w:br w:type="page"/>
      </w:r>
    </w:p>
    <w:p w:rsidR="001970A3" w:rsidRDefault="001970A3" w:rsidP="001970A3">
      <w:pPr>
        <w:pStyle w:val="Heading1"/>
        <w:rPr>
          <w:lang w:bidi="hi-IN"/>
        </w:rPr>
      </w:pPr>
      <w:bookmarkStart w:id="1" w:name="_Toc444983290"/>
      <w:r w:rsidRPr="001970A3">
        <w:rPr>
          <w:rFonts w:hint="cs"/>
          <w:cs/>
          <w:lang w:bidi="hi-IN"/>
        </w:rPr>
        <w:lastRenderedPageBreak/>
        <w:t>प्राक्कथन</w:t>
      </w:r>
      <w:bookmarkEnd w:id="1"/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बिस्मिल्लाहिर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रहमानिर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रहीम</w:t>
      </w:r>
    </w:p>
    <w:p w:rsidR="001970A3" w:rsidRPr="001970A3" w:rsidRDefault="001970A3" w:rsidP="001970A3">
      <w:pPr>
        <w:pStyle w:val="libNormal"/>
      </w:pPr>
      <w:r w:rsidRPr="001970A3">
        <w:rPr>
          <w:cs/>
          <w:lang w:bidi="hi-IN"/>
        </w:rPr>
        <w:t xml:space="preserve">.... </w:t>
      </w:r>
      <w:r w:rsidRPr="001970A3">
        <w:rPr>
          <w:rFonts w:hint="cs"/>
          <w:cs/>
          <w:lang w:bidi="hi-IN"/>
        </w:rPr>
        <w:t>ईश्वर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अंतिम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सम्पूर्ण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धर्म</w:t>
      </w:r>
      <w:r w:rsidRPr="001970A3">
        <w:t xml:space="preserve">, </w:t>
      </w:r>
      <w:r w:rsidRPr="001970A3">
        <w:rPr>
          <w:rFonts w:hint="cs"/>
          <w:cs/>
          <w:lang w:bidi="hi-IN"/>
        </w:rPr>
        <w:t>आख़िरी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नबी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हज़रत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मुहम्मद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मुस्तफ़ा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भेजे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संसार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वासियों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ईश्वर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विधान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दूतों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संदेश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पहुचाने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सिलसिला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नबूवत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हमेशा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बंद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गया।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धर्म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मक्का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शहर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फूला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ईश्वर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संदेश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वाहक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हज़रत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मुहम्मद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मुस्तफ़ा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कुछ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वफ़ादार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साथियों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तेइस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वर्षों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कड़ी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मेहनत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अंथक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प्रयत्नों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पूरे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अरब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जगत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फैल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गया।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ईश्वर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आगे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बढ़ाने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हिज्जा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अठ्ठारह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तारीख़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t xml:space="preserve">, </w:t>
      </w:r>
      <w:r w:rsidRPr="001970A3">
        <w:rPr>
          <w:rFonts w:hint="cs"/>
          <w:cs/>
          <w:lang w:bidi="hi-IN"/>
        </w:rPr>
        <w:t>ग़दीरे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ख़ुम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मैदान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मुसलमानों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सभा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ईश्वर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संदेशानुसार</w:t>
      </w:r>
      <w:r w:rsidRPr="001970A3">
        <w:t xml:space="preserve">, </w:t>
      </w:r>
      <w:r w:rsidRPr="001970A3">
        <w:rPr>
          <w:rFonts w:hint="cs"/>
          <w:cs/>
          <w:lang w:bidi="hi-IN"/>
        </w:rPr>
        <w:t>उसके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हज़रत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मुहम्मद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मुस्तफ़ा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ईमान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हज़रत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हवाले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गया।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उस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हज़रत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इमामत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ऐलान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उत्तराधिकारी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बनाये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ईश्वर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भक्तों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तमाम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धर्म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सम्पूर्ण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धर्म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ईश्वर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पसंदीदा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घर्म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घोषित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कारण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काफ़िर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मुशरिक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धर्म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मिट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मायूस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गये।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lastRenderedPageBreak/>
        <w:t>अभी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ज़्यादा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गुज़रा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हज़रत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मुहम्मद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मुस्तफ़ा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आसपास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कुछ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प्लान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साज़िश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तहत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वफ़ात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t xml:space="preserve">, </w:t>
      </w:r>
      <w:r w:rsidRPr="001970A3">
        <w:rPr>
          <w:rFonts w:hint="cs"/>
          <w:cs/>
          <w:lang w:bidi="hi-IN"/>
        </w:rPr>
        <w:t>मार्गदर्शन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हिदायत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रास्ते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मुंह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मोड़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मदीने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ज्ञान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दरवाज़े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बंद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मुसलमानों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अनिश्चिता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अचंभे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डाल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हुकूमत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हज़रत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मुहम्मद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मुस्तफ़ा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हदीसें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गढ़ी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लगीं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जनता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शंकाएं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उत्पन्न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लगीं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धोखाधड़ी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शैतानी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चोला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पहना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लगा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इस्लामी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वास्तविकताओं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t xml:space="preserve">,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चमकते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हुए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सूरज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चमक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थीं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उन्हे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शंका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पीछे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छुपा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गया।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स्पष्ट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साज़िशों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बावजूद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वास्तविकताएं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हज़रत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मुहम्मद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मुस्तफ़ा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अमुल्य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उत्तराधिकारी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हज़रत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अमीरुल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मोमिनीन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उत्तराधिकारियों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मासूम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इमामों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अलैहिमुस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नबी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वफ़ादार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साथियों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सहाबियों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ज़रिये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इतिहास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बाक़ी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ज़माने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सूरत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प्रकट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रहीं।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हज़रात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वास्तविकता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वर्णन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दो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मुनाफ़ेक़त</w:t>
      </w:r>
      <w:r w:rsidRPr="001970A3">
        <w:t xml:space="preserve">, </w:t>
      </w:r>
      <w:r w:rsidRPr="001970A3">
        <w:rPr>
          <w:rFonts w:hint="cs"/>
          <w:cs/>
          <w:lang w:bidi="hi-IN"/>
        </w:rPr>
        <w:t>शैतानी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बहकावों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विरोधियों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जवाब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हक़ीक़त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सामने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lastRenderedPageBreak/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कुछ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नूरानी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चेहरा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शैख़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मुफ़ीद</w:t>
      </w:r>
      <w:r w:rsidRPr="001970A3">
        <w:t xml:space="preserve">, </w:t>
      </w:r>
      <w:r w:rsidRPr="001970A3">
        <w:rPr>
          <w:rFonts w:hint="cs"/>
          <w:cs/>
          <w:lang w:bidi="hi-IN"/>
        </w:rPr>
        <w:t>सैयद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मुर्तज़ा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शैख़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तूसी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ख़्वाजा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नसीरुद्दीन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तूसी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अल्लामा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हिल्ली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क़ाज़ी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नूरूल्लाह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शूसतरी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मीर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हामिद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हुसैन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हिन्दी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सैयद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शरफ़ुद्दीन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आमुली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अल्लामा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अमीनी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आदि</w:t>
      </w:r>
      <w:r w:rsidRPr="001970A3">
        <w:rPr>
          <w:cs/>
          <w:lang w:bidi="hi-IN"/>
        </w:rPr>
        <w:t xml:space="preserve"> ...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सितारों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चमकते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समुदाय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वास्तविकता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रक्षा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ज़बान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शोध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ऐतेराज़ों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आपत्तियों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उत्तर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हमारे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ज़माने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बुद्धिजीवि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विचारक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जिन्होने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अच्छे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पवित्र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धर्म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वास्तविकता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वर्णन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हज़रत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अमीरुल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मोमिनीन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इमामत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विलायत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रक्षा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आलिमाना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अंदाज़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महान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अनुसंधानकर्ता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हज़रत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आयतुल्लाह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सैयद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हुसैनी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मीलानी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इस्लामी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वास्तविकता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केन्द्र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गर्व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महान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शोधकर्ता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क़ीमती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आसार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प्रोग्राम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हिस्सा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बनाया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शोध</w:t>
      </w:r>
      <w:r w:rsidRPr="001970A3">
        <w:t xml:space="preserve">, </w:t>
      </w:r>
      <w:r w:rsidRPr="001970A3">
        <w:rPr>
          <w:rFonts w:hint="cs"/>
          <w:cs/>
          <w:lang w:bidi="hi-IN"/>
        </w:rPr>
        <w:t>अनुवाद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प्रसार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छात्रों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पढ़े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वास्तविकता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जानने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हाथों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पहुचाया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सके।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लेखक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हिन्दी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अनुवाद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ताकि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हिन्दी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भाषी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अध्धयन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वास्तविकता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सकें।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lastRenderedPageBreak/>
        <w:t>हमे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आशा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इमामे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ज़माना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हज़रत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बक़ीय्यतुल्लाहिल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आज़म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अज्जल्लाहो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तआला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फ़रजहुश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शरीफ़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प्रसन्नता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पसंद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कारण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बनेगी।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इस्लामी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वास्तविकता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केन्द्र</w:t>
      </w:r>
    </w:p>
    <w:p w:rsidR="001970A3" w:rsidRDefault="001970A3" w:rsidP="001970A3">
      <w:pPr>
        <w:pStyle w:val="libNormal"/>
        <w:rPr>
          <w:lang w:bidi="hi-IN"/>
        </w:rPr>
      </w:pPr>
    </w:p>
    <w:p w:rsidR="006909A2" w:rsidRDefault="006909A2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1970A3" w:rsidRPr="001970A3" w:rsidRDefault="001970A3" w:rsidP="006909A2">
      <w:pPr>
        <w:pStyle w:val="Heading1"/>
      </w:pPr>
      <w:bookmarkStart w:id="2" w:name="_Toc444983291"/>
      <w:r w:rsidRPr="001970A3">
        <w:rPr>
          <w:rFonts w:hint="cs"/>
          <w:cs/>
          <w:lang w:bidi="hi-IN"/>
        </w:rPr>
        <w:lastRenderedPageBreak/>
        <w:t>प्रस्तावना</w:t>
      </w:r>
      <w:bookmarkEnd w:id="2"/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बिस्मिल्लाहिर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रहमानिर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रहीम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अलहम्दु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लिल्लाहि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रब्बिल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आलमीन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सलातु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सलामु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मुहम्मदिन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ताहिरीन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लानतुल्लाहि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आदाइहिम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अजमईन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मिनल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अव्वालीना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आख़िरीन।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शोध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सिलसिले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कड़ियां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पिछली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प्रस्तुत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ध्यान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रखते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हुए</w:t>
      </w:r>
      <w:r w:rsidRPr="001970A3">
        <w:t xml:space="preserve">, </w:t>
      </w:r>
      <w:r w:rsidRPr="001970A3">
        <w:rPr>
          <w:rFonts w:hint="cs"/>
          <w:cs/>
          <w:lang w:bidi="hi-IN"/>
        </w:rPr>
        <w:t>हमने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इमाम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अमीरुल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मोमिनीन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इमामत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चुनिन्दा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पवित्र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क़ुरआन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रौशनी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बहसों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बुद्धिजीवियों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तरीक़ों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ध्यान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रखते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हुए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तमाम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शर्तों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इमामत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ख़िलाफ़त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मोतबर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अनिवार्य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मानते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रिआयत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मानते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इमामत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ख़िलाफ़त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चुनाव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इख़्तेयार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जनता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बुनियाद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इमाम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ख़लीफ़ा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कुछ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शर्तों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अनिवार्य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समझतें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पाये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कारण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इंसान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अंदर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सलाहियत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lastRenderedPageBreak/>
        <w:t>हमने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मोतबर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अनिवार्य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शर्तों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अनुसार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बड़े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बुद्धिजीवियों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कथन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बुनियाद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शोध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रिसर्च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हज़रत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अमीरुल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मोमिनीन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इमामत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यहां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बहसों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सम्पूर्ण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t xml:space="preserve">,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करेंगे।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पास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अमीरुल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मोमिनीन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इमामत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बहुत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पास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दृष्टि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अनुसार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अत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छानबीन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पड़ताल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करेंगे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क़ीमत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इल्मी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मेयारों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अनुसार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स्पष्ट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सके।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अदब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सभ्यता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मुनाज़रे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तरीक़ों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अनिवार्यता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ख़्याल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रखेंगे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ज़ाहिर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मुनाज़रे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बुनियाद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दोनो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स्वीकार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गिरोह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दूसरा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गिरोह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स्वीकार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</w:t>
      </w:r>
      <w:r w:rsidRPr="001970A3">
        <w:t xml:space="preserve">, </w:t>
      </w:r>
      <w:r w:rsidRPr="001970A3">
        <w:rPr>
          <w:rFonts w:hint="cs"/>
          <w:cs/>
          <w:lang w:bidi="hi-IN"/>
        </w:rPr>
        <w:t>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बुनियाद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मुनाज़ेरा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स्वीकारने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मजबूर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सके।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मौज़ू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उलामा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कथनों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बुनियाद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मुनाज़ेरा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करेंगे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मुनाज़ेरे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आदाब</w:t>
      </w:r>
      <w:r w:rsidRPr="001970A3">
        <w:t xml:space="preserve">, </w:t>
      </w:r>
      <w:r w:rsidRPr="001970A3">
        <w:rPr>
          <w:rFonts w:hint="cs"/>
          <w:cs/>
          <w:lang w:bidi="hi-IN"/>
        </w:rPr>
        <w:t>कथन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संजीदगी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पक्षपात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बेबुनियाद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तअस्सुब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परहेज़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ऊपर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अनिवार्य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करेंगें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साफ़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lastRenderedPageBreak/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दलीलें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ख़ुद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उलामा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बुद्धिजीवियों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कथनुसार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पूर्ण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सम्पूर्ण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ऐसा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हुआ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फिर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मजबूर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ख़ुद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बड़े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उलामा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स्वीकार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t xml:space="preserve">,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ज़रिये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</w:t>
      </w:r>
      <w:r w:rsidRPr="001970A3">
        <w:t>?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इन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बहसों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प्रसिद्ध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महत्वपूर्ण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ऐतेक़ादी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करेंगे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निम्नलिखित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धर्म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शास्त्र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दीनीयात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मवाक़िफ़</w:t>
      </w:r>
      <w:r w:rsidRPr="001970A3">
        <w:t xml:space="preserve">, </w:t>
      </w:r>
      <w:r w:rsidRPr="001970A3">
        <w:rPr>
          <w:rFonts w:hint="cs"/>
          <w:cs/>
          <w:lang w:bidi="hi-IN"/>
        </w:rPr>
        <w:t>शरहे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मवाक़िफ़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शरहे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मक़ासिद।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आठवी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नवीं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शताब्दी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हिजरी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क़मरी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मदरसों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माहिरे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उस्तादों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बहुत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शरहें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हाशिये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कशफ़ुज़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ज़ुनून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अध्धयन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चलेगा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लेखक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ऊपर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तीनों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क्या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टिप्पणियां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बहुत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शरहें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हाशिये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लिहाज़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मोतबर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मामले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बुनियादी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हैसियत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रखती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दूसरी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इन्हे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स्रोत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इन्हे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उलामा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स्वीकार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इन्हे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मोतबर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मानते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</w:p>
    <w:p w:rsidR="006909A2" w:rsidRDefault="00313602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rFonts w:cs="Mangal" w:hint="cs"/>
          <w:szCs w:val="29"/>
          <w:cs/>
          <w:lang w:bidi="hi-IN"/>
        </w:rPr>
        <w:t xml:space="preserve">आप इस किताब को अलहसनैन इस्लामी </w:t>
      </w:r>
      <w:r w:rsidR="00C747FF">
        <w:rPr>
          <w:rFonts w:cs="Mangal" w:hint="cs"/>
          <w:szCs w:val="29"/>
          <w:cs/>
          <w:lang w:bidi="hi-IN"/>
        </w:rPr>
        <w:t>नेटवर्क</w:t>
      </w:r>
      <w:r>
        <w:rPr>
          <w:rFonts w:cs="Mangal" w:hint="cs"/>
          <w:szCs w:val="29"/>
          <w:cs/>
          <w:lang w:bidi="hi-IN"/>
        </w:rPr>
        <w:t xml:space="preserve"> पर पढ़ रहे है।</w:t>
      </w:r>
      <w:r w:rsidR="006909A2">
        <w:rPr>
          <w:cs/>
          <w:lang w:bidi="hi-IN"/>
        </w:rPr>
        <w:br w:type="page"/>
      </w:r>
    </w:p>
    <w:p w:rsidR="001970A3" w:rsidRPr="001970A3" w:rsidRDefault="001970A3" w:rsidP="006909A2">
      <w:pPr>
        <w:pStyle w:val="Heading1"/>
      </w:pPr>
      <w:bookmarkStart w:id="3" w:name="_Toc444983292"/>
      <w:r w:rsidRPr="001970A3">
        <w:rPr>
          <w:rFonts w:hint="cs"/>
          <w:cs/>
          <w:lang w:bidi="hi-IN"/>
        </w:rPr>
        <w:lastRenderedPageBreak/>
        <w:t>पहला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भाग</w:t>
      </w:r>
      <w:bookmarkEnd w:id="3"/>
    </w:p>
    <w:p w:rsidR="001970A3" w:rsidRPr="001970A3" w:rsidRDefault="001970A3" w:rsidP="006909A2">
      <w:pPr>
        <w:pStyle w:val="libNormal"/>
      </w:pP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महत्वपूर्ण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दलीलें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ओर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महत्वपूर्ण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दलीलें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ओर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महत्वपूर्ण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जांच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पड़ताल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करेंगे।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शरहे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मवाक़िफ़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मत्न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चौथा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हिस्सा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रसूल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>)</w:t>
      </w:r>
      <w:r w:rsidR="00313602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उत्तराधिकारी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इमामत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अक़ीदे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अनुसार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मख़सूस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जबकि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मानना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हक़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इमाम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मौज़ू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वर्णन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1970A3">
        <w:rPr>
          <w:cs/>
          <w:lang w:bidi="hi-IN"/>
        </w:rPr>
        <w:t>1.</w:t>
      </w:r>
      <w:r w:rsidRPr="001970A3">
        <w:rPr>
          <w:cs/>
          <w:lang w:bidi="hi-IN"/>
        </w:rPr>
        <w:tab/>
      </w:r>
      <w:r w:rsidRPr="001970A3">
        <w:rPr>
          <w:rFonts w:hint="cs"/>
          <w:cs/>
          <w:lang w:bidi="hi-IN"/>
        </w:rPr>
        <w:t>इमाम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चुनाव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स्पष्ट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कथनुसार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cs/>
          <w:lang w:bidi="hi-IN"/>
        </w:rPr>
        <w:t>2.</w:t>
      </w:r>
      <w:r w:rsidRPr="001970A3">
        <w:rPr>
          <w:cs/>
          <w:lang w:bidi="hi-IN"/>
        </w:rPr>
        <w:tab/>
      </w:r>
      <w:r w:rsidRPr="001970A3">
        <w:rPr>
          <w:rFonts w:hint="cs"/>
          <w:cs/>
          <w:lang w:bidi="hi-IN"/>
        </w:rPr>
        <w:t>इमाम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चुनाव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जनता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मतों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आधारित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अलबत्ता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नबी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ईश्वर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ओर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इशारा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गया</w:t>
      </w:r>
      <w:r w:rsidRPr="001970A3">
        <w:rPr>
          <w:cs/>
          <w:lang w:bidi="hi-IN"/>
        </w:rPr>
        <w:t xml:space="preserve"> </w:t>
      </w:r>
      <w:r w:rsidR="003B53EB">
        <w:rPr>
          <w:rFonts w:hint="cs"/>
          <w:cs/>
          <w:lang w:bidi="hi-IN"/>
        </w:rPr>
        <w:t xml:space="preserve">है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जहां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इजमा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lastRenderedPageBreak/>
        <w:t>सबका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सम्मत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होना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सवाल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अलावा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इजमा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ज़िक्र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हुआ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केवल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सत्यता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इजमा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गठन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हुआ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t xml:space="preserve">,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अब्बास।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अब्बास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चूंकि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विरोध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लिहाज़ा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सत्य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दोनो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आपत्ति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अवश्य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अत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इजमा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सम्मत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होना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ज़रिये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सम्पूर्ण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पूर्ण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ऊपर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तर्क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स्वीकार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वर्णन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हुआ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अत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ख़िलाफ़त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पहली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इजमा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सम्मत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होना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नबी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कथन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शरहे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मक़ासिद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लेखक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ख़िलाफ़त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तरीक़े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तीसरी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lastRenderedPageBreak/>
        <w:t>इमाम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ख़लीफ़ा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रास्ते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चुना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स्पष्ट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कथन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फिर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जनता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सम्मति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से।</w:t>
      </w:r>
      <w:r w:rsidR="00313602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स्पष्ठ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कथन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लिहाज़ा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जनता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सम्मति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ख़लीफ़ा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चुने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  <w:r w:rsidR="00313602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स्पष्ठ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ख़िलाफ़त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केवल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इजमा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सम्मत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होना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जनता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राय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तीसरी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सिलसिले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अफ़ज़ल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रास्ता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अत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जिस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हज़रत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बेहतरीन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हालांकि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दृष्टिकोणों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इख़्तेलाफ़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कुछ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शर्त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मानते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जबकि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कुछ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शर्त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मानते।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अत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शर्त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मानते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अफ़ज़ल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सर्वोच्च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ज़ोर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देते।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जैसे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फ़ज़्ल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रोज़बहान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लेकिन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शर्त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मानते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आवश्यक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बेहतरीन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ज़ोर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क्यों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ख़िलाफ़त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आस्था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रखते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lastRenderedPageBreak/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शर्त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मानते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तैमीया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ज़ोर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सहाबा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अफ़ज़ल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कुछ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अशरी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हज़रत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झुटला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</w:p>
    <w:p w:rsidR="001970A3" w:rsidRPr="001970A3" w:rsidRDefault="001970A3" w:rsidP="001970A3">
      <w:pPr>
        <w:pStyle w:val="libNormal"/>
      </w:pPr>
    </w:p>
    <w:p w:rsidR="001970A3" w:rsidRPr="001970A3" w:rsidRDefault="001970A3" w:rsidP="001970A3">
      <w:pPr>
        <w:pStyle w:val="libNormal"/>
      </w:pPr>
    </w:p>
    <w:p w:rsidR="001970A3" w:rsidRPr="003B53EB" w:rsidRDefault="001970A3" w:rsidP="003B53EB">
      <w:pPr>
        <w:pStyle w:val="Heading1"/>
        <w:rPr>
          <w:rFonts w:eastAsia="Calibri"/>
        </w:rPr>
      </w:pPr>
      <w:bookmarkStart w:id="4" w:name="_Toc444983293"/>
      <w:r w:rsidRPr="001970A3">
        <w:rPr>
          <w:rFonts w:hint="cs"/>
          <w:cs/>
          <w:lang w:bidi="hi-IN"/>
        </w:rPr>
        <w:t>दूसरा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भाग</w:t>
      </w:r>
      <w:bookmarkEnd w:id="4"/>
    </w:p>
    <w:p w:rsidR="003B53EB" w:rsidRPr="001970A3" w:rsidRDefault="003B53EB" w:rsidP="003B53EB">
      <w:pPr>
        <w:pStyle w:val="Heading1"/>
      </w:pPr>
    </w:p>
    <w:p w:rsidR="001970A3" w:rsidRPr="001970A3" w:rsidRDefault="001970A3" w:rsidP="00064CD2">
      <w:pPr>
        <w:pStyle w:val="Heading1"/>
      </w:pPr>
      <w:bookmarkStart w:id="5" w:name="_Toc444983294"/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दलीलें</w:t>
      </w:r>
      <w:bookmarkEnd w:id="5"/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मवाक़िफ़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व्याख्या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वर्णन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हुआ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पाचवां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हिस्सा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सर्वोच्च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इंसान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ज़्यादातर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मोतज़ेली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बुद्धिजीवि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इंसान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मानते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जबकि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अशरी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मोतज़ेली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उलमा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आस्था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अनुसार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तालिब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अवतार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इंसान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कुछ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स्पष्ट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चुका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इजमा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सर्व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सम्मति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lastRenderedPageBreak/>
        <w:t>सर्वश्रेष्ठ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अलबत्ता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सर्वोच्च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विश्वस्त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ख़िलाफ़त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प्रतिक्रिया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अमीरुल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मोमिनीन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इमामत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तीनों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रास्तों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नबी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स्पष्ठ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कथन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इजमा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सर्वश्रेष्ठता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परिणाम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पहुच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वर्णन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स्वीकार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ख़िलाफ़त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स्पष्ठ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कथन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ज़िक्र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हुआ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अत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दावा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केवल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रास्ते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बाक़ी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सर्वश्रेष्ठता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दूसरे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इजमा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सर्वसम्मति</w:t>
      </w:r>
      <w:r w:rsidRPr="001970A3">
        <w:rPr>
          <w:cs/>
          <w:lang w:bidi="hi-IN"/>
        </w:rPr>
        <w:t>)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समीक्षा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जांच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पड़ताल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करेंगे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सर्वोच्चता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</w:p>
    <w:p w:rsidR="001970A3" w:rsidRPr="001970A3" w:rsidRDefault="001970A3" w:rsidP="006909A2">
      <w:pPr>
        <w:pStyle w:val="Heading2"/>
      </w:pPr>
      <w:bookmarkStart w:id="6" w:name="_Toc444983295"/>
      <w:r w:rsidRPr="001970A3">
        <w:rPr>
          <w:rFonts w:hint="cs"/>
          <w:cs/>
          <w:lang w:bidi="hi-IN"/>
        </w:rPr>
        <w:t>पहली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bookmarkEnd w:id="6"/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सबसे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पहली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पवित्र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क़ुरआन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परवरदिगारे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इरशाद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6E6760">
        <w:rPr>
          <w:rFonts w:ascii="Times New Roman" w:hAnsi="Times New Roman" w:cs="Times New Roman" w:hint="cs"/>
          <w:rtl/>
        </w:rPr>
        <w:lastRenderedPageBreak/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سیجنبھا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الاتقی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۔</w:t>
      </w:r>
      <w:r w:rsidRPr="001970A3">
        <w:rPr>
          <w:rFonts w:hint="cs"/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الذی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یوتی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مالہ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یتزکہ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۔</w:t>
      </w:r>
      <w:r w:rsidRPr="001970A3">
        <w:rPr>
          <w:rFonts w:hint="cs"/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ما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لاحد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عندہ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من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نعمہ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تجزی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۔</w:t>
      </w:r>
      <w:r w:rsidR="00313602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जल्दी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ज़्यादा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तक़वे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इंसान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नर्क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आग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जायेगा।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निसंदेह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बांटता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पवित्र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हक़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ऊपर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बाक़ी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पुन्य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चाहे।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शरहे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मवाक़िफ़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लेखक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अकसर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मुफ़स्सेरीन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बहुत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बुद्धिजीवि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मानते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नाज़िल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ज़्यादा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तक़वे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इंसान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ऐसा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इंसान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तक़वे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मामले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आगे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नज़दीक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ज़्यादा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महबूब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पसंदीदा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पवित्र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क़ुरआन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तआला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इरशाद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हुआ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6E6760">
        <w:rPr>
          <w:rFonts w:ascii="Times New Roman" w:hAnsi="Times New Roman" w:cs="Times New Roman" w:hint="cs"/>
          <w:rtl/>
        </w:rPr>
        <w:t>ان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اکرمکم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عند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اللہ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اتقاکم</w:t>
      </w:r>
      <w:r w:rsidR="00313602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निसंदेह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नज़दीक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तुम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ज़्यादा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क़रीब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पसंदीदा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इंसान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ज़्यादा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तक़वे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अत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नज़दीक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ज़्यादा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सम्मानित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इंसान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दूसरी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ओर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शंका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नज़दीक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सम्मानित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सर्वोच्च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स्थान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रखता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होगा।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इंसान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अवतार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इमाम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ख़लीफ़ा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lastRenderedPageBreak/>
        <w:t>शुबहे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गुंजाइश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लिहाज़ा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सहाबियों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बेहतर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ऐसा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इंसान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उम्मत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अफ़ज़ल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बेहतर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नबी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ख़िलाफ़त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चुना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</w:p>
    <w:p w:rsidR="001970A3" w:rsidRPr="001970A3" w:rsidRDefault="001970A3" w:rsidP="006909A2">
      <w:pPr>
        <w:pStyle w:val="Heading2"/>
      </w:pPr>
      <w:bookmarkStart w:id="7" w:name="_Toc444983296"/>
      <w:r w:rsidRPr="001970A3">
        <w:rPr>
          <w:rFonts w:hint="cs"/>
          <w:cs/>
          <w:lang w:bidi="hi-IN"/>
        </w:rPr>
        <w:t>दूसरी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bookmarkEnd w:id="7"/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सर्वोच्च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दूसरी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फ़रमाया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6E6760">
        <w:rPr>
          <w:rFonts w:ascii="Times New Roman" w:hAnsi="Times New Roman" w:cs="Times New Roman" w:hint="cs"/>
          <w:rtl/>
        </w:rPr>
        <w:t>اقتدوا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باللذین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من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بعدی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ابو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بکر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عمر</w:t>
      </w:r>
      <w:r w:rsidRPr="001970A3">
        <w:rPr>
          <w:rFonts w:hint="cs"/>
          <w:cs/>
          <w:lang w:bidi="hi-IN"/>
        </w:rPr>
        <w:t>।</w:t>
      </w:r>
      <w:r w:rsidR="00313602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मेरे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तुम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पैरवी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दूसरे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इक़्तदौ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शब्द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अम्र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आदेश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सीग़ा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संबोधन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आदेश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मुसलमानों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तालिब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लिहाज़ा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माननी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पैरवी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पड़ेगी।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तालिब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अनिवार्य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दोनो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आदेश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झुकाएं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इंसान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पैरवी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दूसरे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इमाम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मार्गदर्शक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अत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नबी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कथन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ख़िलाफ़त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ख़िलाफ़त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हिस्सा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बनेगी।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lastRenderedPageBreak/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ख़िलाफ़त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ख़िलाफ़त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जायेगी।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हालांकि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ख़िलाफ़त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समीक्षा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जांच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पड़ताल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cs/>
          <w:lang w:bidi="hi-IN"/>
        </w:rPr>
        <w:t xml:space="preserve"> </w:t>
      </w:r>
    </w:p>
    <w:p w:rsidR="001970A3" w:rsidRPr="001970A3" w:rsidRDefault="001970A3" w:rsidP="006909A2">
      <w:pPr>
        <w:pStyle w:val="Heading2"/>
      </w:pPr>
      <w:bookmarkStart w:id="8" w:name="_Toc444983297"/>
      <w:r w:rsidRPr="001970A3">
        <w:rPr>
          <w:rFonts w:hint="cs"/>
          <w:cs/>
          <w:lang w:bidi="hi-IN"/>
        </w:rPr>
        <w:t>तीसरी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bookmarkEnd w:id="8"/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अबूबक्र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तीसरी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आपने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सहाबी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दरदा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फ़रमाया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6E6760">
        <w:rPr>
          <w:rFonts w:ascii="Times New Roman" w:hAnsi="Times New Roman" w:cs="Times New Roman" w:hint="cs"/>
          <w:rtl/>
        </w:rPr>
        <w:t>واللہ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ما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طلعت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شمس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ولا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غربت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بعد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النبیین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والمرسلین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علی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رجل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افضل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من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ابی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بکر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ईश्वर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सौगंध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नबियों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सूरज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बेहतर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इंसान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उदय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हुआ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डूबा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वास्तव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योग्यता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पाई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स्पष्ट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रूप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वर्णित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रौशनी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जायेगें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बुद्धि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इंसान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प्रतिष्ठित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इंसान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वरीयता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विद्धता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रखने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इंसान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बहुत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ज़्यादा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फ़ज़ीलत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रखने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इंसान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आगे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बढ़ाने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पसंद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उचित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मानती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अत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नबी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इंसान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उत्तराधिकारी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</w:p>
    <w:p w:rsidR="001970A3" w:rsidRPr="001970A3" w:rsidRDefault="001970A3" w:rsidP="001970A3">
      <w:pPr>
        <w:pStyle w:val="libNormal"/>
      </w:pPr>
    </w:p>
    <w:p w:rsidR="001970A3" w:rsidRPr="001970A3" w:rsidRDefault="001970A3" w:rsidP="006909A2">
      <w:pPr>
        <w:pStyle w:val="Heading2"/>
      </w:pPr>
      <w:bookmarkStart w:id="9" w:name="_Toc444983298"/>
      <w:r w:rsidRPr="001970A3">
        <w:rPr>
          <w:rFonts w:hint="cs"/>
          <w:cs/>
          <w:lang w:bidi="hi-IN"/>
        </w:rPr>
        <w:t>चौथी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bookmarkEnd w:id="9"/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चौथी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फ़रमाया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6E6760">
        <w:rPr>
          <w:rFonts w:ascii="Times New Roman" w:hAnsi="Times New Roman" w:cs="Times New Roman" w:hint="cs"/>
          <w:rtl/>
        </w:rPr>
        <w:t>ھما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سیدا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کھول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اھل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الجنۃ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ما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خلا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البنیین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والمرسلین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۔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नबियों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रसूलों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छोड़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स्वर्ग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बूढ़ों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सरदार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जाति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सरदार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मार्गदर्शक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यानी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दूसरे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मानें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पैरवी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चूंकि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क़ौम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हिस्सा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अत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उनका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दायित्व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पैरवी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क्यों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दोनो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स्वर्ग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बूढ़ों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सरदार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</w:p>
    <w:p w:rsidR="001970A3" w:rsidRPr="001970A3" w:rsidRDefault="001970A3" w:rsidP="001970A3">
      <w:pPr>
        <w:pStyle w:val="libNormal"/>
      </w:pPr>
    </w:p>
    <w:p w:rsidR="001970A3" w:rsidRPr="001970A3" w:rsidRDefault="001970A3" w:rsidP="006909A2">
      <w:pPr>
        <w:pStyle w:val="Heading2"/>
      </w:pPr>
      <w:bookmarkStart w:id="10" w:name="_Toc444983299"/>
      <w:r w:rsidRPr="001970A3">
        <w:rPr>
          <w:rFonts w:hint="cs"/>
          <w:cs/>
          <w:lang w:bidi="hi-IN"/>
        </w:rPr>
        <w:t>पांचवी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bookmarkEnd w:id="10"/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दूसरी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पांचवी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तौर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जिस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फ़रमाया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6E6760">
        <w:rPr>
          <w:rFonts w:ascii="Times New Roman" w:hAnsi="Times New Roman" w:cs="Times New Roman" w:hint="cs"/>
          <w:rtl/>
        </w:rPr>
        <w:t>ما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ینبغی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لقوم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فیھم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ابو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بکر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یتقدم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علیہ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غیرہ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۔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lastRenderedPageBreak/>
        <w:t>जिस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समूह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मौजूद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उस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आगे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बढ़ना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उचित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अत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आगे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बढ़े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अ</w:t>
      </w:r>
      <w:r w:rsidRPr="001970A3">
        <w:rPr>
          <w:cs/>
          <w:lang w:bidi="hi-IN"/>
        </w:rPr>
        <w:t xml:space="preserve">(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सम्मिलित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लिहाज़ा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अ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आगे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बढ़े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हक़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दावा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अ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कथन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नबी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कथन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विरोधी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</w:p>
    <w:p w:rsidR="001970A3" w:rsidRPr="001970A3" w:rsidRDefault="001970A3" w:rsidP="006909A2">
      <w:pPr>
        <w:pStyle w:val="Heading2"/>
      </w:pPr>
      <w:bookmarkStart w:id="11" w:name="_Toc444983300"/>
      <w:r w:rsidRPr="001970A3">
        <w:rPr>
          <w:rFonts w:hint="cs"/>
          <w:cs/>
          <w:lang w:bidi="hi-IN"/>
        </w:rPr>
        <w:t>छठी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bookmarkEnd w:id="11"/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सिलसिले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छठी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कार्य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अंजाम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जमाअत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सर्वोत्तम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अराधना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आगे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बढ़ाया।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कारण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बीमारी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ज़माने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जगह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वातावरण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पढ़ाई</w:t>
      </w:r>
      <w:r w:rsidRPr="001970A3">
        <w:t xml:space="preserve">, </w:t>
      </w:r>
      <w:r w:rsidRPr="001970A3">
        <w:rPr>
          <w:rFonts w:hint="cs"/>
          <w:cs/>
          <w:lang w:bidi="hi-IN"/>
        </w:rPr>
        <w:t>हदीसों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अनुसार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नबी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आदेशानुसार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थी।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अत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नबी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जगह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आदेशानुसार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मुसलमानों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समूह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इमाम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योग्यता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पाई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lastRenderedPageBreak/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अवतार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मुसलमानों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मार्गदर्शक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सके।</w:t>
      </w:r>
    </w:p>
    <w:p w:rsidR="001970A3" w:rsidRPr="001970A3" w:rsidRDefault="001970A3" w:rsidP="001970A3">
      <w:pPr>
        <w:pStyle w:val="libNormal"/>
      </w:pPr>
    </w:p>
    <w:p w:rsidR="001970A3" w:rsidRPr="001970A3" w:rsidRDefault="001970A3" w:rsidP="006909A2">
      <w:pPr>
        <w:pStyle w:val="Heading2"/>
      </w:pPr>
      <w:bookmarkStart w:id="12" w:name="_Toc444983301"/>
      <w:r w:rsidRPr="001970A3">
        <w:rPr>
          <w:rFonts w:hint="cs"/>
          <w:cs/>
          <w:lang w:bidi="hi-IN"/>
        </w:rPr>
        <w:t>सातवीं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bookmarkEnd w:id="12"/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सातवी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नबी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कथन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फ़रमाया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6E6760">
        <w:rPr>
          <w:rFonts w:ascii="Times New Roman" w:hAnsi="Times New Roman" w:cs="Times New Roman" w:hint="cs"/>
          <w:rtl/>
        </w:rPr>
        <w:t>خیر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امتی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ابوبکر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ثم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عمر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۔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मेरी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उम्मत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सर्वोत्तम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वर्णन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</w:p>
    <w:p w:rsidR="001970A3" w:rsidRPr="001970A3" w:rsidRDefault="001970A3" w:rsidP="006909A2">
      <w:pPr>
        <w:pStyle w:val="Heading2"/>
      </w:pPr>
      <w:bookmarkStart w:id="13" w:name="_Toc444983302"/>
      <w:r w:rsidRPr="001970A3">
        <w:rPr>
          <w:rFonts w:hint="cs"/>
          <w:cs/>
          <w:lang w:bidi="hi-IN"/>
        </w:rPr>
        <w:t>आठवीं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bookmarkEnd w:id="13"/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आठवीं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नबी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कथन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दोस्ती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फ़रमाया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6E6760">
        <w:rPr>
          <w:rFonts w:ascii="Times New Roman" w:hAnsi="Times New Roman" w:cs="Times New Roman" w:hint="cs"/>
          <w:rtl/>
        </w:rPr>
        <w:t>لو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کنت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متخذا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خلیلا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دون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ربی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لاتخذت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ابو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بکر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خلیلا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۔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ईश्वर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मुझे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मित्र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चुनाव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निसंदेह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मित्र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बनाता।</w:t>
      </w:r>
    </w:p>
    <w:p w:rsidR="001970A3" w:rsidRPr="001970A3" w:rsidRDefault="001970A3" w:rsidP="001970A3">
      <w:pPr>
        <w:pStyle w:val="libNormal"/>
      </w:pPr>
    </w:p>
    <w:p w:rsidR="001970A3" w:rsidRPr="001970A3" w:rsidRDefault="001970A3" w:rsidP="006909A2">
      <w:pPr>
        <w:pStyle w:val="Heading2"/>
      </w:pPr>
      <w:bookmarkStart w:id="14" w:name="_Toc444983303"/>
      <w:r w:rsidRPr="001970A3">
        <w:rPr>
          <w:rFonts w:hint="cs"/>
          <w:cs/>
          <w:lang w:bidi="hi-IN"/>
        </w:rPr>
        <w:lastRenderedPageBreak/>
        <w:t>नवीं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bookmarkEnd w:id="14"/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नवीं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कथन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सामने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फ़रमाया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این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مثل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ابی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بکر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کذبنی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الناس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صدقنی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آمن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زوجنی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ابنتہ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جھزنی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بمالہ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واسانی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بنفسہ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جاھد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معی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ساعۃ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الخوف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۔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कहां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जैसे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t xml:space="preserve">, </w:t>
      </w:r>
      <w:r w:rsidRPr="001970A3">
        <w:rPr>
          <w:rFonts w:hint="cs"/>
          <w:cs/>
          <w:lang w:bidi="hi-IN"/>
        </w:rPr>
        <w:t>जब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मुझे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झुठला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पुष्टि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मुझ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ईमान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लाये</w:t>
      </w:r>
      <w:r w:rsidRPr="001970A3">
        <w:t xml:space="preserve">,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बेटी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मुझ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विवाह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सहायता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जंग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जिहाद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मैदान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अकेलेपन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डर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वातावरण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दिया।</w:t>
      </w:r>
    </w:p>
    <w:p w:rsidR="001970A3" w:rsidRPr="00313602" w:rsidRDefault="00313602" w:rsidP="001970A3">
      <w:pPr>
        <w:pStyle w:val="libNormal"/>
      </w:pPr>
      <w:r w:rsidRPr="00313602">
        <w:rPr>
          <w:rFonts w:hint="cs"/>
          <w:cs/>
          <w:lang w:bidi="hi-IN"/>
        </w:rPr>
        <w:t xml:space="preserve">आप इस किताब को अलहसनैन इस्लामी </w:t>
      </w:r>
      <w:r w:rsidR="00C747FF">
        <w:rPr>
          <w:rFonts w:hint="cs"/>
          <w:cs/>
          <w:lang w:bidi="hi-IN"/>
        </w:rPr>
        <w:t>नेटवर्क</w:t>
      </w:r>
      <w:r w:rsidRPr="00313602">
        <w:rPr>
          <w:rFonts w:hint="cs"/>
          <w:cs/>
          <w:lang w:bidi="hi-IN"/>
        </w:rPr>
        <w:t xml:space="preserve"> पर पढ़ रहे है।</w:t>
      </w:r>
    </w:p>
    <w:p w:rsidR="001970A3" w:rsidRPr="001970A3" w:rsidRDefault="001970A3" w:rsidP="006909A2">
      <w:pPr>
        <w:pStyle w:val="Heading2"/>
      </w:pPr>
      <w:bookmarkStart w:id="15" w:name="_Toc444983304"/>
      <w:r w:rsidRPr="001970A3">
        <w:rPr>
          <w:rFonts w:hint="cs"/>
          <w:cs/>
          <w:lang w:bidi="hi-IN"/>
        </w:rPr>
        <w:t>दसवीं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bookmarkEnd w:id="15"/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दसवी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हज़रत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कथन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फ़रमाया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6E6760">
        <w:rPr>
          <w:rFonts w:ascii="Times New Roman" w:hAnsi="Times New Roman" w:cs="Times New Roman" w:hint="cs"/>
          <w:rtl/>
        </w:rPr>
        <w:t>خیر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الناس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بعد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النبیین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ابو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بکر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ثم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عمر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ثم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اللہ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اعلم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۔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नबियों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इंसान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दोनों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ज्ञान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केवल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ईश्वर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पास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कुछ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सर्वोच्चता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लाते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मोतबर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विश्वस्त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स्रोतों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lastRenderedPageBreak/>
        <w:t>जैसे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फ़ख़रे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राज़ी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किताबें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सवाएक़े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मोहरेक़ा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शरहे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मवाक़िफ़</w:t>
      </w:r>
      <w:r w:rsidRPr="001970A3">
        <w:t xml:space="preserve">, </w:t>
      </w:r>
      <w:r w:rsidRPr="001970A3">
        <w:rPr>
          <w:rFonts w:hint="cs"/>
          <w:cs/>
          <w:lang w:bidi="hi-IN"/>
        </w:rPr>
        <w:t>शरहे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मक़ासिद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आदि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ज़िक्र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अलबत्ता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दलीलें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ज़्यादा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गुज़रे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ज़माने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ज़माने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मौजूद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मोतज़ेला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फ़ायदा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उठाते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हुए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अशायरा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लेकिन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युग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नज़दीक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मोतज़ेला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उलमा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सर्वोच्च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मानते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हज़रत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सहाबियों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मानते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हितों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ध्यान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रखते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हुए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मसले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आगे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बढ़ाना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चाहिये।</w:t>
      </w:r>
    </w:p>
    <w:p w:rsidR="001970A3" w:rsidRPr="001970A3" w:rsidRDefault="001970A3" w:rsidP="001970A3">
      <w:pPr>
        <w:pStyle w:val="libNormal"/>
      </w:pPr>
    </w:p>
    <w:p w:rsidR="00F360B1" w:rsidRDefault="00F360B1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sz w:val="36"/>
          <w:szCs w:val="36"/>
          <w:cs/>
          <w:lang w:bidi="hi-IN"/>
        </w:rPr>
      </w:pPr>
      <w:r>
        <w:rPr>
          <w:cs/>
          <w:lang w:bidi="hi-IN"/>
        </w:rPr>
        <w:br w:type="page"/>
      </w:r>
    </w:p>
    <w:p w:rsidR="001970A3" w:rsidRPr="001970A3" w:rsidRDefault="001970A3" w:rsidP="006909A2">
      <w:pPr>
        <w:pStyle w:val="Heading1"/>
      </w:pPr>
      <w:bookmarkStart w:id="16" w:name="_Toc444983305"/>
      <w:r w:rsidRPr="001970A3">
        <w:rPr>
          <w:rFonts w:hint="cs"/>
          <w:cs/>
          <w:lang w:bidi="hi-IN"/>
        </w:rPr>
        <w:lastRenderedPageBreak/>
        <w:t>तीसरा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हिस्सा</w:t>
      </w:r>
      <w:bookmarkEnd w:id="16"/>
    </w:p>
    <w:p w:rsidR="001970A3" w:rsidRPr="001970A3" w:rsidRDefault="001970A3" w:rsidP="006909A2">
      <w:pPr>
        <w:pStyle w:val="Heading2"/>
      </w:pPr>
      <w:bookmarkStart w:id="17" w:name="_Toc444983306"/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अपूर्ण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होना</w:t>
      </w:r>
      <w:bookmarkEnd w:id="17"/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बेहतरीन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ओर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अपूर्ण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होना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कुछ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थीं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अब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प्रश्न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महत्वपूर्ण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कौन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उत्तर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कहेगें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घटना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6E6760">
        <w:rPr>
          <w:rFonts w:ascii="Times New Roman" w:hAnsi="Times New Roman" w:cs="Times New Roman" w:hint="cs"/>
          <w:rtl/>
        </w:rPr>
        <w:t>اقتدوا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باللذین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من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بعدی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ابو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بکر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عمر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मेरे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पैरवी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करना।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महत्वपूर्ण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लेकिन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ज्ञानियों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दृष्टिकोणों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अनुसार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समीक्षा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जांच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पड़ताल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करेगें।</w:t>
      </w:r>
    </w:p>
    <w:p w:rsidR="001970A3" w:rsidRPr="001970A3" w:rsidRDefault="001970A3" w:rsidP="001970A3">
      <w:pPr>
        <w:pStyle w:val="libNormal"/>
      </w:pPr>
      <w:r w:rsidRPr="001970A3">
        <w:rPr>
          <w:cs/>
          <w:lang w:bidi="hi-IN"/>
        </w:rPr>
        <w:t xml:space="preserve"> </w:t>
      </w:r>
    </w:p>
    <w:p w:rsidR="001970A3" w:rsidRPr="001970A3" w:rsidRDefault="001970A3" w:rsidP="006909A2">
      <w:pPr>
        <w:pStyle w:val="Heading2"/>
      </w:pPr>
      <w:bookmarkStart w:id="18" w:name="_Toc444983307"/>
      <w:r w:rsidRPr="001970A3">
        <w:rPr>
          <w:rFonts w:hint="cs"/>
          <w:cs/>
          <w:lang w:bidi="hi-IN"/>
        </w:rPr>
        <w:lastRenderedPageBreak/>
        <w:t>पहली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समीक्षा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जांच</w:t>
      </w:r>
      <w:bookmarkEnd w:id="18"/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पहली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तआला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कथन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पवित्र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क़ुरआन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इरशाद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हुआ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سیجنبھا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الاتقی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۔</w:t>
      </w:r>
      <w:r w:rsidRPr="001970A3">
        <w:rPr>
          <w:rFonts w:hint="cs"/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الذی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یوتی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مالہ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یتزکہ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۔</w:t>
      </w:r>
      <w:r w:rsidRPr="001970A3">
        <w:rPr>
          <w:rFonts w:hint="cs"/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ما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لاحد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عندہ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من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نعمہ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تجزی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जल्दी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ज़्यादा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तक़वे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इंसान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नर्क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आग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जायेगा।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निसंदेह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बांटता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पवित्र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हक़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ऊपर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बाक़ी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पुन्य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चाहे।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पवित्र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क़ुरआन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हमने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दूसरी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जगह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बहसों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आयतों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मौला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अमीरुल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मोमिनीन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इमामत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ख़िलाफ़त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ज़िक्र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दलालत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अमीरुल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मोमिनीन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संबंधित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विश्वस्त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फ़ज़ीलत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नाज़िल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वर्ना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पवित्र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क़ुरआन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दूसरी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आयतों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हज़रत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अलावा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कुछ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संबंधित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ध्यान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पड़ेगा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हों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lastRenderedPageBreak/>
        <w:t>अ</w:t>
      </w:r>
      <w:r w:rsidRPr="001970A3">
        <w:rPr>
          <w:cs/>
          <w:lang w:bidi="hi-IN"/>
        </w:rPr>
        <w:t>.</w:t>
      </w:r>
      <w:r w:rsidRPr="001970A3">
        <w:rPr>
          <w:cs/>
          <w:lang w:bidi="hi-IN"/>
        </w:rPr>
        <w:tab/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तर्क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अमीरुल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मोमिनीन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मासूम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हमारा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विश्वास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नज़दीक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निष्पाप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इंसान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महत्व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लुटाने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ज़्यादा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अत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नाज़िल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संबंध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होगा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अशरी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हज़रत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मासूम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ग़लत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वर्ना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प्रतिष्ठा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नज़दीक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ज़्यादा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जायेगी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ज़रिये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तर्क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ग़लत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जायेगा।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ब</w:t>
      </w:r>
      <w:r w:rsidRPr="001970A3">
        <w:rPr>
          <w:cs/>
          <w:lang w:bidi="hi-IN"/>
        </w:rPr>
        <w:t xml:space="preserve">.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ज़रिये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ईश्वर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नज़दीक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पूरी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अमीरुल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मोमिनीन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सर्वोच्चता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अपूर्ण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जायें।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वर्ना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पूर्ण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व्याख़्या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तफ़सीर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अनुसार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घोषित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दूसरे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टकराव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देगीं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दोनों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हुज्जत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होगीं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टकराव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हालत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दोनो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ऐतेबार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गिर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जायेगीं।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अत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बेहतरीन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lastRenderedPageBreak/>
        <w:t>पायेगी।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अलबत्ता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शर्त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संबंधित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विश्वास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योग्य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जगहें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जहां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आवश्यकता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पड़ती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हज़रत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मूर्ती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आगे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सजदा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जबकि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बुतों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सामने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सजदा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कारण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हज़रत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कर्रमल्लाहो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वजहहु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मतलब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चेहरे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सत्कार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चीज़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सूबूत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सम्मान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ईश्वर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नज़दीक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दूसरों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ज़्यादा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.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पवित्र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प्रमाणित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संबंधित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प्रतिशत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नाज़िल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जबकि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तफ़सीर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व्याख्या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दृष्टि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इख़्तिलाफ़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पाया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दृष्टिकोण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पाये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पहला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दृष्टिकोण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ईमान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ईमान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नाज़िल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दूसरा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दृष्टिकोण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दहदाह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घटना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मर्द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नाज़िल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पास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खजूर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पेड़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जैसा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तफ़सीरे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दुर्रे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मंसूर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lastRenderedPageBreak/>
        <w:t>इसका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वर्णन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हुआ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संबंध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तीसरा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दृष्टिकोण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नाज़िल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अत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नाज़िल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संभावना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इन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दृष्टिकोणों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दृष्टिकोण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संबंध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सनद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सनद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पूर्ण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लाना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होगा।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सनद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ग़लत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स्पष्टता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उसे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करेगें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तबरानी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ज़िक्र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हाफ़िज़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हैसमी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मजमउज़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ज़वायद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तबरानी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सनद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मुसअब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शास्त्र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अनुसार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ज़ईफ़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अविश्वस्त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तीसरा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दृष्टिकोण</w:t>
      </w:r>
      <w:r w:rsidRPr="001970A3">
        <w:t xml:space="preserve">,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ऊपर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दृष्टिकोणों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ज़रिये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लाता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चूंकि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ज़ईफ़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अविश्वस्त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दृष्टिकोण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महत्व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lastRenderedPageBreak/>
        <w:t>दूसरी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मुसअब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बेटा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ज़ुबैर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जैसा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तफ़सीली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बैत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अलैहिमुस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बाग़ी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थे।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मुईन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अहमद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हूंबल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हातिम</w:t>
      </w:r>
      <w:r w:rsidRPr="001970A3">
        <w:t xml:space="preserve">, </w:t>
      </w:r>
      <w:r w:rsidRPr="001970A3">
        <w:rPr>
          <w:rFonts w:hint="cs"/>
          <w:cs/>
          <w:lang w:bidi="hi-IN"/>
        </w:rPr>
        <w:t>मुसअब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ज़ईफ़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अविश्वस्त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मानते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निसाई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मुसअब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दृष्टि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मज़बूत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दूसरे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शास्त्रियों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बेहतरीन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लाई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तफ़सीर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व्याख्या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दृष्टिकोण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पाये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दूसरे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दृष्टिकोण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ज़ईफ़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अविश्वस्त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>?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फिर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दोहरायेंगे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लाना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संबंधित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अशरी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इमाम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अमीरुल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मोमिनीन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इमामत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पूर्ण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हों।</w:t>
      </w:r>
    </w:p>
    <w:p w:rsidR="001970A3" w:rsidRPr="001970A3" w:rsidRDefault="001970A3" w:rsidP="001970A3">
      <w:pPr>
        <w:pStyle w:val="libNormal"/>
      </w:pPr>
    </w:p>
    <w:p w:rsidR="001970A3" w:rsidRPr="001970A3" w:rsidRDefault="001970A3" w:rsidP="006909A2">
      <w:pPr>
        <w:pStyle w:val="Heading2"/>
      </w:pPr>
      <w:bookmarkStart w:id="19" w:name="_Toc444983308"/>
      <w:r w:rsidRPr="001970A3">
        <w:rPr>
          <w:rFonts w:hint="cs"/>
          <w:cs/>
          <w:lang w:bidi="hi-IN"/>
        </w:rPr>
        <w:t>दूसरी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समीक्षा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जांच</w:t>
      </w:r>
      <w:bookmarkEnd w:id="19"/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दूसरी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रसूल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फ़रमाया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6E6760">
        <w:rPr>
          <w:rFonts w:ascii="Times New Roman" w:hAnsi="Times New Roman" w:cs="Times New Roman" w:hint="cs"/>
          <w:rtl/>
        </w:rPr>
        <w:lastRenderedPageBreak/>
        <w:t>اقتدوا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باللذین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من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بعدی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ابو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بکر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عمر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मेरे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पैरवी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करना।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बेहतरीन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दीनीयात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उसूले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फ़िक़ह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तौर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हुज्जत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मानते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भरोसा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हुए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सीरत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इसी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कारण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बहुत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ज़्यादा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महत्व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रखती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विशेष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तौर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अहमद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हंबल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मुसनद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अहमद</w:t>
      </w:r>
      <w:r w:rsidRPr="001970A3">
        <w:t xml:space="preserve">, </w:t>
      </w:r>
      <w:r w:rsidRPr="001970A3">
        <w:rPr>
          <w:rFonts w:hint="cs"/>
          <w:cs/>
          <w:lang w:bidi="hi-IN"/>
        </w:rPr>
        <w:t>तिरमिज़ी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तिरमिज़ी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हाकिम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नैशापुरी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मुसतदरक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="00313602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वजह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विश्वस्त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प्रसिद्ध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बहुत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बहसों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बनाते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याद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दिलाने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योग्य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न्याय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प्रिय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शोधकर्ता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सनद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समीक्षा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जांच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पड़ताल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ध्यान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पूर्वक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उलमा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दृष्टिकोणों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अध्धयन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रावियों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देखेगा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जितने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ज़ईफ़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अविश्वस्त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इतनी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ज़्यादा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स्पष्ट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बड़े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महान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उलमा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बहुत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रावियों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ज़ईफ़</w:t>
      </w:r>
      <w:r w:rsidRPr="001970A3">
        <w:rPr>
          <w:cs/>
          <w:lang w:bidi="hi-IN"/>
        </w:rPr>
        <w:t xml:space="preserve"> </w:t>
      </w:r>
      <w:r w:rsidRPr="001970A3">
        <w:rPr>
          <w:cs/>
          <w:lang w:bidi="hi-IN"/>
        </w:rPr>
        <w:lastRenderedPageBreak/>
        <w:t>(</w:t>
      </w:r>
      <w:r w:rsidRPr="001970A3">
        <w:rPr>
          <w:rFonts w:hint="cs"/>
          <w:cs/>
          <w:lang w:bidi="hi-IN"/>
        </w:rPr>
        <w:t>अविश्वस्त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कहा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शास्त्र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भिन्न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भिन्न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ज्ञान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बहसों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ज़रिये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कमियों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अपूर्णता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हमने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रास्ते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समतल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शोधकर्ताओं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दृष्टिकोणों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पहुच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आसान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बनाने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t xml:space="preserve">,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उलमा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रायों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ख़ुलासा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रावियों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तैयार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मनावी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फ़ैज़ुल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क़दीर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शरहिल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जामेइस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सग़ीर</w:t>
      </w:r>
      <w:r w:rsidR="00313602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व्याख्या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हुए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: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हातिम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स्वीकार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उसे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बीमार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बताया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बज़्ज़ार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हज़म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मानते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अनुसार</w:t>
      </w:r>
      <w:r w:rsidRPr="001970A3">
        <w:t xml:space="preserve">,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बड़े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उलमा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हातिम</w:t>
      </w:r>
      <w:r w:rsidRPr="001970A3">
        <w:t xml:space="preserve">,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बज़्ज़ार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हज़मे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अंदुलुसी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रद्द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दूसरी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तरफ़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तिरमिज़ी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जिन्होने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बेहतरीन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सिलसिले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स्पष्ट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शब्दों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रावियों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ज़ईफ़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अविश्वस्त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कहा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दूसरी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ओर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जाफ़र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उक़ैली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ज़ुआफ़ाउल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कबीर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अध्धयन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चलता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राय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प्रकट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अस्वीकार्य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बुनियाद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स्रोत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lastRenderedPageBreak/>
        <w:t>मीज़ानुल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ऐतेदाल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लेखक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नक़्क़ाश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हुए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महत्व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दार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क़ुतनी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जिन्हे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सिलसिले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चौथी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हिजरी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शताब्दी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अमीरुल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मोमिनीन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उपाधि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अल्लामा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फ़रग़ानी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स्वर्गवास</w:t>
      </w:r>
      <w:r w:rsidRPr="001970A3">
        <w:rPr>
          <w:cs/>
          <w:lang w:bidi="hi-IN"/>
        </w:rPr>
        <w:t xml:space="preserve"> 743 </w:t>
      </w:r>
      <w:r w:rsidRPr="001970A3">
        <w:rPr>
          <w:rFonts w:hint="cs"/>
          <w:cs/>
          <w:lang w:bidi="hi-IN"/>
        </w:rPr>
        <w:t>हिजरी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क़मरी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मिनहाजे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बैज़ावी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व्याख्या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="003B53EB">
        <w:rPr>
          <w:rFonts w:hint="cs"/>
          <w:cs/>
          <w:lang w:bidi="hi-IN"/>
        </w:rPr>
        <w:t>जाली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हाफ़िज़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ज़हबी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मीज़ानुल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ऐतेदाल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जगहों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उसे</w:t>
      </w:r>
      <w:r w:rsidRPr="001970A3">
        <w:rPr>
          <w:cs/>
          <w:lang w:bidi="hi-IN"/>
        </w:rPr>
        <w:t xml:space="preserve"> </w:t>
      </w:r>
      <w:r w:rsidR="003B53EB">
        <w:rPr>
          <w:rFonts w:hint="cs"/>
          <w:cs/>
          <w:lang w:bidi="hi-IN"/>
        </w:rPr>
        <w:t>जाली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ग़लत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="00A13FE2">
        <w:rPr>
          <w:rFonts w:hint="cs"/>
          <w:cs/>
          <w:lang w:bidi="hi-IN"/>
        </w:rPr>
        <w:t>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जब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मुसतदरक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सारांश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अध्धयन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देखते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हाकिम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संदेह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सनद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बेकार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हैसमी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मजमउज़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ज़वायद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तबरानी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सनद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सनद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रावी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जिन्हे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पहचानते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मजहूल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हैं।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असक़लानी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हाफ़िज़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शैख़ुल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लेसानुस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मीज़ान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जगहों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ज़िक्र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जगहों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दसवीं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शताब्दी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उलमा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जैसे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शैख़ुल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lastRenderedPageBreak/>
        <w:t>हरवी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अद्दुर्रुल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नज़ीद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मजमूअतिलव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हफ़ीद</w:t>
      </w:r>
      <w:r w:rsidRPr="001970A3">
        <w:t xml:space="preserve">,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बाज़ार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उपलब्ध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="003B53EB">
        <w:rPr>
          <w:rFonts w:hint="cs"/>
          <w:cs/>
          <w:lang w:bidi="hi-IN"/>
        </w:rPr>
        <w:t>जा</w:t>
      </w:r>
      <w:r w:rsidRPr="001970A3">
        <w:rPr>
          <w:rFonts w:hint="cs"/>
          <w:cs/>
          <w:lang w:bidi="hi-IN"/>
        </w:rPr>
        <w:t>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दरबेश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हूत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असनल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मतालिब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अहादिसा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मुख़्तलिफ़िल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मरातिब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लाये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उलामा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कथनो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ज़िक्र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अविश्वस्त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ज़ईफ़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="003B53EB">
        <w:rPr>
          <w:rFonts w:hint="cs"/>
          <w:cs/>
          <w:lang w:bidi="hi-IN"/>
        </w:rPr>
        <w:t>जाली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दिलचस्ब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हाफ़िज़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हज़्म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अंदुलुसी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सिलसिले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हुए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बहुत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महत्वपूर्ण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वर्णन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छिपाने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t xml:space="preserve">,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डरते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विरोधियों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ख़ुशी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उड़ने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लगेंगे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ग़ुस्से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क्रोध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चुप्पी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साध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लेंगे</w:t>
      </w:r>
      <w:r w:rsidRPr="001970A3">
        <w:t xml:space="preserve">,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समझ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निसंदेह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तौर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नबी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फ़रमाया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होगा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पैरवी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करना।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जबकि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चीज़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चीज़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सुरक्षित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रखे।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कुछ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ब्यान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अनुसार</w:t>
      </w:r>
      <w:r w:rsidRPr="001970A3">
        <w:t xml:space="preserve">, </w:t>
      </w:r>
      <w:r w:rsidRPr="001970A3">
        <w:rPr>
          <w:rFonts w:hint="cs"/>
          <w:cs/>
          <w:lang w:bidi="hi-IN"/>
        </w:rPr>
        <w:t>उचित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जैसी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</w:t>
      </w:r>
      <w:r w:rsidRPr="001970A3">
        <w:t xml:space="preserve">, </w:t>
      </w:r>
      <w:r w:rsidRPr="001970A3">
        <w:rPr>
          <w:rFonts w:hint="cs"/>
          <w:cs/>
          <w:lang w:bidi="hi-IN"/>
        </w:rPr>
        <w:t>चाहे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अशरी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तरफ़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जमाअत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ओर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t xml:space="preserve">, </w:t>
      </w:r>
      <w:r w:rsidRPr="001970A3">
        <w:rPr>
          <w:rFonts w:hint="cs"/>
          <w:cs/>
          <w:lang w:bidi="hi-IN"/>
        </w:rPr>
        <w:t>यहां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अमीरुल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मोमिनीन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इमामत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जैसी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t xml:space="preserve">, </w:t>
      </w:r>
      <w:r w:rsidRPr="001970A3">
        <w:rPr>
          <w:rFonts w:hint="cs"/>
          <w:cs/>
          <w:lang w:bidi="hi-IN"/>
        </w:rPr>
        <w:lastRenderedPageBreak/>
        <w:t>जिसे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उलमा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अविश्वस्त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ज़ईफ़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बता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ठुकरा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आपत्ति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हज़रत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अ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ख़िलाफ़त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बल्कि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क्या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चीज़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जैसी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सकते।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कुछ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जानते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हुए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विश्वास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योग्य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ऐतेबार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फिर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प्रमाणित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अर्थ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लिहाज़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फ़ायदेमंद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देखते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लाचारी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झूठ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शैख़ैन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बुख़ारी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मुस्लिम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ओर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निस्बत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उदाहरण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तौर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शरहुल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फ़िक़हिल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अकबर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सहीहैयिल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बुख़ारी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मुस्लिम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निस्बत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बुख़ारी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मुस्लिम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तरफ़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जबकि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दोनों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अगरचे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स्वीकार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लेकिन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समूह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बेख़बर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देखना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चाहेंगे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मतलब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शोध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समीक्षा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करेंगे।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कैसे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संभव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नबी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पैरवी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आदेश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जबकि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दोनों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बहुत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भिन्नता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पाई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थी।</w:t>
      </w:r>
    </w:p>
    <w:p w:rsidR="001970A3" w:rsidRPr="001970A3" w:rsidRDefault="001970A3" w:rsidP="00F360B1">
      <w:pPr>
        <w:pStyle w:val="Heading4"/>
      </w:pPr>
      <w:r w:rsidRPr="001970A3">
        <w:rPr>
          <w:rFonts w:hint="cs"/>
          <w:cs/>
          <w:lang w:bidi="hi-IN"/>
        </w:rPr>
        <w:lastRenderedPageBreak/>
        <w:t>वास्तव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मुसलमानों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</w:t>
      </w:r>
      <w:r w:rsidR="003B53EB">
        <w:rPr>
          <w:rFonts w:hint="cs"/>
          <w:cs/>
          <w:lang w:bidi="hi-IN"/>
        </w:rPr>
        <w:t>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अनुसरण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चाहिये</w:t>
      </w:r>
      <w:r w:rsidRPr="001970A3">
        <w:t>?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कैसे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रसूल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दोनो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अनुसरण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आदेश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बहुत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सहाबी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बहुत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कार्यों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मुख़ालेफ़त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थे</w:t>
      </w:r>
      <w:r w:rsidRPr="001970A3">
        <w:t>?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क्या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मुख़ालेफ़त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फ़ासिक़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t xml:space="preserve">? </w:t>
      </w:r>
    </w:p>
    <w:p w:rsidR="001970A3" w:rsidRPr="001970A3" w:rsidRDefault="001970A3" w:rsidP="001970A3">
      <w:pPr>
        <w:pStyle w:val="libNormal"/>
      </w:pPr>
    </w:p>
    <w:p w:rsidR="001970A3" w:rsidRPr="001970A3" w:rsidRDefault="001970A3" w:rsidP="003B53EB">
      <w:pPr>
        <w:pStyle w:val="Heading2"/>
      </w:pPr>
      <w:bookmarkStart w:id="20" w:name="_Toc444983309"/>
      <w:r w:rsidRPr="001970A3">
        <w:rPr>
          <w:rFonts w:hint="cs"/>
          <w:cs/>
          <w:lang w:bidi="hi-IN"/>
        </w:rPr>
        <w:t>तीसरी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समीक्षा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जांच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पड़ताल</w:t>
      </w:r>
      <w:bookmarkEnd w:id="20"/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तीसरी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नबी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दरदा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फ़रमाया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संदेश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वाहकों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बेहतर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इंसान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सूर्योदय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सूर्यास्त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हुआ।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प्रबल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अविश्वस्त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ज़ईफ़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तबरानी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औसत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सनद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हैसमी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सनद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इस्माईल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तैमी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झूठा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इंसान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हैसमी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मजमउज़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ज़वायद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तबरानी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दूसरी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सनद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ज़िक्र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रावी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बक़ीय्या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वलीद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अविश्वस्त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धोखेबाज़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इंसान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lastRenderedPageBreak/>
        <w:t>अत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t xml:space="preserve">,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शास्त्र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शास्त्रियों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दृष्टि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ऐतेबार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हैसियत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रखती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</w:p>
    <w:p w:rsidR="001970A3" w:rsidRPr="001970A3" w:rsidRDefault="001970A3" w:rsidP="003B53EB">
      <w:pPr>
        <w:pStyle w:val="Heading2"/>
      </w:pPr>
      <w:bookmarkStart w:id="21" w:name="_Toc444983310"/>
      <w:r w:rsidRPr="001970A3">
        <w:rPr>
          <w:rFonts w:hint="cs"/>
          <w:cs/>
          <w:lang w:bidi="hi-IN"/>
        </w:rPr>
        <w:t>चौथी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समीक्षा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जांच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पड़ताल</w:t>
      </w:r>
      <w:bookmarkEnd w:id="21"/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फ़रमाया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स्वर्ग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बूढ़ों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सरदार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बज़्ज़ाज़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तबरानी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सईद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हैसमी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दोनों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मजमउज़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ज़वायद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रावियों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वालों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आबिस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मामले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विश्वास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योग्य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ज़ईफ़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हैसमी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दूसरी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जगह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बज़्ज़ाज़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हवाले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उबैदुल्लाह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रावी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वाला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जिस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अब्दुर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रहमान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मलिक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उसके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कथन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अमल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सकता</w:t>
      </w:r>
      <w:r w:rsidR="00A13FE2">
        <w:rPr>
          <w:rFonts w:hint="cs"/>
          <w:cs/>
          <w:lang w:bidi="hi-IN"/>
        </w:rPr>
        <w:t>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रखने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योग्य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सनदों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अलावा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हैसमी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पास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तीसरी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सनद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मौजूद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सकते।</w:t>
      </w:r>
    </w:p>
    <w:p w:rsidR="001970A3" w:rsidRPr="001970A3" w:rsidRDefault="001970A3" w:rsidP="001970A3">
      <w:pPr>
        <w:pStyle w:val="libNormal"/>
      </w:pPr>
      <w:r w:rsidRPr="001970A3">
        <w:rPr>
          <w:cs/>
          <w:lang w:bidi="hi-IN"/>
        </w:rPr>
        <w:lastRenderedPageBreak/>
        <w:t xml:space="preserve"> </w:t>
      </w:r>
    </w:p>
    <w:p w:rsidR="001970A3" w:rsidRPr="001970A3" w:rsidRDefault="001970A3" w:rsidP="003B53EB">
      <w:pPr>
        <w:pStyle w:val="Heading2"/>
      </w:pPr>
      <w:bookmarkStart w:id="22" w:name="_Toc444983311"/>
      <w:r w:rsidRPr="001970A3">
        <w:rPr>
          <w:rFonts w:hint="cs"/>
          <w:cs/>
          <w:lang w:bidi="hi-IN"/>
        </w:rPr>
        <w:t>पाचवीं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समीक्षा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जांच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पड़ताल</w:t>
      </w:r>
      <w:bookmarkEnd w:id="22"/>
    </w:p>
    <w:p w:rsidR="001970A3" w:rsidRPr="001970A3" w:rsidRDefault="001970A3" w:rsidP="001970A3">
      <w:pPr>
        <w:pStyle w:val="libNormal"/>
      </w:pP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पाचवीं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तौर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फ़रमाया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जिस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जगह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मौजूद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आगे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बढ़ना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उचित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रद्द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चीज़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लगी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हाफ़िज़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जौज़ी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मौज़ूआत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ज़िक्र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नबी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झूठ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बांधने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गढ़ी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जिस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जौज़ी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फ़तवे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तैमिया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जैसे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मोतबर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विश्वस्त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नज़र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विश्वस्त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मोतबर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चाहिये।</w:t>
      </w:r>
    </w:p>
    <w:p w:rsidR="001970A3" w:rsidRPr="001970A3" w:rsidRDefault="001970A3" w:rsidP="001970A3">
      <w:pPr>
        <w:pStyle w:val="libNormal"/>
      </w:pPr>
    </w:p>
    <w:p w:rsidR="001970A3" w:rsidRPr="001970A3" w:rsidRDefault="001970A3" w:rsidP="003B53EB">
      <w:pPr>
        <w:pStyle w:val="Heading2"/>
      </w:pPr>
      <w:bookmarkStart w:id="23" w:name="_Toc444983312"/>
      <w:r w:rsidRPr="001970A3">
        <w:rPr>
          <w:rFonts w:hint="cs"/>
          <w:cs/>
          <w:lang w:bidi="hi-IN"/>
        </w:rPr>
        <w:lastRenderedPageBreak/>
        <w:t>छटी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समीक्षा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जांच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पड़ताल</w:t>
      </w:r>
      <w:bookmarkEnd w:id="23"/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छटी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नबी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बीमारी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कारणों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महत्वपूर्ण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cs/>
          <w:lang w:bidi="hi-IN"/>
        </w:rPr>
        <w:t>1.</w:t>
      </w:r>
      <w:r w:rsidRPr="001970A3">
        <w:rPr>
          <w:cs/>
          <w:lang w:bidi="hi-IN"/>
        </w:rPr>
        <w:tab/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मुस्लिम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बुख़ारी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मुख़्तलिफ़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सनदों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ज़िक्र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मुसनदों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सोननों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दूसरी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ज़्यादातर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विश्वस्त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मोतबर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प्रसिद्ध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cs/>
          <w:lang w:bidi="hi-IN"/>
        </w:rPr>
        <w:t>2.</w:t>
      </w:r>
      <w:r w:rsidRPr="001970A3">
        <w:rPr>
          <w:cs/>
          <w:lang w:bidi="hi-IN"/>
        </w:rPr>
        <w:tab/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आराधना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इबादत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बीमारी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जीवन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आख़िरी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दिनों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जमाअत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भेजते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हुज़ूर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उत्तधिकारी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तौर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अत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जगह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संबंधित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बेहतरीन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अध्धयन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चलेगा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सिलसिले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बहुत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अधिक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महत्व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क़ायल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पहली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मज़बूत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lastRenderedPageBreak/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लाते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कुछ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सहाबियों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पहली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रावी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आयशा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बेटी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लेकिन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सनदों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ध्यान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चलता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मालूम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अज्ञात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आयशा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ज़रिये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सिलसिले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अस्ल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कड़ी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अत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सनदें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आयशा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ख़त्म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सिलसिले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कारण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दोषी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ठहराई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1970A3">
        <w:rPr>
          <w:cs/>
          <w:lang w:bidi="hi-IN"/>
        </w:rPr>
        <w:t>1.</w:t>
      </w:r>
      <w:r w:rsidRPr="001970A3">
        <w:rPr>
          <w:cs/>
          <w:lang w:bidi="hi-IN"/>
        </w:rPr>
        <w:tab/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दुश्मनी।</w:t>
      </w:r>
    </w:p>
    <w:p w:rsidR="001970A3" w:rsidRPr="001970A3" w:rsidRDefault="001970A3" w:rsidP="001970A3">
      <w:pPr>
        <w:pStyle w:val="libNormal"/>
      </w:pPr>
      <w:r w:rsidRPr="001970A3">
        <w:rPr>
          <w:cs/>
          <w:lang w:bidi="hi-IN"/>
        </w:rPr>
        <w:t>2.</w:t>
      </w:r>
      <w:r w:rsidRPr="001970A3">
        <w:rPr>
          <w:cs/>
          <w:lang w:bidi="hi-IN"/>
        </w:rPr>
        <w:tab/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बेटी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दुश्मनी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नज़र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अंदाज़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घटना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विशेषताओं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गवाहों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अनुसार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ख़ुद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वाक़ेया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संबंधित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गवाहों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ग़ौर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ध्यान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पूर्वक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देखें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बख़ूबी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अंदाज़ा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भेजना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तरफ़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बल्कि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ख़ुद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आयशा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मर्ज़ी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अंजाम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lastRenderedPageBreak/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गवाह</w:t>
      </w:r>
      <w:r w:rsidRPr="001970A3">
        <w:t xml:space="preserve">, </w:t>
      </w:r>
      <w:r w:rsidRPr="001970A3">
        <w:rPr>
          <w:rFonts w:hint="cs"/>
          <w:cs/>
          <w:lang w:bidi="hi-IN"/>
        </w:rPr>
        <w:t>जिससे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घटना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समझने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बहुत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मदद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रसूल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आदेश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अनुसार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सहाबियों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ओसामा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फ़ौज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मदीने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बाहर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निकल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था।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ज़िन्दगी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आख़िरी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ज़ौर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ओसामा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लश्कर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मदीने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बाहर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ओसामा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फ़ौज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भेजने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आख़िरी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चेतावनी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संदेह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विरोध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दोनों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दूसरी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तरफ़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बुज़ुर्ग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सहाबियों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जैसे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शिरकत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आग्रह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इख़्तिलाफ़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पाया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बहुत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विश्वस्त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चुकी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संभव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तरफ़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अकरम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पवित्र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जीवन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अंतिम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आदेश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ओसामा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फ़ौज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सम्मिलित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मदीने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lastRenderedPageBreak/>
        <w:t>बाहर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जायें।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दूसरी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तरफ़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हुक्म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जगह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पढ़ाये</w:t>
      </w:r>
      <w:r w:rsidRPr="001970A3">
        <w:t>?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यहा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कारण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तैमिया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जैसे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मजबूर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ओसामा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लश्कर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शामिल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झुटलायें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झूठी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मालूम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ओसामा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लश्कर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शामिल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मतलब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भेजा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झूठ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लेकिन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जैसा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महत्वपूर्ण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मजबूर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ओसामा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लश्कर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शामिल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स्वीकार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जबकि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ओसामा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लश्कर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शामिल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इंकार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संभव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उदाहरण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तौर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केवल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वर्णन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हाफ़िज़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असक़लानी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फ़तहुल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शरहे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बुख़ारी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ओसामा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फ़ौज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शामिल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वाक़ेदी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सअद</w:t>
      </w:r>
      <w:r w:rsidRPr="001970A3">
        <w:t xml:space="preserve">,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इसहाक़</w:t>
      </w:r>
      <w:r w:rsidRPr="001970A3">
        <w:t xml:space="preserve">,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जौज़ी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असाकर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दूसरे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जिस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संसार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कूच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ओसामा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मदीने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बाहर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लश्कर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छावनी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lastRenderedPageBreak/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हालात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क़ाबू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ओसामा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बैअत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कहा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मैं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सरदार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हूं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बैअत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हूं।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कारण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ओसामा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अनुमति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मदीने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ठहर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हुकूमत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कामों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सहायता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सकें।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सारी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गवाही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भेजने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झूठी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ग़लत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लेकिन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ठहरना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उचित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समझते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आगे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बढ़ाना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बैत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घराने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आस्था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रखते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नबी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आदेशानुसार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बल्कि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आयशा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भेजा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था।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हदीदे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मोतज़ेली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मैंने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शिक्षक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घटना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प्रश्न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क्या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मानते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आयशा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बाप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भेजा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रसूल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भेजा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था</w:t>
      </w:r>
      <w:r w:rsidRPr="001970A3">
        <w:t>?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lastRenderedPageBreak/>
        <w:t>उन्होने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उत्तर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मैं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ऐसा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मानता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हूं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लेकिन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ऐसा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मानते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दायित्व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दायित्व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मौजूद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जबकि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उपस्थित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था।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घटना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जांच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यहीं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ख़त्म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चाहेंगे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बल्कि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पड़ताल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करेंगे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ऐसा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आदेश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रसूल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क्यों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पवित्र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जीवन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बहुत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सहाबियों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हुक्म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मस्जिद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जगह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पढ़ायें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वजह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सहाबी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उत्तराधिकारी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दावा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संभव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अंतिम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दूसरे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मौक़ों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बल्कि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फ़र्क़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बाक़ायदा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मानते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नबी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आख़िरी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दिनों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मामला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उत्तराधिकारी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चुनाव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था।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lastRenderedPageBreak/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जवाब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घटना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वास्तविकता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सत्य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खोज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करेंगें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कहेंगे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ऐसा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नबी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हुक्म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ढेरों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अनुसार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ख़ुद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बीमारी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बावजूद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घर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मस्जिद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कुछ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बग़ल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पकड़े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हुए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थे</w:t>
      </w:r>
      <w:r w:rsidRPr="001970A3">
        <w:t xml:space="preserve">, </w:t>
      </w:r>
      <w:r w:rsidRPr="001970A3">
        <w:rPr>
          <w:rFonts w:hint="cs"/>
          <w:cs/>
          <w:lang w:bidi="hi-IN"/>
        </w:rPr>
        <w:t>आपके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ज़मीन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खीच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हटा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ख़ुद</w:t>
      </w:r>
      <w:r w:rsidRPr="001970A3">
        <w:rPr>
          <w:cs/>
          <w:lang w:bidi="hi-IN"/>
        </w:rPr>
        <w:t xml:space="preserve"> </w:t>
      </w:r>
      <w:r w:rsidR="003B53EB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जवाब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काफ़ी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मुद्दत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जगह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केवल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ऐसा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हुआ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हटा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ख़ुद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जवाब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हुए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चाहेंगे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1970A3">
        <w:rPr>
          <w:cs/>
          <w:lang w:bidi="hi-IN"/>
        </w:rPr>
        <w:t>1.</w:t>
      </w:r>
      <w:r w:rsidRPr="001970A3">
        <w:rPr>
          <w:cs/>
          <w:lang w:bidi="hi-IN"/>
        </w:rPr>
        <w:tab/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केवल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जगह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खड़े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हुए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सोमवार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सुबह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t xml:space="preserve">, </w:t>
      </w:r>
      <w:r w:rsidRPr="001970A3">
        <w:rPr>
          <w:rFonts w:hint="cs"/>
          <w:cs/>
          <w:lang w:bidi="hi-IN"/>
        </w:rPr>
        <w:t>उसके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अलावा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ऐसा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आया।</w:t>
      </w:r>
    </w:p>
    <w:p w:rsidR="001970A3" w:rsidRPr="001970A3" w:rsidRDefault="001970A3" w:rsidP="001970A3">
      <w:pPr>
        <w:pStyle w:val="libNormal"/>
      </w:pPr>
      <w:r w:rsidRPr="001970A3">
        <w:rPr>
          <w:cs/>
          <w:lang w:bidi="hi-IN"/>
        </w:rPr>
        <w:t>2.</w:t>
      </w:r>
      <w:r w:rsidRPr="001970A3">
        <w:rPr>
          <w:cs/>
          <w:lang w:bidi="hi-IN"/>
        </w:rPr>
        <w:tab/>
      </w: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फ़र्ज़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जगह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बहुत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चुके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थे।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रसूल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ज़िन्दगी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आख़िरी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दिनों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बीमारी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बावजूद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घर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मस्जिद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ज़मीन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खीच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थे</w:t>
      </w:r>
      <w:r w:rsidRPr="001970A3">
        <w:t>,</w:t>
      </w:r>
      <w:r w:rsidR="00A13FE2">
        <w:t xml:space="preserve"> </w:t>
      </w:r>
      <w:r w:rsidRPr="001970A3">
        <w:rPr>
          <w:rFonts w:hint="cs"/>
          <w:cs/>
          <w:lang w:bidi="hi-IN"/>
        </w:rPr>
        <w:t>आपका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lastRenderedPageBreak/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अमल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हटा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पढ़ाना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एक</w:t>
      </w:r>
      <w:r w:rsidR="00A13FE2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मज़बूत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क्यों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उत्तराधिकारी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तौर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नियुक्त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मतलब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अपदस्थ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हटा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अत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स्वीकार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अकरम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आदेश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ऐसा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जैसे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मालूम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तौर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करेंगे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ख़िलाफ़त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मज़बूत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समझेंगे</w:t>
      </w:r>
      <w:r w:rsidRPr="001970A3">
        <w:t xml:space="preserve">, </w:t>
      </w:r>
      <w:r w:rsidRPr="001970A3">
        <w:rPr>
          <w:rFonts w:hint="cs"/>
          <w:cs/>
          <w:lang w:bidi="hi-IN"/>
        </w:rPr>
        <w:t>इसलिये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बीमारी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बावजूद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घर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बाहर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ताकि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दिमाग़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साफ़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="00A13FE2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जाये।</w:t>
      </w:r>
    </w:p>
    <w:p w:rsidR="001970A3" w:rsidRPr="00313602" w:rsidRDefault="001970A3" w:rsidP="00313602">
      <w:pPr>
        <w:pStyle w:val="libNormal"/>
      </w:pP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रसूल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बीमारी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बिस्तर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किनारे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देना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अनुसार</w:t>
      </w:r>
      <w:r w:rsidRPr="001970A3">
        <w:t xml:space="preserve">,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नबी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हुक्म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थे</w:t>
      </w:r>
      <w:r w:rsidRPr="001970A3">
        <w:t xml:space="preserve">, </w:t>
      </w:r>
      <w:r w:rsidRPr="001970A3">
        <w:rPr>
          <w:rFonts w:hint="cs"/>
          <w:cs/>
          <w:lang w:bidi="hi-IN"/>
        </w:rPr>
        <w:t>मौजूद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313602" w:rsidRDefault="00313602" w:rsidP="00313602">
      <w:pPr>
        <w:pStyle w:val="libNormal"/>
      </w:pPr>
      <w:r w:rsidRPr="00313602">
        <w:rPr>
          <w:rFonts w:hint="cs"/>
          <w:cs/>
          <w:lang w:bidi="hi-IN"/>
        </w:rPr>
        <w:t xml:space="preserve">आप इस किताब को अलहसनैन इस्लामी </w:t>
      </w:r>
      <w:r w:rsidR="00C747FF">
        <w:rPr>
          <w:rFonts w:hint="cs"/>
          <w:cs/>
          <w:lang w:bidi="hi-IN"/>
        </w:rPr>
        <w:t>नेटवर्क</w:t>
      </w:r>
      <w:r w:rsidRPr="00313602">
        <w:rPr>
          <w:rFonts w:hint="cs"/>
          <w:cs/>
          <w:lang w:bidi="hi-IN"/>
        </w:rPr>
        <w:t xml:space="preserve"> पर पढ़ रहे है।</w:t>
      </w:r>
    </w:p>
    <w:p w:rsidR="001970A3" w:rsidRPr="001970A3" w:rsidRDefault="001970A3" w:rsidP="00313602">
      <w:pPr>
        <w:pStyle w:val="Heading4"/>
      </w:pP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ध्यान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योग्य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बातें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जांच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पड़ताल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सिलसिले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बहुत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ध्यान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योग्य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जिन्हे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पहला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नुक्ता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जैसा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रावी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वाली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आयशा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मुताबिक़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lastRenderedPageBreak/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घर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निकले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सहारा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हुए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ज़मीन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खीच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थे।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हालत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मस्जिद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हटा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ख़ुद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बीमारी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हालत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निकलना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मज़बूत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अपदस्थ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आयशा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दोनो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t xml:space="preserve">,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नबी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सहारा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मस्जिद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लाये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थे</w:t>
      </w:r>
      <w:r w:rsidRPr="001970A3">
        <w:t xml:space="preserve">,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व्यक्ति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ज़िक्र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जबकि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दूसरे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तरफ़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इशारा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स्पष्ट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दूसरे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तालिब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इंकार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निशानी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आयशा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फ़ज़ीलतों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नाराज़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थीं।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अब्बास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रावी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कहा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क्या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आयशा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दूसरे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व्यक्ति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तुम्हे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बताया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? </w:t>
      </w:r>
      <w:r w:rsidRPr="001970A3">
        <w:rPr>
          <w:rFonts w:hint="cs"/>
          <w:cs/>
          <w:lang w:bidi="hi-IN"/>
        </w:rPr>
        <w:t>उसने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कहा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नही।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अब्बास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शख़्स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थे</w:t>
      </w:r>
      <w:r w:rsidRPr="001970A3">
        <w:t xml:space="preserve">, </w:t>
      </w:r>
      <w:r w:rsidRPr="001970A3">
        <w:rPr>
          <w:rFonts w:hint="cs"/>
          <w:cs/>
          <w:lang w:bidi="hi-IN"/>
        </w:rPr>
        <w:t>लेकिन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आयशा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पसंद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भलाई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दूसरा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नुक्ता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जिस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कुछ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समझ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बीमारी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तबीयत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lastRenderedPageBreak/>
        <w:t>ठीक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बावजूद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घर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निकलना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हटा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पढ़ाना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बुनियाद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जड़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हिला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देगा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गढ़ी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अनुसार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किनारे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बल्कि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आपने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मस्जिद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ख़ुद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इमामत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पढ़ी।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गढ़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ऐतेबार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बल्कि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मज़बूत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दूसरे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शब्दों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केवल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जबान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हुक्म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बल्कि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अमली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तौर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पीछे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ख़लीफ़ा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तौर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नियुक्त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क्योंकि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बीमाकी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हालत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मस्जिद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पीछे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पढ़ी।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कौन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नबी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ख़िलाफ़त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जबकि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ख़ुद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पैरवी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t xml:space="preserve">? </w:t>
      </w:r>
      <w:r w:rsidRPr="001970A3">
        <w:rPr>
          <w:rFonts w:hint="cs"/>
          <w:cs/>
          <w:lang w:bidi="hi-IN"/>
        </w:rPr>
        <w:t>क्या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ख़िलाफ़त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मज़बूत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बनने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काफ़ी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>?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हां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निसंदेह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झूठी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गढ़ी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ज़रिये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ज़िन्दगी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आख़िरी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इमामत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लेकिन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भाग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lastRenderedPageBreak/>
        <w:t>मुस्लिम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बुख़ारी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मौजूद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कुछ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दोनों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रसूल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किनारे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ख़ुद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किनारे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नबी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पीछे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खड़े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झूठी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गढ़ी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मुसनदे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अहमद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हंबल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मौजूद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प्रतिशत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झूठी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बहुत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उलामा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हाफ़िज़ो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इंकार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यहां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कुछ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जैसे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हाफ़िज़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फ़र्ज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जौज़ी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असत्य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वास्तव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क्या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स्वीकार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उम्मत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व्यक्ति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पैरवी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इमाम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t xml:space="preserve">? </w:t>
      </w:r>
      <w:r w:rsidRPr="001970A3">
        <w:rPr>
          <w:rFonts w:hint="cs"/>
          <w:cs/>
          <w:lang w:bidi="hi-IN"/>
        </w:rPr>
        <w:t>स्पष्ट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स्वीकार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तीसरा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नुक्ता</w:t>
      </w:r>
      <w:r w:rsidRPr="001970A3">
        <w:rPr>
          <w:cs/>
          <w:lang w:bidi="hi-IN"/>
        </w:rPr>
        <w:t>:</w:t>
      </w:r>
      <w:r w:rsidR="00A13FE2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घर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निकले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हटा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ख़ुद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रुके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बल्कि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मिम्बर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सामने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ख़ुतबा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ख़ुतबे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पवित्र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क़ुरआन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बैत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अलैहिमुस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परिचय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कराया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आदेश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दोनों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पैरवी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कार्यों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सिलसिले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दोनो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अनुसरण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lastRenderedPageBreak/>
        <w:t>अत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किनारे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पवित्र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जीवन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अंतिम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क्षणों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ख़ुतबे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ज़रिये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बैत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अ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वसीयत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फिर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उत्तराधिकारी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परिचय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करायें।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आप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ख़ुतबे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मुसलमानों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आदेश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ओसामा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मदीने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बाहर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निकल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ज़ोर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ओसामा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फौज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शामिल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जल्दी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क्या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वास्तव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रास्ता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सके।</w:t>
      </w:r>
    </w:p>
    <w:p w:rsidR="001970A3" w:rsidRPr="001970A3" w:rsidRDefault="001970A3" w:rsidP="001970A3">
      <w:pPr>
        <w:pStyle w:val="libNormal"/>
      </w:pPr>
    </w:p>
    <w:p w:rsidR="001970A3" w:rsidRPr="001970A3" w:rsidRDefault="001970A3" w:rsidP="003B53EB">
      <w:pPr>
        <w:pStyle w:val="Heading2"/>
      </w:pPr>
      <w:bookmarkStart w:id="24" w:name="_Toc444983313"/>
      <w:r w:rsidRPr="001970A3">
        <w:rPr>
          <w:rFonts w:hint="cs"/>
          <w:cs/>
          <w:lang w:bidi="hi-IN"/>
        </w:rPr>
        <w:t>सातवीं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समीक्षा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जांच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पड़ताल</w:t>
      </w:r>
      <w:bookmarkEnd w:id="24"/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सातवीं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फ़रमाया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मेरी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उम्मत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सर्वोच्च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शब्दों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क़ाज़ी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ऐजी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व्याखक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दूसरे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जबकि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इतनी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बल्कि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आगे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lastRenderedPageBreak/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लेकिन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हिस्सा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ताकि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पूर्ण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सकें।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सम्पूर्ण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वाक्य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6E6760">
        <w:rPr>
          <w:rFonts w:ascii="Times New Roman" w:hAnsi="Times New Roman" w:cs="Times New Roman" w:hint="cs"/>
          <w:rtl/>
        </w:rPr>
        <w:t>عن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عائشۃ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قلت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یا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رسول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اللہ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من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خیر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الناس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بعدک؟</w:t>
      </w:r>
    </w:p>
    <w:p w:rsidR="001970A3" w:rsidRPr="001970A3" w:rsidRDefault="001970A3" w:rsidP="001970A3">
      <w:pPr>
        <w:pStyle w:val="libNormal"/>
      </w:pPr>
      <w:r w:rsidRPr="006E6760">
        <w:rPr>
          <w:rFonts w:ascii="Times New Roman" w:hAnsi="Times New Roman" w:cs="Times New Roman" w:hint="cs"/>
          <w:rtl/>
        </w:rPr>
        <w:t>قال</w:t>
      </w:r>
      <w:r w:rsidRPr="001970A3">
        <w:rPr>
          <w:rtl/>
        </w:rPr>
        <w:t xml:space="preserve">: </w:t>
      </w:r>
      <w:r w:rsidRPr="006E6760">
        <w:rPr>
          <w:rFonts w:ascii="Times New Roman" w:hAnsi="Times New Roman" w:cs="Times New Roman" w:hint="cs"/>
          <w:rtl/>
        </w:rPr>
        <w:t>ابو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بکر</w:t>
      </w:r>
    </w:p>
    <w:p w:rsidR="001970A3" w:rsidRPr="001970A3" w:rsidRDefault="001970A3" w:rsidP="001970A3">
      <w:pPr>
        <w:pStyle w:val="libNormal"/>
      </w:pPr>
      <w:r w:rsidRPr="006E6760">
        <w:rPr>
          <w:rFonts w:ascii="Times New Roman" w:hAnsi="Times New Roman" w:cs="Times New Roman" w:hint="cs"/>
          <w:rtl/>
        </w:rPr>
        <w:t>قلت</w:t>
      </w:r>
      <w:r w:rsidRPr="001970A3">
        <w:rPr>
          <w:rtl/>
        </w:rPr>
        <w:t xml:space="preserve">: </w:t>
      </w:r>
      <w:r w:rsidRPr="006E6760">
        <w:rPr>
          <w:rFonts w:ascii="Times New Roman" w:hAnsi="Times New Roman" w:cs="Times New Roman" w:hint="cs"/>
          <w:rtl/>
        </w:rPr>
        <w:t>ثم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من</w:t>
      </w:r>
    </w:p>
    <w:p w:rsidR="001970A3" w:rsidRPr="001970A3" w:rsidRDefault="001970A3" w:rsidP="001970A3">
      <w:pPr>
        <w:pStyle w:val="libNormal"/>
      </w:pPr>
      <w:r w:rsidRPr="006E6760">
        <w:rPr>
          <w:rFonts w:ascii="Times New Roman" w:hAnsi="Times New Roman" w:cs="Times New Roman" w:hint="cs"/>
          <w:rtl/>
        </w:rPr>
        <w:t>قال</w:t>
      </w:r>
      <w:r w:rsidRPr="001970A3">
        <w:rPr>
          <w:rtl/>
        </w:rPr>
        <w:t xml:space="preserve">: </w:t>
      </w:r>
      <w:r w:rsidRPr="006E6760">
        <w:rPr>
          <w:rFonts w:ascii="Times New Roman" w:hAnsi="Times New Roman" w:cs="Times New Roman" w:hint="cs"/>
          <w:rtl/>
        </w:rPr>
        <w:t>عمر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आयशा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मैंने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रसूल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पूछा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ऐ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नबी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आपके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बेहतर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इंसान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कौन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>?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आपने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फ़रमाया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मैंने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कहा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कौन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>?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आपने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फ़रमाया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उमर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भाग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जबकि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जगह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हज़रत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फ़ातेमा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ज़हरा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सलामुल्लाहे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मौजूद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थीं।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वालिद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सवाल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रसूल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क्यों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कुछ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फ़रमाते</w:t>
      </w:r>
      <w:r w:rsidRPr="001970A3">
        <w:t xml:space="preserve">?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फ़रमाया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6E6760">
        <w:rPr>
          <w:rFonts w:ascii="Times New Roman" w:hAnsi="Times New Roman" w:cs="Times New Roman" w:hint="cs"/>
          <w:rtl/>
        </w:rPr>
        <w:t>یا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فاطمۃ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علی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نفسی،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فمن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رایتیہ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یقول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فی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نفسہ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شیئا؟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ऐ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फ़ातेमा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नफ़्स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तुमने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देखा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ख़ुद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कुछ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lastRenderedPageBreak/>
        <w:t>अत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भाग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बनाते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लेकिन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भाग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वर्णन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जैसे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ख़बर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होगी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देख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स्रोत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इन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बावजूद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सनद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ऐतेबार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ज़ईफ़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अविश्वस्त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ज़्यादा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जानकारी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तंज़ीहुश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शरीय्यतिल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मरफ़ूआ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अदाहीसिस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शियातिल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मौज़ूआ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अध्धयन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करें।</w:t>
      </w:r>
    </w:p>
    <w:p w:rsidR="001970A3" w:rsidRPr="001970A3" w:rsidRDefault="001970A3" w:rsidP="001970A3">
      <w:pPr>
        <w:pStyle w:val="libNormal"/>
      </w:pPr>
      <w:r w:rsidRPr="001970A3">
        <w:rPr>
          <w:cs/>
          <w:lang w:bidi="hi-IN"/>
        </w:rPr>
        <w:t xml:space="preserve"> </w:t>
      </w:r>
    </w:p>
    <w:p w:rsidR="001970A3" w:rsidRPr="001970A3" w:rsidRDefault="001970A3" w:rsidP="003B53EB">
      <w:pPr>
        <w:pStyle w:val="Heading2"/>
      </w:pPr>
      <w:bookmarkStart w:id="25" w:name="_Toc444983314"/>
      <w:r w:rsidRPr="001970A3">
        <w:rPr>
          <w:rFonts w:hint="cs"/>
          <w:cs/>
          <w:lang w:bidi="hi-IN"/>
        </w:rPr>
        <w:t>आठवीं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समीक्षा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जांच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पड़ताल</w:t>
      </w:r>
      <w:bookmarkEnd w:id="25"/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आठवीं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फ़रमाया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6E6760">
        <w:rPr>
          <w:rFonts w:ascii="Times New Roman" w:hAnsi="Times New Roman" w:cs="Times New Roman" w:hint="cs"/>
          <w:rtl/>
        </w:rPr>
        <w:t>لو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کنت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متخذا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خلیلا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دون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ربی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لاخذت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ابا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بکر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ईश्वर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अलावा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मित्र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बनाना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निसंदेह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दोस्त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चुनता।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जवाब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इतना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काफ़ी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दोस्त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बनाया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क्या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कहेंगे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lastRenderedPageBreak/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उस्मान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ख़ुद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रसूल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उस्मान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नबी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उस्मान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फ़रमाया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दोस्त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बनाया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वास्तव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संबंधित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अकरम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फ़रमाया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अगर</w:t>
      </w:r>
      <w:r w:rsidRPr="001970A3">
        <w:t xml:space="preserve">, </w:t>
      </w:r>
      <w:r w:rsidRPr="001970A3">
        <w:rPr>
          <w:rFonts w:hint="cs"/>
          <w:cs/>
          <w:lang w:bidi="hi-IN"/>
        </w:rPr>
        <w:t>जबकि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उस्मान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उन्हे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दोस्त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बनाया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6E6760">
        <w:rPr>
          <w:rFonts w:ascii="Times New Roman" w:hAnsi="Times New Roman" w:cs="Times New Roman" w:hint="cs"/>
          <w:rtl/>
        </w:rPr>
        <w:t>ان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لکل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نبی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خلیلا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من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امتہ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خلیلی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عثمان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عفان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हर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नबी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प्रजा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व्यक्ति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मित्र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दोस्त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बनाता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निसंदेह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मित्र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उस्मान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अफ़्फ़ान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अत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अनुसार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उस्मान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उत्तम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जायेंगे।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हां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मेरा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मानना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पाये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सुबूतों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आधार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उस्मान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बेहतर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उस्मान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प्रशंसा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जिनसे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जैसे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ऊपर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लेकिन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असत्य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बेबुनियाद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</w:p>
    <w:p w:rsidR="001970A3" w:rsidRPr="001970A3" w:rsidRDefault="001970A3" w:rsidP="001970A3">
      <w:pPr>
        <w:pStyle w:val="libNormal"/>
      </w:pPr>
    </w:p>
    <w:p w:rsidR="001970A3" w:rsidRPr="001970A3" w:rsidRDefault="001970A3" w:rsidP="003B53EB">
      <w:pPr>
        <w:pStyle w:val="Heading2"/>
      </w:pPr>
      <w:bookmarkStart w:id="26" w:name="_Toc444983315"/>
      <w:r w:rsidRPr="001970A3">
        <w:rPr>
          <w:rFonts w:hint="cs"/>
          <w:cs/>
          <w:lang w:bidi="hi-IN"/>
        </w:rPr>
        <w:lastRenderedPageBreak/>
        <w:t>नवीं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समीक्षा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जांच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पड़ताल</w:t>
      </w:r>
      <w:bookmarkEnd w:id="26"/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नवीं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फ़रमाई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این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مثل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ابی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بکر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کذبنی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الناس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صدقنی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آمن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۔۔۔۔۔</w:t>
      </w:r>
      <w:r w:rsidRPr="001970A3">
        <w:rPr>
          <w:rFonts w:hint="cs"/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واسانی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بنفسہ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جاھد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معی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ساعۃ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الخوف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जैसा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व्यक्ति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मिलेगा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मुझे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झुटलाते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सत्यता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गवाही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मुझ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ईमान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लाये</w:t>
      </w:r>
      <w:r w:rsidRPr="001970A3">
        <w:rPr>
          <w:cs/>
          <w:lang w:bidi="hi-IN"/>
        </w:rPr>
        <w:t xml:space="preserve"> ....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दौलत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सहायता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जंग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अकेले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डरावने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वातावरण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जंग</w:t>
      </w:r>
      <w:r w:rsidR="00313602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शरीक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रहे।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सुयूती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लआलिल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मसनूआ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अहादिसिल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मौज़ूआ</w:t>
      </w:r>
      <w:r w:rsidR="003B53EB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हाफ़िज़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अर्राक़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तंज़ीहुश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शरीया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लेखक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झूठी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="003B53EB">
        <w:rPr>
          <w:rFonts w:hint="cs"/>
          <w:cs/>
          <w:lang w:bidi="hi-IN"/>
        </w:rPr>
        <w:t>जाली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दलालत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लिहाज़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ज़ाती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चीज़ों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नबी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दौलत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बख़्शिश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आवश्यकता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थी।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स्पष्ट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गढ़ी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झूठी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इनका</w:t>
      </w:r>
      <w:r w:rsidRPr="001970A3">
        <w:rPr>
          <w:cs/>
          <w:lang w:bidi="hi-IN"/>
        </w:rPr>
        <w:t xml:space="preserve"> </w:t>
      </w:r>
      <w:r w:rsidR="003B53EB">
        <w:rPr>
          <w:rFonts w:hint="cs"/>
          <w:cs/>
          <w:lang w:bidi="hi-IN"/>
        </w:rPr>
        <w:t>जाली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फ़र्ज़ी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ज़्यादा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साफ़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तैमिया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जैसे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मजबूर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lastRenderedPageBreak/>
        <w:t>गये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झूठे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ग़लत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स्वीकार</w:t>
      </w:r>
      <w:r w:rsidRPr="001970A3">
        <w:rPr>
          <w:cs/>
          <w:lang w:bidi="hi-IN"/>
        </w:rPr>
        <w:t xml:space="preserve"> </w:t>
      </w:r>
      <w:r w:rsidR="003B53EB">
        <w:rPr>
          <w:rFonts w:hint="cs"/>
          <w:cs/>
          <w:lang w:bidi="hi-IN"/>
        </w:rPr>
        <w:t xml:space="preserve">करें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दौलत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आवश्यकता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थी।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आश्चर्य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जनक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गढ़ने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अच्छाईयों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विशेषताओं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आक़ाओं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जोड़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तोड़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विचार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तैयार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तौहीन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अत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कुछ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सनद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दलालत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दोनों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ऐतेबार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झूठा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</w:p>
    <w:p w:rsidR="001970A3" w:rsidRPr="001970A3" w:rsidRDefault="001970A3" w:rsidP="003B53EB">
      <w:pPr>
        <w:pStyle w:val="Heading2"/>
      </w:pPr>
      <w:bookmarkStart w:id="27" w:name="_Toc444983316"/>
      <w:r w:rsidRPr="001970A3">
        <w:rPr>
          <w:rFonts w:hint="cs"/>
          <w:cs/>
          <w:lang w:bidi="hi-IN"/>
        </w:rPr>
        <w:t>दसवीं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समीक्षा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जांच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पड़ताल</w:t>
      </w:r>
      <w:bookmarkEnd w:id="27"/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दसवी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फज़ीलत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6E6760">
        <w:rPr>
          <w:rFonts w:ascii="Times New Roman" w:hAnsi="Times New Roman" w:cs="Times New Roman" w:hint="cs"/>
          <w:rtl/>
        </w:rPr>
        <w:t>اقیلونی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فلست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بخیرکم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۔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ख़िलाफ़त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कामों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मुझे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चुना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क्यों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तुम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हूं।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नबियों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सर्वेश्रेष्ठ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इंसान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सर्वोच्च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दोनो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कौन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ज्ञान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ईश्वर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पास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lastRenderedPageBreak/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वर्णन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केवल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शब्दों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हुआ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बल्कि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विभिन्न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प्रकार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उत्तर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देंगे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1970A3">
        <w:rPr>
          <w:cs/>
          <w:lang w:bidi="hi-IN"/>
        </w:rPr>
        <w:t>1.</w:t>
      </w:r>
      <w:r w:rsidRPr="001970A3">
        <w:rPr>
          <w:cs/>
          <w:lang w:bidi="hi-IN"/>
        </w:rPr>
        <w:tab/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ख़ुद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स्वीकार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क्या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तुम्हारा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ख़लीफ़ा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हूं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लेकिन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तुम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बेहतर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हूं।</w:t>
      </w:r>
      <w:r w:rsidR="00313602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क्या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थे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ख़िलाफ़त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कामों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मुझे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चुना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क्यों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तुम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हूं।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बहुत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स्रोतों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cs/>
          <w:lang w:bidi="hi-IN"/>
        </w:rPr>
        <w:t>2.</w:t>
      </w:r>
      <w:r w:rsidRPr="001970A3">
        <w:rPr>
          <w:cs/>
          <w:lang w:bidi="hi-IN"/>
        </w:rPr>
        <w:tab/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इसतीआब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लेखक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अमीरुल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मोमिनीन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जीवनी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हज़म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फ़स्लो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मेलल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नेहल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बहुत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दूसरे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बुज़ुर्गों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बहुत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सहाबी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हज़रत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सर्वोच्च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मानते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थे।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अत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ख़ुद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अमीरुल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मोमिनीन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स्वीकार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बेहतर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उत्तम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बहुत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सहाबी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सर्वोच्च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समझते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मानते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थे</w:t>
      </w:r>
      <w:r w:rsidRPr="001970A3">
        <w:t xml:space="preserve">?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lastRenderedPageBreak/>
        <w:t>हां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कुछ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ज़िक्र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जैसे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अबूज़रे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ग़फ़्फ़ारी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सलमाने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फ़ारसी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मिक़दाद</w:t>
      </w:r>
      <w:r w:rsidRPr="001970A3">
        <w:t xml:space="preserve">, </w:t>
      </w:r>
      <w:r w:rsidRPr="001970A3">
        <w:rPr>
          <w:rFonts w:hint="cs"/>
          <w:cs/>
          <w:lang w:bidi="hi-IN"/>
        </w:rPr>
        <w:t>अम्मारे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यासिर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..... </w:t>
      </w:r>
      <w:r w:rsidRPr="001970A3">
        <w:rPr>
          <w:rFonts w:hint="cs"/>
          <w:cs/>
          <w:lang w:bidi="hi-IN"/>
        </w:rPr>
        <w:t>उस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गिरोह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भाग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बावजूद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स्वीकार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अमीरुल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मोमिनीन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गढ़ी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अत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जिन्हे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तौर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सालिम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पाई</w:t>
      </w:r>
      <w:r w:rsidRPr="001970A3">
        <w:t xml:space="preserve">, </w:t>
      </w:r>
      <w:r w:rsidRPr="001970A3">
        <w:rPr>
          <w:rFonts w:hint="cs"/>
          <w:cs/>
          <w:lang w:bidi="hi-IN"/>
        </w:rPr>
        <w:t>जिस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शंका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लाये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ख़ुद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स्रोतों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शास्त्रियों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अनुसार</w:t>
      </w:r>
      <w:r w:rsidRPr="001970A3">
        <w:t xml:space="preserve">, </w:t>
      </w:r>
      <w:r w:rsidRPr="001970A3">
        <w:rPr>
          <w:rFonts w:hint="cs"/>
          <w:cs/>
          <w:lang w:bidi="hi-IN"/>
        </w:rPr>
        <w:t>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सनद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ऐतेबार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कमज़ोर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फिर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दलालत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ऐतेबार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अपूर्ण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असम्पूर्ण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लिहाज़ा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गढ़ी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="003B53EB">
        <w:rPr>
          <w:rFonts w:hint="cs"/>
          <w:cs/>
          <w:lang w:bidi="hi-IN"/>
        </w:rPr>
        <w:t>जाली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ख़ुद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स्वीकृति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अनुसार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खोखली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बेबुनियाद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विशेष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पैरवी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संक्षिप्त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महत्वपूर्ण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नबी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जगह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अकरम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जीवन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अंतिम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जगह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लेकिन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कहीं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हिसाब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हटा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ख़ुद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पढ़ाई।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lastRenderedPageBreak/>
        <w:t>समय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विश्वास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योग्य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नमाज़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भेजा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जब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दूसरे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रास्तों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दोनों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ख़िलाफ़त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ज़माने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घटनाएं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मुसलमानों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ख़लीफ़ा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रोक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घटनाएं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इतिहास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पन्नों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पड़ी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बहुत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दर्ज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लेकिन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हमारा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तरीक़ा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करें।</w:t>
      </w:r>
    </w:p>
    <w:p w:rsidR="001970A3" w:rsidRPr="001970A3" w:rsidRDefault="001970A3" w:rsidP="001970A3">
      <w:pPr>
        <w:pStyle w:val="libNormal"/>
      </w:pPr>
    </w:p>
    <w:p w:rsidR="001970A3" w:rsidRPr="001970A3" w:rsidRDefault="001970A3" w:rsidP="003B53EB">
      <w:pPr>
        <w:pStyle w:val="Heading1"/>
      </w:pPr>
      <w:bookmarkStart w:id="28" w:name="_Toc444983317"/>
      <w:r w:rsidRPr="001970A3">
        <w:rPr>
          <w:rFonts w:hint="cs"/>
          <w:cs/>
          <w:lang w:bidi="hi-IN"/>
        </w:rPr>
        <w:t>चौथा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हिस्सा</w:t>
      </w:r>
      <w:bookmarkEnd w:id="28"/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समीक्षा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जांच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पड़ताल</w:t>
      </w:r>
    </w:p>
    <w:p w:rsidR="001970A3" w:rsidRPr="001970A3" w:rsidRDefault="001970A3" w:rsidP="003B53EB">
      <w:pPr>
        <w:pStyle w:val="Heading2"/>
      </w:pPr>
      <w:bookmarkStart w:id="29" w:name="_Toc444983318"/>
      <w:r w:rsidRPr="001970A3">
        <w:rPr>
          <w:rFonts w:hint="cs"/>
          <w:cs/>
          <w:lang w:bidi="hi-IN"/>
        </w:rPr>
        <w:t>इजमा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एकमत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आधारित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bookmarkEnd w:id="29"/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इजमा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एकमत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आधारित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समीक्षा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जांच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ओर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समीक्षा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जांच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बची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इजमा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एकमत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होना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यानी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सहाबियों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ख़िलाफ़त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lastRenderedPageBreak/>
        <w:t>सत्य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हक़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खोज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अध्धयन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कर्ताओं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अच्छी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परिचित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इजमा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एकमत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जाना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घटित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हुआ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उचित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प्रवेश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क्यों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फिर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हुए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घटनाओं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तरफ़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जायेगी।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वर्णन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लेख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चाहते।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लेकिन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सीमा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लेख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आज्ञा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देगा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समीक्षा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जांच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पड़ताल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करेंगे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प्रारम्भ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प्रश्न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उत्तर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चाहेंगे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वास्तव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प्रकार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इजमा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एकमत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सहमति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दावा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t>?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सक़ीफ़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सायदा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कुछ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घटनाएं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घटीं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समूह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उन्होने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ख़लीफ़ा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चुन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बैअत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जनता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सामने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ख़लीफ़ा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शरहुल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मक़ासिद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लेखक</w:t>
      </w:r>
      <w:r w:rsidRPr="001970A3">
        <w:t xml:space="preserve">,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धर्म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शास्त्र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बहुत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ज्ञानी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कथन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वर्णन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काफ़ी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इजमा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सहमति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चुकी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मुराद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वास्तविक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सच्चा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इजमा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होता।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क्योंकि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हमारा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मानना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अलावा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कुछ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दूसरे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इजमा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सहमति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पाई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lastRenderedPageBreak/>
        <w:t>जाती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ऐसा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प्रसन्न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ख़ुश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बल्कि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सच्चाई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मुहाजेरीन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अंसार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झगड़े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अंसार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गिरोह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ख़ज़रज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रंजिश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सक़ीफ़ा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अकेले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बैअत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शुरुवात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हुई।</w:t>
      </w:r>
      <w:r w:rsidR="00313602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तरफ़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इतना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इशारा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पर्याप्त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जबकि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बावजूद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जानते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गिरोह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ख़िलाफ़त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विरोधी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थे</w:t>
      </w:r>
      <w:r w:rsidRPr="001970A3">
        <w:t xml:space="preserve">,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पढ़ने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बेहतर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कुछ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बचा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क्योंकि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सहाबियों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इख़्तेलाफ़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चुप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आदेश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अत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बहसों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पड़ने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आवश्यकता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यहां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उचित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होगा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सअद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तफ़ताज़ानी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कथन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शरहुल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मक़ासिद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घबराहट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शिकार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पनाह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तलाश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सअद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तफ़तज़ानी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मुसलमान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बुद्धिजीवि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ज्ञानी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राय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अच्छा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गुमान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समझ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चीज़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स्पष्ट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ज़रिये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lastRenderedPageBreak/>
        <w:t>अध्यात्म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ख़िलाफ़त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सहमति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ज़ाहिर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उत्तर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देंगे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पड़े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मजबूर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अच्छे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गुमान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हुसने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ज़न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कारण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अकरम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सहाबियों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तक़लीद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पैरवी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अनुसरण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तक़लीद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सामने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फिर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ख़ुद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कष्ट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पीड़ा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डालने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पवित्र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क़ुरआन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आवश्यकता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बल्कि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शुरु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मामले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सहाबियों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अनुसरण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ऐसा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पैरवी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हुए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रास्ते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तफ़तज़ानी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आगे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पैग़म्बर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सहाबियों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सम्मान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रक्षा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ताना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कमियां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निकालने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बचना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बुराई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पहलु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सामने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व्याख्या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ग़ैर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स्पष्ट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अर्थ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चाहिये।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विशेष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lastRenderedPageBreak/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मुहाजेरीन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अंसार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संबंध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रखती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व्याख्या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चाहिये।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</w:p>
    <w:p w:rsidR="001970A3" w:rsidRPr="001970A3" w:rsidRDefault="001970A3" w:rsidP="003B53EB">
      <w:pPr>
        <w:pStyle w:val="Heading4"/>
      </w:pPr>
      <w:r w:rsidRPr="001970A3">
        <w:rPr>
          <w:rFonts w:hint="cs"/>
          <w:cs/>
          <w:lang w:bidi="hi-IN"/>
        </w:rPr>
        <w:t>शियों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ओर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तफ़तज़ानी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कथन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सअद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तफ़तज़ानी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कथनों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वर्णन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सिवा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ख़लीफ़ा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ख़लीफ़ा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इमाम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कुछ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शर्तों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पाया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अनिवार्य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जैसे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गुनाह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मासूम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रसूल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स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सिफ़ारिश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सिवा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सहाबी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शर्तें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पाई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पश्चात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महान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शोधकर्ता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शैख़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ख़्वाजा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नसीरुद्दीन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तूसी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दूसरे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उलमा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बोलते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हुए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बेइज़्ज़ती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शब्दों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वास्तविकता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खोज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लगाने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बुद्धि</w:t>
      </w:r>
      <w:r w:rsidRPr="001970A3">
        <w:t xml:space="preserve">, </w:t>
      </w:r>
      <w:r w:rsidRPr="001970A3">
        <w:rPr>
          <w:rFonts w:hint="cs"/>
          <w:cs/>
          <w:lang w:bidi="hi-IN"/>
        </w:rPr>
        <w:t>समझ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सभ्यता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परिचित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कथन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उलमा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कथनों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मुक़ाबला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lastRenderedPageBreak/>
        <w:t>सअद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तफ़तज़ानी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6E6760">
        <w:rPr>
          <w:rFonts w:ascii="Times New Roman" w:hAnsi="Times New Roman" w:cs="Times New Roman" w:hint="cs"/>
          <w:rtl/>
        </w:rPr>
        <w:t>احتجت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الشیعۃ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بوجوہ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لھم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فی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اثبات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امامۃ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علی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بعد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النبی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من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العقل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والنقل،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والقدح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فیما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عداہ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من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اصحاب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رسول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اللہ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الذین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قاموا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بالامر۔</w:t>
      </w:r>
      <w:r w:rsidRPr="001970A3">
        <w:rPr>
          <w:rFonts w:hint="cs"/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ویدعون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فی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کثیر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من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الاخبار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الواردۃ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فی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ھذا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الباب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التواتر،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بناء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علی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شھرتہ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فیما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بینھم،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کثرۃ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دورانہ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علی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السنتھم،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جریانہ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فی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اندیتھم،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موافقۃ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لطباعھم،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ومقارعتہ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لاسمائھم۔</w:t>
      </w:r>
    </w:p>
    <w:p w:rsidR="001970A3" w:rsidRPr="001970A3" w:rsidRDefault="001970A3" w:rsidP="001970A3">
      <w:pPr>
        <w:pStyle w:val="libNormal"/>
      </w:pPr>
      <w:r w:rsidRPr="006E6760">
        <w:rPr>
          <w:rFonts w:ascii="Times New Roman" w:hAnsi="Times New Roman" w:cs="Times New Roman" w:hint="cs"/>
          <w:rtl/>
        </w:rPr>
        <w:t>ولا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یتاملون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کیف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خفی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علی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الکبار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من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الانصار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والمھاجرین،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والثقات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من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الرواۃ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والمحدثین،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لم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یحتج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البعض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علی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البعض،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لم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یبرموا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علیہ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الابرام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والنقص۔</w:t>
      </w:r>
    </w:p>
    <w:p w:rsidR="001970A3" w:rsidRPr="001970A3" w:rsidRDefault="001970A3" w:rsidP="001970A3">
      <w:pPr>
        <w:pStyle w:val="libNormal"/>
      </w:pP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لم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یظھر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بعد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انقضاء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دور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الامامۃ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طول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العھد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بامر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الرسالۃ،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ظھور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التعصبات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الباردۃ،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والتعسفات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الفاسدۃ،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افضاء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امر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الدین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علماء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السوء،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الملک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امراء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الجور،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من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العجائب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بعض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المتاخرین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من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المتشغبین،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الذین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لم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یروا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احدا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من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المحدثین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لا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رووا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حدیثا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فی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امر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الدین،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ملووا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کتبھم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من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امثال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ھذہ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الاخبار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والمطاعن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فی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الصحابۃ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الاخیار،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شئت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فانظر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فی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کتاب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التجرید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المنسوب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الحکیم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نصیر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الدین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الطوسی،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کیف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نصر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الاباطیل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و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قرر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الاکاذیب</w:t>
      </w:r>
      <w:r w:rsidRPr="001970A3">
        <w:rPr>
          <w:rtl/>
        </w:rPr>
        <w:t xml:space="preserve"> </w:t>
      </w:r>
      <w:r w:rsidRPr="006E6760">
        <w:rPr>
          <w:rFonts w:ascii="Times New Roman" w:hAnsi="Times New Roman" w:cs="Times New Roman" w:hint="cs"/>
          <w:rtl/>
        </w:rPr>
        <w:t>۔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शिया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="003B53EB">
        <w:rPr>
          <w:rFonts w:hint="cs"/>
          <w:cs/>
          <w:lang w:bidi="hi-IN"/>
        </w:rPr>
        <w:t>्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इमामत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ख़िलाफ़त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अक़्ली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शासन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ताना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ढेरों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बुराइयां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कमियां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निकालते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यहां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बहुत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तवातुर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जिसके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बहुत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ज़्यादा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हों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दावा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क्योंकि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दरमियान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प्रसिद्धी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प्राप्त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चुकी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ज़माने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ज़बानों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रहीं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अंदरुनी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तबीयत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खाती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हमेशा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तअनें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बुराइयों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लेकिन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lastRenderedPageBreak/>
        <w:t>विचार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बुराइयां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मुजाहिर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अंसार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बुज़ुर्गों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शास्त्रीयों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विश्वास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पात्र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थे</w:t>
      </w:r>
      <w:r w:rsidRPr="001970A3">
        <w:t xml:space="preserve">, </w:t>
      </w:r>
      <w:r w:rsidRPr="001970A3">
        <w:rPr>
          <w:rFonts w:hint="cs"/>
          <w:cs/>
          <w:lang w:bidi="hi-IN"/>
        </w:rPr>
        <w:t>छिपी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दूसरे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विरोध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चीज़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दलालत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उनको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तअने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बुराइयां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आरम्भ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हुए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ख़िलाफ़त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ज़माना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ग़ुज़र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अन्याय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असत्यता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स्पष्ट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धार्मिक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गतिविधियां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अशिष्ट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उलामा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जनता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राज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अत्याचारी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शासकों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हाथों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पहुच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गया।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आश्चर्य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जनक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धर्म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गुरु</w:t>
      </w:r>
      <w:r w:rsidRPr="001970A3">
        <w:t xml:space="preserve">,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लड़ाई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झगड़े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ऐसा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लगता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जैसे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शास्त्री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देखा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प्राप्त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उसने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कथनों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t xml:space="preserve">, </w:t>
      </w:r>
      <w:r w:rsidRPr="001970A3">
        <w:rPr>
          <w:rFonts w:hint="cs"/>
          <w:cs/>
          <w:lang w:bidi="hi-IN"/>
        </w:rPr>
        <w:t>पैग़म्बर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सहाबियों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तअनों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बुराइयों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अगर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आप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तजरीद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अध्धयन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नसीरुद्दीने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तूसी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लिखी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 xml:space="preserve">,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देख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असत्य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हिमायत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झूठी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नियुक्ति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>.....)</w:t>
      </w:r>
    </w:p>
    <w:p w:rsidR="001970A3" w:rsidRPr="001970A3" w:rsidRDefault="001970A3" w:rsidP="001970A3">
      <w:pPr>
        <w:pStyle w:val="libNormal"/>
      </w:pPr>
    </w:p>
    <w:p w:rsidR="001970A3" w:rsidRPr="001970A3" w:rsidRDefault="001970A3" w:rsidP="003B53EB">
      <w:pPr>
        <w:pStyle w:val="Heading4"/>
      </w:pPr>
      <w:r w:rsidRPr="001970A3">
        <w:rPr>
          <w:rFonts w:hint="cs"/>
          <w:cs/>
          <w:lang w:bidi="hi-IN"/>
        </w:rPr>
        <w:lastRenderedPageBreak/>
        <w:t>तफ़तज़ानी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कथन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समीक्षा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जांच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तफ़तज़ानी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उत्तर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कहेंगे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तफ़तज़ानी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धन्यवाद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कहेंगे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ख़्वाजा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नसीरुद्दीने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तूसी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रहमतुल्लाह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इतना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पर्याप्त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समझा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क्यों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तैमीया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कारण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ख़्वाजा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तजरीदुल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ऐतेक़ाद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अमीरुल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मोमिनीन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ख़िलाफ़त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तैमिया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तरफ़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निस्बत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मुसलमान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पस्त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श्रेणी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इंसान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निस्बत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बड़े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गुनाहों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तरफ़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मंसूब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जिसका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वर्णन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</w:p>
    <w:p w:rsidR="003B53EB" w:rsidRDefault="003B53EB" w:rsidP="001970A3">
      <w:pPr>
        <w:pStyle w:val="libNormal"/>
        <w:rPr>
          <w:lang w:bidi="hi-IN"/>
        </w:rPr>
      </w:pPr>
    </w:p>
    <w:p w:rsidR="001970A3" w:rsidRPr="001970A3" w:rsidRDefault="001970A3" w:rsidP="003B53EB">
      <w:pPr>
        <w:pStyle w:val="Heading4"/>
      </w:pPr>
      <w:r w:rsidRPr="001970A3">
        <w:rPr>
          <w:rFonts w:hint="cs"/>
          <w:cs/>
          <w:lang w:bidi="hi-IN"/>
        </w:rPr>
        <w:t>अंतिम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विषय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बुनियाद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कुछ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पत्रिकाओं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ऐतेक़ादी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विषयों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शोध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सिलसिलों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जुड़ी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t xml:space="preserve">, </w:t>
      </w:r>
      <w:r w:rsidRPr="001970A3">
        <w:rPr>
          <w:rFonts w:hint="cs"/>
          <w:cs/>
          <w:lang w:bidi="hi-IN"/>
        </w:rPr>
        <w:t>इमाम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इमामत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ख़िलाफ़त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ख़ुद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शिष्टता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सभ्यता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lastRenderedPageBreak/>
        <w:t>शान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गुस्ताख़ी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अदबी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अमीरुल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मोमिनीन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विश्वस्त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मोतबर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मासूम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t xml:space="preserve">, </w:t>
      </w:r>
      <w:r w:rsidRPr="001970A3">
        <w:rPr>
          <w:rFonts w:hint="cs"/>
          <w:cs/>
          <w:lang w:bidi="hi-IN"/>
        </w:rPr>
        <w:t>सारे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सहाबियों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साबित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ख़ुद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प्रसिद्ध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उलमा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दृष्टिकोणों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आधारित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हरगिज़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कहीं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बेजा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बुराई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सख़्ती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समीक्षा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जांच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पड़ताल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जैसा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उन्होने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हदीस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नक़्ल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हुई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इजमा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एकमत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होना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सहमति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बड़ी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मुश्किल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मजबूरी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स्वीकार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ऐसी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सहमति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महत्वपूर्ण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सहाबियों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सर्वश्रेष्ठ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भी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समीक्षा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जांच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पड़ताल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सम्पूर्ण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वास्तव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हमारा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पाप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क्या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बक्र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प्रतिनिधित्व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अपूर्ण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अधूरी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अमीरुल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मोमिनीन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इमामत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lastRenderedPageBreak/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ख़िलाफ़त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किताबों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पूर्ण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सम्पूर्ण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क्यों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वास्तविकता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सच्चाई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t>?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क्यों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सच्चाई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वास्तविकता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कड़वी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>?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क्यों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बुराई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गाली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गलौज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पनाह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t>?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क्यों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उलमा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t>?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क्या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शुरु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लेकर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आज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उलमा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गालियां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देना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उनकी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बुराइयां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वध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जेलों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डालना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काफ़ी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>?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कब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ऐसा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रखेंगे</w:t>
      </w:r>
      <w:r w:rsidRPr="001970A3">
        <w:t>?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ऐसा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क्यों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t>?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सच्चाई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साथ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जानना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किसका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अनुसरण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धर्म</w:t>
      </w:r>
      <w:r w:rsidRPr="001970A3">
        <w:t xml:space="preserve">, </w:t>
      </w:r>
      <w:r w:rsidRPr="001970A3">
        <w:rPr>
          <w:rFonts w:hint="cs"/>
          <w:cs/>
          <w:lang w:bidi="hi-IN"/>
        </w:rPr>
        <w:t>ज्ञान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अहकाम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आदेशों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दरमियान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वास्ता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वसीला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सकें।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चाहते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सच्चाई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स्पष्ट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ताकि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अपने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ईश्वर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सकें</w:t>
      </w:r>
      <w:r w:rsidRPr="001970A3">
        <w:rPr>
          <w:cs/>
          <w:lang w:bidi="hi-IN"/>
        </w:rPr>
        <w:t>: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ऐ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t xml:space="preserve">, </w:t>
      </w:r>
      <w:r w:rsidRPr="001970A3">
        <w:rPr>
          <w:rFonts w:hint="cs"/>
          <w:cs/>
          <w:lang w:bidi="hi-IN"/>
        </w:rPr>
        <w:t>हमने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दलीलों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ग़ौर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विचार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सच्चाई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जानने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प्रयत्न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नतीजे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पहुचे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शख़्स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lastRenderedPageBreak/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हमारा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इमाम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मार्गदर्शक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मासूम</w:t>
      </w:r>
      <w:r w:rsidRPr="001970A3">
        <w:rPr>
          <w:cs/>
          <w:lang w:bidi="hi-IN"/>
        </w:rPr>
        <w:t xml:space="preserve"> (</w:t>
      </w:r>
      <w:r w:rsidRPr="001970A3">
        <w:rPr>
          <w:rFonts w:hint="cs"/>
          <w:cs/>
          <w:lang w:bidi="hi-IN"/>
        </w:rPr>
        <w:t>निष्पाप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मार्गदर्शक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ज़रिये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तुझ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नज़दीक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तुझ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संबंध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स्थापित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आशा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हमारा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शोध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स्वीकार्य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बहाने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तौर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यहां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स्वीकार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अत</w:t>
      </w:r>
      <w:r w:rsidRPr="001970A3">
        <w:rPr>
          <w:cs/>
          <w:lang w:bidi="hi-IN"/>
        </w:rPr>
        <w:t xml:space="preserve">: </w:t>
      </w:r>
      <w:r w:rsidRPr="001970A3">
        <w:rPr>
          <w:rFonts w:hint="cs"/>
          <w:cs/>
          <w:lang w:bidi="hi-IN"/>
        </w:rPr>
        <w:t>जो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कुछ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समीक्षा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जांच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पड़ताल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यह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दोस्ती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दुश्मनी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लिये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बहस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ग़रज़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फ़ायदा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शामिल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था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बुराई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गाली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गलौज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आवश्यकता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सच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क्या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सबके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वजूद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सच्चाई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कड़वी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रहेगी</w:t>
      </w:r>
      <w:r w:rsidRPr="001970A3">
        <w:t>?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कब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हक़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स्वीकार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करेंगे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पैरवी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करेंगे</w:t>
      </w:r>
      <w:r w:rsidRPr="001970A3">
        <w:t>?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क्या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गाली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गलौज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क्या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पस्त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नादान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लोगों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अलावा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t>?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t>सर्व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शक्ति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ईश्वर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प्रार्थना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तौफ़ीक़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ख़ुशी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प्राप्त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सकें।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ईश्वर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दुआ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हमारा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मार्गदर्शन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वास्तविकता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अमल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सकें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हक़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सत्य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अनुसरण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वाले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जायें।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अनुरोध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हैं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उससे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मुलाक़ात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सामने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जाते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समय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हमारा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चेहरा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प्रकाशमय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सफ़ेद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जाये।</w:t>
      </w:r>
    </w:p>
    <w:p w:rsidR="001970A3" w:rsidRPr="001970A3" w:rsidRDefault="001970A3" w:rsidP="001970A3">
      <w:pPr>
        <w:pStyle w:val="libNormal"/>
      </w:pPr>
      <w:r w:rsidRPr="001970A3">
        <w:rPr>
          <w:rFonts w:hint="cs"/>
          <w:cs/>
          <w:lang w:bidi="hi-IN"/>
        </w:rPr>
        <w:lastRenderedPageBreak/>
        <w:t>अल्लाह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तरफ़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दुरुद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पैग़म्बरे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इस्लाम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हज़रत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मुहम्मद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मुस्तफ़ा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सल्लल्लाहो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अलैहे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आलिहि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वसल्लम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और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उनके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पवित्र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ख़ानदान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पर।</w:t>
      </w:r>
    </w:p>
    <w:p w:rsidR="001970A3" w:rsidRPr="001970A3" w:rsidRDefault="001970A3" w:rsidP="001970A3">
      <w:pPr>
        <w:pStyle w:val="libNormal"/>
      </w:pPr>
    </w:p>
    <w:p w:rsidR="001970A3" w:rsidRPr="001970A3" w:rsidRDefault="001970A3" w:rsidP="001970A3">
      <w:pPr>
        <w:pStyle w:val="libNormal"/>
      </w:pPr>
    </w:p>
    <w:p w:rsidR="001970A3" w:rsidRPr="001970A3" w:rsidRDefault="001970A3" w:rsidP="001970A3">
      <w:pPr>
        <w:pStyle w:val="libNormal"/>
      </w:pPr>
    </w:p>
    <w:p w:rsidR="001970A3" w:rsidRPr="001970A3" w:rsidRDefault="001970A3" w:rsidP="003B53EB">
      <w:pPr>
        <w:pStyle w:val="libFootnote0"/>
      </w:pPr>
      <w:r w:rsidRPr="001970A3">
        <w:rPr>
          <w:rFonts w:hint="cs"/>
          <w:cs/>
          <w:lang w:bidi="hi-IN"/>
        </w:rPr>
        <w:t>स्रोत</w:t>
      </w:r>
    </w:p>
    <w:p w:rsidR="001970A3" w:rsidRPr="001970A3" w:rsidRDefault="001970A3" w:rsidP="003B53EB">
      <w:pPr>
        <w:pStyle w:val="libFootnote0"/>
      </w:pPr>
      <w:r w:rsidRPr="001970A3">
        <w:rPr>
          <w:cs/>
          <w:lang w:bidi="hi-IN"/>
        </w:rPr>
        <w:t>1.</w:t>
      </w:r>
      <w:r w:rsidRPr="001970A3">
        <w:rPr>
          <w:cs/>
          <w:lang w:bidi="hi-IN"/>
        </w:rPr>
        <w:tab/>
        <w:t xml:space="preserve"> </w:t>
      </w:r>
      <w:r w:rsidRPr="001970A3">
        <w:rPr>
          <w:rFonts w:hint="cs"/>
          <w:cs/>
          <w:lang w:bidi="hi-IN"/>
        </w:rPr>
        <w:t>क़ुरआने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करीम</w:t>
      </w:r>
    </w:p>
    <w:p w:rsidR="001970A3" w:rsidRPr="001970A3" w:rsidRDefault="001970A3" w:rsidP="003B53EB">
      <w:pPr>
        <w:pStyle w:val="libFootnote0"/>
      </w:pPr>
      <w:r w:rsidRPr="001970A3">
        <w:rPr>
          <w:cs/>
          <w:lang w:bidi="hi-IN"/>
        </w:rPr>
        <w:t>2.</w:t>
      </w:r>
      <w:r w:rsidRPr="001970A3">
        <w:rPr>
          <w:cs/>
          <w:lang w:bidi="hi-IN"/>
        </w:rPr>
        <w:tab/>
      </w:r>
      <w:r w:rsidRPr="001970A3">
        <w:rPr>
          <w:rFonts w:hint="cs"/>
          <w:cs/>
          <w:lang w:bidi="hi-IN"/>
        </w:rPr>
        <w:t>अल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इस्तीआब</w:t>
      </w:r>
      <w:r w:rsidRPr="001970A3">
        <w:t xml:space="preserve">,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अब्दुल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बर</w:t>
      </w:r>
      <w:r w:rsidRPr="001970A3">
        <w:t xml:space="preserve">, </w:t>
      </w:r>
      <w:r w:rsidRPr="001970A3">
        <w:rPr>
          <w:rFonts w:hint="cs"/>
          <w:cs/>
          <w:lang w:bidi="hi-IN"/>
        </w:rPr>
        <w:t>प्रसारक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दारुल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कुतुब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इल्मिया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बैरूत</w:t>
      </w:r>
      <w:r w:rsidRPr="001970A3">
        <w:t xml:space="preserve">, </w:t>
      </w:r>
      <w:r w:rsidRPr="001970A3">
        <w:rPr>
          <w:rFonts w:hint="cs"/>
          <w:cs/>
          <w:lang w:bidi="hi-IN"/>
        </w:rPr>
        <w:t>लेबनान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पहला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एडिशन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वर्ष</w:t>
      </w:r>
      <w:r w:rsidRPr="001970A3">
        <w:rPr>
          <w:cs/>
          <w:lang w:bidi="hi-IN"/>
        </w:rPr>
        <w:t xml:space="preserve"> 1415 </w:t>
      </w:r>
      <w:r w:rsidRPr="001970A3">
        <w:rPr>
          <w:rFonts w:hint="cs"/>
          <w:cs/>
          <w:lang w:bidi="hi-IN"/>
        </w:rPr>
        <w:t>हिजरी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क़मरी।</w:t>
      </w:r>
    </w:p>
    <w:p w:rsidR="001970A3" w:rsidRPr="001970A3" w:rsidRDefault="001970A3" w:rsidP="003B53EB">
      <w:pPr>
        <w:pStyle w:val="libFootnote0"/>
      </w:pPr>
      <w:r w:rsidRPr="001970A3">
        <w:rPr>
          <w:cs/>
          <w:lang w:bidi="hi-IN"/>
        </w:rPr>
        <w:t>3.</w:t>
      </w:r>
      <w:r w:rsidRPr="001970A3">
        <w:rPr>
          <w:cs/>
          <w:lang w:bidi="hi-IN"/>
        </w:rPr>
        <w:tab/>
      </w:r>
      <w:r w:rsidRPr="001970A3">
        <w:rPr>
          <w:rFonts w:hint="cs"/>
          <w:cs/>
          <w:lang w:bidi="hi-IN"/>
        </w:rPr>
        <w:t>असनल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मतालिब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अहादिसा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मुख़्तलफ़तिल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मरातिब</w:t>
      </w:r>
      <w:r w:rsidRPr="001970A3">
        <w:t xml:space="preserve">,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दरवेश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हूत</w:t>
      </w:r>
      <w:r w:rsidRPr="001970A3">
        <w:t xml:space="preserve">, </w:t>
      </w:r>
      <w:r w:rsidRPr="001970A3">
        <w:rPr>
          <w:rFonts w:hint="cs"/>
          <w:cs/>
          <w:lang w:bidi="hi-IN"/>
        </w:rPr>
        <w:t>प्रसारक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मकतबतुल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तेजारियतिल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कुबरा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मिस्र</w:t>
      </w:r>
      <w:r w:rsidRPr="001970A3">
        <w:t xml:space="preserve">, </w:t>
      </w:r>
      <w:r w:rsidRPr="001970A3">
        <w:rPr>
          <w:rFonts w:hint="cs"/>
          <w:cs/>
          <w:lang w:bidi="hi-IN"/>
        </w:rPr>
        <w:t>पहला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एडिशन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वर्ष</w:t>
      </w:r>
      <w:r w:rsidRPr="001970A3">
        <w:rPr>
          <w:cs/>
          <w:lang w:bidi="hi-IN"/>
        </w:rPr>
        <w:t xml:space="preserve"> 1355 </w:t>
      </w:r>
      <w:r w:rsidRPr="001970A3">
        <w:rPr>
          <w:rFonts w:hint="cs"/>
          <w:cs/>
          <w:lang w:bidi="hi-IN"/>
        </w:rPr>
        <w:t>हिजरी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क़मरी।</w:t>
      </w:r>
    </w:p>
    <w:p w:rsidR="001970A3" w:rsidRPr="001970A3" w:rsidRDefault="001970A3" w:rsidP="003B53EB">
      <w:pPr>
        <w:pStyle w:val="libFootnote0"/>
      </w:pPr>
      <w:r w:rsidRPr="001970A3">
        <w:rPr>
          <w:cs/>
          <w:lang w:bidi="hi-IN"/>
        </w:rPr>
        <w:t>4.</w:t>
      </w:r>
      <w:r w:rsidRPr="001970A3">
        <w:rPr>
          <w:cs/>
          <w:lang w:bidi="hi-IN"/>
        </w:rPr>
        <w:tab/>
      </w:r>
      <w:r w:rsidRPr="001970A3">
        <w:rPr>
          <w:rFonts w:hint="cs"/>
          <w:cs/>
          <w:lang w:bidi="hi-IN"/>
        </w:rPr>
        <w:t>तारीख़े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बग़दाद</w:t>
      </w:r>
      <w:r w:rsidRPr="001970A3">
        <w:t xml:space="preserve">, </w:t>
      </w:r>
      <w:r w:rsidRPr="001970A3">
        <w:rPr>
          <w:rFonts w:hint="cs"/>
          <w:cs/>
          <w:lang w:bidi="hi-IN"/>
        </w:rPr>
        <w:t>ख़तीबे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बग़दादी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प्रसारक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दारुल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कुतुब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इल्मिया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बैरूत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वर्ष</w:t>
      </w:r>
      <w:r w:rsidRPr="001970A3">
        <w:rPr>
          <w:cs/>
          <w:lang w:bidi="hi-IN"/>
        </w:rPr>
        <w:t xml:space="preserve"> 1417 </w:t>
      </w:r>
      <w:r w:rsidRPr="001970A3">
        <w:rPr>
          <w:rFonts w:hint="cs"/>
          <w:cs/>
          <w:lang w:bidi="hi-IN"/>
        </w:rPr>
        <w:t>हिजरी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क़मरी।</w:t>
      </w:r>
    </w:p>
    <w:p w:rsidR="001970A3" w:rsidRPr="001970A3" w:rsidRDefault="001970A3" w:rsidP="003B53EB">
      <w:pPr>
        <w:pStyle w:val="libFootnote0"/>
      </w:pPr>
      <w:r w:rsidRPr="001970A3">
        <w:rPr>
          <w:cs/>
          <w:lang w:bidi="hi-IN"/>
        </w:rPr>
        <w:t>5.</w:t>
      </w:r>
      <w:r w:rsidRPr="001970A3">
        <w:rPr>
          <w:cs/>
          <w:lang w:bidi="hi-IN"/>
        </w:rPr>
        <w:tab/>
      </w:r>
      <w:r w:rsidRPr="001970A3">
        <w:rPr>
          <w:rFonts w:hint="cs"/>
          <w:cs/>
          <w:lang w:bidi="hi-IN"/>
        </w:rPr>
        <w:t>तारिख़ुल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ख़ुलफ़ा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जलालुद्दीने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सुयूती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शरीफ़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रज़ी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प्रेस</w:t>
      </w:r>
      <w:r w:rsidRPr="001970A3">
        <w:t xml:space="preserve">, </w:t>
      </w:r>
      <w:r w:rsidRPr="001970A3">
        <w:rPr>
          <w:rFonts w:hint="cs"/>
          <w:cs/>
          <w:lang w:bidi="hi-IN"/>
        </w:rPr>
        <w:t>क़ुम</w:t>
      </w:r>
      <w:r w:rsidRPr="001970A3">
        <w:t xml:space="preserve">, </w:t>
      </w:r>
      <w:r w:rsidRPr="001970A3">
        <w:rPr>
          <w:rFonts w:hint="cs"/>
          <w:cs/>
          <w:lang w:bidi="hi-IN"/>
        </w:rPr>
        <w:t>ईरान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पहला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एडिशन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वर्ष</w:t>
      </w:r>
      <w:r w:rsidRPr="001970A3">
        <w:rPr>
          <w:cs/>
          <w:lang w:bidi="hi-IN"/>
        </w:rPr>
        <w:t xml:space="preserve"> 1411 </w:t>
      </w:r>
      <w:r w:rsidRPr="001970A3">
        <w:rPr>
          <w:rFonts w:hint="cs"/>
          <w:cs/>
          <w:lang w:bidi="hi-IN"/>
        </w:rPr>
        <w:t>हिजरी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क़मरी।</w:t>
      </w:r>
    </w:p>
    <w:p w:rsidR="001970A3" w:rsidRPr="001970A3" w:rsidRDefault="001970A3" w:rsidP="003B53EB">
      <w:pPr>
        <w:pStyle w:val="libFootnote0"/>
      </w:pPr>
      <w:r w:rsidRPr="001970A3">
        <w:rPr>
          <w:cs/>
          <w:lang w:bidi="hi-IN"/>
        </w:rPr>
        <w:t>6.</w:t>
      </w:r>
      <w:r w:rsidRPr="001970A3">
        <w:rPr>
          <w:cs/>
          <w:lang w:bidi="hi-IN"/>
        </w:rPr>
        <w:tab/>
      </w:r>
      <w:r w:rsidRPr="001970A3">
        <w:rPr>
          <w:rFonts w:hint="cs"/>
          <w:cs/>
          <w:lang w:bidi="hi-IN"/>
        </w:rPr>
        <w:t>तारीख़े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मदीन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दमिश्क़</w:t>
      </w:r>
      <w:r w:rsidRPr="001970A3">
        <w:t xml:space="preserve">,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असाकर</w:t>
      </w:r>
      <w:r w:rsidRPr="001970A3">
        <w:t xml:space="preserve">, </w:t>
      </w:r>
      <w:r w:rsidRPr="001970A3">
        <w:rPr>
          <w:rFonts w:hint="cs"/>
          <w:cs/>
          <w:lang w:bidi="hi-IN"/>
        </w:rPr>
        <w:t>प्रसारक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दारुल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फ़िक्र</w:t>
      </w:r>
      <w:r w:rsidRPr="001970A3">
        <w:t xml:space="preserve">, </w:t>
      </w:r>
      <w:r w:rsidRPr="001970A3">
        <w:rPr>
          <w:rFonts w:hint="cs"/>
          <w:cs/>
          <w:lang w:bidi="hi-IN"/>
        </w:rPr>
        <w:t>बैरूत</w:t>
      </w:r>
      <w:r w:rsidRPr="001970A3">
        <w:t xml:space="preserve">, </w:t>
      </w:r>
      <w:r w:rsidRPr="001970A3">
        <w:rPr>
          <w:rFonts w:hint="cs"/>
          <w:cs/>
          <w:lang w:bidi="hi-IN"/>
        </w:rPr>
        <w:t>लेबनान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वर्ष</w:t>
      </w:r>
      <w:r w:rsidRPr="001970A3">
        <w:rPr>
          <w:cs/>
          <w:lang w:bidi="hi-IN"/>
        </w:rPr>
        <w:t xml:space="preserve"> 1415 </w:t>
      </w:r>
      <w:r w:rsidRPr="001970A3">
        <w:rPr>
          <w:rFonts w:hint="cs"/>
          <w:cs/>
          <w:lang w:bidi="hi-IN"/>
        </w:rPr>
        <w:t>हिजरी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क़मरी।</w:t>
      </w:r>
    </w:p>
    <w:p w:rsidR="001970A3" w:rsidRPr="001970A3" w:rsidRDefault="001970A3" w:rsidP="003B53EB">
      <w:pPr>
        <w:pStyle w:val="libFootnote0"/>
      </w:pPr>
      <w:r w:rsidRPr="001970A3">
        <w:rPr>
          <w:cs/>
          <w:lang w:bidi="hi-IN"/>
        </w:rPr>
        <w:t>7.</w:t>
      </w:r>
      <w:r w:rsidRPr="001970A3">
        <w:rPr>
          <w:cs/>
          <w:lang w:bidi="hi-IN"/>
        </w:rPr>
        <w:tab/>
      </w:r>
      <w:r w:rsidRPr="001970A3">
        <w:rPr>
          <w:rFonts w:hint="cs"/>
          <w:cs/>
          <w:lang w:bidi="hi-IN"/>
        </w:rPr>
        <w:t>तलख़ीसुल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मुसतदरक</w:t>
      </w:r>
      <w:r w:rsidRPr="001970A3">
        <w:t xml:space="preserve">, </w:t>
      </w:r>
      <w:r w:rsidRPr="001970A3">
        <w:rPr>
          <w:rFonts w:hint="cs"/>
          <w:cs/>
          <w:lang w:bidi="hi-IN"/>
        </w:rPr>
        <w:t>ज़हबी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प्रसारक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दारुल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मारेफ़त</w:t>
      </w:r>
      <w:r w:rsidRPr="001970A3">
        <w:t xml:space="preserve">, </w:t>
      </w:r>
      <w:r w:rsidRPr="001970A3">
        <w:rPr>
          <w:rFonts w:hint="cs"/>
          <w:cs/>
          <w:lang w:bidi="hi-IN"/>
        </w:rPr>
        <w:t>बैरूत</w:t>
      </w:r>
      <w:r w:rsidRPr="001970A3">
        <w:t xml:space="preserve">, </w:t>
      </w:r>
      <w:r w:rsidRPr="001970A3">
        <w:rPr>
          <w:rFonts w:hint="cs"/>
          <w:cs/>
          <w:lang w:bidi="hi-IN"/>
        </w:rPr>
        <w:t>लेबनान।</w:t>
      </w:r>
    </w:p>
    <w:p w:rsidR="001970A3" w:rsidRPr="001970A3" w:rsidRDefault="001970A3" w:rsidP="003B53EB">
      <w:pPr>
        <w:pStyle w:val="libFootnote0"/>
      </w:pPr>
      <w:r w:rsidRPr="001970A3">
        <w:rPr>
          <w:cs/>
          <w:lang w:bidi="hi-IN"/>
        </w:rPr>
        <w:t>8.</w:t>
      </w:r>
      <w:r w:rsidRPr="001970A3">
        <w:rPr>
          <w:cs/>
          <w:lang w:bidi="hi-IN"/>
        </w:rPr>
        <w:tab/>
      </w:r>
      <w:r w:rsidRPr="001970A3">
        <w:rPr>
          <w:rFonts w:hint="cs"/>
          <w:cs/>
          <w:lang w:bidi="hi-IN"/>
        </w:rPr>
        <w:t>तहज़ीबुत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तहज़ीब</w:t>
      </w:r>
      <w:r w:rsidRPr="001970A3">
        <w:t xml:space="preserve">,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असक़लानी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प्रसारक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दारुल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कुतुब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इल्मिया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बैरूत</w:t>
      </w:r>
      <w:r w:rsidRPr="001970A3">
        <w:t xml:space="preserve">, </w:t>
      </w:r>
      <w:r w:rsidRPr="001970A3">
        <w:rPr>
          <w:rFonts w:hint="cs"/>
          <w:cs/>
          <w:lang w:bidi="hi-IN"/>
        </w:rPr>
        <w:t>लेबनान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पहला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एडिशन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वर्ष</w:t>
      </w:r>
      <w:r w:rsidRPr="001970A3">
        <w:rPr>
          <w:cs/>
          <w:lang w:bidi="hi-IN"/>
        </w:rPr>
        <w:t xml:space="preserve"> 1415 </w:t>
      </w:r>
      <w:r w:rsidRPr="001970A3">
        <w:rPr>
          <w:rFonts w:hint="cs"/>
          <w:cs/>
          <w:lang w:bidi="hi-IN"/>
        </w:rPr>
        <w:t>क़मरी।</w:t>
      </w:r>
    </w:p>
    <w:p w:rsidR="001970A3" w:rsidRPr="001970A3" w:rsidRDefault="001970A3" w:rsidP="003B53EB">
      <w:pPr>
        <w:pStyle w:val="libFootnote0"/>
      </w:pPr>
      <w:r w:rsidRPr="001970A3">
        <w:rPr>
          <w:cs/>
          <w:lang w:bidi="hi-IN"/>
        </w:rPr>
        <w:lastRenderedPageBreak/>
        <w:t>9.</w:t>
      </w:r>
      <w:r w:rsidRPr="001970A3">
        <w:rPr>
          <w:cs/>
          <w:lang w:bidi="hi-IN"/>
        </w:rPr>
        <w:tab/>
      </w:r>
      <w:r w:rsidRPr="001970A3">
        <w:rPr>
          <w:rFonts w:hint="cs"/>
          <w:cs/>
          <w:lang w:bidi="hi-IN"/>
        </w:rPr>
        <w:t>तंज़ीहुश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शरीयतिल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मरफ़ूआ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अनिल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अहादिस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शनीयातिल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मौज़ूआ</w:t>
      </w:r>
      <w:r w:rsidRPr="001970A3">
        <w:t xml:space="preserve">,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अर्राक़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कनानी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प्रसारक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दारुल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कुतुब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इल्मिया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बैरूत</w:t>
      </w:r>
      <w:r w:rsidRPr="001970A3">
        <w:t xml:space="preserve">, </w:t>
      </w:r>
      <w:r w:rsidRPr="001970A3">
        <w:rPr>
          <w:rFonts w:hint="cs"/>
          <w:cs/>
          <w:lang w:bidi="hi-IN"/>
        </w:rPr>
        <w:t>लेबनान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दूसरा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एडिशन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वर्ष</w:t>
      </w:r>
      <w:r w:rsidRPr="001970A3">
        <w:rPr>
          <w:cs/>
          <w:lang w:bidi="hi-IN"/>
        </w:rPr>
        <w:t xml:space="preserve"> 1401 </w:t>
      </w:r>
      <w:r w:rsidRPr="001970A3">
        <w:rPr>
          <w:rFonts w:hint="cs"/>
          <w:cs/>
          <w:lang w:bidi="hi-IN"/>
        </w:rPr>
        <w:t>हिजरी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क़मरी।</w:t>
      </w:r>
    </w:p>
    <w:p w:rsidR="001970A3" w:rsidRPr="001970A3" w:rsidRDefault="001970A3" w:rsidP="003B53EB">
      <w:pPr>
        <w:pStyle w:val="libFootnote0"/>
      </w:pPr>
      <w:r w:rsidRPr="001970A3">
        <w:rPr>
          <w:cs/>
          <w:lang w:bidi="hi-IN"/>
        </w:rPr>
        <w:t>10.</w:t>
      </w:r>
      <w:r w:rsidRPr="001970A3">
        <w:rPr>
          <w:cs/>
          <w:lang w:bidi="hi-IN"/>
        </w:rPr>
        <w:tab/>
        <w:t xml:space="preserve"> </w:t>
      </w:r>
      <w:r w:rsidRPr="001970A3">
        <w:rPr>
          <w:rFonts w:hint="cs"/>
          <w:cs/>
          <w:lang w:bidi="hi-IN"/>
        </w:rPr>
        <w:t>सोनने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तिरमिज़ी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तिरमिज़ी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प्रसारक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दारुल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फ़िक्र</w:t>
      </w:r>
      <w:r w:rsidRPr="001970A3">
        <w:t xml:space="preserve">, </w:t>
      </w:r>
      <w:r w:rsidRPr="001970A3">
        <w:rPr>
          <w:rFonts w:hint="cs"/>
          <w:cs/>
          <w:lang w:bidi="hi-IN"/>
        </w:rPr>
        <w:t>बैरूत</w:t>
      </w:r>
      <w:r w:rsidRPr="001970A3">
        <w:t xml:space="preserve">, </w:t>
      </w:r>
      <w:r w:rsidRPr="001970A3">
        <w:rPr>
          <w:rFonts w:hint="cs"/>
          <w:cs/>
          <w:lang w:bidi="hi-IN"/>
        </w:rPr>
        <w:t>दूसरा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एडिशन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वर्ष</w:t>
      </w:r>
      <w:r w:rsidRPr="001970A3">
        <w:rPr>
          <w:cs/>
          <w:lang w:bidi="hi-IN"/>
        </w:rPr>
        <w:t xml:space="preserve"> 1403 </w:t>
      </w:r>
      <w:r w:rsidRPr="001970A3">
        <w:rPr>
          <w:rFonts w:hint="cs"/>
          <w:cs/>
          <w:lang w:bidi="hi-IN"/>
        </w:rPr>
        <w:t>हिजरी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क़मरी।</w:t>
      </w:r>
    </w:p>
    <w:p w:rsidR="001970A3" w:rsidRPr="001970A3" w:rsidRDefault="001970A3" w:rsidP="003B53EB">
      <w:pPr>
        <w:pStyle w:val="libFootnote0"/>
      </w:pPr>
      <w:r w:rsidRPr="001970A3">
        <w:rPr>
          <w:cs/>
          <w:lang w:bidi="hi-IN"/>
        </w:rPr>
        <w:t>11.</w:t>
      </w:r>
      <w:r w:rsidRPr="001970A3">
        <w:rPr>
          <w:cs/>
          <w:lang w:bidi="hi-IN"/>
        </w:rPr>
        <w:tab/>
        <w:t xml:space="preserve"> </w:t>
      </w:r>
      <w:r w:rsidRPr="001970A3">
        <w:rPr>
          <w:rFonts w:hint="cs"/>
          <w:cs/>
          <w:lang w:bidi="hi-IN"/>
        </w:rPr>
        <w:t>सीरए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हेशाम</w:t>
      </w:r>
      <w:r w:rsidRPr="001970A3">
        <w:t xml:space="preserve">,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हेशाम</w:t>
      </w:r>
      <w:r w:rsidRPr="001970A3">
        <w:t xml:space="preserve">, </w:t>
      </w:r>
      <w:r w:rsidRPr="001970A3">
        <w:rPr>
          <w:rFonts w:hint="cs"/>
          <w:cs/>
          <w:lang w:bidi="hi-IN"/>
        </w:rPr>
        <w:t>दार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अहयाइत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तुरासिल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अरबी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बैरूत</w:t>
      </w:r>
      <w:r w:rsidRPr="001970A3">
        <w:t xml:space="preserve">, </w:t>
      </w:r>
      <w:r w:rsidRPr="001970A3">
        <w:rPr>
          <w:rFonts w:hint="cs"/>
          <w:cs/>
          <w:lang w:bidi="hi-IN"/>
        </w:rPr>
        <w:t>लेबनान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पहला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एडिशन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वर्ष</w:t>
      </w:r>
      <w:r w:rsidRPr="001970A3">
        <w:rPr>
          <w:cs/>
          <w:lang w:bidi="hi-IN"/>
        </w:rPr>
        <w:t xml:space="preserve"> 1415 </w:t>
      </w:r>
      <w:r w:rsidRPr="001970A3">
        <w:rPr>
          <w:rFonts w:hint="cs"/>
          <w:cs/>
          <w:lang w:bidi="hi-IN"/>
        </w:rPr>
        <w:t>हिजरी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क़मरी।</w:t>
      </w:r>
    </w:p>
    <w:p w:rsidR="001970A3" w:rsidRPr="001970A3" w:rsidRDefault="001970A3" w:rsidP="003B53EB">
      <w:pPr>
        <w:pStyle w:val="libFootnote0"/>
      </w:pPr>
      <w:r w:rsidRPr="001970A3">
        <w:rPr>
          <w:cs/>
          <w:lang w:bidi="hi-IN"/>
        </w:rPr>
        <w:t>12.</w:t>
      </w:r>
      <w:r w:rsidRPr="001970A3">
        <w:rPr>
          <w:cs/>
          <w:lang w:bidi="hi-IN"/>
        </w:rPr>
        <w:tab/>
        <w:t xml:space="preserve"> </w:t>
      </w:r>
      <w:r w:rsidRPr="001970A3">
        <w:rPr>
          <w:rFonts w:hint="cs"/>
          <w:cs/>
          <w:lang w:bidi="hi-IN"/>
        </w:rPr>
        <w:t>शरहुल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मक़ासिद</w:t>
      </w:r>
      <w:r w:rsidRPr="001970A3">
        <w:t xml:space="preserve">, </w:t>
      </w:r>
      <w:r w:rsidRPr="001970A3">
        <w:rPr>
          <w:rFonts w:hint="cs"/>
          <w:cs/>
          <w:lang w:bidi="hi-IN"/>
        </w:rPr>
        <w:t>तफ़तज़ानी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शरीफ़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रज़ी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प्रेस</w:t>
      </w:r>
      <w:r w:rsidRPr="001970A3">
        <w:t xml:space="preserve">, </w:t>
      </w:r>
      <w:r w:rsidRPr="001970A3">
        <w:rPr>
          <w:rFonts w:hint="cs"/>
          <w:cs/>
          <w:lang w:bidi="hi-IN"/>
        </w:rPr>
        <w:t>क़ुम</w:t>
      </w:r>
      <w:r w:rsidRPr="001970A3">
        <w:t xml:space="preserve">, </w:t>
      </w:r>
      <w:r w:rsidRPr="001970A3">
        <w:rPr>
          <w:rFonts w:hint="cs"/>
          <w:cs/>
          <w:lang w:bidi="hi-IN"/>
        </w:rPr>
        <w:t>ईरान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पहला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एडिशन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वर्ष</w:t>
      </w:r>
      <w:r w:rsidRPr="001970A3">
        <w:rPr>
          <w:cs/>
          <w:lang w:bidi="hi-IN"/>
        </w:rPr>
        <w:t xml:space="preserve"> 1409</w:t>
      </w:r>
      <w:r w:rsidRPr="001970A3">
        <w:t xml:space="preserve">, </w:t>
      </w:r>
      <w:r w:rsidRPr="001970A3">
        <w:rPr>
          <w:rFonts w:hint="cs"/>
          <w:cs/>
          <w:lang w:bidi="hi-IN"/>
        </w:rPr>
        <w:t>दारुल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मआरिफ़े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नोमानिया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पाकिस्तान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पहला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एडिशन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वर्ष</w:t>
      </w:r>
      <w:r w:rsidRPr="001970A3">
        <w:rPr>
          <w:cs/>
          <w:lang w:bidi="hi-IN"/>
        </w:rPr>
        <w:t xml:space="preserve"> 1401 </w:t>
      </w:r>
      <w:r w:rsidRPr="001970A3">
        <w:rPr>
          <w:rFonts w:hint="cs"/>
          <w:cs/>
          <w:lang w:bidi="hi-IN"/>
        </w:rPr>
        <w:t>हिजरी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क़मरी।</w:t>
      </w:r>
    </w:p>
    <w:p w:rsidR="001970A3" w:rsidRPr="001970A3" w:rsidRDefault="001970A3" w:rsidP="003B53EB">
      <w:pPr>
        <w:pStyle w:val="libFootnote0"/>
      </w:pPr>
      <w:r w:rsidRPr="001970A3">
        <w:rPr>
          <w:cs/>
          <w:lang w:bidi="hi-IN"/>
        </w:rPr>
        <w:t>13.</w:t>
      </w:r>
      <w:r w:rsidRPr="001970A3">
        <w:rPr>
          <w:cs/>
          <w:lang w:bidi="hi-IN"/>
        </w:rPr>
        <w:tab/>
        <w:t xml:space="preserve"> </w:t>
      </w:r>
      <w:r w:rsidRPr="001970A3">
        <w:rPr>
          <w:rFonts w:hint="cs"/>
          <w:cs/>
          <w:lang w:bidi="hi-IN"/>
        </w:rPr>
        <w:t>शरहुल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मिनहाज</w:t>
      </w:r>
      <w:r w:rsidRPr="001970A3">
        <w:t>, (</w:t>
      </w:r>
      <w:r w:rsidRPr="001970A3">
        <w:rPr>
          <w:rFonts w:hint="cs"/>
          <w:cs/>
          <w:lang w:bidi="hi-IN"/>
        </w:rPr>
        <w:t>हस्तलिपि</w:t>
      </w:r>
      <w:r w:rsidRPr="001970A3">
        <w:rPr>
          <w:cs/>
          <w:lang w:bidi="hi-IN"/>
        </w:rPr>
        <w:t xml:space="preserve">) </w:t>
      </w:r>
      <w:r w:rsidRPr="001970A3">
        <w:rPr>
          <w:rFonts w:hint="cs"/>
          <w:cs/>
          <w:lang w:bidi="hi-IN"/>
        </w:rPr>
        <w:t>अबरी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फ़ुरक़ानी।</w:t>
      </w:r>
    </w:p>
    <w:p w:rsidR="001970A3" w:rsidRPr="001970A3" w:rsidRDefault="001970A3" w:rsidP="003B53EB">
      <w:pPr>
        <w:pStyle w:val="libFootnote0"/>
      </w:pPr>
      <w:r w:rsidRPr="001970A3">
        <w:rPr>
          <w:cs/>
          <w:lang w:bidi="hi-IN"/>
        </w:rPr>
        <w:t>14.</w:t>
      </w:r>
      <w:r w:rsidRPr="001970A3">
        <w:rPr>
          <w:cs/>
          <w:lang w:bidi="hi-IN"/>
        </w:rPr>
        <w:tab/>
        <w:t xml:space="preserve"> </w:t>
      </w:r>
      <w:r w:rsidRPr="001970A3">
        <w:rPr>
          <w:rFonts w:hint="cs"/>
          <w:cs/>
          <w:lang w:bidi="hi-IN"/>
        </w:rPr>
        <w:t>शरहुल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मवाक़िफ़</w:t>
      </w:r>
      <w:r w:rsidRPr="001970A3">
        <w:t xml:space="preserve">, </w:t>
      </w:r>
      <w:r w:rsidRPr="001970A3">
        <w:rPr>
          <w:rFonts w:hint="cs"/>
          <w:cs/>
          <w:lang w:bidi="hi-IN"/>
        </w:rPr>
        <w:t>सैयद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शरीफ़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जुरजानी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हाशिया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सियालकोटी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हलबी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शरीफ़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रज़ी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प्रेस</w:t>
      </w:r>
      <w:r w:rsidRPr="001970A3">
        <w:t xml:space="preserve">, </w:t>
      </w:r>
      <w:r w:rsidRPr="001970A3">
        <w:rPr>
          <w:rFonts w:hint="cs"/>
          <w:cs/>
          <w:lang w:bidi="hi-IN"/>
        </w:rPr>
        <w:t>क़ुम</w:t>
      </w:r>
      <w:r w:rsidRPr="001970A3">
        <w:t xml:space="preserve">, </w:t>
      </w:r>
      <w:r w:rsidRPr="001970A3">
        <w:rPr>
          <w:rFonts w:hint="cs"/>
          <w:cs/>
          <w:lang w:bidi="hi-IN"/>
        </w:rPr>
        <w:t>ईरान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पहला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एडिशन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वर्ष</w:t>
      </w:r>
      <w:r w:rsidRPr="001970A3">
        <w:rPr>
          <w:cs/>
          <w:lang w:bidi="hi-IN"/>
        </w:rPr>
        <w:t xml:space="preserve"> 1412 </w:t>
      </w:r>
      <w:r w:rsidRPr="001970A3">
        <w:rPr>
          <w:rFonts w:hint="cs"/>
          <w:cs/>
          <w:lang w:bidi="hi-IN"/>
        </w:rPr>
        <w:t>हिजरी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क़मरी।</w:t>
      </w:r>
    </w:p>
    <w:p w:rsidR="001970A3" w:rsidRPr="001970A3" w:rsidRDefault="001970A3" w:rsidP="003B53EB">
      <w:pPr>
        <w:pStyle w:val="libFootnote0"/>
      </w:pPr>
      <w:r w:rsidRPr="001970A3">
        <w:rPr>
          <w:cs/>
          <w:lang w:bidi="hi-IN"/>
        </w:rPr>
        <w:t>15.</w:t>
      </w:r>
      <w:r w:rsidRPr="001970A3">
        <w:rPr>
          <w:cs/>
          <w:lang w:bidi="hi-IN"/>
        </w:rPr>
        <w:tab/>
        <w:t xml:space="preserve"> </w:t>
      </w:r>
      <w:r w:rsidRPr="001970A3">
        <w:rPr>
          <w:rFonts w:hint="cs"/>
          <w:cs/>
          <w:lang w:bidi="hi-IN"/>
        </w:rPr>
        <w:t>सही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बुख़ारी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बुख़ारी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प्रसारक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दारुल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फ़िक्र</w:t>
      </w:r>
      <w:r w:rsidRPr="001970A3">
        <w:t xml:space="preserve">, </w:t>
      </w:r>
      <w:r w:rsidRPr="001970A3">
        <w:rPr>
          <w:rFonts w:hint="cs"/>
          <w:cs/>
          <w:lang w:bidi="hi-IN"/>
        </w:rPr>
        <w:t>बैरूत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वर्ष</w:t>
      </w:r>
      <w:r w:rsidRPr="001970A3">
        <w:rPr>
          <w:cs/>
          <w:lang w:bidi="hi-IN"/>
        </w:rPr>
        <w:t xml:space="preserve"> 1401 </w:t>
      </w:r>
      <w:r w:rsidRPr="001970A3">
        <w:rPr>
          <w:rFonts w:hint="cs"/>
          <w:cs/>
          <w:lang w:bidi="hi-IN"/>
        </w:rPr>
        <w:t>हिजरी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क़मरी।</w:t>
      </w:r>
    </w:p>
    <w:p w:rsidR="001970A3" w:rsidRPr="001970A3" w:rsidRDefault="001970A3" w:rsidP="003B53EB">
      <w:pPr>
        <w:pStyle w:val="libFootnote0"/>
      </w:pPr>
      <w:r w:rsidRPr="001970A3">
        <w:rPr>
          <w:cs/>
          <w:lang w:bidi="hi-IN"/>
        </w:rPr>
        <w:t>16.</w:t>
      </w:r>
      <w:r w:rsidRPr="001970A3">
        <w:rPr>
          <w:cs/>
          <w:lang w:bidi="hi-IN"/>
        </w:rPr>
        <w:tab/>
        <w:t xml:space="preserve"> </w:t>
      </w:r>
      <w:r w:rsidRPr="001970A3">
        <w:rPr>
          <w:rFonts w:hint="cs"/>
          <w:cs/>
          <w:lang w:bidi="hi-IN"/>
        </w:rPr>
        <w:t>सही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मुस्लिम</w:t>
      </w:r>
      <w:r w:rsidRPr="001970A3">
        <w:t xml:space="preserve">, </w:t>
      </w:r>
      <w:r w:rsidRPr="001970A3">
        <w:rPr>
          <w:rFonts w:hint="cs"/>
          <w:cs/>
          <w:lang w:bidi="hi-IN"/>
        </w:rPr>
        <w:t>मुस्लिम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नैशापुरी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प्रसारक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दारुल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फ़िक्र</w:t>
      </w:r>
      <w:r w:rsidRPr="001970A3">
        <w:t xml:space="preserve">, </w:t>
      </w:r>
      <w:r w:rsidRPr="001970A3">
        <w:rPr>
          <w:rFonts w:hint="cs"/>
          <w:cs/>
          <w:lang w:bidi="hi-IN"/>
        </w:rPr>
        <w:t>बैरूत</w:t>
      </w:r>
      <w:r w:rsidRPr="001970A3">
        <w:t xml:space="preserve">, </w:t>
      </w:r>
      <w:r w:rsidRPr="001970A3">
        <w:rPr>
          <w:rFonts w:hint="cs"/>
          <w:cs/>
          <w:lang w:bidi="hi-IN"/>
        </w:rPr>
        <w:t>लेबनान।</w:t>
      </w:r>
    </w:p>
    <w:p w:rsidR="001970A3" w:rsidRPr="001970A3" w:rsidRDefault="001970A3" w:rsidP="003B53EB">
      <w:pPr>
        <w:pStyle w:val="libFootnote0"/>
      </w:pPr>
      <w:r w:rsidRPr="001970A3">
        <w:rPr>
          <w:cs/>
          <w:lang w:bidi="hi-IN"/>
        </w:rPr>
        <w:t>17.</w:t>
      </w:r>
      <w:r w:rsidRPr="001970A3">
        <w:rPr>
          <w:cs/>
          <w:lang w:bidi="hi-IN"/>
        </w:rPr>
        <w:tab/>
        <w:t xml:space="preserve"> </w:t>
      </w:r>
      <w:r w:rsidRPr="001970A3">
        <w:rPr>
          <w:rFonts w:hint="cs"/>
          <w:cs/>
          <w:lang w:bidi="hi-IN"/>
        </w:rPr>
        <w:t>अज़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ज़ुआफ़ाउल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कबीर</w:t>
      </w:r>
      <w:r w:rsidRPr="001970A3">
        <w:t xml:space="preserve">, </w:t>
      </w:r>
      <w:r w:rsidRPr="001970A3">
        <w:rPr>
          <w:rFonts w:hint="cs"/>
          <w:cs/>
          <w:lang w:bidi="hi-IN"/>
        </w:rPr>
        <w:t>उक़ैली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प्रसारक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दारुल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कुतुब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इल्मिया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बैरूत</w:t>
      </w:r>
      <w:r w:rsidRPr="001970A3">
        <w:t xml:space="preserve">, </w:t>
      </w:r>
      <w:r w:rsidRPr="001970A3">
        <w:rPr>
          <w:rFonts w:hint="cs"/>
          <w:cs/>
          <w:lang w:bidi="hi-IN"/>
        </w:rPr>
        <w:t>लेबनान।</w:t>
      </w:r>
    </w:p>
    <w:p w:rsidR="001970A3" w:rsidRPr="001970A3" w:rsidRDefault="001970A3" w:rsidP="003B53EB">
      <w:pPr>
        <w:pStyle w:val="libFootnote0"/>
      </w:pPr>
      <w:r w:rsidRPr="001970A3">
        <w:rPr>
          <w:cs/>
          <w:lang w:bidi="hi-IN"/>
        </w:rPr>
        <w:t>18.</w:t>
      </w:r>
      <w:r w:rsidRPr="001970A3">
        <w:rPr>
          <w:cs/>
          <w:lang w:bidi="hi-IN"/>
        </w:rPr>
        <w:tab/>
        <w:t xml:space="preserve"> </w:t>
      </w:r>
      <w:r w:rsidRPr="001970A3">
        <w:rPr>
          <w:rFonts w:hint="cs"/>
          <w:cs/>
          <w:lang w:bidi="hi-IN"/>
        </w:rPr>
        <w:t>अत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तबक़ातुल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क़ुबरा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सअद</w:t>
      </w:r>
      <w:r w:rsidRPr="001970A3">
        <w:t xml:space="preserve">, </w:t>
      </w:r>
      <w:r w:rsidRPr="001970A3">
        <w:rPr>
          <w:rFonts w:hint="cs"/>
          <w:cs/>
          <w:lang w:bidi="hi-IN"/>
        </w:rPr>
        <w:t>प्रसारक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दारुल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क़ुतबिल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इल्मिया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बैरूत</w:t>
      </w:r>
      <w:r w:rsidRPr="001970A3">
        <w:t xml:space="preserve">, </w:t>
      </w:r>
      <w:r w:rsidRPr="001970A3">
        <w:rPr>
          <w:rFonts w:hint="cs"/>
          <w:cs/>
          <w:lang w:bidi="hi-IN"/>
        </w:rPr>
        <w:t>लेबनान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दूसरा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एडिशन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वर्ष</w:t>
      </w:r>
      <w:r w:rsidRPr="001970A3">
        <w:rPr>
          <w:cs/>
          <w:lang w:bidi="hi-IN"/>
        </w:rPr>
        <w:t xml:space="preserve"> 1418 </w:t>
      </w:r>
      <w:r w:rsidRPr="001970A3">
        <w:rPr>
          <w:rFonts w:hint="cs"/>
          <w:cs/>
          <w:lang w:bidi="hi-IN"/>
        </w:rPr>
        <w:t>हिजरी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क़मरी।</w:t>
      </w:r>
    </w:p>
    <w:p w:rsidR="001970A3" w:rsidRPr="001970A3" w:rsidRDefault="001970A3" w:rsidP="003B53EB">
      <w:pPr>
        <w:pStyle w:val="libFootnote0"/>
      </w:pPr>
      <w:r w:rsidRPr="001970A3">
        <w:rPr>
          <w:cs/>
          <w:lang w:bidi="hi-IN"/>
        </w:rPr>
        <w:t>19.</w:t>
      </w:r>
      <w:r w:rsidRPr="001970A3">
        <w:rPr>
          <w:cs/>
          <w:lang w:bidi="hi-IN"/>
        </w:rPr>
        <w:tab/>
        <w:t xml:space="preserve"> </w:t>
      </w:r>
      <w:r w:rsidRPr="001970A3">
        <w:rPr>
          <w:rFonts w:hint="cs"/>
          <w:cs/>
          <w:lang w:bidi="hi-IN"/>
        </w:rPr>
        <w:t>फ़तहुल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बारी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हजर</w:t>
      </w:r>
      <w:r w:rsidRPr="001970A3">
        <w:t xml:space="preserve">, </w:t>
      </w:r>
      <w:r w:rsidRPr="001970A3">
        <w:rPr>
          <w:rFonts w:hint="cs"/>
          <w:cs/>
          <w:lang w:bidi="hi-IN"/>
        </w:rPr>
        <w:t>प्रसारक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दारुल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कुतुबिल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इल्मिया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बैरूत</w:t>
      </w:r>
      <w:r w:rsidRPr="001970A3">
        <w:t xml:space="preserve">, </w:t>
      </w:r>
      <w:r w:rsidRPr="001970A3">
        <w:rPr>
          <w:rFonts w:hint="cs"/>
          <w:cs/>
          <w:lang w:bidi="hi-IN"/>
        </w:rPr>
        <w:t>लेबनान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पहला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एडिशन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वर्ष</w:t>
      </w:r>
      <w:r w:rsidRPr="001970A3">
        <w:rPr>
          <w:cs/>
          <w:lang w:bidi="hi-IN"/>
        </w:rPr>
        <w:t xml:space="preserve"> 1410 </w:t>
      </w:r>
      <w:r w:rsidRPr="001970A3">
        <w:rPr>
          <w:rFonts w:hint="cs"/>
          <w:cs/>
          <w:lang w:bidi="hi-IN"/>
        </w:rPr>
        <w:t>हिजरी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क़मरी।</w:t>
      </w:r>
    </w:p>
    <w:p w:rsidR="001970A3" w:rsidRPr="001970A3" w:rsidRDefault="001970A3" w:rsidP="003B53EB">
      <w:pPr>
        <w:pStyle w:val="libFootnote0"/>
      </w:pPr>
      <w:r w:rsidRPr="001970A3">
        <w:rPr>
          <w:cs/>
          <w:lang w:bidi="hi-IN"/>
        </w:rPr>
        <w:t>20.</w:t>
      </w:r>
      <w:r w:rsidRPr="001970A3">
        <w:rPr>
          <w:cs/>
          <w:lang w:bidi="hi-IN"/>
        </w:rPr>
        <w:tab/>
        <w:t xml:space="preserve"> </w:t>
      </w:r>
      <w:r w:rsidRPr="001970A3">
        <w:rPr>
          <w:rFonts w:hint="cs"/>
          <w:cs/>
          <w:lang w:bidi="hi-IN"/>
        </w:rPr>
        <w:t>अल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फ़सलो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अहवाए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मेलले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नेहल</w:t>
      </w:r>
      <w:r w:rsidRPr="001970A3">
        <w:t xml:space="preserve">,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हज़म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अंदलुसी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प्रसारक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दारुल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कुतुबिल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इल्मिया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बैरुत</w:t>
      </w:r>
      <w:r w:rsidRPr="001970A3">
        <w:t xml:space="preserve">, </w:t>
      </w:r>
      <w:r w:rsidRPr="001970A3">
        <w:rPr>
          <w:rFonts w:hint="cs"/>
          <w:cs/>
          <w:lang w:bidi="hi-IN"/>
        </w:rPr>
        <w:t>लेबनान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पहला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एडिशन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वर्ष</w:t>
      </w:r>
      <w:r w:rsidRPr="001970A3">
        <w:rPr>
          <w:cs/>
          <w:lang w:bidi="hi-IN"/>
        </w:rPr>
        <w:t xml:space="preserve"> 1416 </w:t>
      </w:r>
      <w:r w:rsidRPr="001970A3">
        <w:rPr>
          <w:rFonts w:hint="cs"/>
          <w:cs/>
          <w:lang w:bidi="hi-IN"/>
        </w:rPr>
        <w:t>हिजरी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क़मरी।</w:t>
      </w:r>
    </w:p>
    <w:p w:rsidR="001970A3" w:rsidRPr="001970A3" w:rsidRDefault="001970A3" w:rsidP="003B53EB">
      <w:pPr>
        <w:pStyle w:val="libFootnote0"/>
      </w:pPr>
      <w:r w:rsidRPr="001970A3">
        <w:rPr>
          <w:cs/>
          <w:lang w:bidi="hi-IN"/>
        </w:rPr>
        <w:lastRenderedPageBreak/>
        <w:t>21.</w:t>
      </w:r>
      <w:r w:rsidRPr="001970A3">
        <w:rPr>
          <w:cs/>
          <w:lang w:bidi="hi-IN"/>
        </w:rPr>
        <w:tab/>
        <w:t xml:space="preserve"> </w:t>
      </w:r>
      <w:r w:rsidRPr="001970A3">
        <w:rPr>
          <w:rFonts w:hint="cs"/>
          <w:cs/>
          <w:lang w:bidi="hi-IN"/>
        </w:rPr>
        <w:t>फ़ैज़ुल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क़दीर</w:t>
      </w:r>
      <w:r w:rsidRPr="001970A3">
        <w:t xml:space="preserve">, </w:t>
      </w:r>
      <w:r w:rsidRPr="001970A3">
        <w:rPr>
          <w:rFonts w:hint="cs"/>
          <w:cs/>
          <w:lang w:bidi="hi-IN"/>
        </w:rPr>
        <w:t>मनावी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दारुल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कुतुबिल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इल्मिया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बैरूत</w:t>
      </w:r>
      <w:r w:rsidRPr="001970A3">
        <w:t xml:space="preserve">, </w:t>
      </w:r>
      <w:r w:rsidRPr="001970A3">
        <w:rPr>
          <w:rFonts w:hint="cs"/>
          <w:cs/>
          <w:lang w:bidi="hi-IN"/>
        </w:rPr>
        <w:t>लेबनान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पहला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एडिशन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वर्ष</w:t>
      </w:r>
      <w:r w:rsidRPr="001970A3">
        <w:rPr>
          <w:cs/>
          <w:lang w:bidi="hi-IN"/>
        </w:rPr>
        <w:t xml:space="preserve"> 1415 </w:t>
      </w:r>
      <w:r w:rsidRPr="001970A3">
        <w:rPr>
          <w:rFonts w:hint="cs"/>
          <w:cs/>
          <w:lang w:bidi="hi-IN"/>
        </w:rPr>
        <w:t>हिजारी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क़मरी।</w:t>
      </w:r>
    </w:p>
    <w:p w:rsidR="001970A3" w:rsidRPr="001970A3" w:rsidRDefault="001970A3" w:rsidP="003B53EB">
      <w:pPr>
        <w:pStyle w:val="libFootnote0"/>
      </w:pPr>
      <w:r w:rsidRPr="001970A3">
        <w:rPr>
          <w:cs/>
          <w:lang w:bidi="hi-IN"/>
        </w:rPr>
        <w:t>22.</w:t>
      </w:r>
      <w:r w:rsidRPr="001970A3">
        <w:rPr>
          <w:cs/>
          <w:lang w:bidi="hi-IN"/>
        </w:rPr>
        <w:tab/>
        <w:t xml:space="preserve"> </w:t>
      </w:r>
      <w:r w:rsidRPr="001970A3">
        <w:rPr>
          <w:rFonts w:hint="cs"/>
          <w:cs/>
          <w:lang w:bidi="hi-IN"/>
        </w:rPr>
        <w:t>अल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कामिल</w:t>
      </w:r>
      <w:r w:rsidRPr="001970A3">
        <w:t xml:space="preserve">, </w:t>
      </w:r>
      <w:r w:rsidRPr="001970A3">
        <w:rPr>
          <w:rFonts w:hint="cs"/>
          <w:cs/>
          <w:lang w:bidi="hi-IN"/>
        </w:rPr>
        <w:t>अब्दुल्लाह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अदी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प्रसारक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दारुल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फ़िक्र</w:t>
      </w:r>
      <w:r w:rsidRPr="001970A3">
        <w:t xml:space="preserve">, </w:t>
      </w:r>
      <w:r w:rsidRPr="001970A3">
        <w:rPr>
          <w:rFonts w:hint="cs"/>
          <w:cs/>
          <w:lang w:bidi="hi-IN"/>
        </w:rPr>
        <w:t>बैरूत</w:t>
      </w:r>
      <w:r w:rsidRPr="001970A3">
        <w:t xml:space="preserve">, </w:t>
      </w:r>
      <w:r w:rsidRPr="001970A3">
        <w:rPr>
          <w:rFonts w:hint="cs"/>
          <w:cs/>
          <w:lang w:bidi="hi-IN"/>
        </w:rPr>
        <w:t>लेबनान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तीसरा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एडिशन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वर्ष</w:t>
      </w:r>
      <w:r w:rsidRPr="001970A3">
        <w:rPr>
          <w:cs/>
          <w:lang w:bidi="hi-IN"/>
        </w:rPr>
        <w:t xml:space="preserve"> 1409 </w:t>
      </w:r>
      <w:r w:rsidRPr="001970A3">
        <w:rPr>
          <w:rFonts w:hint="cs"/>
          <w:cs/>
          <w:lang w:bidi="hi-IN"/>
        </w:rPr>
        <w:t>हिजरी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क़मरी।</w:t>
      </w:r>
    </w:p>
    <w:p w:rsidR="001970A3" w:rsidRPr="001970A3" w:rsidRDefault="001970A3" w:rsidP="003B53EB">
      <w:pPr>
        <w:pStyle w:val="libFootnote0"/>
      </w:pPr>
      <w:r w:rsidRPr="001970A3">
        <w:rPr>
          <w:cs/>
          <w:lang w:bidi="hi-IN"/>
        </w:rPr>
        <w:t>23.</w:t>
      </w:r>
      <w:r w:rsidRPr="001970A3">
        <w:rPr>
          <w:cs/>
          <w:lang w:bidi="hi-IN"/>
        </w:rPr>
        <w:tab/>
        <w:t xml:space="preserve"> </w:t>
      </w:r>
      <w:r w:rsidRPr="001970A3">
        <w:rPr>
          <w:rFonts w:hint="cs"/>
          <w:cs/>
          <w:lang w:bidi="hi-IN"/>
        </w:rPr>
        <w:t>कंजुल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उम्माल</w:t>
      </w:r>
      <w:r w:rsidRPr="001970A3">
        <w:t xml:space="preserve">, </w:t>
      </w:r>
      <w:r w:rsidRPr="001970A3">
        <w:rPr>
          <w:rFonts w:hint="cs"/>
          <w:cs/>
          <w:lang w:bidi="hi-IN"/>
        </w:rPr>
        <w:t>मुत्तक़ी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हिन्दी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प्रसारक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दारुल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रिसालह</w:t>
      </w:r>
      <w:r w:rsidRPr="001970A3">
        <w:t xml:space="preserve">, </w:t>
      </w:r>
      <w:r w:rsidRPr="001970A3">
        <w:rPr>
          <w:rFonts w:hint="cs"/>
          <w:cs/>
          <w:lang w:bidi="hi-IN"/>
        </w:rPr>
        <w:t>बैरूत</w:t>
      </w:r>
      <w:r w:rsidRPr="001970A3">
        <w:t xml:space="preserve">, </w:t>
      </w:r>
      <w:r w:rsidRPr="001970A3">
        <w:rPr>
          <w:rFonts w:hint="cs"/>
          <w:cs/>
          <w:lang w:bidi="hi-IN"/>
        </w:rPr>
        <w:t>लेबनान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वर्ष</w:t>
      </w:r>
      <w:r w:rsidRPr="001970A3">
        <w:rPr>
          <w:cs/>
          <w:lang w:bidi="hi-IN"/>
        </w:rPr>
        <w:t xml:space="preserve"> 1409 </w:t>
      </w:r>
      <w:r w:rsidRPr="001970A3">
        <w:rPr>
          <w:rFonts w:hint="cs"/>
          <w:cs/>
          <w:lang w:bidi="hi-IN"/>
        </w:rPr>
        <w:t>हिजरी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क़मरी।</w:t>
      </w:r>
    </w:p>
    <w:p w:rsidR="001970A3" w:rsidRPr="001970A3" w:rsidRDefault="001970A3" w:rsidP="003B53EB">
      <w:pPr>
        <w:pStyle w:val="libFootnote0"/>
      </w:pPr>
      <w:r w:rsidRPr="001970A3">
        <w:rPr>
          <w:cs/>
          <w:lang w:bidi="hi-IN"/>
        </w:rPr>
        <w:t>24.</w:t>
      </w:r>
      <w:r w:rsidRPr="001970A3">
        <w:rPr>
          <w:cs/>
          <w:lang w:bidi="hi-IN"/>
        </w:rPr>
        <w:tab/>
        <w:t xml:space="preserve"> </w:t>
      </w:r>
      <w:r w:rsidRPr="001970A3">
        <w:rPr>
          <w:rFonts w:hint="cs"/>
          <w:cs/>
          <w:lang w:bidi="hi-IN"/>
        </w:rPr>
        <w:t>अल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लआलिल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मसनूआ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अहादिसिल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मौज़ूआ</w:t>
      </w:r>
      <w:r w:rsidRPr="001970A3">
        <w:t xml:space="preserve">, </w:t>
      </w:r>
      <w:r w:rsidRPr="001970A3">
        <w:rPr>
          <w:rFonts w:hint="cs"/>
          <w:cs/>
          <w:lang w:bidi="hi-IN"/>
        </w:rPr>
        <w:t>जलालुद्दीन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सुयूती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प्रसारक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दारुल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कुतुबिल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इल्मिया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बैरूत</w:t>
      </w:r>
      <w:r w:rsidRPr="001970A3">
        <w:t xml:space="preserve">, </w:t>
      </w:r>
      <w:r w:rsidRPr="001970A3">
        <w:rPr>
          <w:rFonts w:hint="cs"/>
          <w:cs/>
          <w:lang w:bidi="hi-IN"/>
        </w:rPr>
        <w:t>लेबनान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पहला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एडिशन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वर्ष</w:t>
      </w:r>
      <w:r w:rsidRPr="001970A3">
        <w:rPr>
          <w:cs/>
          <w:lang w:bidi="hi-IN"/>
        </w:rPr>
        <w:t xml:space="preserve"> 1417 </w:t>
      </w:r>
      <w:r w:rsidRPr="001970A3">
        <w:rPr>
          <w:rFonts w:hint="cs"/>
          <w:cs/>
          <w:lang w:bidi="hi-IN"/>
        </w:rPr>
        <w:t>हिजरी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क़मरी।</w:t>
      </w:r>
    </w:p>
    <w:p w:rsidR="001970A3" w:rsidRPr="001970A3" w:rsidRDefault="001970A3" w:rsidP="003B53EB">
      <w:pPr>
        <w:pStyle w:val="libFootnote0"/>
      </w:pPr>
      <w:r w:rsidRPr="001970A3">
        <w:rPr>
          <w:cs/>
          <w:lang w:bidi="hi-IN"/>
        </w:rPr>
        <w:t>25.</w:t>
      </w:r>
      <w:r w:rsidRPr="001970A3">
        <w:rPr>
          <w:cs/>
          <w:lang w:bidi="hi-IN"/>
        </w:rPr>
        <w:tab/>
        <w:t xml:space="preserve"> </w:t>
      </w:r>
      <w:r w:rsidRPr="001970A3">
        <w:rPr>
          <w:rFonts w:hint="cs"/>
          <w:cs/>
          <w:lang w:bidi="hi-IN"/>
        </w:rPr>
        <w:t>लेसानुल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मीज़ान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हजरे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असक़लानी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प्रसारक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आलमी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संस्था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बैरूत</w:t>
      </w:r>
      <w:r w:rsidRPr="001970A3">
        <w:t xml:space="preserve">, </w:t>
      </w:r>
      <w:r w:rsidRPr="001970A3">
        <w:rPr>
          <w:rFonts w:hint="cs"/>
          <w:cs/>
          <w:lang w:bidi="hi-IN"/>
        </w:rPr>
        <w:t>लेबनान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दूसरा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एडिशन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वर्ष</w:t>
      </w:r>
      <w:r w:rsidRPr="001970A3">
        <w:rPr>
          <w:cs/>
          <w:lang w:bidi="hi-IN"/>
        </w:rPr>
        <w:t xml:space="preserve"> 1390 </w:t>
      </w:r>
      <w:r w:rsidRPr="001970A3">
        <w:rPr>
          <w:rFonts w:hint="cs"/>
          <w:cs/>
          <w:lang w:bidi="hi-IN"/>
        </w:rPr>
        <w:t>हिजरी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क़मरी।</w:t>
      </w:r>
    </w:p>
    <w:p w:rsidR="001970A3" w:rsidRPr="001970A3" w:rsidRDefault="001970A3" w:rsidP="003B53EB">
      <w:pPr>
        <w:pStyle w:val="libFootnote0"/>
      </w:pPr>
      <w:r w:rsidRPr="001970A3">
        <w:rPr>
          <w:cs/>
          <w:lang w:bidi="hi-IN"/>
        </w:rPr>
        <w:t>26.</w:t>
      </w:r>
      <w:r w:rsidRPr="001970A3">
        <w:rPr>
          <w:cs/>
          <w:lang w:bidi="hi-IN"/>
        </w:rPr>
        <w:tab/>
        <w:t xml:space="preserve"> </w:t>
      </w:r>
      <w:r w:rsidRPr="001970A3">
        <w:rPr>
          <w:rFonts w:hint="cs"/>
          <w:cs/>
          <w:lang w:bidi="hi-IN"/>
        </w:rPr>
        <w:t>मजमउज़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ज़वायद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मम्बउल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फ़वायद</w:t>
      </w:r>
      <w:r w:rsidRPr="001970A3">
        <w:t xml:space="preserve">, </w:t>
      </w:r>
      <w:r w:rsidRPr="001970A3">
        <w:rPr>
          <w:rFonts w:hint="cs"/>
          <w:cs/>
          <w:lang w:bidi="hi-IN"/>
        </w:rPr>
        <w:t>हैसमी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प्रसारक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दारुल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फ़िक्र</w:t>
      </w:r>
      <w:r w:rsidRPr="001970A3">
        <w:t xml:space="preserve">, </w:t>
      </w:r>
      <w:r w:rsidRPr="001970A3">
        <w:rPr>
          <w:rFonts w:hint="cs"/>
          <w:cs/>
          <w:lang w:bidi="hi-IN"/>
        </w:rPr>
        <w:t>बैरूत</w:t>
      </w:r>
      <w:r w:rsidRPr="001970A3">
        <w:t xml:space="preserve">, </w:t>
      </w:r>
      <w:r w:rsidRPr="001970A3">
        <w:rPr>
          <w:rFonts w:hint="cs"/>
          <w:cs/>
          <w:lang w:bidi="hi-IN"/>
        </w:rPr>
        <w:t>लेबनान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वर्ष</w:t>
      </w:r>
      <w:r w:rsidRPr="001970A3">
        <w:rPr>
          <w:cs/>
          <w:lang w:bidi="hi-IN"/>
        </w:rPr>
        <w:t xml:space="preserve"> 1412 </w:t>
      </w:r>
      <w:r w:rsidRPr="001970A3">
        <w:rPr>
          <w:rFonts w:hint="cs"/>
          <w:cs/>
          <w:lang w:bidi="hi-IN"/>
        </w:rPr>
        <w:t>हिजरी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क़मरी।</w:t>
      </w:r>
    </w:p>
    <w:p w:rsidR="001970A3" w:rsidRPr="001970A3" w:rsidRDefault="001970A3" w:rsidP="003B53EB">
      <w:pPr>
        <w:pStyle w:val="libFootnote0"/>
      </w:pPr>
      <w:r w:rsidRPr="001970A3">
        <w:rPr>
          <w:cs/>
          <w:lang w:bidi="hi-IN"/>
        </w:rPr>
        <w:t>27.</w:t>
      </w:r>
      <w:r w:rsidRPr="001970A3">
        <w:rPr>
          <w:cs/>
          <w:lang w:bidi="hi-IN"/>
        </w:rPr>
        <w:tab/>
        <w:t xml:space="preserve"> </w:t>
      </w:r>
      <w:r w:rsidRPr="001970A3">
        <w:rPr>
          <w:rFonts w:hint="cs"/>
          <w:cs/>
          <w:lang w:bidi="hi-IN"/>
        </w:rPr>
        <w:t>अल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मुसतदरक</w:t>
      </w:r>
      <w:r w:rsidRPr="001970A3">
        <w:t xml:space="preserve">, </w:t>
      </w:r>
      <w:r w:rsidRPr="001970A3">
        <w:rPr>
          <w:rFonts w:hint="cs"/>
          <w:cs/>
          <w:lang w:bidi="hi-IN"/>
        </w:rPr>
        <w:t>हाकिम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नैशापुरी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प्रसारक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दारुल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कुतुबिल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इल्मिया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बैरूत</w:t>
      </w:r>
      <w:r w:rsidRPr="001970A3">
        <w:t xml:space="preserve">, </w:t>
      </w:r>
      <w:r w:rsidRPr="001970A3">
        <w:rPr>
          <w:rFonts w:hint="cs"/>
          <w:cs/>
          <w:lang w:bidi="hi-IN"/>
        </w:rPr>
        <w:t>लेबनान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पहला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एडिशन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वर्ष</w:t>
      </w:r>
      <w:r w:rsidRPr="001970A3">
        <w:rPr>
          <w:cs/>
          <w:lang w:bidi="hi-IN"/>
        </w:rPr>
        <w:t xml:space="preserve"> 1411 </w:t>
      </w:r>
      <w:r w:rsidRPr="001970A3">
        <w:rPr>
          <w:rFonts w:hint="cs"/>
          <w:cs/>
          <w:lang w:bidi="hi-IN"/>
        </w:rPr>
        <w:t>हिजरी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क़मरी।</w:t>
      </w:r>
      <w:r w:rsidRPr="001970A3">
        <w:rPr>
          <w:cs/>
          <w:lang w:bidi="hi-IN"/>
        </w:rPr>
        <w:t xml:space="preserve"> </w:t>
      </w:r>
    </w:p>
    <w:p w:rsidR="001970A3" w:rsidRPr="001970A3" w:rsidRDefault="001970A3" w:rsidP="003B53EB">
      <w:pPr>
        <w:pStyle w:val="libFootnote0"/>
      </w:pPr>
      <w:r w:rsidRPr="001970A3">
        <w:rPr>
          <w:cs/>
          <w:lang w:bidi="hi-IN"/>
        </w:rPr>
        <w:t>28.</w:t>
      </w:r>
      <w:r w:rsidRPr="001970A3">
        <w:rPr>
          <w:cs/>
          <w:lang w:bidi="hi-IN"/>
        </w:rPr>
        <w:tab/>
        <w:t xml:space="preserve"> </w:t>
      </w:r>
      <w:r w:rsidRPr="001970A3">
        <w:rPr>
          <w:rFonts w:hint="cs"/>
          <w:cs/>
          <w:lang w:bidi="hi-IN"/>
        </w:rPr>
        <w:t>मुसनदे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अहमद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हंबल</w:t>
      </w:r>
      <w:r w:rsidRPr="001970A3">
        <w:t xml:space="preserve">, </w:t>
      </w:r>
      <w:r w:rsidRPr="001970A3">
        <w:rPr>
          <w:rFonts w:hint="cs"/>
          <w:cs/>
          <w:lang w:bidi="hi-IN"/>
        </w:rPr>
        <w:t>अहमद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बिन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हंबल</w:t>
      </w:r>
      <w:r w:rsidRPr="001970A3">
        <w:t xml:space="preserve">, </w:t>
      </w:r>
      <w:r w:rsidRPr="001970A3">
        <w:rPr>
          <w:rFonts w:hint="cs"/>
          <w:cs/>
          <w:lang w:bidi="hi-IN"/>
        </w:rPr>
        <w:t>प्रसारक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दारु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अहयाइत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तुरासिल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अरबी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व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दार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सादिर</w:t>
      </w:r>
      <w:r w:rsidRPr="001970A3">
        <w:t xml:space="preserve">, </w:t>
      </w:r>
      <w:r w:rsidRPr="001970A3">
        <w:rPr>
          <w:rFonts w:hint="cs"/>
          <w:cs/>
          <w:lang w:bidi="hi-IN"/>
        </w:rPr>
        <w:t>बैरूत</w:t>
      </w:r>
      <w:r w:rsidRPr="001970A3">
        <w:t xml:space="preserve">, </w:t>
      </w:r>
      <w:r w:rsidRPr="001970A3">
        <w:rPr>
          <w:rFonts w:hint="cs"/>
          <w:cs/>
          <w:lang w:bidi="hi-IN"/>
        </w:rPr>
        <w:t>लेबनान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तीसरा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एडिशन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वर्ष</w:t>
      </w:r>
      <w:r w:rsidRPr="001970A3">
        <w:rPr>
          <w:cs/>
          <w:lang w:bidi="hi-IN"/>
        </w:rPr>
        <w:t xml:space="preserve"> 1415 </w:t>
      </w:r>
      <w:r w:rsidRPr="001970A3">
        <w:rPr>
          <w:rFonts w:hint="cs"/>
          <w:cs/>
          <w:lang w:bidi="hi-IN"/>
        </w:rPr>
        <w:t>हिजरी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क़मरी।</w:t>
      </w:r>
    </w:p>
    <w:p w:rsidR="001970A3" w:rsidRPr="001970A3" w:rsidRDefault="001970A3" w:rsidP="003B53EB">
      <w:pPr>
        <w:pStyle w:val="libFootnote0"/>
      </w:pPr>
      <w:r w:rsidRPr="001970A3">
        <w:rPr>
          <w:cs/>
          <w:lang w:bidi="hi-IN"/>
        </w:rPr>
        <w:t>29.</w:t>
      </w:r>
      <w:r w:rsidRPr="001970A3">
        <w:rPr>
          <w:cs/>
          <w:lang w:bidi="hi-IN"/>
        </w:rPr>
        <w:tab/>
        <w:t xml:space="preserve"> </w:t>
      </w:r>
      <w:r w:rsidRPr="001970A3">
        <w:rPr>
          <w:rFonts w:hint="cs"/>
          <w:cs/>
          <w:lang w:bidi="hi-IN"/>
        </w:rPr>
        <w:t>अल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मुसन्नफ़</w:t>
      </w:r>
      <w:r w:rsidRPr="001970A3">
        <w:t xml:space="preserve">,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अबी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शैबा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कूफ़ी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प्रसारक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दारुल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फ़िक्र</w:t>
      </w:r>
      <w:r w:rsidRPr="001970A3">
        <w:t xml:space="preserve">, </w:t>
      </w:r>
      <w:r w:rsidRPr="001970A3">
        <w:rPr>
          <w:rFonts w:hint="cs"/>
          <w:cs/>
          <w:lang w:bidi="hi-IN"/>
        </w:rPr>
        <w:t>बैरूत</w:t>
      </w:r>
      <w:r w:rsidRPr="001970A3">
        <w:t xml:space="preserve">, </w:t>
      </w:r>
      <w:r w:rsidRPr="001970A3">
        <w:rPr>
          <w:rFonts w:hint="cs"/>
          <w:cs/>
          <w:lang w:bidi="hi-IN"/>
        </w:rPr>
        <w:t>लेबनान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पहला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एडिशन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वर्ष</w:t>
      </w:r>
      <w:r w:rsidRPr="001970A3">
        <w:rPr>
          <w:cs/>
          <w:lang w:bidi="hi-IN"/>
        </w:rPr>
        <w:t xml:space="preserve"> 1409 </w:t>
      </w:r>
      <w:r w:rsidRPr="001970A3">
        <w:rPr>
          <w:rFonts w:hint="cs"/>
          <w:cs/>
          <w:lang w:bidi="hi-IN"/>
        </w:rPr>
        <w:t>हिजरी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क़मरी।</w:t>
      </w:r>
    </w:p>
    <w:p w:rsidR="001970A3" w:rsidRPr="001970A3" w:rsidRDefault="001970A3" w:rsidP="003B53EB">
      <w:pPr>
        <w:pStyle w:val="libFootnote0"/>
      </w:pPr>
      <w:r w:rsidRPr="001970A3">
        <w:rPr>
          <w:cs/>
          <w:lang w:bidi="hi-IN"/>
        </w:rPr>
        <w:t>30.</w:t>
      </w:r>
      <w:r w:rsidRPr="001970A3">
        <w:rPr>
          <w:cs/>
          <w:lang w:bidi="hi-IN"/>
        </w:rPr>
        <w:tab/>
        <w:t xml:space="preserve"> </w:t>
      </w:r>
      <w:r w:rsidRPr="001970A3">
        <w:rPr>
          <w:rFonts w:hint="cs"/>
          <w:cs/>
          <w:lang w:bidi="hi-IN"/>
        </w:rPr>
        <w:t>मिनहाजुस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सुन्नतिन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नबविया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तैमिया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प्रसारक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मकतबा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तैमिया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क़ाहेरा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मिस्र</w:t>
      </w:r>
      <w:r w:rsidRPr="001970A3">
        <w:t xml:space="preserve">, </w:t>
      </w:r>
      <w:r w:rsidRPr="001970A3">
        <w:rPr>
          <w:rFonts w:hint="cs"/>
          <w:cs/>
          <w:lang w:bidi="hi-IN"/>
        </w:rPr>
        <w:t>दूसरा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एडिशन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वर्ष</w:t>
      </w:r>
      <w:r w:rsidRPr="001970A3">
        <w:rPr>
          <w:cs/>
          <w:lang w:bidi="hi-IN"/>
        </w:rPr>
        <w:t xml:space="preserve"> 1409 </w:t>
      </w:r>
      <w:r w:rsidRPr="001970A3">
        <w:rPr>
          <w:rFonts w:hint="cs"/>
          <w:cs/>
          <w:lang w:bidi="hi-IN"/>
        </w:rPr>
        <w:t>हिजरी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क़मरी।</w:t>
      </w:r>
    </w:p>
    <w:p w:rsidR="001970A3" w:rsidRPr="001970A3" w:rsidRDefault="001970A3" w:rsidP="003B53EB">
      <w:pPr>
        <w:pStyle w:val="libFootnote0"/>
      </w:pPr>
      <w:r w:rsidRPr="001970A3">
        <w:rPr>
          <w:cs/>
          <w:lang w:bidi="hi-IN"/>
        </w:rPr>
        <w:lastRenderedPageBreak/>
        <w:t>31.</w:t>
      </w:r>
      <w:r w:rsidRPr="001970A3">
        <w:rPr>
          <w:cs/>
          <w:lang w:bidi="hi-IN"/>
        </w:rPr>
        <w:tab/>
        <w:t xml:space="preserve"> </w:t>
      </w:r>
      <w:r w:rsidRPr="001970A3">
        <w:rPr>
          <w:rFonts w:hint="cs"/>
          <w:cs/>
          <w:lang w:bidi="hi-IN"/>
        </w:rPr>
        <w:t>मीज़ानुल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ऐतेदाल</w:t>
      </w:r>
      <w:r w:rsidRPr="001970A3">
        <w:t xml:space="preserve">, </w:t>
      </w:r>
      <w:r w:rsidRPr="001970A3">
        <w:rPr>
          <w:rFonts w:hint="cs"/>
          <w:cs/>
          <w:lang w:bidi="hi-IN"/>
        </w:rPr>
        <w:t>ज़हबी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प्रसारक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दारुल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कुतुबिल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इल्मिया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बैरूत</w:t>
      </w:r>
      <w:r w:rsidRPr="001970A3">
        <w:t xml:space="preserve">, </w:t>
      </w:r>
      <w:r w:rsidRPr="001970A3">
        <w:rPr>
          <w:rFonts w:hint="cs"/>
          <w:cs/>
          <w:lang w:bidi="hi-IN"/>
        </w:rPr>
        <w:t>लेबनान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पहला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एडिशन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वर्ष</w:t>
      </w:r>
      <w:r w:rsidRPr="001970A3">
        <w:rPr>
          <w:cs/>
          <w:lang w:bidi="hi-IN"/>
        </w:rPr>
        <w:t xml:space="preserve"> 1416 </w:t>
      </w:r>
      <w:r w:rsidRPr="001970A3">
        <w:rPr>
          <w:rFonts w:hint="cs"/>
          <w:cs/>
          <w:lang w:bidi="hi-IN"/>
        </w:rPr>
        <w:t>हिजरी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क़मरी।</w:t>
      </w:r>
    </w:p>
    <w:p w:rsidR="001970A3" w:rsidRPr="001970A3" w:rsidRDefault="001970A3" w:rsidP="003B53EB">
      <w:pPr>
        <w:pStyle w:val="libFootnote0"/>
      </w:pPr>
      <w:r w:rsidRPr="001970A3">
        <w:rPr>
          <w:cs/>
          <w:lang w:bidi="hi-IN"/>
        </w:rPr>
        <w:t>32.</w:t>
      </w:r>
      <w:r w:rsidRPr="001970A3">
        <w:rPr>
          <w:cs/>
          <w:lang w:bidi="hi-IN"/>
        </w:rPr>
        <w:tab/>
        <w:t xml:space="preserve"> </w:t>
      </w:r>
      <w:r w:rsidRPr="001970A3">
        <w:rPr>
          <w:rFonts w:hint="cs"/>
          <w:cs/>
          <w:lang w:bidi="hi-IN"/>
        </w:rPr>
        <w:t>अल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मौज़ूआत</w:t>
      </w:r>
      <w:r w:rsidRPr="001970A3">
        <w:t xml:space="preserve">, </w:t>
      </w:r>
      <w:r w:rsidRPr="001970A3">
        <w:rPr>
          <w:rFonts w:hint="cs"/>
          <w:cs/>
          <w:lang w:bidi="hi-IN"/>
        </w:rPr>
        <w:t>इब्ने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जौज़ी</w:t>
      </w:r>
      <w:r w:rsidRPr="001970A3">
        <w:t xml:space="preserve">, </w:t>
      </w:r>
      <w:r w:rsidRPr="001970A3">
        <w:rPr>
          <w:rFonts w:hint="cs"/>
          <w:cs/>
          <w:lang w:bidi="hi-IN"/>
        </w:rPr>
        <w:t>प्रसारक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दारुल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कुतुबिल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इल्मिया</w:t>
      </w:r>
      <w:r w:rsidRPr="001970A3">
        <w:t xml:space="preserve">, </w:t>
      </w:r>
      <w:r w:rsidRPr="001970A3">
        <w:rPr>
          <w:rFonts w:hint="cs"/>
          <w:cs/>
          <w:lang w:bidi="hi-IN"/>
        </w:rPr>
        <w:t>बैरूत</w:t>
      </w:r>
      <w:r w:rsidRPr="001970A3">
        <w:t xml:space="preserve">, </w:t>
      </w:r>
      <w:r w:rsidRPr="001970A3">
        <w:rPr>
          <w:rFonts w:hint="cs"/>
          <w:cs/>
          <w:lang w:bidi="hi-IN"/>
        </w:rPr>
        <w:t>लेबनान</w:t>
      </w:r>
      <w:r w:rsidRPr="001970A3">
        <w:rPr>
          <w:cs/>
          <w:lang w:bidi="hi-IN"/>
        </w:rPr>
        <w:t xml:space="preserve">. </w:t>
      </w:r>
      <w:r w:rsidRPr="001970A3">
        <w:rPr>
          <w:rFonts w:hint="cs"/>
          <w:cs/>
          <w:lang w:bidi="hi-IN"/>
        </w:rPr>
        <w:t>पहला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एडिशन</w:t>
      </w:r>
      <w:r w:rsidRPr="001970A3">
        <w:t xml:space="preserve">, </w:t>
      </w:r>
      <w:r w:rsidRPr="001970A3">
        <w:rPr>
          <w:rFonts w:hint="cs"/>
          <w:cs/>
          <w:lang w:bidi="hi-IN"/>
        </w:rPr>
        <w:t>वर्ष</w:t>
      </w:r>
      <w:r w:rsidRPr="001970A3">
        <w:rPr>
          <w:cs/>
          <w:lang w:bidi="hi-IN"/>
        </w:rPr>
        <w:t xml:space="preserve"> 1415 </w:t>
      </w:r>
      <w:r w:rsidRPr="001970A3">
        <w:rPr>
          <w:rFonts w:hint="cs"/>
          <w:cs/>
          <w:lang w:bidi="hi-IN"/>
        </w:rPr>
        <w:t>हिजरी</w:t>
      </w:r>
      <w:r w:rsidRPr="001970A3">
        <w:rPr>
          <w:cs/>
          <w:lang w:bidi="hi-IN"/>
        </w:rPr>
        <w:t xml:space="preserve"> </w:t>
      </w:r>
      <w:r w:rsidRPr="001970A3">
        <w:rPr>
          <w:rFonts w:hint="cs"/>
          <w:cs/>
          <w:lang w:bidi="hi-IN"/>
        </w:rPr>
        <w:t>क़मरी।</w:t>
      </w:r>
      <w:r w:rsidRPr="001970A3">
        <w:rPr>
          <w:cs/>
          <w:lang w:bidi="hi-IN"/>
        </w:rPr>
        <w:t xml:space="preserve"> </w:t>
      </w:r>
    </w:p>
    <w:p w:rsidR="00313602" w:rsidRDefault="00313602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007817" w:rsidRDefault="00313602" w:rsidP="00313602">
      <w:pPr>
        <w:pStyle w:val="Heading1"/>
        <w:rPr>
          <w:lang w:bidi="hi-IN"/>
        </w:rPr>
      </w:pPr>
      <w:bookmarkStart w:id="30" w:name="_Toc444983319"/>
      <w:r>
        <w:rPr>
          <w:rFonts w:hint="cs"/>
          <w:cs/>
          <w:lang w:bidi="hi-IN"/>
        </w:rPr>
        <w:lastRenderedPageBreak/>
        <w:t>फेहरिस्त</w:t>
      </w:r>
      <w:bookmarkEnd w:id="30"/>
    </w:p>
    <w:sdt>
      <w:sdtPr>
        <w:rPr>
          <w:rFonts w:ascii="Calibri" w:eastAsia="Calibri" w:hAnsi="Calibri" w:cs="Arial"/>
          <w:b w:val="0"/>
          <w:bCs w:val="0"/>
          <w:color w:val="auto"/>
          <w:sz w:val="32"/>
          <w:szCs w:val="32"/>
        </w:rPr>
        <w:id w:val="2230815"/>
        <w:docPartObj>
          <w:docPartGallery w:val="Table of Contents"/>
          <w:docPartUnique/>
        </w:docPartObj>
      </w:sdtPr>
      <w:sdtContent>
        <w:p w:rsidR="00313602" w:rsidRDefault="00313602" w:rsidP="00313602">
          <w:pPr>
            <w:pStyle w:val="TOCHeading"/>
          </w:pPr>
        </w:p>
        <w:p w:rsidR="00313602" w:rsidRDefault="0030680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 w:rsidRPr="00306809">
            <w:fldChar w:fldCharType="begin"/>
          </w:r>
          <w:r w:rsidR="00313602">
            <w:instrText xml:space="preserve"> TOC \o "1-3" \h \z \u </w:instrText>
          </w:r>
          <w:r w:rsidRPr="00306809">
            <w:fldChar w:fldCharType="separate"/>
          </w:r>
          <w:hyperlink w:anchor="_Toc444983289" w:history="1"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अबूबक्र</w:t>
            </w:r>
            <w:r w:rsidR="00313602" w:rsidRPr="00E92ADB">
              <w:rPr>
                <w:rStyle w:val="Hyperlink"/>
                <w:noProof/>
                <w:lang w:bidi="fa-IR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313602" w:rsidRPr="00E92ADB">
              <w:rPr>
                <w:rStyle w:val="Hyperlink"/>
                <w:noProof/>
                <w:lang w:bidi="fa-IR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प्रतिनिधित्व</w:t>
            </w:r>
            <w:r w:rsidR="00313602" w:rsidRPr="00E92ADB">
              <w:rPr>
                <w:rStyle w:val="Hyperlink"/>
                <w:noProof/>
                <w:lang w:bidi="fa-IR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समीक्षा</w:t>
            </w:r>
            <w:r w:rsidR="00313602" w:rsidRPr="00E92ADB">
              <w:rPr>
                <w:rStyle w:val="Hyperlink"/>
                <w:noProof/>
                <w:lang w:bidi="fa-IR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313602" w:rsidRPr="00E92ADB">
              <w:rPr>
                <w:rStyle w:val="Hyperlink"/>
                <w:noProof/>
                <w:lang w:bidi="fa-IR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तराज़ू</w:t>
            </w:r>
            <w:r w:rsidR="00313602" w:rsidRPr="00E92ADB">
              <w:rPr>
                <w:rStyle w:val="Hyperlink"/>
                <w:noProof/>
                <w:lang w:bidi="fa-IR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31360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3602">
              <w:rPr>
                <w:noProof/>
                <w:webHidden/>
              </w:rPr>
              <w:instrText xml:space="preserve"> PAGEREF _Toc444983289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526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3602" w:rsidRDefault="0030680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4983290" w:history="1"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प्राक्कथन</w:t>
            </w:r>
            <w:r w:rsidR="0031360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3602">
              <w:rPr>
                <w:noProof/>
                <w:webHidden/>
              </w:rPr>
              <w:instrText xml:space="preserve"> PAGEREF _Toc444983290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52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3602" w:rsidRDefault="0030680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4983291" w:history="1"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प्रस्तावना</w:t>
            </w:r>
            <w:r w:rsidR="0031360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3602">
              <w:rPr>
                <w:noProof/>
                <w:webHidden/>
              </w:rPr>
              <w:instrText xml:space="preserve"> PAGEREF _Toc444983291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526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3602" w:rsidRDefault="0030680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4983292" w:history="1"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पहला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भाग</w:t>
            </w:r>
            <w:r w:rsidR="0031360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3602">
              <w:rPr>
                <w:noProof/>
                <w:webHidden/>
              </w:rPr>
              <w:instrText xml:space="preserve"> PAGEREF _Toc444983292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526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3602" w:rsidRDefault="0030680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4983293" w:history="1"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दूसरा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भाग</w:t>
            </w:r>
            <w:r w:rsidR="0031360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3602">
              <w:rPr>
                <w:noProof/>
                <w:webHidden/>
              </w:rPr>
              <w:instrText xml:space="preserve"> PAGEREF _Toc444983293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526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3602" w:rsidRDefault="0030680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4983294" w:history="1"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अबू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बक्र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सर्वश्रेष्ठ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होने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अहले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सुन्नत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दलीलें</w:t>
            </w:r>
            <w:r w:rsidR="0031360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3602">
              <w:rPr>
                <w:noProof/>
                <w:webHidden/>
              </w:rPr>
              <w:instrText xml:space="preserve"> PAGEREF _Toc444983294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526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3602" w:rsidRDefault="00306809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4983295" w:history="1"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पहली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दलील</w:t>
            </w:r>
            <w:r w:rsidR="0031360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3602">
              <w:rPr>
                <w:noProof/>
                <w:webHidden/>
              </w:rPr>
              <w:instrText xml:space="preserve"> PAGEREF _Toc444983295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526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3602" w:rsidRDefault="00306809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4983296" w:history="1"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दूसरी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दलील</w:t>
            </w:r>
            <w:r w:rsidR="0031360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3602">
              <w:rPr>
                <w:noProof/>
                <w:webHidden/>
              </w:rPr>
              <w:instrText xml:space="preserve"> PAGEREF _Toc444983296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526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3602" w:rsidRDefault="00306809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4983297" w:history="1"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तीसरी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दलील</w:t>
            </w:r>
            <w:r w:rsidR="0031360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3602">
              <w:rPr>
                <w:noProof/>
                <w:webHidden/>
              </w:rPr>
              <w:instrText xml:space="preserve"> PAGEREF _Toc444983297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526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3602" w:rsidRDefault="00306809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4983298" w:history="1"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चौथी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दलील</w:t>
            </w:r>
            <w:r w:rsidR="0031360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3602">
              <w:rPr>
                <w:noProof/>
                <w:webHidden/>
              </w:rPr>
              <w:instrText xml:space="preserve"> PAGEREF _Toc444983298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526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3602" w:rsidRDefault="00306809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4983299" w:history="1"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पांचवी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दलील</w:t>
            </w:r>
            <w:r w:rsidR="0031360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3602">
              <w:rPr>
                <w:noProof/>
                <w:webHidden/>
              </w:rPr>
              <w:instrText xml:space="preserve"> PAGEREF _Toc444983299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526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3602" w:rsidRDefault="00306809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4983300" w:history="1"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छठी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दलील</w:t>
            </w:r>
            <w:r w:rsidR="0031360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3602">
              <w:rPr>
                <w:noProof/>
                <w:webHidden/>
              </w:rPr>
              <w:instrText xml:space="preserve"> PAGEREF _Toc444983300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526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3602" w:rsidRDefault="00306809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4983301" w:history="1"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सातवीं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दलील</w:t>
            </w:r>
            <w:r w:rsidR="0031360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3602">
              <w:rPr>
                <w:noProof/>
                <w:webHidden/>
              </w:rPr>
              <w:instrText xml:space="preserve"> PAGEREF _Toc444983301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526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3602" w:rsidRDefault="00306809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4983302" w:history="1"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आठवीं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दलील</w:t>
            </w:r>
            <w:r w:rsidR="0031360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3602">
              <w:rPr>
                <w:noProof/>
                <w:webHidden/>
              </w:rPr>
              <w:instrText xml:space="preserve"> PAGEREF _Toc444983302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526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3602" w:rsidRDefault="00306809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4983303" w:history="1"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नवीं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दलील</w:t>
            </w:r>
            <w:r w:rsidR="0031360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3602">
              <w:rPr>
                <w:noProof/>
                <w:webHidden/>
              </w:rPr>
              <w:instrText xml:space="preserve"> PAGEREF _Toc444983303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526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3602" w:rsidRDefault="00306809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4983304" w:history="1"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दसवीं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दलील</w:t>
            </w:r>
            <w:r w:rsidR="0031360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3602">
              <w:rPr>
                <w:noProof/>
                <w:webHidden/>
              </w:rPr>
              <w:instrText xml:space="preserve"> PAGEREF _Toc444983304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526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3602" w:rsidRDefault="0030680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4983305" w:history="1"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तीसरा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हिस्सा</w:t>
            </w:r>
            <w:r w:rsidR="0031360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3602">
              <w:rPr>
                <w:noProof/>
                <w:webHidden/>
              </w:rPr>
              <w:instrText xml:space="preserve"> PAGEREF _Toc444983305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526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3602" w:rsidRDefault="00306809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4983306" w:history="1"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अबू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बक्र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सर्वश्रेष्ठता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पेश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गई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दलीलों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अपूर्ण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होना</w:t>
            </w:r>
            <w:r w:rsidR="0031360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3602">
              <w:rPr>
                <w:noProof/>
                <w:webHidden/>
              </w:rPr>
              <w:instrText xml:space="preserve"> PAGEREF _Toc444983306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526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3602" w:rsidRDefault="00306809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4983307" w:history="1"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पहली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दलील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समीक्षा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जांच</w:t>
            </w:r>
            <w:r w:rsidR="0031360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3602">
              <w:rPr>
                <w:noProof/>
                <w:webHidden/>
              </w:rPr>
              <w:instrText xml:space="preserve"> PAGEREF _Toc444983307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526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3602" w:rsidRDefault="00306809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4983308" w:history="1"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दूसरी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दलील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समीक्षा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जांच</w:t>
            </w:r>
            <w:r w:rsidR="0031360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3602">
              <w:rPr>
                <w:noProof/>
                <w:webHidden/>
              </w:rPr>
              <w:instrText xml:space="preserve"> PAGEREF _Toc444983308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526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3602" w:rsidRDefault="00306809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4983309" w:history="1"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तीसरी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दलील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समीक्षा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जांच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पड़ताल</w:t>
            </w:r>
            <w:r w:rsidR="0031360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3602">
              <w:rPr>
                <w:noProof/>
                <w:webHidden/>
              </w:rPr>
              <w:instrText xml:space="preserve"> PAGEREF _Toc444983309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526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3602" w:rsidRDefault="00306809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4983310" w:history="1"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चौथी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दलील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समीक्षा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जांच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पड़ताल</w:t>
            </w:r>
            <w:r w:rsidR="0031360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3602">
              <w:rPr>
                <w:noProof/>
                <w:webHidden/>
              </w:rPr>
              <w:instrText xml:space="preserve"> PAGEREF _Toc444983310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526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3602" w:rsidRDefault="00306809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4983311" w:history="1"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पाचवीं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दलील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समीक्षा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जांच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पड़ताल</w:t>
            </w:r>
            <w:r w:rsidR="0031360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3602">
              <w:rPr>
                <w:noProof/>
                <w:webHidden/>
              </w:rPr>
              <w:instrText xml:space="preserve"> PAGEREF _Toc444983311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526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3602" w:rsidRDefault="00306809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4983312" w:history="1"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छटी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दलील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समीक्षा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जांच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पड़ताल</w:t>
            </w:r>
            <w:r w:rsidR="0031360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3602">
              <w:rPr>
                <w:noProof/>
                <w:webHidden/>
              </w:rPr>
              <w:instrText xml:space="preserve"> PAGEREF _Toc444983312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526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3602" w:rsidRDefault="00306809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4983313" w:history="1"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सातवीं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दलील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समीक्षा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जांच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पड़ताल</w:t>
            </w:r>
            <w:r w:rsidR="0031360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3602">
              <w:rPr>
                <w:noProof/>
                <w:webHidden/>
              </w:rPr>
              <w:instrText xml:space="preserve"> PAGEREF _Toc444983313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526"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3602" w:rsidRDefault="00306809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4983314" w:history="1"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आठवीं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दलील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समीक्षा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जांच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पड़ताल</w:t>
            </w:r>
            <w:r w:rsidR="0031360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3602">
              <w:rPr>
                <w:noProof/>
                <w:webHidden/>
              </w:rPr>
              <w:instrText xml:space="preserve"> PAGEREF _Toc444983314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526"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3602" w:rsidRDefault="00306809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4983315" w:history="1"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नवीं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दलील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समीक्षा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जांच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पड़ताल</w:t>
            </w:r>
            <w:r w:rsidR="0031360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3602">
              <w:rPr>
                <w:noProof/>
                <w:webHidden/>
              </w:rPr>
              <w:instrText xml:space="preserve"> PAGEREF _Toc444983315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526"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3602" w:rsidRDefault="00306809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4983316" w:history="1"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दसवीं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दलील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समीक्षा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जांच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पड़ताल</w:t>
            </w:r>
            <w:r w:rsidR="0031360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3602">
              <w:rPr>
                <w:noProof/>
                <w:webHidden/>
              </w:rPr>
              <w:instrText xml:space="preserve"> PAGEREF _Toc444983316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526"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3602" w:rsidRDefault="0030680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4983317" w:history="1"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चौथा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हिस्सा</w:t>
            </w:r>
            <w:r w:rsidR="0031360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3602">
              <w:rPr>
                <w:noProof/>
                <w:webHidden/>
              </w:rPr>
              <w:instrText xml:space="preserve"> PAGEREF _Toc444983317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526"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3602" w:rsidRDefault="00306809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4983318" w:history="1"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इजमा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एकमत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आधारित</w:t>
            </w:r>
            <w:r w:rsidR="00313602" w:rsidRPr="00E92ADB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दलील</w:t>
            </w:r>
            <w:r w:rsidR="0031360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3602">
              <w:rPr>
                <w:noProof/>
                <w:webHidden/>
              </w:rPr>
              <w:instrText xml:space="preserve"> PAGEREF _Toc444983318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526"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3602" w:rsidRDefault="0030680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4983319" w:history="1">
            <w:r w:rsidR="00313602" w:rsidRPr="00E92ADB">
              <w:rPr>
                <w:rStyle w:val="Hyperlink"/>
                <w:rFonts w:cs="Mangal" w:hint="cs"/>
                <w:noProof/>
                <w:cs/>
                <w:lang w:bidi="hi-IN"/>
              </w:rPr>
              <w:t>फेहरिस्त</w:t>
            </w:r>
            <w:r w:rsidR="0031360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3602">
              <w:rPr>
                <w:noProof/>
                <w:webHidden/>
              </w:rPr>
              <w:instrText xml:space="preserve"> PAGEREF _Toc444983319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526">
              <w:rPr>
                <w:noProof/>
                <w:webHidden/>
              </w:rPr>
              <w:t>70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3602" w:rsidRDefault="00306809">
          <w:r>
            <w:fldChar w:fldCharType="end"/>
          </w:r>
        </w:p>
      </w:sdtContent>
    </w:sdt>
    <w:p w:rsidR="00313602" w:rsidRPr="00007817" w:rsidRDefault="00313602" w:rsidP="001970A3">
      <w:pPr>
        <w:pStyle w:val="libNormal"/>
        <w:rPr>
          <w:cs/>
          <w:lang w:bidi="hi-IN"/>
        </w:rPr>
      </w:pPr>
    </w:p>
    <w:sectPr w:rsidR="00313602" w:rsidRPr="00007817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BE2" w:rsidRDefault="00F61BE2" w:rsidP="008B7801">
      <w:pPr>
        <w:spacing w:after="0" w:line="240" w:lineRule="auto"/>
      </w:pPr>
      <w:r>
        <w:separator/>
      </w:r>
    </w:p>
  </w:endnote>
  <w:endnote w:type="continuationSeparator" w:id="0">
    <w:p w:rsidR="00F61BE2" w:rsidRDefault="00F61BE2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laimanLipi">
    <w:altName w:val="Corbel"/>
    <w:charset w:val="00"/>
    <w:family w:val="script"/>
    <w:pitch w:val="fixed"/>
    <w:sig w:usb0="00000001" w:usb1="00002000" w:usb2="00000000" w:usb3="00000000" w:csb0="00000093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602" w:rsidRDefault="00306809">
    <w:pPr>
      <w:pStyle w:val="Footer"/>
      <w:jc w:val="center"/>
    </w:pPr>
    <w:r w:rsidRPr="00AA7385">
      <w:rPr>
        <w:rFonts w:ascii="SutonnyMJ" w:hAnsi="SutonnyMJ" w:cs="SutonnyMJ"/>
      </w:rPr>
      <w:fldChar w:fldCharType="begin"/>
    </w:r>
    <w:r w:rsidR="00313602"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 w:rsidR="00DE2526">
      <w:rPr>
        <w:rFonts w:ascii="SutonnyMJ" w:hAnsi="SutonnyMJ" w:cs="SutonnyMJ"/>
        <w:noProof/>
      </w:rPr>
      <w:t>1</w:t>
    </w:r>
    <w:r w:rsidRPr="00AA7385">
      <w:rPr>
        <w:rFonts w:ascii="SutonnyMJ" w:hAnsi="SutonnyMJ" w:cs="SutonnyMJ"/>
      </w:rPr>
      <w:fldChar w:fldCharType="end"/>
    </w:r>
  </w:p>
  <w:p w:rsidR="00313602" w:rsidRDefault="003136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BE2" w:rsidRDefault="00F61BE2" w:rsidP="008B7801">
      <w:pPr>
        <w:spacing w:after="0" w:line="240" w:lineRule="auto"/>
      </w:pPr>
      <w:r>
        <w:separator/>
      </w:r>
    </w:p>
  </w:footnote>
  <w:footnote w:type="continuationSeparator" w:id="0">
    <w:p w:rsidR="00F61BE2" w:rsidRDefault="00F61BE2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6909A2"/>
    <w:rsid w:val="00007817"/>
    <w:rsid w:val="00017F8E"/>
    <w:rsid w:val="00043999"/>
    <w:rsid w:val="000451DA"/>
    <w:rsid w:val="00064CD2"/>
    <w:rsid w:val="000A16E2"/>
    <w:rsid w:val="000D0FC8"/>
    <w:rsid w:val="000D641E"/>
    <w:rsid w:val="00137658"/>
    <w:rsid w:val="0016774F"/>
    <w:rsid w:val="001970A3"/>
    <w:rsid w:val="001A3437"/>
    <w:rsid w:val="00235071"/>
    <w:rsid w:val="00275890"/>
    <w:rsid w:val="0028094A"/>
    <w:rsid w:val="0028663A"/>
    <w:rsid w:val="00292BC3"/>
    <w:rsid w:val="00296130"/>
    <w:rsid w:val="002B709B"/>
    <w:rsid w:val="002D15B8"/>
    <w:rsid w:val="002E4766"/>
    <w:rsid w:val="00304CCF"/>
    <w:rsid w:val="00306809"/>
    <w:rsid w:val="00313602"/>
    <w:rsid w:val="003137DA"/>
    <w:rsid w:val="00331D48"/>
    <w:rsid w:val="0033697A"/>
    <w:rsid w:val="00337BF9"/>
    <w:rsid w:val="003A1605"/>
    <w:rsid w:val="003A380C"/>
    <w:rsid w:val="003B53EB"/>
    <w:rsid w:val="003E4BC2"/>
    <w:rsid w:val="00406D51"/>
    <w:rsid w:val="00495B54"/>
    <w:rsid w:val="004A56BA"/>
    <w:rsid w:val="004C57A4"/>
    <w:rsid w:val="004C644F"/>
    <w:rsid w:val="00544132"/>
    <w:rsid w:val="00553605"/>
    <w:rsid w:val="00584195"/>
    <w:rsid w:val="005862E0"/>
    <w:rsid w:val="00593844"/>
    <w:rsid w:val="0059796A"/>
    <w:rsid w:val="005D2D86"/>
    <w:rsid w:val="005D3333"/>
    <w:rsid w:val="0061174D"/>
    <w:rsid w:val="00663BEC"/>
    <w:rsid w:val="006746F0"/>
    <w:rsid w:val="00690232"/>
    <w:rsid w:val="006909A2"/>
    <w:rsid w:val="006C230E"/>
    <w:rsid w:val="006D197A"/>
    <w:rsid w:val="006E6760"/>
    <w:rsid w:val="00707890"/>
    <w:rsid w:val="007155CC"/>
    <w:rsid w:val="00733E6E"/>
    <w:rsid w:val="0075520E"/>
    <w:rsid w:val="007719FE"/>
    <w:rsid w:val="00776659"/>
    <w:rsid w:val="007B649B"/>
    <w:rsid w:val="007D0C93"/>
    <w:rsid w:val="007E3A6A"/>
    <w:rsid w:val="00837274"/>
    <w:rsid w:val="00840C16"/>
    <w:rsid w:val="00870944"/>
    <w:rsid w:val="008715EA"/>
    <w:rsid w:val="008A5A1E"/>
    <w:rsid w:val="008B7801"/>
    <w:rsid w:val="008C77D1"/>
    <w:rsid w:val="008D4310"/>
    <w:rsid w:val="008D6263"/>
    <w:rsid w:val="008F0D7B"/>
    <w:rsid w:val="009117EC"/>
    <w:rsid w:val="00934323"/>
    <w:rsid w:val="0094696C"/>
    <w:rsid w:val="00976CDC"/>
    <w:rsid w:val="00A069B8"/>
    <w:rsid w:val="00A07514"/>
    <w:rsid w:val="00A13FE2"/>
    <w:rsid w:val="00A2744B"/>
    <w:rsid w:val="00A455D0"/>
    <w:rsid w:val="00A560EA"/>
    <w:rsid w:val="00A77675"/>
    <w:rsid w:val="00AA7385"/>
    <w:rsid w:val="00AB18E8"/>
    <w:rsid w:val="00AB6543"/>
    <w:rsid w:val="00BE1409"/>
    <w:rsid w:val="00C2470C"/>
    <w:rsid w:val="00C303C9"/>
    <w:rsid w:val="00C53098"/>
    <w:rsid w:val="00C539D3"/>
    <w:rsid w:val="00C747FF"/>
    <w:rsid w:val="00CC48FE"/>
    <w:rsid w:val="00CD6645"/>
    <w:rsid w:val="00CE088A"/>
    <w:rsid w:val="00CE09E4"/>
    <w:rsid w:val="00D02065"/>
    <w:rsid w:val="00D44DB1"/>
    <w:rsid w:val="00D450D2"/>
    <w:rsid w:val="00D457C0"/>
    <w:rsid w:val="00D7533E"/>
    <w:rsid w:val="00DA0646"/>
    <w:rsid w:val="00DE2526"/>
    <w:rsid w:val="00DF0DAD"/>
    <w:rsid w:val="00DF1559"/>
    <w:rsid w:val="00E21BCB"/>
    <w:rsid w:val="00E2613F"/>
    <w:rsid w:val="00E30987"/>
    <w:rsid w:val="00E32589"/>
    <w:rsid w:val="00E400A5"/>
    <w:rsid w:val="00E52113"/>
    <w:rsid w:val="00E84EB1"/>
    <w:rsid w:val="00E9343A"/>
    <w:rsid w:val="00EB1BF3"/>
    <w:rsid w:val="00EC4B61"/>
    <w:rsid w:val="00F11A1C"/>
    <w:rsid w:val="00F20557"/>
    <w:rsid w:val="00F360B1"/>
    <w:rsid w:val="00F525D6"/>
    <w:rsid w:val="00F61BE2"/>
    <w:rsid w:val="00F860D8"/>
    <w:rsid w:val="00F91E16"/>
    <w:rsid w:val="00FA2BBB"/>
    <w:rsid w:val="00FD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D6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ascii="SolaimanLipi" w:eastAsia="Times New Roman" w:hAnsi="SolaimanLipi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ascii="Times New Roman" w:eastAsia="Times New Roman" w:hAnsi="Times New Roman"/>
      <w:b/>
      <w:bCs/>
      <w:szCs w:val="32"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007817"/>
    <w:pPr>
      <w:spacing w:line="360" w:lineRule="auto"/>
      <w:ind w:firstLine="289"/>
      <w:jc w:val="both"/>
    </w:pPr>
    <w:rPr>
      <w:rFonts w:ascii="Mangal" w:hAnsi="Mangal" w:cs="Mangal"/>
      <w:color w:val="000000"/>
      <w:sz w:val="28"/>
      <w:szCs w:val="28"/>
    </w:rPr>
  </w:style>
  <w:style w:type="character" w:customStyle="1" w:styleId="libNormalChar">
    <w:name w:val="libNormal Char"/>
    <w:link w:val="libNormal"/>
    <w:rsid w:val="00007817"/>
    <w:rPr>
      <w:rFonts w:ascii="Mangal" w:hAnsi="Mangal" w:cs="Mangal"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28094A"/>
    <w:pPr>
      <w:jc w:val="center"/>
    </w:pPr>
    <w:rPr>
      <w:rFonts w:ascii="Mangal" w:hAnsi="Mangal"/>
      <w:lang w:bidi="fa-IR"/>
    </w:rPr>
  </w:style>
  <w:style w:type="character" w:customStyle="1" w:styleId="Heading1CenterChar">
    <w:name w:val="Heading 1 Center Char"/>
    <w:link w:val="Heading1Center"/>
    <w:rsid w:val="0028094A"/>
    <w:rPr>
      <w:rFonts w:ascii="Mangal" w:eastAsia="Times New Roman" w:hAnsi="Mangal" w:cs="Mangal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CE088A"/>
    <w:rPr>
      <w:rFonts w:eastAsia="SolaimanLipi"/>
      <w:color w:val="008000"/>
    </w:rPr>
  </w:style>
  <w:style w:type="character" w:customStyle="1" w:styleId="libAieChar">
    <w:name w:val="libAie Char"/>
    <w:link w:val="libAie"/>
    <w:rsid w:val="00CE088A"/>
    <w:rPr>
      <w:rFonts w:ascii="Mangal" w:eastAsia="SolaimanLipi" w:hAnsi="Mangal" w:cs="Mangal"/>
      <w:color w:val="008000"/>
      <w:sz w:val="28"/>
      <w:szCs w:val="28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link w:val="libBold1"/>
    <w:rsid w:val="00E32589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E2613F"/>
    <w:rPr>
      <w:color w:val="008000"/>
    </w:rPr>
  </w:style>
  <w:style w:type="character" w:customStyle="1" w:styleId="libFootnoteAieChar">
    <w:name w:val="libFootnoteAie Char"/>
    <w:link w:val="libFootnoteAie"/>
    <w:rsid w:val="00E2613F"/>
    <w:rPr>
      <w:rFonts w:ascii="Mangal" w:hAnsi="Mangal" w:cs="Mangal"/>
      <w:color w:val="008000"/>
      <w:sz w:val="24"/>
      <w:szCs w:val="24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CenterTitr">
    <w:name w:val="libCenterTitr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6C230E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C230E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C230E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C230E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C230E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C230E"/>
    <w:pPr>
      <w:spacing w:after="100"/>
      <w:ind w:left="1760"/>
    </w:pPr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ghavi\Downloads\Doc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8B008-238F-4681-9435-3E42313D3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40</TotalTime>
  <Pages>71</Pages>
  <Words>10457</Words>
  <Characters>59608</Characters>
  <Application>Microsoft Office Word</Application>
  <DocSecurity>0</DocSecurity>
  <Lines>496</Lines>
  <Paragraphs>139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 Defenition</Company>
  <LinksUpToDate>false</LinksUpToDate>
  <CharactersWithSpaces>69926</CharactersWithSpaces>
  <SharedDoc>false</SharedDoc>
  <HLinks>
    <vt:vector size="486" baseType="variant">
      <vt:variant>
        <vt:i4>1245232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_Toc442215770</vt:lpwstr>
      </vt:variant>
      <vt:variant>
        <vt:i4>1179696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_Toc442215769</vt:lpwstr>
      </vt:variant>
      <vt:variant>
        <vt:i4>1179696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_Toc442215768</vt:lpwstr>
      </vt:variant>
      <vt:variant>
        <vt:i4>1179696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_Toc442215767</vt:lpwstr>
      </vt:variant>
      <vt:variant>
        <vt:i4>1179696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_Toc442215766</vt:lpwstr>
      </vt:variant>
      <vt:variant>
        <vt:i4>1179696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_Toc442215765</vt:lpwstr>
      </vt:variant>
      <vt:variant>
        <vt:i4>1179696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_Toc442215764</vt:lpwstr>
      </vt:variant>
      <vt:variant>
        <vt:i4>1179696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_Toc442215763</vt:lpwstr>
      </vt:variant>
      <vt:variant>
        <vt:i4>1179696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_Toc442215762</vt:lpwstr>
      </vt:variant>
      <vt:variant>
        <vt:i4>1179696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_Toc442215761</vt:lpwstr>
      </vt:variant>
      <vt:variant>
        <vt:i4>1179696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_Toc442215760</vt:lpwstr>
      </vt:variant>
      <vt:variant>
        <vt:i4>1114160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_Toc442215759</vt:lpwstr>
      </vt:variant>
      <vt:variant>
        <vt:i4>1114160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_Toc442215758</vt:lpwstr>
      </vt:variant>
      <vt:variant>
        <vt:i4>1114160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_Toc442215757</vt:lpwstr>
      </vt:variant>
      <vt:variant>
        <vt:i4>1114160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_Toc442215756</vt:lpwstr>
      </vt:variant>
      <vt:variant>
        <vt:i4>1114160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_Toc442215755</vt:lpwstr>
      </vt:variant>
      <vt:variant>
        <vt:i4>1114160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_Toc442215754</vt:lpwstr>
      </vt:variant>
      <vt:variant>
        <vt:i4>1114160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_Toc442215753</vt:lpwstr>
      </vt:variant>
      <vt:variant>
        <vt:i4>1114160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_Toc442215752</vt:lpwstr>
      </vt:variant>
      <vt:variant>
        <vt:i4>1114160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_Toc442215751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_Toc442215750</vt:lpwstr>
      </vt:variant>
      <vt:variant>
        <vt:i4>1048624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_Toc442215749</vt:lpwstr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_Toc442215748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_Toc442215747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_Toc442215746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_Toc442215745</vt:lpwstr>
      </vt:variant>
      <vt:variant>
        <vt:i4>1048624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_Toc442215744</vt:lpwstr>
      </vt:variant>
      <vt:variant>
        <vt:i4>1048624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_Toc442215743</vt:lpwstr>
      </vt:variant>
      <vt:variant>
        <vt:i4>1048624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_Toc442215742</vt:lpwstr>
      </vt:variant>
      <vt:variant>
        <vt:i4>1048624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_Toc442215741</vt:lpwstr>
      </vt:variant>
      <vt:variant>
        <vt:i4>1048624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_Toc442215740</vt:lpwstr>
      </vt:variant>
      <vt:variant>
        <vt:i4>1507376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_Toc442215739</vt:lpwstr>
      </vt:variant>
      <vt:variant>
        <vt:i4>1507376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_Toc442215738</vt:lpwstr>
      </vt:variant>
      <vt:variant>
        <vt:i4>1507376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_Toc442215737</vt:lpwstr>
      </vt:variant>
      <vt:variant>
        <vt:i4>1507376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_Toc442215736</vt:lpwstr>
      </vt:variant>
      <vt:variant>
        <vt:i4>1507376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_Toc442215735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_Toc442215734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_Toc442215733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_Toc442215732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_Toc442215731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_Toc442215730</vt:lpwstr>
      </vt:variant>
      <vt:variant>
        <vt:i4>1441840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_Toc442215729</vt:lpwstr>
      </vt:variant>
      <vt:variant>
        <vt:i4>1441840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_Toc442215728</vt:lpwstr>
      </vt:variant>
      <vt:variant>
        <vt:i4>1441840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_Toc442215727</vt:lpwstr>
      </vt:variant>
      <vt:variant>
        <vt:i4>1441840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_Toc442215726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_Toc442215725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_Toc442215724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_Toc442215723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_Toc442215722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_Toc442215721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_Toc442215720</vt:lpwstr>
      </vt:variant>
      <vt:variant>
        <vt:i4>1376304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_Toc442215719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_Toc442215718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_Toc442215717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_Toc442215716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_Toc442215715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_Toc442215714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_Toc442215713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_Toc442215712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_Toc442215711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_Toc442215710</vt:lpwstr>
      </vt:variant>
      <vt:variant>
        <vt:i4>1310768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_Toc442215709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_Toc442215708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_Toc442215707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_Toc442215706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_Toc442215705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_Toc442215704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_Toc442215703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_Toc442215702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_Toc442215701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_Toc442215700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_Toc442215699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_Toc442215698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_Toc442215697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_Toc442215696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_Toc442215695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_Toc442215694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_Toc442215693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_Toc442215692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_Toc442215691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_Toc442215690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Naghavi</dc:creator>
  <cp:lastModifiedBy>Naghavi</cp:lastModifiedBy>
  <cp:revision>7</cp:revision>
  <cp:lastPrinted>2016-07-19T08:08:00Z</cp:lastPrinted>
  <dcterms:created xsi:type="dcterms:W3CDTF">2016-03-05T19:18:00Z</dcterms:created>
  <dcterms:modified xsi:type="dcterms:W3CDTF">2016-07-19T08:08:00Z</dcterms:modified>
</cp:coreProperties>
</file>