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B2" w:rsidRPr="00A21FB2" w:rsidRDefault="00A21FB2" w:rsidP="00474AB9">
      <w:pPr>
        <w:pStyle w:val="Heading1Center"/>
      </w:pPr>
      <w:bookmarkStart w:id="0" w:name="_Toc460071871"/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मूसा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अलैहिस्सलाम</w:t>
      </w:r>
      <w:bookmarkEnd w:id="0"/>
    </w:p>
    <w:p w:rsidR="00A21FB2" w:rsidRPr="00A21FB2" w:rsidRDefault="00A21FB2" w:rsidP="00474AB9">
      <w:pPr>
        <w:pStyle w:val="libCenterBold1"/>
      </w:pPr>
      <w:r w:rsidRPr="00A21FB2">
        <w:rPr>
          <w:rFonts w:hint="cs"/>
          <w:cs/>
          <w:lang w:bidi="hi-IN"/>
        </w:rPr>
        <w:t>अलहसनैन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इस्लामी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नेटवर्क</w:t>
      </w:r>
    </w:p>
    <w:p w:rsidR="00474AB9" w:rsidRDefault="00474AB9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B46C66" w:rsidRDefault="00B46C66" w:rsidP="00474AB9">
      <w:pPr>
        <w:pStyle w:val="Heading1"/>
        <w:rPr>
          <w:rFonts w:hint="cs"/>
          <w:lang w:bidi="hi-IN"/>
        </w:rPr>
      </w:pPr>
      <w:bookmarkStart w:id="1" w:name="_Toc460071872"/>
      <w:r w:rsidRPr="00B46C66">
        <w:rPr>
          <w:rFonts w:hint="cs"/>
          <w:cs/>
          <w:lang w:bidi="hi-IN"/>
        </w:rPr>
        <w:lastRenderedPageBreak/>
        <w:t>मसाइबे</w:t>
      </w:r>
      <w:r w:rsidRPr="00B46C66">
        <w:rPr>
          <w:cs/>
          <w:lang w:bidi="hi-IN"/>
        </w:rPr>
        <w:t xml:space="preserve"> </w:t>
      </w:r>
      <w:r w:rsidRPr="00B46C66">
        <w:rPr>
          <w:rFonts w:hint="cs"/>
          <w:cs/>
          <w:lang w:bidi="hi-IN"/>
        </w:rPr>
        <w:t>इमामे</w:t>
      </w:r>
      <w:r w:rsidRPr="00B46C66">
        <w:rPr>
          <w:cs/>
          <w:lang w:bidi="hi-IN"/>
        </w:rPr>
        <w:t xml:space="preserve"> </w:t>
      </w:r>
      <w:r w:rsidRPr="00B46C66">
        <w:rPr>
          <w:rFonts w:hint="cs"/>
          <w:cs/>
          <w:lang w:bidi="hi-IN"/>
        </w:rPr>
        <w:t>हशतुम</w:t>
      </w:r>
      <w:r w:rsidRPr="00B46C66">
        <w:rPr>
          <w:cs/>
          <w:lang w:bidi="hi-IN"/>
        </w:rPr>
        <w:t xml:space="preserve"> </w:t>
      </w:r>
      <w:r w:rsidRPr="00B46C66">
        <w:rPr>
          <w:rFonts w:hint="cs"/>
          <w:cs/>
          <w:lang w:bidi="hi-IN"/>
        </w:rPr>
        <w:t>हज़रत</w:t>
      </w:r>
      <w:r w:rsidRPr="00B46C66">
        <w:rPr>
          <w:cs/>
          <w:lang w:bidi="hi-IN"/>
        </w:rPr>
        <w:t xml:space="preserve"> </w:t>
      </w:r>
      <w:r w:rsidRPr="00B46C66">
        <w:rPr>
          <w:rFonts w:hint="cs"/>
          <w:cs/>
          <w:lang w:bidi="hi-IN"/>
        </w:rPr>
        <w:t>अली</w:t>
      </w:r>
      <w:r w:rsidRPr="00B46C66">
        <w:rPr>
          <w:cs/>
          <w:lang w:bidi="hi-IN"/>
        </w:rPr>
        <w:t xml:space="preserve"> </w:t>
      </w:r>
      <w:r w:rsidRPr="00B46C66">
        <w:rPr>
          <w:rFonts w:hint="cs"/>
          <w:cs/>
          <w:lang w:bidi="hi-IN"/>
        </w:rPr>
        <w:t>बिन</w:t>
      </w:r>
      <w:r w:rsidRPr="00B46C66">
        <w:rPr>
          <w:cs/>
          <w:lang w:bidi="hi-IN"/>
        </w:rPr>
        <w:t xml:space="preserve"> </w:t>
      </w:r>
      <w:r w:rsidRPr="00B46C66">
        <w:rPr>
          <w:rFonts w:hint="cs"/>
          <w:cs/>
          <w:lang w:bidi="hi-IN"/>
        </w:rPr>
        <w:t>मूसा</w:t>
      </w:r>
      <w:r w:rsidRPr="00B46C66">
        <w:rPr>
          <w:cs/>
          <w:lang w:bidi="hi-IN"/>
        </w:rPr>
        <w:t xml:space="preserve"> </w:t>
      </w:r>
      <w:r w:rsidRPr="00B46C66">
        <w:rPr>
          <w:rFonts w:hint="cs"/>
          <w:cs/>
          <w:lang w:bidi="hi-IN"/>
        </w:rPr>
        <w:t>रज़ा</w:t>
      </w:r>
      <w:r w:rsidRPr="00B46C66">
        <w:rPr>
          <w:cs/>
          <w:lang w:bidi="hi-IN"/>
        </w:rPr>
        <w:t xml:space="preserve"> </w:t>
      </w:r>
      <w:r w:rsidRPr="00B46C66">
        <w:rPr>
          <w:rFonts w:hint="cs"/>
          <w:cs/>
          <w:lang w:bidi="hi-IN"/>
        </w:rPr>
        <w:t>अलैहिस्सलाम</w:t>
      </w:r>
      <w:bookmarkEnd w:id="1"/>
    </w:p>
    <w:p w:rsidR="00A21FB2" w:rsidRPr="00A21FB2" w:rsidRDefault="00A21FB2" w:rsidP="00474AB9">
      <w:pPr>
        <w:pStyle w:val="Heading1"/>
      </w:pPr>
      <w:bookmarkStart w:id="2" w:name="_Toc460071873"/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मुताअल्लिक़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तफ़सील</w:t>
      </w:r>
      <w:r w:rsidRPr="00A21FB2">
        <w:rPr>
          <w:cs/>
          <w:lang w:bidi="hi-IN"/>
        </w:rPr>
        <w:t>:</w:t>
      </w:r>
      <w:bookmarkEnd w:id="2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आठवें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विलादत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इखतेलाफ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क़ौले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मुताबिक़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बरोज़े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जुम्मेरात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ग्यारह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ज़ीक़ादा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</w:t>
      </w:r>
      <w:r w:rsidRPr="00A21FB2">
        <w:rPr>
          <w:cs/>
          <w:lang w:bidi="hi-IN"/>
        </w:rPr>
        <w:t xml:space="preserve"> 148 </w:t>
      </w:r>
      <w:r w:rsidRPr="00A21FB2">
        <w:rPr>
          <w:rFonts w:hint="cs"/>
          <w:cs/>
          <w:lang w:bidi="hi-IN"/>
        </w:rPr>
        <w:t>हिज्री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क़मरी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पेदा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हुए।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गिरामी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कज़िम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वालदा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माजिदा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खातून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मराकिश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बाशिन्दी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कदीम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अंदलिस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तुकतम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अरवी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ख़िज़रान</w:t>
      </w:r>
      <w:r w:rsidRPr="00A21FB2">
        <w:t xml:space="preserve">, </w:t>
      </w:r>
      <w:r w:rsidRPr="00A21FB2">
        <w:rPr>
          <w:rFonts w:hint="cs"/>
          <w:cs/>
          <w:lang w:bidi="hi-IN"/>
        </w:rPr>
        <w:t>सकीना</w:t>
      </w:r>
      <w:r w:rsidRPr="00A21FB2">
        <w:t>, (</w:t>
      </w:r>
      <w:r w:rsidRPr="00A21FB2">
        <w:rPr>
          <w:rFonts w:hint="cs"/>
          <w:cs/>
          <w:lang w:bidi="hi-IN"/>
        </w:rPr>
        <w:t>सकन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सम्मान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पुकारा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कुन्नियत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लक़ब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उममुन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विलादत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ताहैरा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पुकारा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कासिम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हुईं।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कज़िम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वालदा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गिरामी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फरमाती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>: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पैग़म्बरे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इस्लाम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फरमा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हमीदा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नजमा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कज़िम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बक्श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उसे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आंहज़रत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ज़ोजियत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देदो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इन्नहू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यलेदो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ख़ैरुन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अहलिल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अर्ज़े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अनकरीब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बहतरिन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होशमन्दी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ज़कावत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="00474AB9">
        <w:rPr>
          <w:rFonts w:hint="cs"/>
          <w:cs/>
          <w:lang w:bidi="hi-IN"/>
        </w:rPr>
        <w:t>द</w:t>
      </w:r>
      <w:r w:rsidRPr="00A21FB2">
        <w:rPr>
          <w:rFonts w:hint="cs"/>
          <w:cs/>
          <w:lang w:bidi="hi-IN"/>
        </w:rPr>
        <w:t>यानत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खुदावन्दे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सुब्हान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मुनाजात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यगाना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खातून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0"/>
      </w:pPr>
      <w:r w:rsidRPr="00A21FB2">
        <w:rPr>
          <w:rFonts w:hint="cs"/>
          <w:cs/>
          <w:lang w:bidi="hi-IN"/>
        </w:rPr>
        <w:t>उसूले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मुतरजिम</w:t>
      </w:r>
      <w:r w:rsidRPr="00A21FB2">
        <w:rPr>
          <w:cs/>
          <w:lang w:bidi="hi-IN"/>
        </w:rPr>
        <w:t>) 2/402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कश्फ़ुल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2/259,312</w:t>
      </w:r>
      <w:r w:rsidRPr="00A21FB2">
        <w:t xml:space="preserve">, </w:t>
      </w:r>
      <w:r w:rsidRPr="00A21FB2">
        <w:rPr>
          <w:rFonts w:hint="cs"/>
          <w:cs/>
          <w:lang w:bidi="hi-IN"/>
        </w:rPr>
        <w:t>ऐलामुल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वरी</w:t>
      </w:r>
      <w:r w:rsidRPr="00A21FB2">
        <w:rPr>
          <w:cs/>
          <w:lang w:bidi="hi-IN"/>
        </w:rPr>
        <w:t xml:space="preserve"> 313</w:t>
      </w:r>
      <w:r w:rsidRPr="00A21FB2">
        <w:t xml:space="preserve">­, </w:t>
      </w:r>
      <w:r w:rsidRPr="00A21FB2">
        <w:rPr>
          <w:rFonts w:hint="cs"/>
          <w:cs/>
          <w:lang w:bidi="hi-IN"/>
        </w:rPr>
        <w:t>रोज़ातुल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वाऐज़ीन</w:t>
      </w:r>
      <w:r w:rsidRPr="00A21FB2">
        <w:rPr>
          <w:cs/>
          <w:lang w:bidi="hi-IN"/>
        </w:rPr>
        <w:t xml:space="preserve"> 1/235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इर्शाद</w:t>
      </w:r>
      <w:r w:rsidRPr="00A21FB2">
        <w:rPr>
          <w:cs/>
          <w:lang w:bidi="hi-IN"/>
        </w:rPr>
        <w:t xml:space="preserve"> 2/239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1/24 </w:t>
      </w:r>
      <w:r w:rsidRPr="00A21FB2">
        <w:rPr>
          <w:rFonts w:hint="cs"/>
          <w:cs/>
          <w:lang w:bidi="hi-IN"/>
        </w:rPr>
        <w:t>जिल्द</w:t>
      </w:r>
      <w:r w:rsidRPr="00A21FB2">
        <w:rPr>
          <w:cs/>
          <w:lang w:bidi="hi-IN"/>
        </w:rPr>
        <w:t xml:space="preserve"> 2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3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अनवार</w:t>
      </w:r>
      <w:r w:rsidRPr="00A21FB2">
        <w:rPr>
          <w:cs/>
          <w:lang w:bidi="hi-IN"/>
        </w:rPr>
        <w:t xml:space="preserve"> 49/2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8 </w:t>
      </w:r>
      <w:r w:rsidRPr="00A21FB2">
        <w:rPr>
          <w:rFonts w:hint="cs"/>
          <w:cs/>
          <w:lang w:bidi="hi-IN"/>
        </w:rPr>
        <w:t>तक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मनाक़िब</w:t>
      </w:r>
      <w:r w:rsidRPr="00A21FB2">
        <w:rPr>
          <w:cs/>
          <w:lang w:bidi="hi-IN"/>
        </w:rPr>
        <w:t xml:space="preserve"> 4/367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फ़ुसूलुल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महिम्मह</w:t>
      </w:r>
      <w:r w:rsidRPr="00A21FB2">
        <w:rPr>
          <w:cs/>
          <w:lang w:bidi="hi-IN"/>
        </w:rPr>
        <w:t xml:space="preserve"> 226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इख़तेसास</w:t>
      </w:r>
      <w:r w:rsidR="00474AB9">
        <w:rPr>
          <w:cs/>
          <w:lang w:bidi="hi-IN"/>
        </w:rPr>
        <w:t xml:space="preserve"> 197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मुफीद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अलावा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अकाबरीन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हिशाम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ऐहमद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ऐहमद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फरमाया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मरकिश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अन्दलिस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फरमाया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हाँ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शख़्स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t xml:space="preserve">,  </w:t>
      </w:r>
      <w:r w:rsidRPr="00A21FB2">
        <w:rPr>
          <w:rFonts w:hint="cs"/>
          <w:cs/>
          <w:lang w:bidi="hi-IN"/>
        </w:rPr>
        <w:t>मरकब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पहुचे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अन्दलिसी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कनिज़ो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फरमाया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फरमाया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नही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फरमाया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आओ</w:t>
      </w:r>
      <w:r w:rsidRPr="00A21FB2">
        <w:t xml:space="preserve">, 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नही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खुदा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बिमार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फरमाया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t xml:space="preserve">? 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ध्यान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बीमार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वापस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सुबह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फरमाया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जाओ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क़ीमत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खरीद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रावी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गोया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फ़लाँ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क़ीमत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क़ीमत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चाहोगे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दूंगा।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अन्दलिस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मराकिश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?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हाशिम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बनी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हाशिम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</w:t>
      </w:r>
      <w:r w:rsidRPr="00A21FB2">
        <w:rPr>
          <w:cs/>
          <w:lang w:bidi="hi-IN"/>
        </w:rPr>
        <w:t xml:space="preserve">  </w:t>
      </w:r>
      <w:r w:rsidRPr="00A21FB2">
        <w:rPr>
          <w:rFonts w:hint="cs"/>
          <w:cs/>
          <w:lang w:bidi="hi-IN"/>
        </w:rPr>
        <w:t>घराने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क़बीला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अफज़ल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 </w:t>
      </w:r>
      <w:r w:rsidRPr="00A21FB2">
        <w:rPr>
          <w:rFonts w:hint="cs"/>
          <w:cs/>
          <w:lang w:bidi="hi-IN"/>
        </w:rPr>
        <w:t>वज़ाहत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: 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सिल्सिले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हुँ</w:t>
      </w:r>
      <w:r w:rsidRPr="00A21FB2">
        <w:t xml:space="preserve">,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मराकिश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उफतादा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खरीदा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किताब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मुनासिब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मिलकियत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पाये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अफज़ल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मिलकियत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चाहिए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बच्चा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मशरिक़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मग़रिब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हिशाम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विलादत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Heading1"/>
      </w:pPr>
      <w:bookmarkStart w:id="3" w:name="_Toc460071874"/>
      <w:r w:rsidRPr="00A21FB2">
        <w:rPr>
          <w:rFonts w:hint="cs"/>
          <w:cs/>
          <w:lang w:bidi="hi-IN"/>
        </w:rPr>
        <w:t>विलादत</w:t>
      </w:r>
      <w:r w:rsidRPr="00A21FB2">
        <w:rPr>
          <w:cs/>
          <w:lang w:bidi="hi-IN"/>
        </w:rPr>
        <w:t>:</w:t>
      </w:r>
      <w:bookmarkEnd w:id="3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ख़ातून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अर्रज़ा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महसूस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सौते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सूब्हान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सद़ाये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लाएलाहा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इल्लल्लाह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आवाज़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कानो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ग़ूजा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शिक्मे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अवाज़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ख़ौफ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आवाज़े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विलादत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बच्चे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होटों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जुमबिश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असना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तशरीफ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फरमाया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नजमा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खुदा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नेमते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मुबारक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बच्चे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सफेद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कपड़े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लपेट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सोंपा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अक़ामत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फुरात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हलक़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फुरात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लोटाते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फरमाया</w:t>
      </w:r>
      <w:r w:rsidRPr="00A21FB2">
        <w:rPr>
          <w:cs/>
          <w:lang w:bidi="hi-IN"/>
        </w:rPr>
        <w:t>: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ख़ुज़ीही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फ़ाइन्नाहू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बक़ीयतुल्लाहे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अरज़ेह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बच्चे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निशानी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हुज्जत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Heading1"/>
      </w:pPr>
      <w:bookmarkStart w:id="4" w:name="_Toc460071875"/>
      <w:r w:rsidRPr="00A21FB2">
        <w:rPr>
          <w:rFonts w:hint="cs"/>
          <w:cs/>
          <w:lang w:bidi="hi-IN"/>
        </w:rPr>
        <w:t>लक़ब</w:t>
      </w:r>
      <w:r w:rsidRPr="00A21FB2">
        <w:rPr>
          <w:cs/>
          <w:lang w:bidi="hi-IN"/>
        </w:rPr>
        <w:t>:</w:t>
      </w:r>
      <w:bookmarkEnd w:id="4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अलक़ाब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साबिर</w:t>
      </w:r>
      <w:r w:rsidRPr="00A21FB2">
        <w:t xml:space="preserve">, </w:t>
      </w:r>
      <w:r w:rsidRPr="00A21FB2">
        <w:rPr>
          <w:rFonts w:hint="cs"/>
          <w:cs/>
          <w:lang w:bidi="hi-IN"/>
        </w:rPr>
        <w:t>रज़ी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वफी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फाज़िल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सिद्दीक़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वग़ैरा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फ़हरिस्त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कुन्नियत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अबुल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1/23</w:t>
      </w:r>
      <w:r w:rsidRPr="00A21FB2">
        <w:t xml:space="preserve">, </w:t>
      </w:r>
      <w:r w:rsidRPr="00A21FB2">
        <w:rPr>
          <w:rFonts w:hint="cs"/>
          <w:cs/>
          <w:lang w:bidi="hi-IN"/>
        </w:rPr>
        <w:t>बिहारुल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अनवार</w:t>
      </w:r>
      <w:r w:rsidRPr="00A21FB2">
        <w:rPr>
          <w:cs/>
          <w:lang w:bidi="hi-IN"/>
        </w:rPr>
        <w:t xml:space="preserve"> 49/9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कश्फ़ुल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2/260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4/366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फ़ुसूलुल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महिम्मह</w:t>
      </w:r>
      <w:r w:rsidRPr="00A21FB2">
        <w:rPr>
          <w:cs/>
          <w:lang w:bidi="hi-IN"/>
        </w:rPr>
        <w:t xml:space="preserve">  226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474AB9" w:rsidRDefault="00A21FB2" w:rsidP="00474AB9">
      <w:pPr>
        <w:pStyle w:val="Heading1"/>
      </w:pPr>
      <w:bookmarkStart w:id="5" w:name="_Toc460071876"/>
      <w:r w:rsidRPr="00474AB9">
        <w:rPr>
          <w:rFonts w:hint="cs"/>
          <w:cs/>
        </w:rPr>
        <w:t>हज़रत</w:t>
      </w:r>
      <w:r w:rsidRPr="00474AB9">
        <w:rPr>
          <w:cs/>
        </w:rPr>
        <w:t xml:space="preserve"> </w:t>
      </w:r>
      <w:r w:rsidRPr="00474AB9">
        <w:rPr>
          <w:rFonts w:hint="cs"/>
          <w:cs/>
        </w:rPr>
        <w:t>के</w:t>
      </w:r>
      <w:r w:rsidRPr="00474AB9">
        <w:rPr>
          <w:cs/>
        </w:rPr>
        <w:t xml:space="preserve"> </w:t>
      </w:r>
      <w:r w:rsidRPr="00474AB9">
        <w:rPr>
          <w:rFonts w:hint="cs"/>
          <w:cs/>
        </w:rPr>
        <w:t>दौर</w:t>
      </w:r>
      <w:r w:rsidRPr="00474AB9">
        <w:rPr>
          <w:cs/>
        </w:rPr>
        <w:t xml:space="preserve"> </w:t>
      </w:r>
      <w:r w:rsidRPr="00474AB9">
        <w:rPr>
          <w:rFonts w:hint="cs"/>
          <w:cs/>
        </w:rPr>
        <w:t>के</w:t>
      </w:r>
      <w:r w:rsidRPr="00474AB9">
        <w:rPr>
          <w:cs/>
        </w:rPr>
        <w:t xml:space="preserve"> </w:t>
      </w:r>
      <w:r w:rsidRPr="00474AB9">
        <w:rPr>
          <w:rFonts w:hint="cs"/>
          <w:cs/>
        </w:rPr>
        <w:t>ख़लीफ़ा</w:t>
      </w:r>
      <w:r w:rsidRPr="00474AB9">
        <w:rPr>
          <w:cs/>
        </w:rPr>
        <w:t>-</w:t>
      </w:r>
      <w:r w:rsidRPr="00474AB9">
        <w:rPr>
          <w:rFonts w:hint="cs"/>
          <w:cs/>
        </w:rPr>
        <w:t>ए</w:t>
      </w:r>
      <w:r w:rsidRPr="00474AB9">
        <w:rPr>
          <w:cs/>
        </w:rPr>
        <w:t>-</w:t>
      </w:r>
      <w:r w:rsidRPr="00474AB9">
        <w:rPr>
          <w:rFonts w:hint="cs"/>
          <w:cs/>
        </w:rPr>
        <w:t>वक़्तः</w:t>
      </w:r>
      <w:bookmarkEnd w:id="5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अमीन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उम्र</w:t>
      </w:r>
      <w:r w:rsidRPr="00A21FB2">
        <w:rPr>
          <w:cs/>
          <w:lang w:bidi="hi-IN"/>
        </w:rPr>
        <w:t xml:space="preserve">:  </w:t>
      </w:r>
      <w:r w:rsidRPr="00A21FB2">
        <w:rPr>
          <w:rFonts w:hint="cs"/>
          <w:cs/>
          <w:lang w:bidi="hi-IN"/>
        </w:rPr>
        <w:t>मशहूर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अक़वाल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मुताबिक़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पचपन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आखरी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हिज्री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क़मरी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दग़ा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ज़रिऐ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गए।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Heading1"/>
      </w:pPr>
      <w:bookmarkStart w:id="6" w:name="_Toc460071877"/>
      <w:r w:rsidRPr="00A21FB2">
        <w:rPr>
          <w:rFonts w:hint="cs"/>
          <w:cs/>
          <w:lang w:bidi="hi-IN"/>
        </w:rPr>
        <w:t>आलमे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bookmarkEnd w:id="6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अल्लामा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तबरसी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दुसरो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इसहाक़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बच्चो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थेः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अख़ुकुम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आलिमो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अलूहो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अदयानेकुम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वहफ़ज़ू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यक़ूलो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लकुम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समेतो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मर्रातिन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यक़ूलो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इन्ना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आलेमा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सुलबेका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लैयतनी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अदरकतोहु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इन्नहु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समीयो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अमीरिल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मोमिनीना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अलीयुन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तुम्हारा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भाई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मसाइल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दरयाफ़्त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खानदाने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आलेमुहम्मद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सुल्ब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मुलाक़ात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पाता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यक़ीनन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अमीरूल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मोमिनीन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हमनाम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474AB9" w:rsidRDefault="00A21FB2" w:rsidP="00474AB9">
      <w:pPr>
        <w:pStyle w:val="Heading1"/>
      </w:pPr>
      <w:bookmarkStart w:id="7" w:name="_Toc460071878"/>
      <w:r w:rsidRPr="00474AB9">
        <w:rPr>
          <w:rFonts w:hint="cs"/>
          <w:cs/>
        </w:rPr>
        <w:t>इमाम</w:t>
      </w:r>
      <w:r w:rsidRPr="00474AB9">
        <w:rPr>
          <w:cs/>
        </w:rPr>
        <w:t xml:space="preserve"> </w:t>
      </w:r>
      <w:r w:rsidRPr="00474AB9">
        <w:rPr>
          <w:rFonts w:hint="cs"/>
          <w:cs/>
        </w:rPr>
        <w:t>रज़ा</w:t>
      </w:r>
      <w:r w:rsidRPr="00474AB9">
        <w:rPr>
          <w:cs/>
        </w:rPr>
        <w:t xml:space="preserve"> </w:t>
      </w:r>
      <w:r w:rsidRPr="00474AB9">
        <w:rPr>
          <w:rFonts w:hint="cs"/>
          <w:cs/>
        </w:rPr>
        <w:t>अलैहिस्सलाम</w:t>
      </w:r>
      <w:r w:rsidRPr="00474AB9">
        <w:rPr>
          <w:cs/>
        </w:rPr>
        <w:t xml:space="preserve"> </w:t>
      </w:r>
      <w:r w:rsidRPr="00474AB9">
        <w:rPr>
          <w:rFonts w:hint="cs"/>
          <w:cs/>
        </w:rPr>
        <w:t>की</w:t>
      </w:r>
      <w:r w:rsidRPr="00474AB9">
        <w:rPr>
          <w:cs/>
        </w:rPr>
        <w:t xml:space="preserve"> </w:t>
      </w:r>
      <w:r w:rsidRPr="00474AB9">
        <w:rPr>
          <w:rFonts w:hint="cs"/>
          <w:cs/>
        </w:rPr>
        <w:t>इबादत</w:t>
      </w:r>
      <w:bookmarkEnd w:id="7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दुसरो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दरवाज़े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कैद़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ज़िम्मेदार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दर्खास्त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मुलाक़ात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हुँ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: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मुलाक़ात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पुछा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कयो</w:t>
      </w:r>
      <w:r w:rsidRPr="00A21FB2">
        <w:rPr>
          <w:cs/>
          <w:lang w:bidi="hi-IN"/>
        </w:rPr>
        <w:t xml:space="preserve"> 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मशग़ूल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रकत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इबतिदाई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औक़ात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ज़ोहर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थोड़ा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मग़रिब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औक़ात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बारगाहे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मुसल्ले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दुआऐं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मुनाजात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मशग़ूल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0"/>
      </w:pPr>
      <w:r w:rsidRPr="00A21FB2">
        <w:rPr>
          <w:cs/>
          <w:lang w:bidi="hi-IN"/>
        </w:rPr>
        <w:lastRenderedPageBreak/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2/197 </w:t>
      </w:r>
      <w:r w:rsidRPr="00A21FB2">
        <w:rPr>
          <w:rFonts w:hint="cs"/>
          <w:cs/>
          <w:lang w:bidi="hi-IN"/>
        </w:rPr>
        <w:t>जिल्द</w:t>
      </w:r>
      <w:r w:rsidRPr="00A21FB2">
        <w:rPr>
          <w:cs/>
          <w:lang w:bidi="hi-IN"/>
        </w:rPr>
        <w:t xml:space="preserve"> 6</w:t>
      </w:r>
      <w:r w:rsidRPr="00A21FB2">
        <w:t xml:space="preserve">, </w:t>
      </w:r>
      <w:r w:rsidRPr="00A21FB2">
        <w:rPr>
          <w:rFonts w:hint="cs"/>
          <w:cs/>
          <w:lang w:bidi="hi-IN"/>
        </w:rPr>
        <w:t>बिहारुल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अनवार</w:t>
      </w:r>
      <w:r w:rsidRPr="00A21FB2">
        <w:rPr>
          <w:cs/>
          <w:lang w:bidi="hi-IN"/>
        </w:rPr>
        <w:t xml:space="preserve"> 49/91 </w:t>
      </w:r>
      <w:r w:rsidRPr="00A21FB2">
        <w:rPr>
          <w:rFonts w:hint="cs"/>
          <w:cs/>
          <w:lang w:bidi="hi-IN"/>
        </w:rPr>
        <w:t>जिल्द</w:t>
      </w:r>
      <w:r w:rsidRPr="00A21FB2">
        <w:rPr>
          <w:cs/>
          <w:lang w:bidi="hi-IN"/>
        </w:rPr>
        <w:t xml:space="preserve"> 5 </w:t>
      </w:r>
      <w:r w:rsidRPr="00A21FB2">
        <w:rPr>
          <w:rFonts w:hint="cs"/>
          <w:cs/>
          <w:lang w:bidi="hi-IN"/>
        </w:rPr>
        <w:t>सफ़्हा</w:t>
      </w:r>
      <w:r w:rsidRPr="00A21FB2">
        <w:rPr>
          <w:cs/>
          <w:lang w:bidi="hi-IN"/>
        </w:rPr>
        <w:t xml:space="preserve"> 170  </w:t>
      </w:r>
      <w:r w:rsidRPr="00A21FB2">
        <w:rPr>
          <w:rFonts w:hint="cs"/>
          <w:cs/>
          <w:lang w:bidi="hi-IN"/>
        </w:rPr>
        <w:t>अनवारुल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बहिया</w:t>
      </w:r>
      <w:r w:rsidRPr="00A21FB2">
        <w:rPr>
          <w:cs/>
          <w:lang w:bidi="hi-IN"/>
        </w:rPr>
        <w:t xml:space="preserve"> 332)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सताइश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शैदाई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बारगाहे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खुदावन्दी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फ़ख्र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हमसफ़र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हमराह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एहवाज़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दीहात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ख़ड़े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सज्दे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मेनें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सज्दे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पर्वरदिगार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हुज़ूर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लकल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आतैतोका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हुज्जता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असयतोका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ख़ुदावन्द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इताअत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हम्दो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सताइश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मख़सूस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नाफ़रमानी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इताअत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बुराई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ग़लती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इरतेकाब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भलाई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नसीब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बारगाह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नसीब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मशरिक़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मग़रिब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रावी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जमाअत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हमेशा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रकअत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सूरह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हम्द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अंज़लनाह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रकअत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सूरह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क़ुलहो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वल्लाहो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2/222</w:t>
      </w:r>
      <w:r w:rsidRPr="00A21FB2">
        <w:t>,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5</w:t>
      </w:r>
      <w:r w:rsidR="00474AB9">
        <w:rPr>
          <w:lang w:bidi="hi-IN"/>
        </w:rPr>
        <w:t xml:space="preserve">, </w:t>
      </w:r>
      <w:r w:rsidRPr="00A21FB2">
        <w:rPr>
          <w:rFonts w:hint="cs"/>
          <w:cs/>
          <w:lang w:bidi="hi-IN"/>
        </w:rPr>
        <w:t>बिहारुल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अनवार</w:t>
      </w:r>
      <w:r w:rsidRPr="00A21FB2">
        <w:rPr>
          <w:cs/>
          <w:lang w:bidi="hi-IN"/>
        </w:rPr>
        <w:t xml:space="preserve"> 49/116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मरहूम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सनाबाद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वहीं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क़ाएम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सज्दे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पांच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सुबहान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तादाद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शुमार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2/167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</w:t>
      </w:r>
      <w:r w:rsidRPr="00A21FB2">
        <w:t xml:space="preserve">, </w:t>
      </w:r>
      <w:r w:rsidRPr="00A21FB2">
        <w:rPr>
          <w:rFonts w:hint="cs"/>
          <w:cs/>
          <w:lang w:bidi="hi-IN"/>
        </w:rPr>
        <w:t>बिहारुल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अनवार</w:t>
      </w:r>
      <w:r w:rsidRPr="00A21FB2">
        <w:rPr>
          <w:cs/>
          <w:lang w:bidi="hi-IN"/>
        </w:rPr>
        <w:t xml:space="preserve"> 49/125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तिलावते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क़ुरआन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तवज्जोहः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रजाए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ज़हाक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मक्के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हमराही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="00474AB9">
        <w:rPr>
          <w:rFonts w:hint="cs"/>
          <w:cs/>
          <w:lang w:bidi="hi-IN"/>
        </w:rPr>
        <w:t>रि</w:t>
      </w:r>
      <w:r w:rsidRPr="00A21FB2">
        <w:rPr>
          <w:rFonts w:hint="cs"/>
          <w:cs/>
          <w:lang w:bidi="hi-IN"/>
        </w:rPr>
        <w:t>पोर्ट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लिख़ाः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क़ुरआन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तिलावत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तिलावत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जन्नत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दोज़ख़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जन्नत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हुसूल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दर्ख़ास्त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दोज़ख़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2/196  </w:t>
      </w:r>
      <w:r w:rsidRPr="00A21FB2">
        <w:rPr>
          <w:rFonts w:hint="cs"/>
          <w:cs/>
          <w:lang w:bidi="hi-IN"/>
        </w:rPr>
        <w:t>बिहारुल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अनवार</w:t>
      </w:r>
      <w:r w:rsidRPr="00A21FB2">
        <w:rPr>
          <w:cs/>
          <w:lang w:bidi="hi-IN"/>
        </w:rPr>
        <w:t xml:space="preserve"> 49/94)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क़ुर्बान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तिलावत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मुद्दत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क़ुर्आन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तिलावत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ग़ौरो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आयत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नाज़िल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क़ुर्आन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हूँ।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2/193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4</w:t>
      </w:r>
      <w:r w:rsidRPr="00A21FB2">
        <w:t xml:space="preserve">, 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4/360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49/90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2/316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वरी</w:t>
      </w:r>
      <w:r w:rsidRPr="00A21FB2">
        <w:rPr>
          <w:cs/>
          <w:lang w:bidi="hi-IN"/>
        </w:rPr>
        <w:t xml:space="preserve"> 327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शख़्स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ख़ानदान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पदरी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लिहाज़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अत्तक़वा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शर्राफ़ाहुम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ताअतुल्लाहे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अहाज़नहुम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तक़वे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बख़शा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इताअत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अन्ता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ख़ैरुन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नास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बहतरीन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इंसानों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अच्छा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तक़वे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मालिक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इताअत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नस्ख़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इन्ना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अकरमाकुम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इन्दल्लाहे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अतक़ाकुम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lastRenderedPageBreak/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नज़दीक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मोहतरम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गिरामी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तक़वा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2/261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10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49/95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8)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Heading1"/>
      </w:pPr>
      <w:bookmarkStart w:id="8" w:name="_Toc460071879"/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अख़लाक़ः</w:t>
      </w:r>
      <w:bookmarkEnd w:id="8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 xml:space="preserve">1-     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इब्राहीम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अब्बास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गुफ़तुगू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ज़ुल्म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काटी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मायूस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हत्तल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फ़ैलाते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मुक़ाबले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टैक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सुलूकी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ज़बानी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सामने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थूका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हस्ते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बल्कि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मुसकुराहट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अकेले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ग़ुलामों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हत्ता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चोकीदारों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जानवरों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ख़ादिम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कयूं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लगवाते</w:t>
      </w:r>
      <w:r w:rsidRPr="00A21FB2">
        <w:rPr>
          <w:cs/>
          <w:lang w:bidi="hi-IN"/>
        </w:rPr>
        <w:t xml:space="preserve"> </w:t>
      </w:r>
      <w:r w:rsidRPr="00A21FB2">
        <w:t xml:space="preserve">? </w:t>
      </w:r>
      <w:r w:rsidRPr="00A21FB2">
        <w:rPr>
          <w:rFonts w:hint="cs"/>
          <w:cs/>
          <w:lang w:bidi="hi-IN"/>
        </w:rPr>
        <w:t>फ़माया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ख़ामोश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वालिदैन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इंसानों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मुनहसिर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रोज़तो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2/34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296)  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सोया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सुब्ह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जागते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रहते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कसरत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तर्क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महीने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जुमेरात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महीने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आख़री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बुद्ध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दरमियानी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रोज़ा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बराबर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पोशीदा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सदक़े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एहसान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भलाई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भलाई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तारीकी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t xml:space="preserve">, </w:t>
      </w:r>
      <w:r w:rsidRPr="00A21FB2">
        <w:rPr>
          <w:rFonts w:hint="cs"/>
          <w:cs/>
          <w:lang w:bidi="hi-IN"/>
        </w:rPr>
        <w:lastRenderedPageBreak/>
        <w:t>लिहाज़ा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ख़याल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फ़ज़ीलत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मानिन्द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तसदीक़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ताईद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2/197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7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49/90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4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2/306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विरा</w:t>
      </w:r>
      <w:r w:rsidRPr="00A21FB2">
        <w:rPr>
          <w:cs/>
          <w:lang w:bidi="hi-IN"/>
        </w:rPr>
        <w:t xml:space="preserve"> 327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 4/360)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Heading2"/>
      </w:pPr>
      <w:bookmarkStart w:id="9" w:name="_Toc460071880"/>
      <w:r w:rsidRPr="00A21FB2">
        <w:rPr>
          <w:rFonts w:hint="cs"/>
          <w:cs/>
          <w:lang w:bidi="hi-IN"/>
        </w:rPr>
        <w:t>ग़रीब</w:t>
      </w:r>
      <w:r w:rsidR="00474AB9">
        <w:rPr>
          <w:rFonts w:hint="cs"/>
          <w:cs/>
          <w:lang w:bidi="hi-IN"/>
        </w:rPr>
        <w:t>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मन्दों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रवाईः</w:t>
      </w:r>
      <w:bookmarkEnd w:id="9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मोअमर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ख़ल्लाद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तनावुल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पियाला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अच्छा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उंडेल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पियाले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ग़रीबों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तिलावत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फ़ला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अक़तहामल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अक़ाबता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पस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गुज़र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इय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ज़िम्न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उक़बा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मतलब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आज़ाद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फ़क़्र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दंगदस्ती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474AB9" w:rsidRDefault="00A21FB2" w:rsidP="00A21FB2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lastRenderedPageBreak/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ग़ुलामों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आज़ाद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सलाहियत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जन्नतमें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मिसकीनों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सकें</w:t>
      </w:r>
      <w:r w:rsidR="00474AB9">
        <w:rPr>
          <w:rFonts w:hint="cs"/>
          <w:cs/>
          <w:lang w:bidi="hi-IN"/>
        </w:rPr>
        <w:t>।</w:t>
      </w:r>
    </w:p>
    <w:p w:rsidR="00A21FB2" w:rsidRPr="00A21FB2" w:rsidRDefault="00A21FB2" w:rsidP="00474AB9">
      <w:pPr>
        <w:pStyle w:val="libFootnote0"/>
      </w:pP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2/52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12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मुहासिन</w:t>
      </w:r>
      <w:r w:rsidRPr="00A21FB2">
        <w:rPr>
          <w:cs/>
          <w:lang w:bidi="hi-IN"/>
        </w:rPr>
        <w:t xml:space="preserve"> 2/151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49/97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11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अनवारुल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बहय्यत</w:t>
      </w:r>
      <w:r w:rsidRPr="00A21FB2">
        <w:rPr>
          <w:cs/>
          <w:lang w:bidi="hi-IN"/>
        </w:rPr>
        <w:t xml:space="preserve"> 333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Heading2"/>
      </w:pPr>
      <w:bookmarkStart w:id="10" w:name="_Toc460071881"/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मददः</w:t>
      </w:r>
      <w:bookmarkEnd w:id="10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हमराह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हलाल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मुतअल्लिक़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मसाइल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दरयाफ़्त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अचानक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गन्दुमू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शैदाईयों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सफ़रे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लोटा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असासा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असबाब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मुनासिब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समझें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सकूं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वतन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जाऊंगा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रक़म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उतना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सदक़ा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ख़ैरात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बांट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ग़रीब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सदक़े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ख़ैरात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मुसतहक़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बैठ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हाज़रीन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गुफ़तगू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सिर्फ़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सुलैमान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हेसमा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इजाज़त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सुलैमान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वुसअत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थोड़ी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पावस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लोटो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दरवाज़ा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सौ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रख़ो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ख़र्च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तबर्रुक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समझ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रख़ो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सदक़ा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सुलैमान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एहसान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छुपाना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t xml:space="preserve">?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दरख़ास्त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शरमिन्दगी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शरमिन्दा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हदीस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मुसततेरू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हसानते</w:t>
      </w:r>
      <w:r w:rsidRPr="00A21FB2">
        <w:rPr>
          <w:cs/>
          <w:lang w:bidi="hi-IN"/>
        </w:rPr>
        <w:t xml:space="preserve">...............)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छुपाता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सत्तर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बराबर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ज़लील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पोशीदा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बख़शिश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474AB9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4/23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4/360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49/101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19)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हत्ता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जानवरों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औऱ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आशूब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सुलैमान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बाग़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अचानक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चुड़िया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फ़रयाद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मुज़तरिब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परेशान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चुड़िया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घोसले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सांप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बच्चों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सांप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डालो।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सुलैमान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वाक़ेअन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सांप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घोसले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घुस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चुड़िया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बच्चों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सांप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डाला।</w:t>
      </w:r>
    </w:p>
    <w:p w:rsidR="00A21FB2" w:rsidRPr="00A21FB2" w:rsidRDefault="00A21FB2" w:rsidP="00A21FB2">
      <w:pPr>
        <w:pStyle w:val="libNormal"/>
      </w:pPr>
    </w:p>
    <w:p w:rsidR="00A21FB2" w:rsidRPr="00A21FB2" w:rsidRDefault="00474AB9" w:rsidP="00474AB9">
      <w:pPr>
        <w:pStyle w:val="libFootnote0"/>
      </w:pPr>
      <w:r>
        <w:rPr>
          <w:rFonts w:hint="cs"/>
          <w:cs/>
          <w:lang w:bidi="hi-IN"/>
        </w:rPr>
        <w:t>(</w:t>
      </w:r>
      <w:r w:rsidR="00A21FB2" w:rsidRPr="00A21FB2">
        <w:rPr>
          <w:rFonts w:hint="cs"/>
          <w:cs/>
          <w:lang w:bidi="hi-IN"/>
        </w:rPr>
        <w:t>अल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मुनाक़िब</w:t>
      </w:r>
      <w:r w:rsidR="00A21FB2" w:rsidRPr="00A21FB2">
        <w:rPr>
          <w:cs/>
          <w:lang w:bidi="hi-IN"/>
        </w:rPr>
        <w:t xml:space="preserve"> 4/334</w:t>
      </w:r>
      <w:r w:rsidR="00A21FB2" w:rsidRPr="00A21FB2">
        <w:t xml:space="preserve">, </w:t>
      </w:r>
      <w:r w:rsidR="00A21FB2" w:rsidRPr="00A21FB2">
        <w:rPr>
          <w:rFonts w:hint="cs"/>
          <w:cs/>
          <w:lang w:bidi="hi-IN"/>
        </w:rPr>
        <w:t>अल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बिहार</w:t>
      </w:r>
      <w:r w:rsidR="00A21FB2" w:rsidRPr="00A21FB2">
        <w:rPr>
          <w:cs/>
          <w:lang w:bidi="hi-IN"/>
        </w:rPr>
        <w:t xml:space="preserve"> 49/88</w:t>
      </w:r>
      <w:r w:rsidR="00A21FB2" w:rsidRPr="00A21FB2">
        <w:t xml:space="preserve">, </w:t>
      </w:r>
      <w:r w:rsidR="00A21FB2" w:rsidRPr="00A21FB2">
        <w:rPr>
          <w:rFonts w:hint="cs"/>
          <w:cs/>
          <w:lang w:bidi="hi-IN"/>
        </w:rPr>
        <w:t>नक़्ल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अज़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बसाएरुद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दराजात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सातवां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हिस्सा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बाब</w:t>
      </w:r>
      <w:r w:rsidR="00A21FB2" w:rsidRPr="00A21FB2">
        <w:rPr>
          <w:cs/>
          <w:lang w:bidi="hi-IN"/>
        </w:rPr>
        <w:t xml:space="preserve"> 14 </w:t>
      </w:r>
      <w:r w:rsidR="00A21FB2" w:rsidRPr="00A21FB2">
        <w:rPr>
          <w:rFonts w:hint="cs"/>
          <w:cs/>
          <w:lang w:bidi="hi-IN"/>
        </w:rPr>
        <w:t>हाशिया</w:t>
      </w:r>
      <w:r w:rsidR="00A21FB2"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11B2B">
      <w:pPr>
        <w:pStyle w:val="Heading1"/>
      </w:pPr>
      <w:bookmarkStart w:id="11" w:name="_Toc460071882"/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हिरनः</w:t>
      </w:r>
      <w:bookmarkEnd w:id="11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आशूब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मरू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फ़रवीनी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फ़ोज़ा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क़याम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t xml:space="preserve">,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तय्यार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मंसूब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झरना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चुका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तामीर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ऊपर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हौज़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हौज़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t xml:space="preserve">, </w:t>
      </w:r>
      <w:r w:rsidRPr="00A21FB2">
        <w:rPr>
          <w:rFonts w:hint="cs"/>
          <w:cs/>
          <w:lang w:bidi="hi-IN"/>
        </w:rPr>
        <w:t>ग़ुस्ल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हौज़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पीते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ग़ुस्ल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तबर्रुक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झरना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आशूब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रोवेया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अन्नहू</w:t>
      </w:r>
      <w:r w:rsidRPr="00A21FB2">
        <w:rPr>
          <w:cs/>
          <w:lang w:bidi="hi-IN"/>
        </w:rPr>
        <w:t xml:space="preserve">..........................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असहाब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झरने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हिरन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शायद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हिरन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शिकार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ज़ामिने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आहू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हिरन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ज़मानत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हम्माद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शाएर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अशआर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इशारा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ज़ाबेही</w:t>
      </w:r>
      <w:r w:rsidRPr="00A21FB2">
        <w:rPr>
          <w:cs/>
          <w:lang w:bidi="hi-IN"/>
        </w:rPr>
        <w:t>....................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ऐसा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हिरन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इजतेमा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जद्दे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बुज़ुर्गवार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मुर्तज़ा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पाकीज़ा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बावक़ार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कशफ़िल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ग़ुमा</w:t>
      </w:r>
      <w:r w:rsidRPr="00A21FB2">
        <w:rPr>
          <w:cs/>
          <w:lang w:bidi="hi-IN"/>
        </w:rPr>
        <w:t xml:space="preserve"> 2/305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इसबातुल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हिदायत</w:t>
      </w:r>
      <w:r w:rsidRPr="00A21FB2">
        <w:rPr>
          <w:cs/>
          <w:lang w:bidi="hi-IN"/>
        </w:rPr>
        <w:t xml:space="preserve"> 3/296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126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2/145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4/348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49/123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 5-)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Heading2"/>
      </w:pPr>
      <w:bookmarkStart w:id="12" w:name="_Toc460071883"/>
      <w:r w:rsidRPr="00A21FB2">
        <w:rPr>
          <w:rFonts w:hint="cs"/>
          <w:cs/>
          <w:lang w:bidi="hi-IN"/>
        </w:rPr>
        <w:lastRenderedPageBreak/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करतेः</w:t>
      </w:r>
      <w:bookmarkEnd w:id="12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आइम्मा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अतहार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शयवाह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महमानों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ताज़ीम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तकरीम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महमानों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फ़ुरुज़ां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महवे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गुफ़तुगू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अचानक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फ़ानूस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महमान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बढ़ाया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फ़ानूस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दोबारह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रौशन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फ़ानूस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रौशन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क़ौमुन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नसतख़देमो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अज़याफ़ना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महमानों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Heading2"/>
      </w:pPr>
      <w:bookmarkStart w:id="13" w:name="_Toc460071884"/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अजनबी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कीः</w:t>
      </w:r>
      <w:bookmarkEnd w:id="13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आशूब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ग़ुस्ल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पहचानता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पहचान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शरमिन्दगी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इज़हार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रख़ी।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4/362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49/99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61)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Heading2"/>
      </w:pPr>
      <w:bookmarkStart w:id="14" w:name="_Toc460071885"/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महरबानीः</w:t>
      </w:r>
      <w:bookmarkEnd w:id="14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आशूब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सय्यार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अचानक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फ़रयाद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आवाज़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आवाज़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सिम्त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बढ़ा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मरकब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चिपका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भैड़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बच्चे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गोद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सटा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सय्यारिन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शय्येआ</w:t>
      </w:r>
      <w:r w:rsidRPr="00A21FB2">
        <w:rPr>
          <w:cs/>
          <w:lang w:bidi="hi-IN"/>
        </w:rPr>
        <w:t>....................... (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सय्यार</w:t>
      </w:r>
      <w:r w:rsidRPr="00A21FB2">
        <w:t xml:space="preserve">,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उठाऐगा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धुल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जाऐंगे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बच्चा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बिल्कुल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मय्यत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बढ़े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पीछे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हटाया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मय्यत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फ़लां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फ़लां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जन्नत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बशारत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ख़ौफ़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हिरास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जाऊं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मुर्दा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t xml:space="preserve">? </w:t>
      </w:r>
      <w:r w:rsidRPr="00A21FB2">
        <w:rPr>
          <w:rFonts w:hint="cs"/>
          <w:cs/>
          <w:lang w:bidi="hi-IN"/>
        </w:rPr>
        <w:t>जबकि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गवाह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t xml:space="preserve">?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सय्यार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सुब्ह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हुज़ूर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t xml:space="preserve">?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ग़लती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देख़ते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दरख़ास्त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शुक्रिया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जज़ा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ख़ैर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4/341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49/98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13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अनवारुल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बहय्यत</w:t>
      </w:r>
      <w:r w:rsidRPr="00A21FB2">
        <w:rPr>
          <w:cs/>
          <w:lang w:bidi="hi-IN"/>
        </w:rPr>
        <w:t xml:space="preserve"> 337-)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वाक़फ़िया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सरकरदा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कड़वा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t xml:space="preserve">,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वाक़फ़िया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तशकील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मारिज़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वुजूद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काज़िल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सरकरदा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बताएनी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ज़ियाद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मरवाने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क़नदी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वग़ैरा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लालच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t xml:space="preserve">, </w:t>
      </w:r>
      <w:r w:rsidRPr="00A21FB2">
        <w:rPr>
          <w:rFonts w:hint="cs"/>
          <w:cs/>
          <w:lang w:bidi="hi-IN"/>
        </w:rPr>
        <w:t>चूंकि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ईमामे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काज़िम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नुमाइंदे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असासा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असबाब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नीयत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इंकार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बैठे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मलऊन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मुशरिक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सोहबत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कशी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सरकरदा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बताएनी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अज़ाब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नाज़िल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t xml:space="preserve">?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दख़ालन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बैशक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दौज़ख़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बेचैन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पहचानता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शौले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बिठा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आइम्मा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अलैहिमुस्सलाम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पूछा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रिजालुल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कशी</w:t>
      </w:r>
      <w:r w:rsidRPr="00A21FB2">
        <w:rPr>
          <w:cs/>
          <w:lang w:bidi="hi-IN"/>
        </w:rPr>
        <w:t xml:space="preserve"> 444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833-834</w:t>
      </w:r>
      <w:r w:rsidRPr="00A21FB2">
        <w:t xml:space="preserve">, </w:t>
      </w:r>
      <w:r w:rsidRPr="00A21FB2">
        <w:rPr>
          <w:rFonts w:hint="cs"/>
          <w:cs/>
          <w:lang w:bidi="hi-IN"/>
        </w:rPr>
        <w:t>तनक़ीहुल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मक़ाल</w:t>
      </w:r>
      <w:r w:rsidRPr="00A21FB2">
        <w:rPr>
          <w:cs/>
          <w:lang w:bidi="hi-IN"/>
        </w:rPr>
        <w:t xml:space="preserve"> 2/261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मोजिमे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रिजाले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हदीस</w:t>
      </w:r>
      <w:r w:rsidRPr="00A21FB2">
        <w:rPr>
          <w:cs/>
          <w:lang w:bidi="hi-IN"/>
        </w:rPr>
        <w:t xml:space="preserve"> 11/217-)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आशूब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माज़ंदेरानी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मोज़ू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विशा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वज़ाहत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मर्द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बताएनी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दफ़्न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मलाऐका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रब्बोका</w:t>
      </w:r>
      <w:r w:rsidRPr="00A21FB2">
        <w:t xml:space="preserve">? </w:t>
      </w:r>
      <w:r w:rsidRPr="00A21FB2">
        <w:rPr>
          <w:rFonts w:hint="cs"/>
          <w:cs/>
          <w:lang w:bidi="hi-IN"/>
        </w:rPr>
        <w:t>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तेरा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पर्वरदिगार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तालिब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सवाल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हुसैन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हुसैन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t xml:space="preserve">?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t xml:space="preserve">,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ज़बान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लड़खड़ाई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ख़ामौश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?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क़यामत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शौले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भड़कते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रहेंगे।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रावी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तारीख़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नौट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गुज़रा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कूफ़े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शख़्स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बताएनी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तारीख़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4/337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49/58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काज़िल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ज़लामा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इब्नी</w:t>
      </w:r>
      <w:r w:rsidRPr="00A21FB2">
        <w:rPr>
          <w:cs/>
          <w:lang w:bidi="hi-IN"/>
        </w:rPr>
        <w:t>.............  (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फ़र्ज़न्द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ज़ुल्म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मुनकिर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जैसा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फ़िर्क़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वाक़फ़िया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तालिब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इंकार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3/102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ज़ीला</w:t>
      </w:r>
      <w:r w:rsidRPr="00A21FB2">
        <w:rPr>
          <w:cs/>
          <w:lang w:bidi="hi-IN"/>
        </w:rPr>
        <w:t>/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61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2/272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1/40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29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किताबुल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ग़ीबत</w:t>
      </w:r>
      <w:r w:rsidRPr="00A21FB2">
        <w:rPr>
          <w:cs/>
          <w:lang w:bidi="hi-IN"/>
        </w:rPr>
        <w:t xml:space="preserve"> 25)</w:t>
      </w:r>
    </w:p>
    <w:p w:rsidR="00A21FB2" w:rsidRPr="00A21FB2" w:rsidRDefault="00A21FB2" w:rsidP="00A21FB2">
      <w:pPr>
        <w:pStyle w:val="libNormal"/>
      </w:pPr>
    </w:p>
    <w:p w:rsidR="00ED480A" w:rsidRDefault="00ED480A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cs/>
          <w:lang w:bidi="hi-IN"/>
        </w:rPr>
      </w:pPr>
      <w:r>
        <w:rPr>
          <w:cs/>
          <w:lang w:bidi="hi-IN"/>
        </w:rPr>
        <w:br w:type="page"/>
      </w:r>
    </w:p>
    <w:p w:rsidR="00A21FB2" w:rsidRPr="00A21FB2" w:rsidRDefault="00A21FB2" w:rsidP="00ED480A">
      <w:pPr>
        <w:pStyle w:val="Heading2"/>
      </w:pPr>
      <w:bookmarkStart w:id="15" w:name="_Toc460071886"/>
      <w:r w:rsidRPr="00A21FB2">
        <w:rPr>
          <w:rFonts w:hint="cs"/>
          <w:cs/>
          <w:lang w:bidi="hi-IN"/>
        </w:rPr>
        <w:lastRenderedPageBreak/>
        <w:t>ज़ालिम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हुकूमत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नज़रया</w:t>
      </w:r>
      <w:bookmarkEnd w:id="15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सुलैमान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सितमगर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जैसे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ताग़ूत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सुलैमानो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अद्दुख़ूलो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आमालेहीम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ओनो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लहुम</w:t>
      </w:r>
      <w:r w:rsidRPr="00A21FB2">
        <w:rPr>
          <w:cs/>
          <w:lang w:bidi="hi-IN"/>
        </w:rPr>
        <w:t>.......... (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सुलैमान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शरीक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ज़रूरीयात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फ़राहम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कोशिश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कुफ़्र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बराबर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पल्ला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भरोसा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गुनाहे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कबीरा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दोज़ख़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वसाइले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 12/138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12</w:t>
      </w:r>
      <w:r w:rsidRPr="00A21FB2">
        <w:t xml:space="preserve">,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तफ़सीरे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अयाशी</w:t>
      </w:r>
      <w:r w:rsidRPr="00A21FB2">
        <w:rPr>
          <w:cs/>
          <w:lang w:bidi="hi-IN"/>
        </w:rPr>
        <w:t xml:space="preserve"> 1/238)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तूसीः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हलन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हुसैन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अनबारी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तरीक़ा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फ़रीज़ा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हुकूमते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अब्बासी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दरबार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मुलाज़िम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राफ़ज़ी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ख़लीफ़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तहरीर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ख़ौफ़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बाख़बर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मुलाज़ेमत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इख़तियार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सिफ़ारिश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मसलक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नसीब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ज़ालिम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ओर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सितमगर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दरबार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बुराई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ज़ालिम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सितमगर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इजाज़त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libFootnoteAie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5/111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4</w:t>
      </w:r>
      <w:r w:rsidRPr="00A21FB2">
        <w:t xml:space="preserve">, </w:t>
      </w:r>
      <w:r w:rsidRPr="00A21FB2">
        <w:rPr>
          <w:rFonts w:hint="cs"/>
          <w:cs/>
          <w:lang w:bidi="hi-IN"/>
        </w:rPr>
        <w:t>तहज़ीबुल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एहकाम</w:t>
      </w:r>
      <w:r w:rsidRPr="00A21FB2">
        <w:rPr>
          <w:cs/>
          <w:lang w:bidi="hi-IN"/>
        </w:rPr>
        <w:t xml:space="preserve"> 6/335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49</w:t>
      </w:r>
      <w:r w:rsidRPr="00A21FB2">
        <w:t xml:space="preserve">, </w:t>
      </w:r>
      <w:r w:rsidRPr="00A21FB2">
        <w:rPr>
          <w:rFonts w:hint="cs"/>
          <w:cs/>
          <w:lang w:bidi="hi-IN"/>
        </w:rPr>
        <w:t>वसाइले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 12/145</w:t>
      </w:r>
      <w:r w:rsidRPr="00A21FB2">
        <w:t xml:space="preserve">,  </w:t>
      </w:r>
      <w:r w:rsidRPr="00A21FB2">
        <w:rPr>
          <w:rFonts w:hint="cs"/>
          <w:cs/>
          <w:lang w:bidi="hi-IN"/>
        </w:rPr>
        <w:t>बाब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1/48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Heading1"/>
      </w:pPr>
      <w:bookmarkStart w:id="16" w:name="_Toc460071887"/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हुकूमत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ज़माना</w:t>
      </w:r>
      <w:bookmarkEnd w:id="16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जैसा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</w:t>
      </w:r>
      <w:r w:rsidRPr="00A21FB2">
        <w:rPr>
          <w:cs/>
          <w:lang w:bidi="hi-IN"/>
        </w:rPr>
        <w:t xml:space="preserve"> 183 </w:t>
      </w:r>
      <w:r w:rsidRPr="00A21FB2">
        <w:rPr>
          <w:rFonts w:hint="cs"/>
          <w:cs/>
          <w:lang w:bidi="hi-IN"/>
        </w:rPr>
        <w:t>हिज्री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203 </w:t>
      </w:r>
      <w:r w:rsidRPr="00A21FB2">
        <w:rPr>
          <w:rFonts w:hint="cs"/>
          <w:cs/>
          <w:lang w:bidi="hi-IN"/>
        </w:rPr>
        <w:t>हिज्री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तग़ा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इख़तेताम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पज़ीर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मुद्दत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सतराह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गुज़ारी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हुकूमत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पांच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लईन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पांच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गुज़ारे।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बुज़ुर्ग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बुज़ुर्ग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हिकमते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ईज़ा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रसानीयों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महफ़ूज़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Heading1"/>
      </w:pPr>
      <w:bookmarkStart w:id="17" w:name="_Toc460071888"/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साज़िशः</w:t>
      </w:r>
      <w:bookmarkEnd w:id="17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रक़्क़ा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मक्का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तालिब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अक़ीदा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रख़ते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रख़ते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ग़ज़ब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निगाहों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तोरीदो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अक़तोलहुम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कुल्लोहुम</w:t>
      </w:r>
      <w:r w:rsidRPr="00A21FB2">
        <w:rPr>
          <w:cs/>
          <w:lang w:bidi="hi-IN"/>
        </w:rPr>
        <w:t xml:space="preserve">......... 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डालूं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2/245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हिजार</w:t>
      </w:r>
      <w:r w:rsidRPr="00A21FB2">
        <w:rPr>
          <w:cs/>
          <w:lang w:bidi="hi-IN"/>
        </w:rPr>
        <w:t xml:space="preserve"> 49/113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काज़िम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अवामी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दबाओ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मंसूबा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बंदी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ज़रीये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काज़ीम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रहलत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फ़ितरी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अवाम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आगाही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जुर्म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इरतेकाब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याहया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बरमकी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भड़का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यकफ़ीना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सनाआना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अबीहे</w:t>
      </w:r>
      <w:r w:rsidRPr="00A21FB2">
        <w:t xml:space="preserve">?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?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डालें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D480A">
      <w:pPr>
        <w:pStyle w:val="libFootnote0"/>
      </w:pPr>
      <w:r w:rsidRPr="00A21FB2">
        <w:rPr>
          <w:cs/>
          <w:lang w:bidi="hi-IN"/>
        </w:rPr>
        <w:lastRenderedPageBreak/>
        <w:t>(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2/246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4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49/113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वसीयह</w:t>
      </w:r>
      <w:r w:rsidRPr="00A21FB2">
        <w:rPr>
          <w:cs/>
          <w:lang w:bidi="hi-IN"/>
        </w:rPr>
        <w:t xml:space="preserve"> 388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4/369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फ़ुसूलुल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महिम्मा</w:t>
      </w:r>
      <w:r w:rsidRPr="00A21FB2">
        <w:rPr>
          <w:cs/>
          <w:lang w:bidi="hi-IN"/>
        </w:rPr>
        <w:t xml:space="preserve"> 227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हिदायत</w:t>
      </w:r>
      <w:r w:rsidRPr="00A21FB2">
        <w:rPr>
          <w:cs/>
          <w:lang w:bidi="hi-IN"/>
        </w:rPr>
        <w:t xml:space="preserve"> 3,313)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ज़ैल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बरमकीयों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रसील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निसबत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बुग़्ज़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दुशमनी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इज़हार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अर्फ़े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भेजी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बरमकीयों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बुनयाद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ज़लील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याहया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बरमकी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काज़िम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कशी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ताऊस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याहया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वादिल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?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रिजालुल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कशती</w:t>
      </w:r>
      <w:r w:rsidRPr="00A21FB2">
        <w:rPr>
          <w:cs/>
          <w:lang w:bidi="hi-IN"/>
        </w:rPr>
        <w:t xml:space="preserve"> 604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1123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49/66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86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2/303)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189 </w:t>
      </w:r>
      <w:r w:rsidRPr="00A21FB2">
        <w:rPr>
          <w:rFonts w:hint="cs"/>
          <w:cs/>
          <w:lang w:bidi="hi-IN"/>
        </w:rPr>
        <w:t>हिज्री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बदज़न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इक़तेदार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टूट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बुनियादों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उख़ाड़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फ़ेका।</w:t>
      </w:r>
    </w:p>
    <w:p w:rsidR="00A21FB2" w:rsidRPr="00A21FB2" w:rsidRDefault="00A21FB2" w:rsidP="00A21FB2">
      <w:pPr>
        <w:pStyle w:val="libNormal"/>
      </w:pPr>
    </w:p>
    <w:p w:rsidR="00A21FB2" w:rsidRPr="00795CC7" w:rsidRDefault="00A21FB2" w:rsidP="00795CC7">
      <w:pPr>
        <w:pStyle w:val="Heading1"/>
      </w:pPr>
      <w:bookmarkStart w:id="18" w:name="_Toc460071889"/>
      <w:r w:rsidRPr="00795CC7">
        <w:rPr>
          <w:rFonts w:hint="cs"/>
          <w:cs/>
        </w:rPr>
        <w:lastRenderedPageBreak/>
        <w:t>हारून</w:t>
      </w:r>
      <w:r w:rsidRPr="00795CC7">
        <w:rPr>
          <w:cs/>
        </w:rPr>
        <w:t xml:space="preserve"> </w:t>
      </w:r>
      <w:r w:rsidRPr="00795CC7">
        <w:rPr>
          <w:rFonts w:hint="cs"/>
          <w:cs/>
        </w:rPr>
        <w:t>रशीद</w:t>
      </w:r>
      <w:r w:rsidRPr="00795CC7">
        <w:rPr>
          <w:cs/>
        </w:rPr>
        <w:t xml:space="preserve"> </w:t>
      </w:r>
      <w:r w:rsidRPr="00795CC7">
        <w:rPr>
          <w:rFonts w:hint="cs"/>
          <w:cs/>
        </w:rPr>
        <w:t>ने</w:t>
      </w:r>
      <w:r w:rsidRPr="00795CC7">
        <w:rPr>
          <w:cs/>
        </w:rPr>
        <w:t xml:space="preserve"> </w:t>
      </w:r>
      <w:r w:rsidRPr="00795CC7">
        <w:rPr>
          <w:rFonts w:hint="cs"/>
          <w:cs/>
        </w:rPr>
        <w:t>इमामे</w:t>
      </w:r>
      <w:r w:rsidRPr="00795CC7">
        <w:rPr>
          <w:cs/>
        </w:rPr>
        <w:t xml:space="preserve"> </w:t>
      </w:r>
      <w:r w:rsidRPr="00795CC7">
        <w:rPr>
          <w:rFonts w:hint="cs"/>
          <w:cs/>
        </w:rPr>
        <w:t>रज़ा</w:t>
      </w:r>
      <w:r w:rsidRPr="00795CC7">
        <w:rPr>
          <w:cs/>
        </w:rPr>
        <w:t xml:space="preserve"> </w:t>
      </w:r>
      <w:r w:rsidRPr="00795CC7">
        <w:rPr>
          <w:rFonts w:hint="cs"/>
          <w:cs/>
        </w:rPr>
        <w:t>अलैहिस्सलाम</w:t>
      </w:r>
      <w:r w:rsidRPr="00795CC7">
        <w:rPr>
          <w:cs/>
        </w:rPr>
        <w:t xml:space="preserve"> </w:t>
      </w:r>
      <w:r w:rsidRPr="00795CC7">
        <w:rPr>
          <w:rFonts w:hint="cs"/>
          <w:cs/>
        </w:rPr>
        <w:t>को</w:t>
      </w:r>
      <w:r w:rsidRPr="00795CC7">
        <w:rPr>
          <w:cs/>
        </w:rPr>
        <w:t xml:space="preserve"> </w:t>
      </w:r>
      <w:r w:rsidRPr="00795CC7">
        <w:rPr>
          <w:rFonts w:hint="cs"/>
          <w:cs/>
        </w:rPr>
        <w:t>बुलाया</w:t>
      </w:r>
      <w:r w:rsidRPr="00795CC7">
        <w:rPr>
          <w:cs/>
        </w:rPr>
        <w:t xml:space="preserve"> </w:t>
      </w:r>
      <w:r w:rsidRPr="00795CC7">
        <w:rPr>
          <w:rFonts w:hint="cs"/>
          <w:cs/>
        </w:rPr>
        <w:t>मगर</w:t>
      </w:r>
      <w:bookmarkEnd w:id="18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सैय्यद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ताऊस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क़ासिद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मक़सद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नुक़सान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नुक़सान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हरकत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पसंद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जद्दे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दुआऐं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नहजुल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दावात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तफ़सील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रुबरु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दिरहम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ज़रूरीयात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तहरीर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निकलने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अरदतो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अरादल्लाहो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वमा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अदारल्लाहो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ख़ैरुन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अच्छा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नहजुल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दावात</w:t>
      </w:r>
      <w:r w:rsidRPr="00A21FB2">
        <w:rPr>
          <w:cs/>
          <w:lang w:bidi="hi-IN"/>
        </w:rPr>
        <w:t xml:space="preserve"> /85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49/116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हिदायत</w:t>
      </w:r>
      <w:r w:rsidRPr="00A21FB2">
        <w:rPr>
          <w:cs/>
          <w:lang w:bidi="hi-IN"/>
        </w:rPr>
        <w:t xml:space="preserve"> 3/308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171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19" w:name="_Toc460071890"/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नुक़सान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bookmarkEnd w:id="19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कई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नुक़सान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 xml:space="preserve">1-     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सफ़वान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याहया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इंतेक़ाल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ख़ौफ़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लिहाज़ा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बडा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क़दम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ज़ालिह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सितमगर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बादशाह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मेहसूस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जितनी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कोशिश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नुक़सान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मुतरजिम</w:t>
      </w:r>
      <w:r w:rsidRPr="00A21FB2">
        <w:rPr>
          <w:cs/>
          <w:lang w:bidi="hi-IN"/>
        </w:rPr>
        <w:t xml:space="preserve"> 2/404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4/340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2/273</w:t>
      </w:r>
      <w:r w:rsidRPr="00A21FB2">
        <w:t xml:space="preserve">, </w:t>
      </w:r>
      <w:r w:rsidRPr="00A21FB2">
        <w:rPr>
          <w:cs/>
          <w:lang w:bidi="hi-IN"/>
        </w:rPr>
        <w:t>315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इर्शाद</w:t>
      </w:r>
      <w:r w:rsidRPr="00A21FB2">
        <w:rPr>
          <w:cs/>
          <w:lang w:bidi="hi-IN"/>
        </w:rPr>
        <w:t xml:space="preserve"> 2/2246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49/115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6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फ़ुसूलुल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महिम्मा</w:t>
      </w:r>
      <w:r w:rsidRPr="00A21FB2">
        <w:rPr>
          <w:cs/>
          <w:lang w:bidi="hi-IN"/>
        </w:rPr>
        <w:t xml:space="preserve"> 247</w:t>
      </w:r>
      <w:r w:rsidRPr="00A21FB2">
        <w:t>,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 xml:space="preserve">2-     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मज़कूर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अम्रे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पिदरे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बुज़ुर्ग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कैफ़ा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यक़तोरुद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टपक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निडर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क़ौल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जहल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रुऐं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नुक़सान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कामयाब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पैग़म्बर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शअरतन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फ़शहदू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लसतो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इमामिन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बांका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गवाह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रहूंगा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अर्रोज़तो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2/70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371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49/115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7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4/339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वसीअत</w:t>
      </w:r>
      <w:r w:rsidRPr="00A21FB2">
        <w:rPr>
          <w:cs/>
          <w:lang w:bidi="hi-IN"/>
        </w:rPr>
        <w:t xml:space="preserve"> 386/388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हिदायत</w:t>
      </w:r>
      <w:r w:rsidRPr="00A21FB2">
        <w:rPr>
          <w:cs/>
          <w:lang w:bidi="hi-IN"/>
        </w:rPr>
        <w:t xml:space="preserve"> 3/253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23)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20" w:name="_Toc460071891"/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मुशकिलों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घिरे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bookmarkEnd w:id="20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एहमद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नस्र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बज़नती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वाक़फ़िया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प्रोपोगंडे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तहरीर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मुलाक़ात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इजाज़त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सवाल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तैयार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पूछूंगा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तहरीर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आफ़ीयत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फ़रमाऐ।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अम्मा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तलबता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अलय्या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फ़इन्नद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दुख़ूला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एलय्या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साबुन</w:t>
      </w:r>
      <w:r w:rsidRPr="00A21FB2">
        <w:rPr>
          <w:cs/>
          <w:lang w:bidi="hi-IN"/>
        </w:rPr>
        <w:t>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मुलाक़ात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तरख़ास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फ़िलहाल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मुशकिल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मनुलाक़ात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सितमगर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दरबार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सख़तियां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पाबंदियां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आएद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मुसतक़बिल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परेशानियां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जाऐंगी।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बज़नती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सवालों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मजूज़ा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सवालों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भेजा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इज़हार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हक़्क़ानियत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शुबह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2/229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18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4/326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49/36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17)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मज़कूरा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मुलाक़ात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मुहाफ़ीज़ों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ज़रीये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सताया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21" w:name="_Toc460071892"/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bookmarkEnd w:id="21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ज़ुबेदा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बड़े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मुक़र्र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ज़िनदगी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ईरानी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मेराजिल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जानशीन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मुक़र्र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193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हिज्री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मुख़ालेफ़ीन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सरकूब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दफ़्न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मसऊदी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उम्र</w:t>
      </w:r>
      <w:r w:rsidRPr="00A21FB2">
        <w:rPr>
          <w:cs/>
          <w:lang w:bidi="hi-IN"/>
        </w:rPr>
        <w:t xml:space="preserve"> 44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4 </w:t>
      </w:r>
      <w:r w:rsidRPr="00A21FB2">
        <w:rPr>
          <w:rFonts w:hint="cs"/>
          <w:cs/>
          <w:lang w:bidi="hi-IN"/>
        </w:rPr>
        <w:t>महीने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याक़ूबी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जमादीउल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अव्वल</w:t>
      </w:r>
      <w:r w:rsidRPr="00A21FB2">
        <w:rPr>
          <w:cs/>
          <w:lang w:bidi="hi-IN"/>
        </w:rPr>
        <w:t xml:space="preserve"> 193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चासील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तारीख़े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याक़ूबी</w:t>
      </w:r>
      <w:r w:rsidRPr="00A21FB2">
        <w:rPr>
          <w:cs/>
          <w:lang w:bidi="hi-IN"/>
        </w:rPr>
        <w:t xml:space="preserve"> 2/443)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मुद्दत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नुक़सान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आज़ाद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शागिर्दों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तरबियत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बहतरीन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22" w:name="_Toc460071893"/>
      <w:r w:rsidRPr="00A21FB2">
        <w:rPr>
          <w:rFonts w:hint="cs"/>
          <w:cs/>
          <w:lang w:bidi="hi-IN"/>
        </w:rPr>
        <w:lastRenderedPageBreak/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bookmarkEnd w:id="22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हुसैन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बशार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यक़ीन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डालेगा</w:t>
      </w:r>
      <w:r w:rsidRPr="00A21FB2">
        <w:t xml:space="preserve">?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बग़दाद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ज़ुबेदा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देगा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इर्शाद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पता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2/226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12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2/314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वरा</w:t>
      </w:r>
      <w:r w:rsidRPr="00A21FB2">
        <w:rPr>
          <w:cs/>
          <w:lang w:bidi="hi-IN"/>
        </w:rPr>
        <w:t xml:space="preserve"> 323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4/335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फ़ुसूलुल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महिम्मा</w:t>
      </w:r>
      <w:r w:rsidRPr="00A21FB2">
        <w:rPr>
          <w:cs/>
          <w:lang w:bidi="hi-IN"/>
        </w:rPr>
        <w:t xml:space="preserve"> 329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हिदायत</w:t>
      </w:r>
      <w:r w:rsidRPr="00A21FB2">
        <w:rPr>
          <w:cs/>
          <w:lang w:bidi="hi-IN"/>
        </w:rPr>
        <w:t xml:space="preserve">  3/266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50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23" w:name="_Toc460071894"/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अलैहिस्साम</w:t>
      </w:r>
      <w:bookmarkEnd w:id="23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अब्बादुल्लाह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198 </w:t>
      </w:r>
      <w:r w:rsidRPr="00A21FB2">
        <w:rPr>
          <w:rFonts w:hint="cs"/>
          <w:cs/>
          <w:lang w:bidi="hi-IN"/>
        </w:rPr>
        <w:t>हिज्री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सातवें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अब्बासी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ख़लीफ़ा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उनवान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तख़्त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नशीन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t xml:space="preserve">,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हुकूमत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दवाम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परेशान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एकः</w:t>
      </w:r>
      <w:r w:rsidRPr="00A21FB2">
        <w:rPr>
          <w:cs/>
          <w:lang w:bidi="hi-IN"/>
        </w:rPr>
        <w:t xml:space="preserve">-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अलवियों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तसलीम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इलाक़ों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ऐलानिया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मुख़ालेफ़त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दोः</w:t>
      </w:r>
      <w:r w:rsidRPr="00A21FB2">
        <w:rPr>
          <w:cs/>
          <w:lang w:bidi="hi-IN"/>
        </w:rPr>
        <w:t xml:space="preserve">- </w:t>
      </w:r>
      <w:r w:rsidRPr="00A21FB2">
        <w:rPr>
          <w:rFonts w:hint="cs"/>
          <w:cs/>
          <w:lang w:bidi="hi-IN"/>
        </w:rPr>
        <w:t>अब्बासी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अब्बासी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वलीएहद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ज़ुबेदा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अब्बासीयों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फ़ौक़ीयत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तीनः</w:t>
      </w:r>
      <w:r w:rsidRPr="00A21FB2">
        <w:rPr>
          <w:cs/>
          <w:lang w:bidi="hi-IN"/>
        </w:rPr>
        <w:t xml:space="preserve">- </w:t>
      </w:r>
      <w:r w:rsidRPr="00A21FB2">
        <w:rPr>
          <w:rFonts w:hint="cs"/>
          <w:cs/>
          <w:lang w:bidi="hi-IN"/>
        </w:rPr>
        <w:t>अरब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ताअस्सुब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क़यादत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तैयार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ईरानीयों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मुरब्बी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मोअल्लिम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फ़ज़्ल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सहल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ईरानी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दरबार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वज़ीरे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आज़म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फ़ौज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कमांडर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चारः</w:t>
      </w:r>
      <w:r w:rsidRPr="00A21FB2">
        <w:rPr>
          <w:cs/>
          <w:lang w:bidi="hi-IN"/>
        </w:rPr>
        <w:t xml:space="preserve">- </w:t>
      </w:r>
      <w:r w:rsidRPr="00A21FB2">
        <w:rPr>
          <w:rFonts w:hint="cs"/>
          <w:cs/>
          <w:lang w:bidi="hi-IN"/>
        </w:rPr>
        <w:t>ईरानी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अलैहिमुस्सलाम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ख़ानदाने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अलैहिमुस्सलाम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दुशमन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शदीद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मुख़ालिफ़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अवाम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मक़बुलियत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मंज़िलत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बहतरीन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अलवियों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तवज्जोह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मरकज़े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मबज़ूल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कराऐ।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दूसरी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हालांकि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दिखावा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वलीएहदी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तजवीज़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हक़ीक़त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मक़सद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उवामुन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नास</w:t>
      </w:r>
      <w:r w:rsidRPr="00A21FB2">
        <w:t xml:space="preserve">, </w:t>
      </w:r>
      <w:r w:rsidRPr="00A21FB2">
        <w:rPr>
          <w:rFonts w:hint="cs"/>
          <w:cs/>
          <w:lang w:bidi="hi-IN"/>
        </w:rPr>
        <w:t>ख़ुसूसन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अलैहिमुस्सलाम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तवज्जोह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तारीख़ी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वाक़ेआत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निशान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कारावाईयां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दिखावे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दांतो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पकड़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ज़िम्न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घाट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उतार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नोके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भेजें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ऐसा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देता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जी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सियासी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मरहूम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अरबली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दानिशवरों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बईद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इंकार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मुफ़ीद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राय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करेंगे।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2/282)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  <w:rPr>
          <w:rFonts w:hint="cs"/>
          <w:cs/>
        </w:rPr>
      </w:pPr>
      <w:bookmarkStart w:id="24" w:name="_Toc460071895"/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="00795CC7">
        <w:rPr>
          <w:rFonts w:hint="cs"/>
          <w:cs/>
          <w:lang w:bidi="hi-IN"/>
        </w:rPr>
        <w:t>दावत</w:t>
      </w:r>
      <w:bookmarkEnd w:id="24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मक़सद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ख़ातिर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पीछा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छोड़ने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सरअंजान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मसऊदी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पड़ें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ज़ह्हाक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सरबराही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ऐहवाज़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फ़ारस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मक़सद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कूफ़ा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बाशिनदेगाम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उबूर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ख़ौफ़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वालेहाना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पुर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जौश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मक़दम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शामिल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बग़ावत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25" w:name="_Toc460071896"/>
      <w:r w:rsidRPr="00A21FB2">
        <w:rPr>
          <w:rFonts w:hint="cs"/>
          <w:cs/>
          <w:lang w:bidi="hi-IN"/>
        </w:rPr>
        <w:t>मदीना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छोड़ते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पैग़म्बर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हाज़री</w:t>
      </w:r>
      <w:bookmarkEnd w:id="25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मदीना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छोड़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ग़मो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अनदोह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अंदाज़ा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 xml:space="preserve">1-     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महहूल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सजिसतानी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मस्जिदे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नबवी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जद्दे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अमजद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अकरम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अलविदा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हाफ़िज़ी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यालू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सोतहू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बुकाऐ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आवाज़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मुबारक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फ़क़ाला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ज़रनी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ज़ुरनी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फ़इन्नी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उख़रजो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जद्दी</w:t>
      </w:r>
      <w:r w:rsidRPr="00A21FB2">
        <w:rPr>
          <w:cs/>
          <w:lang w:bidi="hi-IN"/>
        </w:rPr>
        <w:t>...........................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अकेला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छोड़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मुलाक़ात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जद्दे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बुज़ुर्गवार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लेजाया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दयारे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रुख़सत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बग़ल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दफ़्न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हुंगा।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रावी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बग़ल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सुपुर्दे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26" w:name="_Toc460071897"/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bookmarkEnd w:id="26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शाए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जमाअतो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अयाली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फ़अमरतोहुम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यबकू</w:t>
      </w:r>
      <w:r w:rsidRPr="00A21FB2">
        <w:rPr>
          <w:cs/>
          <w:lang w:bidi="hi-IN"/>
        </w:rPr>
        <w:t xml:space="preserve">.................. 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रोयें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दर्मियान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तक़सीम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अरजेओ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ऐयालेही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जी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मज़लूम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जद्दे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हुसैन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सरहाने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.....</w:t>
      </w:r>
      <w:r w:rsidRPr="00A21FB2">
        <w:rPr>
          <w:rFonts w:hint="cs"/>
          <w:cs/>
          <w:lang w:bidi="hi-IN"/>
        </w:rPr>
        <w:t>सुना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चुप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उसकुतना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फ़इन्नल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बुकाआ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अमामाकुन्ना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चुप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बाक़ी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लख़ते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जीगर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बच्ची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आसूओं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छलनी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मसाऐबुल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ओलिया</w:t>
      </w:r>
      <w:r w:rsidRPr="00A21FB2">
        <w:rPr>
          <w:cs/>
          <w:lang w:bidi="hi-IN"/>
        </w:rPr>
        <w:t xml:space="preserve"> 1/399)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ख़ाना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काबा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आख़री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दीदार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हाफ़िज़ी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रुख़सत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रद्दे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अमल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मसऊदी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मरहूम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अरबली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उमय्या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फ़र्ज़नद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ख़ाना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काबा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हाफ़िज़ी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इब्राहीम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ख़ादिम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हुज्र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इसमाईल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खादिम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क़ुर्बान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ऊठ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जाईये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ऊठना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चेहरे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रंज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नुमायां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असतबाना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वजहिल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ग़म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ख़ादिम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जाऊं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हुज्र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इसमाईल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फ़र्ज़नद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हबीब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क़ाला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कैफ़ा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अक़ूमो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वद्दअतल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बैता</w:t>
      </w:r>
      <w:r w:rsidRPr="00A21FB2">
        <w:rPr>
          <w:cs/>
          <w:lang w:bidi="hi-IN"/>
        </w:rPr>
        <w:t xml:space="preserve">........  )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जाऊं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ख़ाना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काबा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हाफ़िज़ी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अलविदा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दोबारह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आयेंगे।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हबीब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ख़ड़े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इताअत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ख़ड़े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2/362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वसीअत</w:t>
      </w:r>
      <w:r w:rsidRPr="00A21FB2">
        <w:rPr>
          <w:cs/>
          <w:lang w:bidi="hi-IN"/>
        </w:rPr>
        <w:t xml:space="preserve"> 392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29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49/120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61/50/63/40</w:t>
      </w:r>
      <w:r w:rsidRPr="00A21FB2">
        <w:t>,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27" w:name="_Toc460071898"/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bookmarkEnd w:id="27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मसऊदी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अयाल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मस्जिदुन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पैग़म्बरे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इस्लाम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दरख़ास्त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हिफ़ाज़त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वकीलों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तक़ी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इताअत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मुख़ालेफ़त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भरोसे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जानशिनी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ऐलान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28" w:name="_Toc460071899"/>
      <w:r w:rsidRPr="00A21FB2">
        <w:rPr>
          <w:rFonts w:hint="cs"/>
          <w:cs/>
          <w:lang w:bidi="hi-IN"/>
        </w:rPr>
        <w:lastRenderedPageBreak/>
        <w:t>मर्व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आमद</w:t>
      </w:r>
      <w:bookmarkEnd w:id="28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बहर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दबाओ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मरहुम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मक़सद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हरकते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ऐहवाज़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फ़ारस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नीशापूर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सैय्यद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ताऊस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मुतवफ़्फ़ी</w:t>
      </w:r>
      <w:r w:rsidRPr="00A21FB2">
        <w:rPr>
          <w:cs/>
          <w:lang w:bidi="hi-IN"/>
        </w:rPr>
        <w:t xml:space="preserve"> 693 </w:t>
      </w:r>
      <w:r w:rsidRPr="00A21FB2">
        <w:rPr>
          <w:rFonts w:hint="cs"/>
          <w:cs/>
          <w:lang w:bidi="hi-IN"/>
        </w:rPr>
        <w:t>हिज्री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क़म्री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फ़रहातुल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शहरे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वालेहाना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इसतक़बाल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मेहमान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ज़िम्मेदारी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क़याम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दरवाज़े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मालिक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मेहमान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ज़ियारत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मरहूम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मोहद्दिस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क़ुम्मी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मदरसा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rFonts w:hint="cs"/>
          <w:cs/>
          <w:lang w:bidi="hi-IN"/>
        </w:rPr>
        <w:lastRenderedPageBreak/>
        <w:t>उसूले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2/407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7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2/161</w:t>
      </w:r>
      <w:r w:rsidRPr="00A21FB2">
        <w:t xml:space="preserve">,  </w:t>
      </w:r>
      <w:r w:rsidRPr="00A21FB2">
        <w:rPr>
          <w:rFonts w:hint="cs"/>
          <w:cs/>
          <w:lang w:bidi="hi-IN"/>
        </w:rPr>
        <w:t>मुनताहिल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आमाल</w:t>
      </w:r>
      <w:r w:rsidRPr="00A21FB2">
        <w:rPr>
          <w:cs/>
          <w:lang w:bidi="hi-IN"/>
        </w:rPr>
        <w:t xml:space="preserve"> 2/190</w:t>
      </w:r>
      <w:r w:rsidRPr="00A21FB2">
        <w:t>,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अलबत्ता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मरहूम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निशापूर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पुर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मक़दम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आलिमों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हदीस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दरख़ास्त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दरख़ास्त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सिलसिलातुज़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हदीस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किताबे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अरबाईन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ओलिया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दर्ज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तारीख़े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याक़ूबी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किताब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हमेदान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कूफ़े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तारीख़े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याक़ूबी</w:t>
      </w:r>
      <w:r w:rsidRPr="00A21FB2">
        <w:rPr>
          <w:cs/>
          <w:lang w:bidi="hi-IN"/>
        </w:rPr>
        <w:t xml:space="preserve">  2/465)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29" w:name="_Toc460071900"/>
      <w:r w:rsidRPr="00A21FB2">
        <w:rPr>
          <w:rFonts w:hint="cs"/>
          <w:cs/>
          <w:lang w:bidi="hi-IN"/>
        </w:rPr>
        <w:lastRenderedPageBreak/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मदफ़न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bookmarkEnd w:id="29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सनाबाद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क़हतबह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ताई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तूसी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 </w:t>
      </w:r>
      <w:r w:rsidRPr="00A21FB2">
        <w:rPr>
          <w:rFonts w:hint="cs"/>
          <w:cs/>
          <w:lang w:bidi="hi-IN"/>
        </w:rPr>
        <w:t>मक़बरे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दफ़न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सुम्मा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बेयदेही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जानिबे</w:t>
      </w:r>
      <w:r w:rsidRPr="00A21FB2">
        <w:rPr>
          <w:cs/>
          <w:lang w:bidi="hi-IN"/>
        </w:rPr>
        <w:t>............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निशान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खींना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मिट्टी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दफ़्न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हुंगा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जल्द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रफ़्त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ज़ियारत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ख़ानदाने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रिसालत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शिफ़ाअत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ग़ुफ़राने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सिफ़ारिश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बग़ैर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वापस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2/147</w:t>
      </w:r>
      <w:r w:rsidRPr="00A21FB2">
        <w:t xml:space="preserve">, </w:t>
      </w:r>
      <w:r w:rsidRPr="00A21FB2">
        <w:rPr>
          <w:rFonts w:hint="cs"/>
          <w:cs/>
          <w:lang w:bidi="hi-IN"/>
        </w:rPr>
        <w:t>बाब</w:t>
      </w:r>
      <w:r w:rsidRPr="00A21FB2">
        <w:rPr>
          <w:cs/>
          <w:lang w:bidi="hi-IN"/>
        </w:rPr>
        <w:t xml:space="preserve"> 39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49/125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जिल्द</w:t>
      </w:r>
      <w:r w:rsidRPr="00A21FB2">
        <w:rPr>
          <w:cs/>
          <w:lang w:bidi="hi-IN"/>
        </w:rPr>
        <w:t xml:space="preserve"> 102/36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22</w:t>
      </w:r>
      <w:r w:rsidRPr="00A21FB2">
        <w:t>,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4/344)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30" w:name="_Toc460071901"/>
      <w:r w:rsidRPr="00A21FB2">
        <w:rPr>
          <w:rFonts w:hint="cs"/>
          <w:cs/>
          <w:lang w:bidi="hi-IN"/>
        </w:rPr>
        <w:lastRenderedPageBreak/>
        <w:t>मदीना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मुनव्वरा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हिजरत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बरकतें</w:t>
      </w:r>
      <w:bookmarkEnd w:id="30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जद्दे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बुज़ुर्गवार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नबी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करीम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मरक़द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ईरान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बरकतें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वुजूद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आईं।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पहलीः</w:t>
      </w:r>
      <w:r w:rsidRPr="00A21FB2">
        <w:rPr>
          <w:cs/>
          <w:lang w:bidi="hi-IN"/>
        </w:rPr>
        <w:t xml:space="preserve">-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पैमाने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सक़ाफ़ती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सियासी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समाजी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तोसीअ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दूसरीः</w:t>
      </w:r>
      <w:r w:rsidRPr="00A21FB2">
        <w:rPr>
          <w:cs/>
          <w:lang w:bidi="hi-IN"/>
        </w:rPr>
        <w:t xml:space="preserve">-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इल्मी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इजतेमाआत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तशकील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मज़ाहिब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उलेमा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काबेरीन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मुनाज़ेरात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वाज़ह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अक़ीदे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ख़ुसूसीयात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उजागर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तीसरीः</w:t>
      </w:r>
      <w:r w:rsidRPr="00A21FB2">
        <w:rPr>
          <w:cs/>
          <w:lang w:bidi="hi-IN"/>
        </w:rPr>
        <w:t xml:space="preserve">-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रौशन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ज़िन्दगी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बरमला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निसबत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ज़ालिमाना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रवय्या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मुनाज़ेरों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नशिस्त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ईद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शरीक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ज़लील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बहरहाल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बरकतें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हिजरते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सुल्ह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हिजरत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बरकत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31" w:name="_Toc460071902"/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सोंपने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वाक़ेआ</w:t>
      </w:r>
      <w:bookmarkEnd w:id="31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फ़ज़ीलत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तक़वे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इबातद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ज़ोहद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पारसाई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अफ़ज़ल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हक़दार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फ़ख़्र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ज़ोहद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इख़तियार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निजात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उम्मीद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चीज़ों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परहेज़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कामयाबी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उम्मीद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औऱ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मंज़िलत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तलबगार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तख़ते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हटा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आरप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ख़लीफ़ा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मुक़र्र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लहुर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हाज़ेहिल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ख़िलाफ़तो</w:t>
      </w:r>
      <w:r w:rsidRPr="00A21FB2">
        <w:rPr>
          <w:cs/>
          <w:lang w:bidi="hi-IN"/>
        </w:rPr>
        <w:t>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जाइज़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लिबास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उतारो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पहनाओ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जाइज़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अलावा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हरगिज़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तजवीज़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दरख़ास्त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दबाव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इंकार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मायूस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पसन्द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जाईये।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क़ालर्रज़ा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लक़द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हद्दासनी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अबाऐही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मोमिनीन</w:t>
      </w:r>
      <w:r w:rsidRPr="00A21FB2">
        <w:rPr>
          <w:cs/>
          <w:lang w:bidi="hi-IN"/>
        </w:rPr>
        <w:t>..................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अजदाद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मोमिनीन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यक़ीनी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मज़लूमाना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जाऊंगा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अलविदा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फ़रिशते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दयारे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बग़ल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दफ़्न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जाऊंगा।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नुक़सान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गुसताख़ी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ज़िन्दा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बताऊंगा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तर्क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पर्वरदिगार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झूट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ज़ोहद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इख़तियार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मक़सद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बख़ूबी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वाक़िफ़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मक़सद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मक़सद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तर्क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बल्कि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छोड़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लालच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खातिर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ग़ज़ब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मुसलसल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बिलकुल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पसन्द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वीलऐहदी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तजवीज़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गर्दन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दूंगा</w:t>
      </w:r>
      <w:r w:rsidRPr="00A21FB2">
        <w:rPr>
          <w:cs/>
          <w:lang w:bidi="hi-IN"/>
        </w:rPr>
        <w:t xml:space="preserve"> .........</w:t>
      </w:r>
      <w:r w:rsidRPr="00A21FB2">
        <w:rPr>
          <w:rFonts w:hint="cs"/>
          <w:cs/>
          <w:lang w:bidi="hi-IN"/>
        </w:rPr>
        <w:t>अबुल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धमकाया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जायेंगे।</w:t>
      </w:r>
    </w:p>
    <w:p w:rsidR="00A21FB2" w:rsidRPr="00A21FB2" w:rsidRDefault="00A21FB2" w:rsidP="00795CC7">
      <w:pPr>
        <w:pStyle w:val="libFootnote0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अमाली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मजलिस</w:t>
      </w:r>
      <w:r w:rsidRPr="00A21FB2">
        <w:rPr>
          <w:cs/>
          <w:lang w:bidi="hi-IN"/>
        </w:rPr>
        <w:t xml:space="preserve"> 16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2/151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इलालुल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बाब</w:t>
      </w:r>
      <w:r w:rsidRPr="00A21FB2">
        <w:rPr>
          <w:cs/>
          <w:lang w:bidi="hi-IN"/>
        </w:rPr>
        <w:t xml:space="preserve"> 173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4/362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मक़ातेलुल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तालेबीन</w:t>
      </w:r>
      <w:r w:rsidRPr="00A21FB2">
        <w:rPr>
          <w:cs/>
          <w:lang w:bidi="hi-IN"/>
        </w:rPr>
        <w:t xml:space="preserve"> 454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वाऐज़ीन</w:t>
      </w:r>
      <w:r w:rsidRPr="00A21FB2">
        <w:rPr>
          <w:cs/>
          <w:lang w:bidi="hi-IN"/>
        </w:rPr>
        <w:t xml:space="preserve"> 1/223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कराहियत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मेहसूस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मजबूर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अलबत्ता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बरकतें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शमिल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रय्यान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ओहदा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ज़ोहद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तर्के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रिज़ाईयत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आगाही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दर्मियान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अमाली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मजलिस</w:t>
      </w:r>
      <w:r w:rsidRPr="00A21FB2">
        <w:rPr>
          <w:cs/>
          <w:lang w:bidi="hi-IN"/>
        </w:rPr>
        <w:t xml:space="preserve"> 17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2/150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इलालुल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बाब</w:t>
      </w:r>
      <w:r w:rsidRPr="00A21FB2">
        <w:rPr>
          <w:cs/>
          <w:lang w:bidi="hi-IN"/>
        </w:rPr>
        <w:t xml:space="preserve"> 173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जुमला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यासिर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जानिबे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बख़ुबी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मजबूर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लाचार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बाज़पुर्स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पैग़म्बर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युसूफ़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मिस्र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पुर्सी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रोज़ातुल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वाएज़ैन</w:t>
      </w:r>
      <w:r w:rsidRPr="00A21FB2">
        <w:rPr>
          <w:cs/>
          <w:lang w:bidi="hi-IN"/>
        </w:rPr>
        <w:t xml:space="preserve"> 1/229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49/130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5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जलाइल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उयून</w:t>
      </w:r>
      <w:r w:rsidRPr="00A21FB2">
        <w:rPr>
          <w:cs/>
          <w:lang w:bidi="hi-IN"/>
        </w:rPr>
        <w:t xml:space="preserve"> 492)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32" w:name="_Toc460071903"/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शर्तें</w:t>
      </w:r>
      <w:bookmarkEnd w:id="32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जैसा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ज़ोर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ज़बरदस्ती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दबाओ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बनुंगा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क़ज़ावत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तबदीली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करूंगा।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बरख़ास्त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फ़तवा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बल्कि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मशवेरत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शर्तों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2/160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मुतर्जिम</w:t>
      </w:r>
      <w:r w:rsidRPr="00A21FB2">
        <w:rPr>
          <w:cs/>
          <w:lang w:bidi="hi-IN"/>
        </w:rPr>
        <w:t>) 2/407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7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इर्शाद</w:t>
      </w:r>
      <w:r w:rsidRPr="00A21FB2">
        <w:rPr>
          <w:cs/>
          <w:lang w:bidi="hi-IN"/>
        </w:rPr>
        <w:t xml:space="preserve"> 2/251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2/275-297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49/134-155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27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वरा</w:t>
      </w:r>
      <w:r w:rsidRPr="00A21FB2">
        <w:rPr>
          <w:cs/>
          <w:lang w:bidi="hi-IN"/>
        </w:rPr>
        <w:t xml:space="preserve"> 336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4/362)</w:t>
      </w:r>
    </w:p>
    <w:p w:rsidR="00A21FB2" w:rsidRPr="00A21FB2" w:rsidRDefault="00A21FB2" w:rsidP="00A21FB2">
      <w:pPr>
        <w:pStyle w:val="libNormal"/>
      </w:pPr>
    </w:p>
    <w:p w:rsidR="00795CC7" w:rsidRDefault="00A21FB2" w:rsidP="00795CC7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पांच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रमज़ान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</w:t>
      </w:r>
      <w:r w:rsidRPr="00A21FB2">
        <w:rPr>
          <w:cs/>
          <w:lang w:bidi="hi-IN"/>
        </w:rPr>
        <w:t xml:space="preserve"> 201 </w:t>
      </w:r>
      <w:r w:rsidRPr="00A21FB2">
        <w:rPr>
          <w:rFonts w:hint="cs"/>
          <w:cs/>
          <w:lang w:bidi="hi-IN"/>
        </w:rPr>
        <w:t>हिज्री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रोनुमा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हुआ।</w:t>
      </w: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49/221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9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2/274)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याक़ूबी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रौज़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रमज़ान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</w:t>
      </w:r>
      <w:r w:rsidRPr="00A21FB2">
        <w:rPr>
          <w:cs/>
          <w:lang w:bidi="hi-IN"/>
        </w:rPr>
        <w:t xml:space="preserve"> 201 </w:t>
      </w:r>
      <w:r w:rsidRPr="00A21FB2">
        <w:rPr>
          <w:rFonts w:hint="cs"/>
          <w:cs/>
          <w:lang w:bidi="hi-IN"/>
        </w:rPr>
        <w:t>हिज्री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मबनी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मुफ़ीद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अरबली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तबरसी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रहमतुल्लाह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हम्दो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अलैकुम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हक़्क़न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बेरसूल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लकुम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हक़्क़ा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बेही</w:t>
      </w:r>
      <w:r w:rsidRPr="00A21FB2">
        <w:rPr>
          <w:cs/>
          <w:lang w:bidi="hi-IN"/>
        </w:rPr>
        <w:t>......................................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इर्शाद</w:t>
      </w:r>
      <w:r w:rsidRPr="00A21FB2">
        <w:rPr>
          <w:cs/>
          <w:lang w:bidi="hi-IN"/>
        </w:rPr>
        <w:t xml:space="preserve"> 2/253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2/277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वरा</w:t>
      </w:r>
      <w:r w:rsidRPr="00A21FB2">
        <w:rPr>
          <w:cs/>
          <w:lang w:bidi="hi-IN"/>
        </w:rPr>
        <w:t xml:space="preserve"> 335)               </w:t>
      </w:r>
    </w:p>
    <w:p w:rsidR="00A21FB2" w:rsidRPr="00A21FB2" w:rsidRDefault="00A21FB2" w:rsidP="00795CC7">
      <w:pPr>
        <w:pStyle w:val="Heading1"/>
      </w:pPr>
      <w:bookmarkStart w:id="33" w:name="_Toc460071904"/>
      <w:r w:rsidRPr="00A21FB2">
        <w:rPr>
          <w:rFonts w:hint="cs"/>
          <w:cs/>
          <w:lang w:bidi="hi-IN"/>
        </w:rPr>
        <w:lastRenderedPageBreak/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दिखावा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धोका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</w:t>
      </w:r>
      <w:bookmarkEnd w:id="33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जी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मंसूबा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दिखावे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अहतेराम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मुख़तलिफ़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मज़हबों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आलिमों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बेहस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मुबाहेसा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मुनाज़ेरे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इजतेमाआत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मुनअक़िद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आसमानी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किताबों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रौशनी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ग़लबा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हक़ीक़त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सिर्फ़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सियासी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हक़ीक़त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कोसों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मंदरजा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ज़ैल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फ़रमायें।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जहेम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ज़िम्न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उलेमा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दलीलें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लाये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मोमिनीन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इज़्ज़त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तकरीम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बजालाते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जेहम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अहतेराम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इज़्ज़त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मुग़ालते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फ़इन्नहू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सायक़तोलनी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बिस्सिम्मे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ज़ालेमुन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यक़ीनी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ज़ुल्म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डालेगा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ऐशा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आबाओ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अजदाद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जेहम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इज़हार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ज़िन्दा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जेहम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क़ेहतबा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बग़ल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सुपुरदे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लहेद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जेहम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बेटे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धोके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अंक़रीब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अचानक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धोके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2/218</w:t>
      </w:r>
      <w:r w:rsidRPr="00A21FB2">
        <w:t xml:space="preserve">, </w:t>
      </w:r>
      <w:r w:rsidRPr="00A21FB2">
        <w:rPr>
          <w:rFonts w:hint="cs"/>
          <w:cs/>
          <w:lang w:bidi="hi-IN"/>
        </w:rPr>
        <w:t>ततिम्मातुल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मुनतहा</w:t>
      </w:r>
      <w:r w:rsidRPr="00A21FB2">
        <w:rPr>
          <w:cs/>
          <w:lang w:bidi="hi-IN"/>
        </w:rPr>
        <w:t xml:space="preserve"> 343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अलबिहार</w:t>
      </w:r>
      <w:r w:rsidRPr="00A21FB2">
        <w:rPr>
          <w:cs/>
          <w:lang w:bidi="hi-IN"/>
        </w:rPr>
        <w:t xml:space="preserve"> 49/180</w:t>
      </w:r>
      <w:r w:rsidRPr="00A21FB2">
        <w:t xml:space="preserve">, </w:t>
      </w:r>
      <w:r w:rsidRPr="00A21FB2">
        <w:rPr>
          <w:rFonts w:hint="cs"/>
          <w:cs/>
          <w:lang w:bidi="hi-IN"/>
        </w:rPr>
        <w:t>सफ़्हा</w:t>
      </w:r>
      <w:r w:rsidRPr="00A21FB2">
        <w:rPr>
          <w:cs/>
          <w:lang w:bidi="hi-IN"/>
        </w:rPr>
        <w:t xml:space="preserve"> 284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4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2/277 )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ख़ुशी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वरा</w:t>
      </w:r>
      <w:r w:rsidRPr="00A21FB2">
        <w:rPr>
          <w:cs/>
          <w:lang w:bidi="hi-IN"/>
        </w:rPr>
        <w:t xml:space="preserve"> 335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4/364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इर्शाद</w:t>
      </w:r>
      <w:r w:rsidRPr="00A21FB2">
        <w:rPr>
          <w:cs/>
          <w:lang w:bidi="hi-IN"/>
        </w:rPr>
        <w:t xml:space="preserve"> 2/254</w:t>
      </w:r>
      <w:r w:rsidRPr="00A21FB2">
        <w:t xml:space="preserve">, </w:t>
      </w:r>
      <w:r w:rsidRPr="00A21FB2">
        <w:rPr>
          <w:rFonts w:hint="cs"/>
          <w:cs/>
          <w:lang w:bidi="hi-IN"/>
        </w:rPr>
        <w:t>रोज़ातुल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वाऐज़ीन</w:t>
      </w:r>
      <w:r w:rsidRPr="00A21FB2">
        <w:rPr>
          <w:cs/>
          <w:lang w:bidi="hi-IN"/>
        </w:rPr>
        <w:t xml:space="preserve"> 1/226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इसबातुल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हिदायत</w:t>
      </w:r>
      <w:r w:rsidRPr="00A21FB2">
        <w:rPr>
          <w:cs/>
          <w:lang w:bidi="hi-IN"/>
        </w:rPr>
        <w:t xml:space="preserve"> 3/261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37</w:t>
      </w:r>
      <w:r w:rsidRPr="00A21FB2">
        <w:t xml:space="preserve">, </w:t>
      </w:r>
      <w:r w:rsidRPr="00A21FB2">
        <w:rPr>
          <w:rFonts w:hint="cs"/>
          <w:cs/>
          <w:lang w:bidi="hi-IN"/>
        </w:rPr>
        <w:t>सफ़्हा</w:t>
      </w:r>
      <w:r w:rsidRPr="00A21FB2">
        <w:rPr>
          <w:cs/>
          <w:lang w:bidi="hi-IN"/>
        </w:rPr>
        <w:t xml:space="preserve"> 317)</w:t>
      </w:r>
    </w:p>
    <w:p w:rsidR="00A21FB2" w:rsidRPr="00A21FB2" w:rsidRDefault="00A21FB2" w:rsidP="00A21FB2">
      <w:pPr>
        <w:pStyle w:val="libNormal"/>
      </w:pPr>
    </w:p>
    <w:p w:rsidR="00795CC7" w:rsidRDefault="00795CC7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A21FB2" w:rsidRPr="00A21FB2" w:rsidRDefault="00A21FB2" w:rsidP="00795CC7">
      <w:pPr>
        <w:pStyle w:val="Heading1"/>
      </w:pPr>
      <w:bookmarkStart w:id="34" w:name="_Toc460071905"/>
      <w:r w:rsidRPr="00A21FB2">
        <w:rPr>
          <w:rFonts w:hint="cs"/>
          <w:cs/>
          <w:lang w:bidi="hi-IN"/>
        </w:rPr>
        <w:lastRenderedPageBreak/>
        <w:t>मर्व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नाराज़गी</w:t>
      </w:r>
      <w:bookmarkEnd w:id="34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लानतुल्लाहे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नबी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करीम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रंजीदा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ख़ातिर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मांगा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 xml:space="preserve">1-      </w:t>
      </w:r>
      <w:r w:rsidRPr="00A21FB2">
        <w:rPr>
          <w:rFonts w:hint="cs"/>
          <w:cs/>
          <w:lang w:bidi="hi-IN"/>
        </w:rPr>
        <w:t>यासिर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ख़ादिम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जामा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मस्जिद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वापस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गर्दो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ग़ुबार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लिबास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पसीना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ख़ुश्क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अल्लाहुम्मा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फ़राजी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फ़अज्जिल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लियस्साअत।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निजात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देदे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ग़मज़दा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अफ़सुर्दा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रुख़सत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मुख़तसर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निहायत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अफ़सुर्दगी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अन्दोह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निशान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49/140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13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मुनतख़ेबुल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तवारीख़</w:t>
      </w:r>
      <w:r w:rsidRPr="00A21FB2">
        <w:rPr>
          <w:cs/>
          <w:lang w:bidi="hi-IN"/>
        </w:rPr>
        <w:t xml:space="preserve"> 581</w:t>
      </w:r>
      <w:r w:rsidRPr="00A21FB2">
        <w:t xml:space="preserve">, </w:t>
      </w:r>
      <w:r w:rsidRPr="00A21FB2">
        <w:rPr>
          <w:rFonts w:hint="cs"/>
          <w:cs/>
          <w:lang w:bidi="hi-IN"/>
        </w:rPr>
        <w:t>ततिम्मातुल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मुनतहा</w:t>
      </w:r>
      <w:r w:rsidRPr="00A21FB2">
        <w:rPr>
          <w:cs/>
          <w:lang w:bidi="hi-IN"/>
        </w:rPr>
        <w:t xml:space="preserve"> 280)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सूरते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हैसियत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इज़ाफ़ा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सवारी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कूचों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घूमता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ख़्वाहिशें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मुख़तलिफ़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शेहरों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ख़ुतूत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ख़ुतूत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प्यारा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नेमतें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इज़ाफ़ा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795CC7" w:rsidP="00795CC7">
      <w:pPr>
        <w:pStyle w:val="libFootnote0"/>
      </w:pPr>
      <w:r>
        <w:rPr>
          <w:rFonts w:hint="cs"/>
          <w:cs/>
          <w:lang w:bidi="hi-IN"/>
        </w:rPr>
        <w:t>(</w:t>
      </w:r>
      <w:r w:rsidR="00A21FB2" w:rsidRPr="00A21FB2">
        <w:rPr>
          <w:rFonts w:hint="cs"/>
          <w:cs/>
          <w:lang w:bidi="hi-IN"/>
        </w:rPr>
        <w:t>उयूने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अख़बारे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रज़ा</w:t>
      </w:r>
      <w:r w:rsidR="00A21FB2" w:rsidRPr="00A21FB2">
        <w:rPr>
          <w:cs/>
          <w:lang w:bidi="hi-IN"/>
        </w:rPr>
        <w:t xml:space="preserve"> 2/177</w:t>
      </w:r>
      <w:r w:rsidR="00A21FB2" w:rsidRPr="00A21FB2">
        <w:t xml:space="preserve">, </w:t>
      </w:r>
      <w:r w:rsidR="00A21FB2" w:rsidRPr="00A21FB2">
        <w:rPr>
          <w:rFonts w:hint="cs"/>
          <w:cs/>
          <w:lang w:bidi="hi-IN"/>
        </w:rPr>
        <w:t>हाशिया</w:t>
      </w:r>
      <w:r w:rsidR="00A21FB2" w:rsidRPr="00A21FB2">
        <w:rPr>
          <w:cs/>
          <w:lang w:bidi="hi-IN"/>
        </w:rPr>
        <w:t xml:space="preserve"> 29</w:t>
      </w:r>
      <w:r w:rsidR="00A21FB2" w:rsidRPr="00A21FB2">
        <w:t xml:space="preserve">, </w:t>
      </w:r>
      <w:r w:rsidR="00A21FB2" w:rsidRPr="00A21FB2">
        <w:rPr>
          <w:rFonts w:hint="cs"/>
          <w:cs/>
          <w:lang w:bidi="hi-IN"/>
        </w:rPr>
        <w:t>अल</w:t>
      </w:r>
      <w:r w:rsidR="00A21FB2" w:rsidRPr="00A21FB2">
        <w:rPr>
          <w:cs/>
          <w:lang w:bidi="hi-IN"/>
        </w:rPr>
        <w:t xml:space="preserve"> </w:t>
      </w:r>
      <w:r w:rsidR="00A21FB2" w:rsidRPr="00A21FB2">
        <w:rPr>
          <w:rFonts w:hint="cs"/>
          <w:cs/>
          <w:lang w:bidi="hi-IN"/>
        </w:rPr>
        <w:t>बिहार</w:t>
      </w:r>
      <w:r w:rsidR="00A21FB2" w:rsidRPr="00A21FB2">
        <w:rPr>
          <w:cs/>
          <w:lang w:bidi="hi-IN"/>
        </w:rPr>
        <w:t xml:space="preserve"> 49/155</w:t>
      </w:r>
      <w:r w:rsidR="00A21FB2" w:rsidRPr="00A21FB2">
        <w:t xml:space="preserve">, </w:t>
      </w:r>
      <w:r w:rsidR="00A21FB2" w:rsidRPr="00A21FB2">
        <w:rPr>
          <w:rFonts w:hint="cs"/>
          <w:cs/>
          <w:lang w:bidi="hi-IN"/>
        </w:rPr>
        <w:t>हाशिया</w:t>
      </w:r>
      <w:r w:rsidR="00A21FB2" w:rsidRPr="00A21FB2">
        <w:rPr>
          <w:cs/>
          <w:lang w:bidi="hi-IN"/>
        </w:rPr>
        <w:t xml:space="preserve"> 27)   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35" w:name="_Toc460071906"/>
      <w:r w:rsidRPr="00A21FB2">
        <w:rPr>
          <w:rFonts w:hint="cs"/>
          <w:cs/>
          <w:lang w:bidi="hi-IN"/>
        </w:rPr>
        <w:t>नतीजाः</w:t>
      </w:r>
      <w:bookmarkEnd w:id="35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मजमूई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वारिद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नतीजा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 xml:space="preserve">1-     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 xml:space="preserve">2-     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मिस्री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फ़राग़ना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क़ुफ़्र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ज़ुल्म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दरबार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इंकारे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युसूफ़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 xml:space="preserve">3-      </w:t>
      </w:r>
      <w:r w:rsidRPr="00A21FB2">
        <w:rPr>
          <w:rFonts w:hint="cs"/>
          <w:cs/>
          <w:lang w:bidi="hi-IN"/>
        </w:rPr>
        <w:t>जैसा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ओहदा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मजबूर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 xml:space="preserve">4-     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ओहदा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हक़ीक़त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 xml:space="preserve">5-     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ओहदे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अमीरुल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मोमिनीन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रुकनी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शमूलियत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मजबूरी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मन्दी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बुनियाद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36" w:name="_Toc460071907"/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</w:t>
      </w:r>
      <w:r w:rsidR="00795CC7">
        <w:rPr>
          <w:rFonts w:hint="cs"/>
          <w:cs/>
          <w:lang w:bidi="hi-IN"/>
        </w:rPr>
        <w:t>आ</w:t>
      </w:r>
      <w:r w:rsidRPr="00A21FB2">
        <w:rPr>
          <w:rFonts w:hint="cs"/>
          <w:cs/>
          <w:lang w:bidi="hi-IN"/>
        </w:rPr>
        <w:t>औ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अलामत</w:t>
      </w:r>
      <w:bookmarkEnd w:id="36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सुदुक़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बनाया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नबहीं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एतेराज़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मुख़ालेफ़ीन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वलीऐहद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नाज़िल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सदमा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काश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ठीक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करेंगे</w:t>
      </w:r>
      <w:r w:rsidRPr="00A21FB2">
        <w:rPr>
          <w:cs/>
          <w:lang w:bidi="hi-IN"/>
        </w:rPr>
        <w:t xml:space="preserve"> </w:t>
      </w:r>
      <w:r w:rsidRPr="00A21FB2">
        <w:t xml:space="preserve">?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पिछली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t xml:space="preserve">,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अमीरुल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मोमिनीन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बच्चे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नाज़िल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नज़दीक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समझ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जायेंगे।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पीर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बियाबान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मिंबर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</w:t>
      </w:r>
      <w:r w:rsidRPr="00A21FB2">
        <w:rPr>
          <w:cs/>
          <w:lang w:bidi="hi-IN"/>
        </w:rPr>
        <w:t xml:space="preserve">! </w:t>
      </w:r>
      <w:r w:rsidRPr="00A21FB2">
        <w:rPr>
          <w:rFonts w:hint="cs"/>
          <w:cs/>
          <w:lang w:bidi="hi-IN"/>
        </w:rPr>
        <w:t>तूने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समझा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तेरे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तमस्सुक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रेहमत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फ़ज़्ल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एहसान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उम्मीद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ज़रर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फ़ाएदे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नाज़िल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नाज़िल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लौट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रावी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गरदिश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t xml:space="preserve">, </w:t>
      </w:r>
      <w:r w:rsidRPr="00A21FB2">
        <w:rPr>
          <w:rFonts w:hint="cs"/>
          <w:cs/>
          <w:lang w:bidi="hi-IN"/>
        </w:rPr>
        <w:t>बिजली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कड़की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आवाज़ें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गूंजने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भगदड़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! </w:t>
      </w:r>
      <w:r w:rsidRPr="00A21FB2">
        <w:rPr>
          <w:rFonts w:hint="cs"/>
          <w:cs/>
          <w:lang w:bidi="hi-IN"/>
        </w:rPr>
        <w:t>होसला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बल्कि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फ़लां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बिजली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कड़क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गरज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जाने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फ़लां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बल्कि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फ़लां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ग्यारहवीं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मर्तबा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कर्दा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फ़ज़ीलत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ख़ातिर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शुक्रिया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गी।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मिंबर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नीचे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नेहरें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तालाब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घड़े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ज़ख़ीरे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वग़ैरा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लगेः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हैनाइन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वलादे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करामातुल्लाह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अज़्ज़ा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जल्लाह।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करामतें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मुबारक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अवाम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बढ़े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जिन्होंने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इजतेमा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नेमतें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तक़वा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इख़तियार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नाफ़रमानी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मुबतला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हमेशा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इताअत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बजालाते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रहो।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2/179</w:t>
      </w:r>
      <w:r w:rsidRPr="00A21FB2">
        <w:t xml:space="preserve">,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180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4/370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49/180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16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हिदायत</w:t>
      </w:r>
      <w:r w:rsidRPr="00A21FB2">
        <w:rPr>
          <w:cs/>
          <w:lang w:bidi="hi-IN"/>
        </w:rPr>
        <w:t xml:space="preserve"> 3/259</w:t>
      </w:r>
      <w:r w:rsidRPr="00A21FB2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35)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37" w:name="_Toc460071908"/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</w:t>
      </w:r>
      <w:r w:rsidR="00795CC7">
        <w:rPr>
          <w:rFonts w:hint="cs"/>
          <w:cs/>
          <w:lang w:bidi="hi-IN"/>
        </w:rPr>
        <w:t>े</w:t>
      </w:r>
      <w:r w:rsidRPr="00A21FB2">
        <w:rPr>
          <w:rFonts w:hint="cs"/>
          <w:cs/>
          <w:lang w:bidi="hi-IN"/>
        </w:rPr>
        <w:t>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गुस्ताख़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निगल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bookmarkEnd w:id="37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मक़बुलियत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मज़ीद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इज़ाफ़ा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अंदेशी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बुग़ज़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हिदायत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नसीब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गुस्ताख़ी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बैठे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दरबार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मुलाज़िम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मेहरान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हदों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गुज़र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चुके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मोअय्यन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मुक़र्र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बारिश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नाज़िल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t xml:space="preserve">,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दुआओं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नतीजा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क़रार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नज़दीक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क़ुरबत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मक़ाम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मर्तबे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अज़मत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दलील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क़रार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t xml:space="preserve">, </w:t>
      </w:r>
      <w:r w:rsidRPr="00A21FB2">
        <w:rPr>
          <w:rFonts w:hint="cs"/>
          <w:cs/>
        </w:rPr>
        <w:t>ऐसा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लगता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इब्राहीम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ख़लीलुल्लाह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अलैहिस्सलाम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मानिन्द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मोजिज़ा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परिन्दों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lastRenderedPageBreak/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ज़िब्ह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नोचे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गोश्त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पहाड़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चोटी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आवाज़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ज़िन्दा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परवाज़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अगर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सच्चे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शैरों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मसनद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ग़िलाफ़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तसवीर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शक्ल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इशारा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इन्हें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ज़िन्दा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बोलो</w:t>
      </w:r>
      <w:r w:rsidRPr="00A21FB2">
        <w:t xml:space="preserve">, </w:t>
      </w:r>
      <w:r w:rsidRPr="00A21FB2">
        <w:rPr>
          <w:rFonts w:hint="cs"/>
          <w:cs/>
        </w:rPr>
        <w:t>अगर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बारिश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मोजिज़ा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आदमी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बुग़्ज़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हसद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ग़ुस्से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चिल्ला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बोले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शैरों</w:t>
      </w:r>
      <w:r w:rsidRPr="00A21FB2">
        <w:rPr>
          <w:cs/>
        </w:rPr>
        <w:t xml:space="preserve">!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फ़ाजिर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शख़्स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अंजाम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पहुंचा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आवाज़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निकलते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शैर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असली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आगये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पलक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झपकते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आदमी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फ़ाड़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चट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यहां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ज़मीन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पड़ा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चाट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गऐ</w:t>
      </w:r>
      <w:r w:rsidRPr="00A21FB2">
        <w:t xml:space="preserve">,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निशान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मिटा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माजरा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वाक़ेआ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ख़त्म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शैरों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अर्ज़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वली</w:t>
      </w:r>
      <w:r w:rsidRPr="00A21FB2">
        <w:rPr>
          <w:cs/>
        </w:rPr>
        <w:t>-</w:t>
      </w:r>
      <w:r w:rsidRPr="00A21FB2">
        <w:rPr>
          <w:rFonts w:hint="cs"/>
          <w:cs/>
        </w:rPr>
        <w:t>ए</w:t>
      </w:r>
      <w:r w:rsidRPr="00A21FB2">
        <w:rPr>
          <w:cs/>
        </w:rPr>
        <w:t>-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इजाज़त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फ़ाड़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ढालें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शैरों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बेहोशी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इख़तियार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रुक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जाओ</w:t>
      </w:r>
      <w:r w:rsidRPr="00A21FB2">
        <w:t xml:space="preserve">, </w:t>
      </w:r>
      <w:r w:rsidRPr="00A21FB2">
        <w:rPr>
          <w:rFonts w:hint="cs"/>
          <w:cs/>
        </w:rPr>
        <w:t>फिर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दोहराई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जाओ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जगह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वापस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जाओ</w:t>
      </w:r>
      <w:r w:rsidRPr="00A21FB2">
        <w:t xml:space="preserve">, </w:t>
      </w:r>
      <w:r w:rsidRPr="00A21FB2">
        <w:rPr>
          <w:rFonts w:hint="cs"/>
          <w:cs/>
        </w:rPr>
        <w:t>फिर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तसवीर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तबदील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गऐ।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शुक्र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हमीद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मेहरान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जैसे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आदमी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बचा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उयूने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2,182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मुनाक़िब</w:t>
      </w:r>
      <w:r w:rsidRPr="00A21FB2">
        <w:rPr>
          <w:cs/>
        </w:rPr>
        <w:t xml:space="preserve"> 4,370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38" w:name="_Toc460071909"/>
      <w:r w:rsidRPr="00A21FB2">
        <w:rPr>
          <w:rFonts w:hint="cs"/>
          <w:cs/>
        </w:rPr>
        <w:t>ईद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वाक़ेआ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अलैहिस्सलाम</w:t>
      </w:r>
      <w:bookmarkEnd w:id="38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अलैहिस्सलाम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ऐहद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कुछ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अर्सा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गुज़र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ईद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मोक़ा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आया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दुआओं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मुनाजात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चलता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ईदुज़्ज़ोहा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मोक़ा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कहलवाया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तैय्यार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पढ़ाईये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ख़ुत्बे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ताकि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सुकून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इतमेनान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हासिल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39" w:name="_Toc460071910"/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पैग़ाम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भेजा</w:t>
      </w:r>
      <w:bookmarkEnd w:id="39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lastRenderedPageBreak/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दर्मियान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शर्तें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वाक़िफ़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तय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ममलेकती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उमूर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मुदाख़ेलत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करूं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चाहता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हूं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सिपाहीयों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सुकून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इतमेनान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हासिल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वन्दे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फ़ज़ीलत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आगाह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चाहिये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बीच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दर्मियान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बातों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सिलसिला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बहस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इसरार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पीछे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हट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पड़े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इसरार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बढ़ता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अगर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रोके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रखोगे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बहुत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अच्छा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पसन्द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दीदा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अगर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ज़्यादा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मजबूर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करोगे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रसूले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अकरम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दादा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अबुतालिब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रविश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अमल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घर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निकलुंगा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पढ़ाऊंगा।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जैसा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मुनासिब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समझें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अमल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पढ़ाऐंगे।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लशकरों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सुब्ह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वक़्त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घर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इजतेमा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औरतों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मर्दों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बूढ़े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जवान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हुकूमती</w:t>
      </w:r>
      <w:r w:rsidRPr="00A21FB2">
        <w:t xml:space="preserve">, </w:t>
      </w:r>
      <w:r w:rsidRPr="00A21FB2">
        <w:rPr>
          <w:rFonts w:hint="cs"/>
          <w:cs/>
        </w:rPr>
        <w:t>लशकरी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सरदार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सिपाही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दर्वाज़े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गऐ</w:t>
      </w:r>
      <w:r w:rsidRPr="00A21FB2">
        <w:t xml:space="preserve">,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सूरज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नमूदार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lastRenderedPageBreak/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ग़ुस्ल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t xml:space="preserve">, </w:t>
      </w:r>
      <w:r w:rsidRPr="00A21FB2">
        <w:rPr>
          <w:rFonts w:hint="cs"/>
          <w:cs/>
        </w:rPr>
        <w:t>सूती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कपड़ों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अमामा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सीने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शानों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बीच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क़रार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कुरते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दामन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ऊपर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कमर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बांधा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थोड़ा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इत्र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लगाया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अतराफ़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हाथ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तशरीफ़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लाऐ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रावी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साथ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पीछे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पीछे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</w:t>
      </w:r>
      <w:r w:rsidRPr="00A21FB2">
        <w:t xml:space="preserve">,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पांयचा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ज़ानू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चढ़ा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पैरों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नालैन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बल्कि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पैर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आसमान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हाथ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बुलन्द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मर्तबा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तकबीर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बुलन्द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आवाज़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रावी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क़दर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अज़मत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जलाल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टपक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गोया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आसमान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घर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दीवारें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जवाब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लशकरी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सिपाही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नीज़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अवाम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मजमा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दरवाज़े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मोअद्दब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दस्त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बसता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सफ़े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बांधे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खड़ा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दरवाज़े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रुके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अल्लाह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होअकबर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अल्लाह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होअकबर</w:t>
      </w:r>
      <w:r w:rsidRPr="00A21FB2">
        <w:t xml:space="preserve">, </w:t>
      </w:r>
      <w:r w:rsidRPr="00A21FB2">
        <w:rPr>
          <w:rFonts w:hint="cs"/>
          <w:cs/>
        </w:rPr>
        <w:t>अल्लाह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होअकबर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अलामा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हदाना</w:t>
      </w:r>
      <w:r w:rsidRPr="00A21FB2">
        <w:t xml:space="preserve">, </w:t>
      </w:r>
      <w:r w:rsidRPr="00A21FB2">
        <w:rPr>
          <w:rFonts w:hint="cs"/>
          <w:cs/>
        </w:rPr>
        <w:t>अल्लाह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होअकबर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रज़क़ना</w:t>
      </w:r>
      <w:r w:rsidRPr="00A21FB2">
        <w:rPr>
          <w:cs/>
        </w:rPr>
        <w:t>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तकबीर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आवाज़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बुलन्द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आवाज़ें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तकबीर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साथ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बुलन्द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अन्दर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मानवीयत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क़दर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मर्व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पूरा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हरकत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आंख़ों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आसूं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lastRenderedPageBreak/>
        <w:t>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फ़रयाद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थी</w:t>
      </w:r>
      <w:r w:rsidRPr="00A21FB2">
        <w:t xml:space="preserve">,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मर्तबा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सदा</w:t>
      </w:r>
      <w:r w:rsidRPr="00A21FB2">
        <w:rPr>
          <w:cs/>
        </w:rPr>
        <w:t>-</w:t>
      </w:r>
      <w:r w:rsidRPr="00A21FB2">
        <w:rPr>
          <w:rFonts w:hint="cs"/>
          <w:cs/>
        </w:rPr>
        <w:t>ए</w:t>
      </w:r>
      <w:r w:rsidRPr="00A21FB2">
        <w:rPr>
          <w:cs/>
        </w:rPr>
        <w:t>-</w:t>
      </w:r>
      <w:r w:rsidRPr="00A21FB2">
        <w:rPr>
          <w:rFonts w:hint="cs"/>
          <w:cs/>
        </w:rPr>
        <w:t>तकबीर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बुलन्द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लशकरीयो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सिपाहीयों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सादगी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पांव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मुशाहेदा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सवारियों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उतर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बरहेना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चलने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लगे</w:t>
      </w:r>
      <w:r w:rsidRPr="00A21FB2">
        <w:t xml:space="preserve">, </w:t>
      </w:r>
      <w:r w:rsidRPr="00A21FB2">
        <w:rPr>
          <w:rFonts w:hint="cs"/>
          <w:cs/>
        </w:rPr>
        <w:t>पूरा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फ़रयाद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t xml:space="preserve">,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आसूं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फ़रयाद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क़ाबू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मुशकिल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थोड़ी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चलते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रुक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नारा</w:t>
      </w:r>
      <w:r w:rsidRPr="00A21FB2">
        <w:rPr>
          <w:cs/>
        </w:rPr>
        <w:t>-</w:t>
      </w:r>
      <w:r w:rsidRPr="00A21FB2">
        <w:rPr>
          <w:rFonts w:hint="cs"/>
          <w:cs/>
        </w:rPr>
        <w:t>ए</w:t>
      </w:r>
      <w:r w:rsidRPr="00A21FB2">
        <w:rPr>
          <w:cs/>
        </w:rPr>
        <w:t>-</w:t>
      </w:r>
      <w:r w:rsidRPr="00A21FB2">
        <w:rPr>
          <w:rFonts w:hint="cs"/>
          <w:cs/>
        </w:rPr>
        <w:t>तकबीर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बुलन्द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तकबीर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आवाज़ें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बुलन्द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ख़यार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आसमान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ज़मीन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दीवारें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तकबीर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जवाब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आवाज़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आवाज़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नारा</w:t>
      </w:r>
      <w:r w:rsidRPr="00A21FB2">
        <w:rPr>
          <w:cs/>
        </w:rPr>
        <w:t>-</w:t>
      </w:r>
      <w:r w:rsidRPr="00A21FB2">
        <w:rPr>
          <w:rFonts w:hint="cs"/>
          <w:cs/>
        </w:rPr>
        <w:t>ए</w:t>
      </w:r>
      <w:r w:rsidRPr="00A21FB2">
        <w:rPr>
          <w:cs/>
        </w:rPr>
        <w:t>-</w:t>
      </w:r>
      <w:r w:rsidRPr="00A21FB2">
        <w:rPr>
          <w:rFonts w:hint="cs"/>
          <w:cs/>
        </w:rPr>
        <w:t>तकबीर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बुलन्द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वक़्त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मलाकूती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मंज़र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पहुंची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फ़ज़्ल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सहल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विज़ारते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उज़मा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सदारते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लशकर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मंसब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अमीरुल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मोमिनीन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अगर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अलैहिस्सलाम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ईद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पहुंच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शेदाई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मसलेहत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ईद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पहुंचने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रास्ते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वापस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lastRenderedPageBreak/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आदमीयों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भेज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घर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वापस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नालैन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तलब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घर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जानिब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लोट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शैख़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मुफ़ूद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रिवायत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ज़िम्न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पैग़ाम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भेजा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तकलीफ़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पसन्द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परेशानी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वापस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लोट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ईद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पढ़ायेगा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हमेशा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पढ़ाता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नालैन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तलब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सवारी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सवार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घर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लोट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नमाज़ों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ख़लल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वाक़े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सहीह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ठंग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सके।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उयूने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2/161-162</w:t>
      </w:r>
      <w:r w:rsidRPr="00A21FB2">
        <w:t xml:space="preserve">, </w:t>
      </w:r>
      <w:r w:rsidRPr="00A21FB2">
        <w:rPr>
          <w:rFonts w:hint="cs"/>
          <w:cs/>
        </w:rPr>
        <w:t>उसूले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काफ़ी</w:t>
      </w:r>
      <w:r w:rsidRPr="00A21FB2">
        <w:rPr>
          <w:cs/>
        </w:rPr>
        <w:t xml:space="preserve"> 2/407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7</w:t>
      </w:r>
      <w:r w:rsidRPr="00A21FB2">
        <w:t xml:space="preserve">, </w:t>
      </w:r>
      <w:r w:rsidRPr="00A21FB2">
        <w:rPr>
          <w:rFonts w:hint="cs"/>
          <w:cs/>
        </w:rPr>
        <w:t>इल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इर्शाद</w:t>
      </w:r>
      <w:r w:rsidRPr="00A21FB2">
        <w:rPr>
          <w:cs/>
        </w:rPr>
        <w:t xml:space="preserve"> 2/256</w:t>
      </w:r>
      <w:r w:rsidRPr="00A21FB2">
        <w:t xml:space="preserve">, </w:t>
      </w:r>
      <w:r w:rsidRPr="00A21FB2">
        <w:rPr>
          <w:rFonts w:hint="cs"/>
          <w:cs/>
        </w:rPr>
        <w:t>आलामुल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वरा</w:t>
      </w:r>
      <w:r w:rsidRPr="00A21FB2">
        <w:rPr>
          <w:cs/>
        </w:rPr>
        <w:t xml:space="preserve"> 336</w:t>
      </w:r>
      <w:r w:rsidRPr="00A21FB2">
        <w:t xml:space="preserve">, </w:t>
      </w:r>
      <w:r w:rsidRPr="00A21FB2">
        <w:rPr>
          <w:rFonts w:hint="cs"/>
          <w:cs/>
        </w:rPr>
        <w:t>इसबाते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वसीयत</w:t>
      </w:r>
      <w:r w:rsidRPr="00A21FB2">
        <w:rPr>
          <w:cs/>
        </w:rPr>
        <w:t xml:space="preserve"> 396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33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बिहार</w:t>
      </w:r>
      <w:r w:rsidRPr="00A21FB2">
        <w:rPr>
          <w:cs/>
        </w:rPr>
        <w:t xml:space="preserve"> 49/134</w:t>
      </w:r>
      <w:r w:rsidRPr="00A21FB2">
        <w:t xml:space="preserve">, </w:t>
      </w:r>
      <w:r w:rsidRPr="00A21FB2">
        <w:rPr>
          <w:rFonts w:hint="cs"/>
          <w:cs/>
        </w:rPr>
        <w:t>कशफ़ुल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ग़िमा</w:t>
      </w:r>
      <w:r w:rsidRPr="00A21FB2">
        <w:rPr>
          <w:cs/>
        </w:rPr>
        <w:t xml:space="preserve"> 2/265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मुनाक़िब</w:t>
      </w:r>
      <w:r w:rsidRPr="00A21FB2">
        <w:rPr>
          <w:cs/>
        </w:rPr>
        <w:t xml:space="preserve"> 4/371</w:t>
      </w:r>
      <w:r w:rsidRPr="00A21FB2">
        <w:t xml:space="preserve">, </w:t>
      </w:r>
      <w:r w:rsidRPr="00A21FB2">
        <w:rPr>
          <w:rFonts w:hint="cs"/>
          <w:cs/>
        </w:rPr>
        <w:t>रोज़ातुल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वाऐज़ीन</w:t>
      </w:r>
      <w:r w:rsidRPr="00A21FB2">
        <w:rPr>
          <w:cs/>
        </w:rPr>
        <w:t xml:space="preserve"> 1/327)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दर्स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बहस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पाबन्दी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नफ़रीन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Normal"/>
      </w:pP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मौजूदगी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बरकत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मर्व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मौजूदगी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मुख़तलिफ़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मज़ाहिब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आलिमों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दर्मियान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बहस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मुनाज़ेरे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जलसों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इंऐक़ाद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t xml:space="preserve">, </w:t>
      </w:r>
      <w:r w:rsidRPr="00A21FB2">
        <w:rPr>
          <w:rFonts w:hint="cs"/>
          <w:cs/>
        </w:rPr>
        <w:t>हालांकि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मुनियाद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शायद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lastRenderedPageBreak/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जवाब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शर्मि</w:t>
      </w:r>
      <w:r w:rsidR="00795CC7">
        <w:rPr>
          <w:rFonts w:hint="cs"/>
          <w:cs/>
          <w:lang w:bidi="hi-IN"/>
        </w:rPr>
        <w:t>ं</w:t>
      </w:r>
      <w:r w:rsidRPr="00A21FB2">
        <w:rPr>
          <w:rFonts w:hint="cs"/>
          <w:cs/>
        </w:rPr>
        <w:t>दगी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उठानी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पड़ी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हुम्द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शैख़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सुदूक़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सनद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अब्दुस्सलाम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हरवी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हवाले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नक़्ल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मूसा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बहस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मुनाज़ेरे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ऐहतेमाम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इल्म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मालूमात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शेदाई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हुकूमते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वक़्त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नुक़सार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सबब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दरबान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मुहम्मद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अम्र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तूसी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हाजिब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इजतेमा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प्रोगिराम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शरीक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रोक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तलब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सरज़निश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तेहक़ीर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t xml:space="preserve">,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ग़ैज़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ग़ज़ब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दरबार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निकले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हक़्क़े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मुसतफ़ा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मुरतज़ा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सैय्यदे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निसवां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नफ़रीन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करूंगा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यहां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आवारा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कुत्ते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मुसतरिद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तोहीन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करेंगे</w:t>
      </w:r>
      <w:r w:rsidRPr="00A21FB2">
        <w:t xml:space="preserve">,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ज़िन्दगी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परेशान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जायेगी।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फिर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अलैहिस्सलाम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घर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तशरीफ़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लाये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वुज़ू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उठ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खड़े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क़ुनूत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लमबी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lastRenderedPageBreak/>
        <w:t>इबतेदाई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हिस्सा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कुछ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अल्लाहुम्मा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क़ुदरतिल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जामेअते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वर्रेहमतिल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वासेअते</w:t>
      </w:r>
      <w:r w:rsidRPr="00A21FB2">
        <w:rPr>
          <w:cs/>
        </w:rPr>
        <w:t>.......................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दर्मियान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हुकूमत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लानत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भेजते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सल्ले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शराफ़तिस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सलाते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</w:t>
      </w:r>
      <w:r w:rsidRPr="00A21FB2">
        <w:rPr>
          <w:cs/>
        </w:rPr>
        <w:t>.................................................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</w:rPr>
        <w:t>(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वन्दा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दुरूद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भेज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दुरूद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नमाज़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निसार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शराफ़त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हालिस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बदला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तेहक़ीर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सितम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t xml:space="preserve">,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शियों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दरवाज़े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t xml:space="preserve">, </w:t>
      </w:r>
      <w:r w:rsidRPr="00A21FB2">
        <w:rPr>
          <w:rFonts w:hint="cs"/>
          <w:cs/>
        </w:rPr>
        <w:t>उसे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ज़िल्लत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ख़वारी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उयून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2,184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मुनाक़िब</w:t>
      </w:r>
      <w:r w:rsidRPr="00A21FB2">
        <w:rPr>
          <w:cs/>
        </w:rPr>
        <w:t xml:space="preserve"> 4,345</w:t>
      </w:r>
      <w:r w:rsidRPr="00A21FB2">
        <w:t xml:space="preserve">, </w:t>
      </w:r>
      <w:r w:rsidRPr="00A21FB2">
        <w:rPr>
          <w:rFonts w:hint="cs"/>
          <w:cs/>
        </w:rPr>
        <w:t>इसबाते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हिदायत</w:t>
      </w:r>
      <w:r w:rsidRPr="00A21FB2">
        <w:rPr>
          <w:cs/>
        </w:rPr>
        <w:t xml:space="preserve"> 3,261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36)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40" w:name="_Toc460071911"/>
      <w:r w:rsidRPr="00A21FB2">
        <w:rPr>
          <w:rFonts w:hint="cs"/>
          <w:cs/>
        </w:rPr>
        <w:t>हक़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दिफ़ा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शहादत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सबब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bookmarkEnd w:id="40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lastRenderedPageBreak/>
        <w:t>शैख़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सुदूक़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सनद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मुहम्मद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सनान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हवाले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नक़्ल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ख़ुरासान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मौला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ख़िदमत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पीर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जुम्मेरात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मौक़े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Normal"/>
      </w:pPr>
      <w:r w:rsidRPr="00A21FB2">
        <w:rPr>
          <w:rFonts w:hint="cs"/>
          <w:cs/>
        </w:rPr>
        <w:t>साथ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बैठाया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सूफ़ीया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बाशिन्दे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चौरी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t xml:space="preserve">, </w:t>
      </w:r>
      <w:r w:rsidRPr="00A21FB2">
        <w:rPr>
          <w:rFonts w:hint="cs"/>
          <w:cs/>
        </w:rPr>
        <w:t>हुक्म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दरबार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हाज़िर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दरबार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हाज़िर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r w:rsidRPr="00A21FB2">
        <w:rPr>
          <w:cs/>
        </w:rPr>
        <w:t xml:space="preserve"> 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चौर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पैशानी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सजदे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निशान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t xml:space="preserve">,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ख़ूबसूरत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असर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चौरी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जैसा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गिनोंहना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इबादत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ख़ूबसूरत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आसार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ज़ाहिर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तौर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असर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</w:t>
      </w:r>
      <w:r w:rsidR="00795CC7">
        <w:rPr>
          <w:rFonts w:hint="cs"/>
          <w:cs/>
          <w:lang w:bidi="hi-IN"/>
        </w:rPr>
        <w:t>ो</w:t>
      </w:r>
      <w:r w:rsidRPr="00A21FB2">
        <w:rPr>
          <w:rFonts w:hint="cs"/>
          <w:cs/>
        </w:rPr>
        <w:t>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अमल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ज़रूरत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मजबूर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ख़ुम्स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बैतुल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t xml:space="preserve">,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t xml:space="preserve">, </w:t>
      </w:r>
      <w:r w:rsidRPr="00A21FB2">
        <w:rPr>
          <w:rFonts w:hint="cs"/>
          <w:cs/>
        </w:rPr>
        <w:t>बैतुल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ख़ुम्स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तुम्हारा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जवाब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वन्दे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ख़ुम्स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इसतेमाल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6 </w:t>
      </w:r>
      <w:r w:rsidRPr="00A21FB2">
        <w:rPr>
          <w:rFonts w:hint="cs"/>
          <w:cs/>
        </w:rPr>
        <w:t>तरीक़ों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जाइज़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क़रार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वालमू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इन्नमा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ग़निमतुम</w:t>
      </w:r>
      <w:r w:rsidRPr="00A21FB2">
        <w:rPr>
          <w:cs/>
        </w:rPr>
        <w:t>........... (</w:t>
      </w:r>
      <w:r w:rsidRPr="00A21FB2">
        <w:rPr>
          <w:rFonts w:hint="cs"/>
          <w:cs/>
        </w:rPr>
        <w:t>इनफ़ाल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आयत</w:t>
      </w:r>
      <w:r w:rsidRPr="00A21FB2">
        <w:rPr>
          <w:cs/>
        </w:rPr>
        <w:t xml:space="preserve"> </w:t>
      </w:r>
      <w:r w:rsidRPr="00A21FB2">
        <w:rPr>
          <w:cs/>
        </w:rPr>
        <w:lastRenderedPageBreak/>
        <w:t xml:space="preserve">41)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बैतुल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इसतेमाल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छे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तरीक़े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क़रार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हें</w:t>
      </w:r>
      <w:r w:rsidRPr="00A21FB2">
        <w:t xml:space="preserve">, </w:t>
      </w:r>
      <w:r w:rsidRPr="00A21FB2">
        <w:rPr>
          <w:rFonts w:hint="cs"/>
          <w:cs/>
        </w:rPr>
        <w:t>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अफ़ाअल्लाहो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रसूलेही</w:t>
      </w:r>
      <w:r w:rsidRPr="00A21FB2">
        <w:rPr>
          <w:cs/>
        </w:rPr>
        <w:t>......... (</w:t>
      </w:r>
      <w:r w:rsidRPr="00A21FB2">
        <w:rPr>
          <w:rFonts w:hint="cs"/>
          <w:cs/>
        </w:rPr>
        <w:t>हशर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आयत</w:t>
      </w:r>
      <w:r w:rsidRPr="00A21FB2">
        <w:rPr>
          <w:cs/>
        </w:rPr>
        <w:t xml:space="preserve"> 7)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तरीक़ा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ज़रीआ</w:t>
      </w:r>
      <w:r w:rsidRPr="00A21FB2">
        <w:rPr>
          <w:cs/>
        </w:rPr>
        <w:t>-</w:t>
      </w:r>
      <w:r w:rsidRPr="00A21FB2">
        <w:rPr>
          <w:rFonts w:hint="cs"/>
          <w:cs/>
        </w:rPr>
        <w:t>ए</w:t>
      </w:r>
      <w:r w:rsidRPr="00A21FB2">
        <w:rPr>
          <w:cs/>
        </w:rPr>
        <w:t>-</w:t>
      </w:r>
      <w:r w:rsidRPr="00A21FB2">
        <w:rPr>
          <w:rFonts w:hint="cs"/>
          <w:cs/>
        </w:rPr>
        <w:t>इसतेमाल</w:t>
      </w:r>
      <w:r w:rsidRPr="00A21FB2">
        <w:t xml:space="preserve">, </w:t>
      </w:r>
      <w:r w:rsidRPr="00A21FB2">
        <w:rPr>
          <w:rFonts w:hint="cs"/>
          <w:cs/>
        </w:rPr>
        <w:t>सफ़र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दरपैश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मुशकिल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मुसीबत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मुबतला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मदद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ताकि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वतन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पहुंच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सकू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ज़रीआ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चीज़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अलावा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क़ुर्आन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जानकार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वाक़फ़ियत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हूं।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सिलसिले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बक़वास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मुक़र्र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इल्म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सिलसिले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तंमबीह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करूं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सूफ़ी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गिज़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t xml:space="preserve">, </w:t>
      </w:r>
      <w:r w:rsidRPr="00A21FB2">
        <w:rPr>
          <w:rFonts w:hint="cs"/>
          <w:cs/>
        </w:rPr>
        <w:t>पहले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शुरु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तंमबीह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मुक़र्र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करो।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रुख़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सिलसिले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क़ाला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इन्नाहु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यक़ूलो</w:t>
      </w:r>
      <w:r w:rsidRPr="00A21FB2">
        <w:t xml:space="preserve">, </w:t>
      </w:r>
      <w:r w:rsidRPr="00A21FB2">
        <w:rPr>
          <w:rFonts w:hint="cs"/>
          <w:cs/>
        </w:rPr>
        <w:t>सरिक़ता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lastRenderedPageBreak/>
        <w:t>फ़सरेक़ा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चौरी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चौरी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बहुत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ग़ुस्सा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सूफ़ी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रुख़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क़सम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तुम्हारा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हाथ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क़लम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दूंगा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सूफ़ी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जवाब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हाथ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काटोगे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नोकर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ग़ुलाम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वाय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तुझ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तेरा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ग़ुलाम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</w:t>
      </w:r>
      <w:r w:rsidR="00795CC7">
        <w:rPr>
          <w:rFonts w:hint="cs"/>
          <w:cs/>
          <w:lang w:bidi="hi-IN"/>
        </w:rPr>
        <w:t>ै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सूफ़ी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जवाब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मुसलमानों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बैतुल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ख़रीदा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लिहाज़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दुनिया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मशरीक़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मग़रिब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मुसलमानों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अज़ाद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ग़ुलाम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रहोगे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जहां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हिस्से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सवाल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आज़ाद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ख़ुम्स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ख़ुर्द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बुर्द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ख़ानदाने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रिसालत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चीज़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ख़बीस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नापाक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जैसी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चीज़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चीज़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नापाक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चीज़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पाकीज़ा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सकती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अगर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गरदन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वाजिब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lastRenderedPageBreak/>
        <w:t>सकता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इर्शाद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अतामोरुनन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बिलबिर्रे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तनसौना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अनफ़ोसाकुम</w:t>
      </w:r>
      <w:r w:rsidRPr="00A21FB2">
        <w:rPr>
          <w:cs/>
        </w:rPr>
        <w:t>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</w:rPr>
        <w:t>(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दावत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भुला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बैठे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हालांकि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आसमानी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किताबें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ग़ौर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फ़िक्र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t>? (</w:t>
      </w:r>
      <w:r w:rsidRPr="00A21FB2">
        <w:rPr>
          <w:rFonts w:hint="cs"/>
          <w:cs/>
        </w:rPr>
        <w:t>बक़रा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आयत</w:t>
      </w:r>
      <w:r w:rsidRPr="00A21FB2">
        <w:rPr>
          <w:cs/>
        </w:rPr>
        <w:t xml:space="preserve"> 2)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शायद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लाजावाब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बोला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ख़याल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t xml:space="preserve">?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फरमाया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>-</w:t>
      </w:r>
      <w:r w:rsidRPr="00A21FB2">
        <w:rPr>
          <w:rFonts w:hint="cs"/>
          <w:cs/>
        </w:rPr>
        <w:t>वन्दे</w:t>
      </w:r>
      <w:r w:rsidRPr="00A21FB2">
        <w:rPr>
          <w:cs/>
        </w:rPr>
        <w:t>-</w:t>
      </w:r>
      <w:r w:rsidRPr="00A21FB2">
        <w:rPr>
          <w:rFonts w:hint="cs"/>
          <w:cs/>
        </w:rPr>
        <w:t>आलम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मुहम्मद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स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लिल्लाहिल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हुज्जतुल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बालेग़तो</w:t>
      </w:r>
      <w:r w:rsidRPr="00A21FB2">
        <w:rPr>
          <w:cs/>
        </w:rPr>
        <w:t xml:space="preserve"> ......................... </w:t>
      </w:r>
      <w:r w:rsidRPr="00A21FB2">
        <w:rPr>
          <w:rFonts w:hint="cs"/>
          <w:cs/>
        </w:rPr>
        <w:t>खुदा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वन्दे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लिए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वाज़ेह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मुसतेहकम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दलील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है।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अनआम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आयत</w:t>
      </w:r>
      <w:r w:rsidRPr="00A21FB2">
        <w:rPr>
          <w:cs/>
        </w:rPr>
        <w:t xml:space="preserve"> 149)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दलील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हुज्जत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जाहिल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नादान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नादानी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बावजूद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आगाह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वाक़िफ़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दाना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इंसान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इल्म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रौशनी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आगाह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वाक़िफ़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दुनिया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आख़ेरत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हुज्जत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दलील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वजह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क़ायम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आदमी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लिए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हुज्जद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दलील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बयान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अजनबी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इंसान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दिफ़ा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सूफी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आज़ाद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lastRenderedPageBreak/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अरसे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नज़रो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पोशिदा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हमेशा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रास्ते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हटाने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फ़िराक़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अंजाम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दग़ा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शहीद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उयूने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2,263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</w:t>
      </w:r>
      <w:r w:rsidRPr="00A21FB2">
        <w:t xml:space="preserve">, </w:t>
      </w:r>
      <w:r w:rsidRPr="00A21FB2">
        <w:rPr>
          <w:rFonts w:hint="cs"/>
          <w:cs/>
        </w:rPr>
        <w:t>इलालुल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शराया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बाब</w:t>
      </w:r>
      <w:r w:rsidRPr="00A21FB2">
        <w:rPr>
          <w:cs/>
        </w:rPr>
        <w:t xml:space="preserve"> 174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2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बिहार</w:t>
      </w:r>
      <w:r w:rsidRPr="00A21FB2">
        <w:rPr>
          <w:cs/>
        </w:rPr>
        <w:t xml:space="preserve"> 49,288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मुनाकिब</w:t>
      </w:r>
      <w:r w:rsidRPr="00A21FB2">
        <w:rPr>
          <w:cs/>
        </w:rPr>
        <w:t xml:space="preserve"> 4,368)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41" w:name="_Toc460071912"/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जगह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दफ़्न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होंगे</w:t>
      </w:r>
      <w:bookmarkEnd w:id="41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शैख़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सुदूक़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सनद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मूसा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मेहरान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हवाले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नक़्ल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मूसा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मदीने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मस्जिद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रशीद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ख़ुत्बा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t xml:space="preserve">? </w:t>
      </w:r>
      <w:r w:rsidRPr="00A21FB2">
        <w:rPr>
          <w:rFonts w:hint="cs"/>
          <w:cs/>
        </w:rPr>
        <w:t>हम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मक़बरे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दफ़्न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होंगे।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रिवायत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नक़्ल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रावी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अरफ़ात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जड़ी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उंगलियों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साथ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मक़सद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समझ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जुमले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मक़सद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तूस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lastRenderedPageBreak/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वफ़ात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बग़ल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दफ़्न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उयूने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2,247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2</w:t>
      </w:r>
      <w:r w:rsidRPr="00A21FB2">
        <w:t xml:space="preserve">, </w:t>
      </w:r>
      <w:r w:rsidRPr="00A21FB2">
        <w:rPr>
          <w:rFonts w:hint="cs"/>
          <w:cs/>
        </w:rPr>
        <w:t>उसूले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काफ़ी</w:t>
      </w:r>
      <w:r w:rsidRPr="00A21FB2">
        <w:rPr>
          <w:cs/>
        </w:rPr>
        <w:t xml:space="preserve"> 2,411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9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बिहार</w:t>
      </w:r>
      <w:r w:rsidRPr="00A21FB2">
        <w:rPr>
          <w:cs/>
        </w:rPr>
        <w:t xml:space="preserve"> 49,286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8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9</w:t>
      </w:r>
      <w:r w:rsidRPr="00A21FB2">
        <w:t xml:space="preserve">, </w:t>
      </w:r>
      <w:r w:rsidRPr="00A21FB2">
        <w:rPr>
          <w:rFonts w:hint="cs"/>
          <w:cs/>
        </w:rPr>
        <w:t>कशफ़ुल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ग़िमा</w:t>
      </w:r>
      <w:r w:rsidRPr="00A21FB2">
        <w:rPr>
          <w:cs/>
        </w:rPr>
        <w:t xml:space="preserve"> 2,303)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42" w:name="_Toc460071913"/>
      <w:r w:rsidRPr="00A21FB2">
        <w:rPr>
          <w:rFonts w:hint="cs"/>
          <w:cs/>
        </w:rPr>
        <w:t>रसूले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शहादत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दी</w:t>
      </w:r>
      <w:bookmarkEnd w:id="42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शैख़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सुदूक़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सनद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सादिक़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उन्होंने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वालिद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उन्होंने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आबाओ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अजदाद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अलैहिमुस्सलाम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हवाले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नक़्ल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रसूले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स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सातुदफ़नो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बिज़अतुन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मिन्नी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अर्ज़े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ख़ुरासान</w:t>
      </w:r>
      <w:r w:rsidRPr="00A21FB2">
        <w:rPr>
          <w:cs/>
        </w:rPr>
        <w:t>.........................(</w:t>
      </w:r>
      <w:r w:rsidRPr="00A21FB2">
        <w:rPr>
          <w:rFonts w:hint="cs"/>
          <w:cs/>
        </w:rPr>
        <w:t>मुसतक़बिल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तुकड़ा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ख़ुरासान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ज़मीन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दफ़्न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जगह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मोमिन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ज़ियारत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वन्दे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जन्नत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वाजिब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ज़िस्म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जहन्नुम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मेहफ़ूज़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दोज़ख़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हराम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होगी।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अमाली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सूदूक़े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मजलिस</w:t>
      </w:r>
      <w:r w:rsidRPr="00A21FB2">
        <w:rPr>
          <w:cs/>
        </w:rPr>
        <w:t xml:space="preserve"> 15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6</w:t>
      </w:r>
      <w:r w:rsidRPr="00A21FB2">
        <w:t xml:space="preserve">, </w:t>
      </w:r>
      <w:r w:rsidRPr="00A21FB2">
        <w:rPr>
          <w:rFonts w:hint="cs"/>
          <w:cs/>
        </w:rPr>
        <w:t>उयूने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2,286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4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बिहार</w:t>
      </w:r>
      <w:r w:rsidRPr="00A21FB2">
        <w:rPr>
          <w:cs/>
        </w:rPr>
        <w:t xml:space="preserve"> 49,284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3)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43" w:name="_Toc460071914"/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अली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शहादत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दी</w:t>
      </w:r>
      <w:bookmarkEnd w:id="43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अली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हवाले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नक़्ल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उन्हींने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सायुक़तलो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रजोलुन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वुलदी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अर्ज़े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ख़ुरासान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बिस्सिम्मे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ज़ुलमन</w:t>
      </w:r>
      <w:r w:rsidRPr="00A21FB2">
        <w:rPr>
          <w:cs/>
        </w:rPr>
        <w:t>......... (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बच्चो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मुसतकबिल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ज़रिऐ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खुरासान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ज़मीन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मोत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गले</w:t>
      </w:r>
      <w:r w:rsidRPr="00A21FB2">
        <w:rPr>
          <w:cs/>
        </w:rPr>
        <w:t xml:space="preserve">  </w:t>
      </w:r>
      <w:r w:rsidRPr="00A21FB2">
        <w:rPr>
          <w:rFonts w:hint="cs"/>
          <w:cs/>
        </w:rPr>
        <w:t>लगायेगा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वालिद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इमरान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मूसा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फरज़न्द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मुशाबेह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</w:t>
      </w:r>
      <w:r w:rsidRPr="00A21FB2">
        <w:rPr>
          <w:cs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बस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दयारे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ग़ैर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ज़ियारत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वन्दे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पुराने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गुनाहों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गुनाहों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तादाद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आसमान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सितारों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बारिश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क़तरों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दरख़्त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पत्तों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तादाद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जितनी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उयूने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2,289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17</w:t>
      </w:r>
      <w:r w:rsidRPr="00A21FB2">
        <w:t xml:space="preserve">, </w:t>
      </w:r>
      <w:r w:rsidRPr="00A21FB2">
        <w:rPr>
          <w:rFonts w:hint="cs"/>
          <w:cs/>
        </w:rPr>
        <w:t>मिनल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ऐहज़ारतिल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फ़क़ीयत</w:t>
      </w:r>
      <w:r w:rsidRPr="00A21FB2">
        <w:rPr>
          <w:cs/>
        </w:rPr>
        <w:t xml:space="preserve"> 2,349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30</w:t>
      </w:r>
      <w:r w:rsidRPr="00A21FB2">
        <w:t xml:space="preserve">, </w:t>
      </w:r>
      <w:r w:rsidRPr="00A21FB2">
        <w:rPr>
          <w:rFonts w:hint="cs"/>
          <w:cs/>
        </w:rPr>
        <w:t>अमाली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सुदूक़े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मजलिस</w:t>
      </w:r>
      <w:r w:rsidRPr="00A21FB2">
        <w:rPr>
          <w:cs/>
        </w:rPr>
        <w:t xml:space="preserve"> 35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5</w:t>
      </w:r>
      <w:r w:rsidRPr="00A21FB2">
        <w:t xml:space="preserve">, </w:t>
      </w:r>
      <w:r w:rsidRPr="00A21FB2">
        <w:rPr>
          <w:rFonts w:hint="cs"/>
          <w:cs/>
        </w:rPr>
        <w:t>रोज़ातुल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वाऐज़ीन</w:t>
      </w:r>
      <w:r w:rsidRPr="00A21FB2">
        <w:rPr>
          <w:cs/>
        </w:rPr>
        <w:t xml:space="preserve"> 1,234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बिहार</w:t>
      </w:r>
      <w:r w:rsidRPr="00A21FB2">
        <w:rPr>
          <w:cs/>
        </w:rPr>
        <w:t xml:space="preserve"> 49,286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11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जिल्द</w:t>
      </w:r>
      <w:r w:rsidRPr="00A21FB2">
        <w:rPr>
          <w:cs/>
        </w:rPr>
        <w:t xml:space="preserve"> 102,34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11)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44" w:name="_Toc460071915"/>
      <w:r w:rsidRPr="00A21FB2">
        <w:rPr>
          <w:rFonts w:hint="cs"/>
          <w:cs/>
        </w:rPr>
        <w:lastRenderedPageBreak/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शहादत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सादिक़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बयान</w:t>
      </w:r>
      <w:bookmarkEnd w:id="44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शैख़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सुदूक़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सनद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हुसैन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ज़ैद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हवाले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नक़्ल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जाफ़रो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सादिक़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फ़रज़न्द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मूसा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बच्चा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दुनिया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आयेगा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अमीरुल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मोमिनीन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मिलता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ख़ुरासान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सरज़मीने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तूस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दग़ा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शहीद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मज़लूमाना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तौर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दफ़्न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लिहाज़ा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ज़ियारत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निसबत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मारेफ़त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वन्दे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बराबर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जिन्हों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फ़त्हे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मक्का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क़ब्ल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इंफ़ाक़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जिहाद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t xml:space="preserve">, </w:t>
      </w:r>
      <w:r w:rsidRPr="00A21FB2">
        <w:rPr>
          <w:rFonts w:hint="cs"/>
          <w:cs/>
        </w:rPr>
        <w:t>अज्र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अमाली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सुदूक़े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मजलिस</w:t>
      </w:r>
      <w:r w:rsidRPr="00A21FB2">
        <w:rPr>
          <w:cs/>
        </w:rPr>
        <w:t xml:space="preserve"> 25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</w:t>
      </w:r>
      <w:r w:rsidRPr="00A21FB2">
        <w:t xml:space="preserve">, </w:t>
      </w:r>
      <w:r w:rsidRPr="00A21FB2">
        <w:rPr>
          <w:rFonts w:hint="cs"/>
          <w:cs/>
        </w:rPr>
        <w:t>रोज़ातुल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वाऐज़ीन</w:t>
      </w:r>
      <w:r w:rsidRPr="00A21FB2">
        <w:rPr>
          <w:cs/>
        </w:rPr>
        <w:t xml:space="preserve"> 1,234</w:t>
      </w:r>
      <w:r w:rsidRPr="00A21FB2">
        <w:t xml:space="preserve">, </w:t>
      </w:r>
      <w:r w:rsidRPr="00A21FB2">
        <w:rPr>
          <w:rFonts w:hint="cs"/>
          <w:cs/>
        </w:rPr>
        <w:t>मिनल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ऐहज़ारतिल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फ़क़ीयत</w:t>
      </w:r>
      <w:r w:rsidRPr="00A21FB2">
        <w:rPr>
          <w:cs/>
        </w:rPr>
        <w:t xml:space="preserve"> 2,349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25</w:t>
      </w:r>
      <w:r w:rsidRPr="00A21FB2">
        <w:t xml:space="preserve">, </w:t>
      </w:r>
      <w:r w:rsidRPr="00A21FB2">
        <w:rPr>
          <w:rFonts w:hint="cs"/>
          <w:cs/>
        </w:rPr>
        <w:t>उयूने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2,285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3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बिहार</w:t>
      </w:r>
      <w:r w:rsidRPr="00A21FB2">
        <w:rPr>
          <w:cs/>
        </w:rPr>
        <w:t xml:space="preserve"> 49,286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10</w:t>
      </w:r>
      <w:r w:rsidRPr="00A21FB2">
        <w:t xml:space="preserve">, </w:t>
      </w:r>
      <w:r w:rsidRPr="00A21FB2">
        <w:rPr>
          <w:rFonts w:hint="cs"/>
          <w:cs/>
        </w:rPr>
        <w:t>जिल्द</w:t>
      </w:r>
      <w:r w:rsidRPr="00A21FB2">
        <w:rPr>
          <w:cs/>
        </w:rPr>
        <w:t xml:space="preserve"> 102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9</w:t>
      </w:r>
      <w:r w:rsidRPr="00A21FB2">
        <w:t xml:space="preserve">, </w:t>
      </w:r>
      <w:r w:rsidRPr="00A21FB2">
        <w:rPr>
          <w:rFonts w:hint="cs"/>
          <w:cs/>
        </w:rPr>
        <w:t>इसबाते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हिदायत</w:t>
      </w:r>
      <w:r w:rsidRPr="00A21FB2">
        <w:rPr>
          <w:cs/>
        </w:rPr>
        <w:t xml:space="preserve"> 3,92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47)</w:t>
      </w:r>
    </w:p>
    <w:p w:rsidR="00A21FB2" w:rsidRPr="00A21FB2" w:rsidRDefault="00A21FB2" w:rsidP="00A21FB2">
      <w:pPr>
        <w:pStyle w:val="libNormal"/>
      </w:pPr>
    </w:p>
    <w:p w:rsidR="00795CC7" w:rsidRDefault="00795CC7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</w:rPr>
      </w:pPr>
      <w:r>
        <w:br w:type="page"/>
      </w:r>
    </w:p>
    <w:p w:rsidR="00A21FB2" w:rsidRPr="00A21FB2" w:rsidRDefault="00A21FB2" w:rsidP="00795CC7">
      <w:pPr>
        <w:pStyle w:val="Heading1"/>
      </w:pPr>
      <w:bookmarkStart w:id="45" w:name="_Toc460071916"/>
      <w:r w:rsidRPr="00A21FB2">
        <w:rPr>
          <w:rFonts w:hint="cs"/>
          <w:cs/>
        </w:rPr>
        <w:lastRenderedPageBreak/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दर्दनाक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शहादत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वाक्या</w:t>
      </w:r>
      <w:bookmarkEnd w:id="45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जैसा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बयान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लानतुल्लाह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हुकूमत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इसतेहकाम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बख़्शने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मरकज़े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ख़िलाफ़त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अदब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ऐहतेराम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इज़्ज़त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तकरीम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प्रोगिराम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दिखावे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अलावा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कुछ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लोगों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दर्मियान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मक़बुलियत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बढ़ती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लिहाज़ा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ख़तरे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ऐहसास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अब्बास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ऐहदी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दबाओ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डाल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t xml:space="preserve">,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अलावा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दिफ़ा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सरिही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बयान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लेहजे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सराहत</w:t>
      </w:r>
      <w:r w:rsidRPr="00A21FB2">
        <w:t xml:space="preserve">, </w:t>
      </w:r>
      <w:r w:rsidRPr="00A21FB2">
        <w:rPr>
          <w:rFonts w:hint="cs"/>
          <w:cs/>
        </w:rPr>
        <w:t>ताग़ूत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ज़ालिम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बादशाह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तवज्जोह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शहीद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मबज़ूल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मुसतेहकम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होती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शहादत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बहुत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शातिराना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कोशिश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साज़िश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राज़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फ़ाश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बेख़बर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ज़ुल्म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सितम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लिबास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आड़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हमेशा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पोशिदा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सकता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बरमला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वैयलुल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लिलमुफ़तरीनल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जाहेदीना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इनदन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क़ज़ाऐ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मुद्दते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मूसा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अबदी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हबीबी</w:t>
      </w:r>
      <w:r w:rsidRPr="00A21FB2">
        <w:rPr>
          <w:cs/>
        </w:rPr>
        <w:t>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</w:rPr>
        <w:t>(</w:t>
      </w:r>
      <w:r w:rsidRPr="00A21FB2">
        <w:rPr>
          <w:rFonts w:hint="cs"/>
          <w:cs/>
        </w:rPr>
        <w:t>बन्दा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दौस्त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मंज़िल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मर्हला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गुज़र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मूसा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इंतेख़ाब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अफ़सोस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लानत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मूसा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छोटी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निसबत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वालों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कृपर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दौस्त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मददगार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वोह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दौश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नबुवत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ज़िम्मेदारी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डाल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सकता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ज़िम्मेदारीयां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अंजाम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दिलाने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इमतेहान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मुबतिला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सकता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हूं।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उसे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जैसा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पलीद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बकार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आदमी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क़त्ल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तूस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जैसे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सालह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बन्दे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ज़ुलक़रनेन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t xml:space="preserve">, </w:t>
      </w:r>
      <w:r w:rsidRPr="00A21FB2">
        <w:rPr>
          <w:rFonts w:hint="cs"/>
          <w:cs/>
        </w:rPr>
        <w:t>बद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ख़ल्क़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बग़ल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दफ़्न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उसूले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काफ़ी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मुतरजिम</w:t>
      </w:r>
      <w:r w:rsidRPr="00A21FB2">
        <w:rPr>
          <w:cs/>
        </w:rPr>
        <w:t>) 2,473</w:t>
      </w:r>
      <w:r w:rsidRPr="00A21FB2">
        <w:t xml:space="preserve">, </w:t>
      </w:r>
      <w:r w:rsidRPr="00A21FB2">
        <w:rPr>
          <w:rFonts w:hint="cs"/>
          <w:cs/>
        </w:rPr>
        <w:t>अनवारुल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बहीयत</w:t>
      </w:r>
      <w:r w:rsidRPr="00A21FB2">
        <w:rPr>
          <w:cs/>
        </w:rPr>
        <w:t xml:space="preserve"> 365)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46" w:name="_Toc460071917"/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ख़ुरासानी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ख़्वाब</w:t>
      </w:r>
      <w:bookmarkEnd w:id="46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शैख़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सुदूक़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हवाले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नक़्ल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ख़ुरासानी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आदमी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अर्ज़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यबना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रसूल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अल्लाह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रसूले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स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ख़्वाब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गोया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रहोगे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टुकड़ा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नवासा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तुम्हारी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सरज़मीन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दफ़्न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अमानत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हवाले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सरज़मीन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सितारा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डूबेगा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फ़क़ाला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अलैहिस्सलामः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मदफ़ूनो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अर्ज़ेकुम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बिज़अतुन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नबीयेकुम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अनल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वदीअतो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नजमो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</w:rPr>
        <w:t>(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सरज़मीन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दफ़्न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होंगा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पैग़म्बर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टुकड़ा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हूं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अमानत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हूं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हूं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सितारा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ज़ियारत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पेरवी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वाजिब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क़रार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t xml:space="preserve">, </w:t>
      </w:r>
      <w:r w:rsidRPr="00A21FB2">
        <w:rPr>
          <w:rFonts w:hint="cs"/>
          <w:cs/>
        </w:rPr>
        <w:t>पहचाने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गा</w:t>
      </w:r>
      <w:r w:rsidRPr="00A21FB2">
        <w:t xml:space="preserve">, </w:t>
      </w:r>
      <w:r w:rsidRPr="00A21FB2">
        <w:rPr>
          <w:rFonts w:hint="cs"/>
          <w:cs/>
        </w:rPr>
        <w:t>क़यामत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वालिदे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बुज़ुर्गवार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शिफ़ाअत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शिफ़ाअत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क़यामत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निजात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पायेगा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अगर्चे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गुनाह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इन्स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बराबर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अमाली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सुदूक़े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मजलिस</w:t>
      </w:r>
      <w:r w:rsidRPr="00A21FB2">
        <w:rPr>
          <w:cs/>
        </w:rPr>
        <w:t xml:space="preserve"> 15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10</w:t>
      </w:r>
      <w:r w:rsidRPr="00A21FB2">
        <w:t xml:space="preserve">, </w:t>
      </w:r>
      <w:r w:rsidRPr="00A21FB2">
        <w:rPr>
          <w:rFonts w:hint="cs"/>
          <w:cs/>
        </w:rPr>
        <w:t>उयूने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2,287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11</w:t>
      </w:r>
      <w:r w:rsidRPr="00A21FB2">
        <w:t xml:space="preserve">, </w:t>
      </w:r>
      <w:r w:rsidRPr="00A21FB2">
        <w:rPr>
          <w:rFonts w:hint="cs"/>
          <w:cs/>
        </w:rPr>
        <w:t>मिनल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ऐहज़ारतिल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फ़क़ीयत</w:t>
      </w:r>
      <w:r w:rsidRPr="00A21FB2">
        <w:rPr>
          <w:cs/>
        </w:rPr>
        <w:t xml:space="preserve"> 2,350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33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बिहार</w:t>
      </w:r>
      <w:r w:rsidRPr="00A21FB2">
        <w:rPr>
          <w:cs/>
        </w:rPr>
        <w:t xml:space="preserve"> 49,283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</w:t>
      </w:r>
      <w:r w:rsidRPr="00A21FB2">
        <w:t xml:space="preserve">, </w:t>
      </w:r>
      <w:r w:rsidRPr="00A21FB2">
        <w:rPr>
          <w:rFonts w:hint="cs"/>
          <w:cs/>
        </w:rPr>
        <w:t>जिल्द</w:t>
      </w:r>
      <w:r w:rsidRPr="00A21FB2">
        <w:rPr>
          <w:cs/>
        </w:rPr>
        <w:t xml:space="preserve"> 102</w:t>
      </w:r>
      <w:r w:rsidRPr="00A21FB2">
        <w:t xml:space="preserve">, </w:t>
      </w:r>
      <w:r w:rsidRPr="00A21FB2">
        <w:rPr>
          <w:cs/>
        </w:rPr>
        <w:t>32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3</w:t>
      </w:r>
      <w:r w:rsidRPr="00A21FB2">
        <w:t xml:space="preserve">, </w:t>
      </w:r>
      <w:r w:rsidRPr="00A21FB2">
        <w:rPr>
          <w:rFonts w:hint="cs"/>
          <w:cs/>
        </w:rPr>
        <w:t>कशफ़ुल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ग़िमा</w:t>
      </w:r>
      <w:r w:rsidRPr="00A21FB2">
        <w:rPr>
          <w:cs/>
        </w:rPr>
        <w:t xml:space="preserve"> 2,329</w:t>
      </w:r>
      <w:r w:rsidRPr="00A21FB2">
        <w:t xml:space="preserve">, </w:t>
      </w:r>
      <w:r w:rsidRPr="00A21FB2">
        <w:rPr>
          <w:rFonts w:hint="cs"/>
          <w:cs/>
        </w:rPr>
        <w:t>आलामुल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वरा</w:t>
      </w:r>
      <w:r w:rsidRPr="00A21FB2">
        <w:rPr>
          <w:cs/>
        </w:rPr>
        <w:t xml:space="preserve"> 333</w:t>
      </w:r>
      <w:r w:rsidRPr="00A21FB2">
        <w:t xml:space="preserve">, </w:t>
      </w:r>
      <w:r w:rsidRPr="00A21FB2">
        <w:rPr>
          <w:rFonts w:hint="cs"/>
          <w:cs/>
        </w:rPr>
        <w:t>रोज़ातुल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वाऐज़ीन</w:t>
      </w:r>
      <w:r w:rsidRPr="00A21FB2">
        <w:rPr>
          <w:cs/>
        </w:rPr>
        <w:t xml:space="preserve"> 1,233-374</w:t>
      </w:r>
      <w:r w:rsidRPr="00A21FB2">
        <w:t>,)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47" w:name="_Toc460071918"/>
      <w:r w:rsidRPr="00A21FB2">
        <w:rPr>
          <w:rFonts w:hint="cs"/>
          <w:cs/>
        </w:rPr>
        <w:t>शहादत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ज़बानी</w:t>
      </w:r>
      <w:bookmarkEnd w:id="47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lastRenderedPageBreak/>
        <w:t>शैख़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सुदूक़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ज़िक्र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तफ़सीली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रिवायत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मुताबिक़ः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अलैहिस्सलाम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हरसमा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आइन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तलब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हरसमा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मौत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वक़्त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पहुंचा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अंक़रीब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दादा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अली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मिलुंगा।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अज़ामा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हाज़त्ताग़ी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सम्मी</w:t>
      </w:r>
      <w:r w:rsidRPr="00A21FB2">
        <w:rPr>
          <w:cs/>
        </w:rPr>
        <w:t>............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ज़ालिम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आलूद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अंगूर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अनार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ज़रीये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मारना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चाहता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अंगूरे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आलूदा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ज़रीये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ज़हरीला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अनार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दानों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ग़ुलाम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हाथों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आलूद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बुलायेगा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आलूद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अंगूर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अनार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ज़बरदस्ती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खिलायेगा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इब्ने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जोज़ी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अंगूर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वाक़ेऐ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इशारा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धागे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ज़रीये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अंगूर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आलूद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खिलाया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libFootnote0"/>
      </w:pPr>
      <w:r w:rsidRPr="00A21FB2">
        <w:rPr>
          <w:cs/>
        </w:rPr>
        <w:t>(</w:t>
      </w:r>
      <w:r w:rsidRPr="00A21FB2">
        <w:rPr>
          <w:rFonts w:hint="cs"/>
          <w:cs/>
        </w:rPr>
        <w:t>उयूने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2,275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बिहार</w:t>
      </w:r>
      <w:r w:rsidRPr="00A21FB2">
        <w:rPr>
          <w:cs/>
        </w:rPr>
        <w:t xml:space="preserve"> 49,293</w:t>
      </w:r>
      <w:r w:rsidRPr="00A21FB2"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8</w:t>
      </w:r>
      <w:r w:rsidRPr="00A21FB2">
        <w:t xml:space="preserve">, </w:t>
      </w:r>
      <w:r w:rsidRPr="00A21FB2">
        <w:rPr>
          <w:rFonts w:hint="cs"/>
          <w:cs/>
        </w:rPr>
        <w:t>कशफ़ुल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ग़िमा</w:t>
      </w:r>
      <w:r w:rsidRPr="00A21FB2">
        <w:rPr>
          <w:cs/>
        </w:rPr>
        <w:t xml:space="preserve"> 2,265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332</w:t>
      </w:r>
      <w:r w:rsidRPr="00A21FB2">
        <w:t xml:space="preserve">, </w:t>
      </w:r>
      <w:r w:rsidRPr="00A21FB2">
        <w:rPr>
          <w:rFonts w:hint="cs"/>
          <w:cs/>
        </w:rPr>
        <w:t>आलामुल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वरा</w:t>
      </w:r>
      <w:r w:rsidRPr="00A21FB2">
        <w:rPr>
          <w:cs/>
        </w:rPr>
        <w:t xml:space="preserve"> 343</w:t>
      </w:r>
      <w:r w:rsidRPr="00A21FB2"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मुनाक़िब</w:t>
      </w:r>
      <w:r w:rsidRPr="00A21FB2">
        <w:rPr>
          <w:cs/>
        </w:rPr>
        <w:t xml:space="preserve"> 4,373</w:t>
      </w:r>
      <w:r w:rsidRPr="00A21FB2">
        <w:t xml:space="preserve">, </w:t>
      </w:r>
      <w:r w:rsidRPr="00A21FB2">
        <w:rPr>
          <w:rFonts w:hint="cs"/>
          <w:cs/>
        </w:rPr>
        <w:t>इसबातुल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हिदायत</w:t>
      </w:r>
      <w:r w:rsidRPr="00A21FB2">
        <w:rPr>
          <w:cs/>
        </w:rPr>
        <w:t xml:space="preserve"> 3,281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98</w:t>
      </w:r>
      <w:r w:rsidRPr="00A21FB2">
        <w:t xml:space="preserve">, </w:t>
      </w:r>
      <w:r w:rsidRPr="00A21FB2">
        <w:rPr>
          <w:rFonts w:hint="cs"/>
          <w:cs/>
        </w:rPr>
        <w:t>तज़करातुल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ख़वास</w:t>
      </w:r>
      <w:r w:rsidRPr="00A21FB2">
        <w:rPr>
          <w:cs/>
        </w:rPr>
        <w:t xml:space="preserve"> 318)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795CC7">
      <w:pPr>
        <w:pStyle w:val="Heading1"/>
      </w:pPr>
      <w:bookmarkStart w:id="48" w:name="_Toc460071919"/>
      <w:r w:rsidRPr="00A21FB2">
        <w:rPr>
          <w:rFonts w:hint="cs"/>
          <w:cs/>
        </w:rPr>
        <w:lastRenderedPageBreak/>
        <w:t>अबा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हरवी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रिवायत</w:t>
      </w:r>
      <w:bookmarkEnd w:id="48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शैख़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दुसूक़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हरवी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रिवायत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ख़िदमत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हाज़िर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मक़बरे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जहां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दफ़्न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टारों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मट्टी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उठा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लाओ</w:t>
      </w:r>
      <w:r w:rsidRPr="00A21FB2">
        <w:t xml:space="preserve">, </w:t>
      </w:r>
      <w:r w:rsidRPr="00A21FB2">
        <w:rPr>
          <w:rFonts w:hint="cs"/>
          <w:cs/>
        </w:rPr>
        <w:t>अबा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रशीद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मक़बरे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दाख़िल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क़ब्र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चारों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मट्टी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उठा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ख़ड़ा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मट्टी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मट्टी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दरवाज़े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क़ब्र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पीछे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हिस्से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सूंगा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फिकर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ज़मीन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डालते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अंक़रीब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जगह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क़ुब्र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बनाई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जाऐगी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सामने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पीछे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दफ़्न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हूंगा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क़ब्र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ख़ोदने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वक़्त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बहुत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सख़्त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पत्थर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ज़ाहिर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ख़ुरासान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जितनी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कदालें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अगर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लाकर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निकालना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चाहेंगे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पत्थर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निकलेगा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मिट्टी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हारून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क़ब्र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नीचे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ऊपर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सिम्त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लाया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लेकर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सूंघा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दोबारह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दोहराई।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lastRenderedPageBreak/>
        <w:t>फ़िर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क़िबले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जानिब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)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मिट्टी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क़ब्र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जगह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अंक़रीब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क़ब्र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यहीं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बनाई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जाऐगी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दरजा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नीचे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ख़ोदेंगे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लहद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ज़राआ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बालिश्त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बनायेंगे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क्यों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ख़ुदा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वन्दे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आलम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जिस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क़दर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चाहेगा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करेगा।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क़ब्र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ख़ोदी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जाऐगी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सरहाने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रुतूबत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निकलती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दिखाई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वक़्त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वोह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बताऊंगा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उबल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तरह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निकलेगा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छोटी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छोटी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मछलीयां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तैरती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नज़र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आऐंगी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रोटी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हूं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टुकड़े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मछलीयों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ख़िला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एक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बड़ी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मछली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दिखाई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सारी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छोटी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मछलीयों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निगल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छिप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पढ़ना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बताऊंगा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बाद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सारा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क़ब्र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निकल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ख़त्म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जायेगा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यह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कुछ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तुम्हें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बता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हूं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सिर्फ़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सिर्फ़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मौजूदगी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अंजाम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देना।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E7387">
      <w:pPr>
        <w:pStyle w:val="libNormal"/>
      </w:pP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जाऊंगा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फ़िर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फ़रमायाः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फ़ाजिर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शख़्स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जाऊंगा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अगर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घर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अगर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ठका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lastRenderedPageBreak/>
        <w:t>देखा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मुझ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बात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सलत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दूसरे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सुब्ह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अलैहिस्सलाम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लिबास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ज़ैब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मेहराबे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इबादत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बैठ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इंतेज़ार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करने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लगे।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इसी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मौक़े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ग़ुलाम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हाज़िर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बोलाः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आप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तलब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किया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है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अपनी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नालैन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पहनी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अबा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दौश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डाला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ग़ुलाम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साथ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रवाना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गये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भी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पीछे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पीछे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रवाना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हुआ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हज़रत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पास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पहुंचे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मैंने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देखा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कि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सामने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रंग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बरंगे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फल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मिन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जुम्ला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अंगूर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तबक़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मामून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अंगूर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दानों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खा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रहा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था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और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वह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अंगूर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ज़हर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में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डूबे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हुऐ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थो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अलग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रखे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थे।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</w:rPr>
        <w:t>जब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उस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की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नज़र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इमामे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(</w:t>
      </w:r>
      <w:r w:rsidRPr="00A21FB2">
        <w:rPr>
          <w:rFonts w:hint="cs"/>
          <w:cs/>
        </w:rPr>
        <w:t>अ</w:t>
      </w:r>
      <w:r w:rsidRPr="00A21FB2">
        <w:rPr>
          <w:cs/>
        </w:rPr>
        <w:t xml:space="preserve">.) </w:t>
      </w:r>
      <w:r w:rsidRPr="00A21FB2">
        <w:rPr>
          <w:rFonts w:hint="cs"/>
          <w:cs/>
        </w:rPr>
        <w:t>पर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पड़ी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पैशानी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बैठा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गुच्छा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बढ़ाते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अच्छा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शायद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जन्नत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अच्छा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खायें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फ़ाइदा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पड़ेगा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इलज़ाम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गुच्छा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गुच्छा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बढ़ाते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फ़क़ाला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मिनहुर्रज़ा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सलासा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हब्बातिन</w:t>
      </w:r>
      <w:r w:rsidRPr="00A21FB2">
        <w:t xml:space="preserve">, </w:t>
      </w:r>
      <w:r w:rsidRPr="00A21FB2">
        <w:rPr>
          <w:rFonts w:hint="cs"/>
          <w:cs/>
          <w:lang w:bidi="hi-IN"/>
        </w:rPr>
        <w:t>सुम्मा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क़ामा</w:t>
      </w:r>
      <w:r w:rsidRPr="00A21FB2">
        <w:rPr>
          <w:cs/>
          <w:lang w:bidi="hi-IN"/>
        </w:rPr>
        <w:t>................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सिर्फ़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बाक़ी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फेंक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फ़ौरन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ख़ड़े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भैजना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दरबार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ठक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मुताबिक़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दरवाज़ा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बिसतर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आंगन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ग़मज़दा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मायूस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E7387">
      <w:pPr>
        <w:pStyle w:val="Heading1"/>
      </w:pPr>
      <w:bookmarkStart w:id="49" w:name="_Toc460071920"/>
      <w:r w:rsidRPr="00A21FB2">
        <w:rPr>
          <w:rFonts w:hint="cs"/>
          <w:cs/>
          <w:lang w:bidi="hi-IN"/>
        </w:rPr>
        <w:lastRenderedPageBreak/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सरहाने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मौजूदगी</w:t>
      </w:r>
      <w:bookmarkEnd w:id="49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नोजवान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शक्ल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सूरत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मुशाबेहत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बढ़ा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दरवाज़ा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t>?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फ़क़ालाः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होवल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अदख़लनी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अद्दारा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बाबो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मुग़लक़ुन</w:t>
      </w:r>
      <w:r w:rsidRPr="00A21FB2">
        <w:rPr>
          <w:cs/>
          <w:lang w:bidi="hi-IN"/>
        </w:rPr>
        <w:t>......................................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दरवाज़े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t xml:space="preserve">?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हुज्जत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!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इशारा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lastRenderedPageBreak/>
        <w:t>फ़लम्मा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एलैहिर्रज़ा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एलैहि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फ़आनक़ाहु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ज़म्माहु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सदरेही</w:t>
      </w:r>
      <w:r w:rsidRPr="00A21FB2">
        <w:rPr>
          <w:cs/>
          <w:lang w:bidi="hi-IN"/>
        </w:rPr>
        <w:t>....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लिहाज़ा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गिरामी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मज़लूम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मसमूम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निगाह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उढ़े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कलेजे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पैशानी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अज़ीज़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आग़ोश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ज़ोर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आँखों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बिसतर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बैठाया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लिपट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ख़ुशबू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सूंघ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जिसको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समझ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अलबत्ता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बातें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विलायत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उलूम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पैग़म्बरे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इस्लाम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मुंतक़िल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पाकीज़ा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अजदाद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अलैहिमुस्सलाम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मुलहक़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EE7387">
      <w:pPr>
        <w:pStyle w:val="Heading1"/>
      </w:pPr>
      <w:bookmarkStart w:id="50" w:name="_Toc460071921"/>
      <w:r w:rsidRPr="00A21FB2">
        <w:rPr>
          <w:rFonts w:hint="cs"/>
          <w:cs/>
          <w:lang w:bidi="hi-IN"/>
        </w:rPr>
        <w:lastRenderedPageBreak/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ग़ुस्लो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कफ़न</w:t>
      </w:r>
      <w:bookmarkEnd w:id="50"/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ग़ुस्ल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लकड़ी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तख़ता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आओ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लकड़ी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तख़ता।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तख़ता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t xml:space="preserve">,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लिबास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ऊपर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ग़ुस्ल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सकूं।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फ़क़ाला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लीः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तनाहा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फ़इन्ना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योईननी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ग़ैरोका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</w:t>
      </w:r>
      <w:r w:rsidRPr="00A21FB2">
        <w:t xml:space="preserve">, </w:t>
      </w:r>
      <w:r w:rsidRPr="00A21FB2">
        <w:rPr>
          <w:rFonts w:hint="cs"/>
          <w:cs/>
          <w:lang w:bidi="hi-IN"/>
        </w:rPr>
        <w:t>यक़ीनी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अलावा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>) (</w:t>
      </w:r>
      <w:r w:rsidRPr="00A21FB2">
        <w:rPr>
          <w:rFonts w:hint="cs"/>
          <w:cs/>
          <w:lang w:bidi="hi-IN"/>
        </w:rPr>
        <w:t>यानी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फ़रिशते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मलाऐका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करेंगे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ग़ुस्ल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कफ़न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हुनूत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आओ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टोकरी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कफ़न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हुनूत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गया</w:t>
      </w:r>
      <w:r w:rsidRPr="00A21FB2">
        <w:t xml:space="preserve">,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कफ़न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हुनूत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पढ़ी</w:t>
      </w:r>
      <w:r w:rsidRPr="00A21FB2">
        <w:t xml:space="preserve">,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ताबूत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आओ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बड़हई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जाऊं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ताबूत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बनवाने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बोलूं</w:t>
      </w:r>
      <w:r w:rsidRPr="00A21FB2">
        <w:rPr>
          <w:cs/>
          <w:lang w:bidi="hi-IN"/>
        </w:rPr>
        <w:t xml:space="preserve"> </w:t>
      </w:r>
      <w:r w:rsidRPr="00A21FB2">
        <w:t xml:space="preserve">?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ताबूत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t xml:space="preserve">,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ताबूत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पाकीज़ा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ताबूत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रकत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ताबूत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परवाज़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यबना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पूछेगा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दूंगा</w:t>
      </w:r>
      <w:r w:rsidRPr="00A21FB2">
        <w:rPr>
          <w:cs/>
          <w:lang w:bidi="hi-IN"/>
        </w:rPr>
        <w:t xml:space="preserve"> 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ख़ामौश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जल्द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ताबूत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वापस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आयेगा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!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पैग़म्बर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मशरिक़ी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हिस्से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रेहलत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मग़रिबी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हिस्से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मिलाता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अचानक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शिग़ाफ़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ताबूत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ताबूत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बिसतर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लिटा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गोया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ग़ुस्लो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कफ़न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Heading1"/>
      </w:pPr>
      <w:bookmarkStart w:id="51" w:name="_Toc460071922"/>
      <w:r w:rsidRPr="00A21FB2">
        <w:rPr>
          <w:rFonts w:hint="cs"/>
          <w:cs/>
          <w:lang w:bidi="hi-IN"/>
        </w:rPr>
        <w:lastRenderedPageBreak/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कारी</w:t>
      </w:r>
      <w:bookmarkEnd w:id="51"/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दरवाज़ा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खोलो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नोकरों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दरवाज़े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फ़दख़ाला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बाकेयन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हज़ीनन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शक़्क़ा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जैबहु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लतामा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रासोहु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अंदोह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दाख़िल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गिरेबान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पीट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मौला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निढ़ाल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सरहाने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खड़े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ग़ुस्लो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कफ़न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कारावाई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तैयार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तैयार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वैसा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खोदी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यक़ीन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ज़िन्दा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मुर्दा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सूरतो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अवाम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मुक़द्दम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सिमते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क़िबला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सामने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तैयार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सूरते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वसीअत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बाख़बर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मछली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ज़िन्दगी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मौजिज़ा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करामतें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दिखाया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वफ़ात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करामतें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हैं।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मछली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छोटी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मछलीयों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निगल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वज़ीर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चाहते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अब्बास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हुकूमत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छोटी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मछलीयों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मुद्दत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बावजूद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मुकम्मल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जायेगी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ताक़त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हुकूमत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क़िला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क़िमा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हमारे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ख़ानदान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मुसल्लत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ख़ातमा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जायेगा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दफ़्न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दुआऐं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कराओ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दुआऐं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भरोसा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कैदी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क़ैद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घबराता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जागता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मुनाजात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दुआओं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गुज़ारी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दरख़्वास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रास्ता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निजात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ख़त्म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क़ैद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परैशान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!        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आओ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पावं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बैड़ीयों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ज़ंजीरों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पड़ीं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पकड़ा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क़ैद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सिपाही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ऐजाज़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क़ादिर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पनाह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बिगाड़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अमाली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मजलिस</w:t>
      </w:r>
      <w:r w:rsidRPr="00A21FB2">
        <w:rPr>
          <w:cs/>
          <w:lang w:bidi="hi-IN"/>
        </w:rPr>
        <w:t xml:space="preserve"> 94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17</w:t>
      </w:r>
      <w:r w:rsidRPr="00EE7387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2/271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</w:t>
      </w:r>
      <w:r w:rsidRPr="00EE7387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49/300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10</w:t>
      </w:r>
      <w:r w:rsidRPr="00EE7387">
        <w:t xml:space="preserve">, 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वरा</w:t>
      </w:r>
      <w:r w:rsidRPr="00A21FB2">
        <w:rPr>
          <w:cs/>
          <w:lang w:bidi="hi-IN"/>
        </w:rPr>
        <w:t xml:space="preserve"> 340</w:t>
      </w:r>
      <w:r w:rsidRPr="00EE7387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EE7387" w:rsidRDefault="00A21FB2" w:rsidP="00EE7387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t>मसऊदी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रेहमान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याहया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ज़बानी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जवाद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ग़ुस्लो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कफ़न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EE7387" w:rsidRDefault="00A21FB2" w:rsidP="00EE738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वसीयत</w:t>
      </w:r>
      <w:r w:rsidRPr="00A21FB2">
        <w:rPr>
          <w:cs/>
          <w:lang w:bidi="hi-IN"/>
        </w:rPr>
        <w:t xml:space="preserve"> 304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EE7387" w:rsidRDefault="00A21FB2" w:rsidP="00EE7387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t>नीज़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याक़ूबी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रोज़ाना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रोटी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हुआ।</w:t>
      </w:r>
    </w:p>
    <w:p w:rsidR="00A21FB2" w:rsidRPr="00EE7387" w:rsidRDefault="00A21FB2" w:rsidP="00EE738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तारीख़े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याक़ूबी</w:t>
      </w:r>
      <w:r w:rsidRPr="00A21FB2">
        <w:rPr>
          <w:cs/>
          <w:lang w:bidi="hi-IN"/>
        </w:rPr>
        <w:t xml:space="preserve"> 2/471)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Heading1"/>
      </w:pPr>
      <w:bookmarkStart w:id="52" w:name="_Toc460071923"/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वाक़ेआ</w:t>
      </w:r>
      <w:bookmarkEnd w:id="52"/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मुफ़ीद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अकेले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नसीहतें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डराया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बरख़िलाफ़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पसन्द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इक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तशरीफ़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वुज़ू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मसरूफ़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सरबराह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परसतिश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शरीक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हटा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वुज़ू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नफ़रत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पकड़ना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फ़ज़ल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सहल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बुराईयों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उजागर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हमेशा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गौश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गुज़ार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बग़ैर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तेहक़ीक़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फ़ज़ल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ख़िलाफ़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वरग़लाना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शुरु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मुख़तलिफ़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बहानों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चीनी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तंक़ीद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दर्मियान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दुरीयां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बढ़ती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जायें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lastRenderedPageBreak/>
        <w:t>अवाम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दर्मियान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बढ़ी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मक़बूलियत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ख़ाएफ़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नतीजा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नज़रिये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तबदीली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मंसूबा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चुंनाचे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नौश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बीमार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बीमार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बनाया।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बशीर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नाख़ूनों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बढ़ाओ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मामुली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करो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चीज़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अच्छी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रगड़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मुताबिक़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अलेका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छोड़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तबीअत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उम्मीद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जल्द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सेहत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जाऊंगा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अलहमदो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सेहतयाब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ग़ुलामों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नौकरों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आदमीयों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ग़ुस्सा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चिल्लाने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कोताही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थोड़ा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नौश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फ़रमालें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बीमारी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वुजूद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कमज़ोरी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है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अब्दुल्लाह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बशीर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तलब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आओ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तामीर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निचोड़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निकालो।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निचोड़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पिला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बीमारी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इज़ाफ़ा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याक़ूबी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तारीख़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जिल्द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सफ़्हा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नम्बर</w:t>
      </w:r>
      <w:r w:rsidRPr="00A21FB2">
        <w:rPr>
          <w:cs/>
          <w:lang w:bidi="hi-IN"/>
        </w:rPr>
        <w:t xml:space="preserve"> 471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इशारा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बीमारी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वाक़ेए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विदा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दाखिल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rFonts w:cs="Arial"/>
        </w:rPr>
        <w:t>, (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शुक्र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मशग़ूल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बुख़ार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मिज़ाज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पुर्सी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पसन्द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बस्त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ज़रीये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बुख़ार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बीमारी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नौश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बताया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होशियारी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मबरी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माहिराना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अर्शाद</w:t>
      </w:r>
      <w:r w:rsidRPr="00A21FB2">
        <w:rPr>
          <w:cs/>
          <w:lang w:bidi="hi-IN"/>
        </w:rPr>
        <w:t xml:space="preserve"> 2,260</w:t>
      </w:r>
      <w:r w:rsidRPr="00EE7387">
        <w:t xml:space="preserve">,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262</w:t>
      </w:r>
      <w:r w:rsidRPr="00EE7387">
        <w:t xml:space="preserve">,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49,308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18 </w:t>
      </w:r>
      <w:r w:rsidRPr="00A21FB2">
        <w:rPr>
          <w:rFonts w:hint="cs"/>
          <w:cs/>
          <w:lang w:bidi="hi-IN"/>
        </w:rPr>
        <w:t>मक़ातेलुत्तालेबीन</w:t>
      </w:r>
      <w:r w:rsidRPr="00A21FB2">
        <w:rPr>
          <w:cs/>
          <w:lang w:bidi="hi-IN"/>
        </w:rPr>
        <w:t xml:space="preserve"> 456</w:t>
      </w:r>
      <w:r w:rsidRPr="00EE7387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2,281</w:t>
      </w:r>
      <w:r w:rsidRPr="00EE7387">
        <w:t xml:space="preserve">, </w:t>
      </w:r>
      <w:r w:rsidRPr="00A21FB2">
        <w:rPr>
          <w:rFonts w:hint="cs"/>
          <w:cs/>
          <w:lang w:bidi="hi-IN"/>
        </w:rPr>
        <w:t>करोज़ातुल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वाऐज़ीन</w:t>
      </w:r>
      <w:r w:rsidRPr="00A21FB2">
        <w:rPr>
          <w:cs/>
          <w:lang w:bidi="hi-IN"/>
        </w:rPr>
        <w:t xml:space="preserve"> 1,232</w:t>
      </w:r>
      <w:r w:rsidRPr="00EE7387">
        <w:t xml:space="preserve">, 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वरा</w:t>
      </w:r>
      <w:r w:rsidRPr="00A21FB2">
        <w:rPr>
          <w:cs/>
          <w:lang w:bidi="hi-IN"/>
        </w:rPr>
        <w:t xml:space="preserve"> 339</w:t>
      </w:r>
      <w:r w:rsidRPr="00EE7387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4,374</w:t>
      </w:r>
      <w:r w:rsidRPr="00EE7387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2,267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</w:t>
      </w:r>
      <w:r w:rsidRPr="00EE7387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वसीयत</w:t>
      </w:r>
      <w:r w:rsidRPr="00A21FB2">
        <w:rPr>
          <w:cs/>
          <w:lang w:bidi="hi-IN"/>
        </w:rPr>
        <w:t xml:space="preserve"> 401</w:t>
      </w:r>
      <w:r w:rsidRPr="00EE7387">
        <w:t>, (</w:t>
      </w:r>
      <w:r w:rsidRPr="00A21FB2">
        <w:rPr>
          <w:rFonts w:hint="cs"/>
          <w:cs/>
          <w:lang w:bidi="hi-IN"/>
        </w:rPr>
        <w:t>इबारत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फ़र्क़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ज़बाने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मुबारक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आख़री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जुमला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लौ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कुनतुम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बुयुतेकुम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लबाराज़ल्लज़ीना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कोतेबा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अलैहेमुल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मज़ाजेऐहिम</w:t>
      </w:r>
      <w:r w:rsidRPr="00A21FB2">
        <w:rPr>
          <w:cs/>
          <w:lang w:bidi="hi-IN"/>
        </w:rPr>
        <w:t>.........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कह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नसीब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बिसतर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तक़दीर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जाते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क़त्ल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जाता</w:t>
      </w:r>
      <w:r w:rsidRPr="00A21FB2">
        <w:rPr>
          <w:cs/>
          <w:lang w:bidi="hi-IN"/>
        </w:rPr>
        <w:t>) (</w:t>
      </w:r>
      <w:r w:rsidRPr="00A21FB2">
        <w:rPr>
          <w:rFonts w:hint="cs"/>
          <w:cs/>
          <w:lang w:bidi="hi-IN"/>
        </w:rPr>
        <w:t>आले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आयत</w:t>
      </w:r>
      <w:r w:rsidRPr="00A21FB2">
        <w:rPr>
          <w:cs/>
          <w:lang w:bidi="hi-IN"/>
        </w:rPr>
        <w:t xml:space="preserve"> 154)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नौटः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नतीजा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मुसलसल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मिलाया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दूसरी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तीसरी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खिलाया।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लानतुल्लाहे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क़ौमिज़्ज़ालेमीन।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बुनियाद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इसफ़ेहानी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वग़ैरा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ऐहतेज़ार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सरहाने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फूट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फूट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बोलाः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भाई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मुशकिल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ज़िन्दा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रहूं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बाहयात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तमन्ना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तकलीफ़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EE7387">
        <w:rPr>
          <w:rStyle w:val="libFootnote0Char"/>
          <w:rFonts w:eastAsia="Calibri"/>
          <w:cs/>
        </w:rPr>
        <w:t>(</w:t>
      </w:r>
      <w:r w:rsidRPr="00EE7387">
        <w:rPr>
          <w:rStyle w:val="libFootnote0Char"/>
          <w:rFonts w:eastAsia="Calibri" w:hint="cs"/>
          <w:cs/>
        </w:rPr>
        <w:t>मक़ातेलुत्तालेबीन</w:t>
      </w:r>
      <w:r w:rsidRPr="00EE7387">
        <w:rPr>
          <w:rStyle w:val="libFootnote0Char"/>
          <w:rFonts w:eastAsia="Calibri"/>
          <w:cs/>
        </w:rPr>
        <w:t xml:space="preserve"> 460</w:t>
      </w:r>
      <w:r w:rsidRPr="00EE7387">
        <w:rPr>
          <w:rStyle w:val="libFootnote0Char"/>
          <w:rFonts w:eastAsia="Calibri"/>
        </w:rPr>
        <w:t xml:space="preserve">, </w:t>
      </w:r>
      <w:r w:rsidRPr="00EE7387">
        <w:rPr>
          <w:rStyle w:val="libFootnote0Char"/>
          <w:rFonts w:eastAsia="Calibri" w:hint="cs"/>
          <w:cs/>
        </w:rPr>
        <w:t>अल</w:t>
      </w:r>
      <w:r w:rsidRPr="00EE7387">
        <w:rPr>
          <w:rStyle w:val="libFootnote0Char"/>
          <w:rFonts w:eastAsia="Calibri"/>
          <w:cs/>
        </w:rPr>
        <w:t xml:space="preserve"> </w:t>
      </w:r>
      <w:r w:rsidRPr="00EE7387">
        <w:rPr>
          <w:rStyle w:val="libFootnote0Char"/>
          <w:rFonts w:eastAsia="Calibri" w:hint="cs"/>
          <w:cs/>
        </w:rPr>
        <w:t>बिहार</w:t>
      </w:r>
      <w:r w:rsidRPr="00EE7387">
        <w:rPr>
          <w:rStyle w:val="libFootnote0Char"/>
          <w:rFonts w:eastAsia="Calibri"/>
          <w:cs/>
        </w:rPr>
        <w:t xml:space="preserve"> 49,309 </w:t>
      </w:r>
      <w:r w:rsidRPr="00EE7387">
        <w:rPr>
          <w:rStyle w:val="libFootnote0Char"/>
          <w:rFonts w:eastAsia="Calibri" w:hint="cs"/>
          <w:cs/>
        </w:rPr>
        <w:t>हाशिया</w:t>
      </w:r>
      <w:r w:rsidRPr="00EE7387">
        <w:rPr>
          <w:rStyle w:val="libFootnote0Char"/>
          <w:rFonts w:eastAsia="Calibri"/>
          <w:cs/>
        </w:rPr>
        <w:t xml:space="preserve"> 19)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मज़कूरा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दावे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गवाह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वफ़ात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ख़बर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चौबीस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घंटे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छुपाये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तलब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ताज़ीयत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सामने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रंज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वराहुम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इय्याहो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सहीहल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जसादे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जिस्मे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मुबारक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दिखाया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बिलकुल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सालिम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EE7387">
      <w:pPr>
        <w:pStyle w:val="libFootnote0"/>
      </w:pPr>
    </w:p>
    <w:p w:rsidR="00A21FB2" w:rsidRPr="00A21FB2" w:rsidRDefault="00A21FB2" w:rsidP="00EE738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इर्शाद</w:t>
      </w:r>
      <w:r w:rsidRPr="00A21FB2">
        <w:rPr>
          <w:cs/>
          <w:lang w:bidi="hi-IN"/>
        </w:rPr>
        <w:t xml:space="preserve"> 2,262</w:t>
      </w:r>
      <w:r w:rsidRPr="00A21FB2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49,309</w:t>
      </w:r>
      <w:r w:rsidRPr="00A21FB2">
        <w:t xml:space="preserve">, 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वरा</w:t>
      </w:r>
      <w:r w:rsidRPr="00A21FB2">
        <w:rPr>
          <w:cs/>
          <w:lang w:bidi="hi-IN"/>
        </w:rPr>
        <w:t xml:space="preserve"> 344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2,282</w:t>
      </w:r>
      <w:r w:rsidRPr="00A21FB2">
        <w:t xml:space="preserve">,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333</w:t>
      </w:r>
      <w:r w:rsidRPr="00A21FB2">
        <w:t xml:space="preserve">, </w:t>
      </w:r>
      <w:r w:rsidRPr="00A21FB2">
        <w:rPr>
          <w:rFonts w:hint="cs"/>
          <w:cs/>
          <w:lang w:bidi="hi-IN"/>
        </w:rPr>
        <w:t>रोज़ातुल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वाऐज़ीन</w:t>
      </w:r>
      <w:r w:rsidRPr="00A21FB2">
        <w:rPr>
          <w:cs/>
          <w:lang w:bidi="hi-IN"/>
        </w:rPr>
        <w:t xml:space="preserve"> 1,233</w:t>
      </w:r>
      <w:r w:rsidRPr="00A21FB2">
        <w:t xml:space="preserve">, </w:t>
      </w:r>
      <w:r w:rsidRPr="00A21FB2">
        <w:rPr>
          <w:rFonts w:hint="cs"/>
          <w:cs/>
          <w:lang w:bidi="hi-IN"/>
        </w:rPr>
        <w:t>मक़ातेलुत्तालेबीन</w:t>
      </w:r>
      <w:r w:rsidRPr="00A21FB2">
        <w:rPr>
          <w:cs/>
          <w:lang w:bidi="hi-IN"/>
        </w:rPr>
        <w:t xml:space="preserve"> 458)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जैसा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काज़िम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घिनोने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फ़ितरी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ज़ाहिर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मरहूम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रवानदी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मजलिसी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बसाएरुद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दरजात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मुसाफ़िर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राऐतो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अल्लाहे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बारेहतो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यक़ूलोः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अलीयो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इनदना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ख़ैरुन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lastRenderedPageBreak/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मुसाफ़िर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बेहतर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कुछ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रेहलत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ख़िराज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जराएह</w:t>
      </w:r>
      <w:r w:rsidRPr="00A21FB2">
        <w:rPr>
          <w:cs/>
          <w:lang w:bidi="hi-IN"/>
        </w:rPr>
        <w:t xml:space="preserve"> 295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24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49,306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15</w:t>
      </w:r>
      <w:r w:rsidRPr="00EE7387">
        <w:t xml:space="preserve">, </w:t>
      </w:r>
      <w:r w:rsidRPr="00A21FB2">
        <w:rPr>
          <w:rFonts w:hint="cs"/>
          <w:cs/>
          <w:lang w:bidi="hi-IN"/>
        </w:rPr>
        <w:t>बसाऐरुद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दरजात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सफ़्हा</w:t>
      </w:r>
      <w:r w:rsidRPr="00A21FB2">
        <w:rPr>
          <w:cs/>
          <w:lang w:bidi="hi-IN"/>
        </w:rPr>
        <w:t xml:space="preserve"> 483</w:t>
      </w:r>
      <w:r w:rsidRPr="00EE7387">
        <w:t xml:space="preserve">, </w:t>
      </w:r>
      <w:r w:rsidRPr="00A21FB2">
        <w:rPr>
          <w:rFonts w:hint="cs"/>
          <w:cs/>
          <w:lang w:bidi="hi-IN"/>
        </w:rPr>
        <w:t>जलाऐलुल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उयून</w:t>
      </w:r>
      <w:r w:rsidRPr="00A21FB2">
        <w:rPr>
          <w:cs/>
          <w:lang w:bidi="hi-IN"/>
        </w:rPr>
        <w:t xml:space="preserve"> 498)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बदतरीन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ख़ल्क़े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मारेगा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समेतुर्रज़ा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यक़ूलोः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मिन्ना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इल्ला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मक़तूलुन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शहीदुन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फ़क़ीला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लहुः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फ़मन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यक़तोलोका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यबना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क़ालाः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शर्रो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ख़लक़िल्लाहे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ज़मानी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यक़तोलोनी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बिस्सिम्मे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यदफ़ोनोनी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जारिन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मुज़ीअतिन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बिलादिन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ग़ुरबतिन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मक़तूल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अर्ज़ा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मारेगा</w:t>
      </w:r>
      <w:r w:rsidRPr="00A21FB2">
        <w:rPr>
          <w:cs/>
          <w:lang w:bidi="hi-IN"/>
        </w:rPr>
        <w:t xml:space="preserve"> 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मख़लूक़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मारेगी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हलाकत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हारून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रशीद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मक़बरे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दयारे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दफ़्न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देगा।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</w:t>
      </w:r>
      <w:r w:rsidRPr="00A21FB2">
        <w:rPr>
          <w:cs/>
          <w:lang w:bidi="hi-IN"/>
        </w:rPr>
        <w:t xml:space="preserve"> !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दयारे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ज़ियारत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नामा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आमाल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शहीद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सिद्दीक़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हाजी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उम्रा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मुजाहिद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सवाब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मंज़ूर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गिरोह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मेहशूर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जन्नत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मक़ाम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ऐहबाब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होंगे।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अमाली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मजलिस</w:t>
      </w:r>
      <w:r w:rsidRPr="00A21FB2">
        <w:rPr>
          <w:cs/>
          <w:lang w:bidi="hi-IN"/>
        </w:rPr>
        <w:t xml:space="preserve"> 15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8</w:t>
      </w:r>
      <w:r w:rsidRPr="00EE7387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2,287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9</w:t>
      </w:r>
      <w:r w:rsidRPr="00EE7387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49,283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जिल्द</w:t>
      </w:r>
      <w:r w:rsidRPr="00A21FB2">
        <w:rPr>
          <w:cs/>
          <w:lang w:bidi="hi-IN"/>
        </w:rPr>
        <w:t xml:space="preserve"> 102,32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</w:t>
      </w:r>
      <w:r w:rsidRPr="00EE7387">
        <w:t xml:space="preserve">, </w:t>
      </w:r>
      <w:r w:rsidRPr="00A21FB2">
        <w:rPr>
          <w:rFonts w:hint="cs"/>
          <w:cs/>
          <w:lang w:bidi="hi-IN"/>
        </w:rPr>
        <w:t>रोज़ातुल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वाऐज़ीन</w:t>
      </w:r>
      <w:r w:rsidRPr="00A21FB2">
        <w:rPr>
          <w:cs/>
          <w:lang w:bidi="hi-IN"/>
        </w:rPr>
        <w:t xml:space="preserve"> 1,233</w:t>
      </w:r>
      <w:r w:rsidRPr="00EE7387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हिदायत</w:t>
      </w:r>
      <w:r w:rsidRPr="00A21FB2">
        <w:rPr>
          <w:cs/>
          <w:lang w:bidi="hi-IN"/>
        </w:rPr>
        <w:t xml:space="preserve"> 3,254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26)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रिवायतों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नतीजा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निकलता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क़ातिल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लानतुल्लाह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मजलिसी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मरहूम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अरबिली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ज़िम्न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हक़्क़ो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इख़तारहुस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मुफ़ीदो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ग़ैरोहुमा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अजिल्लते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असहाबेना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अन्नहु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शहीदन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बेसिम्मिल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लईने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अलैहिल्लानतो</w:t>
      </w:r>
      <w:r w:rsidRPr="00A21FB2">
        <w:rPr>
          <w:cs/>
          <w:lang w:bidi="hi-IN"/>
        </w:rPr>
        <w:t>........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बुज़ुर्गवारों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मुफ़ीद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अलावा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मलऊन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शहीद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ग़ासिबों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सितमगरों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हमेशा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लानत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रब्बील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आलामीन।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49,313)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मुनासिब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अशआर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देबिले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ख़ज़ाई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अशआर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जवाब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नक़्ल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मुताबिक़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ख़ज़ाई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क़सीदा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ख़िदमत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मौजूदगी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क़सीदे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आग़ाज़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>.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EE7387" w:rsidRDefault="00A21FB2" w:rsidP="00EE7387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t>मदारेसो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आयातिन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तिलावतिन</w:t>
      </w:r>
    </w:p>
    <w:p w:rsidR="00A21FB2" w:rsidRPr="00A21FB2" w:rsidRDefault="00A21FB2" w:rsidP="00EE7387">
      <w:pPr>
        <w:pStyle w:val="libNormal"/>
        <w:rPr>
          <w:rFonts w:cs="Arial"/>
        </w:rPr>
      </w:pP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मंज़ेलो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वहीइन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मुक़फ़ेरुल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अरासातिन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आयतों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मदरसे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तिलावत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क़राअत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मंज़िलें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जगहें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ख़ुश्क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तबदील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हों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देबिल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क़सीदा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पहुंचे।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EE7387" w:rsidRDefault="00A21FB2" w:rsidP="00EE7387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lastRenderedPageBreak/>
        <w:t>अरा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फ़ैअहुम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ग़ैरेहिम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मुताक़स्सेमन</w:t>
      </w:r>
    </w:p>
    <w:p w:rsidR="00A21FB2" w:rsidRPr="00A21FB2" w:rsidRDefault="00A21FB2" w:rsidP="00EE7387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ऐदीहिम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फ़ैएहिम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सफ़ेरातुन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देख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हूं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बांट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मेहरूम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गये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इर्शाद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सद्दक़ता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ख़ुज़ाई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ख़ुज़ाई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सच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क़सीदा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पढ़ते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पहुंचेः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EE7387" w:rsidRDefault="00A21FB2" w:rsidP="00EE7387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क़बरुन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बेबग़दादे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लेनफ़सिन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ज़कीयतिन</w:t>
      </w:r>
      <w:r w:rsidRPr="00A21FB2">
        <w:rPr>
          <w:cs/>
          <w:lang w:bidi="hi-IN"/>
        </w:rPr>
        <w:t xml:space="preserve"> </w:t>
      </w:r>
    </w:p>
    <w:p w:rsidR="00A21FB2" w:rsidRPr="00A21FB2" w:rsidRDefault="00A21FB2" w:rsidP="00EE7387">
      <w:pPr>
        <w:pStyle w:val="libNormal"/>
        <w:rPr>
          <w:rFonts w:cs="Arial"/>
        </w:rPr>
      </w:pP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ताज़म्मनाहा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रेहमानो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ग़ुरोफ़ातिन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बग़दाद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पाकीज़ा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कमरों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Heading1"/>
      </w:pPr>
      <w:bookmarkStart w:id="53" w:name="_Toc460071924"/>
      <w:r w:rsidRPr="00A21FB2">
        <w:rPr>
          <w:rFonts w:hint="cs"/>
          <w:cs/>
          <w:lang w:bidi="hi-IN"/>
        </w:rPr>
        <w:t>ख़ुद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मरसियाः</w:t>
      </w:r>
      <w:bookmarkEnd w:id="53"/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lastRenderedPageBreak/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अशआर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इज़ाफ़ा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क़सीदा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कामिल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दूं</w:t>
      </w:r>
      <w:r w:rsidRPr="00A21FB2">
        <w:rPr>
          <w:cs/>
          <w:lang w:bidi="hi-IN"/>
        </w:rPr>
        <w:t xml:space="preserve"> 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इज़ाफ़ा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>.)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EE7387" w:rsidRDefault="00A21FB2" w:rsidP="00EE7387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t>वक़बरिन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बेतूसिन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मुसीबतिन</w:t>
      </w:r>
    </w:p>
    <w:p w:rsidR="00A21FB2" w:rsidRPr="00A21FB2" w:rsidRDefault="00A21FB2" w:rsidP="00EE7387">
      <w:pPr>
        <w:pStyle w:val="libNormal"/>
        <w:rPr>
          <w:rFonts w:cs="Arial"/>
        </w:rPr>
      </w:pP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तवक़्क़दा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अहशाऐ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हराक़ातिन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EE7387" w:rsidRDefault="00A21FB2" w:rsidP="00EE7387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t>ऐलल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हशरे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हत्ता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यबअसल्लाहो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क़ाऐमन</w:t>
      </w:r>
    </w:p>
    <w:p w:rsidR="00A21FB2" w:rsidRPr="00A21FB2" w:rsidRDefault="00A21FB2" w:rsidP="00EE7387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योफ़र्रेजो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अन्नल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कुरोबातिन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मालिक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मुसीबतें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परेशानियां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झैलनी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मुसीबत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अन्दर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मुसीबतों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आसार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नताइज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बाक़ी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क़ायमे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रंज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करेंगे।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EE7387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देबिल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यब्ना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हाज़ल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क़बरिल्लज़ी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बेतूसिन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होवा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क़ालर्रज़ा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क़बरीः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>.)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होगी</w:t>
      </w:r>
      <w:r w:rsidRPr="00A21FB2">
        <w:rPr>
          <w:cs/>
          <w:lang w:bidi="hi-IN"/>
        </w:rPr>
        <w:t xml:space="preserve"> 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क़ब्र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होगी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गुज़रेगा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ज़ियारत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जाऐगा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लिहाज़ा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दयारे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ज़ियारत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क़यामत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रुतबा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बख़शा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जायेगा।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कमालुद्दीन</w:t>
      </w:r>
      <w:r w:rsidRPr="00A21FB2">
        <w:rPr>
          <w:cs/>
          <w:lang w:bidi="hi-IN"/>
        </w:rPr>
        <w:t xml:space="preserve"> 1,374</w:t>
      </w:r>
      <w:r w:rsidRPr="00EE7387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2,294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34</w:t>
      </w:r>
      <w:r w:rsidRPr="00EE7387">
        <w:t xml:space="preserve">, 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वरा</w:t>
      </w:r>
      <w:r w:rsidRPr="00A21FB2">
        <w:rPr>
          <w:cs/>
          <w:lang w:bidi="hi-IN"/>
        </w:rPr>
        <w:t xml:space="preserve"> 330</w:t>
      </w:r>
      <w:r w:rsidRPr="00EE7387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2,323,327</w:t>
      </w:r>
      <w:r w:rsidRPr="00EE7387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4,338</w:t>
      </w:r>
      <w:r w:rsidRPr="00EE7387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49,239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9</w:t>
      </w:r>
      <w:r w:rsidRPr="00EE7387">
        <w:t xml:space="preserve">, </w:t>
      </w: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मुफ़ीद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इख़तेसार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इर्शाद</w:t>
      </w:r>
      <w:r w:rsidRPr="00A21FB2">
        <w:rPr>
          <w:cs/>
          <w:lang w:bidi="hi-IN"/>
        </w:rPr>
        <w:t xml:space="preserve"> 2,255</w:t>
      </w:r>
      <w:r w:rsidRPr="00EE7387">
        <w:t xml:space="preserve">, </w:t>
      </w:r>
      <w:r w:rsidRPr="00A21FB2">
        <w:rPr>
          <w:rFonts w:hint="cs"/>
          <w:cs/>
          <w:lang w:bidi="hi-IN"/>
        </w:rPr>
        <w:t>इसबाते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हिदायत</w:t>
      </w:r>
      <w:r w:rsidRPr="00A21FB2">
        <w:rPr>
          <w:cs/>
          <w:lang w:bidi="hi-IN"/>
        </w:rPr>
        <w:t xml:space="preserve"> 3,284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102)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याद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दहानीः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किताबों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मिनजुमला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दूसरा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अलहत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अहशाऐ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बिज़्ज़फ़ाराते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मुसीबतें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नुफ़ूस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दिलों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मजरूह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lastRenderedPageBreak/>
        <w:t>मेहदी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मोऊद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अज्जल्लाहो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फ़राजाहुश्शरीफ़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शदीद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अबा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</w:t>
      </w:r>
      <w:r w:rsidR="00EE7387">
        <w:rPr>
          <w:rFonts w:hint="cs"/>
          <w:cs/>
          <w:lang w:bidi="hi-IN"/>
        </w:rPr>
        <w:t>े</w:t>
      </w:r>
      <w:r w:rsidRPr="00A21FB2">
        <w:rPr>
          <w:rFonts w:hint="cs"/>
          <w:cs/>
          <w:lang w:bidi="hi-IN"/>
        </w:rPr>
        <w:t>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कहाः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EE7387" w:rsidRDefault="00A21FB2" w:rsidP="00EE7387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t>ख़ुरूजे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महालता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ख़ारेजुन</w:t>
      </w:r>
    </w:p>
    <w:p w:rsidR="00A21FB2" w:rsidRPr="00A21FB2" w:rsidRDefault="00A21FB2" w:rsidP="00EE7387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यक़ूमो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मिल्लाहे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बराकाते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EE7387" w:rsidRDefault="00A21FB2" w:rsidP="00EE7387">
      <w:pPr>
        <w:pStyle w:val="libNormal"/>
        <w:rPr>
          <w:rFonts w:hint="cs"/>
          <w:lang w:bidi="hi-IN"/>
        </w:rPr>
      </w:pPr>
      <w:r w:rsidRPr="00A21FB2">
        <w:rPr>
          <w:rFonts w:hint="cs"/>
          <w:cs/>
          <w:lang w:bidi="hi-IN"/>
        </w:rPr>
        <w:t>योमय्येज़ो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फ़ीना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कुल्ला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हक़्क़ा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बातिले</w:t>
      </w:r>
    </w:p>
    <w:p w:rsidR="00A21FB2" w:rsidRPr="00A21FB2" w:rsidRDefault="00A21FB2" w:rsidP="00EE7387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यजज़ी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नोमाऐ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वन्नक़ेमाते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अंजाम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इलाही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बरकतों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हमराह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इंक़ेलाब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लाऐगा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दर्मियान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अच्छाई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बुराई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मआवेज़ा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देगा।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lastRenderedPageBreak/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रावी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फ़ाबकर्रज़ा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बुकाअन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शदीदन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शिद्दत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लगे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देबिल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उठाया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ख़िज़ाई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रूहुल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क़ुदुस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ज़बान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क़ायम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rFonts w:cs="Arial"/>
        </w:rPr>
        <w:t xml:space="preserve">?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इंक़ेलाब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लायेंगे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इतना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दर्मियान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ज़मीन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उनवानी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इंसाफ़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देंगे।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देबिल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ज़िम्मेदारी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बैटे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फ़रज़न्द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साहिब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हुज्जत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क़ायमे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मुंतज़िर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होंगे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जिन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दौरान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इंतेज़ार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पैरो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यहां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बाक़ी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जाऐगी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आलम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इतना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तूलानी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दुनिया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इंसाफ़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lastRenderedPageBreak/>
        <w:t>भर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ज़ुल्म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सितम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करेंगे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सिलसिले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वालिद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आबा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अज्दाद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पैग़म्बरे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इस्लाम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ज़बानी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नवासों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क़ायम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क़यामत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मिसाल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जैसी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चूंकी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सिवा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ए</w:t>
      </w:r>
      <w:r w:rsidRPr="00A21FB2">
        <w:rPr>
          <w:cs/>
          <w:lang w:bidi="hi-IN"/>
        </w:rPr>
        <w:t>-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जानता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अचानक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आयेगी।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कमालुद्दीन</w:t>
      </w:r>
      <w:r w:rsidRPr="00A21FB2">
        <w:rPr>
          <w:cs/>
          <w:lang w:bidi="hi-IN"/>
        </w:rPr>
        <w:t xml:space="preserve"> 1,372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6</w:t>
      </w:r>
      <w:r w:rsidRPr="00EE7387">
        <w:t xml:space="preserve">, </w:t>
      </w:r>
      <w:r w:rsidRPr="00A21FB2">
        <w:rPr>
          <w:rFonts w:hint="cs"/>
          <w:cs/>
          <w:lang w:bidi="hi-IN"/>
        </w:rPr>
        <w:t>उयूने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अख़बारे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2,296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35</w:t>
      </w:r>
      <w:r w:rsidRPr="00EE7387">
        <w:t xml:space="preserve">, </w:t>
      </w:r>
      <w:r w:rsidRPr="00A21FB2">
        <w:rPr>
          <w:rFonts w:hint="cs"/>
          <w:cs/>
          <w:lang w:bidi="hi-IN"/>
        </w:rPr>
        <w:t>कशफ़ुल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ग़िमा</w:t>
      </w:r>
      <w:r w:rsidRPr="00A21FB2">
        <w:rPr>
          <w:cs/>
          <w:lang w:bidi="hi-IN"/>
        </w:rPr>
        <w:t xml:space="preserve"> 2,328</w:t>
      </w:r>
      <w:r w:rsidRPr="00EE7387">
        <w:t xml:space="preserve">, </w:t>
      </w:r>
      <w:r w:rsidRPr="00A21FB2">
        <w:rPr>
          <w:rFonts w:hint="cs"/>
          <w:cs/>
          <w:lang w:bidi="hi-IN"/>
        </w:rPr>
        <w:t>आलामुल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वरा</w:t>
      </w:r>
      <w:r w:rsidRPr="00A21FB2">
        <w:rPr>
          <w:cs/>
          <w:lang w:bidi="hi-IN"/>
        </w:rPr>
        <w:t xml:space="preserve"> 331</w:t>
      </w:r>
      <w:r w:rsidRPr="00EE7387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मुनाक़िब</w:t>
      </w:r>
      <w:r w:rsidRPr="00A21FB2">
        <w:rPr>
          <w:cs/>
          <w:lang w:bidi="hi-IN"/>
        </w:rPr>
        <w:t xml:space="preserve"> 4,339</w:t>
      </w:r>
      <w:r w:rsidRPr="00EE7387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बिहार</w:t>
      </w:r>
      <w:r w:rsidRPr="00A21FB2">
        <w:rPr>
          <w:cs/>
          <w:lang w:bidi="hi-IN"/>
        </w:rPr>
        <w:t xml:space="preserve"> 49,337</w:t>
      </w:r>
      <w:r w:rsidRPr="00EE7387">
        <w:t xml:space="preserve">, </w:t>
      </w:r>
      <w:r w:rsidRPr="00A21FB2">
        <w:rPr>
          <w:rFonts w:hint="cs"/>
          <w:cs/>
          <w:lang w:bidi="hi-IN"/>
        </w:rPr>
        <w:t>हाशिया</w:t>
      </w:r>
      <w:r w:rsidRPr="00A21FB2">
        <w:rPr>
          <w:cs/>
          <w:lang w:bidi="hi-IN"/>
        </w:rPr>
        <w:t xml:space="preserve"> 6</w:t>
      </w:r>
      <w:r w:rsidRPr="00EE7387">
        <w:t xml:space="preserve">, </w:t>
      </w:r>
      <w:r w:rsidRPr="00A21FB2">
        <w:rPr>
          <w:rFonts w:hint="cs"/>
          <w:cs/>
          <w:lang w:bidi="hi-IN"/>
        </w:rPr>
        <w:t>अल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फ़ुसूलुल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महिम्मा</w:t>
      </w:r>
      <w:r w:rsidRPr="00A21FB2">
        <w:rPr>
          <w:cs/>
          <w:lang w:bidi="hi-IN"/>
        </w:rPr>
        <w:t xml:space="preserve"> 233)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ज़िक्र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ज़रूरी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तिबरी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तारीख़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शहादत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ग़ैरे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हक़ीक़त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पसन्द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नामक़ूल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सुम्मा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इन्ना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अकाला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ऐनाबन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फ़कसरा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फ़माता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फ़ोजाअतुन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cs/>
          <w:lang w:bidi="hi-IN"/>
        </w:rPr>
        <w:lastRenderedPageBreak/>
        <w:t>(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मूला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अंगूर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वजह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अचानक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वाक़े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libFootnote0"/>
      </w:pPr>
      <w:r w:rsidRPr="00A21FB2">
        <w:rPr>
          <w:cs/>
          <w:lang w:bidi="hi-IN"/>
        </w:rPr>
        <w:t>(</w:t>
      </w:r>
      <w:r w:rsidRPr="00A21FB2">
        <w:rPr>
          <w:rFonts w:hint="cs"/>
          <w:cs/>
          <w:lang w:bidi="hi-IN"/>
        </w:rPr>
        <w:t>तारीख़े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तिबरी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जिल्द</w:t>
      </w:r>
      <w:r w:rsidRPr="00A21FB2">
        <w:rPr>
          <w:cs/>
          <w:lang w:bidi="hi-IN"/>
        </w:rPr>
        <w:t xml:space="preserve"> 7,150)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अलबत्ता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वाज़ेह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तारीख़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लिखना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क़ज़ावत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ज़ुल्म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दीगर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उमूर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जुमला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ग़िज़ा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पसन्दी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शैवा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EE7387" w:rsidRDefault="00A21FB2" w:rsidP="00EE7387">
      <w:pPr>
        <w:pStyle w:val="Heading1"/>
      </w:pPr>
      <w:bookmarkStart w:id="54" w:name="_Toc460071925"/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</w:t>
      </w:r>
      <w:r w:rsidR="00EE7387">
        <w:rPr>
          <w:rFonts w:hint="cs"/>
          <w:cs/>
          <w:lang w:bidi="hi-IN"/>
        </w:rPr>
        <w:t>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तदफ़ीन</w:t>
      </w:r>
      <w:bookmarkEnd w:id="54"/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शैख़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सुदूक़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ख़ादिम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यासिर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हवाले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सनद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तहरीर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करते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बहुत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ज़्यादा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बिगड़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ज़िन्दगी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आख़री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वक़्त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ज़ोहर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नमाज़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यासिर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हमराह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सकता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cs="Arial"/>
        </w:rPr>
        <w:t>?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lastRenderedPageBreak/>
        <w:t>यासिर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बैठ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दसतरख़्वान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पिछाई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दसतरख़्वान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बुलाओ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अफ़राद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ख़ेरियत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दरयाफ़्त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उन्हें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दिलासा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ख़्वातीनों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जाओ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नकाहत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घेर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बेहोश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गिरया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आवाज़ें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बुन्द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औरतें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कनीज़ें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पीटती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पावं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घर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निकलीं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तूस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बुका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आवाज़ें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सुनाई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रोता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हुआ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पीटता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नंगे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पावं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अपनी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दाढ़ी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रख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निकला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सरहाने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खड़ा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सुधार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अर्ज़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आक़ा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क़सम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मुझे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मालूम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मुसीबतों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कौन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मुसीबत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बड़ी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जुदाई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इलज़ाम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मैंने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आप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देखा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मोमिनों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सरदार</w:t>
      </w:r>
      <w:r w:rsidRPr="00A21FB2">
        <w:rPr>
          <w:rFonts w:cs="Arial"/>
        </w:rPr>
        <w:t>, (</w:t>
      </w:r>
      <w:r w:rsidRPr="00A21FB2">
        <w:rPr>
          <w:rFonts w:hint="cs"/>
          <w:cs/>
          <w:lang w:bidi="hi-IN"/>
        </w:rPr>
        <w:t>मेरे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बैटे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अबु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अच्छा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बरताओ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तुम्हारी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उम्र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उंगलियों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तरह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है।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यानी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तुम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दोनों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मौत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एक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साथ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क़रीब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>)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lastRenderedPageBreak/>
        <w:t>ख़ादिम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यासिर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उसी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रहलत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सुब्ह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लगे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धोके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फ़रैब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ज़रिये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मारा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है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थेः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क़ोतेला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इब्ने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अल्लाहे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फ़रज़न्दे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रसूले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ख़ुदा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स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डाला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यही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जुमला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ज़बान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मुहम्मद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बिन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जाफ़र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चचा</w:t>
      </w:r>
      <w:r w:rsidRPr="00A21FB2">
        <w:rPr>
          <w:cs/>
          <w:lang w:bidi="hi-IN"/>
        </w:rPr>
        <w:t xml:space="preserve">)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नामा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हासिल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ख़ुरासान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ज़िन्दगी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गुज़ार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थे</w:t>
      </w:r>
      <w:r w:rsidRPr="00A21FB2">
        <w:t xml:space="preserve">, </w:t>
      </w:r>
      <w:r w:rsidRPr="00A21FB2">
        <w:rPr>
          <w:rFonts w:hint="cs"/>
          <w:cs/>
          <w:lang w:bidi="hi-IN"/>
        </w:rPr>
        <w:t>कहाः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पास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उन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आज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(</w:t>
      </w:r>
      <w:r w:rsidRPr="00A21FB2">
        <w:rPr>
          <w:rFonts w:hint="cs"/>
          <w:cs/>
          <w:lang w:bidi="hi-IN"/>
        </w:rPr>
        <w:t>अ</w:t>
      </w:r>
      <w:r w:rsidRPr="00A21FB2">
        <w:rPr>
          <w:cs/>
          <w:lang w:bidi="hi-IN"/>
        </w:rPr>
        <w:t xml:space="preserve">.)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दफ़्न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जायेगा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क्यों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यह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ख़ौफ़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सता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रहा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था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कहीं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ऐसा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जनाज़ा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बाहर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शौर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बैठें।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</w:pPr>
      <w:r w:rsidRPr="00A21FB2">
        <w:rPr>
          <w:rFonts w:hint="cs"/>
          <w:cs/>
          <w:lang w:bidi="hi-IN"/>
        </w:rPr>
        <w:t>उन्हों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भी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लोगों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तक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पैग़ाम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पहुंचा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लोग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चले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गऐ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फिर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मामून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हुक्म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इमाम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अलैहिस्सलाम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अंधेरे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दफ़्न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जाये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रात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में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ही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हज़रत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को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ग़ुस्ल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और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सुपुर्दे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लहद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कर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दिया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गया।</w:t>
      </w:r>
    </w:p>
    <w:p w:rsidR="00A21FB2" w:rsidRPr="00A21FB2" w:rsidRDefault="00A21FB2" w:rsidP="00A21FB2">
      <w:pPr>
        <w:pStyle w:val="libNormal"/>
        <w:rPr>
          <w:rFonts w:cs="Arial"/>
        </w:rPr>
      </w:pPr>
    </w:p>
    <w:p w:rsidR="00A21FB2" w:rsidRPr="00A21FB2" w:rsidRDefault="00A21FB2" w:rsidP="00A21FB2">
      <w:pPr>
        <w:pStyle w:val="libNormal"/>
        <w:rPr>
          <w:rFonts w:cs="Arial"/>
        </w:rPr>
      </w:pP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ग़ुस्सेला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अबुल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हसने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फ़िल्लैले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व</w:t>
      </w:r>
      <w:r w:rsidRPr="00A21FB2">
        <w:rPr>
          <w:cs/>
          <w:lang w:bidi="hi-IN"/>
        </w:rPr>
        <w:t xml:space="preserve"> </w:t>
      </w:r>
      <w:r w:rsidRPr="00A21FB2">
        <w:rPr>
          <w:rFonts w:hint="cs"/>
          <w:cs/>
          <w:lang w:bidi="hi-IN"/>
        </w:rPr>
        <w:t>दोफ़ेना</w:t>
      </w:r>
    </w:p>
    <w:p w:rsidR="00EE7387" w:rsidRDefault="00A21FB2" w:rsidP="00A21FB2">
      <w:pPr>
        <w:pStyle w:val="libNormal"/>
        <w:rPr>
          <w:cs/>
        </w:rPr>
      </w:pPr>
      <w:r w:rsidRPr="00A21FB2">
        <w:rPr>
          <w:cs/>
        </w:rPr>
        <w:lastRenderedPageBreak/>
        <w:t>(</w:t>
      </w:r>
      <w:r w:rsidRPr="00A21FB2">
        <w:rPr>
          <w:rFonts w:hint="cs"/>
          <w:cs/>
        </w:rPr>
        <w:t>उयूने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अख़बारे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रज़ा</w:t>
      </w:r>
      <w:r w:rsidRPr="00A21FB2">
        <w:rPr>
          <w:cs/>
        </w:rPr>
        <w:t xml:space="preserve"> 2</w:t>
      </w:r>
      <w:r w:rsidRPr="00A21FB2">
        <w:rPr>
          <w:rFonts w:cs="Arial"/>
        </w:rPr>
        <w:t>,</w:t>
      </w:r>
      <w:r w:rsidRPr="00A21FB2">
        <w:rPr>
          <w:cs/>
        </w:rPr>
        <w:t>269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1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</w:rPr>
        <w:t>अल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बिहार</w:t>
      </w:r>
      <w:r w:rsidRPr="00A21FB2">
        <w:rPr>
          <w:cs/>
        </w:rPr>
        <w:t xml:space="preserve"> 49</w:t>
      </w:r>
      <w:r w:rsidRPr="00A21FB2">
        <w:rPr>
          <w:rFonts w:cs="Arial"/>
        </w:rPr>
        <w:t>,</w:t>
      </w:r>
      <w:r w:rsidRPr="00A21FB2">
        <w:rPr>
          <w:cs/>
        </w:rPr>
        <w:t xml:space="preserve">299 </w:t>
      </w:r>
      <w:r w:rsidRPr="00A21FB2">
        <w:rPr>
          <w:rFonts w:hint="cs"/>
          <w:cs/>
        </w:rPr>
        <w:t>हाशिया</w:t>
      </w:r>
      <w:r w:rsidRPr="00A21FB2">
        <w:rPr>
          <w:cs/>
        </w:rPr>
        <w:t xml:space="preserve"> 9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</w:rPr>
        <w:t>जलाएल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उयून</w:t>
      </w:r>
      <w:r w:rsidRPr="00A21FB2">
        <w:rPr>
          <w:cs/>
        </w:rPr>
        <w:t xml:space="preserve"> 498</w:t>
      </w:r>
      <w:r w:rsidRPr="00A21FB2">
        <w:rPr>
          <w:rFonts w:cs="Arial"/>
        </w:rPr>
        <w:t xml:space="preserve">, </w:t>
      </w:r>
      <w:r w:rsidRPr="00A21FB2">
        <w:rPr>
          <w:rFonts w:hint="cs"/>
          <w:cs/>
        </w:rPr>
        <w:t>अनवारुल</w:t>
      </w:r>
      <w:r w:rsidRPr="00A21FB2">
        <w:rPr>
          <w:cs/>
        </w:rPr>
        <w:t xml:space="preserve"> </w:t>
      </w:r>
      <w:r w:rsidRPr="00A21FB2">
        <w:rPr>
          <w:rFonts w:hint="cs"/>
          <w:cs/>
        </w:rPr>
        <w:t>बहीयत</w:t>
      </w:r>
      <w:r w:rsidRPr="00A21FB2">
        <w:rPr>
          <w:cs/>
        </w:rPr>
        <w:t xml:space="preserve"> 370)</w:t>
      </w:r>
    </w:p>
    <w:p w:rsidR="00EE7387" w:rsidRDefault="00EE7387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</w:rPr>
      </w:pPr>
      <w:r>
        <w:br w:type="page"/>
      </w:r>
    </w:p>
    <w:p w:rsidR="00B46C66" w:rsidRDefault="00EE7387">
      <w:pPr>
        <w:pStyle w:val="TOCHeading"/>
        <w:rPr>
          <w:cs/>
          <w:lang w:bidi="hi-IN"/>
        </w:rPr>
      </w:pPr>
      <w:bookmarkStart w:id="55" w:name="_Toc460071926"/>
      <w:r>
        <w:rPr>
          <w:rFonts w:hint="cs"/>
          <w:cs/>
          <w:lang w:bidi="hi-IN"/>
        </w:rPr>
        <w:lastRenderedPageBreak/>
        <w:t>फेहरिस्त</w:t>
      </w:r>
      <w:bookmarkEnd w:id="55"/>
    </w:p>
    <w:sdt>
      <w:sdtPr>
        <w:id w:val="8324938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B46C66" w:rsidRDefault="00B46C66" w:rsidP="00B46C66">
          <w:pPr>
            <w:pStyle w:val="Heading1"/>
          </w:pPr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0071871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AF5116">
              <w:rPr>
                <w:rStyle w:val="Hyperlink"/>
                <w:noProof/>
                <w:lang w:bidi="fa-IR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AF5116">
              <w:rPr>
                <w:rStyle w:val="Hyperlink"/>
                <w:noProof/>
                <w:lang w:bidi="fa-IR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AF5116">
              <w:rPr>
                <w:rStyle w:val="Hyperlink"/>
                <w:noProof/>
                <w:lang w:bidi="fa-IR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AF5116">
              <w:rPr>
                <w:rStyle w:val="Hyperlink"/>
                <w:noProof/>
                <w:lang w:bidi="fa-IR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noProof/>
                <w:lang w:bidi="fa-IR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72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मसाइबे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हशतुम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73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मुताअल्लिक़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तफ़सील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74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विलादत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75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लक़ब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76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दौर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ख़लीफ़ा</w:t>
            </w:r>
            <w:r w:rsidRPr="00AF5116">
              <w:rPr>
                <w:rStyle w:val="Hyperlink"/>
                <w:noProof/>
              </w:rPr>
              <w:t>-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AF5116">
              <w:rPr>
                <w:rStyle w:val="Hyperlink"/>
                <w:noProof/>
              </w:rPr>
              <w:t>-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वक़्तः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77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आलमे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मुहम्मद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78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इबादत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79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अख़लाक़ः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0071880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ग़रीबो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हाजत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मन्दों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हाजत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रवाईः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0071881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ख़ुरासानी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मददः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82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पनाह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हिरनः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0071883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अपने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महमान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ख़िदमत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नहीं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लिया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करतेः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0071884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अजनबी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आदमी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मालिश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0071885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अपने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चाहने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वाले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शिया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महरबानीः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0071886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ज़ालिम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नज़रया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87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हारून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ज़माना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88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शहीद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हारून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साज़िशः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89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हारून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रशीद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बुलाया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मगर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90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हारून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मुझे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कोई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नुक़सान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नहीं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पहुंचा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सकता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91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हारून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रशीद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दौरे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ख़िलाफ़त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मुशकिलों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घिरे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थे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92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अमीन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दौरे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ख़िलाफ़त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93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फ़रमाया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मामून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अमीन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क़त्ल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करेगा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94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मामून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ज़माने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95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मामून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दावत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96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मदीना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छोड़ते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वक़्त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क़बरे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हाज़री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97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मेरे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लिये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गिरया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ज़ारी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करो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98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जवाद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रसूले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हवाले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किया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गया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899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मर्व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जानिब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रवानगी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क़ुम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आमद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00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यह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जगह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मेरा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मदफ़न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01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मदीना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मुनव्वरा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हिजरत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बरकतें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02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ख़िलाफ़त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वली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ऐहदी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सोंपने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वाक़ेआ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03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वलीऐहदी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क़बूल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शर्तें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04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मामून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ज़ाहिरी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दिखावा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तुम्हें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धोका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05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मर्व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मौजूदगी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नाराज़गी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06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नतीजाः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07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दुआऔ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बारिश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अलामत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08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हुक्म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दो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शेर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गुस्ताख़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निगल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गये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09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ईद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वाक़ेआ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10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noProof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noProof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मामून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पैग़ाम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भेजा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11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हक़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दिफ़ा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सबब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हुआ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12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मैं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हारून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जगह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दफ़्न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होंगे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13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रसूले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noProof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noProof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ख़बर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14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AF5116">
              <w:rPr>
                <w:rStyle w:val="Hyperlink"/>
                <w:noProof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noProof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ने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noProof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noProof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ख़बर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15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noProof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noProof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बारे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सादिक़</w:t>
            </w:r>
            <w:r w:rsidRPr="00AF5116">
              <w:rPr>
                <w:rStyle w:val="Hyperlink"/>
                <w:noProof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noProof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बयान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16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noProof/>
              </w:rPr>
              <w:t xml:space="preserve"> (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AF5116">
              <w:rPr>
                <w:rStyle w:val="Hyperlink"/>
                <w:noProof/>
              </w:rPr>
              <w:t xml:space="preserve">.)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दर्दनाक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वाक्या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17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ख़ुरासानी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ख़्वाब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18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कहानी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ज़बानी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19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अबा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सलत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हरवी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noProof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रिवायत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20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जवाद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अपने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वालिद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सरहाने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मौजूदगी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21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ग़ुस्लो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कफ़न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22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मामून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लानतुल्लाह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रिया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23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ज़हर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आलूद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अनार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वाक़ेआ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24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ख़ुद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लिये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इमामे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अलैहिस्सलाम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मरसियाः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25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रात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मे</w:t>
            </w:r>
            <w:r w:rsidRPr="00AF5116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तदफ़ीन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60071926" w:history="1">
            <w:r w:rsidRPr="00AF5116">
              <w:rPr>
                <w:rStyle w:val="Hyperlink"/>
                <w:rFonts w:cs="Mangal" w:hint="cs"/>
                <w:noProof/>
                <w:cs/>
                <w:lang w:bidi="hi-IN"/>
              </w:rPr>
              <w:t>फेहरिस्त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_Toc460071926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C66" w:rsidRDefault="00B46C66">
          <w:r>
            <w:fldChar w:fldCharType="end"/>
          </w:r>
        </w:p>
      </w:sdtContent>
    </w:sdt>
    <w:p w:rsidR="00B46C66" w:rsidRPr="00007817" w:rsidRDefault="00B46C66" w:rsidP="00EE7387">
      <w:pPr>
        <w:pStyle w:val="Heading1"/>
        <w:rPr>
          <w:cs/>
          <w:lang w:bidi="hi-IN"/>
        </w:rPr>
      </w:pPr>
    </w:p>
    <w:sectPr w:rsidR="00B46C66" w:rsidRPr="00007817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E8F" w:rsidRDefault="00411E8F" w:rsidP="008B7801">
      <w:pPr>
        <w:spacing w:after="0" w:line="240" w:lineRule="auto"/>
      </w:pPr>
      <w:r>
        <w:separator/>
      </w:r>
    </w:p>
  </w:endnote>
  <w:endnote w:type="continuationSeparator" w:id="0">
    <w:p w:rsidR="00411E8F" w:rsidRDefault="00411E8F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CC7" w:rsidRDefault="00795CC7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B46C66">
      <w:rPr>
        <w:rFonts w:ascii="SutonnyMJ" w:hAnsi="SutonnyMJ" w:cs="SutonnyMJ"/>
        <w:noProof/>
      </w:rPr>
      <w:t>121</w:t>
    </w:r>
    <w:r w:rsidRPr="00AA7385">
      <w:rPr>
        <w:rFonts w:ascii="SutonnyMJ" w:hAnsi="SutonnyMJ" w:cs="SutonnyMJ"/>
      </w:rPr>
      <w:fldChar w:fldCharType="end"/>
    </w:r>
  </w:p>
  <w:p w:rsidR="00795CC7" w:rsidRDefault="00795C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E8F" w:rsidRDefault="00411E8F" w:rsidP="008B7801">
      <w:pPr>
        <w:spacing w:after="0" w:line="240" w:lineRule="auto"/>
      </w:pPr>
      <w:r>
        <w:separator/>
      </w:r>
    </w:p>
  </w:footnote>
  <w:footnote w:type="continuationSeparator" w:id="0">
    <w:p w:rsidR="00411E8F" w:rsidRDefault="00411E8F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74AB9"/>
    <w:rsid w:val="00007817"/>
    <w:rsid w:val="00017F8E"/>
    <w:rsid w:val="00043999"/>
    <w:rsid w:val="000451DA"/>
    <w:rsid w:val="000A16E2"/>
    <w:rsid w:val="000D0FC8"/>
    <w:rsid w:val="000D641E"/>
    <w:rsid w:val="00137658"/>
    <w:rsid w:val="0016774F"/>
    <w:rsid w:val="001A3437"/>
    <w:rsid w:val="00235071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31D48"/>
    <w:rsid w:val="0033697A"/>
    <w:rsid w:val="003A1605"/>
    <w:rsid w:val="003A380C"/>
    <w:rsid w:val="003E4BC2"/>
    <w:rsid w:val="00406D51"/>
    <w:rsid w:val="00411E8F"/>
    <w:rsid w:val="00474AB9"/>
    <w:rsid w:val="00485379"/>
    <w:rsid w:val="00495B54"/>
    <w:rsid w:val="004A56BA"/>
    <w:rsid w:val="004C57A4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90232"/>
    <w:rsid w:val="006C230E"/>
    <w:rsid w:val="006D197A"/>
    <w:rsid w:val="00707890"/>
    <w:rsid w:val="00733E6E"/>
    <w:rsid w:val="0075520E"/>
    <w:rsid w:val="007719FE"/>
    <w:rsid w:val="00776659"/>
    <w:rsid w:val="00795CC7"/>
    <w:rsid w:val="007B649B"/>
    <w:rsid w:val="007D0C93"/>
    <w:rsid w:val="007E3A6A"/>
    <w:rsid w:val="00840C16"/>
    <w:rsid w:val="00870944"/>
    <w:rsid w:val="008715EA"/>
    <w:rsid w:val="008A5A1E"/>
    <w:rsid w:val="008B7801"/>
    <w:rsid w:val="008C77D1"/>
    <w:rsid w:val="008D4310"/>
    <w:rsid w:val="008D6263"/>
    <w:rsid w:val="008F0D7B"/>
    <w:rsid w:val="009117EC"/>
    <w:rsid w:val="00934323"/>
    <w:rsid w:val="0094696C"/>
    <w:rsid w:val="00976CDC"/>
    <w:rsid w:val="00A069B8"/>
    <w:rsid w:val="00A07514"/>
    <w:rsid w:val="00A21FB2"/>
    <w:rsid w:val="00A2744B"/>
    <w:rsid w:val="00A455D0"/>
    <w:rsid w:val="00A560EA"/>
    <w:rsid w:val="00A77675"/>
    <w:rsid w:val="00AA7385"/>
    <w:rsid w:val="00AB18E8"/>
    <w:rsid w:val="00AB6543"/>
    <w:rsid w:val="00B46C66"/>
    <w:rsid w:val="00BE1409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F0DAD"/>
    <w:rsid w:val="00DF1559"/>
    <w:rsid w:val="00E11B2B"/>
    <w:rsid w:val="00E21BCB"/>
    <w:rsid w:val="00E2613F"/>
    <w:rsid w:val="00E30987"/>
    <w:rsid w:val="00E32589"/>
    <w:rsid w:val="00E400A5"/>
    <w:rsid w:val="00E52113"/>
    <w:rsid w:val="00E84EB1"/>
    <w:rsid w:val="00E9343A"/>
    <w:rsid w:val="00EB1BF3"/>
    <w:rsid w:val="00EC4B61"/>
    <w:rsid w:val="00ED480A"/>
    <w:rsid w:val="00EE7387"/>
    <w:rsid w:val="00F11A1C"/>
    <w:rsid w:val="00F20557"/>
    <w:rsid w:val="00F525D6"/>
    <w:rsid w:val="00F860D8"/>
    <w:rsid w:val="00F91E16"/>
    <w:rsid w:val="00FA2BBB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A711D-4632-40BB-9058-7EE9E6F62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53</TotalTime>
  <Pages>124</Pages>
  <Words>16565</Words>
  <Characters>94424</Characters>
  <Application>Microsoft Office Word</Application>
  <DocSecurity>0</DocSecurity>
  <Lines>786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110768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6</cp:revision>
  <cp:lastPrinted>2016-02-03T09:03:00Z</cp:lastPrinted>
  <dcterms:created xsi:type="dcterms:W3CDTF">2016-08-27T09:12:00Z</dcterms:created>
  <dcterms:modified xsi:type="dcterms:W3CDTF">2016-08-27T10:05:00Z</dcterms:modified>
</cp:coreProperties>
</file>